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C19" w:rsidRPr="00E76C19" w:rsidRDefault="00E76C19" w:rsidP="00E76C19">
      <w:pPr>
        <w:pStyle w:val="libCenterBold1"/>
        <w:rPr>
          <w:rtl/>
          <w:lang w:bidi="fa-IR"/>
        </w:rPr>
      </w:pPr>
      <w:r w:rsidRPr="00E76C19">
        <w:rPr>
          <w:rFonts w:hint="eastAsia"/>
          <w:rtl/>
          <w:lang w:bidi="fa-IR"/>
        </w:rPr>
        <w:t>گلچين</w:t>
      </w:r>
      <w:r w:rsidRPr="00E76C19">
        <w:rPr>
          <w:rtl/>
          <w:lang w:bidi="fa-IR"/>
        </w:rPr>
        <w:t xml:space="preserve"> صدوق (برگزيده من لا يحضره الفقيه)</w:t>
      </w:r>
    </w:p>
    <w:p w:rsidR="00E76C19" w:rsidRPr="00E76C19" w:rsidRDefault="00E76C19" w:rsidP="004A085F">
      <w:pPr>
        <w:pStyle w:val="libCenterBold2"/>
        <w:rPr>
          <w:rtl/>
          <w:lang w:bidi="fa-IR"/>
        </w:rPr>
      </w:pPr>
      <w:r w:rsidRPr="00E76C19">
        <w:rPr>
          <w:rFonts w:hint="eastAsia"/>
          <w:rtl/>
          <w:lang w:bidi="fa-IR"/>
        </w:rPr>
        <w:t>نو</w:t>
      </w:r>
      <w:r w:rsidRPr="00E76C19">
        <w:rPr>
          <w:rFonts w:hint="cs"/>
          <w:rtl/>
          <w:lang w:bidi="fa-IR"/>
        </w:rPr>
        <w:t>ی</w:t>
      </w:r>
      <w:r w:rsidRPr="00E76C19">
        <w:rPr>
          <w:rFonts w:hint="eastAsia"/>
          <w:rtl/>
          <w:lang w:bidi="fa-IR"/>
        </w:rPr>
        <w:t>سنده</w:t>
      </w:r>
      <w:r w:rsidRPr="00E76C19">
        <w:rPr>
          <w:rtl/>
          <w:lang w:bidi="fa-IR"/>
        </w:rPr>
        <w:t xml:space="preserve">: شيخ صدوق </w:t>
      </w:r>
      <w:r w:rsidR="004A085F" w:rsidRPr="004A085F">
        <w:rPr>
          <w:rStyle w:val="libAlaemChar"/>
          <w:rtl/>
          <w:lang w:bidi="fa-IR"/>
        </w:rPr>
        <w:t>رحمه‌الله</w:t>
      </w:r>
    </w:p>
    <w:p w:rsidR="00E76C19" w:rsidRPr="00E76C19" w:rsidRDefault="00E76C19" w:rsidP="00E76C19">
      <w:pPr>
        <w:pStyle w:val="libCenterBold2"/>
        <w:rPr>
          <w:rtl/>
          <w:lang w:bidi="fa-IR"/>
        </w:rPr>
      </w:pPr>
      <w:r w:rsidRPr="00E76C19">
        <w:rPr>
          <w:rFonts w:hint="eastAsia"/>
          <w:rtl/>
          <w:lang w:bidi="fa-IR"/>
        </w:rPr>
        <w:t>مترجم</w:t>
      </w:r>
      <w:r w:rsidRPr="00E76C19">
        <w:rPr>
          <w:rtl/>
          <w:lang w:bidi="fa-IR"/>
        </w:rPr>
        <w:t xml:space="preserve"> : محمد حسين صفا خواه</w:t>
      </w:r>
    </w:p>
    <w:p w:rsidR="00236F92" w:rsidRDefault="00236F92" w:rsidP="00236F92">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236F92">
        <w:rPr>
          <w:rStyle w:val="libAlaemChar"/>
          <w:rtl/>
        </w:rPr>
        <w:t>عليهما‌السلام</w:t>
      </w:r>
      <w:r>
        <w:rPr>
          <w:rtl/>
        </w:rPr>
        <w:t xml:space="preserve"> بصورت الکترونیکی برای مخاطبین گرامی منتشر شده است</w:t>
      </w:r>
      <w:r>
        <w:rPr>
          <w:rFonts w:hint="cs"/>
          <w:rtl/>
        </w:rPr>
        <w:t>.</w:t>
      </w:r>
    </w:p>
    <w:p w:rsidR="00236F92" w:rsidRDefault="00236F92" w:rsidP="00236F92">
      <w:pPr>
        <w:pStyle w:val="libCenterBold2"/>
        <w:rPr>
          <w:lang w:bidi="fa-IR"/>
        </w:rPr>
      </w:pPr>
      <w:r>
        <w:rPr>
          <w:rtl/>
        </w:rPr>
        <w:t>لازم به ذکر است تصحیح اشتباهات تایپی احتمالی، روی این کتاب انجام گردیده است</w:t>
      </w:r>
      <w:r>
        <w:rPr>
          <w:rFonts w:hint="cs"/>
          <w:rtl/>
        </w:rPr>
        <w:t>.</w:t>
      </w:r>
    </w:p>
    <w:p w:rsidR="00E76C19" w:rsidRPr="00E76C19" w:rsidRDefault="00E76C19" w:rsidP="00E76C19">
      <w:pPr>
        <w:pStyle w:val="libNormal"/>
        <w:rPr>
          <w:rtl/>
          <w:lang w:bidi="fa-IR"/>
        </w:rPr>
      </w:pPr>
      <w:r>
        <w:rPr>
          <w:rtl/>
          <w:lang w:bidi="fa-IR"/>
        </w:rPr>
        <w:br w:type="page"/>
      </w:r>
    </w:p>
    <w:p w:rsidR="00E76C19" w:rsidRPr="00E76C19" w:rsidRDefault="00E76C19" w:rsidP="004A085F">
      <w:pPr>
        <w:pStyle w:val="Heading1"/>
        <w:rPr>
          <w:rtl/>
          <w:lang w:bidi="fa-IR"/>
        </w:rPr>
      </w:pPr>
      <w:bookmarkStart w:id="0" w:name="_Toc489701840"/>
      <w:r w:rsidRPr="00E76C19">
        <w:rPr>
          <w:rFonts w:hint="eastAsia"/>
          <w:rtl/>
          <w:lang w:bidi="fa-IR"/>
        </w:rPr>
        <w:t>مقدمه</w:t>
      </w:r>
      <w:bookmarkEnd w:id="0"/>
    </w:p>
    <w:p w:rsidR="00E76C19" w:rsidRPr="00E76C19" w:rsidRDefault="00E76C19" w:rsidP="004A085F">
      <w:pPr>
        <w:pStyle w:val="libCenterBold2"/>
        <w:rPr>
          <w:rtl/>
          <w:lang w:bidi="fa-IR"/>
        </w:rPr>
      </w:pPr>
      <w:r w:rsidRPr="00E76C19">
        <w:rPr>
          <w:rFonts w:hint="eastAsia"/>
          <w:rtl/>
          <w:lang w:bidi="fa-IR"/>
        </w:rPr>
        <w:t>بسم</w:t>
      </w:r>
      <w:r w:rsidRPr="00E76C19">
        <w:rPr>
          <w:rtl/>
          <w:lang w:bidi="fa-IR"/>
        </w:rPr>
        <w:t xml:space="preserve"> الله الرحمن الرحيم</w:t>
      </w:r>
    </w:p>
    <w:p w:rsidR="00E76C19" w:rsidRPr="00E76C19" w:rsidRDefault="00E76C19" w:rsidP="004A085F">
      <w:pPr>
        <w:pStyle w:val="libNormal"/>
        <w:rPr>
          <w:rtl/>
          <w:lang w:bidi="fa-IR"/>
        </w:rPr>
      </w:pPr>
      <w:r w:rsidRPr="00E76C19">
        <w:rPr>
          <w:rFonts w:hint="eastAsia"/>
          <w:rtl/>
          <w:lang w:bidi="fa-IR"/>
        </w:rPr>
        <w:t>گلچين</w:t>
      </w:r>
      <w:r w:rsidRPr="00E76C19">
        <w:rPr>
          <w:rtl/>
          <w:lang w:bidi="fa-IR"/>
        </w:rPr>
        <w:t xml:space="preserve"> صدوق گزيده اى تربيتى اخلاقى عقديتى از كتاب من لا يحضره الفقيه تاليف شيخ صدوق محمد بن على بن بابويه قمى (متوفى ٣٨١ هجرى قمرى) است . اين كتاب ، كه يكى از كتب چهار گانه اصلى و محورى فقه شيعه است ، مجموعه اى است نفيس كه در عين اختصار، يك دوره كامل از احكام دين بر مبناى مكتب اهل بيت </w:t>
      </w:r>
      <w:r w:rsidR="004A085F" w:rsidRPr="004A085F">
        <w:rPr>
          <w:rStyle w:val="libAlaemChar"/>
          <w:rtl/>
          <w:lang w:bidi="fa-IR"/>
        </w:rPr>
        <w:t xml:space="preserve">عليه‌السلام </w:t>
      </w:r>
      <w:r w:rsidRPr="00E76C19">
        <w:rPr>
          <w:rtl/>
          <w:lang w:bidi="fa-IR"/>
        </w:rPr>
        <w:t>ارائه كرده است .</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يادگار ارزشمند صدوق ، گوهرى بى بها است كه اين عالم گرانقدر و مخلص ، براى صيانت سنت صحيح نبوى از دستخوش تحريف تحريف گران ، به امت اسلام بخشيده است .</w:t>
      </w:r>
    </w:p>
    <w:p w:rsidR="00E76C19" w:rsidRPr="00E76C19" w:rsidRDefault="00E76C19" w:rsidP="00E76C19">
      <w:pPr>
        <w:pStyle w:val="libNormal"/>
        <w:rPr>
          <w:rtl/>
          <w:lang w:bidi="fa-IR"/>
        </w:rPr>
      </w:pPr>
      <w:r w:rsidRPr="00E76C19">
        <w:rPr>
          <w:rFonts w:hint="eastAsia"/>
          <w:rtl/>
          <w:lang w:bidi="fa-IR"/>
        </w:rPr>
        <w:t>من</w:t>
      </w:r>
      <w:r w:rsidRPr="00E76C19">
        <w:rPr>
          <w:rtl/>
          <w:lang w:bidi="fa-IR"/>
        </w:rPr>
        <w:t xml:space="preserve"> لا يحضره الفقيه ، در عين حال كه براى خواص ، مجموعه اى فقهى است ، نكته هاى اخلاقى ، تربيتى ، عقيدتى ، تاريخى و درسهاى زندگى فراوانى در بر دارد، كه آشنايى با آنها، براى عموم مردم ضرورت دارد.</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آنجا كه اين نكته ها و درسها و تذكرها، در لابلاى صفحات آن مجموعه پراكنده بود، گلچين صدوق به عنوان دسته گلى از ميان اين بوستان روح انگيز و معطر فراهم آمد، تا عموم طبقات ، به ويژه جوانان و نوجوانان را به كار آيد. و چراغى فرا راه زندگى آينده آنان روشن دارد.</w:t>
      </w:r>
    </w:p>
    <w:p w:rsidR="00E76C19" w:rsidRPr="00E76C19" w:rsidRDefault="00E76C19" w:rsidP="00E76C19">
      <w:pPr>
        <w:pStyle w:val="libNormal"/>
        <w:rPr>
          <w:rtl/>
          <w:lang w:bidi="fa-IR"/>
        </w:rPr>
      </w:pPr>
      <w:r w:rsidRPr="00E76C19">
        <w:rPr>
          <w:rFonts w:hint="eastAsia"/>
          <w:rtl/>
          <w:lang w:bidi="fa-IR"/>
        </w:rPr>
        <w:t>تذكر</w:t>
      </w:r>
      <w:r w:rsidRPr="00E76C19">
        <w:rPr>
          <w:rtl/>
          <w:lang w:bidi="fa-IR"/>
        </w:rPr>
        <w:t xml:space="preserve"> چند نكته در مورد كتاب ، ضرورت دارد:</w:t>
      </w:r>
    </w:p>
    <w:p w:rsidR="00E76C19" w:rsidRPr="00E76C19" w:rsidRDefault="00E76C19" w:rsidP="00E76C19">
      <w:pPr>
        <w:pStyle w:val="libNormal"/>
        <w:rPr>
          <w:rtl/>
          <w:lang w:bidi="fa-IR"/>
        </w:rPr>
      </w:pPr>
      <w:r w:rsidRPr="00E76C19">
        <w:rPr>
          <w:rtl/>
          <w:lang w:bidi="fa-IR"/>
        </w:rPr>
        <w:t>١</w:t>
      </w:r>
      <w:r w:rsidR="004A085F">
        <w:rPr>
          <w:rFonts w:hint="cs"/>
          <w:rtl/>
          <w:lang w:bidi="fa-IR"/>
        </w:rPr>
        <w:t xml:space="preserve"> -</w:t>
      </w:r>
      <w:r w:rsidRPr="00E76C19">
        <w:rPr>
          <w:rtl/>
          <w:lang w:bidi="fa-IR"/>
        </w:rPr>
        <w:t xml:space="preserve"> احاديث ، بر مبناى سازندگى تربيتى آنها براى زندگى عموم طبقات معاصر به ويژه نسل جوان و آينده سازان اين مرز و بوم گزينش شده است .</w:t>
      </w:r>
    </w:p>
    <w:p w:rsidR="00E76C19" w:rsidRPr="00E76C19" w:rsidRDefault="00E76C19" w:rsidP="00E76C19">
      <w:pPr>
        <w:pStyle w:val="libNormal"/>
        <w:rPr>
          <w:rtl/>
          <w:lang w:bidi="fa-IR"/>
        </w:rPr>
      </w:pPr>
      <w:r w:rsidRPr="00E76C19">
        <w:rPr>
          <w:rFonts w:hint="eastAsia"/>
          <w:rtl/>
          <w:lang w:bidi="fa-IR"/>
        </w:rPr>
        <w:lastRenderedPageBreak/>
        <w:t>به</w:t>
      </w:r>
      <w:r w:rsidRPr="00E76C19">
        <w:rPr>
          <w:rtl/>
          <w:lang w:bidi="fa-IR"/>
        </w:rPr>
        <w:t xml:space="preserve"> همين دليل ، از انتخاب احاديث مشكل يا مفصل يا احاديثى كه به توضيح نياز دارد، خوددارى شد.</w:t>
      </w:r>
    </w:p>
    <w:p w:rsidR="00E76C19" w:rsidRPr="00E76C19" w:rsidRDefault="00E76C19" w:rsidP="00E76C19">
      <w:pPr>
        <w:pStyle w:val="libNormal"/>
        <w:rPr>
          <w:rtl/>
          <w:lang w:bidi="fa-IR"/>
        </w:rPr>
      </w:pPr>
      <w:r w:rsidRPr="00E76C19">
        <w:rPr>
          <w:rtl/>
          <w:lang w:bidi="fa-IR"/>
        </w:rPr>
        <w:t>٢</w:t>
      </w:r>
      <w:r w:rsidR="004A085F">
        <w:rPr>
          <w:rFonts w:hint="cs"/>
          <w:rtl/>
          <w:lang w:bidi="fa-IR"/>
        </w:rPr>
        <w:t xml:space="preserve"> -</w:t>
      </w:r>
      <w:r w:rsidRPr="00E76C19">
        <w:rPr>
          <w:rtl/>
          <w:lang w:bidi="fa-IR"/>
        </w:rPr>
        <w:t xml:space="preserve"> اين كتاب ، كتاب فتوايى شيخ صدوق بوده است . لذا در اين گزينش دقت شد تا از ورود به بيان احكام فقهى خوددارى شود. و اگر هم اشاره به بيان حكم فقهى گرديده است . مبنى بر آن بوده كه مطابق با حكم فقهى فقهاى معاصر باشد.</w:t>
      </w:r>
    </w:p>
    <w:p w:rsidR="00E76C19" w:rsidRPr="00E76C19" w:rsidRDefault="00E76C19" w:rsidP="00E76C19">
      <w:pPr>
        <w:pStyle w:val="libNormal"/>
        <w:rPr>
          <w:rtl/>
          <w:lang w:bidi="fa-IR"/>
        </w:rPr>
      </w:pPr>
      <w:r w:rsidRPr="00E76C19">
        <w:rPr>
          <w:rFonts w:hint="eastAsia"/>
          <w:rtl/>
          <w:lang w:bidi="fa-IR"/>
        </w:rPr>
        <w:t>رحم</w:t>
      </w:r>
      <w:r w:rsidRPr="00E76C19">
        <w:rPr>
          <w:rtl/>
          <w:lang w:bidi="fa-IR"/>
        </w:rPr>
        <w:t xml:space="preserve"> الله امرى ء عرف قدره و لم يتعد طوره .</w:t>
      </w:r>
    </w:p>
    <w:p w:rsidR="00E76C19" w:rsidRPr="00E76C19" w:rsidRDefault="00E76C19" w:rsidP="00E76C19">
      <w:pPr>
        <w:pStyle w:val="libNormal"/>
        <w:rPr>
          <w:rtl/>
          <w:lang w:bidi="fa-IR"/>
        </w:rPr>
      </w:pPr>
      <w:r w:rsidRPr="00E76C19">
        <w:rPr>
          <w:rtl/>
          <w:lang w:bidi="fa-IR"/>
        </w:rPr>
        <w:t>٣</w:t>
      </w:r>
      <w:r w:rsidR="004A085F">
        <w:rPr>
          <w:rFonts w:hint="cs"/>
          <w:rtl/>
          <w:lang w:bidi="fa-IR"/>
        </w:rPr>
        <w:t xml:space="preserve"> -</w:t>
      </w:r>
      <w:r w:rsidRPr="00E76C19">
        <w:rPr>
          <w:rtl/>
          <w:lang w:bidi="fa-IR"/>
        </w:rPr>
        <w:t xml:space="preserve"> براى حل مشكلات بعضى احاديث ، به منابع فراوان مراجعه شده ، كه حاصل تمام اين تلاشها، در ترجمه منعكس شده است . به همين دليل ، ترجمه با وجود توجه دقيق به متن حديث با توضيحاتى همراه شده ، كه گاه در پرانتز و گاه در پاورقى بيان گرديده است .</w:t>
      </w:r>
    </w:p>
    <w:p w:rsidR="00E76C19" w:rsidRPr="00E76C19" w:rsidRDefault="00E76C19" w:rsidP="00E76C19">
      <w:pPr>
        <w:pStyle w:val="libNormal"/>
        <w:rPr>
          <w:rtl/>
          <w:lang w:bidi="fa-IR"/>
        </w:rPr>
      </w:pPr>
      <w:r w:rsidRPr="00E76C19">
        <w:rPr>
          <w:rtl/>
          <w:lang w:bidi="fa-IR"/>
        </w:rPr>
        <w:t>٤</w:t>
      </w:r>
      <w:r w:rsidR="004A085F">
        <w:rPr>
          <w:rFonts w:hint="cs"/>
          <w:rtl/>
          <w:lang w:bidi="fa-IR"/>
        </w:rPr>
        <w:t xml:space="preserve"> -</w:t>
      </w:r>
      <w:r w:rsidRPr="00E76C19">
        <w:rPr>
          <w:rtl/>
          <w:lang w:bidi="fa-IR"/>
        </w:rPr>
        <w:t xml:space="preserve"> در ترجمه احاديث ، دقت شده تا ساده ترين زبان و بيان انتخاب گردد. به همين دليل ، هر حديث ، چند بار ترجمه شد، تا دقيق ترين و ساده ترين ترجمه ، عرضه شود.</w:t>
      </w:r>
    </w:p>
    <w:p w:rsidR="00E76C19" w:rsidRPr="00E76C19" w:rsidRDefault="00E76C19" w:rsidP="00E76C19">
      <w:pPr>
        <w:pStyle w:val="libNormal"/>
        <w:rPr>
          <w:rtl/>
          <w:lang w:bidi="fa-IR"/>
        </w:rPr>
      </w:pPr>
      <w:r w:rsidRPr="00E76C19">
        <w:rPr>
          <w:rFonts w:hint="eastAsia"/>
          <w:rtl/>
          <w:lang w:bidi="fa-IR"/>
        </w:rPr>
        <w:t>با</w:t>
      </w:r>
      <w:r w:rsidRPr="00E76C19">
        <w:rPr>
          <w:rtl/>
          <w:lang w:bidi="fa-IR"/>
        </w:rPr>
        <w:t xml:space="preserve"> اين وجود، مدرك اصل حديث (بر اساس متن كتاب من لا يحضره الفقيه تصحيح و تحقيق استاد محقق جناب آقاى على اكبر غفارى ، چاپ جامعه مدرسين قم) بيان شد، تا خوانندگان پژوهنده و فاضل ، در صورت ضرورت به متن حديث دست يابند.</w:t>
      </w:r>
    </w:p>
    <w:p w:rsidR="00E76C19" w:rsidRPr="00E76C19" w:rsidRDefault="00E76C19" w:rsidP="00E76C19">
      <w:pPr>
        <w:pStyle w:val="libNormal"/>
        <w:rPr>
          <w:rtl/>
          <w:lang w:bidi="fa-IR"/>
        </w:rPr>
      </w:pPr>
      <w:r w:rsidRPr="00E76C19">
        <w:rPr>
          <w:rFonts w:hint="eastAsia"/>
          <w:rtl/>
          <w:lang w:bidi="fa-IR"/>
        </w:rPr>
        <w:t>همين</w:t>
      </w:r>
      <w:r w:rsidRPr="00E76C19">
        <w:rPr>
          <w:rtl/>
          <w:lang w:bidi="fa-IR"/>
        </w:rPr>
        <w:t xml:space="preserve"> جا، از اين گروه خوانندگان انتظار مى رود كه چنانچه ترجمه اى دقيق تر و روان تر، براى احاديث ياد شده داشته باشند، از بيان نظرات خود دريغ ندارند.</w:t>
      </w:r>
    </w:p>
    <w:p w:rsidR="00E76C19" w:rsidRPr="00E76C19" w:rsidRDefault="00E76C19" w:rsidP="00E76C19">
      <w:pPr>
        <w:pStyle w:val="libNormal"/>
        <w:rPr>
          <w:rtl/>
          <w:lang w:bidi="fa-IR"/>
        </w:rPr>
      </w:pPr>
      <w:r w:rsidRPr="00E76C19">
        <w:rPr>
          <w:rtl/>
          <w:lang w:bidi="fa-IR"/>
        </w:rPr>
        <w:lastRenderedPageBreak/>
        <w:t>٥</w:t>
      </w:r>
      <w:r w:rsidR="004A085F">
        <w:rPr>
          <w:rFonts w:hint="cs"/>
          <w:rtl/>
          <w:lang w:bidi="fa-IR"/>
        </w:rPr>
        <w:t xml:space="preserve"> -</w:t>
      </w:r>
      <w:r w:rsidRPr="00E76C19">
        <w:rPr>
          <w:rtl/>
          <w:lang w:bidi="fa-IR"/>
        </w:rPr>
        <w:t xml:space="preserve"> براى آشنايى خوانندگان با سيره اخلاقى بزرگان شيعه ، گوشه اى از نكات آموزنده تربيتى ، علمى ، تاريخى از زندگانى شيخ صدوق ، به عنوان بخش ‍ اول اضافه گرديد.</w:t>
      </w:r>
    </w:p>
    <w:p w:rsidR="00E76C19" w:rsidRPr="00E76C19" w:rsidRDefault="00E76C19" w:rsidP="00E76C19">
      <w:pPr>
        <w:pStyle w:val="libNormal"/>
        <w:rPr>
          <w:rtl/>
          <w:lang w:bidi="fa-IR"/>
        </w:rPr>
      </w:pPr>
      <w:r w:rsidRPr="00E76C19">
        <w:rPr>
          <w:rtl/>
          <w:lang w:bidi="fa-IR"/>
        </w:rPr>
        <w:t>٦</w:t>
      </w:r>
      <w:r w:rsidR="009C757C">
        <w:rPr>
          <w:rFonts w:hint="cs"/>
          <w:rtl/>
          <w:lang w:bidi="fa-IR"/>
        </w:rPr>
        <w:t xml:space="preserve"> -</w:t>
      </w:r>
      <w:r w:rsidRPr="00E76C19">
        <w:rPr>
          <w:rtl/>
          <w:lang w:bidi="fa-IR"/>
        </w:rPr>
        <w:t xml:space="preserve"> بايد توجه داشت كه هدف مرحوم شيخ صدوق در كتاب من لا يحضره الفقيه ارائه يك مجموعه مختصر از فقه شيعه بوده است ، نه بيان داستانهاى انبياء و ائمه </w:t>
      </w:r>
      <w:r w:rsidR="004A085F" w:rsidRPr="004A085F">
        <w:rPr>
          <w:rStyle w:val="libAlaemChar"/>
          <w:rtl/>
          <w:lang w:bidi="fa-IR"/>
        </w:rPr>
        <w:t xml:space="preserve">عليه‌السلام </w:t>
      </w:r>
      <w:r w:rsidRPr="00E76C19">
        <w:rPr>
          <w:rtl/>
          <w:lang w:bidi="fa-IR"/>
        </w:rPr>
        <w:t>، چنانچه خود نيز در اين كتاب به اين نكته تصريح نموده است . لذا توقع داستان سرايى از اين كتاب نمى توان داشت . طبيعتا اين گزيده نيز داعيه قصه گويى ندارد. به همين دليل ، وفادارى به دقت متن ، فداى عناصر داستان پردازى گرديد.</w:t>
      </w:r>
    </w:p>
    <w:p w:rsidR="00E76C19" w:rsidRPr="00E76C19" w:rsidRDefault="00E76C19" w:rsidP="00E76C19">
      <w:pPr>
        <w:pStyle w:val="libNormal"/>
        <w:rPr>
          <w:rtl/>
          <w:lang w:bidi="fa-IR"/>
        </w:rPr>
      </w:pPr>
      <w:r w:rsidRPr="00E76C19">
        <w:rPr>
          <w:rtl/>
          <w:lang w:bidi="fa-IR"/>
        </w:rPr>
        <w:t>٧</w:t>
      </w:r>
      <w:r w:rsidR="009C757C">
        <w:rPr>
          <w:rFonts w:hint="cs"/>
          <w:rtl/>
          <w:lang w:bidi="fa-IR"/>
        </w:rPr>
        <w:t xml:space="preserve"> -</w:t>
      </w:r>
      <w:r w:rsidRPr="00E76C19">
        <w:rPr>
          <w:rtl/>
          <w:lang w:bidi="fa-IR"/>
        </w:rPr>
        <w:t xml:space="preserve"> همانگونه كه در مقدمه كتاب قطره اى از دريا (گزيده الغدير مرحوم علامه امينى) گزيده نگارنده ، آمده است ، يكى از اهداف اين گزينش و نشر، آشنا ساختن جوان با متون اصلى مكتب انسان ساز تشيع مى باشد.</w:t>
      </w:r>
    </w:p>
    <w:p w:rsidR="00E76C19" w:rsidRPr="00E76C19" w:rsidRDefault="00E76C19" w:rsidP="00E76C19">
      <w:pPr>
        <w:pStyle w:val="libNormal"/>
        <w:rPr>
          <w:rtl/>
          <w:lang w:bidi="fa-IR"/>
        </w:rPr>
      </w:pPr>
      <w:r w:rsidRPr="00E76C19">
        <w:rPr>
          <w:rFonts w:hint="eastAsia"/>
          <w:rtl/>
          <w:lang w:bidi="fa-IR"/>
        </w:rPr>
        <w:t>گلچين</w:t>
      </w:r>
      <w:r w:rsidRPr="00E76C19">
        <w:rPr>
          <w:rtl/>
          <w:lang w:bidi="fa-IR"/>
        </w:rPr>
        <w:t xml:space="preserve"> صدوق نيز، گامى ديگر در همين مسير به حساب مى آيد.</w:t>
      </w:r>
    </w:p>
    <w:p w:rsidR="00E76C19" w:rsidRPr="00E76C19" w:rsidRDefault="00E76C19" w:rsidP="00E76C19">
      <w:pPr>
        <w:pStyle w:val="libNormal"/>
        <w:rPr>
          <w:rtl/>
          <w:lang w:bidi="fa-IR"/>
        </w:rPr>
      </w:pPr>
      <w:r w:rsidRPr="00E76C19">
        <w:rPr>
          <w:rFonts w:hint="eastAsia"/>
          <w:rtl/>
          <w:lang w:bidi="fa-IR"/>
        </w:rPr>
        <w:t>اميد</w:t>
      </w:r>
      <w:r w:rsidRPr="00E76C19">
        <w:rPr>
          <w:rtl/>
          <w:lang w:bidi="fa-IR"/>
        </w:rPr>
        <w:t xml:space="preserve"> است اين مجموعه مورد قبول مربى واقعى و امام و هادى امت ، امام زمان عج الله تعالى فرجه الشريف واقع شود و تلاشگران و خوانندگان آن از دعاى حضرتش بهره مند گردند.</w:t>
      </w:r>
    </w:p>
    <w:p w:rsidR="00E76C19" w:rsidRPr="00E76C19" w:rsidRDefault="00E76C19" w:rsidP="00E76C19">
      <w:pPr>
        <w:pStyle w:val="libNormal"/>
        <w:rPr>
          <w:rtl/>
          <w:lang w:bidi="fa-IR"/>
        </w:rPr>
      </w:pPr>
      <w:r w:rsidRPr="00E76C19">
        <w:rPr>
          <w:rFonts w:hint="eastAsia"/>
          <w:rtl/>
          <w:lang w:bidi="fa-IR"/>
        </w:rPr>
        <w:t>والسلام</w:t>
      </w:r>
      <w:r w:rsidRPr="00E76C19">
        <w:rPr>
          <w:rtl/>
          <w:lang w:bidi="fa-IR"/>
        </w:rPr>
        <w:t xml:space="preserve"> على عباد الله الصالحين</w:t>
      </w:r>
    </w:p>
    <w:p w:rsidR="00E76C19" w:rsidRPr="00E76C19" w:rsidRDefault="00E76C19" w:rsidP="00E76C19">
      <w:pPr>
        <w:pStyle w:val="libNormal"/>
        <w:rPr>
          <w:rtl/>
          <w:lang w:bidi="fa-IR"/>
        </w:rPr>
      </w:pPr>
      <w:r w:rsidRPr="00E76C19">
        <w:rPr>
          <w:rFonts w:hint="eastAsia"/>
          <w:rtl/>
          <w:lang w:bidi="fa-IR"/>
        </w:rPr>
        <w:t>تهران</w:t>
      </w:r>
      <w:r w:rsidRPr="00E76C19">
        <w:rPr>
          <w:rtl/>
          <w:lang w:bidi="fa-IR"/>
        </w:rPr>
        <w:t xml:space="preserve"> محمد حسين صفا خواه</w:t>
      </w:r>
    </w:p>
    <w:p w:rsidR="00E76C19" w:rsidRPr="00E76C19" w:rsidRDefault="00E76C19" w:rsidP="00E76C19">
      <w:pPr>
        <w:pStyle w:val="libNormal"/>
        <w:rPr>
          <w:rtl/>
          <w:lang w:bidi="fa-IR"/>
        </w:rPr>
      </w:pPr>
      <w:r w:rsidRPr="00E76C19">
        <w:rPr>
          <w:rFonts w:hint="eastAsia"/>
          <w:rtl/>
          <w:lang w:bidi="fa-IR"/>
        </w:rPr>
        <w:t>ميلاد</w:t>
      </w:r>
      <w:r w:rsidRPr="00E76C19">
        <w:rPr>
          <w:rtl/>
          <w:lang w:bidi="fa-IR"/>
        </w:rPr>
        <w:t xml:space="preserve"> حضرت زهرا </w:t>
      </w:r>
      <w:r w:rsidR="00C23A36" w:rsidRPr="00C23A36">
        <w:rPr>
          <w:rStyle w:val="libAlaemChar"/>
          <w:rtl/>
        </w:rPr>
        <w:t xml:space="preserve">عليها‌السلام </w:t>
      </w:r>
      <w:r w:rsidRPr="00E76C19">
        <w:rPr>
          <w:rtl/>
          <w:lang w:bidi="fa-IR"/>
        </w:rPr>
        <w:t>١٤١٨</w:t>
      </w:r>
    </w:p>
    <w:p w:rsidR="00E76C19" w:rsidRPr="00E76C19" w:rsidRDefault="00E76C19" w:rsidP="00E76C19">
      <w:pPr>
        <w:pStyle w:val="libNormal"/>
        <w:rPr>
          <w:rtl/>
          <w:lang w:bidi="fa-IR"/>
        </w:rPr>
      </w:pPr>
      <w:r w:rsidRPr="00E76C19">
        <w:rPr>
          <w:rFonts w:hint="eastAsia"/>
          <w:rtl/>
          <w:lang w:bidi="fa-IR"/>
        </w:rPr>
        <w:t>آبانماه</w:t>
      </w:r>
      <w:r w:rsidRPr="00E76C19">
        <w:rPr>
          <w:rtl/>
          <w:lang w:bidi="fa-IR"/>
        </w:rPr>
        <w:t xml:space="preserve"> ١٣٧٦</w:t>
      </w:r>
    </w:p>
    <w:p w:rsidR="00E76C19" w:rsidRPr="00E76C19" w:rsidRDefault="009C757C" w:rsidP="00E76C19">
      <w:pPr>
        <w:pStyle w:val="libNormal"/>
        <w:rPr>
          <w:rtl/>
          <w:lang w:bidi="fa-IR"/>
        </w:rPr>
      </w:pPr>
      <w:r>
        <w:rPr>
          <w:rtl/>
          <w:lang w:bidi="fa-IR"/>
        </w:rPr>
        <w:br w:type="page"/>
      </w:r>
    </w:p>
    <w:p w:rsidR="00E76C19" w:rsidRPr="00E76C19" w:rsidRDefault="00E76C19" w:rsidP="009C757C">
      <w:pPr>
        <w:pStyle w:val="Heading1"/>
        <w:rPr>
          <w:rtl/>
          <w:lang w:bidi="fa-IR"/>
        </w:rPr>
      </w:pPr>
      <w:bookmarkStart w:id="1" w:name="_Toc489701841"/>
      <w:r w:rsidRPr="00E76C19">
        <w:rPr>
          <w:rFonts w:hint="eastAsia"/>
          <w:rtl/>
          <w:lang w:bidi="fa-IR"/>
        </w:rPr>
        <w:t>بخش</w:t>
      </w:r>
      <w:r w:rsidRPr="00E76C19">
        <w:rPr>
          <w:rtl/>
          <w:lang w:bidi="fa-IR"/>
        </w:rPr>
        <w:t xml:space="preserve"> اول : برگى از كتاب زندگى شيخ صدوق</w:t>
      </w:r>
      <w:bookmarkEnd w:id="1"/>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معروف به ابن بابويه قمى</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محمد بن على بن الحسين ، معروف به ابن بابويه و شيخ صدوق يكى از ستارگان فروزان و چهره هاى درخشان علم تشيع است .</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محدث جليل و خدمتگزار مكتب مقدس اهل بيت </w:t>
      </w:r>
      <w:r w:rsidR="004A085F" w:rsidRPr="004A085F">
        <w:rPr>
          <w:rStyle w:val="libAlaemChar"/>
          <w:rtl/>
          <w:lang w:bidi="fa-IR"/>
        </w:rPr>
        <w:t xml:space="preserve">عليه‌السلام </w:t>
      </w:r>
      <w:r w:rsidRPr="00E76C19">
        <w:rPr>
          <w:rtl/>
          <w:lang w:bidi="fa-IR"/>
        </w:rPr>
        <w:t xml:space="preserve">، در شهر مقدس قم در خانواده اى مذهبى و به دعاى امام زمان </w:t>
      </w:r>
      <w:r w:rsidR="004A085F" w:rsidRPr="004A085F">
        <w:rPr>
          <w:rStyle w:val="libAlaemChar"/>
          <w:rtl/>
          <w:lang w:bidi="fa-IR"/>
        </w:rPr>
        <w:t xml:space="preserve">عليه‌السلام </w:t>
      </w:r>
      <w:r w:rsidRPr="00E76C19">
        <w:rPr>
          <w:rtl/>
          <w:lang w:bidi="fa-IR"/>
        </w:rPr>
        <w:t>در حدود سال ٣٠٦ قمرى متولد شد.</w:t>
      </w:r>
    </w:p>
    <w:p w:rsidR="00E76C19" w:rsidRPr="00E76C19" w:rsidRDefault="00E76C19" w:rsidP="00E76C19">
      <w:pPr>
        <w:pStyle w:val="libNormal"/>
        <w:rPr>
          <w:rtl/>
          <w:lang w:bidi="fa-IR"/>
        </w:rPr>
      </w:pPr>
      <w:r w:rsidRPr="00E76C19">
        <w:rPr>
          <w:rFonts w:hint="eastAsia"/>
          <w:rtl/>
          <w:lang w:bidi="fa-IR"/>
        </w:rPr>
        <w:t>پدر</w:t>
      </w:r>
      <w:r w:rsidRPr="00E76C19">
        <w:rPr>
          <w:rtl/>
          <w:lang w:bidi="fa-IR"/>
        </w:rPr>
        <w:t xml:space="preserve"> بزرگوارش ، ابوالحسن على بن الحسين بن موسى بن بابويه قمى ، معروف به صدوق اول است . وى در سفرى كه به عراق نمود، با سومين نايب از نواب اربعه امام زمان </w:t>
      </w:r>
      <w:r w:rsidR="004A085F" w:rsidRPr="004A085F">
        <w:rPr>
          <w:rStyle w:val="libAlaemChar"/>
          <w:rtl/>
          <w:lang w:bidi="fa-IR"/>
        </w:rPr>
        <w:t xml:space="preserve">عليه‌السلام </w:t>
      </w:r>
      <w:r w:rsidRPr="00E76C19">
        <w:rPr>
          <w:rtl/>
          <w:lang w:bidi="fa-IR"/>
        </w:rPr>
        <w:t>، ابوالقاسم حسين بن روح ، ملاقات نموده است .</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در شهر قم به تحصيل پرداخت . وى ابتدا نزد پدرش به فرا گرفتن معارف مشغول شد. و سپس در حوزه درس رئيس محدثين قم محمد بن حسن بن وليد حضور يافت ، و از برجسته ترين شاگردان او گرديد.</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بيشتر ايام زندگيش را در شهر رى گذرانيد.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اين زمان آل بويه در شهر رى حكومت مى كردند. و وزير دانشمندى چون صاحب بن عباد بر اين منطقه فرمان مى راند.</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در شهر رى به فعاليتهاى علمى و خدمات مذهبى مشغول بود. و در ترويج مذهب حقه تشيع تلاش مى كرد.</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از مكتب اهل بيت </w:t>
      </w:r>
      <w:r w:rsidR="004A085F" w:rsidRPr="004A085F">
        <w:rPr>
          <w:rStyle w:val="libAlaemChar"/>
          <w:rtl/>
          <w:lang w:bidi="fa-IR"/>
        </w:rPr>
        <w:t xml:space="preserve">عليه‌السلام </w:t>
      </w:r>
      <w:r w:rsidRPr="00E76C19">
        <w:rPr>
          <w:rtl/>
          <w:lang w:bidi="fa-IR"/>
        </w:rPr>
        <w:t xml:space="preserve">با قلم و بيان دفاع كرده و شبهات مطرح شده نسبت به ساحت مقدس اهل بيت </w:t>
      </w:r>
      <w:r w:rsidR="004A085F" w:rsidRPr="004A085F">
        <w:rPr>
          <w:rStyle w:val="libAlaemChar"/>
          <w:rtl/>
          <w:lang w:bidi="fa-IR"/>
        </w:rPr>
        <w:t xml:space="preserve">عليه‌السلام </w:t>
      </w:r>
      <w:r w:rsidRPr="00E76C19">
        <w:rPr>
          <w:rtl/>
          <w:lang w:bidi="fa-IR"/>
        </w:rPr>
        <w:t>را پاسخ مى داد.</w:t>
      </w:r>
    </w:p>
    <w:p w:rsidR="00E76C19" w:rsidRPr="00E76C19" w:rsidRDefault="00E76C19" w:rsidP="00E76C19">
      <w:pPr>
        <w:pStyle w:val="libNormal"/>
        <w:rPr>
          <w:rtl/>
          <w:lang w:bidi="fa-IR"/>
        </w:rPr>
      </w:pPr>
      <w:r w:rsidRPr="00E76C19">
        <w:rPr>
          <w:rFonts w:hint="eastAsia"/>
          <w:rtl/>
          <w:lang w:bidi="fa-IR"/>
        </w:rPr>
        <w:lastRenderedPageBreak/>
        <w:t>همو،</w:t>
      </w:r>
      <w:r w:rsidRPr="00E76C19">
        <w:rPr>
          <w:rtl/>
          <w:lang w:bidi="fa-IR"/>
        </w:rPr>
        <w:t xml:space="preserve"> مدتى را نيز به عنوان مرجع شيعيان خراسان ، در نيشابور اقامت گزيده ، و در ترويج مذهب شيعه بسيار تلاش نمود. و در اين شهر به فكر تاليف كتاب كمال الدين افتاد و در شهر رى تاليف آن را به پايان رسانيد.</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مسافرتهاى زيادى به بلاد شرق و غرب اسلامى انجام داد و با محدثين بزرگ ملاقات نمود. همچنين يكبار به بيت الله الحرام مشرف گشته و دو مرتبه نيز به زيارت مرقد مطهر حضرت رضا </w:t>
      </w:r>
      <w:r w:rsidR="004A085F" w:rsidRPr="004A085F">
        <w:rPr>
          <w:rStyle w:val="libAlaemChar"/>
          <w:rtl/>
          <w:lang w:bidi="fa-IR"/>
        </w:rPr>
        <w:t xml:space="preserve">عليه‌السلام </w:t>
      </w:r>
      <w:r w:rsidRPr="00E76C19">
        <w:rPr>
          <w:rtl/>
          <w:lang w:bidi="fa-IR"/>
        </w:rPr>
        <w:t>نائل گرديده است .</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بزرگوار، پس از فعاليتهاى پى گير و تلاشهاى خستگى ناپذير، سر انجام در سال ٣٨١ در شهر رى ديده از جهان فرو بست و عالم اسلام را متاثر نمود. آرامگاه او در رى به فاصله كوتاهى از مرقد حضرت عبد العظيم حسنى </w:t>
      </w:r>
      <w:r w:rsidR="004A085F" w:rsidRPr="004A085F">
        <w:rPr>
          <w:rStyle w:val="libAlaemChar"/>
          <w:rtl/>
          <w:lang w:bidi="fa-IR"/>
        </w:rPr>
        <w:t xml:space="preserve">عليه‌السلام </w:t>
      </w:r>
      <w:r w:rsidRPr="00E76C19">
        <w:rPr>
          <w:rtl/>
          <w:lang w:bidi="fa-IR"/>
        </w:rPr>
        <w:t>و در كنار باغ طغرل قرار دارد.</w:t>
      </w:r>
    </w:p>
    <w:p w:rsidR="00E76C19" w:rsidRPr="00E76C19" w:rsidRDefault="00E76C19" w:rsidP="00E76C19">
      <w:pPr>
        <w:pStyle w:val="libNormal"/>
        <w:rPr>
          <w:rtl/>
          <w:lang w:bidi="fa-IR"/>
        </w:rPr>
      </w:pPr>
      <w:r w:rsidRPr="00E76C19">
        <w:rPr>
          <w:rFonts w:hint="eastAsia"/>
          <w:rtl/>
          <w:lang w:bidi="fa-IR"/>
        </w:rPr>
        <w:t>درباره</w:t>
      </w:r>
      <w:r w:rsidRPr="00E76C19">
        <w:rPr>
          <w:rtl/>
          <w:lang w:bidi="fa-IR"/>
        </w:rPr>
        <w:t xml:space="preserve"> شرح حال زندگى مرحوم شيخ صدوق بنگريد به :</w:t>
      </w:r>
    </w:p>
    <w:p w:rsidR="00E76C19" w:rsidRPr="00E76C19" w:rsidRDefault="00E76C19" w:rsidP="00E76C19">
      <w:pPr>
        <w:pStyle w:val="libNormal"/>
        <w:rPr>
          <w:rtl/>
          <w:lang w:bidi="fa-IR"/>
        </w:rPr>
      </w:pPr>
      <w:r w:rsidRPr="00E76C19">
        <w:rPr>
          <w:rtl/>
          <w:lang w:bidi="fa-IR"/>
        </w:rPr>
        <w:t>١</w:t>
      </w:r>
      <w:r w:rsidR="009C757C">
        <w:rPr>
          <w:rFonts w:hint="cs"/>
          <w:rtl/>
          <w:lang w:bidi="fa-IR"/>
        </w:rPr>
        <w:t xml:space="preserve"> -</w:t>
      </w:r>
      <w:r w:rsidRPr="00E76C19">
        <w:rPr>
          <w:rtl/>
          <w:lang w:bidi="fa-IR"/>
        </w:rPr>
        <w:t xml:space="preserve"> مقدمه كتاب من لا يحضره الفقيه ، على اكبر غفارى</w:t>
      </w:r>
    </w:p>
    <w:p w:rsidR="00E76C19" w:rsidRPr="00E76C19" w:rsidRDefault="00E76C19" w:rsidP="00E76C19">
      <w:pPr>
        <w:pStyle w:val="libNormal"/>
        <w:rPr>
          <w:rtl/>
          <w:lang w:bidi="fa-IR"/>
        </w:rPr>
      </w:pPr>
      <w:r w:rsidRPr="00E76C19">
        <w:rPr>
          <w:rtl/>
          <w:lang w:bidi="fa-IR"/>
        </w:rPr>
        <w:t>٢</w:t>
      </w:r>
      <w:r w:rsidR="009C757C">
        <w:rPr>
          <w:rFonts w:hint="cs"/>
          <w:rtl/>
          <w:lang w:bidi="fa-IR"/>
        </w:rPr>
        <w:t xml:space="preserve"> -</w:t>
      </w:r>
      <w:r w:rsidRPr="00E76C19">
        <w:rPr>
          <w:rtl/>
          <w:lang w:bidi="fa-IR"/>
        </w:rPr>
        <w:t xml:space="preserve"> مقدمه كتاب معانى الاخبار، ربانى شيرازى</w:t>
      </w:r>
    </w:p>
    <w:p w:rsidR="00E76C19" w:rsidRPr="00E76C19" w:rsidRDefault="00E76C19" w:rsidP="00E76C19">
      <w:pPr>
        <w:pStyle w:val="libNormal"/>
        <w:rPr>
          <w:rtl/>
          <w:lang w:bidi="fa-IR"/>
        </w:rPr>
      </w:pPr>
      <w:r w:rsidRPr="00E76C19">
        <w:rPr>
          <w:rtl/>
          <w:lang w:bidi="fa-IR"/>
        </w:rPr>
        <w:t>٣</w:t>
      </w:r>
      <w:r w:rsidR="009C757C">
        <w:rPr>
          <w:rFonts w:hint="cs"/>
          <w:rtl/>
          <w:lang w:bidi="fa-IR"/>
        </w:rPr>
        <w:t xml:space="preserve"> -</w:t>
      </w:r>
      <w:r w:rsidRPr="00E76C19">
        <w:rPr>
          <w:rtl/>
          <w:lang w:bidi="fa-IR"/>
        </w:rPr>
        <w:t xml:space="preserve"> مقدمه كامل و جامع كتاب خصال صدوق ، مرحوم كمره اى</w:t>
      </w:r>
    </w:p>
    <w:p w:rsidR="00E76C19" w:rsidRPr="00E76C19" w:rsidRDefault="00E76C19" w:rsidP="00E76C19">
      <w:pPr>
        <w:pStyle w:val="libNormal"/>
        <w:rPr>
          <w:rtl/>
          <w:lang w:bidi="fa-IR"/>
        </w:rPr>
      </w:pPr>
      <w:r w:rsidRPr="00E76C19">
        <w:rPr>
          <w:rtl/>
          <w:lang w:bidi="fa-IR"/>
        </w:rPr>
        <w:t>٤</w:t>
      </w:r>
      <w:r w:rsidR="009C757C">
        <w:rPr>
          <w:rFonts w:hint="cs"/>
          <w:rtl/>
          <w:lang w:bidi="fa-IR"/>
        </w:rPr>
        <w:t xml:space="preserve"> - </w:t>
      </w:r>
      <w:r w:rsidRPr="00E76C19">
        <w:rPr>
          <w:rtl/>
          <w:lang w:bidi="fa-IR"/>
        </w:rPr>
        <w:t xml:space="preserve"> مقدمه كتاب علل الشرايع ، سيد محمد صادق بحر العلوم</w:t>
      </w:r>
    </w:p>
    <w:p w:rsidR="00E76C19" w:rsidRPr="00E76C19" w:rsidRDefault="00E76C19" w:rsidP="00E76C19">
      <w:pPr>
        <w:pStyle w:val="libNormal"/>
        <w:rPr>
          <w:rtl/>
          <w:lang w:bidi="fa-IR"/>
        </w:rPr>
      </w:pPr>
      <w:r w:rsidRPr="00E76C19">
        <w:rPr>
          <w:rtl/>
          <w:lang w:bidi="fa-IR"/>
        </w:rPr>
        <w:t>٥</w:t>
      </w:r>
      <w:r w:rsidR="009C757C">
        <w:rPr>
          <w:rFonts w:hint="cs"/>
          <w:rtl/>
          <w:lang w:bidi="fa-IR"/>
        </w:rPr>
        <w:t xml:space="preserve"> -</w:t>
      </w:r>
      <w:r w:rsidRPr="00E76C19">
        <w:rPr>
          <w:rtl/>
          <w:lang w:bidi="fa-IR"/>
        </w:rPr>
        <w:t xml:space="preserve"> اختران فروزان رى و طهران ، شيخ محمد رازى</w:t>
      </w:r>
    </w:p>
    <w:p w:rsidR="00E76C19" w:rsidRPr="00E76C19" w:rsidRDefault="00E76C19" w:rsidP="00E76C19">
      <w:pPr>
        <w:pStyle w:val="libNormal"/>
        <w:rPr>
          <w:rtl/>
          <w:lang w:bidi="fa-IR"/>
        </w:rPr>
      </w:pPr>
      <w:r w:rsidRPr="00E76C19">
        <w:rPr>
          <w:rtl/>
          <w:lang w:bidi="fa-IR"/>
        </w:rPr>
        <w:t>٦</w:t>
      </w:r>
      <w:r w:rsidR="009C757C">
        <w:rPr>
          <w:rFonts w:hint="cs"/>
          <w:rtl/>
          <w:lang w:bidi="fa-IR"/>
        </w:rPr>
        <w:t xml:space="preserve"> -</w:t>
      </w:r>
      <w:r w:rsidRPr="00E76C19">
        <w:rPr>
          <w:rtl/>
          <w:lang w:bidi="fa-IR"/>
        </w:rPr>
        <w:t xml:space="preserve"> آثار تاريخى طهران ، سيد محمد تقى مصطفوى</w:t>
      </w:r>
    </w:p>
    <w:p w:rsidR="00E76C19" w:rsidRPr="00E76C19" w:rsidRDefault="00E76C19" w:rsidP="00E76C19">
      <w:pPr>
        <w:pStyle w:val="libNormal"/>
        <w:rPr>
          <w:rtl/>
          <w:lang w:bidi="fa-IR"/>
        </w:rPr>
      </w:pPr>
      <w:r w:rsidRPr="00E76C19">
        <w:rPr>
          <w:rtl/>
          <w:lang w:bidi="fa-IR"/>
        </w:rPr>
        <w:t>٧</w:t>
      </w:r>
      <w:r w:rsidR="009C757C">
        <w:rPr>
          <w:rFonts w:hint="cs"/>
          <w:rtl/>
          <w:lang w:bidi="fa-IR"/>
        </w:rPr>
        <w:t xml:space="preserve"> -</w:t>
      </w:r>
      <w:r w:rsidRPr="00E76C19">
        <w:rPr>
          <w:rtl/>
          <w:lang w:bidi="fa-IR"/>
        </w:rPr>
        <w:t xml:space="preserve"> مقدمه كتاب مصادقة الاخوان ، سعيد نفيسى</w:t>
      </w:r>
    </w:p>
    <w:p w:rsidR="00E76C19" w:rsidRPr="00E76C19" w:rsidRDefault="00E76C19" w:rsidP="00E76C19">
      <w:pPr>
        <w:pStyle w:val="libNormal"/>
        <w:rPr>
          <w:rtl/>
          <w:lang w:bidi="fa-IR"/>
        </w:rPr>
      </w:pPr>
      <w:r w:rsidRPr="00E76C19">
        <w:rPr>
          <w:rtl/>
          <w:lang w:bidi="fa-IR"/>
        </w:rPr>
        <w:t>٨</w:t>
      </w:r>
      <w:r w:rsidR="009C757C">
        <w:rPr>
          <w:rFonts w:hint="cs"/>
          <w:rtl/>
          <w:lang w:bidi="fa-IR"/>
        </w:rPr>
        <w:t xml:space="preserve"> -</w:t>
      </w:r>
      <w:r w:rsidRPr="00E76C19">
        <w:rPr>
          <w:rtl/>
          <w:lang w:bidi="fa-IR"/>
        </w:rPr>
        <w:t xml:space="preserve"> مقدمه كتاب مواعظ شيخ صدوق</w:t>
      </w:r>
    </w:p>
    <w:p w:rsidR="00E76C19" w:rsidRPr="00E76C19" w:rsidRDefault="00E76C19" w:rsidP="00E76C19">
      <w:pPr>
        <w:pStyle w:val="libNormal"/>
        <w:rPr>
          <w:rtl/>
          <w:lang w:bidi="fa-IR"/>
        </w:rPr>
      </w:pPr>
      <w:r w:rsidRPr="00E76C19">
        <w:rPr>
          <w:rtl/>
          <w:lang w:bidi="fa-IR"/>
        </w:rPr>
        <w:t>٩</w:t>
      </w:r>
      <w:r w:rsidR="009C757C">
        <w:rPr>
          <w:rFonts w:hint="cs"/>
          <w:rtl/>
          <w:lang w:bidi="fa-IR"/>
        </w:rPr>
        <w:t xml:space="preserve"> -</w:t>
      </w:r>
      <w:r w:rsidRPr="00E76C19">
        <w:rPr>
          <w:rtl/>
          <w:lang w:bidi="fa-IR"/>
        </w:rPr>
        <w:t xml:space="preserve"> قصص العلماء، تنكابنى</w:t>
      </w:r>
    </w:p>
    <w:p w:rsidR="00E76C19" w:rsidRPr="00E76C19" w:rsidRDefault="00E76C19" w:rsidP="00E76C19">
      <w:pPr>
        <w:pStyle w:val="libNormal"/>
        <w:rPr>
          <w:rtl/>
          <w:lang w:bidi="fa-IR"/>
        </w:rPr>
      </w:pPr>
      <w:r w:rsidRPr="00E76C19">
        <w:rPr>
          <w:rtl/>
          <w:lang w:bidi="fa-IR"/>
        </w:rPr>
        <w:t>١٠</w:t>
      </w:r>
      <w:r w:rsidR="009C757C">
        <w:rPr>
          <w:rFonts w:hint="cs"/>
          <w:rtl/>
          <w:lang w:bidi="fa-IR"/>
        </w:rPr>
        <w:t xml:space="preserve"> -</w:t>
      </w:r>
      <w:r w:rsidRPr="00E76C19">
        <w:rPr>
          <w:rtl/>
          <w:lang w:bidi="fa-IR"/>
        </w:rPr>
        <w:t xml:space="preserve"> تنقيح المقال ، مامقانى</w:t>
      </w:r>
    </w:p>
    <w:p w:rsidR="00E76C19" w:rsidRPr="00E76C19" w:rsidRDefault="009C757C" w:rsidP="00E76C19">
      <w:pPr>
        <w:pStyle w:val="libNormal"/>
        <w:rPr>
          <w:rtl/>
          <w:lang w:bidi="fa-IR"/>
        </w:rPr>
      </w:pPr>
      <w:r>
        <w:rPr>
          <w:rFonts w:hint="cs"/>
          <w:rtl/>
          <w:lang w:bidi="fa-IR"/>
        </w:rPr>
        <w:t xml:space="preserve"> </w:t>
      </w:r>
      <w:r w:rsidR="00E76C19" w:rsidRPr="00E76C19">
        <w:rPr>
          <w:rtl/>
          <w:lang w:bidi="fa-IR"/>
        </w:rPr>
        <w:t>١١</w:t>
      </w:r>
      <w:r>
        <w:rPr>
          <w:rFonts w:hint="cs"/>
          <w:rtl/>
          <w:lang w:bidi="fa-IR"/>
        </w:rPr>
        <w:t>-</w:t>
      </w:r>
      <w:r w:rsidR="00E76C19" w:rsidRPr="00E76C19">
        <w:rPr>
          <w:rtl/>
          <w:lang w:bidi="fa-IR"/>
        </w:rPr>
        <w:t xml:space="preserve"> منتخب التواريخ ، خراسانى</w:t>
      </w:r>
    </w:p>
    <w:p w:rsidR="00E76C19" w:rsidRPr="00E76C19" w:rsidRDefault="00E76C19" w:rsidP="00E76C19">
      <w:pPr>
        <w:pStyle w:val="libNormal"/>
        <w:rPr>
          <w:rtl/>
          <w:lang w:bidi="fa-IR"/>
        </w:rPr>
      </w:pPr>
      <w:r w:rsidRPr="00E76C19">
        <w:rPr>
          <w:rtl/>
          <w:lang w:bidi="fa-IR"/>
        </w:rPr>
        <w:lastRenderedPageBreak/>
        <w:t>١٢</w:t>
      </w:r>
      <w:r w:rsidR="009C757C">
        <w:rPr>
          <w:rFonts w:hint="cs"/>
          <w:rtl/>
          <w:lang w:bidi="fa-IR"/>
        </w:rPr>
        <w:t xml:space="preserve"> -</w:t>
      </w:r>
      <w:r w:rsidRPr="00E76C19">
        <w:rPr>
          <w:rtl/>
          <w:lang w:bidi="fa-IR"/>
        </w:rPr>
        <w:t xml:space="preserve"> روضات الجنات ، خوانسارى</w:t>
      </w:r>
    </w:p>
    <w:p w:rsidR="00E76C19" w:rsidRPr="00E76C19" w:rsidRDefault="00E76C19" w:rsidP="00E76C19">
      <w:pPr>
        <w:pStyle w:val="libNormal"/>
        <w:rPr>
          <w:rtl/>
          <w:lang w:bidi="fa-IR"/>
        </w:rPr>
      </w:pPr>
      <w:r w:rsidRPr="00E76C19">
        <w:rPr>
          <w:rtl/>
          <w:lang w:bidi="fa-IR"/>
        </w:rPr>
        <w:t>١٣</w:t>
      </w:r>
      <w:r w:rsidR="009C757C">
        <w:rPr>
          <w:rFonts w:hint="cs"/>
          <w:rtl/>
          <w:lang w:bidi="fa-IR"/>
        </w:rPr>
        <w:t xml:space="preserve"> -</w:t>
      </w:r>
      <w:r w:rsidRPr="00E76C19">
        <w:rPr>
          <w:rtl/>
          <w:lang w:bidi="fa-IR"/>
        </w:rPr>
        <w:t xml:space="preserve"> فوائد الرضويه ، قمى</w:t>
      </w:r>
    </w:p>
    <w:p w:rsidR="00E76C19" w:rsidRPr="00E76C19" w:rsidRDefault="00E76C19" w:rsidP="00E76C19">
      <w:pPr>
        <w:pStyle w:val="libNormal"/>
        <w:rPr>
          <w:rtl/>
          <w:lang w:bidi="fa-IR"/>
        </w:rPr>
      </w:pPr>
    </w:p>
    <w:p w:rsidR="00E76C19" w:rsidRPr="00E76C19" w:rsidRDefault="00E76C19" w:rsidP="00E76C19">
      <w:pPr>
        <w:pStyle w:val="libNormal"/>
        <w:rPr>
          <w:rtl/>
          <w:lang w:bidi="fa-IR"/>
        </w:rPr>
      </w:pPr>
      <w:r w:rsidRPr="00E76C19">
        <w:rPr>
          <w:rFonts w:hint="eastAsia"/>
          <w:rtl/>
          <w:lang w:bidi="fa-IR"/>
        </w:rPr>
        <w:t>تولد</w:t>
      </w:r>
      <w:r w:rsidRPr="00E76C19">
        <w:rPr>
          <w:rtl/>
          <w:lang w:bidi="fa-IR"/>
        </w:rPr>
        <w:t xml:space="preserve"> شيخ صدوق ، به دعاى امام زمان </w:t>
      </w:r>
      <w:r w:rsidR="009C757C" w:rsidRPr="009C757C">
        <w:rPr>
          <w:rStyle w:val="libAlaemChar"/>
          <w:rtl/>
        </w:rPr>
        <w:t xml:space="preserve">عليه‌السلام </w:t>
      </w:r>
    </w:p>
    <w:p w:rsidR="00E76C19" w:rsidRPr="00E76C19" w:rsidRDefault="00E76C19" w:rsidP="00E76C19">
      <w:pPr>
        <w:pStyle w:val="libNormal"/>
        <w:rPr>
          <w:rtl/>
          <w:lang w:bidi="fa-IR"/>
        </w:rPr>
      </w:pPr>
      <w:r w:rsidRPr="00E76C19">
        <w:rPr>
          <w:rFonts w:hint="eastAsia"/>
          <w:rtl/>
          <w:lang w:bidi="fa-IR"/>
        </w:rPr>
        <w:t>على</w:t>
      </w:r>
      <w:r w:rsidRPr="00E76C19">
        <w:rPr>
          <w:rtl/>
          <w:lang w:bidi="fa-IR"/>
        </w:rPr>
        <w:t xml:space="preserve"> بن حسين بن موسى بن بابويه قمى پدر شيخ صدوق فرزندى نداشت . لذا به حسين بن روح يكى از نواب اربعه امام زمان </w:t>
      </w:r>
      <w:r w:rsidR="004A085F" w:rsidRPr="004A085F">
        <w:rPr>
          <w:rStyle w:val="libAlaemChar"/>
          <w:rtl/>
          <w:lang w:bidi="fa-IR"/>
        </w:rPr>
        <w:t xml:space="preserve">عليه‌السلام </w:t>
      </w:r>
      <w:r w:rsidRPr="00E76C19">
        <w:rPr>
          <w:rtl/>
          <w:lang w:bidi="fa-IR"/>
        </w:rPr>
        <w:t xml:space="preserve">نامه اى نگاشته و از او درخواست كرد كه از امام زمان </w:t>
      </w:r>
      <w:r w:rsidR="004A085F" w:rsidRPr="004A085F">
        <w:rPr>
          <w:rStyle w:val="libAlaemChar"/>
          <w:rtl/>
          <w:lang w:bidi="fa-IR"/>
        </w:rPr>
        <w:t xml:space="preserve">عليه‌السلام </w:t>
      </w:r>
      <w:r w:rsidRPr="00E76C19">
        <w:rPr>
          <w:rtl/>
          <w:lang w:bidi="fa-IR"/>
        </w:rPr>
        <w:t>خواهش كند كه برايش دعا فرموده و از خداوند، طلب فرزندى براى او بنمايد.</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از چندى ، جواب درخواست او آمد: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مورد خواسته تو، برايت دعا كرديم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در آينده نزديك دو فرزند پسر پر خير و بركت نصيب تو خواهد گرديد.</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از مدتى ، خداوند عزوجل به دعاى حضرتش ، دو فرزند به وى عطا نمود. كه هر دو فرزند از اساطين تاريخ ستيهنده شيعى بودند. و هر كدام چراغ هدايت شيعيان گرديدند. و مشعل فروزان و اسطوره هاى مكتب تشيع قرار گرفتند.</w:t>
      </w:r>
    </w:p>
    <w:p w:rsidR="00E76C19" w:rsidRPr="00E76C19" w:rsidRDefault="00E76C19" w:rsidP="00E76C19">
      <w:pPr>
        <w:pStyle w:val="libNormal"/>
        <w:rPr>
          <w:rtl/>
          <w:lang w:bidi="fa-IR"/>
        </w:rPr>
      </w:pPr>
      <w:r w:rsidRPr="00E76C19">
        <w:rPr>
          <w:rFonts w:hint="eastAsia"/>
          <w:rtl/>
          <w:lang w:bidi="fa-IR"/>
        </w:rPr>
        <w:t>يكى</w:t>
      </w:r>
      <w:r w:rsidRPr="00E76C19">
        <w:rPr>
          <w:rtl/>
          <w:lang w:bidi="fa-IR"/>
        </w:rPr>
        <w:t xml:space="preserve"> از آن دو فرزند، شيخ صدوق بود كه طلايه دار مكتب تشيع بود. و ديگرى برادر شيخ صدوق حسين بن على كه وى نيز از فقهاى اماميه و استاد سيد مرتضى و برادرش سيد رضى موسوى بوده است .</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w:t>
      </w:r>
      <w:r w:rsidR="009C757C" w:rsidRPr="009C757C">
        <w:rPr>
          <w:rStyle w:val="libAlaemChar"/>
          <w:rtl/>
        </w:rPr>
        <w:t xml:space="preserve">رحمه‌الله </w:t>
      </w:r>
      <w:r w:rsidRPr="00E76C19">
        <w:rPr>
          <w:rtl/>
          <w:lang w:bidi="fa-IR"/>
        </w:rPr>
        <w:t xml:space="preserve">نيز در طول زندگى خود همواره به عنوان شرف و افتخار، به چگونگى تولدش به دعاى امام زمان </w:t>
      </w:r>
      <w:r w:rsidR="004A085F" w:rsidRPr="004A085F">
        <w:rPr>
          <w:rStyle w:val="libAlaemChar"/>
          <w:rtl/>
          <w:lang w:bidi="fa-IR"/>
        </w:rPr>
        <w:t xml:space="preserve">عليه‌السلام </w:t>
      </w:r>
      <w:r w:rsidRPr="00E76C19">
        <w:rPr>
          <w:rtl/>
          <w:lang w:bidi="fa-IR"/>
        </w:rPr>
        <w:t>اشاره مى فرمود.</w:t>
      </w:r>
    </w:p>
    <w:p w:rsidR="00E76C19" w:rsidRPr="00E76C19" w:rsidRDefault="009C757C" w:rsidP="00E76C19">
      <w:pPr>
        <w:pStyle w:val="libNormal"/>
        <w:rPr>
          <w:rtl/>
          <w:lang w:bidi="fa-IR"/>
        </w:rPr>
      </w:pPr>
      <w:r>
        <w:rPr>
          <w:rtl/>
          <w:lang w:bidi="fa-IR"/>
        </w:rPr>
        <w:br w:type="page"/>
      </w:r>
    </w:p>
    <w:p w:rsidR="00E76C19" w:rsidRPr="00E76C19" w:rsidRDefault="00E76C19" w:rsidP="009C757C">
      <w:pPr>
        <w:pStyle w:val="Heading2"/>
        <w:rPr>
          <w:rtl/>
          <w:lang w:bidi="fa-IR"/>
        </w:rPr>
      </w:pPr>
      <w:bookmarkStart w:id="2" w:name="_Toc489701842"/>
      <w:r w:rsidRPr="00E76C19">
        <w:rPr>
          <w:rFonts w:hint="eastAsia"/>
          <w:rtl/>
          <w:lang w:bidi="fa-IR"/>
        </w:rPr>
        <w:t>پدر</w:t>
      </w:r>
      <w:r w:rsidRPr="00E76C19">
        <w:rPr>
          <w:rtl/>
          <w:lang w:bidi="fa-IR"/>
        </w:rPr>
        <w:t xml:space="preserve"> شيخ صدوق</w:t>
      </w:r>
      <w:bookmarkEnd w:id="2"/>
    </w:p>
    <w:p w:rsidR="00E76C19" w:rsidRPr="00E76C19" w:rsidRDefault="00E76C19" w:rsidP="00E76C19">
      <w:pPr>
        <w:pStyle w:val="libNormal"/>
        <w:rPr>
          <w:rtl/>
          <w:lang w:bidi="fa-IR"/>
        </w:rPr>
      </w:pPr>
      <w:r w:rsidRPr="00E76C19">
        <w:rPr>
          <w:rFonts w:hint="eastAsia"/>
          <w:rtl/>
          <w:lang w:bidi="fa-IR"/>
        </w:rPr>
        <w:t>خاندان</w:t>
      </w:r>
      <w:r w:rsidRPr="00E76C19">
        <w:rPr>
          <w:rtl/>
          <w:lang w:bidi="fa-IR"/>
        </w:rPr>
        <w:t xml:space="preserve"> ارجمند شيخ صدوق در شهر مقدس قم يكى از مهمترين و والاترين خاندانهاى شيعه بوده اند. و همواره به بزرگى و عظمت ، مورد ستايش قرار گرفته اند. و عده فراوانى از دانشمندان و شخصيتهاى علمى از ميان آنان برخاسته و گروهى از نوادر علمى و دينى و حاملان حديث و فقه </w:t>
      </w:r>
      <w:r w:rsidRPr="00E76C19">
        <w:rPr>
          <w:rFonts w:hint="eastAsia"/>
          <w:rtl/>
          <w:lang w:bidi="fa-IR"/>
        </w:rPr>
        <w:t>از</w:t>
      </w:r>
      <w:r w:rsidRPr="00E76C19">
        <w:rPr>
          <w:rtl/>
          <w:lang w:bidi="fa-IR"/>
        </w:rPr>
        <w:t xml:space="preserve"> آن خاندان شريف بوده اند.</w:t>
      </w:r>
    </w:p>
    <w:p w:rsidR="00E76C19" w:rsidRPr="00E76C19" w:rsidRDefault="00E76C19" w:rsidP="00E76C19">
      <w:pPr>
        <w:pStyle w:val="libNormal"/>
        <w:rPr>
          <w:rtl/>
          <w:lang w:bidi="fa-IR"/>
        </w:rPr>
      </w:pPr>
      <w:r w:rsidRPr="00E76C19">
        <w:rPr>
          <w:rFonts w:hint="eastAsia"/>
          <w:rtl/>
          <w:lang w:bidi="fa-IR"/>
        </w:rPr>
        <w:t>ابوالحسن</w:t>
      </w:r>
      <w:r w:rsidRPr="00E76C19">
        <w:rPr>
          <w:rtl/>
          <w:lang w:bidi="fa-IR"/>
        </w:rPr>
        <w:t xml:space="preserve"> على بن الحسين پدر شيخ صدوق بزرگ شيعه و فقيه آنان در زمان خود، و مرجع ايشان در مسائل و احكام شرعى بود. با وجود آنكه در آن زمان بسيارى از علماء و محدثين در شهر قم حضور داشتند، مراجعه عموم شيعه به اين بزرگوار، عظمت او را نشان مى دهد.</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در سال ٣٢٩ هجرى قمرى در گذشت . اين سال را، سال تناثر نجوم ناميده اند. چرا كه </w:t>
      </w:r>
      <w:r w:rsidRPr="00FE4E80">
        <w:rPr>
          <w:rStyle w:val="libFootnotenumChar"/>
          <w:rtl/>
        </w:rPr>
        <w:t>(١)</w:t>
      </w:r>
      <w:r w:rsidRPr="00E76C19">
        <w:rPr>
          <w:rtl/>
          <w:lang w:bidi="fa-IR"/>
        </w:rPr>
        <w:t xml:space="preserve"> ، كه گروهى از علماى شيعه مانند: ثقة الاسلام كلينى ، و على بن محمد سيمرى (نايب خاص امام عصر </w:t>
      </w:r>
      <w:r w:rsidR="009C757C" w:rsidRPr="009C757C">
        <w:rPr>
          <w:rStyle w:val="libAlaemChar"/>
          <w:rtl/>
        </w:rPr>
        <w:t xml:space="preserve">عليه‌السلام </w:t>
      </w:r>
      <w:r w:rsidRPr="00E76C19">
        <w:rPr>
          <w:rtl/>
          <w:lang w:bidi="fa-IR"/>
        </w:rPr>
        <w:t>) نيز در چنين سالى در گذشته اند.</w:t>
      </w:r>
    </w:p>
    <w:p w:rsidR="00E76C19" w:rsidRPr="00E76C19" w:rsidRDefault="00E76C19" w:rsidP="00E76C19">
      <w:pPr>
        <w:pStyle w:val="libNormal"/>
        <w:rPr>
          <w:rtl/>
          <w:lang w:bidi="fa-IR"/>
        </w:rPr>
      </w:pPr>
      <w:r w:rsidRPr="00E76C19">
        <w:rPr>
          <w:rFonts w:hint="eastAsia"/>
          <w:rtl/>
          <w:lang w:bidi="fa-IR"/>
        </w:rPr>
        <w:t>على</w:t>
      </w:r>
      <w:r w:rsidRPr="00E76C19">
        <w:rPr>
          <w:rtl/>
          <w:lang w:bidi="fa-IR"/>
        </w:rPr>
        <w:t xml:space="preserve"> بن بابويه ، در قم دفن شد. و مدفن او در جوار قبر حضرت معصومه </w:t>
      </w:r>
      <w:r w:rsidR="004A085F" w:rsidRPr="004A085F">
        <w:rPr>
          <w:rStyle w:val="libAlaemChar"/>
          <w:rtl/>
          <w:lang w:bidi="fa-IR"/>
        </w:rPr>
        <w:t xml:space="preserve">عليه‌السلام </w:t>
      </w:r>
      <w:r w:rsidRPr="00E76C19">
        <w:rPr>
          <w:rtl/>
          <w:lang w:bidi="fa-IR"/>
        </w:rPr>
        <w:t xml:space="preserve">، محل مراجعه شيفتگان اهل بيت </w:t>
      </w:r>
      <w:r w:rsidR="004A085F" w:rsidRPr="004A085F">
        <w:rPr>
          <w:rStyle w:val="libAlaemChar"/>
          <w:rtl/>
          <w:lang w:bidi="fa-IR"/>
        </w:rPr>
        <w:t xml:space="preserve">عليه‌السلام </w:t>
      </w:r>
      <w:r w:rsidRPr="00E76C19">
        <w:rPr>
          <w:rtl/>
          <w:lang w:bidi="fa-IR"/>
        </w:rPr>
        <w:t>است .</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بيش از دويست كتاب نوشته ، كه در ميان آنها، كتاب الامامة و التبصرة من الحيرة (درباره امامت ائمه اطهار </w:t>
      </w:r>
      <w:r w:rsidR="009C757C" w:rsidRPr="009C757C">
        <w:rPr>
          <w:rStyle w:val="libAlaemChar"/>
          <w:rtl/>
        </w:rPr>
        <w:t xml:space="preserve">عليه‌السلام </w:t>
      </w:r>
      <w:r w:rsidRPr="00E76C19">
        <w:rPr>
          <w:rtl/>
          <w:lang w:bidi="fa-IR"/>
        </w:rPr>
        <w:t>)، و رساله اى در فقه كه براى فرزندش محمد بن على بن بابويه صدوق نوشته ، موجود است .</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در كتاب من لا يحضره الفقيه از اين رساله مطالب بسيار نقل كرده ، چنانكه در مقدمه كتاب خود نيز به اين مطلب تصريح دارد.</w:t>
      </w:r>
    </w:p>
    <w:p w:rsidR="00E76C19" w:rsidRPr="00E76C19" w:rsidRDefault="00E76C19" w:rsidP="00E76C19">
      <w:pPr>
        <w:pStyle w:val="libNormal"/>
        <w:rPr>
          <w:rtl/>
          <w:lang w:bidi="fa-IR"/>
        </w:rPr>
      </w:pPr>
      <w:r w:rsidRPr="00E76C19">
        <w:rPr>
          <w:rFonts w:hint="eastAsia"/>
          <w:rtl/>
          <w:lang w:bidi="fa-IR"/>
        </w:rPr>
        <w:lastRenderedPageBreak/>
        <w:t>نامه</w:t>
      </w:r>
      <w:r w:rsidRPr="00E76C19">
        <w:rPr>
          <w:rtl/>
          <w:lang w:bidi="fa-IR"/>
        </w:rPr>
        <w:t xml:space="preserve"> اى كه امام حسن عسكرى </w:t>
      </w:r>
      <w:r w:rsidR="004A085F" w:rsidRPr="004A085F">
        <w:rPr>
          <w:rStyle w:val="libAlaemChar"/>
          <w:rtl/>
          <w:lang w:bidi="fa-IR"/>
        </w:rPr>
        <w:t xml:space="preserve">عليه‌السلام </w:t>
      </w:r>
      <w:r w:rsidRPr="00E76C19">
        <w:rPr>
          <w:rtl/>
          <w:lang w:bidi="fa-IR"/>
        </w:rPr>
        <w:t xml:space="preserve">، خطاب به اين بزرگوار (پدر شيخ صدوق) نگاشته اند بر عظمت و جلالت او بهترين دليل است . </w:t>
      </w:r>
      <w:r w:rsidRPr="00FE4E80">
        <w:rPr>
          <w:rStyle w:val="libFootnotenumChar"/>
          <w:rtl/>
        </w:rPr>
        <w:t>(٢)</w:t>
      </w:r>
    </w:p>
    <w:p w:rsidR="00E76C19" w:rsidRPr="00E76C19" w:rsidRDefault="00E76C19" w:rsidP="00E76C19">
      <w:pPr>
        <w:pStyle w:val="libNormal"/>
        <w:rPr>
          <w:rtl/>
          <w:lang w:bidi="fa-IR"/>
        </w:rPr>
      </w:pPr>
    </w:p>
    <w:p w:rsidR="00E76C19" w:rsidRPr="00E76C19" w:rsidRDefault="00E76C19" w:rsidP="00FE4E80">
      <w:pPr>
        <w:pStyle w:val="Heading2"/>
        <w:rPr>
          <w:rtl/>
          <w:lang w:bidi="fa-IR"/>
        </w:rPr>
      </w:pPr>
      <w:bookmarkStart w:id="3" w:name="_Toc489701843"/>
      <w:r w:rsidRPr="00E76C19">
        <w:rPr>
          <w:rFonts w:hint="eastAsia"/>
          <w:rtl/>
          <w:lang w:bidi="fa-IR"/>
        </w:rPr>
        <w:t>آثار</w:t>
      </w:r>
      <w:r w:rsidRPr="00E76C19">
        <w:rPr>
          <w:rtl/>
          <w:lang w:bidi="fa-IR"/>
        </w:rPr>
        <w:t xml:space="preserve"> و خدمات شيخ صدوق</w:t>
      </w:r>
      <w:bookmarkEnd w:id="3"/>
    </w:p>
    <w:p w:rsidR="00E76C19" w:rsidRPr="00E76C19" w:rsidRDefault="00E76C19" w:rsidP="00E76C19">
      <w:pPr>
        <w:pStyle w:val="libNormal"/>
        <w:rPr>
          <w:rtl/>
          <w:lang w:bidi="fa-IR"/>
        </w:rPr>
      </w:pPr>
      <w:r w:rsidRPr="00E76C19">
        <w:rPr>
          <w:rFonts w:hint="eastAsia"/>
          <w:rtl/>
          <w:lang w:bidi="fa-IR"/>
        </w:rPr>
        <w:t>آثار</w:t>
      </w:r>
      <w:r w:rsidRPr="00E76C19">
        <w:rPr>
          <w:rtl/>
          <w:lang w:bidi="fa-IR"/>
        </w:rPr>
        <w:t xml:space="preserve"> و خدمات اين بزرگوار در ترويج دين و نشر اخبار اهل بيت </w:t>
      </w:r>
      <w:r w:rsidR="004A085F" w:rsidRPr="004A085F">
        <w:rPr>
          <w:rStyle w:val="libAlaemChar"/>
          <w:rtl/>
          <w:lang w:bidi="fa-IR"/>
        </w:rPr>
        <w:t xml:space="preserve">عليه‌السلام </w:t>
      </w:r>
      <w:r w:rsidRPr="00E76C19">
        <w:rPr>
          <w:rtl/>
          <w:lang w:bidi="fa-IR"/>
        </w:rPr>
        <w:t>و جمع آورى احاديث آنها بسيار است ، كه بعضى از تاليفات او را تا سيصد جلد دانسته اند. و كتب مشهور او عبارتند از:</w:t>
      </w:r>
    </w:p>
    <w:p w:rsidR="00E76C19" w:rsidRPr="00E76C19" w:rsidRDefault="00E76C19" w:rsidP="00E76C19">
      <w:pPr>
        <w:pStyle w:val="libNormal"/>
        <w:rPr>
          <w:rtl/>
          <w:lang w:bidi="fa-IR"/>
        </w:rPr>
      </w:pPr>
      <w:r w:rsidRPr="00E76C19">
        <w:rPr>
          <w:rtl/>
          <w:lang w:bidi="fa-IR"/>
        </w:rPr>
        <w:t>١</w:t>
      </w:r>
      <w:r w:rsidR="00FE4E80">
        <w:rPr>
          <w:rFonts w:hint="cs"/>
          <w:rtl/>
          <w:lang w:bidi="fa-IR"/>
        </w:rPr>
        <w:t xml:space="preserve"> -</w:t>
      </w:r>
      <w:r w:rsidRPr="00E76C19">
        <w:rPr>
          <w:rtl/>
          <w:lang w:bidi="fa-IR"/>
        </w:rPr>
        <w:t xml:space="preserve"> كتاب من لا يحضره الفقيه كه از كتب اربعه شيعه است . و درباره اصول و فروع مذهب حقه اثنا عشريه است .</w:t>
      </w:r>
    </w:p>
    <w:p w:rsidR="00E76C19" w:rsidRPr="00E76C19" w:rsidRDefault="00E76C19" w:rsidP="00E76C19">
      <w:pPr>
        <w:pStyle w:val="libNormal"/>
        <w:rPr>
          <w:rtl/>
          <w:lang w:bidi="fa-IR"/>
        </w:rPr>
      </w:pPr>
      <w:r w:rsidRPr="00E76C19">
        <w:rPr>
          <w:rtl/>
          <w:lang w:bidi="fa-IR"/>
        </w:rPr>
        <w:t>٢</w:t>
      </w:r>
      <w:r w:rsidR="00FE4E80">
        <w:rPr>
          <w:rFonts w:hint="cs"/>
          <w:rtl/>
          <w:lang w:bidi="fa-IR"/>
        </w:rPr>
        <w:t xml:space="preserve"> -</w:t>
      </w:r>
      <w:r w:rsidRPr="00E76C19">
        <w:rPr>
          <w:rtl/>
          <w:lang w:bidi="fa-IR"/>
        </w:rPr>
        <w:t xml:space="preserve"> كتاب توحيد</w:t>
      </w:r>
    </w:p>
    <w:p w:rsidR="00E76C19" w:rsidRPr="00E76C19" w:rsidRDefault="00E76C19" w:rsidP="00E76C19">
      <w:pPr>
        <w:pStyle w:val="libNormal"/>
        <w:rPr>
          <w:rtl/>
          <w:lang w:bidi="fa-IR"/>
        </w:rPr>
      </w:pPr>
      <w:r w:rsidRPr="00E76C19">
        <w:rPr>
          <w:rtl/>
          <w:lang w:bidi="fa-IR"/>
        </w:rPr>
        <w:t>٣</w:t>
      </w:r>
      <w:r w:rsidR="00FE4E80">
        <w:rPr>
          <w:rFonts w:hint="cs"/>
          <w:rtl/>
          <w:lang w:bidi="fa-IR"/>
        </w:rPr>
        <w:t xml:space="preserve"> -</w:t>
      </w:r>
      <w:r w:rsidRPr="00E76C19">
        <w:rPr>
          <w:rtl/>
          <w:lang w:bidi="fa-IR"/>
        </w:rPr>
        <w:t xml:space="preserve"> كتاب نبوة</w:t>
      </w:r>
    </w:p>
    <w:p w:rsidR="00E76C19" w:rsidRPr="00E76C19" w:rsidRDefault="00E76C19" w:rsidP="00E76C19">
      <w:pPr>
        <w:pStyle w:val="libNormal"/>
        <w:rPr>
          <w:rtl/>
          <w:lang w:bidi="fa-IR"/>
        </w:rPr>
      </w:pPr>
      <w:r w:rsidRPr="00E76C19">
        <w:rPr>
          <w:rtl/>
          <w:lang w:bidi="fa-IR"/>
        </w:rPr>
        <w:t>٤</w:t>
      </w:r>
      <w:r w:rsidR="00FE4E80">
        <w:rPr>
          <w:rFonts w:hint="cs"/>
          <w:rtl/>
          <w:lang w:bidi="fa-IR"/>
        </w:rPr>
        <w:t xml:space="preserve"> -</w:t>
      </w:r>
      <w:r w:rsidRPr="00E76C19">
        <w:rPr>
          <w:rtl/>
          <w:lang w:bidi="fa-IR"/>
        </w:rPr>
        <w:t xml:space="preserve"> اثبات الوصية</w:t>
      </w:r>
    </w:p>
    <w:p w:rsidR="00E76C19" w:rsidRPr="00E76C19" w:rsidRDefault="00E76C19" w:rsidP="00E76C19">
      <w:pPr>
        <w:pStyle w:val="libNormal"/>
        <w:rPr>
          <w:rtl/>
          <w:lang w:bidi="fa-IR"/>
        </w:rPr>
      </w:pPr>
      <w:r w:rsidRPr="00E76C19">
        <w:rPr>
          <w:rtl/>
          <w:lang w:bidi="fa-IR"/>
        </w:rPr>
        <w:t>٥</w:t>
      </w:r>
      <w:r w:rsidR="00FE4E80">
        <w:rPr>
          <w:rFonts w:hint="cs"/>
          <w:rtl/>
          <w:lang w:bidi="fa-IR"/>
        </w:rPr>
        <w:t>-</w:t>
      </w:r>
      <w:r w:rsidRPr="00E76C19">
        <w:rPr>
          <w:rtl/>
          <w:lang w:bidi="fa-IR"/>
        </w:rPr>
        <w:t xml:space="preserve"> مدينة العلم كه كتاب جامع و بزرگى بوده و تا زمان شهيد اول محمد بن مكى و سيد بن طاووس هنوز موجود بوده و آنها از آن استفاده مى كردند كه بعدها از ميان رفته است .</w:t>
      </w:r>
    </w:p>
    <w:p w:rsidR="00E76C19" w:rsidRPr="00E76C19" w:rsidRDefault="00E76C19" w:rsidP="00E76C19">
      <w:pPr>
        <w:pStyle w:val="libNormal"/>
        <w:rPr>
          <w:rtl/>
          <w:lang w:bidi="fa-IR"/>
        </w:rPr>
      </w:pPr>
      <w:r w:rsidRPr="00E76C19">
        <w:rPr>
          <w:rtl/>
          <w:lang w:bidi="fa-IR"/>
        </w:rPr>
        <w:t>٦</w:t>
      </w:r>
      <w:r w:rsidR="00FE4E80">
        <w:rPr>
          <w:rFonts w:hint="cs"/>
          <w:rtl/>
          <w:lang w:bidi="fa-IR"/>
        </w:rPr>
        <w:t xml:space="preserve"> -</w:t>
      </w:r>
      <w:r w:rsidRPr="00E76C19">
        <w:rPr>
          <w:rtl/>
          <w:lang w:bidi="fa-IR"/>
        </w:rPr>
        <w:t xml:space="preserve"> علل الشرايع</w:t>
      </w:r>
    </w:p>
    <w:p w:rsidR="00E76C19" w:rsidRPr="00E76C19" w:rsidRDefault="00E76C19" w:rsidP="00E76C19">
      <w:pPr>
        <w:pStyle w:val="libNormal"/>
        <w:rPr>
          <w:rtl/>
          <w:lang w:bidi="fa-IR"/>
        </w:rPr>
      </w:pPr>
      <w:r w:rsidRPr="00E76C19">
        <w:rPr>
          <w:rtl/>
          <w:lang w:bidi="fa-IR"/>
        </w:rPr>
        <w:t>٧</w:t>
      </w:r>
      <w:r w:rsidR="00FE4E80">
        <w:rPr>
          <w:rFonts w:hint="cs"/>
          <w:rtl/>
          <w:lang w:bidi="fa-IR"/>
        </w:rPr>
        <w:t xml:space="preserve"> -</w:t>
      </w:r>
      <w:r w:rsidRPr="00E76C19">
        <w:rPr>
          <w:rtl/>
          <w:lang w:bidi="fa-IR"/>
        </w:rPr>
        <w:t xml:space="preserve"> معانى الاخبار</w:t>
      </w:r>
    </w:p>
    <w:p w:rsidR="00E76C19" w:rsidRPr="00E76C19" w:rsidRDefault="00E76C19" w:rsidP="00E76C19">
      <w:pPr>
        <w:pStyle w:val="libNormal"/>
        <w:rPr>
          <w:rtl/>
          <w:lang w:bidi="fa-IR"/>
        </w:rPr>
      </w:pPr>
      <w:r w:rsidRPr="00E76C19">
        <w:rPr>
          <w:rtl/>
          <w:lang w:bidi="fa-IR"/>
        </w:rPr>
        <w:t>٨</w:t>
      </w:r>
      <w:r w:rsidR="00FE4E80">
        <w:rPr>
          <w:rFonts w:hint="cs"/>
          <w:rtl/>
          <w:lang w:bidi="fa-IR"/>
        </w:rPr>
        <w:t xml:space="preserve"> -</w:t>
      </w:r>
      <w:r w:rsidRPr="00E76C19">
        <w:rPr>
          <w:rtl/>
          <w:lang w:bidi="fa-IR"/>
        </w:rPr>
        <w:t xml:space="preserve"> ثواب الاعمال</w:t>
      </w:r>
    </w:p>
    <w:p w:rsidR="00E76C19" w:rsidRPr="00E76C19" w:rsidRDefault="00E76C19" w:rsidP="00E76C19">
      <w:pPr>
        <w:pStyle w:val="libNormal"/>
        <w:rPr>
          <w:rtl/>
          <w:lang w:bidi="fa-IR"/>
        </w:rPr>
      </w:pPr>
      <w:r w:rsidRPr="00E76C19">
        <w:rPr>
          <w:rtl/>
          <w:lang w:bidi="fa-IR"/>
        </w:rPr>
        <w:t>٩</w:t>
      </w:r>
      <w:r w:rsidR="00FE4E80">
        <w:rPr>
          <w:rFonts w:hint="cs"/>
          <w:rtl/>
          <w:lang w:bidi="fa-IR"/>
        </w:rPr>
        <w:t xml:space="preserve"> -</w:t>
      </w:r>
      <w:r w:rsidRPr="00E76C19">
        <w:rPr>
          <w:rtl/>
          <w:lang w:bidi="fa-IR"/>
        </w:rPr>
        <w:t xml:space="preserve"> عقاب الاعمال</w:t>
      </w:r>
    </w:p>
    <w:p w:rsidR="00E76C19" w:rsidRPr="00E76C19" w:rsidRDefault="00E76C19" w:rsidP="00E76C19">
      <w:pPr>
        <w:pStyle w:val="libNormal"/>
        <w:rPr>
          <w:rtl/>
          <w:lang w:bidi="fa-IR"/>
        </w:rPr>
      </w:pPr>
      <w:r w:rsidRPr="00E76C19">
        <w:rPr>
          <w:rtl/>
          <w:lang w:bidi="fa-IR"/>
        </w:rPr>
        <w:t>١٠</w:t>
      </w:r>
      <w:r w:rsidR="00FE4E80">
        <w:rPr>
          <w:rFonts w:hint="cs"/>
          <w:rtl/>
          <w:lang w:bidi="fa-IR"/>
        </w:rPr>
        <w:t xml:space="preserve"> -</w:t>
      </w:r>
      <w:r w:rsidRPr="00E76C19">
        <w:rPr>
          <w:rtl/>
          <w:lang w:bidi="fa-IR"/>
        </w:rPr>
        <w:t xml:space="preserve"> المقنع در فقه</w:t>
      </w:r>
    </w:p>
    <w:p w:rsidR="00E76C19" w:rsidRPr="00E76C19" w:rsidRDefault="00E76C19" w:rsidP="00E76C19">
      <w:pPr>
        <w:pStyle w:val="libNormal"/>
        <w:rPr>
          <w:rtl/>
          <w:lang w:bidi="fa-IR"/>
        </w:rPr>
      </w:pPr>
      <w:r w:rsidRPr="00E76C19">
        <w:rPr>
          <w:rtl/>
          <w:lang w:bidi="fa-IR"/>
        </w:rPr>
        <w:t>١١</w:t>
      </w:r>
      <w:r w:rsidR="00FE4E80">
        <w:rPr>
          <w:rFonts w:hint="cs"/>
          <w:rtl/>
          <w:lang w:bidi="fa-IR"/>
        </w:rPr>
        <w:t xml:space="preserve"> -</w:t>
      </w:r>
      <w:r w:rsidRPr="00E76C19">
        <w:rPr>
          <w:rtl/>
          <w:lang w:bidi="fa-IR"/>
        </w:rPr>
        <w:t xml:space="preserve"> خصال</w:t>
      </w:r>
    </w:p>
    <w:p w:rsidR="00E76C19" w:rsidRPr="00E76C19" w:rsidRDefault="00E76C19" w:rsidP="00E76C19">
      <w:pPr>
        <w:pStyle w:val="libNormal"/>
        <w:rPr>
          <w:rtl/>
          <w:lang w:bidi="fa-IR"/>
        </w:rPr>
      </w:pPr>
      <w:r w:rsidRPr="00E76C19">
        <w:rPr>
          <w:rtl/>
          <w:lang w:bidi="fa-IR"/>
        </w:rPr>
        <w:t>١٢</w:t>
      </w:r>
      <w:r w:rsidR="00FE4E80">
        <w:rPr>
          <w:rFonts w:hint="cs"/>
          <w:rtl/>
          <w:lang w:bidi="fa-IR"/>
        </w:rPr>
        <w:t xml:space="preserve"> -</w:t>
      </w:r>
      <w:r w:rsidRPr="00E76C19">
        <w:rPr>
          <w:rtl/>
          <w:lang w:bidi="fa-IR"/>
        </w:rPr>
        <w:t xml:space="preserve"> مجالس يا امالى</w:t>
      </w:r>
    </w:p>
    <w:p w:rsidR="00E76C19" w:rsidRPr="00E76C19" w:rsidRDefault="00E76C19" w:rsidP="00FE4E80">
      <w:pPr>
        <w:pStyle w:val="libNormal"/>
        <w:rPr>
          <w:rtl/>
          <w:lang w:bidi="fa-IR"/>
        </w:rPr>
      </w:pPr>
      <w:r w:rsidRPr="00E76C19">
        <w:rPr>
          <w:rtl/>
          <w:lang w:bidi="fa-IR"/>
        </w:rPr>
        <w:lastRenderedPageBreak/>
        <w:t>١٣</w:t>
      </w:r>
      <w:r w:rsidR="00FE4E80">
        <w:rPr>
          <w:rFonts w:hint="cs"/>
          <w:rtl/>
          <w:lang w:bidi="fa-IR"/>
        </w:rPr>
        <w:t xml:space="preserve"> - </w:t>
      </w:r>
      <w:r w:rsidRPr="00E76C19">
        <w:rPr>
          <w:rtl/>
          <w:lang w:bidi="fa-IR"/>
        </w:rPr>
        <w:t xml:space="preserve">عيون اخبار الرضا </w:t>
      </w:r>
      <w:r w:rsidR="009C757C" w:rsidRPr="009C757C">
        <w:rPr>
          <w:rStyle w:val="libAlaemChar"/>
          <w:rtl/>
        </w:rPr>
        <w:t xml:space="preserve">عليه‌السلام </w:t>
      </w:r>
    </w:p>
    <w:p w:rsidR="00E76C19" w:rsidRPr="00E76C19" w:rsidRDefault="00E76C19" w:rsidP="00E76C19">
      <w:pPr>
        <w:pStyle w:val="libNormal"/>
        <w:rPr>
          <w:rtl/>
          <w:lang w:bidi="fa-IR"/>
        </w:rPr>
      </w:pPr>
      <w:r w:rsidRPr="00E76C19">
        <w:rPr>
          <w:rtl/>
          <w:lang w:bidi="fa-IR"/>
        </w:rPr>
        <w:t>١٤</w:t>
      </w:r>
      <w:r w:rsidR="00FE4E80">
        <w:rPr>
          <w:rFonts w:hint="cs"/>
          <w:rtl/>
          <w:lang w:bidi="fa-IR"/>
        </w:rPr>
        <w:t xml:space="preserve"> -</w:t>
      </w:r>
      <w:r w:rsidRPr="00E76C19">
        <w:rPr>
          <w:rtl/>
          <w:lang w:bidi="fa-IR"/>
        </w:rPr>
        <w:t xml:space="preserve"> اكمال الدين و اتمام النعمه كه به امر امام زمان ارواحنا فداه نوشته شده است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صدها كتاب ديگر كه اغلب آنها از بين رفته اند.</w:t>
      </w:r>
    </w:p>
    <w:p w:rsidR="00E76C19" w:rsidRPr="00E76C19" w:rsidRDefault="00E76C19" w:rsidP="00E76C19">
      <w:pPr>
        <w:pStyle w:val="libNormal"/>
        <w:rPr>
          <w:rtl/>
          <w:lang w:bidi="fa-IR"/>
        </w:rPr>
      </w:pPr>
      <w:r w:rsidRPr="00E76C19">
        <w:rPr>
          <w:rFonts w:hint="eastAsia"/>
          <w:rtl/>
          <w:lang w:bidi="fa-IR"/>
        </w:rPr>
        <w:t>انگيزش</w:t>
      </w:r>
      <w:r w:rsidRPr="00E76C19">
        <w:rPr>
          <w:rtl/>
          <w:lang w:bidi="fa-IR"/>
        </w:rPr>
        <w:t xml:space="preserve"> نگارش كتاب من لا يحضره الفقيه</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در مقدمه كتاب من لا يحضره الفقيه ، انگيزه تاليف كتاب خود را بيان داشته است . كه در اين قسمت بخشى از آن را با اقتباس و تحرير مجدد مى آوريم :</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مسافرتى كه به سرزمين بلخ از قصبه ايلاق داشتم ، به لطف و خواست خداوند متعال با يكى از اولياء خدا و افراد متقى و كم نظير عصر خويش آشنا شدم . و اين آشنايى را همواره باعث سرور و افتخار و سرا افرازى خود مى دانم .</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آن ايام ، همنشينى و مجالست با او را بسيار مغتنم مى داشتم . چرا كه همصحبتى با او احساس آرامش و شادمانى و فرح و نشاط خاصى را براى من فراهم مى نمود.</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 فردى عالم ، و متقى و متعهد، و پايبند به دين ، و از خانواده اى با شرافت و با اصالت ، و از نوادگان و سلاله خاندان نور و فضيلت ربوبى بود. و با اخلاق حميده و صفات كريمه خود، همچون : حياء و آرامش و وقار، عفت و تقوى ، و تواضع و فروتنى ، بر شايستگى خود افزود</w:t>
      </w:r>
      <w:r w:rsidRPr="00E76C19">
        <w:rPr>
          <w:rFonts w:hint="eastAsia"/>
          <w:rtl/>
          <w:lang w:bidi="fa-IR"/>
        </w:rPr>
        <w:t>ه</w:t>
      </w:r>
      <w:r w:rsidRPr="00E76C19">
        <w:rPr>
          <w:rtl/>
          <w:lang w:bidi="fa-IR"/>
        </w:rPr>
        <w:t xml:space="preserve"> بود.</w:t>
      </w:r>
    </w:p>
    <w:p w:rsidR="00E76C19" w:rsidRPr="00E76C19" w:rsidRDefault="00E76C19" w:rsidP="00E76C19">
      <w:pPr>
        <w:pStyle w:val="libNormal"/>
        <w:rPr>
          <w:rtl/>
          <w:lang w:bidi="fa-IR"/>
        </w:rPr>
      </w:pPr>
      <w:r w:rsidRPr="00E76C19">
        <w:rPr>
          <w:rFonts w:hint="eastAsia"/>
          <w:rtl/>
          <w:lang w:bidi="fa-IR"/>
        </w:rPr>
        <w:t>او،</w:t>
      </w:r>
      <w:r w:rsidRPr="00E76C19">
        <w:rPr>
          <w:rtl/>
          <w:lang w:bidi="fa-IR"/>
        </w:rPr>
        <w:t xml:space="preserve"> ابو عبد الله محمد بن حسن بن اسحاق بن حسن بن حسين بن اسحاق بن موسى بن جعفر بن محمد بن على بن حسين بن على بن ابى طالب </w:t>
      </w:r>
      <w:r w:rsidR="004A085F" w:rsidRPr="004A085F">
        <w:rPr>
          <w:rStyle w:val="libAlaemChar"/>
          <w:rtl/>
          <w:lang w:bidi="fa-IR"/>
        </w:rPr>
        <w:t xml:space="preserve">عليه‌السلام </w:t>
      </w:r>
      <w:r w:rsidRPr="00E76C19">
        <w:rPr>
          <w:rtl/>
          <w:lang w:bidi="fa-IR"/>
        </w:rPr>
        <w:t>، معروف به سيد نعمت بود.</w:t>
      </w:r>
    </w:p>
    <w:p w:rsidR="00E76C19" w:rsidRPr="00E76C19" w:rsidRDefault="00E76C19" w:rsidP="00E76C19">
      <w:pPr>
        <w:pStyle w:val="libNormal"/>
        <w:rPr>
          <w:rtl/>
          <w:lang w:bidi="fa-IR"/>
        </w:rPr>
      </w:pPr>
      <w:r w:rsidRPr="00E76C19">
        <w:rPr>
          <w:rFonts w:hint="eastAsia"/>
          <w:rtl/>
          <w:lang w:bidi="fa-IR"/>
        </w:rPr>
        <w:lastRenderedPageBreak/>
        <w:t>سيد</w:t>
      </w:r>
      <w:r w:rsidRPr="00E76C19">
        <w:rPr>
          <w:rtl/>
          <w:lang w:bidi="fa-IR"/>
        </w:rPr>
        <w:t xml:space="preserve"> نعمت روزى به من چنين بيان داشت :</w:t>
      </w:r>
    </w:p>
    <w:p w:rsidR="00E76C19" w:rsidRPr="00E76C19" w:rsidRDefault="00E76C19" w:rsidP="00E76C19">
      <w:pPr>
        <w:pStyle w:val="libNormal"/>
        <w:rPr>
          <w:rtl/>
          <w:lang w:bidi="fa-IR"/>
        </w:rPr>
      </w:pPr>
      <w:r w:rsidRPr="00E76C19">
        <w:rPr>
          <w:rFonts w:hint="eastAsia"/>
          <w:rtl/>
          <w:lang w:bidi="fa-IR"/>
        </w:rPr>
        <w:t>محمد</w:t>
      </w:r>
      <w:r w:rsidRPr="00E76C19">
        <w:rPr>
          <w:rtl/>
          <w:lang w:bidi="fa-IR"/>
        </w:rPr>
        <w:t xml:space="preserve"> بن زكرياى رازى طبيب ، براى كسانى كه در موقع احتياج به طبيب ، طبيب در دسترس ندارند؛ كتابى در علم طب نگاشته است . و آن را من لا يحضره الطبيب نام نهاده است . و آن كتاب در موضوع خود، با وجود حجم كم ، جامع و وافى و كافى و پر فايده است . و همگان در حد نياز </w:t>
      </w:r>
      <w:r w:rsidRPr="00E76C19">
        <w:rPr>
          <w:rFonts w:hint="eastAsia"/>
          <w:rtl/>
          <w:lang w:bidi="fa-IR"/>
        </w:rPr>
        <w:t>خود</w:t>
      </w:r>
      <w:r w:rsidRPr="00E76C19">
        <w:rPr>
          <w:rtl/>
          <w:lang w:bidi="fa-IR"/>
        </w:rPr>
        <w:t xml:space="preserve"> از آن بهره مند مى گردند.</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در ادامه از من خواست كه من هم كتابى در موضوع فقه و شرايع و احكام به گونه اى جامع و كامل بنويسم تا مورد اطمينان و اعتماد مردم باشد، و همه آنچه را كه همگان در موضوعات فقهى ، و مقررات و قوانين شرع ، و حلال و حرام شريعت ، به آن احتياج دارند؛ در آن گرد آورى </w:t>
      </w:r>
      <w:r w:rsidRPr="00E76C19">
        <w:rPr>
          <w:rFonts w:hint="eastAsia"/>
          <w:rtl/>
          <w:lang w:bidi="fa-IR"/>
        </w:rPr>
        <w:t>شود</w:t>
      </w:r>
      <w:r w:rsidRPr="00E76C19">
        <w:rPr>
          <w:rtl/>
          <w:lang w:bidi="fa-IR"/>
        </w:rPr>
        <w:t>. تا مردم با مراجعه به آن بتوانند به دستورات آن عمل كنند. و همه كسانى كه آن را خوانده و به آن عمل مى كنند. و همه كسانى كه آن را خوانده و به آن عمل مى كنند و از آن نسخه بردارى مى كنند و به ديگران مى رسانند تا در اجر و ثواب آن نيز شريك باشند.</w:t>
      </w:r>
    </w:p>
    <w:p w:rsidR="00E76C19" w:rsidRPr="00E76C19" w:rsidRDefault="00E76C19" w:rsidP="00E76C19">
      <w:pPr>
        <w:pStyle w:val="libNormal"/>
        <w:rPr>
          <w:rtl/>
          <w:lang w:bidi="fa-IR"/>
        </w:rPr>
      </w:pPr>
      <w:r w:rsidRPr="00E76C19">
        <w:rPr>
          <w:rFonts w:hint="eastAsia"/>
          <w:rtl/>
          <w:lang w:bidi="fa-IR"/>
        </w:rPr>
        <w:t>سيد</w:t>
      </w:r>
      <w:r w:rsidRPr="00E76C19">
        <w:rPr>
          <w:rtl/>
          <w:lang w:bidi="fa-IR"/>
        </w:rPr>
        <w:t xml:space="preserve"> نعمت اين كلام را در حالى بيان مى كرد كه خود، به تمامى كتابهاى كه تا آن زمان نوشته بودم و بالغ بر ٢٤٥ مجلد مى شد، آگاهى كامل داشت و از بيشتر آنها استنساخ نموده ، و يا خود وى احاديث آنها را از من شنيده بود و اجازه نقل كردن آنها را نيز از من گرفته بود.</w:t>
      </w:r>
    </w:p>
    <w:p w:rsidR="00E76C19" w:rsidRPr="00E76C19" w:rsidRDefault="00E76C19" w:rsidP="00E76C19">
      <w:pPr>
        <w:pStyle w:val="libNormal"/>
        <w:rPr>
          <w:rtl/>
          <w:lang w:bidi="fa-IR"/>
        </w:rPr>
      </w:pPr>
      <w:r w:rsidRPr="00E76C19">
        <w:rPr>
          <w:rFonts w:hint="eastAsia"/>
          <w:rtl/>
          <w:lang w:bidi="fa-IR"/>
        </w:rPr>
        <w:t>اما</w:t>
      </w:r>
      <w:r w:rsidRPr="00E76C19">
        <w:rPr>
          <w:rtl/>
          <w:lang w:bidi="fa-IR"/>
        </w:rPr>
        <w:t xml:space="preserve"> با تمام اين احوال ، احساس ضرورت نگارش همچنين كتابى را در باب فقه (كتاب من لا يحضره الفقيه) مى كرد. و اين سخن را به من متذكر گرديد.</w:t>
      </w:r>
    </w:p>
    <w:p w:rsidR="00E76C19" w:rsidRPr="00E76C19" w:rsidRDefault="00E76C19" w:rsidP="00E76C19">
      <w:pPr>
        <w:pStyle w:val="libNormal"/>
        <w:rPr>
          <w:rtl/>
          <w:lang w:bidi="fa-IR"/>
        </w:rPr>
      </w:pPr>
      <w:r w:rsidRPr="00E76C19">
        <w:rPr>
          <w:rFonts w:hint="eastAsia"/>
          <w:rtl/>
          <w:lang w:bidi="fa-IR"/>
        </w:rPr>
        <w:t>من</w:t>
      </w:r>
      <w:r w:rsidRPr="00E76C19">
        <w:rPr>
          <w:rtl/>
          <w:lang w:bidi="fa-IR"/>
        </w:rPr>
        <w:t xml:space="preserve"> نيز چون او را به خوبى مى شناختم و او را فردى صاحب نظر و شايسته مى دانستم ، و همچنين خود نيز احساس ضرورت نوشتن چنين كتابى را مى </w:t>
      </w:r>
      <w:r w:rsidRPr="00E76C19">
        <w:rPr>
          <w:rtl/>
          <w:lang w:bidi="fa-IR"/>
        </w:rPr>
        <w:lastRenderedPageBreak/>
        <w:t>كردم . و بعلاوه در خواست وى را در خصوص اين عمل ، مناسب ديدم ؛ پيشنهاد او را پذيرفتم ، و اين كتاب را حذف سندهاى احاديث نگاشتم .</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چه ذكر رجال سند حديث از فوايد بسيارى دارد، لكن در اين كتاب بنا را بر اختصار و استفاده عموم مردم قرار دادم .</w:t>
      </w:r>
    </w:p>
    <w:p w:rsidR="00E76C19" w:rsidRPr="00E76C19" w:rsidRDefault="00E76C19" w:rsidP="00E76C19">
      <w:pPr>
        <w:pStyle w:val="libNormal"/>
        <w:rPr>
          <w:rtl/>
          <w:lang w:bidi="fa-IR"/>
        </w:rPr>
      </w:pPr>
      <w:r w:rsidRPr="00E76C19">
        <w:rPr>
          <w:rFonts w:hint="eastAsia"/>
          <w:rtl/>
          <w:lang w:bidi="fa-IR"/>
        </w:rPr>
        <w:t>زيرا</w:t>
      </w:r>
      <w:r w:rsidRPr="00E76C19">
        <w:rPr>
          <w:rtl/>
          <w:lang w:bidi="fa-IR"/>
        </w:rPr>
        <w:t xml:space="preserve"> در اين كتاب ، نخواستم مانند ديگر كتب خود و يا مانند بعضى از مصنفين ديگر باشم ، كه تمام احاديثى را كه از مشايخ خود شنيده اند، در كتابهاى خود آورده اند، نقل نمايم . بلكه هدف از نگارش اين كتاب را، بر اين اساس قرار دادم كه آن دسته از رواياتى را نقل نمايم </w:t>
      </w:r>
      <w:r w:rsidRPr="00E76C19">
        <w:rPr>
          <w:rFonts w:hint="eastAsia"/>
          <w:rtl/>
          <w:lang w:bidi="fa-IR"/>
        </w:rPr>
        <w:t>،</w:t>
      </w:r>
      <w:r w:rsidRPr="00E76C19">
        <w:rPr>
          <w:rtl/>
          <w:lang w:bidi="fa-IR"/>
        </w:rPr>
        <w:t xml:space="preserve"> كه به صحت آنها و صحت صدور آنها از معصومين </w:t>
      </w:r>
      <w:r w:rsidR="004A085F" w:rsidRPr="004A085F">
        <w:rPr>
          <w:rStyle w:val="libAlaemChar"/>
          <w:rtl/>
          <w:lang w:bidi="fa-IR"/>
        </w:rPr>
        <w:t xml:space="preserve">عليه‌السلام </w:t>
      </w:r>
      <w:r w:rsidRPr="00E76C19">
        <w:rPr>
          <w:rtl/>
          <w:lang w:bidi="fa-IR"/>
        </w:rPr>
        <w:t>وثوق و اطمينان دارم . و بتوانم به آنها حكم داده و فتوا دهم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عقيده دارم كه اين احاديث ، و اين عمل ، حجت ميان من و پروردگار تبارك و تعالى مى باشد. </w:t>
      </w:r>
      <w:r w:rsidRPr="00C23A36">
        <w:rPr>
          <w:rStyle w:val="libFootnotenumChar"/>
          <w:rtl/>
        </w:rPr>
        <w:t>(٣)</w:t>
      </w:r>
    </w:p>
    <w:p w:rsidR="00E76C19" w:rsidRPr="00E76C19" w:rsidRDefault="00C23A36" w:rsidP="00E76C19">
      <w:pPr>
        <w:pStyle w:val="libNormal"/>
        <w:rPr>
          <w:rtl/>
          <w:lang w:bidi="fa-IR"/>
        </w:rPr>
      </w:pPr>
      <w:r>
        <w:rPr>
          <w:rtl/>
          <w:lang w:bidi="fa-IR"/>
        </w:rPr>
        <w:br w:type="page"/>
      </w:r>
    </w:p>
    <w:p w:rsidR="00E76C19" w:rsidRPr="00E76C19" w:rsidRDefault="00E76C19" w:rsidP="00C23A36">
      <w:pPr>
        <w:pStyle w:val="Heading2"/>
        <w:rPr>
          <w:rtl/>
          <w:lang w:bidi="fa-IR"/>
        </w:rPr>
      </w:pPr>
      <w:bookmarkStart w:id="4" w:name="_Toc489701844"/>
      <w:r w:rsidRPr="00E76C19">
        <w:rPr>
          <w:rFonts w:hint="eastAsia"/>
          <w:rtl/>
          <w:lang w:bidi="fa-IR"/>
        </w:rPr>
        <w:t>علت</w:t>
      </w:r>
      <w:r w:rsidRPr="00E76C19">
        <w:rPr>
          <w:rtl/>
          <w:lang w:bidi="fa-IR"/>
        </w:rPr>
        <w:t xml:space="preserve"> نگارش كتاب اكمال الدين و اتمام النعمة</w:t>
      </w:r>
      <w:bookmarkEnd w:id="4"/>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مى گويد:</w:t>
      </w:r>
    </w:p>
    <w:p w:rsidR="00E76C19" w:rsidRPr="00E76C19" w:rsidRDefault="00E76C19" w:rsidP="00E76C19">
      <w:pPr>
        <w:pStyle w:val="libNormal"/>
        <w:rPr>
          <w:rtl/>
          <w:lang w:bidi="fa-IR"/>
        </w:rPr>
      </w:pPr>
      <w:r w:rsidRPr="00E76C19">
        <w:rPr>
          <w:rFonts w:hint="eastAsia"/>
          <w:rtl/>
          <w:lang w:bidi="fa-IR"/>
        </w:rPr>
        <w:t>مسافرتى</w:t>
      </w:r>
      <w:r w:rsidRPr="00E76C19">
        <w:rPr>
          <w:rtl/>
          <w:lang w:bidi="fa-IR"/>
        </w:rPr>
        <w:t xml:space="preserve"> به خراسان كردم و وارد نيشابور شدم و ديدم كه شيعيان آنجا در مورد غيبت حضرت مهدى عج الله تعالى فرجه الشريف به شك و شبهه افتاده و از طريق حق عدول نموده و به عقايد فاسد گرايش نموده اند.</w:t>
      </w:r>
    </w:p>
    <w:p w:rsidR="00E76C19" w:rsidRPr="00E76C19" w:rsidRDefault="00E76C19" w:rsidP="00E76C19">
      <w:pPr>
        <w:pStyle w:val="libNormal"/>
        <w:rPr>
          <w:rtl/>
          <w:lang w:bidi="fa-IR"/>
        </w:rPr>
      </w:pPr>
      <w:r w:rsidRPr="00E76C19">
        <w:rPr>
          <w:rFonts w:hint="eastAsia"/>
          <w:rtl/>
          <w:lang w:bidi="fa-IR"/>
        </w:rPr>
        <w:t>براى</w:t>
      </w:r>
      <w:r w:rsidRPr="00E76C19">
        <w:rPr>
          <w:rtl/>
          <w:lang w:bidi="fa-IR"/>
        </w:rPr>
        <w:t xml:space="preserve"> ارشاد آنان كوشش بسيارى كردم و اخبارى كه از پيامبر و ائمه طاهرين صلوات الله عليهم اجمعين وارد شده بر ايشان نقل نمودم .</w:t>
      </w:r>
    </w:p>
    <w:p w:rsidR="00E76C19" w:rsidRPr="00E76C19" w:rsidRDefault="00E76C19" w:rsidP="00C23A36">
      <w:pPr>
        <w:pStyle w:val="libNormal"/>
        <w:rPr>
          <w:rtl/>
          <w:lang w:bidi="fa-IR"/>
        </w:rPr>
      </w:pPr>
      <w:r w:rsidRPr="00E76C19">
        <w:rPr>
          <w:rFonts w:hint="eastAsia"/>
          <w:rtl/>
          <w:lang w:bidi="fa-IR"/>
        </w:rPr>
        <w:t>هنگامى</w:t>
      </w:r>
      <w:r w:rsidRPr="00E76C19">
        <w:rPr>
          <w:rtl/>
          <w:lang w:bidi="fa-IR"/>
        </w:rPr>
        <w:t xml:space="preserve"> كه به قم بازگشتم ، شخصى از بخارا كه صاحب علم و فضل بود بر ما وارد شد. او جناب ابو سعيد محمد بن حسن بن محمد بن على بن احمد بن على قمى بود، من كه از قبل مشتاق ديدار او بودم ، از حضور او بسيار خوشحال شدم ، زيرا او صاحب راى محكم و فردى عالم بود و پدرم ا</w:t>
      </w:r>
      <w:r w:rsidRPr="00E76C19">
        <w:rPr>
          <w:rFonts w:hint="eastAsia"/>
          <w:rtl/>
          <w:lang w:bidi="fa-IR"/>
        </w:rPr>
        <w:t>ز</w:t>
      </w:r>
      <w:r w:rsidRPr="00E76C19">
        <w:rPr>
          <w:rtl/>
          <w:lang w:bidi="fa-IR"/>
        </w:rPr>
        <w:t xml:space="preserve"> جد او محمد بن على بن احمد </w:t>
      </w:r>
      <w:r w:rsidR="00C23A36" w:rsidRPr="00C23A36">
        <w:rPr>
          <w:rStyle w:val="libAlaemChar"/>
          <w:rtl/>
        </w:rPr>
        <w:t>قدس‌سره</w:t>
      </w:r>
      <w:r w:rsidR="00C23A36" w:rsidRPr="005100D5">
        <w:rPr>
          <w:rFonts w:ascii="Traditional Arabic" w:hAnsi="Traditional Arabic" w:cs="Traditional Arabic"/>
          <w:shd w:val="clear" w:color="auto" w:fill="FFFFFF"/>
          <w:rtl/>
        </w:rPr>
        <w:t xml:space="preserve"> </w:t>
      </w:r>
      <w:r w:rsidRPr="00E76C19">
        <w:rPr>
          <w:rtl/>
          <w:lang w:bidi="fa-IR"/>
        </w:rPr>
        <w:t>اسرار هم بسيار توصيف مى كرد و از فضل و علم و زهد و عبادت خود او نيز تعريف مى نمود.</w:t>
      </w:r>
    </w:p>
    <w:p w:rsidR="00E76C19" w:rsidRPr="00E76C19" w:rsidRDefault="00E76C19" w:rsidP="00E76C19">
      <w:pPr>
        <w:pStyle w:val="libNormal"/>
        <w:rPr>
          <w:rtl/>
          <w:lang w:bidi="fa-IR"/>
        </w:rPr>
      </w:pPr>
      <w:r w:rsidRPr="00E76C19">
        <w:rPr>
          <w:rFonts w:hint="eastAsia"/>
          <w:rtl/>
          <w:lang w:bidi="fa-IR"/>
        </w:rPr>
        <w:t>روزى</w:t>
      </w:r>
      <w:r w:rsidRPr="00E76C19">
        <w:rPr>
          <w:rtl/>
          <w:lang w:bidi="fa-IR"/>
        </w:rPr>
        <w:t xml:space="preserve"> ابوسعيد گفت :</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بخارا، يكى از بزرگان فلاسفه و منطق ، در امر فصاحت حجت خدا و طول غيبت و انقطاع اخبار آن بزرگوار، صحبت كرد و مرا به تحير </w:t>
      </w:r>
      <w:r w:rsidRPr="00C23A36">
        <w:rPr>
          <w:rStyle w:val="libFootnotenumChar"/>
          <w:rtl/>
        </w:rPr>
        <w:t>(٤)</w:t>
      </w:r>
      <w:r w:rsidRPr="00E76C19">
        <w:rPr>
          <w:rtl/>
          <w:lang w:bidi="fa-IR"/>
        </w:rPr>
        <w:t xml:space="preserve"> و تعجب انداخت .</w:t>
      </w:r>
    </w:p>
    <w:p w:rsidR="00E76C19" w:rsidRPr="00E76C19" w:rsidRDefault="00E76C19" w:rsidP="00E76C19">
      <w:pPr>
        <w:pStyle w:val="libNormal"/>
        <w:rPr>
          <w:rtl/>
          <w:lang w:bidi="fa-IR"/>
        </w:rPr>
      </w:pPr>
      <w:r w:rsidRPr="00E76C19">
        <w:rPr>
          <w:rFonts w:hint="eastAsia"/>
          <w:rtl/>
          <w:lang w:bidi="fa-IR"/>
        </w:rPr>
        <w:t>من</w:t>
      </w:r>
      <w:r w:rsidRPr="00E76C19">
        <w:rPr>
          <w:rtl/>
          <w:lang w:bidi="fa-IR"/>
        </w:rPr>
        <w:t xml:space="preserve"> اخبارى را كه پاسخگوى شبهات در مورد غيبت حضرت خاتم الاوصياء بود، ذكر نمودم . و او با دانستن حقايق ، از شك و دودلى بيرون آمد. و به اين وسيله براى او تسكينى حاصل شد و خواهش كرد كه در اين موضوع كتابى بنويسم .</w:t>
      </w:r>
    </w:p>
    <w:p w:rsidR="00E76C19" w:rsidRPr="00E76C19" w:rsidRDefault="00E76C19" w:rsidP="00E76C19">
      <w:pPr>
        <w:pStyle w:val="libNormal"/>
        <w:rPr>
          <w:rtl/>
          <w:lang w:bidi="fa-IR"/>
        </w:rPr>
      </w:pPr>
      <w:r w:rsidRPr="00E76C19">
        <w:rPr>
          <w:rFonts w:hint="eastAsia"/>
          <w:rtl/>
          <w:lang w:bidi="fa-IR"/>
        </w:rPr>
        <w:lastRenderedPageBreak/>
        <w:t>براى</w:t>
      </w:r>
      <w:r w:rsidRPr="00E76C19">
        <w:rPr>
          <w:rtl/>
          <w:lang w:bidi="fa-IR"/>
        </w:rPr>
        <w:t xml:space="preserve"> اجابت خواهش وى ، با كمال ادب قبول كرده و وعده دادم : اگر خداوند توفيق بازگشت به وطن خود يعنى شهر رى را عنايت فرمود. كتابى را درباره پاسخگوئى به اين شبهات ، مى نويسم .</w:t>
      </w:r>
    </w:p>
    <w:p w:rsidR="00E76C19" w:rsidRPr="00E76C19" w:rsidRDefault="00E76C19" w:rsidP="00E76C19">
      <w:pPr>
        <w:pStyle w:val="libNormal"/>
        <w:rPr>
          <w:rtl/>
          <w:lang w:bidi="fa-IR"/>
        </w:rPr>
      </w:pPr>
      <w:r w:rsidRPr="00E76C19">
        <w:rPr>
          <w:rFonts w:hint="eastAsia"/>
          <w:rtl/>
          <w:lang w:bidi="fa-IR"/>
        </w:rPr>
        <w:t>شبى</w:t>
      </w:r>
      <w:r w:rsidRPr="00E76C19">
        <w:rPr>
          <w:rtl/>
          <w:lang w:bidi="fa-IR"/>
        </w:rPr>
        <w:t xml:space="preserve"> درباره اعتقادات و ايمان و آينده فرزندان خود فكر مى كردم كه بعد از من چه خواهند كرد و چه بر ايشان خواهد رسيد؛ در اين فكر بودم كه به خواب رفتم . در عالم رويا ديدم در اطراف كعبه طواف مى كنم . و در طواف هفتم ، حجر الاسود را استلام </w:t>
      </w:r>
      <w:r w:rsidRPr="00C23A36">
        <w:rPr>
          <w:rStyle w:val="libFootnotenumChar"/>
          <w:rtl/>
        </w:rPr>
        <w:t>(٥)</w:t>
      </w:r>
      <w:r w:rsidRPr="00E76C19">
        <w:rPr>
          <w:rtl/>
          <w:lang w:bidi="fa-IR"/>
        </w:rPr>
        <w:t xml:space="preserve"> مى كردم و مى گفتم :</w:t>
      </w:r>
    </w:p>
    <w:p w:rsidR="00E76C19" w:rsidRPr="00E76C19" w:rsidRDefault="00E76C19" w:rsidP="00E76C19">
      <w:pPr>
        <w:pStyle w:val="libNormal"/>
        <w:rPr>
          <w:rtl/>
          <w:lang w:bidi="fa-IR"/>
        </w:rPr>
      </w:pPr>
      <w:r w:rsidRPr="00E76C19">
        <w:rPr>
          <w:rFonts w:hint="eastAsia"/>
          <w:rtl/>
          <w:lang w:bidi="fa-IR"/>
        </w:rPr>
        <w:t>الهى</w:t>
      </w:r>
      <w:r w:rsidRPr="00E76C19">
        <w:rPr>
          <w:rtl/>
          <w:lang w:bidi="fa-IR"/>
        </w:rPr>
        <w:t xml:space="preserve"> امانتى اديتها و ميثاقى تعاهدته لتشهد لى بالموافاة .</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آقايم امام عصر حضرت صاحب الزمان </w:t>
      </w:r>
      <w:r w:rsidR="004A085F" w:rsidRPr="004A085F">
        <w:rPr>
          <w:rStyle w:val="libAlaemChar"/>
          <w:rtl/>
          <w:lang w:bidi="fa-IR"/>
        </w:rPr>
        <w:t xml:space="preserve">عليه‌السلام </w:t>
      </w:r>
      <w:r w:rsidRPr="00E76C19">
        <w:rPr>
          <w:rtl/>
          <w:lang w:bidi="fa-IR"/>
        </w:rPr>
        <w:t>را زيارت كردم كه در خانه كعبه ايستاده است . نزديك آن بزرگوار آمدم و سلام كردم . جواب دادند و فرمودند:</w:t>
      </w:r>
    </w:p>
    <w:p w:rsidR="00E76C19" w:rsidRPr="00E76C19" w:rsidRDefault="00E76C19" w:rsidP="00E76C19">
      <w:pPr>
        <w:pStyle w:val="libNormal"/>
        <w:rPr>
          <w:rtl/>
          <w:lang w:bidi="fa-IR"/>
        </w:rPr>
      </w:pPr>
      <w:r w:rsidRPr="00E76C19">
        <w:rPr>
          <w:rFonts w:hint="eastAsia"/>
          <w:rtl/>
          <w:lang w:bidi="fa-IR"/>
        </w:rPr>
        <w:t>چرا</w:t>
      </w:r>
      <w:r w:rsidRPr="00E76C19">
        <w:rPr>
          <w:rtl/>
          <w:lang w:bidi="fa-IR"/>
        </w:rPr>
        <w:t xml:space="preserve"> كتابى درباره غيبت نمى نويسى تا آنچه قصد توست كفايت كند؟</w:t>
      </w:r>
    </w:p>
    <w:p w:rsidR="00E76C19" w:rsidRPr="00E76C19" w:rsidRDefault="00E76C19" w:rsidP="00E76C19">
      <w:pPr>
        <w:pStyle w:val="libNormal"/>
        <w:rPr>
          <w:rtl/>
          <w:lang w:bidi="fa-IR"/>
        </w:rPr>
      </w:pPr>
      <w:r w:rsidRPr="00E76C19">
        <w:rPr>
          <w:rFonts w:hint="eastAsia"/>
          <w:rtl/>
          <w:lang w:bidi="fa-IR"/>
        </w:rPr>
        <w:t>عرض</w:t>
      </w:r>
      <w:r w:rsidRPr="00E76C19">
        <w:rPr>
          <w:rtl/>
          <w:lang w:bidi="fa-IR"/>
        </w:rPr>
        <w:t xml:space="preserve"> كردم : يا بن رسول الله ! كتابى درباره غيبت نوشته ام .</w:t>
      </w:r>
    </w:p>
    <w:p w:rsidR="00E76C19" w:rsidRPr="00E76C19" w:rsidRDefault="00E76C19" w:rsidP="00E76C19">
      <w:pPr>
        <w:pStyle w:val="libNormal"/>
        <w:rPr>
          <w:rtl/>
          <w:lang w:bidi="fa-IR"/>
        </w:rPr>
      </w:pPr>
      <w:r w:rsidRPr="00E76C19">
        <w:rPr>
          <w:rFonts w:hint="eastAsia"/>
          <w:rtl/>
          <w:lang w:bidi="fa-IR"/>
        </w:rPr>
        <w:t>فرمودند</w:t>
      </w:r>
      <w:r w:rsidRPr="00E76C19">
        <w:rPr>
          <w:rtl/>
          <w:lang w:bidi="fa-IR"/>
        </w:rPr>
        <w:t>: به اين گونه نمى گويم ، بلكه امر مى نمايم ، كتابى در غيبت هاى انبياء بنويس .</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بيدار شدم و شروع به تاليف كتاب اكمال الدين و اتمام النعمة براى امتثال امر ولى الله </w:t>
      </w:r>
      <w:r w:rsidR="004A085F" w:rsidRPr="004A085F">
        <w:rPr>
          <w:rStyle w:val="libAlaemChar"/>
          <w:rtl/>
          <w:lang w:bidi="fa-IR"/>
        </w:rPr>
        <w:t xml:space="preserve">عليه‌السلام </w:t>
      </w:r>
      <w:r w:rsidRPr="00E76C19">
        <w:rPr>
          <w:rtl/>
          <w:lang w:bidi="fa-IR"/>
        </w:rPr>
        <w:t>نمودم .</w:t>
      </w:r>
    </w:p>
    <w:p w:rsidR="00E76C19" w:rsidRPr="00E76C19" w:rsidRDefault="00C23A36" w:rsidP="00E76C19">
      <w:pPr>
        <w:pStyle w:val="libNormal"/>
        <w:rPr>
          <w:rtl/>
          <w:lang w:bidi="fa-IR"/>
        </w:rPr>
      </w:pPr>
      <w:r>
        <w:rPr>
          <w:rtl/>
          <w:lang w:bidi="fa-IR"/>
        </w:rPr>
        <w:br w:type="page"/>
      </w:r>
    </w:p>
    <w:p w:rsidR="00C23A36" w:rsidRPr="0056043B" w:rsidRDefault="00E76C19" w:rsidP="0056043B">
      <w:pPr>
        <w:pStyle w:val="libBold1"/>
        <w:rPr>
          <w:rtl/>
        </w:rPr>
      </w:pPr>
      <w:r w:rsidRPr="00E76C19">
        <w:rPr>
          <w:rFonts w:hint="eastAsia"/>
          <w:rtl/>
          <w:lang w:bidi="fa-IR"/>
        </w:rPr>
        <w:t>دقت</w:t>
      </w:r>
      <w:r w:rsidRPr="00E76C19">
        <w:rPr>
          <w:rtl/>
          <w:lang w:bidi="fa-IR"/>
        </w:rPr>
        <w:t xml:space="preserve"> نظر شيخ صدوق </w:t>
      </w:r>
      <w:r w:rsidR="0056043B" w:rsidRPr="0056043B">
        <w:rPr>
          <w:rFonts w:eastAsia="B Badr"/>
          <w:rtl/>
        </w:rPr>
        <w:t>(١)</w:t>
      </w:r>
    </w:p>
    <w:p w:rsidR="00E76C19" w:rsidRPr="00E76C19" w:rsidRDefault="00E76C19" w:rsidP="00C23A36">
      <w:pPr>
        <w:pStyle w:val="libNormal"/>
        <w:rPr>
          <w:rtl/>
          <w:lang w:bidi="fa-IR"/>
        </w:rPr>
      </w:pPr>
      <w:r w:rsidRPr="00E76C19">
        <w:rPr>
          <w:rFonts w:hint="eastAsia"/>
          <w:rtl/>
          <w:lang w:bidi="fa-IR"/>
        </w:rPr>
        <w:t>مرحوم</w:t>
      </w:r>
      <w:r w:rsidRPr="00E76C19">
        <w:rPr>
          <w:rtl/>
          <w:lang w:bidi="fa-IR"/>
        </w:rPr>
        <w:t xml:space="preserve"> شيخ صدوق در نقل اخبار و احاديث ، دقت نظر بسيار زيادى داشته است . اهتمام وى در تدوين اخبار و بيان آنها بر كسى پوشيده نيست . نكته مهم اين است كه در نقل تمامى احاديث معصومين </w:t>
      </w:r>
      <w:r w:rsidR="004A085F" w:rsidRPr="004A085F">
        <w:rPr>
          <w:rStyle w:val="libAlaemChar"/>
          <w:rtl/>
          <w:lang w:bidi="fa-IR"/>
        </w:rPr>
        <w:t xml:space="preserve">عليه‌السلام </w:t>
      </w:r>
      <w:r w:rsidRPr="00E76C19">
        <w:rPr>
          <w:rtl/>
          <w:lang w:bidi="fa-IR"/>
        </w:rPr>
        <w:t xml:space="preserve">سعى بر آن داشته است كه كلامى از غير معصوم </w:t>
      </w:r>
      <w:r w:rsidR="004A085F" w:rsidRPr="004A085F">
        <w:rPr>
          <w:rStyle w:val="libAlaemChar"/>
          <w:rtl/>
          <w:lang w:bidi="fa-IR"/>
        </w:rPr>
        <w:t xml:space="preserve">عليه‌السلام </w:t>
      </w:r>
      <w:r w:rsidRPr="00E76C19">
        <w:rPr>
          <w:rtl/>
          <w:lang w:bidi="fa-IR"/>
        </w:rPr>
        <w:t>، در آنها وار</w:t>
      </w:r>
      <w:r w:rsidRPr="00E76C19">
        <w:rPr>
          <w:rFonts w:hint="eastAsia"/>
          <w:rtl/>
          <w:lang w:bidi="fa-IR"/>
        </w:rPr>
        <w:t>د</w:t>
      </w:r>
      <w:r w:rsidRPr="00E76C19">
        <w:rPr>
          <w:rtl/>
          <w:lang w:bidi="fa-IR"/>
        </w:rPr>
        <w:t xml:space="preserve"> نشود. و همچنين مى كوشد كه آنچه نقل مى نمايد، اخبار صحيحى باشد كه بتواند به آنها استناد نموده و حكم دهد.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نكته ، در كتابهايى كه از او باقى است كاملا به چشم مى خورد و در جاى جاى اين كتابها به روشنى مشهود است . و هر جا كه ، سخنى را از فردى غير معصوم و يا كلامى از جانب خود بيان مى كند، آن را به بيانى جدا ساخته ، يا به نحوى مشخص مى نمايد . يك نمونه از كاربرد ا</w:t>
      </w:r>
      <w:r w:rsidRPr="00E76C19">
        <w:rPr>
          <w:rFonts w:hint="eastAsia"/>
          <w:rtl/>
          <w:lang w:bidi="fa-IR"/>
        </w:rPr>
        <w:t>ين</w:t>
      </w:r>
      <w:r w:rsidRPr="00E76C19">
        <w:rPr>
          <w:rtl/>
          <w:lang w:bidi="fa-IR"/>
        </w:rPr>
        <w:t xml:space="preserve"> اصل چنين است :</w:t>
      </w:r>
    </w:p>
    <w:p w:rsidR="00E76C19" w:rsidRPr="00E76C19" w:rsidRDefault="00E76C19" w:rsidP="00C23A36">
      <w:pPr>
        <w:pStyle w:val="libNormal"/>
        <w:rPr>
          <w:rtl/>
          <w:lang w:bidi="fa-IR"/>
        </w:rPr>
      </w:pPr>
      <w:r w:rsidRPr="00E76C19">
        <w:rPr>
          <w:rFonts w:hint="eastAsia"/>
          <w:rtl/>
          <w:lang w:bidi="fa-IR"/>
        </w:rPr>
        <w:t>مرحوم</w:t>
      </w:r>
      <w:r w:rsidRPr="00E76C19">
        <w:rPr>
          <w:rtl/>
          <w:lang w:bidi="fa-IR"/>
        </w:rPr>
        <w:t xml:space="preserve"> شيخ صدوق </w:t>
      </w:r>
      <w:r w:rsidR="00C23A36" w:rsidRPr="00C23A36">
        <w:rPr>
          <w:rStyle w:val="libAlaemChar"/>
          <w:rtl/>
        </w:rPr>
        <w:t>رحمهم‌الله</w:t>
      </w:r>
      <w:r w:rsidR="00C23A36" w:rsidRPr="005100D5">
        <w:rPr>
          <w:rFonts w:ascii="Traditional Arabic" w:hAnsi="Traditional Arabic" w:cs="Traditional Arabic"/>
          <w:rtl/>
        </w:rPr>
        <w:t xml:space="preserve"> </w:t>
      </w:r>
      <w:r w:rsidRPr="00E76C19">
        <w:rPr>
          <w:rtl/>
          <w:lang w:bidi="fa-IR"/>
        </w:rPr>
        <w:t xml:space="preserve">، پس از بيان الفاظى در باب زيارت حضرت صديقه كبرى ، فاطمه زهرا </w:t>
      </w:r>
      <w:r w:rsidR="00C23A36" w:rsidRPr="00C23A36">
        <w:rPr>
          <w:rStyle w:val="libAlaemChar"/>
          <w:rtl/>
        </w:rPr>
        <w:t xml:space="preserve">عليها‌السلام </w:t>
      </w:r>
      <w:r w:rsidRPr="00E76C19">
        <w:rPr>
          <w:rtl/>
          <w:lang w:bidi="fa-IR"/>
        </w:rPr>
        <w:t>مى نويسد: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ميان اخبار، لفظى كه مخصوص زيارت حضرت صديقه </w:t>
      </w:r>
      <w:r w:rsidR="00C23A36" w:rsidRPr="00C23A36">
        <w:rPr>
          <w:rStyle w:val="libAlaemChar"/>
          <w:rtl/>
        </w:rPr>
        <w:t xml:space="preserve">عليها‌السلام </w:t>
      </w:r>
      <w:r w:rsidRPr="00E76C19">
        <w:rPr>
          <w:rtl/>
          <w:lang w:bidi="fa-IR"/>
        </w:rPr>
        <w:t xml:space="preserve">باشد نيافتم . لكن براى كسى كه كتاب مرا مى خواند، همان الفاظى را پسنديدم كه خود هنگام زيارت حضرتش مى خوانم . </w:t>
      </w:r>
      <w:r w:rsidRPr="0056043B">
        <w:rPr>
          <w:rStyle w:val="libFootnotenumChar"/>
          <w:rtl/>
        </w:rPr>
        <w:t>(٦)</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كلام مرحوم صدوق ، دقت نظر او را در رعايت مسائل شرعى و روايت اخبار و احاديث مى رساند.</w:t>
      </w:r>
    </w:p>
    <w:p w:rsidR="00E76C19" w:rsidRPr="00E76C19" w:rsidRDefault="00E76C19" w:rsidP="00E76C19">
      <w:pPr>
        <w:pStyle w:val="libNormal"/>
        <w:rPr>
          <w:rtl/>
          <w:lang w:bidi="fa-IR"/>
        </w:rPr>
      </w:pPr>
      <w:r w:rsidRPr="00E76C19">
        <w:rPr>
          <w:rFonts w:hint="eastAsia"/>
          <w:rtl/>
          <w:lang w:bidi="fa-IR"/>
        </w:rPr>
        <w:t>همانگونه</w:t>
      </w:r>
      <w:r w:rsidRPr="00E76C19">
        <w:rPr>
          <w:rtl/>
          <w:lang w:bidi="fa-IR"/>
        </w:rPr>
        <w:t xml:space="preserve"> كه در مقدمه كتاب من لا يحضره الفقيه خود تذكر داده است . فقط اخبار و احاديثى را روايت نموده كه به آن فتوى داده است . لذا در اين گونه موارد كه حديثى را نيافته و مطلبى را ذكر نموده ، به صراحت مى گويد كه :</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كلام ، سخن امام معصوم </w:t>
      </w:r>
      <w:r w:rsidR="004A085F" w:rsidRPr="004A085F">
        <w:rPr>
          <w:rStyle w:val="libAlaemChar"/>
          <w:rtl/>
          <w:lang w:bidi="fa-IR"/>
        </w:rPr>
        <w:t xml:space="preserve">عليه‌السلام </w:t>
      </w:r>
      <w:r w:rsidRPr="00E76C19">
        <w:rPr>
          <w:rtl/>
          <w:lang w:bidi="fa-IR"/>
        </w:rPr>
        <w:t>نيست .</w:t>
      </w:r>
    </w:p>
    <w:p w:rsidR="00E76C19" w:rsidRPr="00E76C19" w:rsidRDefault="00E76C19" w:rsidP="00E76C19">
      <w:pPr>
        <w:pStyle w:val="libNormal"/>
        <w:rPr>
          <w:rtl/>
          <w:lang w:bidi="fa-IR"/>
        </w:rPr>
      </w:pPr>
      <w:r w:rsidRPr="00E76C19">
        <w:rPr>
          <w:rFonts w:hint="eastAsia"/>
          <w:rtl/>
          <w:lang w:bidi="fa-IR"/>
        </w:rPr>
        <w:lastRenderedPageBreak/>
        <w:t>البته</w:t>
      </w:r>
      <w:r w:rsidRPr="00E76C19">
        <w:rPr>
          <w:rtl/>
          <w:lang w:bidi="fa-IR"/>
        </w:rPr>
        <w:t xml:space="preserve"> نكته اى كه بايد متذكر شد آن است كه :</w:t>
      </w:r>
    </w:p>
    <w:p w:rsidR="00E76C19" w:rsidRPr="00E76C19" w:rsidRDefault="00E76C19" w:rsidP="00E76C19">
      <w:pPr>
        <w:pStyle w:val="libNormal"/>
        <w:rPr>
          <w:rtl/>
          <w:lang w:bidi="fa-IR"/>
        </w:rPr>
      </w:pPr>
      <w:r w:rsidRPr="00E76C19">
        <w:rPr>
          <w:rFonts w:hint="eastAsia"/>
          <w:rtl/>
          <w:lang w:bidi="fa-IR"/>
        </w:rPr>
        <w:t>مرحوم</w:t>
      </w:r>
      <w:r w:rsidRPr="00E76C19">
        <w:rPr>
          <w:rtl/>
          <w:lang w:bidi="fa-IR"/>
        </w:rPr>
        <w:t xml:space="preserve"> شيخ صدوق در كتاب من لا يحضره الفقيه ، داعيه استقصاء </w:t>
      </w:r>
      <w:r w:rsidRPr="0056043B">
        <w:rPr>
          <w:rStyle w:val="libFootnotenumChar"/>
          <w:rtl/>
        </w:rPr>
        <w:t>(٧)</w:t>
      </w:r>
      <w:r w:rsidRPr="00E76C19">
        <w:rPr>
          <w:rtl/>
          <w:lang w:bidi="fa-IR"/>
        </w:rPr>
        <w:t xml:space="preserve"> و روايت تمامى احاديث را نداشته است . و همانگونه كه خود او بيان داشته است ، درباره حضرت صديقه </w:t>
      </w:r>
      <w:r w:rsidR="00C23A36" w:rsidRPr="00C23A36">
        <w:rPr>
          <w:rStyle w:val="libAlaemChar"/>
          <w:rtl/>
        </w:rPr>
        <w:t xml:space="preserve">عليها‌السلام </w:t>
      </w:r>
      <w:r w:rsidRPr="00E76C19">
        <w:rPr>
          <w:rtl/>
          <w:lang w:bidi="fa-IR"/>
        </w:rPr>
        <w:t xml:space="preserve">به زيارت ماثوره اى دست نيافته است . لكن در كتب روايى ديگر، از ناحيه امامان معصوم </w:t>
      </w:r>
      <w:r w:rsidR="004A085F" w:rsidRPr="004A085F">
        <w:rPr>
          <w:rStyle w:val="libAlaemChar"/>
          <w:rtl/>
          <w:lang w:bidi="fa-IR"/>
        </w:rPr>
        <w:t xml:space="preserve">عليه‌السلام </w:t>
      </w:r>
      <w:r w:rsidRPr="00E76C19">
        <w:rPr>
          <w:rtl/>
          <w:lang w:bidi="fa-IR"/>
        </w:rPr>
        <w:t>زيارات مختلفى در اين باب نقل شده است . از آن جمله :</w:t>
      </w:r>
    </w:p>
    <w:p w:rsidR="00E76C19" w:rsidRPr="00E76C19" w:rsidRDefault="00E76C19" w:rsidP="00E76C19">
      <w:pPr>
        <w:pStyle w:val="libNormal"/>
        <w:rPr>
          <w:rtl/>
          <w:lang w:bidi="fa-IR"/>
        </w:rPr>
      </w:pPr>
      <w:r w:rsidRPr="00E76C19">
        <w:rPr>
          <w:rFonts w:hint="eastAsia"/>
          <w:rtl/>
          <w:lang w:bidi="fa-IR"/>
        </w:rPr>
        <w:t>زيارتى</w:t>
      </w:r>
      <w:r w:rsidRPr="00E76C19">
        <w:rPr>
          <w:rtl/>
          <w:lang w:bidi="fa-IR"/>
        </w:rPr>
        <w:t xml:space="preserve"> است كه ضمن صلوات چهارده معصوم </w:t>
      </w:r>
      <w:r w:rsidR="004A085F" w:rsidRPr="004A085F">
        <w:rPr>
          <w:rStyle w:val="libAlaemChar"/>
          <w:rtl/>
          <w:lang w:bidi="fa-IR"/>
        </w:rPr>
        <w:t xml:space="preserve">عليه‌السلام </w:t>
      </w:r>
      <w:r w:rsidRPr="00E76C19">
        <w:rPr>
          <w:rtl/>
          <w:lang w:bidi="fa-IR"/>
        </w:rPr>
        <w:t xml:space="preserve">از امام حسن عسكرى </w:t>
      </w:r>
      <w:r w:rsidR="0056043B" w:rsidRPr="0056043B">
        <w:rPr>
          <w:rStyle w:val="libAlaemChar"/>
          <w:rtl/>
        </w:rPr>
        <w:t xml:space="preserve">عليه‌السلام </w:t>
      </w:r>
      <w:r w:rsidRPr="00E76C19">
        <w:rPr>
          <w:rtl/>
          <w:lang w:bidi="fa-IR"/>
        </w:rPr>
        <w:t>نقل شده است .</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زيارت را علامه مجلسى در بحار الانوار جلد ٩٤ ، و محدث قمى در اواخر مفاتيح الجنان در باب زيارات جامعه آورده است .</w:t>
      </w:r>
    </w:p>
    <w:p w:rsidR="00E76C19" w:rsidRPr="00E76C19" w:rsidRDefault="00E76C19" w:rsidP="00E76C19">
      <w:pPr>
        <w:pStyle w:val="libNormal"/>
        <w:rPr>
          <w:rtl/>
          <w:lang w:bidi="fa-IR"/>
        </w:rPr>
      </w:pPr>
      <w:r w:rsidRPr="00E76C19">
        <w:rPr>
          <w:rFonts w:hint="eastAsia"/>
          <w:rtl/>
          <w:lang w:bidi="fa-IR"/>
        </w:rPr>
        <w:t>بزرگان</w:t>
      </w:r>
      <w:r w:rsidRPr="00E76C19">
        <w:rPr>
          <w:rtl/>
          <w:lang w:bidi="fa-IR"/>
        </w:rPr>
        <w:t xml:space="preserve"> شيعه نيز در كتب خود، بابى را به احاديث وارده پيرامون زيارات حضرت فاطمه زهرا </w:t>
      </w:r>
      <w:r w:rsidR="00C23A36" w:rsidRPr="00C23A36">
        <w:rPr>
          <w:rStyle w:val="libAlaemChar"/>
          <w:rtl/>
        </w:rPr>
        <w:t xml:space="preserve">عليها‌السلام </w:t>
      </w:r>
      <w:r w:rsidRPr="00E76C19">
        <w:rPr>
          <w:rtl/>
          <w:lang w:bidi="fa-IR"/>
        </w:rPr>
        <w:t>اختصاص داده اند. از آن جمله :</w:t>
      </w:r>
    </w:p>
    <w:p w:rsidR="00E76C19" w:rsidRPr="00E76C19" w:rsidRDefault="00E76C19" w:rsidP="00E76C19">
      <w:pPr>
        <w:pStyle w:val="libNormal"/>
        <w:rPr>
          <w:rtl/>
          <w:lang w:bidi="fa-IR"/>
        </w:rPr>
      </w:pPr>
      <w:r w:rsidRPr="00E76C19">
        <w:rPr>
          <w:rtl/>
          <w:lang w:bidi="fa-IR"/>
        </w:rPr>
        <w:t>١</w:t>
      </w:r>
      <w:r w:rsidR="0056043B">
        <w:rPr>
          <w:rFonts w:hint="cs"/>
          <w:rtl/>
          <w:lang w:bidi="fa-IR"/>
        </w:rPr>
        <w:t xml:space="preserve"> -</w:t>
      </w:r>
      <w:r w:rsidRPr="00E76C19">
        <w:rPr>
          <w:rtl/>
          <w:lang w:bidi="fa-IR"/>
        </w:rPr>
        <w:t xml:space="preserve"> علامه مجلسى در بحار الانوار جلد ١٠٠، الى ٢٠٣، باب پنجم</w:t>
      </w:r>
    </w:p>
    <w:p w:rsidR="00E76C19" w:rsidRPr="00E76C19" w:rsidRDefault="00E76C19" w:rsidP="00E76C19">
      <w:pPr>
        <w:pStyle w:val="libNormal"/>
        <w:rPr>
          <w:rtl/>
          <w:lang w:bidi="fa-IR"/>
        </w:rPr>
      </w:pPr>
      <w:r w:rsidRPr="00E76C19">
        <w:rPr>
          <w:rtl/>
          <w:lang w:bidi="fa-IR"/>
        </w:rPr>
        <w:t>٢</w:t>
      </w:r>
      <w:r w:rsidR="0056043B">
        <w:rPr>
          <w:rFonts w:hint="cs"/>
          <w:rtl/>
          <w:lang w:bidi="fa-IR"/>
        </w:rPr>
        <w:t xml:space="preserve"> -</w:t>
      </w:r>
      <w:r w:rsidRPr="00E76C19">
        <w:rPr>
          <w:rtl/>
          <w:lang w:bidi="fa-IR"/>
        </w:rPr>
        <w:t xml:space="preserve"> شيخ حر عاملى در وسائل الشيعه جلد ١٤، الى ٣٧٢، باب هفدهم (چاپ اسلاميه)</w:t>
      </w:r>
    </w:p>
    <w:p w:rsidR="00E76C19" w:rsidRPr="00E76C19" w:rsidRDefault="00E76C19" w:rsidP="00E76C19">
      <w:pPr>
        <w:pStyle w:val="libNormal"/>
        <w:rPr>
          <w:rtl/>
          <w:lang w:bidi="fa-IR"/>
        </w:rPr>
      </w:pPr>
      <w:r w:rsidRPr="00E76C19">
        <w:rPr>
          <w:rtl/>
          <w:lang w:bidi="fa-IR"/>
        </w:rPr>
        <w:t>٣</w:t>
      </w:r>
      <w:r w:rsidR="0056043B">
        <w:rPr>
          <w:rFonts w:hint="cs"/>
          <w:rtl/>
          <w:lang w:bidi="fa-IR"/>
        </w:rPr>
        <w:t xml:space="preserve"> -</w:t>
      </w:r>
      <w:r w:rsidRPr="00E76C19">
        <w:rPr>
          <w:rtl/>
          <w:lang w:bidi="fa-IR"/>
        </w:rPr>
        <w:t xml:space="preserve"> محدث نورى در مستدرك وسائل الشيعه جلد ١٠، الى ٢١١، باب چهاردهم (چاپ آل البيت بيروت)</w:t>
      </w:r>
    </w:p>
    <w:p w:rsidR="00E76C19" w:rsidRPr="00E76C19" w:rsidRDefault="0056043B" w:rsidP="00E76C19">
      <w:pPr>
        <w:pStyle w:val="libNormal"/>
        <w:rPr>
          <w:rtl/>
          <w:lang w:bidi="fa-IR"/>
        </w:rPr>
      </w:pPr>
      <w:r>
        <w:rPr>
          <w:rtl/>
          <w:lang w:bidi="fa-IR"/>
        </w:rPr>
        <w:br w:type="page"/>
      </w:r>
    </w:p>
    <w:p w:rsidR="0056043B" w:rsidRDefault="00E76C19" w:rsidP="0056043B">
      <w:pPr>
        <w:pStyle w:val="libBold1"/>
        <w:rPr>
          <w:rtl/>
          <w:lang w:bidi="fa-IR"/>
        </w:rPr>
      </w:pPr>
      <w:r w:rsidRPr="00E76C19">
        <w:rPr>
          <w:rFonts w:hint="eastAsia"/>
          <w:rtl/>
          <w:lang w:bidi="fa-IR"/>
        </w:rPr>
        <w:t>دقت</w:t>
      </w:r>
      <w:r w:rsidRPr="00E76C19">
        <w:rPr>
          <w:rtl/>
          <w:lang w:bidi="fa-IR"/>
        </w:rPr>
        <w:t xml:space="preserve"> نظر شيخ صدوق </w:t>
      </w:r>
      <w:r w:rsidR="0056043B">
        <w:rPr>
          <w:rFonts w:hint="cs"/>
          <w:rtl/>
          <w:lang w:bidi="fa-IR"/>
        </w:rPr>
        <w:t>(2)</w:t>
      </w:r>
    </w:p>
    <w:p w:rsidR="00E76C19" w:rsidRPr="00E76C19" w:rsidRDefault="00E76C19" w:rsidP="0056043B">
      <w:pPr>
        <w:pStyle w:val="libNormal"/>
        <w:rPr>
          <w:rtl/>
          <w:lang w:bidi="fa-IR"/>
        </w:rPr>
      </w:pPr>
      <w:r w:rsidRPr="00E76C19">
        <w:rPr>
          <w:rFonts w:hint="eastAsia"/>
          <w:rtl/>
          <w:lang w:bidi="fa-IR"/>
        </w:rPr>
        <w:t>شيخ</w:t>
      </w:r>
      <w:r w:rsidRPr="00E76C19">
        <w:rPr>
          <w:rtl/>
          <w:lang w:bidi="fa-IR"/>
        </w:rPr>
        <w:t xml:space="preserve"> صدوق ذيل حديث ٢٢٧٩ (مربوط به داستان حضرت ابراهيم </w:t>
      </w:r>
      <w:r w:rsidR="004A085F" w:rsidRPr="004A085F">
        <w:rPr>
          <w:rStyle w:val="libAlaemChar"/>
          <w:rtl/>
          <w:lang w:bidi="fa-IR"/>
        </w:rPr>
        <w:t xml:space="preserve">عليه‌السلام </w:t>
      </w:r>
      <w:r w:rsidRPr="00E76C19">
        <w:rPr>
          <w:rtl/>
          <w:lang w:bidi="fa-IR"/>
        </w:rPr>
        <w:t>و ذبح او كه مختصرى از آن را آورده است) مى نويسد:</w:t>
      </w:r>
    </w:p>
    <w:p w:rsidR="00E76C19" w:rsidRPr="00E76C19" w:rsidRDefault="00E76C19" w:rsidP="00E76C19">
      <w:pPr>
        <w:pStyle w:val="libNormal"/>
        <w:rPr>
          <w:rtl/>
          <w:lang w:bidi="fa-IR"/>
        </w:rPr>
      </w:pPr>
      <w:r w:rsidRPr="00E76C19">
        <w:rPr>
          <w:rFonts w:hint="eastAsia"/>
          <w:rtl/>
          <w:lang w:bidi="fa-IR"/>
        </w:rPr>
        <w:t>دوست</w:t>
      </w:r>
      <w:r w:rsidRPr="00E76C19">
        <w:rPr>
          <w:rtl/>
          <w:lang w:bidi="fa-IR"/>
        </w:rPr>
        <w:t xml:space="preserve"> ندارم اين كتاب را با ذكر قصه ها طول بدهم ، زيرا هدف من از نگارش اين كتاب ، بيان نكته هاى اخبار است . و قصه ها را مشروحا در كتاب النبوة نقل كرده ام . </w:t>
      </w:r>
      <w:r w:rsidRPr="0056043B">
        <w:rPr>
          <w:rStyle w:val="libFootnotenumChar"/>
          <w:rtl/>
        </w:rPr>
        <w:t>(٨)</w:t>
      </w:r>
    </w:p>
    <w:p w:rsidR="00E76C19" w:rsidRPr="00E76C19" w:rsidRDefault="00E76C19" w:rsidP="00E76C19">
      <w:pPr>
        <w:pStyle w:val="libNormal"/>
        <w:rPr>
          <w:rtl/>
          <w:lang w:bidi="fa-IR"/>
        </w:rPr>
      </w:pPr>
      <w:r w:rsidRPr="00E76C19">
        <w:rPr>
          <w:rFonts w:hint="eastAsia"/>
          <w:rtl/>
          <w:lang w:bidi="fa-IR"/>
        </w:rPr>
        <w:t>همچنين</w:t>
      </w:r>
      <w:r w:rsidRPr="00E76C19">
        <w:rPr>
          <w:rtl/>
          <w:lang w:bidi="fa-IR"/>
        </w:rPr>
        <w:t xml:space="preserve"> ذيل حديث ٢٥٨٦ (مربوط به لبيك گفتن در حج و منشا آن) مى نويسد: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حديث ، طولانى است . قسمت مورد نياز آن را در اينجا نقل كرديم . و تمام آن را در كتاب ديگر خود تفسير القرآن روايت كرده ام . </w:t>
      </w:r>
      <w:r w:rsidRPr="0056043B">
        <w:rPr>
          <w:rStyle w:val="libFootnotenumChar"/>
          <w:rtl/>
        </w:rPr>
        <w:t>(٩)</w:t>
      </w:r>
    </w:p>
    <w:p w:rsidR="00E76C19" w:rsidRPr="00E76C19" w:rsidRDefault="00E76C19" w:rsidP="0056043B">
      <w:pPr>
        <w:pStyle w:val="libNormal"/>
        <w:rPr>
          <w:rtl/>
          <w:lang w:bidi="fa-IR"/>
        </w:rPr>
      </w:pPr>
      <w:r w:rsidRPr="00E76C19">
        <w:rPr>
          <w:rFonts w:hint="eastAsia"/>
          <w:rtl/>
          <w:lang w:bidi="fa-IR"/>
        </w:rPr>
        <w:t>ذيل</w:t>
      </w:r>
      <w:r w:rsidRPr="00E76C19">
        <w:rPr>
          <w:rtl/>
          <w:lang w:bidi="fa-IR"/>
        </w:rPr>
        <w:t xml:space="preserve"> حديث ٥٤٠٨ (مربوط به وصيت رسول خدا </w:t>
      </w:r>
      <w:r w:rsidR="0056043B" w:rsidRPr="0056043B">
        <w:rPr>
          <w:rStyle w:val="libAlaemChar"/>
          <w:rtl/>
        </w:rPr>
        <w:t xml:space="preserve">صلى‌الله‌عليه‌وآله‌وسلم </w:t>
      </w:r>
      <w:r w:rsidRPr="00E76C19">
        <w:rPr>
          <w:rtl/>
          <w:lang w:bidi="fa-IR"/>
        </w:rPr>
        <w:t xml:space="preserve">بر امامت ائمه هدى </w:t>
      </w:r>
      <w:r w:rsidR="009C757C" w:rsidRPr="009C757C">
        <w:rPr>
          <w:rStyle w:val="libAlaemChar"/>
          <w:rtl/>
        </w:rPr>
        <w:t xml:space="preserve">عليه‌السلام </w:t>
      </w:r>
      <w:r w:rsidRPr="00E76C19">
        <w:rPr>
          <w:rtl/>
          <w:lang w:bidi="fa-IR"/>
        </w:rPr>
        <w:t xml:space="preserve"> مى نويسد:</w:t>
      </w:r>
    </w:p>
    <w:p w:rsidR="00E76C19" w:rsidRPr="00E76C19" w:rsidRDefault="00E76C19" w:rsidP="00E76C19">
      <w:pPr>
        <w:pStyle w:val="libNormal"/>
        <w:rPr>
          <w:rtl/>
          <w:lang w:bidi="fa-IR"/>
        </w:rPr>
      </w:pPr>
      <w:r w:rsidRPr="00E76C19">
        <w:rPr>
          <w:rFonts w:hint="eastAsia"/>
          <w:rtl/>
          <w:lang w:bidi="fa-IR"/>
        </w:rPr>
        <w:t>اخبار</w:t>
      </w:r>
      <w:r w:rsidRPr="00E76C19">
        <w:rPr>
          <w:rtl/>
          <w:lang w:bidi="fa-IR"/>
        </w:rPr>
        <w:t xml:space="preserve"> مسند صحيح ، در اين موضوع را در كتاب كمال الدين و تمام النعمة روايت كرده ام . و از آن اخبار در اينجا چيزى نياوردم ، زيرا اين كتاب را فقط در موضوع فقه نوشته ام ، نه مطالب ديگر. </w:t>
      </w:r>
      <w:r w:rsidRPr="0056043B">
        <w:rPr>
          <w:rStyle w:val="libFootnotenumChar"/>
          <w:rtl/>
        </w:rPr>
        <w:t>(١٠)</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اين جملات نكاتى فهميده مى شود. از جمله اينكه :</w:t>
      </w:r>
    </w:p>
    <w:p w:rsidR="00E76C19" w:rsidRPr="00E76C19" w:rsidRDefault="00E76C19" w:rsidP="00E76C19">
      <w:pPr>
        <w:pStyle w:val="libNormal"/>
        <w:rPr>
          <w:rtl/>
          <w:lang w:bidi="fa-IR"/>
        </w:rPr>
      </w:pPr>
      <w:r w:rsidRPr="00E76C19">
        <w:rPr>
          <w:rtl/>
          <w:lang w:bidi="fa-IR"/>
        </w:rPr>
        <w:t>١ اگر كتابهاى ديگر شيخ صدوق مانند تفسير و نبوت به دست ما مى رسيد، بسيارى از حقايق را در اختيار داشتيم . كه متاسفانه حملات وحشيانه دشمنان دين و نابودى مراكز علمى شيعه ، ما را از آنها محروم ساخته است .</w:t>
      </w:r>
    </w:p>
    <w:p w:rsidR="00E76C19" w:rsidRPr="00E76C19" w:rsidRDefault="00E76C19" w:rsidP="00E76C19">
      <w:pPr>
        <w:pStyle w:val="libNormal"/>
        <w:rPr>
          <w:rtl/>
          <w:lang w:bidi="fa-IR"/>
        </w:rPr>
      </w:pPr>
      <w:r w:rsidRPr="00E76C19">
        <w:rPr>
          <w:rtl/>
          <w:lang w:bidi="fa-IR"/>
        </w:rPr>
        <w:lastRenderedPageBreak/>
        <w:t>٢ تلاش بى دريغ و بى وقفه و خالصانه علماى گرانقدر شيعه ، موجب حفظ همين مقدار كتابهاى موجود شده است . و نقش همين كتابها در حفظ كيان عقيدتى شيعه از هجوم فرهنگى دشمنان ، بر كسى پوشيده نيست .</w:t>
      </w:r>
    </w:p>
    <w:p w:rsidR="00E76C19" w:rsidRPr="00E76C19" w:rsidRDefault="00E76C19" w:rsidP="00E76C19">
      <w:pPr>
        <w:pStyle w:val="libNormal"/>
        <w:rPr>
          <w:rtl/>
          <w:lang w:bidi="fa-IR"/>
        </w:rPr>
      </w:pPr>
      <w:r w:rsidRPr="00E76C19">
        <w:rPr>
          <w:rtl/>
          <w:lang w:bidi="fa-IR"/>
        </w:rPr>
        <w:t>٣ بديهى است كه اگر تمام آن كتابها موجود بود، براى مبارزه با بسيارى از تحريفات و اخبار جعلى ، حربه هاى بسيارى در دست بود.</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خداى عزيز حكيم خواستاريم با تعجيل در فرج امام منتقم موعود </w:t>
      </w:r>
      <w:r w:rsidR="0056043B" w:rsidRPr="0056043B">
        <w:rPr>
          <w:rStyle w:val="libAlaemChar"/>
          <w:rtl/>
        </w:rPr>
        <w:t xml:space="preserve">عليه‌السلام </w:t>
      </w:r>
      <w:r w:rsidRPr="00E76C19">
        <w:rPr>
          <w:rtl/>
          <w:lang w:bidi="fa-IR"/>
        </w:rPr>
        <w:t>و على آبائه الطاهرين بنيانهاى دروغ و تهمت و افترا نسبت به دين را از ريشه بكند، و آن سرچشمه جوشان علوم الهى را اذن ظهور عنايت فرمايد.</w:t>
      </w:r>
    </w:p>
    <w:p w:rsidR="00E76C19" w:rsidRPr="00E76C19" w:rsidRDefault="00E76C19" w:rsidP="00E76C19">
      <w:pPr>
        <w:pStyle w:val="libNormal"/>
        <w:rPr>
          <w:rtl/>
          <w:lang w:bidi="fa-IR"/>
        </w:rPr>
      </w:pPr>
      <w:r w:rsidRPr="00E76C19">
        <w:rPr>
          <w:rFonts w:hint="eastAsia"/>
          <w:rtl/>
          <w:lang w:bidi="fa-IR"/>
        </w:rPr>
        <w:t>ان</w:t>
      </w:r>
      <w:r w:rsidRPr="00E76C19">
        <w:rPr>
          <w:rtl/>
          <w:lang w:bidi="fa-IR"/>
        </w:rPr>
        <w:t xml:space="preserve"> شاء الله</w:t>
      </w:r>
    </w:p>
    <w:p w:rsidR="00E76C19" w:rsidRPr="00E76C19" w:rsidRDefault="00E76C19" w:rsidP="00E76C19">
      <w:pPr>
        <w:pStyle w:val="libNormal"/>
        <w:rPr>
          <w:rtl/>
          <w:lang w:bidi="fa-IR"/>
        </w:rPr>
      </w:pPr>
      <w:r w:rsidRPr="00E76C19">
        <w:rPr>
          <w:rFonts w:hint="eastAsia"/>
          <w:rtl/>
          <w:lang w:bidi="fa-IR"/>
        </w:rPr>
        <w:t>انهم</w:t>
      </w:r>
      <w:r w:rsidRPr="00E76C19">
        <w:rPr>
          <w:rtl/>
          <w:lang w:bidi="fa-IR"/>
        </w:rPr>
        <w:t xml:space="preserve"> يرونه بعيدا و نريه قريبا</w:t>
      </w:r>
    </w:p>
    <w:p w:rsidR="00E76C19" w:rsidRPr="00E76C19" w:rsidRDefault="0056043B" w:rsidP="00E76C19">
      <w:pPr>
        <w:pStyle w:val="libNormal"/>
        <w:rPr>
          <w:rtl/>
          <w:lang w:bidi="fa-IR"/>
        </w:rPr>
      </w:pPr>
      <w:r>
        <w:rPr>
          <w:rtl/>
          <w:lang w:bidi="fa-IR"/>
        </w:rPr>
        <w:br w:type="page"/>
      </w:r>
    </w:p>
    <w:p w:rsidR="00E76C19" w:rsidRPr="00E76C19" w:rsidRDefault="00E76C19" w:rsidP="0056043B">
      <w:pPr>
        <w:pStyle w:val="libBold1"/>
        <w:rPr>
          <w:rtl/>
          <w:lang w:bidi="fa-IR"/>
        </w:rPr>
      </w:pPr>
      <w:r w:rsidRPr="00E76C19">
        <w:rPr>
          <w:rFonts w:hint="eastAsia"/>
          <w:rtl/>
          <w:lang w:bidi="fa-IR"/>
        </w:rPr>
        <w:t>دقت</w:t>
      </w:r>
      <w:r w:rsidRPr="00E76C19">
        <w:rPr>
          <w:rtl/>
          <w:lang w:bidi="fa-IR"/>
        </w:rPr>
        <w:t xml:space="preserve"> نظر شيخ صدوق (٣)</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بعضى از اخبار مربوط به دجال و افراد معمرين را از كتب داستانى پيشينيان (و نه از كتابهاى حديثى) نقل كرده و در پى آن مى نويسد:</w:t>
      </w:r>
    </w:p>
    <w:p w:rsidR="00E76C19" w:rsidRPr="00E76C19" w:rsidRDefault="00E76C19" w:rsidP="00E76C19">
      <w:pPr>
        <w:pStyle w:val="libNormal"/>
        <w:rPr>
          <w:rtl/>
          <w:lang w:bidi="fa-IR"/>
        </w:rPr>
      </w:pPr>
      <w:r w:rsidRPr="00E76C19">
        <w:rPr>
          <w:rFonts w:hint="eastAsia"/>
          <w:rtl/>
          <w:lang w:bidi="fa-IR"/>
        </w:rPr>
        <w:t>كسانى</w:t>
      </w:r>
      <w:r w:rsidRPr="00E76C19">
        <w:rPr>
          <w:rtl/>
          <w:lang w:bidi="fa-IR"/>
        </w:rPr>
        <w:t xml:space="preserve"> كه اهل عناد و لجاجت هستند، اين گونه اخبار را كه درباره دجال و غيبت و طول عمر و خروج او در آخر الزمان است ، قبول دارند و تصديق مى نمايند؛ اما امام زمان </w:t>
      </w:r>
      <w:r w:rsidR="004A085F" w:rsidRPr="004A085F">
        <w:rPr>
          <w:rStyle w:val="libAlaemChar"/>
          <w:rtl/>
          <w:lang w:bidi="fa-IR"/>
        </w:rPr>
        <w:t xml:space="preserve">عليه‌السلام </w:t>
      </w:r>
      <w:r w:rsidRPr="00E76C19">
        <w:rPr>
          <w:rtl/>
          <w:lang w:bidi="fa-IR"/>
        </w:rPr>
        <w:t>، و غيبت طولانى آن بزرگوار، و ظهور آن حضرت ، و پر شدن زمين از قسط و عدل را كه اخبار نبو</w:t>
      </w:r>
      <w:r w:rsidRPr="00E76C19">
        <w:rPr>
          <w:rFonts w:hint="eastAsia"/>
          <w:rtl/>
          <w:lang w:bidi="fa-IR"/>
        </w:rPr>
        <w:t>ى</w:t>
      </w:r>
      <w:r w:rsidRPr="00E76C19">
        <w:rPr>
          <w:rtl/>
          <w:lang w:bidi="fa-IR"/>
        </w:rPr>
        <w:t xml:space="preserve"> و ائمه اطهار </w:t>
      </w:r>
      <w:r w:rsidR="004A085F" w:rsidRPr="004A085F">
        <w:rPr>
          <w:rStyle w:val="libAlaemChar"/>
          <w:rtl/>
          <w:lang w:bidi="fa-IR"/>
        </w:rPr>
        <w:t xml:space="preserve">عليه‌السلام </w:t>
      </w:r>
      <w:r w:rsidRPr="00E76C19">
        <w:rPr>
          <w:rtl/>
          <w:lang w:bidi="fa-IR"/>
        </w:rPr>
        <w:t>بر آن تاكيد دارد، تصديق نمى كنند. در حالى كه اين احاديث (حتى جزئيات زندگى آن حضرت) اسم و غيبت و نسب آن بزرگوار را به روشنى بيان داشته اند.</w:t>
      </w:r>
    </w:p>
    <w:p w:rsidR="00E76C19" w:rsidRPr="00E76C19" w:rsidRDefault="00E76C19" w:rsidP="00E76C19">
      <w:pPr>
        <w:pStyle w:val="libNormal"/>
        <w:rPr>
          <w:rtl/>
          <w:lang w:bidi="fa-IR"/>
        </w:rPr>
      </w:pPr>
      <w:r w:rsidRPr="00E76C19">
        <w:rPr>
          <w:rFonts w:hint="eastAsia"/>
          <w:rtl/>
          <w:lang w:bidi="fa-IR"/>
        </w:rPr>
        <w:t>آنها</w:t>
      </w:r>
      <w:r w:rsidRPr="00E76C19">
        <w:rPr>
          <w:rtl/>
          <w:lang w:bidi="fa-IR"/>
        </w:rPr>
        <w:t xml:space="preserve"> (اهل عناد و لجاجت) اراده كرده اند كه نور خدا را خاموش كنند، و سخنان ائمه </w:t>
      </w:r>
      <w:r w:rsidR="004A085F" w:rsidRPr="004A085F">
        <w:rPr>
          <w:rStyle w:val="libAlaemChar"/>
          <w:rtl/>
          <w:lang w:bidi="fa-IR"/>
        </w:rPr>
        <w:t xml:space="preserve">عليه‌السلام </w:t>
      </w:r>
      <w:r w:rsidRPr="00E76C19">
        <w:rPr>
          <w:rtl/>
          <w:lang w:bidi="fa-IR"/>
        </w:rPr>
        <w:t>را باطل نمايند، اما خداوند ابا دارد، حتى اگر مشركان كراهت داشته باشند، مى خواهد كه نور خود را كامل كند.</w:t>
      </w:r>
    </w:p>
    <w:p w:rsidR="00E76C19" w:rsidRPr="00E76C19" w:rsidRDefault="00E76C19" w:rsidP="00E76C19">
      <w:pPr>
        <w:pStyle w:val="libNormal"/>
        <w:rPr>
          <w:rtl/>
          <w:lang w:bidi="fa-IR"/>
        </w:rPr>
      </w:pPr>
      <w:r w:rsidRPr="00E76C19">
        <w:rPr>
          <w:rFonts w:hint="eastAsia"/>
          <w:rtl/>
          <w:lang w:bidi="fa-IR"/>
        </w:rPr>
        <w:t>مهمترين</w:t>
      </w:r>
      <w:r w:rsidRPr="00E76C19">
        <w:rPr>
          <w:rtl/>
          <w:lang w:bidi="fa-IR"/>
        </w:rPr>
        <w:t xml:space="preserve"> نكته اى كه در مورد شوون حضرت مهدى </w:t>
      </w:r>
      <w:r w:rsidR="004A085F" w:rsidRPr="004A085F">
        <w:rPr>
          <w:rStyle w:val="libAlaemChar"/>
          <w:rtl/>
          <w:lang w:bidi="fa-IR"/>
        </w:rPr>
        <w:t xml:space="preserve">عليه‌السلام </w:t>
      </w:r>
      <w:r w:rsidRPr="00E76C19">
        <w:rPr>
          <w:rtl/>
          <w:lang w:bidi="fa-IR"/>
        </w:rPr>
        <w:t>به آن اشكال و آن را انكار مى كنند، اين است كه مى گويند: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احاديث پيرامون طول عمر امام زمان </w:t>
      </w:r>
      <w:r w:rsidR="004A085F" w:rsidRPr="004A085F">
        <w:rPr>
          <w:rStyle w:val="libAlaemChar"/>
          <w:rtl/>
          <w:lang w:bidi="fa-IR"/>
        </w:rPr>
        <w:t xml:space="preserve">عليه‌السلام </w:t>
      </w:r>
      <w:r w:rsidRPr="00E76C19">
        <w:rPr>
          <w:rtl/>
          <w:lang w:bidi="fa-IR"/>
        </w:rPr>
        <w:t>به ما نرسيده است !</w:t>
      </w:r>
    </w:p>
    <w:p w:rsidR="00E76C19" w:rsidRPr="00E76C19" w:rsidRDefault="00E76C19" w:rsidP="00E17954">
      <w:pPr>
        <w:pStyle w:val="libNormal"/>
        <w:rPr>
          <w:rtl/>
          <w:lang w:bidi="fa-IR"/>
        </w:rPr>
      </w:pPr>
      <w:r w:rsidRPr="00E76C19">
        <w:rPr>
          <w:rFonts w:hint="eastAsia"/>
          <w:rtl/>
          <w:lang w:bidi="fa-IR"/>
        </w:rPr>
        <w:t>به</w:t>
      </w:r>
      <w:r w:rsidRPr="00E76C19">
        <w:rPr>
          <w:rtl/>
          <w:lang w:bidi="fa-IR"/>
        </w:rPr>
        <w:t xml:space="preserve"> همين گونه ، سخنان كسانى كه انكار نبوت پيامبر ما </w:t>
      </w:r>
      <w:r w:rsidR="0056043B" w:rsidRPr="0056043B">
        <w:rPr>
          <w:rStyle w:val="libAlaemChar"/>
          <w:rtl/>
        </w:rPr>
        <w:t xml:space="preserve">صلى‌الله‌عليه‌وآله‌وسلم </w:t>
      </w:r>
      <w:r w:rsidRPr="00E76C19">
        <w:rPr>
          <w:rtl/>
          <w:lang w:bidi="fa-IR"/>
        </w:rPr>
        <w:t>را مى نمايند. يعنى ملحدين ، براهمه ، يهود، نصارى ، مجوس كه مى گويند:</w:t>
      </w:r>
    </w:p>
    <w:p w:rsidR="00E76C19" w:rsidRPr="00E76C19" w:rsidRDefault="00E76C19" w:rsidP="00E17954">
      <w:pPr>
        <w:pStyle w:val="libNormal"/>
        <w:rPr>
          <w:rtl/>
          <w:lang w:bidi="fa-IR"/>
        </w:rPr>
      </w:pPr>
      <w:r w:rsidRPr="00E76C19">
        <w:rPr>
          <w:rFonts w:hint="eastAsia"/>
          <w:rtl/>
          <w:lang w:bidi="fa-IR"/>
        </w:rPr>
        <w:t>صحت</w:t>
      </w:r>
      <w:r w:rsidRPr="00E76C19">
        <w:rPr>
          <w:rtl/>
          <w:lang w:bidi="fa-IR"/>
        </w:rPr>
        <w:t xml:space="preserve"> معجزات و دلائل نبوت پيامبر ا</w:t>
      </w:r>
      <w:r w:rsidR="00E17954">
        <w:rPr>
          <w:rFonts w:hint="cs"/>
          <w:rtl/>
          <w:lang w:bidi="fa-IR"/>
        </w:rPr>
        <w:t>ک</w:t>
      </w:r>
      <w:r w:rsidRPr="00E76C19">
        <w:rPr>
          <w:rtl/>
          <w:lang w:bidi="fa-IR"/>
        </w:rPr>
        <w:t xml:space="preserve">رم </w:t>
      </w:r>
      <w:r w:rsidR="0056043B" w:rsidRPr="0056043B">
        <w:rPr>
          <w:rStyle w:val="libAlaemChar"/>
          <w:rtl/>
        </w:rPr>
        <w:t xml:space="preserve">صلى‌الله‌عليه‌وآله‌وسلم </w:t>
      </w:r>
      <w:r w:rsidRPr="00E76C19">
        <w:rPr>
          <w:rtl/>
          <w:lang w:bidi="fa-IR"/>
        </w:rPr>
        <w:t>براى ما قابل قبول نيست . و به بطلان نبوت آن حضرت اعتقاد پيدا كردند. امروز نيز عده زيادى از اين طوايف گويند:</w:t>
      </w:r>
    </w:p>
    <w:p w:rsidR="00E76C19" w:rsidRPr="00E76C19" w:rsidRDefault="00E76C19" w:rsidP="00E76C19">
      <w:pPr>
        <w:pStyle w:val="libNormal"/>
        <w:rPr>
          <w:rtl/>
          <w:lang w:bidi="fa-IR"/>
        </w:rPr>
      </w:pPr>
      <w:r w:rsidRPr="00E76C19">
        <w:rPr>
          <w:rFonts w:hint="eastAsia"/>
          <w:rtl/>
          <w:lang w:bidi="fa-IR"/>
        </w:rPr>
        <w:lastRenderedPageBreak/>
        <w:t>عقول</w:t>
      </w:r>
      <w:r w:rsidRPr="00E76C19">
        <w:rPr>
          <w:rtl/>
          <w:lang w:bidi="fa-IR"/>
        </w:rPr>
        <w:t xml:space="preserve"> ما نمى پذيرد كه شخصى بيش از حد معمول عمر كند، و عمر طولانى داشته باشد. و طعنه مى زنند كه :</w:t>
      </w:r>
    </w:p>
    <w:p w:rsidR="00E76C19" w:rsidRPr="00E76C19" w:rsidRDefault="00E76C19" w:rsidP="00E76C19">
      <w:pPr>
        <w:pStyle w:val="libNormal"/>
        <w:rPr>
          <w:rtl/>
          <w:lang w:bidi="fa-IR"/>
        </w:rPr>
      </w:pPr>
      <w:r w:rsidRPr="00E76C19">
        <w:rPr>
          <w:rFonts w:hint="eastAsia"/>
          <w:rtl/>
          <w:lang w:bidi="fa-IR"/>
        </w:rPr>
        <w:t>چگونه</w:t>
      </w:r>
      <w:r w:rsidRPr="00E76C19">
        <w:rPr>
          <w:rtl/>
          <w:lang w:bidi="fa-IR"/>
        </w:rPr>
        <w:t xml:space="preserve"> عمر امام شما بيشتر از عمر افراد ديگر مى باشد؟!</w:t>
      </w:r>
    </w:p>
    <w:p w:rsidR="00E76C19" w:rsidRPr="00E76C19" w:rsidRDefault="00E76C19" w:rsidP="00E76C19">
      <w:pPr>
        <w:pStyle w:val="libNormal"/>
        <w:rPr>
          <w:rtl/>
          <w:lang w:bidi="fa-IR"/>
        </w:rPr>
      </w:pPr>
      <w:r w:rsidRPr="00E76C19">
        <w:rPr>
          <w:rFonts w:hint="eastAsia"/>
          <w:rtl/>
          <w:lang w:bidi="fa-IR"/>
        </w:rPr>
        <w:t>پاسخى</w:t>
      </w:r>
      <w:r w:rsidRPr="00E76C19">
        <w:rPr>
          <w:rtl/>
          <w:lang w:bidi="fa-IR"/>
        </w:rPr>
        <w:t xml:space="preserve"> كه به اينان داده مى شود همان پاسخى است ، كه به منكران نبوت مى دهيم . و آن اين است كه :</w:t>
      </w:r>
    </w:p>
    <w:p w:rsidR="00E76C19" w:rsidRPr="00E76C19" w:rsidRDefault="00E76C19" w:rsidP="00E76C19">
      <w:pPr>
        <w:pStyle w:val="libNormal"/>
        <w:rPr>
          <w:rtl/>
          <w:lang w:bidi="fa-IR"/>
        </w:rPr>
      </w:pPr>
      <w:r w:rsidRPr="00E76C19">
        <w:rPr>
          <w:rFonts w:hint="eastAsia"/>
          <w:rtl/>
          <w:lang w:bidi="fa-IR"/>
        </w:rPr>
        <w:t>دجال</w:t>
      </w:r>
      <w:r w:rsidRPr="00E76C19">
        <w:rPr>
          <w:rtl/>
          <w:lang w:bidi="fa-IR"/>
        </w:rPr>
        <w:t xml:space="preserve"> را در حالى كه عمرى بسيار طولانى تر از افراد ديگر دارد و در غيبت زندگى مى كند، و ابليس لعين را كه عمرى طولانى دارد، تصديق مى كنيد. اما امام زمان </w:t>
      </w:r>
      <w:r w:rsidR="004A085F" w:rsidRPr="004A085F">
        <w:rPr>
          <w:rStyle w:val="libAlaemChar"/>
          <w:rtl/>
          <w:lang w:bidi="fa-IR"/>
        </w:rPr>
        <w:t xml:space="preserve">عليه‌السلام </w:t>
      </w:r>
      <w:r w:rsidRPr="00E76C19">
        <w:rPr>
          <w:rtl/>
          <w:lang w:bidi="fa-IR"/>
        </w:rPr>
        <w:t>با آن همه نصوص فراوان كه درباره غيبت و طول عمر و ظهور آن بزرگوار، و قيام او به امر خداى عزوجل ك</w:t>
      </w:r>
      <w:r w:rsidRPr="00E76C19">
        <w:rPr>
          <w:rFonts w:hint="eastAsia"/>
          <w:rtl/>
          <w:lang w:bidi="fa-IR"/>
        </w:rPr>
        <w:t>ه</w:t>
      </w:r>
      <w:r w:rsidRPr="00E76C19">
        <w:rPr>
          <w:rtl/>
          <w:lang w:bidi="fa-IR"/>
        </w:rPr>
        <w:t xml:space="preserve"> از اهل بيت </w:t>
      </w:r>
      <w:r w:rsidR="004A085F" w:rsidRPr="004A085F">
        <w:rPr>
          <w:rStyle w:val="libAlaemChar"/>
          <w:rtl/>
          <w:lang w:bidi="fa-IR"/>
        </w:rPr>
        <w:t xml:space="preserve">عليه‌السلام </w:t>
      </w:r>
      <w:r w:rsidRPr="00E76C19">
        <w:rPr>
          <w:rtl/>
          <w:lang w:bidi="fa-IR"/>
        </w:rPr>
        <w:t xml:space="preserve">به ما رسيده است ؛ شك نموده و حضرتش را تصديق نمى كنيد. </w:t>
      </w:r>
      <w:r w:rsidRPr="00E17954">
        <w:rPr>
          <w:rStyle w:val="libFootnotenumChar"/>
          <w:rtl/>
        </w:rPr>
        <w:t>(١١)</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همچنين پس از نقل حكايت بلوهر و بوذاسف گويد: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حكايت و حكايات ديگر شبيه به آن ، درباره معمرين كه ذكر گرديد به آن جهت نيست كه از طريق اينگونه اخبار، به غيبت امام زمان </w:t>
      </w:r>
      <w:r w:rsidR="004A085F" w:rsidRPr="004A085F">
        <w:rPr>
          <w:rStyle w:val="libAlaemChar"/>
          <w:rtl/>
          <w:lang w:bidi="fa-IR"/>
        </w:rPr>
        <w:t xml:space="preserve">عليه‌السلام </w:t>
      </w:r>
      <w:r w:rsidRPr="00E76C19">
        <w:rPr>
          <w:rtl/>
          <w:lang w:bidi="fa-IR"/>
        </w:rPr>
        <w:t>، اعتقاد پيدا كرده و ايمان آوريم .</w:t>
      </w:r>
    </w:p>
    <w:p w:rsidR="00E76C19" w:rsidRPr="00E76C19" w:rsidRDefault="00E76C19" w:rsidP="00E76C19">
      <w:pPr>
        <w:pStyle w:val="libNormal"/>
        <w:rPr>
          <w:rtl/>
          <w:lang w:bidi="fa-IR"/>
        </w:rPr>
      </w:pPr>
      <w:r w:rsidRPr="00E76C19">
        <w:rPr>
          <w:rFonts w:hint="eastAsia"/>
          <w:rtl/>
          <w:lang w:bidi="fa-IR"/>
        </w:rPr>
        <w:t>زيرا</w:t>
      </w:r>
      <w:r w:rsidRPr="00E76C19">
        <w:rPr>
          <w:rtl/>
          <w:lang w:bidi="fa-IR"/>
        </w:rPr>
        <w:t xml:space="preserve"> ما، تنها از طريق اخبار صحيحى كه از نبى اكرم </w:t>
      </w:r>
      <w:r w:rsidR="0056043B" w:rsidRPr="0056043B">
        <w:rPr>
          <w:rStyle w:val="libAlaemChar"/>
          <w:rtl/>
        </w:rPr>
        <w:t xml:space="preserve">صلى‌الله‌عليه‌وآله‌وسلم </w:t>
      </w:r>
      <w:r w:rsidRPr="00E76C19">
        <w:rPr>
          <w:rtl/>
          <w:lang w:bidi="fa-IR"/>
        </w:rPr>
        <w:t xml:space="preserve">و ائمه هدى </w:t>
      </w:r>
      <w:r w:rsidR="004A085F" w:rsidRPr="004A085F">
        <w:rPr>
          <w:rStyle w:val="libAlaemChar"/>
          <w:rtl/>
          <w:lang w:bidi="fa-IR"/>
        </w:rPr>
        <w:t xml:space="preserve">عليه‌السلام </w:t>
      </w:r>
      <w:r w:rsidRPr="00E76C19">
        <w:rPr>
          <w:rtl/>
          <w:lang w:bidi="fa-IR"/>
        </w:rPr>
        <w:t xml:space="preserve">به ما رسيده است ؛ به غيبت امام عصر </w:t>
      </w:r>
      <w:r w:rsidR="004A085F" w:rsidRPr="004A085F">
        <w:rPr>
          <w:rStyle w:val="libAlaemChar"/>
          <w:rtl/>
          <w:lang w:bidi="fa-IR"/>
        </w:rPr>
        <w:t xml:space="preserve">عليه‌السلام </w:t>
      </w:r>
      <w:r w:rsidRPr="00E76C19">
        <w:rPr>
          <w:rtl/>
          <w:lang w:bidi="fa-IR"/>
        </w:rPr>
        <w:t>اعتقاد نموده و ايمان آورده ايم ، همانگونه كه به دين اسلام و احكام و شرايع آن اعتقاد داريم .</w:t>
      </w:r>
    </w:p>
    <w:p w:rsidR="00E76C19" w:rsidRPr="00E76C19" w:rsidRDefault="00E76C19" w:rsidP="00E76C19">
      <w:pPr>
        <w:pStyle w:val="libNormal"/>
        <w:rPr>
          <w:rtl/>
          <w:lang w:bidi="fa-IR"/>
        </w:rPr>
      </w:pPr>
      <w:r w:rsidRPr="00E76C19">
        <w:rPr>
          <w:rFonts w:hint="eastAsia"/>
          <w:rtl/>
          <w:lang w:bidi="fa-IR"/>
        </w:rPr>
        <w:t>اما</w:t>
      </w:r>
      <w:r w:rsidRPr="00E76C19">
        <w:rPr>
          <w:rtl/>
          <w:lang w:bidi="fa-IR"/>
        </w:rPr>
        <w:t xml:space="preserve"> در احاديث ، مى بينيم كه براى بسيارى از پيامبران و رسولان الهى </w:t>
      </w:r>
      <w:r w:rsidR="004A085F" w:rsidRPr="004A085F">
        <w:rPr>
          <w:rStyle w:val="libAlaemChar"/>
          <w:rtl/>
          <w:lang w:bidi="fa-IR"/>
        </w:rPr>
        <w:t xml:space="preserve">عليه‌السلام </w:t>
      </w:r>
      <w:r w:rsidRPr="00E76C19">
        <w:rPr>
          <w:rtl/>
          <w:lang w:bidi="fa-IR"/>
        </w:rPr>
        <w:t>، و بعضى از حجتهاى پس از آنان ، و بعضى از پادشاهان صالح ، ايام غيبتى وجود داشته است ، و درباره غيبت آنها هيچ يك از مخالفين شك و شبهه اى ندارند و منكر آن نيستند.</w:t>
      </w:r>
    </w:p>
    <w:p w:rsidR="00E76C19" w:rsidRPr="00E76C19" w:rsidRDefault="00E76C19" w:rsidP="00E17954">
      <w:pPr>
        <w:pStyle w:val="libNormal"/>
        <w:rPr>
          <w:rtl/>
          <w:lang w:bidi="fa-IR"/>
        </w:rPr>
      </w:pPr>
      <w:r w:rsidRPr="00E76C19">
        <w:rPr>
          <w:rFonts w:hint="eastAsia"/>
          <w:rtl/>
          <w:lang w:bidi="fa-IR"/>
        </w:rPr>
        <w:lastRenderedPageBreak/>
        <w:t>اما</w:t>
      </w:r>
      <w:r w:rsidRPr="00E76C19">
        <w:rPr>
          <w:rtl/>
          <w:lang w:bidi="fa-IR"/>
        </w:rPr>
        <w:t xml:space="preserve"> شگفت اينجاست كه پيرامون امام عصر </w:t>
      </w:r>
      <w:r w:rsidR="004A085F" w:rsidRPr="004A085F">
        <w:rPr>
          <w:rStyle w:val="libAlaemChar"/>
          <w:rtl/>
          <w:lang w:bidi="fa-IR"/>
        </w:rPr>
        <w:t xml:space="preserve">عليه‌السلام </w:t>
      </w:r>
      <w:r w:rsidRPr="00E76C19">
        <w:rPr>
          <w:rtl/>
          <w:lang w:bidi="fa-IR"/>
        </w:rPr>
        <w:t xml:space="preserve">روايات صحيح و فراوانى از پيامبر اكرم </w:t>
      </w:r>
      <w:r w:rsidR="0056043B" w:rsidRPr="0056043B">
        <w:rPr>
          <w:rStyle w:val="libAlaemChar"/>
          <w:rtl/>
        </w:rPr>
        <w:t xml:space="preserve">صلى‌الله‌عليه‌وآله‌وسلم </w:t>
      </w:r>
      <w:r w:rsidRPr="00E76C19">
        <w:rPr>
          <w:rtl/>
          <w:lang w:bidi="fa-IR"/>
        </w:rPr>
        <w:t xml:space="preserve">و ائمه اطهار </w:t>
      </w:r>
      <w:r w:rsidR="004A085F" w:rsidRPr="004A085F">
        <w:rPr>
          <w:rStyle w:val="libAlaemChar"/>
          <w:rtl/>
          <w:lang w:bidi="fa-IR"/>
        </w:rPr>
        <w:t xml:space="preserve">عليه‌السلام </w:t>
      </w:r>
      <w:r w:rsidRPr="00E76C19">
        <w:rPr>
          <w:rtl/>
          <w:lang w:bidi="fa-IR"/>
        </w:rPr>
        <w:t>نقل شده است كه درباره غيبت طولانى حضرتش ، و قساوت قلبها در اين ايام غيبت ، و ياس از ظهورش در دلها، و بالاخره ظهور حضرتش پس از ياس ، و روشن شدن زمين به نورش و جايگزينى عدل به جاى ظلم دلالت دارد. با اين حال عده اى اين اخبار را انكار مى كنند!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هيچ فردى با اقرار به حكايات تاريخى ، اين گونه احاديث و نظاير آن را تكذيب نمى كند، مگر اينكه قصد خاموش كردن نور الهى و تباه كردن دين خدا را داشته باشد.</w:t>
      </w:r>
    </w:p>
    <w:p w:rsidR="00E76C19" w:rsidRPr="00E76C19" w:rsidRDefault="00E76C19" w:rsidP="00E76C19">
      <w:pPr>
        <w:pStyle w:val="libNormal"/>
        <w:rPr>
          <w:rtl/>
          <w:lang w:bidi="fa-IR"/>
        </w:rPr>
      </w:pPr>
      <w:r w:rsidRPr="00E76C19">
        <w:rPr>
          <w:rFonts w:hint="eastAsia"/>
          <w:rtl/>
          <w:lang w:bidi="fa-IR"/>
        </w:rPr>
        <w:t>اما</w:t>
      </w:r>
      <w:r w:rsidRPr="00E76C19">
        <w:rPr>
          <w:rtl/>
          <w:lang w:bidi="fa-IR"/>
        </w:rPr>
        <w:t xml:space="preserve"> خداوند نور خود را كامل مى گرداند. و كلمه خود را علو مى بخشد. و حق را ظاهر و باطل را ابطال مى فرمايد، حتى اگر كافران و تكذيب كنندگان از اين امر كه خدا آن را از زبان بهترين پيامبرش به عالميان مژده داده است كراهت داشته باشند.</w:t>
      </w:r>
    </w:p>
    <w:p w:rsidR="00E76C19" w:rsidRPr="00E76C19" w:rsidRDefault="00E76C19" w:rsidP="00E76C19">
      <w:pPr>
        <w:pStyle w:val="libNormal"/>
        <w:rPr>
          <w:rtl/>
          <w:lang w:bidi="fa-IR"/>
        </w:rPr>
      </w:pPr>
      <w:r w:rsidRPr="00E76C19">
        <w:rPr>
          <w:rFonts w:hint="eastAsia"/>
          <w:rtl/>
          <w:lang w:bidi="fa-IR"/>
        </w:rPr>
        <w:t>اما</w:t>
      </w:r>
      <w:r w:rsidRPr="00E76C19">
        <w:rPr>
          <w:rtl/>
          <w:lang w:bidi="fa-IR"/>
        </w:rPr>
        <w:t xml:space="preserve"> هدف از نقل اين حكايت و نظاير آن ، اين است كه :</w:t>
      </w:r>
    </w:p>
    <w:p w:rsidR="00E76C19" w:rsidRPr="00E76C19" w:rsidRDefault="00E76C19" w:rsidP="00E76C19">
      <w:pPr>
        <w:pStyle w:val="libNormal"/>
        <w:rPr>
          <w:rtl/>
          <w:lang w:bidi="fa-IR"/>
        </w:rPr>
      </w:pPr>
      <w:r w:rsidRPr="00E76C19">
        <w:rPr>
          <w:rFonts w:hint="eastAsia"/>
          <w:rtl/>
          <w:lang w:bidi="fa-IR"/>
        </w:rPr>
        <w:t>تمام</w:t>
      </w:r>
      <w:r w:rsidRPr="00E76C19">
        <w:rPr>
          <w:rtl/>
          <w:lang w:bidi="fa-IR"/>
        </w:rPr>
        <w:t xml:space="preserve"> مخالفين و موافقين ، به اين گونه حكايات تمايل دارند، و اگر در اين كتاب ، به چنين مطالب و حكاياتى دست يافتند، به ديگر احاديث صحيح نيز كه در كتاب آمده مشتاق مى گردند.</w:t>
      </w:r>
    </w:p>
    <w:p w:rsidR="00E76C19" w:rsidRPr="00E76C19" w:rsidRDefault="00E76C19" w:rsidP="00E76C19">
      <w:pPr>
        <w:pStyle w:val="libNormal"/>
        <w:rPr>
          <w:rtl/>
          <w:lang w:bidi="fa-IR"/>
        </w:rPr>
      </w:pPr>
      <w:r w:rsidRPr="00E76C19">
        <w:rPr>
          <w:rFonts w:hint="eastAsia"/>
          <w:rtl/>
          <w:lang w:bidi="fa-IR"/>
        </w:rPr>
        <w:t>به</w:t>
      </w:r>
      <w:r w:rsidRPr="00E76C19">
        <w:rPr>
          <w:rtl/>
          <w:lang w:bidi="fa-IR"/>
        </w:rPr>
        <w:t xml:space="preserve"> عبارتى ديگر، مردم در مورد امر وجود امام زمان </w:t>
      </w:r>
      <w:r w:rsidR="004A085F" w:rsidRPr="004A085F">
        <w:rPr>
          <w:rStyle w:val="libAlaemChar"/>
          <w:rtl/>
          <w:lang w:bidi="fa-IR"/>
        </w:rPr>
        <w:t xml:space="preserve">عليه‌السلام </w:t>
      </w:r>
      <w:r w:rsidRPr="00E76C19">
        <w:rPr>
          <w:rtl/>
          <w:lang w:bidi="fa-IR"/>
        </w:rPr>
        <w:t>يا منكرند، يا بى تفاوت ، يا شكاكند و يا مقر به آن هستند.</w:t>
      </w:r>
    </w:p>
    <w:p w:rsidR="00E76C19" w:rsidRPr="00E76C19" w:rsidRDefault="00E76C19" w:rsidP="00E76C19">
      <w:pPr>
        <w:pStyle w:val="libNormal"/>
        <w:rPr>
          <w:rtl/>
          <w:lang w:bidi="fa-IR"/>
        </w:rPr>
      </w:pPr>
      <w:r w:rsidRPr="00E76C19">
        <w:rPr>
          <w:rFonts w:hint="eastAsia"/>
          <w:rtl/>
          <w:lang w:bidi="fa-IR"/>
        </w:rPr>
        <w:t>اما</w:t>
      </w:r>
      <w:r w:rsidRPr="00E76C19">
        <w:rPr>
          <w:rtl/>
          <w:lang w:bidi="fa-IR"/>
        </w:rPr>
        <w:t xml:space="preserve"> كسانى كه به اين امر والاى الهى اقرار دارند، با اينگونه اخبار، بصيرتشان افزون مى گردد.</w:t>
      </w:r>
    </w:p>
    <w:p w:rsidR="00E76C19" w:rsidRPr="00E76C19" w:rsidRDefault="00E76C19" w:rsidP="00E76C19">
      <w:pPr>
        <w:pStyle w:val="libNormal"/>
        <w:rPr>
          <w:rtl/>
          <w:lang w:bidi="fa-IR"/>
        </w:rPr>
      </w:pPr>
      <w:r w:rsidRPr="00E76C19">
        <w:rPr>
          <w:rFonts w:hint="eastAsia"/>
          <w:rtl/>
          <w:lang w:bidi="fa-IR"/>
        </w:rPr>
        <w:t>اما</w:t>
      </w:r>
      <w:r w:rsidRPr="00E76C19">
        <w:rPr>
          <w:rtl/>
          <w:lang w:bidi="fa-IR"/>
        </w:rPr>
        <w:t xml:space="preserve"> كسانى كه منكر غيبتند، حجت خدا بر آنها تمام مى گردد.</w:t>
      </w:r>
    </w:p>
    <w:p w:rsidR="00E76C19" w:rsidRPr="00E76C19" w:rsidRDefault="00E76C19" w:rsidP="00E76C19">
      <w:pPr>
        <w:pStyle w:val="libNormal"/>
        <w:rPr>
          <w:rtl/>
          <w:lang w:bidi="fa-IR"/>
        </w:rPr>
      </w:pPr>
      <w:r w:rsidRPr="00E76C19">
        <w:rPr>
          <w:rFonts w:hint="eastAsia"/>
          <w:rtl/>
          <w:lang w:bidi="fa-IR"/>
        </w:rPr>
        <w:lastRenderedPageBreak/>
        <w:t>و</w:t>
      </w:r>
      <w:r w:rsidRPr="00E76C19">
        <w:rPr>
          <w:rtl/>
          <w:lang w:bidi="fa-IR"/>
        </w:rPr>
        <w:t xml:space="preserve"> كسانى كه در آن شك دارند، اين ترديد آنان را به بحث و جستجوى بيشتر درباره امام زمان </w:t>
      </w:r>
      <w:r w:rsidR="004A085F" w:rsidRPr="004A085F">
        <w:rPr>
          <w:rStyle w:val="libAlaemChar"/>
          <w:rtl/>
          <w:lang w:bidi="fa-IR"/>
        </w:rPr>
        <w:t xml:space="preserve">عليه‌السلام </w:t>
      </w:r>
      <w:r w:rsidRPr="00E76C19">
        <w:rPr>
          <w:rtl/>
          <w:lang w:bidi="fa-IR"/>
        </w:rPr>
        <w:t>و غيبت او ترغيب مى كند.</w:t>
      </w:r>
    </w:p>
    <w:p w:rsidR="00E76C19" w:rsidRPr="00E76C19" w:rsidRDefault="00E76C19" w:rsidP="00E76C19">
      <w:pPr>
        <w:pStyle w:val="libNormal"/>
        <w:rPr>
          <w:rtl/>
          <w:lang w:bidi="fa-IR"/>
        </w:rPr>
      </w:pPr>
      <w:r w:rsidRPr="00E76C19">
        <w:rPr>
          <w:rFonts w:hint="eastAsia"/>
          <w:rtl/>
          <w:lang w:bidi="fa-IR"/>
        </w:rPr>
        <w:t>كه</w:t>
      </w:r>
      <w:r w:rsidRPr="00E76C19">
        <w:rPr>
          <w:rtl/>
          <w:lang w:bidi="fa-IR"/>
        </w:rPr>
        <w:t xml:space="preserve"> اميد مى رود، با اين جستجو هدايت گردند.</w:t>
      </w:r>
    </w:p>
    <w:p w:rsidR="00E76C19" w:rsidRPr="00E76C19" w:rsidRDefault="00E76C19" w:rsidP="00E76C19">
      <w:pPr>
        <w:pStyle w:val="libNormal"/>
        <w:rPr>
          <w:rtl/>
          <w:lang w:bidi="fa-IR"/>
        </w:rPr>
      </w:pPr>
      <w:r w:rsidRPr="00E76C19">
        <w:rPr>
          <w:rFonts w:hint="eastAsia"/>
          <w:rtl/>
          <w:lang w:bidi="fa-IR"/>
        </w:rPr>
        <w:t>چون</w:t>
      </w:r>
      <w:r w:rsidRPr="00E76C19">
        <w:rPr>
          <w:rtl/>
          <w:lang w:bidi="fa-IR"/>
        </w:rPr>
        <w:t xml:space="preserve"> بحث و جستجو درباره مطلبى صحيح ، موجب تاكيد آن مى شود. مانند طلايى كه هر بار داخل آتش شود، خلوص و مرغوبيت آن بيشتر مى گردد و شفاف تر مى شود.</w:t>
      </w:r>
    </w:p>
    <w:p w:rsidR="00E76C19" w:rsidRPr="00E76C19" w:rsidRDefault="00E76C19" w:rsidP="00E17954">
      <w:pPr>
        <w:pStyle w:val="libFootnotenum"/>
        <w:rPr>
          <w:rtl/>
          <w:lang w:bidi="fa-IR"/>
        </w:rPr>
      </w:pPr>
      <w:r w:rsidRPr="00E76C19">
        <w:rPr>
          <w:rtl/>
          <w:lang w:bidi="fa-IR"/>
        </w:rPr>
        <w:t>(١٢)</w:t>
      </w:r>
    </w:p>
    <w:p w:rsidR="00E76C19" w:rsidRPr="00E76C19" w:rsidRDefault="00E17954" w:rsidP="00E76C19">
      <w:pPr>
        <w:pStyle w:val="libNormal"/>
        <w:rPr>
          <w:rtl/>
          <w:lang w:bidi="fa-IR"/>
        </w:rPr>
      </w:pPr>
      <w:r>
        <w:rPr>
          <w:rtl/>
          <w:lang w:bidi="fa-IR"/>
        </w:rPr>
        <w:br w:type="page"/>
      </w:r>
    </w:p>
    <w:p w:rsidR="00E76C19" w:rsidRPr="00E76C19" w:rsidRDefault="00E76C19" w:rsidP="00E17954">
      <w:pPr>
        <w:pStyle w:val="Heading2"/>
        <w:rPr>
          <w:rtl/>
          <w:lang w:bidi="fa-IR"/>
        </w:rPr>
      </w:pPr>
      <w:bookmarkStart w:id="5" w:name="_Toc489701845"/>
      <w:r w:rsidRPr="00E76C19">
        <w:rPr>
          <w:rFonts w:hint="eastAsia"/>
          <w:rtl/>
          <w:lang w:bidi="fa-IR"/>
        </w:rPr>
        <w:t>سفرهاى</w:t>
      </w:r>
      <w:r w:rsidRPr="00E76C19">
        <w:rPr>
          <w:rtl/>
          <w:lang w:bidi="fa-IR"/>
        </w:rPr>
        <w:t xml:space="preserve"> علمى شيخ صدوق</w:t>
      </w:r>
      <w:bookmarkEnd w:id="5"/>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در شهر قم به دنيا آمد. و در آنجا رشد كرد. و نزد استادان آن ديار، به فراگيرى علوم آل محمد </w:t>
      </w:r>
      <w:r w:rsidR="004A085F" w:rsidRPr="004A085F">
        <w:rPr>
          <w:rStyle w:val="libAlaemChar"/>
          <w:rtl/>
          <w:lang w:bidi="fa-IR"/>
        </w:rPr>
        <w:t xml:space="preserve">عليه‌السلام </w:t>
      </w:r>
      <w:r w:rsidRPr="00E76C19">
        <w:rPr>
          <w:rtl/>
          <w:lang w:bidi="fa-IR"/>
        </w:rPr>
        <w:t>پرداخت .</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آن روزگار شهر قم به خاطر اساتيد بزرگوارى كه در آن شهر ساكن بودند، شهره مردمان خود بود. و مردم براى استفاده از بزرگان آن سامان به آن جا مسافرت مى كردند. و از علماى آن ديار استفاده مى نمودند. و گاه براى رهبرى و هدايت اهالى شهر خود نيز، از آن اساتيد دعوت م</w:t>
      </w:r>
      <w:r w:rsidRPr="00E76C19">
        <w:rPr>
          <w:rFonts w:hint="eastAsia"/>
          <w:rtl/>
          <w:lang w:bidi="fa-IR"/>
        </w:rPr>
        <w:t>ى</w:t>
      </w:r>
      <w:r w:rsidRPr="00E76C19">
        <w:rPr>
          <w:rtl/>
          <w:lang w:bidi="fa-IR"/>
        </w:rPr>
        <w:t xml:space="preserve"> كردند و از ايشان تقاضاى سكونت در شهر خود را مى نمودند. مردم رى نيز به همين منظور، متوجه آن سامان گشته و به سراغ انديشمندان شهر قم رفتند. و به راهنمائى ايشان نزد شيخ صدوق آمدند و از او دعوت كردند تا براى مرجعيت و هدايت اهالى شهر رى در آنجا سكنى گزيند. شيخ صدوق نيز دعوت ايشان را اجابت كرد، و به شهر رى مسافرت نمود، و در آنجا اقامت گزيد.</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 سفرهاى فراوان علمى به شهرهاى مختلف داشت ، كه با توجه به سختى مسافرت در آن روز و روزگار، اهميت و شخصيت و اهتمام ايشان را به تعليم و تعلم علوم آل محمد </w:t>
      </w:r>
      <w:r w:rsidR="004A085F" w:rsidRPr="004A085F">
        <w:rPr>
          <w:rStyle w:val="libAlaemChar"/>
          <w:rtl/>
          <w:lang w:bidi="fa-IR"/>
        </w:rPr>
        <w:t xml:space="preserve">عليه‌السلام </w:t>
      </w:r>
      <w:r w:rsidRPr="00E76C19">
        <w:rPr>
          <w:rtl/>
          <w:lang w:bidi="fa-IR"/>
        </w:rPr>
        <w:t>نشان مى دهد. از جمله سفرهاى او، كه در كتابهاى خود، به آن اشاره مى كند، مى توان از اي</w:t>
      </w:r>
      <w:r w:rsidRPr="00E76C19">
        <w:rPr>
          <w:rFonts w:hint="eastAsia"/>
          <w:rtl/>
          <w:lang w:bidi="fa-IR"/>
        </w:rPr>
        <w:t>ن</w:t>
      </w:r>
      <w:r w:rsidRPr="00E76C19">
        <w:rPr>
          <w:rtl/>
          <w:lang w:bidi="fa-IR"/>
        </w:rPr>
        <w:t xml:space="preserve"> سفرها نام برد:</w:t>
      </w:r>
    </w:p>
    <w:p w:rsidR="00E76C19" w:rsidRPr="00E76C19" w:rsidRDefault="00E76C19" w:rsidP="00E76C19">
      <w:pPr>
        <w:pStyle w:val="libNormal"/>
        <w:rPr>
          <w:rtl/>
          <w:lang w:bidi="fa-IR"/>
        </w:rPr>
      </w:pPr>
      <w:r w:rsidRPr="00E76C19">
        <w:rPr>
          <w:rtl/>
          <w:lang w:bidi="fa-IR"/>
        </w:rPr>
        <w:t>١</w:t>
      </w:r>
      <w:r w:rsidR="00E17954">
        <w:rPr>
          <w:rFonts w:hint="cs"/>
          <w:rtl/>
          <w:lang w:bidi="fa-IR"/>
        </w:rPr>
        <w:t xml:space="preserve"> -</w:t>
      </w:r>
      <w:r w:rsidRPr="00E76C19">
        <w:rPr>
          <w:rtl/>
          <w:lang w:bidi="fa-IR"/>
        </w:rPr>
        <w:t xml:space="preserve"> خراسان</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خاتمه كتاب عيون اخبار الرضا </w:t>
      </w:r>
      <w:r w:rsidR="004A085F" w:rsidRPr="004A085F">
        <w:rPr>
          <w:rStyle w:val="libAlaemChar"/>
          <w:rtl/>
          <w:lang w:bidi="fa-IR"/>
        </w:rPr>
        <w:t xml:space="preserve">عليه‌السلام </w:t>
      </w:r>
      <w:r w:rsidRPr="00E76C19">
        <w:rPr>
          <w:rtl/>
          <w:lang w:bidi="fa-IR"/>
        </w:rPr>
        <w:t xml:space="preserve">، از سفر خود به زيارت حضرت رضا </w:t>
      </w:r>
      <w:r w:rsidR="004A085F" w:rsidRPr="004A085F">
        <w:rPr>
          <w:rStyle w:val="libAlaemChar"/>
          <w:rtl/>
          <w:lang w:bidi="fa-IR"/>
        </w:rPr>
        <w:t xml:space="preserve">عليه‌السلام </w:t>
      </w:r>
      <w:r w:rsidRPr="00E76C19">
        <w:rPr>
          <w:rtl/>
          <w:lang w:bidi="fa-IR"/>
        </w:rPr>
        <w:t>در ماه رجب سال ٣٥٢ هجرى قمرى ياد كرده است تكه قبل و بعد از آن به ديدار ركن الدوله وزير آل بويه نيز رفته است .</w:t>
      </w:r>
    </w:p>
    <w:p w:rsidR="00E76C19" w:rsidRPr="00E76C19" w:rsidRDefault="00E76C19" w:rsidP="00E76C19">
      <w:pPr>
        <w:pStyle w:val="libNormal"/>
        <w:rPr>
          <w:rtl/>
          <w:lang w:bidi="fa-IR"/>
        </w:rPr>
      </w:pPr>
      <w:r w:rsidRPr="00E76C19">
        <w:rPr>
          <w:rFonts w:hint="eastAsia"/>
          <w:rtl/>
          <w:lang w:bidi="fa-IR"/>
        </w:rPr>
        <w:lastRenderedPageBreak/>
        <w:t>در</w:t>
      </w:r>
      <w:r w:rsidRPr="00E76C19">
        <w:rPr>
          <w:rtl/>
          <w:lang w:bidi="fa-IR"/>
        </w:rPr>
        <w:t xml:space="preserve"> ماه ذى الحجه سال ٣٦٧ هجرى قمرى نيز مشهد الرضا </w:t>
      </w:r>
      <w:r w:rsidR="004A085F" w:rsidRPr="004A085F">
        <w:rPr>
          <w:rStyle w:val="libAlaemChar"/>
          <w:rtl/>
          <w:lang w:bidi="fa-IR"/>
        </w:rPr>
        <w:t xml:space="preserve">عليه‌السلام </w:t>
      </w:r>
      <w:r w:rsidRPr="00E76C19">
        <w:rPr>
          <w:rtl/>
          <w:lang w:bidi="fa-IR"/>
        </w:rPr>
        <w:t>سفر كرده است . كه مجلس روز غدير سال ٣٦٧ را در آن شهر، با عظمت فوق العاده اى برگزار نموده است . چنانچه در مجلس ٢٦ از امالى خود نيز به آن اشاره دارد.</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از آن به رى بازگشته است و مجلس ٢٧ امالى را در اول محرم ٣٦٨ هجرى قمرى در رى بر پا داشته است .</w:t>
      </w:r>
    </w:p>
    <w:p w:rsidR="00E76C19" w:rsidRPr="00E76C19" w:rsidRDefault="00E76C19" w:rsidP="00E76C19">
      <w:pPr>
        <w:pStyle w:val="libNormal"/>
        <w:rPr>
          <w:rtl/>
          <w:lang w:bidi="fa-IR"/>
        </w:rPr>
      </w:pPr>
      <w:r w:rsidRPr="00E76C19">
        <w:rPr>
          <w:rFonts w:hint="eastAsia"/>
          <w:rtl/>
          <w:lang w:bidi="fa-IR"/>
        </w:rPr>
        <w:t>بار</w:t>
      </w:r>
      <w:r w:rsidRPr="00E76C19">
        <w:rPr>
          <w:rtl/>
          <w:lang w:bidi="fa-IR"/>
        </w:rPr>
        <w:t xml:space="preserve"> ديگر، در شعبان سال ٣٦٨ هجرى قمرى در مسير خود به ماوراء النهر، به زيارت مشهد مقدس رفته ، و در اين شهر، چهار مجلس بيان حديث داشته است . (مجلس ٩٤ تا ٩٧، شب ١٧ تا ١٩ شعبان ٣٦٨).</w:t>
      </w:r>
    </w:p>
    <w:p w:rsidR="00E76C19" w:rsidRPr="00E76C19" w:rsidRDefault="00E76C19" w:rsidP="00E76C19">
      <w:pPr>
        <w:pStyle w:val="libNormal"/>
        <w:rPr>
          <w:rtl/>
          <w:lang w:bidi="fa-IR"/>
        </w:rPr>
      </w:pPr>
      <w:r w:rsidRPr="00E76C19">
        <w:rPr>
          <w:rtl/>
          <w:lang w:bidi="fa-IR"/>
        </w:rPr>
        <w:t>٢</w:t>
      </w:r>
      <w:r w:rsidR="00E17954">
        <w:rPr>
          <w:rFonts w:hint="cs"/>
          <w:rtl/>
          <w:lang w:bidi="fa-IR"/>
        </w:rPr>
        <w:t xml:space="preserve"> -</w:t>
      </w:r>
      <w:r w:rsidRPr="00E76C19">
        <w:rPr>
          <w:rtl/>
          <w:lang w:bidi="fa-IR"/>
        </w:rPr>
        <w:t xml:space="preserve"> استر آباد و گرگان</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اين دو شهر، تفسير امام حسن عسكرى </w:t>
      </w:r>
      <w:r w:rsidR="004A085F" w:rsidRPr="004A085F">
        <w:rPr>
          <w:rStyle w:val="libAlaemChar"/>
          <w:rtl/>
          <w:lang w:bidi="fa-IR"/>
        </w:rPr>
        <w:t xml:space="preserve">عليه‌السلام </w:t>
      </w:r>
      <w:r w:rsidRPr="00E17954">
        <w:rPr>
          <w:rStyle w:val="libFootnotenumChar"/>
          <w:rtl/>
        </w:rPr>
        <w:t>(١٣)</w:t>
      </w:r>
      <w:r w:rsidRPr="00E76C19">
        <w:rPr>
          <w:rtl/>
          <w:lang w:bidi="fa-IR"/>
        </w:rPr>
        <w:t xml:space="preserve"> را از محمد بن قاسم ، مفسر استر آبادى روايت كرده است . و با قاسم بن محمد استر آبادى ، عبدوس بن على جرجانى ، و محمد بن على استر آبادى نيز ديدار نموده است .</w:t>
      </w:r>
    </w:p>
    <w:p w:rsidR="00E76C19" w:rsidRPr="00E76C19" w:rsidRDefault="00E76C19" w:rsidP="00E76C19">
      <w:pPr>
        <w:pStyle w:val="libNormal"/>
        <w:rPr>
          <w:rtl/>
          <w:lang w:bidi="fa-IR"/>
        </w:rPr>
      </w:pPr>
      <w:r w:rsidRPr="00E76C19">
        <w:rPr>
          <w:rtl/>
          <w:lang w:bidi="fa-IR"/>
        </w:rPr>
        <w:t>٣</w:t>
      </w:r>
      <w:r w:rsidR="00E17954">
        <w:rPr>
          <w:rFonts w:hint="cs"/>
          <w:rtl/>
          <w:lang w:bidi="fa-IR"/>
        </w:rPr>
        <w:t xml:space="preserve"> -</w:t>
      </w:r>
      <w:r w:rsidRPr="00E76C19">
        <w:rPr>
          <w:rtl/>
          <w:lang w:bidi="fa-IR"/>
        </w:rPr>
        <w:t xml:space="preserve"> نيشابور</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شعبان سال ٣٥٢ هجرى قمرى يعنى در اولين سفر وى به مشهد مقدس ، در مسير بازگشت به رى وارد اين شهر شد. و مدتى در آنجا اقامت گزيد. و مورد مراجعه مردم بود، كه در مقدمه كتاب اكمال الدين از آن خبر مى دهد.</w:t>
      </w:r>
    </w:p>
    <w:p w:rsidR="00E76C19" w:rsidRPr="00E76C19" w:rsidRDefault="00E76C19" w:rsidP="00E76C19">
      <w:pPr>
        <w:pStyle w:val="libNormal"/>
        <w:rPr>
          <w:rtl/>
          <w:lang w:bidi="fa-IR"/>
        </w:rPr>
      </w:pPr>
      <w:r w:rsidRPr="00E76C19">
        <w:rPr>
          <w:rtl/>
          <w:lang w:bidi="fa-IR"/>
        </w:rPr>
        <w:t>٤</w:t>
      </w:r>
      <w:r w:rsidR="00E17954">
        <w:rPr>
          <w:rFonts w:hint="cs"/>
          <w:rtl/>
          <w:lang w:bidi="fa-IR"/>
        </w:rPr>
        <w:t xml:space="preserve"> -</w:t>
      </w:r>
      <w:r w:rsidRPr="00E76C19">
        <w:rPr>
          <w:rtl/>
          <w:lang w:bidi="fa-IR"/>
        </w:rPr>
        <w:t xml:space="preserve"> مرو رود</w:t>
      </w:r>
    </w:p>
    <w:p w:rsidR="00E76C19" w:rsidRPr="00E76C19" w:rsidRDefault="00E76C19" w:rsidP="00E76C19">
      <w:pPr>
        <w:pStyle w:val="libNormal"/>
        <w:rPr>
          <w:rtl/>
          <w:lang w:bidi="fa-IR"/>
        </w:rPr>
      </w:pPr>
      <w:r w:rsidRPr="00E76C19">
        <w:rPr>
          <w:rFonts w:hint="eastAsia"/>
          <w:rtl/>
          <w:lang w:bidi="fa-IR"/>
        </w:rPr>
        <w:t>شهرى</w:t>
      </w:r>
      <w:r w:rsidRPr="00E76C19">
        <w:rPr>
          <w:rtl/>
          <w:lang w:bidi="fa-IR"/>
        </w:rPr>
        <w:t xml:space="preserve"> در نزديكى مرو شاه جهان در خراسان ، كه در ضمن سفر خراسان به آن شهر وارد شد.</w:t>
      </w:r>
    </w:p>
    <w:p w:rsidR="00E76C19" w:rsidRPr="00E76C19" w:rsidRDefault="00E76C19" w:rsidP="00E76C19">
      <w:pPr>
        <w:pStyle w:val="libNormal"/>
        <w:rPr>
          <w:rtl/>
          <w:lang w:bidi="fa-IR"/>
        </w:rPr>
      </w:pPr>
      <w:r w:rsidRPr="00E76C19">
        <w:rPr>
          <w:rtl/>
          <w:lang w:bidi="fa-IR"/>
        </w:rPr>
        <w:t>٥</w:t>
      </w:r>
      <w:r w:rsidR="00126D39">
        <w:rPr>
          <w:rFonts w:hint="cs"/>
          <w:rtl/>
          <w:lang w:bidi="fa-IR"/>
        </w:rPr>
        <w:t xml:space="preserve"> -</w:t>
      </w:r>
      <w:r w:rsidRPr="00E76C19">
        <w:rPr>
          <w:rtl/>
          <w:lang w:bidi="fa-IR"/>
        </w:rPr>
        <w:t xml:space="preserve"> سرخس</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راه خود به خراسان به اين شهر نيز وارد شد.</w:t>
      </w:r>
    </w:p>
    <w:p w:rsidR="00E76C19" w:rsidRPr="00E76C19" w:rsidRDefault="00E76C19" w:rsidP="00E76C19">
      <w:pPr>
        <w:pStyle w:val="libNormal"/>
        <w:rPr>
          <w:rtl/>
          <w:lang w:bidi="fa-IR"/>
        </w:rPr>
      </w:pPr>
      <w:r w:rsidRPr="00E76C19">
        <w:rPr>
          <w:rtl/>
          <w:lang w:bidi="fa-IR"/>
        </w:rPr>
        <w:t>٦</w:t>
      </w:r>
      <w:r w:rsidR="00126D39">
        <w:rPr>
          <w:rFonts w:hint="cs"/>
          <w:rtl/>
          <w:lang w:bidi="fa-IR"/>
        </w:rPr>
        <w:t xml:space="preserve"> -</w:t>
      </w:r>
      <w:r w:rsidRPr="00E76C19">
        <w:rPr>
          <w:rtl/>
          <w:lang w:bidi="fa-IR"/>
        </w:rPr>
        <w:t xml:space="preserve"> سمرقند</w:t>
      </w:r>
    </w:p>
    <w:p w:rsidR="00E76C19" w:rsidRPr="00E76C19" w:rsidRDefault="00E76C19" w:rsidP="00E76C19">
      <w:pPr>
        <w:pStyle w:val="libNormal"/>
        <w:rPr>
          <w:rtl/>
          <w:lang w:bidi="fa-IR"/>
        </w:rPr>
      </w:pPr>
      <w:r w:rsidRPr="00E76C19">
        <w:rPr>
          <w:rFonts w:hint="eastAsia"/>
          <w:rtl/>
          <w:lang w:bidi="fa-IR"/>
        </w:rPr>
        <w:lastRenderedPageBreak/>
        <w:t>از</w:t>
      </w:r>
      <w:r w:rsidRPr="00E76C19">
        <w:rPr>
          <w:rtl/>
          <w:lang w:bidi="fa-IR"/>
        </w:rPr>
        <w:t xml:space="preserve"> مهمترين شهرهاى ماوراء النهر، كه در سال ٣٦٨ از آن شهر ديدار كرد.</w:t>
      </w:r>
    </w:p>
    <w:p w:rsidR="00E76C19" w:rsidRPr="00E76C19" w:rsidRDefault="00E76C19" w:rsidP="00E76C19">
      <w:pPr>
        <w:pStyle w:val="libNormal"/>
        <w:rPr>
          <w:rtl/>
          <w:lang w:bidi="fa-IR"/>
        </w:rPr>
      </w:pPr>
      <w:r w:rsidRPr="00E76C19">
        <w:rPr>
          <w:rtl/>
          <w:lang w:bidi="fa-IR"/>
        </w:rPr>
        <w:t>٧</w:t>
      </w:r>
      <w:r w:rsidR="00126D39">
        <w:rPr>
          <w:rFonts w:hint="cs"/>
          <w:rtl/>
          <w:lang w:bidi="fa-IR"/>
        </w:rPr>
        <w:t xml:space="preserve"> -</w:t>
      </w:r>
      <w:r w:rsidRPr="00E76C19">
        <w:rPr>
          <w:rtl/>
          <w:lang w:bidi="fa-IR"/>
        </w:rPr>
        <w:t xml:space="preserve"> بلخ</w:t>
      </w:r>
    </w:p>
    <w:p w:rsidR="00E76C19" w:rsidRPr="00E76C19" w:rsidRDefault="00E76C19" w:rsidP="00E76C19">
      <w:pPr>
        <w:pStyle w:val="libNormal"/>
        <w:rPr>
          <w:rtl/>
          <w:lang w:bidi="fa-IR"/>
        </w:rPr>
      </w:pPr>
      <w:r w:rsidRPr="00E76C19">
        <w:rPr>
          <w:rFonts w:hint="eastAsia"/>
          <w:rtl/>
          <w:lang w:bidi="fa-IR"/>
        </w:rPr>
        <w:t>به</w:t>
      </w:r>
      <w:r w:rsidRPr="00E76C19">
        <w:rPr>
          <w:rtl/>
          <w:lang w:bidi="fa-IR"/>
        </w:rPr>
        <w:t xml:space="preserve"> اين شهر نيز در سال ٣٦٨ وارد شد.</w:t>
      </w:r>
    </w:p>
    <w:p w:rsidR="00E76C19" w:rsidRPr="00E76C19" w:rsidRDefault="00E76C19" w:rsidP="00E76C19">
      <w:pPr>
        <w:pStyle w:val="libNormal"/>
        <w:rPr>
          <w:rtl/>
          <w:lang w:bidi="fa-IR"/>
        </w:rPr>
      </w:pPr>
      <w:r w:rsidRPr="00E76C19">
        <w:rPr>
          <w:rtl/>
          <w:lang w:bidi="fa-IR"/>
        </w:rPr>
        <w:t>٨</w:t>
      </w:r>
      <w:r w:rsidR="00126D39">
        <w:rPr>
          <w:rFonts w:hint="cs"/>
          <w:rtl/>
          <w:lang w:bidi="fa-IR"/>
        </w:rPr>
        <w:t xml:space="preserve"> -</w:t>
      </w:r>
      <w:r w:rsidRPr="00E76C19">
        <w:rPr>
          <w:rtl/>
          <w:lang w:bidi="fa-IR"/>
        </w:rPr>
        <w:t xml:space="preserve"> ايلاق</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شهرهاى ماوراء النهر، كه شيخ صدوق در سال ٣٦٨ به آن شهر رسيد، و مدتى در آنجا اقامت گزيد.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همين شهر، با شريف ابو عبد الله محمد بن حسن موسوى ، مشهور به سيد نعمت ملاقات كرد. و همين ملاقاتها به تاليف كتاب من لا يحضره الفقيه منتهى شد. شريف نعمت در همين سفر، ٢٤٥ كتاب از تاليفات صدوق را استنساخ نمود، و از شيخ صدوق اجازه نقل روايات آن را گرفت .</w:t>
      </w:r>
    </w:p>
    <w:p w:rsidR="00E76C19" w:rsidRPr="00E76C19" w:rsidRDefault="00E76C19" w:rsidP="00E76C19">
      <w:pPr>
        <w:pStyle w:val="libNormal"/>
        <w:rPr>
          <w:rtl/>
          <w:lang w:bidi="fa-IR"/>
        </w:rPr>
      </w:pPr>
      <w:r w:rsidRPr="00E76C19">
        <w:rPr>
          <w:rFonts w:hint="eastAsia"/>
          <w:rtl/>
          <w:lang w:bidi="fa-IR"/>
        </w:rPr>
        <w:t>نكته</w:t>
      </w:r>
      <w:r w:rsidRPr="00E76C19">
        <w:rPr>
          <w:rtl/>
          <w:lang w:bidi="fa-IR"/>
        </w:rPr>
        <w:t xml:space="preserve"> مهم اين است كه در اين سال ، تنها چهار سال از وفات محمد بن زكرياى رازى گذشته است (وفات رازى در سال ٣٦٤ بوده است). و تاليف من لا يحضره الفقيه در سال ٣٦٨، نشان مى دهد كه شيخ صدوق ، تا چه اندازه به نيازهاى شيعيان آن روز وقوف داشته است .</w:t>
      </w:r>
    </w:p>
    <w:p w:rsidR="00E76C19" w:rsidRPr="00E76C19" w:rsidRDefault="00E76C19" w:rsidP="00E76C19">
      <w:pPr>
        <w:pStyle w:val="libNormal"/>
        <w:rPr>
          <w:rtl/>
          <w:lang w:bidi="fa-IR"/>
        </w:rPr>
      </w:pPr>
      <w:r w:rsidRPr="00E76C19">
        <w:rPr>
          <w:rtl/>
          <w:lang w:bidi="fa-IR"/>
        </w:rPr>
        <w:t>٩</w:t>
      </w:r>
      <w:r w:rsidR="00126D39">
        <w:rPr>
          <w:rFonts w:hint="cs"/>
          <w:rtl/>
          <w:lang w:bidi="fa-IR"/>
        </w:rPr>
        <w:t xml:space="preserve"> -</w:t>
      </w:r>
      <w:r w:rsidRPr="00E76C19">
        <w:rPr>
          <w:rtl/>
          <w:lang w:bidi="fa-IR"/>
        </w:rPr>
        <w:t xml:space="preserve"> فرغانه</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شهرهاى بلخ ، كه در ضمن بلخ به آن رسيد.</w:t>
      </w:r>
    </w:p>
    <w:p w:rsidR="00E76C19" w:rsidRPr="00E76C19" w:rsidRDefault="00E76C19" w:rsidP="00E76C19">
      <w:pPr>
        <w:pStyle w:val="libNormal"/>
        <w:rPr>
          <w:rtl/>
          <w:lang w:bidi="fa-IR"/>
        </w:rPr>
      </w:pPr>
      <w:r w:rsidRPr="00E76C19">
        <w:rPr>
          <w:rtl/>
          <w:lang w:bidi="fa-IR"/>
        </w:rPr>
        <w:t>١٠</w:t>
      </w:r>
      <w:r w:rsidR="00126D39">
        <w:rPr>
          <w:rFonts w:hint="cs"/>
          <w:rtl/>
          <w:lang w:bidi="fa-IR"/>
        </w:rPr>
        <w:t xml:space="preserve"> -</w:t>
      </w:r>
      <w:r w:rsidRPr="00E76C19">
        <w:rPr>
          <w:rtl/>
          <w:lang w:bidi="fa-IR"/>
        </w:rPr>
        <w:t xml:space="preserve"> همدان</w:t>
      </w:r>
    </w:p>
    <w:p w:rsidR="00E76C19" w:rsidRPr="00E76C19" w:rsidRDefault="00E76C19" w:rsidP="00E76C19">
      <w:pPr>
        <w:pStyle w:val="libNormal"/>
        <w:rPr>
          <w:rtl/>
          <w:lang w:bidi="fa-IR"/>
        </w:rPr>
      </w:pPr>
      <w:r w:rsidRPr="00E76C19">
        <w:rPr>
          <w:rFonts w:hint="eastAsia"/>
          <w:rtl/>
          <w:lang w:bidi="fa-IR"/>
        </w:rPr>
        <w:t>،</w:t>
      </w:r>
      <w:r w:rsidRPr="00E76C19">
        <w:rPr>
          <w:rtl/>
          <w:lang w:bidi="fa-IR"/>
        </w:rPr>
        <w:t xml:space="preserve"> در راه سفر حج به آن وارد شد.</w:t>
      </w:r>
    </w:p>
    <w:p w:rsidR="00E76C19" w:rsidRPr="00E76C19" w:rsidRDefault="00E76C19" w:rsidP="00E76C19">
      <w:pPr>
        <w:pStyle w:val="libNormal"/>
        <w:rPr>
          <w:rtl/>
          <w:lang w:bidi="fa-IR"/>
        </w:rPr>
      </w:pPr>
      <w:r w:rsidRPr="00E76C19">
        <w:rPr>
          <w:rtl/>
          <w:lang w:bidi="fa-IR"/>
        </w:rPr>
        <w:t>١١</w:t>
      </w:r>
      <w:r w:rsidR="00126D39">
        <w:rPr>
          <w:rFonts w:hint="cs"/>
          <w:rtl/>
          <w:lang w:bidi="fa-IR"/>
        </w:rPr>
        <w:t xml:space="preserve"> -</w:t>
      </w:r>
      <w:r w:rsidRPr="00E76C19">
        <w:rPr>
          <w:rtl/>
          <w:lang w:bidi="fa-IR"/>
        </w:rPr>
        <w:t xml:space="preserve"> بغداد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شهر، كه در قرن چهارم مركز علما و فقها و محدثان بوده است ، در سال ٣٥٢ هجرى پذيراى شيخ صدوق گرديد. وى در حالى كه در سنين ميانسالى در اين شهر، در جمع محدثان كهنسال حضور يافت ، و براى آنان حديث گفت .</w:t>
      </w:r>
    </w:p>
    <w:p w:rsidR="00E76C19" w:rsidRPr="00E76C19" w:rsidRDefault="00E76C19" w:rsidP="00E76C19">
      <w:pPr>
        <w:pStyle w:val="libNormal"/>
        <w:rPr>
          <w:rtl/>
          <w:lang w:bidi="fa-IR"/>
        </w:rPr>
      </w:pPr>
      <w:r w:rsidRPr="00E76C19">
        <w:rPr>
          <w:rFonts w:hint="eastAsia"/>
          <w:rtl/>
          <w:lang w:bidi="fa-IR"/>
        </w:rPr>
        <w:lastRenderedPageBreak/>
        <w:t>يك</w:t>
      </w:r>
      <w:r w:rsidRPr="00E76C19">
        <w:rPr>
          <w:rtl/>
          <w:lang w:bidi="fa-IR"/>
        </w:rPr>
        <w:t xml:space="preserve"> بار ديگر نيز در سال ٣٥٥، در راه بازگشت از سفر حج ، در اين شهر، به افاضه علمى پرداخت .</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جمله كسانى كه در اين شهر، از شيخ صدوق بهره علمى بردند، اين افراد هستند:</w:t>
      </w:r>
    </w:p>
    <w:p w:rsidR="00E76C19" w:rsidRPr="00E76C19" w:rsidRDefault="00E76C19" w:rsidP="00E76C19">
      <w:pPr>
        <w:pStyle w:val="libNormal"/>
        <w:rPr>
          <w:rtl/>
          <w:lang w:bidi="fa-IR"/>
        </w:rPr>
      </w:pPr>
      <w:r w:rsidRPr="00E76C19">
        <w:rPr>
          <w:rFonts w:hint="eastAsia"/>
          <w:rtl/>
          <w:lang w:bidi="fa-IR"/>
        </w:rPr>
        <w:t>ابو</w:t>
      </w:r>
      <w:r w:rsidRPr="00E76C19">
        <w:rPr>
          <w:rtl/>
          <w:lang w:bidi="fa-IR"/>
        </w:rPr>
        <w:t xml:space="preserve"> محمد حسن بن يحيى حسينى علوى ، ابوالحسن على بن ثابت دواليبى .</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اين شهر، همچنين از مشايخ از جمله محمد بن عمر حافظ و ابراهيم بن هارون هيبتى روايت كرد.</w:t>
      </w:r>
    </w:p>
    <w:p w:rsidR="00E76C19" w:rsidRPr="00E76C19" w:rsidRDefault="00E76C19" w:rsidP="00E76C19">
      <w:pPr>
        <w:pStyle w:val="libNormal"/>
        <w:rPr>
          <w:rtl/>
          <w:lang w:bidi="fa-IR"/>
        </w:rPr>
      </w:pPr>
      <w:r w:rsidRPr="00E76C19">
        <w:rPr>
          <w:rtl/>
          <w:lang w:bidi="fa-IR"/>
        </w:rPr>
        <w:t>١٢</w:t>
      </w:r>
      <w:r w:rsidR="00126D39">
        <w:rPr>
          <w:rFonts w:hint="cs"/>
          <w:rtl/>
          <w:lang w:bidi="fa-IR"/>
        </w:rPr>
        <w:t xml:space="preserve"> -</w:t>
      </w:r>
      <w:r w:rsidRPr="00E76C19">
        <w:rPr>
          <w:rtl/>
          <w:lang w:bidi="fa-IR"/>
        </w:rPr>
        <w:t xml:space="preserve"> كوفه</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در راه سفر حج وارد كوفه شد.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مسجد جامع كوفه ، از محمد بن بكران نقاش ، احمد بن ابراهيم فامى ، حسن بن محمد هاشمى ، ابوالحسن على بن عيسى و جمعى ديگر حديث روايت كرد.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حرم مطهر امير المومنين </w:t>
      </w:r>
      <w:r w:rsidR="004A085F" w:rsidRPr="004A085F">
        <w:rPr>
          <w:rStyle w:val="libAlaemChar"/>
          <w:rtl/>
          <w:lang w:bidi="fa-IR"/>
        </w:rPr>
        <w:t xml:space="preserve">عليه‌السلام </w:t>
      </w:r>
      <w:r w:rsidRPr="00E76C19">
        <w:rPr>
          <w:rtl/>
          <w:lang w:bidi="fa-IR"/>
        </w:rPr>
        <w:t>، از محمد به على كوفى ؛ در خانه ابوالحسن على بن حسين همدانى از او، و در مواضع ديگر شهر كوفه از ابوذر يحيى بن زيد بزاز و حسن بن محمد سكونى مزكى حديث شنيد.</w:t>
      </w:r>
    </w:p>
    <w:p w:rsidR="00E76C19" w:rsidRPr="00E76C19" w:rsidRDefault="00E76C19" w:rsidP="00E76C19">
      <w:pPr>
        <w:pStyle w:val="libNormal"/>
        <w:rPr>
          <w:rtl/>
          <w:lang w:bidi="fa-IR"/>
        </w:rPr>
      </w:pPr>
      <w:r w:rsidRPr="00E76C19">
        <w:rPr>
          <w:rtl/>
          <w:lang w:bidi="fa-IR"/>
        </w:rPr>
        <w:t>١٣</w:t>
      </w:r>
      <w:r w:rsidR="00126D39">
        <w:rPr>
          <w:rFonts w:hint="cs"/>
          <w:rtl/>
          <w:lang w:bidi="fa-IR"/>
        </w:rPr>
        <w:t xml:space="preserve"> -</w:t>
      </w:r>
      <w:r w:rsidRPr="00E76C19">
        <w:rPr>
          <w:rtl/>
          <w:lang w:bidi="fa-IR"/>
        </w:rPr>
        <w:t xml:space="preserve"> و ١٤ مكه و مدينه</w:t>
      </w:r>
    </w:p>
    <w:p w:rsidR="00E76C19" w:rsidRPr="00E76C19" w:rsidRDefault="00E76C19" w:rsidP="00E76C19">
      <w:pPr>
        <w:pStyle w:val="libNormal"/>
        <w:rPr>
          <w:rtl/>
          <w:lang w:bidi="fa-IR"/>
        </w:rPr>
      </w:pPr>
      <w:r w:rsidRPr="00E76C19">
        <w:rPr>
          <w:rFonts w:hint="eastAsia"/>
          <w:rtl/>
          <w:lang w:bidi="fa-IR"/>
        </w:rPr>
        <w:t>به</w:t>
      </w:r>
      <w:r w:rsidRPr="00E76C19">
        <w:rPr>
          <w:rtl/>
          <w:lang w:bidi="fa-IR"/>
        </w:rPr>
        <w:t xml:space="preserve"> حج مشرف شد.</w:t>
      </w:r>
    </w:p>
    <w:p w:rsidR="00E76C19" w:rsidRPr="00E76C19" w:rsidRDefault="00E76C19" w:rsidP="00E76C19">
      <w:pPr>
        <w:pStyle w:val="libNormal"/>
        <w:rPr>
          <w:rtl/>
          <w:lang w:bidi="fa-IR"/>
        </w:rPr>
      </w:pPr>
      <w:r w:rsidRPr="00E76C19">
        <w:rPr>
          <w:rtl/>
          <w:lang w:bidi="fa-IR"/>
        </w:rPr>
        <w:t>١٥</w:t>
      </w:r>
      <w:r w:rsidR="00126D39">
        <w:rPr>
          <w:rFonts w:hint="cs"/>
          <w:rtl/>
          <w:lang w:bidi="fa-IR"/>
        </w:rPr>
        <w:t xml:space="preserve"> -</w:t>
      </w:r>
      <w:r w:rsidRPr="00E76C19">
        <w:rPr>
          <w:rtl/>
          <w:lang w:bidi="fa-IR"/>
        </w:rPr>
        <w:t xml:space="preserve"> فيد</w:t>
      </w:r>
    </w:p>
    <w:p w:rsidR="00E76C19" w:rsidRPr="00E76C19" w:rsidRDefault="00E76C19" w:rsidP="00E76C19">
      <w:pPr>
        <w:pStyle w:val="libNormal"/>
        <w:rPr>
          <w:rtl/>
          <w:lang w:bidi="fa-IR"/>
        </w:rPr>
      </w:pPr>
      <w:r w:rsidRPr="00E76C19">
        <w:rPr>
          <w:rFonts w:hint="eastAsia"/>
          <w:rtl/>
          <w:lang w:bidi="fa-IR"/>
        </w:rPr>
        <w:t>مكانى</w:t>
      </w:r>
      <w:r w:rsidRPr="00E76C19">
        <w:rPr>
          <w:rtl/>
          <w:lang w:bidi="fa-IR"/>
        </w:rPr>
        <w:t xml:space="preserve"> ميان مكه و مدينه است ، كه پس از بازگشت از مكه ، نزد ابوعلى احمد بن ابى جعفر بيهقى رفت و از او حديث شنيد.</w:t>
      </w:r>
    </w:p>
    <w:p w:rsidR="00E76C19" w:rsidRPr="00E76C19" w:rsidRDefault="00E76C19" w:rsidP="00E76C19">
      <w:pPr>
        <w:pStyle w:val="libNormal"/>
        <w:rPr>
          <w:rtl/>
          <w:lang w:bidi="fa-IR"/>
        </w:rPr>
      </w:pPr>
      <w:r w:rsidRPr="00E76C19">
        <w:rPr>
          <w:rFonts w:hint="eastAsia"/>
          <w:rtl/>
          <w:lang w:bidi="fa-IR"/>
        </w:rPr>
        <w:t>چنانكه</w:t>
      </w:r>
      <w:r w:rsidRPr="00E76C19">
        <w:rPr>
          <w:rtl/>
          <w:lang w:bidi="fa-IR"/>
        </w:rPr>
        <w:t xml:space="preserve"> گفته شد، اهميت اين سفرها زمانى معلوم مى شود كه به مشقت مسافر در آن زمان توجه گردد. </w:t>
      </w:r>
      <w:r w:rsidRPr="00126D39">
        <w:rPr>
          <w:rStyle w:val="libFootnotenumChar"/>
          <w:rtl/>
        </w:rPr>
        <w:t>(١٤)</w:t>
      </w:r>
    </w:p>
    <w:p w:rsidR="00E76C19" w:rsidRPr="00E76C19" w:rsidRDefault="00126D39" w:rsidP="00E76C19">
      <w:pPr>
        <w:pStyle w:val="libNormal"/>
        <w:rPr>
          <w:rtl/>
          <w:lang w:bidi="fa-IR"/>
        </w:rPr>
      </w:pPr>
      <w:r>
        <w:rPr>
          <w:rtl/>
          <w:lang w:bidi="fa-IR"/>
        </w:rPr>
        <w:br w:type="page"/>
      </w:r>
    </w:p>
    <w:p w:rsidR="00E76C19" w:rsidRPr="00E76C19" w:rsidRDefault="00E76C19" w:rsidP="00126D39">
      <w:pPr>
        <w:pStyle w:val="Heading2"/>
        <w:rPr>
          <w:rtl/>
          <w:lang w:bidi="fa-IR"/>
        </w:rPr>
      </w:pPr>
      <w:bookmarkStart w:id="6" w:name="_Toc489701846"/>
      <w:r w:rsidRPr="00E76C19">
        <w:rPr>
          <w:rFonts w:hint="eastAsia"/>
          <w:rtl/>
          <w:lang w:bidi="fa-IR"/>
        </w:rPr>
        <w:t>وفات</w:t>
      </w:r>
      <w:r w:rsidRPr="00E76C19">
        <w:rPr>
          <w:rtl/>
          <w:lang w:bidi="fa-IR"/>
        </w:rPr>
        <w:t xml:space="preserve"> شيخ صدوق</w:t>
      </w:r>
      <w:bookmarkEnd w:id="6"/>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در سال ٣٨١ هجرى ، پس از يك عمر، افتخار خدمتگذارى مكتب اهل بيت عصمت و طهارت </w:t>
      </w:r>
      <w:r w:rsidR="004A085F" w:rsidRPr="004A085F">
        <w:rPr>
          <w:rStyle w:val="libAlaemChar"/>
          <w:rtl/>
          <w:lang w:bidi="fa-IR"/>
        </w:rPr>
        <w:t xml:space="preserve">عليه‌السلام </w:t>
      </w:r>
      <w:r w:rsidRPr="00E76C19">
        <w:rPr>
          <w:rtl/>
          <w:lang w:bidi="fa-IR"/>
        </w:rPr>
        <w:t xml:space="preserve">، در حدود سن هفتاد سالگى چشم از جهان فروبست . </w:t>
      </w:r>
      <w:r w:rsidRPr="00126D39">
        <w:rPr>
          <w:rStyle w:val="libFootnotenumChar"/>
          <w:rtl/>
        </w:rPr>
        <w:t>(١٥)</w:t>
      </w:r>
    </w:p>
    <w:p w:rsidR="00E76C19" w:rsidRPr="00E76C19" w:rsidRDefault="00E76C19" w:rsidP="00126D39">
      <w:pPr>
        <w:pStyle w:val="libNormal"/>
        <w:rPr>
          <w:rtl/>
          <w:lang w:bidi="fa-IR"/>
        </w:rPr>
      </w:pPr>
      <w:r w:rsidRPr="00E76C19">
        <w:rPr>
          <w:rFonts w:hint="eastAsia"/>
          <w:rtl/>
          <w:lang w:bidi="fa-IR"/>
        </w:rPr>
        <w:t>آرامگاه</w:t>
      </w:r>
      <w:r w:rsidRPr="00E76C19">
        <w:rPr>
          <w:rtl/>
          <w:lang w:bidi="fa-IR"/>
        </w:rPr>
        <w:t xml:space="preserve"> وى در شهر رى ، نزديك مرقد مطهر حضرت عبدالعظيم حسنى </w:t>
      </w:r>
      <w:r w:rsidR="00126D39" w:rsidRPr="00126D39">
        <w:rPr>
          <w:rStyle w:val="libAlaemChar"/>
          <w:rtl/>
        </w:rPr>
        <w:t xml:space="preserve">رضي‌الله‌عنه </w:t>
      </w:r>
      <w:r w:rsidRPr="00E76C19">
        <w:rPr>
          <w:rtl/>
          <w:lang w:bidi="fa-IR"/>
        </w:rPr>
        <w:t>كنار باغ طغرل ، در باغچه اى مصفا قرار گرفته است .</w:t>
      </w:r>
      <w:r w:rsidR="00126D39" w:rsidRPr="00E76C19">
        <w:rPr>
          <w:rFonts w:hint="eastAsia"/>
          <w:rtl/>
          <w:lang w:bidi="fa-IR"/>
        </w:rPr>
        <w:t xml:space="preserve"> </w:t>
      </w:r>
      <w:r w:rsidRPr="00E76C19">
        <w:rPr>
          <w:rFonts w:hint="eastAsia"/>
          <w:rtl/>
          <w:lang w:bidi="fa-IR"/>
        </w:rPr>
        <w:t>آرامگاه</w:t>
      </w:r>
      <w:r w:rsidRPr="00E76C19">
        <w:rPr>
          <w:rtl/>
          <w:lang w:bidi="fa-IR"/>
        </w:rPr>
        <w:t xml:space="preserve"> وى ، داراى بقعه و بارگاهى است كه در عين سادگى ، از شكوهى روحانى برخوردار است . </w:t>
      </w:r>
      <w:r w:rsidRPr="00126D39">
        <w:rPr>
          <w:rStyle w:val="libFootnotenumChar"/>
          <w:rtl/>
        </w:rPr>
        <w:t>(١٦)</w:t>
      </w:r>
      <w:r w:rsidRPr="00E76C19">
        <w:rPr>
          <w:rtl/>
          <w:lang w:bidi="fa-IR"/>
        </w:rPr>
        <w:t xml:space="preserve"> و مردم به زيارت آنجا مى روند و بدان تبرك مى جويند. و به واسطه آن بزرگوار، حوائج خود اگر از خداوند عزوجل درخواست مى نمايند.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مكرر ديده شده است ، به خاطر مقام و منزلت وى نزد خداوند و اهل بيت </w:t>
      </w:r>
      <w:r w:rsidR="004A085F" w:rsidRPr="004A085F">
        <w:rPr>
          <w:rStyle w:val="libAlaemChar"/>
          <w:rtl/>
          <w:lang w:bidi="fa-IR"/>
        </w:rPr>
        <w:t xml:space="preserve">عليه‌السلام </w:t>
      </w:r>
      <w:r w:rsidRPr="00E76C19">
        <w:rPr>
          <w:rtl/>
          <w:lang w:bidi="fa-IR"/>
        </w:rPr>
        <w:t>، زائرين قبر مطهرش ، از فيض زيارت او و بركات قبر شريفش ‍ بهره مند گرديده اند. و حوائج خود را از خداوند گرفته اند. و چه بسيار بيمارانى كه در بارگاه ملكوتى او شفا يافته اند. و گرف</w:t>
      </w:r>
      <w:r w:rsidRPr="00E76C19">
        <w:rPr>
          <w:rFonts w:hint="eastAsia"/>
          <w:rtl/>
          <w:lang w:bidi="fa-IR"/>
        </w:rPr>
        <w:t>تارانى</w:t>
      </w:r>
      <w:r w:rsidRPr="00E76C19">
        <w:rPr>
          <w:rtl/>
          <w:lang w:bidi="fa-IR"/>
        </w:rPr>
        <w:t xml:space="preserve"> كه به عنايت خداوند، از ايشان دستگيرى شده است . و حكايات و داستانهائى بسيار در اين باره نقل شده است .</w:t>
      </w:r>
    </w:p>
    <w:p w:rsidR="00E76C19" w:rsidRPr="00E76C19" w:rsidRDefault="00E76C19" w:rsidP="00E76C19">
      <w:pPr>
        <w:pStyle w:val="libNormal"/>
        <w:rPr>
          <w:rtl/>
          <w:lang w:bidi="fa-IR"/>
        </w:rPr>
      </w:pPr>
      <w:r w:rsidRPr="00E76C19">
        <w:rPr>
          <w:rFonts w:hint="eastAsia"/>
          <w:rtl/>
          <w:lang w:bidi="fa-IR"/>
        </w:rPr>
        <w:t>بسيارى</w:t>
      </w:r>
      <w:r w:rsidRPr="00E76C19">
        <w:rPr>
          <w:rtl/>
          <w:lang w:bidi="fa-IR"/>
        </w:rPr>
        <w:t xml:space="preserve"> از مردم به منظور پناه بردن به خدمتگزارى از آستان مقدس اهل بيت </w:t>
      </w:r>
      <w:r w:rsidR="004A085F" w:rsidRPr="004A085F">
        <w:rPr>
          <w:rStyle w:val="libAlaemChar"/>
          <w:rtl/>
          <w:lang w:bidi="fa-IR"/>
        </w:rPr>
        <w:t xml:space="preserve">عليه‌السلام </w:t>
      </w:r>
      <w:r w:rsidRPr="00E76C19">
        <w:rPr>
          <w:rtl/>
          <w:lang w:bidi="fa-IR"/>
        </w:rPr>
        <w:t>و ايمن شدن از عذاب الهى ، اموات خود را اطراف مرقد مطهر او دفن نموده اند. و بدين گونه قبرستان وسيعى در اطراف مرقد مطهر او پديد آمده است كه علما و زهاد بسيارى نيز در اين قبرستان مدفونند. از جمله آنان :</w:t>
      </w:r>
    </w:p>
    <w:p w:rsidR="00E76C19" w:rsidRPr="00E76C19" w:rsidRDefault="00E76C19" w:rsidP="00126D39">
      <w:pPr>
        <w:pStyle w:val="libNormal"/>
        <w:rPr>
          <w:rtl/>
          <w:lang w:bidi="fa-IR"/>
        </w:rPr>
      </w:pPr>
      <w:r w:rsidRPr="00E76C19">
        <w:rPr>
          <w:rtl/>
          <w:lang w:bidi="fa-IR"/>
        </w:rPr>
        <w:t xml:space="preserve">١ شيخ محمد حسين زاهد تهرانى </w:t>
      </w:r>
      <w:r w:rsidR="00126D39" w:rsidRPr="00126D39">
        <w:rPr>
          <w:rStyle w:val="libAlaemChar"/>
          <w:rtl/>
        </w:rPr>
        <w:t>رحمهم‌الله</w:t>
      </w:r>
      <w:r w:rsidR="00126D39" w:rsidRPr="005100D5">
        <w:rPr>
          <w:rFonts w:ascii="Traditional Arabic" w:hAnsi="Traditional Arabic" w:cs="Traditional Arabic"/>
          <w:rtl/>
        </w:rPr>
        <w:t xml:space="preserve"> </w:t>
      </w:r>
      <w:r w:rsidRPr="00E76C19">
        <w:rPr>
          <w:rtl/>
          <w:lang w:bidi="fa-IR"/>
        </w:rPr>
        <w:t xml:space="preserve">كه در تهران به تقوا و زهد و پارسائى ، مشهور و زبانزد همگان بود و به اين صفت سر آمد روزگار خويش بود. و </w:t>
      </w:r>
      <w:r w:rsidRPr="00E76C19">
        <w:rPr>
          <w:rtl/>
          <w:lang w:bidi="fa-IR"/>
        </w:rPr>
        <w:lastRenderedPageBreak/>
        <w:t xml:space="preserve">هنوز شاگردان متقى و پارساى وى در تهران و ديگر شهرستانها در قيد حيات به سر مى برند. </w:t>
      </w:r>
      <w:r w:rsidRPr="00126D39">
        <w:rPr>
          <w:rStyle w:val="libFootnotenumChar"/>
          <w:rtl/>
        </w:rPr>
        <w:t>(١٧)</w:t>
      </w:r>
    </w:p>
    <w:p w:rsidR="00E76C19" w:rsidRPr="00E76C19" w:rsidRDefault="00E76C19" w:rsidP="00C67E2E">
      <w:pPr>
        <w:pStyle w:val="libNormal"/>
        <w:rPr>
          <w:rtl/>
          <w:lang w:bidi="fa-IR"/>
        </w:rPr>
      </w:pPr>
      <w:r w:rsidRPr="00E76C19">
        <w:rPr>
          <w:rtl/>
          <w:lang w:bidi="fa-IR"/>
        </w:rPr>
        <w:t>٢</w:t>
      </w:r>
      <w:r w:rsidR="00C67E2E">
        <w:rPr>
          <w:rFonts w:hint="cs"/>
          <w:rtl/>
          <w:lang w:bidi="fa-IR"/>
        </w:rPr>
        <w:t xml:space="preserve"> -</w:t>
      </w:r>
      <w:r w:rsidRPr="00E76C19">
        <w:rPr>
          <w:rtl/>
          <w:lang w:bidi="fa-IR"/>
        </w:rPr>
        <w:t xml:space="preserve"> ميرزا ابوالحسن حكيم متخلص به جلوه </w:t>
      </w:r>
      <w:r w:rsidR="00C67E2E" w:rsidRPr="00C67E2E">
        <w:rPr>
          <w:rStyle w:val="libAlaemChar"/>
          <w:rtl/>
        </w:rPr>
        <w:t>رحمهم‌الله</w:t>
      </w:r>
      <w:r w:rsidR="00C67E2E" w:rsidRPr="005100D5">
        <w:rPr>
          <w:rFonts w:ascii="Traditional Arabic" w:hAnsi="Traditional Arabic" w:cs="Traditional Arabic"/>
          <w:rtl/>
        </w:rPr>
        <w:t xml:space="preserve"> </w:t>
      </w:r>
      <w:r w:rsidRPr="00E76C19">
        <w:rPr>
          <w:rtl/>
          <w:lang w:bidi="fa-IR"/>
        </w:rPr>
        <w:t xml:space="preserve">، عالم زاهد با تقوا، كه مجلس درسش مرجع خاص و عام بوده است . </w:t>
      </w:r>
      <w:r w:rsidRPr="00C67E2E">
        <w:rPr>
          <w:rStyle w:val="libFootnotenumChar"/>
          <w:rtl/>
        </w:rPr>
        <w:t>(١٨)</w:t>
      </w:r>
    </w:p>
    <w:p w:rsidR="00E76C19" w:rsidRPr="00E76C19" w:rsidRDefault="00E76C19" w:rsidP="00C67E2E">
      <w:pPr>
        <w:pStyle w:val="libNormal"/>
        <w:rPr>
          <w:rtl/>
          <w:lang w:bidi="fa-IR"/>
        </w:rPr>
      </w:pPr>
      <w:r w:rsidRPr="00E76C19">
        <w:rPr>
          <w:rtl/>
          <w:lang w:bidi="fa-IR"/>
        </w:rPr>
        <w:t>٣</w:t>
      </w:r>
      <w:r w:rsidR="00C67E2E">
        <w:rPr>
          <w:rFonts w:hint="cs"/>
          <w:rtl/>
          <w:lang w:bidi="fa-IR"/>
        </w:rPr>
        <w:t xml:space="preserve"> -</w:t>
      </w:r>
      <w:r w:rsidR="00C67E2E" w:rsidRPr="00E76C19">
        <w:rPr>
          <w:rtl/>
          <w:lang w:bidi="fa-IR"/>
        </w:rPr>
        <w:t xml:space="preserve"> </w:t>
      </w:r>
      <w:r w:rsidRPr="00E76C19">
        <w:rPr>
          <w:rtl/>
          <w:lang w:bidi="fa-IR"/>
        </w:rPr>
        <w:t xml:space="preserve">ميرزا لطفعلى نصيرى ، ملقب به صدر الافاضل </w:t>
      </w:r>
      <w:r w:rsidR="00C67E2E" w:rsidRPr="00C67E2E">
        <w:rPr>
          <w:rStyle w:val="libAlaemChar"/>
          <w:rtl/>
        </w:rPr>
        <w:t>رحمهم‌الله</w:t>
      </w:r>
      <w:r w:rsidR="00C67E2E" w:rsidRPr="005100D5">
        <w:rPr>
          <w:rFonts w:ascii="Traditional Arabic" w:hAnsi="Traditional Arabic" w:cs="Traditional Arabic"/>
          <w:rtl/>
        </w:rPr>
        <w:t xml:space="preserve"> </w:t>
      </w:r>
      <w:r w:rsidRPr="00E76C19">
        <w:rPr>
          <w:rtl/>
          <w:lang w:bidi="fa-IR"/>
        </w:rPr>
        <w:t xml:space="preserve">دانشمندى فاضل و از مشاهير علم و تقوى در قرن چهاردهم هجرى و از بزرگان عالم تشيع بوده است . </w:t>
      </w:r>
      <w:r w:rsidRPr="00C67E2E">
        <w:rPr>
          <w:rStyle w:val="libFootnotenumChar"/>
          <w:rtl/>
        </w:rPr>
        <w:t>(١٩)</w:t>
      </w:r>
    </w:p>
    <w:p w:rsidR="00E76C19" w:rsidRPr="00E76C19" w:rsidRDefault="00E76C19" w:rsidP="00C67E2E">
      <w:pPr>
        <w:pStyle w:val="libNormal"/>
        <w:rPr>
          <w:rtl/>
          <w:lang w:bidi="fa-IR"/>
        </w:rPr>
      </w:pPr>
      <w:r w:rsidRPr="00E76C19">
        <w:rPr>
          <w:rtl/>
          <w:lang w:bidi="fa-IR"/>
        </w:rPr>
        <w:t>٤</w:t>
      </w:r>
      <w:r w:rsidR="00C67E2E">
        <w:rPr>
          <w:rFonts w:hint="cs"/>
          <w:rtl/>
          <w:lang w:bidi="fa-IR"/>
        </w:rPr>
        <w:t xml:space="preserve"> -</w:t>
      </w:r>
      <w:r w:rsidRPr="00E76C19">
        <w:rPr>
          <w:rtl/>
          <w:lang w:bidi="fa-IR"/>
        </w:rPr>
        <w:t xml:space="preserve"> ميرزا طاهر تنكابنى </w:t>
      </w:r>
      <w:r w:rsidR="00C67E2E" w:rsidRPr="00C67E2E">
        <w:rPr>
          <w:rStyle w:val="libAlaemChar"/>
          <w:rtl/>
        </w:rPr>
        <w:t>رحمه‌الله</w:t>
      </w:r>
      <w:r w:rsidR="00C67E2E" w:rsidRPr="005100D5">
        <w:rPr>
          <w:rFonts w:ascii="Traditional Arabic" w:hAnsi="Traditional Arabic" w:cs="Traditional Arabic"/>
          <w:shd w:val="clear" w:color="auto" w:fill="FFFFFF"/>
          <w:rtl/>
        </w:rPr>
        <w:t xml:space="preserve"> </w:t>
      </w:r>
      <w:r w:rsidRPr="00E76C19">
        <w:rPr>
          <w:rtl/>
          <w:lang w:bidi="fa-IR"/>
        </w:rPr>
        <w:t xml:space="preserve">، از علماى معروف تهران بوده است . </w:t>
      </w:r>
      <w:r w:rsidRPr="00C67E2E">
        <w:rPr>
          <w:rStyle w:val="libFootnotenumChar"/>
          <w:rtl/>
        </w:rPr>
        <w:t>(٢٠)</w:t>
      </w:r>
    </w:p>
    <w:p w:rsidR="00E76C19" w:rsidRPr="00E76C19" w:rsidRDefault="00E76C19" w:rsidP="00E76C19">
      <w:pPr>
        <w:pStyle w:val="libNormal"/>
        <w:rPr>
          <w:rtl/>
          <w:lang w:bidi="fa-IR"/>
        </w:rPr>
      </w:pPr>
      <w:r w:rsidRPr="00E76C19">
        <w:rPr>
          <w:rtl/>
          <w:lang w:bidi="fa-IR"/>
        </w:rPr>
        <w:t>٥</w:t>
      </w:r>
      <w:r w:rsidR="00C67E2E">
        <w:rPr>
          <w:rFonts w:hint="cs"/>
          <w:rtl/>
          <w:lang w:bidi="fa-IR"/>
        </w:rPr>
        <w:t xml:space="preserve"> -</w:t>
      </w:r>
      <w:r w:rsidRPr="00E76C19">
        <w:rPr>
          <w:rtl/>
          <w:lang w:bidi="fa-IR"/>
        </w:rPr>
        <w:t xml:space="preserve"> سيد محمد تنكابنى </w:t>
      </w:r>
      <w:r w:rsidR="00C67E2E" w:rsidRPr="00C67E2E">
        <w:rPr>
          <w:rStyle w:val="libAlaemChar"/>
          <w:rtl/>
        </w:rPr>
        <w:t xml:space="preserve"> رحمه‌الله </w:t>
      </w:r>
      <w:r w:rsidRPr="00E76C19">
        <w:rPr>
          <w:rtl/>
          <w:lang w:bidi="fa-IR"/>
        </w:rPr>
        <w:t xml:space="preserve"> (صاحب كتاب ايضاح الفوائد)، را از مشاهير دانشمندان علماى اسلامى به شمار مى رود. و مراتب قداست و زهد و تقواى وى زبانزد خاص و عام مى باشد. </w:t>
      </w:r>
      <w:r w:rsidRPr="00C67E2E">
        <w:rPr>
          <w:rStyle w:val="libFootnotenumChar"/>
          <w:rtl/>
        </w:rPr>
        <w:t>(٢١)</w:t>
      </w:r>
    </w:p>
    <w:p w:rsidR="00E76C19" w:rsidRPr="00E76C19" w:rsidRDefault="00E76C19" w:rsidP="00E76C19">
      <w:pPr>
        <w:pStyle w:val="libNormal"/>
        <w:rPr>
          <w:rtl/>
          <w:lang w:bidi="fa-IR"/>
        </w:rPr>
      </w:pPr>
      <w:r w:rsidRPr="00E76C19">
        <w:rPr>
          <w:rtl/>
          <w:lang w:bidi="fa-IR"/>
        </w:rPr>
        <w:t>٦</w:t>
      </w:r>
      <w:r w:rsidR="00C67E2E">
        <w:rPr>
          <w:rFonts w:hint="cs"/>
          <w:rtl/>
          <w:lang w:bidi="fa-IR"/>
        </w:rPr>
        <w:t xml:space="preserve"> -</w:t>
      </w:r>
      <w:r w:rsidRPr="00E76C19">
        <w:rPr>
          <w:rtl/>
          <w:lang w:bidi="fa-IR"/>
        </w:rPr>
        <w:t xml:space="preserve"> مرحوم شيخ رجبعلى نكو گويان معروف به خياط، كه از اوتاد و اتقياء و از سالكين الى الله زمان خود بود. </w:t>
      </w:r>
      <w:r w:rsidR="00C67E2E" w:rsidRPr="00C67E2E">
        <w:rPr>
          <w:rStyle w:val="libAlaemChar"/>
          <w:rtl/>
        </w:rPr>
        <w:t xml:space="preserve"> رحمه‌الله </w:t>
      </w:r>
      <w:r w:rsidRPr="00E76C19">
        <w:rPr>
          <w:rtl/>
          <w:lang w:bidi="fa-IR"/>
        </w:rPr>
        <w:t xml:space="preserve"> </w:t>
      </w:r>
      <w:r w:rsidRPr="00C67E2E">
        <w:rPr>
          <w:rStyle w:val="libFootnotenumChar"/>
          <w:rtl/>
        </w:rPr>
        <w:t>(٢٢)</w:t>
      </w:r>
    </w:p>
    <w:p w:rsidR="00E76C19" w:rsidRPr="00E76C19" w:rsidRDefault="00E76C19" w:rsidP="00E76C19">
      <w:pPr>
        <w:pStyle w:val="libNormal"/>
        <w:rPr>
          <w:rtl/>
          <w:lang w:bidi="fa-IR"/>
        </w:rPr>
      </w:pPr>
      <w:r w:rsidRPr="00E76C19">
        <w:rPr>
          <w:rFonts w:hint="eastAsia"/>
          <w:rtl/>
          <w:lang w:bidi="fa-IR"/>
        </w:rPr>
        <w:t>براى</w:t>
      </w:r>
      <w:r w:rsidRPr="00E76C19">
        <w:rPr>
          <w:rtl/>
          <w:lang w:bidi="fa-IR"/>
        </w:rPr>
        <w:t xml:space="preserve"> آشنائى بيشتر با بزرگانى كه در آرامگاه مرحوم شيخ صدوق مدفونند. بنگريد به :</w:t>
      </w:r>
    </w:p>
    <w:p w:rsidR="00E76C19" w:rsidRPr="00E76C19" w:rsidRDefault="00E76C19" w:rsidP="00E76C19">
      <w:pPr>
        <w:pStyle w:val="libNormal"/>
        <w:rPr>
          <w:rtl/>
          <w:lang w:bidi="fa-IR"/>
        </w:rPr>
      </w:pPr>
      <w:r w:rsidRPr="00E76C19">
        <w:rPr>
          <w:rFonts w:hint="eastAsia"/>
          <w:rtl/>
          <w:lang w:bidi="fa-IR"/>
        </w:rPr>
        <w:t>تذكرة</w:t>
      </w:r>
      <w:r w:rsidRPr="00E76C19">
        <w:rPr>
          <w:rtl/>
          <w:lang w:bidi="fa-IR"/>
        </w:rPr>
        <w:t xml:space="preserve"> المقابر فى احوال المفاخر (اختران فروزان رى و تهران / ٤٠٠ نگاشته مورخ معاصر شيخ محمد شريف رازى .</w:t>
      </w:r>
    </w:p>
    <w:p w:rsidR="00E76C19" w:rsidRPr="00E76C19" w:rsidRDefault="00E76C19" w:rsidP="00E76C19">
      <w:pPr>
        <w:pStyle w:val="libNormal"/>
        <w:rPr>
          <w:rtl/>
          <w:lang w:bidi="fa-IR"/>
        </w:rPr>
      </w:pPr>
      <w:r w:rsidRPr="00E76C19">
        <w:rPr>
          <w:rFonts w:hint="eastAsia"/>
          <w:rtl/>
          <w:lang w:bidi="fa-IR"/>
        </w:rPr>
        <w:t>بزرگان</w:t>
      </w:r>
      <w:r w:rsidRPr="00E76C19">
        <w:rPr>
          <w:rtl/>
          <w:lang w:bidi="fa-IR"/>
        </w:rPr>
        <w:t xml:space="preserve"> و علماى بسيارى نيز سفارش به زيارت قبر آن بزرگوار نموده اند. از آن جمله :</w:t>
      </w:r>
    </w:p>
    <w:p w:rsidR="00E76C19" w:rsidRPr="00E76C19" w:rsidRDefault="00E76C19" w:rsidP="00E76C19">
      <w:pPr>
        <w:pStyle w:val="libNormal"/>
        <w:rPr>
          <w:rtl/>
          <w:lang w:bidi="fa-IR"/>
        </w:rPr>
      </w:pPr>
      <w:r w:rsidRPr="00E76C19">
        <w:rPr>
          <w:rFonts w:hint="eastAsia"/>
          <w:rtl/>
          <w:lang w:bidi="fa-IR"/>
        </w:rPr>
        <w:t>محدث</w:t>
      </w:r>
      <w:r w:rsidRPr="00E76C19">
        <w:rPr>
          <w:rtl/>
          <w:lang w:bidi="fa-IR"/>
        </w:rPr>
        <w:t xml:space="preserve"> جليل مرحوم حاج شيخ عباس قمى صاحب مفاتيح الجنان ذيل زيارت حضرت عبد العظيم حسنى مى فرمايد:</w:t>
      </w:r>
    </w:p>
    <w:p w:rsidR="00E76C19" w:rsidRPr="00E76C19" w:rsidRDefault="00E76C19" w:rsidP="00E76C19">
      <w:pPr>
        <w:pStyle w:val="libNormal"/>
        <w:rPr>
          <w:rtl/>
          <w:lang w:bidi="fa-IR"/>
        </w:rPr>
      </w:pPr>
      <w:r w:rsidRPr="00E76C19">
        <w:rPr>
          <w:rFonts w:hint="eastAsia"/>
          <w:rtl/>
          <w:lang w:bidi="fa-IR"/>
        </w:rPr>
        <w:lastRenderedPageBreak/>
        <w:t>مخفى</w:t>
      </w:r>
      <w:r w:rsidRPr="00E76C19">
        <w:rPr>
          <w:rtl/>
          <w:lang w:bidi="fa-IR"/>
        </w:rPr>
        <w:t xml:space="preserve"> نماند كه در صحن امامزاده حمزه </w:t>
      </w:r>
      <w:r w:rsidR="004A085F" w:rsidRPr="004A085F">
        <w:rPr>
          <w:rStyle w:val="libAlaemChar"/>
          <w:rtl/>
          <w:lang w:bidi="fa-IR"/>
        </w:rPr>
        <w:t xml:space="preserve">عليه‌السلام </w:t>
      </w:r>
      <w:r w:rsidRPr="00E76C19">
        <w:rPr>
          <w:rtl/>
          <w:lang w:bidi="fa-IR"/>
        </w:rPr>
        <w:t>، قبر شيخ جليل سعيد، قدوة المفسرين ، جمال الدين ابوالفتوح حسين بن على خزاعى (ابوالفتح رازى) صاحب تفسير معروف است ، بايد آن جناب را زيارت نمود. و همچنين از زيارت جناب شيخ صدوق ، رئيس المحدثين معروف به ابن بابوي</w:t>
      </w:r>
      <w:r w:rsidRPr="00E76C19">
        <w:rPr>
          <w:rFonts w:hint="eastAsia"/>
          <w:rtl/>
          <w:lang w:bidi="fa-IR"/>
        </w:rPr>
        <w:t>ه</w:t>
      </w:r>
      <w:r w:rsidRPr="00E76C19">
        <w:rPr>
          <w:rtl/>
          <w:lang w:bidi="fa-IR"/>
        </w:rPr>
        <w:t xml:space="preserve"> كه در نزديكى شهر رى (بلد شاهزاده عبد العظيم) است ، غفلت نبايد نمود. </w:t>
      </w:r>
      <w:r w:rsidRPr="00C67E2E">
        <w:rPr>
          <w:rStyle w:val="libFootnotenumChar"/>
          <w:rtl/>
        </w:rPr>
        <w:t>(٢٣)</w:t>
      </w:r>
    </w:p>
    <w:p w:rsidR="00E76C19" w:rsidRPr="00E76C19" w:rsidRDefault="00E76C19" w:rsidP="00E76C19">
      <w:pPr>
        <w:pStyle w:val="libNormal"/>
        <w:rPr>
          <w:rtl/>
          <w:lang w:bidi="fa-IR"/>
        </w:rPr>
      </w:pPr>
      <w:r w:rsidRPr="00E76C19">
        <w:rPr>
          <w:rFonts w:hint="eastAsia"/>
          <w:rtl/>
          <w:lang w:bidi="fa-IR"/>
        </w:rPr>
        <w:t>مرحوم</w:t>
      </w:r>
      <w:r w:rsidRPr="00E76C19">
        <w:rPr>
          <w:rtl/>
          <w:lang w:bidi="fa-IR"/>
        </w:rPr>
        <w:t xml:space="preserve"> محدث قمى ، مشابه همين بيان را در كتاب هديه الزائرين (چاپ سنگى / ٣٥٠) نيز بيان كرده است .</w:t>
      </w:r>
    </w:p>
    <w:p w:rsidR="00E76C19" w:rsidRPr="00E76C19" w:rsidRDefault="00E76C19" w:rsidP="00E76C19">
      <w:pPr>
        <w:pStyle w:val="libNormal"/>
        <w:rPr>
          <w:rtl/>
          <w:lang w:bidi="fa-IR"/>
        </w:rPr>
      </w:pPr>
      <w:r w:rsidRPr="00E76C19">
        <w:rPr>
          <w:rFonts w:hint="eastAsia"/>
          <w:rtl/>
          <w:lang w:bidi="fa-IR"/>
        </w:rPr>
        <w:t>قبر</w:t>
      </w:r>
      <w:r w:rsidRPr="00E76C19">
        <w:rPr>
          <w:rtl/>
          <w:lang w:bidi="fa-IR"/>
        </w:rPr>
        <w:t xml:space="preserve"> مرحوم شيخ صدوق </w:t>
      </w:r>
      <w:r w:rsidR="00C67E2E" w:rsidRPr="00C67E2E">
        <w:rPr>
          <w:rStyle w:val="libAlaemChar"/>
          <w:rtl/>
        </w:rPr>
        <w:t xml:space="preserve"> قدس‌سره </w:t>
      </w:r>
      <w:r w:rsidRPr="00E76C19">
        <w:rPr>
          <w:rtl/>
          <w:lang w:bidi="fa-IR"/>
        </w:rPr>
        <w:t>به واسطه ويرانى شهر رى ، به دست چنگيزيان و مغولان و خوارزميان و تيموريان و همچنين سيلهاى مهيب و سخت ، چندين مرتبه خراب و ويران شده است . و ساليانى چند در زير توده هاى خاك ، پنهان گرديده و مردم از فيض زيارت او، و بركات قبر شر</w:t>
      </w:r>
      <w:r w:rsidRPr="00E76C19">
        <w:rPr>
          <w:rFonts w:hint="eastAsia"/>
          <w:rtl/>
          <w:lang w:bidi="fa-IR"/>
        </w:rPr>
        <w:t>يفش</w:t>
      </w:r>
      <w:r w:rsidRPr="00E76C19">
        <w:rPr>
          <w:rtl/>
          <w:lang w:bidi="fa-IR"/>
        </w:rPr>
        <w:t xml:space="preserve"> بى بهره بودند. </w:t>
      </w:r>
      <w:r w:rsidRPr="00C67E2E">
        <w:rPr>
          <w:rStyle w:val="libFootnotenumChar"/>
          <w:rtl/>
        </w:rPr>
        <w:t>(٢٤)</w:t>
      </w:r>
    </w:p>
    <w:p w:rsidR="00E76C19" w:rsidRPr="00E76C19" w:rsidRDefault="00E76C19" w:rsidP="00C67E2E">
      <w:pPr>
        <w:pStyle w:val="libNormal"/>
        <w:rPr>
          <w:rtl/>
          <w:lang w:bidi="fa-IR"/>
        </w:rPr>
      </w:pPr>
      <w:r w:rsidRPr="00E76C19">
        <w:rPr>
          <w:rFonts w:hint="eastAsia"/>
          <w:rtl/>
          <w:lang w:bidi="fa-IR"/>
        </w:rPr>
        <w:t>سرداب</w:t>
      </w:r>
      <w:r w:rsidRPr="00E76C19">
        <w:rPr>
          <w:rtl/>
          <w:lang w:bidi="fa-IR"/>
        </w:rPr>
        <w:t xml:space="preserve"> قبر مطهر مرحوم شيخ صدوق ، در زمان يكى از سلاطين قاجار چنانچه ماجراى آن به تفصيل خواهد آمد مكشوف گرديد، و پيكر مطهرش ‍ پديدار شده و سردابى كه بدن مبارك وى در آنجا قرار داشت ، بازسازى شد و بارگاه او نيز تجديد بنا گرديد. </w:t>
      </w:r>
      <w:r w:rsidRPr="00C67E2E">
        <w:rPr>
          <w:rStyle w:val="libFootnotenumChar"/>
          <w:rtl/>
        </w:rPr>
        <w:t>(٢٥)</w:t>
      </w:r>
      <w:r w:rsidRPr="00E76C19">
        <w:rPr>
          <w:rFonts w:hint="eastAsia"/>
          <w:rtl/>
          <w:lang w:bidi="fa-IR"/>
        </w:rPr>
        <w:t>آشكار</w:t>
      </w:r>
      <w:r w:rsidRPr="00E76C19">
        <w:rPr>
          <w:rtl/>
          <w:lang w:bidi="fa-IR"/>
        </w:rPr>
        <w:t xml:space="preserve"> شدن آرامگاه شيخ صدوق و پديدار شدن جسد او</w:t>
      </w:r>
      <w:r w:rsidRPr="00E76C19">
        <w:rPr>
          <w:rFonts w:hint="eastAsia"/>
          <w:rtl/>
          <w:lang w:bidi="fa-IR"/>
        </w:rPr>
        <w:t>آرامگاه</w:t>
      </w:r>
      <w:r w:rsidRPr="00E76C19">
        <w:rPr>
          <w:rtl/>
          <w:lang w:bidi="fa-IR"/>
        </w:rPr>
        <w:t xml:space="preserve"> شيخ صدوق ، همانگونه كه گذشت ، درگذر زمان به خاطر حمله مغولان و جنگهاى خوارزميان و تيموريان ، و همچنين به علت حوادث مختلف چندين مرتبه خراب و ويران شد. و سالها در زير توده هاى خاك پنهان گرديده بود.</w:t>
      </w:r>
    </w:p>
    <w:p w:rsidR="00E76C19" w:rsidRPr="00E76C19" w:rsidRDefault="00E76C19" w:rsidP="00C67E2E">
      <w:pPr>
        <w:pStyle w:val="libNormal"/>
        <w:rPr>
          <w:rtl/>
          <w:lang w:bidi="fa-IR"/>
        </w:rPr>
      </w:pPr>
      <w:r w:rsidRPr="00E76C19">
        <w:rPr>
          <w:rFonts w:hint="eastAsia"/>
          <w:rtl/>
          <w:lang w:bidi="fa-IR"/>
        </w:rPr>
        <w:t>در</w:t>
      </w:r>
      <w:r w:rsidRPr="00E76C19">
        <w:rPr>
          <w:rtl/>
          <w:lang w:bidi="fa-IR"/>
        </w:rPr>
        <w:t xml:space="preserve"> حدود سال ١٢٣٨ هجرى قمرى ، در زمان يكى از سلاطين قاجار، سيل عظيمى آمد و تمام اراضى مزروعى و باغات اطراف شهر رى را آب فرا گرفت و بعضى از مناطق را تخريب نمود. كه در اين حادثه ، واقعه عجيبى نيز اتفاق </w:t>
      </w:r>
      <w:r w:rsidRPr="00E76C19">
        <w:rPr>
          <w:rtl/>
          <w:lang w:bidi="fa-IR"/>
        </w:rPr>
        <w:lastRenderedPageBreak/>
        <w:t>افتاد. و بعد از ساليانى طولانى قبر مطهر شيخ صدوق منكشف شد</w:t>
      </w:r>
      <w:r w:rsidRPr="00E76C19">
        <w:rPr>
          <w:rFonts w:hint="eastAsia"/>
          <w:rtl/>
          <w:lang w:bidi="fa-IR"/>
        </w:rPr>
        <w:t>ه</w:t>
      </w:r>
      <w:r w:rsidRPr="00E76C19">
        <w:rPr>
          <w:rtl/>
          <w:lang w:bidi="fa-IR"/>
        </w:rPr>
        <w:t xml:space="preserve"> و بدن شريف وى تازه و معطر و كاملا سالم و بدون هيچگونه تغيير و عيب و نقصى هويدا گرديد. كه تفصيل اين واقعه را، بسيارى از بزرگان در كتب خود، مانند:</w:t>
      </w:r>
      <w:r w:rsidR="00C67E2E" w:rsidRPr="00E76C19">
        <w:rPr>
          <w:rFonts w:hint="eastAsia"/>
          <w:rtl/>
          <w:lang w:bidi="fa-IR"/>
        </w:rPr>
        <w:t xml:space="preserve"> </w:t>
      </w:r>
      <w:r w:rsidRPr="00E76C19">
        <w:rPr>
          <w:rFonts w:hint="eastAsia"/>
          <w:rtl/>
          <w:lang w:bidi="fa-IR"/>
        </w:rPr>
        <w:t>خوانسارى</w:t>
      </w:r>
      <w:r w:rsidRPr="00E76C19">
        <w:rPr>
          <w:rtl/>
          <w:lang w:bidi="fa-IR"/>
        </w:rPr>
        <w:t xml:space="preserve"> در كتاب روضات ، تنكابنى در كتاب قصص العلماء مامقانى در كتاب تنقيح المقال ، خراسانى در كتاب منتخب التواريخ ، قمى در كتاب فوائد الرضويه ، و رازى در كتاب اختران فروزان رى و تهران و همچنين در مقدمه كتب مرحوم صدوق ، از جمله كتاب كمال الدين صدوق و مقدمه كتاب خصال صدوق نقل نموده اند.</w:t>
      </w:r>
    </w:p>
    <w:p w:rsidR="00E76C19" w:rsidRPr="00E76C19" w:rsidRDefault="00E76C19" w:rsidP="00C67E2E">
      <w:pPr>
        <w:pStyle w:val="libNormal"/>
        <w:rPr>
          <w:rtl/>
          <w:lang w:bidi="fa-IR"/>
        </w:rPr>
      </w:pPr>
      <w:r w:rsidRPr="00E76C19">
        <w:rPr>
          <w:rFonts w:hint="eastAsia"/>
          <w:rtl/>
          <w:lang w:bidi="fa-IR"/>
        </w:rPr>
        <w:t>علامه</w:t>
      </w:r>
      <w:r w:rsidRPr="00E76C19">
        <w:rPr>
          <w:rtl/>
          <w:lang w:bidi="fa-IR"/>
        </w:rPr>
        <w:t xml:space="preserve"> مامقانى در كتاب تنقيح المقال اين واقعه را از عالم جليل القدر سيد ابراهيم لواسانى تهرانى </w:t>
      </w:r>
      <w:r w:rsidR="00C67E2E" w:rsidRPr="00C67E2E">
        <w:rPr>
          <w:rStyle w:val="libAlaemChar"/>
          <w:rtl/>
        </w:rPr>
        <w:t>قدس‌سره</w:t>
      </w:r>
      <w:r w:rsidR="00C67E2E" w:rsidRPr="005100D5">
        <w:rPr>
          <w:rFonts w:ascii="Traditional Arabic" w:hAnsi="Traditional Arabic" w:cs="Traditional Arabic"/>
          <w:shd w:val="clear" w:color="auto" w:fill="FFFFFF"/>
          <w:rtl/>
        </w:rPr>
        <w:t xml:space="preserve"> </w:t>
      </w:r>
      <w:r w:rsidRPr="00E76C19">
        <w:rPr>
          <w:rtl/>
          <w:lang w:bidi="fa-IR"/>
        </w:rPr>
        <w:t xml:space="preserve">نقل نموده است </w:t>
      </w:r>
    </w:p>
    <w:p w:rsidR="00E76C19" w:rsidRPr="00E76C19" w:rsidRDefault="00E76C19" w:rsidP="00E76C19">
      <w:pPr>
        <w:pStyle w:val="libNormal"/>
        <w:rPr>
          <w:rtl/>
          <w:lang w:bidi="fa-IR"/>
        </w:rPr>
      </w:pPr>
      <w:r w:rsidRPr="00E76C19">
        <w:rPr>
          <w:rFonts w:hint="eastAsia"/>
          <w:rtl/>
          <w:lang w:bidi="fa-IR"/>
        </w:rPr>
        <w:t>محمد</w:t>
      </w:r>
      <w:r w:rsidRPr="00E76C19">
        <w:rPr>
          <w:rtl/>
          <w:lang w:bidi="fa-IR"/>
        </w:rPr>
        <w:t xml:space="preserve"> شريف رازى صاحب كتاب اختران فروزان رى و تهران ، شرح اين واقعه را مستقيما از دو عالم بزرگوار زير، نقل نموده است .</w:t>
      </w:r>
    </w:p>
    <w:p w:rsidR="00E76C19" w:rsidRPr="00E76C19" w:rsidRDefault="00E76C19" w:rsidP="00E76C19">
      <w:pPr>
        <w:pStyle w:val="libNormal"/>
        <w:rPr>
          <w:rtl/>
          <w:lang w:bidi="fa-IR"/>
        </w:rPr>
      </w:pPr>
      <w:r w:rsidRPr="00E76C19">
        <w:rPr>
          <w:rFonts w:hint="eastAsia"/>
          <w:rtl/>
          <w:lang w:bidi="fa-IR"/>
        </w:rPr>
        <w:t>اول</w:t>
      </w:r>
      <w:r w:rsidRPr="00E76C19">
        <w:rPr>
          <w:rtl/>
          <w:lang w:bidi="fa-IR"/>
        </w:rPr>
        <w:t xml:space="preserve"> : مرحوم آية الله العظمى سيد شهاب الدين مرعشى نجفى به نقل از پدر بزرگوارشان علامه متتبع حاج سيد محمود مرعشى نجفى كه خود شاهد ماجرا بوده و بدن شريف شيخ صدوق را زيارت و دست ايشان را بوسيده بود.</w:t>
      </w:r>
    </w:p>
    <w:p w:rsidR="00E76C19" w:rsidRPr="00E76C19" w:rsidRDefault="00E76C19" w:rsidP="00E76C19">
      <w:pPr>
        <w:pStyle w:val="libNormal"/>
        <w:rPr>
          <w:rtl/>
          <w:lang w:bidi="fa-IR"/>
        </w:rPr>
      </w:pPr>
      <w:r w:rsidRPr="00E76C19">
        <w:rPr>
          <w:rFonts w:hint="eastAsia"/>
          <w:rtl/>
          <w:lang w:bidi="fa-IR"/>
        </w:rPr>
        <w:t>دوم</w:t>
      </w:r>
      <w:r w:rsidRPr="00E76C19">
        <w:rPr>
          <w:rtl/>
          <w:lang w:bidi="fa-IR"/>
        </w:rPr>
        <w:t xml:space="preserve"> : مرحوم حجة الاسلام حاج مويد العلماء آل آقا به نقل از جدش آية الله حاج آقا محمد فرزند آية الله العظمى آقا محمد على آل آقا كرمانشاهى كه ايشانى نيز خود شاهد ماجرا بوده و هنگام بازسازى قبر مطهر شيخ صدوق نظارت داشته است .</w:t>
      </w:r>
    </w:p>
    <w:p w:rsidR="00E76C19" w:rsidRPr="00E76C19" w:rsidRDefault="00E76C19" w:rsidP="00E76C19">
      <w:pPr>
        <w:pStyle w:val="libNormal"/>
        <w:rPr>
          <w:rtl/>
          <w:lang w:bidi="fa-IR"/>
        </w:rPr>
      </w:pPr>
      <w:r w:rsidRPr="00E76C19">
        <w:rPr>
          <w:rFonts w:hint="eastAsia"/>
          <w:rtl/>
          <w:lang w:bidi="fa-IR"/>
        </w:rPr>
        <w:t>اما</w:t>
      </w:r>
      <w:r w:rsidRPr="00E76C19">
        <w:rPr>
          <w:rtl/>
          <w:lang w:bidi="fa-IR"/>
        </w:rPr>
        <w:t xml:space="preserve"> شرح واقعه چنين است :</w:t>
      </w:r>
    </w:p>
    <w:p w:rsidR="00E76C19" w:rsidRPr="00E76C19" w:rsidRDefault="00E76C19" w:rsidP="00E76C19">
      <w:pPr>
        <w:pStyle w:val="libNormal"/>
        <w:rPr>
          <w:rtl/>
          <w:lang w:bidi="fa-IR"/>
        </w:rPr>
      </w:pPr>
      <w:r w:rsidRPr="00E76C19">
        <w:rPr>
          <w:rFonts w:hint="eastAsia"/>
          <w:rtl/>
          <w:lang w:bidi="fa-IR"/>
        </w:rPr>
        <w:lastRenderedPageBreak/>
        <w:t>باغ</w:t>
      </w:r>
      <w:r w:rsidRPr="00E76C19">
        <w:rPr>
          <w:rtl/>
          <w:lang w:bidi="fa-IR"/>
        </w:rPr>
        <w:t xml:space="preserve"> مستوفى ، در اطراف شهر رى ، يكى از باغاتى بود كه در آنجا زراعت ، مى كردند. اتفاقا سيل عظيمى آمد و تمامى اراضى مزروعى را آب فراگرفت ، و بسيارى از مكانها را تخريب نمود.</w:t>
      </w:r>
    </w:p>
    <w:p w:rsidR="00E76C19" w:rsidRPr="00E76C19" w:rsidRDefault="00E76C19" w:rsidP="00E76C19">
      <w:pPr>
        <w:pStyle w:val="libNormal"/>
        <w:rPr>
          <w:rtl/>
          <w:lang w:bidi="fa-IR"/>
        </w:rPr>
      </w:pPr>
      <w:r w:rsidRPr="00E76C19">
        <w:rPr>
          <w:rFonts w:hint="eastAsia"/>
          <w:rtl/>
          <w:lang w:bidi="fa-IR"/>
        </w:rPr>
        <w:t>بر</w:t>
      </w:r>
      <w:r w:rsidRPr="00E76C19">
        <w:rPr>
          <w:rtl/>
          <w:lang w:bidi="fa-IR"/>
        </w:rPr>
        <w:t xml:space="preserve"> اثر آب باران ، حفره و شكافى عميق ، در باغ مستوفى نيز پديد آمد. هنگامى كه به اصلاح و مرمت اين قسمت مشغول بودند، سردابى </w:t>
      </w:r>
      <w:r w:rsidRPr="00C67E2E">
        <w:rPr>
          <w:rStyle w:val="libFootnotenumChar"/>
          <w:rtl/>
        </w:rPr>
        <w:t>(٢٦)</w:t>
      </w:r>
      <w:r w:rsidRPr="00E76C19">
        <w:rPr>
          <w:rtl/>
          <w:lang w:bidi="fa-IR"/>
        </w:rPr>
        <w:t xml:space="preserve"> ظاهر شد كه آب قسمتى از آن را تخريب كرده بود.</w:t>
      </w:r>
    </w:p>
    <w:p w:rsidR="00E76C19" w:rsidRPr="00E76C19" w:rsidRDefault="00E76C19" w:rsidP="00C67E2E">
      <w:pPr>
        <w:pStyle w:val="libNormal"/>
        <w:rPr>
          <w:rtl/>
          <w:lang w:bidi="fa-IR"/>
        </w:rPr>
      </w:pPr>
      <w:r w:rsidRPr="00E76C19">
        <w:rPr>
          <w:rFonts w:hint="eastAsia"/>
          <w:rtl/>
          <w:lang w:bidi="fa-IR"/>
        </w:rPr>
        <w:t>وقتى</w:t>
      </w:r>
      <w:r w:rsidRPr="00E76C19">
        <w:rPr>
          <w:rtl/>
          <w:lang w:bidi="fa-IR"/>
        </w:rPr>
        <w:t xml:space="preserve"> كه برا بازرسى و جستجو به آنجا وارد شدند، جسدى را مشاهده كردند كه تمام اعضاء بدن آن سالم و كاملاتر و تازه به نظر مى رسيد، و هيچگونه عيب و نقصى در آن ديده نمى شد، و با صورتى نيكو آرميده بود! و هنوز اثر خضاب كردن </w:t>
      </w:r>
      <w:r w:rsidRPr="00C67E2E">
        <w:rPr>
          <w:rStyle w:val="libFootnotenumChar"/>
          <w:rtl/>
        </w:rPr>
        <w:t xml:space="preserve">(٢٧) </w:t>
      </w:r>
      <w:r w:rsidRPr="00E76C19">
        <w:rPr>
          <w:rtl/>
          <w:lang w:bidi="fa-IR"/>
        </w:rPr>
        <w:t xml:space="preserve">بر ناخنهايش مشهود بود! و ناخنهاى يك </w:t>
      </w:r>
      <w:r w:rsidRPr="00E76C19">
        <w:rPr>
          <w:rFonts w:hint="eastAsia"/>
          <w:rtl/>
          <w:lang w:bidi="fa-IR"/>
        </w:rPr>
        <w:t>دست</w:t>
      </w:r>
      <w:r w:rsidRPr="00E76C19">
        <w:rPr>
          <w:rtl/>
          <w:lang w:bidi="fa-IR"/>
        </w:rPr>
        <w:t xml:space="preserve"> را گرفته و ناخن دست ديگر را نگرفته بود. و محاسن شريفش روى سينه اش ‍ ريخته بود. و بدن چنان سالم و تازه بود كه چنين به نظر مى آمد تازه از حمام بيرون آمده است .</w:t>
      </w:r>
      <w:r w:rsidRPr="00E76C19">
        <w:rPr>
          <w:rFonts w:hint="eastAsia"/>
          <w:rtl/>
          <w:lang w:bidi="fa-IR"/>
        </w:rPr>
        <w:t>و</w:t>
      </w:r>
      <w:r w:rsidRPr="00E76C19">
        <w:rPr>
          <w:rtl/>
          <w:lang w:bidi="fa-IR"/>
        </w:rPr>
        <w:t xml:space="preserve"> فقط رشته هاى نخ پوسيده كفن كه از هم گسسته شده بود در اطراف جسد بر روى خاك ريخته بود!</w:t>
      </w:r>
      <w:r w:rsidRPr="00E76C19">
        <w:rPr>
          <w:rFonts w:hint="eastAsia"/>
          <w:rtl/>
          <w:lang w:bidi="fa-IR"/>
        </w:rPr>
        <w:t>اين</w:t>
      </w:r>
      <w:r w:rsidRPr="00E76C19">
        <w:rPr>
          <w:rtl/>
          <w:lang w:bidi="fa-IR"/>
        </w:rPr>
        <w:t xml:space="preserve"> خبر در شهر روى و تهران ، به سرعت دهان به دهان گشت ؛ و مردم فورا به سلطان وقت اطلاع دادند. به دستور سلطان ، سريعا گروهى از علماء و افراد سرشناس و صاحب نفوذ، كه در بين ايشان مرحوم حاج آقا محمد آل آقا كرمانشاهى ، و مرحوم ميرزا ابوالحسن جلوه ، حكيم گرانماي</w:t>
      </w:r>
      <w:r w:rsidRPr="00E76C19">
        <w:rPr>
          <w:rFonts w:hint="eastAsia"/>
          <w:rtl/>
          <w:lang w:bidi="fa-IR"/>
        </w:rPr>
        <w:t>ه</w:t>
      </w:r>
      <w:r w:rsidRPr="00E76C19">
        <w:rPr>
          <w:rtl/>
          <w:lang w:bidi="fa-IR"/>
        </w:rPr>
        <w:t xml:space="preserve"> آن روزگار، و مرحوم آية الله ملا محمد رستم آبادى ، و مرحوم علامه سيد محمود مرعشى نجفى حضور داشتند؛ انتخاب و براى بررسى وضعيت در منطقه حضور پيدا كردند، و وارد سرداب شدند و پس از تاييد اصل قضيه ، براى شناسايى جسد، شروع به تفحص و جستجو نمودند.</w:t>
      </w:r>
    </w:p>
    <w:p w:rsidR="00E76C19" w:rsidRPr="00E76C19" w:rsidRDefault="00E76C19" w:rsidP="00E76C19">
      <w:pPr>
        <w:pStyle w:val="libNormal"/>
        <w:rPr>
          <w:rtl/>
          <w:lang w:bidi="fa-IR"/>
        </w:rPr>
      </w:pPr>
      <w:r w:rsidRPr="00E76C19">
        <w:rPr>
          <w:rFonts w:hint="eastAsia"/>
          <w:rtl/>
          <w:lang w:bidi="fa-IR"/>
        </w:rPr>
        <w:lastRenderedPageBreak/>
        <w:t>با</w:t>
      </w:r>
      <w:r w:rsidRPr="00E76C19">
        <w:rPr>
          <w:rtl/>
          <w:lang w:bidi="fa-IR"/>
        </w:rPr>
        <w:t xml:space="preserve"> تفحص و بررسى هاى انجام شده در سرداب ، متوجه لوح و سنگ قبرى مى شوند كه بر روى آن چنين نوشته شده است :</w:t>
      </w:r>
    </w:p>
    <w:p w:rsidR="00E76C19" w:rsidRPr="00E76C19" w:rsidRDefault="00E76C19" w:rsidP="00666DCC">
      <w:pPr>
        <w:pStyle w:val="libNormal"/>
        <w:rPr>
          <w:rtl/>
          <w:lang w:bidi="fa-IR"/>
        </w:rPr>
      </w:pPr>
      <w:r w:rsidRPr="00E76C19">
        <w:rPr>
          <w:rFonts w:hint="eastAsia"/>
          <w:rtl/>
          <w:lang w:bidi="fa-IR"/>
        </w:rPr>
        <w:t>هذا</w:t>
      </w:r>
      <w:r w:rsidRPr="00E76C19">
        <w:rPr>
          <w:rtl/>
          <w:lang w:bidi="fa-IR"/>
        </w:rPr>
        <w:t xml:space="preserve"> المرقد العالم الكامل المحدث ، ثقة الامحدثين ، صدوق الطاليفه ، ابوجعفر محمد بن على بن حسين بن موسى بن بابويه قمى .</w:t>
      </w:r>
      <w:r w:rsidRPr="00E76C19">
        <w:rPr>
          <w:rFonts w:hint="eastAsia"/>
          <w:rtl/>
          <w:lang w:bidi="fa-IR"/>
        </w:rPr>
        <w:t>پس</w:t>
      </w:r>
      <w:r w:rsidRPr="00E76C19">
        <w:rPr>
          <w:rtl/>
          <w:lang w:bidi="fa-IR"/>
        </w:rPr>
        <w:t xml:space="preserve"> از بررسى هاى كامل و پيدا شدن اين سنگ نبشته ، و تاييد علماء و امينان مردم ، در صحت و شناسايى جسد مطهر شيخ صدوق ، جاى هيچگونه ترديدى باقى نماند؛ و لذا دستور دادند، سرداب را بازسازى كنند و در آن را بستند، و حفره پديد آمده را نيز مرمت كردند. و بنايى مناسب ب</w:t>
      </w:r>
      <w:r w:rsidRPr="00E76C19">
        <w:rPr>
          <w:rFonts w:hint="eastAsia"/>
          <w:rtl/>
          <w:lang w:bidi="fa-IR"/>
        </w:rPr>
        <w:t>ر</w:t>
      </w:r>
      <w:r w:rsidRPr="00E76C19">
        <w:rPr>
          <w:rtl/>
          <w:lang w:bidi="fa-IR"/>
        </w:rPr>
        <w:t xml:space="preserve"> آن ساختند و به بهترين وجه تزيين و آيينه كارى نمودند.</w:t>
      </w:r>
    </w:p>
    <w:p w:rsidR="00E76C19" w:rsidRPr="00E76C19" w:rsidRDefault="00E76C19" w:rsidP="00E76C19">
      <w:pPr>
        <w:pStyle w:val="libNormal"/>
        <w:rPr>
          <w:rtl/>
          <w:lang w:bidi="fa-IR"/>
        </w:rPr>
      </w:pPr>
      <w:r w:rsidRPr="00E76C19">
        <w:rPr>
          <w:rFonts w:hint="eastAsia"/>
          <w:rtl/>
          <w:lang w:bidi="fa-IR"/>
        </w:rPr>
        <w:t>مرحوم</w:t>
      </w:r>
      <w:r w:rsidRPr="00E76C19">
        <w:rPr>
          <w:rtl/>
          <w:lang w:bidi="fa-IR"/>
        </w:rPr>
        <w:t xml:space="preserve"> آية الله مرعشى نجفى كلامى را نيز در ادامه بيان مى دارند كه :</w:t>
      </w:r>
    </w:p>
    <w:p w:rsidR="00E76C19" w:rsidRPr="00E76C19" w:rsidRDefault="00E76C19" w:rsidP="00E76C19">
      <w:pPr>
        <w:pStyle w:val="libNormal"/>
        <w:rPr>
          <w:rtl/>
          <w:lang w:bidi="fa-IR"/>
        </w:rPr>
      </w:pPr>
      <w:r w:rsidRPr="00E76C19">
        <w:rPr>
          <w:rFonts w:hint="eastAsia"/>
          <w:rtl/>
          <w:lang w:bidi="fa-IR"/>
        </w:rPr>
        <w:t>مرحوم</w:t>
      </w:r>
      <w:r w:rsidRPr="00E76C19">
        <w:rPr>
          <w:rtl/>
          <w:lang w:bidi="fa-IR"/>
        </w:rPr>
        <w:t xml:space="preserve"> پدرم ، علامه سيد محمد مرعشى نجفى مى فرمودند:</w:t>
      </w:r>
    </w:p>
    <w:p w:rsidR="00E76C19" w:rsidRPr="00E76C19" w:rsidRDefault="00E76C19" w:rsidP="00E76C19">
      <w:pPr>
        <w:pStyle w:val="libNormal"/>
        <w:rPr>
          <w:rtl/>
          <w:lang w:bidi="fa-IR"/>
        </w:rPr>
      </w:pPr>
      <w:r w:rsidRPr="00E76C19">
        <w:rPr>
          <w:rFonts w:hint="eastAsia"/>
          <w:rtl/>
          <w:lang w:bidi="fa-IR"/>
        </w:rPr>
        <w:t>من</w:t>
      </w:r>
      <w:r w:rsidRPr="00E76C19">
        <w:rPr>
          <w:rtl/>
          <w:lang w:bidi="fa-IR"/>
        </w:rPr>
        <w:t xml:space="preserve"> دست آن بزرگوار را بوسيدم و ديدم كه تقريبا پس از نهصد سال كه از مرگ و دفن شيخ صدوق مى گذرد، دست ايشان ، بسيار نرم و لطيف بوده و حتى در خاطرم هست كه ناخن يكى (يك دست) را گرفته و ناخن ديگرى (دست ديگر) را نگرفته بود.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چنين احتمال مى دادند:</w:t>
      </w:r>
    </w:p>
    <w:p w:rsidR="00E76C19" w:rsidRPr="00E76C19" w:rsidRDefault="00E76C19" w:rsidP="00666DCC">
      <w:pPr>
        <w:pStyle w:val="libNormal"/>
        <w:rPr>
          <w:rtl/>
          <w:lang w:bidi="fa-IR"/>
        </w:rPr>
      </w:pPr>
      <w:r w:rsidRPr="00E76C19">
        <w:rPr>
          <w:rFonts w:hint="eastAsia"/>
          <w:rtl/>
          <w:lang w:bidi="fa-IR"/>
        </w:rPr>
        <w:t>چون</w:t>
      </w:r>
      <w:r w:rsidRPr="00E76C19">
        <w:rPr>
          <w:rtl/>
          <w:lang w:bidi="fa-IR"/>
        </w:rPr>
        <w:t xml:space="preserve"> ايشان بسيار به عمل كردن به احاديث و فرامين اهل بيت </w:t>
      </w:r>
      <w:r w:rsidR="004A085F" w:rsidRPr="004A085F">
        <w:rPr>
          <w:rStyle w:val="libAlaemChar"/>
          <w:rtl/>
          <w:lang w:bidi="fa-IR"/>
        </w:rPr>
        <w:t xml:space="preserve">عليه‌السلام </w:t>
      </w:r>
      <w:r w:rsidRPr="00E76C19">
        <w:rPr>
          <w:rtl/>
          <w:lang w:bidi="fa-IR"/>
        </w:rPr>
        <w:t>مقيد بودند كه ايشان فرموده اند:</w:t>
      </w:r>
      <w:r w:rsidRPr="00E76C19">
        <w:rPr>
          <w:rFonts w:hint="eastAsia"/>
          <w:rtl/>
          <w:lang w:bidi="fa-IR"/>
        </w:rPr>
        <w:t>ناخن</w:t>
      </w:r>
      <w:r w:rsidRPr="00E76C19">
        <w:rPr>
          <w:rtl/>
          <w:lang w:bidi="fa-IR"/>
        </w:rPr>
        <w:t xml:space="preserve"> گرفتن در روز پنجشنبه و جمعه ، مستحب است .</w:t>
      </w:r>
      <w:r w:rsidRPr="00E76C19">
        <w:rPr>
          <w:rFonts w:hint="eastAsia"/>
          <w:rtl/>
          <w:lang w:bidi="fa-IR"/>
        </w:rPr>
        <w:t>آن</w:t>
      </w:r>
      <w:r w:rsidRPr="00E76C19">
        <w:rPr>
          <w:rtl/>
          <w:lang w:bidi="fa-IR"/>
        </w:rPr>
        <w:t xml:space="preserve"> بزرگوار، ناخن يك</w:t>
      </w:r>
      <w:r w:rsidR="00666DCC">
        <w:rPr>
          <w:rFonts w:hint="cs"/>
          <w:rtl/>
          <w:lang w:bidi="fa-IR"/>
        </w:rPr>
        <w:t xml:space="preserve"> </w:t>
      </w:r>
      <w:r w:rsidRPr="00E76C19">
        <w:rPr>
          <w:rtl/>
          <w:lang w:bidi="fa-IR"/>
        </w:rPr>
        <w:t>دستش را روز پنجشنبه گرفته است . و ناخن گرفتن دست ديگر را براى روز جمعه قرار داده است ، كه روز پنجشنبه ناخن يكدست را گرفته و عمر او به روز جمعه نرسيده كه ناخن دست ديگر را بگيرد.</w:t>
      </w:r>
      <w:r w:rsidRPr="00E76C19">
        <w:rPr>
          <w:rFonts w:hint="eastAsia"/>
          <w:rtl/>
          <w:lang w:bidi="fa-IR"/>
        </w:rPr>
        <w:t>و</w:t>
      </w:r>
      <w:r w:rsidRPr="00E76C19">
        <w:rPr>
          <w:rtl/>
          <w:lang w:bidi="fa-IR"/>
        </w:rPr>
        <w:t xml:space="preserve"> يا ممكن است :</w:t>
      </w:r>
    </w:p>
    <w:p w:rsidR="00E76C19" w:rsidRPr="00E76C19" w:rsidRDefault="00E76C19" w:rsidP="00E76C19">
      <w:pPr>
        <w:pStyle w:val="libNormal"/>
        <w:rPr>
          <w:rtl/>
          <w:lang w:bidi="fa-IR"/>
        </w:rPr>
      </w:pPr>
      <w:r w:rsidRPr="00E76C19">
        <w:rPr>
          <w:rFonts w:hint="eastAsia"/>
          <w:rtl/>
          <w:lang w:bidi="fa-IR"/>
        </w:rPr>
        <w:lastRenderedPageBreak/>
        <w:t>در</w:t>
      </w:r>
      <w:r w:rsidRPr="00E76C19">
        <w:rPr>
          <w:rtl/>
          <w:lang w:bidi="fa-IR"/>
        </w:rPr>
        <w:t xml:space="preserve"> بين ناخن گرفتن ، اجلش رسيده و عمر شريفش تمام شده است و نتوانسته ناخن گرفتن دستهايش را به آخر برساند. </w:t>
      </w:r>
      <w:r w:rsidRPr="00666DCC">
        <w:rPr>
          <w:rStyle w:val="libFootnotenumChar"/>
          <w:rtl/>
        </w:rPr>
        <w:t>(٢٨)</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العلم عند الله</w:t>
      </w:r>
    </w:p>
    <w:p w:rsidR="00E76C19" w:rsidRPr="00E76C19" w:rsidRDefault="00E76C19" w:rsidP="00E76C19">
      <w:pPr>
        <w:pStyle w:val="libNormal"/>
        <w:rPr>
          <w:rtl/>
          <w:lang w:bidi="fa-IR"/>
        </w:rPr>
      </w:pPr>
      <w:r w:rsidRPr="00E76C19">
        <w:rPr>
          <w:rFonts w:hint="eastAsia"/>
          <w:rtl/>
          <w:lang w:bidi="fa-IR"/>
        </w:rPr>
        <w:t>مصادر</w:t>
      </w:r>
      <w:r w:rsidRPr="00E76C19">
        <w:rPr>
          <w:rtl/>
          <w:lang w:bidi="fa-IR"/>
        </w:rPr>
        <w:t xml:space="preserve"> كتاب شريف من لايحضره الفقيه و معرفى برخى از مولفين آنها</w:t>
      </w:r>
    </w:p>
    <w:p w:rsidR="00E76C19" w:rsidRPr="00E76C19" w:rsidRDefault="00E76C19" w:rsidP="00E76C19">
      <w:pPr>
        <w:pStyle w:val="libNormal"/>
        <w:rPr>
          <w:rtl/>
          <w:lang w:bidi="fa-IR"/>
        </w:rPr>
      </w:pPr>
      <w:r w:rsidRPr="00E76C19">
        <w:rPr>
          <w:rFonts w:hint="eastAsia"/>
          <w:rtl/>
          <w:lang w:bidi="fa-IR"/>
        </w:rPr>
        <w:t>مصادر</w:t>
      </w:r>
      <w:r w:rsidRPr="00E76C19">
        <w:rPr>
          <w:rtl/>
          <w:lang w:bidi="fa-IR"/>
        </w:rPr>
        <w:t xml:space="preserve"> كتاب من لا يحضره الفقيه تمامى آنها از كتبى است كه مورد اعتماد بزرگان شيعه مى باشد. و از اصول مشهورى است كه همه انديشمندان اسلامى آن را تاييد نموده اند. چرا كه صاحبان آنها يا اصحاب ائمه </w:t>
      </w:r>
      <w:r w:rsidR="004A085F" w:rsidRPr="004A085F">
        <w:rPr>
          <w:rStyle w:val="libAlaemChar"/>
          <w:rtl/>
          <w:lang w:bidi="fa-IR"/>
        </w:rPr>
        <w:t xml:space="preserve">عليه‌السلام </w:t>
      </w:r>
      <w:r w:rsidRPr="00E76C19">
        <w:rPr>
          <w:rtl/>
          <w:lang w:bidi="fa-IR"/>
        </w:rPr>
        <w:t xml:space="preserve">بوده اند. چرا كه صاحبان آنها يا اصحاب ائمه </w:t>
      </w:r>
      <w:r w:rsidR="004A085F" w:rsidRPr="004A085F">
        <w:rPr>
          <w:rStyle w:val="libAlaemChar"/>
          <w:rtl/>
          <w:lang w:bidi="fa-IR"/>
        </w:rPr>
        <w:t xml:space="preserve">عليه‌السلام </w:t>
      </w:r>
      <w:r w:rsidRPr="00E76C19">
        <w:rPr>
          <w:rtl/>
          <w:lang w:bidi="fa-IR"/>
        </w:rPr>
        <w:t xml:space="preserve">بوده اند ، كه از مكتب حاملان وحى ، علم آموخته اند. و احاديث را مستقيما از آنها نقل كرده اند. و يا از شاگردان اصحاب كبار ائمه </w:t>
      </w:r>
      <w:r w:rsidR="004A085F" w:rsidRPr="004A085F">
        <w:rPr>
          <w:rStyle w:val="libAlaemChar"/>
          <w:rtl/>
          <w:lang w:bidi="fa-IR"/>
        </w:rPr>
        <w:t xml:space="preserve">عليه‌السلام </w:t>
      </w:r>
      <w:r w:rsidRPr="00E76C19">
        <w:rPr>
          <w:rtl/>
          <w:lang w:bidi="fa-IR"/>
        </w:rPr>
        <w:t>بوده اند، كه در هر دو صورت صاحبان كتاب رجال ، آنها را جزء معتمدين تاريخ و موثقين روايان حديث بر شمرده اند. و احكام (م</w:t>
      </w:r>
      <w:r w:rsidRPr="00E76C19">
        <w:rPr>
          <w:rFonts w:hint="eastAsia"/>
          <w:rtl/>
          <w:lang w:bidi="fa-IR"/>
        </w:rPr>
        <w:t>ذهب</w:t>
      </w:r>
      <w:r w:rsidRPr="00E76C19">
        <w:rPr>
          <w:rtl/>
          <w:lang w:bidi="fa-IR"/>
        </w:rPr>
        <w:t xml:space="preserve"> جعفرى) را از آنها گرفته اند. مانند:</w:t>
      </w:r>
    </w:p>
    <w:p w:rsidR="00E76C19" w:rsidRPr="00E76C19" w:rsidRDefault="00E76C19" w:rsidP="00E76C19">
      <w:pPr>
        <w:pStyle w:val="libNormal"/>
        <w:rPr>
          <w:rtl/>
          <w:lang w:bidi="fa-IR"/>
        </w:rPr>
      </w:pPr>
      <w:r w:rsidRPr="00E76C19">
        <w:rPr>
          <w:rtl/>
          <w:lang w:bidi="fa-IR"/>
        </w:rPr>
        <w:t>١</w:t>
      </w:r>
      <w:r w:rsidR="00666DCC">
        <w:rPr>
          <w:rFonts w:hint="cs"/>
          <w:rtl/>
          <w:lang w:bidi="fa-IR"/>
        </w:rPr>
        <w:t xml:space="preserve"> -</w:t>
      </w:r>
      <w:r w:rsidRPr="00E76C19">
        <w:rPr>
          <w:rtl/>
          <w:lang w:bidi="fa-IR"/>
        </w:rPr>
        <w:t xml:space="preserve"> كتاب حريز بن عبد الله سجستانى :</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اهل كوفه بوده و مورد وثوق بوده است ، و چون براى تجارت به سيستان بسيار سفر مى كرده و در نهايت نيز آنجا اقامت گزيده است ؛ به سجستانى سيستانى معروف مى باشد.</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داراى كتابهائى است كه همه از اصول بشمار مى رود.</w:t>
      </w:r>
    </w:p>
    <w:p w:rsidR="00E76C19" w:rsidRPr="00E76C19" w:rsidRDefault="00E76C19" w:rsidP="00E76C19">
      <w:pPr>
        <w:pStyle w:val="libNormal"/>
        <w:rPr>
          <w:rtl/>
          <w:lang w:bidi="fa-IR"/>
        </w:rPr>
      </w:pPr>
      <w:r w:rsidRPr="00E76C19">
        <w:rPr>
          <w:rFonts w:hint="eastAsia"/>
          <w:rtl/>
          <w:lang w:bidi="fa-IR"/>
        </w:rPr>
        <w:t>حريز</w:t>
      </w:r>
      <w:r w:rsidRPr="00E76C19">
        <w:rPr>
          <w:rtl/>
          <w:lang w:bidi="fa-IR"/>
        </w:rPr>
        <w:t xml:space="preserve"> بن عبد الله در سيستان به دست خواج كشته شده است .</w:t>
      </w:r>
    </w:p>
    <w:p w:rsidR="00E76C19" w:rsidRPr="00E76C19" w:rsidRDefault="00E76C19" w:rsidP="00E76C19">
      <w:pPr>
        <w:pStyle w:val="libNormal"/>
        <w:rPr>
          <w:rtl/>
          <w:lang w:bidi="fa-IR"/>
        </w:rPr>
      </w:pPr>
      <w:r w:rsidRPr="00E76C19">
        <w:rPr>
          <w:rtl/>
          <w:lang w:bidi="fa-IR"/>
        </w:rPr>
        <w:t>٢</w:t>
      </w:r>
      <w:r w:rsidR="00666DCC">
        <w:rPr>
          <w:rFonts w:hint="cs"/>
          <w:rtl/>
          <w:lang w:bidi="fa-IR"/>
        </w:rPr>
        <w:t xml:space="preserve"> -</w:t>
      </w:r>
      <w:r w:rsidRPr="00E76C19">
        <w:rPr>
          <w:rtl/>
          <w:lang w:bidi="fa-IR"/>
        </w:rPr>
        <w:t xml:space="preserve"> كتاب عبيد الله بن على حلبى :</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ثقه و صحيح الحديث است . اهل كوفه بوده ولى چون بسيار با پدر و برادرش به تجارت به حلب مسافرت مى كرده ، به حلبى معروف شده است . او </w:t>
      </w:r>
      <w:r w:rsidRPr="00E76C19">
        <w:rPr>
          <w:rtl/>
          <w:lang w:bidi="fa-IR"/>
        </w:rPr>
        <w:lastRenderedPageBreak/>
        <w:t xml:space="preserve">داراى كتابى است كه آن را به امام صادق </w:t>
      </w:r>
      <w:r w:rsidR="004A085F" w:rsidRPr="004A085F">
        <w:rPr>
          <w:rStyle w:val="libAlaemChar"/>
          <w:rtl/>
          <w:lang w:bidi="fa-IR"/>
        </w:rPr>
        <w:t xml:space="preserve">عليه‌السلام </w:t>
      </w:r>
      <w:r w:rsidRPr="00E76C19">
        <w:rPr>
          <w:rtl/>
          <w:lang w:bidi="fa-IR"/>
        </w:rPr>
        <w:t>عرضه داشته و حضرت او را تحسين فرمود و كتابش را تصديق كرده اند و فرموده اند: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ميان اصحاب كسى مانند اين كتاب ، تاليف نكرده است .</w:t>
      </w:r>
    </w:p>
    <w:p w:rsidR="00E76C19" w:rsidRPr="00E76C19" w:rsidRDefault="00E76C19" w:rsidP="00E76C19">
      <w:pPr>
        <w:pStyle w:val="libNormal"/>
        <w:rPr>
          <w:rtl/>
          <w:lang w:bidi="fa-IR"/>
        </w:rPr>
      </w:pPr>
      <w:r w:rsidRPr="00E76C19">
        <w:rPr>
          <w:rtl/>
          <w:lang w:bidi="fa-IR"/>
        </w:rPr>
        <w:t>٣</w:t>
      </w:r>
      <w:r w:rsidR="00666DCC">
        <w:rPr>
          <w:rFonts w:hint="cs"/>
          <w:rtl/>
          <w:lang w:bidi="fa-IR"/>
        </w:rPr>
        <w:t xml:space="preserve"> -</w:t>
      </w:r>
      <w:r w:rsidRPr="00E76C19">
        <w:rPr>
          <w:rtl/>
          <w:lang w:bidi="fa-IR"/>
        </w:rPr>
        <w:t xml:space="preserve"> كتابهاى على بن مهزيار اهوازى :</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 ظاهرا غير از على بن مهزيار مدفون در اهواز است ، چرا كه آن بزرگوار كه در اهواز مدفون است ، اوايل زمان غيبت حضرت مهدى عج الله را درك كرده و به خدمت حضرتش رسيد است .</w:t>
      </w:r>
    </w:p>
    <w:p w:rsidR="00E76C19" w:rsidRPr="00E76C19" w:rsidRDefault="00E76C19" w:rsidP="00E76C19">
      <w:pPr>
        <w:pStyle w:val="libNormal"/>
        <w:rPr>
          <w:rtl/>
          <w:lang w:bidi="fa-IR"/>
        </w:rPr>
      </w:pPr>
      <w:r w:rsidRPr="00E76C19">
        <w:rPr>
          <w:rFonts w:hint="eastAsia"/>
          <w:rtl/>
          <w:lang w:bidi="fa-IR"/>
        </w:rPr>
        <w:t>على</w:t>
      </w:r>
      <w:r w:rsidRPr="00E76C19">
        <w:rPr>
          <w:rtl/>
          <w:lang w:bidi="fa-IR"/>
        </w:rPr>
        <w:t xml:space="preserve"> بن مهزيار، از اصحاب امام رضا و حضرت جواد و حضرت هادى </w:t>
      </w:r>
      <w:r w:rsidR="004A085F" w:rsidRPr="004A085F">
        <w:rPr>
          <w:rStyle w:val="libAlaemChar"/>
          <w:rtl/>
          <w:lang w:bidi="fa-IR"/>
        </w:rPr>
        <w:t xml:space="preserve">عليه‌السلام </w:t>
      </w:r>
      <w:r w:rsidRPr="00E76C19">
        <w:rPr>
          <w:rtl/>
          <w:lang w:bidi="fa-IR"/>
        </w:rPr>
        <w:t xml:space="preserve">بوده است . و بسيار جليل القدر و مورد وثوق همگان مى باشد. وى داراى ٣٣ كتاب است . كه همه آنها از اصول چهار صد گانه به شمار مى روند. على بن مهزيار در زمان حضرت هادى يا امام حسن عسكرى </w:t>
      </w:r>
      <w:r w:rsidR="004A085F" w:rsidRPr="004A085F">
        <w:rPr>
          <w:rStyle w:val="libAlaemChar"/>
          <w:rtl/>
          <w:lang w:bidi="fa-IR"/>
        </w:rPr>
        <w:t xml:space="preserve">عليه‌السلام </w:t>
      </w:r>
      <w:r w:rsidRPr="00E76C19">
        <w:rPr>
          <w:rtl/>
          <w:lang w:bidi="fa-IR"/>
        </w:rPr>
        <w:t>از دنيا رفته است .</w:t>
      </w:r>
    </w:p>
    <w:p w:rsidR="00E76C19" w:rsidRPr="00E76C19" w:rsidRDefault="00E76C19" w:rsidP="00E76C19">
      <w:pPr>
        <w:pStyle w:val="libNormal"/>
        <w:rPr>
          <w:rtl/>
          <w:lang w:bidi="fa-IR"/>
        </w:rPr>
      </w:pPr>
      <w:r w:rsidRPr="00E76C19">
        <w:rPr>
          <w:rtl/>
          <w:lang w:bidi="fa-IR"/>
        </w:rPr>
        <w:t>٤</w:t>
      </w:r>
      <w:r w:rsidR="00666DCC">
        <w:rPr>
          <w:rFonts w:hint="cs"/>
          <w:rtl/>
          <w:lang w:bidi="fa-IR"/>
        </w:rPr>
        <w:t xml:space="preserve"> -</w:t>
      </w:r>
      <w:r w:rsidRPr="00E76C19">
        <w:rPr>
          <w:rtl/>
          <w:lang w:bidi="fa-IR"/>
        </w:rPr>
        <w:t xml:space="preserve"> كتابهاى حسين بن سعيد:</w:t>
      </w:r>
    </w:p>
    <w:p w:rsidR="00E76C19" w:rsidRPr="00E76C19" w:rsidRDefault="00E76C19" w:rsidP="00E76C19">
      <w:pPr>
        <w:pStyle w:val="libNormal"/>
        <w:rPr>
          <w:rtl/>
          <w:lang w:bidi="fa-IR"/>
        </w:rPr>
      </w:pPr>
      <w:r w:rsidRPr="00E76C19">
        <w:rPr>
          <w:rFonts w:hint="eastAsia"/>
          <w:rtl/>
          <w:lang w:bidi="fa-IR"/>
        </w:rPr>
        <w:t>حسين</w:t>
      </w:r>
      <w:r w:rsidRPr="00E76C19">
        <w:rPr>
          <w:rtl/>
          <w:lang w:bidi="fa-IR"/>
        </w:rPr>
        <w:t xml:space="preserve"> بن سعيد از اهالى كوفه بوده و از اصحاب حضرت رضا و امام جواد و امام هادى </w:t>
      </w:r>
      <w:r w:rsidR="004A085F" w:rsidRPr="004A085F">
        <w:rPr>
          <w:rStyle w:val="libAlaemChar"/>
          <w:rtl/>
          <w:lang w:bidi="fa-IR"/>
        </w:rPr>
        <w:t xml:space="preserve">عليه‌السلام </w:t>
      </w:r>
      <w:r w:rsidRPr="00E76C19">
        <w:rPr>
          <w:rtl/>
          <w:lang w:bidi="fa-IR"/>
        </w:rPr>
        <w:t>به شمار مى رود. در اواسط عمر بار برادرش حسن به اهواز رفته است و سپس به تنهائى به قم مسافرت كرده و در منزل حسن بن ابان وارد شده و در همان ديار نيز از دنيا رفته است .</w:t>
      </w:r>
    </w:p>
    <w:p w:rsidR="00E76C19" w:rsidRPr="00E76C19" w:rsidRDefault="00E76C19" w:rsidP="00E76C19">
      <w:pPr>
        <w:pStyle w:val="libNormal"/>
        <w:rPr>
          <w:rtl/>
          <w:lang w:bidi="fa-IR"/>
        </w:rPr>
      </w:pPr>
      <w:r w:rsidRPr="00E76C19">
        <w:rPr>
          <w:rFonts w:hint="eastAsia"/>
          <w:rtl/>
          <w:lang w:bidi="fa-IR"/>
        </w:rPr>
        <w:t>وى</w:t>
      </w:r>
      <w:r w:rsidRPr="00E76C19">
        <w:rPr>
          <w:rtl/>
          <w:lang w:bidi="fa-IR"/>
        </w:rPr>
        <w:t xml:space="preserve"> داراى ٣٠ مجلد كتاب است كه كتب او در ميان اصحاب چنان معروف است كه كتب ديگران را به آن قياس مى كنند.</w:t>
      </w:r>
    </w:p>
    <w:p w:rsidR="00E76C19" w:rsidRPr="00E76C19" w:rsidRDefault="00E76C19" w:rsidP="00666DCC">
      <w:pPr>
        <w:pStyle w:val="libNormal"/>
        <w:rPr>
          <w:rtl/>
          <w:lang w:bidi="fa-IR"/>
        </w:rPr>
      </w:pPr>
      <w:r w:rsidRPr="00E76C19">
        <w:rPr>
          <w:rtl/>
          <w:lang w:bidi="fa-IR"/>
        </w:rPr>
        <w:t>٥</w:t>
      </w:r>
      <w:r w:rsidR="00666DCC">
        <w:rPr>
          <w:rFonts w:hint="cs"/>
          <w:rtl/>
          <w:lang w:bidi="fa-IR"/>
        </w:rPr>
        <w:t xml:space="preserve"> -</w:t>
      </w:r>
      <w:r w:rsidRPr="00E76C19">
        <w:rPr>
          <w:rtl/>
          <w:lang w:bidi="fa-IR"/>
        </w:rPr>
        <w:t xml:space="preserve"> كتاب نوادر تاليف احمد بن محمد بن عيسى :</w:t>
      </w:r>
      <w:r w:rsidR="00666DCC" w:rsidRPr="00E76C19">
        <w:rPr>
          <w:rFonts w:hint="eastAsia"/>
          <w:rtl/>
          <w:lang w:bidi="fa-IR"/>
        </w:rPr>
        <w:t xml:space="preserve"> </w:t>
      </w:r>
      <w:r w:rsidRPr="00E76C19">
        <w:rPr>
          <w:rFonts w:hint="eastAsia"/>
          <w:rtl/>
          <w:lang w:bidi="fa-IR"/>
        </w:rPr>
        <w:t>احمد</w:t>
      </w:r>
      <w:r w:rsidRPr="00E76C19">
        <w:rPr>
          <w:rtl/>
          <w:lang w:bidi="fa-IR"/>
        </w:rPr>
        <w:t xml:space="preserve"> بن محمد بن عيسى ، از جمله اشعريانى است كه از مدينه به كوفه هجرت كرده اند و در آنجا احاديث و اخبار ائمه </w:t>
      </w:r>
      <w:r w:rsidR="004A085F" w:rsidRPr="004A085F">
        <w:rPr>
          <w:rStyle w:val="libAlaemChar"/>
          <w:rtl/>
          <w:lang w:bidi="fa-IR"/>
        </w:rPr>
        <w:t xml:space="preserve">عليه‌السلام </w:t>
      </w:r>
      <w:r w:rsidRPr="00E76C19">
        <w:rPr>
          <w:rtl/>
          <w:lang w:bidi="fa-IR"/>
        </w:rPr>
        <w:t xml:space="preserve">را ترويج مى نمودند. جمعى از ميان ايشان ، به قم مسافرت كرده و در آنجا اقامت گزيدند. و به نشر اخبار و احاديث معصومين </w:t>
      </w:r>
      <w:r w:rsidR="004A085F" w:rsidRPr="004A085F">
        <w:rPr>
          <w:rStyle w:val="libAlaemChar"/>
          <w:rtl/>
          <w:lang w:bidi="fa-IR"/>
        </w:rPr>
        <w:lastRenderedPageBreak/>
        <w:t xml:space="preserve">عليه‌السلام </w:t>
      </w:r>
      <w:r w:rsidRPr="00E76C19">
        <w:rPr>
          <w:rtl/>
          <w:lang w:bidi="fa-IR"/>
        </w:rPr>
        <w:t>پرداختند. احمد بن محمد بن عيسى يك تن از معروفين آنها به شمار مى رود كه صاحب اجازه و استاد بيشتر محدثين قم مى باشد. مانند:</w:t>
      </w:r>
    </w:p>
    <w:p w:rsidR="00E76C19" w:rsidRPr="00E76C19" w:rsidRDefault="00E76C19" w:rsidP="00E76C19">
      <w:pPr>
        <w:pStyle w:val="libNormal"/>
        <w:rPr>
          <w:rtl/>
          <w:lang w:bidi="fa-IR"/>
        </w:rPr>
      </w:pPr>
      <w:r w:rsidRPr="00E76C19">
        <w:rPr>
          <w:rFonts w:hint="eastAsia"/>
          <w:rtl/>
          <w:lang w:bidi="fa-IR"/>
        </w:rPr>
        <w:t>محمد</w:t>
      </w:r>
      <w:r w:rsidRPr="00E76C19">
        <w:rPr>
          <w:rtl/>
          <w:lang w:bidi="fa-IR"/>
        </w:rPr>
        <w:t xml:space="preserve"> بن يحيى عطار؛ و محمد بن حسن صفار، و على بن ابراهيم و بسيارى ديگر از علماى شهر قم .</w:t>
      </w:r>
    </w:p>
    <w:p w:rsidR="00E76C19" w:rsidRPr="00E76C19" w:rsidRDefault="00E76C19" w:rsidP="00E76C19">
      <w:pPr>
        <w:pStyle w:val="libNormal"/>
        <w:rPr>
          <w:rtl/>
          <w:lang w:bidi="fa-IR"/>
        </w:rPr>
      </w:pPr>
      <w:r w:rsidRPr="00E76C19">
        <w:rPr>
          <w:rFonts w:hint="eastAsia"/>
          <w:rtl/>
          <w:lang w:bidi="fa-IR"/>
        </w:rPr>
        <w:t>احمد</w:t>
      </w:r>
      <w:r w:rsidRPr="00E76C19">
        <w:rPr>
          <w:rtl/>
          <w:lang w:bidi="fa-IR"/>
        </w:rPr>
        <w:t xml:space="preserve"> بن محمد اشعرى ، زمان امام هشتم و نهم و دهم </w:t>
      </w:r>
      <w:r w:rsidR="004A085F" w:rsidRPr="004A085F">
        <w:rPr>
          <w:rStyle w:val="libAlaemChar"/>
          <w:rtl/>
          <w:lang w:bidi="fa-IR"/>
        </w:rPr>
        <w:t xml:space="preserve">عليه‌السلام </w:t>
      </w:r>
      <w:r w:rsidRPr="00E76C19">
        <w:rPr>
          <w:rtl/>
          <w:lang w:bidi="fa-IR"/>
        </w:rPr>
        <w:t xml:space="preserve">را درك كرده و حضرت رضا </w:t>
      </w:r>
      <w:r w:rsidR="004A085F" w:rsidRPr="004A085F">
        <w:rPr>
          <w:rStyle w:val="libAlaemChar"/>
          <w:rtl/>
          <w:lang w:bidi="fa-IR"/>
        </w:rPr>
        <w:t xml:space="preserve">عليه‌السلام </w:t>
      </w:r>
      <w:r w:rsidRPr="00E76C19">
        <w:rPr>
          <w:rtl/>
          <w:lang w:bidi="fa-IR"/>
        </w:rPr>
        <w:t>را ملاقات نموده است . و كتابهاى بسيارى نيز نوشته كه شيخ طوسى پاره اى از آنها، از جمله كتاب نوادر را در كتاب الفهرست نامبرده است . و گويد: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كتاب فصل بندى و باب باب نبوده و ابوسليمان داود بن كوره قمى آن كتاب را فصل بندى كرده است . و محمد بن حسن بن وليد از آن كتاب فصل بندى شده ، به اجازه محمد بن يحيى حديث نقل مى كند.</w:t>
      </w:r>
    </w:p>
    <w:p w:rsidR="00E76C19" w:rsidRPr="00E76C19" w:rsidRDefault="00E76C19" w:rsidP="00E76C19">
      <w:pPr>
        <w:pStyle w:val="libNormal"/>
        <w:rPr>
          <w:rtl/>
          <w:lang w:bidi="fa-IR"/>
        </w:rPr>
      </w:pPr>
      <w:r w:rsidRPr="00E76C19">
        <w:rPr>
          <w:rtl/>
          <w:lang w:bidi="fa-IR"/>
        </w:rPr>
        <w:t>٦</w:t>
      </w:r>
      <w:r w:rsidR="00666DCC">
        <w:rPr>
          <w:rFonts w:hint="cs"/>
          <w:rtl/>
          <w:lang w:bidi="fa-IR"/>
        </w:rPr>
        <w:t xml:space="preserve"> -</w:t>
      </w:r>
      <w:r w:rsidRPr="00E76C19">
        <w:rPr>
          <w:rtl/>
          <w:lang w:bidi="fa-IR"/>
        </w:rPr>
        <w:t xml:space="preserve"> كتاب نوادر الحكمة نگاشته محمد بن احمد بن يحيى بن عمران اشعرى :</w:t>
      </w:r>
    </w:p>
    <w:p w:rsidR="00E76C19" w:rsidRPr="00E76C19" w:rsidRDefault="00E76C19" w:rsidP="00E76C19">
      <w:pPr>
        <w:pStyle w:val="libNormal"/>
        <w:rPr>
          <w:rtl/>
          <w:lang w:bidi="fa-IR"/>
        </w:rPr>
      </w:pPr>
      <w:r w:rsidRPr="00E76C19">
        <w:rPr>
          <w:rFonts w:hint="eastAsia"/>
          <w:rtl/>
          <w:lang w:bidi="fa-IR"/>
        </w:rPr>
        <w:t>محمد</w:t>
      </w:r>
      <w:r w:rsidRPr="00E76C19">
        <w:rPr>
          <w:rtl/>
          <w:lang w:bidi="fa-IR"/>
        </w:rPr>
        <w:t xml:space="preserve"> بن احمد بن يحيى ابوجعفر اشعرى ثقه و جليل القدر است .</w:t>
      </w:r>
    </w:p>
    <w:p w:rsidR="00E76C19" w:rsidRPr="00E76C19" w:rsidRDefault="00E76C19" w:rsidP="00E76C19">
      <w:pPr>
        <w:pStyle w:val="libNormal"/>
        <w:rPr>
          <w:rtl/>
          <w:lang w:bidi="fa-IR"/>
        </w:rPr>
      </w:pPr>
      <w:r w:rsidRPr="00E76C19">
        <w:rPr>
          <w:rtl/>
          <w:lang w:bidi="fa-IR"/>
        </w:rPr>
        <w:t>٧</w:t>
      </w:r>
      <w:r w:rsidR="00666DCC">
        <w:rPr>
          <w:rFonts w:hint="cs"/>
          <w:rtl/>
          <w:lang w:bidi="fa-IR"/>
        </w:rPr>
        <w:t xml:space="preserve"> -</w:t>
      </w:r>
      <w:r w:rsidRPr="00E76C19">
        <w:rPr>
          <w:rtl/>
          <w:lang w:bidi="fa-IR"/>
        </w:rPr>
        <w:t xml:space="preserve"> كتاب الرحمة تاليف سعد بن عبد الله :</w:t>
      </w:r>
    </w:p>
    <w:p w:rsidR="00E76C19" w:rsidRPr="00E76C19" w:rsidRDefault="00E76C19" w:rsidP="00E76C19">
      <w:pPr>
        <w:pStyle w:val="libNormal"/>
        <w:rPr>
          <w:rtl/>
          <w:lang w:bidi="fa-IR"/>
        </w:rPr>
      </w:pPr>
      <w:r w:rsidRPr="00E76C19">
        <w:rPr>
          <w:rFonts w:hint="eastAsia"/>
          <w:rtl/>
          <w:lang w:bidi="fa-IR"/>
        </w:rPr>
        <w:t>سعد</w:t>
      </w:r>
      <w:r w:rsidRPr="00E76C19">
        <w:rPr>
          <w:rtl/>
          <w:lang w:bidi="fa-IR"/>
        </w:rPr>
        <w:t xml:space="preserve"> بن عبد الله اشعرى ، ثقه و جليل القدر است و داراى چندين كتاب معتبر و مورد وثوق و اطمينان مى باشد. و گويند خدمت امام عسكرى </w:t>
      </w:r>
      <w:r w:rsidR="004A085F" w:rsidRPr="004A085F">
        <w:rPr>
          <w:rStyle w:val="libAlaemChar"/>
          <w:rtl/>
          <w:lang w:bidi="fa-IR"/>
        </w:rPr>
        <w:t xml:space="preserve">عليه‌السلام </w:t>
      </w:r>
      <w:r w:rsidRPr="00E76C19">
        <w:rPr>
          <w:rtl/>
          <w:lang w:bidi="fa-IR"/>
        </w:rPr>
        <w:t>نيز رسيده است . وى در سال ٣٠٠ يا ٢٩٩ هجرى قمرى در روز چهارشنبه ٢٧ شوال ، وفات يافته است .</w:t>
      </w:r>
    </w:p>
    <w:p w:rsidR="00E76C19" w:rsidRPr="00E76C19" w:rsidRDefault="00E76C19" w:rsidP="00E76C19">
      <w:pPr>
        <w:pStyle w:val="libNormal"/>
        <w:rPr>
          <w:rtl/>
          <w:lang w:bidi="fa-IR"/>
        </w:rPr>
      </w:pPr>
      <w:r w:rsidRPr="00E76C19">
        <w:rPr>
          <w:rtl/>
          <w:lang w:bidi="fa-IR"/>
        </w:rPr>
        <w:t>٨</w:t>
      </w:r>
      <w:r w:rsidR="00666DCC">
        <w:rPr>
          <w:rFonts w:hint="cs"/>
          <w:rtl/>
          <w:lang w:bidi="fa-IR"/>
        </w:rPr>
        <w:t xml:space="preserve"> -</w:t>
      </w:r>
      <w:r w:rsidRPr="00E76C19">
        <w:rPr>
          <w:rtl/>
          <w:lang w:bidi="fa-IR"/>
        </w:rPr>
        <w:t xml:space="preserve"> كتاب جامع ، تاليف محمد بن الحسن بن الوليد:</w:t>
      </w:r>
    </w:p>
    <w:p w:rsidR="00E76C19" w:rsidRPr="00E76C19" w:rsidRDefault="00E76C19" w:rsidP="00E76C19">
      <w:pPr>
        <w:pStyle w:val="libNormal"/>
        <w:rPr>
          <w:rtl/>
          <w:lang w:bidi="fa-IR"/>
        </w:rPr>
      </w:pPr>
      <w:r w:rsidRPr="00E76C19">
        <w:rPr>
          <w:rFonts w:hint="eastAsia"/>
          <w:rtl/>
          <w:lang w:bidi="fa-IR"/>
        </w:rPr>
        <w:t>محمد</w:t>
      </w:r>
      <w:r w:rsidRPr="00E76C19">
        <w:rPr>
          <w:rtl/>
          <w:lang w:bidi="fa-IR"/>
        </w:rPr>
        <w:t xml:space="preserve"> بن حسن بن وليد، استاد شيخ صدوق است و جلالت قدرش ‍ مستغنى از بيان مى باشد.</w:t>
      </w:r>
    </w:p>
    <w:p w:rsidR="00E76C19" w:rsidRPr="00E76C19" w:rsidRDefault="00E76C19" w:rsidP="00E76C19">
      <w:pPr>
        <w:pStyle w:val="libNormal"/>
        <w:rPr>
          <w:rtl/>
          <w:lang w:bidi="fa-IR"/>
        </w:rPr>
      </w:pPr>
      <w:r w:rsidRPr="00E76C19">
        <w:rPr>
          <w:rFonts w:hint="eastAsia"/>
          <w:rtl/>
          <w:lang w:bidi="fa-IR"/>
        </w:rPr>
        <w:lastRenderedPageBreak/>
        <w:t>وى</w:t>
      </w:r>
      <w:r w:rsidRPr="00E76C19">
        <w:rPr>
          <w:rtl/>
          <w:lang w:bidi="fa-IR"/>
        </w:rPr>
        <w:t xml:space="preserve"> داراى دو كتاب معتبر است . يكى به نام جامع ، و ديگرى به نام تفسير؛ كه كتاب جامع او از اصول و كتب مرجع به شمار مى رفته اس .</w:t>
      </w:r>
    </w:p>
    <w:p w:rsidR="00E76C19" w:rsidRPr="00E76C19" w:rsidRDefault="00E76C19" w:rsidP="00E76C19">
      <w:pPr>
        <w:pStyle w:val="libNormal"/>
        <w:rPr>
          <w:rtl/>
          <w:lang w:bidi="fa-IR"/>
        </w:rPr>
      </w:pPr>
      <w:r w:rsidRPr="00E76C19">
        <w:rPr>
          <w:rtl/>
          <w:lang w:bidi="fa-IR"/>
        </w:rPr>
        <w:t>٩</w:t>
      </w:r>
      <w:r w:rsidR="00666DCC">
        <w:rPr>
          <w:rFonts w:hint="cs"/>
          <w:rtl/>
          <w:lang w:bidi="fa-IR"/>
        </w:rPr>
        <w:t xml:space="preserve"> -</w:t>
      </w:r>
      <w:r w:rsidRPr="00E76C19">
        <w:rPr>
          <w:rtl/>
          <w:lang w:bidi="fa-IR"/>
        </w:rPr>
        <w:t xml:space="preserve"> كتاب نوادر اثر محمد بن ابى عمير.</w:t>
      </w:r>
    </w:p>
    <w:p w:rsidR="00E76C19" w:rsidRPr="00E76C19" w:rsidRDefault="00E76C19" w:rsidP="00E76C19">
      <w:pPr>
        <w:pStyle w:val="libNormal"/>
        <w:rPr>
          <w:rtl/>
          <w:lang w:bidi="fa-IR"/>
        </w:rPr>
      </w:pPr>
      <w:r w:rsidRPr="00E76C19">
        <w:rPr>
          <w:rFonts w:hint="eastAsia"/>
          <w:rtl/>
          <w:lang w:bidi="fa-IR"/>
        </w:rPr>
        <w:t>محمد</w:t>
      </w:r>
      <w:r w:rsidRPr="00E76C19">
        <w:rPr>
          <w:rtl/>
          <w:lang w:bidi="fa-IR"/>
        </w:rPr>
        <w:t xml:space="preserve"> بن ابى عمير پارساترين و خدا ترس ترين مردم عصر خويش بوده است و حضرت موسى بن جعفر و امام على بن موسى و امام محمد بن على </w:t>
      </w:r>
      <w:r w:rsidR="004A085F" w:rsidRPr="004A085F">
        <w:rPr>
          <w:rStyle w:val="libAlaemChar"/>
          <w:rtl/>
          <w:lang w:bidi="fa-IR"/>
        </w:rPr>
        <w:t xml:space="preserve">عليه‌السلام </w:t>
      </w:r>
      <w:r w:rsidRPr="00E76C19">
        <w:rPr>
          <w:rtl/>
          <w:lang w:bidi="fa-IR"/>
        </w:rPr>
        <w:t>را درك كرده و در راه مذهبش سختى و مصيبت بسيار ديده است .</w:t>
      </w:r>
    </w:p>
    <w:p w:rsidR="00E76C19" w:rsidRPr="00E76C19" w:rsidRDefault="00E76C19" w:rsidP="00E76C19">
      <w:pPr>
        <w:pStyle w:val="libNormal"/>
        <w:rPr>
          <w:rtl/>
          <w:lang w:bidi="fa-IR"/>
        </w:rPr>
      </w:pPr>
      <w:r w:rsidRPr="00E76C19">
        <w:rPr>
          <w:rFonts w:hint="eastAsia"/>
          <w:rtl/>
          <w:lang w:bidi="fa-IR"/>
        </w:rPr>
        <w:t>گويند</w:t>
      </w:r>
      <w:r w:rsidRPr="00E76C19">
        <w:rPr>
          <w:rtl/>
          <w:lang w:bidi="fa-IR"/>
        </w:rPr>
        <w:t xml:space="preserve"> در زمان هارون ، منصب قضاى بغداد را به او پيشنهاد كردند، وى نپذيرفت ؛ از او خواستند كه شيعيان را به نام و نشان معرفى كند، امتناع ورزيد. او را به تازيانه بستند و چندين بار زدند و تمام اموالش را مصادره كردند و بالاخره در زمان مامون به زندانش افكندند. و </w:t>
      </w:r>
      <w:r w:rsidRPr="00E76C19">
        <w:rPr>
          <w:rFonts w:hint="eastAsia"/>
          <w:rtl/>
          <w:lang w:bidi="fa-IR"/>
        </w:rPr>
        <w:t>مدت</w:t>
      </w:r>
      <w:r w:rsidRPr="00E76C19">
        <w:rPr>
          <w:rtl/>
          <w:lang w:bidi="fa-IR"/>
        </w:rPr>
        <w:t xml:space="preserve"> چهار سال در زندان بود.</w:t>
      </w:r>
    </w:p>
    <w:p w:rsidR="00E76C19" w:rsidRPr="00E76C19" w:rsidRDefault="00E76C19" w:rsidP="00E76C19">
      <w:pPr>
        <w:pStyle w:val="libNormal"/>
        <w:rPr>
          <w:rtl/>
          <w:lang w:bidi="fa-IR"/>
        </w:rPr>
      </w:pPr>
      <w:r w:rsidRPr="00E76C19">
        <w:rPr>
          <w:rFonts w:hint="eastAsia"/>
          <w:rtl/>
          <w:lang w:bidi="fa-IR"/>
        </w:rPr>
        <w:t>تاليفاتش</w:t>
      </w:r>
      <w:r w:rsidRPr="00E76C19">
        <w:rPr>
          <w:rtl/>
          <w:lang w:bidi="fa-IR"/>
        </w:rPr>
        <w:t xml:space="preserve"> را كه ٩٤ مجلد بود، يكى از خواهرانش به نام سعيده يا آمنه جمع كرده و در غرفه اى نهاد. در اين مدت ، باران بيش از نيمى از آنها را ضايع و تباه ساخت . چون از زندان خلاص شد، حديث را از حفظ يا از نسخه هائى كه مردم از روى كتابهاى او پيش از تلف شدن نوشته بو</w:t>
      </w:r>
      <w:r w:rsidRPr="00E76C19">
        <w:rPr>
          <w:rFonts w:hint="eastAsia"/>
          <w:rtl/>
          <w:lang w:bidi="fa-IR"/>
        </w:rPr>
        <w:t>دند</w:t>
      </w:r>
      <w:r w:rsidRPr="00E76C19">
        <w:rPr>
          <w:rtl/>
          <w:lang w:bidi="fa-IR"/>
        </w:rPr>
        <w:t xml:space="preserve"> نقل مى كرد.</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اينرو علماى حديث ، مراسيل او را در حكم مسانيد مى دانند.</w:t>
      </w:r>
    </w:p>
    <w:p w:rsidR="00E76C19" w:rsidRPr="00E76C19" w:rsidRDefault="00E76C19" w:rsidP="00E76C19">
      <w:pPr>
        <w:pStyle w:val="libNormal"/>
        <w:rPr>
          <w:rtl/>
          <w:lang w:bidi="fa-IR"/>
        </w:rPr>
      </w:pPr>
      <w:r w:rsidRPr="00E76C19">
        <w:rPr>
          <w:rFonts w:hint="eastAsia"/>
          <w:rtl/>
          <w:lang w:bidi="fa-IR"/>
        </w:rPr>
        <w:t>گويند</w:t>
      </w:r>
      <w:r w:rsidRPr="00E76C19">
        <w:rPr>
          <w:rtl/>
          <w:lang w:bidi="fa-IR"/>
        </w:rPr>
        <w:t>: سندى بن شاهك ، به امر هارون او را به جهت شيعه بودنش صد و بيست تازيانه زد و حكم زندانش را صادر كرد و محمد بن ابى عمير يكصد و بيست هزار درهم نقد، به زندانبان پرداخت كرده و از زندان خلاص شد.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نيز گويند: هنگامى نيز او را براى معرفى شيعيان ، تازيانه زدند. هنگامى كه شماره تازيانه ها به يكصد رسيد، طاقت او تمام گشت و چيزى نمانده بود كه نام بعضى از ايشان را بر زبان جارى سازد، كه ناگهان صداى محمد بن يونس بن عبد الرحمن را شنيد كه مى گفت :</w:t>
      </w:r>
    </w:p>
    <w:p w:rsidR="00E76C19" w:rsidRPr="00E76C19" w:rsidRDefault="00E76C19" w:rsidP="00E76C19">
      <w:pPr>
        <w:pStyle w:val="libNormal"/>
        <w:rPr>
          <w:rtl/>
          <w:lang w:bidi="fa-IR"/>
        </w:rPr>
      </w:pPr>
      <w:r w:rsidRPr="00E76C19">
        <w:rPr>
          <w:rFonts w:hint="eastAsia"/>
          <w:rtl/>
          <w:lang w:bidi="fa-IR"/>
        </w:rPr>
        <w:lastRenderedPageBreak/>
        <w:t>يا</w:t>
      </w:r>
      <w:r w:rsidRPr="00E76C19">
        <w:rPr>
          <w:rtl/>
          <w:lang w:bidi="fa-IR"/>
        </w:rPr>
        <w:t xml:space="preserve"> محمد! اذكر موقفك بين يدى الله</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محمد! موقف خود را در قيامت در پيشگاه خداوند بياد بياور كه چه جواب خواهى گفت ؟</w:t>
      </w:r>
    </w:p>
    <w:p w:rsidR="00E76C19" w:rsidRPr="00E76C19" w:rsidRDefault="00E76C19" w:rsidP="00E76C19">
      <w:pPr>
        <w:pStyle w:val="libNormal"/>
        <w:rPr>
          <w:rtl/>
          <w:lang w:bidi="fa-IR"/>
        </w:rPr>
      </w:pPr>
      <w:r w:rsidRPr="00E76C19">
        <w:rPr>
          <w:rFonts w:hint="eastAsia"/>
          <w:rtl/>
          <w:lang w:bidi="fa-IR"/>
        </w:rPr>
        <w:t>لذا</w:t>
      </w:r>
      <w:r w:rsidRPr="00E76C19">
        <w:rPr>
          <w:rtl/>
          <w:lang w:bidi="fa-IR"/>
        </w:rPr>
        <w:t xml:space="preserve"> اسم كسى را نبرد.</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از استادش از على بن ابراهيم ، و او از پدرش نقل كرده كه ابن ابى عمير بزاز بود و از مردى ده هزار درهم طلب داشت . چون اموال ابن ابى عمير مصادره شده بود، فقير و بينوا گرديد. آن مرد كه به او مديون بود خانه خود را به ده هزار درهم فروخت و پولش را براى اب</w:t>
      </w:r>
      <w:r w:rsidRPr="00E76C19">
        <w:rPr>
          <w:rFonts w:hint="eastAsia"/>
          <w:rtl/>
          <w:lang w:bidi="fa-IR"/>
        </w:rPr>
        <w:t>ن</w:t>
      </w:r>
      <w:r w:rsidRPr="00E76C19">
        <w:rPr>
          <w:rtl/>
          <w:lang w:bidi="fa-IR"/>
        </w:rPr>
        <w:t xml:space="preserve"> ابى عمير آورد و گفت :</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طلبى است كه از من داشتى . اكنون از من بگير.</w:t>
      </w:r>
    </w:p>
    <w:p w:rsidR="00E76C19" w:rsidRPr="00E76C19" w:rsidRDefault="00E76C19" w:rsidP="00E76C19">
      <w:pPr>
        <w:pStyle w:val="libNormal"/>
        <w:rPr>
          <w:rtl/>
          <w:lang w:bidi="fa-IR"/>
        </w:rPr>
      </w:pPr>
      <w:r w:rsidRPr="00E76C19">
        <w:rPr>
          <w:rFonts w:hint="eastAsia"/>
          <w:rtl/>
          <w:lang w:bidi="fa-IR"/>
        </w:rPr>
        <w:t>ابن</w:t>
      </w:r>
      <w:r w:rsidRPr="00E76C19">
        <w:rPr>
          <w:rtl/>
          <w:lang w:bidi="fa-IR"/>
        </w:rPr>
        <w:t xml:space="preserve"> ابى عمير پرسيد: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مال را از كجا به دست آورده اى ؟ آيا ارث به تو رسيده يا كسى به تو بخشيده است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هيچكدام .</w:t>
      </w:r>
    </w:p>
    <w:p w:rsidR="00E76C19" w:rsidRPr="00E76C19" w:rsidRDefault="00E76C19" w:rsidP="00E76C19">
      <w:pPr>
        <w:pStyle w:val="libNormal"/>
        <w:rPr>
          <w:rtl/>
          <w:lang w:bidi="fa-IR"/>
        </w:rPr>
      </w:pPr>
      <w:r w:rsidRPr="00E76C19">
        <w:rPr>
          <w:rFonts w:hint="eastAsia"/>
          <w:rtl/>
          <w:lang w:bidi="fa-IR"/>
        </w:rPr>
        <w:t>پرسيد</w:t>
      </w:r>
      <w:r w:rsidRPr="00E76C19">
        <w:rPr>
          <w:rtl/>
          <w:lang w:bidi="fa-IR"/>
        </w:rPr>
        <w:t>: پس از كجا است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خانه اى داشتم كه محل سكونت خود و عيالم بود؛ چون وضع شما را اين چنين ديدم ، آن را براى اداى دينم فروختم ، تا كمكى به شما باشد.</w:t>
      </w:r>
    </w:p>
    <w:p w:rsidR="00E76C19" w:rsidRPr="00E76C19" w:rsidRDefault="00E76C19" w:rsidP="00E76C19">
      <w:pPr>
        <w:pStyle w:val="libNormal"/>
        <w:rPr>
          <w:rtl/>
          <w:lang w:bidi="fa-IR"/>
        </w:rPr>
      </w:pPr>
      <w:r w:rsidRPr="00E76C19">
        <w:rPr>
          <w:rFonts w:hint="eastAsia"/>
          <w:rtl/>
          <w:lang w:bidi="fa-IR"/>
        </w:rPr>
        <w:t>ابن</w:t>
      </w:r>
      <w:r w:rsidRPr="00E76C19">
        <w:rPr>
          <w:rtl/>
          <w:lang w:bidi="fa-IR"/>
        </w:rPr>
        <w:t xml:space="preserve"> ابى عمير گفت : ذريح محاربى از امام صادق </w:t>
      </w:r>
      <w:r w:rsidR="004A085F" w:rsidRPr="004A085F">
        <w:rPr>
          <w:rStyle w:val="libAlaemChar"/>
          <w:rtl/>
          <w:lang w:bidi="fa-IR"/>
        </w:rPr>
        <w:t xml:space="preserve">عليه‌السلام </w:t>
      </w:r>
      <w:r w:rsidRPr="00E76C19">
        <w:rPr>
          <w:rtl/>
          <w:lang w:bidi="fa-IR"/>
        </w:rPr>
        <w:t>براى من حديثى نقل كرد كه فرمود:</w:t>
      </w:r>
    </w:p>
    <w:p w:rsidR="00E76C19" w:rsidRPr="00E76C19" w:rsidRDefault="00E76C19" w:rsidP="00E76C19">
      <w:pPr>
        <w:pStyle w:val="libNormal"/>
        <w:rPr>
          <w:rtl/>
          <w:lang w:bidi="fa-IR"/>
        </w:rPr>
      </w:pPr>
      <w:r w:rsidRPr="00E76C19">
        <w:rPr>
          <w:rFonts w:hint="eastAsia"/>
          <w:rtl/>
          <w:lang w:bidi="fa-IR"/>
        </w:rPr>
        <w:t>لا</w:t>
      </w:r>
      <w:r w:rsidRPr="00E76C19">
        <w:rPr>
          <w:rtl/>
          <w:lang w:bidi="fa-IR"/>
        </w:rPr>
        <w:t xml:space="preserve"> يخرج الرجل عن مسقط راسه بالدين</w:t>
      </w:r>
    </w:p>
    <w:p w:rsidR="00E76C19" w:rsidRPr="00E76C19" w:rsidRDefault="00E76C19" w:rsidP="00D46EB2">
      <w:pPr>
        <w:pStyle w:val="libNormal"/>
        <w:rPr>
          <w:rtl/>
          <w:lang w:bidi="fa-IR"/>
        </w:rPr>
      </w:pPr>
      <w:r w:rsidRPr="00E76C19">
        <w:rPr>
          <w:rFonts w:hint="eastAsia"/>
          <w:rtl/>
          <w:lang w:bidi="fa-IR"/>
        </w:rPr>
        <w:t>يعنى</w:t>
      </w:r>
      <w:r w:rsidRPr="00E76C19">
        <w:rPr>
          <w:rtl/>
          <w:lang w:bidi="fa-IR"/>
        </w:rPr>
        <w:t xml:space="preserve"> : انسان به جهت پس گرفتن قرض ، كسى را از محل سكونت خود، خارج نمى سازد.</w:t>
      </w:r>
      <w:r w:rsidR="00D46EB2" w:rsidRPr="00E76C19">
        <w:rPr>
          <w:rFonts w:hint="eastAsia"/>
          <w:rtl/>
          <w:lang w:bidi="fa-IR"/>
        </w:rPr>
        <w:t xml:space="preserve"> </w:t>
      </w:r>
      <w:r w:rsidRPr="00E76C19">
        <w:rPr>
          <w:rFonts w:hint="eastAsia"/>
          <w:rtl/>
          <w:lang w:bidi="fa-IR"/>
        </w:rPr>
        <w:t>گفت</w:t>
      </w:r>
      <w:r w:rsidRPr="00E76C19">
        <w:rPr>
          <w:rtl/>
          <w:lang w:bidi="fa-IR"/>
        </w:rPr>
        <w:t xml:space="preserve"> : اين مال را بگير و من احتياج به چنين پولى ندارم . با </w:t>
      </w:r>
      <w:r w:rsidRPr="00E76C19">
        <w:rPr>
          <w:rtl/>
          <w:lang w:bidi="fa-IR"/>
        </w:rPr>
        <w:lastRenderedPageBreak/>
        <w:t>آنكه بخدا سوگند فعلا محتاج به يك درهم مى باشم ، اما از اين پولها يك درهم هم قبول نخواهم كرد. وفات وى در سال ٢١٧ هجرى قمرى بوده است .</w:t>
      </w:r>
    </w:p>
    <w:p w:rsidR="00E76C19" w:rsidRPr="00E76C19" w:rsidRDefault="00E76C19" w:rsidP="00E76C19">
      <w:pPr>
        <w:pStyle w:val="libNormal"/>
        <w:rPr>
          <w:rtl/>
          <w:lang w:bidi="fa-IR"/>
        </w:rPr>
      </w:pPr>
      <w:r w:rsidRPr="00E76C19">
        <w:rPr>
          <w:rtl/>
          <w:lang w:bidi="fa-IR"/>
        </w:rPr>
        <w:t>١٠</w:t>
      </w:r>
      <w:r w:rsidR="00D46EB2">
        <w:rPr>
          <w:rFonts w:hint="cs"/>
          <w:rtl/>
          <w:lang w:bidi="fa-IR"/>
        </w:rPr>
        <w:t xml:space="preserve"> -</w:t>
      </w:r>
      <w:r w:rsidRPr="00E76C19">
        <w:rPr>
          <w:rtl/>
          <w:lang w:bidi="fa-IR"/>
        </w:rPr>
        <w:t xml:space="preserve"> كتاب احمد بن ابى عبد الله برقى بنام محاسن :</w:t>
      </w:r>
    </w:p>
    <w:p w:rsidR="00E76C19" w:rsidRPr="00E76C19" w:rsidRDefault="00E76C19" w:rsidP="00E76C19">
      <w:pPr>
        <w:pStyle w:val="libNormal"/>
        <w:rPr>
          <w:rtl/>
          <w:lang w:bidi="fa-IR"/>
        </w:rPr>
      </w:pPr>
      <w:r w:rsidRPr="00E76C19">
        <w:rPr>
          <w:rFonts w:hint="eastAsia"/>
          <w:rtl/>
          <w:lang w:bidi="fa-IR"/>
        </w:rPr>
        <w:t>احمد</w:t>
      </w:r>
      <w:r w:rsidRPr="00E76C19">
        <w:rPr>
          <w:rtl/>
          <w:lang w:bidi="fa-IR"/>
        </w:rPr>
        <w:t xml:space="preserve"> بن ابى عبد الله محمد بن خالد برقى ، اهل كوفه بوده است . پدرش ‍ محمد بن خالد نيز از اصحاب حضرت رضا </w:t>
      </w:r>
      <w:r w:rsidR="004A085F" w:rsidRPr="004A085F">
        <w:rPr>
          <w:rStyle w:val="libAlaemChar"/>
          <w:rtl/>
          <w:lang w:bidi="fa-IR"/>
        </w:rPr>
        <w:t xml:space="preserve">عليه‌السلام </w:t>
      </w:r>
      <w:r w:rsidRPr="00E76C19">
        <w:rPr>
          <w:rtl/>
          <w:lang w:bidi="fa-IR"/>
        </w:rPr>
        <w:t xml:space="preserve">مى باشد. برقى منسوب به برقه رود قم مى باشد كه در پنج فرسخى قم واقع شده است . و داراى هواى خوب و مطلوبى است . پدرش از مهاجرينى است كه از عراق </w:t>
      </w:r>
      <w:r w:rsidRPr="00E76C19">
        <w:rPr>
          <w:rFonts w:hint="eastAsia"/>
          <w:rtl/>
          <w:lang w:bidi="fa-IR"/>
        </w:rPr>
        <w:t>به</w:t>
      </w:r>
      <w:r w:rsidRPr="00E76C19">
        <w:rPr>
          <w:rtl/>
          <w:lang w:bidi="fa-IR"/>
        </w:rPr>
        <w:t xml:space="preserve"> ايران سفر كرده و در آنجا (برقه رود) ساكن شده است . و احمد فرزندش ‍ از محدثين معروف قم به شمار مى رود و مورد وثوق همگان مى باشد.</w:t>
      </w:r>
    </w:p>
    <w:p w:rsidR="00E76C19" w:rsidRPr="00E76C19" w:rsidRDefault="00E76C19" w:rsidP="00D46EB2">
      <w:pPr>
        <w:pStyle w:val="libNormal"/>
        <w:ind w:left="648" w:firstLine="0"/>
        <w:rPr>
          <w:rtl/>
          <w:lang w:bidi="fa-IR"/>
        </w:rPr>
      </w:pPr>
      <w:r w:rsidRPr="00E76C19">
        <w:rPr>
          <w:rtl/>
          <w:lang w:bidi="fa-IR"/>
        </w:rPr>
        <w:t>١١</w:t>
      </w:r>
      <w:r w:rsidR="00D46EB2">
        <w:rPr>
          <w:rFonts w:hint="cs"/>
          <w:rtl/>
          <w:lang w:bidi="fa-IR"/>
        </w:rPr>
        <w:t xml:space="preserve"> - </w:t>
      </w:r>
      <w:r w:rsidRPr="00E76C19">
        <w:rPr>
          <w:rtl/>
          <w:lang w:bidi="fa-IR"/>
        </w:rPr>
        <w:t>رساله عمليه اى كه پدر شيخ صدوق براى فرزندش شيخ صدوق نگاشته است .</w:t>
      </w:r>
    </w:p>
    <w:p w:rsidR="00E76C19" w:rsidRPr="00E76C19" w:rsidRDefault="00E76C19" w:rsidP="00E76C19">
      <w:pPr>
        <w:pStyle w:val="libNormal"/>
        <w:rPr>
          <w:rtl/>
          <w:lang w:bidi="fa-IR"/>
        </w:rPr>
      </w:pPr>
      <w:r w:rsidRPr="00E76C19">
        <w:rPr>
          <w:rFonts w:hint="eastAsia"/>
          <w:rtl/>
          <w:lang w:bidi="fa-IR"/>
        </w:rPr>
        <w:t>شيخ</w:t>
      </w:r>
      <w:r w:rsidRPr="00E76C19">
        <w:rPr>
          <w:rtl/>
          <w:lang w:bidi="fa-IR"/>
        </w:rPr>
        <w:t xml:space="preserve"> صدوق خود نيز در مقدمه كتاب من لا يحضره الفقيه پس از نام بردن بعضى از مصادر كتاب خود درباره بقيه مصادر كتاب ، چنين نگاشته است :</w:t>
      </w:r>
    </w:p>
    <w:p w:rsidR="00E76C19" w:rsidRPr="00E76C19" w:rsidRDefault="00E76C19" w:rsidP="00D46EB2">
      <w:pPr>
        <w:pStyle w:val="libNormal"/>
        <w:rPr>
          <w:rtl/>
          <w:lang w:bidi="fa-IR"/>
        </w:rPr>
      </w:pPr>
      <w:r w:rsidRPr="00E76C19">
        <w:rPr>
          <w:rFonts w:hint="eastAsia"/>
          <w:rtl/>
          <w:lang w:bidi="fa-IR"/>
        </w:rPr>
        <w:t>كتب</w:t>
      </w:r>
      <w:r w:rsidRPr="00E76C19">
        <w:rPr>
          <w:rtl/>
          <w:lang w:bidi="fa-IR"/>
        </w:rPr>
        <w:t xml:space="preserve"> ديگر از اصول و نوشته هائى كه طريق روايت متن از آنها در فهرست كتبى كه اجازه روايت آن را از مشايخ حديثم و نيز از گذشتگانم به من رسيده معروف است و تمام كوشش خود را در اين راه بكار بردم . در حاليكه از خدايم يارى خواسته و بدو توكل جسته ، و از او پوزش تقصي</w:t>
      </w:r>
      <w:r w:rsidRPr="00E76C19">
        <w:rPr>
          <w:rFonts w:hint="eastAsia"/>
          <w:rtl/>
          <w:lang w:bidi="fa-IR"/>
        </w:rPr>
        <w:t>ر</w:t>
      </w:r>
      <w:r w:rsidRPr="00E76C19">
        <w:rPr>
          <w:rtl/>
          <w:lang w:bidi="fa-IR"/>
        </w:rPr>
        <w:t xml:space="preserve"> و كوتاهى در عمل طلبيده ، و اين موفقيت جز از جانب او نيست و بر او توكل مى كنم ، و به سويش باز مى گردم ، و او تنها مرا كافى است و والاترين و بهترين كسى است كه كار بدو سپرده شود. </w:t>
      </w:r>
      <w:r w:rsidRPr="00D46EB2">
        <w:rPr>
          <w:rStyle w:val="libFootnotenumChar"/>
          <w:rtl/>
        </w:rPr>
        <w:t>(٢٩)</w:t>
      </w:r>
    </w:p>
    <w:p w:rsidR="00E76C19" w:rsidRPr="00E76C19" w:rsidRDefault="00D46EB2" w:rsidP="00E76C19">
      <w:pPr>
        <w:pStyle w:val="libNormal"/>
        <w:rPr>
          <w:rtl/>
          <w:lang w:bidi="fa-IR"/>
        </w:rPr>
      </w:pPr>
      <w:r>
        <w:rPr>
          <w:rtl/>
          <w:lang w:bidi="fa-IR"/>
        </w:rPr>
        <w:br w:type="page"/>
      </w:r>
    </w:p>
    <w:p w:rsidR="00E76C19" w:rsidRPr="00E76C19" w:rsidRDefault="00E76C19" w:rsidP="00D46EB2">
      <w:pPr>
        <w:pStyle w:val="Heading1"/>
        <w:rPr>
          <w:rtl/>
          <w:lang w:bidi="fa-IR"/>
        </w:rPr>
      </w:pPr>
      <w:bookmarkStart w:id="7" w:name="_Toc489701847"/>
      <w:r w:rsidRPr="00E76C19">
        <w:rPr>
          <w:rFonts w:hint="eastAsia"/>
          <w:rtl/>
          <w:lang w:bidi="fa-IR"/>
        </w:rPr>
        <w:t>بخش</w:t>
      </w:r>
      <w:r w:rsidRPr="00E76C19">
        <w:rPr>
          <w:rtl/>
          <w:lang w:bidi="fa-IR"/>
        </w:rPr>
        <w:t xml:space="preserve"> دوم : حكايات و روايت تربيتى برگزيده از كتاب من لا يحضره الفقيه</w:t>
      </w:r>
      <w:bookmarkEnd w:id="7"/>
    </w:p>
    <w:p w:rsidR="00D46EB2" w:rsidRDefault="00D46EB2" w:rsidP="00E76C19">
      <w:pPr>
        <w:pStyle w:val="libNormal"/>
        <w:rPr>
          <w:rtl/>
          <w:lang w:bidi="fa-IR"/>
        </w:rPr>
      </w:pPr>
    </w:p>
    <w:p w:rsidR="00E76C19" w:rsidRPr="00E76C19" w:rsidRDefault="00E76C19" w:rsidP="00D46EB2">
      <w:pPr>
        <w:pStyle w:val="Heading2"/>
        <w:rPr>
          <w:rtl/>
          <w:lang w:bidi="fa-IR"/>
        </w:rPr>
      </w:pPr>
      <w:bookmarkStart w:id="8" w:name="_Toc489701848"/>
      <w:r w:rsidRPr="00E76C19">
        <w:rPr>
          <w:rFonts w:hint="eastAsia"/>
          <w:rtl/>
          <w:lang w:bidi="fa-IR"/>
        </w:rPr>
        <w:t>ياد</w:t>
      </w:r>
      <w:r w:rsidRPr="00E76C19">
        <w:rPr>
          <w:rtl/>
          <w:lang w:bidi="fa-IR"/>
        </w:rPr>
        <w:t xml:space="preserve"> خدا</w:t>
      </w:r>
      <w:bookmarkEnd w:id="8"/>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موسى </w:t>
      </w:r>
      <w:r w:rsidR="004A085F" w:rsidRPr="004A085F">
        <w:rPr>
          <w:rStyle w:val="libAlaemChar"/>
          <w:rtl/>
          <w:lang w:bidi="fa-IR"/>
        </w:rPr>
        <w:t xml:space="preserve">عليه‌السلام </w:t>
      </w:r>
      <w:r w:rsidRPr="00E76C19">
        <w:rPr>
          <w:rtl/>
          <w:lang w:bidi="fa-IR"/>
        </w:rPr>
        <w:t>، مشغول مناجات و راز و نياز با خداوند، عرض ‍ كرد:</w:t>
      </w:r>
    </w:p>
    <w:p w:rsidR="00E76C19" w:rsidRPr="00E76C19" w:rsidRDefault="00E76C19" w:rsidP="00E76C19">
      <w:pPr>
        <w:pStyle w:val="libNormal"/>
        <w:rPr>
          <w:rtl/>
          <w:lang w:bidi="fa-IR"/>
        </w:rPr>
      </w:pPr>
      <w:r w:rsidRPr="00E76C19">
        <w:rPr>
          <w:rFonts w:hint="eastAsia"/>
          <w:rtl/>
          <w:lang w:bidi="fa-IR"/>
        </w:rPr>
        <w:t>بارالها</w:t>
      </w:r>
      <w:r w:rsidRPr="00E76C19">
        <w:rPr>
          <w:rtl/>
          <w:lang w:bidi="fa-IR"/>
        </w:rPr>
        <w:t>! آيا تو از من دور هستى كه من تو را با صداى بلند بخوانم ؛ و يا نزديكى ، تا با تو آرام و پنهانى سخن بگويم ؟!</w:t>
      </w:r>
    </w:p>
    <w:p w:rsidR="00E76C19" w:rsidRPr="00E76C19" w:rsidRDefault="00E76C19" w:rsidP="00E76C19">
      <w:pPr>
        <w:pStyle w:val="libNormal"/>
        <w:rPr>
          <w:rtl/>
          <w:lang w:bidi="fa-IR"/>
        </w:rPr>
      </w:pPr>
      <w:r w:rsidRPr="00E76C19">
        <w:rPr>
          <w:rFonts w:hint="eastAsia"/>
          <w:rtl/>
          <w:lang w:bidi="fa-IR"/>
        </w:rPr>
        <w:t>خداوند</w:t>
      </w:r>
      <w:r w:rsidRPr="00E76C19">
        <w:rPr>
          <w:rtl/>
          <w:lang w:bidi="fa-IR"/>
        </w:rPr>
        <w:t xml:space="preserve"> عزوجل فرمود: من همنشين كسى هستم كه مرا ياد كند.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موسى </w:t>
      </w:r>
      <w:r w:rsidR="004A085F" w:rsidRPr="004A085F">
        <w:rPr>
          <w:rStyle w:val="libAlaemChar"/>
          <w:rtl/>
          <w:lang w:bidi="fa-IR"/>
        </w:rPr>
        <w:t xml:space="preserve">عليه‌السلام </w:t>
      </w:r>
      <w:r w:rsidRPr="00E76C19">
        <w:rPr>
          <w:rtl/>
          <w:lang w:bidi="fa-IR"/>
        </w:rPr>
        <w:t>عرض كرد: من در حالتهاى قرار مى گيرم كه به ياد تو هستم ولى شرم مى كنم تو را ياد كنم . (نام تو را ببرم)</w:t>
      </w:r>
    </w:p>
    <w:p w:rsidR="00E76C19" w:rsidRPr="00E76C19" w:rsidRDefault="00E76C19" w:rsidP="00E76C19">
      <w:pPr>
        <w:pStyle w:val="libNormal"/>
        <w:rPr>
          <w:rtl/>
          <w:lang w:bidi="fa-IR"/>
        </w:rPr>
      </w:pPr>
      <w:r w:rsidRPr="00E76C19">
        <w:rPr>
          <w:rFonts w:hint="eastAsia"/>
          <w:rtl/>
          <w:lang w:bidi="fa-IR"/>
        </w:rPr>
        <w:t>خداوند</w:t>
      </w:r>
      <w:r w:rsidRPr="00E76C19">
        <w:rPr>
          <w:rtl/>
          <w:lang w:bidi="fa-IR"/>
        </w:rPr>
        <w:t xml:space="preserve"> فرمود: اى موسى ! مرا در همه حالتها ياد كن . (نام مرا هميشه بر زبان بياور). </w:t>
      </w:r>
      <w:r w:rsidRPr="00D46EB2">
        <w:rPr>
          <w:rStyle w:val="libFootnotenumChar"/>
          <w:rtl/>
        </w:rPr>
        <w:t>(٣٠)</w:t>
      </w:r>
    </w:p>
    <w:p w:rsidR="00E76C19" w:rsidRPr="00E76C19" w:rsidRDefault="00D46EB2" w:rsidP="00E76C19">
      <w:pPr>
        <w:pStyle w:val="libNormal"/>
        <w:rPr>
          <w:rtl/>
          <w:lang w:bidi="fa-IR"/>
        </w:rPr>
      </w:pPr>
      <w:r>
        <w:rPr>
          <w:rtl/>
          <w:lang w:bidi="fa-IR"/>
        </w:rPr>
        <w:br w:type="page"/>
      </w:r>
    </w:p>
    <w:p w:rsidR="00E76C19" w:rsidRPr="00E76C19" w:rsidRDefault="00E76C19" w:rsidP="00D46EB2">
      <w:pPr>
        <w:pStyle w:val="Heading2"/>
        <w:rPr>
          <w:rtl/>
          <w:lang w:bidi="fa-IR"/>
        </w:rPr>
      </w:pPr>
      <w:bookmarkStart w:id="9" w:name="_Toc489701849"/>
      <w:r w:rsidRPr="00E76C19">
        <w:rPr>
          <w:rFonts w:hint="eastAsia"/>
          <w:rtl/>
          <w:lang w:bidi="fa-IR"/>
        </w:rPr>
        <w:t>اندرز</w:t>
      </w:r>
      <w:r w:rsidRPr="00E76C19">
        <w:rPr>
          <w:rtl/>
          <w:lang w:bidi="fa-IR"/>
        </w:rPr>
        <w:t xml:space="preserve"> ابوذر، توشه راه</w:t>
      </w:r>
      <w:bookmarkEnd w:id="9"/>
    </w:p>
    <w:p w:rsidR="00E76C19" w:rsidRPr="00E76C19" w:rsidRDefault="00E76C19" w:rsidP="00D46EB2">
      <w:pPr>
        <w:pStyle w:val="libNormal"/>
        <w:rPr>
          <w:rtl/>
          <w:lang w:bidi="fa-IR"/>
        </w:rPr>
      </w:pPr>
      <w:r w:rsidRPr="00E76C19">
        <w:rPr>
          <w:rFonts w:hint="eastAsia"/>
          <w:rtl/>
          <w:lang w:bidi="fa-IR"/>
        </w:rPr>
        <w:t>ابوذر</w:t>
      </w:r>
      <w:r w:rsidRPr="00E76C19">
        <w:rPr>
          <w:rtl/>
          <w:lang w:bidi="fa-IR"/>
        </w:rPr>
        <w:t xml:space="preserve"> در كنار كعبه بپا خاست و گفت :</w:t>
      </w:r>
      <w:r w:rsidR="00D46EB2" w:rsidRPr="00E76C19">
        <w:rPr>
          <w:rFonts w:hint="eastAsia"/>
          <w:rtl/>
          <w:lang w:bidi="fa-IR"/>
        </w:rPr>
        <w:t xml:space="preserve"> </w:t>
      </w:r>
      <w:r w:rsidRPr="00E76C19">
        <w:rPr>
          <w:rFonts w:hint="eastAsia"/>
          <w:rtl/>
          <w:lang w:bidi="fa-IR"/>
        </w:rPr>
        <w:t>من</w:t>
      </w:r>
      <w:r w:rsidRPr="00E76C19">
        <w:rPr>
          <w:rtl/>
          <w:lang w:bidi="fa-IR"/>
        </w:rPr>
        <w:t xml:space="preserve"> جندب بن سكن هستم . </w:t>
      </w:r>
      <w:r w:rsidRPr="00D46EB2">
        <w:rPr>
          <w:rStyle w:val="libFootnotenumChar"/>
          <w:rtl/>
        </w:rPr>
        <w:t>(٣١)</w:t>
      </w:r>
      <w:r w:rsidRPr="00E76C19">
        <w:rPr>
          <w:rtl/>
          <w:lang w:bidi="fa-IR"/>
        </w:rPr>
        <w:t xml:space="preserve"> مردم گرد او آمدند و او گفت : هنگامى كه براى شما سفرى پيش مى آيد، با خود توشه اى بر مى دارد. پس براى سفر روز قيامت ، توشه اى برگيريد.</w:t>
      </w:r>
    </w:p>
    <w:p w:rsidR="00E76C19" w:rsidRPr="00E76C19" w:rsidRDefault="00E76C19" w:rsidP="00E76C19">
      <w:pPr>
        <w:pStyle w:val="libNormal"/>
        <w:rPr>
          <w:rtl/>
          <w:lang w:bidi="fa-IR"/>
        </w:rPr>
      </w:pPr>
      <w:r w:rsidRPr="00E76C19">
        <w:rPr>
          <w:rFonts w:hint="eastAsia"/>
          <w:rtl/>
          <w:lang w:bidi="fa-IR"/>
        </w:rPr>
        <w:t>آيا</w:t>
      </w:r>
      <w:r w:rsidRPr="00E76C19">
        <w:rPr>
          <w:rtl/>
          <w:lang w:bidi="fa-IR"/>
        </w:rPr>
        <w:t xml:space="preserve"> در اين سفر، به چيزى نياز نداريد؟</w:t>
      </w:r>
    </w:p>
    <w:p w:rsidR="00E76C19" w:rsidRPr="00E76C19" w:rsidRDefault="00E76C19" w:rsidP="00E76C19">
      <w:pPr>
        <w:pStyle w:val="libNormal"/>
        <w:rPr>
          <w:rtl/>
          <w:lang w:bidi="fa-IR"/>
        </w:rPr>
      </w:pPr>
      <w:r w:rsidRPr="00E76C19">
        <w:rPr>
          <w:rFonts w:hint="eastAsia"/>
          <w:rtl/>
          <w:lang w:bidi="fa-IR"/>
        </w:rPr>
        <w:t>گفتند</w:t>
      </w:r>
      <w:r w:rsidRPr="00E76C19">
        <w:rPr>
          <w:rtl/>
          <w:lang w:bidi="fa-IR"/>
        </w:rPr>
        <w:t>: ما را راهنمايى كن .</w:t>
      </w:r>
    </w:p>
    <w:p w:rsidR="00E76C19" w:rsidRPr="00E76C19" w:rsidRDefault="00E76C19" w:rsidP="00E76C19">
      <w:pPr>
        <w:pStyle w:val="libNormal"/>
        <w:rPr>
          <w:rtl/>
          <w:lang w:bidi="fa-IR"/>
        </w:rPr>
      </w:pPr>
      <w:r w:rsidRPr="00E76C19">
        <w:rPr>
          <w:rFonts w:hint="eastAsia"/>
          <w:rtl/>
          <w:lang w:bidi="fa-IR"/>
        </w:rPr>
        <w:t>جناب</w:t>
      </w:r>
      <w:r w:rsidRPr="00E76C19">
        <w:rPr>
          <w:rtl/>
          <w:lang w:bidi="fa-IR"/>
        </w:rPr>
        <w:t xml:space="preserve"> ابوذر فرمود:</w:t>
      </w:r>
    </w:p>
    <w:p w:rsidR="00E76C19" w:rsidRPr="00E76C19" w:rsidRDefault="00E76C19" w:rsidP="00D46EB2">
      <w:pPr>
        <w:pStyle w:val="libNormal"/>
        <w:rPr>
          <w:rtl/>
          <w:lang w:bidi="fa-IR"/>
        </w:rPr>
      </w:pPr>
      <w:r w:rsidRPr="00E76C19">
        <w:rPr>
          <w:rFonts w:hint="eastAsia"/>
          <w:rtl/>
          <w:lang w:bidi="fa-IR"/>
        </w:rPr>
        <w:t>صم</w:t>
      </w:r>
      <w:r w:rsidRPr="00E76C19">
        <w:rPr>
          <w:rtl/>
          <w:lang w:bidi="fa-IR"/>
        </w:rPr>
        <w:t xml:space="preserve"> يوما شديد الحر للنشور.</w:t>
      </w:r>
      <w:r w:rsidR="00D46EB2" w:rsidRPr="00E76C19">
        <w:rPr>
          <w:rFonts w:hint="eastAsia"/>
          <w:rtl/>
          <w:lang w:bidi="fa-IR"/>
        </w:rPr>
        <w:t xml:space="preserve"> </w:t>
      </w:r>
      <w:r w:rsidRPr="00E76C19">
        <w:rPr>
          <w:rFonts w:hint="eastAsia"/>
          <w:rtl/>
          <w:lang w:bidi="fa-IR"/>
        </w:rPr>
        <w:t>وحج</w:t>
      </w:r>
      <w:r w:rsidRPr="00E76C19">
        <w:rPr>
          <w:rtl/>
          <w:lang w:bidi="fa-IR"/>
        </w:rPr>
        <w:t xml:space="preserve"> حجة لعظائم الامور.</w:t>
      </w:r>
      <w:r w:rsidR="00D46EB2" w:rsidRPr="00E76C19">
        <w:rPr>
          <w:rFonts w:hint="eastAsia"/>
          <w:rtl/>
          <w:lang w:bidi="fa-IR"/>
        </w:rPr>
        <w:t xml:space="preserve"> </w:t>
      </w:r>
      <w:r w:rsidRPr="00E76C19">
        <w:rPr>
          <w:rFonts w:hint="eastAsia"/>
          <w:rtl/>
          <w:lang w:bidi="fa-IR"/>
        </w:rPr>
        <w:t>و</w:t>
      </w:r>
      <w:r w:rsidRPr="00E76C19">
        <w:rPr>
          <w:rtl/>
          <w:lang w:bidi="fa-IR"/>
        </w:rPr>
        <w:t xml:space="preserve"> صل ركعتين فى سواد الليل لوحشة القبور.</w:t>
      </w:r>
      <w:r w:rsidR="00D46EB2" w:rsidRPr="00E76C19">
        <w:rPr>
          <w:rFonts w:hint="eastAsia"/>
          <w:rtl/>
          <w:lang w:bidi="fa-IR"/>
        </w:rPr>
        <w:t xml:space="preserve"> </w:t>
      </w:r>
      <w:r w:rsidRPr="00E76C19">
        <w:rPr>
          <w:rFonts w:hint="eastAsia"/>
          <w:rtl/>
          <w:lang w:bidi="fa-IR"/>
        </w:rPr>
        <w:t>كلمة</w:t>
      </w:r>
      <w:r w:rsidRPr="00E76C19">
        <w:rPr>
          <w:rtl/>
          <w:lang w:bidi="fa-IR"/>
        </w:rPr>
        <w:t xml:space="preserve"> خير تقولها، و كلمة شر تسكت عنها</w:t>
      </w:r>
      <w:r w:rsidRPr="00E76C19">
        <w:rPr>
          <w:rFonts w:hint="eastAsia"/>
          <w:rtl/>
          <w:lang w:bidi="fa-IR"/>
        </w:rPr>
        <w:t>او</w:t>
      </w:r>
      <w:r w:rsidRPr="00E76C19">
        <w:rPr>
          <w:rtl/>
          <w:lang w:bidi="fa-IR"/>
        </w:rPr>
        <w:t xml:space="preserve"> صدقة منك على مسكين ، لعلك تنجو بها يا مسكين من يوم عسير.</w:t>
      </w:r>
      <w:r w:rsidR="00D46EB2" w:rsidRPr="00E76C19">
        <w:rPr>
          <w:rFonts w:hint="eastAsia"/>
          <w:rtl/>
          <w:lang w:bidi="fa-IR"/>
        </w:rPr>
        <w:t xml:space="preserve"> </w:t>
      </w:r>
      <w:r w:rsidRPr="00E76C19">
        <w:rPr>
          <w:rFonts w:hint="eastAsia"/>
          <w:rtl/>
          <w:lang w:bidi="fa-IR"/>
        </w:rPr>
        <w:t>اجعل</w:t>
      </w:r>
      <w:r w:rsidRPr="00E76C19">
        <w:rPr>
          <w:rtl/>
          <w:lang w:bidi="fa-IR"/>
        </w:rPr>
        <w:t xml:space="preserve"> الدنيا درهمين :</w:t>
      </w:r>
      <w:r w:rsidR="00D46EB2" w:rsidRPr="00E76C19">
        <w:rPr>
          <w:rFonts w:hint="eastAsia"/>
          <w:rtl/>
          <w:lang w:bidi="fa-IR"/>
        </w:rPr>
        <w:t xml:space="preserve"> </w:t>
      </w:r>
      <w:r w:rsidRPr="00E76C19">
        <w:rPr>
          <w:rFonts w:hint="eastAsia"/>
          <w:rtl/>
          <w:lang w:bidi="fa-IR"/>
        </w:rPr>
        <w:t>درهما</w:t>
      </w:r>
      <w:r w:rsidRPr="00E76C19">
        <w:rPr>
          <w:rtl/>
          <w:lang w:bidi="fa-IR"/>
        </w:rPr>
        <w:t xml:space="preserve"> انفقته على عيالك ، و درهما قدمته لاخرتك ، و الثالث يضر و لا ينفع ، لاترده .</w:t>
      </w:r>
      <w:r w:rsidR="00D46EB2" w:rsidRPr="00E76C19">
        <w:rPr>
          <w:rFonts w:hint="eastAsia"/>
          <w:rtl/>
          <w:lang w:bidi="fa-IR"/>
        </w:rPr>
        <w:t xml:space="preserve"> </w:t>
      </w:r>
      <w:r w:rsidRPr="00E76C19">
        <w:rPr>
          <w:rFonts w:hint="eastAsia"/>
          <w:rtl/>
          <w:lang w:bidi="fa-IR"/>
        </w:rPr>
        <w:t>اجعل</w:t>
      </w:r>
      <w:r w:rsidRPr="00E76C19">
        <w:rPr>
          <w:rtl/>
          <w:lang w:bidi="fa-IR"/>
        </w:rPr>
        <w:t xml:space="preserve"> الدنيا كلمتين :</w:t>
      </w:r>
      <w:r w:rsidR="00D46EB2" w:rsidRPr="00E76C19">
        <w:rPr>
          <w:rFonts w:hint="eastAsia"/>
          <w:rtl/>
          <w:lang w:bidi="fa-IR"/>
        </w:rPr>
        <w:t xml:space="preserve"> </w:t>
      </w:r>
      <w:r w:rsidRPr="00E76C19">
        <w:rPr>
          <w:rFonts w:hint="eastAsia"/>
          <w:rtl/>
          <w:lang w:bidi="fa-IR"/>
        </w:rPr>
        <w:t>كلمة</w:t>
      </w:r>
      <w:r w:rsidRPr="00E76C19">
        <w:rPr>
          <w:rtl/>
          <w:lang w:bidi="fa-IR"/>
        </w:rPr>
        <w:t xml:space="preserve"> فى طلب الحلال ، و كلمة للاخرة ، و الثالثة تضر و لا تنفع ، لا تردها.</w:t>
      </w:r>
      <w:r w:rsidR="00D46EB2" w:rsidRPr="00E76C19">
        <w:rPr>
          <w:rFonts w:hint="eastAsia"/>
          <w:rtl/>
          <w:lang w:bidi="fa-IR"/>
        </w:rPr>
        <w:t xml:space="preserve"> </w:t>
      </w:r>
      <w:r w:rsidRPr="00E76C19">
        <w:rPr>
          <w:rFonts w:hint="eastAsia"/>
          <w:rtl/>
          <w:lang w:bidi="fa-IR"/>
        </w:rPr>
        <w:t>در</w:t>
      </w:r>
      <w:r w:rsidRPr="00E76C19">
        <w:rPr>
          <w:rtl/>
          <w:lang w:bidi="fa-IR"/>
        </w:rPr>
        <w:t xml:space="preserve"> يك روز گرم ، به ياد روز حشر، روزه بگيريد و براى كارهاى سخت </w:t>
      </w:r>
      <w:r w:rsidRPr="00D46EB2">
        <w:rPr>
          <w:rStyle w:val="libFootnotenumChar"/>
          <w:rtl/>
        </w:rPr>
        <w:t>(٣٢)</w:t>
      </w:r>
      <w:r w:rsidRPr="00E76C19">
        <w:rPr>
          <w:rtl/>
          <w:lang w:bidi="fa-IR"/>
        </w:rPr>
        <w:t xml:space="preserve">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براى تاريكى و وحشت قبر، در تاريكى شب ، دو ركعت نماز بگذاريد.</w:t>
      </w:r>
    </w:p>
    <w:p w:rsidR="00E76C19" w:rsidRPr="00E76C19" w:rsidRDefault="00E76C19" w:rsidP="00E76C19">
      <w:pPr>
        <w:pStyle w:val="libNormal"/>
        <w:rPr>
          <w:rtl/>
          <w:lang w:bidi="fa-IR"/>
        </w:rPr>
      </w:pPr>
      <w:r w:rsidRPr="00E76C19">
        <w:rPr>
          <w:rFonts w:hint="eastAsia"/>
          <w:rtl/>
          <w:lang w:bidi="fa-IR"/>
        </w:rPr>
        <w:t>توشه</w:t>
      </w:r>
      <w:r w:rsidRPr="00E76C19">
        <w:rPr>
          <w:rtl/>
          <w:lang w:bidi="fa-IR"/>
        </w:rPr>
        <w:t xml:space="preserve"> اين راه ، كلمه خيرى است كه بيان مى كنى ، و كلمه شرى است كه از گفتنش خود را باز مى دارى .</w:t>
      </w:r>
    </w:p>
    <w:p w:rsidR="00E76C19" w:rsidRPr="00E76C19" w:rsidRDefault="00E76C19" w:rsidP="00D46EB2">
      <w:pPr>
        <w:pStyle w:val="libNormal"/>
        <w:rPr>
          <w:rtl/>
          <w:lang w:bidi="fa-IR"/>
        </w:rPr>
      </w:pPr>
      <w:r w:rsidRPr="00E76C19">
        <w:rPr>
          <w:rFonts w:hint="eastAsia"/>
          <w:rtl/>
          <w:lang w:bidi="fa-IR"/>
        </w:rPr>
        <w:t>يا</w:t>
      </w:r>
      <w:r w:rsidRPr="00E76C19">
        <w:rPr>
          <w:rtl/>
          <w:lang w:bidi="fa-IR"/>
        </w:rPr>
        <w:t xml:space="preserve"> صدقه اى كه به مسكينى محتاج بخشى ، تا از مشكلات آن روز دشوار (قيامت) نجات يابى . اى بشر محتاج !!</w:t>
      </w:r>
      <w:r w:rsidR="00D46EB2" w:rsidRPr="00E76C19">
        <w:rPr>
          <w:rFonts w:hint="eastAsia"/>
          <w:rtl/>
          <w:lang w:bidi="fa-IR"/>
        </w:rPr>
        <w:t xml:space="preserve"> </w:t>
      </w:r>
      <w:r w:rsidRPr="00E76C19">
        <w:rPr>
          <w:rFonts w:hint="eastAsia"/>
          <w:rtl/>
          <w:lang w:bidi="fa-IR"/>
        </w:rPr>
        <w:t>دنيا</w:t>
      </w:r>
      <w:r w:rsidRPr="00E76C19">
        <w:rPr>
          <w:rtl/>
          <w:lang w:bidi="fa-IR"/>
        </w:rPr>
        <w:t xml:space="preserve"> را در دو درهم خلاصه كن .</w:t>
      </w:r>
      <w:r w:rsidR="00D46EB2" w:rsidRPr="00E76C19">
        <w:rPr>
          <w:rFonts w:hint="eastAsia"/>
          <w:rtl/>
          <w:lang w:bidi="fa-IR"/>
        </w:rPr>
        <w:t xml:space="preserve"> </w:t>
      </w:r>
      <w:r w:rsidRPr="00E76C19">
        <w:rPr>
          <w:rFonts w:hint="eastAsia"/>
          <w:rtl/>
          <w:lang w:bidi="fa-IR"/>
        </w:rPr>
        <w:t>يك</w:t>
      </w:r>
      <w:r w:rsidRPr="00E76C19">
        <w:rPr>
          <w:rtl/>
          <w:lang w:bidi="fa-IR"/>
        </w:rPr>
        <w:t xml:space="preserve"> درهم ، براى خانواده ات نگاه دار. و درهم ديگر را براى آخرتت پيش ‍ فرست . </w:t>
      </w:r>
      <w:r w:rsidRPr="00E76C19">
        <w:rPr>
          <w:rtl/>
          <w:lang w:bidi="fa-IR"/>
        </w:rPr>
        <w:lastRenderedPageBreak/>
        <w:t>و بدان كه ، درهم سوم ، تنها برايت زيان دارد، نه سود و هيچگاه به آن نياز پيدا نخواهى كرد.</w:t>
      </w:r>
    </w:p>
    <w:p w:rsidR="00E76C19" w:rsidRPr="00E76C19" w:rsidRDefault="00E76C19" w:rsidP="00D46EB2">
      <w:pPr>
        <w:pStyle w:val="libNormal"/>
        <w:rPr>
          <w:rtl/>
          <w:lang w:bidi="fa-IR"/>
        </w:rPr>
      </w:pPr>
      <w:r w:rsidRPr="00E76C19">
        <w:rPr>
          <w:rFonts w:hint="eastAsia"/>
          <w:rtl/>
          <w:lang w:bidi="fa-IR"/>
        </w:rPr>
        <w:t>دنيا</w:t>
      </w:r>
      <w:r w:rsidRPr="00E76C19">
        <w:rPr>
          <w:rtl/>
          <w:lang w:bidi="fa-IR"/>
        </w:rPr>
        <w:t xml:space="preserve"> را در دو كلمه خلاصه كن يك كلمه ، براى طلب حلال و كلمه ديگر، براى آخرت . و كلمه سوم ، زيان دارد و سود ندارد. و به آن نياز نخواهى يافت .</w:t>
      </w:r>
      <w:r w:rsidR="00D46EB2" w:rsidRPr="00E76C19">
        <w:rPr>
          <w:rFonts w:hint="eastAsia"/>
          <w:rtl/>
          <w:lang w:bidi="fa-IR"/>
        </w:rPr>
        <w:t xml:space="preserve"> </w:t>
      </w:r>
      <w:r w:rsidRPr="00E76C19">
        <w:rPr>
          <w:rFonts w:hint="eastAsia"/>
          <w:rtl/>
          <w:lang w:bidi="fa-IR"/>
        </w:rPr>
        <w:t>جناب</w:t>
      </w:r>
      <w:r w:rsidRPr="00E76C19">
        <w:rPr>
          <w:rtl/>
          <w:lang w:bidi="fa-IR"/>
        </w:rPr>
        <w:t xml:space="preserve"> ابوذر، سپس چنين افزود:</w:t>
      </w:r>
    </w:p>
    <w:p w:rsidR="00E76C19" w:rsidRPr="00E76C19" w:rsidRDefault="00E76C19" w:rsidP="00E76C19">
      <w:pPr>
        <w:pStyle w:val="libNormal"/>
        <w:rPr>
          <w:rtl/>
          <w:lang w:bidi="fa-IR"/>
        </w:rPr>
      </w:pPr>
      <w:r w:rsidRPr="00E76C19">
        <w:rPr>
          <w:rFonts w:hint="eastAsia"/>
          <w:rtl/>
          <w:lang w:bidi="fa-IR"/>
        </w:rPr>
        <w:t>قتلنى</w:t>
      </w:r>
      <w:r w:rsidRPr="00E76C19">
        <w:rPr>
          <w:rtl/>
          <w:lang w:bidi="fa-IR"/>
        </w:rPr>
        <w:t xml:space="preserve"> هم يوم لا ادركه .</w:t>
      </w:r>
    </w:p>
    <w:p w:rsidR="00E76C19" w:rsidRPr="00E76C19" w:rsidRDefault="00E76C19" w:rsidP="00E76C19">
      <w:pPr>
        <w:pStyle w:val="libNormal"/>
        <w:rPr>
          <w:rtl/>
          <w:lang w:bidi="fa-IR"/>
        </w:rPr>
      </w:pPr>
      <w:r w:rsidRPr="00E76C19">
        <w:rPr>
          <w:rFonts w:hint="eastAsia"/>
          <w:rtl/>
          <w:lang w:bidi="fa-IR"/>
        </w:rPr>
        <w:t>حسرت</w:t>
      </w:r>
      <w:r w:rsidRPr="00E76C19">
        <w:rPr>
          <w:rtl/>
          <w:lang w:bidi="fa-IR"/>
        </w:rPr>
        <w:t xml:space="preserve"> روزى كه به آن نرسيده ام ، مرا كشت . </w:t>
      </w:r>
      <w:r w:rsidRPr="00D46EB2">
        <w:rPr>
          <w:rStyle w:val="libFootnotenumChar"/>
          <w:rtl/>
        </w:rPr>
        <w:t>(٣٣)</w:t>
      </w:r>
    </w:p>
    <w:p w:rsidR="00E76C19" w:rsidRPr="00E76C19" w:rsidRDefault="00D46EB2" w:rsidP="00E76C19">
      <w:pPr>
        <w:pStyle w:val="libNormal"/>
        <w:rPr>
          <w:rtl/>
          <w:lang w:bidi="fa-IR"/>
        </w:rPr>
      </w:pPr>
      <w:r>
        <w:rPr>
          <w:rtl/>
          <w:lang w:bidi="fa-IR"/>
        </w:rPr>
        <w:br w:type="page"/>
      </w:r>
    </w:p>
    <w:p w:rsidR="00E76C19" w:rsidRPr="00E76C19" w:rsidRDefault="00E76C19" w:rsidP="00D46EB2">
      <w:pPr>
        <w:pStyle w:val="Heading2"/>
        <w:rPr>
          <w:rtl/>
          <w:lang w:bidi="fa-IR"/>
        </w:rPr>
      </w:pPr>
      <w:bookmarkStart w:id="10" w:name="_Toc489701850"/>
      <w:r w:rsidRPr="00E76C19">
        <w:rPr>
          <w:rFonts w:hint="eastAsia"/>
          <w:rtl/>
          <w:lang w:bidi="fa-IR"/>
        </w:rPr>
        <w:t>اندرز</w:t>
      </w:r>
      <w:r w:rsidRPr="00E76C19">
        <w:rPr>
          <w:rtl/>
          <w:lang w:bidi="fa-IR"/>
        </w:rPr>
        <w:t xml:space="preserve"> لقمان به فرزندش</w:t>
      </w:r>
      <w:bookmarkEnd w:id="10"/>
    </w:p>
    <w:p w:rsidR="00E76C19" w:rsidRPr="00E76C19" w:rsidRDefault="00E76C19" w:rsidP="00E76C19">
      <w:pPr>
        <w:pStyle w:val="libNormal"/>
        <w:rPr>
          <w:rtl/>
          <w:lang w:bidi="fa-IR"/>
        </w:rPr>
      </w:pPr>
      <w:r w:rsidRPr="00E76C19">
        <w:rPr>
          <w:rFonts w:hint="eastAsia"/>
          <w:rtl/>
          <w:lang w:bidi="fa-IR"/>
        </w:rPr>
        <w:t>لقمان</w:t>
      </w:r>
      <w:r w:rsidRPr="00E76C19">
        <w:rPr>
          <w:rtl/>
          <w:lang w:bidi="fa-IR"/>
        </w:rPr>
        <w:t xml:space="preserve"> حكيم به پسرش فرمود:</w:t>
      </w:r>
    </w:p>
    <w:p w:rsidR="00E76C19" w:rsidRPr="00E76C19" w:rsidRDefault="00E76C19" w:rsidP="00E76C19">
      <w:pPr>
        <w:pStyle w:val="libNormal"/>
        <w:rPr>
          <w:rtl/>
          <w:lang w:bidi="fa-IR"/>
        </w:rPr>
      </w:pPr>
      <w:r w:rsidRPr="00E76C19">
        <w:rPr>
          <w:rFonts w:hint="eastAsia"/>
          <w:rtl/>
          <w:lang w:bidi="fa-IR"/>
        </w:rPr>
        <w:t>فرزند</w:t>
      </w:r>
      <w:r w:rsidRPr="00E76C19">
        <w:rPr>
          <w:rtl/>
          <w:lang w:bidi="fa-IR"/>
        </w:rPr>
        <w:t xml:space="preserve"> عزيزم ، دنيا دريايى عميق و ژرف است ؛ و افرادى بسيار زياد در اين دريا هلاك شده اند. پس به ياد داشته باش كه :</w:t>
      </w:r>
    </w:p>
    <w:p w:rsidR="00E76C19" w:rsidRPr="00E76C19" w:rsidRDefault="00E76C19" w:rsidP="00D46EB2">
      <w:pPr>
        <w:pStyle w:val="libNormal"/>
        <w:rPr>
          <w:rtl/>
          <w:lang w:bidi="fa-IR"/>
        </w:rPr>
      </w:pPr>
      <w:r w:rsidRPr="00E76C19">
        <w:rPr>
          <w:rFonts w:hint="eastAsia"/>
          <w:rtl/>
          <w:lang w:bidi="fa-IR"/>
        </w:rPr>
        <w:t>كشتى</w:t>
      </w:r>
      <w:r w:rsidRPr="00E76C19">
        <w:rPr>
          <w:rtl/>
          <w:lang w:bidi="fa-IR"/>
        </w:rPr>
        <w:t xml:space="preserve"> خود را در اين درياى ژرف ، ايمان به خدا قرار دهى .</w:t>
      </w:r>
      <w:r w:rsidR="00D46EB2" w:rsidRPr="00E76C19">
        <w:rPr>
          <w:rFonts w:hint="eastAsia"/>
          <w:rtl/>
          <w:lang w:bidi="fa-IR"/>
        </w:rPr>
        <w:t xml:space="preserve"> </w:t>
      </w:r>
      <w:r w:rsidRPr="00E76C19">
        <w:rPr>
          <w:rFonts w:hint="eastAsia"/>
          <w:rtl/>
          <w:lang w:bidi="fa-IR"/>
        </w:rPr>
        <w:t>و</w:t>
      </w:r>
      <w:r w:rsidRPr="00E76C19">
        <w:rPr>
          <w:rtl/>
          <w:lang w:bidi="fa-IR"/>
        </w:rPr>
        <w:t xml:space="preserve"> بادبانش را، توكل به خدا نصب نمائى .</w:t>
      </w:r>
      <w:r w:rsidR="00D46EB2" w:rsidRPr="00E76C19">
        <w:rPr>
          <w:rFonts w:hint="eastAsia"/>
          <w:rtl/>
          <w:lang w:bidi="fa-IR"/>
        </w:rPr>
        <w:t xml:space="preserve"> </w:t>
      </w:r>
      <w:r w:rsidRPr="00E76C19">
        <w:rPr>
          <w:rFonts w:hint="eastAsia"/>
          <w:rtl/>
          <w:lang w:bidi="fa-IR"/>
        </w:rPr>
        <w:t>و</w:t>
      </w:r>
      <w:r w:rsidRPr="00E76C19">
        <w:rPr>
          <w:rtl/>
          <w:lang w:bidi="fa-IR"/>
        </w:rPr>
        <w:t xml:space="preserve"> توشه خود را در آن ، تقواى خدا عزوجل قرار دهى .</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از اين دريا نجات يافتى ، به كمك رحمت الهى رسته اى . و اگر هلاك شدى به سبب گناهان خودت به مهلكه افتاده اى </w:t>
      </w:r>
      <w:r w:rsidRPr="00D46EB2">
        <w:rPr>
          <w:rStyle w:val="libFootnotenumChar"/>
          <w:rtl/>
        </w:rPr>
        <w:t>(٣٤)</w:t>
      </w:r>
      <w:r w:rsidRPr="00E76C19">
        <w:rPr>
          <w:rtl/>
          <w:lang w:bidi="fa-IR"/>
        </w:rPr>
        <w:t xml:space="preserve"> .</w:t>
      </w:r>
    </w:p>
    <w:p w:rsidR="00E76C19" w:rsidRPr="00E76C19" w:rsidRDefault="00D46EB2" w:rsidP="00E76C19">
      <w:pPr>
        <w:pStyle w:val="libNormal"/>
        <w:rPr>
          <w:rtl/>
          <w:lang w:bidi="fa-IR"/>
        </w:rPr>
      </w:pPr>
      <w:r>
        <w:rPr>
          <w:rtl/>
          <w:lang w:bidi="fa-IR"/>
        </w:rPr>
        <w:br w:type="page"/>
      </w:r>
    </w:p>
    <w:p w:rsidR="00E76C19" w:rsidRPr="00E76C19" w:rsidRDefault="00E76C19" w:rsidP="00D46EB2">
      <w:pPr>
        <w:pStyle w:val="Heading2"/>
        <w:rPr>
          <w:rtl/>
          <w:lang w:bidi="fa-IR"/>
        </w:rPr>
      </w:pPr>
      <w:bookmarkStart w:id="11" w:name="_Toc489701851"/>
      <w:r w:rsidRPr="00E76C19">
        <w:rPr>
          <w:rFonts w:hint="eastAsia"/>
          <w:rtl/>
          <w:lang w:bidi="fa-IR"/>
        </w:rPr>
        <w:t>آداب</w:t>
      </w:r>
      <w:r w:rsidRPr="00E76C19">
        <w:rPr>
          <w:rtl/>
          <w:lang w:bidi="fa-IR"/>
        </w:rPr>
        <w:t xml:space="preserve"> سفر</w:t>
      </w:r>
      <w:bookmarkEnd w:id="11"/>
    </w:p>
    <w:p w:rsidR="00E76C19" w:rsidRPr="00E76C19" w:rsidRDefault="00E76C19" w:rsidP="00D46EB2">
      <w:pPr>
        <w:pStyle w:val="libNormal"/>
        <w:rPr>
          <w:rtl/>
          <w:lang w:bidi="fa-IR"/>
        </w:rPr>
      </w:pPr>
      <w:r w:rsidRPr="00E76C19">
        <w:rPr>
          <w:rFonts w:hint="eastAsia"/>
          <w:rtl/>
          <w:lang w:bidi="fa-IR"/>
        </w:rPr>
        <w:t>حماد</w:t>
      </w:r>
      <w:r w:rsidRPr="00E76C19">
        <w:rPr>
          <w:rtl/>
          <w:lang w:bidi="fa-IR"/>
        </w:rPr>
        <w:t xml:space="preserve"> بن عيسى گويد: امام صادق </w:t>
      </w:r>
      <w:r w:rsidR="004A085F" w:rsidRPr="004A085F">
        <w:rPr>
          <w:rStyle w:val="libAlaemChar"/>
          <w:rtl/>
          <w:lang w:bidi="fa-IR"/>
        </w:rPr>
        <w:t xml:space="preserve">عليه‌السلام </w:t>
      </w:r>
      <w:r w:rsidRPr="00E76C19">
        <w:rPr>
          <w:rtl/>
          <w:lang w:bidi="fa-IR"/>
        </w:rPr>
        <w:t>فرمود:</w:t>
      </w:r>
      <w:r w:rsidR="00D46EB2" w:rsidRPr="00E76C19">
        <w:rPr>
          <w:rFonts w:hint="eastAsia"/>
          <w:rtl/>
          <w:lang w:bidi="fa-IR"/>
        </w:rPr>
        <w:t xml:space="preserve"> </w:t>
      </w:r>
      <w:r w:rsidRPr="00E76C19">
        <w:rPr>
          <w:rFonts w:hint="eastAsia"/>
          <w:rtl/>
          <w:lang w:bidi="fa-IR"/>
        </w:rPr>
        <w:t>لقمان</w:t>
      </w:r>
      <w:r w:rsidRPr="00E76C19">
        <w:rPr>
          <w:rtl/>
          <w:lang w:bidi="fa-IR"/>
        </w:rPr>
        <w:t xml:space="preserve"> به پسرش فرمود:</w:t>
      </w:r>
    </w:p>
    <w:p w:rsidR="00E76C19" w:rsidRPr="00E76C19" w:rsidRDefault="00E76C19" w:rsidP="00E76C19">
      <w:pPr>
        <w:pStyle w:val="libNormal"/>
        <w:rPr>
          <w:rtl/>
          <w:lang w:bidi="fa-IR"/>
        </w:rPr>
      </w:pPr>
      <w:r w:rsidRPr="00E76C19">
        <w:rPr>
          <w:rFonts w:hint="eastAsia"/>
          <w:rtl/>
          <w:lang w:bidi="fa-IR"/>
        </w:rPr>
        <w:t>هنگامى</w:t>
      </w:r>
      <w:r w:rsidRPr="00E76C19">
        <w:rPr>
          <w:rtl/>
          <w:lang w:bidi="fa-IR"/>
        </w:rPr>
        <w:t xml:space="preserve"> كه همراه با گروهى سفر مى كنى ، در كار خود و كار آنها با همسفرانت بسيار مشورت كن .</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برابر آنها، بسيار تبسم كن .</w:t>
      </w:r>
    </w:p>
    <w:p w:rsidR="00E76C19" w:rsidRPr="00E76C19" w:rsidRDefault="00E76C19" w:rsidP="00E76C19">
      <w:pPr>
        <w:pStyle w:val="libNormal"/>
        <w:rPr>
          <w:rtl/>
          <w:lang w:bidi="fa-IR"/>
        </w:rPr>
      </w:pPr>
      <w:r w:rsidRPr="00E76C19">
        <w:rPr>
          <w:rFonts w:hint="eastAsia"/>
          <w:rtl/>
          <w:lang w:bidi="fa-IR"/>
        </w:rPr>
        <w:t>درباره</w:t>
      </w:r>
      <w:r w:rsidRPr="00E76C19">
        <w:rPr>
          <w:rtl/>
          <w:lang w:bidi="fa-IR"/>
        </w:rPr>
        <w:t xml:space="preserve"> توشه سفر، كريمانه عمل كن .</w:t>
      </w:r>
    </w:p>
    <w:p w:rsidR="00E76C19" w:rsidRPr="00E76C19" w:rsidRDefault="00E76C19" w:rsidP="00D46EB2">
      <w:pPr>
        <w:pStyle w:val="libNormal"/>
        <w:rPr>
          <w:rtl/>
          <w:lang w:bidi="fa-IR"/>
        </w:rPr>
      </w:pPr>
      <w:r w:rsidRPr="00E76C19">
        <w:rPr>
          <w:rFonts w:hint="eastAsia"/>
          <w:rtl/>
          <w:lang w:bidi="fa-IR"/>
        </w:rPr>
        <w:t>زمانى</w:t>
      </w:r>
      <w:r w:rsidRPr="00E76C19">
        <w:rPr>
          <w:rtl/>
          <w:lang w:bidi="fa-IR"/>
        </w:rPr>
        <w:t xml:space="preserve"> كه تو را فراخواندند، پاسخگو باش .</w:t>
      </w:r>
      <w:r w:rsidR="00D46EB2" w:rsidRPr="00E76C19">
        <w:rPr>
          <w:rFonts w:hint="eastAsia"/>
          <w:rtl/>
          <w:lang w:bidi="fa-IR"/>
        </w:rPr>
        <w:t xml:space="preserve"> </w:t>
      </w:r>
      <w:r w:rsidRPr="00E76C19">
        <w:rPr>
          <w:rFonts w:hint="eastAsia"/>
          <w:rtl/>
          <w:lang w:bidi="fa-IR"/>
        </w:rPr>
        <w:t>اگر</w:t>
      </w:r>
      <w:r w:rsidRPr="00E76C19">
        <w:rPr>
          <w:rtl/>
          <w:lang w:bidi="fa-IR"/>
        </w:rPr>
        <w:t xml:space="preserve"> از تو يارى خواستند، كمكشان كن .</w:t>
      </w:r>
      <w:r w:rsidR="00D46EB2" w:rsidRPr="00E76C19">
        <w:rPr>
          <w:rFonts w:hint="eastAsia"/>
          <w:rtl/>
          <w:lang w:bidi="fa-IR"/>
        </w:rPr>
        <w:t xml:space="preserve"> </w:t>
      </w:r>
      <w:r w:rsidRPr="00E76C19">
        <w:rPr>
          <w:rFonts w:hint="eastAsia"/>
          <w:rtl/>
          <w:lang w:bidi="fa-IR"/>
        </w:rPr>
        <w:t>زياد</w:t>
      </w:r>
      <w:r w:rsidRPr="00E76C19">
        <w:rPr>
          <w:rtl/>
          <w:lang w:bidi="fa-IR"/>
        </w:rPr>
        <w:t xml:space="preserve"> نماز بخوان و سكوت اختيار كن .</w:t>
      </w:r>
      <w:r w:rsidR="00D46EB2" w:rsidRPr="00E76C19">
        <w:rPr>
          <w:rFonts w:hint="eastAsia"/>
          <w:rtl/>
          <w:lang w:bidi="fa-IR"/>
        </w:rPr>
        <w:t xml:space="preserve"> </w:t>
      </w:r>
      <w:r w:rsidRPr="00E76C19">
        <w:rPr>
          <w:rFonts w:hint="eastAsia"/>
          <w:rtl/>
          <w:lang w:bidi="fa-IR"/>
        </w:rPr>
        <w:t>اگر</w:t>
      </w:r>
      <w:r w:rsidRPr="00E76C19">
        <w:rPr>
          <w:rtl/>
          <w:lang w:bidi="fa-IR"/>
        </w:rPr>
        <w:t xml:space="preserve"> از تو در كلام حقى گواهى خواستند، گواهى ده .</w:t>
      </w:r>
      <w:r w:rsidR="00D46EB2" w:rsidRPr="00E76C19">
        <w:rPr>
          <w:rFonts w:hint="eastAsia"/>
          <w:rtl/>
          <w:lang w:bidi="fa-IR"/>
        </w:rPr>
        <w:t xml:space="preserve"> </w:t>
      </w:r>
      <w:r w:rsidRPr="00E76C19">
        <w:rPr>
          <w:rFonts w:hint="eastAsia"/>
          <w:rtl/>
          <w:lang w:bidi="fa-IR"/>
        </w:rPr>
        <w:t>هنگامى</w:t>
      </w:r>
      <w:r w:rsidRPr="00E76C19">
        <w:rPr>
          <w:rtl/>
          <w:lang w:bidi="fa-IR"/>
        </w:rPr>
        <w:t xml:space="preserve"> كه از تو مشورت خواستند، فكرت را به كار بينداز با تعمق و بينش ‍ پاسخ ده . چون هر كس شرط اخلاص را بكار نبرد، خداوند، تدبير را از او سلب مى كند.</w:t>
      </w:r>
      <w:r w:rsidR="00D46EB2" w:rsidRPr="00E76C19">
        <w:rPr>
          <w:rFonts w:hint="eastAsia"/>
          <w:rtl/>
          <w:lang w:bidi="fa-IR"/>
        </w:rPr>
        <w:t xml:space="preserve"> </w:t>
      </w:r>
      <w:r w:rsidRPr="00E76C19">
        <w:rPr>
          <w:rFonts w:hint="eastAsia"/>
          <w:rtl/>
          <w:lang w:bidi="fa-IR"/>
        </w:rPr>
        <w:t>اگر</w:t>
      </w:r>
      <w:r w:rsidRPr="00E76C19">
        <w:rPr>
          <w:rtl/>
          <w:lang w:bidi="fa-IR"/>
        </w:rPr>
        <w:t xml:space="preserve"> ديدى همسفران پياده مى روند، تو نيز با ايشان پياده راه برو.</w:t>
      </w:r>
      <w:r w:rsidR="00D46EB2" w:rsidRPr="00E76C19">
        <w:rPr>
          <w:rFonts w:hint="eastAsia"/>
          <w:rtl/>
          <w:lang w:bidi="fa-IR"/>
        </w:rPr>
        <w:t xml:space="preserve"> </w:t>
      </w:r>
      <w:r w:rsidRPr="00E76C19">
        <w:rPr>
          <w:rFonts w:hint="eastAsia"/>
          <w:rtl/>
          <w:lang w:bidi="fa-IR"/>
        </w:rPr>
        <w:t>چون</w:t>
      </w:r>
      <w:r w:rsidRPr="00E76C19">
        <w:rPr>
          <w:rtl/>
          <w:lang w:bidi="fa-IR"/>
        </w:rPr>
        <w:t xml:space="preserve"> ديدى آنان به كارى مشغولند، تو نيز با آنان مشغول شو.</w:t>
      </w:r>
      <w:r w:rsidR="00D46EB2" w:rsidRPr="00E76C19">
        <w:rPr>
          <w:rFonts w:hint="eastAsia"/>
          <w:rtl/>
          <w:lang w:bidi="fa-IR"/>
        </w:rPr>
        <w:t xml:space="preserve"> </w:t>
      </w:r>
      <w:r w:rsidRPr="00E76C19">
        <w:rPr>
          <w:rFonts w:hint="eastAsia"/>
          <w:rtl/>
          <w:lang w:bidi="fa-IR"/>
        </w:rPr>
        <w:t>چون</w:t>
      </w:r>
      <w:r w:rsidRPr="00E76C19">
        <w:rPr>
          <w:rtl/>
          <w:lang w:bidi="fa-IR"/>
        </w:rPr>
        <w:t xml:space="preserve"> صدقه اى دادند، تو نيز (در صدقه دادن با ايشان) شركت كن .</w:t>
      </w:r>
      <w:r w:rsidR="00D46EB2" w:rsidRPr="00E76C19">
        <w:rPr>
          <w:rFonts w:hint="eastAsia"/>
          <w:rtl/>
          <w:lang w:bidi="fa-IR"/>
        </w:rPr>
        <w:t xml:space="preserve"> </w:t>
      </w:r>
      <w:r w:rsidRPr="00E76C19">
        <w:rPr>
          <w:rFonts w:hint="eastAsia"/>
          <w:rtl/>
          <w:lang w:bidi="fa-IR"/>
        </w:rPr>
        <w:t>به</w:t>
      </w:r>
      <w:r w:rsidRPr="00E76C19">
        <w:rPr>
          <w:rtl/>
          <w:lang w:bidi="fa-IR"/>
        </w:rPr>
        <w:t xml:space="preserve"> سخن كسى كه از تو بزرگتر است گوش فرا ده .</w:t>
      </w:r>
      <w:r w:rsidR="00D46EB2" w:rsidRPr="00E76C19">
        <w:rPr>
          <w:rFonts w:hint="eastAsia"/>
          <w:rtl/>
          <w:lang w:bidi="fa-IR"/>
        </w:rPr>
        <w:t xml:space="preserve"> </w:t>
      </w:r>
      <w:r w:rsidRPr="00E76C19">
        <w:rPr>
          <w:rFonts w:hint="eastAsia"/>
          <w:rtl/>
          <w:lang w:bidi="fa-IR"/>
        </w:rPr>
        <w:t>چون</w:t>
      </w:r>
      <w:r w:rsidRPr="00E76C19">
        <w:rPr>
          <w:rtl/>
          <w:lang w:bidi="fa-IR"/>
        </w:rPr>
        <w:t xml:space="preserve"> تو را به كارى امر كنند موافقت كن . چرا كه عدم موافقت برانجام امور، نشانه عجز است .</w:t>
      </w:r>
      <w:r w:rsidR="00D46EB2" w:rsidRPr="00E76C19">
        <w:rPr>
          <w:rFonts w:hint="eastAsia"/>
          <w:rtl/>
          <w:lang w:bidi="fa-IR"/>
        </w:rPr>
        <w:t xml:space="preserve"> </w:t>
      </w:r>
      <w:r w:rsidRPr="00E76C19">
        <w:rPr>
          <w:rFonts w:hint="eastAsia"/>
          <w:rtl/>
          <w:lang w:bidi="fa-IR"/>
        </w:rPr>
        <w:t>اگر</w:t>
      </w:r>
      <w:r w:rsidRPr="00E76C19">
        <w:rPr>
          <w:rtl/>
          <w:lang w:bidi="fa-IR"/>
        </w:rPr>
        <w:t xml:space="preserve"> در مقصد ترديد داريد، بايستيد و مشورت كنيد.</w:t>
      </w:r>
      <w:r w:rsidR="00D46EB2" w:rsidRPr="00E76C19">
        <w:rPr>
          <w:rFonts w:hint="eastAsia"/>
          <w:rtl/>
          <w:lang w:bidi="fa-IR"/>
        </w:rPr>
        <w:t xml:space="preserve"> </w:t>
      </w:r>
      <w:r w:rsidRPr="00E76C19">
        <w:rPr>
          <w:rFonts w:hint="eastAsia"/>
          <w:rtl/>
          <w:lang w:bidi="fa-IR"/>
        </w:rPr>
        <w:t>اگر</w:t>
      </w:r>
      <w:r w:rsidRPr="00E76C19">
        <w:rPr>
          <w:rtl/>
          <w:lang w:bidi="fa-IR"/>
        </w:rPr>
        <w:t xml:space="preserve"> يك نفر تنها را ديديد از او سوال نكنيد چون ممكن است او جاسوس ‍ دزدان و يا شيطان باشد. </w:t>
      </w:r>
      <w:r w:rsidRPr="00D46EB2">
        <w:rPr>
          <w:rStyle w:val="libFootnotenumChar"/>
          <w:rtl/>
        </w:rPr>
        <w:t>(٣٥)</w:t>
      </w:r>
    </w:p>
    <w:p w:rsidR="00E76C19" w:rsidRPr="00E76C19" w:rsidRDefault="00E76C19" w:rsidP="00E76C19">
      <w:pPr>
        <w:pStyle w:val="libNormal"/>
        <w:rPr>
          <w:rtl/>
          <w:lang w:bidi="fa-IR"/>
        </w:rPr>
      </w:pPr>
      <w:r w:rsidRPr="00E76C19">
        <w:rPr>
          <w:rFonts w:hint="eastAsia"/>
          <w:rtl/>
          <w:lang w:bidi="fa-IR"/>
        </w:rPr>
        <w:t>هنگامى</w:t>
      </w:r>
      <w:r w:rsidRPr="00E76C19">
        <w:rPr>
          <w:rtl/>
          <w:lang w:bidi="fa-IR"/>
        </w:rPr>
        <w:t xml:space="preserve"> كه وقت نماز شد، آن را به هيچ بهانه اى تاخير مينداز. زيرا نماز، دينى است كه بايد پرداخته گردد.</w:t>
      </w:r>
    </w:p>
    <w:p w:rsidR="00E76C19" w:rsidRPr="00E76C19" w:rsidRDefault="00E76C19" w:rsidP="00E76C19">
      <w:pPr>
        <w:pStyle w:val="libNormal"/>
        <w:rPr>
          <w:rtl/>
          <w:lang w:bidi="fa-IR"/>
        </w:rPr>
      </w:pPr>
      <w:r w:rsidRPr="00E76C19">
        <w:rPr>
          <w:rFonts w:hint="eastAsia"/>
          <w:rtl/>
          <w:lang w:bidi="fa-IR"/>
        </w:rPr>
        <w:t>نماز</w:t>
      </w:r>
      <w:r w:rsidRPr="00E76C19">
        <w:rPr>
          <w:rtl/>
          <w:lang w:bidi="fa-IR"/>
        </w:rPr>
        <w:t xml:space="preserve"> را به جماعت بگزار، اگر چه بر سر نيزه باشى !</w:t>
      </w:r>
    </w:p>
    <w:p w:rsidR="00E76C19" w:rsidRPr="00E76C19" w:rsidRDefault="00E76C19" w:rsidP="00E76C19">
      <w:pPr>
        <w:pStyle w:val="libNormal"/>
        <w:rPr>
          <w:rtl/>
          <w:lang w:bidi="fa-IR"/>
        </w:rPr>
      </w:pPr>
      <w:r w:rsidRPr="00E76C19">
        <w:rPr>
          <w:rFonts w:hint="eastAsia"/>
          <w:rtl/>
          <w:lang w:bidi="fa-IR"/>
        </w:rPr>
        <w:lastRenderedPageBreak/>
        <w:t>زمانى</w:t>
      </w:r>
      <w:r w:rsidRPr="00E76C19">
        <w:rPr>
          <w:rtl/>
          <w:lang w:bidi="fa-IR"/>
        </w:rPr>
        <w:t xml:space="preserve"> كه به مقصد رسيدى ، پيش از آماده شدن خودت ، مركبت را آماده كن . در جايى فرود آى كه خاكش نرمتر و گياهانش بيشتر است . </w:t>
      </w:r>
      <w:r w:rsidRPr="002768D7">
        <w:rPr>
          <w:rStyle w:val="libFootnotenumChar"/>
          <w:rtl/>
        </w:rPr>
        <w:t>(٣٦)</w:t>
      </w:r>
    </w:p>
    <w:p w:rsidR="00E76C19" w:rsidRPr="00E76C19" w:rsidRDefault="002768D7" w:rsidP="00E76C19">
      <w:pPr>
        <w:pStyle w:val="libNormal"/>
        <w:rPr>
          <w:rtl/>
          <w:lang w:bidi="fa-IR"/>
        </w:rPr>
      </w:pPr>
      <w:r>
        <w:rPr>
          <w:rtl/>
          <w:lang w:bidi="fa-IR"/>
        </w:rPr>
        <w:br w:type="page"/>
      </w:r>
    </w:p>
    <w:p w:rsidR="00E76C19" w:rsidRPr="00E76C19" w:rsidRDefault="00E76C19" w:rsidP="002768D7">
      <w:pPr>
        <w:pStyle w:val="Heading2"/>
        <w:rPr>
          <w:rtl/>
          <w:lang w:bidi="fa-IR"/>
        </w:rPr>
      </w:pPr>
      <w:bookmarkStart w:id="12" w:name="_Toc489701852"/>
      <w:r w:rsidRPr="00E76C19">
        <w:rPr>
          <w:rFonts w:hint="eastAsia"/>
          <w:rtl/>
          <w:lang w:bidi="fa-IR"/>
        </w:rPr>
        <w:t>فضيلت</w:t>
      </w:r>
      <w:r w:rsidRPr="00E76C19">
        <w:rPr>
          <w:rtl/>
          <w:lang w:bidi="fa-IR"/>
        </w:rPr>
        <w:t xml:space="preserve"> امت پيامبر </w:t>
      </w:r>
      <w:r w:rsidR="002768D7" w:rsidRPr="002768D7">
        <w:rPr>
          <w:rStyle w:val="libAlaemChar"/>
          <w:rtl/>
        </w:rPr>
        <w:t>صلى‌الله‌عليه‌وآله‌وسلم</w:t>
      </w:r>
      <w:bookmarkEnd w:id="12"/>
      <w:r w:rsidR="002768D7" w:rsidRPr="002768D7">
        <w:rPr>
          <w:rStyle w:val="libAlaemChar"/>
          <w:rtl/>
        </w:rPr>
        <w:t xml:space="preserve"> </w:t>
      </w:r>
    </w:p>
    <w:p w:rsidR="00E76C19" w:rsidRPr="00E76C19" w:rsidRDefault="00E76C19" w:rsidP="002768D7">
      <w:pPr>
        <w:pStyle w:val="libNormal"/>
        <w:rPr>
          <w:rtl/>
          <w:lang w:bidi="fa-IR"/>
        </w:rPr>
      </w:pPr>
      <w:r w:rsidRPr="00E76C19">
        <w:rPr>
          <w:rFonts w:hint="eastAsia"/>
          <w:rtl/>
          <w:lang w:bidi="fa-IR"/>
        </w:rPr>
        <w:t>حضرت</w:t>
      </w:r>
      <w:r w:rsidRPr="00E76C19">
        <w:rPr>
          <w:rtl/>
          <w:lang w:bidi="fa-IR"/>
        </w:rPr>
        <w:t xml:space="preserve"> رسول اكرم </w:t>
      </w:r>
      <w:r w:rsidR="0056043B" w:rsidRPr="0056043B">
        <w:rPr>
          <w:rStyle w:val="libAlaemChar"/>
          <w:rtl/>
        </w:rPr>
        <w:t xml:space="preserve">صلى‌الله‌عليه‌وآله‌وسلم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آن</w:t>
      </w:r>
      <w:r w:rsidRPr="00E76C19">
        <w:rPr>
          <w:rtl/>
          <w:lang w:bidi="fa-IR"/>
        </w:rPr>
        <w:t xml:space="preserve"> هنگام كه خداوند عزوجل حضرت موسى </w:t>
      </w:r>
      <w:r w:rsidR="004A085F" w:rsidRPr="004A085F">
        <w:rPr>
          <w:rStyle w:val="libAlaemChar"/>
          <w:rtl/>
          <w:lang w:bidi="fa-IR"/>
        </w:rPr>
        <w:t xml:space="preserve">عليه‌السلام </w:t>
      </w:r>
      <w:r w:rsidRPr="00E76C19">
        <w:rPr>
          <w:rtl/>
          <w:lang w:bidi="fa-IR"/>
        </w:rPr>
        <w:t>را مبعوث فرمود، و او را به عنوان راز دار خود برگزيد. دريا را برايش شكافت ، بنى اسرائيل را نجات داد و تورات را به حضرتش عطا فرمود.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موسى </w:t>
      </w:r>
      <w:r w:rsidR="004A085F" w:rsidRPr="004A085F">
        <w:rPr>
          <w:rStyle w:val="libAlaemChar"/>
          <w:rtl/>
          <w:lang w:bidi="fa-IR"/>
        </w:rPr>
        <w:t xml:space="preserve">عليه‌السلام </w:t>
      </w:r>
      <w:r w:rsidRPr="00E76C19">
        <w:rPr>
          <w:rtl/>
          <w:lang w:bidi="fa-IR"/>
        </w:rPr>
        <w:t>، آن هنگام كه ، مقام قرب خود را در پيشگاه حضرت جل و علا درك نمود، عرضه داشت :</w:t>
      </w:r>
    </w:p>
    <w:p w:rsidR="00E76C19" w:rsidRPr="00E76C19" w:rsidRDefault="00E76C19" w:rsidP="00E76C19">
      <w:pPr>
        <w:pStyle w:val="libNormal"/>
        <w:rPr>
          <w:rtl/>
          <w:lang w:bidi="fa-IR"/>
        </w:rPr>
      </w:pPr>
      <w:r w:rsidRPr="00E76C19">
        <w:rPr>
          <w:rFonts w:hint="eastAsia"/>
          <w:rtl/>
          <w:lang w:bidi="fa-IR"/>
        </w:rPr>
        <w:t>خداوندا</w:t>
      </w:r>
      <w:r w:rsidRPr="00E76C19">
        <w:rPr>
          <w:rtl/>
          <w:lang w:bidi="fa-IR"/>
        </w:rPr>
        <w:t>! به من كرامتى بخشيدى ، كه به هيچ يك از بندگانت قبل از من نبخشيده اى .</w:t>
      </w:r>
    </w:p>
    <w:p w:rsidR="00E76C19" w:rsidRPr="00E76C19" w:rsidRDefault="00E76C19" w:rsidP="00E76C19">
      <w:pPr>
        <w:pStyle w:val="libNormal"/>
        <w:rPr>
          <w:rtl/>
          <w:lang w:bidi="fa-IR"/>
        </w:rPr>
      </w:pPr>
      <w:r w:rsidRPr="00E76C19">
        <w:rPr>
          <w:rFonts w:hint="eastAsia"/>
          <w:rtl/>
          <w:lang w:bidi="fa-IR"/>
        </w:rPr>
        <w:t>خداى</w:t>
      </w:r>
      <w:r w:rsidRPr="00E76C19">
        <w:rPr>
          <w:rtl/>
          <w:lang w:bidi="fa-IR"/>
        </w:rPr>
        <w:t xml:space="preserve"> جل و جلاله فرمود:</w:t>
      </w:r>
    </w:p>
    <w:p w:rsidR="00E76C19" w:rsidRPr="00E76C19" w:rsidRDefault="00E76C19" w:rsidP="002768D7">
      <w:pPr>
        <w:pStyle w:val="libNormal"/>
        <w:rPr>
          <w:rtl/>
          <w:lang w:bidi="fa-IR"/>
        </w:rPr>
      </w:pPr>
      <w:r w:rsidRPr="00E76C19">
        <w:rPr>
          <w:rFonts w:hint="eastAsia"/>
          <w:rtl/>
          <w:lang w:bidi="fa-IR"/>
        </w:rPr>
        <w:t>اى</w:t>
      </w:r>
      <w:r w:rsidRPr="00E76C19">
        <w:rPr>
          <w:rtl/>
          <w:lang w:bidi="fa-IR"/>
        </w:rPr>
        <w:t xml:space="preserve"> موسى ! آيا نمى دانى كه محمد </w:t>
      </w:r>
      <w:r w:rsidR="0056043B" w:rsidRPr="0056043B">
        <w:rPr>
          <w:rStyle w:val="libAlaemChar"/>
          <w:rtl/>
        </w:rPr>
        <w:t xml:space="preserve">صلى‌الله‌عليه‌وآله‌وسلم </w:t>
      </w:r>
      <w:r w:rsidRPr="00E76C19">
        <w:rPr>
          <w:rtl/>
          <w:lang w:bidi="fa-IR"/>
        </w:rPr>
        <w:t>در نزد من ، از همگى آفريدگانم برتر است ؟</w:t>
      </w:r>
    </w:p>
    <w:p w:rsidR="00E76C19" w:rsidRPr="00E76C19" w:rsidRDefault="00E76C19" w:rsidP="002768D7">
      <w:pPr>
        <w:pStyle w:val="libNormal"/>
        <w:rPr>
          <w:rtl/>
          <w:lang w:bidi="fa-IR"/>
        </w:rPr>
      </w:pPr>
      <w:r w:rsidRPr="00E76C19">
        <w:rPr>
          <w:rFonts w:hint="eastAsia"/>
          <w:rtl/>
          <w:lang w:bidi="fa-IR"/>
        </w:rPr>
        <w:t>حضرت</w:t>
      </w:r>
      <w:r w:rsidRPr="00E76C19">
        <w:rPr>
          <w:rtl/>
          <w:lang w:bidi="fa-IR"/>
        </w:rPr>
        <w:t xml:space="preserve"> موسى </w:t>
      </w:r>
      <w:r w:rsidR="004A085F" w:rsidRPr="004A085F">
        <w:rPr>
          <w:rStyle w:val="libAlaemChar"/>
          <w:rtl/>
          <w:lang w:bidi="fa-IR"/>
        </w:rPr>
        <w:t xml:space="preserve">عليه‌السلام </w:t>
      </w:r>
      <w:r w:rsidRPr="00E76C19">
        <w:rPr>
          <w:rtl/>
          <w:lang w:bidi="fa-IR"/>
        </w:rPr>
        <w:t xml:space="preserve">عرض نمود: خدايا! حال كه محمد </w:t>
      </w:r>
      <w:r w:rsidR="0056043B" w:rsidRPr="0056043B">
        <w:rPr>
          <w:rStyle w:val="libAlaemChar"/>
          <w:rtl/>
        </w:rPr>
        <w:t xml:space="preserve">صلى‌الله‌عليه‌وآله‌وسلم </w:t>
      </w:r>
      <w:r w:rsidRPr="00E76C19">
        <w:rPr>
          <w:rtl/>
          <w:lang w:bidi="fa-IR"/>
        </w:rPr>
        <w:t>در پيشگاه حضرتت از تمام آفريدگانت گرامى تر است ؛ آيا در ميان خاندان پيامبران ، گرامى تر از خاندان من وجود دارد؟</w:t>
      </w:r>
    </w:p>
    <w:p w:rsidR="00E76C19" w:rsidRPr="00E76C19" w:rsidRDefault="00E76C19" w:rsidP="00E76C19">
      <w:pPr>
        <w:pStyle w:val="libNormal"/>
        <w:rPr>
          <w:rtl/>
          <w:lang w:bidi="fa-IR"/>
        </w:rPr>
      </w:pPr>
      <w:r w:rsidRPr="00E76C19">
        <w:rPr>
          <w:rFonts w:hint="eastAsia"/>
          <w:rtl/>
          <w:lang w:bidi="fa-IR"/>
        </w:rPr>
        <w:t>خداى</w:t>
      </w:r>
      <w:r w:rsidRPr="00E76C19">
        <w:rPr>
          <w:rtl/>
          <w:lang w:bidi="fa-IR"/>
        </w:rPr>
        <w:t xml:space="preserve"> عزوجل فرمود: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موسى ! آيا ندانستى كه ارزش خاندان محمد </w:t>
      </w:r>
      <w:r w:rsidR="0056043B" w:rsidRPr="0056043B">
        <w:rPr>
          <w:rStyle w:val="libAlaemChar"/>
          <w:rtl/>
        </w:rPr>
        <w:t xml:space="preserve">صلى‌الله‌عليه‌وآله‌وسلم </w:t>
      </w:r>
      <w:r w:rsidRPr="00E76C19">
        <w:rPr>
          <w:rtl/>
          <w:lang w:bidi="fa-IR"/>
        </w:rPr>
        <w:t xml:space="preserve">بر ديگر خاندان پيامبران ، مانند ارزش و برترى حضرت محمد </w:t>
      </w:r>
      <w:r w:rsidR="0056043B" w:rsidRPr="0056043B">
        <w:rPr>
          <w:rStyle w:val="libAlaemChar"/>
          <w:rtl/>
        </w:rPr>
        <w:t xml:space="preserve">صلى‌الله‌عليه‌وآله‌وسلم </w:t>
      </w:r>
      <w:r w:rsidRPr="00E76C19">
        <w:rPr>
          <w:rtl/>
          <w:lang w:bidi="fa-IR"/>
        </w:rPr>
        <w:t>بر تمام پيامبران مى باشد؟</w:t>
      </w:r>
    </w:p>
    <w:p w:rsidR="00E76C19" w:rsidRPr="00E76C19" w:rsidRDefault="00E76C19" w:rsidP="00E76C19">
      <w:pPr>
        <w:pStyle w:val="libNormal"/>
        <w:rPr>
          <w:rtl/>
          <w:lang w:bidi="fa-IR"/>
        </w:rPr>
      </w:pPr>
      <w:r w:rsidRPr="00E76C19">
        <w:rPr>
          <w:rFonts w:hint="eastAsia"/>
          <w:rtl/>
          <w:lang w:bidi="fa-IR"/>
        </w:rPr>
        <w:t>موسى</w:t>
      </w:r>
      <w:r w:rsidRPr="00E76C19">
        <w:rPr>
          <w:rtl/>
          <w:lang w:bidi="fa-IR"/>
        </w:rPr>
        <w:t xml:space="preserve"> </w:t>
      </w:r>
      <w:r w:rsidR="004A085F" w:rsidRPr="004A085F">
        <w:rPr>
          <w:rStyle w:val="libAlaemChar"/>
          <w:rtl/>
          <w:lang w:bidi="fa-IR"/>
        </w:rPr>
        <w:t xml:space="preserve">عليه‌السلام </w:t>
      </w:r>
      <w:r w:rsidRPr="00E76C19">
        <w:rPr>
          <w:rtl/>
          <w:lang w:bidi="fa-IR"/>
        </w:rPr>
        <w:t xml:space="preserve">عرض كرد: خدايا! پس اگر آل محمد </w:t>
      </w:r>
      <w:r w:rsidR="004A085F" w:rsidRPr="004A085F">
        <w:rPr>
          <w:rStyle w:val="libAlaemChar"/>
          <w:rtl/>
          <w:lang w:bidi="fa-IR"/>
        </w:rPr>
        <w:t xml:space="preserve">عليه‌السلام </w:t>
      </w:r>
      <w:r w:rsidRPr="00E76C19">
        <w:rPr>
          <w:rtl/>
          <w:lang w:bidi="fa-IR"/>
        </w:rPr>
        <w:t xml:space="preserve">چنين هستند. آيا درميان امتهاى پيامبران ، امتى هست كه نزد تو، برتر از امت من باشد كه بر سر </w:t>
      </w:r>
      <w:r w:rsidRPr="00E76C19">
        <w:rPr>
          <w:rtl/>
          <w:lang w:bidi="fa-IR"/>
        </w:rPr>
        <w:lastRenderedPageBreak/>
        <w:t>آنان امت من ابر را سايه بان گردانيدى . من و سلوى غذاى بهشتى بر آنان نازل فرمودى . و دريا را برايشان شكافتى ؟</w:t>
      </w:r>
    </w:p>
    <w:p w:rsidR="00E76C19" w:rsidRPr="00E76C19" w:rsidRDefault="00E76C19" w:rsidP="00E76C19">
      <w:pPr>
        <w:pStyle w:val="libNormal"/>
        <w:rPr>
          <w:rtl/>
          <w:lang w:bidi="fa-IR"/>
        </w:rPr>
      </w:pPr>
      <w:r w:rsidRPr="00E76C19">
        <w:rPr>
          <w:rFonts w:hint="eastAsia"/>
          <w:rtl/>
          <w:lang w:bidi="fa-IR"/>
        </w:rPr>
        <w:t>خداوند</w:t>
      </w:r>
      <w:r w:rsidRPr="00E76C19">
        <w:rPr>
          <w:rtl/>
          <w:lang w:bidi="fa-IR"/>
        </w:rPr>
        <w:t xml:space="preserve"> عزوجل فرمود: اى موسى ! آيا ندانستى كه فضل امت محمد </w:t>
      </w:r>
      <w:r w:rsidR="0056043B" w:rsidRPr="0056043B">
        <w:rPr>
          <w:rStyle w:val="libAlaemChar"/>
          <w:rtl/>
        </w:rPr>
        <w:t xml:space="preserve">صلى‌الله‌عليه‌وآله‌وسلم </w:t>
      </w:r>
      <w:r w:rsidRPr="00E76C19">
        <w:rPr>
          <w:rtl/>
          <w:lang w:bidi="fa-IR"/>
        </w:rPr>
        <w:t>بر تمام امتها، مانند فضل اوست بر جميع آفريدگان من .</w:t>
      </w:r>
    </w:p>
    <w:p w:rsidR="00E76C19" w:rsidRPr="00E76C19" w:rsidRDefault="00E76C19" w:rsidP="00E76C19">
      <w:pPr>
        <w:pStyle w:val="libNormal"/>
        <w:rPr>
          <w:rtl/>
          <w:lang w:bidi="fa-IR"/>
        </w:rPr>
      </w:pPr>
      <w:r w:rsidRPr="00E76C19">
        <w:rPr>
          <w:rFonts w:hint="eastAsia"/>
          <w:rtl/>
          <w:lang w:bidi="fa-IR"/>
        </w:rPr>
        <w:t>سپس</w:t>
      </w:r>
      <w:r w:rsidRPr="00E76C19">
        <w:rPr>
          <w:rtl/>
          <w:lang w:bidi="fa-IR"/>
        </w:rPr>
        <w:t xml:space="preserve"> حضرت موسى </w:t>
      </w:r>
      <w:r w:rsidR="004A085F" w:rsidRPr="004A085F">
        <w:rPr>
          <w:rStyle w:val="libAlaemChar"/>
          <w:rtl/>
          <w:lang w:bidi="fa-IR"/>
        </w:rPr>
        <w:t xml:space="preserve">عليه‌السلام </w:t>
      </w:r>
      <w:r w:rsidRPr="00E76C19">
        <w:rPr>
          <w:rtl/>
          <w:lang w:bidi="fa-IR"/>
        </w:rPr>
        <w:t>فرمود: خدايا! اى كاش ، من ايشان را مى ديدم .</w:t>
      </w:r>
    </w:p>
    <w:p w:rsidR="00E76C19" w:rsidRPr="00E76C19" w:rsidRDefault="00E76C19" w:rsidP="00E76C19">
      <w:pPr>
        <w:pStyle w:val="libNormal"/>
        <w:rPr>
          <w:rtl/>
          <w:lang w:bidi="fa-IR"/>
        </w:rPr>
      </w:pPr>
      <w:r w:rsidRPr="00E76C19">
        <w:rPr>
          <w:rFonts w:hint="eastAsia"/>
          <w:rtl/>
          <w:lang w:bidi="fa-IR"/>
        </w:rPr>
        <w:t>خداوند</w:t>
      </w:r>
      <w:r w:rsidRPr="00E76C19">
        <w:rPr>
          <w:rtl/>
          <w:lang w:bidi="fa-IR"/>
        </w:rPr>
        <w:t xml:space="preserve"> عزوجل وحى فرستاد كه :</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موسى ! تو آنها را نخواهى ديد، زيرا كه اين زمان ، زمان ظهور آنها نيست . اما به زودى ايشان را در بهشت و جنات عدن و فردوس ، در حضور محمد </w:t>
      </w:r>
      <w:r w:rsidR="002768D7" w:rsidRPr="002768D7">
        <w:rPr>
          <w:rStyle w:val="libAlaemChar"/>
          <w:rtl/>
        </w:rPr>
        <w:t xml:space="preserve">صلى‌الله‌عليه‌وآله‌وسلم </w:t>
      </w:r>
      <w:r w:rsidRPr="00E76C19">
        <w:rPr>
          <w:rtl/>
          <w:lang w:bidi="fa-IR"/>
        </w:rPr>
        <w:t xml:space="preserve"> مى بينى كه در ميان نعمتهاى آن مى گردند؛ و از خيرات آن متنعم هستند.</w:t>
      </w:r>
    </w:p>
    <w:p w:rsidR="00E76C19" w:rsidRPr="00E76C19" w:rsidRDefault="00E76C19" w:rsidP="00E76C19">
      <w:pPr>
        <w:pStyle w:val="libNormal"/>
        <w:rPr>
          <w:rtl/>
          <w:lang w:bidi="fa-IR"/>
        </w:rPr>
      </w:pPr>
      <w:r w:rsidRPr="00E76C19">
        <w:rPr>
          <w:rFonts w:hint="eastAsia"/>
          <w:rtl/>
          <w:lang w:bidi="fa-IR"/>
        </w:rPr>
        <w:t>آيا</w:t>
      </w:r>
      <w:r w:rsidRPr="00E76C19">
        <w:rPr>
          <w:rtl/>
          <w:lang w:bidi="fa-IR"/>
        </w:rPr>
        <w:t xml:space="preserve"> دوست دارى كلامشان را به گوش تو برسانم ؟</w:t>
      </w:r>
    </w:p>
    <w:p w:rsidR="00E76C19" w:rsidRPr="00E76C19" w:rsidRDefault="00E76C19" w:rsidP="00E76C19">
      <w:pPr>
        <w:pStyle w:val="libNormal"/>
        <w:rPr>
          <w:rtl/>
          <w:lang w:bidi="fa-IR"/>
        </w:rPr>
      </w:pPr>
      <w:r w:rsidRPr="00E76C19">
        <w:rPr>
          <w:rFonts w:hint="eastAsia"/>
          <w:rtl/>
          <w:lang w:bidi="fa-IR"/>
        </w:rPr>
        <w:t>موسى</w:t>
      </w:r>
      <w:r w:rsidRPr="00E76C19">
        <w:rPr>
          <w:rtl/>
          <w:lang w:bidi="fa-IR"/>
        </w:rPr>
        <w:t xml:space="preserve"> عرض كرد: بلى . اى معبود من !</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خداى عزوجل فرمود: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پيشگاه من در كمال ادب بايست ، مانند ايستادن بنده ذليل در پيشگاه پادشاه جليل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موسى </w:t>
      </w:r>
      <w:r w:rsidR="004A085F" w:rsidRPr="004A085F">
        <w:rPr>
          <w:rStyle w:val="libAlaemChar"/>
          <w:rtl/>
          <w:lang w:bidi="fa-IR"/>
        </w:rPr>
        <w:t xml:space="preserve">عليه‌السلام </w:t>
      </w:r>
      <w:r w:rsidRPr="00E76C19">
        <w:rPr>
          <w:rtl/>
          <w:lang w:bidi="fa-IR"/>
        </w:rPr>
        <w:t>چنين كرد.</w:t>
      </w:r>
    </w:p>
    <w:p w:rsidR="00E76C19" w:rsidRPr="00E76C19" w:rsidRDefault="00E76C19" w:rsidP="002768D7">
      <w:pPr>
        <w:pStyle w:val="libNormal"/>
        <w:rPr>
          <w:rtl/>
          <w:lang w:bidi="fa-IR"/>
        </w:rPr>
      </w:pPr>
      <w:r w:rsidRPr="00E76C19">
        <w:rPr>
          <w:rFonts w:hint="eastAsia"/>
          <w:rtl/>
          <w:lang w:bidi="fa-IR"/>
        </w:rPr>
        <w:t>در</w:t>
      </w:r>
      <w:r w:rsidRPr="00E76C19">
        <w:rPr>
          <w:rtl/>
          <w:lang w:bidi="fa-IR"/>
        </w:rPr>
        <w:t xml:space="preserve"> اين حال خداى ما عزوجل ندا داد كه :</w:t>
      </w:r>
      <w:r w:rsidR="002768D7" w:rsidRPr="00E76C19">
        <w:rPr>
          <w:rFonts w:hint="eastAsia"/>
          <w:rtl/>
          <w:lang w:bidi="fa-IR"/>
        </w:rPr>
        <w:t xml:space="preserve"> </w:t>
      </w:r>
      <w:r w:rsidRPr="00E76C19">
        <w:rPr>
          <w:rFonts w:hint="eastAsia"/>
          <w:rtl/>
          <w:lang w:bidi="fa-IR"/>
        </w:rPr>
        <w:t>اى</w:t>
      </w:r>
      <w:r w:rsidRPr="00E76C19">
        <w:rPr>
          <w:rtl/>
          <w:lang w:bidi="fa-IR"/>
        </w:rPr>
        <w:t xml:space="preserve"> امت محمد!</w:t>
      </w:r>
    </w:p>
    <w:p w:rsidR="00E76C19" w:rsidRPr="00E76C19" w:rsidRDefault="00E76C19" w:rsidP="00E76C19">
      <w:pPr>
        <w:pStyle w:val="libNormal"/>
        <w:rPr>
          <w:rtl/>
          <w:lang w:bidi="fa-IR"/>
        </w:rPr>
      </w:pPr>
      <w:r w:rsidRPr="00E76C19">
        <w:rPr>
          <w:rFonts w:hint="eastAsia"/>
          <w:rtl/>
          <w:lang w:bidi="fa-IR"/>
        </w:rPr>
        <w:t>همگى</w:t>
      </w:r>
      <w:r w:rsidRPr="00E76C19">
        <w:rPr>
          <w:rtl/>
          <w:lang w:bidi="fa-IR"/>
        </w:rPr>
        <w:t xml:space="preserve"> ايشان ...، پاسخ گفتند:</w:t>
      </w:r>
    </w:p>
    <w:p w:rsidR="00E76C19" w:rsidRPr="00E76C19" w:rsidRDefault="00E76C19" w:rsidP="00E76C19">
      <w:pPr>
        <w:pStyle w:val="libNormal"/>
        <w:rPr>
          <w:rtl/>
          <w:lang w:bidi="fa-IR"/>
        </w:rPr>
      </w:pPr>
      <w:r w:rsidRPr="00E76C19">
        <w:rPr>
          <w:rFonts w:hint="eastAsia"/>
          <w:rtl/>
          <w:lang w:bidi="fa-IR"/>
        </w:rPr>
        <w:t>لبيك</w:t>
      </w:r>
      <w:r w:rsidRPr="00E76C19">
        <w:rPr>
          <w:rtl/>
          <w:lang w:bidi="fa-IR"/>
        </w:rPr>
        <w:t xml:space="preserve"> ، اللهم لبيك ، لبيك لا شريك لك لبيك ، ان الحمد و النعمة لك و الملك ، لا شريك لك لبيك</w:t>
      </w:r>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فرمودند: خداوند اين اجابت را شعار حج قرار داد. </w:t>
      </w:r>
      <w:r w:rsidRPr="002768D7">
        <w:rPr>
          <w:rStyle w:val="libFootnotenumChar"/>
          <w:rtl/>
        </w:rPr>
        <w:t>(٣٧)</w:t>
      </w:r>
    </w:p>
    <w:p w:rsidR="00E76C19" w:rsidRPr="00E76C19" w:rsidRDefault="002768D7" w:rsidP="00E76C19">
      <w:pPr>
        <w:pStyle w:val="libNormal"/>
        <w:rPr>
          <w:rtl/>
          <w:lang w:bidi="fa-IR"/>
        </w:rPr>
      </w:pPr>
      <w:r>
        <w:rPr>
          <w:rtl/>
          <w:lang w:bidi="fa-IR"/>
        </w:rPr>
        <w:br w:type="page"/>
      </w:r>
    </w:p>
    <w:p w:rsidR="00E76C19" w:rsidRPr="00E76C19" w:rsidRDefault="00E76C19" w:rsidP="002768D7">
      <w:pPr>
        <w:pStyle w:val="Heading2"/>
        <w:rPr>
          <w:rtl/>
          <w:lang w:bidi="fa-IR"/>
        </w:rPr>
      </w:pPr>
      <w:bookmarkStart w:id="13" w:name="_Toc489701853"/>
      <w:r w:rsidRPr="00E76C19">
        <w:rPr>
          <w:rFonts w:hint="eastAsia"/>
          <w:rtl/>
          <w:lang w:bidi="fa-IR"/>
        </w:rPr>
        <w:t>اولياى</w:t>
      </w:r>
      <w:r w:rsidRPr="00E76C19">
        <w:rPr>
          <w:rtl/>
          <w:lang w:bidi="fa-IR"/>
        </w:rPr>
        <w:t xml:space="preserve"> خدا</w:t>
      </w:r>
      <w:bookmarkEnd w:id="13"/>
    </w:p>
    <w:p w:rsidR="00E76C19" w:rsidRPr="00E76C19" w:rsidRDefault="00E76C19" w:rsidP="00E76C19">
      <w:pPr>
        <w:pStyle w:val="libNormal"/>
        <w:rPr>
          <w:rtl/>
          <w:lang w:bidi="fa-IR"/>
        </w:rPr>
      </w:pPr>
      <w:r w:rsidRPr="00E76C19">
        <w:rPr>
          <w:rFonts w:hint="eastAsia"/>
          <w:rtl/>
          <w:lang w:bidi="fa-IR"/>
        </w:rPr>
        <w:t>داوود</w:t>
      </w:r>
      <w:r w:rsidRPr="00E76C19">
        <w:rPr>
          <w:rtl/>
          <w:lang w:bidi="fa-IR"/>
        </w:rPr>
        <w:t xml:space="preserve"> رقى به محضر امام صادق </w:t>
      </w:r>
      <w:r w:rsidR="004A085F" w:rsidRPr="004A085F">
        <w:rPr>
          <w:rStyle w:val="libAlaemChar"/>
          <w:rtl/>
          <w:lang w:bidi="fa-IR"/>
        </w:rPr>
        <w:t xml:space="preserve">عليه‌السلام </w:t>
      </w:r>
      <w:r w:rsidRPr="00E76C19">
        <w:rPr>
          <w:rtl/>
          <w:lang w:bidi="fa-IR"/>
        </w:rPr>
        <w:t>رفته و از شخصى شكايت كرد كه از او قرض گرفته بود. و داوود مى ترسيد كه مالش از بين برود.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چون</w:t>
      </w:r>
      <w:r w:rsidRPr="00E76C19">
        <w:rPr>
          <w:rtl/>
          <w:lang w:bidi="fa-IR"/>
        </w:rPr>
        <w:t xml:space="preserve"> وارد مكه شدى به نيابت عبد المطلب ، ابوطالب ، عبد الله و فاطمه بنت اسد طواف انجام بده . و دو ركعت نماز بخوان . سپس از خداى بخواه كه مالت را به تو برگرداند .</w:t>
      </w:r>
    </w:p>
    <w:p w:rsidR="00E76C19" w:rsidRPr="00E76C19" w:rsidRDefault="00E76C19" w:rsidP="00E76C19">
      <w:pPr>
        <w:pStyle w:val="libNormal"/>
        <w:rPr>
          <w:rtl/>
          <w:lang w:bidi="fa-IR"/>
        </w:rPr>
      </w:pPr>
      <w:r w:rsidRPr="00E76C19">
        <w:rPr>
          <w:rFonts w:hint="eastAsia"/>
          <w:rtl/>
          <w:lang w:bidi="fa-IR"/>
        </w:rPr>
        <w:t>داوود</w:t>
      </w:r>
      <w:r w:rsidRPr="00E76C19">
        <w:rPr>
          <w:rtl/>
          <w:lang w:bidi="fa-IR"/>
        </w:rPr>
        <w:t xml:space="preserve"> چنين كرد. و هنگامى كه از در صفا </w:t>
      </w:r>
      <w:r w:rsidRPr="002768D7">
        <w:rPr>
          <w:rStyle w:val="libFootnotenumChar"/>
          <w:rtl/>
        </w:rPr>
        <w:t>(٣٨)</w:t>
      </w:r>
      <w:r w:rsidRPr="00E76C19">
        <w:rPr>
          <w:rtl/>
          <w:lang w:bidi="fa-IR"/>
        </w:rPr>
        <w:t xml:space="preserve"> خارج مى شد ناگهان آن شخص بدهكار را ديد كه در آنجا ايستاده و مالش را به او برگرداند. </w:t>
      </w:r>
      <w:r w:rsidRPr="002768D7">
        <w:rPr>
          <w:rStyle w:val="libFootnotenumChar"/>
          <w:rtl/>
        </w:rPr>
        <w:t>(٣٩) (٤٠)</w:t>
      </w:r>
    </w:p>
    <w:p w:rsidR="00E76C19" w:rsidRPr="00E76C19" w:rsidRDefault="002768D7" w:rsidP="00E76C19">
      <w:pPr>
        <w:pStyle w:val="libNormal"/>
        <w:rPr>
          <w:rtl/>
          <w:lang w:bidi="fa-IR"/>
        </w:rPr>
      </w:pPr>
      <w:r>
        <w:rPr>
          <w:rtl/>
          <w:lang w:bidi="fa-IR"/>
        </w:rPr>
        <w:br w:type="page"/>
      </w:r>
    </w:p>
    <w:p w:rsidR="00E76C19" w:rsidRPr="00E76C19" w:rsidRDefault="00E76C19" w:rsidP="002768D7">
      <w:pPr>
        <w:pStyle w:val="Heading2"/>
        <w:rPr>
          <w:rtl/>
          <w:lang w:bidi="fa-IR"/>
        </w:rPr>
      </w:pPr>
      <w:bookmarkStart w:id="14" w:name="_Toc489701854"/>
      <w:r w:rsidRPr="00E76C19">
        <w:rPr>
          <w:rFonts w:hint="eastAsia"/>
          <w:rtl/>
          <w:lang w:bidi="fa-IR"/>
        </w:rPr>
        <w:t>خانه</w:t>
      </w:r>
      <w:r w:rsidRPr="00E76C19">
        <w:rPr>
          <w:rtl/>
          <w:lang w:bidi="fa-IR"/>
        </w:rPr>
        <w:t xml:space="preserve"> كعبه ، دو هزار سال</w:t>
      </w:r>
      <w:bookmarkEnd w:id="14"/>
    </w:p>
    <w:p w:rsidR="00E76C19" w:rsidRPr="00E76C19" w:rsidRDefault="00E76C19" w:rsidP="002768D7">
      <w:pPr>
        <w:pStyle w:val="libNormal"/>
        <w:rPr>
          <w:rtl/>
          <w:lang w:bidi="fa-IR"/>
        </w:rPr>
      </w:pPr>
      <w:r w:rsidRPr="00E76C19">
        <w:rPr>
          <w:rFonts w:hint="eastAsia"/>
          <w:rtl/>
          <w:lang w:bidi="fa-IR"/>
        </w:rPr>
        <w:t>قبل</w:t>
      </w:r>
      <w:r w:rsidRPr="00E76C19">
        <w:rPr>
          <w:rtl/>
          <w:lang w:bidi="fa-IR"/>
        </w:rPr>
        <w:t xml:space="preserve"> از آدم </w:t>
      </w:r>
      <w:r w:rsidR="004A085F" w:rsidRPr="004A085F">
        <w:rPr>
          <w:rStyle w:val="libAlaemChar"/>
          <w:rtl/>
          <w:lang w:bidi="fa-IR"/>
        </w:rPr>
        <w:t xml:space="preserve">عليه‌السلام </w:t>
      </w:r>
      <w:r w:rsidRPr="00E76C19">
        <w:rPr>
          <w:rtl/>
          <w:lang w:bidi="fa-IR"/>
        </w:rPr>
        <w:t xml:space="preserve">زراره به امام صادق </w:t>
      </w:r>
      <w:r w:rsidR="004A085F" w:rsidRPr="004A085F">
        <w:rPr>
          <w:rStyle w:val="libAlaemChar"/>
          <w:rtl/>
          <w:lang w:bidi="fa-IR"/>
        </w:rPr>
        <w:t xml:space="preserve">عليه‌السلام </w:t>
      </w:r>
      <w:r w:rsidRPr="00E76C19">
        <w:rPr>
          <w:rtl/>
          <w:lang w:bidi="fa-IR"/>
        </w:rPr>
        <w:t>عرض كرد:</w:t>
      </w:r>
    </w:p>
    <w:p w:rsidR="00E76C19" w:rsidRPr="00E76C19" w:rsidRDefault="00E76C19" w:rsidP="00E76C19">
      <w:pPr>
        <w:pStyle w:val="libNormal"/>
        <w:rPr>
          <w:rtl/>
          <w:lang w:bidi="fa-IR"/>
        </w:rPr>
      </w:pPr>
      <w:r w:rsidRPr="00E76C19">
        <w:rPr>
          <w:rFonts w:hint="eastAsia"/>
          <w:rtl/>
          <w:lang w:bidi="fa-IR"/>
        </w:rPr>
        <w:t>جانم</w:t>
      </w:r>
      <w:r w:rsidRPr="00E76C19">
        <w:rPr>
          <w:rtl/>
          <w:lang w:bidi="fa-IR"/>
        </w:rPr>
        <w:t xml:space="preserve"> فدايت باد! چهل سال است كه من مسائل حج را از شما سوال مى كنم و شما پاسخ مى فرماييد! و هنوز مسائل پيرامون حج پايان نيافته است .</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2768D7">
      <w:pPr>
        <w:pStyle w:val="libNormal"/>
        <w:rPr>
          <w:rtl/>
          <w:lang w:bidi="fa-IR"/>
        </w:rPr>
      </w:pPr>
      <w:r w:rsidRPr="00E76C19">
        <w:rPr>
          <w:rFonts w:hint="eastAsia"/>
          <w:rtl/>
          <w:lang w:bidi="fa-IR"/>
        </w:rPr>
        <w:t>در</w:t>
      </w:r>
      <w:r w:rsidRPr="00E76C19">
        <w:rPr>
          <w:rtl/>
          <w:lang w:bidi="fa-IR"/>
        </w:rPr>
        <w:t xml:space="preserve"> اين خانه ، دو هزار سال قبل از حضرت آدم </w:t>
      </w:r>
      <w:r w:rsidR="004A085F" w:rsidRPr="004A085F">
        <w:rPr>
          <w:rStyle w:val="libAlaemChar"/>
          <w:rtl/>
          <w:lang w:bidi="fa-IR"/>
        </w:rPr>
        <w:t xml:space="preserve">عليه‌السلام </w:t>
      </w:r>
      <w:r w:rsidRPr="00E76C19">
        <w:rPr>
          <w:rtl/>
          <w:lang w:bidi="fa-IR"/>
        </w:rPr>
        <w:t xml:space="preserve">، اعمال حج برگزار مى شده است . چگونه مى خواهى مسائل مربوط به آن در عرض چهل سال به پايان رسد؟! </w:t>
      </w:r>
      <w:r w:rsidRPr="002768D7">
        <w:rPr>
          <w:rStyle w:val="libFootnotenumChar"/>
          <w:rtl/>
        </w:rPr>
        <w:t>(٤١)</w:t>
      </w:r>
    </w:p>
    <w:p w:rsidR="00E76C19" w:rsidRDefault="00E76C19" w:rsidP="00E76C19">
      <w:pPr>
        <w:pStyle w:val="libNormal"/>
        <w:rPr>
          <w:rtl/>
          <w:lang w:bidi="fa-IR"/>
        </w:rPr>
      </w:pPr>
    </w:p>
    <w:p w:rsidR="002768D7" w:rsidRPr="00E76C19" w:rsidRDefault="002768D7" w:rsidP="00E76C19">
      <w:pPr>
        <w:pStyle w:val="libNormal"/>
        <w:rPr>
          <w:rtl/>
          <w:lang w:bidi="fa-IR"/>
        </w:rPr>
      </w:pPr>
      <w:r>
        <w:rPr>
          <w:rtl/>
          <w:lang w:bidi="fa-IR"/>
        </w:rPr>
        <w:br w:type="page"/>
      </w:r>
    </w:p>
    <w:p w:rsidR="00E76C19" w:rsidRPr="00E76C19" w:rsidRDefault="00E76C19" w:rsidP="002768D7">
      <w:pPr>
        <w:pStyle w:val="Heading2"/>
        <w:rPr>
          <w:rtl/>
          <w:lang w:bidi="fa-IR"/>
        </w:rPr>
      </w:pPr>
      <w:bookmarkStart w:id="15" w:name="_Toc489701855"/>
      <w:r w:rsidRPr="00E76C19">
        <w:rPr>
          <w:rFonts w:hint="eastAsia"/>
          <w:rtl/>
          <w:lang w:bidi="fa-IR"/>
        </w:rPr>
        <w:t>نماز</w:t>
      </w:r>
      <w:r w:rsidRPr="00E76C19">
        <w:rPr>
          <w:rtl/>
          <w:lang w:bidi="fa-IR"/>
        </w:rPr>
        <w:t xml:space="preserve"> در مسجد غدير</w:t>
      </w:r>
      <w:bookmarkEnd w:id="15"/>
    </w:p>
    <w:p w:rsidR="00E76C19" w:rsidRPr="00E76C19" w:rsidRDefault="00E76C19" w:rsidP="00E76C19">
      <w:pPr>
        <w:pStyle w:val="libNormal"/>
        <w:rPr>
          <w:rtl/>
          <w:lang w:bidi="fa-IR"/>
        </w:rPr>
      </w:pPr>
      <w:r w:rsidRPr="00E76C19">
        <w:rPr>
          <w:rFonts w:hint="eastAsia"/>
          <w:rtl/>
          <w:lang w:bidi="fa-IR"/>
        </w:rPr>
        <w:t>ابان</w:t>
      </w:r>
      <w:r w:rsidRPr="00E76C19">
        <w:rPr>
          <w:rtl/>
          <w:lang w:bidi="fa-IR"/>
        </w:rPr>
        <w:t xml:space="preserve"> گويد: امام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2768D7">
      <w:pPr>
        <w:pStyle w:val="libNormal"/>
        <w:rPr>
          <w:rtl/>
          <w:lang w:bidi="fa-IR"/>
        </w:rPr>
      </w:pPr>
      <w:r w:rsidRPr="00E76C19">
        <w:rPr>
          <w:rFonts w:hint="eastAsia"/>
          <w:rtl/>
          <w:lang w:bidi="fa-IR"/>
        </w:rPr>
        <w:t>نماز</w:t>
      </w:r>
      <w:r w:rsidRPr="00E76C19">
        <w:rPr>
          <w:rtl/>
          <w:lang w:bidi="fa-IR"/>
        </w:rPr>
        <w:t xml:space="preserve"> در مسجد غدير </w:t>
      </w:r>
      <w:r w:rsidRPr="002768D7">
        <w:rPr>
          <w:rStyle w:val="libFootnotenumChar"/>
          <w:rtl/>
        </w:rPr>
        <w:t>(٤٢)</w:t>
      </w:r>
      <w:r w:rsidRPr="00E76C19">
        <w:rPr>
          <w:rtl/>
          <w:lang w:bidi="fa-IR"/>
        </w:rPr>
        <w:t xml:space="preserve"> مستحب است . زيرا پيامبر </w:t>
      </w:r>
      <w:r w:rsidR="002768D7" w:rsidRPr="002768D7">
        <w:rPr>
          <w:rStyle w:val="libAlaemChar"/>
          <w:rtl/>
        </w:rPr>
        <w:t xml:space="preserve">صلى‌الله‌عليه‌وآله‌وسلم </w:t>
      </w:r>
      <w:r w:rsidRPr="00E76C19">
        <w:rPr>
          <w:rtl/>
          <w:lang w:bidi="fa-IR"/>
        </w:rPr>
        <w:t xml:space="preserve"> در آن مسجد امير المومنين </w:t>
      </w:r>
      <w:r w:rsidR="004A085F" w:rsidRPr="004A085F">
        <w:rPr>
          <w:rStyle w:val="libAlaemChar"/>
          <w:rtl/>
          <w:lang w:bidi="fa-IR"/>
        </w:rPr>
        <w:t xml:space="preserve">عليه‌السلام </w:t>
      </w:r>
      <w:r w:rsidRPr="00E76C19">
        <w:rPr>
          <w:rtl/>
          <w:lang w:bidi="fa-IR"/>
        </w:rPr>
        <w:t xml:space="preserve">را به جانشينى برگزيد. و آن موضعى است كه خدا حق را در آنجا اظهار فرمود. </w:t>
      </w:r>
      <w:r w:rsidRPr="002768D7">
        <w:rPr>
          <w:rStyle w:val="libFootnotenumChar"/>
          <w:rtl/>
        </w:rPr>
        <w:t>(٤٣)</w:t>
      </w:r>
    </w:p>
    <w:p w:rsidR="00E76C19" w:rsidRPr="00E76C19" w:rsidRDefault="002768D7" w:rsidP="00E76C19">
      <w:pPr>
        <w:pStyle w:val="libNormal"/>
        <w:rPr>
          <w:rtl/>
          <w:lang w:bidi="fa-IR"/>
        </w:rPr>
      </w:pPr>
      <w:r>
        <w:rPr>
          <w:rtl/>
          <w:lang w:bidi="fa-IR"/>
        </w:rPr>
        <w:br w:type="page"/>
      </w:r>
    </w:p>
    <w:p w:rsidR="00E76C19" w:rsidRPr="00E76C19" w:rsidRDefault="00E76C19" w:rsidP="002768D7">
      <w:pPr>
        <w:pStyle w:val="Heading2"/>
        <w:rPr>
          <w:rtl/>
          <w:lang w:bidi="fa-IR"/>
        </w:rPr>
      </w:pPr>
      <w:bookmarkStart w:id="16" w:name="_Toc489701856"/>
      <w:r w:rsidRPr="00E76C19">
        <w:rPr>
          <w:rFonts w:hint="eastAsia"/>
          <w:rtl/>
          <w:lang w:bidi="fa-IR"/>
        </w:rPr>
        <w:t>زشتى</w:t>
      </w:r>
      <w:r w:rsidRPr="00E76C19">
        <w:rPr>
          <w:rtl/>
          <w:lang w:bidi="fa-IR"/>
        </w:rPr>
        <w:t xml:space="preserve"> جسارت</w:t>
      </w:r>
      <w:bookmarkEnd w:id="16"/>
    </w:p>
    <w:p w:rsidR="00E76C19" w:rsidRPr="00E76C19" w:rsidRDefault="00E76C19" w:rsidP="00E76C19">
      <w:pPr>
        <w:pStyle w:val="libNormal"/>
        <w:rPr>
          <w:rtl/>
          <w:lang w:bidi="fa-IR"/>
        </w:rPr>
      </w:pPr>
      <w:r w:rsidRPr="00E76C19">
        <w:rPr>
          <w:rFonts w:hint="eastAsia"/>
          <w:rtl/>
          <w:lang w:bidi="fa-IR"/>
        </w:rPr>
        <w:t>حسان</w:t>
      </w:r>
      <w:r w:rsidRPr="00E76C19">
        <w:rPr>
          <w:rtl/>
          <w:lang w:bidi="fa-IR"/>
        </w:rPr>
        <w:t xml:space="preserve"> جمال شتربان امام صادق </w:t>
      </w:r>
      <w:r w:rsidR="004A085F" w:rsidRPr="004A085F">
        <w:rPr>
          <w:rStyle w:val="libAlaemChar"/>
          <w:rtl/>
          <w:lang w:bidi="fa-IR"/>
        </w:rPr>
        <w:t xml:space="preserve">عليه‌السلام </w:t>
      </w:r>
      <w:r w:rsidRPr="00E76C19">
        <w:rPr>
          <w:rtl/>
          <w:lang w:bidi="fa-IR"/>
        </w:rPr>
        <w:t>گويد: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 xml:space="preserve">را از مدينه به مكه مى بردم . هنگامى كه به مسجد الغدير رسيديم ، امام صادق </w:t>
      </w:r>
      <w:r w:rsidR="004A085F" w:rsidRPr="004A085F">
        <w:rPr>
          <w:rStyle w:val="libAlaemChar"/>
          <w:rtl/>
          <w:lang w:bidi="fa-IR"/>
        </w:rPr>
        <w:t xml:space="preserve">عليه‌السلام </w:t>
      </w:r>
      <w:r w:rsidRPr="00E76C19">
        <w:rPr>
          <w:rtl/>
          <w:lang w:bidi="fa-IR"/>
        </w:rPr>
        <w:t>نگاهى به طرف چپ مسجد انداخت و فرمود: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جاى پاى رسول خداست . در زمانى كه فرمود:</w:t>
      </w:r>
    </w:p>
    <w:p w:rsidR="00E76C19" w:rsidRPr="00E76C19" w:rsidRDefault="00E76C19" w:rsidP="00E76C19">
      <w:pPr>
        <w:pStyle w:val="libNormal"/>
        <w:rPr>
          <w:rtl/>
          <w:lang w:bidi="fa-IR"/>
        </w:rPr>
      </w:pPr>
      <w:r w:rsidRPr="00E76C19">
        <w:rPr>
          <w:rFonts w:hint="eastAsia"/>
          <w:rtl/>
          <w:lang w:bidi="fa-IR"/>
        </w:rPr>
        <w:t>من</w:t>
      </w:r>
      <w:r w:rsidRPr="00E76C19">
        <w:rPr>
          <w:rtl/>
          <w:lang w:bidi="fa-IR"/>
        </w:rPr>
        <w:t xml:space="preserve"> كنت مولاه فعلى مولاه</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امام صادق </w:t>
      </w:r>
      <w:r w:rsidR="004A085F" w:rsidRPr="004A085F">
        <w:rPr>
          <w:rStyle w:val="libAlaemChar"/>
          <w:rtl/>
          <w:lang w:bidi="fa-IR"/>
        </w:rPr>
        <w:t xml:space="preserve">عليه‌السلام </w:t>
      </w:r>
      <w:r w:rsidRPr="00E76C19">
        <w:rPr>
          <w:rtl/>
          <w:lang w:bidi="fa-IR"/>
        </w:rPr>
        <w:t>به گوشه اى ديگر از مسجد نظر افكند و فرمود:</w:t>
      </w:r>
    </w:p>
    <w:p w:rsidR="00E76C19" w:rsidRPr="00E76C19" w:rsidRDefault="00E76C19" w:rsidP="00E76C19">
      <w:pPr>
        <w:pStyle w:val="libNormal"/>
        <w:rPr>
          <w:rtl/>
          <w:lang w:bidi="fa-IR"/>
        </w:rPr>
      </w:pPr>
      <w:r w:rsidRPr="00E76C19">
        <w:rPr>
          <w:rFonts w:hint="eastAsia"/>
          <w:rtl/>
          <w:lang w:bidi="fa-IR"/>
        </w:rPr>
        <w:t>اينجا</w:t>
      </w:r>
      <w:r w:rsidRPr="00E76C19">
        <w:rPr>
          <w:rtl/>
          <w:lang w:bidi="fa-IR"/>
        </w:rPr>
        <w:t xml:space="preserve"> محلى است كه منافقان و سالم مولى ابى حذيفه وابى عبيدة بن جراح ، خيمه زده بودند. </w:t>
      </w:r>
      <w:r w:rsidRPr="002768D7">
        <w:rPr>
          <w:rStyle w:val="libFootnotenumChar"/>
          <w:rtl/>
        </w:rPr>
        <w:t>(٤٤)</w:t>
      </w:r>
    </w:p>
    <w:p w:rsidR="00E76C19" w:rsidRPr="00E76C19" w:rsidRDefault="00E76C19" w:rsidP="00E76C19">
      <w:pPr>
        <w:pStyle w:val="libNormal"/>
        <w:rPr>
          <w:rtl/>
          <w:lang w:bidi="fa-IR"/>
        </w:rPr>
      </w:pPr>
      <w:r w:rsidRPr="00E76C19">
        <w:rPr>
          <w:rFonts w:hint="eastAsia"/>
          <w:rtl/>
          <w:lang w:bidi="fa-IR"/>
        </w:rPr>
        <w:t>چون</w:t>
      </w:r>
      <w:r w:rsidRPr="00E76C19">
        <w:rPr>
          <w:rtl/>
          <w:lang w:bidi="fa-IR"/>
        </w:rPr>
        <w:t xml:space="preserve"> دست پيامبر </w:t>
      </w:r>
      <w:r w:rsidR="002768D7" w:rsidRPr="002768D7">
        <w:rPr>
          <w:rStyle w:val="libAlaemChar"/>
          <w:rtl/>
        </w:rPr>
        <w:t xml:space="preserve">صلى‌الله‌عليه‌وآله‌وسلم </w:t>
      </w:r>
      <w:r w:rsidRPr="00E76C19">
        <w:rPr>
          <w:rtl/>
          <w:lang w:bidi="fa-IR"/>
        </w:rPr>
        <w:t xml:space="preserve"> را ديدند كه دست امير المومنين </w:t>
      </w:r>
      <w:r w:rsidR="004A085F" w:rsidRPr="004A085F">
        <w:rPr>
          <w:rStyle w:val="libAlaemChar"/>
          <w:rtl/>
          <w:lang w:bidi="fa-IR"/>
        </w:rPr>
        <w:t xml:space="preserve">عليه‌السلام </w:t>
      </w:r>
      <w:r w:rsidRPr="00E76C19">
        <w:rPr>
          <w:rtl/>
          <w:lang w:bidi="fa-IR"/>
        </w:rPr>
        <w:t xml:space="preserve">را گرفته و بلند كرده ، بين خودشان گفتند به چشمان او بنگريد، كه در حدقه مى چرخند، چونانكه گويى چشمان مجنونى است . </w:t>
      </w:r>
      <w:r w:rsidRPr="002768D7">
        <w:rPr>
          <w:rStyle w:val="libFootnotenumChar"/>
          <w:rtl/>
        </w:rPr>
        <w:t>(٤٥)</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اين حال جبرئيل </w:t>
      </w:r>
      <w:r w:rsidR="004A085F" w:rsidRPr="004A085F">
        <w:rPr>
          <w:rStyle w:val="libAlaemChar"/>
          <w:rtl/>
          <w:lang w:bidi="fa-IR"/>
        </w:rPr>
        <w:t xml:space="preserve">عليه‌السلام </w:t>
      </w:r>
      <w:r w:rsidRPr="00E76C19">
        <w:rPr>
          <w:rtl/>
          <w:lang w:bidi="fa-IR"/>
        </w:rPr>
        <w:t>اين آيه را آورد: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ان يكاد الذين كفروا ليزلقونك بابصارهم لما سمعو الذكر و يقولون انه لمجنون و ما هو الا ذكر للعالمين </w:t>
      </w:r>
      <w:r w:rsidRPr="002D69BE">
        <w:rPr>
          <w:rStyle w:val="libFootnotenumChar"/>
          <w:rtl/>
        </w:rPr>
        <w:t>(٤٦)</w:t>
      </w:r>
      <w:r w:rsidRPr="00E76C19">
        <w:rPr>
          <w:rtl/>
          <w:lang w:bidi="fa-IR"/>
        </w:rPr>
        <w:t xml:space="preserve"> </w:t>
      </w:r>
      <w:r w:rsidRPr="002D69BE">
        <w:rPr>
          <w:rStyle w:val="libFootnotenumChar"/>
          <w:rtl/>
        </w:rPr>
        <w:t>(٤٧)</w:t>
      </w:r>
    </w:p>
    <w:p w:rsidR="00E76C19" w:rsidRPr="00E76C19" w:rsidRDefault="002D69BE" w:rsidP="00E76C19">
      <w:pPr>
        <w:pStyle w:val="libNormal"/>
        <w:rPr>
          <w:rtl/>
          <w:lang w:bidi="fa-IR"/>
        </w:rPr>
      </w:pPr>
      <w:r>
        <w:rPr>
          <w:rtl/>
          <w:lang w:bidi="fa-IR"/>
        </w:rPr>
        <w:br w:type="page"/>
      </w:r>
    </w:p>
    <w:p w:rsidR="00E76C19" w:rsidRPr="00E76C19" w:rsidRDefault="00E76C19" w:rsidP="002D69BE">
      <w:pPr>
        <w:pStyle w:val="Heading2"/>
        <w:rPr>
          <w:rtl/>
          <w:lang w:bidi="fa-IR"/>
        </w:rPr>
      </w:pPr>
      <w:bookmarkStart w:id="17" w:name="_Toc489701857"/>
      <w:r w:rsidRPr="00E76C19">
        <w:rPr>
          <w:rFonts w:hint="eastAsia"/>
          <w:rtl/>
          <w:lang w:bidi="fa-IR"/>
        </w:rPr>
        <w:t>پاداش</w:t>
      </w:r>
      <w:r w:rsidRPr="00E76C19">
        <w:rPr>
          <w:rtl/>
          <w:lang w:bidi="fa-IR"/>
        </w:rPr>
        <w:t xml:space="preserve"> زيارت ائمه </w:t>
      </w:r>
      <w:r w:rsidR="009C757C" w:rsidRPr="009C757C">
        <w:rPr>
          <w:rStyle w:val="libAlaemChar"/>
          <w:rtl/>
        </w:rPr>
        <w:t>عليه‌السلام</w:t>
      </w:r>
      <w:bookmarkEnd w:id="17"/>
      <w:r w:rsidR="009C757C" w:rsidRPr="009C757C">
        <w:rPr>
          <w:rStyle w:val="libAlaemChar"/>
          <w:rtl/>
        </w:rPr>
        <w:t xml:space="preserve"> </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حسين </w:t>
      </w:r>
      <w:r w:rsidR="004A085F" w:rsidRPr="004A085F">
        <w:rPr>
          <w:rStyle w:val="libAlaemChar"/>
          <w:rtl/>
          <w:lang w:bidi="fa-IR"/>
        </w:rPr>
        <w:t xml:space="preserve">عليه‌السلام </w:t>
      </w:r>
      <w:r w:rsidRPr="00E76C19">
        <w:rPr>
          <w:rtl/>
          <w:lang w:bidi="fa-IR"/>
        </w:rPr>
        <w:t xml:space="preserve">روزى از رسول اكرم </w:t>
      </w:r>
      <w:r w:rsidR="002768D7" w:rsidRPr="002768D7">
        <w:rPr>
          <w:rStyle w:val="libAlaemChar"/>
          <w:rtl/>
        </w:rPr>
        <w:t xml:space="preserve">صلى‌الله‌عليه‌وآله‌وسلم </w:t>
      </w:r>
      <w:r w:rsidRPr="00E76C19">
        <w:rPr>
          <w:rtl/>
          <w:lang w:bidi="fa-IR"/>
        </w:rPr>
        <w:t xml:space="preserve"> پرسيد: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پدر! پاداش كسى كه شما را زيارت كند چيست ؟</w:t>
      </w:r>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فرمود:</w:t>
      </w:r>
    </w:p>
    <w:p w:rsidR="00E76C19" w:rsidRPr="00E76C19" w:rsidRDefault="00E76C19" w:rsidP="00E76C19">
      <w:pPr>
        <w:pStyle w:val="libNormal"/>
        <w:rPr>
          <w:rtl/>
          <w:lang w:bidi="fa-IR"/>
        </w:rPr>
      </w:pPr>
      <w:r w:rsidRPr="00E76C19">
        <w:rPr>
          <w:rFonts w:hint="eastAsia"/>
          <w:rtl/>
          <w:lang w:bidi="fa-IR"/>
        </w:rPr>
        <w:t>فرزند</w:t>
      </w:r>
      <w:r w:rsidRPr="00E76C19">
        <w:rPr>
          <w:rtl/>
          <w:lang w:bidi="fa-IR"/>
        </w:rPr>
        <w:t xml:space="preserve"> عزيزم ! كسى كه مرا چه در حال حياتم و چه بعد از وفاتم زيارت كند، يا پدر و يا برادر و يا تو را زيارت كند، بر من واجب است كه در روز قيامت به ديدار او بروم ، و او را از گناهانش آسوده كنم . (٤٨)</w:t>
      </w:r>
    </w:p>
    <w:p w:rsidR="00E76C19" w:rsidRPr="00E76C19" w:rsidRDefault="002D69BE" w:rsidP="00E76C19">
      <w:pPr>
        <w:pStyle w:val="libNormal"/>
        <w:rPr>
          <w:rtl/>
          <w:lang w:bidi="fa-IR"/>
        </w:rPr>
      </w:pPr>
      <w:r>
        <w:rPr>
          <w:rtl/>
          <w:lang w:bidi="fa-IR"/>
        </w:rPr>
        <w:br w:type="page"/>
      </w:r>
    </w:p>
    <w:p w:rsidR="00E76C19" w:rsidRPr="00E76C19" w:rsidRDefault="00E76C19" w:rsidP="002D69BE">
      <w:pPr>
        <w:pStyle w:val="Heading2"/>
        <w:rPr>
          <w:rtl/>
          <w:lang w:bidi="fa-IR"/>
        </w:rPr>
      </w:pPr>
      <w:bookmarkStart w:id="18" w:name="_Toc489701858"/>
      <w:r w:rsidRPr="00E76C19">
        <w:rPr>
          <w:rFonts w:hint="eastAsia"/>
          <w:rtl/>
          <w:lang w:bidi="fa-IR"/>
        </w:rPr>
        <w:t>فضيلت</w:t>
      </w:r>
      <w:r w:rsidRPr="00E76C19">
        <w:rPr>
          <w:rtl/>
          <w:lang w:bidi="fa-IR"/>
        </w:rPr>
        <w:t xml:space="preserve"> زائر مدينه</w:t>
      </w:r>
      <w:bookmarkEnd w:id="18"/>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فرمود:</w:t>
      </w:r>
    </w:p>
    <w:p w:rsidR="00E76C19" w:rsidRPr="00E76C19" w:rsidRDefault="00E76C19" w:rsidP="00E76C19">
      <w:pPr>
        <w:pStyle w:val="libNormal"/>
        <w:rPr>
          <w:rtl/>
          <w:lang w:bidi="fa-IR"/>
        </w:rPr>
      </w:pPr>
      <w:r w:rsidRPr="00E76C19">
        <w:rPr>
          <w:rFonts w:hint="eastAsia"/>
          <w:rtl/>
          <w:lang w:bidi="fa-IR"/>
        </w:rPr>
        <w:t>كسى</w:t>
      </w:r>
      <w:r w:rsidRPr="00E76C19">
        <w:rPr>
          <w:rtl/>
          <w:lang w:bidi="fa-IR"/>
        </w:rPr>
        <w:t xml:space="preserve"> كه براى به جاى آوردن حج ، به مكه سفر كند، و مرا در مدينه زيارت نكند، در روز قيامت روى از او بر مى گردانم . </w:t>
      </w:r>
      <w:r w:rsidRPr="00294533">
        <w:rPr>
          <w:rStyle w:val="libFootnotenumChar"/>
          <w:rtl/>
        </w:rPr>
        <w:t>(٤٩)</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كسى كه به قصد زيارت من بيايد، شفاعت كردن من از او، بر من واجب است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كسى كه شفاعت من براى او واجب شد، بهشت بر او واجب مى شود.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كسى كه در يكى از حرمين مكه و مدينه از دنيا برود. او را به معرض سوال و جواب نمى آورند، و مورد حساب قرار نمى دهند. و او در زمره مهاجرين به سوى خداوند، مى ميرد. و در روز قيامت با اصحاب بدر محشور مى شود. </w:t>
      </w:r>
      <w:r w:rsidRPr="00294533">
        <w:rPr>
          <w:rStyle w:val="libFootnotenumChar"/>
          <w:rtl/>
        </w:rPr>
        <w:t>(٥٠)</w:t>
      </w:r>
    </w:p>
    <w:p w:rsidR="00E76C19" w:rsidRPr="00E76C19" w:rsidRDefault="00294533" w:rsidP="00E76C19">
      <w:pPr>
        <w:pStyle w:val="libNormal"/>
        <w:rPr>
          <w:rtl/>
          <w:lang w:bidi="fa-IR"/>
        </w:rPr>
      </w:pPr>
      <w:r>
        <w:rPr>
          <w:rtl/>
          <w:lang w:bidi="fa-IR"/>
        </w:rPr>
        <w:br w:type="page"/>
      </w:r>
    </w:p>
    <w:p w:rsidR="00E76C19" w:rsidRPr="00E76C19" w:rsidRDefault="00E76C19" w:rsidP="00294533">
      <w:pPr>
        <w:pStyle w:val="Heading2"/>
        <w:rPr>
          <w:rtl/>
          <w:lang w:bidi="fa-IR"/>
        </w:rPr>
      </w:pPr>
      <w:bookmarkStart w:id="19" w:name="_Toc489701859"/>
      <w:r w:rsidRPr="00E76C19">
        <w:rPr>
          <w:rFonts w:hint="eastAsia"/>
          <w:rtl/>
          <w:lang w:bidi="fa-IR"/>
        </w:rPr>
        <w:t>ثواب</w:t>
      </w:r>
      <w:r w:rsidRPr="00E76C19">
        <w:rPr>
          <w:rtl/>
          <w:lang w:bidi="fa-IR"/>
        </w:rPr>
        <w:t xml:space="preserve"> زائر قبر امام حسين </w:t>
      </w:r>
      <w:r w:rsidR="009C757C" w:rsidRPr="009C757C">
        <w:rPr>
          <w:rStyle w:val="libAlaemChar"/>
          <w:rtl/>
        </w:rPr>
        <w:t>عليه‌السلام</w:t>
      </w:r>
      <w:bookmarkEnd w:id="19"/>
      <w:r w:rsidR="009C757C" w:rsidRPr="009C757C">
        <w:rPr>
          <w:rStyle w:val="libAlaemChar"/>
          <w:rtl/>
        </w:rPr>
        <w:t xml:space="preserve"> </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كسى</w:t>
      </w:r>
      <w:r w:rsidRPr="00E76C19">
        <w:rPr>
          <w:rtl/>
          <w:lang w:bidi="fa-IR"/>
        </w:rPr>
        <w:t xml:space="preserve"> كه قبر حسين بن على </w:t>
      </w:r>
      <w:r w:rsidR="004A085F" w:rsidRPr="004A085F">
        <w:rPr>
          <w:rStyle w:val="libAlaemChar"/>
          <w:rtl/>
          <w:lang w:bidi="fa-IR"/>
        </w:rPr>
        <w:t xml:space="preserve">عليه‌السلام </w:t>
      </w:r>
      <w:r w:rsidRPr="00E76C19">
        <w:rPr>
          <w:rtl/>
          <w:lang w:bidi="fa-IR"/>
        </w:rPr>
        <w:t xml:space="preserve">را زيارت كند، گناهانش پلى بر در خانه اش قرار داده مى شود، و آنگاه از روى آن عبور مى كند، همانطور كه يكى از شما از پل بگذرد، آن را پشت سر خود وا مى گذارد. </w:t>
      </w:r>
      <w:r w:rsidRPr="00294533">
        <w:rPr>
          <w:rStyle w:val="libFootnotenumChar"/>
          <w:rtl/>
        </w:rPr>
        <w:t>(٥١) (٥٢)</w:t>
      </w:r>
    </w:p>
    <w:p w:rsidR="00E76C19" w:rsidRPr="00E76C19" w:rsidRDefault="00E76C19" w:rsidP="00E76C19">
      <w:pPr>
        <w:pStyle w:val="libNormal"/>
        <w:rPr>
          <w:rtl/>
          <w:lang w:bidi="fa-IR"/>
        </w:rPr>
      </w:pPr>
    </w:p>
    <w:p w:rsidR="00E76C19" w:rsidRPr="00E76C19" w:rsidRDefault="00E76C19" w:rsidP="00294533">
      <w:pPr>
        <w:pStyle w:val="Heading2"/>
        <w:rPr>
          <w:rtl/>
          <w:lang w:bidi="fa-IR"/>
        </w:rPr>
      </w:pPr>
      <w:bookmarkStart w:id="20" w:name="_Toc489701860"/>
      <w:r w:rsidRPr="00E76C19">
        <w:rPr>
          <w:rFonts w:hint="eastAsia"/>
          <w:rtl/>
          <w:lang w:bidi="fa-IR"/>
        </w:rPr>
        <w:t>غريب</w:t>
      </w:r>
      <w:r w:rsidRPr="00E76C19">
        <w:rPr>
          <w:rtl/>
          <w:lang w:bidi="fa-IR"/>
        </w:rPr>
        <w:t xml:space="preserve"> طوس</w:t>
      </w:r>
      <w:bookmarkEnd w:id="20"/>
    </w:p>
    <w:p w:rsidR="00E76C19" w:rsidRPr="00E76C19" w:rsidRDefault="00E76C19" w:rsidP="00E76C19">
      <w:pPr>
        <w:pStyle w:val="libNormal"/>
        <w:rPr>
          <w:rtl/>
          <w:lang w:bidi="fa-IR"/>
        </w:rPr>
      </w:pPr>
      <w:r w:rsidRPr="00E76C19">
        <w:rPr>
          <w:rFonts w:hint="eastAsia"/>
          <w:rtl/>
          <w:lang w:bidi="fa-IR"/>
        </w:rPr>
        <w:t>حسين</w:t>
      </w:r>
      <w:r w:rsidRPr="00E76C19">
        <w:rPr>
          <w:rtl/>
          <w:lang w:bidi="fa-IR"/>
        </w:rPr>
        <w:t xml:space="preserve"> بن زيد گويد:</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امام محمد باقر </w:t>
      </w:r>
      <w:r w:rsidR="004A085F" w:rsidRPr="004A085F">
        <w:rPr>
          <w:rStyle w:val="libAlaemChar"/>
          <w:rtl/>
          <w:lang w:bidi="fa-IR"/>
        </w:rPr>
        <w:t xml:space="preserve">عليه‌السلام </w:t>
      </w:r>
      <w:r w:rsidRPr="00E76C19">
        <w:rPr>
          <w:rtl/>
          <w:lang w:bidi="fa-IR"/>
        </w:rPr>
        <w:t>شنيدم كه فرمود:</w:t>
      </w:r>
    </w:p>
    <w:p w:rsidR="00E76C19" w:rsidRPr="00E76C19" w:rsidRDefault="00E76C19" w:rsidP="00294533">
      <w:pPr>
        <w:pStyle w:val="libNormal"/>
        <w:rPr>
          <w:rtl/>
          <w:lang w:bidi="fa-IR"/>
        </w:rPr>
      </w:pPr>
      <w:r w:rsidRPr="00E76C19">
        <w:rPr>
          <w:rFonts w:hint="eastAsia"/>
          <w:rtl/>
          <w:lang w:bidi="fa-IR"/>
        </w:rPr>
        <w:t>مردى</w:t>
      </w:r>
      <w:r w:rsidRPr="00E76C19">
        <w:rPr>
          <w:rtl/>
          <w:lang w:bidi="fa-IR"/>
        </w:rPr>
        <w:t xml:space="preserve"> از فرزند امام موسى كاظم </w:t>
      </w:r>
      <w:r w:rsidR="004A085F" w:rsidRPr="004A085F">
        <w:rPr>
          <w:rStyle w:val="libAlaemChar"/>
          <w:rtl/>
          <w:lang w:bidi="fa-IR"/>
        </w:rPr>
        <w:t xml:space="preserve">عليه‌السلام </w:t>
      </w:r>
      <w:r w:rsidRPr="00E76C19">
        <w:rPr>
          <w:rtl/>
          <w:lang w:bidi="fa-IR"/>
        </w:rPr>
        <w:t xml:space="preserve">ظهور مى كند، كه همنام امير المومنين </w:t>
      </w:r>
      <w:r w:rsidR="004A085F" w:rsidRPr="004A085F">
        <w:rPr>
          <w:rStyle w:val="libAlaemChar"/>
          <w:rtl/>
          <w:lang w:bidi="fa-IR"/>
        </w:rPr>
        <w:t xml:space="preserve">عليه‌السلام </w:t>
      </w:r>
      <w:r w:rsidRPr="00E76C19">
        <w:rPr>
          <w:rtl/>
          <w:lang w:bidi="fa-IR"/>
        </w:rPr>
        <w:t>است . و در زمين طوس كه شهرى از شهرهاى خراسان است مدفون مى شود.</w:t>
      </w:r>
    </w:p>
    <w:p w:rsidR="00E76C19" w:rsidRPr="00E76C19" w:rsidRDefault="00E76C19" w:rsidP="00E76C19">
      <w:pPr>
        <w:pStyle w:val="libNormal"/>
        <w:rPr>
          <w:rtl/>
          <w:lang w:bidi="fa-IR"/>
        </w:rPr>
      </w:pPr>
      <w:r w:rsidRPr="00E76C19">
        <w:rPr>
          <w:rFonts w:hint="eastAsia"/>
          <w:rtl/>
          <w:lang w:bidi="fa-IR"/>
        </w:rPr>
        <w:t>او</w:t>
      </w:r>
      <w:r w:rsidRPr="00E76C19">
        <w:rPr>
          <w:rtl/>
          <w:lang w:bidi="fa-IR"/>
        </w:rPr>
        <w:t xml:space="preserve"> با زهر كين كشته مى شود و غريبانه در آنجا مدفون مى گردد.</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كسى كه او را، با معرفت به حقش زيارت كند، خداى عزوجل به او پاداش كسى را عطا مى كند كه در حال شدت و تنگدستى قبل از فتح مكه در راه پيروزى اسلام و پيامبرش انفاق كرده و جنگيده باشد. </w:t>
      </w:r>
      <w:r w:rsidRPr="00294533">
        <w:rPr>
          <w:rStyle w:val="libFootnotenumChar"/>
          <w:rtl/>
        </w:rPr>
        <w:t>(٥٣)</w:t>
      </w:r>
    </w:p>
    <w:p w:rsidR="00E76C19" w:rsidRPr="00E76C19" w:rsidRDefault="00294533" w:rsidP="00E76C19">
      <w:pPr>
        <w:pStyle w:val="libNormal"/>
        <w:rPr>
          <w:rtl/>
          <w:lang w:bidi="fa-IR"/>
        </w:rPr>
      </w:pPr>
      <w:r>
        <w:rPr>
          <w:rtl/>
          <w:lang w:bidi="fa-IR"/>
        </w:rPr>
        <w:br w:type="page"/>
      </w:r>
    </w:p>
    <w:p w:rsidR="00E76C19" w:rsidRPr="00E76C19" w:rsidRDefault="00E76C19" w:rsidP="00294533">
      <w:pPr>
        <w:pStyle w:val="Heading2"/>
        <w:rPr>
          <w:rtl/>
          <w:lang w:bidi="fa-IR"/>
        </w:rPr>
      </w:pPr>
      <w:bookmarkStart w:id="21" w:name="_Toc489701861"/>
      <w:r w:rsidRPr="00E76C19">
        <w:rPr>
          <w:rFonts w:hint="eastAsia"/>
          <w:rtl/>
          <w:lang w:bidi="fa-IR"/>
        </w:rPr>
        <w:t>روياى</w:t>
      </w:r>
      <w:r w:rsidRPr="00E76C19">
        <w:rPr>
          <w:rtl/>
          <w:lang w:bidi="fa-IR"/>
        </w:rPr>
        <w:t xml:space="preserve"> صادقانه</w:t>
      </w:r>
      <w:bookmarkEnd w:id="21"/>
    </w:p>
    <w:p w:rsidR="00E76C19" w:rsidRPr="00E76C19" w:rsidRDefault="00E76C19" w:rsidP="00E76C19">
      <w:pPr>
        <w:pStyle w:val="libNormal"/>
        <w:rPr>
          <w:rtl/>
          <w:lang w:bidi="fa-IR"/>
        </w:rPr>
      </w:pPr>
      <w:r w:rsidRPr="00E76C19">
        <w:rPr>
          <w:rFonts w:hint="eastAsia"/>
          <w:rtl/>
          <w:lang w:bidi="fa-IR"/>
        </w:rPr>
        <w:t>روزى</w:t>
      </w:r>
      <w:r w:rsidRPr="00E76C19">
        <w:rPr>
          <w:rtl/>
          <w:lang w:bidi="fa-IR"/>
        </w:rPr>
        <w:t xml:space="preserve"> شخصى از اهل خراسان نزد امام رضا </w:t>
      </w:r>
      <w:r w:rsidR="004A085F" w:rsidRPr="004A085F">
        <w:rPr>
          <w:rStyle w:val="libAlaemChar"/>
          <w:rtl/>
          <w:lang w:bidi="fa-IR"/>
        </w:rPr>
        <w:t xml:space="preserve">عليه‌السلام </w:t>
      </w:r>
      <w:r w:rsidRPr="00E76C19">
        <w:rPr>
          <w:rtl/>
          <w:lang w:bidi="fa-IR"/>
        </w:rPr>
        <w:t>آمد و عرض كرد: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پسر رسول خدا! من رسول خدا </w:t>
      </w:r>
      <w:r w:rsidR="002768D7" w:rsidRPr="002768D7">
        <w:rPr>
          <w:rStyle w:val="libAlaemChar"/>
          <w:rtl/>
        </w:rPr>
        <w:t xml:space="preserve">صلى‌الله‌عليه‌وآله‌وسلم </w:t>
      </w:r>
      <w:r w:rsidRPr="00E76C19">
        <w:rPr>
          <w:rtl/>
          <w:lang w:bidi="fa-IR"/>
        </w:rPr>
        <w:t xml:space="preserve"> را در خواب ديدم كه به من مى فرمود:</w:t>
      </w:r>
    </w:p>
    <w:p w:rsidR="00E76C19" w:rsidRPr="00E76C19" w:rsidRDefault="00E76C19" w:rsidP="00E76C19">
      <w:pPr>
        <w:pStyle w:val="libNormal"/>
        <w:rPr>
          <w:rtl/>
          <w:lang w:bidi="fa-IR"/>
        </w:rPr>
      </w:pPr>
      <w:r w:rsidRPr="00E76C19">
        <w:rPr>
          <w:rFonts w:hint="eastAsia"/>
          <w:rtl/>
          <w:lang w:bidi="fa-IR"/>
        </w:rPr>
        <w:t>چگونه</w:t>
      </w:r>
      <w:r w:rsidRPr="00E76C19">
        <w:rPr>
          <w:rtl/>
          <w:lang w:bidi="fa-IR"/>
        </w:rPr>
        <w:t xml:space="preserve"> رفتار خواهيد كرد. زمانى كه پاره اى از تن من در سرزمين شما مدفون شود؟ و امانت من به شما سپرده شود؟ و ستاره من در زمين شما پنهان گردد؟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رضا </w:t>
      </w:r>
      <w:r w:rsidR="004A085F" w:rsidRPr="004A085F">
        <w:rPr>
          <w:rStyle w:val="libAlaemChar"/>
          <w:rtl/>
          <w:lang w:bidi="fa-IR"/>
        </w:rPr>
        <w:t xml:space="preserve">عليه‌السلام </w:t>
      </w:r>
      <w:r w:rsidRPr="00E76C19">
        <w:rPr>
          <w:rtl/>
          <w:lang w:bidi="fa-IR"/>
        </w:rPr>
        <w:t>فرمود: آن مدفون در زمين شما منم . و پاره تن پيامبر شما منم . و آن امانت و ستاره منم .</w:t>
      </w:r>
    </w:p>
    <w:p w:rsidR="00E76C19" w:rsidRPr="00E76C19" w:rsidRDefault="00E76C19" w:rsidP="00E76C19">
      <w:pPr>
        <w:pStyle w:val="libNormal"/>
        <w:rPr>
          <w:rtl/>
          <w:lang w:bidi="fa-IR"/>
        </w:rPr>
      </w:pPr>
      <w:r w:rsidRPr="00E76C19">
        <w:rPr>
          <w:rFonts w:hint="eastAsia"/>
          <w:rtl/>
          <w:lang w:bidi="fa-IR"/>
        </w:rPr>
        <w:t>آگاه</w:t>
      </w:r>
      <w:r w:rsidRPr="00E76C19">
        <w:rPr>
          <w:rtl/>
          <w:lang w:bidi="fa-IR"/>
        </w:rPr>
        <w:t xml:space="preserve"> باشيد! كه هر كس مرا زيارت كند در حالى كه حقى را كه خداى عزوجل از من و اطاعت از من واجب فرموده است . بشناسد؛ من و پدرانم به روز قيامت شفيعان او خواهيم بود. و كسى كه ما شفيعان او باشيم ، نجات خواهد يافت ؛ اگر چه به اندازه گناه ثقلين جن و انس بر دوش داشت</w:t>
      </w:r>
      <w:r w:rsidRPr="00E76C19">
        <w:rPr>
          <w:rFonts w:hint="eastAsia"/>
          <w:rtl/>
          <w:lang w:bidi="fa-IR"/>
        </w:rPr>
        <w:t>ه</w:t>
      </w:r>
      <w:r w:rsidRPr="00E76C19">
        <w:rPr>
          <w:rtl/>
          <w:lang w:bidi="fa-IR"/>
        </w:rPr>
        <w:t xml:space="preserve"> باشد. </w:t>
      </w:r>
      <w:r w:rsidRPr="00294533">
        <w:rPr>
          <w:rStyle w:val="libFootnotenumChar"/>
          <w:rtl/>
        </w:rPr>
        <w:t>(٥٤)</w:t>
      </w:r>
    </w:p>
    <w:p w:rsidR="00E76C19" w:rsidRDefault="00E76C19" w:rsidP="00E76C19">
      <w:pPr>
        <w:pStyle w:val="libNormal"/>
        <w:rPr>
          <w:rtl/>
          <w:lang w:bidi="fa-IR"/>
        </w:rPr>
      </w:pPr>
    </w:p>
    <w:p w:rsidR="00294533" w:rsidRPr="00E76C19" w:rsidRDefault="00294533" w:rsidP="00E76C19">
      <w:pPr>
        <w:pStyle w:val="libNormal"/>
        <w:rPr>
          <w:rtl/>
          <w:lang w:bidi="fa-IR"/>
        </w:rPr>
      </w:pPr>
      <w:r>
        <w:rPr>
          <w:rtl/>
          <w:lang w:bidi="fa-IR"/>
        </w:rPr>
        <w:br w:type="page"/>
      </w:r>
    </w:p>
    <w:p w:rsidR="00E76C19" w:rsidRPr="00E76C19" w:rsidRDefault="00E76C19" w:rsidP="00294533">
      <w:pPr>
        <w:pStyle w:val="Heading2"/>
        <w:rPr>
          <w:rtl/>
          <w:lang w:bidi="fa-IR"/>
        </w:rPr>
      </w:pPr>
      <w:bookmarkStart w:id="22" w:name="_Toc489701862"/>
      <w:r w:rsidRPr="00E76C19">
        <w:rPr>
          <w:rFonts w:hint="eastAsia"/>
          <w:rtl/>
          <w:lang w:bidi="fa-IR"/>
        </w:rPr>
        <w:t>زيارت</w:t>
      </w:r>
      <w:r w:rsidRPr="00E76C19">
        <w:rPr>
          <w:rtl/>
          <w:lang w:bidi="fa-IR"/>
        </w:rPr>
        <w:t xml:space="preserve"> امام حسين </w:t>
      </w:r>
      <w:r w:rsidR="004A085F" w:rsidRPr="004A085F">
        <w:rPr>
          <w:rStyle w:val="libAlaemChar"/>
          <w:rtl/>
          <w:lang w:bidi="fa-IR"/>
        </w:rPr>
        <w:t xml:space="preserve">عليه‌السلام </w:t>
      </w:r>
      <w:r w:rsidRPr="00E76C19">
        <w:rPr>
          <w:rtl/>
          <w:lang w:bidi="fa-IR"/>
        </w:rPr>
        <w:t>از راه دور</w:t>
      </w:r>
      <w:bookmarkEnd w:id="22"/>
    </w:p>
    <w:p w:rsidR="00E76C19" w:rsidRPr="00E76C19" w:rsidRDefault="00E76C19" w:rsidP="00E76C19">
      <w:pPr>
        <w:pStyle w:val="libNormal"/>
        <w:rPr>
          <w:rtl/>
          <w:lang w:bidi="fa-IR"/>
        </w:rPr>
      </w:pPr>
      <w:r w:rsidRPr="00E76C19">
        <w:rPr>
          <w:rFonts w:hint="eastAsia"/>
          <w:rtl/>
          <w:lang w:bidi="fa-IR"/>
        </w:rPr>
        <w:t>سدير</w:t>
      </w:r>
      <w:r w:rsidRPr="00E76C19">
        <w:rPr>
          <w:rtl/>
          <w:lang w:bidi="fa-IR"/>
        </w:rPr>
        <w:t xml:space="preserve"> گويد: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به من فرمود: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سدير! هر روز به زيارت قبر امام حسين </w:t>
      </w:r>
      <w:r w:rsidR="004A085F" w:rsidRPr="004A085F">
        <w:rPr>
          <w:rStyle w:val="libAlaemChar"/>
          <w:rtl/>
          <w:lang w:bidi="fa-IR"/>
        </w:rPr>
        <w:t xml:space="preserve">عليه‌السلام </w:t>
      </w:r>
      <w:r w:rsidRPr="00E76C19">
        <w:rPr>
          <w:rtl/>
          <w:lang w:bidi="fa-IR"/>
        </w:rPr>
        <w:t>مى روى ؟</w:t>
      </w:r>
    </w:p>
    <w:p w:rsidR="00E76C19" w:rsidRPr="00E76C19" w:rsidRDefault="00E76C19" w:rsidP="00E76C19">
      <w:pPr>
        <w:pStyle w:val="libNormal"/>
        <w:rPr>
          <w:rtl/>
          <w:lang w:bidi="fa-IR"/>
        </w:rPr>
      </w:pPr>
      <w:r w:rsidRPr="00E76C19">
        <w:rPr>
          <w:rFonts w:hint="eastAsia"/>
          <w:rtl/>
          <w:lang w:bidi="fa-IR"/>
        </w:rPr>
        <w:t>گفتم</w:t>
      </w:r>
      <w:r w:rsidRPr="00E76C19">
        <w:rPr>
          <w:rtl/>
          <w:lang w:bidi="fa-IR"/>
        </w:rPr>
        <w:t xml:space="preserve"> : نه ، فدايت شوم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چه جفايى مى كنى ! آيا در هر ماه زيارت مى كنى ؟</w:t>
      </w:r>
    </w:p>
    <w:p w:rsidR="00E76C19" w:rsidRPr="00E76C19" w:rsidRDefault="00E76C19" w:rsidP="00E76C19">
      <w:pPr>
        <w:pStyle w:val="libNormal"/>
        <w:rPr>
          <w:rtl/>
          <w:lang w:bidi="fa-IR"/>
        </w:rPr>
      </w:pPr>
      <w:r w:rsidRPr="00E76C19">
        <w:rPr>
          <w:rFonts w:hint="eastAsia"/>
          <w:rtl/>
          <w:lang w:bidi="fa-IR"/>
        </w:rPr>
        <w:t>گفتم</w:t>
      </w:r>
      <w:r w:rsidRPr="00E76C19">
        <w:rPr>
          <w:rtl/>
          <w:lang w:bidi="fa-IR"/>
        </w:rPr>
        <w:t xml:space="preserve"> : نه</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در هر سال يك بار به زيارت مى روى ؟</w:t>
      </w:r>
    </w:p>
    <w:p w:rsidR="00E76C19" w:rsidRPr="00E76C19" w:rsidRDefault="00E76C19" w:rsidP="00E76C19">
      <w:pPr>
        <w:pStyle w:val="libNormal"/>
        <w:rPr>
          <w:rtl/>
          <w:lang w:bidi="fa-IR"/>
        </w:rPr>
      </w:pPr>
      <w:r w:rsidRPr="00E76C19">
        <w:rPr>
          <w:rFonts w:hint="eastAsia"/>
          <w:rtl/>
          <w:lang w:bidi="fa-IR"/>
        </w:rPr>
        <w:t>گفتم</w:t>
      </w:r>
      <w:r w:rsidRPr="00E76C19">
        <w:rPr>
          <w:rtl/>
          <w:lang w:bidi="fa-IR"/>
        </w:rPr>
        <w:t xml:space="preserve"> : به همين طور است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xml:space="preserve">: اى سدير! چقدر نسبت به امام حسين </w:t>
      </w:r>
      <w:r w:rsidR="004A085F" w:rsidRPr="004A085F">
        <w:rPr>
          <w:rStyle w:val="libAlaemChar"/>
          <w:rtl/>
          <w:lang w:bidi="fa-IR"/>
        </w:rPr>
        <w:t xml:space="preserve">عليه‌السلام </w:t>
      </w:r>
      <w:r w:rsidRPr="00E76C19">
        <w:rPr>
          <w:rtl/>
          <w:lang w:bidi="fa-IR"/>
        </w:rPr>
        <w:t>روى گردان و بى اعتنا هستيد؟!</w:t>
      </w:r>
    </w:p>
    <w:p w:rsidR="00E76C19" w:rsidRPr="00E76C19" w:rsidRDefault="00E76C19" w:rsidP="00E76C19">
      <w:pPr>
        <w:pStyle w:val="libNormal"/>
        <w:rPr>
          <w:rtl/>
          <w:lang w:bidi="fa-IR"/>
        </w:rPr>
      </w:pPr>
      <w:r w:rsidRPr="00E76C19">
        <w:rPr>
          <w:rFonts w:hint="eastAsia"/>
          <w:rtl/>
          <w:lang w:bidi="fa-IR"/>
        </w:rPr>
        <w:t>آيا</w:t>
      </w:r>
      <w:r w:rsidRPr="00E76C19">
        <w:rPr>
          <w:rtl/>
          <w:lang w:bidi="fa-IR"/>
        </w:rPr>
        <w:t xml:space="preserve"> نمى دانى كه خداى تعالى را هزار هزار فرشته گرد آلود و موى پريشان است كه بر حسين </w:t>
      </w:r>
      <w:r w:rsidR="004A085F" w:rsidRPr="004A085F">
        <w:rPr>
          <w:rStyle w:val="libAlaemChar"/>
          <w:rtl/>
          <w:lang w:bidi="fa-IR"/>
        </w:rPr>
        <w:t xml:space="preserve">عليه‌السلام </w:t>
      </w:r>
      <w:r w:rsidRPr="00E76C19">
        <w:rPr>
          <w:rtl/>
          <w:lang w:bidi="fa-IR"/>
        </w:rPr>
        <w:t>مى گريند. و پيوسته زيارت مى كنند و خسته نمى شوند؟</w:t>
      </w:r>
    </w:p>
    <w:p w:rsidR="00E76C19" w:rsidRPr="00E76C19" w:rsidRDefault="00E76C19" w:rsidP="00E76C19">
      <w:pPr>
        <w:pStyle w:val="libNormal"/>
        <w:rPr>
          <w:rtl/>
          <w:lang w:bidi="fa-IR"/>
        </w:rPr>
      </w:pPr>
      <w:r w:rsidRPr="00E76C19">
        <w:rPr>
          <w:rFonts w:hint="eastAsia"/>
          <w:rtl/>
          <w:lang w:bidi="fa-IR"/>
        </w:rPr>
        <w:t>چه</w:t>
      </w:r>
      <w:r w:rsidRPr="00E76C19">
        <w:rPr>
          <w:rtl/>
          <w:lang w:bidi="fa-IR"/>
        </w:rPr>
        <w:t xml:space="preserve"> مى شود كه تو هفته اى پنج بار و يا هر روز به زيارت امام حسين </w:t>
      </w:r>
      <w:r w:rsidR="004A085F" w:rsidRPr="004A085F">
        <w:rPr>
          <w:rStyle w:val="libAlaemChar"/>
          <w:rtl/>
          <w:lang w:bidi="fa-IR"/>
        </w:rPr>
        <w:t xml:space="preserve">عليه‌السلام </w:t>
      </w:r>
      <w:r w:rsidRPr="00E76C19">
        <w:rPr>
          <w:rtl/>
          <w:lang w:bidi="fa-IR"/>
        </w:rPr>
        <w:t>بروى ؟</w:t>
      </w:r>
    </w:p>
    <w:p w:rsidR="00E76C19" w:rsidRPr="00E76C19" w:rsidRDefault="00E76C19" w:rsidP="00E76C19">
      <w:pPr>
        <w:pStyle w:val="libNormal"/>
        <w:rPr>
          <w:rtl/>
          <w:lang w:bidi="fa-IR"/>
        </w:rPr>
      </w:pPr>
      <w:r w:rsidRPr="00E76C19">
        <w:rPr>
          <w:rFonts w:hint="eastAsia"/>
          <w:rtl/>
          <w:lang w:bidi="fa-IR"/>
        </w:rPr>
        <w:t>گفتم</w:t>
      </w:r>
      <w:r w:rsidRPr="00E76C19">
        <w:rPr>
          <w:rtl/>
          <w:lang w:bidi="fa-IR"/>
        </w:rPr>
        <w:t xml:space="preserve"> : فدايت شوم ميان من و قبر او فرسخها فاصله است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بر بام خانه برو، و به جانب راست و چپ بنگر، و سپس سر خود را به سوى آسمان كن . و پس از آن به سوى قبر آن حضرت توجه كن و بگو:</w:t>
      </w:r>
    </w:p>
    <w:p w:rsidR="00E76C19" w:rsidRPr="00E76C19" w:rsidRDefault="00E76C19" w:rsidP="00E76C19">
      <w:pPr>
        <w:pStyle w:val="libNormal"/>
        <w:rPr>
          <w:rtl/>
          <w:lang w:bidi="fa-IR"/>
        </w:rPr>
      </w:pPr>
      <w:r w:rsidRPr="00E76C19">
        <w:rPr>
          <w:rFonts w:hint="eastAsia"/>
          <w:rtl/>
          <w:lang w:bidi="fa-IR"/>
        </w:rPr>
        <w:t>السلام</w:t>
      </w:r>
      <w:r w:rsidRPr="00E76C19">
        <w:rPr>
          <w:rtl/>
          <w:lang w:bidi="fa-IR"/>
        </w:rPr>
        <w:t xml:space="preserve"> عليك يا ابا عبد الله ، السلام عليك و </w:t>
      </w:r>
      <w:r w:rsidR="00C23A36" w:rsidRPr="00C23A36">
        <w:rPr>
          <w:rStyle w:val="libAlaemChar"/>
          <w:rtl/>
        </w:rPr>
        <w:t xml:space="preserve">رحمة الله </w:t>
      </w:r>
      <w:r w:rsidRPr="00E76C19">
        <w:rPr>
          <w:rtl/>
          <w:lang w:bidi="fa-IR"/>
        </w:rPr>
        <w:t>و بركاته</w:t>
      </w:r>
    </w:p>
    <w:p w:rsidR="00E76C19" w:rsidRPr="00E76C19" w:rsidRDefault="00E76C19" w:rsidP="00E76C19">
      <w:pPr>
        <w:pStyle w:val="libNormal"/>
        <w:rPr>
          <w:rtl/>
          <w:lang w:bidi="fa-IR"/>
        </w:rPr>
      </w:pPr>
      <w:r w:rsidRPr="00E76C19">
        <w:rPr>
          <w:rFonts w:hint="eastAsia"/>
          <w:rtl/>
          <w:lang w:bidi="fa-IR"/>
        </w:rPr>
        <w:lastRenderedPageBreak/>
        <w:t>در</w:t>
      </w:r>
      <w:r w:rsidRPr="00E76C19">
        <w:rPr>
          <w:rtl/>
          <w:lang w:bidi="fa-IR"/>
        </w:rPr>
        <w:t xml:space="preserve"> اين صورت ، اين عمل ، براى تو يك زيارت محسوب خواهد شد. و هر زيارتى ثواب يك حج و يك عمره دارد.</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از آن من ، در هر ماه ، گاهى بيست بار اين كار را انجام مى دادم . </w:t>
      </w:r>
      <w:r w:rsidRPr="00294533">
        <w:rPr>
          <w:rStyle w:val="libFootnotenumChar"/>
          <w:rtl/>
        </w:rPr>
        <w:t>(٥٥)</w:t>
      </w:r>
    </w:p>
    <w:p w:rsidR="00E76C19" w:rsidRPr="00E76C19" w:rsidRDefault="00294533" w:rsidP="00E76C19">
      <w:pPr>
        <w:pStyle w:val="libNormal"/>
        <w:rPr>
          <w:rtl/>
          <w:lang w:bidi="fa-IR"/>
        </w:rPr>
      </w:pPr>
      <w:r>
        <w:rPr>
          <w:rtl/>
          <w:lang w:bidi="fa-IR"/>
        </w:rPr>
        <w:br w:type="page"/>
      </w:r>
    </w:p>
    <w:p w:rsidR="00294533" w:rsidRDefault="00E76C19" w:rsidP="00294533">
      <w:pPr>
        <w:pStyle w:val="Heading2"/>
        <w:rPr>
          <w:rtl/>
          <w:lang w:bidi="fa-IR"/>
        </w:rPr>
      </w:pPr>
      <w:bookmarkStart w:id="23" w:name="_Toc489701863"/>
      <w:r w:rsidRPr="00E76C19">
        <w:rPr>
          <w:rFonts w:hint="eastAsia"/>
          <w:rtl/>
          <w:lang w:bidi="fa-IR"/>
        </w:rPr>
        <w:t>رعايت</w:t>
      </w:r>
      <w:r w:rsidRPr="00E76C19">
        <w:rPr>
          <w:rtl/>
          <w:lang w:bidi="fa-IR"/>
        </w:rPr>
        <w:t xml:space="preserve"> حقوق</w:t>
      </w:r>
      <w:bookmarkEnd w:id="23"/>
      <w:r w:rsidRPr="00E76C19">
        <w:rPr>
          <w:rtl/>
          <w:lang w:bidi="fa-IR"/>
        </w:rPr>
        <w:t xml:space="preserve"> </w:t>
      </w:r>
    </w:p>
    <w:p w:rsidR="00E76C19" w:rsidRPr="00E76C19" w:rsidRDefault="00E76C19" w:rsidP="00294533">
      <w:pPr>
        <w:pStyle w:val="libBold1"/>
        <w:rPr>
          <w:rtl/>
          <w:lang w:bidi="fa-IR"/>
        </w:rPr>
      </w:pPr>
      <w:r w:rsidRPr="00E76C19">
        <w:rPr>
          <w:rtl/>
          <w:lang w:bidi="fa-IR"/>
        </w:rPr>
        <w:t>١</w:t>
      </w:r>
      <w:r w:rsidR="00294533">
        <w:rPr>
          <w:rFonts w:hint="cs"/>
          <w:rtl/>
          <w:lang w:bidi="fa-IR"/>
        </w:rPr>
        <w:t xml:space="preserve"> -</w:t>
      </w:r>
      <w:r w:rsidRPr="00E76C19">
        <w:rPr>
          <w:rtl/>
          <w:lang w:bidi="fa-IR"/>
        </w:rPr>
        <w:t xml:space="preserve"> اعضاى بدن</w:t>
      </w:r>
    </w:p>
    <w:p w:rsidR="00E76C19" w:rsidRPr="00E76C19" w:rsidRDefault="00E76C19" w:rsidP="00E76C19">
      <w:pPr>
        <w:pStyle w:val="libNormal"/>
        <w:rPr>
          <w:rtl/>
          <w:lang w:bidi="fa-IR"/>
        </w:rPr>
      </w:pPr>
      <w:r w:rsidRPr="00E76C19">
        <w:rPr>
          <w:rFonts w:hint="eastAsia"/>
          <w:rtl/>
          <w:lang w:bidi="fa-IR"/>
        </w:rPr>
        <w:t>ثابت</w:t>
      </w:r>
      <w:r w:rsidRPr="00E76C19">
        <w:rPr>
          <w:rtl/>
          <w:lang w:bidi="fa-IR"/>
        </w:rPr>
        <w:t xml:space="preserve"> بن دينار ابوحمزه ثمالى گويد: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سجاد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خداى اكبر، بر تو اين است كه :</w:t>
      </w:r>
    </w:p>
    <w:p w:rsidR="00E76C19" w:rsidRPr="00E76C19" w:rsidRDefault="00E76C19" w:rsidP="00E76C19">
      <w:pPr>
        <w:pStyle w:val="libNormal"/>
        <w:rPr>
          <w:rtl/>
          <w:lang w:bidi="fa-IR"/>
        </w:rPr>
      </w:pPr>
      <w:r w:rsidRPr="00E76C19">
        <w:rPr>
          <w:rFonts w:hint="eastAsia"/>
          <w:rtl/>
          <w:lang w:bidi="fa-IR"/>
        </w:rPr>
        <w:t>او</w:t>
      </w:r>
      <w:r w:rsidRPr="00E76C19">
        <w:rPr>
          <w:rtl/>
          <w:lang w:bidi="fa-IR"/>
        </w:rPr>
        <w:t xml:space="preserve"> را عبادت كنى و چيزى را شريك او قرار ندهى ، پس اگر تو با اخلاص ، اين عمل را به جاى آورى ، خداوند بر خود چنين قرار داده كه امر دنيا و آخرتت را كفايت كند.</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جان تو، بر خودت اين است كه :</w:t>
      </w:r>
    </w:p>
    <w:p w:rsidR="00E76C19" w:rsidRPr="00E76C19" w:rsidRDefault="00E76C19" w:rsidP="00E76C19">
      <w:pPr>
        <w:pStyle w:val="libNormal"/>
        <w:rPr>
          <w:rtl/>
          <w:lang w:bidi="fa-IR"/>
        </w:rPr>
      </w:pPr>
      <w:r w:rsidRPr="00E76C19">
        <w:rPr>
          <w:rFonts w:hint="eastAsia"/>
          <w:rtl/>
          <w:lang w:bidi="fa-IR"/>
        </w:rPr>
        <w:t>آن</w:t>
      </w:r>
      <w:r w:rsidRPr="00E76C19">
        <w:rPr>
          <w:rtl/>
          <w:lang w:bidi="fa-IR"/>
        </w:rPr>
        <w:t xml:space="preserve"> را در طاعت خداوند به كارگيرى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زبان ، گرامى داشتن آن از دشنام و عادت دادنش به خير و ترك ياوه گويى كه فايده اى در آن نباشد. و نيكى با مردم و خوش گفتارى با آنان است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گوش ، منزه داشتن آن از غيبت ، و آنچه كه نبايد بشنوى ، حق چشم ، اين است كه آن را از محرمات فروبندى . و نگاه كردن با آن را وسيله عبرت قرارى دهى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دستت ، اين است كه آن را به سوى چيزى كه بر تو حلال نيست ، نگشايى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پايت ، اين است كه به سوى محرمات راه نسپارى ، چرا كه با اين پاها بر صراط مى ايستى .</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بنگر، تا تو را نلغزاند تا در دوزخ افتى .</w:t>
      </w:r>
    </w:p>
    <w:p w:rsidR="00E76C19" w:rsidRPr="00E76C19" w:rsidRDefault="00E76C19" w:rsidP="00E76C19">
      <w:pPr>
        <w:pStyle w:val="libNormal"/>
        <w:rPr>
          <w:rtl/>
          <w:lang w:bidi="fa-IR"/>
        </w:rPr>
      </w:pPr>
      <w:r w:rsidRPr="00E76C19">
        <w:rPr>
          <w:rFonts w:hint="eastAsia"/>
          <w:rtl/>
          <w:lang w:bidi="fa-IR"/>
        </w:rPr>
        <w:lastRenderedPageBreak/>
        <w:t>و</w:t>
      </w:r>
      <w:r w:rsidRPr="00E76C19">
        <w:rPr>
          <w:rtl/>
          <w:lang w:bidi="fa-IR"/>
        </w:rPr>
        <w:t xml:space="preserve"> حق شكم ، آن است كه آن را ظرفى براى حرام نسازى ، و بيشتر از حد سيرى نخورى . </w:t>
      </w:r>
      <w:r w:rsidRPr="00294533">
        <w:rPr>
          <w:rStyle w:val="libFootnotenumChar"/>
          <w:rtl/>
        </w:rPr>
        <w:t>(٥٦)</w:t>
      </w:r>
    </w:p>
    <w:p w:rsidR="00E76C19" w:rsidRPr="00E76C19" w:rsidRDefault="00294533" w:rsidP="00E76C19">
      <w:pPr>
        <w:pStyle w:val="libNormal"/>
        <w:rPr>
          <w:rtl/>
          <w:lang w:bidi="fa-IR"/>
        </w:rPr>
      </w:pPr>
      <w:r>
        <w:rPr>
          <w:rtl/>
          <w:lang w:bidi="fa-IR"/>
        </w:rPr>
        <w:br w:type="page"/>
      </w:r>
    </w:p>
    <w:p w:rsidR="00E76C19" w:rsidRPr="00E76C19" w:rsidRDefault="00E76C19" w:rsidP="00294533">
      <w:pPr>
        <w:pStyle w:val="libBold1"/>
        <w:rPr>
          <w:rtl/>
          <w:lang w:bidi="fa-IR"/>
        </w:rPr>
      </w:pPr>
      <w:r w:rsidRPr="00E76C19">
        <w:rPr>
          <w:rtl/>
          <w:lang w:bidi="fa-IR"/>
        </w:rPr>
        <w:t>٢</w:t>
      </w:r>
      <w:r w:rsidR="00294533">
        <w:rPr>
          <w:rFonts w:hint="cs"/>
          <w:rtl/>
          <w:lang w:bidi="fa-IR"/>
        </w:rPr>
        <w:t xml:space="preserve"> -</w:t>
      </w:r>
      <w:r w:rsidRPr="00E76C19">
        <w:rPr>
          <w:rtl/>
          <w:lang w:bidi="fa-IR"/>
        </w:rPr>
        <w:t xml:space="preserve"> عبادات</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نماز، اين است كه :</w:t>
      </w:r>
    </w:p>
    <w:p w:rsidR="00E76C19" w:rsidRPr="00E76C19" w:rsidRDefault="00E76C19" w:rsidP="00E76C19">
      <w:pPr>
        <w:pStyle w:val="libNormal"/>
        <w:rPr>
          <w:rtl/>
          <w:lang w:bidi="fa-IR"/>
        </w:rPr>
      </w:pPr>
      <w:r w:rsidRPr="00E76C19">
        <w:rPr>
          <w:rFonts w:hint="eastAsia"/>
          <w:rtl/>
          <w:lang w:bidi="fa-IR"/>
        </w:rPr>
        <w:t>بدانى</w:t>
      </w:r>
      <w:r w:rsidRPr="00E76C19">
        <w:rPr>
          <w:rtl/>
          <w:lang w:bidi="fa-IR"/>
        </w:rPr>
        <w:t xml:space="preserve"> راه يافتن به درگاه خداوند عزوجل است ، و تو در حال نماز در پيشگاه خداى عزوجل ايستاده اى ، چون اين را دانستى ، چنان بايستى كه يك بنده ذليل ، كوچك ، مشتاق ، ترسان ، اميدوار، خائف ، بيچاره ، ملتمس ، مى ايستد. در پيشگاه بزرگى ، با آرامش و وقار كه او را بز</w:t>
      </w:r>
      <w:r w:rsidRPr="00E76C19">
        <w:rPr>
          <w:rFonts w:hint="eastAsia"/>
          <w:rtl/>
          <w:lang w:bidi="fa-IR"/>
        </w:rPr>
        <w:t>رگ</w:t>
      </w:r>
      <w:r w:rsidRPr="00E76C19">
        <w:rPr>
          <w:rtl/>
          <w:lang w:bidi="fa-IR"/>
        </w:rPr>
        <w:t xml:space="preserve"> مى دارد.</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 با قلب خود به نماز رو كنى ، و آن را با حدود و حقوق آن ، به پاى دارى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حج ، اين است كه :</w:t>
      </w:r>
    </w:p>
    <w:p w:rsidR="00E76C19" w:rsidRPr="00E76C19" w:rsidRDefault="00E76C19" w:rsidP="00E76C19">
      <w:pPr>
        <w:pStyle w:val="libNormal"/>
        <w:rPr>
          <w:rtl/>
          <w:lang w:bidi="fa-IR"/>
        </w:rPr>
      </w:pPr>
      <w:r w:rsidRPr="00E76C19">
        <w:rPr>
          <w:rFonts w:hint="eastAsia"/>
          <w:rtl/>
          <w:lang w:bidi="fa-IR"/>
        </w:rPr>
        <w:t>بدانى</w:t>
      </w:r>
      <w:r w:rsidRPr="00E76C19">
        <w:rPr>
          <w:rtl/>
          <w:lang w:bidi="fa-IR"/>
        </w:rPr>
        <w:t xml:space="preserve"> در آن مهمان خداى خودت هستى ، و به سبب آن از گناهانت ، خود به سوى خداى عزوجل مى گريزى . به آن توبه ات پذيرفته است ، و آنچه خداى تعالى بر تو واجب ساخته ، انجام مى دهى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روزه ، اين است كه :</w:t>
      </w:r>
    </w:p>
    <w:p w:rsidR="00E76C19" w:rsidRPr="00E76C19" w:rsidRDefault="00E76C19" w:rsidP="00E76C19">
      <w:pPr>
        <w:pStyle w:val="libNormal"/>
        <w:rPr>
          <w:rtl/>
          <w:lang w:bidi="fa-IR"/>
        </w:rPr>
      </w:pPr>
      <w:r w:rsidRPr="00E76C19">
        <w:rPr>
          <w:rFonts w:hint="eastAsia"/>
          <w:rtl/>
          <w:lang w:bidi="fa-IR"/>
        </w:rPr>
        <w:t>بدانى</w:t>
      </w:r>
      <w:r w:rsidRPr="00E76C19">
        <w:rPr>
          <w:rtl/>
          <w:lang w:bidi="fa-IR"/>
        </w:rPr>
        <w:t xml:space="preserve"> آن قفلى است كه خداى عزوجل بر زبانت ، گوشت چشمت ، شكمت و شهوتت زده ، تا بدان حجاب تو را از آتش بپوشاند.</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روزه را رها كردى ، پرده اى را كه خدا بر تو كشيده دريده اى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صدقه ، اين است كه :</w:t>
      </w:r>
    </w:p>
    <w:p w:rsidR="00E76C19" w:rsidRPr="00E76C19" w:rsidRDefault="00E76C19" w:rsidP="00E76C19">
      <w:pPr>
        <w:pStyle w:val="libNormal"/>
        <w:rPr>
          <w:rtl/>
          <w:lang w:bidi="fa-IR"/>
        </w:rPr>
      </w:pPr>
      <w:r w:rsidRPr="00E76C19">
        <w:rPr>
          <w:rFonts w:hint="eastAsia"/>
          <w:rtl/>
          <w:lang w:bidi="fa-IR"/>
        </w:rPr>
        <w:t>بدانى</w:t>
      </w:r>
      <w:r w:rsidRPr="00E76C19">
        <w:rPr>
          <w:rtl/>
          <w:lang w:bidi="fa-IR"/>
        </w:rPr>
        <w:t xml:space="preserve"> صدقه ، ذخيره تو نزد پروردگار توست . و امانت توست كه براى آن به گواه گرفتن نياز ندارى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سپرده اى را كه در پنهانى به امانت گزارده اى به آن مطمئن ترى ، تا آنچه كه به آشكار امانت مى گزارى .</w:t>
      </w:r>
    </w:p>
    <w:p w:rsidR="00E76C19" w:rsidRPr="00E76C19" w:rsidRDefault="00E76C19" w:rsidP="00E76C19">
      <w:pPr>
        <w:pStyle w:val="libNormal"/>
        <w:rPr>
          <w:rtl/>
          <w:lang w:bidi="fa-IR"/>
        </w:rPr>
      </w:pPr>
      <w:r w:rsidRPr="00E76C19">
        <w:rPr>
          <w:rFonts w:hint="eastAsia"/>
          <w:rtl/>
          <w:lang w:bidi="fa-IR"/>
        </w:rPr>
        <w:lastRenderedPageBreak/>
        <w:t>و</w:t>
      </w:r>
      <w:r w:rsidRPr="00E76C19">
        <w:rPr>
          <w:rtl/>
          <w:lang w:bidi="fa-IR"/>
        </w:rPr>
        <w:t xml:space="preserve"> بدانى كه اين صدقه در دنيا، بلاها و بيماريها را از تو دفع مى كند. و در آخرت ، آتش دوزخ را از تو دور مى دارد.</w:t>
      </w:r>
    </w:p>
    <w:p w:rsidR="00E76C19" w:rsidRPr="00E76C19" w:rsidRDefault="00294533" w:rsidP="00E76C19">
      <w:pPr>
        <w:pStyle w:val="libNormal"/>
        <w:rPr>
          <w:rtl/>
          <w:lang w:bidi="fa-IR"/>
        </w:rPr>
      </w:pPr>
      <w:r>
        <w:rPr>
          <w:rtl/>
          <w:lang w:bidi="fa-IR"/>
        </w:rPr>
        <w:br w:type="page"/>
      </w:r>
    </w:p>
    <w:p w:rsidR="00E76C19" w:rsidRPr="00E76C19" w:rsidRDefault="00E76C19" w:rsidP="00294533">
      <w:pPr>
        <w:pStyle w:val="libBold1"/>
        <w:rPr>
          <w:rtl/>
          <w:lang w:bidi="fa-IR"/>
        </w:rPr>
      </w:pPr>
      <w:r w:rsidRPr="00E76C19">
        <w:rPr>
          <w:rtl/>
          <w:lang w:bidi="fa-IR"/>
        </w:rPr>
        <w:t>٣</w:t>
      </w:r>
      <w:r w:rsidR="00294533">
        <w:rPr>
          <w:rFonts w:hint="cs"/>
          <w:rtl/>
          <w:lang w:bidi="fa-IR"/>
        </w:rPr>
        <w:t xml:space="preserve"> -</w:t>
      </w:r>
      <w:r w:rsidRPr="00E76C19">
        <w:rPr>
          <w:rtl/>
          <w:lang w:bidi="fa-IR"/>
        </w:rPr>
        <w:t xml:space="preserve"> معلم و شاگرد</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كسى كه با علم ، تو را تربيت مى كند. اين است كه ، او را بزرگ بدارى ، وقار محضر او را نگاه دارى .</w:t>
      </w:r>
    </w:p>
    <w:p w:rsidR="00E76C19" w:rsidRPr="00E76C19" w:rsidRDefault="00E76C19" w:rsidP="00E76C19">
      <w:pPr>
        <w:pStyle w:val="libNormal"/>
        <w:rPr>
          <w:rtl/>
          <w:lang w:bidi="fa-IR"/>
        </w:rPr>
      </w:pPr>
      <w:r w:rsidRPr="00E76C19">
        <w:rPr>
          <w:rFonts w:hint="eastAsia"/>
          <w:rtl/>
          <w:lang w:bidi="fa-IR"/>
        </w:rPr>
        <w:t>به</w:t>
      </w:r>
      <w:r w:rsidRPr="00E76C19">
        <w:rPr>
          <w:rtl/>
          <w:lang w:bidi="fa-IR"/>
        </w:rPr>
        <w:t xml:space="preserve"> كلامش خوب گوش بسپارى .به سوى او رو كنى ، صدايت را بر او بلند نگردانى .</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كسى از معلم تو سوالى پرسيد، تو پاسخ ندهى ، تا معلم خود جواب گويد.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مجلس او، با ديگرى سخن نگويى .</w:t>
      </w:r>
    </w:p>
    <w:p w:rsidR="00E76C19" w:rsidRPr="00E76C19" w:rsidRDefault="00E76C19" w:rsidP="00E76C19">
      <w:pPr>
        <w:pStyle w:val="libNormal"/>
        <w:rPr>
          <w:rtl/>
          <w:lang w:bidi="fa-IR"/>
        </w:rPr>
      </w:pPr>
      <w:r w:rsidRPr="00E76C19">
        <w:rPr>
          <w:rFonts w:hint="eastAsia"/>
          <w:rtl/>
          <w:lang w:bidi="fa-IR"/>
        </w:rPr>
        <w:t>نزد</w:t>
      </w:r>
      <w:r w:rsidRPr="00E76C19">
        <w:rPr>
          <w:rtl/>
          <w:lang w:bidi="fa-IR"/>
        </w:rPr>
        <w:t xml:space="preserve"> او از ديگران ، غيبت نكنى .</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كسى از او، نزد تو بدگويى كرد، حريم او را پاس دارى . زشتى هاى او را بپوشانى . و نيكى هاى او را آشكار كنى .</w:t>
      </w:r>
    </w:p>
    <w:p w:rsidR="00E76C19" w:rsidRPr="00E76C19" w:rsidRDefault="00E76C19" w:rsidP="00E76C19">
      <w:pPr>
        <w:pStyle w:val="libNormal"/>
        <w:rPr>
          <w:rtl/>
          <w:lang w:bidi="fa-IR"/>
        </w:rPr>
      </w:pPr>
      <w:r w:rsidRPr="00E76C19">
        <w:rPr>
          <w:rFonts w:hint="eastAsia"/>
          <w:rtl/>
          <w:lang w:bidi="fa-IR"/>
        </w:rPr>
        <w:t>با</w:t>
      </w:r>
      <w:r w:rsidRPr="00E76C19">
        <w:rPr>
          <w:rtl/>
          <w:lang w:bidi="fa-IR"/>
        </w:rPr>
        <w:t xml:space="preserve"> دشمن او همنشينى ننمايى ، و دوست او را دشمن ندارى .</w:t>
      </w:r>
    </w:p>
    <w:p w:rsidR="00E76C19" w:rsidRPr="00E76C19" w:rsidRDefault="00E76C19" w:rsidP="00E76C19">
      <w:pPr>
        <w:pStyle w:val="libNormal"/>
        <w:rPr>
          <w:rtl/>
          <w:lang w:bidi="fa-IR"/>
        </w:rPr>
      </w:pPr>
      <w:r w:rsidRPr="00E76C19">
        <w:rPr>
          <w:rFonts w:hint="eastAsia"/>
          <w:rtl/>
          <w:lang w:bidi="fa-IR"/>
        </w:rPr>
        <w:t>چون</w:t>
      </w:r>
      <w:r w:rsidRPr="00E76C19">
        <w:rPr>
          <w:rtl/>
          <w:lang w:bidi="fa-IR"/>
        </w:rPr>
        <w:t xml:space="preserve"> چنين عمل كنى ، فرشتگان خداى عزوجل به نفع تو گواهى مى دهند، كه تو او را براى خداى عزوجل خواستى . و براى خدا از محضر او كسب علم كردى . نه براى مردم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اما حق كسى كه در علم ، زير دست تو است .اين است كه :</w:t>
      </w:r>
    </w:p>
    <w:p w:rsidR="00E76C19" w:rsidRPr="00E76C19" w:rsidRDefault="00E76C19" w:rsidP="00E76C19">
      <w:pPr>
        <w:pStyle w:val="libNormal"/>
        <w:rPr>
          <w:rtl/>
          <w:lang w:bidi="fa-IR"/>
        </w:rPr>
      </w:pPr>
      <w:r w:rsidRPr="00E76C19">
        <w:rPr>
          <w:rFonts w:hint="eastAsia"/>
          <w:rtl/>
          <w:lang w:bidi="fa-IR"/>
        </w:rPr>
        <w:t>بدانى</w:t>
      </w:r>
      <w:r w:rsidRPr="00E76C19">
        <w:rPr>
          <w:rtl/>
          <w:lang w:bidi="fa-IR"/>
        </w:rPr>
        <w:t xml:space="preserve"> خداى عزوجل ، در علمى كه به تو بخشيده ، تو را قيم بر آنان قرار داده است . و از خزائن خود بر تو گشوده است .</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اگر در تعليم مردم بكوشى ، و با ايشان بدرفتارى ننمايى . و بر آنان دلتنگ نشوى ؛ خداى از فضل خود، بر تو زياده مى كند.</w:t>
      </w:r>
    </w:p>
    <w:p w:rsidR="00E76C19" w:rsidRPr="00E76C19" w:rsidRDefault="00E76C19" w:rsidP="00E76C19">
      <w:pPr>
        <w:pStyle w:val="libNormal"/>
        <w:rPr>
          <w:rtl/>
          <w:lang w:bidi="fa-IR"/>
        </w:rPr>
      </w:pPr>
      <w:r w:rsidRPr="00E76C19">
        <w:rPr>
          <w:rFonts w:hint="eastAsia"/>
          <w:rtl/>
          <w:lang w:bidi="fa-IR"/>
        </w:rPr>
        <w:lastRenderedPageBreak/>
        <w:t>و</w:t>
      </w:r>
      <w:r w:rsidRPr="00E76C19">
        <w:rPr>
          <w:rtl/>
          <w:lang w:bidi="fa-IR"/>
        </w:rPr>
        <w:t xml:space="preserve"> اما اگر علم خود را از مردم ، دريغ دارى ، يا با مردم هنگامى كه از تو كسب دانش مى كنند، مهربان نباشى ، بر خداى عزوجل حق است كه علم و نور علم را از تو سلب كند، و جايگاه تو را از دلها پايين بياورد.</w:t>
      </w:r>
    </w:p>
    <w:p w:rsidR="00E76C19" w:rsidRPr="00E76C19" w:rsidRDefault="00DE08A1" w:rsidP="00E76C19">
      <w:pPr>
        <w:pStyle w:val="libNormal"/>
        <w:rPr>
          <w:rtl/>
          <w:lang w:bidi="fa-IR"/>
        </w:rPr>
      </w:pPr>
      <w:r>
        <w:rPr>
          <w:rtl/>
          <w:lang w:bidi="fa-IR"/>
        </w:rPr>
        <w:br w:type="page"/>
      </w:r>
    </w:p>
    <w:p w:rsidR="00E76C19" w:rsidRPr="00E76C19" w:rsidRDefault="00E76C19" w:rsidP="00DE08A1">
      <w:pPr>
        <w:pStyle w:val="libBold1"/>
        <w:rPr>
          <w:rtl/>
          <w:lang w:bidi="fa-IR"/>
        </w:rPr>
      </w:pPr>
      <w:r w:rsidRPr="00E76C19">
        <w:rPr>
          <w:rtl/>
          <w:lang w:bidi="fa-IR"/>
        </w:rPr>
        <w:t>٤</w:t>
      </w:r>
      <w:r w:rsidR="00DE08A1">
        <w:rPr>
          <w:rFonts w:hint="cs"/>
          <w:rtl/>
          <w:lang w:bidi="fa-IR"/>
        </w:rPr>
        <w:t xml:space="preserve"> -</w:t>
      </w:r>
      <w:r w:rsidRPr="00E76C19">
        <w:rPr>
          <w:rtl/>
          <w:lang w:bidi="fa-IR"/>
        </w:rPr>
        <w:t xml:space="preserve"> خانواده</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مادرت اين است كه :</w:t>
      </w:r>
    </w:p>
    <w:p w:rsidR="00E76C19" w:rsidRPr="00E76C19" w:rsidRDefault="00E76C19" w:rsidP="00E76C19">
      <w:pPr>
        <w:pStyle w:val="libNormal"/>
        <w:rPr>
          <w:rtl/>
          <w:lang w:bidi="fa-IR"/>
        </w:rPr>
      </w:pPr>
      <w:r w:rsidRPr="00E76C19">
        <w:rPr>
          <w:rFonts w:hint="eastAsia"/>
          <w:rtl/>
          <w:lang w:bidi="fa-IR"/>
        </w:rPr>
        <w:t>بدانى</w:t>
      </w:r>
      <w:r w:rsidRPr="00E76C19">
        <w:rPr>
          <w:rtl/>
          <w:lang w:bidi="fa-IR"/>
        </w:rPr>
        <w:t xml:space="preserve"> ، او تو را در شكم خود حمل كرد، به گونه اى كه هيچ كس بار ديگرى را نكشيد.</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ثمره قلب خود، به تو غذايى داد كه هيچ كس به كسى ندهد.</w:t>
      </w:r>
    </w:p>
    <w:p w:rsidR="00E76C19" w:rsidRPr="00E76C19" w:rsidRDefault="00E76C19" w:rsidP="00E76C19">
      <w:pPr>
        <w:pStyle w:val="libNormal"/>
        <w:rPr>
          <w:rtl/>
          <w:lang w:bidi="fa-IR"/>
        </w:rPr>
      </w:pPr>
      <w:r w:rsidRPr="00E76C19">
        <w:rPr>
          <w:rFonts w:hint="eastAsia"/>
          <w:rtl/>
          <w:lang w:bidi="fa-IR"/>
        </w:rPr>
        <w:t>با</w:t>
      </w:r>
      <w:r w:rsidRPr="00E76C19">
        <w:rPr>
          <w:rtl/>
          <w:lang w:bidi="fa-IR"/>
        </w:rPr>
        <w:t xml:space="preserve"> تمام اعضاى خود، در نگهدارى تو كوشيد.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اين انديشه نيست كه گرسنه و تشنه بماند، تا تو سير و سيراب شوى .</w:t>
      </w:r>
    </w:p>
    <w:p w:rsidR="00E76C19" w:rsidRPr="00E76C19" w:rsidRDefault="00E76C19" w:rsidP="00E76C19">
      <w:pPr>
        <w:pStyle w:val="libNormal"/>
        <w:rPr>
          <w:rtl/>
          <w:lang w:bidi="fa-IR"/>
        </w:rPr>
      </w:pPr>
      <w:r w:rsidRPr="00E76C19">
        <w:rPr>
          <w:rFonts w:hint="eastAsia"/>
          <w:rtl/>
          <w:lang w:bidi="fa-IR"/>
        </w:rPr>
        <w:t>بى</w:t>
      </w:r>
      <w:r w:rsidRPr="00E76C19">
        <w:rPr>
          <w:rtl/>
          <w:lang w:bidi="fa-IR"/>
        </w:rPr>
        <w:t xml:space="preserve"> لباس بماند تا تو را بپوشاند؛ در آفتاب بماند تا تو در سايه باشى ، از خواب خود چشم بپوشد تا تو راحت بخوابى .</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گرما و سرما تو را نگاه داشت ، تا فرزند او باشى .</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نمى توانى او را شكر گزارى ، مگر به توفيق و يارى و كمك خداوند.</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پدرت ، آن است كه :</w:t>
      </w:r>
    </w:p>
    <w:p w:rsidR="00E76C19" w:rsidRPr="00E76C19" w:rsidRDefault="00E76C19" w:rsidP="00E76C19">
      <w:pPr>
        <w:pStyle w:val="libNormal"/>
        <w:rPr>
          <w:rtl/>
          <w:lang w:bidi="fa-IR"/>
        </w:rPr>
      </w:pPr>
      <w:r w:rsidRPr="00E76C19">
        <w:rPr>
          <w:rFonts w:hint="eastAsia"/>
          <w:rtl/>
          <w:lang w:bidi="fa-IR"/>
        </w:rPr>
        <w:t>بدانى</w:t>
      </w:r>
      <w:r w:rsidRPr="00E76C19">
        <w:rPr>
          <w:rtl/>
          <w:lang w:bidi="fa-IR"/>
        </w:rPr>
        <w:t xml:space="preserve"> او اصل وجود تو است ، كه اگر نمى بود، تو هم نبودى .</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هر نيكى در خودت ديدى كه از آن شگفت زده شدى ، بدان كه پدرت ، اصل نعمت بر تو در آن خير بوده است . پس خدا را به اندازه آن حمد و شكر كن . و نيرويى جز به سبب خدا نيست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فرزندت ، اين است كه :</w:t>
      </w:r>
    </w:p>
    <w:p w:rsidR="00E76C19" w:rsidRPr="00E76C19" w:rsidRDefault="00E76C19" w:rsidP="00E76C19">
      <w:pPr>
        <w:pStyle w:val="libNormal"/>
        <w:rPr>
          <w:rtl/>
          <w:lang w:bidi="fa-IR"/>
        </w:rPr>
      </w:pPr>
      <w:r w:rsidRPr="00E76C19">
        <w:rPr>
          <w:rFonts w:hint="eastAsia"/>
          <w:rtl/>
          <w:lang w:bidi="fa-IR"/>
        </w:rPr>
        <w:t>بدانى</w:t>
      </w:r>
      <w:r w:rsidRPr="00E76C19">
        <w:rPr>
          <w:rtl/>
          <w:lang w:bidi="fa-IR"/>
        </w:rPr>
        <w:t xml:space="preserve"> از تو است ، و در دنياى گذرا، به خير و شر خود، وابسته تو است . و تو در برابر سرپرستى او مسئولى كه او را نيكو ادب نمايى ، به سوى خداى عزوجل راهنمايى كن ، و در طاعت خدا به او كمك رسانى .</w:t>
      </w:r>
    </w:p>
    <w:p w:rsidR="00E76C19" w:rsidRPr="00E76C19" w:rsidRDefault="00E76C19" w:rsidP="00E76C19">
      <w:pPr>
        <w:pStyle w:val="libNormal"/>
        <w:rPr>
          <w:rtl/>
          <w:lang w:bidi="fa-IR"/>
        </w:rPr>
      </w:pPr>
      <w:r w:rsidRPr="00E76C19">
        <w:rPr>
          <w:rFonts w:hint="eastAsia"/>
          <w:rtl/>
          <w:lang w:bidi="fa-IR"/>
        </w:rPr>
        <w:lastRenderedPageBreak/>
        <w:t>پس</w:t>
      </w:r>
      <w:r w:rsidRPr="00E76C19">
        <w:rPr>
          <w:rtl/>
          <w:lang w:bidi="fa-IR"/>
        </w:rPr>
        <w:t xml:space="preserve"> در كارهاى او بكوش ، مانند كوشيدن كسى كه مى داند در نيكى به او پاداش مى گيرد. و اگر با او بدرفتارى كند، عقاب مى شود.</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برادرت ، اين است كه :</w:t>
      </w:r>
    </w:p>
    <w:p w:rsidR="00E76C19" w:rsidRPr="00E76C19" w:rsidRDefault="00E76C19" w:rsidP="00E76C19">
      <w:pPr>
        <w:pStyle w:val="libNormal"/>
        <w:rPr>
          <w:rtl/>
          <w:lang w:bidi="fa-IR"/>
        </w:rPr>
      </w:pPr>
      <w:r w:rsidRPr="00E76C19">
        <w:rPr>
          <w:rFonts w:hint="eastAsia"/>
          <w:rtl/>
          <w:lang w:bidi="fa-IR"/>
        </w:rPr>
        <w:t>بدانى</w:t>
      </w:r>
      <w:r w:rsidRPr="00E76C19">
        <w:rPr>
          <w:rtl/>
          <w:lang w:bidi="fa-IR"/>
        </w:rPr>
        <w:t xml:space="preserve"> دست تو مايه عزت و قدرت تو است . پس او را سلاحى بر معصيت خدا مگير، و براى ظلم كردن بر آفريدگان خدا، او را وسيله اى مساز.</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در برابر دشمنش ، يارى او را رها مكن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از خير خواهى نسبت به او دريغ مدار. اگر اوامر خداى تعالى را پيروى كرد، چه بهتر. و اگر چنين نكرد، خدا را گرامى تر از او نزد خودت بدان . و نيرويى جز به سبب خدا نيست .</w:t>
      </w:r>
    </w:p>
    <w:p w:rsidR="00DE08A1" w:rsidRDefault="00DE08A1" w:rsidP="00E76C19">
      <w:pPr>
        <w:pStyle w:val="libNormal"/>
        <w:rPr>
          <w:rtl/>
          <w:lang w:bidi="fa-IR"/>
        </w:rPr>
      </w:pPr>
      <w:r>
        <w:rPr>
          <w:rtl/>
          <w:lang w:bidi="fa-IR"/>
        </w:rPr>
        <w:br w:type="page"/>
      </w:r>
    </w:p>
    <w:p w:rsidR="00E76C19" w:rsidRPr="00E76C19" w:rsidRDefault="00E76C19" w:rsidP="00DE08A1">
      <w:pPr>
        <w:pStyle w:val="libBold1"/>
        <w:rPr>
          <w:rtl/>
          <w:lang w:bidi="fa-IR"/>
        </w:rPr>
      </w:pPr>
      <w:r w:rsidRPr="00E76C19">
        <w:rPr>
          <w:rtl/>
          <w:lang w:bidi="fa-IR"/>
        </w:rPr>
        <w:t>٥</w:t>
      </w:r>
      <w:r w:rsidR="00DE08A1">
        <w:rPr>
          <w:rFonts w:hint="cs"/>
          <w:rtl/>
          <w:lang w:bidi="fa-IR"/>
        </w:rPr>
        <w:t xml:space="preserve"> -</w:t>
      </w:r>
      <w:r w:rsidRPr="00E76C19">
        <w:rPr>
          <w:rtl/>
          <w:lang w:bidi="fa-IR"/>
        </w:rPr>
        <w:t xml:space="preserve"> همنشينان</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كسى كه به تو نيكى كرده ، اين است كه :</w:t>
      </w:r>
    </w:p>
    <w:p w:rsidR="00E76C19" w:rsidRPr="00E76C19" w:rsidRDefault="00E76C19" w:rsidP="00E76C19">
      <w:pPr>
        <w:pStyle w:val="libNormal"/>
        <w:rPr>
          <w:rtl/>
          <w:lang w:bidi="fa-IR"/>
        </w:rPr>
      </w:pPr>
      <w:r w:rsidRPr="00E76C19">
        <w:rPr>
          <w:rFonts w:hint="eastAsia"/>
          <w:rtl/>
          <w:lang w:bidi="fa-IR"/>
        </w:rPr>
        <w:t>او</w:t>
      </w:r>
      <w:r w:rsidRPr="00E76C19">
        <w:rPr>
          <w:rtl/>
          <w:lang w:bidi="fa-IR"/>
        </w:rPr>
        <w:t xml:space="preserve"> را سپاس گويى ، و احسان او را به ياد داشته باشى ، و ميان خود و خدا برايش خالصانه دعا كنى . هنگامى كه چنين كردى ، در نهان و آشكارا، او را شكر گزارده اى . سپس اگر قدرت يافتى ، به او عوض هم بدهى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همنشين تو، اين است كه :</w:t>
      </w:r>
    </w:p>
    <w:p w:rsidR="00E76C19" w:rsidRPr="00E76C19" w:rsidRDefault="00E76C19" w:rsidP="00E76C19">
      <w:pPr>
        <w:pStyle w:val="libNormal"/>
        <w:rPr>
          <w:rtl/>
          <w:lang w:bidi="fa-IR"/>
        </w:rPr>
      </w:pPr>
      <w:r w:rsidRPr="00E76C19">
        <w:rPr>
          <w:rFonts w:hint="eastAsia"/>
          <w:rtl/>
          <w:lang w:bidi="fa-IR"/>
        </w:rPr>
        <w:t>با</w:t>
      </w:r>
      <w:r w:rsidRPr="00E76C19">
        <w:rPr>
          <w:rtl/>
          <w:lang w:bidi="fa-IR"/>
        </w:rPr>
        <w:t xml:space="preserve"> او به نرمى رفتار كنى ، و با او نيكو سخن گويى ، از مجلس خود، جز به اجازه او بر نخيزى ، و كسى كه پيش تو بنشيند، بى اجازه تو مى تواند برخيزد.</w:t>
      </w:r>
    </w:p>
    <w:p w:rsidR="00E76C19" w:rsidRPr="00E76C19" w:rsidRDefault="00E76C19" w:rsidP="00E76C19">
      <w:pPr>
        <w:pStyle w:val="libNormal"/>
        <w:rPr>
          <w:rtl/>
          <w:lang w:bidi="fa-IR"/>
        </w:rPr>
      </w:pPr>
      <w:r w:rsidRPr="00E76C19">
        <w:rPr>
          <w:rFonts w:hint="eastAsia"/>
          <w:rtl/>
          <w:lang w:bidi="fa-IR"/>
        </w:rPr>
        <w:t>بايد</w:t>
      </w:r>
      <w:r w:rsidRPr="00E76C19">
        <w:rPr>
          <w:rtl/>
          <w:lang w:bidi="fa-IR"/>
        </w:rPr>
        <w:t xml:space="preserve"> لغزشهاى همنشين خود را فراموش كنى . نيكى هاى او را در ياد خود نگاه دارى . و جز سخن خير با او نگويى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همسايه ات ، اين است كه :</w:t>
      </w:r>
    </w:p>
    <w:p w:rsidR="00E76C19" w:rsidRPr="00E76C19" w:rsidRDefault="00E76C19" w:rsidP="00E76C19">
      <w:pPr>
        <w:pStyle w:val="libNormal"/>
        <w:rPr>
          <w:rtl/>
          <w:lang w:bidi="fa-IR"/>
        </w:rPr>
      </w:pPr>
      <w:r w:rsidRPr="00E76C19">
        <w:rPr>
          <w:rFonts w:hint="eastAsia"/>
          <w:rtl/>
          <w:lang w:bidi="fa-IR"/>
        </w:rPr>
        <w:t>او</w:t>
      </w:r>
      <w:r w:rsidRPr="00E76C19">
        <w:rPr>
          <w:rtl/>
          <w:lang w:bidi="fa-IR"/>
        </w:rPr>
        <w:t xml:space="preserve"> را در غيابش حفظ كنى ، و در حضورش بزرگ دارى ، و اگر به او ستم شد ياريش كنى . در پى عيب او نباشى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اگر زشتى در او سراغ داشتى ، بر او بپوشانى .</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مى دانى كه نصيحت تو را مى پذيرد، در خلوت به خير خواهى او بنشينى .</w:t>
      </w:r>
    </w:p>
    <w:p w:rsidR="00E76C19" w:rsidRPr="00E76C19" w:rsidRDefault="00E76C19" w:rsidP="00E76C19">
      <w:pPr>
        <w:pStyle w:val="libNormal"/>
        <w:rPr>
          <w:rtl/>
          <w:lang w:bidi="fa-IR"/>
        </w:rPr>
      </w:pPr>
      <w:r w:rsidRPr="00E76C19">
        <w:rPr>
          <w:rFonts w:hint="eastAsia"/>
          <w:rtl/>
          <w:lang w:bidi="fa-IR"/>
        </w:rPr>
        <w:t>او</w:t>
      </w:r>
      <w:r w:rsidRPr="00E76C19">
        <w:rPr>
          <w:rtl/>
          <w:lang w:bidi="fa-IR"/>
        </w:rPr>
        <w:t xml:space="preserve"> را در سختى رها نكنى .</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لغزش او درگذرى .</w:t>
      </w:r>
    </w:p>
    <w:p w:rsidR="00E76C19" w:rsidRPr="00E76C19" w:rsidRDefault="00E76C19" w:rsidP="00E76C19">
      <w:pPr>
        <w:pStyle w:val="libNormal"/>
        <w:rPr>
          <w:rtl/>
          <w:lang w:bidi="fa-IR"/>
        </w:rPr>
      </w:pPr>
      <w:r w:rsidRPr="00E76C19">
        <w:rPr>
          <w:rFonts w:hint="eastAsia"/>
          <w:rtl/>
          <w:lang w:bidi="fa-IR"/>
        </w:rPr>
        <w:t>گناهش</w:t>
      </w:r>
      <w:r w:rsidRPr="00E76C19">
        <w:rPr>
          <w:rtl/>
          <w:lang w:bidi="fa-IR"/>
        </w:rPr>
        <w:t xml:space="preserve"> را ببخشى ، با او كريمانه معاشرت كنى ، و قوتى جز به يارى خدا نيست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رفيق ، اين است كه :</w:t>
      </w:r>
    </w:p>
    <w:p w:rsidR="00E76C19" w:rsidRPr="00E76C19" w:rsidRDefault="00E76C19" w:rsidP="00E76C19">
      <w:pPr>
        <w:pStyle w:val="libNormal"/>
        <w:rPr>
          <w:rtl/>
          <w:lang w:bidi="fa-IR"/>
        </w:rPr>
      </w:pPr>
      <w:r w:rsidRPr="00E76C19">
        <w:rPr>
          <w:rFonts w:hint="eastAsia"/>
          <w:rtl/>
          <w:lang w:bidi="fa-IR"/>
        </w:rPr>
        <w:lastRenderedPageBreak/>
        <w:t>با</w:t>
      </w:r>
      <w:r w:rsidRPr="00E76C19">
        <w:rPr>
          <w:rtl/>
          <w:lang w:bidi="fa-IR"/>
        </w:rPr>
        <w:t xml:space="preserve"> تفضل و انصاف با او مصاحبت كنى .</w:t>
      </w:r>
    </w:p>
    <w:p w:rsidR="00E76C19" w:rsidRPr="00E76C19" w:rsidRDefault="00E76C19" w:rsidP="00E76C19">
      <w:pPr>
        <w:pStyle w:val="libNormal"/>
        <w:rPr>
          <w:rtl/>
          <w:lang w:bidi="fa-IR"/>
        </w:rPr>
      </w:pPr>
      <w:r w:rsidRPr="00E76C19">
        <w:rPr>
          <w:rFonts w:hint="eastAsia"/>
          <w:rtl/>
          <w:lang w:bidi="fa-IR"/>
        </w:rPr>
        <w:t>او</w:t>
      </w:r>
      <w:r w:rsidRPr="00E76C19">
        <w:rPr>
          <w:rtl/>
          <w:lang w:bidi="fa-IR"/>
        </w:rPr>
        <w:t xml:space="preserve"> را بزرگ بدارى ، چنان كه تو را بزرگ مى دارد. نگذارى در نيكى هاى به يكديگر، بر تو سبقت بجويد. اما اگر از تو سبقت گرفت ، در ازاى كار نيك بهتر از او پاسخ دهى .</w:t>
      </w:r>
    </w:p>
    <w:p w:rsidR="00E76C19" w:rsidRPr="00E76C19" w:rsidRDefault="00E76C19" w:rsidP="00E76C19">
      <w:pPr>
        <w:pStyle w:val="libNormal"/>
        <w:rPr>
          <w:rtl/>
          <w:lang w:bidi="fa-IR"/>
        </w:rPr>
      </w:pPr>
      <w:r w:rsidRPr="00E76C19">
        <w:rPr>
          <w:rFonts w:hint="eastAsia"/>
          <w:rtl/>
          <w:lang w:bidi="fa-IR"/>
        </w:rPr>
        <w:t>دوستش</w:t>
      </w:r>
      <w:r w:rsidRPr="00E76C19">
        <w:rPr>
          <w:rtl/>
          <w:lang w:bidi="fa-IR"/>
        </w:rPr>
        <w:t xml:space="preserve"> بدارى ، آنگونه كه تو را دوست مى دارد.</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اراده گناهى كرد، او را از ارتكاب به آن باز دارى . بر او رحمت باش و عذاب مباش . ولا قوة الا بالله .</w:t>
      </w:r>
    </w:p>
    <w:p w:rsidR="00E76C19" w:rsidRPr="00E76C19" w:rsidRDefault="00E76C19" w:rsidP="00E76C19">
      <w:pPr>
        <w:pStyle w:val="libNormal"/>
        <w:rPr>
          <w:rtl/>
          <w:lang w:bidi="fa-IR"/>
        </w:rPr>
      </w:pPr>
      <w:r w:rsidRPr="00E76C19">
        <w:rPr>
          <w:rFonts w:hint="eastAsia"/>
          <w:rtl/>
          <w:lang w:bidi="fa-IR"/>
        </w:rPr>
        <w:t>اما</w:t>
      </w:r>
      <w:r w:rsidRPr="00E76C19">
        <w:rPr>
          <w:rtl/>
          <w:lang w:bidi="fa-IR"/>
        </w:rPr>
        <w:t xml:space="preserve"> حق شريك ، آن است كه :</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غايب شد، او را كفايت كنى . و اگر حاضر بود، حرمتش را پاس ‍ دارى .</w:t>
      </w:r>
    </w:p>
    <w:p w:rsidR="00E76C19" w:rsidRPr="00E76C19" w:rsidRDefault="00E76C19" w:rsidP="00E76C19">
      <w:pPr>
        <w:pStyle w:val="libNormal"/>
        <w:rPr>
          <w:rtl/>
          <w:lang w:bidi="fa-IR"/>
        </w:rPr>
      </w:pPr>
      <w:r w:rsidRPr="00E76C19">
        <w:rPr>
          <w:rFonts w:hint="eastAsia"/>
          <w:rtl/>
          <w:lang w:bidi="fa-IR"/>
        </w:rPr>
        <w:t>بدون</w:t>
      </w:r>
      <w:r w:rsidRPr="00E76C19">
        <w:rPr>
          <w:rtl/>
          <w:lang w:bidi="fa-IR"/>
        </w:rPr>
        <w:t xml:space="preserve"> مشورت و همفكرى با او، به تنهايى حكم نكنى و راى ندهى .</w:t>
      </w:r>
    </w:p>
    <w:p w:rsidR="00E76C19" w:rsidRPr="00E76C19" w:rsidRDefault="00E76C19" w:rsidP="00E76C19">
      <w:pPr>
        <w:pStyle w:val="libNormal"/>
        <w:rPr>
          <w:rtl/>
          <w:lang w:bidi="fa-IR"/>
        </w:rPr>
      </w:pPr>
      <w:r w:rsidRPr="00E76C19">
        <w:rPr>
          <w:rFonts w:hint="eastAsia"/>
          <w:rtl/>
          <w:lang w:bidi="fa-IR"/>
        </w:rPr>
        <w:t>مال</w:t>
      </w:r>
      <w:r w:rsidRPr="00E76C19">
        <w:rPr>
          <w:rtl/>
          <w:lang w:bidi="fa-IR"/>
        </w:rPr>
        <w:t xml:space="preserve"> او را حفظ كنى . در كار سخت يا آسان به او خيانت نكنى . چرا كه دست خداوند تبارك و تعالى بر دو شريك است .</w:t>
      </w:r>
    </w:p>
    <w:p w:rsidR="00E76C19" w:rsidRPr="00E76C19" w:rsidRDefault="00E76C19" w:rsidP="00E76C19">
      <w:pPr>
        <w:pStyle w:val="libNormal"/>
        <w:rPr>
          <w:rtl/>
          <w:lang w:bidi="fa-IR"/>
        </w:rPr>
      </w:pPr>
      <w:r w:rsidRPr="00E76C19">
        <w:rPr>
          <w:rFonts w:hint="eastAsia"/>
          <w:rtl/>
          <w:lang w:bidi="fa-IR"/>
        </w:rPr>
        <w:t>تا</w:t>
      </w:r>
      <w:r w:rsidRPr="00E76C19">
        <w:rPr>
          <w:rtl/>
          <w:lang w:bidi="fa-IR"/>
        </w:rPr>
        <w:t xml:space="preserve"> زمانى كه به يكديگر خيانت نكنند. ولا قوة الا بالله .</w:t>
      </w:r>
    </w:p>
    <w:p w:rsidR="00E76C19" w:rsidRPr="00E76C19" w:rsidRDefault="00E76C19" w:rsidP="00E76C19">
      <w:pPr>
        <w:pStyle w:val="libNormal"/>
        <w:rPr>
          <w:rtl/>
          <w:lang w:bidi="fa-IR"/>
        </w:rPr>
      </w:pPr>
    </w:p>
    <w:p w:rsidR="00E76C19" w:rsidRPr="00E76C19" w:rsidRDefault="00E76C19" w:rsidP="00DE08A1">
      <w:pPr>
        <w:pStyle w:val="libBold1"/>
        <w:rPr>
          <w:rtl/>
          <w:lang w:bidi="fa-IR"/>
        </w:rPr>
      </w:pPr>
      <w:r w:rsidRPr="00E76C19">
        <w:rPr>
          <w:rtl/>
          <w:lang w:bidi="fa-IR"/>
        </w:rPr>
        <w:t>٦</w:t>
      </w:r>
      <w:r w:rsidR="00DE08A1">
        <w:rPr>
          <w:rFonts w:hint="cs"/>
          <w:rtl/>
          <w:lang w:bidi="fa-IR"/>
        </w:rPr>
        <w:t xml:space="preserve"> -</w:t>
      </w:r>
      <w:r w:rsidRPr="00E76C19">
        <w:rPr>
          <w:rtl/>
          <w:lang w:bidi="fa-IR"/>
        </w:rPr>
        <w:t xml:space="preserve"> ديگران</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خيرخواه تو ، اين است كه :</w:t>
      </w:r>
    </w:p>
    <w:p w:rsidR="00E76C19" w:rsidRPr="00E76C19" w:rsidRDefault="00E76C19" w:rsidP="00E76C19">
      <w:pPr>
        <w:pStyle w:val="libNormal"/>
        <w:rPr>
          <w:rtl/>
          <w:lang w:bidi="fa-IR"/>
        </w:rPr>
      </w:pPr>
      <w:r w:rsidRPr="00E76C19">
        <w:rPr>
          <w:rFonts w:hint="eastAsia"/>
          <w:rtl/>
          <w:lang w:bidi="fa-IR"/>
        </w:rPr>
        <w:t>نسبت</w:t>
      </w:r>
      <w:r w:rsidRPr="00E76C19">
        <w:rPr>
          <w:rtl/>
          <w:lang w:bidi="fa-IR"/>
        </w:rPr>
        <w:t xml:space="preserve"> به وى تواضع كنى .</w:t>
      </w:r>
    </w:p>
    <w:p w:rsidR="00E76C19" w:rsidRPr="00E76C19" w:rsidRDefault="00E76C19" w:rsidP="00E76C19">
      <w:pPr>
        <w:pStyle w:val="libNormal"/>
        <w:rPr>
          <w:rtl/>
          <w:lang w:bidi="fa-IR"/>
        </w:rPr>
      </w:pPr>
      <w:r w:rsidRPr="00E76C19">
        <w:rPr>
          <w:rFonts w:hint="eastAsia"/>
          <w:rtl/>
          <w:lang w:bidi="fa-IR"/>
        </w:rPr>
        <w:t>به</w:t>
      </w:r>
      <w:r w:rsidRPr="00E76C19">
        <w:rPr>
          <w:rtl/>
          <w:lang w:bidi="fa-IR"/>
        </w:rPr>
        <w:t xml:space="preserve"> سخنانش خوب گوش فرا دهى . اگر درست گفت ، خداى عزوجل را حمد گويى ، و اگر درست نگويد، بر او رحمت آورى ، و او را متهم نسازى ، و بدانى كه او خطا كرده است . و از روى عمد سخن نگفته است . و او را بر آن خطا مواخذه نكنى ، مگر اينكه واقعا شايسته توبيخ باشد. كه در </w:t>
      </w:r>
      <w:r w:rsidRPr="00E76C19">
        <w:rPr>
          <w:rFonts w:hint="eastAsia"/>
          <w:rtl/>
          <w:lang w:bidi="fa-IR"/>
        </w:rPr>
        <w:t>اين</w:t>
      </w:r>
      <w:r w:rsidRPr="00E76C19">
        <w:rPr>
          <w:rtl/>
          <w:lang w:bidi="fa-IR"/>
        </w:rPr>
        <w:t xml:space="preserve"> حالت بايد به كار او اعتنا نكنى و توفيق تنها از خداست .</w:t>
      </w:r>
    </w:p>
    <w:p w:rsidR="00E76C19" w:rsidRPr="00E76C19" w:rsidRDefault="00E76C19" w:rsidP="00E76C19">
      <w:pPr>
        <w:pStyle w:val="libNormal"/>
        <w:rPr>
          <w:rtl/>
          <w:lang w:bidi="fa-IR"/>
        </w:rPr>
      </w:pPr>
      <w:r w:rsidRPr="00E76C19">
        <w:rPr>
          <w:rFonts w:hint="eastAsia"/>
          <w:rtl/>
          <w:lang w:bidi="fa-IR"/>
        </w:rPr>
        <w:lastRenderedPageBreak/>
        <w:t>حق</w:t>
      </w:r>
      <w:r w:rsidRPr="00E76C19">
        <w:rPr>
          <w:rtl/>
          <w:lang w:bidi="fa-IR"/>
        </w:rPr>
        <w:t xml:space="preserve"> بزرگسال ، اين است كه :</w:t>
      </w:r>
    </w:p>
    <w:p w:rsidR="00E76C19" w:rsidRPr="00E76C19" w:rsidRDefault="00E76C19" w:rsidP="00E76C19">
      <w:pPr>
        <w:pStyle w:val="libNormal"/>
        <w:rPr>
          <w:rtl/>
          <w:lang w:bidi="fa-IR"/>
        </w:rPr>
      </w:pPr>
      <w:r w:rsidRPr="00E76C19">
        <w:rPr>
          <w:rFonts w:hint="eastAsia"/>
          <w:rtl/>
          <w:lang w:bidi="fa-IR"/>
        </w:rPr>
        <w:t>او</w:t>
      </w:r>
      <w:r w:rsidRPr="00E76C19">
        <w:rPr>
          <w:rtl/>
          <w:lang w:bidi="fa-IR"/>
        </w:rPr>
        <w:t xml:space="preserve"> را به جهت سن او، بزرگ بدارى . براى تقدم در اسلام كه پيش از تو مسلمان بوده</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اجلال او بكوشى ، نزد دشمنان با او روبرو نشوى ، در راه بر او سبقت نگيرى ، با او كودكانه رفتار نكنى ، او را به نادانى نسبت ندهى . و اگر با تو سبكى كرد، تحمل كنى . و به جهت حق و حرمت اسلام ، به او اكرام كنى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كوچكتر، از تو در سن ، اين است كه :</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تعليم به رحم آورى ، بر او ببخشايى و بر زشتى او پرده پوشى كنى ، با او مهربان باشى و به كمكش بشتابى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كسى كه از تو چيزى مى خواهد. اين است كه به اندازه نيازش به او ببخشى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كسى كه از وى درخواست مى كنى ، اين است كه اگر خواسته تو را به تو بخشيد، با تشكر و معرفت فضلش از او بپذيرى . و اگر از تو دريغ داشت . عذر او را بپذيرى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كسى كه تو را در راه خدا خشنود سازد، اين است كه اول خداى تعالى را حمد گويى . سپس از او تشكر كنى .</w:t>
      </w:r>
    </w:p>
    <w:p w:rsidR="00E76C19" w:rsidRPr="00E76C19" w:rsidRDefault="00E76C19" w:rsidP="00E76C19">
      <w:pPr>
        <w:pStyle w:val="libNormal"/>
        <w:rPr>
          <w:rtl/>
          <w:lang w:bidi="fa-IR"/>
        </w:rPr>
      </w:pPr>
      <w:r w:rsidRPr="00E76C19">
        <w:rPr>
          <w:rFonts w:hint="eastAsia"/>
          <w:rtl/>
          <w:lang w:bidi="fa-IR"/>
        </w:rPr>
        <w:t>حق</w:t>
      </w:r>
      <w:r w:rsidRPr="00E76C19">
        <w:rPr>
          <w:rtl/>
          <w:lang w:bidi="fa-IR"/>
        </w:rPr>
        <w:t xml:space="preserve"> كسى كه با تو بد مى كند، اين است كه : او را عفو كنى و اگر بدانى كه اين عفو تو ضرر دارد، از ديگران در برابر بدرفتارى او كمك بخواهى ، كه خداى تبارك و تعالى فرمود:</w:t>
      </w:r>
    </w:p>
    <w:p w:rsidR="00E76C19" w:rsidRPr="00E76C19" w:rsidRDefault="005A3DE6" w:rsidP="00E76C19">
      <w:pPr>
        <w:pStyle w:val="libNormal"/>
        <w:rPr>
          <w:rtl/>
          <w:lang w:bidi="fa-IR"/>
        </w:rPr>
      </w:pPr>
      <w:r w:rsidRPr="005A3DE6">
        <w:rPr>
          <w:rStyle w:val="libAlaemChar"/>
          <w:rFonts w:hint="cs"/>
          <w:rtl/>
        </w:rPr>
        <w:t>(</w:t>
      </w:r>
      <w:r w:rsidR="00DE08A1" w:rsidRPr="005A3DE6">
        <w:rPr>
          <w:rStyle w:val="libAieChar"/>
          <w:rtl/>
        </w:rPr>
        <w:t>وَلَمَنِ انتَصَرَ بَعْدَ ظُلْمِهِ فَأُولَـٰئِكَ مَا عَلَيْهِم مِّن سَبِيلٍ</w:t>
      </w:r>
      <w:r w:rsidR="00DE08A1">
        <w:rPr>
          <w:rtl/>
        </w:rPr>
        <w:t xml:space="preserve"> </w:t>
      </w:r>
      <w:r w:rsidRPr="005A3DE6">
        <w:rPr>
          <w:rStyle w:val="libAlaemChar"/>
          <w:rFonts w:hint="cs"/>
          <w:rtl/>
        </w:rPr>
        <w:t>)</w:t>
      </w:r>
      <w:r w:rsidR="00E76C19" w:rsidRPr="005A3DE6">
        <w:rPr>
          <w:rStyle w:val="libFootnotenumChar"/>
          <w:rtl/>
        </w:rPr>
        <w:t>(٥٧)</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هر كس ، پس از ظلمى كه بر او شده است ، براى دفع ظلم از ديگران يارى طلبد، بر او هيچ حرجى نيست .</w:t>
      </w:r>
    </w:p>
    <w:p w:rsidR="00E76C19" w:rsidRPr="00E76C19" w:rsidRDefault="005A3DE6" w:rsidP="00E76C19">
      <w:pPr>
        <w:pStyle w:val="libNormal"/>
        <w:rPr>
          <w:rtl/>
          <w:lang w:bidi="fa-IR"/>
        </w:rPr>
      </w:pPr>
      <w:r>
        <w:rPr>
          <w:rtl/>
          <w:lang w:bidi="fa-IR"/>
        </w:rPr>
        <w:br w:type="page"/>
      </w:r>
    </w:p>
    <w:p w:rsidR="00E76C19" w:rsidRPr="00E76C19" w:rsidRDefault="00E76C19" w:rsidP="005A3DE6">
      <w:pPr>
        <w:pStyle w:val="Heading2"/>
        <w:rPr>
          <w:rtl/>
          <w:lang w:bidi="fa-IR"/>
        </w:rPr>
      </w:pPr>
      <w:bookmarkStart w:id="24" w:name="_Toc489701864"/>
      <w:r w:rsidRPr="00E76C19">
        <w:rPr>
          <w:rFonts w:hint="eastAsia"/>
          <w:rtl/>
          <w:lang w:bidi="fa-IR"/>
        </w:rPr>
        <w:t>وضو</w:t>
      </w:r>
      <w:bookmarkEnd w:id="24"/>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موسى بن جعفر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هر</w:t>
      </w:r>
      <w:r w:rsidRPr="00E76C19">
        <w:rPr>
          <w:rtl/>
          <w:lang w:bidi="fa-IR"/>
        </w:rPr>
        <w:t xml:space="preserve"> كس براى نماز مغرب وضو بگيرد، آن وضو كفار همه گناهان آن روز اوست . مگر گناهان كبيره . و هر كس براى نماز صبح وضو بگيرد، آن وضو كفاره همه گناهان آن شب اوست ، مگر گناهان كبيره . </w:t>
      </w:r>
      <w:r w:rsidRPr="005A3DE6">
        <w:rPr>
          <w:rStyle w:val="libFootnotenumChar"/>
          <w:rtl/>
        </w:rPr>
        <w:t>(٥٨)</w:t>
      </w:r>
    </w:p>
    <w:p w:rsidR="00E76C19" w:rsidRPr="00E76C19" w:rsidRDefault="00E76C19" w:rsidP="00E76C19">
      <w:pPr>
        <w:pStyle w:val="libNormal"/>
        <w:rPr>
          <w:rtl/>
          <w:lang w:bidi="fa-IR"/>
        </w:rPr>
      </w:pPr>
    </w:p>
    <w:p w:rsidR="00E76C19" w:rsidRPr="00E76C19" w:rsidRDefault="00E76C19" w:rsidP="005A3DE6">
      <w:pPr>
        <w:pStyle w:val="Heading2"/>
        <w:rPr>
          <w:rtl/>
          <w:lang w:bidi="fa-IR"/>
        </w:rPr>
      </w:pPr>
      <w:bookmarkStart w:id="25" w:name="_Toc489701865"/>
      <w:r w:rsidRPr="00E76C19">
        <w:rPr>
          <w:rFonts w:hint="eastAsia"/>
          <w:rtl/>
          <w:lang w:bidi="fa-IR"/>
        </w:rPr>
        <w:t>آبى</w:t>
      </w:r>
      <w:r w:rsidRPr="00E76C19">
        <w:rPr>
          <w:rtl/>
          <w:lang w:bidi="fa-IR"/>
        </w:rPr>
        <w:t xml:space="preserve"> بر آتش</w:t>
      </w:r>
      <w:bookmarkEnd w:id="25"/>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فرمود:</w:t>
      </w:r>
    </w:p>
    <w:p w:rsidR="00E76C19" w:rsidRPr="00E76C19" w:rsidRDefault="00E76C19" w:rsidP="00E76C19">
      <w:pPr>
        <w:pStyle w:val="libNormal"/>
        <w:rPr>
          <w:rtl/>
          <w:lang w:bidi="fa-IR"/>
        </w:rPr>
      </w:pPr>
      <w:r w:rsidRPr="00E76C19">
        <w:rPr>
          <w:rFonts w:hint="eastAsia"/>
          <w:rtl/>
          <w:lang w:bidi="fa-IR"/>
        </w:rPr>
        <w:t>چشمان</w:t>
      </w:r>
      <w:r w:rsidRPr="00E76C19">
        <w:rPr>
          <w:rtl/>
          <w:lang w:bidi="fa-IR"/>
        </w:rPr>
        <w:t xml:space="preserve"> خود را هنگام وضو گرفتن باز نگه داريد. تا آنها آتش جهنم را نبينند. </w:t>
      </w:r>
      <w:r w:rsidRPr="005A3DE6">
        <w:rPr>
          <w:rStyle w:val="libFootnotenumChar"/>
          <w:rtl/>
        </w:rPr>
        <w:t>(٥٩)</w:t>
      </w:r>
    </w:p>
    <w:p w:rsidR="00E76C19" w:rsidRPr="00E76C19" w:rsidRDefault="00E76C19" w:rsidP="00E76C19">
      <w:pPr>
        <w:pStyle w:val="libNormal"/>
        <w:rPr>
          <w:rtl/>
          <w:lang w:bidi="fa-IR"/>
        </w:rPr>
      </w:pPr>
    </w:p>
    <w:p w:rsidR="00E76C19" w:rsidRPr="00E76C19" w:rsidRDefault="00E76C19" w:rsidP="00E76C19">
      <w:pPr>
        <w:pStyle w:val="libNormal"/>
        <w:rPr>
          <w:rtl/>
          <w:lang w:bidi="fa-IR"/>
        </w:rPr>
      </w:pPr>
      <w:r w:rsidRPr="00E76C19">
        <w:rPr>
          <w:rFonts w:hint="eastAsia"/>
          <w:rtl/>
          <w:lang w:bidi="fa-IR"/>
        </w:rPr>
        <w:t>راههاى</w:t>
      </w:r>
      <w:r w:rsidRPr="00E76C19">
        <w:rPr>
          <w:rtl/>
          <w:lang w:bidi="fa-IR"/>
        </w:rPr>
        <w:t xml:space="preserve"> قرآن</w:t>
      </w:r>
    </w:p>
    <w:p w:rsidR="00E76C19" w:rsidRPr="00E76C19" w:rsidRDefault="00E76C19" w:rsidP="00E76C19">
      <w:pPr>
        <w:pStyle w:val="libNormal"/>
        <w:rPr>
          <w:rtl/>
          <w:lang w:bidi="fa-IR"/>
        </w:rPr>
      </w:pPr>
      <w:r w:rsidRPr="00E76C19">
        <w:rPr>
          <w:rFonts w:hint="eastAsia"/>
          <w:rtl/>
          <w:lang w:bidi="fa-IR"/>
        </w:rPr>
        <w:t>امير</w:t>
      </w:r>
      <w:r w:rsidRPr="00E76C19">
        <w:rPr>
          <w:rtl/>
          <w:lang w:bidi="fa-IR"/>
        </w:rPr>
        <w:t xml:space="preserve"> المومنين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همانا</w:t>
      </w:r>
      <w:r w:rsidRPr="00E76C19">
        <w:rPr>
          <w:rtl/>
          <w:lang w:bidi="fa-IR"/>
        </w:rPr>
        <w:t xml:space="preserve"> دهانهاى شما، راههاى قرآن است و با آن قرآن مى خوانيد؛ پس آنها را با مسواك زدن پاكيزه كنيد. </w:t>
      </w:r>
      <w:r w:rsidRPr="005A3DE6">
        <w:rPr>
          <w:rStyle w:val="libFootnotenumChar"/>
          <w:rtl/>
        </w:rPr>
        <w:t>(٦٠)</w:t>
      </w:r>
    </w:p>
    <w:p w:rsidR="00E76C19" w:rsidRPr="00E76C19" w:rsidRDefault="00E76C19" w:rsidP="00E76C19">
      <w:pPr>
        <w:pStyle w:val="libNormal"/>
        <w:rPr>
          <w:rtl/>
          <w:lang w:bidi="fa-IR"/>
        </w:rPr>
      </w:pPr>
    </w:p>
    <w:p w:rsidR="00E76C19" w:rsidRPr="00E76C19" w:rsidRDefault="00E76C19" w:rsidP="005A3DE6">
      <w:pPr>
        <w:pStyle w:val="Heading2"/>
        <w:rPr>
          <w:rtl/>
          <w:lang w:bidi="fa-IR"/>
        </w:rPr>
      </w:pPr>
      <w:bookmarkStart w:id="26" w:name="_Toc489701866"/>
      <w:r w:rsidRPr="00E76C19">
        <w:rPr>
          <w:rFonts w:hint="eastAsia"/>
          <w:rtl/>
          <w:lang w:bidi="fa-IR"/>
        </w:rPr>
        <w:t>مسواك</w:t>
      </w:r>
      <w:r w:rsidRPr="00E76C19">
        <w:rPr>
          <w:rtl/>
          <w:lang w:bidi="fa-IR"/>
        </w:rPr>
        <w:t xml:space="preserve"> و نماز</w:t>
      </w:r>
      <w:bookmarkEnd w:id="26"/>
    </w:p>
    <w:p w:rsidR="00E76C19" w:rsidRPr="00E76C19" w:rsidRDefault="00E76C19" w:rsidP="005A3DE6">
      <w:pPr>
        <w:pStyle w:val="libNormal"/>
        <w:rPr>
          <w:rtl/>
          <w:lang w:bidi="fa-IR"/>
        </w:rPr>
      </w:pPr>
      <w:r w:rsidRPr="00E76C19">
        <w:rPr>
          <w:rFonts w:hint="eastAsia"/>
          <w:rtl/>
          <w:lang w:bidi="fa-IR"/>
        </w:rPr>
        <w:t>امام</w:t>
      </w:r>
      <w:r w:rsidRPr="00E76C19">
        <w:rPr>
          <w:rtl/>
          <w:lang w:bidi="fa-IR"/>
        </w:rPr>
        <w:t xml:space="preserve"> باقر و امام صادق </w:t>
      </w:r>
      <w:r w:rsidR="005A3DE6" w:rsidRPr="005A3DE6">
        <w:rPr>
          <w:rStyle w:val="libAlaemChar"/>
          <w:rFonts w:eastAsiaTheme="minorHAnsi"/>
          <w:rtl/>
        </w:rPr>
        <w:t>عليهما‌السلام</w:t>
      </w:r>
      <w:r w:rsidR="005A3DE6" w:rsidRPr="005100D5">
        <w:rPr>
          <w:rFonts w:ascii="Traditional Arabic" w:eastAsiaTheme="minorHAnsi" w:hAnsi="Traditional Arabic" w:cs="Traditional Arabic"/>
          <w:rtl/>
        </w:rPr>
        <w:t xml:space="preserve"> </w:t>
      </w:r>
      <w:r w:rsidRPr="00E76C19">
        <w:rPr>
          <w:rtl/>
          <w:lang w:bidi="fa-IR"/>
        </w:rPr>
        <w:t>فرموده اند:</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مسواك بزنيد و دو ركعت نماز بخوانيد، بهتر از اين است كه هفتاد ركعت نماز را بدون مسواك زدن بخوانيد. </w:t>
      </w:r>
      <w:r w:rsidRPr="005A3DE6">
        <w:rPr>
          <w:rStyle w:val="libFootnotenumChar"/>
          <w:rtl/>
        </w:rPr>
        <w:t>(٦١)</w:t>
      </w:r>
    </w:p>
    <w:p w:rsidR="00E76C19" w:rsidRPr="00E76C19" w:rsidRDefault="00E76C19" w:rsidP="00E76C19">
      <w:pPr>
        <w:pStyle w:val="libNormal"/>
        <w:rPr>
          <w:rtl/>
          <w:lang w:bidi="fa-IR"/>
        </w:rPr>
      </w:pPr>
    </w:p>
    <w:p w:rsidR="00E76C19" w:rsidRPr="00E76C19" w:rsidRDefault="00E76C19" w:rsidP="00E76C19">
      <w:pPr>
        <w:pStyle w:val="libNormal"/>
        <w:rPr>
          <w:rtl/>
          <w:lang w:bidi="fa-IR"/>
        </w:rPr>
      </w:pPr>
      <w:r w:rsidRPr="00E76C19">
        <w:rPr>
          <w:rFonts w:hint="eastAsia"/>
          <w:rtl/>
          <w:lang w:bidi="fa-IR"/>
        </w:rPr>
        <w:t>دستور</w:t>
      </w:r>
      <w:r w:rsidRPr="00E76C19">
        <w:rPr>
          <w:rtl/>
          <w:lang w:bidi="fa-IR"/>
        </w:rPr>
        <w:t xml:space="preserve"> به مسواك</w:t>
      </w:r>
    </w:p>
    <w:p w:rsidR="00E76C19" w:rsidRPr="00E76C19" w:rsidRDefault="00E76C19" w:rsidP="00E76C19">
      <w:pPr>
        <w:pStyle w:val="libNormal"/>
        <w:rPr>
          <w:rtl/>
          <w:lang w:bidi="fa-IR"/>
        </w:rPr>
      </w:pPr>
      <w:r w:rsidRPr="00E76C19">
        <w:rPr>
          <w:rFonts w:hint="eastAsia"/>
          <w:rtl/>
          <w:lang w:bidi="fa-IR"/>
        </w:rPr>
        <w:t>پيامبر</w:t>
      </w:r>
      <w:r w:rsidRPr="00E76C19">
        <w:rPr>
          <w:rtl/>
          <w:lang w:bidi="fa-IR"/>
        </w:rPr>
        <w:t xml:space="preserve"> </w:t>
      </w:r>
      <w:r w:rsidR="002768D7" w:rsidRPr="002768D7">
        <w:rPr>
          <w:rStyle w:val="libAlaemChar"/>
          <w:rtl/>
        </w:rPr>
        <w:t xml:space="preserve">صلى‌الله‌عليه‌وآله‌وسلم </w:t>
      </w:r>
      <w:r w:rsidRPr="00E76C19">
        <w:rPr>
          <w:rtl/>
          <w:lang w:bidi="fa-IR"/>
        </w:rPr>
        <w:t xml:space="preserve"> فرمود:</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بر امتم سخت و مشقت انگيز نبود. آنان را به هنگام هر وضويى به مسواك زدن امر مى كردم . </w:t>
      </w:r>
      <w:r w:rsidRPr="005A3DE6">
        <w:rPr>
          <w:rStyle w:val="libFootnotenumChar"/>
          <w:rtl/>
        </w:rPr>
        <w:t>(٦٢)</w:t>
      </w:r>
    </w:p>
    <w:p w:rsidR="00E76C19" w:rsidRPr="00E76C19" w:rsidRDefault="005A3DE6" w:rsidP="00E76C19">
      <w:pPr>
        <w:pStyle w:val="libNormal"/>
        <w:rPr>
          <w:rtl/>
          <w:lang w:bidi="fa-IR"/>
        </w:rPr>
      </w:pPr>
      <w:r>
        <w:rPr>
          <w:rtl/>
          <w:lang w:bidi="fa-IR"/>
        </w:rPr>
        <w:br w:type="page"/>
      </w:r>
    </w:p>
    <w:p w:rsidR="00E76C19" w:rsidRPr="00E76C19" w:rsidRDefault="00E76C19" w:rsidP="005A3DE6">
      <w:pPr>
        <w:pStyle w:val="Heading2"/>
        <w:rPr>
          <w:rtl/>
          <w:lang w:bidi="fa-IR"/>
        </w:rPr>
      </w:pPr>
      <w:bookmarkStart w:id="27" w:name="_Toc489701867"/>
      <w:r w:rsidRPr="00E76C19">
        <w:rPr>
          <w:rFonts w:hint="eastAsia"/>
          <w:rtl/>
          <w:lang w:bidi="fa-IR"/>
        </w:rPr>
        <w:t>فوايد</w:t>
      </w:r>
      <w:r w:rsidRPr="00E76C19">
        <w:rPr>
          <w:rtl/>
          <w:lang w:bidi="fa-IR"/>
        </w:rPr>
        <w:t xml:space="preserve"> مسواك زدن</w:t>
      </w:r>
      <w:bookmarkEnd w:id="27"/>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مسواك</w:t>
      </w:r>
      <w:r w:rsidRPr="00E76C19">
        <w:rPr>
          <w:rtl/>
          <w:lang w:bidi="fa-IR"/>
        </w:rPr>
        <w:t xml:space="preserve"> زدن دوازده ويژگى دارد:</w:t>
      </w:r>
    </w:p>
    <w:p w:rsidR="00E76C19" w:rsidRPr="00E76C19" w:rsidRDefault="00E76C19" w:rsidP="00E76C19">
      <w:pPr>
        <w:pStyle w:val="libNormal"/>
        <w:rPr>
          <w:rtl/>
          <w:lang w:bidi="fa-IR"/>
        </w:rPr>
      </w:pPr>
      <w:r w:rsidRPr="00E76C19">
        <w:rPr>
          <w:rtl/>
          <w:lang w:bidi="fa-IR"/>
        </w:rPr>
        <w:t>١</w:t>
      </w:r>
      <w:r w:rsidR="005A3DE6">
        <w:rPr>
          <w:rFonts w:hint="cs"/>
          <w:rtl/>
          <w:lang w:bidi="fa-IR"/>
        </w:rPr>
        <w:t xml:space="preserve"> -</w:t>
      </w:r>
      <w:r w:rsidRPr="00E76C19">
        <w:rPr>
          <w:rtl/>
          <w:lang w:bidi="fa-IR"/>
        </w:rPr>
        <w:t xml:space="preserve"> جزء سنت است .</w:t>
      </w:r>
    </w:p>
    <w:p w:rsidR="00E76C19" w:rsidRPr="00E76C19" w:rsidRDefault="00E76C19" w:rsidP="00E76C19">
      <w:pPr>
        <w:pStyle w:val="libNormal"/>
        <w:rPr>
          <w:rtl/>
          <w:lang w:bidi="fa-IR"/>
        </w:rPr>
      </w:pPr>
      <w:r w:rsidRPr="00E76C19">
        <w:rPr>
          <w:rtl/>
          <w:lang w:bidi="fa-IR"/>
        </w:rPr>
        <w:t>٢</w:t>
      </w:r>
      <w:r w:rsidR="005A3DE6">
        <w:rPr>
          <w:rFonts w:hint="cs"/>
          <w:rtl/>
          <w:lang w:bidi="fa-IR"/>
        </w:rPr>
        <w:t xml:space="preserve"> -</w:t>
      </w:r>
      <w:r w:rsidRPr="00E76C19">
        <w:rPr>
          <w:rtl/>
          <w:lang w:bidi="fa-IR"/>
        </w:rPr>
        <w:t xml:space="preserve"> پاكيزه كننده دهان است .</w:t>
      </w:r>
    </w:p>
    <w:p w:rsidR="00E76C19" w:rsidRPr="00E76C19" w:rsidRDefault="00E76C19" w:rsidP="00E76C19">
      <w:pPr>
        <w:pStyle w:val="libNormal"/>
        <w:rPr>
          <w:rtl/>
          <w:lang w:bidi="fa-IR"/>
        </w:rPr>
      </w:pPr>
      <w:r w:rsidRPr="00E76C19">
        <w:rPr>
          <w:rtl/>
          <w:lang w:bidi="fa-IR"/>
        </w:rPr>
        <w:t>٣</w:t>
      </w:r>
      <w:r w:rsidR="005A3DE6">
        <w:rPr>
          <w:rFonts w:hint="cs"/>
          <w:rtl/>
          <w:lang w:bidi="fa-IR"/>
        </w:rPr>
        <w:t xml:space="preserve"> -</w:t>
      </w:r>
      <w:r w:rsidRPr="00E76C19">
        <w:rPr>
          <w:rtl/>
          <w:lang w:bidi="fa-IR"/>
        </w:rPr>
        <w:t xml:space="preserve"> روشنى بخش چشم است .</w:t>
      </w:r>
    </w:p>
    <w:p w:rsidR="00E76C19" w:rsidRPr="00E76C19" w:rsidRDefault="00E76C19" w:rsidP="00E76C19">
      <w:pPr>
        <w:pStyle w:val="libNormal"/>
        <w:rPr>
          <w:rtl/>
          <w:lang w:bidi="fa-IR"/>
        </w:rPr>
      </w:pPr>
      <w:r w:rsidRPr="00E76C19">
        <w:rPr>
          <w:rtl/>
          <w:lang w:bidi="fa-IR"/>
        </w:rPr>
        <w:t>٤</w:t>
      </w:r>
      <w:r w:rsidR="005A3DE6">
        <w:rPr>
          <w:rFonts w:hint="cs"/>
          <w:rtl/>
          <w:lang w:bidi="fa-IR"/>
        </w:rPr>
        <w:t xml:space="preserve"> -</w:t>
      </w:r>
      <w:r w:rsidRPr="00E76C19">
        <w:rPr>
          <w:rtl/>
          <w:lang w:bidi="fa-IR"/>
        </w:rPr>
        <w:t xml:space="preserve"> خداوند را خشنود مى كند.</w:t>
      </w:r>
    </w:p>
    <w:p w:rsidR="00E76C19" w:rsidRPr="00E76C19" w:rsidRDefault="00E76C19" w:rsidP="00E76C19">
      <w:pPr>
        <w:pStyle w:val="libNormal"/>
        <w:rPr>
          <w:rtl/>
          <w:lang w:bidi="fa-IR"/>
        </w:rPr>
      </w:pPr>
      <w:r w:rsidRPr="00E76C19">
        <w:rPr>
          <w:rtl/>
          <w:lang w:bidi="fa-IR"/>
        </w:rPr>
        <w:t>٥</w:t>
      </w:r>
      <w:r w:rsidR="005A3DE6">
        <w:rPr>
          <w:rFonts w:hint="cs"/>
          <w:rtl/>
          <w:lang w:bidi="fa-IR"/>
        </w:rPr>
        <w:t xml:space="preserve"> -</w:t>
      </w:r>
      <w:r w:rsidRPr="00E76C19">
        <w:rPr>
          <w:rtl/>
          <w:lang w:bidi="fa-IR"/>
        </w:rPr>
        <w:t xml:space="preserve"> دندانها را سفيد مى كند.</w:t>
      </w:r>
    </w:p>
    <w:p w:rsidR="00E76C19" w:rsidRPr="00E76C19" w:rsidRDefault="00E76C19" w:rsidP="00E76C19">
      <w:pPr>
        <w:pStyle w:val="libNormal"/>
        <w:rPr>
          <w:rtl/>
          <w:lang w:bidi="fa-IR"/>
        </w:rPr>
      </w:pPr>
      <w:r w:rsidRPr="00E76C19">
        <w:rPr>
          <w:rtl/>
          <w:lang w:bidi="fa-IR"/>
        </w:rPr>
        <w:t>٦</w:t>
      </w:r>
      <w:r w:rsidR="005A3DE6">
        <w:rPr>
          <w:rFonts w:hint="cs"/>
          <w:rtl/>
          <w:lang w:bidi="fa-IR"/>
        </w:rPr>
        <w:t xml:space="preserve"> -</w:t>
      </w:r>
      <w:r w:rsidRPr="00E76C19">
        <w:rPr>
          <w:rtl/>
          <w:lang w:bidi="fa-IR"/>
        </w:rPr>
        <w:t xml:space="preserve"> زردى دندان را از بين مى برد.</w:t>
      </w:r>
    </w:p>
    <w:p w:rsidR="00E76C19" w:rsidRPr="00E76C19" w:rsidRDefault="00E76C19" w:rsidP="005A3DE6">
      <w:pPr>
        <w:pStyle w:val="libNormal"/>
        <w:rPr>
          <w:rtl/>
          <w:lang w:bidi="fa-IR"/>
        </w:rPr>
      </w:pPr>
      <w:r w:rsidRPr="00E76C19">
        <w:rPr>
          <w:rtl/>
          <w:lang w:bidi="fa-IR"/>
        </w:rPr>
        <w:t>٧</w:t>
      </w:r>
      <w:r w:rsidR="005A3DE6">
        <w:rPr>
          <w:rFonts w:hint="cs"/>
          <w:rtl/>
          <w:lang w:bidi="fa-IR"/>
        </w:rPr>
        <w:t xml:space="preserve"> - </w:t>
      </w:r>
      <w:r w:rsidRPr="00E76C19">
        <w:rPr>
          <w:rtl/>
          <w:lang w:bidi="fa-IR"/>
        </w:rPr>
        <w:t>اشتها را زياد مى كند.</w:t>
      </w:r>
    </w:p>
    <w:p w:rsidR="00E76C19" w:rsidRPr="00E76C19" w:rsidRDefault="00E76C19" w:rsidP="00E76C19">
      <w:pPr>
        <w:pStyle w:val="libNormal"/>
        <w:rPr>
          <w:rtl/>
          <w:lang w:bidi="fa-IR"/>
        </w:rPr>
      </w:pPr>
      <w:r w:rsidRPr="00E76C19">
        <w:rPr>
          <w:rtl/>
          <w:lang w:bidi="fa-IR"/>
        </w:rPr>
        <w:t>٨</w:t>
      </w:r>
      <w:r w:rsidR="005A3DE6">
        <w:rPr>
          <w:rFonts w:hint="cs"/>
          <w:rtl/>
          <w:lang w:bidi="fa-IR"/>
        </w:rPr>
        <w:t xml:space="preserve"> -</w:t>
      </w:r>
      <w:r w:rsidRPr="00E76C19">
        <w:rPr>
          <w:rtl/>
          <w:lang w:bidi="fa-IR"/>
        </w:rPr>
        <w:t xml:space="preserve"> لثه را محكم مى كند.</w:t>
      </w:r>
    </w:p>
    <w:p w:rsidR="00E76C19" w:rsidRPr="00E76C19" w:rsidRDefault="00E76C19" w:rsidP="00E76C19">
      <w:pPr>
        <w:pStyle w:val="libNormal"/>
        <w:rPr>
          <w:rtl/>
          <w:lang w:bidi="fa-IR"/>
        </w:rPr>
      </w:pPr>
      <w:r w:rsidRPr="00E76C19">
        <w:rPr>
          <w:rtl/>
          <w:lang w:bidi="fa-IR"/>
        </w:rPr>
        <w:t>٩</w:t>
      </w:r>
      <w:r w:rsidR="005A3DE6">
        <w:rPr>
          <w:rFonts w:hint="cs"/>
          <w:rtl/>
          <w:lang w:bidi="fa-IR"/>
        </w:rPr>
        <w:t xml:space="preserve"> -</w:t>
      </w:r>
      <w:r w:rsidRPr="00E76C19">
        <w:rPr>
          <w:rtl/>
          <w:lang w:bidi="fa-IR"/>
        </w:rPr>
        <w:t xml:space="preserve"> بلغم را از بين مى برد.</w:t>
      </w:r>
    </w:p>
    <w:p w:rsidR="00E76C19" w:rsidRPr="00E76C19" w:rsidRDefault="00E76C19" w:rsidP="00E76C19">
      <w:pPr>
        <w:pStyle w:val="libNormal"/>
        <w:rPr>
          <w:rtl/>
          <w:lang w:bidi="fa-IR"/>
        </w:rPr>
      </w:pPr>
      <w:r w:rsidRPr="00E76C19">
        <w:rPr>
          <w:rtl/>
          <w:lang w:bidi="fa-IR"/>
        </w:rPr>
        <w:t>١٠</w:t>
      </w:r>
      <w:r w:rsidR="005A3DE6">
        <w:rPr>
          <w:rFonts w:hint="cs"/>
          <w:rtl/>
          <w:lang w:bidi="fa-IR"/>
        </w:rPr>
        <w:t xml:space="preserve"> -</w:t>
      </w:r>
      <w:r w:rsidRPr="00E76C19">
        <w:rPr>
          <w:rtl/>
          <w:lang w:bidi="fa-IR"/>
        </w:rPr>
        <w:t xml:space="preserve"> حافظه را زياد مى كند.</w:t>
      </w:r>
    </w:p>
    <w:p w:rsidR="00E76C19" w:rsidRPr="00E76C19" w:rsidRDefault="00E76C19" w:rsidP="00E76C19">
      <w:pPr>
        <w:pStyle w:val="libNormal"/>
        <w:rPr>
          <w:rtl/>
          <w:lang w:bidi="fa-IR"/>
        </w:rPr>
      </w:pPr>
      <w:r w:rsidRPr="00E76C19">
        <w:rPr>
          <w:rtl/>
          <w:lang w:bidi="fa-IR"/>
        </w:rPr>
        <w:t>١١</w:t>
      </w:r>
      <w:r w:rsidR="005A3DE6">
        <w:rPr>
          <w:rFonts w:hint="cs"/>
          <w:rtl/>
          <w:lang w:bidi="fa-IR"/>
        </w:rPr>
        <w:t xml:space="preserve"> -</w:t>
      </w:r>
      <w:r w:rsidRPr="00E76C19">
        <w:rPr>
          <w:rtl/>
          <w:lang w:bidi="fa-IR"/>
        </w:rPr>
        <w:t xml:space="preserve"> اجر هر كار نيكى را مضاعف مى كند.</w:t>
      </w:r>
    </w:p>
    <w:p w:rsidR="00E76C19" w:rsidRPr="00E76C19" w:rsidRDefault="00E76C19" w:rsidP="00E76C19">
      <w:pPr>
        <w:pStyle w:val="libNormal"/>
        <w:rPr>
          <w:rtl/>
          <w:lang w:bidi="fa-IR"/>
        </w:rPr>
      </w:pPr>
      <w:r w:rsidRPr="00E76C19">
        <w:rPr>
          <w:rtl/>
          <w:lang w:bidi="fa-IR"/>
        </w:rPr>
        <w:t>١٢</w:t>
      </w:r>
      <w:r w:rsidR="005A3DE6">
        <w:rPr>
          <w:rFonts w:hint="cs"/>
          <w:rtl/>
          <w:lang w:bidi="fa-IR"/>
        </w:rPr>
        <w:t xml:space="preserve"> -</w:t>
      </w:r>
      <w:r w:rsidRPr="00E76C19">
        <w:rPr>
          <w:rtl/>
          <w:lang w:bidi="fa-IR"/>
        </w:rPr>
        <w:t xml:space="preserve"> فرشتگان را شاد مى كند. </w:t>
      </w:r>
      <w:r w:rsidRPr="005A3DE6">
        <w:rPr>
          <w:rStyle w:val="libFootnotenumChar"/>
          <w:rtl/>
        </w:rPr>
        <w:t>(٦٣)</w:t>
      </w:r>
    </w:p>
    <w:p w:rsidR="00E76C19" w:rsidRPr="00E76C19" w:rsidRDefault="005A3DE6" w:rsidP="00E76C19">
      <w:pPr>
        <w:pStyle w:val="libNormal"/>
        <w:rPr>
          <w:rtl/>
          <w:lang w:bidi="fa-IR"/>
        </w:rPr>
      </w:pPr>
      <w:r>
        <w:rPr>
          <w:rtl/>
          <w:lang w:bidi="fa-IR"/>
        </w:rPr>
        <w:br w:type="page"/>
      </w:r>
    </w:p>
    <w:p w:rsidR="00E76C19" w:rsidRPr="00E76C19" w:rsidRDefault="00E76C19" w:rsidP="005A3DE6">
      <w:pPr>
        <w:pStyle w:val="Heading2"/>
        <w:rPr>
          <w:rtl/>
          <w:lang w:bidi="fa-IR"/>
        </w:rPr>
      </w:pPr>
      <w:bookmarkStart w:id="28" w:name="_Toc489701868"/>
      <w:r w:rsidRPr="00E76C19">
        <w:rPr>
          <w:rFonts w:hint="eastAsia"/>
          <w:rtl/>
          <w:lang w:bidi="fa-IR"/>
        </w:rPr>
        <w:t>نماز</w:t>
      </w:r>
      <w:r w:rsidRPr="00E76C19">
        <w:rPr>
          <w:rtl/>
          <w:lang w:bidi="fa-IR"/>
        </w:rPr>
        <w:t xml:space="preserve"> بى وضو</w:t>
      </w:r>
      <w:bookmarkEnd w:id="28"/>
    </w:p>
    <w:p w:rsidR="00E76C19" w:rsidRPr="00E76C19" w:rsidRDefault="00E76C19" w:rsidP="00E76C19">
      <w:pPr>
        <w:pStyle w:val="libNormal"/>
        <w:rPr>
          <w:rtl/>
          <w:lang w:bidi="fa-IR"/>
        </w:rPr>
      </w:pPr>
      <w:r w:rsidRPr="00E76C19">
        <w:rPr>
          <w:rFonts w:hint="eastAsia"/>
          <w:rtl/>
          <w:lang w:bidi="fa-IR"/>
        </w:rPr>
        <w:t>مردى</w:t>
      </w:r>
      <w:r w:rsidRPr="00E76C19">
        <w:rPr>
          <w:rtl/>
          <w:lang w:bidi="fa-IR"/>
        </w:rPr>
        <w:t xml:space="preserve"> عالم را در قبر نهادند و به او گفتند:</w:t>
      </w:r>
    </w:p>
    <w:p w:rsidR="00E76C19" w:rsidRPr="00E76C19" w:rsidRDefault="00E76C19" w:rsidP="00E76C19">
      <w:pPr>
        <w:pStyle w:val="libNormal"/>
        <w:rPr>
          <w:rtl/>
          <w:lang w:bidi="fa-IR"/>
        </w:rPr>
      </w:pPr>
      <w:r w:rsidRPr="00E76C19">
        <w:rPr>
          <w:rFonts w:hint="eastAsia"/>
          <w:rtl/>
          <w:lang w:bidi="fa-IR"/>
        </w:rPr>
        <w:t>ما</w:t>
      </w:r>
      <w:r w:rsidRPr="00E76C19">
        <w:rPr>
          <w:rtl/>
          <w:lang w:bidi="fa-IR"/>
        </w:rPr>
        <w:t xml:space="preserve"> تو را صد تازيانه از عذاب خداوند عزوجل مى زنيم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طاقت ندارم .</w:t>
      </w:r>
    </w:p>
    <w:p w:rsidR="00E76C19" w:rsidRPr="00E76C19" w:rsidRDefault="00E76C19" w:rsidP="00E76C19">
      <w:pPr>
        <w:pStyle w:val="libNormal"/>
        <w:rPr>
          <w:rtl/>
          <w:lang w:bidi="fa-IR"/>
        </w:rPr>
      </w:pPr>
      <w:r w:rsidRPr="00E76C19">
        <w:rPr>
          <w:rFonts w:hint="eastAsia"/>
          <w:rtl/>
          <w:lang w:bidi="fa-IR"/>
        </w:rPr>
        <w:t>پيوسته</w:t>
      </w:r>
      <w:r w:rsidRPr="00E76C19">
        <w:rPr>
          <w:rtl/>
          <w:lang w:bidi="fa-IR"/>
        </w:rPr>
        <w:t xml:space="preserve"> از تازيانه ها كم كردند تا به يك تازيانه رسيد. باز گفت طاقت ندارم .</w:t>
      </w:r>
    </w:p>
    <w:p w:rsidR="00E76C19" w:rsidRPr="00E76C19" w:rsidRDefault="00E76C19" w:rsidP="00E76C19">
      <w:pPr>
        <w:pStyle w:val="libNormal"/>
        <w:rPr>
          <w:rtl/>
          <w:lang w:bidi="fa-IR"/>
        </w:rPr>
      </w:pPr>
      <w:r w:rsidRPr="00E76C19">
        <w:rPr>
          <w:rFonts w:hint="eastAsia"/>
          <w:rtl/>
          <w:lang w:bidi="fa-IR"/>
        </w:rPr>
        <w:t>گفتند</w:t>
      </w:r>
      <w:r w:rsidRPr="00E76C19">
        <w:rPr>
          <w:rtl/>
          <w:lang w:bidi="fa-IR"/>
        </w:rPr>
        <w:t>: چاره اى غير از تازيانه نيست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چرا به من تازيانه مى زنيد؟</w:t>
      </w:r>
    </w:p>
    <w:p w:rsidR="00E76C19" w:rsidRPr="00E76C19" w:rsidRDefault="00E76C19" w:rsidP="00E76C19">
      <w:pPr>
        <w:pStyle w:val="libNormal"/>
        <w:rPr>
          <w:rtl/>
          <w:lang w:bidi="fa-IR"/>
        </w:rPr>
      </w:pPr>
      <w:r w:rsidRPr="00E76C19">
        <w:rPr>
          <w:rFonts w:hint="eastAsia"/>
          <w:rtl/>
          <w:lang w:bidi="fa-IR"/>
        </w:rPr>
        <w:t>گفتند</w:t>
      </w:r>
      <w:r w:rsidRPr="00E76C19">
        <w:rPr>
          <w:rtl/>
          <w:lang w:bidi="fa-IR"/>
        </w:rPr>
        <w:t>: روزى بدون وضو نماز خواندى ، و بر فردى ضعيف گذشتى ولى او را يارى نكردى .</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تازيانه اى از عذاب خداى متعال به او زدند، و قبرش پر از آتش شد. </w:t>
      </w:r>
      <w:r w:rsidRPr="005A3DE6">
        <w:rPr>
          <w:rStyle w:val="libFootnotenumChar"/>
          <w:rtl/>
        </w:rPr>
        <w:t>(٦٤)</w:t>
      </w:r>
    </w:p>
    <w:p w:rsidR="00E76C19" w:rsidRPr="00E76C19" w:rsidRDefault="00E76C19" w:rsidP="00E76C19">
      <w:pPr>
        <w:pStyle w:val="libNormal"/>
        <w:rPr>
          <w:rtl/>
          <w:lang w:bidi="fa-IR"/>
        </w:rPr>
      </w:pPr>
    </w:p>
    <w:p w:rsidR="00E76C19" w:rsidRPr="00E76C19" w:rsidRDefault="00E76C19" w:rsidP="005A3DE6">
      <w:pPr>
        <w:pStyle w:val="Heading2"/>
        <w:rPr>
          <w:rtl/>
          <w:lang w:bidi="fa-IR"/>
        </w:rPr>
      </w:pPr>
      <w:bookmarkStart w:id="29" w:name="_Toc489701869"/>
      <w:r w:rsidRPr="00E76C19">
        <w:rPr>
          <w:rFonts w:hint="eastAsia"/>
          <w:rtl/>
          <w:lang w:bidi="fa-IR"/>
        </w:rPr>
        <w:t>خشنودى</w:t>
      </w:r>
      <w:r w:rsidRPr="00E76C19">
        <w:rPr>
          <w:rtl/>
          <w:lang w:bidi="fa-IR"/>
        </w:rPr>
        <w:t xml:space="preserve"> مادر</w:t>
      </w:r>
      <w:bookmarkEnd w:id="29"/>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مدينه فردى هنگام جان دادنش ، زبانش گرفته بود و زمان فوتش نزديك مى شد. حضرت رسول </w:t>
      </w:r>
      <w:r w:rsidR="002768D7" w:rsidRPr="002768D7">
        <w:rPr>
          <w:rStyle w:val="libAlaemChar"/>
          <w:rtl/>
        </w:rPr>
        <w:t xml:space="preserve">صلى‌الله‌عليه‌وآله‌وسلم </w:t>
      </w:r>
      <w:r w:rsidRPr="00E76C19">
        <w:rPr>
          <w:rtl/>
          <w:lang w:bidi="fa-IR"/>
        </w:rPr>
        <w:t xml:space="preserve"> كنار او آمد و فرمود:</w:t>
      </w:r>
    </w:p>
    <w:p w:rsidR="00E76C19" w:rsidRPr="00E76C19" w:rsidRDefault="00E76C19" w:rsidP="00E76C19">
      <w:pPr>
        <w:pStyle w:val="libNormal"/>
        <w:rPr>
          <w:rtl/>
          <w:lang w:bidi="fa-IR"/>
        </w:rPr>
      </w:pPr>
      <w:r w:rsidRPr="00E76C19">
        <w:rPr>
          <w:rFonts w:hint="eastAsia"/>
          <w:rtl/>
          <w:lang w:bidi="fa-IR"/>
        </w:rPr>
        <w:t>بگو</w:t>
      </w:r>
      <w:r w:rsidRPr="00E76C19">
        <w:rPr>
          <w:rtl/>
          <w:lang w:bidi="fa-IR"/>
        </w:rPr>
        <w:t>:</w:t>
      </w:r>
    </w:p>
    <w:p w:rsidR="00E76C19" w:rsidRPr="00E76C19" w:rsidRDefault="00E76C19" w:rsidP="00E76C19">
      <w:pPr>
        <w:pStyle w:val="libNormal"/>
        <w:rPr>
          <w:rtl/>
          <w:lang w:bidi="fa-IR"/>
        </w:rPr>
      </w:pPr>
      <w:r w:rsidRPr="00E76C19">
        <w:rPr>
          <w:rFonts w:hint="eastAsia"/>
          <w:rtl/>
          <w:lang w:bidi="fa-IR"/>
        </w:rPr>
        <w:t>لا</w:t>
      </w:r>
      <w:r w:rsidRPr="00E76C19">
        <w:rPr>
          <w:rtl/>
          <w:lang w:bidi="fa-IR"/>
        </w:rPr>
        <w:t xml:space="preserve"> اله الا الله</w:t>
      </w:r>
    </w:p>
    <w:p w:rsidR="00E76C19" w:rsidRPr="00E76C19" w:rsidRDefault="00E76C19" w:rsidP="00E76C19">
      <w:pPr>
        <w:pStyle w:val="libNormal"/>
        <w:rPr>
          <w:rtl/>
          <w:lang w:bidi="fa-IR"/>
        </w:rPr>
      </w:pPr>
      <w:r w:rsidRPr="00E76C19">
        <w:rPr>
          <w:rFonts w:hint="eastAsia"/>
          <w:rtl/>
          <w:lang w:bidi="fa-IR"/>
        </w:rPr>
        <w:t>آن</w:t>
      </w:r>
      <w:r w:rsidRPr="00E76C19">
        <w:rPr>
          <w:rtl/>
          <w:lang w:bidi="fa-IR"/>
        </w:rPr>
        <w:t xml:space="preserve"> فرد نتوانست بگويد.</w:t>
      </w:r>
    </w:p>
    <w:p w:rsidR="00E76C19" w:rsidRPr="00E76C19" w:rsidRDefault="00E76C19" w:rsidP="00E76C19">
      <w:pPr>
        <w:pStyle w:val="libNormal"/>
        <w:rPr>
          <w:rtl/>
          <w:lang w:bidi="fa-IR"/>
        </w:rPr>
      </w:pPr>
      <w:r w:rsidRPr="00E76C19">
        <w:rPr>
          <w:rFonts w:hint="eastAsia"/>
          <w:rtl/>
          <w:lang w:bidi="fa-IR"/>
        </w:rPr>
        <w:t>پيامبر</w:t>
      </w:r>
      <w:r w:rsidRPr="00E76C19">
        <w:rPr>
          <w:rtl/>
          <w:lang w:bidi="fa-IR"/>
        </w:rPr>
        <w:t xml:space="preserve"> دوباره تكرار كرد. ولى آن شخص باز هم نتوانست زنى بر بالين او حاضر بود. حضرت رسول </w:t>
      </w:r>
      <w:r w:rsidR="002768D7" w:rsidRPr="002768D7">
        <w:rPr>
          <w:rStyle w:val="libAlaemChar"/>
          <w:rtl/>
        </w:rPr>
        <w:t xml:space="preserve">صلى‌الله‌عليه‌وآله‌وسلم </w:t>
      </w:r>
      <w:r w:rsidRPr="00E76C19">
        <w:rPr>
          <w:rtl/>
          <w:lang w:bidi="fa-IR"/>
        </w:rPr>
        <w:t xml:space="preserve"> فرمود: آيا اين شخص مادر دارد؟</w:t>
      </w:r>
    </w:p>
    <w:p w:rsidR="00E76C19" w:rsidRPr="00E76C19" w:rsidRDefault="00E76C19" w:rsidP="00E76C19">
      <w:pPr>
        <w:pStyle w:val="libNormal"/>
        <w:rPr>
          <w:rtl/>
          <w:lang w:bidi="fa-IR"/>
        </w:rPr>
      </w:pPr>
      <w:r w:rsidRPr="00E76C19">
        <w:rPr>
          <w:rFonts w:hint="eastAsia"/>
          <w:rtl/>
          <w:lang w:bidi="fa-IR"/>
        </w:rPr>
        <w:lastRenderedPageBreak/>
        <w:t>زن</w:t>
      </w:r>
      <w:r w:rsidRPr="00E76C19">
        <w:rPr>
          <w:rtl/>
          <w:lang w:bidi="fa-IR"/>
        </w:rPr>
        <w:t xml:space="preserve"> عرض كرد: بلى يا رسول الله ! من مادرش هستم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 آيا از او راضى هستى ؟</w:t>
      </w:r>
    </w:p>
    <w:p w:rsidR="00E76C19" w:rsidRPr="00E76C19" w:rsidRDefault="00E76C19" w:rsidP="00E76C19">
      <w:pPr>
        <w:pStyle w:val="libNormal"/>
        <w:rPr>
          <w:rtl/>
          <w:lang w:bidi="fa-IR"/>
        </w:rPr>
      </w:pPr>
      <w:r w:rsidRPr="00E76C19">
        <w:rPr>
          <w:rFonts w:hint="eastAsia"/>
          <w:rtl/>
          <w:lang w:bidi="fa-IR"/>
        </w:rPr>
        <w:t>عرض</w:t>
      </w:r>
      <w:r w:rsidRPr="00E76C19">
        <w:rPr>
          <w:rtl/>
          <w:lang w:bidi="fa-IR"/>
        </w:rPr>
        <w:t xml:space="preserve"> كرد: نه ، از او خشمگين هستم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 من دوست دارم كه از او راضى شوى .</w:t>
      </w:r>
    </w:p>
    <w:p w:rsidR="00E76C19" w:rsidRPr="00E76C19" w:rsidRDefault="00E76C19" w:rsidP="00E76C19">
      <w:pPr>
        <w:pStyle w:val="libNormal"/>
        <w:rPr>
          <w:rtl/>
          <w:lang w:bidi="fa-IR"/>
        </w:rPr>
      </w:pPr>
      <w:r w:rsidRPr="00E76C19">
        <w:rPr>
          <w:rFonts w:hint="eastAsia"/>
          <w:rtl/>
          <w:lang w:bidi="fa-IR"/>
        </w:rPr>
        <w:t>عرض</w:t>
      </w:r>
      <w:r w:rsidRPr="00E76C19">
        <w:rPr>
          <w:rtl/>
          <w:lang w:bidi="fa-IR"/>
        </w:rPr>
        <w:t xml:space="preserve"> كرد: يا رسول الله ! بخاطر خشنودى شما از او راضى شدم .</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پيامبر رو به آن شخص كرد و فرمود:</w:t>
      </w:r>
    </w:p>
    <w:p w:rsidR="00E76C19" w:rsidRPr="00E76C19" w:rsidRDefault="00E76C19" w:rsidP="00E76C19">
      <w:pPr>
        <w:pStyle w:val="libNormal"/>
        <w:rPr>
          <w:rtl/>
          <w:lang w:bidi="fa-IR"/>
        </w:rPr>
      </w:pPr>
      <w:r w:rsidRPr="00E76C19">
        <w:rPr>
          <w:rFonts w:hint="eastAsia"/>
          <w:rtl/>
          <w:lang w:bidi="fa-IR"/>
        </w:rPr>
        <w:t>بگو</w:t>
      </w:r>
      <w:r w:rsidRPr="00E76C19">
        <w:rPr>
          <w:rtl/>
          <w:lang w:bidi="fa-IR"/>
        </w:rPr>
        <w:t>:</w:t>
      </w:r>
    </w:p>
    <w:p w:rsidR="00E76C19" w:rsidRPr="00E76C19" w:rsidRDefault="00E76C19" w:rsidP="00E76C19">
      <w:pPr>
        <w:pStyle w:val="libNormal"/>
        <w:rPr>
          <w:rtl/>
          <w:lang w:bidi="fa-IR"/>
        </w:rPr>
      </w:pPr>
      <w:r w:rsidRPr="00E76C19">
        <w:rPr>
          <w:rFonts w:hint="eastAsia"/>
          <w:rtl/>
          <w:lang w:bidi="fa-IR"/>
        </w:rPr>
        <w:t>لا</w:t>
      </w:r>
      <w:r w:rsidRPr="00E76C19">
        <w:rPr>
          <w:rtl/>
          <w:lang w:bidi="fa-IR"/>
        </w:rPr>
        <w:t xml:space="preserve"> اله الا الله</w:t>
      </w:r>
    </w:p>
    <w:p w:rsidR="00E76C19" w:rsidRPr="00E76C19" w:rsidRDefault="00E76C19" w:rsidP="00E76C19">
      <w:pPr>
        <w:pStyle w:val="libNormal"/>
        <w:rPr>
          <w:rtl/>
          <w:lang w:bidi="fa-IR"/>
        </w:rPr>
      </w:pPr>
      <w:r w:rsidRPr="00E76C19">
        <w:rPr>
          <w:rFonts w:hint="eastAsia"/>
          <w:rtl/>
          <w:lang w:bidi="fa-IR"/>
        </w:rPr>
        <w:t>آن</w:t>
      </w:r>
      <w:r w:rsidRPr="00E76C19">
        <w:rPr>
          <w:rtl/>
          <w:lang w:bidi="fa-IR"/>
        </w:rPr>
        <w:t xml:space="preserve"> فرد تكرار كرد.</w:t>
      </w:r>
    </w:p>
    <w:p w:rsidR="00E76C19" w:rsidRPr="00E76C19" w:rsidRDefault="00E76C19" w:rsidP="00E76C19">
      <w:pPr>
        <w:pStyle w:val="libNormal"/>
        <w:rPr>
          <w:rtl/>
          <w:lang w:bidi="fa-IR"/>
        </w:rPr>
      </w:pPr>
      <w:r w:rsidRPr="00E76C19">
        <w:rPr>
          <w:rFonts w:hint="eastAsia"/>
          <w:rtl/>
          <w:lang w:bidi="fa-IR"/>
        </w:rPr>
        <w:t>پيامبر</w:t>
      </w:r>
      <w:r w:rsidRPr="00E76C19">
        <w:rPr>
          <w:rtl/>
          <w:lang w:bidi="fa-IR"/>
        </w:rPr>
        <w:t xml:space="preserve"> فرمود: اين دعا را بخوان :</w:t>
      </w:r>
    </w:p>
    <w:p w:rsidR="00E76C19" w:rsidRPr="00E76C19" w:rsidRDefault="00E76C19" w:rsidP="00E76C19">
      <w:pPr>
        <w:pStyle w:val="libNormal"/>
        <w:rPr>
          <w:rtl/>
          <w:lang w:bidi="fa-IR"/>
        </w:rPr>
      </w:pPr>
      <w:r w:rsidRPr="00E76C19">
        <w:rPr>
          <w:rFonts w:hint="eastAsia"/>
          <w:rtl/>
          <w:lang w:bidi="fa-IR"/>
        </w:rPr>
        <w:t>يا</w:t>
      </w:r>
      <w:r w:rsidRPr="00E76C19">
        <w:rPr>
          <w:rtl/>
          <w:lang w:bidi="fa-IR"/>
        </w:rPr>
        <w:t xml:space="preserve"> من يقبل اليسير و يعفو عن الكثير، اقبل منى اليسير و اعف عنى الكثير، انك انت العفو الغفور .</w:t>
      </w:r>
    </w:p>
    <w:p w:rsidR="00E76C19" w:rsidRPr="00E76C19" w:rsidRDefault="00E76C19" w:rsidP="00E76C19">
      <w:pPr>
        <w:pStyle w:val="libNormal"/>
        <w:rPr>
          <w:rtl/>
          <w:lang w:bidi="fa-IR"/>
        </w:rPr>
      </w:pPr>
      <w:r w:rsidRPr="00E76C19">
        <w:rPr>
          <w:rFonts w:hint="eastAsia"/>
          <w:rtl/>
          <w:lang w:bidi="fa-IR"/>
        </w:rPr>
        <w:t>يعنى</w:t>
      </w:r>
      <w:r w:rsidRPr="00E76C19">
        <w:rPr>
          <w:rtl/>
          <w:lang w:bidi="fa-IR"/>
        </w:rPr>
        <w:t xml:space="preserve"> : اى خدايى كه از بندگان ، طاعت اندك را مى پذيرى واز گناهان بسيار آنها مى گذرى ، از من عبادت ناچيزم را قبول فرما و از نافرمانيهاى بى شمارم درگذر، كه تو بسيار بخشند و آمرزنده هستى .</w:t>
      </w:r>
    </w:p>
    <w:p w:rsidR="00E76C19" w:rsidRPr="00E76C19" w:rsidRDefault="00E76C19" w:rsidP="00E76C19">
      <w:pPr>
        <w:pStyle w:val="libNormal"/>
        <w:rPr>
          <w:rtl/>
          <w:lang w:bidi="fa-IR"/>
        </w:rPr>
      </w:pPr>
      <w:r w:rsidRPr="00E76C19">
        <w:rPr>
          <w:rFonts w:hint="eastAsia"/>
          <w:rtl/>
          <w:lang w:bidi="fa-IR"/>
        </w:rPr>
        <w:t>آن</w:t>
      </w:r>
      <w:r w:rsidRPr="00E76C19">
        <w:rPr>
          <w:rtl/>
          <w:lang w:bidi="fa-IR"/>
        </w:rPr>
        <w:t xml:space="preserve"> فرد اين دعا را خواند. حضرت فرمود: چه مى بينى ؟</w:t>
      </w:r>
    </w:p>
    <w:p w:rsidR="00E76C19" w:rsidRPr="00E76C19" w:rsidRDefault="00E76C19" w:rsidP="00E76C19">
      <w:pPr>
        <w:pStyle w:val="libNormal"/>
        <w:rPr>
          <w:rtl/>
          <w:lang w:bidi="fa-IR"/>
        </w:rPr>
      </w:pPr>
      <w:r w:rsidRPr="00E76C19">
        <w:rPr>
          <w:rFonts w:hint="eastAsia"/>
          <w:rtl/>
          <w:lang w:bidi="fa-IR"/>
        </w:rPr>
        <w:t>او</w:t>
      </w:r>
      <w:r w:rsidRPr="00E76C19">
        <w:rPr>
          <w:rtl/>
          <w:lang w:bidi="fa-IR"/>
        </w:rPr>
        <w:t xml:space="preserve"> پاسخ داد: دو موجود سياه بر من وارد شده اند؟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 دوباره بخوان .</w:t>
      </w:r>
    </w:p>
    <w:p w:rsidR="00E76C19" w:rsidRPr="00E76C19" w:rsidRDefault="00E76C19" w:rsidP="00E76C19">
      <w:pPr>
        <w:pStyle w:val="libNormal"/>
        <w:rPr>
          <w:rtl/>
          <w:lang w:bidi="fa-IR"/>
        </w:rPr>
      </w:pPr>
      <w:r w:rsidRPr="00E76C19">
        <w:rPr>
          <w:rFonts w:hint="eastAsia"/>
          <w:rtl/>
          <w:lang w:bidi="fa-IR"/>
        </w:rPr>
        <w:t>دوباره</w:t>
      </w:r>
      <w:r w:rsidRPr="00E76C19">
        <w:rPr>
          <w:rtl/>
          <w:lang w:bidi="fa-IR"/>
        </w:rPr>
        <w:t xml:space="preserve"> خواند. پيامبر مجددا سوال فرمود چه مى بينى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آن دو موجود سياه از من دور شدند. و دو موجود سفيد بر من وارد شده اند. و اكنون آن دو موجود به من نزديك شدند و مشغول قبض روح من هستند.</w:t>
      </w:r>
    </w:p>
    <w:p w:rsidR="00E76C19" w:rsidRPr="00E76C19" w:rsidRDefault="00E76C19" w:rsidP="00E76C19">
      <w:pPr>
        <w:pStyle w:val="libNormal"/>
        <w:rPr>
          <w:rtl/>
          <w:lang w:bidi="fa-IR"/>
        </w:rPr>
      </w:pPr>
      <w:r w:rsidRPr="00E76C19">
        <w:rPr>
          <w:rFonts w:hint="eastAsia"/>
          <w:rtl/>
          <w:lang w:bidi="fa-IR"/>
        </w:rPr>
        <w:lastRenderedPageBreak/>
        <w:t>و</w:t>
      </w:r>
      <w:r w:rsidRPr="00E76C19">
        <w:rPr>
          <w:rtl/>
          <w:lang w:bidi="fa-IR"/>
        </w:rPr>
        <w:t xml:space="preserve"> در همان لحظه از دنيا رفت . </w:t>
      </w:r>
      <w:r w:rsidRPr="005A3DE6">
        <w:rPr>
          <w:rStyle w:val="libFootnotenumChar"/>
          <w:rtl/>
        </w:rPr>
        <w:t>(٦٥)</w:t>
      </w:r>
    </w:p>
    <w:p w:rsidR="00E76C19" w:rsidRPr="00E76C19" w:rsidRDefault="005A3DE6" w:rsidP="00E76C19">
      <w:pPr>
        <w:pStyle w:val="libNormal"/>
        <w:rPr>
          <w:rtl/>
          <w:lang w:bidi="fa-IR"/>
        </w:rPr>
      </w:pPr>
      <w:r>
        <w:rPr>
          <w:rtl/>
          <w:lang w:bidi="fa-IR"/>
        </w:rPr>
        <w:br w:type="page"/>
      </w:r>
    </w:p>
    <w:p w:rsidR="00E76C19" w:rsidRPr="00E76C19" w:rsidRDefault="00E76C19" w:rsidP="005A3DE6">
      <w:pPr>
        <w:pStyle w:val="Heading2"/>
        <w:rPr>
          <w:rtl/>
          <w:lang w:bidi="fa-IR"/>
        </w:rPr>
      </w:pPr>
      <w:bookmarkStart w:id="30" w:name="_Toc489701870"/>
      <w:r w:rsidRPr="00E76C19">
        <w:rPr>
          <w:rFonts w:hint="eastAsia"/>
          <w:rtl/>
          <w:lang w:bidi="fa-IR"/>
        </w:rPr>
        <w:t>توبه</w:t>
      </w:r>
      <w:bookmarkEnd w:id="30"/>
    </w:p>
    <w:p w:rsidR="00E76C19" w:rsidRPr="00E76C19" w:rsidRDefault="00E76C19" w:rsidP="005A3DE6">
      <w:pPr>
        <w:pStyle w:val="libNormal"/>
        <w:rPr>
          <w:rtl/>
          <w:lang w:bidi="fa-IR"/>
        </w:rPr>
      </w:pPr>
      <w:r w:rsidRPr="00E76C19">
        <w:rPr>
          <w:rFonts w:hint="eastAsia"/>
          <w:rtl/>
          <w:lang w:bidi="fa-IR"/>
        </w:rPr>
        <w:t>حضرت</w:t>
      </w:r>
      <w:r w:rsidRPr="00E76C19">
        <w:rPr>
          <w:rtl/>
          <w:lang w:bidi="fa-IR"/>
        </w:rPr>
        <w:t xml:space="preserve"> رسول </w:t>
      </w:r>
      <w:r w:rsidR="002768D7" w:rsidRPr="002768D7">
        <w:rPr>
          <w:rStyle w:val="libAlaemChar"/>
          <w:rtl/>
        </w:rPr>
        <w:t xml:space="preserve">صلى‌الله‌عليه‌وآله‌وسلم </w:t>
      </w:r>
      <w:r w:rsidRPr="00E76C19">
        <w:rPr>
          <w:rtl/>
          <w:lang w:bidi="fa-IR"/>
        </w:rPr>
        <w:t>در آخرين خطبه اى كه ايراد كردند، فرمودند:</w:t>
      </w:r>
    </w:p>
    <w:p w:rsidR="00E76C19" w:rsidRPr="00E76C19" w:rsidRDefault="00E76C19" w:rsidP="00E76C19">
      <w:pPr>
        <w:pStyle w:val="libNormal"/>
        <w:rPr>
          <w:rtl/>
          <w:lang w:bidi="fa-IR"/>
        </w:rPr>
      </w:pPr>
      <w:r w:rsidRPr="00E76C19">
        <w:rPr>
          <w:rFonts w:hint="eastAsia"/>
          <w:rtl/>
          <w:lang w:bidi="fa-IR"/>
        </w:rPr>
        <w:t>هر</w:t>
      </w:r>
      <w:r w:rsidRPr="00E76C19">
        <w:rPr>
          <w:rtl/>
          <w:lang w:bidi="fa-IR"/>
        </w:rPr>
        <w:t xml:space="preserve"> كس يكسال قبل از فوتش توبه كند، خداوند توبه او را مى پذيرد. سپس ‍ فرمودند:</w:t>
      </w:r>
    </w:p>
    <w:p w:rsidR="00E76C19" w:rsidRPr="00E76C19" w:rsidRDefault="00E76C19" w:rsidP="00E76C19">
      <w:pPr>
        <w:pStyle w:val="libNormal"/>
        <w:rPr>
          <w:rtl/>
          <w:lang w:bidi="fa-IR"/>
        </w:rPr>
      </w:pPr>
      <w:r w:rsidRPr="00E76C19">
        <w:rPr>
          <w:rFonts w:hint="eastAsia"/>
          <w:rtl/>
          <w:lang w:bidi="fa-IR"/>
        </w:rPr>
        <w:t>يكسال</w:t>
      </w:r>
      <w:r w:rsidRPr="00E76C19">
        <w:rPr>
          <w:rtl/>
          <w:lang w:bidi="fa-IR"/>
        </w:rPr>
        <w:t xml:space="preserve"> زياد است . هر كس يك ماه قبل از فوتش توبه كند، توبه اش پذيرفته مى شود.</w:t>
      </w:r>
    </w:p>
    <w:p w:rsidR="00E76C19" w:rsidRPr="00E76C19" w:rsidRDefault="00E76C19" w:rsidP="00E76C19">
      <w:pPr>
        <w:pStyle w:val="libNormal"/>
        <w:rPr>
          <w:rtl/>
          <w:lang w:bidi="fa-IR"/>
        </w:rPr>
      </w:pPr>
      <w:r w:rsidRPr="00E76C19">
        <w:rPr>
          <w:rFonts w:hint="eastAsia"/>
          <w:rtl/>
          <w:lang w:bidi="fa-IR"/>
        </w:rPr>
        <w:t>دوباره</w:t>
      </w:r>
      <w:r w:rsidRPr="00E76C19">
        <w:rPr>
          <w:rtl/>
          <w:lang w:bidi="fa-IR"/>
        </w:rPr>
        <w:t xml:space="preserve"> فرمودند: يك ماه نيز زياد است . هر كس يك هفته قبل از فوتش توبه كند. خداوند توبه او را قبول مى كند.</w:t>
      </w:r>
    </w:p>
    <w:p w:rsidR="00E76C19" w:rsidRPr="00E76C19" w:rsidRDefault="00E76C19" w:rsidP="00E76C19">
      <w:pPr>
        <w:pStyle w:val="libNormal"/>
        <w:rPr>
          <w:rtl/>
          <w:lang w:bidi="fa-IR"/>
        </w:rPr>
      </w:pPr>
      <w:r w:rsidRPr="00E76C19">
        <w:rPr>
          <w:rFonts w:hint="eastAsia"/>
          <w:rtl/>
          <w:lang w:bidi="fa-IR"/>
        </w:rPr>
        <w:t>باز</w:t>
      </w:r>
      <w:r w:rsidRPr="00E76C19">
        <w:rPr>
          <w:rtl/>
          <w:lang w:bidi="fa-IR"/>
        </w:rPr>
        <w:t xml:space="preserve"> فرمودند: يك روز هم بسيار است هر كس يك ساعت قبل از فوت توبه كند، توبه اش مقبول است .</w:t>
      </w:r>
    </w:p>
    <w:p w:rsidR="00E76C19" w:rsidRPr="00E76C19" w:rsidRDefault="00E76C19" w:rsidP="00E76C19">
      <w:pPr>
        <w:pStyle w:val="libNormal"/>
        <w:rPr>
          <w:rtl/>
          <w:lang w:bidi="fa-IR"/>
        </w:rPr>
      </w:pPr>
      <w:r w:rsidRPr="00E76C19">
        <w:rPr>
          <w:rFonts w:hint="eastAsia"/>
          <w:rtl/>
          <w:lang w:bidi="fa-IR"/>
        </w:rPr>
        <w:t>باز</w:t>
      </w:r>
      <w:r w:rsidRPr="00E76C19">
        <w:rPr>
          <w:rtl/>
          <w:lang w:bidi="fa-IR"/>
        </w:rPr>
        <w:t xml:space="preserve"> فرمودند يك ساعت نيز زياد است . هر كس در حالى كه نفسش به اينجا رسيده با دست مبارك به حلق خود اشاره نمودند توبه كند، توبه او مورد قبول حضرت بارى تعالى واقع مى شود. </w:t>
      </w:r>
      <w:r w:rsidRPr="005A3DE6">
        <w:rPr>
          <w:rStyle w:val="libFootnotenumChar"/>
          <w:rtl/>
        </w:rPr>
        <w:t>(٦٦)</w:t>
      </w:r>
    </w:p>
    <w:p w:rsidR="00E76C19" w:rsidRPr="00E76C19" w:rsidRDefault="005A3DE6" w:rsidP="00E76C19">
      <w:pPr>
        <w:pStyle w:val="libNormal"/>
        <w:rPr>
          <w:rtl/>
          <w:lang w:bidi="fa-IR"/>
        </w:rPr>
      </w:pPr>
      <w:r>
        <w:rPr>
          <w:rtl/>
          <w:lang w:bidi="fa-IR"/>
        </w:rPr>
        <w:br w:type="page"/>
      </w:r>
    </w:p>
    <w:p w:rsidR="00E76C19" w:rsidRPr="00E76C19" w:rsidRDefault="00E76C19" w:rsidP="005A3DE6">
      <w:pPr>
        <w:pStyle w:val="Heading2"/>
        <w:rPr>
          <w:rtl/>
          <w:lang w:bidi="fa-IR"/>
        </w:rPr>
      </w:pPr>
      <w:bookmarkStart w:id="31" w:name="_Toc489701871"/>
      <w:r w:rsidRPr="00E76C19">
        <w:rPr>
          <w:rFonts w:hint="eastAsia"/>
          <w:rtl/>
          <w:lang w:bidi="fa-IR"/>
        </w:rPr>
        <w:t>آخرين</w:t>
      </w:r>
      <w:r w:rsidRPr="00E76C19">
        <w:rPr>
          <w:rtl/>
          <w:lang w:bidi="fa-IR"/>
        </w:rPr>
        <w:t xml:space="preserve"> همراه</w:t>
      </w:r>
      <w:bookmarkEnd w:id="31"/>
    </w:p>
    <w:p w:rsidR="00E76C19" w:rsidRPr="00E76C19" w:rsidRDefault="00E76C19" w:rsidP="00E76C19">
      <w:pPr>
        <w:pStyle w:val="libNormal"/>
        <w:rPr>
          <w:rtl/>
          <w:lang w:bidi="fa-IR"/>
        </w:rPr>
      </w:pPr>
      <w:r w:rsidRPr="00E76C19">
        <w:rPr>
          <w:rFonts w:hint="eastAsia"/>
          <w:rtl/>
          <w:lang w:bidi="fa-IR"/>
        </w:rPr>
        <w:t>امير</w:t>
      </w:r>
      <w:r w:rsidRPr="00E76C19">
        <w:rPr>
          <w:rtl/>
          <w:lang w:bidi="fa-IR"/>
        </w:rPr>
        <w:t xml:space="preserve"> المومنين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زمانى</w:t>
      </w:r>
      <w:r w:rsidRPr="00E76C19">
        <w:rPr>
          <w:rtl/>
          <w:lang w:bidi="fa-IR"/>
        </w:rPr>
        <w:t xml:space="preserve"> كه انسان آخرين روز زندگيش در دنيا و اولين روز از آخرت يعنى روز مرگ را مى بيند، مال و فرزندان و عملش در برابرش مجسم مى شود. در اين حال انسان به مال رو مى كند و مى گويد:</w:t>
      </w:r>
    </w:p>
    <w:p w:rsidR="00E76C19" w:rsidRPr="00E76C19" w:rsidRDefault="00E76C19" w:rsidP="00E76C19">
      <w:pPr>
        <w:pStyle w:val="libNormal"/>
        <w:rPr>
          <w:rtl/>
          <w:lang w:bidi="fa-IR"/>
        </w:rPr>
      </w:pPr>
      <w:r w:rsidRPr="00E76C19">
        <w:rPr>
          <w:rFonts w:hint="eastAsia"/>
          <w:rtl/>
          <w:lang w:bidi="fa-IR"/>
        </w:rPr>
        <w:t>سوگند</w:t>
      </w:r>
      <w:r w:rsidRPr="00E76C19">
        <w:rPr>
          <w:rtl/>
          <w:lang w:bidi="fa-IR"/>
        </w:rPr>
        <w:t xml:space="preserve"> به خدا، من در طلب تو حريص ، و در صرف كردنت بخيل بودم . اكنون براى من چه مى كنى ؟</w:t>
      </w:r>
    </w:p>
    <w:p w:rsidR="00E76C19" w:rsidRPr="00E76C19" w:rsidRDefault="00E76C19" w:rsidP="00E76C19">
      <w:pPr>
        <w:pStyle w:val="libNormal"/>
        <w:rPr>
          <w:rtl/>
          <w:lang w:bidi="fa-IR"/>
        </w:rPr>
      </w:pPr>
      <w:r w:rsidRPr="00E76C19">
        <w:rPr>
          <w:rFonts w:hint="eastAsia"/>
          <w:rtl/>
          <w:lang w:bidi="fa-IR"/>
        </w:rPr>
        <w:t>مال</w:t>
      </w:r>
      <w:r w:rsidRPr="00E76C19">
        <w:rPr>
          <w:rtl/>
          <w:lang w:bidi="fa-IR"/>
        </w:rPr>
        <w:t xml:space="preserve"> پاسخ مى دهد: كفن خود را از من برگير.</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رو به فرزندان كرده و مى گويد:</w:t>
      </w:r>
    </w:p>
    <w:p w:rsidR="00E76C19" w:rsidRPr="00E76C19" w:rsidRDefault="00E76C19" w:rsidP="00E76C19">
      <w:pPr>
        <w:pStyle w:val="libNormal"/>
        <w:rPr>
          <w:rtl/>
          <w:lang w:bidi="fa-IR"/>
        </w:rPr>
      </w:pPr>
      <w:r w:rsidRPr="00E76C19">
        <w:rPr>
          <w:rFonts w:hint="eastAsia"/>
          <w:rtl/>
          <w:lang w:bidi="fa-IR"/>
        </w:rPr>
        <w:t>به</w:t>
      </w:r>
      <w:r w:rsidRPr="00E76C19">
        <w:rPr>
          <w:rtl/>
          <w:lang w:bidi="fa-IR"/>
        </w:rPr>
        <w:t xml:space="preserve"> خدا سوگند ، من دوستدار شما و مدافع شما بودم . حال شما براى من چه مى كنيد؟</w:t>
      </w:r>
    </w:p>
    <w:p w:rsidR="00E76C19" w:rsidRPr="00E76C19" w:rsidRDefault="00E76C19" w:rsidP="00E76C19">
      <w:pPr>
        <w:pStyle w:val="libNormal"/>
        <w:rPr>
          <w:rtl/>
          <w:lang w:bidi="fa-IR"/>
        </w:rPr>
      </w:pPr>
      <w:r w:rsidRPr="00E76C19">
        <w:rPr>
          <w:rFonts w:hint="eastAsia"/>
          <w:rtl/>
          <w:lang w:bidi="fa-IR"/>
        </w:rPr>
        <w:t>پاسخ</w:t>
      </w:r>
      <w:r w:rsidRPr="00E76C19">
        <w:rPr>
          <w:rtl/>
          <w:lang w:bidi="fa-IR"/>
        </w:rPr>
        <w:t xml:space="preserve"> مى دهند: ما تو را به گور مى سپاريم و در خاك پنهان مى سازيم .</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اين هنگام ، رو به عمل خود مى كند و مى گويد: به خدا قسم ، تو بر من بسيار سنگين بودى و رغبتى براى انجام دادن تو نداشتم ، تو با من چه مى كنى ؟</w:t>
      </w:r>
    </w:p>
    <w:p w:rsidR="00E76C19" w:rsidRPr="00E76C19" w:rsidRDefault="00E76C19" w:rsidP="00E76C19">
      <w:pPr>
        <w:pStyle w:val="libNormal"/>
        <w:rPr>
          <w:rtl/>
          <w:lang w:bidi="fa-IR"/>
        </w:rPr>
      </w:pPr>
      <w:r w:rsidRPr="00E76C19">
        <w:rPr>
          <w:rFonts w:hint="eastAsia"/>
          <w:rtl/>
          <w:lang w:bidi="fa-IR"/>
        </w:rPr>
        <w:t>عمل</w:t>
      </w:r>
      <w:r w:rsidRPr="00E76C19">
        <w:rPr>
          <w:rtl/>
          <w:lang w:bidi="fa-IR"/>
        </w:rPr>
        <w:t xml:space="preserve"> پاسخ مى دهد: من در گور و در روز محشر با تو همراه و همنشين خواهم بود، تا هر دو با هم بر خداوند، عرضه شويم . </w:t>
      </w:r>
      <w:r w:rsidRPr="003F3903">
        <w:rPr>
          <w:rStyle w:val="libFootnotenumChar"/>
          <w:rtl/>
        </w:rPr>
        <w:t>(٦٧)</w:t>
      </w:r>
    </w:p>
    <w:p w:rsidR="00E76C19" w:rsidRPr="00E76C19" w:rsidRDefault="003F3903" w:rsidP="00E76C19">
      <w:pPr>
        <w:pStyle w:val="libNormal"/>
        <w:rPr>
          <w:rtl/>
          <w:lang w:bidi="fa-IR"/>
        </w:rPr>
      </w:pPr>
      <w:r>
        <w:rPr>
          <w:rtl/>
          <w:lang w:bidi="fa-IR"/>
        </w:rPr>
        <w:br w:type="page"/>
      </w:r>
    </w:p>
    <w:p w:rsidR="00E76C19" w:rsidRPr="00E76C19" w:rsidRDefault="00E76C19" w:rsidP="003F3903">
      <w:pPr>
        <w:pStyle w:val="Heading2"/>
        <w:rPr>
          <w:rtl/>
          <w:lang w:bidi="fa-IR"/>
        </w:rPr>
      </w:pPr>
      <w:bookmarkStart w:id="32" w:name="_Toc489701872"/>
      <w:r w:rsidRPr="00E76C19">
        <w:rPr>
          <w:rFonts w:hint="eastAsia"/>
          <w:rtl/>
          <w:lang w:bidi="fa-IR"/>
        </w:rPr>
        <w:t>ضمانت</w:t>
      </w:r>
      <w:r w:rsidRPr="00E76C19">
        <w:rPr>
          <w:rtl/>
          <w:lang w:bidi="fa-IR"/>
        </w:rPr>
        <w:t xml:space="preserve"> بهشت</w:t>
      </w:r>
      <w:bookmarkEnd w:id="32"/>
    </w:p>
    <w:p w:rsidR="00E76C19" w:rsidRPr="00E76C19" w:rsidRDefault="00E76C19" w:rsidP="00E76C19">
      <w:pPr>
        <w:pStyle w:val="libNormal"/>
        <w:rPr>
          <w:rtl/>
          <w:lang w:bidi="fa-IR"/>
        </w:rPr>
      </w:pPr>
      <w:r w:rsidRPr="00E76C19">
        <w:rPr>
          <w:rFonts w:hint="eastAsia"/>
          <w:rtl/>
          <w:lang w:bidi="fa-IR"/>
        </w:rPr>
        <w:t>امير</w:t>
      </w:r>
      <w:r w:rsidRPr="00E76C19">
        <w:rPr>
          <w:rtl/>
          <w:lang w:bidi="fa-IR"/>
        </w:rPr>
        <w:t xml:space="preserve"> المومنين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براى</w:t>
      </w:r>
      <w:r w:rsidRPr="00E76C19">
        <w:rPr>
          <w:rtl/>
          <w:lang w:bidi="fa-IR"/>
        </w:rPr>
        <w:t xml:space="preserve"> شش گروه ، بهشت را ضمانت مى كنم :</w:t>
      </w:r>
    </w:p>
    <w:p w:rsidR="00E76C19" w:rsidRPr="00E76C19" w:rsidRDefault="00E76C19" w:rsidP="00E76C19">
      <w:pPr>
        <w:pStyle w:val="libNormal"/>
        <w:rPr>
          <w:rtl/>
          <w:lang w:bidi="fa-IR"/>
        </w:rPr>
      </w:pPr>
      <w:r w:rsidRPr="00E76C19">
        <w:rPr>
          <w:rtl/>
          <w:lang w:bidi="fa-IR"/>
        </w:rPr>
        <w:t>١</w:t>
      </w:r>
      <w:r w:rsidR="003F3903">
        <w:rPr>
          <w:rFonts w:hint="cs"/>
          <w:rtl/>
          <w:lang w:bidi="fa-IR"/>
        </w:rPr>
        <w:t xml:space="preserve"> -</w:t>
      </w:r>
      <w:r w:rsidRPr="00E76C19">
        <w:rPr>
          <w:rtl/>
          <w:lang w:bidi="fa-IR"/>
        </w:rPr>
        <w:t xml:space="preserve"> شخصى كه براى صدقه دادن از خانه خارج مى شود و در اين هنگام مرگش فرا مى رسد.</w:t>
      </w:r>
    </w:p>
    <w:p w:rsidR="00E76C19" w:rsidRPr="00E76C19" w:rsidRDefault="00E76C19" w:rsidP="00E76C19">
      <w:pPr>
        <w:pStyle w:val="libNormal"/>
        <w:rPr>
          <w:rtl/>
          <w:lang w:bidi="fa-IR"/>
        </w:rPr>
      </w:pPr>
      <w:r w:rsidRPr="00E76C19">
        <w:rPr>
          <w:rtl/>
          <w:lang w:bidi="fa-IR"/>
        </w:rPr>
        <w:t>٢</w:t>
      </w:r>
      <w:r w:rsidR="003F3903">
        <w:rPr>
          <w:rFonts w:hint="cs"/>
          <w:rtl/>
          <w:lang w:bidi="fa-IR"/>
        </w:rPr>
        <w:t xml:space="preserve"> -</w:t>
      </w:r>
      <w:r w:rsidRPr="00E76C19">
        <w:rPr>
          <w:rtl/>
          <w:lang w:bidi="fa-IR"/>
        </w:rPr>
        <w:t xml:space="preserve"> كسى كه براى عيادت بيمار از خانه بيرون مى آيد و فوت مى كند.</w:t>
      </w:r>
    </w:p>
    <w:p w:rsidR="00E76C19" w:rsidRPr="00E76C19" w:rsidRDefault="00E76C19" w:rsidP="00E76C19">
      <w:pPr>
        <w:pStyle w:val="libNormal"/>
        <w:rPr>
          <w:rtl/>
          <w:lang w:bidi="fa-IR"/>
        </w:rPr>
      </w:pPr>
      <w:r w:rsidRPr="00E76C19">
        <w:rPr>
          <w:rtl/>
          <w:lang w:bidi="fa-IR"/>
        </w:rPr>
        <w:t>٣</w:t>
      </w:r>
      <w:r w:rsidR="003F3903">
        <w:rPr>
          <w:rFonts w:hint="cs"/>
          <w:rtl/>
          <w:lang w:bidi="fa-IR"/>
        </w:rPr>
        <w:t xml:space="preserve"> -</w:t>
      </w:r>
      <w:r w:rsidRPr="00E76C19">
        <w:rPr>
          <w:rtl/>
          <w:lang w:bidi="fa-IR"/>
        </w:rPr>
        <w:t xml:space="preserve"> شخصى كه براى جهاد در راه خدا از خانه خارج مى شود و به شهادت مى رسد.</w:t>
      </w:r>
    </w:p>
    <w:p w:rsidR="00E76C19" w:rsidRPr="00E76C19" w:rsidRDefault="00E76C19" w:rsidP="00E76C19">
      <w:pPr>
        <w:pStyle w:val="libNormal"/>
        <w:rPr>
          <w:rtl/>
          <w:lang w:bidi="fa-IR"/>
        </w:rPr>
      </w:pPr>
      <w:r w:rsidRPr="00E76C19">
        <w:rPr>
          <w:rtl/>
          <w:lang w:bidi="fa-IR"/>
        </w:rPr>
        <w:t>٤</w:t>
      </w:r>
      <w:r w:rsidR="003F3903">
        <w:rPr>
          <w:rFonts w:hint="cs"/>
          <w:rtl/>
          <w:lang w:bidi="fa-IR"/>
        </w:rPr>
        <w:t xml:space="preserve"> -</w:t>
      </w:r>
      <w:r w:rsidRPr="00E76C19">
        <w:rPr>
          <w:rtl/>
          <w:lang w:bidi="fa-IR"/>
        </w:rPr>
        <w:t xml:space="preserve"> كسى كه براى انجام حج خانه خدا بيرون مى آيد و ملك الموت جانش را مى ستاند.</w:t>
      </w:r>
    </w:p>
    <w:p w:rsidR="00E76C19" w:rsidRPr="00E76C19" w:rsidRDefault="00E76C19" w:rsidP="00E76C19">
      <w:pPr>
        <w:pStyle w:val="libNormal"/>
        <w:rPr>
          <w:rtl/>
          <w:lang w:bidi="fa-IR"/>
        </w:rPr>
      </w:pPr>
      <w:r w:rsidRPr="00E76C19">
        <w:rPr>
          <w:rtl/>
          <w:lang w:bidi="fa-IR"/>
        </w:rPr>
        <w:t>٥</w:t>
      </w:r>
      <w:r w:rsidR="003F3903">
        <w:rPr>
          <w:rFonts w:hint="cs"/>
          <w:rtl/>
          <w:lang w:bidi="fa-IR"/>
        </w:rPr>
        <w:t xml:space="preserve"> -</w:t>
      </w:r>
      <w:r w:rsidRPr="00E76C19">
        <w:rPr>
          <w:rtl/>
          <w:lang w:bidi="fa-IR"/>
        </w:rPr>
        <w:t xml:space="preserve"> آن كس كى براى بجا آوردن نماز جمعه از منزل خارج مى شود و مى ميرد.</w:t>
      </w:r>
    </w:p>
    <w:p w:rsidR="00E76C19" w:rsidRPr="00E76C19" w:rsidRDefault="00E76C19" w:rsidP="00E76C19">
      <w:pPr>
        <w:pStyle w:val="libNormal"/>
        <w:rPr>
          <w:rtl/>
          <w:lang w:bidi="fa-IR"/>
        </w:rPr>
      </w:pPr>
      <w:r w:rsidRPr="00E76C19">
        <w:rPr>
          <w:rtl/>
          <w:lang w:bidi="fa-IR"/>
        </w:rPr>
        <w:t>٦</w:t>
      </w:r>
      <w:r w:rsidR="003F3903">
        <w:rPr>
          <w:rFonts w:hint="cs"/>
          <w:rtl/>
          <w:lang w:bidi="fa-IR"/>
        </w:rPr>
        <w:t xml:space="preserve"> -</w:t>
      </w:r>
      <w:r w:rsidRPr="00E76C19">
        <w:rPr>
          <w:rtl/>
          <w:lang w:bidi="fa-IR"/>
        </w:rPr>
        <w:t xml:space="preserve"> كسى كه براى تشييع جنازه مسلمانى از خانه خارج شده و فوت مى كند. </w:t>
      </w:r>
      <w:r w:rsidRPr="003F3903">
        <w:rPr>
          <w:rStyle w:val="libFootnotenumChar"/>
          <w:rtl/>
        </w:rPr>
        <w:t>(٦٨)</w:t>
      </w:r>
    </w:p>
    <w:p w:rsidR="00E76C19" w:rsidRPr="00E76C19" w:rsidRDefault="00E76C19" w:rsidP="00E76C19">
      <w:pPr>
        <w:pStyle w:val="libNormal"/>
        <w:rPr>
          <w:rtl/>
          <w:lang w:bidi="fa-IR"/>
        </w:rPr>
      </w:pPr>
      <w:r w:rsidRPr="00E76C19">
        <w:rPr>
          <w:rFonts w:hint="eastAsia"/>
          <w:rtl/>
          <w:lang w:bidi="fa-IR"/>
        </w:rPr>
        <w:t>براى</w:t>
      </w:r>
      <w:r w:rsidRPr="00E76C19">
        <w:rPr>
          <w:rtl/>
          <w:lang w:bidi="fa-IR"/>
        </w:rPr>
        <w:t xml:space="preserve"> تمامى ايشان ، بهشت را ضمانت مى كنم .</w:t>
      </w:r>
    </w:p>
    <w:p w:rsidR="003F3903" w:rsidRDefault="003F3903" w:rsidP="00E76C19">
      <w:pPr>
        <w:pStyle w:val="libNormal"/>
        <w:rPr>
          <w:rtl/>
          <w:lang w:bidi="fa-IR"/>
        </w:rPr>
      </w:pPr>
      <w:r>
        <w:rPr>
          <w:rtl/>
          <w:lang w:bidi="fa-IR"/>
        </w:rPr>
        <w:br w:type="page"/>
      </w:r>
    </w:p>
    <w:p w:rsidR="00E76C19" w:rsidRPr="00E76C19" w:rsidRDefault="00E76C19" w:rsidP="003F3903">
      <w:pPr>
        <w:pStyle w:val="Heading2"/>
        <w:rPr>
          <w:rtl/>
          <w:lang w:bidi="fa-IR"/>
        </w:rPr>
      </w:pPr>
      <w:bookmarkStart w:id="33" w:name="_Toc489701873"/>
      <w:r w:rsidRPr="00E76C19">
        <w:rPr>
          <w:rFonts w:hint="eastAsia"/>
          <w:rtl/>
          <w:lang w:bidi="fa-IR"/>
        </w:rPr>
        <w:t>رحمت</w:t>
      </w:r>
      <w:r w:rsidRPr="00E76C19">
        <w:rPr>
          <w:rtl/>
          <w:lang w:bidi="fa-IR"/>
        </w:rPr>
        <w:t xml:space="preserve"> خداوند</w:t>
      </w:r>
      <w:bookmarkEnd w:id="33"/>
    </w:p>
    <w:p w:rsidR="00E76C19" w:rsidRPr="00E76C19" w:rsidRDefault="00E76C19" w:rsidP="00E76C19">
      <w:pPr>
        <w:pStyle w:val="libNormal"/>
        <w:rPr>
          <w:rtl/>
          <w:lang w:bidi="fa-IR"/>
        </w:rPr>
      </w:pPr>
      <w:r w:rsidRPr="00E76C19">
        <w:rPr>
          <w:rFonts w:hint="eastAsia"/>
          <w:rtl/>
          <w:lang w:bidi="fa-IR"/>
        </w:rPr>
        <w:t>فردى</w:t>
      </w:r>
      <w:r w:rsidRPr="00E76C19">
        <w:rPr>
          <w:rtl/>
          <w:lang w:bidi="fa-IR"/>
        </w:rPr>
        <w:t xml:space="preserve"> در زمان امام صادق </w:t>
      </w:r>
      <w:r w:rsidR="004A085F" w:rsidRPr="004A085F">
        <w:rPr>
          <w:rStyle w:val="libAlaemChar"/>
          <w:rtl/>
          <w:lang w:bidi="fa-IR"/>
        </w:rPr>
        <w:t xml:space="preserve">عليه‌السلام </w:t>
      </w:r>
      <w:r w:rsidRPr="00E76C19">
        <w:rPr>
          <w:rtl/>
          <w:lang w:bidi="fa-IR"/>
        </w:rPr>
        <w:t>فرزندش را از دست داد. آن حضرت براى تسليت به آن شخص فرمود:</w:t>
      </w:r>
    </w:p>
    <w:p w:rsidR="00E76C19" w:rsidRPr="00E76C19" w:rsidRDefault="00E76C19" w:rsidP="00E76C19">
      <w:pPr>
        <w:pStyle w:val="libNormal"/>
        <w:rPr>
          <w:rtl/>
          <w:lang w:bidi="fa-IR"/>
        </w:rPr>
      </w:pPr>
      <w:r w:rsidRPr="00E76C19">
        <w:rPr>
          <w:rFonts w:hint="eastAsia"/>
          <w:rtl/>
          <w:lang w:bidi="fa-IR"/>
        </w:rPr>
        <w:t>خداوند</w:t>
      </w:r>
      <w:r w:rsidRPr="00E76C19">
        <w:rPr>
          <w:rtl/>
          <w:lang w:bidi="fa-IR"/>
        </w:rPr>
        <w:t xml:space="preserve"> از تو براى فرزندت مهربان تر است . و پاداش خداوند به خاطر اين مصيبت كه بر تو وارد گرديد، از خود فرزندت بهتر است .</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از مدتى ، به آن حضرت خبر رسيد كه آن فرد همچنان بى تاب است . حضرت دوباره به ديدن او رفته و فرمودند:</w:t>
      </w:r>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هم از دنيا رفت . آيا تو، به آن حضرت تاسى نمى كنى ؟ </w:t>
      </w:r>
      <w:r w:rsidRPr="003F3903">
        <w:rPr>
          <w:rStyle w:val="libFootnotenumChar"/>
          <w:rtl/>
        </w:rPr>
        <w:t>(٦٩)</w:t>
      </w:r>
    </w:p>
    <w:p w:rsidR="00E76C19" w:rsidRPr="00E76C19" w:rsidRDefault="00E76C19" w:rsidP="00E76C19">
      <w:pPr>
        <w:pStyle w:val="libNormal"/>
        <w:rPr>
          <w:rtl/>
          <w:lang w:bidi="fa-IR"/>
        </w:rPr>
      </w:pPr>
      <w:r w:rsidRPr="00E76C19">
        <w:rPr>
          <w:rFonts w:hint="eastAsia"/>
          <w:rtl/>
          <w:lang w:bidi="fa-IR"/>
        </w:rPr>
        <w:t>مرد</w:t>
      </w:r>
      <w:r w:rsidRPr="00E76C19">
        <w:rPr>
          <w:rtl/>
          <w:lang w:bidi="fa-IR"/>
        </w:rPr>
        <w:t xml:space="preserve"> عرض كرد: يابن رسول الله ! فرزند من نوجوان بود.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 او سه چيز دارد كه اگر خداى عزوجل بخواهد، هيچگاه از دست او نمى رود.</w:t>
      </w:r>
    </w:p>
    <w:p w:rsidR="00E76C19" w:rsidRPr="00E76C19" w:rsidRDefault="00E76C19" w:rsidP="00E76C19">
      <w:pPr>
        <w:pStyle w:val="libNormal"/>
        <w:rPr>
          <w:rtl/>
          <w:lang w:bidi="fa-IR"/>
        </w:rPr>
      </w:pPr>
      <w:r w:rsidRPr="00E76C19">
        <w:rPr>
          <w:rtl/>
          <w:lang w:bidi="fa-IR"/>
        </w:rPr>
        <w:t>١</w:t>
      </w:r>
      <w:r w:rsidR="003F3903">
        <w:rPr>
          <w:rFonts w:hint="cs"/>
          <w:rtl/>
          <w:lang w:bidi="fa-IR"/>
        </w:rPr>
        <w:t xml:space="preserve"> -</w:t>
      </w:r>
      <w:r w:rsidRPr="00E76C19">
        <w:rPr>
          <w:rtl/>
          <w:lang w:bidi="fa-IR"/>
        </w:rPr>
        <w:t xml:space="preserve"> گواهى بر وحدانيت</w:t>
      </w:r>
    </w:p>
    <w:p w:rsidR="00E76C19" w:rsidRPr="00E76C19" w:rsidRDefault="00E76C19" w:rsidP="00E76C19">
      <w:pPr>
        <w:pStyle w:val="libNormal"/>
        <w:rPr>
          <w:rtl/>
          <w:lang w:bidi="fa-IR"/>
        </w:rPr>
      </w:pPr>
      <w:r w:rsidRPr="00E76C19">
        <w:rPr>
          <w:rtl/>
          <w:lang w:bidi="fa-IR"/>
        </w:rPr>
        <w:t>٢</w:t>
      </w:r>
      <w:r w:rsidR="003F3903">
        <w:rPr>
          <w:rFonts w:hint="cs"/>
          <w:rtl/>
          <w:lang w:bidi="fa-IR"/>
        </w:rPr>
        <w:t xml:space="preserve"> -</w:t>
      </w:r>
      <w:r w:rsidRPr="00E76C19">
        <w:rPr>
          <w:rtl/>
          <w:lang w:bidi="fa-IR"/>
        </w:rPr>
        <w:t xml:space="preserve"> رحمت خداوند</w:t>
      </w:r>
    </w:p>
    <w:p w:rsidR="00E76C19" w:rsidRPr="00E76C19" w:rsidRDefault="00E76C19" w:rsidP="00E76C19">
      <w:pPr>
        <w:pStyle w:val="libNormal"/>
        <w:rPr>
          <w:rtl/>
          <w:lang w:bidi="fa-IR"/>
        </w:rPr>
      </w:pPr>
      <w:r w:rsidRPr="00E76C19">
        <w:rPr>
          <w:rtl/>
          <w:lang w:bidi="fa-IR"/>
        </w:rPr>
        <w:t>٣</w:t>
      </w:r>
      <w:r w:rsidR="003F3903">
        <w:rPr>
          <w:rFonts w:hint="cs"/>
          <w:rtl/>
          <w:lang w:bidi="fa-IR"/>
        </w:rPr>
        <w:t xml:space="preserve"> -</w:t>
      </w:r>
      <w:r w:rsidRPr="00E76C19">
        <w:rPr>
          <w:rtl/>
          <w:lang w:bidi="fa-IR"/>
        </w:rPr>
        <w:t xml:space="preserve"> شفاعت رسول خدا </w:t>
      </w:r>
      <w:r w:rsidR="002768D7" w:rsidRPr="002768D7">
        <w:rPr>
          <w:rStyle w:val="libAlaemChar"/>
          <w:rtl/>
        </w:rPr>
        <w:t xml:space="preserve">صلى‌الله‌عليه‌وآله‌وسلم </w:t>
      </w:r>
      <w:r w:rsidRPr="00E76C19">
        <w:rPr>
          <w:rtl/>
          <w:lang w:bidi="fa-IR"/>
        </w:rPr>
        <w:t xml:space="preserve"> . </w:t>
      </w:r>
      <w:r w:rsidRPr="003F3903">
        <w:rPr>
          <w:rStyle w:val="libFootnotenumChar"/>
          <w:rtl/>
        </w:rPr>
        <w:t>(٧٠)</w:t>
      </w:r>
    </w:p>
    <w:p w:rsidR="00E76C19" w:rsidRPr="00E76C19" w:rsidRDefault="003F3903" w:rsidP="00E76C19">
      <w:pPr>
        <w:pStyle w:val="libNormal"/>
        <w:rPr>
          <w:rtl/>
          <w:lang w:bidi="fa-IR"/>
        </w:rPr>
      </w:pPr>
      <w:r>
        <w:rPr>
          <w:rtl/>
          <w:lang w:bidi="fa-IR"/>
        </w:rPr>
        <w:br w:type="page"/>
      </w:r>
    </w:p>
    <w:p w:rsidR="00E76C19" w:rsidRPr="00E76C19" w:rsidRDefault="00E76C19" w:rsidP="003F3903">
      <w:pPr>
        <w:pStyle w:val="Heading2"/>
        <w:rPr>
          <w:rtl/>
          <w:lang w:bidi="fa-IR"/>
        </w:rPr>
      </w:pPr>
      <w:bookmarkStart w:id="34" w:name="_Toc489701874"/>
      <w:r w:rsidRPr="00E76C19">
        <w:rPr>
          <w:rFonts w:hint="eastAsia"/>
          <w:rtl/>
          <w:lang w:bidi="fa-IR"/>
        </w:rPr>
        <w:t>سنت</w:t>
      </w:r>
      <w:r w:rsidRPr="00E76C19">
        <w:rPr>
          <w:rtl/>
          <w:lang w:bidi="fa-IR"/>
        </w:rPr>
        <w:t xml:space="preserve"> ماندگار</w:t>
      </w:r>
      <w:bookmarkEnd w:id="34"/>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زمانى</w:t>
      </w:r>
      <w:r w:rsidRPr="00E76C19">
        <w:rPr>
          <w:rtl/>
          <w:lang w:bidi="fa-IR"/>
        </w:rPr>
        <w:t xml:space="preserve"> كه جعفر بن ابى طالب </w:t>
      </w:r>
      <w:r w:rsidR="004A085F" w:rsidRPr="004A085F">
        <w:rPr>
          <w:rStyle w:val="libAlaemChar"/>
          <w:rtl/>
          <w:lang w:bidi="fa-IR"/>
        </w:rPr>
        <w:t xml:space="preserve">عليه‌السلام </w:t>
      </w:r>
      <w:r w:rsidRPr="00E76C19">
        <w:rPr>
          <w:rtl/>
          <w:lang w:bidi="fa-IR"/>
        </w:rPr>
        <w:t xml:space="preserve">به شهادت رسيد، رسول خدا </w:t>
      </w:r>
      <w:r w:rsidR="002768D7" w:rsidRPr="002768D7">
        <w:rPr>
          <w:rStyle w:val="libAlaemChar"/>
          <w:rtl/>
        </w:rPr>
        <w:t xml:space="preserve">صلى‌الله‌عليه‌وآله‌وسلم </w:t>
      </w:r>
      <w:r w:rsidRPr="00E76C19">
        <w:rPr>
          <w:rtl/>
          <w:lang w:bidi="fa-IR"/>
        </w:rPr>
        <w:t xml:space="preserve"> به حضرت فاطمه </w:t>
      </w:r>
      <w:r w:rsidR="00C23A36" w:rsidRPr="00C23A36">
        <w:rPr>
          <w:rStyle w:val="libAlaemChar"/>
          <w:rtl/>
        </w:rPr>
        <w:t xml:space="preserve">عليها‌السلام </w:t>
      </w:r>
      <w:r w:rsidRPr="00E76C19">
        <w:rPr>
          <w:rtl/>
          <w:lang w:bidi="fa-IR"/>
        </w:rPr>
        <w:t xml:space="preserve">فرمود كه نزد همسرش اسماء بنت عميس و ديگر همسران آن حضرت رفته و او را تسليت دهد و براى خانواده اش تا سه روز غذا تهيه كند. </w:t>
      </w:r>
      <w:r w:rsidRPr="003F3903">
        <w:rPr>
          <w:rStyle w:val="libFootnotenumChar"/>
          <w:rtl/>
        </w:rPr>
        <w:t>(٧١)</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اين عمل ، در نزد مسلمين يك سنت شد.</w:t>
      </w:r>
    </w:p>
    <w:p w:rsidR="00E76C19" w:rsidRPr="00E76C19" w:rsidRDefault="00E76C19" w:rsidP="00E76C19">
      <w:pPr>
        <w:pStyle w:val="libNormal"/>
        <w:rPr>
          <w:rtl/>
          <w:lang w:bidi="fa-IR"/>
        </w:rPr>
      </w:pPr>
    </w:p>
    <w:p w:rsidR="00E76C19" w:rsidRPr="00E76C19" w:rsidRDefault="00E76C19" w:rsidP="003F3903">
      <w:pPr>
        <w:pStyle w:val="Heading2"/>
        <w:rPr>
          <w:rtl/>
          <w:lang w:bidi="fa-IR"/>
        </w:rPr>
      </w:pPr>
      <w:bookmarkStart w:id="35" w:name="_Toc489701875"/>
      <w:r w:rsidRPr="00E76C19">
        <w:rPr>
          <w:rFonts w:hint="eastAsia"/>
          <w:rtl/>
          <w:lang w:bidi="fa-IR"/>
        </w:rPr>
        <w:t>باقيات</w:t>
      </w:r>
      <w:r w:rsidRPr="00E76C19">
        <w:rPr>
          <w:rtl/>
          <w:lang w:bidi="fa-IR"/>
        </w:rPr>
        <w:t xml:space="preserve"> صالحات</w:t>
      </w:r>
      <w:bookmarkEnd w:id="35"/>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شش</w:t>
      </w:r>
      <w:r w:rsidRPr="00E76C19">
        <w:rPr>
          <w:rtl/>
          <w:lang w:bidi="fa-IR"/>
        </w:rPr>
        <w:t xml:space="preserve"> چيز است كه ثواب آن بعد از مرگ به مومن مى رسد:</w:t>
      </w:r>
    </w:p>
    <w:p w:rsidR="00E76C19" w:rsidRPr="00E76C19" w:rsidRDefault="00E76C19" w:rsidP="00E76C19">
      <w:pPr>
        <w:pStyle w:val="libNormal"/>
        <w:rPr>
          <w:rtl/>
          <w:lang w:bidi="fa-IR"/>
        </w:rPr>
      </w:pPr>
      <w:r w:rsidRPr="00E76C19">
        <w:rPr>
          <w:rtl/>
          <w:lang w:bidi="fa-IR"/>
        </w:rPr>
        <w:t>١</w:t>
      </w:r>
      <w:r w:rsidR="003F3903">
        <w:rPr>
          <w:rFonts w:hint="cs"/>
          <w:rtl/>
          <w:lang w:bidi="fa-IR"/>
        </w:rPr>
        <w:t xml:space="preserve"> -</w:t>
      </w:r>
      <w:r w:rsidRPr="00E76C19">
        <w:rPr>
          <w:rtl/>
          <w:lang w:bidi="fa-IR"/>
        </w:rPr>
        <w:t xml:space="preserve"> فرزند صالح كه براى او طلب مغفرت كند.</w:t>
      </w:r>
    </w:p>
    <w:p w:rsidR="00E76C19" w:rsidRPr="00E76C19" w:rsidRDefault="00E76C19" w:rsidP="00E76C19">
      <w:pPr>
        <w:pStyle w:val="libNormal"/>
        <w:rPr>
          <w:rtl/>
          <w:lang w:bidi="fa-IR"/>
        </w:rPr>
      </w:pPr>
      <w:r w:rsidRPr="00E76C19">
        <w:rPr>
          <w:rtl/>
          <w:lang w:bidi="fa-IR"/>
        </w:rPr>
        <w:t>٢</w:t>
      </w:r>
      <w:r w:rsidR="003F3903">
        <w:rPr>
          <w:rFonts w:hint="cs"/>
          <w:rtl/>
          <w:lang w:bidi="fa-IR"/>
        </w:rPr>
        <w:t xml:space="preserve"> -</w:t>
      </w:r>
      <w:r w:rsidRPr="00E76C19">
        <w:rPr>
          <w:rtl/>
          <w:lang w:bidi="fa-IR"/>
        </w:rPr>
        <w:t xml:space="preserve"> مصحف كه از او بجا مى ماند قرآن و ديگران از آن استفاده مى كنند.</w:t>
      </w:r>
    </w:p>
    <w:p w:rsidR="00E76C19" w:rsidRPr="00E76C19" w:rsidRDefault="00E76C19" w:rsidP="00E76C19">
      <w:pPr>
        <w:pStyle w:val="libNormal"/>
        <w:rPr>
          <w:rtl/>
          <w:lang w:bidi="fa-IR"/>
        </w:rPr>
      </w:pPr>
      <w:r w:rsidRPr="00E76C19">
        <w:rPr>
          <w:rtl/>
          <w:lang w:bidi="fa-IR"/>
        </w:rPr>
        <w:t>٣</w:t>
      </w:r>
      <w:r w:rsidR="003F3903">
        <w:rPr>
          <w:rFonts w:hint="cs"/>
          <w:rtl/>
          <w:lang w:bidi="fa-IR"/>
        </w:rPr>
        <w:t xml:space="preserve"> -</w:t>
      </w:r>
      <w:r w:rsidRPr="00E76C19">
        <w:rPr>
          <w:rtl/>
          <w:lang w:bidi="fa-IR"/>
        </w:rPr>
        <w:t xml:space="preserve"> درختى كه به قصد قربت كاشته باشد.</w:t>
      </w:r>
    </w:p>
    <w:p w:rsidR="00E76C19" w:rsidRPr="00E76C19" w:rsidRDefault="00E76C19" w:rsidP="00E76C19">
      <w:pPr>
        <w:pStyle w:val="libNormal"/>
        <w:rPr>
          <w:rtl/>
          <w:lang w:bidi="fa-IR"/>
        </w:rPr>
      </w:pPr>
      <w:r w:rsidRPr="00E76C19">
        <w:rPr>
          <w:rtl/>
          <w:lang w:bidi="fa-IR"/>
        </w:rPr>
        <w:t>٤</w:t>
      </w:r>
      <w:r w:rsidR="003F3903">
        <w:rPr>
          <w:rFonts w:hint="cs"/>
          <w:rtl/>
          <w:lang w:bidi="fa-IR"/>
        </w:rPr>
        <w:t xml:space="preserve"> -</w:t>
      </w:r>
      <w:r w:rsidRPr="00E76C19">
        <w:rPr>
          <w:rtl/>
          <w:lang w:bidi="fa-IR"/>
        </w:rPr>
        <w:t xml:space="preserve"> آبى كه به قصد قربت جارى ساخته است .</w:t>
      </w:r>
    </w:p>
    <w:p w:rsidR="00E76C19" w:rsidRPr="00E76C19" w:rsidRDefault="00E76C19" w:rsidP="00E76C19">
      <w:pPr>
        <w:pStyle w:val="libNormal"/>
        <w:rPr>
          <w:rtl/>
          <w:lang w:bidi="fa-IR"/>
        </w:rPr>
      </w:pPr>
      <w:r w:rsidRPr="00E76C19">
        <w:rPr>
          <w:rtl/>
          <w:lang w:bidi="fa-IR"/>
        </w:rPr>
        <w:t>٥</w:t>
      </w:r>
      <w:r w:rsidR="003F3903">
        <w:rPr>
          <w:rFonts w:hint="cs"/>
          <w:rtl/>
          <w:lang w:bidi="fa-IR"/>
        </w:rPr>
        <w:t xml:space="preserve"> -</w:t>
      </w:r>
      <w:r w:rsidRPr="00E76C19">
        <w:rPr>
          <w:rtl/>
          <w:lang w:bidi="fa-IR"/>
        </w:rPr>
        <w:t xml:space="preserve"> چاهى كه در بيابانى حفر كرده است .</w:t>
      </w:r>
    </w:p>
    <w:p w:rsidR="00E76C19" w:rsidRPr="00E76C19" w:rsidRDefault="00E76C19" w:rsidP="00E76C19">
      <w:pPr>
        <w:pStyle w:val="libNormal"/>
        <w:rPr>
          <w:rtl/>
          <w:lang w:bidi="fa-IR"/>
        </w:rPr>
      </w:pPr>
      <w:r w:rsidRPr="00E76C19">
        <w:rPr>
          <w:rtl/>
          <w:lang w:bidi="fa-IR"/>
        </w:rPr>
        <w:t>٦</w:t>
      </w:r>
      <w:r w:rsidR="003F3903">
        <w:rPr>
          <w:rFonts w:hint="cs"/>
          <w:rtl/>
          <w:lang w:bidi="fa-IR"/>
        </w:rPr>
        <w:t xml:space="preserve"> -</w:t>
      </w:r>
      <w:r w:rsidRPr="00E76C19">
        <w:rPr>
          <w:rtl/>
          <w:lang w:bidi="fa-IR"/>
        </w:rPr>
        <w:t xml:space="preserve"> سنتى كه از خود بجاى گذاشته و آيندگان از او پيروى مى كنند. </w:t>
      </w:r>
      <w:r w:rsidRPr="003F3903">
        <w:rPr>
          <w:rStyle w:val="libFootnotenumChar"/>
          <w:rtl/>
        </w:rPr>
        <w:t>(٧٢)</w:t>
      </w:r>
    </w:p>
    <w:p w:rsidR="00E76C19" w:rsidRPr="00E76C19" w:rsidRDefault="003F3903" w:rsidP="00E76C19">
      <w:pPr>
        <w:pStyle w:val="libNormal"/>
        <w:rPr>
          <w:rtl/>
          <w:lang w:bidi="fa-IR"/>
        </w:rPr>
      </w:pPr>
      <w:r>
        <w:rPr>
          <w:rtl/>
          <w:lang w:bidi="fa-IR"/>
        </w:rPr>
        <w:br w:type="page"/>
      </w:r>
    </w:p>
    <w:p w:rsidR="00E76C19" w:rsidRPr="00E76C19" w:rsidRDefault="00E76C19" w:rsidP="003F3903">
      <w:pPr>
        <w:pStyle w:val="Heading2"/>
        <w:rPr>
          <w:rtl/>
          <w:lang w:bidi="fa-IR"/>
        </w:rPr>
      </w:pPr>
      <w:bookmarkStart w:id="36" w:name="_Toc489701876"/>
      <w:r w:rsidRPr="00E76C19">
        <w:rPr>
          <w:rFonts w:hint="eastAsia"/>
          <w:rtl/>
          <w:lang w:bidi="fa-IR"/>
        </w:rPr>
        <w:t>كلام</w:t>
      </w:r>
      <w:r w:rsidRPr="00E76C19">
        <w:rPr>
          <w:rtl/>
          <w:lang w:bidi="fa-IR"/>
        </w:rPr>
        <w:t xml:space="preserve"> ابوذر</w:t>
      </w:r>
      <w:bookmarkEnd w:id="36"/>
    </w:p>
    <w:p w:rsidR="00E76C19" w:rsidRPr="00E76C19" w:rsidRDefault="00E76C19" w:rsidP="00E76C19">
      <w:pPr>
        <w:pStyle w:val="libNormal"/>
        <w:rPr>
          <w:rtl/>
          <w:lang w:bidi="fa-IR"/>
        </w:rPr>
      </w:pPr>
      <w:r w:rsidRPr="00E76C19">
        <w:rPr>
          <w:rFonts w:hint="eastAsia"/>
          <w:rtl/>
          <w:lang w:bidi="fa-IR"/>
        </w:rPr>
        <w:t>هنگامى</w:t>
      </w:r>
      <w:r w:rsidRPr="00E76C19">
        <w:rPr>
          <w:rtl/>
          <w:lang w:bidi="fa-IR"/>
        </w:rPr>
        <w:t xml:space="preserve"> كه ذر فرزند ابوذر از دنيا رفت ، ابوذر بر قبر او ايستاد و دست بر قبر كشيد و عرض كرد: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ذر! خدا تو را رحمت كند، به خدا قسم ؛ كه تو نسبت به من ، بسيار نيكوكار بودى . و من از تو راضى هستم . مرا به هيچكس جز خداوند نيازى نيست . و اگر هول از عالم پس از مرگ نبود، دوست داشتم كه به جاى تو باشم و ناراحتى كه براى وضعيت پس از مرگ تو دارم ، مرا از نار</w:t>
      </w:r>
      <w:r w:rsidRPr="00E76C19">
        <w:rPr>
          <w:rFonts w:hint="eastAsia"/>
          <w:rtl/>
          <w:lang w:bidi="fa-IR"/>
        </w:rPr>
        <w:t>احتى</w:t>
      </w:r>
      <w:r w:rsidRPr="00E76C19">
        <w:rPr>
          <w:rtl/>
          <w:lang w:bidi="fa-IR"/>
        </w:rPr>
        <w:t xml:space="preserve"> فقدان تو بازداشته است .</w:t>
      </w:r>
    </w:p>
    <w:p w:rsidR="00E76C19" w:rsidRPr="00E76C19" w:rsidRDefault="00E76C19" w:rsidP="00E76C19">
      <w:pPr>
        <w:pStyle w:val="libNormal"/>
        <w:rPr>
          <w:rtl/>
          <w:lang w:bidi="fa-IR"/>
        </w:rPr>
      </w:pPr>
      <w:r w:rsidRPr="00E76C19">
        <w:rPr>
          <w:rFonts w:hint="eastAsia"/>
          <w:rtl/>
          <w:lang w:bidi="fa-IR"/>
        </w:rPr>
        <w:t>به</w:t>
      </w:r>
      <w:r w:rsidRPr="00E76C19">
        <w:rPr>
          <w:rtl/>
          <w:lang w:bidi="fa-IR"/>
        </w:rPr>
        <w:t xml:space="preserve"> خدا قسم ، از دورى تو گريه نكردم ، بلكه براى مواقف سختى كه در پيش ‍ دارى ، گريستم . اى كاش مى دانستم ، كه تو چه گفته اى و به تو چه پاسخى داده اند.</w:t>
      </w:r>
    </w:p>
    <w:p w:rsidR="00E76C19" w:rsidRPr="00E76C19" w:rsidRDefault="00E76C19" w:rsidP="00E76C19">
      <w:pPr>
        <w:pStyle w:val="libNormal"/>
        <w:rPr>
          <w:rtl/>
          <w:lang w:bidi="fa-IR"/>
        </w:rPr>
      </w:pPr>
      <w:r w:rsidRPr="00E76C19">
        <w:rPr>
          <w:rFonts w:hint="eastAsia"/>
          <w:rtl/>
          <w:lang w:bidi="fa-IR"/>
        </w:rPr>
        <w:t>بار</w:t>
      </w:r>
      <w:r w:rsidRPr="00E76C19">
        <w:rPr>
          <w:rtl/>
          <w:lang w:bidi="fa-IR"/>
        </w:rPr>
        <w:t xml:space="preserve"> خدايا! من از حقى كه بر او دارم ، مى گذرم ، و به او مى بخشم . پس تو نيز حقوق خود را كه بر او واجب كرده بودى بر او ببخشاى ، كه تو، به جود و كرم از من سزاوارترى . </w:t>
      </w:r>
      <w:r w:rsidRPr="003F3903">
        <w:rPr>
          <w:rStyle w:val="libFootnotenumChar"/>
          <w:rtl/>
        </w:rPr>
        <w:t>(٧٣)</w:t>
      </w:r>
    </w:p>
    <w:p w:rsidR="00E76C19" w:rsidRPr="00E76C19" w:rsidRDefault="003F3903" w:rsidP="00E76C19">
      <w:pPr>
        <w:pStyle w:val="libNormal"/>
        <w:rPr>
          <w:rtl/>
          <w:lang w:bidi="fa-IR"/>
        </w:rPr>
      </w:pPr>
      <w:r>
        <w:rPr>
          <w:rtl/>
          <w:lang w:bidi="fa-IR"/>
        </w:rPr>
        <w:br w:type="page"/>
      </w:r>
    </w:p>
    <w:p w:rsidR="00E76C19" w:rsidRPr="00E76C19" w:rsidRDefault="00E76C19" w:rsidP="003F3903">
      <w:pPr>
        <w:pStyle w:val="Heading2"/>
        <w:rPr>
          <w:rtl/>
          <w:lang w:bidi="fa-IR"/>
        </w:rPr>
      </w:pPr>
      <w:bookmarkStart w:id="37" w:name="_Toc489701877"/>
      <w:r w:rsidRPr="00E76C19">
        <w:rPr>
          <w:rFonts w:hint="eastAsia"/>
          <w:rtl/>
          <w:lang w:bidi="fa-IR"/>
        </w:rPr>
        <w:t>مرگ</w:t>
      </w:r>
      <w:r w:rsidRPr="00E76C19">
        <w:rPr>
          <w:rtl/>
          <w:lang w:bidi="fa-IR"/>
        </w:rPr>
        <w:t xml:space="preserve"> فقيه</w:t>
      </w:r>
      <w:bookmarkEnd w:id="37"/>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شيطان</w:t>
      </w:r>
      <w:r w:rsidRPr="00E76C19">
        <w:rPr>
          <w:rtl/>
          <w:lang w:bidi="fa-IR"/>
        </w:rPr>
        <w:t xml:space="preserve"> از مرگ هيچكس ، به اندازه مرگ يك عالم و فقيه خوشحال نمى شود. </w:t>
      </w:r>
      <w:r w:rsidRPr="003F3903">
        <w:rPr>
          <w:rStyle w:val="libFootnotenumChar"/>
          <w:rtl/>
        </w:rPr>
        <w:t>(٧٤)</w:t>
      </w:r>
    </w:p>
    <w:p w:rsidR="00E76C19" w:rsidRPr="00E76C19" w:rsidRDefault="00E76C19" w:rsidP="00E76C19">
      <w:pPr>
        <w:pStyle w:val="libNormal"/>
        <w:rPr>
          <w:rtl/>
          <w:lang w:bidi="fa-IR"/>
        </w:rPr>
      </w:pPr>
    </w:p>
    <w:p w:rsidR="00E76C19" w:rsidRPr="00E76C19" w:rsidRDefault="00E76C19" w:rsidP="003F3903">
      <w:pPr>
        <w:pStyle w:val="Heading2"/>
        <w:rPr>
          <w:rtl/>
          <w:lang w:bidi="fa-IR"/>
        </w:rPr>
      </w:pPr>
      <w:bookmarkStart w:id="38" w:name="_Toc489701878"/>
      <w:r w:rsidRPr="00E76C19">
        <w:rPr>
          <w:rFonts w:hint="eastAsia"/>
          <w:rtl/>
          <w:lang w:bidi="fa-IR"/>
        </w:rPr>
        <w:t>انواع</w:t>
      </w:r>
      <w:r w:rsidRPr="00E76C19">
        <w:rPr>
          <w:rtl/>
          <w:lang w:bidi="fa-IR"/>
        </w:rPr>
        <w:t xml:space="preserve"> صبر</w:t>
      </w:r>
      <w:bookmarkEnd w:id="38"/>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صبر</w:t>
      </w:r>
      <w:r w:rsidRPr="00E76C19">
        <w:rPr>
          <w:rtl/>
          <w:lang w:bidi="fa-IR"/>
        </w:rPr>
        <w:t xml:space="preserve"> دو گونه است :</w:t>
      </w:r>
    </w:p>
    <w:p w:rsidR="00E76C19" w:rsidRPr="00E76C19" w:rsidRDefault="00E76C19" w:rsidP="00E76C19">
      <w:pPr>
        <w:pStyle w:val="libNormal"/>
        <w:rPr>
          <w:rtl/>
          <w:lang w:bidi="fa-IR"/>
        </w:rPr>
      </w:pPr>
      <w:r w:rsidRPr="00E76C19">
        <w:rPr>
          <w:rtl/>
          <w:lang w:bidi="fa-IR"/>
        </w:rPr>
        <w:t>١</w:t>
      </w:r>
      <w:r w:rsidR="003F3903">
        <w:rPr>
          <w:rFonts w:hint="cs"/>
          <w:rtl/>
          <w:lang w:bidi="fa-IR"/>
        </w:rPr>
        <w:t xml:space="preserve"> -</w:t>
      </w:r>
      <w:r w:rsidRPr="00E76C19">
        <w:rPr>
          <w:rtl/>
          <w:lang w:bidi="fa-IR"/>
        </w:rPr>
        <w:t xml:space="preserve"> صبر، در هنگام گرفتارى كه خوب و نيكوست .</w:t>
      </w:r>
    </w:p>
    <w:p w:rsidR="00E76C19" w:rsidRPr="00E76C19" w:rsidRDefault="00E76C19" w:rsidP="00E76C19">
      <w:pPr>
        <w:pStyle w:val="libNormal"/>
        <w:rPr>
          <w:rtl/>
          <w:lang w:bidi="fa-IR"/>
        </w:rPr>
      </w:pPr>
      <w:r w:rsidRPr="00E76C19">
        <w:rPr>
          <w:rtl/>
          <w:lang w:bidi="fa-IR"/>
        </w:rPr>
        <w:t>٢</w:t>
      </w:r>
      <w:r w:rsidR="003F3903">
        <w:rPr>
          <w:rFonts w:hint="cs"/>
          <w:rtl/>
          <w:lang w:bidi="fa-IR"/>
        </w:rPr>
        <w:t xml:space="preserve"> -</w:t>
      </w:r>
      <w:r w:rsidRPr="00E76C19">
        <w:rPr>
          <w:rtl/>
          <w:lang w:bidi="fa-IR"/>
        </w:rPr>
        <w:t xml:space="preserve"> صبر، در برابر محرمات كه بهتر و نيكوتر است . زيرا تو را از انجام كار حرام باز مى دارد. </w:t>
      </w:r>
      <w:r w:rsidRPr="003F3903">
        <w:rPr>
          <w:rStyle w:val="libFootnotenumChar"/>
          <w:rtl/>
        </w:rPr>
        <w:t>(٧٥)</w:t>
      </w:r>
    </w:p>
    <w:p w:rsidR="00E76C19" w:rsidRPr="00E76C19" w:rsidRDefault="003F3903" w:rsidP="00E76C19">
      <w:pPr>
        <w:pStyle w:val="libNormal"/>
        <w:rPr>
          <w:rtl/>
          <w:lang w:bidi="fa-IR"/>
        </w:rPr>
      </w:pPr>
      <w:r>
        <w:rPr>
          <w:rtl/>
          <w:lang w:bidi="fa-IR"/>
        </w:rPr>
        <w:br w:type="page"/>
      </w:r>
    </w:p>
    <w:p w:rsidR="00E76C19" w:rsidRPr="00E76C19" w:rsidRDefault="00E76C19" w:rsidP="003F3903">
      <w:pPr>
        <w:pStyle w:val="Heading2"/>
        <w:rPr>
          <w:rtl/>
          <w:lang w:bidi="fa-IR"/>
        </w:rPr>
      </w:pPr>
      <w:bookmarkStart w:id="39" w:name="_Toc489701879"/>
      <w:r w:rsidRPr="00E76C19">
        <w:rPr>
          <w:rFonts w:hint="eastAsia"/>
          <w:rtl/>
          <w:lang w:bidi="fa-IR"/>
        </w:rPr>
        <w:t>گريه</w:t>
      </w:r>
      <w:r w:rsidRPr="00E76C19">
        <w:rPr>
          <w:rtl/>
          <w:lang w:bidi="fa-IR"/>
        </w:rPr>
        <w:t xml:space="preserve"> يتيم</w:t>
      </w:r>
      <w:bookmarkEnd w:id="39"/>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هنگامى</w:t>
      </w:r>
      <w:r w:rsidRPr="00E76C19">
        <w:rPr>
          <w:rtl/>
          <w:lang w:bidi="fa-IR"/>
        </w:rPr>
        <w:t xml:space="preserve"> كه طفل يتيمى بگريد، عرض الهى به لرزه در مى آيد.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خداوند تبارك و تعالى مى فرمايد: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كيست كه بنده مرا كه در خردسالى پدر و مادرش را از او گرفته ام ، به گريه آورده است ؟</w:t>
      </w:r>
    </w:p>
    <w:p w:rsidR="00E76C19" w:rsidRPr="00E76C19" w:rsidRDefault="00E76C19" w:rsidP="00E76C19">
      <w:pPr>
        <w:pStyle w:val="libNormal"/>
        <w:rPr>
          <w:rtl/>
          <w:lang w:bidi="fa-IR"/>
        </w:rPr>
      </w:pPr>
      <w:r w:rsidRPr="00E76C19">
        <w:rPr>
          <w:rFonts w:hint="eastAsia"/>
          <w:rtl/>
          <w:lang w:bidi="fa-IR"/>
        </w:rPr>
        <w:t>قسم</w:t>
      </w:r>
      <w:r w:rsidRPr="00E76C19">
        <w:rPr>
          <w:rtl/>
          <w:lang w:bidi="fa-IR"/>
        </w:rPr>
        <w:t xml:space="preserve"> به عزت و جلال خودم ، هر بنده مومنى كه او را آرام كند، بهشت بر او واجب است . </w:t>
      </w:r>
      <w:r w:rsidRPr="003F3903">
        <w:rPr>
          <w:rStyle w:val="libFootnotenumChar"/>
          <w:rtl/>
        </w:rPr>
        <w:t>(٧٦)</w:t>
      </w:r>
    </w:p>
    <w:p w:rsidR="00E76C19" w:rsidRPr="00E76C19" w:rsidRDefault="00E76C19" w:rsidP="00E76C19">
      <w:pPr>
        <w:pStyle w:val="libNormal"/>
        <w:rPr>
          <w:rtl/>
          <w:lang w:bidi="fa-IR"/>
        </w:rPr>
      </w:pPr>
    </w:p>
    <w:p w:rsidR="00E76C19" w:rsidRPr="00E76C19" w:rsidRDefault="00E76C19" w:rsidP="003F3903">
      <w:pPr>
        <w:pStyle w:val="Heading2"/>
        <w:rPr>
          <w:rtl/>
          <w:lang w:bidi="fa-IR"/>
        </w:rPr>
      </w:pPr>
      <w:bookmarkStart w:id="40" w:name="_Toc489701880"/>
      <w:r w:rsidRPr="00E76C19">
        <w:rPr>
          <w:rFonts w:hint="eastAsia"/>
          <w:rtl/>
          <w:lang w:bidi="fa-IR"/>
        </w:rPr>
        <w:t>حفظ</w:t>
      </w:r>
      <w:r w:rsidRPr="00E76C19">
        <w:rPr>
          <w:rtl/>
          <w:lang w:bidi="fa-IR"/>
        </w:rPr>
        <w:t xml:space="preserve"> حجاب پس از مرگ</w:t>
      </w:r>
      <w:bookmarkEnd w:id="40"/>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3F3903">
      <w:pPr>
        <w:pStyle w:val="libNormal"/>
        <w:rPr>
          <w:rtl/>
          <w:lang w:bidi="fa-IR"/>
        </w:rPr>
      </w:pPr>
      <w:r w:rsidRPr="00E76C19">
        <w:rPr>
          <w:rFonts w:hint="eastAsia"/>
          <w:rtl/>
          <w:lang w:bidi="fa-IR"/>
        </w:rPr>
        <w:t>نخستين</w:t>
      </w:r>
      <w:r w:rsidRPr="00E76C19">
        <w:rPr>
          <w:rtl/>
          <w:lang w:bidi="fa-IR"/>
        </w:rPr>
        <w:t xml:space="preserve"> كسى كه براى جنازه اش تابوت تهيه شد و او را در تابوت </w:t>
      </w:r>
      <w:r w:rsidRPr="003F3903">
        <w:rPr>
          <w:rStyle w:val="libFootnotenumChar"/>
          <w:rtl/>
        </w:rPr>
        <w:t>(٧٧)</w:t>
      </w:r>
      <w:r w:rsidRPr="00E76C19">
        <w:rPr>
          <w:rtl/>
          <w:lang w:bidi="fa-IR"/>
        </w:rPr>
        <w:t xml:space="preserve"> قرار دادند، حضرت فاطمه </w:t>
      </w:r>
      <w:r w:rsidR="003F3903" w:rsidRPr="003F3903">
        <w:rPr>
          <w:rStyle w:val="libAlaemChar"/>
          <w:rFonts w:eastAsiaTheme="minorHAnsi"/>
          <w:rtl/>
        </w:rPr>
        <w:t>عليها‌السلام</w:t>
      </w:r>
      <w:r w:rsidR="003F3903" w:rsidRPr="005100D5">
        <w:rPr>
          <w:rFonts w:ascii="Traditional Arabic" w:eastAsiaTheme="minorHAnsi" w:hAnsi="Traditional Arabic" w:cs="Traditional Arabic"/>
          <w:rtl/>
        </w:rPr>
        <w:t xml:space="preserve"> </w:t>
      </w:r>
      <w:r w:rsidRPr="00E76C19">
        <w:rPr>
          <w:rtl/>
          <w:lang w:bidi="fa-IR"/>
        </w:rPr>
        <w:t xml:space="preserve">دختر حضرت محمد </w:t>
      </w:r>
      <w:r w:rsidR="002768D7" w:rsidRPr="002768D7">
        <w:rPr>
          <w:rStyle w:val="libAlaemChar"/>
          <w:rtl/>
        </w:rPr>
        <w:t xml:space="preserve">صلى‌الله‌عليه‌وآله‌وسلم </w:t>
      </w:r>
      <w:r w:rsidRPr="00E76C19">
        <w:rPr>
          <w:rtl/>
          <w:lang w:bidi="fa-IR"/>
        </w:rPr>
        <w:t xml:space="preserve"> بود. </w:t>
      </w:r>
      <w:r w:rsidRPr="003F3903">
        <w:rPr>
          <w:rStyle w:val="libFootnotenumChar"/>
          <w:rtl/>
        </w:rPr>
        <w:t>(٧٨)</w:t>
      </w:r>
    </w:p>
    <w:p w:rsidR="00E76C19" w:rsidRPr="00E76C19" w:rsidRDefault="003F3903" w:rsidP="00E76C19">
      <w:pPr>
        <w:pStyle w:val="libNormal"/>
        <w:rPr>
          <w:rtl/>
          <w:lang w:bidi="fa-IR"/>
        </w:rPr>
      </w:pPr>
      <w:r>
        <w:rPr>
          <w:rtl/>
          <w:lang w:bidi="fa-IR"/>
        </w:rPr>
        <w:br w:type="page"/>
      </w:r>
    </w:p>
    <w:p w:rsidR="00E76C19" w:rsidRPr="00E76C19" w:rsidRDefault="00E76C19" w:rsidP="003F3903">
      <w:pPr>
        <w:pStyle w:val="Heading2"/>
        <w:rPr>
          <w:rtl/>
          <w:lang w:bidi="fa-IR"/>
        </w:rPr>
      </w:pPr>
      <w:bookmarkStart w:id="41" w:name="_Toc489701881"/>
      <w:r w:rsidRPr="00E76C19">
        <w:rPr>
          <w:rFonts w:hint="eastAsia"/>
          <w:rtl/>
          <w:lang w:bidi="fa-IR"/>
        </w:rPr>
        <w:t>نماز</w:t>
      </w:r>
      <w:r w:rsidRPr="00E76C19">
        <w:rPr>
          <w:rtl/>
          <w:lang w:bidi="fa-IR"/>
        </w:rPr>
        <w:t xml:space="preserve"> شفاعت</w:t>
      </w:r>
      <w:bookmarkEnd w:id="41"/>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همانا</w:t>
      </w:r>
      <w:r w:rsidRPr="00E76C19">
        <w:rPr>
          <w:rtl/>
          <w:lang w:bidi="fa-IR"/>
        </w:rPr>
        <w:t xml:space="preserve"> شفاعت ما خاندان ، سبك شمارنده نماز را در بر نمى گيرد، و به او نمى رسد شامل حال او نخواهد شد .</w:t>
      </w:r>
      <w:r w:rsidRPr="003F3903">
        <w:rPr>
          <w:rStyle w:val="libFootnotenumChar"/>
          <w:rtl/>
        </w:rPr>
        <w:t xml:space="preserve"> (٧٩)</w:t>
      </w:r>
    </w:p>
    <w:p w:rsidR="00E76C19" w:rsidRPr="00E76C19" w:rsidRDefault="00E76C19" w:rsidP="00E76C19">
      <w:pPr>
        <w:pStyle w:val="libNormal"/>
        <w:rPr>
          <w:rtl/>
          <w:lang w:bidi="fa-IR"/>
        </w:rPr>
      </w:pPr>
    </w:p>
    <w:p w:rsidR="00E76C19" w:rsidRPr="00E76C19" w:rsidRDefault="00E76C19" w:rsidP="003F3903">
      <w:pPr>
        <w:pStyle w:val="Heading2"/>
        <w:rPr>
          <w:rtl/>
          <w:lang w:bidi="fa-IR"/>
        </w:rPr>
      </w:pPr>
      <w:bookmarkStart w:id="42" w:name="_Toc489701882"/>
      <w:r w:rsidRPr="00E76C19">
        <w:rPr>
          <w:rFonts w:hint="eastAsia"/>
          <w:rtl/>
          <w:lang w:bidi="fa-IR"/>
        </w:rPr>
        <w:t>نماز،</w:t>
      </w:r>
      <w:r w:rsidRPr="00E76C19">
        <w:rPr>
          <w:rtl/>
          <w:lang w:bidi="fa-IR"/>
        </w:rPr>
        <w:t xml:space="preserve"> در اول وقت</w:t>
      </w:r>
      <w:bookmarkEnd w:id="42"/>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در حالى وارد مسجد شد كه عده اى از اصحاب آن حضرت در مسجد بودند.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 آيا مى دانيد پروردگار شما چه فرموده است ؟</w:t>
      </w:r>
    </w:p>
    <w:p w:rsidR="00E76C19" w:rsidRPr="00E76C19" w:rsidRDefault="00E76C19" w:rsidP="00E76C19">
      <w:pPr>
        <w:pStyle w:val="libNormal"/>
        <w:rPr>
          <w:rtl/>
          <w:lang w:bidi="fa-IR"/>
        </w:rPr>
      </w:pPr>
      <w:r w:rsidRPr="00E76C19">
        <w:rPr>
          <w:rFonts w:hint="eastAsia"/>
          <w:rtl/>
          <w:lang w:bidi="fa-IR"/>
        </w:rPr>
        <w:t>اصحاب</w:t>
      </w:r>
      <w:r w:rsidRPr="00E76C19">
        <w:rPr>
          <w:rtl/>
          <w:lang w:bidi="fa-IR"/>
        </w:rPr>
        <w:t xml:space="preserve"> عرض كردند: خدا و رسولش بهتر مى دانند.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 خداوند شما مى فرمايد:</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نمازهاى پنجگانه كه بر شما واجب شده است . هر كه آنها را در وقت خاص خود به جا آورده شود، روز قيامت حالى مرا ملاقات خواهد كرد كه براى او در نزد من سندى است كه به حكم آن سند، من آن بنده را داخل بهشت مى سازم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هر كس آنها را در وقت معين خودش ادا نكند، و بر آن محافظت ننمايد، به لطف و اراده من مربوط است . اگر بخواهم ، او را عقوبت كنم . و اگر بخواهم ، از وى در گذرم . </w:t>
      </w:r>
      <w:r w:rsidRPr="00C03C49">
        <w:rPr>
          <w:rStyle w:val="libFootnotenumChar"/>
          <w:rtl/>
        </w:rPr>
        <w:t>(٨٠)</w:t>
      </w:r>
    </w:p>
    <w:p w:rsidR="00E76C19" w:rsidRPr="00E76C19" w:rsidRDefault="00C03C49" w:rsidP="00E76C19">
      <w:pPr>
        <w:pStyle w:val="libNormal"/>
        <w:rPr>
          <w:rtl/>
          <w:lang w:bidi="fa-IR"/>
        </w:rPr>
      </w:pPr>
      <w:r>
        <w:rPr>
          <w:rtl/>
          <w:lang w:bidi="fa-IR"/>
        </w:rPr>
        <w:br w:type="page"/>
      </w:r>
    </w:p>
    <w:p w:rsidR="00E76C19" w:rsidRPr="00E76C19" w:rsidRDefault="00E76C19" w:rsidP="00C03C49">
      <w:pPr>
        <w:pStyle w:val="Heading2"/>
        <w:rPr>
          <w:rtl/>
          <w:lang w:bidi="fa-IR"/>
        </w:rPr>
      </w:pPr>
      <w:bookmarkStart w:id="43" w:name="_Toc489701883"/>
      <w:r w:rsidRPr="00E76C19">
        <w:rPr>
          <w:rFonts w:hint="eastAsia"/>
          <w:rtl/>
          <w:lang w:bidi="fa-IR"/>
        </w:rPr>
        <w:t>دعا</w:t>
      </w:r>
      <w:r w:rsidRPr="00E76C19">
        <w:rPr>
          <w:rtl/>
          <w:lang w:bidi="fa-IR"/>
        </w:rPr>
        <w:t xml:space="preserve"> به هنگام ظهر</w:t>
      </w:r>
      <w:bookmarkEnd w:id="43"/>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فرمود:</w:t>
      </w:r>
    </w:p>
    <w:p w:rsidR="00E76C19" w:rsidRPr="00E76C19" w:rsidRDefault="00E76C19" w:rsidP="00E76C19">
      <w:pPr>
        <w:pStyle w:val="libNormal"/>
        <w:rPr>
          <w:rtl/>
          <w:lang w:bidi="fa-IR"/>
        </w:rPr>
      </w:pPr>
      <w:r w:rsidRPr="00E76C19">
        <w:rPr>
          <w:rFonts w:hint="eastAsia"/>
          <w:rtl/>
          <w:lang w:bidi="fa-IR"/>
        </w:rPr>
        <w:t>هنگامى</w:t>
      </w:r>
      <w:r w:rsidRPr="00E76C19">
        <w:rPr>
          <w:rtl/>
          <w:lang w:bidi="fa-IR"/>
        </w:rPr>
        <w:t xml:space="preserve"> كه آفتاب به خط نصف النهار رسد هنگام ظهر ، درهاى آسمان و درهاى بهشت گشوده مى شود، و در اين وقت دعا مستجاب است .</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خوشا به حال كسى كه در اين هنگام عمل صالحى انجام دهد. </w:t>
      </w:r>
      <w:r w:rsidRPr="00C03C49">
        <w:rPr>
          <w:rStyle w:val="libFootnotenumChar"/>
          <w:rtl/>
        </w:rPr>
        <w:t>(٨١)</w:t>
      </w:r>
    </w:p>
    <w:p w:rsidR="00E76C19" w:rsidRPr="00E76C19" w:rsidRDefault="00E76C19" w:rsidP="00E76C19">
      <w:pPr>
        <w:pStyle w:val="libNormal"/>
        <w:rPr>
          <w:rtl/>
          <w:lang w:bidi="fa-IR"/>
        </w:rPr>
      </w:pPr>
    </w:p>
    <w:p w:rsidR="00E76C19" w:rsidRPr="00E76C19" w:rsidRDefault="00E76C19" w:rsidP="00C03C49">
      <w:pPr>
        <w:pStyle w:val="Heading2"/>
        <w:rPr>
          <w:rtl/>
          <w:lang w:bidi="fa-IR"/>
        </w:rPr>
      </w:pPr>
      <w:bookmarkStart w:id="44" w:name="_Toc489701884"/>
      <w:r w:rsidRPr="00E76C19">
        <w:rPr>
          <w:rFonts w:hint="eastAsia"/>
          <w:rtl/>
          <w:lang w:bidi="fa-IR"/>
        </w:rPr>
        <w:t>بهترين</w:t>
      </w:r>
      <w:r w:rsidRPr="00E76C19">
        <w:rPr>
          <w:rtl/>
          <w:lang w:bidi="fa-IR"/>
        </w:rPr>
        <w:t xml:space="preserve"> عمل</w:t>
      </w:r>
      <w:bookmarkEnd w:id="44"/>
    </w:p>
    <w:p w:rsidR="00E76C19" w:rsidRPr="00E76C19" w:rsidRDefault="00E76C19" w:rsidP="00E76C19">
      <w:pPr>
        <w:pStyle w:val="libNormal"/>
        <w:rPr>
          <w:rtl/>
          <w:lang w:bidi="fa-IR"/>
        </w:rPr>
      </w:pPr>
      <w:r w:rsidRPr="00E76C19">
        <w:rPr>
          <w:rFonts w:hint="eastAsia"/>
          <w:rtl/>
          <w:lang w:bidi="fa-IR"/>
        </w:rPr>
        <w:t>امير</w:t>
      </w:r>
      <w:r w:rsidRPr="00E76C19">
        <w:rPr>
          <w:rtl/>
          <w:lang w:bidi="fa-IR"/>
        </w:rPr>
        <w:t xml:space="preserve"> المومنين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بهترين</w:t>
      </w:r>
      <w:r w:rsidRPr="00E76C19">
        <w:rPr>
          <w:rtl/>
          <w:lang w:bidi="fa-IR"/>
        </w:rPr>
        <w:t xml:space="preserve"> چيزى كه اهل توسل ، براى تقرب به خدا انجام مى دهند؛ عبارت است از:</w:t>
      </w:r>
    </w:p>
    <w:p w:rsidR="00E76C19" w:rsidRPr="00E76C19" w:rsidRDefault="00E76C19" w:rsidP="00E76C19">
      <w:pPr>
        <w:pStyle w:val="libNormal"/>
        <w:rPr>
          <w:rtl/>
          <w:lang w:bidi="fa-IR"/>
        </w:rPr>
      </w:pPr>
      <w:r w:rsidRPr="00E76C19">
        <w:rPr>
          <w:rtl/>
          <w:lang w:bidi="fa-IR"/>
        </w:rPr>
        <w:t>١</w:t>
      </w:r>
      <w:r w:rsidR="00C03C49">
        <w:rPr>
          <w:rFonts w:hint="cs"/>
          <w:rtl/>
          <w:lang w:bidi="fa-IR"/>
        </w:rPr>
        <w:t xml:space="preserve"> -</w:t>
      </w:r>
      <w:r w:rsidRPr="00E76C19">
        <w:rPr>
          <w:rtl/>
          <w:lang w:bidi="fa-IR"/>
        </w:rPr>
        <w:t xml:space="preserve"> ايمان به خدا و پيامبر او</w:t>
      </w:r>
    </w:p>
    <w:p w:rsidR="00E76C19" w:rsidRPr="00E76C19" w:rsidRDefault="00E76C19" w:rsidP="00E76C19">
      <w:pPr>
        <w:pStyle w:val="libNormal"/>
        <w:rPr>
          <w:rtl/>
          <w:lang w:bidi="fa-IR"/>
        </w:rPr>
      </w:pPr>
      <w:r w:rsidRPr="00E76C19">
        <w:rPr>
          <w:rtl/>
          <w:lang w:bidi="fa-IR"/>
        </w:rPr>
        <w:t>٢</w:t>
      </w:r>
      <w:r w:rsidR="00C03C49">
        <w:rPr>
          <w:rFonts w:hint="cs"/>
          <w:rtl/>
          <w:lang w:bidi="fa-IR"/>
        </w:rPr>
        <w:t xml:space="preserve"> -</w:t>
      </w:r>
      <w:r w:rsidRPr="00E76C19">
        <w:rPr>
          <w:rtl/>
          <w:lang w:bidi="fa-IR"/>
        </w:rPr>
        <w:t xml:space="preserve"> جهاد در راه خدا</w:t>
      </w:r>
    </w:p>
    <w:p w:rsidR="00E76C19" w:rsidRPr="00E76C19" w:rsidRDefault="00E76C19" w:rsidP="00E76C19">
      <w:pPr>
        <w:pStyle w:val="libNormal"/>
        <w:rPr>
          <w:rtl/>
          <w:lang w:bidi="fa-IR"/>
        </w:rPr>
      </w:pPr>
      <w:r w:rsidRPr="00E76C19">
        <w:rPr>
          <w:rtl/>
          <w:lang w:bidi="fa-IR"/>
        </w:rPr>
        <w:t>٣</w:t>
      </w:r>
      <w:r w:rsidR="00C03C49">
        <w:rPr>
          <w:rFonts w:hint="cs"/>
          <w:rtl/>
          <w:lang w:bidi="fa-IR"/>
        </w:rPr>
        <w:t xml:space="preserve"> -</w:t>
      </w:r>
      <w:r w:rsidRPr="00E76C19">
        <w:rPr>
          <w:rtl/>
          <w:lang w:bidi="fa-IR"/>
        </w:rPr>
        <w:t xml:space="preserve"> اظهار كلمه اخلاص ، كه آن فطرت الهى است .</w:t>
      </w:r>
    </w:p>
    <w:p w:rsidR="00E76C19" w:rsidRPr="00E76C19" w:rsidRDefault="00E76C19" w:rsidP="00E76C19">
      <w:pPr>
        <w:pStyle w:val="libNormal"/>
        <w:rPr>
          <w:rtl/>
          <w:lang w:bidi="fa-IR"/>
        </w:rPr>
      </w:pPr>
      <w:r w:rsidRPr="00E76C19">
        <w:rPr>
          <w:rtl/>
          <w:lang w:bidi="fa-IR"/>
        </w:rPr>
        <w:t>٤</w:t>
      </w:r>
      <w:r w:rsidR="00C03C49">
        <w:rPr>
          <w:rFonts w:hint="cs"/>
          <w:rtl/>
          <w:lang w:bidi="fa-IR"/>
        </w:rPr>
        <w:t xml:space="preserve"> -</w:t>
      </w:r>
      <w:r w:rsidRPr="00E76C19">
        <w:rPr>
          <w:rtl/>
          <w:lang w:bidi="fa-IR"/>
        </w:rPr>
        <w:t xml:space="preserve"> به پا داشتن نماز، كه آن شريعت است .</w:t>
      </w:r>
    </w:p>
    <w:p w:rsidR="00E76C19" w:rsidRPr="00E76C19" w:rsidRDefault="00E76C19" w:rsidP="00E76C19">
      <w:pPr>
        <w:pStyle w:val="libNormal"/>
        <w:rPr>
          <w:rtl/>
          <w:lang w:bidi="fa-IR"/>
        </w:rPr>
      </w:pPr>
      <w:r w:rsidRPr="00E76C19">
        <w:rPr>
          <w:rtl/>
          <w:lang w:bidi="fa-IR"/>
        </w:rPr>
        <w:t>٥</w:t>
      </w:r>
      <w:r w:rsidR="00C03C49">
        <w:rPr>
          <w:rFonts w:hint="cs"/>
          <w:rtl/>
          <w:lang w:bidi="fa-IR"/>
        </w:rPr>
        <w:t xml:space="preserve"> -</w:t>
      </w:r>
      <w:r w:rsidRPr="00E76C19">
        <w:rPr>
          <w:rtl/>
          <w:lang w:bidi="fa-IR"/>
        </w:rPr>
        <w:t xml:space="preserve"> پرداختن زكات ، كه از واجباتى است كه خداوند عزوجل مقرر فرموده است .</w:t>
      </w:r>
    </w:p>
    <w:p w:rsidR="00E76C19" w:rsidRPr="00E76C19" w:rsidRDefault="00E76C19" w:rsidP="00E76C19">
      <w:pPr>
        <w:pStyle w:val="libNormal"/>
        <w:rPr>
          <w:rtl/>
          <w:lang w:bidi="fa-IR"/>
        </w:rPr>
      </w:pPr>
      <w:r w:rsidRPr="00E76C19">
        <w:rPr>
          <w:rtl/>
          <w:lang w:bidi="fa-IR"/>
        </w:rPr>
        <w:t>٦</w:t>
      </w:r>
      <w:r w:rsidR="00C03C49">
        <w:rPr>
          <w:rFonts w:hint="cs"/>
          <w:rtl/>
          <w:lang w:bidi="fa-IR"/>
        </w:rPr>
        <w:t xml:space="preserve"> -</w:t>
      </w:r>
      <w:r w:rsidRPr="00E76C19">
        <w:rPr>
          <w:rtl/>
          <w:lang w:bidi="fa-IR"/>
        </w:rPr>
        <w:t xml:space="preserve"> روزه داشتن ، كه سپر حافظى در برابر عذاب خداى متعال است .</w:t>
      </w:r>
    </w:p>
    <w:p w:rsidR="00E76C19" w:rsidRPr="00E76C19" w:rsidRDefault="00E76C19" w:rsidP="00E76C19">
      <w:pPr>
        <w:pStyle w:val="libNormal"/>
        <w:rPr>
          <w:rtl/>
          <w:lang w:bidi="fa-IR"/>
        </w:rPr>
      </w:pPr>
      <w:r w:rsidRPr="00E76C19">
        <w:rPr>
          <w:rtl/>
          <w:lang w:bidi="fa-IR"/>
        </w:rPr>
        <w:t>٧</w:t>
      </w:r>
      <w:r w:rsidR="00C03C49">
        <w:rPr>
          <w:rFonts w:hint="cs"/>
          <w:rtl/>
          <w:lang w:bidi="fa-IR"/>
        </w:rPr>
        <w:t xml:space="preserve"> -</w:t>
      </w:r>
      <w:r w:rsidRPr="00E76C19">
        <w:rPr>
          <w:rtl/>
          <w:lang w:bidi="fa-IR"/>
        </w:rPr>
        <w:t xml:space="preserve"> به جا آوردن حج خانه خدا، كه دور كننده تنگدستى و برطرف كننده گناهان است .</w:t>
      </w:r>
    </w:p>
    <w:p w:rsidR="00E76C19" w:rsidRPr="00E76C19" w:rsidRDefault="00E76C19" w:rsidP="00E76C19">
      <w:pPr>
        <w:pStyle w:val="libNormal"/>
        <w:rPr>
          <w:rtl/>
          <w:lang w:bidi="fa-IR"/>
        </w:rPr>
      </w:pPr>
      <w:r w:rsidRPr="00E76C19">
        <w:rPr>
          <w:rtl/>
          <w:lang w:bidi="fa-IR"/>
        </w:rPr>
        <w:lastRenderedPageBreak/>
        <w:t>٨</w:t>
      </w:r>
      <w:r w:rsidR="00C03C49">
        <w:rPr>
          <w:rFonts w:hint="cs"/>
          <w:rtl/>
          <w:lang w:bidi="fa-IR"/>
        </w:rPr>
        <w:t xml:space="preserve"> -</w:t>
      </w:r>
      <w:r w:rsidRPr="00E76C19">
        <w:rPr>
          <w:rtl/>
          <w:lang w:bidi="fa-IR"/>
        </w:rPr>
        <w:t xml:space="preserve"> سركشى به خويشاوندان ، كه موجب افزايش مال و تاخير در مرگ است .</w:t>
      </w:r>
    </w:p>
    <w:p w:rsidR="00E76C19" w:rsidRPr="00E76C19" w:rsidRDefault="00E76C19" w:rsidP="00E76C19">
      <w:pPr>
        <w:pStyle w:val="libNormal"/>
        <w:rPr>
          <w:rtl/>
          <w:lang w:bidi="fa-IR"/>
        </w:rPr>
      </w:pPr>
      <w:r w:rsidRPr="00E76C19">
        <w:rPr>
          <w:rtl/>
          <w:lang w:bidi="fa-IR"/>
        </w:rPr>
        <w:t>٩</w:t>
      </w:r>
      <w:r w:rsidR="00C03C49">
        <w:rPr>
          <w:rFonts w:hint="cs"/>
          <w:rtl/>
          <w:lang w:bidi="fa-IR"/>
        </w:rPr>
        <w:t xml:space="preserve"> -</w:t>
      </w:r>
      <w:r w:rsidRPr="00E76C19">
        <w:rPr>
          <w:rtl/>
          <w:lang w:bidi="fa-IR"/>
        </w:rPr>
        <w:t xml:space="preserve"> صدقه دادن پنهانى ، كه گناه را خاموش مى سازد، و آتش غضب و خشم خدا را فرو مى نشاند.</w:t>
      </w:r>
    </w:p>
    <w:p w:rsidR="00E76C19" w:rsidRPr="00E76C19" w:rsidRDefault="00E76C19" w:rsidP="00E76C19">
      <w:pPr>
        <w:pStyle w:val="libNormal"/>
        <w:rPr>
          <w:rtl/>
          <w:lang w:bidi="fa-IR"/>
        </w:rPr>
      </w:pPr>
      <w:r w:rsidRPr="00E76C19">
        <w:rPr>
          <w:rtl/>
          <w:lang w:bidi="fa-IR"/>
        </w:rPr>
        <w:t>١٠</w:t>
      </w:r>
      <w:r w:rsidR="00C03C49">
        <w:rPr>
          <w:rFonts w:hint="cs"/>
          <w:rtl/>
          <w:lang w:bidi="fa-IR"/>
        </w:rPr>
        <w:t xml:space="preserve"> -</w:t>
      </w:r>
      <w:r w:rsidRPr="00E76C19">
        <w:rPr>
          <w:rtl/>
          <w:lang w:bidi="fa-IR"/>
        </w:rPr>
        <w:t xml:space="preserve"> كار خير و احسان به ديگران ، كه مرگهاى بد را دفع مى كند؛ و انسان را از بلاهاى ناگزير باز مى دارد.</w:t>
      </w:r>
    </w:p>
    <w:p w:rsidR="00E76C19" w:rsidRPr="00E76C19" w:rsidRDefault="00E76C19" w:rsidP="00E76C19">
      <w:pPr>
        <w:pStyle w:val="libNormal"/>
        <w:rPr>
          <w:rtl/>
          <w:lang w:bidi="fa-IR"/>
        </w:rPr>
      </w:pPr>
      <w:r w:rsidRPr="00E76C19">
        <w:rPr>
          <w:rtl/>
          <w:lang w:bidi="fa-IR"/>
        </w:rPr>
        <w:t>١١</w:t>
      </w:r>
      <w:r w:rsidR="00C03C49">
        <w:rPr>
          <w:rFonts w:hint="cs"/>
          <w:rtl/>
          <w:lang w:bidi="fa-IR"/>
        </w:rPr>
        <w:t xml:space="preserve"> -</w:t>
      </w:r>
      <w:r w:rsidRPr="00E76C19">
        <w:rPr>
          <w:rtl/>
          <w:lang w:bidi="fa-IR"/>
        </w:rPr>
        <w:t xml:space="preserve"> هشيار باشيد كه راست بگوييد، زيرا خداوند با صادقان است .</w:t>
      </w:r>
    </w:p>
    <w:p w:rsidR="00E76C19" w:rsidRPr="00E76C19" w:rsidRDefault="00E76C19" w:rsidP="00E76C19">
      <w:pPr>
        <w:pStyle w:val="libNormal"/>
        <w:rPr>
          <w:rtl/>
          <w:lang w:bidi="fa-IR"/>
        </w:rPr>
      </w:pPr>
      <w:r w:rsidRPr="00E76C19">
        <w:rPr>
          <w:rtl/>
          <w:lang w:bidi="fa-IR"/>
        </w:rPr>
        <w:t>١٢</w:t>
      </w:r>
      <w:r w:rsidR="00C03C49">
        <w:rPr>
          <w:rFonts w:hint="cs"/>
          <w:rtl/>
          <w:lang w:bidi="fa-IR"/>
        </w:rPr>
        <w:t xml:space="preserve"> -</w:t>
      </w:r>
      <w:r w:rsidRPr="00E76C19">
        <w:rPr>
          <w:rtl/>
          <w:lang w:bidi="fa-IR"/>
        </w:rPr>
        <w:t xml:space="preserve"> از دروغ و دروغگو دورى گزينيد، كه دروغگو از ايمان دور است .</w:t>
      </w:r>
    </w:p>
    <w:p w:rsidR="00E76C19" w:rsidRPr="00E76C19" w:rsidRDefault="00E76C19" w:rsidP="00E76C19">
      <w:pPr>
        <w:pStyle w:val="libNormal"/>
        <w:rPr>
          <w:rtl/>
          <w:lang w:bidi="fa-IR"/>
        </w:rPr>
      </w:pPr>
      <w:r w:rsidRPr="00E76C19">
        <w:rPr>
          <w:rtl/>
          <w:lang w:bidi="fa-IR"/>
        </w:rPr>
        <w:t>١٣</w:t>
      </w:r>
      <w:r w:rsidR="00C03C49">
        <w:rPr>
          <w:rFonts w:hint="cs"/>
          <w:rtl/>
          <w:lang w:bidi="fa-IR"/>
        </w:rPr>
        <w:t xml:space="preserve"> -</w:t>
      </w:r>
      <w:r w:rsidRPr="00E76C19">
        <w:rPr>
          <w:rtl/>
          <w:lang w:bidi="fa-IR"/>
        </w:rPr>
        <w:t xml:space="preserve"> آگاه باشيد كه راستگو در مسير نجات و كرامت است .</w:t>
      </w:r>
    </w:p>
    <w:p w:rsidR="00E76C19" w:rsidRPr="00E76C19" w:rsidRDefault="00E76C19" w:rsidP="00E76C19">
      <w:pPr>
        <w:pStyle w:val="libNormal"/>
        <w:rPr>
          <w:rtl/>
          <w:lang w:bidi="fa-IR"/>
        </w:rPr>
      </w:pPr>
      <w:r w:rsidRPr="00E76C19">
        <w:rPr>
          <w:rtl/>
          <w:lang w:bidi="fa-IR"/>
        </w:rPr>
        <w:t>١٤</w:t>
      </w:r>
      <w:r w:rsidR="00C03C49">
        <w:rPr>
          <w:rFonts w:hint="cs"/>
          <w:rtl/>
          <w:lang w:bidi="fa-IR"/>
        </w:rPr>
        <w:t xml:space="preserve"> -</w:t>
      </w:r>
      <w:r w:rsidRPr="00E76C19">
        <w:rPr>
          <w:rtl/>
          <w:lang w:bidi="fa-IR"/>
        </w:rPr>
        <w:t xml:space="preserve"> بدانيد كه دروغگو، بر لب پرتگاه رسوايى و هلاك است .</w:t>
      </w:r>
    </w:p>
    <w:p w:rsidR="00E76C19" w:rsidRPr="00E76C19" w:rsidRDefault="00E76C19" w:rsidP="00E76C19">
      <w:pPr>
        <w:pStyle w:val="libNormal"/>
        <w:rPr>
          <w:rtl/>
          <w:lang w:bidi="fa-IR"/>
        </w:rPr>
      </w:pPr>
      <w:r w:rsidRPr="00E76C19">
        <w:rPr>
          <w:rtl/>
          <w:lang w:bidi="fa-IR"/>
        </w:rPr>
        <w:t>١٥</w:t>
      </w:r>
      <w:r w:rsidR="00C03C49">
        <w:rPr>
          <w:rFonts w:hint="cs"/>
          <w:rtl/>
          <w:lang w:bidi="fa-IR"/>
        </w:rPr>
        <w:t xml:space="preserve"> -</w:t>
      </w:r>
      <w:r w:rsidRPr="00E76C19">
        <w:rPr>
          <w:rtl/>
          <w:lang w:bidi="fa-IR"/>
        </w:rPr>
        <w:t xml:space="preserve"> مراقب باشيد كه پيوسته سخن خير بر زبان برانيد تا به آن شناخته شويد.</w:t>
      </w:r>
    </w:p>
    <w:p w:rsidR="00E76C19" w:rsidRPr="00E76C19" w:rsidRDefault="00E76C19" w:rsidP="00E76C19">
      <w:pPr>
        <w:pStyle w:val="libNormal"/>
        <w:rPr>
          <w:rtl/>
          <w:lang w:bidi="fa-IR"/>
        </w:rPr>
      </w:pPr>
      <w:r w:rsidRPr="00E76C19">
        <w:rPr>
          <w:rtl/>
          <w:lang w:bidi="fa-IR"/>
        </w:rPr>
        <w:t>١٦</w:t>
      </w:r>
      <w:r w:rsidR="00C03C49">
        <w:rPr>
          <w:rFonts w:hint="cs"/>
          <w:rtl/>
          <w:lang w:bidi="fa-IR"/>
        </w:rPr>
        <w:t xml:space="preserve"> -</w:t>
      </w:r>
      <w:r w:rsidRPr="00E76C19">
        <w:rPr>
          <w:rtl/>
          <w:lang w:bidi="fa-IR"/>
        </w:rPr>
        <w:t xml:space="preserve"> به كار خير عمل كنيد، تا اهل خير باشيد.</w:t>
      </w:r>
    </w:p>
    <w:p w:rsidR="00E76C19" w:rsidRPr="00E76C19" w:rsidRDefault="00E76C19" w:rsidP="00E76C19">
      <w:pPr>
        <w:pStyle w:val="libNormal"/>
        <w:rPr>
          <w:rtl/>
          <w:lang w:bidi="fa-IR"/>
        </w:rPr>
      </w:pPr>
      <w:r w:rsidRPr="00E76C19">
        <w:rPr>
          <w:rtl/>
          <w:lang w:bidi="fa-IR"/>
        </w:rPr>
        <w:t>١٧</w:t>
      </w:r>
      <w:r w:rsidR="00C03C49">
        <w:rPr>
          <w:rFonts w:hint="cs"/>
          <w:rtl/>
          <w:lang w:bidi="fa-IR"/>
        </w:rPr>
        <w:t xml:space="preserve"> -</w:t>
      </w:r>
      <w:r w:rsidRPr="00E76C19">
        <w:rPr>
          <w:rtl/>
          <w:lang w:bidi="fa-IR"/>
        </w:rPr>
        <w:t xml:space="preserve"> كسى كه شما را امين شمرده ، امانتش را اداء كنيد.</w:t>
      </w:r>
    </w:p>
    <w:p w:rsidR="00E76C19" w:rsidRPr="00E76C19" w:rsidRDefault="00E76C19" w:rsidP="00E76C19">
      <w:pPr>
        <w:pStyle w:val="libNormal"/>
        <w:rPr>
          <w:rtl/>
          <w:lang w:bidi="fa-IR"/>
        </w:rPr>
      </w:pPr>
      <w:r w:rsidRPr="00E76C19">
        <w:rPr>
          <w:rtl/>
          <w:lang w:bidi="fa-IR"/>
        </w:rPr>
        <w:t>١٨</w:t>
      </w:r>
      <w:r w:rsidR="00C03C49">
        <w:rPr>
          <w:rFonts w:hint="cs"/>
          <w:rtl/>
          <w:lang w:bidi="fa-IR"/>
        </w:rPr>
        <w:t xml:space="preserve"> -</w:t>
      </w:r>
      <w:r w:rsidRPr="00E76C19">
        <w:rPr>
          <w:rtl/>
          <w:lang w:bidi="fa-IR"/>
        </w:rPr>
        <w:t xml:space="preserve"> خويشاوندانى كه شما را ترك كرده اند، با آنان مهربان باشيد.</w:t>
      </w:r>
    </w:p>
    <w:p w:rsidR="00E76C19" w:rsidRPr="00E76C19" w:rsidRDefault="00E76C19" w:rsidP="00E76C19">
      <w:pPr>
        <w:pStyle w:val="libNormal"/>
        <w:rPr>
          <w:rtl/>
          <w:lang w:bidi="fa-IR"/>
        </w:rPr>
      </w:pPr>
      <w:r w:rsidRPr="00E76C19">
        <w:rPr>
          <w:rtl/>
          <w:lang w:bidi="fa-IR"/>
        </w:rPr>
        <w:t>١٩</w:t>
      </w:r>
      <w:r w:rsidR="00C03C49">
        <w:rPr>
          <w:rFonts w:hint="cs"/>
          <w:rtl/>
          <w:lang w:bidi="fa-IR"/>
        </w:rPr>
        <w:t xml:space="preserve"> -</w:t>
      </w:r>
      <w:r w:rsidRPr="00E76C19">
        <w:rPr>
          <w:rtl/>
          <w:lang w:bidi="fa-IR"/>
        </w:rPr>
        <w:t xml:space="preserve"> به كسانى كه شما را از خير خود محروم ساخته اند، احسان كنيد. </w:t>
      </w:r>
      <w:r w:rsidRPr="00C03C49">
        <w:rPr>
          <w:rStyle w:val="libFootnotenumChar"/>
          <w:rtl/>
        </w:rPr>
        <w:t>(٨٢)</w:t>
      </w:r>
    </w:p>
    <w:p w:rsidR="00E76C19" w:rsidRPr="00E76C19" w:rsidRDefault="00C03C49" w:rsidP="00E76C19">
      <w:pPr>
        <w:pStyle w:val="libNormal"/>
        <w:rPr>
          <w:rtl/>
          <w:lang w:bidi="fa-IR"/>
        </w:rPr>
      </w:pPr>
      <w:r>
        <w:rPr>
          <w:rtl/>
          <w:lang w:bidi="fa-IR"/>
        </w:rPr>
        <w:br w:type="page"/>
      </w:r>
    </w:p>
    <w:p w:rsidR="00E76C19" w:rsidRPr="00E76C19" w:rsidRDefault="00E76C19" w:rsidP="00C03C49">
      <w:pPr>
        <w:pStyle w:val="Heading2"/>
        <w:rPr>
          <w:rtl/>
          <w:lang w:bidi="fa-IR"/>
        </w:rPr>
      </w:pPr>
      <w:bookmarkStart w:id="45" w:name="_Toc489701885"/>
      <w:r w:rsidRPr="00E76C19">
        <w:rPr>
          <w:rFonts w:hint="eastAsia"/>
          <w:rtl/>
          <w:lang w:bidi="fa-IR"/>
        </w:rPr>
        <w:t>سجده</w:t>
      </w:r>
      <w:r w:rsidRPr="00E76C19">
        <w:rPr>
          <w:rtl/>
          <w:lang w:bidi="fa-IR"/>
        </w:rPr>
        <w:t xml:space="preserve"> و شيطان</w:t>
      </w:r>
      <w:bookmarkEnd w:id="45"/>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محبوب</w:t>
      </w:r>
      <w:r w:rsidRPr="00E76C19">
        <w:rPr>
          <w:rtl/>
          <w:lang w:bidi="fa-IR"/>
        </w:rPr>
        <w:t xml:space="preserve"> ترين كارها نزد خداوند نماز است . كه آن آخرين سفارش پيامبران </w:t>
      </w:r>
      <w:r w:rsidR="004A085F" w:rsidRPr="004A085F">
        <w:rPr>
          <w:rStyle w:val="libAlaemChar"/>
          <w:rtl/>
          <w:lang w:bidi="fa-IR"/>
        </w:rPr>
        <w:t xml:space="preserve">عليه‌السلام </w:t>
      </w:r>
      <w:r w:rsidRPr="00E76C19">
        <w:rPr>
          <w:rtl/>
          <w:lang w:bidi="fa-IR"/>
        </w:rPr>
        <w:t>است . چقدر خوب و نيكوست كه شخص غسل كند و يا وضو بگيرد و آنگاه به گوشه اى رود تا كسى او را نبيند، و به نماز ايستد. پس ‍ خداوند عزوجل بر او نظر افكند، در حالى كه او در حال ركوع و س</w:t>
      </w:r>
      <w:r w:rsidRPr="00E76C19">
        <w:rPr>
          <w:rFonts w:hint="eastAsia"/>
          <w:rtl/>
          <w:lang w:bidi="fa-IR"/>
        </w:rPr>
        <w:t>جده</w:t>
      </w:r>
      <w:r w:rsidRPr="00E76C19">
        <w:rPr>
          <w:rtl/>
          <w:lang w:bidi="fa-IR"/>
        </w:rPr>
        <w:t xml:space="preserve"> است . هر گاه او به سجده رود و سجده اش را طولانى كند، ابليس فرياد ندامت سر مى دهد: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واى بر من ! ايشان فرمانبردار خدايند، و من سركش هستم ، ايشان سجده مى كنند و من تكبر ورزيدم . </w:t>
      </w:r>
      <w:r w:rsidRPr="00C03C49">
        <w:rPr>
          <w:rStyle w:val="libFootnotenumChar"/>
          <w:rtl/>
        </w:rPr>
        <w:t>(٨٣)</w:t>
      </w:r>
    </w:p>
    <w:p w:rsidR="00E76C19" w:rsidRPr="00E76C19" w:rsidRDefault="00C03C49" w:rsidP="00E76C19">
      <w:pPr>
        <w:pStyle w:val="libNormal"/>
        <w:rPr>
          <w:rtl/>
          <w:lang w:bidi="fa-IR"/>
        </w:rPr>
      </w:pPr>
      <w:r>
        <w:rPr>
          <w:rtl/>
          <w:lang w:bidi="fa-IR"/>
        </w:rPr>
        <w:br w:type="page"/>
      </w:r>
    </w:p>
    <w:p w:rsidR="00E76C19" w:rsidRPr="00E76C19" w:rsidRDefault="00E76C19" w:rsidP="00C03C49">
      <w:pPr>
        <w:pStyle w:val="Heading2"/>
        <w:rPr>
          <w:rtl/>
          <w:lang w:bidi="fa-IR"/>
        </w:rPr>
      </w:pPr>
      <w:bookmarkStart w:id="46" w:name="_Toc489701886"/>
      <w:r w:rsidRPr="00E76C19">
        <w:rPr>
          <w:rFonts w:hint="eastAsia"/>
          <w:rtl/>
          <w:lang w:bidi="fa-IR"/>
        </w:rPr>
        <w:t>نماز</w:t>
      </w:r>
      <w:r w:rsidRPr="00E76C19">
        <w:rPr>
          <w:rtl/>
          <w:lang w:bidi="fa-IR"/>
        </w:rPr>
        <w:t xml:space="preserve"> و آمرزش گناهان</w:t>
      </w:r>
      <w:bookmarkEnd w:id="46"/>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رسول خدا </w:t>
      </w:r>
      <w:r w:rsidR="002768D7" w:rsidRPr="002768D7">
        <w:rPr>
          <w:rStyle w:val="libAlaemChar"/>
          <w:rtl/>
        </w:rPr>
        <w:t xml:space="preserve">صلى‌الله‌عليه‌وآله‌وسلم </w:t>
      </w:r>
      <w:r w:rsidRPr="00E76C19">
        <w:rPr>
          <w:rtl/>
          <w:lang w:bidi="fa-IR"/>
        </w:rPr>
        <w:t xml:space="preserve"> فرمود:</w:t>
      </w:r>
    </w:p>
    <w:p w:rsidR="00E76C19" w:rsidRPr="00E76C19" w:rsidRDefault="00E76C19" w:rsidP="00E76C19">
      <w:pPr>
        <w:pStyle w:val="libNormal"/>
        <w:rPr>
          <w:rtl/>
          <w:lang w:bidi="fa-IR"/>
        </w:rPr>
      </w:pPr>
      <w:r w:rsidRPr="00E76C19">
        <w:rPr>
          <w:rFonts w:hint="eastAsia"/>
          <w:rtl/>
          <w:lang w:bidi="fa-IR"/>
        </w:rPr>
        <w:t>همانا</w:t>
      </w:r>
      <w:r w:rsidRPr="00E76C19">
        <w:rPr>
          <w:rtl/>
          <w:lang w:bidi="fa-IR"/>
        </w:rPr>
        <w:t xml:space="preserve"> مثل نماز در ميان شما، مانند نهرى است بر در خانه شما. هر گاه در شبانه روز، پنج بار از خانه بيرون آمده و بدن را در نهر شستشو دهيد، اثر از چرك و آلودگى در بدنتان نخواهد ماند.</w:t>
      </w:r>
    </w:p>
    <w:p w:rsidR="00E76C19" w:rsidRPr="00E76C19" w:rsidRDefault="00E76C19" w:rsidP="00E76C19">
      <w:pPr>
        <w:pStyle w:val="libNormal"/>
        <w:rPr>
          <w:rtl/>
          <w:lang w:bidi="fa-IR"/>
        </w:rPr>
      </w:pPr>
      <w:r w:rsidRPr="00E76C19">
        <w:rPr>
          <w:rFonts w:hint="eastAsia"/>
          <w:rtl/>
          <w:lang w:bidi="fa-IR"/>
        </w:rPr>
        <w:t>همچنين</w:t>
      </w:r>
      <w:r w:rsidRPr="00E76C19">
        <w:rPr>
          <w:rtl/>
          <w:lang w:bidi="fa-IR"/>
        </w:rPr>
        <w:t xml:space="preserve"> است اثر گناهان ، كه با پنج بار نماز در شبانه روز، از بين مى رود. </w:t>
      </w:r>
      <w:r w:rsidRPr="00C03C49">
        <w:rPr>
          <w:rStyle w:val="libFootnotenumChar"/>
          <w:rtl/>
        </w:rPr>
        <w:t>(٨٤)</w:t>
      </w:r>
    </w:p>
    <w:p w:rsidR="00E76C19" w:rsidRPr="00E76C19" w:rsidRDefault="00C03C49" w:rsidP="00E76C19">
      <w:pPr>
        <w:pStyle w:val="libNormal"/>
        <w:rPr>
          <w:rtl/>
          <w:lang w:bidi="fa-IR"/>
        </w:rPr>
      </w:pPr>
      <w:r>
        <w:rPr>
          <w:rtl/>
          <w:lang w:bidi="fa-IR"/>
        </w:rPr>
        <w:br w:type="page"/>
      </w:r>
    </w:p>
    <w:p w:rsidR="00E76C19" w:rsidRPr="00E76C19" w:rsidRDefault="00E76C19" w:rsidP="00C03C49">
      <w:pPr>
        <w:pStyle w:val="Heading2"/>
        <w:rPr>
          <w:rtl/>
          <w:lang w:bidi="fa-IR"/>
        </w:rPr>
      </w:pPr>
      <w:bookmarkStart w:id="47" w:name="_Toc489701887"/>
      <w:r w:rsidRPr="00E76C19">
        <w:rPr>
          <w:rFonts w:hint="eastAsia"/>
          <w:rtl/>
          <w:lang w:bidi="fa-IR"/>
        </w:rPr>
        <w:t>مسجد</w:t>
      </w:r>
      <w:r w:rsidRPr="00E76C19">
        <w:rPr>
          <w:rtl/>
          <w:lang w:bidi="fa-IR"/>
        </w:rPr>
        <w:t xml:space="preserve"> براثا</w:t>
      </w:r>
      <w:bookmarkEnd w:id="47"/>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امير المومنين </w:t>
      </w:r>
      <w:r w:rsidR="004A085F" w:rsidRPr="004A085F">
        <w:rPr>
          <w:rStyle w:val="libAlaemChar"/>
          <w:rtl/>
          <w:lang w:bidi="fa-IR"/>
        </w:rPr>
        <w:t xml:space="preserve">عليه‌السلام </w:t>
      </w:r>
      <w:r w:rsidRPr="00E76C19">
        <w:rPr>
          <w:rtl/>
          <w:lang w:bidi="fa-IR"/>
        </w:rPr>
        <w:t>، بعد از جنگ نهروان كه با خوارج انجام داد به مسجد براثا رسيد. در آنجا با يارانش كه حدود صد هزار نفر مى شدند مشغول نماز شد. يكى از ياران جابر بن عبد الله انصارى بود. جابر گويد:</w:t>
      </w:r>
    </w:p>
    <w:p w:rsidR="00E76C19" w:rsidRPr="00E76C19" w:rsidRDefault="00E76C19" w:rsidP="00E76C19">
      <w:pPr>
        <w:pStyle w:val="libNormal"/>
        <w:rPr>
          <w:rtl/>
          <w:lang w:bidi="fa-IR"/>
        </w:rPr>
      </w:pPr>
      <w:r w:rsidRPr="00E76C19">
        <w:rPr>
          <w:rFonts w:hint="eastAsia"/>
          <w:rtl/>
          <w:lang w:bidi="fa-IR"/>
        </w:rPr>
        <w:t>مردى</w:t>
      </w:r>
      <w:r w:rsidRPr="00E76C19">
        <w:rPr>
          <w:rtl/>
          <w:lang w:bidi="fa-IR"/>
        </w:rPr>
        <w:t xml:space="preserve"> نصرانى از صومعه خود بيرون آمد و گفت :</w:t>
      </w:r>
    </w:p>
    <w:p w:rsidR="00E76C19" w:rsidRPr="00E76C19" w:rsidRDefault="00E76C19" w:rsidP="00E76C19">
      <w:pPr>
        <w:pStyle w:val="libNormal"/>
        <w:rPr>
          <w:rtl/>
          <w:lang w:bidi="fa-IR"/>
        </w:rPr>
      </w:pPr>
      <w:r w:rsidRPr="00E76C19">
        <w:rPr>
          <w:rFonts w:hint="eastAsia"/>
          <w:rtl/>
          <w:lang w:bidi="fa-IR"/>
        </w:rPr>
        <w:t>سردار</w:t>
      </w:r>
      <w:r w:rsidRPr="00E76C19">
        <w:rPr>
          <w:rtl/>
          <w:lang w:bidi="fa-IR"/>
        </w:rPr>
        <w:t xml:space="preserve"> و فرمانده اين سپاه كيست ؟ ما اشاره به حضرت كرديم و گفتيم : ايشان فرمانده و سردار ما هستند.</w:t>
      </w:r>
    </w:p>
    <w:p w:rsidR="00E76C19" w:rsidRPr="00E76C19" w:rsidRDefault="00E76C19" w:rsidP="00E76C19">
      <w:pPr>
        <w:pStyle w:val="libNormal"/>
        <w:rPr>
          <w:rtl/>
          <w:lang w:bidi="fa-IR"/>
        </w:rPr>
      </w:pPr>
      <w:r w:rsidRPr="00E76C19">
        <w:rPr>
          <w:rFonts w:hint="eastAsia"/>
          <w:rtl/>
          <w:lang w:bidi="fa-IR"/>
        </w:rPr>
        <w:t>مرد</w:t>
      </w:r>
      <w:r w:rsidRPr="00E76C19">
        <w:rPr>
          <w:rtl/>
          <w:lang w:bidi="fa-IR"/>
        </w:rPr>
        <w:t xml:space="preserve"> نصرانى رو به حضرت نموده و سلام كرد و گفت : سرور من ! آيا تو پيامبر خدا هستى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 نه ، پيغمبر </w:t>
      </w:r>
      <w:r w:rsidR="002768D7" w:rsidRPr="002768D7">
        <w:rPr>
          <w:rStyle w:val="libAlaemChar"/>
          <w:rtl/>
        </w:rPr>
        <w:t xml:space="preserve">صلى‌الله‌عليه‌وآله‌وسلم </w:t>
      </w:r>
      <w:r w:rsidRPr="00E76C19">
        <w:rPr>
          <w:rtl/>
          <w:lang w:bidi="fa-IR"/>
        </w:rPr>
        <w:t xml:space="preserve"> كه سيد و سرور من بود، از دنيا رفته است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تو وصى پيغمبرى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آرى ، بنشين ، از چه رو اين سوالها را مى كنى ؟</w:t>
      </w:r>
    </w:p>
    <w:p w:rsidR="00E76C19" w:rsidRPr="00E76C19" w:rsidRDefault="00E76C19" w:rsidP="00E76C19">
      <w:pPr>
        <w:pStyle w:val="libNormal"/>
        <w:rPr>
          <w:rtl/>
          <w:lang w:bidi="fa-IR"/>
        </w:rPr>
      </w:pPr>
      <w:r w:rsidRPr="00E76C19">
        <w:rPr>
          <w:rFonts w:hint="eastAsia"/>
          <w:rtl/>
          <w:lang w:bidi="fa-IR"/>
        </w:rPr>
        <w:t>مرد</w:t>
      </w:r>
      <w:r w:rsidRPr="00E76C19">
        <w:rPr>
          <w:rtl/>
          <w:lang w:bidi="fa-IR"/>
        </w:rPr>
        <w:t xml:space="preserve"> نصرانى عرض كرد: من اين صومعه را در اين محل كه براثا است بنا كرده ام ، چون در كتاب آسمانى خوانده ام كه در اين محل ، جمعيت زيادى با پيغمبر و يا وصى پيغمبر نماز مى خوانند. و اكنون آمده ام تا مسلمان شوم . سپس اسلام آورد و همراه ما روانه كوفه شد.</w:t>
      </w:r>
    </w:p>
    <w:p w:rsidR="00E76C19" w:rsidRPr="00E76C19" w:rsidRDefault="00E76C19" w:rsidP="00E76C19">
      <w:pPr>
        <w:pStyle w:val="libNormal"/>
        <w:rPr>
          <w:rtl/>
          <w:lang w:bidi="fa-IR"/>
        </w:rPr>
      </w:pPr>
      <w:r w:rsidRPr="00E76C19">
        <w:rPr>
          <w:rFonts w:hint="eastAsia"/>
          <w:rtl/>
          <w:lang w:bidi="fa-IR"/>
        </w:rPr>
        <w:t>امير</w:t>
      </w:r>
      <w:r w:rsidRPr="00E76C19">
        <w:rPr>
          <w:rtl/>
          <w:lang w:bidi="fa-IR"/>
        </w:rPr>
        <w:t xml:space="preserve"> المومنين </w:t>
      </w:r>
      <w:r w:rsidR="004A085F" w:rsidRPr="004A085F">
        <w:rPr>
          <w:rStyle w:val="libAlaemChar"/>
          <w:rtl/>
          <w:lang w:bidi="fa-IR"/>
        </w:rPr>
        <w:t xml:space="preserve">عليه‌السلام </w:t>
      </w:r>
      <w:r w:rsidRPr="00E76C19">
        <w:rPr>
          <w:rtl/>
          <w:lang w:bidi="fa-IR"/>
        </w:rPr>
        <w:t>به او فرمود: چه كسى در اينجا نماز خوانده است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عيسى بن مريم </w:t>
      </w:r>
      <w:r w:rsidR="004A085F" w:rsidRPr="004A085F">
        <w:rPr>
          <w:rStyle w:val="libAlaemChar"/>
          <w:rtl/>
          <w:lang w:bidi="fa-IR"/>
        </w:rPr>
        <w:t xml:space="preserve">عليه‌السلام </w:t>
      </w:r>
      <w:r w:rsidRPr="00E76C19">
        <w:rPr>
          <w:rtl/>
          <w:lang w:bidi="fa-IR"/>
        </w:rPr>
        <w:t>و مادرش در اينجا نماز خوانده اند.</w:t>
      </w:r>
    </w:p>
    <w:p w:rsidR="00E76C19" w:rsidRPr="00E76C19" w:rsidRDefault="00E76C19" w:rsidP="00E76C19">
      <w:pPr>
        <w:pStyle w:val="libNormal"/>
        <w:rPr>
          <w:rtl/>
          <w:lang w:bidi="fa-IR"/>
        </w:rPr>
      </w:pPr>
      <w:r w:rsidRPr="00E76C19">
        <w:rPr>
          <w:rFonts w:hint="eastAsia"/>
          <w:rtl/>
          <w:lang w:bidi="fa-IR"/>
        </w:rPr>
        <w:t>امير</w:t>
      </w:r>
      <w:r w:rsidRPr="00E76C19">
        <w:rPr>
          <w:rtl/>
          <w:lang w:bidi="fa-IR"/>
        </w:rPr>
        <w:t xml:space="preserve"> المومنين فرمود: آيا مى خواهى به تو خبر دهم چه كس ديگرى در اينجا نماز خوانده است ؟!</w:t>
      </w:r>
    </w:p>
    <w:p w:rsidR="00E76C19" w:rsidRPr="00E76C19" w:rsidRDefault="00E76C19" w:rsidP="00E76C19">
      <w:pPr>
        <w:pStyle w:val="libNormal"/>
        <w:rPr>
          <w:rtl/>
          <w:lang w:bidi="fa-IR"/>
        </w:rPr>
      </w:pPr>
      <w:r w:rsidRPr="00E76C19">
        <w:rPr>
          <w:rFonts w:hint="eastAsia"/>
          <w:rtl/>
          <w:lang w:bidi="fa-IR"/>
        </w:rPr>
        <w:lastRenderedPageBreak/>
        <w:t>گفت</w:t>
      </w:r>
      <w:r w:rsidRPr="00E76C19">
        <w:rPr>
          <w:rtl/>
          <w:lang w:bidi="fa-IR"/>
        </w:rPr>
        <w:t xml:space="preserve"> : آرى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 ابراهيم خليل الله </w:t>
      </w:r>
      <w:r w:rsidR="004A085F" w:rsidRPr="004A085F">
        <w:rPr>
          <w:rStyle w:val="libAlaemChar"/>
          <w:rtl/>
          <w:lang w:bidi="fa-IR"/>
        </w:rPr>
        <w:t xml:space="preserve">عليه‌السلام </w:t>
      </w:r>
      <w:r w:rsidRPr="00E76C19">
        <w:rPr>
          <w:rtl/>
          <w:lang w:bidi="fa-IR"/>
        </w:rPr>
        <w:t xml:space="preserve">. </w:t>
      </w:r>
      <w:r w:rsidRPr="00C03C49">
        <w:rPr>
          <w:rStyle w:val="libFootnotenumChar"/>
          <w:rtl/>
        </w:rPr>
        <w:t>(٨٥)</w:t>
      </w:r>
    </w:p>
    <w:p w:rsidR="00E76C19" w:rsidRPr="00E76C19" w:rsidRDefault="00C03C49" w:rsidP="00E76C19">
      <w:pPr>
        <w:pStyle w:val="libNormal"/>
        <w:rPr>
          <w:rtl/>
          <w:lang w:bidi="fa-IR"/>
        </w:rPr>
      </w:pPr>
      <w:r>
        <w:rPr>
          <w:rtl/>
          <w:lang w:bidi="fa-IR"/>
        </w:rPr>
        <w:br w:type="page"/>
      </w:r>
    </w:p>
    <w:p w:rsidR="00E76C19" w:rsidRPr="00E76C19" w:rsidRDefault="00E76C19" w:rsidP="00C03C49">
      <w:pPr>
        <w:pStyle w:val="Heading2"/>
        <w:rPr>
          <w:rtl/>
          <w:lang w:bidi="fa-IR"/>
        </w:rPr>
      </w:pPr>
      <w:bookmarkStart w:id="48" w:name="_Toc489701888"/>
      <w:r w:rsidRPr="00E76C19">
        <w:rPr>
          <w:rFonts w:hint="eastAsia"/>
          <w:rtl/>
          <w:lang w:bidi="fa-IR"/>
        </w:rPr>
        <w:t>نماز</w:t>
      </w:r>
      <w:r w:rsidRPr="00E76C19">
        <w:rPr>
          <w:rtl/>
          <w:lang w:bidi="fa-IR"/>
        </w:rPr>
        <w:t xml:space="preserve"> و فراموش</w:t>
      </w:r>
      <w:r w:rsidR="00C03C49">
        <w:rPr>
          <w:rFonts w:hint="cs"/>
          <w:rtl/>
          <w:lang w:bidi="fa-IR"/>
        </w:rPr>
        <w:t xml:space="preserve"> </w:t>
      </w:r>
      <w:r w:rsidRPr="00E76C19">
        <w:rPr>
          <w:rtl/>
          <w:lang w:bidi="fa-IR"/>
        </w:rPr>
        <w:t>كار</w:t>
      </w:r>
      <w:bookmarkEnd w:id="48"/>
    </w:p>
    <w:p w:rsidR="00E76C19" w:rsidRPr="00E76C19" w:rsidRDefault="00E76C19" w:rsidP="00E76C19">
      <w:pPr>
        <w:pStyle w:val="libNormal"/>
        <w:rPr>
          <w:rtl/>
          <w:lang w:bidi="fa-IR"/>
        </w:rPr>
      </w:pPr>
      <w:r w:rsidRPr="00E76C19">
        <w:rPr>
          <w:rFonts w:hint="eastAsia"/>
          <w:rtl/>
          <w:lang w:bidi="fa-IR"/>
        </w:rPr>
        <w:t>حبيب</w:t>
      </w:r>
      <w:r w:rsidRPr="00E76C19">
        <w:rPr>
          <w:rtl/>
          <w:lang w:bidi="fa-IR"/>
        </w:rPr>
        <w:t xml:space="preserve"> بن معلى نزد امام جعفر صادق </w:t>
      </w:r>
      <w:r w:rsidR="004A085F" w:rsidRPr="004A085F">
        <w:rPr>
          <w:rStyle w:val="libAlaemChar"/>
          <w:rtl/>
          <w:lang w:bidi="fa-IR"/>
        </w:rPr>
        <w:t xml:space="preserve">عليه‌السلام </w:t>
      </w:r>
      <w:r w:rsidRPr="00E76C19">
        <w:rPr>
          <w:rtl/>
          <w:lang w:bidi="fa-IR"/>
        </w:rPr>
        <w:t>رفته و پرسيد:</w:t>
      </w:r>
    </w:p>
    <w:p w:rsidR="00E76C19" w:rsidRPr="00E76C19" w:rsidRDefault="00E76C19" w:rsidP="00E76C19">
      <w:pPr>
        <w:pStyle w:val="libNormal"/>
        <w:rPr>
          <w:rtl/>
          <w:lang w:bidi="fa-IR"/>
        </w:rPr>
      </w:pPr>
      <w:r w:rsidRPr="00E76C19">
        <w:rPr>
          <w:rFonts w:hint="eastAsia"/>
          <w:rtl/>
          <w:lang w:bidi="fa-IR"/>
        </w:rPr>
        <w:t>يابن</w:t>
      </w:r>
      <w:r w:rsidRPr="00E76C19">
        <w:rPr>
          <w:rtl/>
          <w:lang w:bidi="fa-IR"/>
        </w:rPr>
        <w:t xml:space="preserve"> رسول الله ! من مردى فراموشكار هستم و حساب ركعات نماز را نمى توانم داشته باشم ، مگر با انگشترى كه در دست دارم كه به تعداد ركعات جابجا مى كنم آيا اين عمل اشكالى ندارد؟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 نه ، اشكالى ندارد. </w:t>
      </w:r>
      <w:r w:rsidRPr="00C03C49">
        <w:rPr>
          <w:rStyle w:val="libFootnotenumChar"/>
          <w:rtl/>
        </w:rPr>
        <w:t>(٨٦)</w:t>
      </w:r>
    </w:p>
    <w:p w:rsidR="00E76C19" w:rsidRPr="00E76C19" w:rsidRDefault="00C03C49" w:rsidP="00E76C19">
      <w:pPr>
        <w:pStyle w:val="libNormal"/>
        <w:rPr>
          <w:rtl/>
          <w:lang w:bidi="fa-IR"/>
        </w:rPr>
      </w:pPr>
      <w:r>
        <w:rPr>
          <w:rtl/>
          <w:lang w:bidi="fa-IR"/>
        </w:rPr>
        <w:br w:type="page"/>
      </w:r>
    </w:p>
    <w:p w:rsidR="00E76C19" w:rsidRPr="00E76C19" w:rsidRDefault="00E76C19" w:rsidP="00C03C49">
      <w:pPr>
        <w:pStyle w:val="Heading2"/>
        <w:rPr>
          <w:rtl/>
          <w:lang w:bidi="fa-IR"/>
        </w:rPr>
      </w:pPr>
      <w:bookmarkStart w:id="49" w:name="_Toc489701889"/>
      <w:r w:rsidRPr="00E76C19">
        <w:rPr>
          <w:rFonts w:hint="eastAsia"/>
          <w:rtl/>
          <w:lang w:bidi="fa-IR"/>
        </w:rPr>
        <w:t>آغاز</w:t>
      </w:r>
      <w:r w:rsidRPr="00E76C19">
        <w:rPr>
          <w:rtl/>
          <w:lang w:bidi="fa-IR"/>
        </w:rPr>
        <w:t xml:space="preserve"> خواندن نماز</w:t>
      </w:r>
      <w:bookmarkEnd w:id="49"/>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ما</w:t>
      </w:r>
      <w:r w:rsidRPr="00E76C19">
        <w:rPr>
          <w:rtl/>
          <w:lang w:bidi="fa-IR"/>
        </w:rPr>
        <w:t xml:space="preserve"> كودكان خود را در پنج سالگى به خواندن نماز امر مى كنيم . و شما فرزندان خود را در هفت سالگى به نماز خواندن دستور دهيد.</w:t>
      </w:r>
    </w:p>
    <w:p w:rsidR="00E76C19" w:rsidRPr="00E76C19" w:rsidRDefault="00E76C19" w:rsidP="00E76C19">
      <w:pPr>
        <w:pStyle w:val="libNormal"/>
        <w:rPr>
          <w:rtl/>
          <w:lang w:bidi="fa-IR"/>
        </w:rPr>
      </w:pPr>
      <w:r w:rsidRPr="00E76C19">
        <w:rPr>
          <w:rFonts w:hint="eastAsia"/>
          <w:rtl/>
          <w:lang w:bidi="fa-IR"/>
        </w:rPr>
        <w:t>همچنين</w:t>
      </w:r>
      <w:r w:rsidRPr="00E76C19">
        <w:rPr>
          <w:rtl/>
          <w:lang w:bidi="fa-IR"/>
        </w:rPr>
        <w:t xml:space="preserve"> ما كودكان خود را در هفت سالگى امر به روزه گرفتن مى كنيم ، تا جايى كه طاقت دارند؛ حتى به مقدار نصف روز يا بيشتر يا كمتر از آن هرچه مى توانند... و شما نيز در نه سالگى به روزه دستور دهيد، در حد توان و طاقتشان ، و اگر تشنگى بر آنان غلبه كرد، افطار كنند. </w:t>
      </w:r>
      <w:r w:rsidRPr="00A7243A">
        <w:rPr>
          <w:rStyle w:val="libFootnotenumChar"/>
          <w:rtl/>
        </w:rPr>
        <w:t>(٨٧)</w:t>
      </w:r>
    </w:p>
    <w:p w:rsidR="00E76C19" w:rsidRPr="00E76C19" w:rsidRDefault="00E76C19" w:rsidP="00E76C19">
      <w:pPr>
        <w:pStyle w:val="libNormal"/>
        <w:rPr>
          <w:rtl/>
          <w:lang w:bidi="fa-IR"/>
        </w:rPr>
      </w:pPr>
    </w:p>
    <w:p w:rsidR="00E76C19" w:rsidRPr="00E76C19" w:rsidRDefault="00E76C19" w:rsidP="00A7243A">
      <w:pPr>
        <w:pStyle w:val="Heading2"/>
        <w:rPr>
          <w:rtl/>
          <w:lang w:bidi="fa-IR"/>
        </w:rPr>
      </w:pPr>
      <w:bookmarkStart w:id="50" w:name="_Toc489701890"/>
      <w:r w:rsidRPr="00E76C19">
        <w:rPr>
          <w:rFonts w:hint="eastAsia"/>
          <w:rtl/>
          <w:lang w:bidi="fa-IR"/>
        </w:rPr>
        <w:t>اذان</w:t>
      </w:r>
      <w:r w:rsidRPr="00E76C19">
        <w:rPr>
          <w:rtl/>
          <w:lang w:bidi="fa-IR"/>
        </w:rPr>
        <w:t xml:space="preserve"> و اقامه</w:t>
      </w:r>
      <w:bookmarkEnd w:id="50"/>
    </w:p>
    <w:p w:rsidR="00E76C19" w:rsidRPr="00E76C19" w:rsidRDefault="00E76C19" w:rsidP="00E76C19">
      <w:pPr>
        <w:pStyle w:val="libNormal"/>
        <w:rPr>
          <w:rtl/>
          <w:lang w:bidi="fa-IR"/>
        </w:rPr>
      </w:pPr>
      <w:r w:rsidRPr="00E76C19">
        <w:rPr>
          <w:rFonts w:hint="eastAsia"/>
          <w:rtl/>
          <w:lang w:bidi="fa-IR"/>
        </w:rPr>
        <w:t>منصور</w:t>
      </w:r>
      <w:r w:rsidRPr="00E76C19">
        <w:rPr>
          <w:rtl/>
          <w:lang w:bidi="fa-IR"/>
        </w:rPr>
        <w:t xml:space="preserve"> بن حازم گويد: امام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رسول خدا </w:t>
      </w:r>
      <w:r w:rsidR="002768D7" w:rsidRPr="002768D7">
        <w:rPr>
          <w:rStyle w:val="libAlaemChar"/>
          <w:rtl/>
        </w:rPr>
        <w:t xml:space="preserve">صلى‌الله‌عليه‌وآله‌وسلم </w:t>
      </w:r>
      <w:r w:rsidRPr="00E76C19">
        <w:rPr>
          <w:rtl/>
          <w:lang w:bidi="fa-IR"/>
        </w:rPr>
        <w:t xml:space="preserve"> در كنار على </w:t>
      </w:r>
      <w:r w:rsidR="004A085F" w:rsidRPr="004A085F">
        <w:rPr>
          <w:rStyle w:val="libAlaemChar"/>
          <w:rtl/>
          <w:lang w:bidi="fa-IR"/>
        </w:rPr>
        <w:t xml:space="preserve">عليه‌السلام </w:t>
      </w:r>
      <w:r w:rsidRPr="00E76C19">
        <w:rPr>
          <w:rtl/>
          <w:lang w:bidi="fa-IR"/>
        </w:rPr>
        <w:t xml:space="preserve">، در خواب بود كه جبرئيل نازل شد و اذان و اقامه را گفت . هنگامى كه رسول خدا </w:t>
      </w:r>
      <w:r w:rsidR="002768D7" w:rsidRPr="002768D7">
        <w:rPr>
          <w:rStyle w:val="libAlaemChar"/>
          <w:rtl/>
        </w:rPr>
        <w:t xml:space="preserve">صلى‌الله‌عليه‌وآله‌وسلم </w:t>
      </w:r>
      <w:r w:rsidRPr="00E76C19">
        <w:rPr>
          <w:rtl/>
          <w:lang w:bidi="fa-IR"/>
        </w:rPr>
        <w:t xml:space="preserve"> از خواب بيدار شد، فرمود: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على ! آنچه جبرئيل به من گفت شنيدى ؟</w:t>
      </w:r>
    </w:p>
    <w:p w:rsidR="00E76C19" w:rsidRPr="00E76C19" w:rsidRDefault="00E76C19" w:rsidP="00E76C19">
      <w:pPr>
        <w:pStyle w:val="libNormal"/>
        <w:rPr>
          <w:rtl/>
          <w:lang w:bidi="fa-IR"/>
        </w:rPr>
      </w:pPr>
      <w:r w:rsidRPr="00E76C19">
        <w:rPr>
          <w:rFonts w:hint="eastAsia"/>
          <w:rtl/>
          <w:lang w:bidi="fa-IR"/>
        </w:rPr>
        <w:t>على</w:t>
      </w:r>
      <w:r w:rsidRPr="00E76C19">
        <w:rPr>
          <w:rtl/>
          <w:lang w:bidi="fa-IR"/>
        </w:rPr>
        <w:t xml:space="preserve"> </w:t>
      </w:r>
      <w:r w:rsidR="004A085F" w:rsidRPr="004A085F">
        <w:rPr>
          <w:rStyle w:val="libAlaemChar"/>
          <w:rtl/>
          <w:lang w:bidi="fa-IR"/>
        </w:rPr>
        <w:t xml:space="preserve">عليه‌السلام </w:t>
      </w:r>
      <w:r w:rsidRPr="00E76C19">
        <w:rPr>
          <w:rtl/>
          <w:lang w:bidi="fa-IR"/>
        </w:rPr>
        <w:t>جواب داد: بلى يا رسول الله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xml:space="preserve">: آيا حفظ شدى ؟ </w:t>
      </w:r>
      <w:r w:rsidRPr="00A7243A">
        <w:rPr>
          <w:rStyle w:val="libFootnotenumChar"/>
          <w:rtl/>
        </w:rPr>
        <w:t>(٨٨)</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پاسخ داد: بلى يا رسول الله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پس بلال را صدا كن و به او نيز ياد بده .</w:t>
      </w:r>
    </w:p>
    <w:p w:rsidR="00E76C19" w:rsidRPr="00E76C19" w:rsidRDefault="00E76C19" w:rsidP="00E76C19">
      <w:pPr>
        <w:pStyle w:val="libNormal"/>
        <w:rPr>
          <w:rtl/>
          <w:lang w:bidi="fa-IR"/>
        </w:rPr>
      </w:pPr>
      <w:r w:rsidRPr="00E76C19">
        <w:rPr>
          <w:rFonts w:hint="eastAsia"/>
          <w:rtl/>
          <w:lang w:bidi="fa-IR"/>
        </w:rPr>
        <w:t>امير</w:t>
      </w:r>
      <w:r w:rsidRPr="00E76C19">
        <w:rPr>
          <w:rtl/>
          <w:lang w:bidi="fa-IR"/>
        </w:rPr>
        <w:t xml:space="preserve"> المومنين </w:t>
      </w:r>
      <w:r w:rsidR="004A085F" w:rsidRPr="004A085F">
        <w:rPr>
          <w:rStyle w:val="libAlaemChar"/>
          <w:rtl/>
          <w:lang w:bidi="fa-IR"/>
        </w:rPr>
        <w:t xml:space="preserve">عليه‌السلام </w:t>
      </w:r>
      <w:r w:rsidRPr="00E76C19">
        <w:rPr>
          <w:rtl/>
          <w:lang w:bidi="fa-IR"/>
        </w:rPr>
        <w:t xml:space="preserve">، بلال را فرا خواند و اذان و اقامه را به او آموخت . </w:t>
      </w:r>
      <w:r w:rsidRPr="00A7243A">
        <w:rPr>
          <w:rStyle w:val="libFootnotenumChar"/>
          <w:rtl/>
        </w:rPr>
        <w:t>(٨٩)</w:t>
      </w:r>
    </w:p>
    <w:p w:rsidR="00E76C19" w:rsidRPr="00E76C19" w:rsidRDefault="00E76C19" w:rsidP="00E76C19">
      <w:pPr>
        <w:pStyle w:val="libNormal"/>
        <w:rPr>
          <w:rtl/>
          <w:lang w:bidi="fa-IR"/>
        </w:rPr>
      </w:pPr>
    </w:p>
    <w:p w:rsidR="00E76C19" w:rsidRPr="00E76C19" w:rsidRDefault="00E76C19" w:rsidP="00E76C19">
      <w:pPr>
        <w:pStyle w:val="libNormal"/>
        <w:rPr>
          <w:rtl/>
          <w:lang w:bidi="fa-IR"/>
        </w:rPr>
      </w:pPr>
      <w:r w:rsidRPr="00E76C19">
        <w:rPr>
          <w:rFonts w:hint="eastAsia"/>
          <w:rtl/>
          <w:lang w:bidi="fa-IR"/>
        </w:rPr>
        <w:t>حى</w:t>
      </w:r>
      <w:r w:rsidRPr="00E76C19">
        <w:rPr>
          <w:rtl/>
          <w:lang w:bidi="fa-IR"/>
        </w:rPr>
        <w:t xml:space="preserve"> على خير العمل</w:t>
      </w:r>
    </w:p>
    <w:p w:rsidR="00E76C19" w:rsidRPr="00E76C19" w:rsidRDefault="00E76C19" w:rsidP="00A7243A">
      <w:pPr>
        <w:pStyle w:val="libNormal"/>
        <w:rPr>
          <w:rtl/>
          <w:lang w:bidi="fa-IR"/>
        </w:rPr>
      </w:pPr>
      <w:r w:rsidRPr="00E76C19">
        <w:rPr>
          <w:rFonts w:hint="eastAsia"/>
          <w:rtl/>
          <w:lang w:bidi="fa-IR"/>
        </w:rPr>
        <w:t>ابو</w:t>
      </w:r>
      <w:r w:rsidRPr="00E76C19">
        <w:rPr>
          <w:rtl/>
          <w:lang w:bidi="fa-IR"/>
        </w:rPr>
        <w:t xml:space="preserve"> بصر مى گويد: امام باقر يا امام صادق </w:t>
      </w:r>
      <w:r w:rsidR="00A7243A" w:rsidRPr="00A7243A">
        <w:rPr>
          <w:rStyle w:val="libAlaemChar"/>
          <w:rFonts w:eastAsiaTheme="minorHAnsi"/>
          <w:rtl/>
        </w:rPr>
        <w:t>عليهما‌السلام</w:t>
      </w:r>
      <w:r w:rsidR="00A7243A" w:rsidRPr="005100D5">
        <w:rPr>
          <w:rFonts w:ascii="Traditional Arabic" w:eastAsiaTheme="minorHAnsi" w:hAnsi="Traditional Arabic" w:cs="Traditional Arabic"/>
          <w:rtl/>
        </w:rPr>
        <w:t xml:space="preserve"> </w:t>
      </w:r>
      <w:r w:rsidRPr="00E76C19">
        <w:rPr>
          <w:rtl/>
          <w:lang w:bidi="fa-IR"/>
        </w:rPr>
        <w:t>فرمود:</w:t>
      </w:r>
    </w:p>
    <w:p w:rsidR="00E76C19" w:rsidRPr="00E76C19" w:rsidRDefault="00E76C19" w:rsidP="00A7243A">
      <w:pPr>
        <w:pStyle w:val="libNormal"/>
        <w:rPr>
          <w:rtl/>
          <w:lang w:bidi="fa-IR"/>
        </w:rPr>
      </w:pPr>
      <w:r w:rsidRPr="00E76C19">
        <w:rPr>
          <w:rFonts w:hint="eastAsia"/>
          <w:rtl/>
          <w:lang w:bidi="fa-IR"/>
        </w:rPr>
        <w:t>بلال</w:t>
      </w:r>
      <w:r w:rsidRPr="00E76C19">
        <w:rPr>
          <w:rtl/>
          <w:lang w:bidi="fa-IR"/>
        </w:rPr>
        <w:t xml:space="preserve"> موذن رسول خدا </w:t>
      </w:r>
      <w:r w:rsidR="002768D7" w:rsidRPr="002768D7">
        <w:rPr>
          <w:rStyle w:val="libAlaemChar"/>
          <w:rtl/>
        </w:rPr>
        <w:t xml:space="preserve">صلى‌الله‌عليه‌وآله‌وسلم </w:t>
      </w:r>
      <w:r w:rsidRPr="00E76C19">
        <w:rPr>
          <w:rtl/>
          <w:lang w:bidi="fa-IR"/>
        </w:rPr>
        <w:t>، بنده نيكوكار و شايسته خداوند بود و گفت :</w:t>
      </w:r>
    </w:p>
    <w:p w:rsidR="00E76C19" w:rsidRPr="00E76C19" w:rsidRDefault="00E76C19" w:rsidP="00E76C19">
      <w:pPr>
        <w:pStyle w:val="libNormal"/>
        <w:rPr>
          <w:rtl/>
          <w:lang w:bidi="fa-IR"/>
        </w:rPr>
      </w:pPr>
      <w:r w:rsidRPr="00E76C19">
        <w:rPr>
          <w:rFonts w:hint="eastAsia"/>
          <w:rtl/>
          <w:lang w:bidi="fa-IR"/>
        </w:rPr>
        <w:t>من</w:t>
      </w:r>
      <w:r w:rsidRPr="00E76C19">
        <w:rPr>
          <w:rtl/>
          <w:lang w:bidi="fa-IR"/>
        </w:rPr>
        <w:t xml:space="preserve"> پس از رسول خدا </w:t>
      </w:r>
      <w:r w:rsidR="002768D7" w:rsidRPr="002768D7">
        <w:rPr>
          <w:rStyle w:val="libAlaemChar"/>
          <w:rtl/>
        </w:rPr>
        <w:t xml:space="preserve">صلى‌الله‌عليه‌وآله‌وسلم </w:t>
      </w:r>
      <w:r w:rsidRPr="00E76C19">
        <w:rPr>
          <w:rtl/>
          <w:lang w:bidi="fa-IR"/>
        </w:rPr>
        <w:t xml:space="preserve"> ، ديگر براى كسى اذان نخواهم گفت . و از آن روز به بعد، جمله حى على خير العمل متروك ماند. </w:t>
      </w:r>
      <w:r w:rsidRPr="00A7243A">
        <w:rPr>
          <w:rStyle w:val="libFootnotenumChar"/>
          <w:rtl/>
        </w:rPr>
        <w:t>(٩٠)</w:t>
      </w:r>
    </w:p>
    <w:p w:rsidR="00E76C19" w:rsidRPr="00E76C19" w:rsidRDefault="00A7243A" w:rsidP="00E76C19">
      <w:pPr>
        <w:pStyle w:val="libNormal"/>
        <w:rPr>
          <w:rtl/>
          <w:lang w:bidi="fa-IR"/>
        </w:rPr>
      </w:pPr>
      <w:r>
        <w:rPr>
          <w:rtl/>
          <w:lang w:bidi="fa-IR"/>
        </w:rPr>
        <w:br w:type="page"/>
      </w:r>
    </w:p>
    <w:p w:rsidR="00E76C19" w:rsidRPr="00E76C19" w:rsidRDefault="00E76C19" w:rsidP="00A7243A">
      <w:pPr>
        <w:pStyle w:val="Heading2"/>
        <w:rPr>
          <w:rtl/>
          <w:lang w:bidi="fa-IR"/>
        </w:rPr>
      </w:pPr>
      <w:bookmarkStart w:id="51" w:name="_Toc489701891"/>
      <w:r w:rsidRPr="00E76C19">
        <w:rPr>
          <w:rFonts w:hint="eastAsia"/>
          <w:rtl/>
          <w:lang w:bidi="fa-IR"/>
        </w:rPr>
        <w:t>فاصله</w:t>
      </w:r>
      <w:r w:rsidRPr="00E76C19">
        <w:rPr>
          <w:rtl/>
          <w:lang w:bidi="fa-IR"/>
        </w:rPr>
        <w:t xml:space="preserve"> بين اذان و اقامه</w:t>
      </w:r>
      <w:bookmarkEnd w:id="51"/>
    </w:p>
    <w:p w:rsidR="00E76C19" w:rsidRPr="00E76C19" w:rsidRDefault="00E76C19" w:rsidP="00E76C19">
      <w:pPr>
        <w:pStyle w:val="libNormal"/>
        <w:rPr>
          <w:rtl/>
          <w:lang w:bidi="fa-IR"/>
        </w:rPr>
      </w:pPr>
      <w:r w:rsidRPr="00E76C19">
        <w:rPr>
          <w:rFonts w:hint="eastAsia"/>
          <w:rtl/>
          <w:lang w:bidi="fa-IR"/>
        </w:rPr>
        <w:t>عمار</w:t>
      </w:r>
      <w:r w:rsidRPr="00E76C19">
        <w:rPr>
          <w:rtl/>
          <w:lang w:bidi="fa-IR"/>
        </w:rPr>
        <w:t xml:space="preserve"> ساباطى گويد: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 هر گاه خواستى نماز واجب بخوانى ، اذان و اقامه بگو، و ميان اذان و اقامه را با لحظه اى نشستن و يا اداى سخنى و يا تسبيحى فاصله انداز.</w:t>
      </w:r>
    </w:p>
    <w:p w:rsidR="00E76C19" w:rsidRPr="00E76C19" w:rsidRDefault="00E76C19" w:rsidP="00E76C19">
      <w:pPr>
        <w:pStyle w:val="libNormal"/>
        <w:rPr>
          <w:rtl/>
          <w:lang w:bidi="fa-IR"/>
        </w:rPr>
      </w:pPr>
      <w:r w:rsidRPr="00E76C19">
        <w:rPr>
          <w:rFonts w:hint="eastAsia"/>
          <w:rtl/>
          <w:lang w:bidi="fa-IR"/>
        </w:rPr>
        <w:t>عمار</w:t>
      </w:r>
      <w:r w:rsidRPr="00E76C19">
        <w:rPr>
          <w:rtl/>
          <w:lang w:bidi="fa-IR"/>
        </w:rPr>
        <w:t xml:space="preserve"> پرسيد: حداقل كلامى كه لازم است ميان اذان و اقامه گفته شود، چيست ؟</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w:t>
      </w:r>
      <w:r w:rsidR="004A085F" w:rsidRPr="004A085F">
        <w:rPr>
          <w:rStyle w:val="libAlaemChar"/>
          <w:rtl/>
          <w:lang w:bidi="fa-IR"/>
        </w:rPr>
        <w:t xml:space="preserve">عليه‌السلام </w:t>
      </w:r>
      <w:r w:rsidRPr="00E76C19">
        <w:rPr>
          <w:rtl/>
          <w:lang w:bidi="fa-IR"/>
        </w:rPr>
        <w:t>فرمود: گفتن :</w:t>
      </w:r>
    </w:p>
    <w:p w:rsidR="00E76C19" w:rsidRPr="00E76C19" w:rsidRDefault="00E76C19" w:rsidP="00E76C19">
      <w:pPr>
        <w:pStyle w:val="libNormal"/>
        <w:rPr>
          <w:rtl/>
          <w:lang w:bidi="fa-IR"/>
        </w:rPr>
      </w:pPr>
      <w:r w:rsidRPr="00E76C19">
        <w:rPr>
          <w:rFonts w:hint="eastAsia"/>
          <w:rtl/>
          <w:lang w:bidi="fa-IR"/>
        </w:rPr>
        <w:t>الحمد</w:t>
      </w:r>
      <w:r w:rsidRPr="00E76C19">
        <w:rPr>
          <w:rtl/>
          <w:lang w:bidi="fa-IR"/>
        </w:rPr>
        <w:t xml:space="preserve"> الله </w:t>
      </w:r>
      <w:r w:rsidRPr="00A7243A">
        <w:rPr>
          <w:rStyle w:val="libFootnotenumChar"/>
          <w:rtl/>
        </w:rPr>
        <w:t>(٩١)</w:t>
      </w:r>
    </w:p>
    <w:p w:rsidR="00E76C19" w:rsidRPr="00E76C19" w:rsidRDefault="00E76C19" w:rsidP="00E76C19">
      <w:pPr>
        <w:pStyle w:val="libNormal"/>
        <w:rPr>
          <w:rtl/>
          <w:lang w:bidi="fa-IR"/>
        </w:rPr>
      </w:pPr>
    </w:p>
    <w:p w:rsidR="00E76C19" w:rsidRPr="00E76C19" w:rsidRDefault="00E76C19" w:rsidP="00A7243A">
      <w:pPr>
        <w:pStyle w:val="Heading2"/>
        <w:rPr>
          <w:rtl/>
          <w:lang w:bidi="fa-IR"/>
        </w:rPr>
      </w:pPr>
      <w:bookmarkStart w:id="52" w:name="_Toc489701892"/>
      <w:r w:rsidRPr="00E76C19">
        <w:rPr>
          <w:rFonts w:hint="eastAsia"/>
          <w:rtl/>
          <w:lang w:bidi="fa-IR"/>
        </w:rPr>
        <w:t>اذان</w:t>
      </w:r>
      <w:r w:rsidRPr="00E76C19">
        <w:rPr>
          <w:rtl/>
          <w:lang w:bidi="fa-IR"/>
        </w:rPr>
        <w:t xml:space="preserve"> گويان</w:t>
      </w:r>
      <w:bookmarkEnd w:id="52"/>
    </w:p>
    <w:p w:rsidR="00E76C19" w:rsidRPr="00E76C19" w:rsidRDefault="00E76C19" w:rsidP="00E76C19">
      <w:pPr>
        <w:pStyle w:val="libNormal"/>
        <w:rPr>
          <w:rtl/>
          <w:lang w:bidi="fa-IR"/>
        </w:rPr>
      </w:pPr>
      <w:r w:rsidRPr="00E76C19">
        <w:rPr>
          <w:rFonts w:hint="eastAsia"/>
          <w:rtl/>
          <w:lang w:bidi="fa-IR"/>
        </w:rPr>
        <w:t>عبد</w:t>
      </w:r>
      <w:r w:rsidRPr="00E76C19">
        <w:rPr>
          <w:rtl/>
          <w:lang w:bidi="fa-IR"/>
        </w:rPr>
        <w:t xml:space="preserve"> الله بن على ، شغلش تجارت بين بصره و مصر بود. روزى وارد مصر شد. در راه به پيرمردى قد بلند و سياه پوست كه موى سرش سفيد بود. برخورد كرد.</w:t>
      </w:r>
    </w:p>
    <w:p w:rsidR="00E76C19" w:rsidRPr="00E76C19" w:rsidRDefault="00E76C19" w:rsidP="00E76C19">
      <w:pPr>
        <w:pStyle w:val="libNormal"/>
        <w:rPr>
          <w:rtl/>
          <w:lang w:bidi="fa-IR"/>
        </w:rPr>
      </w:pPr>
      <w:r w:rsidRPr="00E76C19">
        <w:rPr>
          <w:rFonts w:hint="eastAsia"/>
          <w:rtl/>
          <w:lang w:bidi="fa-IR"/>
        </w:rPr>
        <w:t>عبد</w:t>
      </w:r>
      <w:r w:rsidRPr="00E76C19">
        <w:rPr>
          <w:rtl/>
          <w:lang w:bidi="fa-IR"/>
        </w:rPr>
        <w:t xml:space="preserve"> الله از اطرافيان پرسيد: اين كيست ؟</w:t>
      </w:r>
    </w:p>
    <w:p w:rsidR="00E76C19" w:rsidRPr="00E76C19" w:rsidRDefault="00E76C19" w:rsidP="00A7243A">
      <w:pPr>
        <w:pStyle w:val="libNormal"/>
        <w:rPr>
          <w:rtl/>
          <w:lang w:bidi="fa-IR"/>
        </w:rPr>
      </w:pPr>
      <w:r w:rsidRPr="00E76C19">
        <w:rPr>
          <w:rFonts w:hint="eastAsia"/>
          <w:rtl/>
          <w:lang w:bidi="fa-IR"/>
        </w:rPr>
        <w:t>گفتند</w:t>
      </w:r>
      <w:r w:rsidRPr="00E76C19">
        <w:rPr>
          <w:rtl/>
          <w:lang w:bidi="fa-IR"/>
        </w:rPr>
        <w:t xml:space="preserve"> بلال حبشى ، موذن رسول الله </w:t>
      </w:r>
      <w:r w:rsidR="002768D7" w:rsidRPr="002768D7">
        <w:rPr>
          <w:rStyle w:val="libAlaemChar"/>
          <w:rtl/>
        </w:rPr>
        <w:t xml:space="preserve">صلى‌الله‌عليه‌وآله‌وسلم </w:t>
      </w:r>
      <w:r w:rsidRPr="00E76C19">
        <w:rPr>
          <w:rtl/>
          <w:lang w:bidi="fa-IR"/>
        </w:rPr>
        <w:t xml:space="preserve"> است .</w:t>
      </w:r>
      <w:r w:rsidR="00A7243A" w:rsidRPr="00E76C19">
        <w:rPr>
          <w:rFonts w:hint="eastAsia"/>
          <w:rtl/>
          <w:lang w:bidi="fa-IR"/>
        </w:rPr>
        <w:t xml:space="preserve"> </w:t>
      </w:r>
      <w:r w:rsidRPr="00E76C19">
        <w:rPr>
          <w:rFonts w:hint="eastAsia"/>
          <w:rtl/>
          <w:lang w:bidi="fa-IR"/>
        </w:rPr>
        <w:t>عبد</w:t>
      </w:r>
      <w:r w:rsidRPr="00E76C19">
        <w:rPr>
          <w:rtl/>
          <w:lang w:bidi="fa-IR"/>
        </w:rPr>
        <w:t xml:space="preserve"> الله چند كاغذ برداشته و نزد او رفت و سلام كرد. بلال جواب سلام او را داد. عبد الله از او خواست چند حديث كه از پيامبر شنيده برايش بازگو كند.</w:t>
      </w:r>
    </w:p>
    <w:p w:rsidR="00E76C19" w:rsidRPr="00E76C19" w:rsidRDefault="00E76C19" w:rsidP="00E76C19">
      <w:pPr>
        <w:pStyle w:val="libNormal"/>
        <w:rPr>
          <w:rtl/>
          <w:lang w:bidi="fa-IR"/>
        </w:rPr>
      </w:pPr>
      <w:r w:rsidRPr="00E76C19">
        <w:rPr>
          <w:rFonts w:hint="eastAsia"/>
          <w:rtl/>
          <w:lang w:bidi="fa-IR"/>
        </w:rPr>
        <w:t>بلال</w:t>
      </w:r>
      <w:r w:rsidRPr="00E76C19">
        <w:rPr>
          <w:rtl/>
          <w:lang w:bidi="fa-IR"/>
        </w:rPr>
        <w:t xml:space="preserve"> ، همين كه نام پيامبر </w:t>
      </w:r>
      <w:r w:rsidR="002768D7" w:rsidRPr="002768D7">
        <w:rPr>
          <w:rStyle w:val="libAlaemChar"/>
          <w:rtl/>
        </w:rPr>
        <w:t xml:space="preserve">صلى‌الله‌عليه‌وآله‌وسلم </w:t>
      </w:r>
      <w:r w:rsidRPr="00E76C19">
        <w:rPr>
          <w:rtl/>
          <w:lang w:bidi="fa-IR"/>
        </w:rPr>
        <w:t xml:space="preserve"> را شنيد، شروع به گريه كرد. و عبد الله نيز با او گريه كرد. پرسيد:</w:t>
      </w:r>
    </w:p>
    <w:p w:rsidR="00E76C19" w:rsidRPr="00E76C19" w:rsidRDefault="00E76C19" w:rsidP="00A7243A">
      <w:pPr>
        <w:pStyle w:val="libNormal"/>
        <w:rPr>
          <w:rtl/>
          <w:lang w:bidi="fa-IR"/>
        </w:rPr>
      </w:pPr>
      <w:r w:rsidRPr="00E76C19">
        <w:rPr>
          <w:rFonts w:hint="eastAsia"/>
          <w:rtl/>
          <w:lang w:bidi="fa-IR"/>
        </w:rPr>
        <w:t>اى</w:t>
      </w:r>
      <w:r w:rsidRPr="00E76C19">
        <w:rPr>
          <w:rtl/>
          <w:lang w:bidi="fa-IR"/>
        </w:rPr>
        <w:t xml:space="preserve"> جوان ! تو از اهالى كدام شهر هستى ؟</w:t>
      </w:r>
      <w:r w:rsidRPr="00E76C19">
        <w:rPr>
          <w:rFonts w:hint="eastAsia"/>
          <w:rtl/>
          <w:lang w:bidi="fa-IR"/>
        </w:rPr>
        <w:t>عبد</w:t>
      </w:r>
      <w:r w:rsidRPr="00E76C19">
        <w:rPr>
          <w:rtl/>
          <w:lang w:bidi="fa-IR"/>
        </w:rPr>
        <w:t xml:space="preserve"> الله گفت : اهل عراقم .</w:t>
      </w:r>
    </w:p>
    <w:p w:rsidR="00E76C19" w:rsidRPr="00E76C19" w:rsidRDefault="00E76C19" w:rsidP="00E76C19">
      <w:pPr>
        <w:pStyle w:val="libNormal"/>
        <w:rPr>
          <w:rtl/>
          <w:lang w:bidi="fa-IR"/>
        </w:rPr>
      </w:pPr>
      <w:r w:rsidRPr="00E76C19">
        <w:rPr>
          <w:rFonts w:hint="eastAsia"/>
          <w:rtl/>
          <w:lang w:bidi="fa-IR"/>
        </w:rPr>
        <w:lastRenderedPageBreak/>
        <w:t>بلال</w:t>
      </w:r>
      <w:r w:rsidRPr="00E76C19">
        <w:rPr>
          <w:rtl/>
          <w:lang w:bidi="fa-IR"/>
        </w:rPr>
        <w:t xml:space="preserve"> گفت : بنويس اى برادر عراقى .</w:t>
      </w:r>
    </w:p>
    <w:p w:rsidR="00E76C19" w:rsidRPr="00E76C19" w:rsidRDefault="00E76C19" w:rsidP="00E76C19">
      <w:pPr>
        <w:pStyle w:val="libNormal"/>
        <w:rPr>
          <w:rtl/>
          <w:lang w:bidi="fa-IR"/>
        </w:rPr>
      </w:pPr>
      <w:r w:rsidRPr="00E76C19">
        <w:rPr>
          <w:rFonts w:hint="eastAsia"/>
          <w:rtl/>
          <w:lang w:bidi="fa-IR"/>
        </w:rPr>
        <w:t>بسم</w:t>
      </w:r>
      <w:r w:rsidRPr="00E76C19">
        <w:rPr>
          <w:rtl/>
          <w:lang w:bidi="fa-IR"/>
        </w:rPr>
        <w:t xml:space="preserve"> الله الرحمن الرحيم .</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رسول خدا </w:t>
      </w:r>
      <w:r w:rsidR="002768D7" w:rsidRPr="002768D7">
        <w:rPr>
          <w:rStyle w:val="libAlaemChar"/>
          <w:rtl/>
        </w:rPr>
        <w:t xml:space="preserve">صلى‌الله‌عليه‌وآله‌وسلم </w:t>
      </w:r>
      <w:r w:rsidRPr="00E76C19">
        <w:rPr>
          <w:rtl/>
          <w:lang w:bidi="fa-IR"/>
        </w:rPr>
        <w:t xml:space="preserve"> شنيدم كه مى فرمود:</w:t>
      </w:r>
    </w:p>
    <w:p w:rsidR="00E76C19" w:rsidRPr="00E76C19" w:rsidRDefault="00E76C19" w:rsidP="00E76C19">
      <w:pPr>
        <w:pStyle w:val="libNormal"/>
        <w:rPr>
          <w:rtl/>
          <w:lang w:bidi="fa-IR"/>
        </w:rPr>
      </w:pPr>
      <w:r w:rsidRPr="00E76C19">
        <w:rPr>
          <w:rFonts w:hint="eastAsia"/>
          <w:rtl/>
          <w:lang w:bidi="fa-IR"/>
        </w:rPr>
        <w:t>اذان</w:t>
      </w:r>
      <w:r w:rsidRPr="00E76C19">
        <w:rPr>
          <w:rtl/>
          <w:lang w:bidi="fa-IR"/>
        </w:rPr>
        <w:t xml:space="preserve"> گويان ، امين مومنان در مورد نماز ايشان ، روزه ايشان ، گوشت تنشان و خونهايشان هستند. اذان گويان چيزى از خداوند عزوجل نمى طلبند، مگر آنكه به ايشان عطا مى شود. و در هيچ مورد شفاعت نكنند، مگر آنكه شفاعتشان مورد قبول واقع گردد.</w:t>
      </w:r>
    </w:p>
    <w:p w:rsidR="00E76C19" w:rsidRPr="00E76C19" w:rsidRDefault="00E76C19" w:rsidP="00E76C19">
      <w:pPr>
        <w:pStyle w:val="libNormal"/>
        <w:rPr>
          <w:rtl/>
          <w:lang w:bidi="fa-IR"/>
        </w:rPr>
      </w:pPr>
      <w:r w:rsidRPr="00E76C19">
        <w:rPr>
          <w:rFonts w:hint="eastAsia"/>
          <w:rtl/>
          <w:lang w:bidi="fa-IR"/>
        </w:rPr>
        <w:t>عبد</w:t>
      </w:r>
      <w:r w:rsidRPr="00E76C19">
        <w:rPr>
          <w:rtl/>
          <w:lang w:bidi="fa-IR"/>
        </w:rPr>
        <w:t xml:space="preserve"> الله گفت : باز هم برايم بگو.</w:t>
      </w:r>
    </w:p>
    <w:p w:rsidR="00E76C19" w:rsidRPr="00E76C19" w:rsidRDefault="00E76C19" w:rsidP="00E76C19">
      <w:pPr>
        <w:pStyle w:val="libNormal"/>
        <w:rPr>
          <w:rtl/>
          <w:lang w:bidi="fa-IR"/>
        </w:rPr>
      </w:pPr>
      <w:r w:rsidRPr="00E76C19">
        <w:rPr>
          <w:rFonts w:hint="eastAsia"/>
          <w:rtl/>
          <w:lang w:bidi="fa-IR"/>
        </w:rPr>
        <w:t>بلال</w:t>
      </w:r>
      <w:r w:rsidRPr="00E76C19">
        <w:rPr>
          <w:rtl/>
          <w:lang w:bidi="fa-IR"/>
        </w:rPr>
        <w:t xml:space="preserve"> گفت : از رسول خدا </w:t>
      </w:r>
      <w:r w:rsidR="002768D7" w:rsidRPr="002768D7">
        <w:rPr>
          <w:rStyle w:val="libAlaemChar"/>
          <w:rtl/>
        </w:rPr>
        <w:t xml:space="preserve">صلى‌الله‌عليه‌وآله‌وسلم </w:t>
      </w:r>
      <w:r w:rsidRPr="00E76C19">
        <w:rPr>
          <w:rtl/>
          <w:lang w:bidi="fa-IR"/>
        </w:rPr>
        <w:t xml:space="preserve"> شنيدم كه مى فرمود:</w:t>
      </w:r>
    </w:p>
    <w:p w:rsidR="00E76C19" w:rsidRPr="00E76C19" w:rsidRDefault="00E76C19" w:rsidP="00E76C19">
      <w:pPr>
        <w:pStyle w:val="libNormal"/>
        <w:rPr>
          <w:rtl/>
          <w:lang w:bidi="fa-IR"/>
        </w:rPr>
      </w:pPr>
      <w:r w:rsidRPr="00E76C19">
        <w:rPr>
          <w:rFonts w:hint="eastAsia"/>
          <w:rtl/>
          <w:lang w:bidi="fa-IR"/>
        </w:rPr>
        <w:t>هنگامى</w:t>
      </w:r>
      <w:r w:rsidRPr="00E76C19">
        <w:rPr>
          <w:rtl/>
          <w:lang w:bidi="fa-IR"/>
        </w:rPr>
        <w:t xml:space="preserve"> كه روز قيامت فرا رسد، خداوند عزوجل مردمان را در زمينى جمع كند، و فرشتگانى از نور را به سوى اذان گويان در حالى كه علم هايى از نور همراه خود دارند گسيل دارد. اين فرشتگان ، اسبانى را يدك مى كشند كه مهارشان زبرجد سبز است . و زين و خورجين هايشان بسيار خو</w:t>
      </w:r>
      <w:r w:rsidRPr="00E76C19">
        <w:rPr>
          <w:rFonts w:hint="eastAsia"/>
          <w:rtl/>
          <w:lang w:bidi="fa-IR"/>
        </w:rPr>
        <w:t>شبو</w:t>
      </w:r>
      <w:r w:rsidRPr="00E76C19">
        <w:rPr>
          <w:rtl/>
          <w:lang w:bidi="fa-IR"/>
        </w:rPr>
        <w:t xml:space="preserve"> است . و اذان گويان بر آن سوار مى شوند، و با صداى بلند اذان مى گويند. و بر مردمان گذر مى كنند و الله اكبر مى گويند و غوغايى از تسبيح امت من بلند مى شود و...</w:t>
      </w:r>
    </w:p>
    <w:p w:rsidR="00E76C19" w:rsidRPr="00E76C19" w:rsidRDefault="00E76C19" w:rsidP="00E76C19">
      <w:pPr>
        <w:pStyle w:val="libNormal"/>
        <w:rPr>
          <w:rtl/>
          <w:lang w:bidi="fa-IR"/>
        </w:rPr>
      </w:pPr>
      <w:r w:rsidRPr="00E76C19">
        <w:rPr>
          <w:rFonts w:hint="eastAsia"/>
          <w:rtl/>
          <w:lang w:bidi="fa-IR"/>
        </w:rPr>
        <w:t>بلال</w:t>
      </w:r>
      <w:r w:rsidRPr="00E76C19">
        <w:rPr>
          <w:rtl/>
          <w:lang w:bidi="fa-IR"/>
        </w:rPr>
        <w:t xml:space="preserve"> ادامه داد: شتاب كنيد در انجام كارهاى خير و بر هم پيشى بگيريد. </w:t>
      </w:r>
      <w:r w:rsidRPr="00A7243A">
        <w:rPr>
          <w:rStyle w:val="libFootnotenumChar"/>
          <w:rtl/>
        </w:rPr>
        <w:t>(٩٢)</w:t>
      </w:r>
    </w:p>
    <w:p w:rsidR="00E76C19" w:rsidRPr="00E76C19" w:rsidRDefault="00A7243A" w:rsidP="00E76C19">
      <w:pPr>
        <w:pStyle w:val="libNormal"/>
        <w:rPr>
          <w:rtl/>
          <w:lang w:bidi="fa-IR"/>
        </w:rPr>
      </w:pPr>
      <w:r>
        <w:rPr>
          <w:rtl/>
          <w:lang w:bidi="fa-IR"/>
        </w:rPr>
        <w:br w:type="page"/>
      </w:r>
    </w:p>
    <w:p w:rsidR="00E76C19" w:rsidRPr="00E76C19" w:rsidRDefault="00E76C19" w:rsidP="00A7243A">
      <w:pPr>
        <w:pStyle w:val="Heading2"/>
        <w:rPr>
          <w:rtl/>
          <w:lang w:bidi="fa-IR"/>
        </w:rPr>
      </w:pPr>
      <w:bookmarkStart w:id="53" w:name="_Toc489701893"/>
      <w:r w:rsidRPr="00E76C19">
        <w:rPr>
          <w:rFonts w:hint="eastAsia"/>
          <w:rtl/>
          <w:lang w:bidi="fa-IR"/>
        </w:rPr>
        <w:t>اذان</w:t>
      </w:r>
      <w:r w:rsidRPr="00E76C19">
        <w:rPr>
          <w:rtl/>
          <w:lang w:bidi="fa-IR"/>
        </w:rPr>
        <w:t xml:space="preserve"> ناتمام</w:t>
      </w:r>
      <w:bookmarkEnd w:id="53"/>
    </w:p>
    <w:p w:rsidR="00E76C19" w:rsidRPr="00E76C19" w:rsidRDefault="00E76C19" w:rsidP="00A7243A">
      <w:pPr>
        <w:pStyle w:val="libNormal"/>
        <w:rPr>
          <w:rtl/>
          <w:lang w:bidi="fa-IR"/>
        </w:rPr>
      </w:pPr>
      <w:r w:rsidRPr="00E76C19">
        <w:rPr>
          <w:rFonts w:hint="eastAsia"/>
          <w:rtl/>
          <w:lang w:bidi="fa-IR"/>
        </w:rPr>
        <w:t>بعد</w:t>
      </w:r>
      <w:r w:rsidRPr="00E76C19">
        <w:rPr>
          <w:rtl/>
          <w:lang w:bidi="fa-IR"/>
        </w:rPr>
        <w:t xml:space="preserve"> از رحلت پيامبر </w:t>
      </w:r>
      <w:r w:rsidR="002768D7" w:rsidRPr="002768D7">
        <w:rPr>
          <w:rStyle w:val="libAlaemChar"/>
          <w:rtl/>
        </w:rPr>
        <w:t xml:space="preserve">صلى‌الله‌عليه‌وآله‌وسلم </w:t>
      </w:r>
      <w:r w:rsidRPr="00E76C19">
        <w:rPr>
          <w:rtl/>
          <w:lang w:bidi="fa-IR"/>
        </w:rPr>
        <w:t xml:space="preserve">، بلال ديگر اذان نگفت . تا اينكه روزى حضرت فاطمه </w:t>
      </w:r>
      <w:r w:rsidR="00C23A36" w:rsidRPr="00C23A36">
        <w:rPr>
          <w:rStyle w:val="libAlaemChar"/>
          <w:rtl/>
        </w:rPr>
        <w:t xml:space="preserve">عليها‌السلام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من</w:t>
      </w:r>
      <w:r w:rsidRPr="00E76C19">
        <w:rPr>
          <w:rtl/>
          <w:lang w:bidi="fa-IR"/>
        </w:rPr>
        <w:t xml:space="preserve"> ميل دارم صداى اذان بلال را بشنوم .</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بلال را حاضر كردند و او مشغول اذان گفتن شد. بلال گفت : الله اكبر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زهرا </w:t>
      </w:r>
      <w:r w:rsidR="00C23A36" w:rsidRPr="00C23A36">
        <w:rPr>
          <w:rStyle w:val="libAlaemChar"/>
          <w:rtl/>
        </w:rPr>
        <w:t xml:space="preserve">عليها‌السلام </w:t>
      </w:r>
      <w:r w:rsidRPr="00E76C19">
        <w:rPr>
          <w:rtl/>
          <w:lang w:bidi="fa-IR"/>
        </w:rPr>
        <w:t>به ياد پدرش افتاد و شروع به گريستن كرد. چون بلال گفت :</w:t>
      </w:r>
    </w:p>
    <w:p w:rsidR="00E76C19" w:rsidRPr="00E76C19" w:rsidRDefault="00E76C19" w:rsidP="00E76C19">
      <w:pPr>
        <w:pStyle w:val="libNormal"/>
        <w:rPr>
          <w:rtl/>
          <w:lang w:bidi="fa-IR"/>
        </w:rPr>
      </w:pPr>
      <w:r w:rsidRPr="00E76C19">
        <w:rPr>
          <w:rFonts w:hint="eastAsia"/>
          <w:rtl/>
          <w:lang w:bidi="fa-IR"/>
        </w:rPr>
        <w:t>اشهد</w:t>
      </w:r>
      <w:r w:rsidRPr="00E76C19">
        <w:rPr>
          <w:rtl/>
          <w:lang w:bidi="fa-IR"/>
        </w:rPr>
        <w:t xml:space="preserve"> ان محمدا رسول الله</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فاطمه </w:t>
      </w:r>
      <w:r w:rsidR="00C23A36" w:rsidRPr="00C23A36">
        <w:rPr>
          <w:rStyle w:val="libAlaemChar"/>
          <w:rtl/>
        </w:rPr>
        <w:t xml:space="preserve">عليها‌السلام </w:t>
      </w:r>
      <w:r w:rsidRPr="00E76C19">
        <w:rPr>
          <w:rtl/>
          <w:lang w:bidi="fa-IR"/>
        </w:rPr>
        <w:t>فرياد بلندى كشيد و بى هوش شد.</w:t>
      </w:r>
    </w:p>
    <w:p w:rsidR="00E76C19" w:rsidRPr="00E76C19" w:rsidRDefault="00E76C19" w:rsidP="00E76C19">
      <w:pPr>
        <w:pStyle w:val="libNormal"/>
        <w:rPr>
          <w:rtl/>
          <w:lang w:bidi="fa-IR"/>
        </w:rPr>
      </w:pPr>
      <w:r w:rsidRPr="00E76C19">
        <w:rPr>
          <w:rFonts w:hint="eastAsia"/>
          <w:rtl/>
          <w:lang w:bidi="fa-IR"/>
        </w:rPr>
        <w:t>اطرافيان</w:t>
      </w:r>
      <w:r w:rsidRPr="00E76C19">
        <w:rPr>
          <w:rtl/>
          <w:lang w:bidi="fa-IR"/>
        </w:rPr>
        <w:t xml:space="preserve"> فرياد زدند: اى بلال ! دست از اذان گفتن بردار كه دختر رسول الله از دنيا رفت .</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از لحظاتى چند، حضرت زهرا </w:t>
      </w:r>
      <w:r w:rsidR="00C23A36" w:rsidRPr="00C23A36">
        <w:rPr>
          <w:rStyle w:val="libAlaemChar"/>
          <w:rtl/>
        </w:rPr>
        <w:t xml:space="preserve">عليها‌السلام </w:t>
      </w:r>
      <w:r w:rsidRPr="00E76C19">
        <w:rPr>
          <w:rtl/>
          <w:lang w:bidi="fa-IR"/>
        </w:rPr>
        <w:t>به هوش آمد و به بلال فرمود: ادامه بده .</w:t>
      </w:r>
    </w:p>
    <w:p w:rsidR="00E76C19" w:rsidRPr="00E76C19" w:rsidRDefault="00E76C19" w:rsidP="00E76C19">
      <w:pPr>
        <w:pStyle w:val="libNormal"/>
        <w:rPr>
          <w:rtl/>
          <w:lang w:bidi="fa-IR"/>
        </w:rPr>
      </w:pPr>
      <w:r w:rsidRPr="00E76C19">
        <w:rPr>
          <w:rFonts w:hint="eastAsia"/>
          <w:rtl/>
          <w:lang w:bidi="fa-IR"/>
        </w:rPr>
        <w:t>بلال</w:t>
      </w:r>
      <w:r w:rsidRPr="00E76C19">
        <w:rPr>
          <w:rtl/>
          <w:lang w:bidi="fa-IR"/>
        </w:rPr>
        <w:t xml:space="preserve"> گفت : مرا معاف دار، اى دخت رسول الله ! چون مى ترسم با صداى اذان من ، روح از تن مباركت بيرون رود. پس آن حضرت بلال را معاف كرد و آن اذان ناتمام ماند . </w:t>
      </w:r>
      <w:r w:rsidRPr="00A7243A">
        <w:rPr>
          <w:rStyle w:val="libFootnotenumChar"/>
          <w:rtl/>
        </w:rPr>
        <w:t>(٩٣)</w:t>
      </w:r>
    </w:p>
    <w:p w:rsidR="00E76C19" w:rsidRPr="00E76C19" w:rsidRDefault="00A7243A" w:rsidP="00E76C19">
      <w:pPr>
        <w:pStyle w:val="libNormal"/>
        <w:rPr>
          <w:rtl/>
          <w:lang w:bidi="fa-IR"/>
        </w:rPr>
      </w:pPr>
      <w:r>
        <w:rPr>
          <w:rtl/>
          <w:lang w:bidi="fa-IR"/>
        </w:rPr>
        <w:br w:type="page"/>
      </w:r>
    </w:p>
    <w:p w:rsidR="00E76C19" w:rsidRPr="00E76C19" w:rsidRDefault="00E76C19" w:rsidP="00A7243A">
      <w:pPr>
        <w:pStyle w:val="Heading2"/>
        <w:rPr>
          <w:rtl/>
          <w:lang w:bidi="fa-IR"/>
        </w:rPr>
      </w:pPr>
      <w:bookmarkStart w:id="54" w:name="_Toc489701894"/>
      <w:r w:rsidRPr="00E76C19">
        <w:rPr>
          <w:rFonts w:hint="eastAsia"/>
          <w:rtl/>
          <w:lang w:bidi="fa-IR"/>
        </w:rPr>
        <w:t>حضور</w:t>
      </w:r>
      <w:r w:rsidRPr="00E76C19">
        <w:rPr>
          <w:rtl/>
          <w:lang w:bidi="fa-IR"/>
        </w:rPr>
        <w:t xml:space="preserve"> قلب در نماز</w:t>
      </w:r>
      <w:bookmarkEnd w:id="54"/>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 هنگامى كه به نماز مى ايستى ، دقت كن :</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حالت سيرى نماز نخوان .</w:t>
      </w:r>
    </w:p>
    <w:p w:rsidR="00E76C19" w:rsidRPr="00E76C19" w:rsidRDefault="00E76C19" w:rsidP="00E76C19">
      <w:pPr>
        <w:pStyle w:val="libNormal"/>
        <w:rPr>
          <w:rtl/>
          <w:lang w:bidi="fa-IR"/>
        </w:rPr>
      </w:pPr>
      <w:r w:rsidRPr="00E76C19">
        <w:rPr>
          <w:rFonts w:hint="eastAsia"/>
          <w:rtl/>
          <w:lang w:bidi="fa-IR"/>
        </w:rPr>
        <w:t>همچنين</w:t>
      </w:r>
      <w:r w:rsidRPr="00E76C19">
        <w:rPr>
          <w:rtl/>
          <w:lang w:bidi="fa-IR"/>
        </w:rPr>
        <w:t xml:space="preserve"> از روى كسالت و تنبلى نماز نخوان و دل را به نمازت مشغول دار، چرا كه نمازت به مقدارى مقبول درگاه احديت واقع مى شود كه با حضور قلب بوده باشى . در نظر بگير كه آخرين نمازت است . و هنگام نماز با آرامش كامل و با وقار بايست .</w:t>
      </w:r>
    </w:p>
    <w:p w:rsidR="00E76C19" w:rsidRPr="00E76C19" w:rsidRDefault="00E76C19" w:rsidP="00E76C19">
      <w:pPr>
        <w:pStyle w:val="libNormal"/>
        <w:rPr>
          <w:rtl/>
          <w:lang w:bidi="fa-IR"/>
        </w:rPr>
      </w:pPr>
      <w:r w:rsidRPr="00E76C19">
        <w:rPr>
          <w:rFonts w:hint="eastAsia"/>
          <w:rtl/>
          <w:lang w:bidi="fa-IR"/>
        </w:rPr>
        <w:t>به</w:t>
      </w:r>
      <w:r w:rsidRPr="00E76C19">
        <w:rPr>
          <w:rtl/>
          <w:lang w:bidi="fa-IR"/>
        </w:rPr>
        <w:t xml:space="preserve"> ديوار تكيه مده و خميازه نكش و از خنديدن در هنگام نماز دورى كن . </w:t>
      </w:r>
      <w:r w:rsidRPr="00A7243A">
        <w:rPr>
          <w:rStyle w:val="libFootnotenumChar"/>
          <w:rtl/>
        </w:rPr>
        <w:t>(٩٤)</w:t>
      </w:r>
    </w:p>
    <w:p w:rsidR="00E76C19" w:rsidRPr="00E76C19" w:rsidRDefault="00A7243A" w:rsidP="00E76C19">
      <w:pPr>
        <w:pStyle w:val="libNormal"/>
        <w:rPr>
          <w:rtl/>
          <w:lang w:bidi="fa-IR"/>
        </w:rPr>
      </w:pPr>
      <w:r>
        <w:rPr>
          <w:rtl/>
          <w:lang w:bidi="fa-IR"/>
        </w:rPr>
        <w:br w:type="page"/>
      </w:r>
    </w:p>
    <w:p w:rsidR="00E76C19" w:rsidRPr="00E76C19" w:rsidRDefault="00E76C19" w:rsidP="00A7243A">
      <w:pPr>
        <w:pStyle w:val="Heading2"/>
        <w:rPr>
          <w:rtl/>
          <w:lang w:bidi="fa-IR"/>
        </w:rPr>
      </w:pPr>
      <w:bookmarkStart w:id="55" w:name="_Toc489701895"/>
      <w:r w:rsidRPr="00E76C19">
        <w:rPr>
          <w:rFonts w:hint="eastAsia"/>
          <w:rtl/>
          <w:lang w:bidi="fa-IR"/>
        </w:rPr>
        <w:t>معناى</w:t>
      </w:r>
      <w:r w:rsidRPr="00E76C19">
        <w:rPr>
          <w:rtl/>
          <w:lang w:bidi="fa-IR"/>
        </w:rPr>
        <w:t xml:space="preserve"> سجود</w:t>
      </w:r>
      <w:bookmarkEnd w:id="55"/>
    </w:p>
    <w:p w:rsidR="00E76C19" w:rsidRPr="00E76C19" w:rsidRDefault="00E76C19" w:rsidP="00E76C19">
      <w:pPr>
        <w:pStyle w:val="libNormal"/>
        <w:rPr>
          <w:rtl/>
          <w:lang w:bidi="fa-IR"/>
        </w:rPr>
      </w:pPr>
      <w:r w:rsidRPr="00E76C19">
        <w:rPr>
          <w:rFonts w:hint="eastAsia"/>
          <w:rtl/>
          <w:lang w:bidi="fa-IR"/>
        </w:rPr>
        <w:t>مردى</w:t>
      </w:r>
      <w:r w:rsidRPr="00E76C19">
        <w:rPr>
          <w:rtl/>
          <w:lang w:bidi="fa-IR"/>
        </w:rPr>
        <w:t xml:space="preserve"> از على </w:t>
      </w:r>
      <w:r w:rsidR="004A085F" w:rsidRPr="004A085F">
        <w:rPr>
          <w:rStyle w:val="libAlaemChar"/>
          <w:rtl/>
          <w:lang w:bidi="fa-IR"/>
        </w:rPr>
        <w:t xml:space="preserve">عليه‌السلام </w:t>
      </w:r>
      <w:r w:rsidRPr="00E76C19">
        <w:rPr>
          <w:rtl/>
          <w:lang w:bidi="fa-IR"/>
        </w:rPr>
        <w:t>سوال كرد: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پسر عموى بهترين خلق خدا! سجده اول در نماز چه معنى دارد؟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w:t>
      </w:r>
    </w:p>
    <w:p w:rsidR="00E76C19" w:rsidRPr="00E76C19" w:rsidRDefault="00E76C19" w:rsidP="00E76C19">
      <w:pPr>
        <w:pStyle w:val="libNormal"/>
        <w:rPr>
          <w:rtl/>
          <w:lang w:bidi="fa-IR"/>
        </w:rPr>
      </w:pPr>
      <w:r w:rsidRPr="00E76C19">
        <w:rPr>
          <w:rFonts w:hint="eastAsia"/>
          <w:rtl/>
          <w:lang w:bidi="fa-IR"/>
        </w:rPr>
        <w:t>معنايش</w:t>
      </w:r>
      <w:r w:rsidRPr="00E76C19">
        <w:rPr>
          <w:rtl/>
          <w:lang w:bidi="fa-IR"/>
        </w:rPr>
        <w:t xml:space="preserve"> اين است كه : خداوندا! تو ما</w:t>
      </w:r>
      <w:r w:rsidR="00A7243A">
        <w:rPr>
          <w:rFonts w:hint="cs"/>
          <w:rtl/>
          <w:lang w:bidi="fa-IR"/>
        </w:rPr>
        <w:t xml:space="preserve"> </w:t>
      </w:r>
      <w:r w:rsidRPr="00E76C19">
        <w:rPr>
          <w:rtl/>
          <w:lang w:bidi="fa-IR"/>
        </w:rPr>
        <w:t>ر</w:t>
      </w:r>
      <w:r w:rsidR="00A7243A">
        <w:rPr>
          <w:rFonts w:hint="cs"/>
          <w:rtl/>
          <w:lang w:bidi="fa-IR"/>
        </w:rPr>
        <w:t>ا</w:t>
      </w:r>
      <w:r w:rsidRPr="00E76C19">
        <w:rPr>
          <w:rtl/>
          <w:lang w:bidi="fa-IR"/>
        </w:rPr>
        <w:t xml:space="preserve"> از اين خاك آفريدى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چون سر بر مى دارى معنايش اين است كه : خداوندا! ما را از خاك آفريدى و نشو و نمو دادى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در سجده دوم يعنى : خدايا! تو ما را به خاك باز خواهى گرداند.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چون سر برداشتى يعنى : باز مرتبه ديگر در روز قيامت ، ما را از خاك بيرون خواهى آورد. </w:t>
      </w:r>
      <w:r w:rsidRPr="00A7243A">
        <w:rPr>
          <w:rStyle w:val="libFootnotenumChar"/>
          <w:rtl/>
        </w:rPr>
        <w:t>(٩٥)</w:t>
      </w:r>
    </w:p>
    <w:p w:rsidR="00E76C19" w:rsidRPr="00E76C19" w:rsidRDefault="00E76C19" w:rsidP="00E76C19">
      <w:pPr>
        <w:pStyle w:val="libNormal"/>
        <w:rPr>
          <w:rtl/>
          <w:lang w:bidi="fa-IR"/>
        </w:rPr>
      </w:pPr>
    </w:p>
    <w:p w:rsidR="00E76C19" w:rsidRPr="00E76C19" w:rsidRDefault="00E76C19" w:rsidP="00A7243A">
      <w:pPr>
        <w:pStyle w:val="Heading2"/>
        <w:rPr>
          <w:rtl/>
          <w:lang w:bidi="fa-IR"/>
        </w:rPr>
      </w:pPr>
      <w:bookmarkStart w:id="56" w:name="_Toc489701896"/>
      <w:r w:rsidRPr="00E76C19">
        <w:rPr>
          <w:rFonts w:hint="eastAsia"/>
          <w:rtl/>
          <w:lang w:bidi="fa-IR"/>
        </w:rPr>
        <w:t>ذكر</w:t>
      </w:r>
      <w:r w:rsidRPr="00E76C19">
        <w:rPr>
          <w:rtl/>
          <w:lang w:bidi="fa-IR"/>
        </w:rPr>
        <w:t xml:space="preserve"> قنوت</w:t>
      </w:r>
      <w:bookmarkEnd w:id="56"/>
    </w:p>
    <w:p w:rsidR="00E76C19" w:rsidRPr="00E76C19" w:rsidRDefault="00E76C19" w:rsidP="00E76C19">
      <w:pPr>
        <w:pStyle w:val="libNormal"/>
        <w:rPr>
          <w:rtl/>
          <w:lang w:bidi="fa-IR"/>
        </w:rPr>
      </w:pPr>
      <w:r w:rsidRPr="00E76C19">
        <w:rPr>
          <w:rFonts w:hint="eastAsia"/>
          <w:rtl/>
          <w:lang w:bidi="fa-IR"/>
        </w:rPr>
        <w:t>شخصى</w:t>
      </w:r>
      <w:r w:rsidRPr="00E76C19">
        <w:rPr>
          <w:rtl/>
          <w:lang w:bidi="fa-IR"/>
        </w:rPr>
        <w:t xml:space="preserve"> از امام صادق </w:t>
      </w:r>
      <w:r w:rsidR="004A085F" w:rsidRPr="004A085F">
        <w:rPr>
          <w:rStyle w:val="libAlaemChar"/>
          <w:rtl/>
          <w:lang w:bidi="fa-IR"/>
        </w:rPr>
        <w:t xml:space="preserve">عليه‌السلام </w:t>
      </w:r>
      <w:r w:rsidRPr="00E76C19">
        <w:rPr>
          <w:rtl/>
          <w:lang w:bidi="fa-IR"/>
        </w:rPr>
        <w:t>سوال كرد:</w:t>
      </w:r>
    </w:p>
    <w:p w:rsidR="00E76C19" w:rsidRPr="00E76C19" w:rsidRDefault="00E76C19" w:rsidP="00E76C19">
      <w:pPr>
        <w:pStyle w:val="libNormal"/>
        <w:rPr>
          <w:rtl/>
          <w:lang w:bidi="fa-IR"/>
        </w:rPr>
      </w:pPr>
      <w:r w:rsidRPr="00E76C19">
        <w:rPr>
          <w:rFonts w:hint="eastAsia"/>
          <w:rtl/>
          <w:lang w:bidi="fa-IR"/>
        </w:rPr>
        <w:t>يابن</w:t>
      </w:r>
      <w:r w:rsidRPr="00E76C19">
        <w:rPr>
          <w:rtl/>
          <w:lang w:bidi="fa-IR"/>
        </w:rPr>
        <w:t xml:space="preserve"> رسول الله ! آيا كلام مخصوصى در قنوت بايد خوانده شود؟</w:t>
      </w:r>
    </w:p>
    <w:p w:rsidR="00E76C19" w:rsidRPr="00A7243A" w:rsidRDefault="00E76C19" w:rsidP="00E76C19">
      <w:pPr>
        <w:pStyle w:val="libNormal"/>
        <w:rPr>
          <w:rStyle w:val="libFootnotenumChar"/>
          <w:rtl/>
        </w:rPr>
      </w:pPr>
      <w:r w:rsidRPr="00E76C19">
        <w:rPr>
          <w:rFonts w:hint="eastAsia"/>
          <w:rtl/>
          <w:lang w:bidi="fa-IR"/>
        </w:rPr>
        <w:t>امام</w:t>
      </w:r>
      <w:r w:rsidRPr="00E76C19">
        <w:rPr>
          <w:rtl/>
          <w:lang w:bidi="fa-IR"/>
        </w:rPr>
        <w:t xml:space="preserve"> </w:t>
      </w:r>
      <w:r w:rsidR="004A085F" w:rsidRPr="004A085F">
        <w:rPr>
          <w:rStyle w:val="libAlaemChar"/>
          <w:rtl/>
          <w:lang w:bidi="fa-IR"/>
        </w:rPr>
        <w:t xml:space="preserve">عليه‌السلام </w:t>
      </w:r>
      <w:r w:rsidRPr="00E76C19">
        <w:rPr>
          <w:rtl/>
          <w:lang w:bidi="fa-IR"/>
        </w:rPr>
        <w:t>فرمود: ثناى پروردگار خويش را بگوى ، و بر پيامبر خو</w:t>
      </w:r>
      <w:r w:rsidR="00A7243A">
        <w:rPr>
          <w:rFonts w:hint="cs"/>
          <w:rtl/>
          <w:lang w:bidi="fa-IR"/>
        </w:rPr>
        <w:t>د</w:t>
      </w:r>
      <w:r w:rsidRPr="00E76C19">
        <w:rPr>
          <w:rtl/>
          <w:lang w:bidi="fa-IR"/>
        </w:rPr>
        <w:t xml:space="preserve"> صلوات فرست ، و از خداوند طلب بخشايش كن . </w:t>
      </w:r>
      <w:r w:rsidRPr="00A7243A">
        <w:rPr>
          <w:rStyle w:val="libFootnotenumChar"/>
          <w:rtl/>
        </w:rPr>
        <w:t>(٩٦) (٩٧)</w:t>
      </w:r>
    </w:p>
    <w:p w:rsidR="00E76C19" w:rsidRPr="00E76C19" w:rsidRDefault="00A7243A" w:rsidP="00E76C19">
      <w:pPr>
        <w:pStyle w:val="libNormal"/>
        <w:rPr>
          <w:rtl/>
          <w:lang w:bidi="fa-IR"/>
        </w:rPr>
      </w:pPr>
      <w:r>
        <w:rPr>
          <w:rtl/>
          <w:lang w:bidi="fa-IR"/>
        </w:rPr>
        <w:br w:type="page"/>
      </w:r>
    </w:p>
    <w:p w:rsidR="00E76C19" w:rsidRPr="00E76C19" w:rsidRDefault="00E76C19" w:rsidP="00A7243A">
      <w:pPr>
        <w:pStyle w:val="Heading2"/>
        <w:rPr>
          <w:rtl/>
          <w:lang w:bidi="fa-IR"/>
        </w:rPr>
      </w:pPr>
      <w:bookmarkStart w:id="57" w:name="_Toc489701897"/>
      <w:r w:rsidRPr="00E76C19">
        <w:rPr>
          <w:rFonts w:hint="eastAsia"/>
          <w:rtl/>
          <w:lang w:bidi="fa-IR"/>
        </w:rPr>
        <w:t>چشمان</w:t>
      </w:r>
      <w:r w:rsidRPr="00E76C19">
        <w:rPr>
          <w:rtl/>
          <w:lang w:bidi="fa-IR"/>
        </w:rPr>
        <w:t xml:space="preserve"> غير گريان در قيامت</w:t>
      </w:r>
      <w:bookmarkEnd w:id="57"/>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روز قيامت همه چشمان گريان هستند. جز سه چشم :</w:t>
      </w:r>
    </w:p>
    <w:p w:rsidR="00E76C19" w:rsidRPr="00E76C19" w:rsidRDefault="00E76C19" w:rsidP="00E76C19">
      <w:pPr>
        <w:pStyle w:val="libNormal"/>
        <w:rPr>
          <w:rtl/>
          <w:lang w:bidi="fa-IR"/>
        </w:rPr>
      </w:pPr>
      <w:r w:rsidRPr="00E76C19">
        <w:rPr>
          <w:rtl/>
          <w:lang w:bidi="fa-IR"/>
        </w:rPr>
        <w:t>١</w:t>
      </w:r>
      <w:r w:rsidR="00A7243A">
        <w:rPr>
          <w:rFonts w:hint="cs"/>
          <w:rtl/>
          <w:lang w:bidi="fa-IR"/>
        </w:rPr>
        <w:t xml:space="preserve"> -</w:t>
      </w:r>
      <w:r w:rsidRPr="00E76C19">
        <w:rPr>
          <w:rtl/>
          <w:lang w:bidi="fa-IR"/>
        </w:rPr>
        <w:t xml:space="preserve"> چشمى كه از ترس خدا گريسته باشد.</w:t>
      </w:r>
    </w:p>
    <w:p w:rsidR="00E76C19" w:rsidRPr="00E76C19" w:rsidRDefault="00E76C19" w:rsidP="00E76C19">
      <w:pPr>
        <w:pStyle w:val="libNormal"/>
        <w:rPr>
          <w:rtl/>
          <w:lang w:bidi="fa-IR"/>
        </w:rPr>
      </w:pPr>
      <w:r w:rsidRPr="00E76C19">
        <w:rPr>
          <w:rtl/>
          <w:lang w:bidi="fa-IR"/>
        </w:rPr>
        <w:t>٢</w:t>
      </w:r>
      <w:r w:rsidR="00A7243A">
        <w:rPr>
          <w:rFonts w:hint="cs"/>
          <w:rtl/>
          <w:lang w:bidi="fa-IR"/>
        </w:rPr>
        <w:t xml:space="preserve"> -</w:t>
      </w:r>
      <w:r w:rsidRPr="00E76C19">
        <w:rPr>
          <w:rtl/>
          <w:lang w:bidi="fa-IR"/>
        </w:rPr>
        <w:t xml:space="preserve"> چشمى كه از محرمات الهى پوشيده باشد.</w:t>
      </w:r>
    </w:p>
    <w:p w:rsidR="00E76C19" w:rsidRPr="00E76C19" w:rsidRDefault="00E76C19" w:rsidP="00E76C19">
      <w:pPr>
        <w:pStyle w:val="libNormal"/>
        <w:rPr>
          <w:rtl/>
          <w:lang w:bidi="fa-IR"/>
        </w:rPr>
      </w:pPr>
      <w:r w:rsidRPr="00E76C19">
        <w:rPr>
          <w:rtl/>
          <w:lang w:bidi="fa-IR"/>
        </w:rPr>
        <w:t>٣</w:t>
      </w:r>
      <w:r w:rsidR="00A7243A">
        <w:rPr>
          <w:rFonts w:hint="cs"/>
          <w:rtl/>
          <w:lang w:bidi="fa-IR"/>
        </w:rPr>
        <w:t xml:space="preserve"> -</w:t>
      </w:r>
      <w:r w:rsidRPr="00E76C19">
        <w:rPr>
          <w:rtl/>
          <w:lang w:bidi="fa-IR"/>
        </w:rPr>
        <w:t xml:space="preserve"> چشمى كه در راه خدا، شب زنده دارى كرده باشد. </w:t>
      </w:r>
      <w:r w:rsidRPr="00A7243A">
        <w:rPr>
          <w:rStyle w:val="libFootnotenumChar"/>
          <w:rtl/>
        </w:rPr>
        <w:t>(٩٨)</w:t>
      </w:r>
    </w:p>
    <w:p w:rsidR="00E76C19" w:rsidRPr="00E76C19" w:rsidRDefault="00A7243A" w:rsidP="00E76C19">
      <w:pPr>
        <w:pStyle w:val="libNormal"/>
        <w:rPr>
          <w:rtl/>
          <w:lang w:bidi="fa-IR"/>
        </w:rPr>
      </w:pPr>
      <w:r>
        <w:rPr>
          <w:rtl/>
          <w:lang w:bidi="fa-IR"/>
        </w:rPr>
        <w:br w:type="page"/>
      </w:r>
    </w:p>
    <w:p w:rsidR="00E76C19" w:rsidRPr="00E76C19" w:rsidRDefault="00E76C19" w:rsidP="00A7243A">
      <w:pPr>
        <w:pStyle w:val="Heading2"/>
        <w:rPr>
          <w:rtl/>
          <w:lang w:bidi="fa-IR"/>
        </w:rPr>
      </w:pPr>
      <w:bookmarkStart w:id="58" w:name="_Toc489701898"/>
      <w:r w:rsidRPr="00E76C19">
        <w:rPr>
          <w:rFonts w:hint="eastAsia"/>
          <w:rtl/>
          <w:lang w:bidi="fa-IR"/>
        </w:rPr>
        <w:t>تسبيحات</w:t>
      </w:r>
      <w:r w:rsidRPr="00E76C19">
        <w:rPr>
          <w:rtl/>
          <w:lang w:bidi="fa-IR"/>
        </w:rPr>
        <w:t xml:space="preserve"> حضرت زهرا </w:t>
      </w:r>
      <w:r w:rsidR="00A7243A" w:rsidRPr="00A7243A">
        <w:rPr>
          <w:rStyle w:val="libAlaemChar"/>
          <w:rFonts w:eastAsiaTheme="minorHAnsi"/>
          <w:rtl/>
        </w:rPr>
        <w:t>عليها‌السلام</w:t>
      </w:r>
      <w:bookmarkEnd w:id="58"/>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هر</w:t>
      </w:r>
      <w:r w:rsidRPr="00E76C19">
        <w:rPr>
          <w:rtl/>
          <w:lang w:bidi="fa-IR"/>
        </w:rPr>
        <w:t xml:space="preserve"> كس تسبيحات حضرت زهرا </w:t>
      </w:r>
      <w:r w:rsidR="00C23A36" w:rsidRPr="00C23A36">
        <w:rPr>
          <w:rStyle w:val="libAlaemChar"/>
          <w:rtl/>
        </w:rPr>
        <w:t xml:space="preserve">عليها‌السلام </w:t>
      </w:r>
      <w:r w:rsidRPr="00E76C19">
        <w:rPr>
          <w:rtl/>
          <w:lang w:bidi="fa-IR"/>
        </w:rPr>
        <w:t xml:space="preserve">را بعد از هر نماز واجب بجا آورد، پيش از آنكه برخيزد، خداوند او را مى آمرزد. </w:t>
      </w:r>
      <w:r w:rsidRPr="00A7243A">
        <w:rPr>
          <w:rStyle w:val="libFootnotenumChar"/>
          <w:rtl/>
        </w:rPr>
        <w:t>(٩٩)</w:t>
      </w:r>
    </w:p>
    <w:p w:rsidR="00E76C19" w:rsidRPr="00E76C19" w:rsidRDefault="00E76C19" w:rsidP="00E76C19">
      <w:pPr>
        <w:pStyle w:val="libNormal"/>
        <w:rPr>
          <w:rtl/>
          <w:lang w:bidi="fa-IR"/>
        </w:rPr>
      </w:pPr>
    </w:p>
    <w:p w:rsidR="00E76C19" w:rsidRPr="00E76C19" w:rsidRDefault="00E76C19" w:rsidP="00A7243A">
      <w:pPr>
        <w:pStyle w:val="Heading2"/>
        <w:rPr>
          <w:rtl/>
          <w:lang w:bidi="fa-IR"/>
        </w:rPr>
      </w:pPr>
      <w:bookmarkStart w:id="59" w:name="_Toc489701899"/>
      <w:r w:rsidRPr="00E76C19">
        <w:rPr>
          <w:rFonts w:hint="eastAsia"/>
          <w:rtl/>
          <w:lang w:bidi="fa-IR"/>
        </w:rPr>
        <w:t>ياد</w:t>
      </w:r>
      <w:r w:rsidRPr="00E76C19">
        <w:rPr>
          <w:rtl/>
          <w:lang w:bidi="fa-IR"/>
        </w:rPr>
        <w:t xml:space="preserve"> خدا، بى نيازى از مردم</w:t>
      </w:r>
      <w:bookmarkEnd w:id="59"/>
    </w:p>
    <w:p w:rsidR="00E76C19" w:rsidRPr="00E76C19" w:rsidRDefault="00E76C19" w:rsidP="00E76C19">
      <w:pPr>
        <w:pStyle w:val="libNormal"/>
        <w:rPr>
          <w:rtl/>
          <w:lang w:bidi="fa-IR"/>
        </w:rPr>
      </w:pPr>
      <w:r w:rsidRPr="00E76C19">
        <w:rPr>
          <w:rFonts w:hint="eastAsia"/>
          <w:rtl/>
          <w:lang w:bidi="fa-IR"/>
        </w:rPr>
        <w:t>مردى</w:t>
      </w:r>
      <w:r w:rsidRPr="00E76C19">
        <w:rPr>
          <w:rtl/>
          <w:lang w:bidi="fa-IR"/>
        </w:rPr>
        <w:t xml:space="preserve"> از بنى سعد گويد:</w:t>
      </w:r>
    </w:p>
    <w:p w:rsidR="00E76C19" w:rsidRPr="00E76C19" w:rsidRDefault="00E76C19" w:rsidP="004714A7">
      <w:pPr>
        <w:pStyle w:val="libNormal"/>
        <w:rPr>
          <w:rtl/>
          <w:lang w:bidi="fa-IR"/>
        </w:rPr>
      </w:pPr>
      <w:r w:rsidRPr="00E76C19">
        <w:rPr>
          <w:rFonts w:hint="eastAsia"/>
          <w:rtl/>
          <w:lang w:bidi="fa-IR"/>
        </w:rPr>
        <w:t>حضرت</w:t>
      </w:r>
      <w:r w:rsidRPr="00E76C19">
        <w:rPr>
          <w:rtl/>
          <w:lang w:bidi="fa-IR"/>
        </w:rPr>
        <w:t xml:space="preserve"> على </w:t>
      </w:r>
      <w:r w:rsidR="004A085F" w:rsidRPr="004A085F">
        <w:rPr>
          <w:rStyle w:val="libAlaemChar"/>
          <w:rtl/>
          <w:lang w:bidi="fa-IR"/>
        </w:rPr>
        <w:t xml:space="preserve">عليه‌السلام </w:t>
      </w:r>
      <w:r w:rsidRPr="00E76C19">
        <w:rPr>
          <w:rtl/>
          <w:lang w:bidi="fa-IR"/>
        </w:rPr>
        <w:t xml:space="preserve">فرمود: فاطمه </w:t>
      </w:r>
      <w:r w:rsidR="00C23A36" w:rsidRPr="00C23A36">
        <w:rPr>
          <w:rStyle w:val="libAlaemChar"/>
          <w:rtl/>
        </w:rPr>
        <w:t xml:space="preserve">عليها‌السلام </w:t>
      </w:r>
      <w:r w:rsidRPr="00E76C19">
        <w:rPr>
          <w:rtl/>
          <w:lang w:bidi="fa-IR"/>
        </w:rPr>
        <w:t>در خانه من بود و به تنهايى آب از چاه مى كشيد و مشك آب را بر دوش مى گرفت و به خانه مى آورد، به گونه اى كه بدنش از تسمه مشك مجروح شده بود. با آسياب گندمها را آرد مى كرد. به طورى كه دستش زخمى شده بود ...</w:t>
      </w:r>
      <w:r w:rsidR="004714A7" w:rsidRPr="00E76C19">
        <w:rPr>
          <w:rFonts w:hint="eastAsia"/>
          <w:rtl/>
          <w:lang w:bidi="fa-IR"/>
        </w:rPr>
        <w:t xml:space="preserve"> </w:t>
      </w:r>
      <w:r w:rsidRPr="00E76C19">
        <w:rPr>
          <w:rFonts w:hint="eastAsia"/>
          <w:rtl/>
          <w:lang w:bidi="fa-IR"/>
        </w:rPr>
        <w:t>روزى</w:t>
      </w:r>
      <w:r w:rsidRPr="00E76C19">
        <w:rPr>
          <w:rtl/>
          <w:lang w:bidi="fa-IR"/>
        </w:rPr>
        <w:t xml:space="preserve"> من به او گفتم :</w:t>
      </w:r>
    </w:p>
    <w:p w:rsidR="00E76C19" w:rsidRPr="00E76C19" w:rsidRDefault="00E76C19" w:rsidP="00E76C19">
      <w:pPr>
        <w:pStyle w:val="libNormal"/>
        <w:rPr>
          <w:rtl/>
          <w:lang w:bidi="fa-IR"/>
        </w:rPr>
      </w:pPr>
      <w:r w:rsidRPr="00E76C19">
        <w:rPr>
          <w:rFonts w:hint="eastAsia"/>
          <w:rtl/>
          <w:lang w:bidi="fa-IR"/>
        </w:rPr>
        <w:t>از</w:t>
      </w:r>
      <w:r w:rsidRPr="00E76C19">
        <w:rPr>
          <w:rtl/>
          <w:lang w:bidi="fa-IR"/>
        </w:rPr>
        <w:t xml:space="preserve"> پدرت تقاضاى خدمتكار كن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زهرا </w:t>
      </w:r>
      <w:r w:rsidR="00C23A36" w:rsidRPr="00C23A36">
        <w:rPr>
          <w:rStyle w:val="libAlaemChar"/>
          <w:rtl/>
        </w:rPr>
        <w:t xml:space="preserve">عليها‌السلام </w:t>
      </w:r>
      <w:r w:rsidRPr="00E76C19">
        <w:rPr>
          <w:rtl/>
          <w:lang w:bidi="fa-IR"/>
        </w:rPr>
        <w:t>نزد پدر بزرگوارش رفته و چون جمعى از اصحاب نزد آن حضرت بودند، بدون بيان خواسته اش برگشته بود.</w:t>
      </w:r>
    </w:p>
    <w:p w:rsidR="00E76C19" w:rsidRPr="00E76C19" w:rsidRDefault="00E76C19" w:rsidP="00E76C19">
      <w:pPr>
        <w:pStyle w:val="libNormal"/>
        <w:rPr>
          <w:rtl/>
          <w:lang w:bidi="fa-IR"/>
        </w:rPr>
      </w:pPr>
      <w:r w:rsidRPr="00E76C19">
        <w:rPr>
          <w:rFonts w:hint="eastAsia"/>
          <w:rtl/>
          <w:lang w:bidi="fa-IR"/>
        </w:rPr>
        <w:t>فرداى</w:t>
      </w:r>
      <w:r w:rsidRPr="00E76C19">
        <w:rPr>
          <w:rtl/>
          <w:lang w:bidi="fa-IR"/>
        </w:rPr>
        <w:t xml:space="preserve"> آن روز حضرت رسول الله </w:t>
      </w:r>
      <w:r w:rsidR="002768D7" w:rsidRPr="002768D7">
        <w:rPr>
          <w:rStyle w:val="libAlaemChar"/>
          <w:rtl/>
        </w:rPr>
        <w:t xml:space="preserve">صلى‌الله‌عليه‌وآله‌وسلم </w:t>
      </w:r>
      <w:r w:rsidRPr="00E76C19">
        <w:rPr>
          <w:rtl/>
          <w:lang w:bidi="fa-IR"/>
        </w:rPr>
        <w:t xml:space="preserve"> به خانه ما آمد و بانگ بر آورد:</w:t>
      </w:r>
    </w:p>
    <w:p w:rsidR="00E76C19" w:rsidRPr="00E76C19" w:rsidRDefault="00E76C19" w:rsidP="00E76C19">
      <w:pPr>
        <w:pStyle w:val="libNormal"/>
        <w:rPr>
          <w:rtl/>
          <w:lang w:bidi="fa-IR"/>
        </w:rPr>
      </w:pPr>
      <w:r w:rsidRPr="00E76C19">
        <w:rPr>
          <w:rFonts w:hint="eastAsia"/>
          <w:rtl/>
          <w:lang w:bidi="fa-IR"/>
        </w:rPr>
        <w:t>السلام</w:t>
      </w:r>
      <w:r w:rsidRPr="00E76C19">
        <w:rPr>
          <w:rtl/>
          <w:lang w:bidi="fa-IR"/>
        </w:rPr>
        <w:t xml:space="preserve"> عليكم و سه بار تكرار فرمود.</w:t>
      </w:r>
    </w:p>
    <w:p w:rsidR="00E76C19" w:rsidRPr="00E76C19" w:rsidRDefault="00E76C19" w:rsidP="00E76C19">
      <w:pPr>
        <w:pStyle w:val="libNormal"/>
        <w:rPr>
          <w:rtl/>
          <w:lang w:bidi="fa-IR"/>
        </w:rPr>
      </w:pPr>
      <w:r w:rsidRPr="00E76C19">
        <w:rPr>
          <w:rFonts w:hint="eastAsia"/>
          <w:rtl/>
          <w:lang w:bidi="fa-IR"/>
        </w:rPr>
        <w:t>ما</w:t>
      </w:r>
      <w:r w:rsidRPr="00E76C19">
        <w:rPr>
          <w:rtl/>
          <w:lang w:bidi="fa-IR"/>
        </w:rPr>
        <w:t xml:space="preserve"> گفتيم : عليك السلام اى رسول خدا؟</w:t>
      </w:r>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وارد شد و به نزد ما آمد و به فاطمه </w:t>
      </w:r>
      <w:r w:rsidR="00C23A36" w:rsidRPr="00C23A36">
        <w:rPr>
          <w:rStyle w:val="libAlaemChar"/>
          <w:rtl/>
        </w:rPr>
        <w:t xml:space="preserve">عليها‌السلام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فاطمه</w:t>
      </w:r>
      <w:r w:rsidRPr="00E76C19">
        <w:rPr>
          <w:rtl/>
          <w:lang w:bidi="fa-IR"/>
        </w:rPr>
        <w:t xml:space="preserve"> جان ! ديروز به خاطر خواسته اى به مسجد آمده بودى ؟</w:t>
      </w:r>
    </w:p>
    <w:p w:rsidR="00E76C19" w:rsidRPr="00E76C19" w:rsidRDefault="00E76C19" w:rsidP="00E76C19">
      <w:pPr>
        <w:pStyle w:val="libNormal"/>
        <w:rPr>
          <w:rtl/>
          <w:lang w:bidi="fa-IR"/>
        </w:rPr>
      </w:pPr>
      <w:r w:rsidRPr="00E76C19">
        <w:rPr>
          <w:rFonts w:hint="eastAsia"/>
          <w:rtl/>
          <w:lang w:bidi="fa-IR"/>
        </w:rPr>
        <w:lastRenderedPageBreak/>
        <w:t>و</w:t>
      </w:r>
      <w:r w:rsidRPr="00E76C19">
        <w:rPr>
          <w:rtl/>
          <w:lang w:bidi="fa-IR"/>
        </w:rPr>
        <w:t xml:space="preserve"> فاطمه </w:t>
      </w:r>
      <w:r w:rsidR="00C23A36" w:rsidRPr="00C23A36">
        <w:rPr>
          <w:rStyle w:val="libAlaemChar"/>
          <w:rtl/>
        </w:rPr>
        <w:t xml:space="preserve">عليها‌السلام </w:t>
      </w:r>
      <w:r w:rsidRPr="00E76C19">
        <w:rPr>
          <w:rtl/>
          <w:lang w:bidi="fa-IR"/>
        </w:rPr>
        <w:t xml:space="preserve">پاسخ نداد. آنگاه من آنچه بر ما گذشته بود، باز گفتم . رسول خدا </w:t>
      </w:r>
      <w:r w:rsidR="002768D7" w:rsidRPr="002768D7">
        <w:rPr>
          <w:rStyle w:val="libAlaemChar"/>
          <w:rtl/>
        </w:rPr>
        <w:t xml:space="preserve">صلى‌الله‌عليه‌وآله‌وسلم </w:t>
      </w:r>
      <w:r w:rsidRPr="00E76C19">
        <w:rPr>
          <w:rtl/>
          <w:lang w:bidi="fa-IR"/>
        </w:rPr>
        <w:t xml:space="preserve"> فرمود:</w:t>
      </w:r>
    </w:p>
    <w:p w:rsidR="00E76C19" w:rsidRPr="00E76C19" w:rsidRDefault="00E76C19" w:rsidP="00E76C19">
      <w:pPr>
        <w:pStyle w:val="libNormal"/>
        <w:rPr>
          <w:rtl/>
          <w:lang w:bidi="fa-IR"/>
        </w:rPr>
      </w:pPr>
      <w:r w:rsidRPr="00E76C19">
        <w:rPr>
          <w:rFonts w:hint="eastAsia"/>
          <w:rtl/>
          <w:lang w:bidi="fa-IR"/>
        </w:rPr>
        <w:t>به</w:t>
      </w:r>
      <w:r w:rsidRPr="00E76C19">
        <w:rPr>
          <w:rtl/>
          <w:lang w:bidi="fa-IR"/>
        </w:rPr>
        <w:t xml:space="preserve"> شما چيزى ياد مى دهم كه از خدمتكار برايتان بهتر است . هنگام خوابيدن ، سى چهار مرتبه الله اكبر و سى وسه مرتبه سبحان الله و سى وسه مرتبه الحمد الله بگوييد. </w:t>
      </w:r>
      <w:r w:rsidRPr="004714A7">
        <w:rPr>
          <w:rStyle w:val="libFootnotenumChar"/>
          <w:rtl/>
        </w:rPr>
        <w:t>(١٠٠) (١٠١)</w:t>
      </w:r>
    </w:p>
    <w:p w:rsidR="00E76C19" w:rsidRPr="00E76C19" w:rsidRDefault="004714A7" w:rsidP="00E76C19">
      <w:pPr>
        <w:pStyle w:val="libNormal"/>
        <w:rPr>
          <w:rtl/>
          <w:lang w:bidi="fa-IR"/>
        </w:rPr>
      </w:pPr>
      <w:r>
        <w:rPr>
          <w:rtl/>
          <w:lang w:bidi="fa-IR"/>
        </w:rPr>
        <w:br w:type="page"/>
      </w:r>
    </w:p>
    <w:p w:rsidR="00E76C19" w:rsidRPr="00E76C19" w:rsidRDefault="00E76C19" w:rsidP="004714A7">
      <w:pPr>
        <w:pStyle w:val="Heading2"/>
        <w:rPr>
          <w:rtl/>
          <w:lang w:bidi="fa-IR"/>
        </w:rPr>
      </w:pPr>
      <w:bookmarkStart w:id="60" w:name="_Toc489701900"/>
      <w:r w:rsidRPr="00E76C19">
        <w:rPr>
          <w:rFonts w:hint="eastAsia"/>
          <w:rtl/>
          <w:lang w:bidi="fa-IR"/>
        </w:rPr>
        <w:t>بلند</w:t>
      </w:r>
      <w:r w:rsidRPr="00E76C19">
        <w:rPr>
          <w:rtl/>
          <w:lang w:bidi="fa-IR"/>
        </w:rPr>
        <w:t xml:space="preserve"> كردن دست در هنگام دعا</w:t>
      </w:r>
      <w:bookmarkEnd w:id="60"/>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باقر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هيچ</w:t>
      </w:r>
      <w:r w:rsidRPr="00E76C19">
        <w:rPr>
          <w:rtl/>
          <w:lang w:bidi="fa-IR"/>
        </w:rPr>
        <w:t xml:space="preserve"> بنده اى دستهايش را به درگاه خداوند عزوجل بالا نبرد، مگر آنكه خداى تبارك و تعالى حيا مى كند از اينكه آن دستها را خالى برگرداند، تا اينكه از فضل و رحمت خويش آنچه را خواهد در آن دست نهد. پس هر گاه دعا كردى ، دستها را به سر و صورت خود بكش . </w:t>
      </w:r>
      <w:r w:rsidRPr="004714A7">
        <w:rPr>
          <w:rStyle w:val="libFootnotenumChar"/>
          <w:rtl/>
        </w:rPr>
        <w:t>(١٠٢) (١٠٣)</w:t>
      </w:r>
    </w:p>
    <w:p w:rsidR="00E76C19" w:rsidRPr="00E76C19" w:rsidRDefault="00E76C19" w:rsidP="00E76C19">
      <w:pPr>
        <w:pStyle w:val="libNormal"/>
        <w:rPr>
          <w:rtl/>
          <w:lang w:bidi="fa-IR"/>
        </w:rPr>
      </w:pPr>
    </w:p>
    <w:p w:rsidR="00E76C19" w:rsidRPr="00E76C19" w:rsidRDefault="00E76C19" w:rsidP="004714A7">
      <w:pPr>
        <w:pStyle w:val="Heading2"/>
        <w:rPr>
          <w:rtl/>
          <w:lang w:bidi="fa-IR"/>
        </w:rPr>
      </w:pPr>
      <w:bookmarkStart w:id="61" w:name="_Toc489701901"/>
      <w:r w:rsidRPr="00E76C19">
        <w:rPr>
          <w:rFonts w:hint="eastAsia"/>
          <w:rtl/>
          <w:lang w:bidi="fa-IR"/>
        </w:rPr>
        <w:t>تكليف</w:t>
      </w:r>
      <w:r w:rsidRPr="00E76C19">
        <w:rPr>
          <w:rtl/>
          <w:lang w:bidi="fa-IR"/>
        </w:rPr>
        <w:t xml:space="preserve"> به اندازه طاقت</w:t>
      </w:r>
      <w:bookmarkEnd w:id="61"/>
    </w:p>
    <w:p w:rsidR="00E76C19" w:rsidRPr="00E76C19" w:rsidRDefault="00E76C19" w:rsidP="00E76C19">
      <w:pPr>
        <w:pStyle w:val="libNormal"/>
        <w:rPr>
          <w:rtl/>
          <w:lang w:bidi="fa-IR"/>
        </w:rPr>
      </w:pPr>
      <w:r w:rsidRPr="00E76C19">
        <w:rPr>
          <w:rFonts w:hint="eastAsia"/>
          <w:rtl/>
          <w:lang w:bidi="fa-IR"/>
        </w:rPr>
        <w:t>بزيع</w:t>
      </w:r>
      <w:r w:rsidRPr="00E76C19">
        <w:rPr>
          <w:rtl/>
          <w:lang w:bidi="fa-IR"/>
        </w:rPr>
        <w:t xml:space="preserve"> اذان گو چشمانش درد مى كرد و آب آورده بود.</w:t>
      </w:r>
    </w:p>
    <w:p w:rsidR="00E76C19" w:rsidRPr="00E76C19" w:rsidRDefault="00E76C19" w:rsidP="00E76C19">
      <w:pPr>
        <w:pStyle w:val="libNormal"/>
        <w:rPr>
          <w:rtl/>
          <w:lang w:bidi="fa-IR"/>
        </w:rPr>
      </w:pPr>
      <w:r w:rsidRPr="00E76C19">
        <w:rPr>
          <w:rFonts w:hint="eastAsia"/>
          <w:rtl/>
          <w:lang w:bidi="fa-IR"/>
        </w:rPr>
        <w:t>قصد</w:t>
      </w:r>
      <w:r w:rsidRPr="00E76C19">
        <w:rPr>
          <w:rtl/>
          <w:lang w:bidi="fa-IR"/>
        </w:rPr>
        <w:t xml:space="preserve"> داشت آب چشمانش را بيرون آورد. نزد امام صادق </w:t>
      </w:r>
      <w:r w:rsidR="004A085F" w:rsidRPr="004A085F">
        <w:rPr>
          <w:rStyle w:val="libAlaemChar"/>
          <w:rtl/>
          <w:lang w:bidi="fa-IR"/>
        </w:rPr>
        <w:t xml:space="preserve">عليه‌السلام </w:t>
      </w:r>
      <w:r w:rsidRPr="00E76C19">
        <w:rPr>
          <w:rtl/>
          <w:lang w:bidi="fa-IR"/>
        </w:rPr>
        <w:t>رفته و عرض كرد:</w:t>
      </w:r>
    </w:p>
    <w:p w:rsidR="00E76C19" w:rsidRPr="00E76C19" w:rsidRDefault="00E76C19" w:rsidP="00E76C19">
      <w:pPr>
        <w:pStyle w:val="libNormal"/>
        <w:rPr>
          <w:rtl/>
          <w:lang w:bidi="fa-IR"/>
        </w:rPr>
      </w:pPr>
      <w:r w:rsidRPr="00E76C19">
        <w:rPr>
          <w:rFonts w:hint="eastAsia"/>
          <w:rtl/>
          <w:lang w:bidi="fa-IR"/>
        </w:rPr>
        <w:t>چشمانم</w:t>
      </w:r>
      <w:r w:rsidRPr="00E76C19">
        <w:rPr>
          <w:rtl/>
          <w:lang w:bidi="fa-IR"/>
        </w:rPr>
        <w:t xml:space="preserve"> آب آورده و مى خواهم آب آن را بيرون آورم و در اين باره مشكلى دارم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فرمودند: براى بيرون آوردن آب چشم خود، چه مشكلى دارى ؟</w:t>
      </w:r>
    </w:p>
    <w:p w:rsidR="00E76C19" w:rsidRPr="00E76C19" w:rsidRDefault="00E76C19" w:rsidP="00E76C19">
      <w:pPr>
        <w:pStyle w:val="libNormal"/>
        <w:rPr>
          <w:rtl/>
          <w:lang w:bidi="fa-IR"/>
        </w:rPr>
      </w:pPr>
      <w:r w:rsidRPr="00E76C19">
        <w:rPr>
          <w:rFonts w:hint="eastAsia"/>
          <w:rtl/>
          <w:lang w:bidi="fa-IR"/>
        </w:rPr>
        <w:t>عرض</w:t>
      </w:r>
      <w:r w:rsidRPr="00E76C19">
        <w:rPr>
          <w:rtl/>
          <w:lang w:bidi="fa-IR"/>
        </w:rPr>
        <w:t xml:space="preserve"> كرد: پزشكان مى گويند كه بيمار بايد چندين روز بالغ بر بيست روز بر پشت بخوابد و حتى نشسته نماز نخواند.</w:t>
      </w:r>
    </w:p>
    <w:p w:rsidR="00E76C19" w:rsidRPr="00E76C19" w:rsidRDefault="00E76C19" w:rsidP="00E76C19">
      <w:pPr>
        <w:pStyle w:val="libNormal"/>
        <w:rPr>
          <w:rtl/>
          <w:lang w:bidi="fa-IR"/>
        </w:rPr>
      </w:pPr>
      <w:r w:rsidRPr="00E76C19">
        <w:rPr>
          <w:rFonts w:hint="eastAsia"/>
          <w:rtl/>
          <w:lang w:bidi="fa-IR"/>
        </w:rPr>
        <w:t>تكليف</w:t>
      </w:r>
      <w:r w:rsidRPr="00E76C19">
        <w:rPr>
          <w:rtl/>
          <w:lang w:bidi="fa-IR"/>
        </w:rPr>
        <w:t xml:space="preserve"> من چيست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فرمودند: نمازت را آنگونه كه مى توانى و به همان حالت خوابيده ، بخوان . </w:t>
      </w:r>
      <w:r w:rsidRPr="004714A7">
        <w:rPr>
          <w:rStyle w:val="libFootnotenumChar"/>
          <w:rtl/>
        </w:rPr>
        <w:t>(١٠٤)</w:t>
      </w:r>
    </w:p>
    <w:p w:rsidR="00E76C19" w:rsidRPr="00E76C19" w:rsidRDefault="004714A7" w:rsidP="00E76C19">
      <w:pPr>
        <w:pStyle w:val="libNormal"/>
        <w:rPr>
          <w:rtl/>
          <w:lang w:bidi="fa-IR"/>
        </w:rPr>
      </w:pPr>
      <w:r>
        <w:rPr>
          <w:rtl/>
          <w:lang w:bidi="fa-IR"/>
        </w:rPr>
        <w:br w:type="page"/>
      </w:r>
    </w:p>
    <w:p w:rsidR="00E76C19" w:rsidRPr="00E76C19" w:rsidRDefault="00E76C19" w:rsidP="004714A7">
      <w:pPr>
        <w:pStyle w:val="Heading2"/>
        <w:rPr>
          <w:rtl/>
          <w:lang w:bidi="fa-IR"/>
        </w:rPr>
      </w:pPr>
      <w:bookmarkStart w:id="62" w:name="_Toc489701902"/>
      <w:r w:rsidRPr="00E76C19">
        <w:rPr>
          <w:rFonts w:hint="eastAsia"/>
          <w:rtl/>
          <w:lang w:bidi="fa-IR"/>
        </w:rPr>
        <w:t>اهميت</w:t>
      </w:r>
      <w:r w:rsidRPr="00E76C19">
        <w:rPr>
          <w:rtl/>
          <w:lang w:bidi="fa-IR"/>
        </w:rPr>
        <w:t xml:space="preserve"> اقامه نماز</w:t>
      </w:r>
      <w:bookmarkEnd w:id="62"/>
    </w:p>
    <w:p w:rsidR="00E76C19" w:rsidRPr="00E76C19" w:rsidRDefault="00E76C19" w:rsidP="00E76C19">
      <w:pPr>
        <w:pStyle w:val="libNormal"/>
        <w:rPr>
          <w:rtl/>
          <w:lang w:bidi="fa-IR"/>
        </w:rPr>
      </w:pPr>
      <w:r w:rsidRPr="00E76C19">
        <w:rPr>
          <w:rFonts w:hint="eastAsia"/>
          <w:rtl/>
          <w:lang w:bidi="fa-IR"/>
        </w:rPr>
        <w:t>امير</w:t>
      </w:r>
      <w:r w:rsidRPr="00E76C19">
        <w:rPr>
          <w:rtl/>
          <w:lang w:bidi="fa-IR"/>
        </w:rPr>
        <w:t xml:space="preserve"> المومنين على </w:t>
      </w:r>
      <w:r w:rsidR="004A085F" w:rsidRPr="004A085F">
        <w:rPr>
          <w:rStyle w:val="libAlaemChar"/>
          <w:rtl/>
          <w:lang w:bidi="fa-IR"/>
        </w:rPr>
        <w:t xml:space="preserve">عليه‌السلام </w:t>
      </w:r>
      <w:r w:rsidRPr="00E76C19">
        <w:rPr>
          <w:rtl/>
          <w:lang w:bidi="fa-IR"/>
        </w:rPr>
        <w:t>فرمودند:</w:t>
      </w:r>
    </w:p>
    <w:p w:rsidR="00E76C19" w:rsidRPr="00E76C19" w:rsidRDefault="00E76C19" w:rsidP="00E76C19">
      <w:pPr>
        <w:pStyle w:val="libNormal"/>
        <w:rPr>
          <w:rtl/>
          <w:lang w:bidi="fa-IR"/>
        </w:rPr>
      </w:pPr>
      <w:r w:rsidRPr="00E76C19">
        <w:rPr>
          <w:rFonts w:hint="eastAsia"/>
          <w:rtl/>
          <w:lang w:bidi="fa-IR"/>
        </w:rPr>
        <w:t>روزى</w:t>
      </w:r>
      <w:r w:rsidRPr="00E76C19">
        <w:rPr>
          <w:rtl/>
          <w:lang w:bidi="fa-IR"/>
        </w:rPr>
        <w:t xml:space="preserve"> رسول خدا </w:t>
      </w:r>
      <w:r w:rsidR="002768D7" w:rsidRPr="002768D7">
        <w:rPr>
          <w:rStyle w:val="libAlaemChar"/>
          <w:rtl/>
        </w:rPr>
        <w:t xml:space="preserve">صلى‌الله‌عليه‌وآله‌وسلم </w:t>
      </w:r>
      <w:r w:rsidRPr="00E76C19">
        <w:rPr>
          <w:rtl/>
          <w:lang w:bidi="fa-IR"/>
        </w:rPr>
        <w:t xml:space="preserve"> ، بر مردى از انصار كه بدنش از شدت بيمارى متورم شده بود، وارد شد. آن مرد به پيامبر عرض كرد: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پيامبر خدا! من با اين وضع چگونه نماز بخوانم ؟</w:t>
      </w:r>
    </w:p>
    <w:p w:rsidR="00E76C19" w:rsidRPr="00E76C19" w:rsidRDefault="00E76C19" w:rsidP="00E76C19">
      <w:pPr>
        <w:pStyle w:val="libNormal"/>
        <w:rPr>
          <w:rtl/>
          <w:lang w:bidi="fa-IR"/>
        </w:rPr>
      </w:pPr>
      <w:r w:rsidRPr="00E76C19">
        <w:rPr>
          <w:rFonts w:hint="eastAsia"/>
          <w:rtl/>
          <w:lang w:bidi="fa-IR"/>
        </w:rPr>
        <w:t>آن</w:t>
      </w:r>
      <w:r w:rsidRPr="00E76C19">
        <w:rPr>
          <w:rtl/>
          <w:lang w:bidi="fa-IR"/>
        </w:rPr>
        <w:t xml:space="preserve"> حضرت به اطرافيان بيمار فرمودند:</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مى توانيد او را بنشانيد، تا نماز خود را به جاى آورد.</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باز هم نمى تواند، بدن او را به حالت درازكش ، رو به قبله كنيد و دستور دهيد با سر خود اشاره كند، و سجود را در اشاره كردن پست تر از ركوع بجا آورد. </w:t>
      </w:r>
      <w:r w:rsidRPr="004714A7">
        <w:rPr>
          <w:rStyle w:val="libFootnotenumChar"/>
          <w:rtl/>
        </w:rPr>
        <w:t>(١٠٥)</w:t>
      </w:r>
    </w:p>
    <w:p w:rsidR="00E76C19" w:rsidRPr="00E76C19" w:rsidRDefault="00E76C19" w:rsidP="00E76C19">
      <w:pPr>
        <w:pStyle w:val="libNormal"/>
        <w:rPr>
          <w:rtl/>
          <w:lang w:bidi="fa-IR"/>
        </w:rPr>
      </w:pPr>
      <w:r w:rsidRPr="00E76C19">
        <w:rPr>
          <w:rFonts w:hint="eastAsia"/>
          <w:rtl/>
          <w:lang w:bidi="fa-IR"/>
        </w:rPr>
        <w:t>اگر</w:t>
      </w:r>
      <w:r w:rsidRPr="00E76C19">
        <w:rPr>
          <w:rtl/>
          <w:lang w:bidi="fa-IR"/>
        </w:rPr>
        <w:t xml:space="preserve"> خود از قرائت كردن نيز ناتوان است ، شما نزد او قرائت كنيد و به گوش او برسانيد تا بشنود. </w:t>
      </w:r>
      <w:r w:rsidRPr="004714A7">
        <w:rPr>
          <w:rStyle w:val="libFootnotenumChar"/>
          <w:rtl/>
        </w:rPr>
        <w:t>(١٠٦)</w:t>
      </w:r>
    </w:p>
    <w:p w:rsidR="00E76C19" w:rsidRPr="00E76C19" w:rsidRDefault="004714A7" w:rsidP="00E76C19">
      <w:pPr>
        <w:pStyle w:val="libNormal"/>
        <w:rPr>
          <w:rtl/>
          <w:lang w:bidi="fa-IR"/>
        </w:rPr>
      </w:pPr>
      <w:r>
        <w:rPr>
          <w:rtl/>
          <w:lang w:bidi="fa-IR"/>
        </w:rPr>
        <w:br w:type="page"/>
      </w:r>
    </w:p>
    <w:p w:rsidR="00E76C19" w:rsidRPr="00E76C19" w:rsidRDefault="00E76C19" w:rsidP="00E76C19">
      <w:pPr>
        <w:pStyle w:val="libNormal"/>
        <w:rPr>
          <w:rtl/>
          <w:lang w:bidi="fa-IR"/>
        </w:rPr>
      </w:pPr>
      <w:r w:rsidRPr="00E76C19">
        <w:rPr>
          <w:rFonts w:hint="eastAsia"/>
          <w:rtl/>
          <w:lang w:bidi="fa-IR"/>
        </w:rPr>
        <w:t>اهميت</w:t>
      </w:r>
      <w:r w:rsidRPr="00E76C19">
        <w:rPr>
          <w:rtl/>
          <w:lang w:bidi="fa-IR"/>
        </w:rPr>
        <w:t xml:space="preserve"> شركت در نماز جماعت</w:t>
      </w:r>
    </w:p>
    <w:p w:rsidR="00E76C19" w:rsidRPr="00E76C19" w:rsidRDefault="00E76C19" w:rsidP="00E76C19">
      <w:pPr>
        <w:pStyle w:val="libNormal"/>
        <w:rPr>
          <w:rtl/>
          <w:lang w:bidi="fa-IR"/>
        </w:rPr>
      </w:pPr>
      <w:r w:rsidRPr="00E76C19">
        <w:rPr>
          <w:rFonts w:hint="eastAsia"/>
          <w:rtl/>
          <w:lang w:bidi="fa-IR"/>
        </w:rPr>
        <w:t>روزى</w:t>
      </w:r>
      <w:r w:rsidRPr="00E76C19">
        <w:rPr>
          <w:rtl/>
          <w:lang w:bidi="fa-IR"/>
        </w:rPr>
        <w:t xml:space="preserve"> رسول خدا </w:t>
      </w:r>
      <w:r w:rsidR="002768D7" w:rsidRPr="002768D7">
        <w:rPr>
          <w:rStyle w:val="libAlaemChar"/>
          <w:rtl/>
        </w:rPr>
        <w:t xml:space="preserve">صلى‌الله‌عليه‌وآله‌وسلم </w:t>
      </w:r>
      <w:r w:rsidRPr="00E76C19">
        <w:rPr>
          <w:rtl/>
          <w:lang w:bidi="fa-IR"/>
        </w:rPr>
        <w:t xml:space="preserve"> ، نماز صبح را به جماعت به جاى آورد. چون از نماز فارغ شد. رو به اصحاب خويش كرد و نام جمعى را برد، و پرسيد:</w:t>
      </w:r>
    </w:p>
    <w:p w:rsidR="00E76C19" w:rsidRPr="00E76C19" w:rsidRDefault="00E76C19" w:rsidP="00E76C19">
      <w:pPr>
        <w:pStyle w:val="libNormal"/>
        <w:rPr>
          <w:rtl/>
          <w:lang w:bidi="fa-IR"/>
        </w:rPr>
      </w:pPr>
      <w:r w:rsidRPr="00E76C19">
        <w:rPr>
          <w:rFonts w:hint="eastAsia"/>
          <w:rtl/>
          <w:lang w:bidi="fa-IR"/>
        </w:rPr>
        <w:t>آيا</w:t>
      </w:r>
      <w:r w:rsidRPr="00E76C19">
        <w:rPr>
          <w:rtl/>
          <w:lang w:bidi="fa-IR"/>
        </w:rPr>
        <w:t xml:space="preserve"> اين افراد در نماز حاضرند؟</w:t>
      </w:r>
    </w:p>
    <w:p w:rsidR="00E76C19" w:rsidRPr="00E76C19" w:rsidRDefault="00E76C19" w:rsidP="00E76C19">
      <w:pPr>
        <w:pStyle w:val="libNormal"/>
        <w:rPr>
          <w:rtl/>
          <w:lang w:bidi="fa-IR"/>
        </w:rPr>
      </w:pPr>
      <w:r w:rsidRPr="00E76C19">
        <w:rPr>
          <w:rFonts w:hint="eastAsia"/>
          <w:rtl/>
          <w:lang w:bidi="fa-IR"/>
        </w:rPr>
        <w:t>گفتند</w:t>
      </w:r>
      <w:r w:rsidRPr="00E76C19">
        <w:rPr>
          <w:rtl/>
          <w:lang w:bidi="fa-IR"/>
        </w:rPr>
        <w:t>: نه ، يا رسول الله .</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حضرت فرمود: آيا در شهر حضور ندارند؟</w:t>
      </w:r>
    </w:p>
    <w:p w:rsidR="00E76C19" w:rsidRPr="00E76C19" w:rsidRDefault="00E76C19" w:rsidP="00E76C19">
      <w:pPr>
        <w:pStyle w:val="libNormal"/>
        <w:rPr>
          <w:rtl/>
          <w:lang w:bidi="fa-IR"/>
        </w:rPr>
      </w:pPr>
      <w:r w:rsidRPr="00E76C19">
        <w:rPr>
          <w:rFonts w:hint="eastAsia"/>
          <w:rtl/>
          <w:lang w:bidi="fa-IR"/>
        </w:rPr>
        <w:t>گفتند</w:t>
      </w:r>
      <w:r w:rsidRPr="00E76C19">
        <w:rPr>
          <w:rtl/>
          <w:lang w:bidi="fa-IR"/>
        </w:rPr>
        <w:t>: چرا در شهر هستند.</w:t>
      </w:r>
    </w:p>
    <w:p w:rsidR="00E76C19" w:rsidRPr="00E76C19" w:rsidRDefault="00E76C19" w:rsidP="00E76C19">
      <w:pPr>
        <w:pStyle w:val="libNormal"/>
        <w:rPr>
          <w:rtl/>
          <w:lang w:bidi="fa-IR"/>
        </w:rPr>
      </w:pPr>
      <w:r w:rsidRPr="00E76C19">
        <w:rPr>
          <w:rFonts w:hint="eastAsia"/>
          <w:rtl/>
          <w:lang w:bidi="fa-IR"/>
        </w:rPr>
        <w:t>پيامبر</w:t>
      </w:r>
      <w:r w:rsidRPr="00E76C19">
        <w:rPr>
          <w:rtl/>
          <w:lang w:bidi="fa-IR"/>
        </w:rPr>
        <w:t xml:space="preserve"> فرمود: آگاه باشيد و بدانيد! كه هيچ نمازى بر منافقان سنگين تر و سخت تر از نماز صبح و نماز عشاء نيست . اگر مردم مى دانستند به جماعت گزارد</w:t>
      </w:r>
      <w:r w:rsidR="004714A7">
        <w:rPr>
          <w:rFonts w:hint="cs"/>
          <w:rtl/>
          <w:lang w:bidi="fa-IR"/>
        </w:rPr>
        <w:t>ن</w:t>
      </w:r>
      <w:r w:rsidRPr="00E76C19">
        <w:rPr>
          <w:rtl/>
          <w:lang w:bidi="fa-IR"/>
        </w:rPr>
        <w:t>، اين دو نماز چه فضيلتى دارد، حتما در آن شركت مى كردند و به هر حالتى آن را به جماعت برگزار مى نمودند. هر چند با خز</w:t>
      </w:r>
      <w:r w:rsidRPr="00E76C19">
        <w:rPr>
          <w:rFonts w:hint="eastAsia"/>
          <w:rtl/>
          <w:lang w:bidi="fa-IR"/>
        </w:rPr>
        <w:t>يدن</w:t>
      </w:r>
      <w:r w:rsidRPr="00E76C19">
        <w:rPr>
          <w:rtl/>
          <w:lang w:bidi="fa-IR"/>
        </w:rPr>
        <w:t xml:space="preserve"> روى زمين باشد. </w:t>
      </w:r>
      <w:r w:rsidRPr="004714A7">
        <w:rPr>
          <w:rStyle w:val="libFootnotenumChar"/>
          <w:rtl/>
        </w:rPr>
        <w:t>(١٠٧)</w:t>
      </w:r>
    </w:p>
    <w:p w:rsidR="00E76C19" w:rsidRPr="00E76C19" w:rsidRDefault="004714A7" w:rsidP="00E76C19">
      <w:pPr>
        <w:pStyle w:val="libNormal"/>
        <w:rPr>
          <w:rtl/>
          <w:lang w:bidi="fa-IR"/>
        </w:rPr>
      </w:pPr>
      <w:r>
        <w:rPr>
          <w:rtl/>
          <w:lang w:bidi="fa-IR"/>
        </w:rPr>
        <w:br w:type="page"/>
      </w:r>
    </w:p>
    <w:p w:rsidR="00E76C19" w:rsidRPr="00E76C19" w:rsidRDefault="00E76C19" w:rsidP="004714A7">
      <w:pPr>
        <w:pStyle w:val="Heading2"/>
        <w:rPr>
          <w:rtl/>
          <w:lang w:bidi="fa-IR"/>
        </w:rPr>
      </w:pPr>
      <w:bookmarkStart w:id="63" w:name="_Toc489701903"/>
      <w:r w:rsidRPr="00E76C19">
        <w:rPr>
          <w:rFonts w:hint="eastAsia"/>
          <w:rtl/>
          <w:lang w:bidi="fa-IR"/>
        </w:rPr>
        <w:t>تشويق</w:t>
      </w:r>
      <w:r w:rsidRPr="00E76C19">
        <w:rPr>
          <w:rtl/>
          <w:lang w:bidi="fa-IR"/>
        </w:rPr>
        <w:t xml:space="preserve"> به شركت در نماز جماعت</w:t>
      </w:r>
      <w:bookmarkEnd w:id="63"/>
    </w:p>
    <w:p w:rsidR="00E76C19" w:rsidRPr="00E76C19" w:rsidRDefault="00E76C19" w:rsidP="00E76C19">
      <w:pPr>
        <w:pStyle w:val="libNormal"/>
        <w:rPr>
          <w:rtl/>
          <w:lang w:bidi="fa-IR"/>
        </w:rPr>
      </w:pPr>
      <w:r w:rsidRPr="00E76C19">
        <w:rPr>
          <w:rFonts w:hint="eastAsia"/>
          <w:rtl/>
          <w:lang w:bidi="fa-IR"/>
        </w:rPr>
        <w:t>معاذ</w:t>
      </w:r>
      <w:r w:rsidRPr="00E76C19">
        <w:rPr>
          <w:rtl/>
          <w:lang w:bidi="fa-IR"/>
        </w:rPr>
        <w:t xml:space="preserve"> بن جبل در زمان رسول خدا </w:t>
      </w:r>
      <w:r w:rsidR="002768D7" w:rsidRPr="002768D7">
        <w:rPr>
          <w:rStyle w:val="libAlaemChar"/>
          <w:rtl/>
        </w:rPr>
        <w:t xml:space="preserve">صلى‌الله‌عليه‌وآله‌وسلم </w:t>
      </w:r>
      <w:r w:rsidRPr="00E76C19">
        <w:rPr>
          <w:rtl/>
          <w:lang w:bidi="fa-IR"/>
        </w:rPr>
        <w:t xml:space="preserve"> در مسجدى امام جماعت بود. وى در نماز خويش قرائت را طولانى مى كرد.</w:t>
      </w:r>
    </w:p>
    <w:p w:rsidR="00E76C19" w:rsidRPr="00E76C19" w:rsidRDefault="00E76C19" w:rsidP="00E76C19">
      <w:pPr>
        <w:pStyle w:val="libNormal"/>
        <w:rPr>
          <w:rtl/>
          <w:lang w:bidi="fa-IR"/>
        </w:rPr>
      </w:pPr>
      <w:r w:rsidRPr="00E76C19">
        <w:rPr>
          <w:rFonts w:hint="eastAsia"/>
          <w:rtl/>
          <w:lang w:bidi="fa-IR"/>
        </w:rPr>
        <w:t>روزى</w:t>
      </w:r>
      <w:r w:rsidRPr="00E76C19">
        <w:rPr>
          <w:rtl/>
          <w:lang w:bidi="fa-IR"/>
        </w:rPr>
        <w:t xml:space="preserve"> شخصى از كنار مسجد مى گذشت و قصد كرد نماز را به جماعت بخواند. معاذ طبق معمول شروع به خواندن سوره طولانى كرد. آن شخص ‍ كه براى رفتن عجله داشت . قصد انفرادى كرد و نماز را به پايان برد و بر مركب خويش نشست و رفت .</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خبر به گوش رسول الله </w:t>
      </w:r>
      <w:r w:rsidR="002768D7" w:rsidRPr="002768D7">
        <w:rPr>
          <w:rStyle w:val="libAlaemChar"/>
          <w:rtl/>
        </w:rPr>
        <w:t xml:space="preserve">صلى‌الله‌عليه‌وآله‌وسلم </w:t>
      </w:r>
      <w:r w:rsidRPr="00E76C19">
        <w:rPr>
          <w:rtl/>
          <w:lang w:bidi="fa-IR"/>
        </w:rPr>
        <w:t xml:space="preserve"> رسيد. حضرت شخصى را نزد معاذ فرستاد و فرمود:</w:t>
      </w:r>
    </w:p>
    <w:p w:rsidR="00E76C19" w:rsidRPr="00E76C19" w:rsidRDefault="00E76C19" w:rsidP="00E76C19">
      <w:pPr>
        <w:pStyle w:val="libNormal"/>
        <w:rPr>
          <w:rtl/>
          <w:lang w:bidi="fa-IR"/>
        </w:rPr>
      </w:pPr>
      <w:r w:rsidRPr="00E76C19">
        <w:rPr>
          <w:rFonts w:hint="eastAsia"/>
          <w:rtl/>
          <w:lang w:bidi="fa-IR"/>
        </w:rPr>
        <w:t>معاذ</w:t>
      </w:r>
      <w:r w:rsidRPr="00E76C19">
        <w:rPr>
          <w:rtl/>
          <w:lang w:bidi="fa-IR"/>
        </w:rPr>
        <w:t xml:space="preserve">! زنهار از اينكه فتنه ساز باشى و كارى كنى كه مردم نماز جماعت را ترك كنند. تو را سفارش مى كنم كه سوره هاى كوتاه مثل و الشمس و مانند آن را بخوانى . </w:t>
      </w:r>
      <w:r w:rsidRPr="004714A7">
        <w:rPr>
          <w:rStyle w:val="libFootnotenumChar"/>
          <w:rtl/>
        </w:rPr>
        <w:t>(١٠٨)</w:t>
      </w:r>
    </w:p>
    <w:p w:rsidR="00E76C19" w:rsidRPr="00E76C19" w:rsidRDefault="004714A7" w:rsidP="00E76C19">
      <w:pPr>
        <w:pStyle w:val="libNormal"/>
        <w:rPr>
          <w:rtl/>
          <w:lang w:bidi="fa-IR"/>
        </w:rPr>
      </w:pPr>
      <w:r>
        <w:rPr>
          <w:rtl/>
          <w:lang w:bidi="fa-IR"/>
        </w:rPr>
        <w:br w:type="page"/>
      </w:r>
    </w:p>
    <w:p w:rsidR="00E76C19" w:rsidRPr="00E76C19" w:rsidRDefault="00E76C19" w:rsidP="004714A7">
      <w:pPr>
        <w:pStyle w:val="Heading2"/>
        <w:rPr>
          <w:rtl/>
          <w:lang w:bidi="fa-IR"/>
        </w:rPr>
      </w:pPr>
      <w:bookmarkStart w:id="64" w:name="_Toc489701904"/>
      <w:r w:rsidRPr="00E76C19">
        <w:rPr>
          <w:rFonts w:hint="eastAsia"/>
          <w:rtl/>
          <w:lang w:bidi="fa-IR"/>
        </w:rPr>
        <w:t>نماز</w:t>
      </w:r>
      <w:r w:rsidRPr="00E76C19">
        <w:rPr>
          <w:rtl/>
          <w:lang w:bidi="fa-IR"/>
        </w:rPr>
        <w:t xml:space="preserve"> جماعت و ميدان جنگ</w:t>
      </w:r>
      <w:bookmarkEnd w:id="64"/>
    </w:p>
    <w:p w:rsidR="00E76C19" w:rsidRPr="00E76C19" w:rsidRDefault="00E76C19" w:rsidP="00E76C19">
      <w:pPr>
        <w:pStyle w:val="libNormal"/>
        <w:rPr>
          <w:rtl/>
          <w:lang w:bidi="fa-IR"/>
        </w:rPr>
      </w:pPr>
      <w:r w:rsidRPr="00E76C19">
        <w:rPr>
          <w:rFonts w:hint="eastAsia"/>
          <w:rtl/>
          <w:lang w:bidi="fa-IR"/>
        </w:rPr>
        <w:t>عبد</w:t>
      </w:r>
      <w:r w:rsidRPr="00E76C19">
        <w:rPr>
          <w:rtl/>
          <w:lang w:bidi="fa-IR"/>
        </w:rPr>
        <w:t xml:space="preserve"> الرحمن بن ابى عبد الله روايت كرده كه امام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 در غزوه ذات الرقاع ، </w:t>
      </w:r>
      <w:r w:rsidRPr="004714A7">
        <w:rPr>
          <w:rStyle w:val="libFootnotenumChar"/>
          <w:rtl/>
        </w:rPr>
        <w:t>(١٠٩)</w:t>
      </w:r>
      <w:r w:rsidRPr="00E76C19">
        <w:rPr>
          <w:rtl/>
          <w:lang w:bidi="fa-IR"/>
        </w:rPr>
        <w:t xml:space="preserve"> هنگام اقامه نماز، اصحاب خو</w:t>
      </w:r>
      <w:r w:rsidR="004714A7">
        <w:rPr>
          <w:rFonts w:hint="cs"/>
          <w:rtl/>
          <w:lang w:bidi="fa-IR"/>
        </w:rPr>
        <w:t>د</w:t>
      </w:r>
      <w:r w:rsidRPr="00E76C19">
        <w:rPr>
          <w:rtl/>
          <w:lang w:bidi="fa-IR"/>
        </w:rPr>
        <w:t xml:space="preserve"> را به دو دسته تقسيم فرمودند.</w:t>
      </w:r>
    </w:p>
    <w:p w:rsidR="00E76C19" w:rsidRPr="00E76C19" w:rsidRDefault="00E76C19" w:rsidP="00E76C19">
      <w:pPr>
        <w:pStyle w:val="libNormal"/>
        <w:rPr>
          <w:rtl/>
          <w:lang w:bidi="fa-IR"/>
        </w:rPr>
      </w:pPr>
      <w:r w:rsidRPr="00E76C19">
        <w:rPr>
          <w:rFonts w:hint="eastAsia"/>
          <w:rtl/>
          <w:lang w:bidi="fa-IR"/>
        </w:rPr>
        <w:t>دسته</w:t>
      </w:r>
      <w:r w:rsidRPr="00E76C19">
        <w:rPr>
          <w:rtl/>
          <w:lang w:bidi="fa-IR"/>
        </w:rPr>
        <w:t xml:space="preserve"> اول را براى رويارويى با دشمن در آمادگى نگاه داشت و به مابقى ، اجازه شركت در نماز جماعت داد. بدينگونه كه يك ركعت نماز را با حضرتش را به جماعت برگزار نمايند، و پس از اتمام ركعت اول ، ركعت دوم را به تنهايى فرادى خوانده و سلام دهند. پس از اتمام نماز خود، </w:t>
      </w:r>
      <w:r w:rsidRPr="00E76C19">
        <w:rPr>
          <w:rFonts w:hint="eastAsia"/>
          <w:rtl/>
          <w:lang w:bidi="fa-IR"/>
        </w:rPr>
        <w:t>براى</w:t>
      </w:r>
      <w:r w:rsidRPr="00E76C19">
        <w:rPr>
          <w:rtl/>
          <w:lang w:bidi="fa-IR"/>
        </w:rPr>
        <w:t xml:space="preserve"> جايگزينى ، نزد بقيه اصحاب رفته و مواضع آنان را تحويل گرفته و با دشمن مقابله نمايند تا دسته اول نيز بتوانند در ركعت دوم نماز پيامبر اكرم </w:t>
      </w:r>
      <w:r w:rsidR="002768D7" w:rsidRPr="002768D7">
        <w:rPr>
          <w:rStyle w:val="libAlaemChar"/>
          <w:rtl/>
        </w:rPr>
        <w:t xml:space="preserve">صلى‌الله‌عليه‌وآله‌وسلم </w:t>
      </w:r>
      <w:r w:rsidRPr="00E76C19">
        <w:rPr>
          <w:rtl/>
          <w:lang w:bidi="fa-IR"/>
        </w:rPr>
        <w:t xml:space="preserve"> ، توفيق شركت در نماز جماعت را داشته باشند.</w:t>
      </w:r>
    </w:p>
    <w:p w:rsidR="00E76C19" w:rsidRPr="00E76C19" w:rsidRDefault="00E76C19" w:rsidP="00E76C19">
      <w:pPr>
        <w:pStyle w:val="libNormal"/>
        <w:rPr>
          <w:rtl/>
          <w:lang w:bidi="fa-IR"/>
        </w:rPr>
      </w:pPr>
      <w:r w:rsidRPr="00E76C19">
        <w:rPr>
          <w:rFonts w:hint="eastAsia"/>
          <w:rtl/>
          <w:lang w:bidi="fa-IR"/>
        </w:rPr>
        <w:t>پيامبر</w:t>
      </w:r>
      <w:r w:rsidRPr="00E76C19">
        <w:rPr>
          <w:rtl/>
          <w:lang w:bidi="fa-IR"/>
        </w:rPr>
        <w:t xml:space="preserve"> اكرم نيز، پس از اتمام ركعت اول نماز خود، در ركعت دوم ، قرائت خود را طولانى نمود. تا اصحاب بتوانند جايگزينى را انجام دهند و همه ايشان در ركعت دوم به پيامبر اقتداء نمايند و ركعت اول نماز خود را به جماعت برگزار كنند و به فضيلت اقامه نماز جماعت دست يابن</w:t>
      </w:r>
      <w:r w:rsidRPr="00E76C19">
        <w:rPr>
          <w:rFonts w:hint="eastAsia"/>
          <w:rtl/>
          <w:lang w:bidi="fa-IR"/>
        </w:rPr>
        <w:t>د</w:t>
      </w:r>
      <w:r w:rsidRPr="00E76C19">
        <w:rPr>
          <w:rtl/>
          <w:lang w:bidi="fa-IR"/>
        </w:rPr>
        <w:t xml:space="preserve">. </w:t>
      </w:r>
      <w:r w:rsidRPr="004714A7">
        <w:rPr>
          <w:rStyle w:val="libFootnotenumChar"/>
          <w:rtl/>
        </w:rPr>
        <w:t>(١١٠) (١١١)</w:t>
      </w:r>
    </w:p>
    <w:p w:rsidR="00E76C19" w:rsidRPr="00E76C19" w:rsidRDefault="004714A7" w:rsidP="00E76C19">
      <w:pPr>
        <w:pStyle w:val="libNormal"/>
        <w:rPr>
          <w:rtl/>
          <w:lang w:bidi="fa-IR"/>
        </w:rPr>
      </w:pPr>
      <w:r>
        <w:rPr>
          <w:rtl/>
          <w:lang w:bidi="fa-IR"/>
        </w:rPr>
        <w:br w:type="page"/>
      </w:r>
    </w:p>
    <w:p w:rsidR="00E76C19" w:rsidRPr="00E76C19" w:rsidRDefault="00E76C19" w:rsidP="004714A7">
      <w:pPr>
        <w:pStyle w:val="Heading2"/>
        <w:rPr>
          <w:rtl/>
          <w:lang w:bidi="fa-IR"/>
        </w:rPr>
      </w:pPr>
      <w:bookmarkStart w:id="65" w:name="_Toc489701905"/>
      <w:r w:rsidRPr="00E76C19">
        <w:rPr>
          <w:rFonts w:hint="eastAsia"/>
          <w:rtl/>
          <w:lang w:bidi="fa-IR"/>
        </w:rPr>
        <w:t>فضيلت</w:t>
      </w:r>
      <w:r w:rsidRPr="00E76C19">
        <w:rPr>
          <w:rtl/>
          <w:lang w:bidi="fa-IR"/>
        </w:rPr>
        <w:t xml:space="preserve"> نماز شب</w:t>
      </w:r>
      <w:bookmarkEnd w:id="65"/>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فرمودند</w:t>
      </w:r>
    </w:p>
    <w:p w:rsidR="00E76C19" w:rsidRPr="00E76C19" w:rsidRDefault="00E76C19" w:rsidP="00E76C19">
      <w:pPr>
        <w:pStyle w:val="libNormal"/>
        <w:rPr>
          <w:rtl/>
          <w:lang w:bidi="fa-IR"/>
        </w:rPr>
      </w:pPr>
      <w:r w:rsidRPr="00E76C19">
        <w:rPr>
          <w:rFonts w:hint="eastAsia"/>
          <w:rtl/>
          <w:lang w:bidi="fa-IR"/>
        </w:rPr>
        <w:t>مردم</w:t>
      </w:r>
      <w:r w:rsidRPr="00E76C19">
        <w:rPr>
          <w:rtl/>
          <w:lang w:bidi="fa-IR"/>
        </w:rPr>
        <w:t xml:space="preserve"> ، بامدادان كه از بستر خود بر مى خيزند، سه گروهند:</w:t>
      </w:r>
    </w:p>
    <w:p w:rsidR="00E76C19" w:rsidRPr="00E76C19" w:rsidRDefault="00E76C19" w:rsidP="00E76C19">
      <w:pPr>
        <w:pStyle w:val="libNormal"/>
        <w:rPr>
          <w:rtl/>
          <w:lang w:bidi="fa-IR"/>
        </w:rPr>
      </w:pPr>
      <w:r w:rsidRPr="00E76C19">
        <w:rPr>
          <w:rtl/>
          <w:lang w:bidi="fa-IR"/>
        </w:rPr>
        <w:t>١</w:t>
      </w:r>
      <w:r w:rsidR="004714A7">
        <w:rPr>
          <w:rFonts w:hint="cs"/>
          <w:rtl/>
          <w:lang w:bidi="fa-IR"/>
        </w:rPr>
        <w:t xml:space="preserve"> -</w:t>
      </w:r>
      <w:r w:rsidRPr="00E76C19">
        <w:rPr>
          <w:rtl/>
          <w:lang w:bidi="fa-IR"/>
        </w:rPr>
        <w:t xml:space="preserve"> عده اى كه سود برده اند و ضرر نكرده اند. آنان كسانى هستند كه از خواب برخاسته وضو گرفته و نماز گزارده اند. و به ذكر و ياد خداوند عزوجل مشغول بوده اند.</w:t>
      </w:r>
    </w:p>
    <w:p w:rsidR="00E76C19" w:rsidRPr="00E76C19" w:rsidRDefault="00E76C19" w:rsidP="00E76C19">
      <w:pPr>
        <w:pStyle w:val="libNormal"/>
        <w:rPr>
          <w:rtl/>
          <w:lang w:bidi="fa-IR"/>
        </w:rPr>
      </w:pPr>
      <w:r w:rsidRPr="00E76C19">
        <w:rPr>
          <w:rtl/>
          <w:lang w:bidi="fa-IR"/>
        </w:rPr>
        <w:t>٢</w:t>
      </w:r>
      <w:r w:rsidR="004714A7">
        <w:rPr>
          <w:rFonts w:hint="cs"/>
          <w:rtl/>
          <w:lang w:bidi="fa-IR"/>
        </w:rPr>
        <w:t xml:space="preserve"> -</w:t>
      </w:r>
      <w:r w:rsidRPr="00E76C19">
        <w:rPr>
          <w:rtl/>
          <w:lang w:bidi="fa-IR"/>
        </w:rPr>
        <w:t xml:space="preserve"> عده اى كه زيان برده اند و بهره اى نيافته اند. آنان كسانى هستند كه شب را در معصيت خداوند گذرانيده اند.</w:t>
      </w:r>
    </w:p>
    <w:p w:rsidR="00E76C19" w:rsidRPr="00E76C19" w:rsidRDefault="00E76C19" w:rsidP="00E76C19">
      <w:pPr>
        <w:pStyle w:val="libNormal"/>
        <w:rPr>
          <w:rtl/>
          <w:lang w:bidi="fa-IR"/>
        </w:rPr>
      </w:pPr>
      <w:r w:rsidRPr="00E76C19">
        <w:rPr>
          <w:rtl/>
          <w:lang w:bidi="fa-IR"/>
        </w:rPr>
        <w:t>٣</w:t>
      </w:r>
      <w:r w:rsidR="004714A7">
        <w:rPr>
          <w:rFonts w:hint="cs"/>
          <w:rtl/>
          <w:lang w:bidi="fa-IR"/>
        </w:rPr>
        <w:t xml:space="preserve"> -</w:t>
      </w:r>
      <w:r w:rsidRPr="00E76C19">
        <w:rPr>
          <w:rtl/>
          <w:lang w:bidi="fa-IR"/>
        </w:rPr>
        <w:t xml:space="preserve"> گروهى كه نه زيان برده اند و نه سود جسته اند. آنان كسانى هستند كه شب را تا صبحگاهان پيوسته در خواب بوده اند. </w:t>
      </w:r>
      <w:r w:rsidRPr="004714A7">
        <w:rPr>
          <w:rStyle w:val="libFootnotenumChar"/>
          <w:rtl/>
        </w:rPr>
        <w:t>(١١٢)</w:t>
      </w:r>
    </w:p>
    <w:p w:rsidR="00E76C19" w:rsidRPr="00E76C19" w:rsidRDefault="004714A7" w:rsidP="00E76C19">
      <w:pPr>
        <w:pStyle w:val="libNormal"/>
        <w:rPr>
          <w:rtl/>
          <w:lang w:bidi="fa-IR"/>
        </w:rPr>
      </w:pPr>
      <w:r>
        <w:rPr>
          <w:rtl/>
          <w:lang w:bidi="fa-IR"/>
        </w:rPr>
        <w:br w:type="page"/>
      </w:r>
    </w:p>
    <w:p w:rsidR="00E76C19" w:rsidRPr="00E76C19" w:rsidRDefault="00E76C19" w:rsidP="004714A7">
      <w:pPr>
        <w:pStyle w:val="Heading2"/>
        <w:rPr>
          <w:rtl/>
          <w:lang w:bidi="fa-IR"/>
        </w:rPr>
      </w:pPr>
      <w:bookmarkStart w:id="66" w:name="_Toc489701906"/>
      <w:r w:rsidRPr="00E76C19">
        <w:rPr>
          <w:rFonts w:hint="eastAsia"/>
          <w:rtl/>
          <w:lang w:bidi="fa-IR"/>
        </w:rPr>
        <w:t>نماز</w:t>
      </w:r>
      <w:r w:rsidRPr="00E76C19">
        <w:rPr>
          <w:rtl/>
          <w:lang w:bidi="fa-IR"/>
        </w:rPr>
        <w:t xml:space="preserve"> شب و وسعت روزى</w:t>
      </w:r>
      <w:bookmarkEnd w:id="66"/>
    </w:p>
    <w:p w:rsidR="00E76C19" w:rsidRPr="00E76C19" w:rsidRDefault="00E76C19" w:rsidP="00E76C19">
      <w:pPr>
        <w:pStyle w:val="libNormal"/>
        <w:rPr>
          <w:rtl/>
          <w:lang w:bidi="fa-IR"/>
        </w:rPr>
      </w:pPr>
      <w:r w:rsidRPr="00E76C19">
        <w:rPr>
          <w:rFonts w:hint="eastAsia"/>
          <w:rtl/>
          <w:lang w:bidi="fa-IR"/>
        </w:rPr>
        <w:t>شخصى</w:t>
      </w:r>
      <w:r w:rsidRPr="00E76C19">
        <w:rPr>
          <w:rtl/>
          <w:lang w:bidi="fa-IR"/>
        </w:rPr>
        <w:t xml:space="preserve"> نزد امام جعفر صادق </w:t>
      </w:r>
      <w:r w:rsidR="004A085F" w:rsidRPr="004A085F">
        <w:rPr>
          <w:rStyle w:val="libAlaemChar"/>
          <w:rtl/>
          <w:lang w:bidi="fa-IR"/>
        </w:rPr>
        <w:t xml:space="preserve">عليه‌السلام </w:t>
      </w:r>
      <w:r w:rsidRPr="00E76C19">
        <w:rPr>
          <w:rtl/>
          <w:lang w:bidi="fa-IR"/>
        </w:rPr>
        <w:t>آمد و از نيازمندى خود نزد آن حضرت شكايت كرد، تا حدى كه نزديك بود از گرسنگى خود نيز شكايت كند.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به او فرمود: آيا نماز شب مى خوانى ؟</w:t>
      </w:r>
    </w:p>
    <w:p w:rsidR="00E76C19" w:rsidRPr="00E76C19" w:rsidRDefault="00E76C19" w:rsidP="00E76C19">
      <w:pPr>
        <w:pStyle w:val="libNormal"/>
        <w:rPr>
          <w:rtl/>
          <w:lang w:bidi="fa-IR"/>
        </w:rPr>
      </w:pPr>
      <w:r w:rsidRPr="00E76C19">
        <w:rPr>
          <w:rFonts w:hint="eastAsia"/>
          <w:rtl/>
          <w:lang w:bidi="fa-IR"/>
        </w:rPr>
        <w:t>مرد</w:t>
      </w:r>
      <w:r w:rsidRPr="00E76C19">
        <w:rPr>
          <w:rtl/>
          <w:lang w:bidi="fa-IR"/>
        </w:rPr>
        <w:t xml:space="preserve"> گفت : بلى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فرمودند: كسى كه نماز شب بخواند، و ادعا كند در روز گرسنه است ، دروغ است . زيرا خداوند تبارك و تعالى قوت و روزى شخصى را كه نماز شب به پا دارد تضمين كرده است . </w:t>
      </w:r>
      <w:r w:rsidRPr="004714A7">
        <w:rPr>
          <w:rStyle w:val="libFootnotenumChar"/>
          <w:rtl/>
        </w:rPr>
        <w:t>(١١٣)</w:t>
      </w:r>
    </w:p>
    <w:p w:rsidR="00E76C19" w:rsidRPr="00E76C19" w:rsidRDefault="00E76C19" w:rsidP="00E76C19">
      <w:pPr>
        <w:pStyle w:val="libNormal"/>
        <w:rPr>
          <w:rtl/>
          <w:lang w:bidi="fa-IR"/>
        </w:rPr>
      </w:pPr>
    </w:p>
    <w:p w:rsidR="00E76C19" w:rsidRPr="00E76C19" w:rsidRDefault="00E76C19" w:rsidP="004714A7">
      <w:pPr>
        <w:pStyle w:val="Heading2"/>
        <w:rPr>
          <w:rtl/>
          <w:lang w:bidi="fa-IR"/>
        </w:rPr>
      </w:pPr>
      <w:bookmarkStart w:id="67" w:name="_Toc489701907"/>
      <w:r w:rsidRPr="00E76C19">
        <w:rPr>
          <w:rFonts w:hint="eastAsia"/>
          <w:rtl/>
          <w:lang w:bidi="fa-IR"/>
        </w:rPr>
        <w:t>قضاى</w:t>
      </w:r>
      <w:r w:rsidRPr="00E76C19">
        <w:rPr>
          <w:rtl/>
          <w:lang w:bidi="fa-IR"/>
        </w:rPr>
        <w:t xml:space="preserve"> نماز شب</w:t>
      </w:r>
      <w:bookmarkEnd w:id="67"/>
    </w:p>
    <w:p w:rsidR="00E76C19" w:rsidRPr="00E76C19" w:rsidRDefault="00E76C19" w:rsidP="003F485B">
      <w:pPr>
        <w:pStyle w:val="libNormal"/>
        <w:rPr>
          <w:rtl/>
          <w:lang w:bidi="fa-IR"/>
        </w:rPr>
      </w:pPr>
      <w:r w:rsidRPr="00E76C19">
        <w:rPr>
          <w:rFonts w:hint="eastAsia"/>
          <w:rtl/>
          <w:lang w:bidi="fa-IR"/>
        </w:rPr>
        <w:t>يكى</w:t>
      </w:r>
      <w:r w:rsidRPr="00E76C19">
        <w:rPr>
          <w:rtl/>
          <w:lang w:bidi="fa-IR"/>
        </w:rPr>
        <w:t xml:space="preserve"> از شيعيان كه از صلحاء و نيكان بود نزد معاويه بن وهب رفته و از خواب سنگين خود شكايت كرد و به او گفت :</w:t>
      </w:r>
    </w:p>
    <w:p w:rsidR="00E76C19" w:rsidRPr="00E76C19" w:rsidRDefault="00E76C19" w:rsidP="00E76C19">
      <w:pPr>
        <w:pStyle w:val="libNormal"/>
        <w:rPr>
          <w:rtl/>
          <w:lang w:bidi="fa-IR"/>
        </w:rPr>
      </w:pPr>
      <w:r w:rsidRPr="00E76C19">
        <w:rPr>
          <w:rFonts w:hint="eastAsia"/>
          <w:rtl/>
          <w:lang w:bidi="fa-IR"/>
        </w:rPr>
        <w:t>من</w:t>
      </w:r>
      <w:r w:rsidRPr="00E76C19">
        <w:rPr>
          <w:rtl/>
          <w:lang w:bidi="fa-IR"/>
        </w:rPr>
        <w:t xml:space="preserve"> قصد مى كنم كه براى نماز شب برخيزم ، ولى خواب بر من غلبه مى كند و تا صبح به خواب مى روم . چه بسيار اتفاق مى افتد كه يك يا دو ماه پى در پى نماز شب خود را قضا مى كنم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آن را در روز بعد به جا مى آورم ؛ و اين عمل بر من سخت است ولى بر اين دشوارى صبر و تحمل مى كنم .</w:t>
      </w:r>
    </w:p>
    <w:p w:rsidR="00E76C19" w:rsidRPr="00E76C19" w:rsidRDefault="00E76C19" w:rsidP="00E76C19">
      <w:pPr>
        <w:pStyle w:val="libNormal"/>
        <w:rPr>
          <w:rtl/>
          <w:lang w:bidi="fa-IR"/>
        </w:rPr>
      </w:pPr>
      <w:r w:rsidRPr="00E76C19">
        <w:rPr>
          <w:rFonts w:hint="eastAsia"/>
          <w:rtl/>
          <w:lang w:bidi="fa-IR"/>
        </w:rPr>
        <w:t>معاوية</w:t>
      </w:r>
      <w:r w:rsidRPr="00E76C19">
        <w:rPr>
          <w:rtl/>
          <w:lang w:bidi="fa-IR"/>
        </w:rPr>
        <w:t xml:space="preserve"> بن وهب اين خبر را به امام جعفر صادق </w:t>
      </w:r>
      <w:r w:rsidR="004A085F" w:rsidRPr="004A085F">
        <w:rPr>
          <w:rStyle w:val="libAlaemChar"/>
          <w:rtl/>
          <w:lang w:bidi="fa-IR"/>
        </w:rPr>
        <w:t xml:space="preserve">عليه‌السلام </w:t>
      </w:r>
      <w:r w:rsidRPr="00E76C19">
        <w:rPr>
          <w:rtl/>
          <w:lang w:bidi="fa-IR"/>
        </w:rPr>
        <w:t>رساند.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w:t>
      </w:r>
      <w:r w:rsidR="004A085F" w:rsidRPr="004A085F">
        <w:rPr>
          <w:rStyle w:val="libAlaemChar"/>
          <w:rtl/>
          <w:lang w:bidi="fa-IR"/>
        </w:rPr>
        <w:t xml:space="preserve">عليه‌السلام </w:t>
      </w:r>
      <w:r w:rsidRPr="00E76C19">
        <w:rPr>
          <w:rtl/>
          <w:lang w:bidi="fa-IR"/>
        </w:rPr>
        <w:t xml:space="preserve">فرمودند: به خدا سوگند، چشمش روشن باد! به خدا سوگند، چشمش روشن باد! </w:t>
      </w:r>
      <w:r w:rsidRPr="003F485B">
        <w:rPr>
          <w:rStyle w:val="libFootnotenumChar"/>
          <w:rtl/>
        </w:rPr>
        <w:t>(١١٤)</w:t>
      </w:r>
    </w:p>
    <w:p w:rsidR="00E76C19" w:rsidRPr="00E76C19" w:rsidRDefault="003F485B" w:rsidP="00E76C19">
      <w:pPr>
        <w:pStyle w:val="libNormal"/>
        <w:rPr>
          <w:rtl/>
          <w:lang w:bidi="fa-IR"/>
        </w:rPr>
      </w:pPr>
      <w:r>
        <w:rPr>
          <w:rtl/>
          <w:lang w:bidi="fa-IR"/>
        </w:rPr>
        <w:br w:type="page"/>
      </w:r>
    </w:p>
    <w:p w:rsidR="00E76C19" w:rsidRPr="00E76C19" w:rsidRDefault="00E76C19" w:rsidP="003F485B">
      <w:pPr>
        <w:pStyle w:val="Heading2"/>
        <w:rPr>
          <w:rtl/>
          <w:lang w:bidi="fa-IR"/>
        </w:rPr>
      </w:pPr>
      <w:bookmarkStart w:id="68" w:name="_Toc489701908"/>
      <w:r w:rsidRPr="00E76C19">
        <w:rPr>
          <w:rFonts w:hint="eastAsia"/>
          <w:rtl/>
          <w:lang w:bidi="fa-IR"/>
        </w:rPr>
        <w:t>فضيلت</w:t>
      </w:r>
      <w:r w:rsidRPr="00E76C19">
        <w:rPr>
          <w:rtl/>
          <w:lang w:bidi="fa-IR"/>
        </w:rPr>
        <w:t xml:space="preserve"> روزه</w:t>
      </w:r>
      <w:bookmarkEnd w:id="68"/>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حسن مجتبى </w:t>
      </w:r>
      <w:r w:rsidR="004A085F" w:rsidRPr="004A085F">
        <w:rPr>
          <w:rStyle w:val="libAlaemChar"/>
          <w:rtl/>
          <w:lang w:bidi="fa-IR"/>
        </w:rPr>
        <w:t xml:space="preserve">عليه‌السلام </w:t>
      </w:r>
      <w:r w:rsidRPr="00E76C19">
        <w:rPr>
          <w:rtl/>
          <w:lang w:bidi="fa-IR"/>
        </w:rPr>
        <w:t>در روز عيد فطر، گروهى را ديد كه مشغول بازى و خنده بودند حضرتش در حالى كه به آنان اشاره مى كرد به اصحاب خويش فرمود:</w:t>
      </w:r>
    </w:p>
    <w:p w:rsidR="00E76C19" w:rsidRPr="00E76C19" w:rsidRDefault="00E76C19" w:rsidP="00E76C19">
      <w:pPr>
        <w:pStyle w:val="libNormal"/>
        <w:rPr>
          <w:rtl/>
          <w:lang w:bidi="fa-IR"/>
        </w:rPr>
      </w:pPr>
      <w:r w:rsidRPr="00E76C19">
        <w:rPr>
          <w:rFonts w:hint="eastAsia"/>
          <w:rtl/>
          <w:lang w:bidi="fa-IR"/>
        </w:rPr>
        <w:t>خداوند</w:t>
      </w:r>
      <w:r w:rsidRPr="00E76C19">
        <w:rPr>
          <w:rtl/>
          <w:lang w:bidi="fa-IR"/>
        </w:rPr>
        <w:t xml:space="preserve"> عزوجل ، ماه رمضان را ميدان مسابقه براى بندگان خود قرار داده است ، تا با طاعت و عبادت خود براى رسيدن به رضوان و خشنودى خداوند از يكديگر سبقت گيرند. گروهى در اين ميدان تاختند و به خشنودى الهى فائز شدند. عده اى ديگر نيز عقب افتادند و تقصير كردند و زيان ديدند.</w:t>
      </w:r>
    </w:p>
    <w:p w:rsidR="00E76C19" w:rsidRPr="00E76C19" w:rsidRDefault="00E76C19" w:rsidP="00E76C19">
      <w:pPr>
        <w:pStyle w:val="libNormal"/>
        <w:rPr>
          <w:rtl/>
          <w:lang w:bidi="fa-IR"/>
        </w:rPr>
      </w:pPr>
      <w:r w:rsidRPr="00E76C19">
        <w:rPr>
          <w:rFonts w:hint="eastAsia"/>
          <w:rtl/>
          <w:lang w:bidi="fa-IR"/>
        </w:rPr>
        <w:t>شگفتا</w:t>
      </w:r>
      <w:r w:rsidRPr="00E76C19">
        <w:rPr>
          <w:rtl/>
          <w:lang w:bidi="fa-IR"/>
        </w:rPr>
        <w:t xml:space="preserve"> و بسيار شگفتا! كه در چنين روزى ، عده اى به خنده و بازى مشغول باشند! روزى ، كه نيكو كاران در آن پاداش مى گيرند، و تقصير كاران زيان مى بينند.</w:t>
      </w:r>
    </w:p>
    <w:p w:rsidR="00E76C19" w:rsidRPr="00E76C19" w:rsidRDefault="00E76C19" w:rsidP="00E76C19">
      <w:pPr>
        <w:pStyle w:val="libNormal"/>
        <w:rPr>
          <w:rtl/>
          <w:lang w:bidi="fa-IR"/>
        </w:rPr>
      </w:pPr>
      <w:r w:rsidRPr="00E76C19">
        <w:rPr>
          <w:rFonts w:hint="eastAsia"/>
          <w:rtl/>
          <w:lang w:bidi="fa-IR"/>
        </w:rPr>
        <w:t>قسم</w:t>
      </w:r>
      <w:r w:rsidRPr="00E76C19">
        <w:rPr>
          <w:rtl/>
          <w:lang w:bidi="fa-IR"/>
        </w:rPr>
        <w:t xml:space="preserve"> به خدا، كه اگر حجاب از ميان برخيزد و پرده كنار رود. بى ترديد فرد نيكوكار، پرونده اعمال خود را مى بيند، و بدكردار گرفتار زشتكارى خويش ‍ خواهد شد. </w:t>
      </w:r>
      <w:r w:rsidRPr="003F485B">
        <w:rPr>
          <w:rStyle w:val="libFootnotenumChar"/>
          <w:rtl/>
        </w:rPr>
        <w:t>(١١٥)</w:t>
      </w:r>
    </w:p>
    <w:p w:rsidR="00E76C19" w:rsidRPr="00E76C19" w:rsidRDefault="003F485B" w:rsidP="00E76C19">
      <w:pPr>
        <w:pStyle w:val="libNormal"/>
        <w:rPr>
          <w:rtl/>
          <w:lang w:bidi="fa-IR"/>
        </w:rPr>
      </w:pPr>
      <w:r>
        <w:rPr>
          <w:rtl/>
          <w:lang w:bidi="fa-IR"/>
        </w:rPr>
        <w:br w:type="page"/>
      </w:r>
    </w:p>
    <w:p w:rsidR="00E76C19" w:rsidRPr="00E76C19" w:rsidRDefault="00E76C19" w:rsidP="003F485B">
      <w:pPr>
        <w:pStyle w:val="Heading2"/>
        <w:rPr>
          <w:rtl/>
          <w:lang w:bidi="fa-IR"/>
        </w:rPr>
      </w:pPr>
      <w:bookmarkStart w:id="69" w:name="_Toc489701909"/>
      <w:r w:rsidRPr="00E76C19">
        <w:rPr>
          <w:rFonts w:hint="eastAsia"/>
          <w:rtl/>
          <w:lang w:bidi="fa-IR"/>
        </w:rPr>
        <w:t>آل</w:t>
      </w:r>
      <w:r w:rsidRPr="00E76C19">
        <w:rPr>
          <w:rtl/>
          <w:lang w:bidi="fa-IR"/>
        </w:rPr>
        <w:t xml:space="preserve"> محمد </w:t>
      </w:r>
      <w:r w:rsidR="004A085F" w:rsidRPr="004A085F">
        <w:rPr>
          <w:rStyle w:val="libAlaemChar"/>
          <w:rtl/>
          <w:lang w:bidi="fa-IR"/>
        </w:rPr>
        <w:t xml:space="preserve">عليه‌السلام </w:t>
      </w:r>
      <w:r w:rsidRPr="00E76C19">
        <w:rPr>
          <w:rtl/>
          <w:lang w:bidi="fa-IR"/>
        </w:rPr>
        <w:t>، عيد ندارند!</w:t>
      </w:r>
      <w:bookmarkEnd w:id="69"/>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باقر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هيچ</w:t>
      </w:r>
      <w:r w:rsidRPr="00E76C19">
        <w:rPr>
          <w:rtl/>
          <w:lang w:bidi="fa-IR"/>
        </w:rPr>
        <w:t xml:space="preserve"> عيد قربان و عيد فطرى نمى آيد، مگر اينكه در آن روز غم و اندوه بر آل محمد </w:t>
      </w:r>
      <w:r w:rsidR="004A085F" w:rsidRPr="004A085F">
        <w:rPr>
          <w:rStyle w:val="libAlaemChar"/>
          <w:rtl/>
          <w:lang w:bidi="fa-IR"/>
        </w:rPr>
        <w:t xml:space="preserve">عليه‌السلام </w:t>
      </w:r>
      <w:r w:rsidRPr="00E76C19">
        <w:rPr>
          <w:rtl/>
          <w:lang w:bidi="fa-IR"/>
        </w:rPr>
        <w:t>تازه مى شود.</w:t>
      </w:r>
    </w:p>
    <w:p w:rsidR="00E76C19" w:rsidRPr="00E76C19" w:rsidRDefault="00E76C19" w:rsidP="00E76C19">
      <w:pPr>
        <w:pStyle w:val="libNormal"/>
        <w:rPr>
          <w:rtl/>
          <w:lang w:bidi="fa-IR"/>
        </w:rPr>
      </w:pPr>
      <w:r w:rsidRPr="00E76C19">
        <w:rPr>
          <w:rFonts w:hint="eastAsia"/>
          <w:rtl/>
          <w:lang w:bidi="fa-IR"/>
        </w:rPr>
        <w:t>پرسيدند</w:t>
      </w:r>
      <w:r w:rsidRPr="00E76C19">
        <w:rPr>
          <w:rtl/>
          <w:lang w:bidi="fa-IR"/>
        </w:rPr>
        <w:t>: چرا چنين مى شود؟!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فرمودند: زيرا آل محمد </w:t>
      </w:r>
      <w:r w:rsidR="004A085F" w:rsidRPr="004A085F">
        <w:rPr>
          <w:rStyle w:val="libAlaemChar"/>
          <w:rtl/>
          <w:lang w:bidi="fa-IR"/>
        </w:rPr>
        <w:t xml:space="preserve">عليه‌السلام </w:t>
      </w:r>
      <w:r w:rsidRPr="00E76C19">
        <w:rPr>
          <w:rtl/>
          <w:lang w:bidi="fa-IR"/>
        </w:rPr>
        <w:t xml:space="preserve">مى بينند كه حقشان در دست ديگران است . و ايشان از حق مسلم خود، محروم گرديده اند. </w:t>
      </w:r>
      <w:r w:rsidRPr="003F485B">
        <w:rPr>
          <w:rStyle w:val="libFootnotenumChar"/>
          <w:rtl/>
        </w:rPr>
        <w:t>(١١٦) (١١٧)</w:t>
      </w:r>
    </w:p>
    <w:p w:rsidR="00E76C19" w:rsidRPr="00E76C19" w:rsidRDefault="00E76C19" w:rsidP="00E76C19">
      <w:pPr>
        <w:pStyle w:val="libNormal"/>
        <w:rPr>
          <w:rtl/>
          <w:lang w:bidi="fa-IR"/>
        </w:rPr>
      </w:pPr>
    </w:p>
    <w:p w:rsidR="00E76C19" w:rsidRPr="00E76C19" w:rsidRDefault="00E76C19" w:rsidP="003F485B">
      <w:pPr>
        <w:pStyle w:val="Heading2"/>
        <w:rPr>
          <w:rtl/>
          <w:lang w:bidi="fa-IR"/>
        </w:rPr>
      </w:pPr>
      <w:bookmarkStart w:id="70" w:name="_Toc489701910"/>
      <w:r w:rsidRPr="00E76C19">
        <w:rPr>
          <w:rFonts w:hint="eastAsia"/>
          <w:rtl/>
          <w:lang w:bidi="fa-IR"/>
        </w:rPr>
        <w:t>علت</w:t>
      </w:r>
      <w:r w:rsidRPr="00E76C19">
        <w:rPr>
          <w:rtl/>
          <w:lang w:bidi="fa-IR"/>
        </w:rPr>
        <w:t xml:space="preserve"> تنگدستى در جامعه</w:t>
      </w:r>
      <w:bookmarkEnd w:id="70"/>
    </w:p>
    <w:p w:rsidR="00E76C19" w:rsidRPr="00E76C19" w:rsidRDefault="00E76C19" w:rsidP="00E76C19">
      <w:pPr>
        <w:pStyle w:val="libNormal"/>
        <w:rPr>
          <w:rtl/>
          <w:lang w:bidi="fa-IR"/>
        </w:rPr>
      </w:pPr>
      <w:r w:rsidRPr="00E76C19">
        <w:rPr>
          <w:rFonts w:hint="eastAsia"/>
          <w:rtl/>
          <w:lang w:bidi="fa-IR"/>
        </w:rPr>
        <w:t>عبد</w:t>
      </w:r>
      <w:r w:rsidRPr="00E76C19">
        <w:rPr>
          <w:rtl/>
          <w:lang w:bidi="fa-IR"/>
        </w:rPr>
        <w:t xml:space="preserve"> الله بن سنان روايت كرده است كه امام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خداوند</w:t>
      </w:r>
      <w:r w:rsidRPr="00E76C19">
        <w:rPr>
          <w:rtl/>
          <w:lang w:bidi="fa-IR"/>
        </w:rPr>
        <w:t xml:space="preserve"> عزوجل ، زكات را مانند نماز، واجب گردانيد. و اگر چه بندگان ، زكات را آشكارا پرداخت نمايند.</w:t>
      </w:r>
    </w:p>
    <w:p w:rsidR="00E76C19" w:rsidRPr="00E76C19" w:rsidRDefault="00E76C19" w:rsidP="00E76C19">
      <w:pPr>
        <w:pStyle w:val="libNormal"/>
        <w:rPr>
          <w:rtl/>
          <w:lang w:bidi="fa-IR"/>
        </w:rPr>
      </w:pPr>
      <w:r w:rsidRPr="00E76C19">
        <w:rPr>
          <w:rFonts w:hint="eastAsia"/>
          <w:rtl/>
          <w:lang w:bidi="fa-IR"/>
        </w:rPr>
        <w:t>پرداخت</w:t>
      </w:r>
      <w:r w:rsidRPr="00E76C19">
        <w:rPr>
          <w:rtl/>
          <w:lang w:bidi="fa-IR"/>
        </w:rPr>
        <w:t xml:space="preserve"> زكات ، بدان جهت است كه خداى عزوجل ، تاءمين نيازمنديهاى فقرا را، در اموال اغنياء، مقرر نموده است و مى دانست كه اگر آن مقدار تعيين شده ، ايشان را كفايت نمى كند، مقدار زكات را بيشتر قرار مى داد.</w:t>
      </w:r>
    </w:p>
    <w:p w:rsidR="00E76C19" w:rsidRPr="00E76C19" w:rsidRDefault="00E76C19" w:rsidP="00E76C19">
      <w:pPr>
        <w:pStyle w:val="libNormal"/>
        <w:rPr>
          <w:rtl/>
          <w:lang w:bidi="fa-IR"/>
        </w:rPr>
      </w:pPr>
      <w:r w:rsidRPr="00E76C19">
        <w:rPr>
          <w:rFonts w:hint="eastAsia"/>
          <w:rtl/>
          <w:lang w:bidi="fa-IR"/>
        </w:rPr>
        <w:t>هر</w:t>
      </w:r>
      <w:r w:rsidRPr="00E76C19">
        <w:rPr>
          <w:rtl/>
          <w:lang w:bidi="fa-IR"/>
        </w:rPr>
        <w:t xml:space="preserve"> گونه تنگدستى كه متوجه فقرا است ، به سبب خوددارى اغنياء از پرداخت حقوق واجب بر ايشان است . نه از جهت مقدار زكات و نارسايى آن . </w:t>
      </w:r>
      <w:r w:rsidRPr="003F485B">
        <w:rPr>
          <w:rStyle w:val="libFootnotenumChar"/>
          <w:rtl/>
        </w:rPr>
        <w:t>(١١٨)</w:t>
      </w:r>
    </w:p>
    <w:p w:rsidR="00E76C19" w:rsidRPr="00E76C19" w:rsidRDefault="003F485B" w:rsidP="00E76C19">
      <w:pPr>
        <w:pStyle w:val="libNormal"/>
        <w:rPr>
          <w:rtl/>
          <w:lang w:bidi="fa-IR"/>
        </w:rPr>
      </w:pPr>
      <w:r>
        <w:rPr>
          <w:rtl/>
          <w:lang w:bidi="fa-IR"/>
        </w:rPr>
        <w:br w:type="page"/>
      </w:r>
    </w:p>
    <w:p w:rsidR="00E76C19" w:rsidRPr="00E76C19" w:rsidRDefault="00E76C19" w:rsidP="003F485B">
      <w:pPr>
        <w:pStyle w:val="Heading2"/>
        <w:rPr>
          <w:rtl/>
          <w:lang w:bidi="fa-IR"/>
        </w:rPr>
      </w:pPr>
      <w:bookmarkStart w:id="71" w:name="_Toc489701911"/>
      <w:r w:rsidRPr="00E76C19">
        <w:rPr>
          <w:rFonts w:hint="eastAsia"/>
          <w:rtl/>
          <w:lang w:bidi="fa-IR"/>
        </w:rPr>
        <w:t>منافع</w:t>
      </w:r>
      <w:r w:rsidRPr="00E76C19">
        <w:rPr>
          <w:rtl/>
          <w:lang w:bidi="fa-IR"/>
        </w:rPr>
        <w:t xml:space="preserve"> زكات</w:t>
      </w:r>
      <w:bookmarkEnd w:id="71"/>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جعفر صادق </w:t>
      </w:r>
      <w:r w:rsidR="004A085F" w:rsidRPr="004A085F">
        <w:rPr>
          <w:rStyle w:val="libAlaemChar"/>
          <w:rtl/>
          <w:lang w:bidi="fa-IR"/>
        </w:rPr>
        <w:t xml:space="preserve">عليه‌السلام </w:t>
      </w:r>
      <w:r w:rsidRPr="00E76C19">
        <w:rPr>
          <w:rtl/>
          <w:lang w:bidi="fa-IR"/>
        </w:rPr>
        <w:t>به عمار بن موسى ساباطى فرمود: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عمار! آيا تو اموال بسيارى در اختيار دارى ؟</w:t>
      </w:r>
    </w:p>
    <w:p w:rsidR="00E76C19" w:rsidRPr="00E76C19" w:rsidRDefault="00E76C19" w:rsidP="00E76C19">
      <w:pPr>
        <w:pStyle w:val="libNormal"/>
        <w:rPr>
          <w:rtl/>
          <w:lang w:bidi="fa-IR"/>
        </w:rPr>
      </w:pPr>
      <w:r w:rsidRPr="00E76C19">
        <w:rPr>
          <w:rFonts w:hint="eastAsia"/>
          <w:rtl/>
          <w:lang w:bidi="fa-IR"/>
        </w:rPr>
        <w:t>عمار</w:t>
      </w:r>
      <w:r w:rsidRPr="00E76C19">
        <w:rPr>
          <w:rtl/>
          <w:lang w:bidi="fa-IR"/>
        </w:rPr>
        <w:t xml:space="preserve"> گفت : بلى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زكاتى را خداوند براى تو واجب كرده است ، مى پردازى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بلى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حق معلوم را از مال خود پرداخت مى كنى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بلى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به خويشاوندان خود نيز رسيدگى مى كنى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بلى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به برادران دينى خود نيز رسيدگى مى كنى ؟</w:t>
      </w:r>
    </w:p>
    <w:p w:rsidR="00E76C19" w:rsidRPr="00E76C19" w:rsidRDefault="00E76C19" w:rsidP="00E76C19">
      <w:pPr>
        <w:pStyle w:val="libNormal"/>
        <w:rPr>
          <w:rtl/>
          <w:lang w:bidi="fa-IR"/>
        </w:rPr>
      </w:pPr>
      <w:r w:rsidRPr="00E76C19">
        <w:rPr>
          <w:rFonts w:hint="eastAsia"/>
          <w:rtl/>
          <w:lang w:bidi="fa-IR"/>
        </w:rPr>
        <w:t>گفت</w:t>
      </w:r>
      <w:r w:rsidRPr="00E76C19">
        <w:rPr>
          <w:rtl/>
          <w:lang w:bidi="fa-IR"/>
        </w:rPr>
        <w:t xml:space="preserve"> : بلى .</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فرمود:</w:t>
      </w:r>
    </w:p>
    <w:p w:rsidR="00E76C19" w:rsidRPr="00E76C19" w:rsidRDefault="00E76C19" w:rsidP="00E76C19">
      <w:pPr>
        <w:pStyle w:val="libNormal"/>
        <w:rPr>
          <w:rtl/>
          <w:lang w:bidi="fa-IR"/>
        </w:rPr>
      </w:pPr>
      <w:r w:rsidRPr="00E76C19">
        <w:rPr>
          <w:rFonts w:hint="eastAsia"/>
          <w:rtl/>
          <w:lang w:bidi="fa-IR"/>
        </w:rPr>
        <w:t>يا</w:t>
      </w:r>
      <w:r w:rsidRPr="00E76C19">
        <w:rPr>
          <w:rtl/>
          <w:lang w:bidi="fa-IR"/>
        </w:rPr>
        <w:t xml:space="preserve"> عمار، ان المال يفنى ، و البدن يبلى ، و العمل و يبقى و الديان حى لايموت . يا عمار، اما انه ما قدمت ، فلن يسبقك ؛ و ما اخرت فلن يلحقك .</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عمار! مال دنيا از بين مى رود و بدنها مى پوسد، در حالى كه اعمال باقى مى ماند و خدا ديان ، زنده اى است كه مرگ در حضرتش راه ندارد.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عمار! آگاه باش كه هر چه پيش فرستادى ، به ديگرى تعلق نخواهد گرفت ، و به تو خواهد رسيد و آنچه را كه پس از خود به جاى نهادى ، به تو نخواهد پيوست . </w:t>
      </w:r>
      <w:r w:rsidRPr="003F485B">
        <w:rPr>
          <w:rStyle w:val="libFootnotenumChar"/>
          <w:rtl/>
        </w:rPr>
        <w:t>(١١٩)</w:t>
      </w:r>
    </w:p>
    <w:p w:rsidR="00E76C19" w:rsidRPr="00E76C19" w:rsidRDefault="003F485B" w:rsidP="00E76C19">
      <w:pPr>
        <w:pStyle w:val="libNormal"/>
        <w:rPr>
          <w:rtl/>
          <w:lang w:bidi="fa-IR"/>
        </w:rPr>
      </w:pPr>
      <w:r>
        <w:rPr>
          <w:rtl/>
          <w:lang w:bidi="fa-IR"/>
        </w:rPr>
        <w:br w:type="page"/>
      </w:r>
    </w:p>
    <w:p w:rsidR="00E76C19" w:rsidRPr="00E76C19" w:rsidRDefault="00E76C19" w:rsidP="003F485B">
      <w:pPr>
        <w:pStyle w:val="Heading2"/>
        <w:rPr>
          <w:rtl/>
          <w:lang w:bidi="fa-IR"/>
        </w:rPr>
      </w:pPr>
      <w:bookmarkStart w:id="72" w:name="_Toc489701912"/>
      <w:r w:rsidRPr="00E76C19">
        <w:rPr>
          <w:rFonts w:hint="eastAsia"/>
          <w:rtl/>
          <w:lang w:bidi="fa-IR"/>
        </w:rPr>
        <w:t>پرداخت</w:t>
      </w:r>
      <w:r w:rsidRPr="00E76C19">
        <w:rPr>
          <w:rtl/>
          <w:lang w:bidi="fa-IR"/>
        </w:rPr>
        <w:t xml:space="preserve"> زكات و قبولى طاعات</w:t>
      </w:r>
      <w:bookmarkEnd w:id="72"/>
    </w:p>
    <w:p w:rsidR="00E76C19" w:rsidRPr="00E76C19" w:rsidRDefault="00E76C19" w:rsidP="00E76C19">
      <w:pPr>
        <w:pStyle w:val="libNormal"/>
        <w:rPr>
          <w:rtl/>
          <w:lang w:bidi="fa-IR"/>
        </w:rPr>
      </w:pPr>
      <w:r w:rsidRPr="00E76C19">
        <w:rPr>
          <w:rFonts w:hint="eastAsia"/>
          <w:rtl/>
          <w:lang w:bidi="fa-IR"/>
        </w:rPr>
        <w:t>حسن</w:t>
      </w:r>
      <w:r w:rsidRPr="00E76C19">
        <w:rPr>
          <w:rtl/>
          <w:lang w:bidi="fa-IR"/>
        </w:rPr>
        <w:t xml:space="preserve"> بن محبوب از عبد الله بن سنان روايت كرده است كه گفت :</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فرمودن</w:t>
      </w:r>
    </w:p>
    <w:p w:rsidR="00E76C19" w:rsidRPr="00E76C19" w:rsidRDefault="00E76C19" w:rsidP="003F485B">
      <w:pPr>
        <w:pStyle w:val="libNormal"/>
        <w:rPr>
          <w:rtl/>
          <w:lang w:bidi="fa-IR"/>
        </w:rPr>
      </w:pPr>
      <w:r w:rsidRPr="00E76C19">
        <w:rPr>
          <w:rFonts w:hint="eastAsia"/>
          <w:rtl/>
          <w:lang w:bidi="fa-IR"/>
        </w:rPr>
        <w:t>آيه</w:t>
      </w:r>
      <w:r w:rsidRPr="00E76C19">
        <w:rPr>
          <w:rtl/>
          <w:lang w:bidi="fa-IR"/>
        </w:rPr>
        <w:t xml:space="preserve"> زكات يعنى آيه </w:t>
      </w:r>
      <w:r w:rsidR="003F485B" w:rsidRPr="003F485B">
        <w:rPr>
          <w:rStyle w:val="libAlaemChar"/>
          <w:rFonts w:hint="cs"/>
          <w:rtl/>
        </w:rPr>
        <w:t>(</w:t>
      </w:r>
      <w:r w:rsidR="003F485B" w:rsidRPr="003F485B">
        <w:rPr>
          <w:rStyle w:val="libAieChar"/>
          <w:rtl/>
        </w:rPr>
        <w:t>خُذْ مِنْ أَمْوَالِهِمْ صَدَقَةً تُطَهِّرُهُمْ وَتُزَكِّيهِم بِهَا وَصَلِّ عَلَيْهِمْ إِنَّ صَلَاتَكَ سَكَنٌ لَّهُمْ وَاللَّـهُ سَمِيعٌ عَلِيمٌ</w:t>
      </w:r>
      <w:r w:rsidR="003F485B" w:rsidRPr="003F485B">
        <w:rPr>
          <w:rStyle w:val="libAlaemChar"/>
          <w:rFonts w:hint="cs"/>
          <w:rtl/>
        </w:rPr>
        <w:t>)</w:t>
      </w:r>
      <w:r w:rsidR="003F485B" w:rsidRPr="00E76C19">
        <w:rPr>
          <w:rtl/>
          <w:lang w:bidi="fa-IR"/>
        </w:rPr>
        <w:t xml:space="preserve"> </w:t>
      </w:r>
      <w:r w:rsidRPr="003F485B">
        <w:rPr>
          <w:rStyle w:val="libFootnotenumChar"/>
          <w:rtl/>
        </w:rPr>
        <w:t xml:space="preserve">(١٢٠) </w:t>
      </w:r>
      <w:r w:rsidRPr="00E76C19">
        <w:rPr>
          <w:rtl/>
          <w:lang w:bidi="fa-IR"/>
        </w:rPr>
        <w:t xml:space="preserve">در ماه رمضان بر پيامبر </w:t>
      </w:r>
      <w:r w:rsidR="002768D7" w:rsidRPr="002768D7">
        <w:rPr>
          <w:rStyle w:val="libAlaemChar"/>
          <w:rtl/>
        </w:rPr>
        <w:t xml:space="preserve">صلى‌الله‌عليه‌وآله‌وسلم </w:t>
      </w:r>
      <w:r w:rsidRPr="00E76C19">
        <w:rPr>
          <w:rtl/>
          <w:lang w:bidi="fa-IR"/>
        </w:rPr>
        <w:t xml:space="preserve"> نازل شد. رسول خدا </w:t>
      </w:r>
      <w:r w:rsidR="002768D7" w:rsidRPr="002768D7">
        <w:rPr>
          <w:rStyle w:val="libAlaemChar"/>
          <w:rtl/>
        </w:rPr>
        <w:t xml:space="preserve">صلى‌الله‌عليه‌وآله‌وسلم </w:t>
      </w:r>
      <w:r w:rsidRPr="00E76C19">
        <w:rPr>
          <w:rtl/>
          <w:lang w:bidi="fa-IR"/>
        </w:rPr>
        <w:t xml:space="preserve"> به منادى خود فرمود تا در بين مردم ندا كند كه :</w:t>
      </w:r>
    </w:p>
    <w:p w:rsidR="00E76C19" w:rsidRPr="00E76C19" w:rsidRDefault="00E76C19" w:rsidP="00E76C19">
      <w:pPr>
        <w:pStyle w:val="libNormal"/>
        <w:rPr>
          <w:rtl/>
          <w:lang w:bidi="fa-IR"/>
        </w:rPr>
      </w:pPr>
      <w:r w:rsidRPr="00E76C19">
        <w:rPr>
          <w:rFonts w:hint="eastAsia"/>
          <w:rtl/>
          <w:lang w:bidi="fa-IR"/>
        </w:rPr>
        <w:t>خداى</w:t>
      </w:r>
      <w:r w:rsidRPr="00E76C19">
        <w:rPr>
          <w:rtl/>
          <w:lang w:bidi="fa-IR"/>
        </w:rPr>
        <w:t xml:space="preserve"> تبارك و تعالى ، زكات را بر شما واجب نموده است ، همانطور كه نماز را بر شما واجب كرده است . و زكات را از طلا، نقره ،شتر، گاو، گوسفند، گندم ، جو، خرما و مويز بر شما قرار داده و اشياء ديگر، زكات ندارند.</w:t>
      </w:r>
    </w:p>
    <w:p w:rsidR="00E76C19" w:rsidRPr="00E76C19" w:rsidRDefault="00E76C19" w:rsidP="00E76C19">
      <w:pPr>
        <w:pStyle w:val="libNormal"/>
        <w:rPr>
          <w:rtl/>
          <w:lang w:bidi="fa-IR"/>
        </w:rPr>
      </w:pPr>
      <w:r w:rsidRPr="00E76C19">
        <w:rPr>
          <w:rFonts w:hint="eastAsia"/>
          <w:rtl/>
          <w:lang w:bidi="fa-IR"/>
        </w:rPr>
        <w:t>ولى</w:t>
      </w:r>
      <w:r w:rsidRPr="00E76C19">
        <w:rPr>
          <w:rtl/>
          <w:lang w:bidi="fa-IR"/>
        </w:rPr>
        <w:t xml:space="preserve"> پيامبر </w:t>
      </w:r>
      <w:r w:rsidR="002768D7" w:rsidRPr="002768D7">
        <w:rPr>
          <w:rStyle w:val="libAlaemChar"/>
          <w:rtl/>
        </w:rPr>
        <w:t xml:space="preserve">صلى‌الله‌عليه‌وآله‌وسلم </w:t>
      </w:r>
      <w:r w:rsidRPr="00E76C19">
        <w:rPr>
          <w:rtl/>
          <w:lang w:bidi="fa-IR"/>
        </w:rPr>
        <w:t xml:space="preserve"> متعرض چيزى از اموال ايشان نشد، تا سال جديد فرا رسيد. مسلمانان روزه گرفتند و افطار كردند. سپس به منادى خود فرمود تا در جمع مسلمين ندا كند كه :</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مسلمانان ! زكات خود را بپردازيد، تا نمازتان قبول شود .</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افرادى را براى جمع آورى زكات ، معين فرمود و آنها را همراه عمال طسوق يعنى : افرادى كه براى گرفتن خراج معين شده بودند به اطراف فرستاد. </w:t>
      </w:r>
      <w:r w:rsidRPr="003F485B">
        <w:rPr>
          <w:rStyle w:val="libFootnotenumChar"/>
          <w:rtl/>
        </w:rPr>
        <w:t>(١٢١)</w:t>
      </w:r>
    </w:p>
    <w:p w:rsidR="00E76C19" w:rsidRPr="00E76C19" w:rsidRDefault="003F485B" w:rsidP="00E76C19">
      <w:pPr>
        <w:pStyle w:val="libNormal"/>
        <w:rPr>
          <w:rtl/>
          <w:lang w:bidi="fa-IR"/>
        </w:rPr>
      </w:pPr>
      <w:r>
        <w:rPr>
          <w:rtl/>
          <w:lang w:bidi="fa-IR"/>
        </w:rPr>
        <w:br w:type="page"/>
      </w:r>
    </w:p>
    <w:p w:rsidR="00E76C19" w:rsidRPr="00E76C19" w:rsidRDefault="00E76C19" w:rsidP="003F485B">
      <w:pPr>
        <w:pStyle w:val="Heading2"/>
        <w:rPr>
          <w:rtl/>
          <w:lang w:bidi="fa-IR"/>
        </w:rPr>
      </w:pPr>
      <w:bookmarkStart w:id="73" w:name="_Toc489701913"/>
      <w:r w:rsidRPr="00E76C19">
        <w:rPr>
          <w:rFonts w:hint="eastAsia"/>
          <w:rtl/>
          <w:lang w:bidi="fa-IR"/>
        </w:rPr>
        <w:t>حفظ</w:t>
      </w:r>
      <w:r w:rsidRPr="00E76C19">
        <w:rPr>
          <w:rtl/>
          <w:lang w:bidi="fa-IR"/>
        </w:rPr>
        <w:t xml:space="preserve"> آبروى مومن</w:t>
      </w:r>
      <w:bookmarkEnd w:id="73"/>
    </w:p>
    <w:p w:rsidR="00E76C19" w:rsidRPr="00E76C19" w:rsidRDefault="00E76C19" w:rsidP="00E76C19">
      <w:pPr>
        <w:pStyle w:val="libNormal"/>
        <w:rPr>
          <w:rtl/>
          <w:lang w:bidi="fa-IR"/>
        </w:rPr>
      </w:pPr>
      <w:r w:rsidRPr="00E76C19">
        <w:rPr>
          <w:rFonts w:hint="eastAsia"/>
          <w:rtl/>
          <w:lang w:bidi="fa-IR"/>
        </w:rPr>
        <w:t>ابو</w:t>
      </w:r>
      <w:r w:rsidRPr="00E76C19">
        <w:rPr>
          <w:rtl/>
          <w:lang w:bidi="fa-IR"/>
        </w:rPr>
        <w:t xml:space="preserve"> بصير گفت :</w:t>
      </w:r>
    </w:p>
    <w:p w:rsidR="00E76C19" w:rsidRPr="00E76C19" w:rsidRDefault="00E76C19" w:rsidP="003F485B">
      <w:pPr>
        <w:pStyle w:val="libNormal"/>
        <w:rPr>
          <w:rtl/>
          <w:lang w:bidi="fa-IR"/>
        </w:rPr>
      </w:pPr>
      <w:r w:rsidRPr="00E76C19">
        <w:rPr>
          <w:rFonts w:hint="eastAsia"/>
          <w:rtl/>
          <w:lang w:bidi="fa-IR"/>
        </w:rPr>
        <w:t>از</w:t>
      </w:r>
      <w:r w:rsidRPr="00E76C19">
        <w:rPr>
          <w:rtl/>
          <w:lang w:bidi="fa-IR"/>
        </w:rPr>
        <w:t xml:space="preserve"> امام ابو جعفر، محمد باقر </w:t>
      </w:r>
      <w:r w:rsidR="004A085F" w:rsidRPr="004A085F">
        <w:rPr>
          <w:rStyle w:val="libAlaemChar"/>
          <w:rtl/>
          <w:lang w:bidi="fa-IR"/>
        </w:rPr>
        <w:t xml:space="preserve">عليه‌السلام </w:t>
      </w:r>
      <w:r w:rsidRPr="00E76C19">
        <w:rPr>
          <w:rtl/>
          <w:lang w:bidi="fa-IR"/>
        </w:rPr>
        <w:t>پرسيدم :</w:t>
      </w:r>
      <w:r w:rsidRPr="00E76C19">
        <w:rPr>
          <w:rFonts w:hint="eastAsia"/>
          <w:rtl/>
          <w:lang w:bidi="fa-IR"/>
        </w:rPr>
        <w:t>مردى</w:t>
      </w:r>
      <w:r w:rsidRPr="00E76C19">
        <w:rPr>
          <w:rtl/>
          <w:lang w:bidi="fa-IR"/>
        </w:rPr>
        <w:t xml:space="preserve"> از ياران ما فقير است و من مى خواهم زكات خود را به او بدهم . اما او شرم مى كند كه زكات بگيرد. آيا لازم است به بگويم كه اين زكات اموال است ؟</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در جواب فرمود:</w:t>
      </w:r>
    </w:p>
    <w:p w:rsidR="00E76C19" w:rsidRPr="00E76C19" w:rsidRDefault="00E76C19" w:rsidP="00E76C19">
      <w:pPr>
        <w:pStyle w:val="libNormal"/>
        <w:rPr>
          <w:rtl/>
          <w:lang w:bidi="fa-IR"/>
        </w:rPr>
      </w:pPr>
      <w:r w:rsidRPr="00E76C19">
        <w:rPr>
          <w:rFonts w:hint="eastAsia"/>
          <w:rtl/>
          <w:lang w:bidi="fa-IR"/>
        </w:rPr>
        <w:t>عملى</w:t>
      </w:r>
      <w:r w:rsidRPr="00E76C19">
        <w:rPr>
          <w:rtl/>
          <w:lang w:bidi="fa-IR"/>
        </w:rPr>
        <w:t xml:space="preserve"> كه خدا بر تو واجب فرموده ، انجام بده . ولى مومن را خوار مكن ! </w:t>
      </w:r>
      <w:r w:rsidRPr="003F485B">
        <w:rPr>
          <w:rStyle w:val="libFootnotenumChar"/>
          <w:rtl/>
        </w:rPr>
        <w:t>(١٢٢)</w:t>
      </w:r>
    </w:p>
    <w:p w:rsidR="00E76C19" w:rsidRPr="00E76C19" w:rsidRDefault="00E76C19" w:rsidP="00E76C19">
      <w:pPr>
        <w:pStyle w:val="libNormal"/>
        <w:rPr>
          <w:rtl/>
          <w:lang w:bidi="fa-IR"/>
        </w:rPr>
      </w:pPr>
    </w:p>
    <w:p w:rsidR="003F485B" w:rsidRDefault="003F485B" w:rsidP="00E76C19">
      <w:pPr>
        <w:pStyle w:val="libNormal"/>
        <w:rPr>
          <w:rtl/>
          <w:lang w:bidi="fa-IR"/>
        </w:rPr>
      </w:pPr>
      <w:r>
        <w:rPr>
          <w:rtl/>
          <w:lang w:bidi="fa-IR"/>
        </w:rPr>
        <w:br w:type="page"/>
      </w:r>
    </w:p>
    <w:p w:rsidR="00E76C19" w:rsidRPr="00E76C19" w:rsidRDefault="00E76C19" w:rsidP="003F485B">
      <w:pPr>
        <w:pStyle w:val="Heading2"/>
        <w:rPr>
          <w:rtl/>
          <w:lang w:bidi="fa-IR"/>
        </w:rPr>
      </w:pPr>
      <w:bookmarkStart w:id="74" w:name="_Toc489701914"/>
      <w:r w:rsidRPr="00E76C19">
        <w:rPr>
          <w:rFonts w:hint="eastAsia"/>
          <w:rtl/>
          <w:lang w:bidi="fa-IR"/>
        </w:rPr>
        <w:t>گرفتن</w:t>
      </w:r>
      <w:r w:rsidRPr="00E76C19">
        <w:rPr>
          <w:rtl/>
          <w:lang w:bidi="fa-IR"/>
        </w:rPr>
        <w:t xml:space="preserve"> زكات</w:t>
      </w:r>
      <w:bookmarkEnd w:id="74"/>
    </w:p>
    <w:p w:rsidR="00E76C19" w:rsidRPr="00E76C19" w:rsidRDefault="00E76C19" w:rsidP="00E76C19">
      <w:pPr>
        <w:pStyle w:val="libNormal"/>
        <w:rPr>
          <w:rtl/>
          <w:lang w:bidi="fa-IR"/>
        </w:rPr>
      </w:pPr>
      <w:r w:rsidRPr="00E76C19">
        <w:rPr>
          <w:rFonts w:hint="eastAsia"/>
          <w:rtl/>
          <w:lang w:bidi="fa-IR"/>
        </w:rPr>
        <w:t>مردى</w:t>
      </w:r>
      <w:r w:rsidRPr="00E76C19">
        <w:rPr>
          <w:rtl/>
          <w:lang w:bidi="fa-IR"/>
        </w:rPr>
        <w:t xml:space="preserve"> از طايفه ثقيف ، از جانب على بن ابى طالب </w:t>
      </w:r>
      <w:r w:rsidR="004A085F" w:rsidRPr="004A085F">
        <w:rPr>
          <w:rStyle w:val="libAlaemChar"/>
          <w:rtl/>
          <w:lang w:bidi="fa-IR"/>
        </w:rPr>
        <w:t xml:space="preserve">عليه‌السلام </w:t>
      </w:r>
      <w:r w:rsidRPr="00E76C19">
        <w:rPr>
          <w:rtl/>
          <w:lang w:bidi="fa-IR"/>
        </w:rPr>
        <w:t xml:space="preserve">به حكومت بانقيا </w:t>
      </w:r>
      <w:r w:rsidRPr="003F485B">
        <w:rPr>
          <w:rStyle w:val="libFootnoteChar"/>
          <w:rtl/>
        </w:rPr>
        <w:t xml:space="preserve">(١٢٣) </w:t>
      </w:r>
      <w:r w:rsidRPr="00E76C19">
        <w:rPr>
          <w:rtl/>
          <w:lang w:bidi="fa-IR"/>
        </w:rPr>
        <w:t>منصوب شد.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در حضور جمعى از مردم به او فرمود:</w:t>
      </w:r>
    </w:p>
    <w:p w:rsidR="00E76C19" w:rsidRPr="00E76C19" w:rsidRDefault="00E76C19" w:rsidP="00E76C19">
      <w:pPr>
        <w:pStyle w:val="libNormal"/>
        <w:rPr>
          <w:rtl/>
          <w:lang w:bidi="fa-IR"/>
        </w:rPr>
      </w:pPr>
      <w:r w:rsidRPr="00E76C19">
        <w:rPr>
          <w:rFonts w:hint="eastAsia"/>
          <w:rtl/>
          <w:lang w:bidi="fa-IR"/>
        </w:rPr>
        <w:t>زكات</w:t>
      </w:r>
      <w:r w:rsidRPr="00E76C19">
        <w:rPr>
          <w:rtl/>
          <w:lang w:bidi="fa-IR"/>
        </w:rPr>
        <w:t xml:space="preserve"> و خراج را جمع آورى كن ، و در حفظ آنها بكوش كه درهمى از آنها از بين نرود، و هنگامى كه خواستى به محل ماموريت خود بروى ، نزد من بيا.</w:t>
      </w:r>
    </w:p>
    <w:p w:rsidR="00E76C19" w:rsidRPr="00E76C19" w:rsidRDefault="00E76C19" w:rsidP="00E76C19">
      <w:pPr>
        <w:pStyle w:val="libNormal"/>
        <w:rPr>
          <w:rtl/>
          <w:lang w:bidi="fa-IR"/>
        </w:rPr>
      </w:pPr>
      <w:r w:rsidRPr="00E76C19">
        <w:rPr>
          <w:rFonts w:hint="eastAsia"/>
          <w:rtl/>
          <w:lang w:bidi="fa-IR"/>
        </w:rPr>
        <w:t>آنگاه</w:t>
      </w:r>
      <w:r w:rsidRPr="00E76C19">
        <w:rPr>
          <w:rtl/>
          <w:lang w:bidi="fa-IR"/>
        </w:rPr>
        <w:t xml:space="preserve"> زمان رفتن رسيد، خدمت حضرتش شرفياب شد و حضرت فرمود:</w:t>
      </w:r>
    </w:p>
    <w:p w:rsidR="00E76C19" w:rsidRPr="00E76C19" w:rsidRDefault="00E76C19" w:rsidP="00E76C19">
      <w:pPr>
        <w:pStyle w:val="libNormal"/>
        <w:rPr>
          <w:rtl/>
          <w:lang w:bidi="fa-IR"/>
        </w:rPr>
      </w:pPr>
      <w:r w:rsidRPr="00E76C19">
        <w:rPr>
          <w:rFonts w:hint="eastAsia"/>
          <w:rtl/>
          <w:lang w:bidi="fa-IR"/>
        </w:rPr>
        <w:t>زنهار</w:t>
      </w:r>
      <w:r w:rsidRPr="00E76C19">
        <w:rPr>
          <w:rtl/>
          <w:lang w:bidi="fa-IR"/>
        </w:rPr>
        <w:t xml:space="preserve">! از آنكه مسلمانى يا يهودى يا نصرانى را در خصوص درهمى خراج كتك بزنى ! يا چهار پايى كه با آن كار مى كنند و وسيله كسب روزى كسى است ، براى دريافت درهمى به فروش رسانى . زيرا كه ما، مامور شده ايم كه مازاد نيازمندى ايشان را زكات دريافت كنيم . </w:t>
      </w:r>
      <w:r w:rsidRPr="003F485B">
        <w:rPr>
          <w:rStyle w:val="libFootnotenumChar"/>
          <w:rtl/>
        </w:rPr>
        <w:t>(١٢٤)</w:t>
      </w:r>
    </w:p>
    <w:p w:rsidR="00E76C19" w:rsidRPr="00E76C19" w:rsidRDefault="00E76C19" w:rsidP="00E76C19">
      <w:pPr>
        <w:pStyle w:val="libNormal"/>
        <w:rPr>
          <w:rtl/>
          <w:lang w:bidi="fa-IR"/>
        </w:rPr>
      </w:pPr>
    </w:p>
    <w:p w:rsidR="00E76C19" w:rsidRPr="00E76C19" w:rsidRDefault="00E76C19" w:rsidP="003F485B">
      <w:pPr>
        <w:pStyle w:val="Heading2"/>
        <w:rPr>
          <w:rtl/>
          <w:lang w:bidi="fa-IR"/>
        </w:rPr>
      </w:pPr>
      <w:bookmarkStart w:id="75" w:name="_Toc489701915"/>
      <w:r w:rsidRPr="00E76C19">
        <w:rPr>
          <w:rFonts w:hint="eastAsia"/>
          <w:rtl/>
          <w:lang w:bidi="fa-IR"/>
        </w:rPr>
        <w:t>جزيه</w:t>
      </w:r>
      <w:bookmarkEnd w:id="75"/>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على بن موسى الرضا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قبيله</w:t>
      </w:r>
      <w:r w:rsidRPr="00E76C19">
        <w:rPr>
          <w:rtl/>
          <w:lang w:bidi="fa-IR"/>
        </w:rPr>
        <w:t xml:space="preserve"> بنى تغلب ، از اداى جزيه </w:t>
      </w:r>
      <w:r w:rsidRPr="003F485B">
        <w:rPr>
          <w:rStyle w:val="libFootnotenumChar"/>
          <w:rtl/>
        </w:rPr>
        <w:t>(١٢٥)</w:t>
      </w:r>
      <w:r w:rsidRPr="00E76C19">
        <w:rPr>
          <w:rtl/>
          <w:lang w:bidi="fa-IR"/>
        </w:rPr>
        <w:t xml:space="preserve"> ابا داشتند، از عمر خواستند كه ايشان را از دادن جزيه معاف كند. چون عمر از آن بيم داشت كه آن قبيله به دولت روم بپيوندند، با ايشان مصالحه كرد كه جزيه ندهند. ولى زكاتشان مضاعف شود. ايشان نيز به اين كار راضى شدند.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رضا </w:t>
      </w:r>
      <w:r w:rsidR="004A085F" w:rsidRPr="004A085F">
        <w:rPr>
          <w:rStyle w:val="libAlaemChar"/>
          <w:rtl/>
          <w:lang w:bidi="fa-IR"/>
        </w:rPr>
        <w:t xml:space="preserve">عليه‌السلام </w:t>
      </w:r>
      <w:r w:rsidRPr="00E76C19">
        <w:rPr>
          <w:rtl/>
          <w:lang w:bidi="fa-IR"/>
        </w:rPr>
        <w:t>در ادامه فرمودند:</w:t>
      </w:r>
    </w:p>
    <w:p w:rsidR="003F485B" w:rsidRDefault="00E76C19" w:rsidP="00E76C19">
      <w:pPr>
        <w:pStyle w:val="libNormal"/>
        <w:rPr>
          <w:rtl/>
          <w:lang w:bidi="fa-IR"/>
        </w:rPr>
      </w:pPr>
      <w:r w:rsidRPr="00E76C19">
        <w:rPr>
          <w:rFonts w:hint="eastAsia"/>
          <w:rtl/>
          <w:lang w:bidi="fa-IR"/>
        </w:rPr>
        <w:lastRenderedPageBreak/>
        <w:t>حكم</w:t>
      </w:r>
      <w:r w:rsidRPr="00E76C19">
        <w:rPr>
          <w:rtl/>
          <w:lang w:bidi="fa-IR"/>
        </w:rPr>
        <w:t xml:space="preserve"> اين مصالحه بر ايشان نافذ است تا زمانى كه حق ظاهر گردد و حضرت مهدى </w:t>
      </w:r>
      <w:r w:rsidR="004A085F" w:rsidRPr="004A085F">
        <w:rPr>
          <w:rStyle w:val="libAlaemChar"/>
          <w:rtl/>
          <w:lang w:bidi="fa-IR"/>
        </w:rPr>
        <w:t xml:space="preserve">عليه‌السلام </w:t>
      </w:r>
      <w:r w:rsidRPr="00E76C19">
        <w:rPr>
          <w:rtl/>
          <w:lang w:bidi="fa-IR"/>
        </w:rPr>
        <w:t xml:space="preserve">بر دشمنان غالب شود </w:t>
      </w:r>
      <w:r w:rsidRPr="003F485B">
        <w:rPr>
          <w:rStyle w:val="libFootnotenumChar"/>
          <w:rtl/>
        </w:rPr>
        <w:t>(١٢٦)</w:t>
      </w:r>
    </w:p>
    <w:p w:rsidR="00E76C19" w:rsidRPr="00E76C19" w:rsidRDefault="003F485B" w:rsidP="00E76C19">
      <w:pPr>
        <w:pStyle w:val="libNormal"/>
        <w:rPr>
          <w:rtl/>
          <w:lang w:bidi="fa-IR"/>
        </w:rPr>
      </w:pPr>
      <w:r>
        <w:rPr>
          <w:rtl/>
          <w:lang w:bidi="fa-IR"/>
        </w:rPr>
        <w:br w:type="page"/>
      </w:r>
    </w:p>
    <w:p w:rsidR="00E76C19" w:rsidRPr="00E76C19" w:rsidRDefault="00E76C19" w:rsidP="003F485B">
      <w:pPr>
        <w:pStyle w:val="Heading2"/>
        <w:rPr>
          <w:rtl/>
          <w:lang w:bidi="fa-IR"/>
        </w:rPr>
      </w:pPr>
      <w:bookmarkStart w:id="76" w:name="_Toc489701916"/>
      <w:r w:rsidRPr="00E76C19">
        <w:rPr>
          <w:rFonts w:hint="eastAsia"/>
          <w:rtl/>
          <w:lang w:bidi="fa-IR"/>
        </w:rPr>
        <w:t>عاقبت</w:t>
      </w:r>
      <w:r w:rsidRPr="00E76C19">
        <w:rPr>
          <w:rtl/>
          <w:lang w:bidi="fa-IR"/>
        </w:rPr>
        <w:t xml:space="preserve"> بخل</w:t>
      </w:r>
      <w:bookmarkEnd w:id="76"/>
    </w:p>
    <w:p w:rsidR="00E76C19" w:rsidRPr="00E76C19" w:rsidRDefault="00E76C19" w:rsidP="00E76C19">
      <w:pPr>
        <w:pStyle w:val="libNormal"/>
        <w:rPr>
          <w:rtl/>
          <w:lang w:bidi="fa-IR"/>
        </w:rPr>
      </w:pPr>
      <w:r w:rsidRPr="00E76C19">
        <w:rPr>
          <w:rFonts w:hint="eastAsia"/>
          <w:rtl/>
          <w:lang w:bidi="fa-IR"/>
        </w:rPr>
        <w:t>كسى</w:t>
      </w:r>
      <w:r w:rsidRPr="00E76C19">
        <w:rPr>
          <w:rtl/>
          <w:lang w:bidi="fa-IR"/>
        </w:rPr>
        <w:t xml:space="preserve"> مى گفت : بخيل معذورتر از ظالم است .</w:t>
      </w:r>
    </w:p>
    <w:p w:rsidR="00E76C19" w:rsidRPr="00E76C19" w:rsidRDefault="00E76C19" w:rsidP="00E76C19">
      <w:pPr>
        <w:pStyle w:val="libNormal"/>
        <w:rPr>
          <w:rtl/>
          <w:lang w:bidi="fa-IR"/>
        </w:rPr>
      </w:pPr>
      <w:r w:rsidRPr="00E76C19">
        <w:rPr>
          <w:rFonts w:hint="eastAsia"/>
          <w:rtl/>
          <w:lang w:bidi="fa-IR"/>
        </w:rPr>
        <w:t>اين</w:t>
      </w:r>
      <w:r w:rsidRPr="00E76C19">
        <w:rPr>
          <w:rtl/>
          <w:lang w:bidi="fa-IR"/>
        </w:rPr>
        <w:t xml:space="preserve"> كلام به گوش امير المومنين </w:t>
      </w:r>
      <w:r w:rsidR="004A085F" w:rsidRPr="004A085F">
        <w:rPr>
          <w:rStyle w:val="libAlaemChar"/>
          <w:rtl/>
          <w:lang w:bidi="fa-IR"/>
        </w:rPr>
        <w:t xml:space="preserve">عليه‌السلام </w:t>
      </w:r>
      <w:r w:rsidRPr="00E76C19">
        <w:rPr>
          <w:rtl/>
          <w:lang w:bidi="fa-IR"/>
        </w:rPr>
        <w:t>رسيد و به او فرمود:</w:t>
      </w:r>
    </w:p>
    <w:p w:rsidR="00E76C19" w:rsidRPr="00E76C19" w:rsidRDefault="00E76C19" w:rsidP="00912E5A">
      <w:pPr>
        <w:pStyle w:val="libNormal"/>
        <w:rPr>
          <w:rtl/>
          <w:lang w:bidi="fa-IR"/>
        </w:rPr>
      </w:pPr>
      <w:r w:rsidRPr="00E76C19">
        <w:rPr>
          <w:rFonts w:hint="eastAsia"/>
          <w:rtl/>
          <w:lang w:bidi="fa-IR"/>
        </w:rPr>
        <w:t>دروغ</w:t>
      </w:r>
      <w:r w:rsidRPr="00E76C19">
        <w:rPr>
          <w:rtl/>
          <w:lang w:bidi="fa-IR"/>
        </w:rPr>
        <w:t xml:space="preserve"> گفتى ، زيرا ظالم ، گاهى توبه مى كند، و آمرزش مى طلبد، و مالى را كه به ستم گرفته ، به صاحبش باز مى گرداند. ولى شخص شحيح يعنى مبتلا به بخل شديد چون صفت بخلش بر عقلش غالب شود، از دادن زكات و صدقه ، صله رحم پذيرايى ميهمان ، و انفاق در راه خداى عزوجل ، و د</w:t>
      </w:r>
      <w:r w:rsidRPr="00E76C19">
        <w:rPr>
          <w:rFonts w:hint="eastAsia"/>
          <w:rtl/>
          <w:lang w:bidi="fa-IR"/>
        </w:rPr>
        <w:t>يگر</w:t>
      </w:r>
      <w:r w:rsidRPr="00E76C19">
        <w:rPr>
          <w:rtl/>
          <w:lang w:bidi="fa-IR"/>
        </w:rPr>
        <w:t xml:space="preserve"> ابواب احسان ، دورى مى كند. و از انجام حسنات خوددارى مى كند. كه در اين حالت بهشت بر او حرام است . </w:t>
      </w:r>
      <w:r w:rsidRPr="00912E5A">
        <w:rPr>
          <w:rStyle w:val="libFootnotenumChar"/>
          <w:rtl/>
        </w:rPr>
        <w:t>(١٢٧)</w:t>
      </w:r>
    </w:p>
    <w:p w:rsidR="00E76C19" w:rsidRPr="00E76C19" w:rsidRDefault="00912E5A" w:rsidP="00E76C19">
      <w:pPr>
        <w:pStyle w:val="libNormal"/>
        <w:rPr>
          <w:rtl/>
          <w:lang w:bidi="fa-IR"/>
        </w:rPr>
      </w:pPr>
      <w:r>
        <w:rPr>
          <w:rtl/>
          <w:lang w:bidi="fa-IR"/>
        </w:rPr>
        <w:br w:type="page"/>
      </w:r>
    </w:p>
    <w:p w:rsidR="00E76C19" w:rsidRPr="00E76C19" w:rsidRDefault="00E76C19" w:rsidP="00912E5A">
      <w:pPr>
        <w:pStyle w:val="Heading2"/>
        <w:rPr>
          <w:rtl/>
          <w:lang w:bidi="fa-IR"/>
        </w:rPr>
      </w:pPr>
      <w:bookmarkStart w:id="77" w:name="_Toc489701917"/>
      <w:r w:rsidRPr="00E76C19">
        <w:rPr>
          <w:rFonts w:hint="eastAsia"/>
          <w:rtl/>
          <w:lang w:bidi="fa-IR"/>
        </w:rPr>
        <w:t>عاقبت</w:t>
      </w:r>
      <w:r w:rsidRPr="00E76C19">
        <w:rPr>
          <w:rtl/>
          <w:lang w:bidi="fa-IR"/>
        </w:rPr>
        <w:t xml:space="preserve"> احسان به خاندان پيامبر </w:t>
      </w:r>
      <w:r w:rsidR="002768D7" w:rsidRPr="002768D7">
        <w:rPr>
          <w:rStyle w:val="libAlaemChar"/>
          <w:rtl/>
        </w:rPr>
        <w:t>صلى‌الله‌عليه‌وآله‌وسلم</w:t>
      </w:r>
      <w:bookmarkEnd w:id="77"/>
      <w:r w:rsidR="002768D7" w:rsidRPr="002768D7">
        <w:rPr>
          <w:rStyle w:val="libAlaemChar"/>
          <w:rtl/>
        </w:rPr>
        <w:t xml:space="preserve"> </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آن</w:t>
      </w:r>
      <w:r w:rsidRPr="00E76C19">
        <w:rPr>
          <w:rtl/>
          <w:lang w:bidi="fa-IR"/>
        </w:rPr>
        <w:t xml:space="preserve"> هنگام كه روز قيامت شود، منادى ندا مى كند كه :</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خلايق ! خاموش باشيد و گوش فرا دهيد كه محمد </w:t>
      </w:r>
      <w:r w:rsidR="002768D7" w:rsidRPr="002768D7">
        <w:rPr>
          <w:rStyle w:val="libAlaemChar"/>
          <w:rtl/>
        </w:rPr>
        <w:t xml:space="preserve">صلى‌الله‌عليه‌وآله‌وسلم </w:t>
      </w:r>
      <w:r w:rsidRPr="00E76C19">
        <w:rPr>
          <w:rtl/>
          <w:lang w:bidi="fa-IR"/>
        </w:rPr>
        <w:t xml:space="preserve"> با شما سخن مى گويد .</w:t>
      </w:r>
    </w:p>
    <w:p w:rsidR="00E76C19" w:rsidRPr="00E76C19" w:rsidRDefault="00E76C19" w:rsidP="00E76C19">
      <w:pPr>
        <w:pStyle w:val="libNormal"/>
        <w:rPr>
          <w:rtl/>
          <w:lang w:bidi="fa-IR"/>
        </w:rPr>
      </w:pPr>
      <w:r w:rsidRPr="00E76C19">
        <w:rPr>
          <w:rFonts w:hint="eastAsia"/>
          <w:rtl/>
          <w:lang w:bidi="fa-IR"/>
        </w:rPr>
        <w:t>پس</w:t>
      </w:r>
      <w:r w:rsidRPr="00E76C19">
        <w:rPr>
          <w:rtl/>
          <w:lang w:bidi="fa-IR"/>
        </w:rPr>
        <w:t xml:space="preserve"> خلايق خاموش مى شوند. پيامبر اكرم </w:t>
      </w:r>
      <w:r w:rsidR="002768D7" w:rsidRPr="002768D7">
        <w:rPr>
          <w:rStyle w:val="libAlaemChar"/>
          <w:rtl/>
        </w:rPr>
        <w:t xml:space="preserve">صلى‌الله‌عليه‌وآله‌وسلم </w:t>
      </w:r>
      <w:r w:rsidRPr="00E76C19">
        <w:rPr>
          <w:rtl/>
          <w:lang w:bidi="fa-IR"/>
        </w:rPr>
        <w:t xml:space="preserve"> بپا خواسته ، و مى فرمايد:</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گروه آفريدگان ! هر كس را كه بر من نعمتى با منتى است ، يا به من احسانى نموده است ، بپا خيزد.</w:t>
      </w:r>
    </w:p>
    <w:p w:rsidR="00E76C19" w:rsidRPr="00E76C19" w:rsidRDefault="00E76C19" w:rsidP="00E76C19">
      <w:pPr>
        <w:pStyle w:val="libNormal"/>
        <w:rPr>
          <w:rtl/>
          <w:lang w:bidi="fa-IR"/>
        </w:rPr>
      </w:pPr>
      <w:r w:rsidRPr="00E76C19">
        <w:rPr>
          <w:rFonts w:hint="eastAsia"/>
          <w:rtl/>
          <w:lang w:bidi="fa-IR"/>
        </w:rPr>
        <w:t>تا</w:t>
      </w:r>
      <w:r w:rsidRPr="00E76C19">
        <w:rPr>
          <w:rtl/>
          <w:lang w:bidi="fa-IR"/>
        </w:rPr>
        <w:t xml:space="preserve"> پاداش او را بدهم .</w:t>
      </w:r>
    </w:p>
    <w:p w:rsidR="00E76C19" w:rsidRPr="00E76C19" w:rsidRDefault="00E76C19" w:rsidP="00E76C19">
      <w:pPr>
        <w:pStyle w:val="libNormal"/>
        <w:rPr>
          <w:rtl/>
          <w:lang w:bidi="fa-IR"/>
        </w:rPr>
      </w:pPr>
      <w:r w:rsidRPr="00E76C19">
        <w:rPr>
          <w:rFonts w:hint="eastAsia"/>
          <w:rtl/>
          <w:lang w:bidi="fa-IR"/>
        </w:rPr>
        <w:t>مردمان</w:t>
      </w:r>
      <w:r w:rsidRPr="00E76C19">
        <w:rPr>
          <w:rtl/>
          <w:lang w:bidi="fa-IR"/>
        </w:rPr>
        <w:t xml:space="preserve"> گويند: پدران و مادرانمان فداى تو! نعمت و منت و احسان از آن خدا و رسول خدا است ، كه منتى بر جميع آفريدگان دارد.</w:t>
      </w:r>
    </w:p>
    <w:p w:rsidR="00E76C19" w:rsidRPr="00E76C19" w:rsidRDefault="00E76C19" w:rsidP="00E76C19">
      <w:pPr>
        <w:pStyle w:val="libNormal"/>
        <w:rPr>
          <w:rtl/>
          <w:lang w:bidi="fa-IR"/>
        </w:rPr>
      </w:pPr>
      <w:r w:rsidRPr="00E76C19">
        <w:rPr>
          <w:rFonts w:hint="eastAsia"/>
          <w:rtl/>
          <w:lang w:bidi="fa-IR"/>
        </w:rPr>
        <w:t>پيامبر</w:t>
      </w:r>
      <w:r w:rsidRPr="00E76C19">
        <w:rPr>
          <w:rtl/>
          <w:lang w:bidi="fa-IR"/>
        </w:rPr>
        <w:t xml:space="preserve"> </w:t>
      </w:r>
      <w:r w:rsidR="002768D7" w:rsidRPr="002768D7">
        <w:rPr>
          <w:rStyle w:val="libAlaemChar"/>
          <w:rtl/>
        </w:rPr>
        <w:t xml:space="preserve">صلى‌الله‌عليه‌وآله‌وسلم </w:t>
      </w:r>
      <w:r w:rsidRPr="00E76C19">
        <w:rPr>
          <w:rtl/>
          <w:lang w:bidi="fa-IR"/>
        </w:rPr>
        <w:t xml:space="preserve"> مى فرمايد:</w:t>
      </w:r>
    </w:p>
    <w:p w:rsidR="00E76C19" w:rsidRPr="00E76C19" w:rsidRDefault="00E76C19" w:rsidP="00E76C19">
      <w:pPr>
        <w:pStyle w:val="libNormal"/>
        <w:rPr>
          <w:rtl/>
          <w:lang w:bidi="fa-IR"/>
        </w:rPr>
      </w:pPr>
      <w:r w:rsidRPr="00E76C19">
        <w:rPr>
          <w:rFonts w:hint="eastAsia"/>
          <w:rtl/>
          <w:lang w:bidi="fa-IR"/>
        </w:rPr>
        <w:t>آرى</w:t>
      </w:r>
      <w:r w:rsidRPr="00E76C19">
        <w:rPr>
          <w:rtl/>
          <w:lang w:bidi="fa-IR"/>
        </w:rPr>
        <w:t xml:space="preserve"> ، كسى كه يكى از خاندان مرا پناه داده يا درباره ايشان احسان كرده ، يا او را پوشانيده باشد. و يا گرسنه اى را سير كرده باشد، برخيزد، تا پاداشش را به بدهم .</w:t>
      </w:r>
    </w:p>
    <w:p w:rsidR="00E76C19" w:rsidRPr="00E76C19" w:rsidRDefault="00E76C19" w:rsidP="00E76C19">
      <w:pPr>
        <w:pStyle w:val="libNormal"/>
        <w:rPr>
          <w:rtl/>
          <w:lang w:bidi="fa-IR"/>
        </w:rPr>
      </w:pPr>
      <w:r w:rsidRPr="00E76C19">
        <w:rPr>
          <w:rFonts w:hint="eastAsia"/>
          <w:rtl/>
          <w:lang w:bidi="fa-IR"/>
        </w:rPr>
        <w:t>جمعى</w:t>
      </w:r>
      <w:r w:rsidRPr="00E76C19">
        <w:rPr>
          <w:rtl/>
          <w:lang w:bidi="fa-IR"/>
        </w:rPr>
        <w:t xml:space="preserve"> از مردم ، كه به انجام اين اعمال موفق شده اند، بر مى خيزند.</w:t>
      </w:r>
    </w:p>
    <w:p w:rsidR="00E76C19" w:rsidRPr="00E76C19" w:rsidRDefault="00E76C19" w:rsidP="00E76C19">
      <w:pPr>
        <w:pStyle w:val="libNormal"/>
        <w:rPr>
          <w:rtl/>
          <w:lang w:bidi="fa-IR"/>
        </w:rPr>
      </w:pPr>
      <w:r w:rsidRPr="00E76C19">
        <w:rPr>
          <w:rFonts w:hint="eastAsia"/>
          <w:rtl/>
          <w:lang w:bidi="fa-IR"/>
        </w:rPr>
        <w:t>در</w:t>
      </w:r>
      <w:r w:rsidRPr="00E76C19">
        <w:rPr>
          <w:rtl/>
          <w:lang w:bidi="fa-IR"/>
        </w:rPr>
        <w:t xml:space="preserve"> اين هنگام از سوى خداى عزوجل ندا مى رسد كه :</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محمد! اى حبيب من ! پاداش دادن ايشان را به تو واگذاشتيم ، پس در هر كجا از بهشت كه بخواهى ، ايشان را اسكان ده .</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lastRenderedPageBreak/>
        <w:t>پيامبر</w:t>
      </w:r>
      <w:r w:rsidRPr="00E76C19">
        <w:rPr>
          <w:rtl/>
          <w:lang w:bidi="fa-IR"/>
        </w:rPr>
        <w:t xml:space="preserve"> اكرم </w:t>
      </w:r>
      <w:r w:rsidR="002768D7" w:rsidRPr="002768D7">
        <w:rPr>
          <w:rStyle w:val="libAlaemChar"/>
          <w:rtl/>
        </w:rPr>
        <w:t xml:space="preserve">صلى‌الله‌عليه‌وآله‌وسلم </w:t>
      </w:r>
      <w:r w:rsidRPr="00E76C19">
        <w:rPr>
          <w:rtl/>
          <w:lang w:bidi="fa-IR"/>
        </w:rPr>
        <w:t xml:space="preserve"> ، ايشان را در منزلتى نزديك به خودش جاى مى دهد. موقف وسيله . در آنجايى كه از ديدار پيامبر و خاندانش ‍ </w:t>
      </w:r>
      <w:r w:rsidR="002768D7" w:rsidRPr="002768D7">
        <w:rPr>
          <w:rStyle w:val="libAlaemChar"/>
          <w:rtl/>
        </w:rPr>
        <w:t xml:space="preserve">صلى‌الله‌عليه‌وآله‌وسلم </w:t>
      </w:r>
      <w:r w:rsidRPr="00E76C19">
        <w:rPr>
          <w:rtl/>
          <w:lang w:bidi="fa-IR"/>
        </w:rPr>
        <w:t xml:space="preserve"> محجوب نمى مانند. </w:t>
      </w:r>
      <w:r w:rsidRPr="00912E5A">
        <w:rPr>
          <w:rStyle w:val="libFootnotenumChar"/>
          <w:rtl/>
        </w:rPr>
        <w:t>(١٢٨)</w:t>
      </w:r>
    </w:p>
    <w:p w:rsidR="00E76C19" w:rsidRPr="00E76C19" w:rsidRDefault="00912E5A" w:rsidP="00E76C19">
      <w:pPr>
        <w:pStyle w:val="libNormal"/>
        <w:rPr>
          <w:rtl/>
          <w:lang w:bidi="fa-IR"/>
        </w:rPr>
      </w:pPr>
      <w:r>
        <w:rPr>
          <w:rtl/>
          <w:lang w:bidi="fa-IR"/>
        </w:rPr>
        <w:br w:type="page"/>
      </w:r>
    </w:p>
    <w:p w:rsidR="00E76C19" w:rsidRPr="00E76C19" w:rsidRDefault="00E76C19" w:rsidP="00912E5A">
      <w:pPr>
        <w:pStyle w:val="Heading2"/>
        <w:rPr>
          <w:rtl/>
          <w:lang w:bidi="fa-IR"/>
        </w:rPr>
      </w:pPr>
      <w:bookmarkStart w:id="78" w:name="_Toc489701918"/>
      <w:r w:rsidRPr="00E76C19">
        <w:rPr>
          <w:rFonts w:hint="eastAsia"/>
          <w:rtl/>
          <w:lang w:bidi="fa-IR"/>
        </w:rPr>
        <w:t>زكات</w:t>
      </w:r>
      <w:r w:rsidRPr="00E76C19">
        <w:rPr>
          <w:rtl/>
          <w:lang w:bidi="fa-IR"/>
        </w:rPr>
        <w:t xml:space="preserve"> بدن</w:t>
      </w:r>
      <w:bookmarkEnd w:id="78"/>
    </w:p>
    <w:p w:rsidR="00E76C19" w:rsidRPr="00E76C19" w:rsidRDefault="00E76C19" w:rsidP="00E76C19">
      <w:pPr>
        <w:pStyle w:val="libNormal"/>
        <w:rPr>
          <w:rtl/>
          <w:lang w:bidi="fa-IR"/>
        </w:rPr>
      </w:pPr>
      <w:r w:rsidRPr="00E76C19">
        <w:rPr>
          <w:rFonts w:hint="eastAsia"/>
          <w:rtl/>
          <w:lang w:bidi="fa-IR"/>
        </w:rPr>
        <w:t>رسول</w:t>
      </w:r>
      <w:r w:rsidRPr="00E76C19">
        <w:rPr>
          <w:rtl/>
          <w:lang w:bidi="fa-IR"/>
        </w:rPr>
        <w:t xml:space="preserve"> خدا </w:t>
      </w:r>
      <w:r w:rsidR="002768D7" w:rsidRPr="002768D7">
        <w:rPr>
          <w:rStyle w:val="libAlaemChar"/>
          <w:rtl/>
        </w:rPr>
        <w:t xml:space="preserve">صلى‌الله‌عليه‌وآله‌وسلم </w:t>
      </w:r>
      <w:r w:rsidRPr="00E76C19">
        <w:rPr>
          <w:rtl/>
          <w:lang w:bidi="fa-IR"/>
        </w:rPr>
        <w:t xml:space="preserve"> به اصحاب خود فرمود:</w:t>
      </w:r>
    </w:p>
    <w:p w:rsidR="00E76C19" w:rsidRPr="00E76C19" w:rsidRDefault="00E76C19" w:rsidP="00E76C19">
      <w:pPr>
        <w:pStyle w:val="libNormal"/>
        <w:rPr>
          <w:rtl/>
          <w:lang w:bidi="fa-IR"/>
        </w:rPr>
      </w:pPr>
      <w:r w:rsidRPr="00E76C19">
        <w:rPr>
          <w:rFonts w:hint="eastAsia"/>
          <w:rtl/>
          <w:lang w:bidi="fa-IR"/>
        </w:rPr>
        <w:t>آيا</w:t>
      </w:r>
      <w:r w:rsidRPr="00E76C19">
        <w:rPr>
          <w:rtl/>
          <w:lang w:bidi="fa-IR"/>
        </w:rPr>
        <w:t xml:space="preserve"> براى شما چيزى را بيان نكنم كه اگر آن را به جا آوريد، شيطان چنان از شما دور شود، كه مشرق از مغرب دور شده است ؟</w:t>
      </w:r>
    </w:p>
    <w:p w:rsidR="00E76C19" w:rsidRPr="00E76C19" w:rsidRDefault="00E76C19" w:rsidP="00E76C19">
      <w:pPr>
        <w:pStyle w:val="libNormal"/>
        <w:rPr>
          <w:rtl/>
          <w:lang w:bidi="fa-IR"/>
        </w:rPr>
      </w:pPr>
      <w:r w:rsidRPr="00E76C19">
        <w:rPr>
          <w:rFonts w:hint="eastAsia"/>
          <w:rtl/>
          <w:lang w:bidi="fa-IR"/>
        </w:rPr>
        <w:t>گفتند</w:t>
      </w:r>
      <w:r w:rsidRPr="00E76C19">
        <w:rPr>
          <w:rtl/>
          <w:lang w:bidi="fa-IR"/>
        </w:rPr>
        <w:t>: بلى ، اى رسول خدا.</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روزه ، روى شيطان را سياه مى كند.</w:t>
      </w:r>
    </w:p>
    <w:p w:rsidR="00E76C19" w:rsidRPr="00E76C19" w:rsidRDefault="00E76C19" w:rsidP="00E76C19">
      <w:pPr>
        <w:pStyle w:val="libNormal"/>
        <w:rPr>
          <w:rtl/>
          <w:lang w:bidi="fa-IR"/>
        </w:rPr>
      </w:pPr>
      <w:r w:rsidRPr="00E76C19">
        <w:rPr>
          <w:rFonts w:hint="eastAsia"/>
          <w:rtl/>
          <w:lang w:bidi="fa-IR"/>
        </w:rPr>
        <w:t>صدقه</w:t>
      </w:r>
      <w:r w:rsidRPr="00E76C19">
        <w:rPr>
          <w:rtl/>
          <w:lang w:bidi="fa-IR"/>
        </w:rPr>
        <w:t xml:space="preserve"> كمر او را مى شكند.</w:t>
      </w:r>
    </w:p>
    <w:p w:rsidR="00E76C19" w:rsidRPr="00E76C19" w:rsidRDefault="00E76C19" w:rsidP="00E76C19">
      <w:pPr>
        <w:pStyle w:val="libNormal"/>
        <w:rPr>
          <w:rtl/>
          <w:lang w:bidi="fa-IR"/>
        </w:rPr>
      </w:pPr>
      <w:r w:rsidRPr="00E76C19">
        <w:rPr>
          <w:rFonts w:hint="eastAsia"/>
          <w:rtl/>
          <w:lang w:bidi="fa-IR"/>
        </w:rPr>
        <w:t>دوستى</w:t>
      </w:r>
      <w:r w:rsidRPr="00E76C19">
        <w:rPr>
          <w:rtl/>
          <w:lang w:bidi="fa-IR"/>
        </w:rPr>
        <w:t xml:space="preserve"> در راه خدا، و تعاون بر انجام عمل صالح ، او را ريشه كن مى سازد.</w:t>
      </w:r>
    </w:p>
    <w:p w:rsidR="00E76C19" w:rsidRPr="00E76C19" w:rsidRDefault="00E76C19" w:rsidP="00E76C19">
      <w:pPr>
        <w:pStyle w:val="libNormal"/>
        <w:rPr>
          <w:rtl/>
          <w:lang w:bidi="fa-IR"/>
        </w:rPr>
      </w:pPr>
      <w:r w:rsidRPr="00E76C19">
        <w:rPr>
          <w:rFonts w:hint="eastAsia"/>
          <w:rtl/>
          <w:lang w:bidi="fa-IR"/>
        </w:rPr>
        <w:t>استغفار،</w:t>
      </w:r>
      <w:r w:rsidRPr="00E76C19">
        <w:rPr>
          <w:rtl/>
          <w:lang w:bidi="fa-IR"/>
        </w:rPr>
        <w:t xml:space="preserve"> شاهرگ او را قطع مى كند.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هر چيزى را زكاتى است و زكات بدنها، روزه است . </w:t>
      </w:r>
      <w:r w:rsidRPr="00912E5A">
        <w:rPr>
          <w:rStyle w:val="libFootnotenumChar"/>
          <w:rtl/>
        </w:rPr>
        <w:t>(١٢٩)</w:t>
      </w:r>
    </w:p>
    <w:p w:rsidR="00E76C19" w:rsidRPr="00E76C19" w:rsidRDefault="00912E5A" w:rsidP="00E76C19">
      <w:pPr>
        <w:pStyle w:val="libNormal"/>
        <w:rPr>
          <w:rtl/>
          <w:lang w:bidi="fa-IR"/>
        </w:rPr>
      </w:pPr>
      <w:r>
        <w:rPr>
          <w:rtl/>
          <w:lang w:bidi="fa-IR"/>
        </w:rPr>
        <w:br w:type="page"/>
      </w:r>
    </w:p>
    <w:p w:rsidR="00E76C19" w:rsidRPr="00E76C19" w:rsidRDefault="00E76C19" w:rsidP="00912E5A">
      <w:pPr>
        <w:pStyle w:val="Heading2"/>
        <w:rPr>
          <w:rtl/>
          <w:lang w:bidi="fa-IR"/>
        </w:rPr>
      </w:pPr>
      <w:bookmarkStart w:id="79" w:name="_Toc489701919"/>
      <w:r w:rsidRPr="00E76C19">
        <w:rPr>
          <w:rFonts w:hint="eastAsia"/>
          <w:rtl/>
          <w:lang w:bidi="fa-IR"/>
        </w:rPr>
        <w:t>خوشتر</w:t>
      </w:r>
      <w:r w:rsidRPr="00E76C19">
        <w:rPr>
          <w:rtl/>
          <w:lang w:bidi="fa-IR"/>
        </w:rPr>
        <w:t xml:space="preserve"> از بوى مشك</w:t>
      </w:r>
      <w:bookmarkEnd w:id="79"/>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خداى</w:t>
      </w:r>
      <w:r w:rsidRPr="00E76C19">
        <w:rPr>
          <w:rtl/>
          <w:lang w:bidi="fa-IR"/>
        </w:rPr>
        <w:t xml:space="preserve"> عزوجل به موسى </w:t>
      </w:r>
      <w:r w:rsidR="004A085F" w:rsidRPr="004A085F">
        <w:rPr>
          <w:rStyle w:val="libAlaemChar"/>
          <w:rtl/>
          <w:lang w:bidi="fa-IR"/>
        </w:rPr>
        <w:t xml:space="preserve">عليه‌السلام </w:t>
      </w:r>
      <w:r w:rsidRPr="00E76C19">
        <w:rPr>
          <w:rtl/>
          <w:lang w:bidi="fa-IR"/>
        </w:rPr>
        <w:t>وحى فرستاد، كه چه چيز را از راز و نياز با من باز مى دارى ؟</w:t>
      </w:r>
    </w:p>
    <w:p w:rsidR="00E76C19" w:rsidRPr="00E76C19" w:rsidRDefault="00E76C19" w:rsidP="00E76C19">
      <w:pPr>
        <w:pStyle w:val="libNormal"/>
        <w:rPr>
          <w:rtl/>
          <w:lang w:bidi="fa-IR"/>
        </w:rPr>
      </w:pPr>
      <w:r w:rsidRPr="00E76C19">
        <w:rPr>
          <w:rFonts w:hint="eastAsia"/>
          <w:rtl/>
          <w:lang w:bidi="fa-IR"/>
        </w:rPr>
        <w:t>موسى</w:t>
      </w:r>
      <w:r w:rsidRPr="00E76C19">
        <w:rPr>
          <w:rtl/>
          <w:lang w:bidi="fa-IR"/>
        </w:rPr>
        <w:t xml:space="preserve"> گفت : روزه دارم و به علت بوى دهان روزه دار ، با تو كمتر راز و نياز مى كنم .</w:t>
      </w:r>
    </w:p>
    <w:p w:rsidR="00E76C19" w:rsidRPr="00E76C19" w:rsidRDefault="00E76C19" w:rsidP="00E76C19">
      <w:pPr>
        <w:pStyle w:val="libNormal"/>
        <w:rPr>
          <w:rtl/>
          <w:lang w:bidi="fa-IR"/>
        </w:rPr>
      </w:pPr>
      <w:r w:rsidRPr="00E76C19">
        <w:rPr>
          <w:rFonts w:hint="eastAsia"/>
          <w:rtl/>
          <w:lang w:bidi="fa-IR"/>
        </w:rPr>
        <w:t>خداوند</w:t>
      </w:r>
      <w:r w:rsidRPr="00E76C19">
        <w:rPr>
          <w:rtl/>
          <w:lang w:bidi="fa-IR"/>
        </w:rPr>
        <w:t xml:space="preserve"> وحى فرستاد كه :</w:t>
      </w:r>
    </w:p>
    <w:p w:rsidR="00E76C19" w:rsidRPr="00E76C19" w:rsidRDefault="00E76C19" w:rsidP="00E76C19">
      <w:pPr>
        <w:pStyle w:val="libNormal"/>
        <w:rPr>
          <w:rtl/>
          <w:lang w:bidi="fa-IR"/>
        </w:rPr>
      </w:pPr>
      <w:r w:rsidRPr="00E76C19">
        <w:rPr>
          <w:rFonts w:hint="eastAsia"/>
          <w:rtl/>
          <w:lang w:bidi="fa-IR"/>
        </w:rPr>
        <w:t>اى</w:t>
      </w:r>
      <w:r w:rsidRPr="00E76C19">
        <w:rPr>
          <w:rtl/>
          <w:lang w:bidi="fa-IR"/>
        </w:rPr>
        <w:t xml:space="preserve"> موسى ! بوى دهان شخص روزه دار، نزد من از بوى مشك خوشتر است . </w:t>
      </w:r>
      <w:r w:rsidRPr="00912E5A">
        <w:rPr>
          <w:rStyle w:val="libFootnotenumChar"/>
          <w:rtl/>
        </w:rPr>
        <w:t>(١٣٠)</w:t>
      </w:r>
    </w:p>
    <w:p w:rsidR="00E76C19" w:rsidRPr="00E76C19" w:rsidRDefault="00912E5A" w:rsidP="00E76C19">
      <w:pPr>
        <w:pStyle w:val="libNormal"/>
        <w:rPr>
          <w:rtl/>
          <w:lang w:bidi="fa-IR"/>
        </w:rPr>
      </w:pPr>
      <w:r>
        <w:rPr>
          <w:rtl/>
          <w:lang w:bidi="fa-IR"/>
        </w:rPr>
        <w:br w:type="page"/>
      </w:r>
    </w:p>
    <w:p w:rsidR="00E76C19" w:rsidRPr="00E76C19" w:rsidRDefault="00E76C19" w:rsidP="00912E5A">
      <w:pPr>
        <w:pStyle w:val="Heading2"/>
        <w:rPr>
          <w:rtl/>
          <w:lang w:bidi="fa-IR"/>
        </w:rPr>
      </w:pPr>
      <w:bookmarkStart w:id="80" w:name="_Toc489701920"/>
      <w:r w:rsidRPr="00E76C19">
        <w:rPr>
          <w:rFonts w:hint="eastAsia"/>
          <w:rtl/>
          <w:lang w:bidi="fa-IR"/>
        </w:rPr>
        <w:t>مبعث</w:t>
      </w:r>
      <w:r w:rsidRPr="00E76C19">
        <w:rPr>
          <w:rtl/>
          <w:lang w:bidi="fa-IR"/>
        </w:rPr>
        <w:t xml:space="preserve"> و غدير</w:t>
      </w:r>
      <w:bookmarkEnd w:id="80"/>
    </w:p>
    <w:p w:rsidR="00E76C19" w:rsidRPr="00E76C19" w:rsidRDefault="00E76C19" w:rsidP="00E76C19">
      <w:pPr>
        <w:pStyle w:val="libNormal"/>
        <w:rPr>
          <w:rtl/>
          <w:lang w:bidi="fa-IR"/>
        </w:rPr>
      </w:pPr>
      <w:r w:rsidRPr="00E76C19">
        <w:rPr>
          <w:rFonts w:hint="eastAsia"/>
          <w:rtl/>
          <w:lang w:bidi="fa-IR"/>
        </w:rPr>
        <w:t>حسن</w:t>
      </w:r>
      <w:r w:rsidRPr="00E76C19">
        <w:rPr>
          <w:rtl/>
          <w:lang w:bidi="fa-IR"/>
        </w:rPr>
        <w:t xml:space="preserve"> بن راشد گويد: از امام جعفر صادق </w:t>
      </w:r>
      <w:r w:rsidR="004A085F" w:rsidRPr="004A085F">
        <w:rPr>
          <w:rStyle w:val="libAlaemChar"/>
          <w:rtl/>
          <w:lang w:bidi="fa-IR"/>
        </w:rPr>
        <w:t xml:space="preserve">عليه‌السلام </w:t>
      </w:r>
      <w:r w:rsidRPr="00E76C19">
        <w:rPr>
          <w:rtl/>
          <w:lang w:bidi="fa-IR"/>
        </w:rPr>
        <w:t>پرسيدم :</w:t>
      </w:r>
    </w:p>
    <w:p w:rsidR="00E76C19" w:rsidRPr="00E76C19" w:rsidRDefault="00E76C19" w:rsidP="00E76C19">
      <w:pPr>
        <w:pStyle w:val="libNormal"/>
        <w:rPr>
          <w:rtl/>
          <w:lang w:bidi="fa-IR"/>
        </w:rPr>
      </w:pPr>
      <w:r w:rsidRPr="00E76C19">
        <w:rPr>
          <w:rFonts w:hint="eastAsia"/>
          <w:rtl/>
          <w:lang w:bidi="fa-IR"/>
        </w:rPr>
        <w:t>فدايت</w:t>
      </w:r>
      <w:r w:rsidRPr="00E76C19">
        <w:rPr>
          <w:rtl/>
          <w:lang w:bidi="fa-IR"/>
        </w:rPr>
        <w:t xml:space="preserve"> شوم ، آيا مسلمين ، غير از عيد قربان و عيد فطر، عيد ديگرى هم دارند؟</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آرى ، اى حسن ! و آن عيد، اعظم و اشرف از آن دو عيد است .</w:t>
      </w:r>
    </w:p>
    <w:p w:rsidR="00E76C19" w:rsidRPr="00E76C19" w:rsidRDefault="00E76C19" w:rsidP="00E76C19">
      <w:pPr>
        <w:pStyle w:val="libNormal"/>
        <w:rPr>
          <w:rtl/>
          <w:lang w:bidi="fa-IR"/>
        </w:rPr>
      </w:pPr>
      <w:r w:rsidRPr="00E76C19">
        <w:rPr>
          <w:rFonts w:hint="eastAsia"/>
          <w:rtl/>
          <w:lang w:bidi="fa-IR"/>
        </w:rPr>
        <w:t>گفتم</w:t>
      </w:r>
      <w:r w:rsidRPr="00E76C19">
        <w:rPr>
          <w:rtl/>
          <w:lang w:bidi="fa-IR"/>
        </w:rPr>
        <w:t xml:space="preserve"> : آن روز كدامين روز است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xml:space="preserve">: روزى كه امير المومنين </w:t>
      </w:r>
      <w:r w:rsidR="004A085F" w:rsidRPr="004A085F">
        <w:rPr>
          <w:rStyle w:val="libAlaemChar"/>
          <w:rtl/>
          <w:lang w:bidi="fa-IR"/>
        </w:rPr>
        <w:t xml:space="preserve">عليه‌السلام </w:t>
      </w:r>
      <w:r w:rsidRPr="00E76C19">
        <w:rPr>
          <w:rtl/>
          <w:lang w:bidi="fa-IR"/>
        </w:rPr>
        <w:t>به عنوان پرچمدار هدايت براى مردم منصوب شد.</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روز هجدهم ماه ذى الحجه .</w:t>
      </w:r>
    </w:p>
    <w:p w:rsidR="00E76C19" w:rsidRPr="00E76C19" w:rsidRDefault="00E76C19" w:rsidP="00E76C19">
      <w:pPr>
        <w:pStyle w:val="libNormal"/>
        <w:rPr>
          <w:rtl/>
          <w:lang w:bidi="fa-IR"/>
        </w:rPr>
      </w:pPr>
      <w:r w:rsidRPr="00E76C19">
        <w:rPr>
          <w:rFonts w:hint="eastAsia"/>
          <w:rtl/>
          <w:lang w:bidi="fa-IR"/>
        </w:rPr>
        <w:t>گفتم</w:t>
      </w:r>
      <w:r w:rsidRPr="00E76C19">
        <w:rPr>
          <w:rtl/>
          <w:lang w:bidi="fa-IR"/>
        </w:rPr>
        <w:t xml:space="preserve"> : در آن روز، چه عملى مناسب است كه انجام دهيم ؟</w:t>
      </w:r>
    </w:p>
    <w:p w:rsidR="00E76C19" w:rsidRPr="00E76C19" w:rsidRDefault="00E76C19" w:rsidP="00912E5A">
      <w:pPr>
        <w:pStyle w:val="libNormal"/>
        <w:rPr>
          <w:rtl/>
          <w:lang w:bidi="fa-IR"/>
        </w:rPr>
      </w:pPr>
      <w:r w:rsidRPr="00E76C19">
        <w:rPr>
          <w:rFonts w:hint="eastAsia"/>
          <w:rtl/>
          <w:lang w:bidi="fa-IR"/>
        </w:rPr>
        <w:t>فرمود</w:t>
      </w:r>
      <w:r w:rsidRPr="00E76C19">
        <w:rPr>
          <w:rtl/>
          <w:lang w:bidi="fa-IR"/>
        </w:rPr>
        <w:t xml:space="preserve">: در آن روز، روزه بداريد، و بر محمد و اهل بيتش </w:t>
      </w:r>
      <w:r w:rsidR="004A085F" w:rsidRPr="004A085F">
        <w:rPr>
          <w:rStyle w:val="libAlaemChar"/>
          <w:rtl/>
          <w:lang w:bidi="fa-IR"/>
        </w:rPr>
        <w:t xml:space="preserve">عليه‌السلام </w:t>
      </w:r>
      <w:r w:rsidRPr="00E76C19">
        <w:rPr>
          <w:rtl/>
          <w:lang w:bidi="fa-IR"/>
        </w:rPr>
        <w:t xml:space="preserve">صلوات بسيار بفرستيد، و از كسانى كه در حق ايشان ستم كرده اند، به درگاه خداى عزوجل بيزارى بجوئيد؛ چرا كه پيامبران </w:t>
      </w:r>
      <w:r w:rsidR="004A085F" w:rsidRPr="004A085F">
        <w:rPr>
          <w:rStyle w:val="libAlaemChar"/>
          <w:rtl/>
          <w:lang w:bidi="fa-IR"/>
        </w:rPr>
        <w:t xml:space="preserve">عليه‌السلام </w:t>
      </w:r>
      <w:r w:rsidRPr="00E76C19">
        <w:rPr>
          <w:rtl/>
          <w:lang w:bidi="fa-IR"/>
        </w:rPr>
        <w:t>، اوصياء خود را امر مى كردند تا به مردم بگويند كه :</w:t>
      </w:r>
      <w:r w:rsidRPr="00E76C19">
        <w:rPr>
          <w:rFonts w:hint="eastAsia"/>
          <w:rtl/>
          <w:lang w:bidi="fa-IR"/>
        </w:rPr>
        <w:t>روزى</w:t>
      </w:r>
      <w:r w:rsidRPr="00E76C19">
        <w:rPr>
          <w:rtl/>
          <w:lang w:bidi="fa-IR"/>
        </w:rPr>
        <w:t xml:space="preserve"> كه در آن روز وصى پيامبر منصوب مى شد، آن روز را عيد بگيرند.</w:t>
      </w:r>
    </w:p>
    <w:p w:rsidR="00E76C19" w:rsidRPr="00E76C19" w:rsidRDefault="00E76C19" w:rsidP="00912E5A">
      <w:pPr>
        <w:pStyle w:val="libNormal"/>
        <w:rPr>
          <w:rtl/>
          <w:lang w:bidi="fa-IR"/>
        </w:rPr>
      </w:pPr>
      <w:r w:rsidRPr="00E76C19">
        <w:rPr>
          <w:rFonts w:hint="eastAsia"/>
          <w:rtl/>
          <w:lang w:bidi="fa-IR"/>
        </w:rPr>
        <w:t>گفتم</w:t>
      </w:r>
      <w:r w:rsidRPr="00E76C19">
        <w:rPr>
          <w:rtl/>
          <w:lang w:bidi="fa-IR"/>
        </w:rPr>
        <w:t xml:space="preserve"> : پاداش روزه دار آن روز چيست ؟</w:t>
      </w:r>
    </w:p>
    <w:p w:rsidR="00E76C19" w:rsidRPr="00E76C19" w:rsidRDefault="00E76C19" w:rsidP="00E76C19">
      <w:pPr>
        <w:pStyle w:val="libNormal"/>
        <w:rPr>
          <w:rtl/>
          <w:lang w:bidi="fa-IR"/>
        </w:rPr>
      </w:pPr>
      <w:r w:rsidRPr="00E76C19">
        <w:rPr>
          <w:rFonts w:hint="eastAsia"/>
          <w:rtl/>
          <w:lang w:bidi="fa-IR"/>
        </w:rPr>
        <w:t>فرمود</w:t>
      </w:r>
      <w:r w:rsidRPr="00E76C19">
        <w:rPr>
          <w:rtl/>
          <w:lang w:bidi="fa-IR"/>
        </w:rPr>
        <w:t xml:space="preserve">: پاداش شصت ماه روزه داشتن . و روزه روز بيست و هفتم ماه رجب را كه روز مبعث پيامبر اكرم </w:t>
      </w:r>
      <w:r w:rsidR="002768D7" w:rsidRPr="002768D7">
        <w:rPr>
          <w:rStyle w:val="libAlaemChar"/>
          <w:rtl/>
        </w:rPr>
        <w:t xml:space="preserve">صلى‌الله‌عليه‌وآله‌وسلم </w:t>
      </w:r>
      <w:r w:rsidRPr="00E76C19">
        <w:rPr>
          <w:rtl/>
          <w:lang w:bidi="fa-IR"/>
        </w:rPr>
        <w:t xml:space="preserve"> مى باشد نيز فراموش ‍ مكن ، زيرا كه آن روزى است كه نبوت در آن روز، بر محمد </w:t>
      </w:r>
      <w:r w:rsidR="002768D7" w:rsidRPr="002768D7">
        <w:rPr>
          <w:rStyle w:val="libAlaemChar"/>
          <w:rtl/>
        </w:rPr>
        <w:t xml:space="preserve">صلى‌الله‌عليه‌وآله‌وسلم </w:t>
      </w:r>
      <w:r w:rsidRPr="00E76C19">
        <w:rPr>
          <w:rtl/>
          <w:lang w:bidi="fa-IR"/>
        </w:rPr>
        <w:t xml:space="preserve"> نازل شد، و ثواب آن با شصت ماه برابر است . </w:t>
      </w:r>
      <w:r w:rsidRPr="00912E5A">
        <w:rPr>
          <w:rStyle w:val="libFootnotenumChar"/>
          <w:rtl/>
        </w:rPr>
        <w:t>(١٣١)</w:t>
      </w:r>
    </w:p>
    <w:p w:rsidR="00E76C19" w:rsidRPr="00E76C19" w:rsidRDefault="00912E5A" w:rsidP="00E76C19">
      <w:pPr>
        <w:pStyle w:val="libNormal"/>
        <w:rPr>
          <w:rtl/>
          <w:lang w:bidi="fa-IR"/>
        </w:rPr>
      </w:pPr>
      <w:r>
        <w:rPr>
          <w:rtl/>
          <w:lang w:bidi="fa-IR"/>
        </w:rPr>
        <w:br w:type="page"/>
      </w:r>
    </w:p>
    <w:p w:rsidR="00E76C19" w:rsidRPr="00E76C19" w:rsidRDefault="00E76C19" w:rsidP="00912E5A">
      <w:pPr>
        <w:pStyle w:val="Heading2"/>
        <w:rPr>
          <w:rtl/>
          <w:lang w:bidi="fa-IR"/>
        </w:rPr>
      </w:pPr>
      <w:bookmarkStart w:id="81" w:name="_Toc489701921"/>
      <w:r w:rsidRPr="00E76C19">
        <w:rPr>
          <w:rFonts w:hint="eastAsia"/>
          <w:rtl/>
          <w:lang w:bidi="fa-IR"/>
        </w:rPr>
        <w:t>روز</w:t>
      </w:r>
      <w:r w:rsidRPr="00E76C19">
        <w:rPr>
          <w:rtl/>
          <w:lang w:bidi="fa-IR"/>
        </w:rPr>
        <w:t xml:space="preserve"> سوار شدن نو</w:t>
      </w:r>
      <w:r w:rsidR="00912E5A">
        <w:rPr>
          <w:rFonts w:hint="cs"/>
          <w:rtl/>
          <w:lang w:bidi="fa-IR"/>
        </w:rPr>
        <w:t>ح</w:t>
      </w:r>
      <w:r w:rsidRPr="00E76C19">
        <w:rPr>
          <w:rtl/>
          <w:lang w:bidi="fa-IR"/>
        </w:rPr>
        <w:t xml:space="preserve"> </w:t>
      </w:r>
      <w:r w:rsidR="004A085F" w:rsidRPr="004A085F">
        <w:rPr>
          <w:rStyle w:val="libAlaemChar"/>
          <w:rtl/>
          <w:lang w:bidi="fa-IR"/>
        </w:rPr>
        <w:t xml:space="preserve">عليه‌السلام </w:t>
      </w:r>
      <w:r w:rsidRPr="00E76C19">
        <w:rPr>
          <w:rtl/>
          <w:lang w:bidi="fa-IR"/>
        </w:rPr>
        <w:t>بر كشتى</w:t>
      </w:r>
      <w:bookmarkEnd w:id="81"/>
    </w:p>
    <w:p w:rsidR="00E76C19" w:rsidRPr="00E76C19" w:rsidRDefault="00E76C19" w:rsidP="00E76C19">
      <w:pPr>
        <w:pStyle w:val="libNormal"/>
        <w:rPr>
          <w:rtl/>
          <w:lang w:bidi="fa-IR"/>
        </w:rPr>
      </w:pPr>
      <w:r w:rsidRPr="00E76C19">
        <w:rPr>
          <w:rFonts w:hint="eastAsia"/>
          <w:rtl/>
          <w:lang w:bidi="fa-IR"/>
        </w:rPr>
        <w:t>كثير</w:t>
      </w:r>
      <w:r w:rsidRPr="00E76C19">
        <w:rPr>
          <w:rtl/>
          <w:lang w:bidi="fa-IR"/>
        </w:rPr>
        <w:t xml:space="preserve"> النواء گويد: امام صادق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حضرت</w:t>
      </w:r>
      <w:r w:rsidRPr="00E76C19">
        <w:rPr>
          <w:rtl/>
          <w:lang w:bidi="fa-IR"/>
        </w:rPr>
        <w:t xml:space="preserve"> نوح </w:t>
      </w:r>
      <w:r w:rsidR="004A085F" w:rsidRPr="004A085F">
        <w:rPr>
          <w:rStyle w:val="libAlaemChar"/>
          <w:rtl/>
          <w:lang w:bidi="fa-IR"/>
        </w:rPr>
        <w:t xml:space="preserve">عليه‌السلام </w:t>
      </w:r>
      <w:r w:rsidRPr="00E76C19">
        <w:rPr>
          <w:rtl/>
          <w:lang w:bidi="fa-IR"/>
        </w:rPr>
        <w:t>در نخستين روز ما رجب سوار كشتى شد، و به همسفران خود فرمود تا آن روز را، روزه بگيرند.</w:t>
      </w:r>
    </w:p>
    <w:p w:rsidR="00E76C19" w:rsidRPr="00E76C19" w:rsidRDefault="00E76C19" w:rsidP="00E76C19">
      <w:pPr>
        <w:pStyle w:val="libNormal"/>
        <w:rPr>
          <w:rtl/>
          <w:lang w:bidi="fa-IR"/>
        </w:rPr>
      </w:pPr>
      <w:r w:rsidRPr="00E76C19">
        <w:rPr>
          <w:rFonts w:hint="eastAsia"/>
          <w:rtl/>
          <w:lang w:bidi="fa-IR"/>
        </w:rPr>
        <w:t>امام</w:t>
      </w:r>
      <w:r w:rsidRPr="00E76C19">
        <w:rPr>
          <w:rtl/>
          <w:lang w:bidi="fa-IR"/>
        </w:rPr>
        <w:t xml:space="preserve"> صادق </w:t>
      </w:r>
      <w:r w:rsidR="004A085F" w:rsidRPr="004A085F">
        <w:rPr>
          <w:rStyle w:val="libAlaemChar"/>
          <w:rtl/>
          <w:lang w:bidi="fa-IR"/>
        </w:rPr>
        <w:t xml:space="preserve">عليه‌السلام </w:t>
      </w:r>
      <w:r w:rsidRPr="00E76C19">
        <w:rPr>
          <w:rtl/>
          <w:lang w:bidi="fa-IR"/>
        </w:rPr>
        <w:t>افزود:</w:t>
      </w:r>
    </w:p>
    <w:p w:rsidR="00E76C19" w:rsidRPr="00E76C19" w:rsidRDefault="00E76C19" w:rsidP="00E76C19">
      <w:pPr>
        <w:pStyle w:val="libNormal"/>
        <w:rPr>
          <w:rtl/>
          <w:lang w:bidi="fa-IR"/>
        </w:rPr>
      </w:pPr>
      <w:r w:rsidRPr="00E76C19">
        <w:rPr>
          <w:rFonts w:hint="eastAsia"/>
          <w:rtl/>
          <w:lang w:bidi="fa-IR"/>
        </w:rPr>
        <w:t>كسى</w:t>
      </w:r>
      <w:r w:rsidRPr="00E76C19">
        <w:rPr>
          <w:rtl/>
          <w:lang w:bidi="fa-IR"/>
        </w:rPr>
        <w:t xml:space="preserve"> كه اين روز را روزه بگيرد، آتش دوزخ به اندازه پيمودن يك سال راه ، از او دور مى شود.</w:t>
      </w:r>
    </w:p>
    <w:p w:rsidR="00E76C19" w:rsidRPr="00E76C19" w:rsidRDefault="00E76C19" w:rsidP="00E76C19">
      <w:pPr>
        <w:pStyle w:val="libNormal"/>
        <w:rPr>
          <w:rtl/>
          <w:lang w:bidi="fa-IR"/>
        </w:rPr>
      </w:pPr>
      <w:r w:rsidRPr="00E76C19">
        <w:rPr>
          <w:rFonts w:hint="eastAsia"/>
          <w:rtl/>
          <w:lang w:bidi="fa-IR"/>
        </w:rPr>
        <w:t>و</w:t>
      </w:r>
      <w:r w:rsidRPr="00E76C19">
        <w:rPr>
          <w:rtl/>
          <w:lang w:bidi="fa-IR"/>
        </w:rPr>
        <w:t xml:space="preserve"> كسى كه در اين ماه ، هفت روز، روزه بگيرد؛ درهاى هشت گانه بهشت به روى او گشوده مى گردد.</w:t>
      </w:r>
    </w:p>
    <w:p w:rsidR="00E76C19" w:rsidRPr="00E76C19" w:rsidRDefault="00E76C19" w:rsidP="00E76C19">
      <w:pPr>
        <w:pStyle w:val="libNormal"/>
        <w:rPr>
          <w:rtl/>
          <w:lang w:bidi="fa-IR"/>
        </w:rPr>
      </w:pPr>
      <w:r w:rsidRPr="00E76C19">
        <w:rPr>
          <w:rFonts w:hint="eastAsia"/>
          <w:rtl/>
          <w:lang w:bidi="fa-IR"/>
        </w:rPr>
        <w:t>كسى</w:t>
      </w:r>
      <w:r w:rsidRPr="00E76C19">
        <w:rPr>
          <w:rtl/>
          <w:lang w:bidi="fa-IR"/>
        </w:rPr>
        <w:t xml:space="preserve"> كه در اين ماه ، پانزده روز، روزه بگيرد، هر چه از خدا بخواهد به او عطا مى كند.</w:t>
      </w:r>
    </w:p>
    <w:p w:rsidR="00E76C19" w:rsidRPr="00E76C19" w:rsidRDefault="00E76C19" w:rsidP="00E76C19">
      <w:pPr>
        <w:pStyle w:val="libNormal"/>
        <w:rPr>
          <w:rtl/>
          <w:lang w:bidi="fa-IR"/>
        </w:rPr>
      </w:pPr>
      <w:r w:rsidRPr="00E76C19">
        <w:rPr>
          <w:rFonts w:hint="eastAsia"/>
          <w:rtl/>
          <w:lang w:bidi="fa-IR"/>
        </w:rPr>
        <w:t>هر</w:t>
      </w:r>
      <w:r w:rsidRPr="00E76C19">
        <w:rPr>
          <w:rtl/>
          <w:lang w:bidi="fa-IR"/>
        </w:rPr>
        <w:t xml:space="preserve"> كس نيز در اين ماه ، روزه هاى بيشترى بگيرد، خدا عزوجل بر آن ثوابهاى قبل او مى افزايد. </w:t>
      </w:r>
      <w:r w:rsidRPr="00912E5A">
        <w:rPr>
          <w:rStyle w:val="libFootnotenumChar"/>
          <w:rtl/>
        </w:rPr>
        <w:t>(١٣٢)</w:t>
      </w:r>
    </w:p>
    <w:p w:rsidR="00E76C19" w:rsidRDefault="00E76C19" w:rsidP="00E76C19">
      <w:pPr>
        <w:pStyle w:val="libNormal"/>
        <w:rPr>
          <w:rtl/>
          <w:lang w:bidi="fa-IR"/>
        </w:rPr>
      </w:pPr>
    </w:p>
    <w:p w:rsidR="00912E5A" w:rsidRPr="00E76C19" w:rsidRDefault="00912E5A" w:rsidP="00E76C19">
      <w:pPr>
        <w:pStyle w:val="libNormal"/>
        <w:rPr>
          <w:rtl/>
          <w:lang w:bidi="fa-IR"/>
        </w:rPr>
      </w:pPr>
      <w:r>
        <w:rPr>
          <w:rtl/>
          <w:lang w:bidi="fa-IR"/>
        </w:rPr>
        <w:br w:type="page"/>
      </w:r>
    </w:p>
    <w:p w:rsidR="00E76C19" w:rsidRPr="00E76C19" w:rsidRDefault="00E76C19" w:rsidP="00912E5A">
      <w:pPr>
        <w:pStyle w:val="Heading2"/>
        <w:rPr>
          <w:rtl/>
          <w:lang w:bidi="fa-IR"/>
        </w:rPr>
      </w:pPr>
      <w:bookmarkStart w:id="82" w:name="_Toc489701922"/>
      <w:r w:rsidRPr="00E76C19">
        <w:rPr>
          <w:rFonts w:hint="eastAsia"/>
          <w:rtl/>
          <w:lang w:bidi="fa-IR"/>
        </w:rPr>
        <w:t>روزه</w:t>
      </w:r>
      <w:r w:rsidRPr="00E76C19">
        <w:rPr>
          <w:rtl/>
          <w:lang w:bidi="fa-IR"/>
        </w:rPr>
        <w:t xml:space="preserve"> و شب قدر</w:t>
      </w:r>
      <w:bookmarkEnd w:id="82"/>
    </w:p>
    <w:p w:rsidR="00E76C19" w:rsidRPr="00E76C19" w:rsidRDefault="00E76C19" w:rsidP="00E76C19">
      <w:pPr>
        <w:pStyle w:val="libNormal"/>
        <w:rPr>
          <w:rtl/>
          <w:lang w:bidi="fa-IR"/>
        </w:rPr>
      </w:pPr>
      <w:r w:rsidRPr="00E76C19">
        <w:rPr>
          <w:rFonts w:hint="eastAsia"/>
          <w:rtl/>
          <w:lang w:bidi="fa-IR"/>
        </w:rPr>
        <w:t>زراره</w:t>
      </w:r>
      <w:r w:rsidRPr="00E76C19">
        <w:rPr>
          <w:rtl/>
          <w:lang w:bidi="fa-IR"/>
        </w:rPr>
        <w:t xml:space="preserve"> گويد: امام جعفر محمد باقر </w:t>
      </w:r>
      <w:r w:rsidR="004A085F" w:rsidRPr="004A085F">
        <w:rPr>
          <w:rStyle w:val="libAlaemChar"/>
          <w:rtl/>
          <w:lang w:bidi="fa-IR"/>
        </w:rPr>
        <w:t xml:space="preserve">عليه‌السلام </w:t>
      </w:r>
      <w:r w:rsidRPr="00E76C19">
        <w:rPr>
          <w:rtl/>
          <w:lang w:bidi="fa-IR"/>
        </w:rPr>
        <w:t>فرمود:</w:t>
      </w:r>
    </w:p>
    <w:p w:rsidR="00E76C19" w:rsidRPr="00E76C19" w:rsidRDefault="00E76C19" w:rsidP="00E76C19">
      <w:pPr>
        <w:pStyle w:val="libNormal"/>
        <w:rPr>
          <w:rtl/>
          <w:lang w:bidi="fa-IR"/>
        </w:rPr>
      </w:pPr>
      <w:r w:rsidRPr="00E76C19">
        <w:rPr>
          <w:rFonts w:hint="eastAsia"/>
          <w:rtl/>
          <w:lang w:bidi="fa-IR"/>
        </w:rPr>
        <w:t>هنگامى</w:t>
      </w:r>
      <w:r w:rsidRPr="00E76C19">
        <w:rPr>
          <w:rtl/>
          <w:lang w:bidi="fa-IR"/>
        </w:rPr>
        <w:t xml:space="preserve"> كه پيامبر </w:t>
      </w:r>
      <w:r w:rsidR="002768D7" w:rsidRPr="002768D7">
        <w:rPr>
          <w:rStyle w:val="libAlaemChar"/>
          <w:rtl/>
        </w:rPr>
        <w:t xml:space="preserve">صلى‌الله‌عليه‌وآله‌وسلم </w:t>
      </w:r>
      <w:r w:rsidRPr="00E76C19">
        <w:rPr>
          <w:rtl/>
          <w:lang w:bidi="fa-IR"/>
        </w:rPr>
        <w:t xml:space="preserve"> از عرفات بازگشت ، به سوى منى روان شد، به مسجد خيف رسيد؛ مردم اطراف آن حضرت گرد آمدند و درباره شب قدر، از آن حضرت سوال مى كردند.</w:t>
      </w:r>
    </w:p>
    <w:p w:rsidR="00E76C19" w:rsidRPr="00E76C19" w:rsidRDefault="00E76C19" w:rsidP="00E76C19">
      <w:pPr>
        <w:pStyle w:val="libNormal"/>
        <w:rPr>
          <w:rtl/>
          <w:lang w:bidi="fa-IR"/>
        </w:rPr>
      </w:pPr>
      <w:r w:rsidRPr="00E76C19">
        <w:rPr>
          <w:rFonts w:hint="eastAsia"/>
          <w:rtl/>
          <w:lang w:bidi="fa-IR"/>
        </w:rPr>
        <w:t>آن</w:t>
      </w:r>
      <w:r w:rsidRPr="00E76C19">
        <w:rPr>
          <w:rtl/>
          <w:lang w:bidi="fa-IR"/>
        </w:rPr>
        <w:t xml:space="preserve"> حضرت فرمودند: اى مردم ! بدانيد كه هر كس ماه رمضان بر او وارد شود، در حالى كه سالم و پيراسته از عيب و مرض باشد، و روز آن ما را، روزه بگيرد، و بخشى از شب آن را به تلاوت قرآن و دعا مشغول گردد. و بر نمازهاى خود مواظبت كند و به اعمال جمعه هاى آن مداومت نمايد</w:t>
      </w:r>
      <w:r w:rsidRPr="00E76C19">
        <w:rPr>
          <w:rFonts w:hint="eastAsia"/>
          <w:rtl/>
          <w:lang w:bidi="fa-IR"/>
        </w:rPr>
        <w:t>،</w:t>
      </w:r>
      <w:r w:rsidRPr="00E76C19">
        <w:rPr>
          <w:rtl/>
          <w:lang w:bidi="fa-IR"/>
        </w:rPr>
        <w:t xml:space="preserve"> و با دقت در اعمال و رفتار خود، به طرف عيدش عيد فطر بشتابد، او شب قدر را درك كرده است و به توفيق خداى عزوجل دست يافته است . </w:t>
      </w:r>
      <w:r w:rsidRPr="00912E5A">
        <w:rPr>
          <w:rStyle w:val="libFootnotenumChar"/>
          <w:rtl/>
        </w:rPr>
        <w:t>(١٣٣)</w:t>
      </w:r>
    </w:p>
    <w:p w:rsidR="00912E5A" w:rsidRDefault="00912E5A" w:rsidP="00912E5A">
      <w:pPr>
        <w:pStyle w:val="Heading1"/>
        <w:rPr>
          <w:rtl/>
          <w:lang w:bidi="fa-IR"/>
        </w:rPr>
      </w:pPr>
      <w:r>
        <w:rPr>
          <w:rtl/>
          <w:lang w:bidi="fa-IR"/>
        </w:rPr>
        <w:br w:type="page"/>
      </w:r>
      <w:bookmarkStart w:id="83" w:name="_Toc489701923"/>
      <w:r w:rsidR="00E76C19" w:rsidRPr="00E76C19">
        <w:rPr>
          <w:rFonts w:hint="eastAsia"/>
          <w:rtl/>
          <w:lang w:bidi="fa-IR"/>
        </w:rPr>
        <w:lastRenderedPageBreak/>
        <w:t>پى</w:t>
      </w:r>
      <w:r w:rsidR="00E76C19" w:rsidRPr="00E76C19">
        <w:rPr>
          <w:rtl/>
          <w:lang w:bidi="fa-IR"/>
        </w:rPr>
        <w:t xml:space="preserve"> نوشتها</w:t>
      </w:r>
      <w:bookmarkEnd w:id="83"/>
      <w:r w:rsidR="00E76C19" w:rsidRPr="00E76C19">
        <w:rPr>
          <w:rtl/>
          <w:lang w:bidi="fa-IR"/>
        </w:rPr>
        <w:t xml:space="preserve"> </w:t>
      </w:r>
    </w:p>
    <w:p w:rsidR="00E76C19" w:rsidRPr="00E76C19" w:rsidRDefault="00E76C19" w:rsidP="00912E5A">
      <w:pPr>
        <w:pStyle w:val="libFootnote0"/>
        <w:rPr>
          <w:rtl/>
          <w:lang w:bidi="fa-IR"/>
        </w:rPr>
      </w:pPr>
      <w:r w:rsidRPr="00E76C19">
        <w:rPr>
          <w:rtl/>
          <w:lang w:bidi="fa-IR"/>
        </w:rPr>
        <w:t>١- تناثر نجوم : از بين رفتن و افول ستارگان ، كنايه از آنكه بسيارى از انديشمندان در آن سال درگذشتند.</w:t>
      </w:r>
    </w:p>
    <w:p w:rsidR="00E76C19" w:rsidRPr="00E76C19" w:rsidRDefault="00E76C19" w:rsidP="00912E5A">
      <w:pPr>
        <w:pStyle w:val="libFootnote0"/>
        <w:rPr>
          <w:rtl/>
          <w:lang w:bidi="fa-IR"/>
        </w:rPr>
      </w:pPr>
      <w:r w:rsidRPr="00E76C19">
        <w:rPr>
          <w:rtl/>
          <w:lang w:bidi="fa-IR"/>
        </w:rPr>
        <w:t>٢- بر گرفته از مقدمه سيد محمد صادق بحر العلوم بر علل الشرايع صدوق .</w:t>
      </w:r>
    </w:p>
    <w:p w:rsidR="00E76C19" w:rsidRPr="00E76C19" w:rsidRDefault="00E76C19" w:rsidP="00912E5A">
      <w:pPr>
        <w:pStyle w:val="libFootnote0"/>
        <w:rPr>
          <w:rtl/>
          <w:lang w:bidi="fa-IR"/>
        </w:rPr>
      </w:pPr>
      <w:r w:rsidRPr="00E76C19">
        <w:rPr>
          <w:rtl/>
          <w:lang w:bidi="fa-IR"/>
        </w:rPr>
        <w:t>٣- بر گرفته از مقدمه مولف بر كتاب من لا يحضره الفقيه</w:t>
      </w:r>
    </w:p>
    <w:p w:rsidR="00E76C19" w:rsidRPr="00E76C19" w:rsidRDefault="00E76C19" w:rsidP="00912E5A">
      <w:pPr>
        <w:pStyle w:val="libFootnote0"/>
        <w:rPr>
          <w:rtl/>
          <w:lang w:bidi="fa-IR"/>
        </w:rPr>
      </w:pPr>
      <w:r w:rsidRPr="00E76C19">
        <w:rPr>
          <w:rtl/>
          <w:lang w:bidi="fa-IR"/>
        </w:rPr>
        <w:t>٤- تحير: شك و دو دلى</w:t>
      </w:r>
    </w:p>
    <w:p w:rsidR="00E76C19" w:rsidRPr="00E76C19" w:rsidRDefault="00E76C19" w:rsidP="00912E5A">
      <w:pPr>
        <w:pStyle w:val="libFootnote0"/>
        <w:rPr>
          <w:rtl/>
          <w:lang w:bidi="fa-IR"/>
        </w:rPr>
      </w:pPr>
      <w:r w:rsidRPr="00E76C19">
        <w:rPr>
          <w:rtl/>
          <w:lang w:bidi="fa-IR"/>
        </w:rPr>
        <w:t>٥- استلام حجر الاسود: دست كشيدن به حجر الاسود و لمس كردن آن ، كه از آداب حج مى باشد.</w:t>
      </w:r>
    </w:p>
    <w:p w:rsidR="00E76C19" w:rsidRPr="00E76C19" w:rsidRDefault="00E76C19" w:rsidP="00912E5A">
      <w:pPr>
        <w:pStyle w:val="libFootnote0"/>
        <w:rPr>
          <w:rtl/>
          <w:lang w:bidi="fa-IR"/>
        </w:rPr>
      </w:pPr>
      <w:r w:rsidRPr="00E76C19">
        <w:rPr>
          <w:rtl/>
          <w:lang w:bidi="fa-IR"/>
        </w:rPr>
        <w:t>٦- من لا يحضره الفقيه ٢ / ٥٧٤ باب زيارت فاطمه بنت النبى صلوات الله عليهما و آلهما.</w:t>
      </w:r>
    </w:p>
    <w:p w:rsidR="00E76C19" w:rsidRPr="00E76C19" w:rsidRDefault="00E76C19" w:rsidP="00912E5A">
      <w:pPr>
        <w:pStyle w:val="libFootnote0"/>
        <w:rPr>
          <w:rtl/>
          <w:lang w:bidi="fa-IR"/>
        </w:rPr>
      </w:pPr>
      <w:r w:rsidRPr="00E76C19">
        <w:rPr>
          <w:rtl/>
          <w:lang w:bidi="fa-IR"/>
        </w:rPr>
        <w:t>٧- استقصاء: به نهايت رسيدن ، كنايه از جستجوى تمام و آوردن تمامى آنچه كه بايد آورده شود.</w:t>
      </w:r>
    </w:p>
    <w:p w:rsidR="00E76C19" w:rsidRPr="00E76C19" w:rsidRDefault="00E76C19" w:rsidP="00912E5A">
      <w:pPr>
        <w:pStyle w:val="libFootnote0"/>
        <w:rPr>
          <w:rtl/>
          <w:lang w:bidi="fa-IR"/>
        </w:rPr>
      </w:pPr>
      <w:r w:rsidRPr="00E76C19">
        <w:rPr>
          <w:rtl/>
          <w:lang w:bidi="fa-IR"/>
        </w:rPr>
        <w:t>٨- من لا يحضره الفقيه ٢ / ٢٣١.</w:t>
      </w:r>
    </w:p>
    <w:p w:rsidR="00E76C19" w:rsidRPr="00E76C19" w:rsidRDefault="00E76C19" w:rsidP="00912E5A">
      <w:pPr>
        <w:pStyle w:val="libFootnote0"/>
        <w:rPr>
          <w:rtl/>
          <w:lang w:bidi="fa-IR"/>
        </w:rPr>
      </w:pPr>
      <w:r w:rsidRPr="00E76C19">
        <w:rPr>
          <w:rtl/>
          <w:lang w:bidi="fa-IR"/>
        </w:rPr>
        <w:t>٩- همان كتاب ٢ / ٣٢٨ .</w:t>
      </w:r>
    </w:p>
    <w:p w:rsidR="00E76C19" w:rsidRPr="00E76C19" w:rsidRDefault="00E76C19" w:rsidP="00912E5A">
      <w:pPr>
        <w:pStyle w:val="libFootnote0"/>
        <w:rPr>
          <w:rtl/>
          <w:lang w:bidi="fa-IR"/>
        </w:rPr>
      </w:pPr>
      <w:r w:rsidRPr="00E76C19">
        <w:rPr>
          <w:rtl/>
          <w:lang w:bidi="fa-IR"/>
        </w:rPr>
        <w:t>١٠- همان كتاب ٤ / ١٨٠ /</w:t>
      </w:r>
    </w:p>
    <w:p w:rsidR="00E76C19" w:rsidRPr="00E76C19" w:rsidRDefault="00E76C19" w:rsidP="00912E5A">
      <w:pPr>
        <w:pStyle w:val="libFootnote0"/>
        <w:rPr>
          <w:rtl/>
          <w:lang w:bidi="fa-IR"/>
        </w:rPr>
      </w:pPr>
      <w:r w:rsidRPr="00E76C19">
        <w:rPr>
          <w:rtl/>
          <w:lang w:bidi="fa-IR"/>
        </w:rPr>
        <w:t>١١- كمال الدين ص ٥٢٩ ٥٣٠.</w:t>
      </w:r>
    </w:p>
    <w:p w:rsidR="00E76C19" w:rsidRPr="00E76C19" w:rsidRDefault="00E76C19" w:rsidP="00912E5A">
      <w:pPr>
        <w:pStyle w:val="libFootnote0"/>
        <w:rPr>
          <w:rtl/>
          <w:lang w:bidi="fa-IR"/>
        </w:rPr>
      </w:pPr>
      <w:r w:rsidRPr="00E76C19">
        <w:rPr>
          <w:rtl/>
          <w:lang w:bidi="fa-IR"/>
        </w:rPr>
        <w:t>١٢- كمال الدين ص ٦٣٨ ٦٣٩.</w:t>
      </w:r>
    </w:p>
    <w:p w:rsidR="00E76C19" w:rsidRPr="00E76C19" w:rsidRDefault="00E76C19" w:rsidP="00912E5A">
      <w:pPr>
        <w:pStyle w:val="libFootnote0"/>
        <w:rPr>
          <w:rtl/>
          <w:lang w:bidi="fa-IR"/>
        </w:rPr>
      </w:pPr>
      <w:r w:rsidRPr="00E76C19">
        <w:rPr>
          <w:rtl/>
          <w:lang w:bidi="fa-IR"/>
        </w:rPr>
        <w:t xml:space="preserve">١٣- در مورد اين تفسير و اعتبار آن ، بنگريد به : كلام شيخ آقا بزرگ تهرانى در كتاب نفيس الذريعه ٤. ٢٨٥ ٢٩٣ و مقدمه همين تفسير، چاپ مدرسه الامام المهدى </w:t>
      </w:r>
      <w:r w:rsidR="004A085F" w:rsidRPr="004A085F">
        <w:rPr>
          <w:rStyle w:val="libAlaemChar"/>
          <w:rtl/>
          <w:lang w:bidi="fa-IR"/>
        </w:rPr>
        <w:t xml:space="preserve">عليه‌السلام </w:t>
      </w:r>
      <w:r w:rsidRPr="00E76C19">
        <w:rPr>
          <w:rtl/>
          <w:lang w:bidi="fa-IR"/>
        </w:rPr>
        <w:t>، قم ، ١٤٠٧</w:t>
      </w:r>
    </w:p>
    <w:p w:rsidR="00E76C19" w:rsidRPr="00E76C19" w:rsidRDefault="00E76C19" w:rsidP="00912E5A">
      <w:pPr>
        <w:pStyle w:val="libFootnote0"/>
        <w:rPr>
          <w:rtl/>
          <w:lang w:bidi="fa-IR"/>
        </w:rPr>
      </w:pPr>
      <w:r w:rsidRPr="00E76C19">
        <w:rPr>
          <w:rtl/>
          <w:lang w:bidi="fa-IR"/>
        </w:rPr>
        <w:t>١٤- مقدمه سيد صادق بحر العلوم بر علل الشرايع / ١٦ ٢٠</w:t>
      </w:r>
    </w:p>
    <w:p w:rsidR="00E76C19" w:rsidRPr="00E76C19" w:rsidRDefault="00E76C19" w:rsidP="00912E5A">
      <w:pPr>
        <w:pStyle w:val="libFootnote0"/>
        <w:rPr>
          <w:rtl/>
          <w:lang w:bidi="fa-IR"/>
        </w:rPr>
      </w:pPr>
      <w:r w:rsidRPr="00E76C19">
        <w:rPr>
          <w:rtl/>
          <w:lang w:bidi="fa-IR"/>
        </w:rPr>
        <w:t>١٥- مقدمه ترجمه كتاب من لايحضره الفقيه ، على اكبر غفارى ، نشر صدوق ، تهران .</w:t>
      </w:r>
    </w:p>
    <w:p w:rsidR="00E76C19" w:rsidRPr="00E76C19" w:rsidRDefault="00E76C19" w:rsidP="00912E5A">
      <w:pPr>
        <w:pStyle w:val="libFootnote0"/>
        <w:rPr>
          <w:rtl/>
          <w:lang w:bidi="fa-IR"/>
        </w:rPr>
      </w:pPr>
      <w:r w:rsidRPr="00E76C19">
        <w:rPr>
          <w:rtl/>
          <w:lang w:bidi="fa-IR"/>
        </w:rPr>
        <w:t>١٦- آثار تاريخى طهران ، سيد محمد تقى مصطفوى ، انجمن آثار ملى ، ١٣٦١، تهران ، ص ٤٢٩.</w:t>
      </w:r>
    </w:p>
    <w:p w:rsidR="00E76C19" w:rsidRPr="00E76C19" w:rsidRDefault="00E76C19" w:rsidP="00912E5A">
      <w:pPr>
        <w:pStyle w:val="libFootnote0"/>
        <w:rPr>
          <w:rtl/>
          <w:lang w:bidi="fa-IR"/>
        </w:rPr>
      </w:pPr>
      <w:r w:rsidRPr="00E76C19">
        <w:rPr>
          <w:rtl/>
          <w:lang w:bidi="fa-IR"/>
        </w:rPr>
        <w:t>١٧- درباره شرح حال وى بنگريد به : اختران فروزان رى و تهران / ٣٧١.</w:t>
      </w:r>
    </w:p>
    <w:p w:rsidR="00E76C19" w:rsidRPr="00E76C19" w:rsidRDefault="00E76C19" w:rsidP="00912E5A">
      <w:pPr>
        <w:pStyle w:val="libFootnote0"/>
        <w:rPr>
          <w:rtl/>
          <w:lang w:bidi="fa-IR"/>
        </w:rPr>
      </w:pPr>
      <w:r w:rsidRPr="00E76C19">
        <w:rPr>
          <w:rtl/>
          <w:lang w:bidi="fa-IR"/>
        </w:rPr>
        <w:t>١٨- درباره شرح حال وى بنگريد به : اختران فروزان رى و تهران / ٣٥٦ ٣٦٠.</w:t>
      </w:r>
    </w:p>
    <w:p w:rsidR="00E76C19" w:rsidRPr="00E76C19" w:rsidRDefault="00E76C19" w:rsidP="00912E5A">
      <w:pPr>
        <w:pStyle w:val="libFootnote0"/>
        <w:rPr>
          <w:rtl/>
          <w:lang w:bidi="fa-IR"/>
        </w:rPr>
      </w:pPr>
      <w:r w:rsidRPr="00E76C19">
        <w:rPr>
          <w:rtl/>
          <w:lang w:bidi="fa-IR"/>
        </w:rPr>
        <w:t>١٩- در باره شرح حال وى بنگريد به : اختران فروزان رى و تهران / ٣٦١ ٣٦٣ و مقدمه قصيده انصافيه وى كه از شاهكارهاى تاريخ ادبيات ستيهنده شيعى مى باشد.</w:t>
      </w:r>
    </w:p>
    <w:p w:rsidR="00E76C19" w:rsidRPr="00E76C19" w:rsidRDefault="00E76C19" w:rsidP="00912E5A">
      <w:pPr>
        <w:pStyle w:val="libFootnote0"/>
        <w:rPr>
          <w:rtl/>
          <w:lang w:bidi="fa-IR"/>
        </w:rPr>
      </w:pPr>
      <w:r w:rsidRPr="00E76C19">
        <w:rPr>
          <w:rtl/>
          <w:lang w:bidi="fa-IR"/>
        </w:rPr>
        <w:t>٢٠- درباره شرح حال وى بنگريد به : اختران فروزان رى و تهران / ٣٦٧ ٣٦٨.</w:t>
      </w:r>
    </w:p>
    <w:p w:rsidR="00E76C19" w:rsidRPr="00E76C19" w:rsidRDefault="00E76C19" w:rsidP="00912E5A">
      <w:pPr>
        <w:pStyle w:val="libFootnote0"/>
        <w:rPr>
          <w:rtl/>
          <w:lang w:bidi="fa-IR"/>
        </w:rPr>
      </w:pPr>
      <w:r w:rsidRPr="00E76C19">
        <w:rPr>
          <w:rtl/>
          <w:lang w:bidi="fa-IR"/>
        </w:rPr>
        <w:t>٢١- درباره شرح حال وى بنگريد: اختران فروزان رى و تهران / ٣٦٨ ٣٧٠ و خاتمه كتاب ايضاح الفوائد.</w:t>
      </w:r>
    </w:p>
    <w:p w:rsidR="00E76C19" w:rsidRPr="00E76C19" w:rsidRDefault="00E76C19" w:rsidP="00912E5A">
      <w:pPr>
        <w:pStyle w:val="libFootnote0"/>
        <w:rPr>
          <w:rtl/>
          <w:lang w:bidi="fa-IR"/>
        </w:rPr>
      </w:pPr>
      <w:r w:rsidRPr="00E76C19">
        <w:rPr>
          <w:rtl/>
          <w:lang w:bidi="fa-IR"/>
        </w:rPr>
        <w:lastRenderedPageBreak/>
        <w:t>٢٢- درباره شرح حال وى بنگريد به : اختران فروزان رى و تهران / ٣٨٨ ٣٩١.</w:t>
      </w:r>
    </w:p>
    <w:p w:rsidR="00E76C19" w:rsidRPr="00E76C19" w:rsidRDefault="00E76C19" w:rsidP="00912E5A">
      <w:pPr>
        <w:pStyle w:val="libFootnote0"/>
        <w:rPr>
          <w:rtl/>
          <w:lang w:bidi="fa-IR"/>
        </w:rPr>
      </w:pPr>
      <w:r w:rsidRPr="00E76C19">
        <w:rPr>
          <w:rtl/>
          <w:lang w:bidi="fa-IR"/>
        </w:rPr>
        <w:t>٢٣- مفاتيح الجنان ، حاج شيخ عباس قمى ، بخش زيارت امام زادگان .</w:t>
      </w:r>
    </w:p>
    <w:p w:rsidR="00E76C19" w:rsidRPr="00E76C19" w:rsidRDefault="00E76C19" w:rsidP="00912E5A">
      <w:pPr>
        <w:pStyle w:val="libFootnote0"/>
        <w:rPr>
          <w:rtl/>
          <w:lang w:bidi="fa-IR"/>
        </w:rPr>
      </w:pPr>
      <w:r w:rsidRPr="00E76C19">
        <w:rPr>
          <w:rtl/>
          <w:lang w:bidi="fa-IR"/>
        </w:rPr>
        <w:t>٢٤- اختران فروزان رى و تهران ، محمد شريف رازى / ٣٤٤.</w:t>
      </w:r>
    </w:p>
    <w:p w:rsidR="00E76C19" w:rsidRPr="00E76C19" w:rsidRDefault="00E76C19" w:rsidP="00912E5A">
      <w:pPr>
        <w:pStyle w:val="libFootnote0"/>
        <w:rPr>
          <w:rtl/>
          <w:lang w:bidi="fa-IR"/>
        </w:rPr>
      </w:pPr>
      <w:r w:rsidRPr="00E76C19">
        <w:rPr>
          <w:rtl/>
          <w:lang w:bidi="fa-IR"/>
        </w:rPr>
        <w:t>٢٥- مقدمه كتاب من لا يحضره الفقيه ، على اكبر غفارى واختران فروزان رى و تهران / ٣٤٥ و ٣٤٦.</w:t>
      </w:r>
    </w:p>
    <w:p w:rsidR="00E76C19" w:rsidRPr="00E76C19" w:rsidRDefault="00E76C19" w:rsidP="00912E5A">
      <w:pPr>
        <w:pStyle w:val="libFootnote0"/>
        <w:rPr>
          <w:rtl/>
          <w:lang w:bidi="fa-IR"/>
        </w:rPr>
      </w:pPr>
      <w:r w:rsidRPr="00E76C19">
        <w:rPr>
          <w:rtl/>
          <w:lang w:bidi="fa-IR"/>
        </w:rPr>
        <w:t>٢٦- سرداب : در زمانهاى قديم ، مردمان براى دفن بزرگانشان ، اتاقى را در زير زمين مى ساختند و بدنهاى ايشان را در آنجا قرار مى دادند و در آن را مى بستند و اين اتاقها را سرداب مى گفتند.</w:t>
      </w:r>
    </w:p>
    <w:p w:rsidR="00E76C19" w:rsidRPr="00E76C19" w:rsidRDefault="00E76C19" w:rsidP="00912E5A">
      <w:pPr>
        <w:pStyle w:val="libFootnote0"/>
        <w:rPr>
          <w:rtl/>
          <w:lang w:bidi="fa-IR"/>
        </w:rPr>
      </w:pPr>
      <w:r w:rsidRPr="00E76C19">
        <w:rPr>
          <w:rtl/>
          <w:lang w:bidi="fa-IR"/>
        </w:rPr>
        <w:t>٢٧- خضاب كردن : حنا بر دست و پا ماليدن را خضاب كردن مى گويند. و اين عمل از سنتهاى اسلامى است . و مستحب موكد است و به آن سفارش بسيار شده است .</w:t>
      </w:r>
    </w:p>
    <w:p w:rsidR="00E76C19" w:rsidRPr="00E76C19" w:rsidRDefault="00E76C19" w:rsidP="00912E5A">
      <w:pPr>
        <w:pStyle w:val="libFootnote0"/>
        <w:rPr>
          <w:rtl/>
          <w:lang w:bidi="fa-IR"/>
        </w:rPr>
      </w:pPr>
      <w:r w:rsidRPr="00E76C19">
        <w:rPr>
          <w:rtl/>
          <w:lang w:bidi="fa-IR"/>
        </w:rPr>
        <w:t>٢٨- بر گرفته از كتاب اختران فروزان ، رى و تهران / ٣٤٤ ٣٤٦، و مقدمه كتاب من لا يحضره الفقيه .</w:t>
      </w:r>
    </w:p>
    <w:p w:rsidR="00E76C19" w:rsidRPr="00E76C19" w:rsidRDefault="00E76C19" w:rsidP="00912E5A">
      <w:pPr>
        <w:pStyle w:val="libFootnote0"/>
        <w:rPr>
          <w:rtl/>
          <w:lang w:bidi="fa-IR"/>
        </w:rPr>
      </w:pPr>
      <w:r w:rsidRPr="00E76C19">
        <w:rPr>
          <w:rtl/>
          <w:lang w:bidi="fa-IR"/>
        </w:rPr>
        <w:t>٢٩- برگرفته از مقدمه كتاب من لايحضره الفقيه</w:t>
      </w:r>
    </w:p>
    <w:p w:rsidR="00E76C19" w:rsidRPr="00E76C19" w:rsidRDefault="00E76C19" w:rsidP="00912E5A">
      <w:pPr>
        <w:pStyle w:val="libFootnote0"/>
        <w:rPr>
          <w:rtl/>
          <w:lang w:bidi="fa-IR"/>
        </w:rPr>
      </w:pPr>
      <w:r w:rsidRPr="00E76C19">
        <w:rPr>
          <w:rtl/>
          <w:lang w:bidi="fa-IR"/>
        </w:rPr>
        <w:t>٣٠- حديث ٥٨، ج ١، ص ٢٨.</w:t>
      </w:r>
    </w:p>
    <w:p w:rsidR="00E76C19" w:rsidRPr="00E76C19" w:rsidRDefault="00E76C19" w:rsidP="00912E5A">
      <w:pPr>
        <w:pStyle w:val="libFootnote0"/>
        <w:rPr>
          <w:rtl/>
          <w:lang w:bidi="fa-IR"/>
        </w:rPr>
      </w:pPr>
      <w:r w:rsidRPr="00E76C19">
        <w:rPr>
          <w:rtl/>
          <w:lang w:bidi="fa-IR"/>
        </w:rPr>
        <w:t>٣١- ابوذر غفارى ، در بعضى مواضع ، خود را جندب بن سكن بن عبد الله (بحار الانوار ج ٢٧، ص ٣١٩) و در جاى ديگر، خود را جندب بن سكن غفارى (بحار الانوارج ٩٦، ص ٢٥٨ و ج ٢٣ ص ١٣٥) معرفى كرده است .</w:t>
      </w:r>
    </w:p>
    <w:p w:rsidR="00E76C19" w:rsidRPr="00E76C19" w:rsidRDefault="00E76C19" w:rsidP="00912E5A">
      <w:pPr>
        <w:pStyle w:val="libFootnote0"/>
        <w:rPr>
          <w:rtl/>
          <w:lang w:bidi="fa-IR"/>
        </w:rPr>
      </w:pPr>
      <w:r w:rsidRPr="00E76C19">
        <w:rPr>
          <w:rFonts w:hint="eastAsia"/>
          <w:rtl/>
          <w:lang w:bidi="fa-IR"/>
        </w:rPr>
        <w:t>البته</w:t>
      </w:r>
      <w:r w:rsidRPr="00E76C19">
        <w:rPr>
          <w:rtl/>
          <w:lang w:bidi="fa-IR"/>
        </w:rPr>
        <w:t xml:space="preserve"> در مورد نسب او، جندب بن جناده غفارى مشهود است .</w:t>
      </w:r>
    </w:p>
    <w:p w:rsidR="00E76C19" w:rsidRPr="00E76C19" w:rsidRDefault="00E76C19" w:rsidP="00912E5A">
      <w:pPr>
        <w:pStyle w:val="libFootnote0"/>
        <w:rPr>
          <w:rtl/>
          <w:lang w:bidi="fa-IR"/>
        </w:rPr>
      </w:pPr>
      <w:r w:rsidRPr="00E76C19">
        <w:rPr>
          <w:rFonts w:hint="eastAsia"/>
          <w:rtl/>
          <w:lang w:bidi="fa-IR"/>
        </w:rPr>
        <w:t>در</w:t>
      </w:r>
      <w:r w:rsidRPr="00E76C19">
        <w:rPr>
          <w:rtl/>
          <w:lang w:bidi="fa-IR"/>
        </w:rPr>
        <w:t xml:space="preserve"> اينجا دو احتمال مى توان بيان كرد:</w:t>
      </w:r>
    </w:p>
    <w:p w:rsidR="00E76C19" w:rsidRPr="00E76C19" w:rsidRDefault="00E76C19" w:rsidP="00912E5A">
      <w:pPr>
        <w:pStyle w:val="libFootnote0"/>
        <w:rPr>
          <w:rtl/>
          <w:lang w:bidi="fa-IR"/>
        </w:rPr>
      </w:pPr>
      <w:r w:rsidRPr="00E76C19">
        <w:rPr>
          <w:rFonts w:hint="eastAsia"/>
          <w:rtl/>
          <w:lang w:bidi="fa-IR"/>
        </w:rPr>
        <w:t>اول</w:t>
      </w:r>
      <w:r w:rsidRPr="00E76C19">
        <w:rPr>
          <w:rtl/>
          <w:lang w:bidi="fa-IR"/>
        </w:rPr>
        <w:t xml:space="preserve"> اينكه سكن نام ديگر جنادة بوده است .</w:t>
      </w:r>
    </w:p>
    <w:p w:rsidR="00E76C19" w:rsidRPr="00E76C19" w:rsidRDefault="00E76C19" w:rsidP="00912E5A">
      <w:pPr>
        <w:pStyle w:val="libFootnote0"/>
        <w:rPr>
          <w:rtl/>
          <w:lang w:bidi="fa-IR"/>
        </w:rPr>
      </w:pPr>
      <w:r w:rsidRPr="00E76C19">
        <w:rPr>
          <w:rFonts w:hint="eastAsia"/>
          <w:rtl/>
          <w:lang w:bidi="fa-IR"/>
        </w:rPr>
        <w:t>دوم</w:t>
      </w:r>
      <w:r w:rsidRPr="00E76C19">
        <w:rPr>
          <w:rtl/>
          <w:lang w:bidi="fa-IR"/>
        </w:rPr>
        <w:t xml:space="preserve"> اينكه سكن نام يكى از اجداد ابوذر بوده است .</w:t>
      </w:r>
    </w:p>
    <w:p w:rsidR="00E76C19" w:rsidRPr="00E76C19" w:rsidRDefault="00E76C19" w:rsidP="00912E5A">
      <w:pPr>
        <w:pStyle w:val="libFootnote0"/>
        <w:rPr>
          <w:rtl/>
          <w:lang w:bidi="fa-IR"/>
        </w:rPr>
      </w:pPr>
      <w:r w:rsidRPr="00E76C19">
        <w:rPr>
          <w:rFonts w:hint="eastAsia"/>
          <w:rtl/>
          <w:lang w:bidi="fa-IR"/>
        </w:rPr>
        <w:t>در</w:t>
      </w:r>
      <w:r w:rsidRPr="00E76C19">
        <w:rPr>
          <w:rtl/>
          <w:lang w:bidi="fa-IR"/>
        </w:rPr>
        <w:t xml:space="preserve"> بين اقوام عرب ، هم تسميه دو نام براى يك شخصى روا داشته ، و هم نسبت دادن شخص به جدش رايج بوده است .</w:t>
      </w:r>
    </w:p>
    <w:p w:rsidR="00E76C19" w:rsidRPr="00E76C19" w:rsidRDefault="00E76C19" w:rsidP="00912E5A">
      <w:pPr>
        <w:pStyle w:val="libFootnote0"/>
        <w:rPr>
          <w:rtl/>
          <w:lang w:bidi="fa-IR"/>
        </w:rPr>
      </w:pPr>
      <w:r w:rsidRPr="00E76C19">
        <w:rPr>
          <w:rtl/>
          <w:lang w:bidi="fa-IR"/>
        </w:rPr>
        <w:t>٣٢- شايد، به قرينه كلام ، بتوان گفت كه مراد از كارهاى سخت ؛ امر دشوار پس از مرگ باشد. والعلم عند الله .</w:t>
      </w:r>
    </w:p>
    <w:p w:rsidR="00E76C19" w:rsidRPr="00E76C19" w:rsidRDefault="00E76C19" w:rsidP="00912E5A">
      <w:pPr>
        <w:pStyle w:val="libFootnote0"/>
        <w:rPr>
          <w:rtl/>
          <w:lang w:bidi="fa-IR"/>
        </w:rPr>
      </w:pPr>
      <w:r w:rsidRPr="00E76C19">
        <w:rPr>
          <w:rtl/>
          <w:lang w:bidi="fa-IR"/>
        </w:rPr>
        <w:t>٣٣- حديث ٢٤٥٦، ج ٢، ص ٢٨٢.</w:t>
      </w:r>
    </w:p>
    <w:p w:rsidR="00E76C19" w:rsidRPr="00E76C19" w:rsidRDefault="00E76C19" w:rsidP="00912E5A">
      <w:pPr>
        <w:pStyle w:val="libFootnote0"/>
        <w:rPr>
          <w:rtl/>
          <w:lang w:bidi="fa-IR"/>
        </w:rPr>
      </w:pPr>
      <w:r w:rsidRPr="00E76C19">
        <w:rPr>
          <w:rFonts w:hint="eastAsia"/>
          <w:rtl/>
          <w:lang w:bidi="fa-IR"/>
        </w:rPr>
        <w:t>بحار</w:t>
      </w:r>
      <w:r w:rsidRPr="00E76C19">
        <w:rPr>
          <w:rtl/>
          <w:lang w:bidi="fa-IR"/>
        </w:rPr>
        <w:t xml:space="preserve"> الانوار، ج ٧٨، ص ٤٤٧ و ج ٩٦، ص ١١٣.</w:t>
      </w:r>
    </w:p>
    <w:p w:rsidR="00E76C19" w:rsidRPr="00E76C19" w:rsidRDefault="00E76C19" w:rsidP="00912E5A">
      <w:pPr>
        <w:pStyle w:val="libFootnote0"/>
        <w:rPr>
          <w:rtl/>
          <w:lang w:bidi="fa-IR"/>
        </w:rPr>
      </w:pPr>
      <w:r w:rsidRPr="00E76C19">
        <w:rPr>
          <w:rtl/>
          <w:lang w:bidi="fa-IR"/>
        </w:rPr>
        <w:t>٣٤- حديث ٢٤٥٧، ج ٢، ص ٢٨٢.</w:t>
      </w:r>
    </w:p>
    <w:p w:rsidR="00E76C19" w:rsidRPr="00E76C19" w:rsidRDefault="00E76C19" w:rsidP="00912E5A">
      <w:pPr>
        <w:pStyle w:val="libFootnote0"/>
        <w:rPr>
          <w:rtl/>
          <w:lang w:bidi="fa-IR"/>
        </w:rPr>
      </w:pPr>
      <w:r w:rsidRPr="00E76C19">
        <w:rPr>
          <w:rtl/>
          <w:lang w:bidi="fa-IR"/>
        </w:rPr>
        <w:lastRenderedPageBreak/>
        <w:t>٣٥- در سفرهاى قديم ، يكى از خطرات اصلى در بين راه ، دزدان و قطاع الطريق بوده اند.</w:t>
      </w:r>
    </w:p>
    <w:p w:rsidR="00E76C19" w:rsidRPr="00E76C19" w:rsidRDefault="00E76C19" w:rsidP="00912E5A">
      <w:pPr>
        <w:pStyle w:val="libFootnote0"/>
        <w:rPr>
          <w:rtl/>
          <w:lang w:bidi="fa-IR"/>
        </w:rPr>
      </w:pPr>
      <w:r w:rsidRPr="00E76C19">
        <w:rPr>
          <w:rtl/>
          <w:lang w:bidi="fa-IR"/>
        </w:rPr>
        <w:t>٣٦- حديث ٢٥٠٥ (نقل با تلخيص)، ج ٢، ص ٢٩٦.</w:t>
      </w:r>
    </w:p>
    <w:p w:rsidR="00E76C19" w:rsidRPr="00E76C19" w:rsidRDefault="00E76C19" w:rsidP="00912E5A">
      <w:pPr>
        <w:pStyle w:val="libFootnote0"/>
        <w:rPr>
          <w:rtl/>
          <w:lang w:bidi="fa-IR"/>
        </w:rPr>
      </w:pPr>
      <w:r w:rsidRPr="00E76C19">
        <w:rPr>
          <w:rtl/>
          <w:lang w:bidi="fa-IR"/>
        </w:rPr>
        <w:t>٣٧- حديث ٢٥٨٦، ج ٢، ص ٣٢٧.</w:t>
      </w:r>
    </w:p>
    <w:p w:rsidR="00E76C19" w:rsidRPr="00E76C19" w:rsidRDefault="00E76C19" w:rsidP="00912E5A">
      <w:pPr>
        <w:pStyle w:val="libFootnote0"/>
        <w:rPr>
          <w:rtl/>
          <w:lang w:bidi="fa-IR"/>
        </w:rPr>
      </w:pPr>
      <w:r w:rsidRPr="00E76C19">
        <w:rPr>
          <w:rFonts w:hint="eastAsia"/>
          <w:rtl/>
          <w:lang w:bidi="fa-IR"/>
        </w:rPr>
        <w:t>شيخ</w:t>
      </w:r>
      <w:r w:rsidRPr="00E76C19">
        <w:rPr>
          <w:rtl/>
          <w:lang w:bidi="fa-IR"/>
        </w:rPr>
        <w:t xml:space="preserve"> صدوق سره ، پس از نقل اين حديث مى نويسد:</w:t>
      </w:r>
    </w:p>
    <w:p w:rsidR="00E76C19" w:rsidRPr="00E76C19" w:rsidRDefault="00E76C19" w:rsidP="00912E5A">
      <w:pPr>
        <w:pStyle w:val="libFootnote0"/>
        <w:rPr>
          <w:rtl/>
          <w:lang w:bidi="fa-IR"/>
        </w:rPr>
      </w:pPr>
      <w:r w:rsidRPr="00E76C19">
        <w:rPr>
          <w:rFonts w:hint="eastAsia"/>
          <w:rtl/>
          <w:lang w:bidi="fa-IR"/>
        </w:rPr>
        <w:t>اين</w:t>
      </w:r>
      <w:r w:rsidRPr="00E76C19">
        <w:rPr>
          <w:rtl/>
          <w:lang w:bidi="fa-IR"/>
        </w:rPr>
        <w:t xml:space="preserve"> حديث طولانى است ، و من قسمتهائى از آن را نقل كردم . و تمام آن را در كتاب تفسير القرآن شيخ صدوق </w:t>
      </w:r>
      <w:r w:rsidR="00C23A36" w:rsidRPr="00C23A36">
        <w:rPr>
          <w:rStyle w:val="libAlaemChar"/>
          <w:rtl/>
        </w:rPr>
        <w:t xml:space="preserve">رحمة الله </w:t>
      </w:r>
      <w:r w:rsidRPr="00E76C19">
        <w:rPr>
          <w:rtl/>
          <w:lang w:bidi="fa-IR"/>
        </w:rPr>
        <w:t>، يكى از دهها كتاب ايشان است كه به دليل حملات مخالفين شيعه از بين رفته است .</w:t>
      </w:r>
    </w:p>
    <w:p w:rsidR="00E76C19" w:rsidRPr="00E76C19" w:rsidRDefault="00E76C19" w:rsidP="00912E5A">
      <w:pPr>
        <w:pStyle w:val="libFootnote0"/>
        <w:rPr>
          <w:rtl/>
          <w:lang w:bidi="fa-IR"/>
        </w:rPr>
      </w:pPr>
      <w:r w:rsidRPr="00E76C19">
        <w:rPr>
          <w:rtl/>
          <w:lang w:bidi="fa-IR"/>
        </w:rPr>
        <w:t>٣٨- باب الصفا، يكى از درهاى مسجد الحرام مى باشد.</w:t>
      </w:r>
    </w:p>
    <w:p w:rsidR="00E76C19" w:rsidRPr="00E76C19" w:rsidRDefault="00E76C19" w:rsidP="00912E5A">
      <w:pPr>
        <w:pStyle w:val="libFootnote0"/>
        <w:rPr>
          <w:rtl/>
          <w:lang w:bidi="fa-IR"/>
        </w:rPr>
      </w:pPr>
      <w:r w:rsidRPr="00E76C19">
        <w:rPr>
          <w:rtl/>
          <w:lang w:bidi="fa-IR"/>
        </w:rPr>
        <w:t>٣٩- حديث ٣١١٦، ج ٢، ص ٥٢٠.</w:t>
      </w:r>
    </w:p>
    <w:p w:rsidR="00E76C19" w:rsidRPr="00E76C19" w:rsidRDefault="00E76C19" w:rsidP="00912E5A">
      <w:pPr>
        <w:pStyle w:val="libFootnote0"/>
        <w:rPr>
          <w:rtl/>
          <w:lang w:bidi="fa-IR"/>
        </w:rPr>
      </w:pPr>
      <w:r w:rsidRPr="00E76C19">
        <w:rPr>
          <w:rtl/>
          <w:lang w:bidi="fa-IR"/>
        </w:rPr>
        <w:t>٤٠- از اين واقعه ، نتايجى چند مى توان گرفت كه از جمله به موارد ذيل مى توان اشاره نمود:</w:t>
      </w:r>
    </w:p>
    <w:p w:rsidR="00E76C19" w:rsidRPr="00E76C19" w:rsidRDefault="00E76C19" w:rsidP="00912E5A">
      <w:pPr>
        <w:pStyle w:val="libFootnote0"/>
        <w:rPr>
          <w:rtl/>
          <w:lang w:bidi="fa-IR"/>
        </w:rPr>
      </w:pPr>
      <w:r w:rsidRPr="00E76C19">
        <w:rPr>
          <w:rFonts w:hint="eastAsia"/>
          <w:rtl/>
          <w:lang w:bidi="fa-IR"/>
        </w:rPr>
        <w:t>الف</w:t>
      </w:r>
      <w:r w:rsidRPr="00E76C19">
        <w:rPr>
          <w:rtl/>
          <w:lang w:bidi="fa-IR"/>
        </w:rPr>
        <w:t xml:space="preserve"> طواف از جانب تمام مردگان مومن مستحب است ، خصوصا بزرگانى كه در حديث نام برده شده است .</w:t>
      </w:r>
    </w:p>
    <w:p w:rsidR="00E76C19" w:rsidRPr="00E76C19" w:rsidRDefault="00E76C19" w:rsidP="00912E5A">
      <w:pPr>
        <w:pStyle w:val="libFootnote0"/>
        <w:rPr>
          <w:rtl/>
          <w:lang w:bidi="fa-IR"/>
        </w:rPr>
      </w:pPr>
      <w:r w:rsidRPr="00E76C19">
        <w:rPr>
          <w:rFonts w:hint="eastAsia"/>
          <w:rtl/>
          <w:lang w:bidi="fa-IR"/>
        </w:rPr>
        <w:t>ب</w:t>
      </w:r>
      <w:r w:rsidRPr="00E76C19">
        <w:rPr>
          <w:rtl/>
          <w:lang w:bidi="fa-IR"/>
        </w:rPr>
        <w:t xml:space="preserve"> اين بزرگواران ، استوانه هاى ايمان بوده اند، و بر خلاف سخنان واهى دانشمندان مكتب خلافت ، عقيده حق اين است كه پدران و مادران ، بلكه آباء و اجداد انبياء و ائمه طاهرين </w:t>
      </w:r>
      <w:r w:rsidR="004A085F" w:rsidRPr="004A085F">
        <w:rPr>
          <w:rStyle w:val="libAlaemChar"/>
          <w:rtl/>
          <w:lang w:bidi="fa-IR"/>
        </w:rPr>
        <w:t xml:space="preserve">عليه‌السلام </w:t>
      </w:r>
      <w:r w:rsidRPr="00E76C19">
        <w:rPr>
          <w:rtl/>
          <w:lang w:bidi="fa-IR"/>
        </w:rPr>
        <w:t>هيچاه كفر و شرك بر دامن قدسى ايشان ننشسته ، بلكه اكثر ايشان در زمان خود حجت زم</w:t>
      </w:r>
      <w:r w:rsidRPr="00E76C19">
        <w:rPr>
          <w:rFonts w:hint="eastAsia"/>
          <w:rtl/>
          <w:lang w:bidi="fa-IR"/>
        </w:rPr>
        <w:t>ان</w:t>
      </w:r>
      <w:r w:rsidRPr="00E76C19">
        <w:rPr>
          <w:rtl/>
          <w:lang w:bidi="fa-IR"/>
        </w:rPr>
        <w:t xml:space="preserve"> خود بوده اند.</w:t>
      </w:r>
    </w:p>
    <w:p w:rsidR="00E76C19" w:rsidRPr="00E76C19" w:rsidRDefault="00E76C19" w:rsidP="00912E5A">
      <w:pPr>
        <w:pStyle w:val="libFootnote0"/>
        <w:rPr>
          <w:rtl/>
          <w:lang w:bidi="fa-IR"/>
        </w:rPr>
      </w:pPr>
      <w:r w:rsidRPr="00E76C19">
        <w:rPr>
          <w:rFonts w:hint="eastAsia"/>
          <w:rtl/>
          <w:lang w:bidi="fa-IR"/>
        </w:rPr>
        <w:t>ج</w:t>
      </w:r>
      <w:r w:rsidRPr="00E76C19">
        <w:rPr>
          <w:rtl/>
          <w:lang w:bidi="fa-IR"/>
        </w:rPr>
        <w:t xml:space="preserve"> طواف به نيابت اين بزرگواران ، براى استجاب دعا و حل مشكلات ، از طريق ائمه </w:t>
      </w:r>
      <w:r w:rsidR="004A085F" w:rsidRPr="004A085F">
        <w:rPr>
          <w:rStyle w:val="libAlaemChar"/>
          <w:rtl/>
          <w:lang w:bidi="fa-IR"/>
        </w:rPr>
        <w:t xml:space="preserve">عليه‌السلام </w:t>
      </w:r>
      <w:r w:rsidRPr="00E76C19">
        <w:rPr>
          <w:rtl/>
          <w:lang w:bidi="fa-IR"/>
        </w:rPr>
        <w:t>بسيار سفارش گرديده است .</w:t>
      </w:r>
    </w:p>
    <w:p w:rsidR="00E76C19" w:rsidRPr="00E76C19" w:rsidRDefault="00E76C19" w:rsidP="00912E5A">
      <w:pPr>
        <w:pStyle w:val="libFootnote0"/>
        <w:rPr>
          <w:rtl/>
          <w:lang w:bidi="fa-IR"/>
        </w:rPr>
      </w:pPr>
      <w:r w:rsidRPr="00E76C19">
        <w:rPr>
          <w:rFonts w:hint="eastAsia"/>
          <w:rtl/>
          <w:lang w:bidi="fa-IR"/>
        </w:rPr>
        <w:t>د</w:t>
      </w:r>
      <w:r w:rsidRPr="00E76C19">
        <w:rPr>
          <w:rtl/>
          <w:lang w:bidi="fa-IR"/>
        </w:rPr>
        <w:t xml:space="preserve"> و بالاخره علو مقامات ورفع شان اين بزرگواران را از زبان فرزندان معصومشان كه حجت خداوند بر مردمان هستند بايد شنيد، نه از زبان و قلم آلوده به شالوده هاى ناپاك خلفاى غاصب اموى و عباسى و دانشمند نمايانى كه دينشان را به دنياى كثيف خلفاى غاصب فروخته اند.</w:t>
      </w:r>
    </w:p>
    <w:p w:rsidR="00E76C19" w:rsidRPr="00E76C19" w:rsidRDefault="00E76C19" w:rsidP="00912E5A">
      <w:pPr>
        <w:pStyle w:val="libFootnote0"/>
        <w:rPr>
          <w:rtl/>
          <w:lang w:bidi="fa-IR"/>
        </w:rPr>
      </w:pPr>
      <w:r w:rsidRPr="00E76C19">
        <w:rPr>
          <w:rtl/>
          <w:lang w:bidi="fa-IR"/>
        </w:rPr>
        <w:t>٤١- حديث ٣١١١، ج ٢، ص ٥١٩.</w:t>
      </w:r>
    </w:p>
    <w:p w:rsidR="00E76C19" w:rsidRPr="00E76C19" w:rsidRDefault="00E76C19" w:rsidP="00912E5A">
      <w:pPr>
        <w:pStyle w:val="libFootnote0"/>
        <w:rPr>
          <w:rtl/>
          <w:lang w:bidi="fa-IR"/>
        </w:rPr>
      </w:pPr>
      <w:r w:rsidRPr="00E76C19">
        <w:rPr>
          <w:rtl/>
          <w:lang w:bidi="fa-IR"/>
        </w:rPr>
        <w:t>٤٢- مسجدى است بين مكه و مدينه كه در محل واقعه جاودانه غدير بنا شده بود. كه بعدها توسط وهابيان معاند، تخريب گرديد.</w:t>
      </w:r>
    </w:p>
    <w:p w:rsidR="00E76C19" w:rsidRPr="00E76C19" w:rsidRDefault="00E76C19" w:rsidP="00912E5A">
      <w:pPr>
        <w:pStyle w:val="libFootnote0"/>
        <w:rPr>
          <w:rtl/>
          <w:lang w:bidi="fa-IR"/>
        </w:rPr>
      </w:pPr>
      <w:r w:rsidRPr="00E76C19">
        <w:rPr>
          <w:rtl/>
          <w:lang w:bidi="fa-IR"/>
        </w:rPr>
        <w:t>٤٣- حديث ٣١٤٢، ج ٢، ص ٥٥٩.</w:t>
      </w:r>
    </w:p>
    <w:p w:rsidR="00E76C19" w:rsidRPr="00E76C19" w:rsidRDefault="00E76C19" w:rsidP="00912E5A">
      <w:pPr>
        <w:pStyle w:val="libFootnote0"/>
        <w:rPr>
          <w:rtl/>
          <w:lang w:bidi="fa-IR"/>
        </w:rPr>
      </w:pPr>
      <w:r w:rsidRPr="00E76C19">
        <w:rPr>
          <w:rtl/>
          <w:lang w:bidi="fa-IR"/>
        </w:rPr>
        <w:t xml:space="preserve">٤٤- اينان ، همان افرادى بودند كه پس از شهادت پيامبر اكرم </w:t>
      </w:r>
      <w:r w:rsidR="002768D7" w:rsidRPr="002768D7">
        <w:rPr>
          <w:rStyle w:val="libAlaemChar"/>
          <w:rtl/>
        </w:rPr>
        <w:t xml:space="preserve">صلى‌الله‌عليه‌وآله‌وسلم </w:t>
      </w:r>
      <w:r w:rsidRPr="00E76C19">
        <w:rPr>
          <w:rtl/>
          <w:lang w:bidi="fa-IR"/>
        </w:rPr>
        <w:t xml:space="preserve"> با اينكه اتمام حجت پيامبر را بارها به گوش خود شنيده بودند، در سقيفه بن ساعده گرد هم آمدند.</w:t>
      </w:r>
    </w:p>
    <w:p w:rsidR="00E76C19" w:rsidRPr="00E76C19" w:rsidRDefault="00E76C19" w:rsidP="00912E5A">
      <w:pPr>
        <w:pStyle w:val="libFootnote0"/>
        <w:rPr>
          <w:rtl/>
          <w:lang w:bidi="fa-IR"/>
        </w:rPr>
      </w:pPr>
      <w:r w:rsidRPr="00E76C19">
        <w:rPr>
          <w:rFonts w:hint="eastAsia"/>
          <w:rtl/>
          <w:lang w:bidi="fa-IR"/>
        </w:rPr>
        <w:lastRenderedPageBreak/>
        <w:t>سلمان</w:t>
      </w:r>
      <w:r w:rsidRPr="00E76C19">
        <w:rPr>
          <w:rtl/>
          <w:lang w:bidi="fa-IR"/>
        </w:rPr>
        <w:t xml:space="preserve"> فارسى سلام الله عليه درباره ايشان و آنچه در سقيفه انجام دادند. فرمود: كردند و نكردند و ندانند كه چه كردند!!</w:t>
      </w:r>
    </w:p>
    <w:p w:rsidR="00E76C19" w:rsidRPr="00E76C19" w:rsidRDefault="00E76C19" w:rsidP="00912E5A">
      <w:pPr>
        <w:pStyle w:val="libFootnote0"/>
        <w:rPr>
          <w:rtl/>
          <w:lang w:bidi="fa-IR"/>
        </w:rPr>
      </w:pPr>
      <w:r w:rsidRPr="00E76C19">
        <w:rPr>
          <w:rtl/>
          <w:lang w:bidi="fa-IR"/>
        </w:rPr>
        <w:t xml:space="preserve">٤٥- آيا با اين جسارتى كه نسبت به رسول خدا </w:t>
      </w:r>
      <w:r w:rsidR="002768D7" w:rsidRPr="002768D7">
        <w:rPr>
          <w:rStyle w:val="libAlaemChar"/>
          <w:rtl/>
        </w:rPr>
        <w:t xml:space="preserve">صلى‌الله‌عليه‌وآله‌وسلم </w:t>
      </w:r>
      <w:r w:rsidRPr="00E76C19">
        <w:rPr>
          <w:rtl/>
          <w:lang w:bidi="fa-IR"/>
        </w:rPr>
        <w:t xml:space="preserve"> روا داشتند؛ جاى آن نيست كه در كلام الهى به عنوان الذين كفروا از ايشان ياد شود؟!!</w:t>
      </w:r>
    </w:p>
    <w:p w:rsidR="00E76C19" w:rsidRPr="00E76C19" w:rsidRDefault="00E76C19" w:rsidP="00912E5A">
      <w:pPr>
        <w:pStyle w:val="libFootnote0"/>
        <w:rPr>
          <w:rtl/>
          <w:lang w:bidi="fa-IR"/>
        </w:rPr>
      </w:pPr>
      <w:r w:rsidRPr="00E76C19">
        <w:rPr>
          <w:rtl/>
          <w:lang w:bidi="fa-IR"/>
        </w:rPr>
        <w:t>٤٦- سوره قلم ، آيه ٥١.</w:t>
      </w:r>
    </w:p>
    <w:p w:rsidR="00E76C19" w:rsidRPr="00E76C19" w:rsidRDefault="00E76C19" w:rsidP="00912E5A">
      <w:pPr>
        <w:pStyle w:val="libFootnote0"/>
        <w:rPr>
          <w:rtl/>
          <w:lang w:bidi="fa-IR"/>
        </w:rPr>
      </w:pPr>
      <w:r w:rsidRPr="00E76C19">
        <w:rPr>
          <w:rFonts w:hint="eastAsia"/>
          <w:rtl/>
          <w:lang w:bidi="fa-IR"/>
        </w:rPr>
        <w:t>در</w:t>
      </w:r>
      <w:r w:rsidRPr="00E76C19">
        <w:rPr>
          <w:rtl/>
          <w:lang w:bidi="fa-IR"/>
        </w:rPr>
        <w:t xml:space="preserve"> روايات فراوان ديگر از همين واقعه ، آمده است كه امام صادق </w:t>
      </w:r>
      <w:r w:rsidR="004A085F" w:rsidRPr="004A085F">
        <w:rPr>
          <w:rStyle w:val="libAlaemChar"/>
          <w:rtl/>
          <w:lang w:bidi="fa-IR"/>
        </w:rPr>
        <w:t xml:space="preserve">عليه‌السلام </w:t>
      </w:r>
      <w:r w:rsidRPr="00E76C19">
        <w:rPr>
          <w:rtl/>
          <w:lang w:bidi="fa-IR"/>
        </w:rPr>
        <w:t xml:space="preserve">، فرمود: ذكر، يعنى على </w:t>
      </w:r>
      <w:r w:rsidR="004A085F" w:rsidRPr="004A085F">
        <w:rPr>
          <w:rStyle w:val="libAlaemChar"/>
          <w:rtl/>
          <w:lang w:bidi="fa-IR"/>
        </w:rPr>
        <w:t xml:space="preserve">عليه‌السلام </w:t>
      </w:r>
      <w:r w:rsidRPr="00E76C19">
        <w:rPr>
          <w:rtl/>
          <w:lang w:bidi="fa-IR"/>
        </w:rPr>
        <w:t>.</w:t>
      </w:r>
    </w:p>
    <w:p w:rsidR="00E76C19" w:rsidRPr="00E76C19" w:rsidRDefault="00E76C19" w:rsidP="00912E5A">
      <w:pPr>
        <w:pStyle w:val="libFootnote0"/>
        <w:rPr>
          <w:rtl/>
          <w:lang w:bidi="fa-IR"/>
        </w:rPr>
      </w:pPr>
      <w:r w:rsidRPr="00E76C19">
        <w:rPr>
          <w:rFonts w:hint="eastAsia"/>
          <w:rtl/>
          <w:lang w:bidi="fa-IR"/>
        </w:rPr>
        <w:t>و</w:t>
      </w:r>
      <w:r w:rsidRPr="00E76C19">
        <w:rPr>
          <w:rtl/>
          <w:lang w:bidi="fa-IR"/>
        </w:rPr>
        <w:t xml:space="preserve"> نيز حسان جمال فرمود:</w:t>
      </w:r>
    </w:p>
    <w:p w:rsidR="00E76C19" w:rsidRPr="00E76C19" w:rsidRDefault="00E76C19" w:rsidP="00912E5A">
      <w:pPr>
        <w:pStyle w:val="libFootnote0"/>
        <w:rPr>
          <w:rtl/>
          <w:lang w:bidi="fa-IR"/>
        </w:rPr>
      </w:pPr>
      <w:r w:rsidRPr="00E76C19">
        <w:rPr>
          <w:rFonts w:hint="eastAsia"/>
          <w:rtl/>
          <w:lang w:bidi="fa-IR"/>
        </w:rPr>
        <w:t>اگر</w:t>
      </w:r>
      <w:r w:rsidRPr="00E76C19">
        <w:rPr>
          <w:rtl/>
          <w:lang w:bidi="fa-IR"/>
        </w:rPr>
        <w:t xml:space="preserve"> تو شتربان من نبودى ، اين سخن را به تو نمى گفتم .</w:t>
      </w:r>
    </w:p>
    <w:p w:rsidR="00E76C19" w:rsidRPr="00E76C19" w:rsidRDefault="00E76C19" w:rsidP="00912E5A">
      <w:pPr>
        <w:pStyle w:val="libFootnote0"/>
        <w:rPr>
          <w:rtl/>
          <w:lang w:bidi="fa-IR"/>
        </w:rPr>
      </w:pPr>
      <w:r w:rsidRPr="00E76C19">
        <w:rPr>
          <w:rFonts w:hint="eastAsia"/>
          <w:rtl/>
          <w:lang w:bidi="fa-IR"/>
        </w:rPr>
        <w:t>كنايه</w:t>
      </w:r>
      <w:r w:rsidRPr="00E76C19">
        <w:rPr>
          <w:rtl/>
          <w:lang w:bidi="fa-IR"/>
        </w:rPr>
        <w:t xml:space="preserve"> از اينكه وى از راز داران امام </w:t>
      </w:r>
      <w:r w:rsidR="004A085F" w:rsidRPr="004A085F">
        <w:rPr>
          <w:rStyle w:val="libAlaemChar"/>
          <w:rtl/>
          <w:lang w:bidi="fa-IR"/>
        </w:rPr>
        <w:t xml:space="preserve">عليه‌السلام </w:t>
      </w:r>
      <w:r w:rsidRPr="00E76C19">
        <w:rPr>
          <w:rtl/>
          <w:lang w:bidi="fa-IR"/>
        </w:rPr>
        <w:t xml:space="preserve">بوده و نيز اينكه امام صادق </w:t>
      </w:r>
      <w:r w:rsidR="004A085F" w:rsidRPr="004A085F">
        <w:rPr>
          <w:rStyle w:val="libAlaemChar"/>
          <w:rtl/>
          <w:lang w:bidi="fa-IR"/>
        </w:rPr>
        <w:t xml:space="preserve">عليه‌السلام </w:t>
      </w:r>
      <w:r w:rsidRPr="00E76C19">
        <w:rPr>
          <w:rtl/>
          <w:lang w:bidi="fa-IR"/>
        </w:rPr>
        <w:t>، اين حقيقت والا را مانند بسيارى از حقايق ديگر، به همه مردمان زمان خود نمى توانست بگويد، زيرا تحمل آن را نداشتند.</w:t>
      </w:r>
    </w:p>
    <w:p w:rsidR="00E76C19" w:rsidRPr="00E76C19" w:rsidRDefault="00E76C19" w:rsidP="00912E5A">
      <w:pPr>
        <w:pStyle w:val="libFootnote0"/>
        <w:rPr>
          <w:rtl/>
          <w:lang w:bidi="fa-IR"/>
        </w:rPr>
      </w:pPr>
      <w:r w:rsidRPr="00E76C19">
        <w:rPr>
          <w:rFonts w:hint="eastAsia"/>
          <w:rtl/>
          <w:lang w:bidi="fa-IR"/>
        </w:rPr>
        <w:t>بنگريد</w:t>
      </w:r>
      <w:r w:rsidRPr="00E76C19">
        <w:rPr>
          <w:rtl/>
          <w:lang w:bidi="fa-IR"/>
        </w:rPr>
        <w:t xml:space="preserve"> به : بحار الانوار ج ٢٢، ص ٧٣ حديث ٢٤ و ٣٥، ص ٣٩٤ حديث ١ ج ٣٧، ص ١٦٠، حديث ٤٠ ج ٣٧، ص ١٧٢، حديث ٥٥ ج ٣٧، ص ٢٢١، حديث ٨٩ ج ١٠٠، ص ٢٢٥، حديث ٢١.</w:t>
      </w:r>
    </w:p>
    <w:p w:rsidR="00E76C19" w:rsidRPr="00E76C19" w:rsidRDefault="00E76C19" w:rsidP="00912E5A">
      <w:pPr>
        <w:pStyle w:val="libFootnote0"/>
        <w:rPr>
          <w:rtl/>
          <w:lang w:bidi="fa-IR"/>
        </w:rPr>
      </w:pPr>
      <w:r w:rsidRPr="00E76C19">
        <w:rPr>
          <w:rtl/>
          <w:lang w:bidi="fa-IR"/>
        </w:rPr>
        <w:t>٤٧- حديث ٣١٤٤، ج ٢، ص ٥٥٩.</w:t>
      </w:r>
    </w:p>
    <w:p w:rsidR="00E76C19" w:rsidRPr="00E76C19" w:rsidRDefault="00E76C19" w:rsidP="00912E5A">
      <w:pPr>
        <w:pStyle w:val="libFootnote0"/>
        <w:rPr>
          <w:rtl/>
          <w:lang w:bidi="fa-IR"/>
        </w:rPr>
      </w:pPr>
      <w:r w:rsidRPr="00E76C19">
        <w:rPr>
          <w:rtl/>
          <w:lang w:bidi="fa-IR"/>
        </w:rPr>
        <w:t>٤٨- حديث ٣١٥٩، ج ٢، ص ٥٧٧.</w:t>
      </w:r>
    </w:p>
    <w:p w:rsidR="00E76C19" w:rsidRPr="00E76C19" w:rsidRDefault="00E76C19" w:rsidP="00912E5A">
      <w:pPr>
        <w:pStyle w:val="libFootnote0"/>
        <w:rPr>
          <w:rtl/>
          <w:lang w:bidi="fa-IR"/>
        </w:rPr>
      </w:pPr>
      <w:r w:rsidRPr="00E76C19">
        <w:rPr>
          <w:rtl/>
          <w:lang w:bidi="fa-IR"/>
        </w:rPr>
        <w:t xml:space="preserve">٤٩- رسول خدا </w:t>
      </w:r>
      <w:r w:rsidR="002768D7" w:rsidRPr="002768D7">
        <w:rPr>
          <w:rStyle w:val="libAlaemChar"/>
          <w:rtl/>
        </w:rPr>
        <w:t xml:space="preserve">صلى‌الله‌عليه‌وآله‌وسلم </w:t>
      </w:r>
      <w:r w:rsidRPr="00E76C19">
        <w:rPr>
          <w:rtl/>
          <w:lang w:bidi="fa-IR"/>
        </w:rPr>
        <w:t xml:space="preserve"> فرمود:</w:t>
      </w:r>
    </w:p>
    <w:p w:rsidR="00E76C19" w:rsidRPr="00E76C19" w:rsidRDefault="00E76C19" w:rsidP="00912E5A">
      <w:pPr>
        <w:pStyle w:val="libFootnote0"/>
        <w:rPr>
          <w:rtl/>
          <w:lang w:bidi="fa-IR"/>
        </w:rPr>
      </w:pPr>
      <w:r w:rsidRPr="00E76C19">
        <w:rPr>
          <w:rFonts w:hint="eastAsia"/>
          <w:rtl/>
          <w:lang w:bidi="fa-IR"/>
        </w:rPr>
        <w:t>من</w:t>
      </w:r>
      <w:r w:rsidRPr="00E76C19">
        <w:rPr>
          <w:rtl/>
          <w:lang w:bidi="fa-IR"/>
        </w:rPr>
        <w:t xml:space="preserve"> حج و لم يزرنى ، فقد جفانى .</w:t>
      </w:r>
    </w:p>
    <w:p w:rsidR="00E76C19" w:rsidRPr="00E76C19" w:rsidRDefault="00E76C19" w:rsidP="00912E5A">
      <w:pPr>
        <w:pStyle w:val="libFootnote0"/>
        <w:rPr>
          <w:rtl/>
          <w:lang w:bidi="fa-IR"/>
        </w:rPr>
      </w:pPr>
      <w:r w:rsidRPr="00E76C19">
        <w:rPr>
          <w:rFonts w:hint="eastAsia"/>
          <w:rtl/>
          <w:lang w:bidi="fa-IR"/>
        </w:rPr>
        <w:t>كسى</w:t>
      </w:r>
      <w:r w:rsidRPr="00E76C19">
        <w:rPr>
          <w:rtl/>
          <w:lang w:bidi="fa-IR"/>
        </w:rPr>
        <w:t xml:space="preserve"> كه حج بگذارد اما مرا زيارت نكند، از من روى بر گردانده است .</w:t>
      </w:r>
    </w:p>
    <w:p w:rsidR="00E76C19" w:rsidRPr="00E76C19" w:rsidRDefault="00E76C19" w:rsidP="00912E5A">
      <w:pPr>
        <w:pStyle w:val="libFootnote0"/>
        <w:rPr>
          <w:rtl/>
          <w:lang w:bidi="fa-IR"/>
        </w:rPr>
      </w:pPr>
      <w:r w:rsidRPr="00E76C19">
        <w:rPr>
          <w:rFonts w:hint="eastAsia"/>
          <w:rtl/>
          <w:lang w:bidi="fa-IR"/>
        </w:rPr>
        <w:t>بحار</w:t>
      </w:r>
      <w:r w:rsidRPr="00E76C19">
        <w:rPr>
          <w:rtl/>
          <w:lang w:bidi="fa-IR"/>
        </w:rPr>
        <w:t xml:space="preserve"> الانوار ج ٩٩، ص ٣٧١ و ٣٧٢</w:t>
      </w:r>
    </w:p>
    <w:p w:rsidR="00E76C19" w:rsidRPr="00E76C19" w:rsidRDefault="00E76C19" w:rsidP="00912E5A">
      <w:pPr>
        <w:pStyle w:val="libFootnote0"/>
        <w:rPr>
          <w:rtl/>
          <w:lang w:bidi="fa-IR"/>
        </w:rPr>
      </w:pPr>
      <w:r w:rsidRPr="00E76C19">
        <w:rPr>
          <w:rFonts w:hint="eastAsia"/>
          <w:rtl/>
          <w:lang w:bidi="fa-IR"/>
        </w:rPr>
        <w:t>با</w:t>
      </w:r>
      <w:r w:rsidRPr="00E76C19">
        <w:rPr>
          <w:rtl/>
          <w:lang w:bidi="fa-IR"/>
        </w:rPr>
        <w:t xml:space="preserve"> عنايت به اينكه ، رسول خدا </w:t>
      </w:r>
      <w:r w:rsidR="002768D7" w:rsidRPr="002768D7">
        <w:rPr>
          <w:rStyle w:val="libAlaemChar"/>
          <w:rtl/>
        </w:rPr>
        <w:t xml:space="preserve">صلى‌الله‌عليه‌وآله‌وسلم </w:t>
      </w:r>
      <w:r w:rsidRPr="00E76C19">
        <w:rPr>
          <w:rtl/>
          <w:lang w:bidi="fa-IR"/>
        </w:rPr>
        <w:t xml:space="preserve"> ، پيامبر رحمت بوده ، و مظهر تمام رحمت ربوبى مى باشد؛ لذا روى گرداندن حضرتش از بنده اى ، در واقع عكس العمل كارى است كه از ناحيه خود آن شخص نسبت به مقام مقدس الهى حضرت خاتم الانبياء سر زده است .</w:t>
      </w:r>
    </w:p>
    <w:p w:rsidR="00E76C19" w:rsidRPr="00E76C19" w:rsidRDefault="00E76C19" w:rsidP="00912E5A">
      <w:pPr>
        <w:pStyle w:val="libFootnote0"/>
        <w:rPr>
          <w:rtl/>
          <w:lang w:bidi="fa-IR"/>
        </w:rPr>
      </w:pPr>
      <w:r w:rsidRPr="00E76C19">
        <w:rPr>
          <w:rtl/>
          <w:lang w:bidi="fa-IR"/>
        </w:rPr>
        <w:t>٥٠- حديث ٣١٥٨، ج ٢، ص ٥٦٥</w:t>
      </w:r>
    </w:p>
    <w:p w:rsidR="00E76C19" w:rsidRPr="00E76C19" w:rsidRDefault="00E76C19" w:rsidP="00912E5A">
      <w:pPr>
        <w:pStyle w:val="libFootnote0"/>
        <w:rPr>
          <w:rtl/>
          <w:lang w:bidi="fa-IR"/>
        </w:rPr>
      </w:pPr>
      <w:r w:rsidRPr="00E76C19">
        <w:rPr>
          <w:rFonts w:hint="eastAsia"/>
          <w:rtl/>
          <w:lang w:bidi="fa-IR"/>
        </w:rPr>
        <w:t>اين</w:t>
      </w:r>
      <w:r w:rsidRPr="00E76C19">
        <w:rPr>
          <w:rtl/>
          <w:lang w:bidi="fa-IR"/>
        </w:rPr>
        <w:t xml:space="preserve"> حديث را علامه مجلسى در بحار الانوار، ج ١٠٠، ص ١٤٠ به نقل از علل الشرايع و كامل الزيارات نيز آورده است .</w:t>
      </w:r>
    </w:p>
    <w:p w:rsidR="00E76C19" w:rsidRPr="00E76C19" w:rsidRDefault="00E76C19" w:rsidP="00912E5A">
      <w:pPr>
        <w:pStyle w:val="libFootnote0"/>
        <w:rPr>
          <w:rtl/>
          <w:lang w:bidi="fa-IR"/>
        </w:rPr>
      </w:pPr>
      <w:r w:rsidRPr="00E76C19">
        <w:rPr>
          <w:rtl/>
          <w:lang w:bidi="fa-IR"/>
        </w:rPr>
        <w:t>٥١- ظاهرا مراد حديث چنين است كه :</w:t>
      </w:r>
    </w:p>
    <w:p w:rsidR="00E76C19" w:rsidRPr="00E76C19" w:rsidRDefault="00E76C19" w:rsidP="00912E5A">
      <w:pPr>
        <w:pStyle w:val="libFootnote0"/>
        <w:rPr>
          <w:rtl/>
          <w:lang w:bidi="fa-IR"/>
        </w:rPr>
      </w:pPr>
      <w:r w:rsidRPr="00E76C19">
        <w:rPr>
          <w:rFonts w:hint="eastAsia"/>
          <w:rtl/>
          <w:lang w:bidi="fa-IR"/>
        </w:rPr>
        <w:lastRenderedPageBreak/>
        <w:t>همچنانكه</w:t>
      </w:r>
      <w:r w:rsidRPr="00E76C19">
        <w:rPr>
          <w:rtl/>
          <w:lang w:bidi="fa-IR"/>
        </w:rPr>
        <w:t xml:space="preserve"> انسان ، از پل مى گذرد و وارد خانه اش مى شود؛ پس از زيارت سيد الشهداء </w:t>
      </w:r>
      <w:r w:rsidR="004A085F" w:rsidRPr="004A085F">
        <w:rPr>
          <w:rStyle w:val="libAlaemChar"/>
          <w:rtl/>
          <w:lang w:bidi="fa-IR"/>
        </w:rPr>
        <w:t xml:space="preserve">عليه‌السلام </w:t>
      </w:r>
      <w:r w:rsidRPr="00E76C19">
        <w:rPr>
          <w:rtl/>
          <w:lang w:bidi="fa-IR"/>
        </w:rPr>
        <w:t>، گناهان انسان مانند پلى مى شوند كه انسان آن را پشت سر مى گذارد و زندگى جديدى را پس از آمرزش شروع مى كند.</w:t>
      </w:r>
    </w:p>
    <w:p w:rsidR="00E76C19" w:rsidRPr="00E76C19" w:rsidRDefault="00E76C19" w:rsidP="00912E5A">
      <w:pPr>
        <w:pStyle w:val="libFootnote0"/>
        <w:rPr>
          <w:rtl/>
          <w:lang w:bidi="fa-IR"/>
        </w:rPr>
      </w:pPr>
      <w:r w:rsidRPr="00E76C19">
        <w:rPr>
          <w:rFonts w:hint="eastAsia"/>
          <w:rtl/>
          <w:lang w:bidi="fa-IR"/>
        </w:rPr>
        <w:t>والله</w:t>
      </w:r>
      <w:r w:rsidRPr="00E76C19">
        <w:rPr>
          <w:rtl/>
          <w:lang w:bidi="fa-IR"/>
        </w:rPr>
        <w:t xml:space="preserve"> اعلم</w:t>
      </w:r>
    </w:p>
    <w:p w:rsidR="00E76C19" w:rsidRPr="00E76C19" w:rsidRDefault="00E76C19" w:rsidP="00912E5A">
      <w:pPr>
        <w:pStyle w:val="libFootnote0"/>
        <w:rPr>
          <w:rtl/>
          <w:lang w:bidi="fa-IR"/>
        </w:rPr>
      </w:pPr>
      <w:r w:rsidRPr="00E76C19">
        <w:rPr>
          <w:rtl/>
          <w:lang w:bidi="fa-IR"/>
        </w:rPr>
        <w:t>٥٢- حديث ٣١٧٢، ج ٢، ص ٥٨١.</w:t>
      </w:r>
    </w:p>
    <w:p w:rsidR="00E76C19" w:rsidRPr="00E76C19" w:rsidRDefault="00E76C19" w:rsidP="00912E5A">
      <w:pPr>
        <w:pStyle w:val="libFootnote0"/>
        <w:rPr>
          <w:rtl/>
          <w:lang w:bidi="fa-IR"/>
        </w:rPr>
      </w:pPr>
      <w:r w:rsidRPr="00E76C19">
        <w:rPr>
          <w:rtl/>
          <w:lang w:bidi="fa-IR"/>
        </w:rPr>
        <w:t>٥٣- حديث ٣١٨٣، ج ٢ ص ٥٨٣.</w:t>
      </w:r>
    </w:p>
    <w:p w:rsidR="00E76C19" w:rsidRPr="00E76C19" w:rsidRDefault="00E76C19" w:rsidP="00912E5A">
      <w:pPr>
        <w:pStyle w:val="libFootnote0"/>
        <w:rPr>
          <w:rtl/>
          <w:lang w:bidi="fa-IR"/>
        </w:rPr>
      </w:pPr>
      <w:r w:rsidRPr="00E76C19">
        <w:rPr>
          <w:rtl/>
          <w:lang w:bidi="fa-IR"/>
        </w:rPr>
        <w:t>٥٤- حديث ٣١٩١، ج ٢ ص ٥٨٤.</w:t>
      </w:r>
    </w:p>
    <w:p w:rsidR="00E76C19" w:rsidRPr="00E76C19" w:rsidRDefault="00E76C19" w:rsidP="00912E5A">
      <w:pPr>
        <w:pStyle w:val="libFootnote0"/>
        <w:rPr>
          <w:rtl/>
          <w:lang w:bidi="fa-IR"/>
        </w:rPr>
      </w:pPr>
      <w:r w:rsidRPr="00E76C19">
        <w:rPr>
          <w:rtl/>
          <w:lang w:bidi="fa-IR"/>
        </w:rPr>
        <w:t>٥٥- حديث ٣٢٠٣، ج ٢، ص ٥٩٩.</w:t>
      </w:r>
    </w:p>
    <w:p w:rsidR="00E76C19" w:rsidRPr="00E76C19" w:rsidRDefault="00E76C19" w:rsidP="00912E5A">
      <w:pPr>
        <w:pStyle w:val="libFootnote0"/>
        <w:rPr>
          <w:rtl/>
          <w:lang w:bidi="fa-IR"/>
        </w:rPr>
      </w:pPr>
      <w:r w:rsidRPr="00E76C19">
        <w:rPr>
          <w:rtl/>
          <w:lang w:bidi="fa-IR"/>
        </w:rPr>
        <w:t>٥٦- قسمتى از حديث ٣٢١٤، ج ٢ ص ٦١٨ ٦٢٨</w:t>
      </w:r>
    </w:p>
    <w:p w:rsidR="00E76C19" w:rsidRPr="00E76C19" w:rsidRDefault="00E76C19" w:rsidP="00912E5A">
      <w:pPr>
        <w:pStyle w:val="libFootnote0"/>
        <w:rPr>
          <w:rtl/>
          <w:lang w:bidi="fa-IR"/>
        </w:rPr>
      </w:pPr>
      <w:r w:rsidRPr="00E76C19">
        <w:rPr>
          <w:rtl/>
          <w:lang w:bidi="fa-IR"/>
        </w:rPr>
        <w:t>٥٧- سوره شورى / ٤١ .</w:t>
      </w:r>
    </w:p>
    <w:p w:rsidR="00E76C19" w:rsidRPr="00E76C19" w:rsidRDefault="00E76C19" w:rsidP="00912E5A">
      <w:pPr>
        <w:pStyle w:val="libFootnote0"/>
        <w:rPr>
          <w:rtl/>
          <w:lang w:bidi="fa-IR"/>
        </w:rPr>
      </w:pPr>
      <w:r w:rsidRPr="00E76C19">
        <w:rPr>
          <w:rtl/>
          <w:lang w:bidi="fa-IR"/>
        </w:rPr>
        <w:t>٥٨- حديث ١٠٣، ج ١، ص ٥٠.</w:t>
      </w:r>
    </w:p>
    <w:p w:rsidR="00E76C19" w:rsidRPr="00E76C19" w:rsidRDefault="00E76C19" w:rsidP="00912E5A">
      <w:pPr>
        <w:pStyle w:val="libFootnote0"/>
        <w:rPr>
          <w:rtl/>
          <w:lang w:bidi="fa-IR"/>
        </w:rPr>
      </w:pPr>
      <w:r w:rsidRPr="00E76C19">
        <w:rPr>
          <w:rtl/>
          <w:lang w:bidi="fa-IR"/>
        </w:rPr>
        <w:t>٥٩- حديث ١٠٤، ج ١، ص ٥٠.</w:t>
      </w:r>
    </w:p>
    <w:p w:rsidR="00E76C19" w:rsidRPr="00E76C19" w:rsidRDefault="00E76C19" w:rsidP="00912E5A">
      <w:pPr>
        <w:pStyle w:val="libFootnote0"/>
        <w:rPr>
          <w:rtl/>
          <w:lang w:bidi="fa-IR"/>
        </w:rPr>
      </w:pPr>
      <w:r w:rsidRPr="00E76C19">
        <w:rPr>
          <w:rtl/>
          <w:lang w:bidi="fa-IR"/>
        </w:rPr>
        <w:t>٦٠- حديث ١١٢، ج ١، ص ٥٣.</w:t>
      </w:r>
    </w:p>
    <w:p w:rsidR="00E76C19" w:rsidRPr="00E76C19" w:rsidRDefault="00E76C19" w:rsidP="00912E5A">
      <w:pPr>
        <w:pStyle w:val="libFootnote0"/>
        <w:rPr>
          <w:rtl/>
          <w:lang w:bidi="fa-IR"/>
        </w:rPr>
      </w:pPr>
      <w:r w:rsidRPr="00E76C19">
        <w:rPr>
          <w:rtl/>
          <w:lang w:bidi="fa-IR"/>
        </w:rPr>
        <w:t>٦١- حديث ١١٨، ج ١، ص ٥٤.</w:t>
      </w:r>
    </w:p>
    <w:p w:rsidR="00E76C19" w:rsidRPr="00E76C19" w:rsidRDefault="00E76C19" w:rsidP="00912E5A">
      <w:pPr>
        <w:pStyle w:val="libFootnote0"/>
        <w:rPr>
          <w:rtl/>
          <w:lang w:bidi="fa-IR"/>
        </w:rPr>
      </w:pPr>
      <w:r w:rsidRPr="00E76C19">
        <w:rPr>
          <w:rtl/>
          <w:lang w:bidi="fa-IR"/>
        </w:rPr>
        <w:t>٦٢- حديث ١٢٣، ج ١، ص ٥٥.</w:t>
      </w:r>
    </w:p>
    <w:p w:rsidR="00E76C19" w:rsidRPr="00E76C19" w:rsidRDefault="00E76C19" w:rsidP="00912E5A">
      <w:pPr>
        <w:pStyle w:val="libFootnote0"/>
        <w:rPr>
          <w:rtl/>
          <w:lang w:bidi="fa-IR"/>
        </w:rPr>
      </w:pPr>
      <w:r w:rsidRPr="00E76C19">
        <w:rPr>
          <w:rtl/>
          <w:lang w:bidi="fa-IR"/>
        </w:rPr>
        <w:t>٦٣- حديث ١٢٦، ج ١، ص ٥٥.</w:t>
      </w:r>
    </w:p>
    <w:p w:rsidR="00E76C19" w:rsidRPr="00E76C19" w:rsidRDefault="00E76C19" w:rsidP="00912E5A">
      <w:pPr>
        <w:pStyle w:val="libFootnote0"/>
        <w:rPr>
          <w:rtl/>
          <w:lang w:bidi="fa-IR"/>
        </w:rPr>
      </w:pPr>
      <w:r w:rsidRPr="00E76C19">
        <w:rPr>
          <w:rtl/>
          <w:lang w:bidi="fa-IR"/>
        </w:rPr>
        <w:t>٦٤- حديث ١٣٠، ج ١، ص ٥٨.</w:t>
      </w:r>
    </w:p>
    <w:p w:rsidR="00E76C19" w:rsidRPr="00E76C19" w:rsidRDefault="00E76C19" w:rsidP="00912E5A">
      <w:pPr>
        <w:pStyle w:val="libFootnote0"/>
        <w:rPr>
          <w:rtl/>
          <w:lang w:bidi="fa-IR"/>
        </w:rPr>
      </w:pPr>
      <w:r w:rsidRPr="00E76C19">
        <w:rPr>
          <w:rtl/>
          <w:lang w:bidi="fa-IR"/>
        </w:rPr>
        <w:t>٦٥- حديث ٣٤٧، ج ١، ص ١٣٢.</w:t>
      </w:r>
    </w:p>
    <w:p w:rsidR="00E76C19" w:rsidRPr="00E76C19" w:rsidRDefault="00E76C19" w:rsidP="00912E5A">
      <w:pPr>
        <w:pStyle w:val="libFootnote0"/>
        <w:rPr>
          <w:rtl/>
          <w:lang w:bidi="fa-IR"/>
        </w:rPr>
      </w:pPr>
      <w:r w:rsidRPr="00E76C19">
        <w:rPr>
          <w:rtl/>
          <w:lang w:bidi="fa-IR"/>
        </w:rPr>
        <w:t>٦٦- حديث ٣٥٢، ج ١، ص ١٣٣.</w:t>
      </w:r>
    </w:p>
    <w:p w:rsidR="00E76C19" w:rsidRPr="00E76C19" w:rsidRDefault="00E76C19" w:rsidP="00912E5A">
      <w:pPr>
        <w:pStyle w:val="libFootnote0"/>
        <w:rPr>
          <w:rtl/>
          <w:lang w:bidi="fa-IR"/>
        </w:rPr>
      </w:pPr>
      <w:r w:rsidRPr="00E76C19">
        <w:rPr>
          <w:rtl/>
          <w:lang w:bidi="fa-IR"/>
        </w:rPr>
        <w:t>٦٧- حديث ٣٧٠، ج ١، ص ١٣٧</w:t>
      </w:r>
    </w:p>
    <w:p w:rsidR="00E76C19" w:rsidRPr="00E76C19" w:rsidRDefault="00E76C19" w:rsidP="00912E5A">
      <w:pPr>
        <w:pStyle w:val="libFootnote0"/>
        <w:rPr>
          <w:rtl/>
          <w:lang w:bidi="fa-IR"/>
        </w:rPr>
      </w:pPr>
      <w:r w:rsidRPr="00E76C19">
        <w:rPr>
          <w:rtl/>
          <w:lang w:bidi="fa-IR"/>
        </w:rPr>
        <w:t>٦٨- حديث ٣٨٤، ج ١، ص ١٤٠.</w:t>
      </w:r>
    </w:p>
    <w:p w:rsidR="00E76C19" w:rsidRPr="00E76C19" w:rsidRDefault="00E76C19" w:rsidP="00912E5A">
      <w:pPr>
        <w:pStyle w:val="libFootnote0"/>
        <w:rPr>
          <w:rtl/>
          <w:lang w:bidi="fa-IR"/>
        </w:rPr>
      </w:pPr>
      <w:r w:rsidRPr="00E76C19">
        <w:rPr>
          <w:rtl/>
          <w:lang w:bidi="fa-IR"/>
        </w:rPr>
        <w:t xml:space="preserve">٦٩- علامه مجلسى اين حديث را در بحار الانوار، از كتاب ثواب الاعمال مرحوم شيخ صدوق نقل نموده است . و درباره چگونگى اين تاسى جستن به پيامبر اكرم </w:t>
      </w:r>
      <w:r w:rsidR="002768D7" w:rsidRPr="002768D7">
        <w:rPr>
          <w:rStyle w:val="libAlaemChar"/>
          <w:rtl/>
        </w:rPr>
        <w:t xml:space="preserve">صلى‌الله‌عليه‌وآله‌وسلم </w:t>
      </w:r>
      <w:r w:rsidRPr="00E76C19">
        <w:rPr>
          <w:rtl/>
          <w:lang w:bidi="fa-IR"/>
        </w:rPr>
        <w:t xml:space="preserve"> دو وجه بيان مى دارد:</w:t>
      </w:r>
    </w:p>
    <w:p w:rsidR="00E76C19" w:rsidRPr="00E76C19" w:rsidRDefault="00E76C19" w:rsidP="00912E5A">
      <w:pPr>
        <w:pStyle w:val="libFootnote0"/>
        <w:rPr>
          <w:rtl/>
          <w:lang w:bidi="fa-IR"/>
        </w:rPr>
      </w:pPr>
      <w:r w:rsidRPr="00E76C19">
        <w:rPr>
          <w:rFonts w:hint="eastAsia"/>
          <w:rtl/>
          <w:lang w:bidi="fa-IR"/>
        </w:rPr>
        <w:t>وجه</w:t>
      </w:r>
      <w:r w:rsidRPr="00E76C19">
        <w:rPr>
          <w:rtl/>
          <w:lang w:bidi="fa-IR"/>
        </w:rPr>
        <w:t xml:space="preserve"> اول : آنكه اگر بنابر آن بود كه بقاء در دنيا باشد؛ پيامبر اكرم </w:t>
      </w:r>
      <w:r w:rsidR="002768D7" w:rsidRPr="002768D7">
        <w:rPr>
          <w:rStyle w:val="libAlaemChar"/>
          <w:rtl/>
        </w:rPr>
        <w:t xml:space="preserve">صلى‌الله‌عليه‌وآله‌وسلم </w:t>
      </w:r>
      <w:r w:rsidRPr="00E76C19">
        <w:rPr>
          <w:rtl/>
          <w:lang w:bidi="fa-IR"/>
        </w:rPr>
        <w:t xml:space="preserve"> كه اشرف خلائق است ، از همه سزاوارتر بود، كه عمر جاودان داشته باشد. در حالى كه حضرتش در دنيا باقى نماند و از حيات ظاهرى دنيا رخت بربست .</w:t>
      </w:r>
    </w:p>
    <w:p w:rsidR="00E76C19" w:rsidRPr="00E76C19" w:rsidRDefault="00E76C19" w:rsidP="00912E5A">
      <w:pPr>
        <w:pStyle w:val="libFootnote0"/>
        <w:rPr>
          <w:rtl/>
          <w:lang w:bidi="fa-IR"/>
        </w:rPr>
      </w:pPr>
      <w:r w:rsidRPr="00E76C19">
        <w:rPr>
          <w:rFonts w:hint="eastAsia"/>
          <w:rtl/>
          <w:lang w:bidi="fa-IR"/>
        </w:rPr>
        <w:t>گوييا</w:t>
      </w:r>
      <w:r w:rsidRPr="00E76C19">
        <w:rPr>
          <w:rtl/>
          <w:lang w:bidi="fa-IR"/>
        </w:rPr>
        <w:t xml:space="preserve"> امام صادق </w:t>
      </w:r>
      <w:r w:rsidR="004A085F" w:rsidRPr="004A085F">
        <w:rPr>
          <w:rStyle w:val="libAlaemChar"/>
          <w:rtl/>
          <w:lang w:bidi="fa-IR"/>
        </w:rPr>
        <w:t xml:space="preserve">عليه‌السلام </w:t>
      </w:r>
      <w:r w:rsidRPr="00E76C19">
        <w:rPr>
          <w:rtl/>
          <w:lang w:bidi="fa-IR"/>
        </w:rPr>
        <w:t>به آن شخص مى فرمايد:</w:t>
      </w:r>
    </w:p>
    <w:p w:rsidR="00E76C19" w:rsidRPr="00E76C19" w:rsidRDefault="00E76C19" w:rsidP="00912E5A">
      <w:pPr>
        <w:pStyle w:val="libFootnote0"/>
        <w:rPr>
          <w:rtl/>
          <w:lang w:bidi="fa-IR"/>
        </w:rPr>
      </w:pPr>
      <w:r w:rsidRPr="00E76C19">
        <w:rPr>
          <w:rFonts w:hint="eastAsia"/>
          <w:rtl/>
          <w:lang w:bidi="fa-IR"/>
        </w:rPr>
        <w:lastRenderedPageBreak/>
        <w:t>چگونه</w:t>
      </w:r>
      <w:r w:rsidRPr="00E76C19">
        <w:rPr>
          <w:rtl/>
          <w:lang w:bidi="fa-IR"/>
        </w:rPr>
        <w:t xml:space="preserve"> در حالى كه به مرگ يقين دارى ، طمع در عمر جاودان مى نمايى ؟! پس سزاوار است كه تو نيز خود را اصلاح كرده و بر مرگ عزيزت ناراحت نباشى و بى تابى نكنى .</w:t>
      </w:r>
    </w:p>
    <w:p w:rsidR="00E76C19" w:rsidRPr="00E76C19" w:rsidRDefault="00E76C19" w:rsidP="00912E5A">
      <w:pPr>
        <w:pStyle w:val="libFootnote0"/>
        <w:rPr>
          <w:rtl/>
          <w:lang w:bidi="fa-IR"/>
        </w:rPr>
      </w:pPr>
      <w:r w:rsidRPr="00E76C19">
        <w:rPr>
          <w:rFonts w:hint="eastAsia"/>
          <w:rtl/>
          <w:lang w:bidi="fa-IR"/>
        </w:rPr>
        <w:t>وجه</w:t>
      </w:r>
      <w:r w:rsidRPr="00E76C19">
        <w:rPr>
          <w:rtl/>
          <w:lang w:bidi="fa-IR"/>
        </w:rPr>
        <w:t xml:space="preserve"> دوم : آنكه گوييا امام صادق </w:t>
      </w:r>
      <w:r w:rsidR="004A085F" w:rsidRPr="004A085F">
        <w:rPr>
          <w:rStyle w:val="libAlaemChar"/>
          <w:rtl/>
          <w:lang w:bidi="fa-IR"/>
        </w:rPr>
        <w:t xml:space="preserve">عليه‌السلام </w:t>
      </w:r>
      <w:r w:rsidRPr="00E76C19">
        <w:rPr>
          <w:rtl/>
          <w:lang w:bidi="fa-IR"/>
        </w:rPr>
        <w:t>به آن شخص مى فرمايد:</w:t>
      </w:r>
    </w:p>
    <w:p w:rsidR="00E76C19" w:rsidRPr="00E76C19" w:rsidRDefault="00E76C19" w:rsidP="00912E5A">
      <w:pPr>
        <w:pStyle w:val="libFootnote0"/>
        <w:rPr>
          <w:rtl/>
          <w:lang w:bidi="fa-IR"/>
        </w:rPr>
      </w:pPr>
      <w:r w:rsidRPr="00E76C19">
        <w:rPr>
          <w:rFonts w:hint="eastAsia"/>
          <w:rtl/>
          <w:lang w:bidi="fa-IR"/>
        </w:rPr>
        <w:t>به</w:t>
      </w:r>
      <w:r w:rsidRPr="00E76C19">
        <w:rPr>
          <w:rtl/>
          <w:lang w:bidi="fa-IR"/>
        </w:rPr>
        <w:t xml:space="preserve"> بزرگترين مصيبتى كه بر انسانها وارد شده يعنى فقدان رسول خدا بنگر، تا مصيبتهاى ديگر برايت سهل و آسان گردد.</w:t>
      </w:r>
    </w:p>
    <w:p w:rsidR="00E76C19" w:rsidRPr="00E76C19" w:rsidRDefault="00E76C19" w:rsidP="00912E5A">
      <w:pPr>
        <w:pStyle w:val="libFootnote0"/>
        <w:rPr>
          <w:rtl/>
          <w:lang w:bidi="fa-IR"/>
        </w:rPr>
      </w:pPr>
      <w:r w:rsidRPr="00E76C19">
        <w:rPr>
          <w:rFonts w:hint="eastAsia"/>
          <w:rtl/>
          <w:lang w:bidi="fa-IR"/>
        </w:rPr>
        <w:t>بحار</w:t>
      </w:r>
      <w:r w:rsidRPr="00E76C19">
        <w:rPr>
          <w:rtl/>
          <w:lang w:bidi="fa-IR"/>
        </w:rPr>
        <w:t xml:space="preserve"> الانوار ٨٢ / ٨٠ روايت ١٧</w:t>
      </w:r>
    </w:p>
    <w:p w:rsidR="00E76C19" w:rsidRPr="00E76C19" w:rsidRDefault="00E76C19" w:rsidP="00912E5A">
      <w:pPr>
        <w:pStyle w:val="libFootnote0"/>
        <w:rPr>
          <w:rtl/>
          <w:lang w:bidi="fa-IR"/>
        </w:rPr>
      </w:pPr>
      <w:r w:rsidRPr="00E76C19">
        <w:rPr>
          <w:rtl/>
          <w:lang w:bidi="fa-IR"/>
        </w:rPr>
        <w:t>٧٠- حديث ٥٠٨، ج ١، ص ١٧٤.</w:t>
      </w:r>
    </w:p>
    <w:p w:rsidR="00E76C19" w:rsidRPr="00E76C19" w:rsidRDefault="00E76C19" w:rsidP="00912E5A">
      <w:pPr>
        <w:pStyle w:val="libFootnote0"/>
        <w:rPr>
          <w:rtl/>
          <w:lang w:bidi="fa-IR"/>
        </w:rPr>
      </w:pPr>
      <w:r w:rsidRPr="00E76C19">
        <w:rPr>
          <w:rtl/>
          <w:lang w:bidi="fa-IR"/>
        </w:rPr>
        <w:t>٧١- حديث ٥٤٩، ج ١، ص ١٨٢.</w:t>
      </w:r>
    </w:p>
    <w:p w:rsidR="00E76C19" w:rsidRPr="00E76C19" w:rsidRDefault="00E76C19" w:rsidP="00912E5A">
      <w:pPr>
        <w:pStyle w:val="libFootnote0"/>
        <w:rPr>
          <w:rtl/>
          <w:lang w:bidi="fa-IR"/>
        </w:rPr>
      </w:pPr>
      <w:r w:rsidRPr="00E76C19">
        <w:rPr>
          <w:rtl/>
          <w:lang w:bidi="fa-IR"/>
        </w:rPr>
        <w:t>٧٢- حديث ٥٥٥، ج ١، ص ١٨٥</w:t>
      </w:r>
    </w:p>
    <w:p w:rsidR="00E76C19" w:rsidRPr="00E76C19" w:rsidRDefault="00E76C19" w:rsidP="00912E5A">
      <w:pPr>
        <w:pStyle w:val="libFootnote0"/>
        <w:rPr>
          <w:rtl/>
          <w:lang w:bidi="fa-IR"/>
        </w:rPr>
      </w:pPr>
      <w:r w:rsidRPr="00E76C19">
        <w:rPr>
          <w:rtl/>
          <w:lang w:bidi="fa-IR"/>
        </w:rPr>
        <w:t>٧٣- حديث ٥٥٨، ج ١، ص ١٨٥.</w:t>
      </w:r>
    </w:p>
    <w:p w:rsidR="00E76C19" w:rsidRPr="00E76C19" w:rsidRDefault="00E76C19" w:rsidP="00912E5A">
      <w:pPr>
        <w:pStyle w:val="libFootnote0"/>
        <w:rPr>
          <w:rtl/>
          <w:lang w:bidi="fa-IR"/>
        </w:rPr>
      </w:pPr>
      <w:r w:rsidRPr="00E76C19">
        <w:rPr>
          <w:rtl/>
          <w:lang w:bidi="fa-IR"/>
        </w:rPr>
        <w:t>٧٤- حديث ٥٥٩، ج ١، ص ١٨٦.</w:t>
      </w:r>
    </w:p>
    <w:p w:rsidR="00E76C19" w:rsidRPr="00E76C19" w:rsidRDefault="00E76C19" w:rsidP="00912E5A">
      <w:pPr>
        <w:pStyle w:val="libFootnote0"/>
        <w:rPr>
          <w:rtl/>
          <w:lang w:bidi="fa-IR"/>
        </w:rPr>
      </w:pPr>
      <w:r w:rsidRPr="00E76C19">
        <w:rPr>
          <w:rtl/>
          <w:lang w:bidi="fa-IR"/>
        </w:rPr>
        <w:t>٧٥- حديث ٥٦٥، ج ١، ص ١٨٧.</w:t>
      </w:r>
    </w:p>
    <w:p w:rsidR="00E76C19" w:rsidRPr="00E76C19" w:rsidRDefault="00E76C19" w:rsidP="00912E5A">
      <w:pPr>
        <w:pStyle w:val="libFootnote0"/>
        <w:rPr>
          <w:rtl/>
          <w:lang w:bidi="fa-IR"/>
        </w:rPr>
      </w:pPr>
      <w:r w:rsidRPr="00E76C19">
        <w:rPr>
          <w:rtl/>
          <w:lang w:bidi="fa-IR"/>
        </w:rPr>
        <w:t>٧٦- حديث ٥٧٣، ج ١، ص ١٨٨.</w:t>
      </w:r>
    </w:p>
    <w:p w:rsidR="00E76C19" w:rsidRPr="00E76C19" w:rsidRDefault="00E76C19" w:rsidP="00912E5A">
      <w:pPr>
        <w:pStyle w:val="libFootnote0"/>
        <w:rPr>
          <w:rtl/>
          <w:lang w:bidi="fa-IR"/>
        </w:rPr>
      </w:pPr>
      <w:r w:rsidRPr="00E76C19">
        <w:rPr>
          <w:rtl/>
          <w:lang w:bidi="fa-IR"/>
        </w:rPr>
        <w:t>٧٧- طبق وصيت حضرت زهرا سلام الله عليها، به خاطر اينكه حجم بدن حضرتش براى نا محرمان مشخص نشود، وصيت فرمودند كه تابوتى براى ايشان مهيا كنند.</w:t>
      </w:r>
    </w:p>
    <w:p w:rsidR="00E76C19" w:rsidRPr="00E76C19" w:rsidRDefault="00E76C19" w:rsidP="00912E5A">
      <w:pPr>
        <w:pStyle w:val="libFootnote0"/>
        <w:rPr>
          <w:rtl/>
          <w:lang w:bidi="fa-IR"/>
        </w:rPr>
      </w:pPr>
      <w:r w:rsidRPr="00E76C19">
        <w:rPr>
          <w:rtl/>
          <w:lang w:bidi="fa-IR"/>
        </w:rPr>
        <w:t>٧٨- حديث ٥٩٧، ج ١، ص ١٩٤.</w:t>
      </w:r>
    </w:p>
    <w:p w:rsidR="00E76C19" w:rsidRPr="00E76C19" w:rsidRDefault="00E76C19" w:rsidP="00912E5A">
      <w:pPr>
        <w:pStyle w:val="libFootnote0"/>
        <w:rPr>
          <w:rtl/>
          <w:lang w:bidi="fa-IR"/>
        </w:rPr>
      </w:pPr>
      <w:r w:rsidRPr="00E76C19">
        <w:rPr>
          <w:rtl/>
          <w:lang w:bidi="fa-IR"/>
        </w:rPr>
        <w:t>٧٩- حديث ٦١٨، ج ١، ص ٢٠٦.</w:t>
      </w:r>
    </w:p>
    <w:p w:rsidR="00E76C19" w:rsidRPr="00E76C19" w:rsidRDefault="00E76C19" w:rsidP="00912E5A">
      <w:pPr>
        <w:pStyle w:val="libFootnote0"/>
        <w:rPr>
          <w:rtl/>
          <w:lang w:bidi="fa-IR"/>
        </w:rPr>
      </w:pPr>
      <w:r w:rsidRPr="00E76C19">
        <w:rPr>
          <w:rtl/>
          <w:lang w:bidi="fa-IR"/>
        </w:rPr>
        <w:t>٨٠- حديث ٦٢٥، ج ١، ص ٢٠٨.</w:t>
      </w:r>
    </w:p>
    <w:p w:rsidR="00E76C19" w:rsidRPr="00E76C19" w:rsidRDefault="00E76C19" w:rsidP="00912E5A">
      <w:pPr>
        <w:pStyle w:val="libFootnote0"/>
        <w:rPr>
          <w:rtl/>
          <w:lang w:bidi="fa-IR"/>
        </w:rPr>
      </w:pPr>
      <w:r w:rsidRPr="00E76C19">
        <w:rPr>
          <w:rtl/>
          <w:lang w:bidi="fa-IR"/>
        </w:rPr>
        <w:t>٨١- حديث ٦٣٣، ج ١، ص ٢٠٩.</w:t>
      </w:r>
    </w:p>
    <w:p w:rsidR="00E76C19" w:rsidRPr="00E76C19" w:rsidRDefault="00E76C19" w:rsidP="00912E5A">
      <w:pPr>
        <w:pStyle w:val="libFootnote0"/>
        <w:rPr>
          <w:rtl/>
          <w:lang w:bidi="fa-IR"/>
        </w:rPr>
      </w:pPr>
      <w:r w:rsidRPr="00E76C19">
        <w:rPr>
          <w:rtl/>
          <w:lang w:bidi="fa-IR"/>
        </w:rPr>
        <w:t>٨٢- حديث ٦١٣، ج ١ ، ص ٢٠٥.</w:t>
      </w:r>
    </w:p>
    <w:p w:rsidR="00E76C19" w:rsidRPr="00E76C19" w:rsidRDefault="00E76C19" w:rsidP="00912E5A">
      <w:pPr>
        <w:pStyle w:val="libFootnote0"/>
        <w:rPr>
          <w:rtl/>
          <w:lang w:bidi="fa-IR"/>
        </w:rPr>
      </w:pPr>
      <w:r w:rsidRPr="00E76C19">
        <w:rPr>
          <w:rtl/>
          <w:lang w:bidi="fa-IR"/>
        </w:rPr>
        <w:t>٨٣- قسمتى از حديث ٦٣٨، ج ١، ص ٢١٠.</w:t>
      </w:r>
    </w:p>
    <w:p w:rsidR="00E76C19" w:rsidRPr="00E76C19" w:rsidRDefault="00E76C19" w:rsidP="00912E5A">
      <w:pPr>
        <w:pStyle w:val="libFootnote0"/>
        <w:rPr>
          <w:rtl/>
          <w:lang w:bidi="fa-IR"/>
        </w:rPr>
      </w:pPr>
      <w:r w:rsidRPr="00E76C19">
        <w:rPr>
          <w:rtl/>
          <w:lang w:bidi="fa-IR"/>
        </w:rPr>
        <w:t>٨٤- حديث ٦٤٠، ج ١، ص ٢١١.</w:t>
      </w:r>
    </w:p>
    <w:p w:rsidR="00E76C19" w:rsidRPr="00E76C19" w:rsidRDefault="00E76C19" w:rsidP="00912E5A">
      <w:pPr>
        <w:pStyle w:val="libFootnote0"/>
        <w:rPr>
          <w:rtl/>
          <w:lang w:bidi="fa-IR"/>
        </w:rPr>
      </w:pPr>
      <w:r w:rsidRPr="00E76C19">
        <w:rPr>
          <w:rtl/>
          <w:lang w:bidi="fa-IR"/>
        </w:rPr>
        <w:t>٨٥- حديث ٦٩٨، ج ١ ص ٢٣٢.</w:t>
      </w:r>
    </w:p>
    <w:p w:rsidR="00E76C19" w:rsidRPr="00E76C19" w:rsidRDefault="00E76C19" w:rsidP="00912E5A">
      <w:pPr>
        <w:pStyle w:val="libFootnote0"/>
        <w:rPr>
          <w:rtl/>
          <w:lang w:bidi="fa-IR"/>
        </w:rPr>
      </w:pPr>
      <w:r w:rsidRPr="00E76C19">
        <w:rPr>
          <w:rtl/>
          <w:lang w:bidi="fa-IR"/>
        </w:rPr>
        <w:t>٨٦- حديث ٧٨١ ج ١، ص ٢٥٥.</w:t>
      </w:r>
    </w:p>
    <w:p w:rsidR="00E76C19" w:rsidRPr="00E76C19" w:rsidRDefault="00E76C19" w:rsidP="00912E5A">
      <w:pPr>
        <w:pStyle w:val="libFootnote0"/>
        <w:rPr>
          <w:rtl/>
          <w:lang w:bidi="fa-IR"/>
        </w:rPr>
      </w:pPr>
      <w:r w:rsidRPr="00E76C19">
        <w:rPr>
          <w:rtl/>
          <w:lang w:bidi="fa-IR"/>
        </w:rPr>
        <w:t>٨٧- حديث ٨٦١، ج ١، ص ٢٨٠.</w:t>
      </w:r>
    </w:p>
    <w:p w:rsidR="00E76C19" w:rsidRPr="00E76C19" w:rsidRDefault="00E76C19" w:rsidP="00912E5A">
      <w:pPr>
        <w:pStyle w:val="libFootnote0"/>
        <w:rPr>
          <w:rtl/>
          <w:lang w:bidi="fa-IR"/>
        </w:rPr>
      </w:pPr>
      <w:r w:rsidRPr="00E76C19">
        <w:rPr>
          <w:rtl/>
          <w:lang w:bidi="fa-IR"/>
        </w:rPr>
        <w:t>٨٨- منظور از حفظ كردن ، فقط الفاظ را در حافظه نگهدارى كردن نيست . بلكه مقصود از حفظ كردن در اينجا، نگهدارى معناى كلام با تمام وجود است .</w:t>
      </w:r>
    </w:p>
    <w:p w:rsidR="00E76C19" w:rsidRPr="00E76C19" w:rsidRDefault="00E76C19" w:rsidP="00912E5A">
      <w:pPr>
        <w:pStyle w:val="libFootnote0"/>
        <w:rPr>
          <w:rtl/>
          <w:lang w:bidi="fa-IR"/>
        </w:rPr>
      </w:pPr>
      <w:r w:rsidRPr="00E76C19">
        <w:rPr>
          <w:rtl/>
          <w:lang w:bidi="fa-IR"/>
        </w:rPr>
        <w:t>٨٩- حديث ٨٦٥، ج ١، ص ٢٨٢.</w:t>
      </w:r>
    </w:p>
    <w:p w:rsidR="00E76C19" w:rsidRPr="00E76C19" w:rsidRDefault="00E76C19" w:rsidP="00912E5A">
      <w:pPr>
        <w:pStyle w:val="libFootnote0"/>
        <w:rPr>
          <w:rtl/>
          <w:lang w:bidi="fa-IR"/>
        </w:rPr>
      </w:pPr>
      <w:r w:rsidRPr="00E76C19">
        <w:rPr>
          <w:rtl/>
          <w:lang w:bidi="fa-IR"/>
        </w:rPr>
        <w:lastRenderedPageBreak/>
        <w:t>٩٠- حديث ٨٧٢، ج ١، ص ٢٨٣.</w:t>
      </w:r>
    </w:p>
    <w:p w:rsidR="00E76C19" w:rsidRPr="00E76C19" w:rsidRDefault="00E76C19" w:rsidP="00912E5A">
      <w:pPr>
        <w:pStyle w:val="libFootnote0"/>
        <w:rPr>
          <w:rtl/>
          <w:lang w:bidi="fa-IR"/>
        </w:rPr>
      </w:pPr>
      <w:r w:rsidRPr="00E76C19">
        <w:rPr>
          <w:rtl/>
          <w:lang w:bidi="fa-IR"/>
        </w:rPr>
        <w:t>٩١- حديث ٨٧٧، ج ١، ص ٢٨٥.</w:t>
      </w:r>
    </w:p>
    <w:p w:rsidR="00E76C19" w:rsidRPr="00E76C19" w:rsidRDefault="00E76C19" w:rsidP="00912E5A">
      <w:pPr>
        <w:pStyle w:val="libFootnote0"/>
        <w:rPr>
          <w:rtl/>
          <w:lang w:bidi="fa-IR"/>
        </w:rPr>
      </w:pPr>
      <w:r w:rsidRPr="00E76C19">
        <w:rPr>
          <w:rtl/>
          <w:lang w:bidi="fa-IR"/>
        </w:rPr>
        <w:t>٩٢- قسمتى از حديث ٩٠٥، ج ١، ص ٢٩٢.</w:t>
      </w:r>
    </w:p>
    <w:p w:rsidR="00E76C19" w:rsidRPr="00E76C19" w:rsidRDefault="00E76C19" w:rsidP="00912E5A">
      <w:pPr>
        <w:pStyle w:val="libFootnote0"/>
        <w:rPr>
          <w:rtl/>
          <w:lang w:bidi="fa-IR"/>
        </w:rPr>
      </w:pPr>
      <w:r w:rsidRPr="00E76C19">
        <w:rPr>
          <w:rtl/>
          <w:lang w:bidi="fa-IR"/>
        </w:rPr>
        <w:t>٩٣- حديث ٩٠٧، ج ١ ص ٢٩٧.</w:t>
      </w:r>
    </w:p>
    <w:p w:rsidR="00E76C19" w:rsidRPr="00E76C19" w:rsidRDefault="00E76C19" w:rsidP="00912E5A">
      <w:pPr>
        <w:pStyle w:val="libFootnote0"/>
        <w:rPr>
          <w:rtl/>
          <w:lang w:bidi="fa-IR"/>
        </w:rPr>
      </w:pPr>
      <w:r w:rsidRPr="00E76C19">
        <w:rPr>
          <w:rtl/>
          <w:lang w:bidi="fa-IR"/>
        </w:rPr>
        <w:t>٩٤- قمستى از حديث ٩١٦، ج ١،ص ٣٠٢.</w:t>
      </w:r>
    </w:p>
    <w:p w:rsidR="00E76C19" w:rsidRPr="00E76C19" w:rsidRDefault="00E76C19" w:rsidP="00912E5A">
      <w:pPr>
        <w:pStyle w:val="libFootnote0"/>
        <w:rPr>
          <w:rtl/>
          <w:lang w:bidi="fa-IR"/>
        </w:rPr>
      </w:pPr>
      <w:r w:rsidRPr="00E76C19">
        <w:rPr>
          <w:rtl/>
          <w:lang w:bidi="fa-IR"/>
        </w:rPr>
        <w:t>٩٥- حديث ٩٣٠، ج ١، ص ٣١٤.</w:t>
      </w:r>
    </w:p>
    <w:p w:rsidR="00E76C19" w:rsidRPr="00E76C19" w:rsidRDefault="00E76C19" w:rsidP="00912E5A">
      <w:pPr>
        <w:pStyle w:val="libFootnote0"/>
        <w:rPr>
          <w:rtl/>
          <w:lang w:bidi="fa-IR"/>
        </w:rPr>
      </w:pPr>
      <w:r w:rsidRPr="00E76C19">
        <w:rPr>
          <w:rtl/>
          <w:lang w:bidi="fa-IR"/>
        </w:rPr>
        <w:t>٩٦- در روايات ديگر، دعاهاى ديگرى نيز براى قنوت ، ذكر شده است .</w:t>
      </w:r>
    </w:p>
    <w:p w:rsidR="00E76C19" w:rsidRPr="00E76C19" w:rsidRDefault="00E76C19" w:rsidP="00912E5A">
      <w:pPr>
        <w:pStyle w:val="libFootnote0"/>
        <w:rPr>
          <w:rtl/>
          <w:lang w:bidi="fa-IR"/>
        </w:rPr>
      </w:pPr>
      <w:r w:rsidRPr="00E76C19">
        <w:rPr>
          <w:rtl/>
          <w:lang w:bidi="fa-IR"/>
        </w:rPr>
        <w:t>٩٧- حديث ٩٣٣، ج ١، ص ٣١٦.</w:t>
      </w:r>
    </w:p>
    <w:p w:rsidR="00E76C19" w:rsidRPr="00E76C19" w:rsidRDefault="00E76C19" w:rsidP="00912E5A">
      <w:pPr>
        <w:pStyle w:val="libFootnote0"/>
        <w:rPr>
          <w:rtl/>
          <w:lang w:bidi="fa-IR"/>
        </w:rPr>
      </w:pPr>
      <w:r w:rsidRPr="00E76C19">
        <w:rPr>
          <w:rtl/>
          <w:lang w:bidi="fa-IR"/>
        </w:rPr>
        <w:t>٩٨- حديث ٩٤٢، ج ١ ص ٣١٨.</w:t>
      </w:r>
    </w:p>
    <w:p w:rsidR="00E76C19" w:rsidRPr="00E76C19" w:rsidRDefault="00E76C19" w:rsidP="00912E5A">
      <w:pPr>
        <w:pStyle w:val="libFootnote0"/>
        <w:rPr>
          <w:rtl/>
          <w:lang w:bidi="fa-IR"/>
        </w:rPr>
      </w:pPr>
      <w:r w:rsidRPr="00E76C19">
        <w:rPr>
          <w:rtl/>
          <w:lang w:bidi="fa-IR"/>
        </w:rPr>
        <w:t>٩٩- حديث ٩٤٦، ج ١، ص ٣٢٠.</w:t>
      </w:r>
    </w:p>
    <w:p w:rsidR="00E76C19" w:rsidRPr="00E76C19" w:rsidRDefault="00E76C19" w:rsidP="00912E5A">
      <w:pPr>
        <w:pStyle w:val="libFootnote0"/>
        <w:rPr>
          <w:rtl/>
          <w:lang w:bidi="fa-IR"/>
        </w:rPr>
      </w:pPr>
      <w:r w:rsidRPr="00E76C19">
        <w:rPr>
          <w:rtl/>
          <w:lang w:bidi="fa-IR"/>
        </w:rPr>
        <w:t>١٠٠- قسمتى از حديث ٩٤٧، ج ١ ، ص ٣٢٠.</w:t>
      </w:r>
    </w:p>
    <w:p w:rsidR="00E76C19" w:rsidRPr="00E76C19" w:rsidRDefault="00E76C19" w:rsidP="00912E5A">
      <w:pPr>
        <w:pStyle w:val="libFootnote0"/>
        <w:rPr>
          <w:rtl/>
          <w:lang w:bidi="fa-IR"/>
        </w:rPr>
      </w:pPr>
      <w:r w:rsidRPr="00E76C19">
        <w:rPr>
          <w:rtl/>
          <w:lang w:bidi="fa-IR"/>
        </w:rPr>
        <w:t>١٠١- شايد كنايه از اين باشد كه :</w:t>
      </w:r>
    </w:p>
    <w:p w:rsidR="00E76C19" w:rsidRPr="00E76C19" w:rsidRDefault="00E76C19" w:rsidP="00912E5A">
      <w:pPr>
        <w:pStyle w:val="libFootnote0"/>
        <w:rPr>
          <w:rtl/>
          <w:lang w:bidi="fa-IR"/>
        </w:rPr>
      </w:pPr>
      <w:r w:rsidRPr="00E76C19">
        <w:rPr>
          <w:rFonts w:hint="eastAsia"/>
          <w:rtl/>
          <w:lang w:bidi="fa-IR"/>
        </w:rPr>
        <w:t>ياد</w:t>
      </w:r>
      <w:r w:rsidRPr="00E76C19">
        <w:rPr>
          <w:rtl/>
          <w:lang w:bidi="fa-IR"/>
        </w:rPr>
        <w:t xml:space="preserve"> خدا، بى نيازى از مردم را در دل انسان استوار مى سازد. و توكل انسان را به خداى متعال ، بيشتر مى نمايد.</w:t>
      </w:r>
    </w:p>
    <w:p w:rsidR="00E76C19" w:rsidRPr="00E76C19" w:rsidRDefault="00E76C19" w:rsidP="00912E5A">
      <w:pPr>
        <w:pStyle w:val="libFootnote0"/>
        <w:rPr>
          <w:rtl/>
          <w:lang w:bidi="fa-IR"/>
        </w:rPr>
      </w:pPr>
      <w:r w:rsidRPr="00E76C19">
        <w:rPr>
          <w:rtl/>
          <w:lang w:bidi="fa-IR"/>
        </w:rPr>
        <w:t>١٠٢- در روايت ديگرى ، چنين آمده است :</w:t>
      </w:r>
    </w:p>
    <w:p w:rsidR="00E76C19" w:rsidRPr="00E76C19" w:rsidRDefault="00E76C19" w:rsidP="00912E5A">
      <w:pPr>
        <w:pStyle w:val="libFootnote0"/>
        <w:rPr>
          <w:rtl/>
          <w:lang w:bidi="fa-IR"/>
        </w:rPr>
      </w:pPr>
      <w:r w:rsidRPr="00E76C19">
        <w:rPr>
          <w:rFonts w:hint="eastAsia"/>
          <w:rtl/>
          <w:lang w:bidi="fa-IR"/>
        </w:rPr>
        <w:t>پس</w:t>
      </w:r>
      <w:r w:rsidRPr="00E76C19">
        <w:rPr>
          <w:rtl/>
          <w:lang w:bidi="fa-IR"/>
        </w:rPr>
        <w:t xml:space="preserve"> از دعا دستها را بر صورت و سينه خود بكش .</w:t>
      </w:r>
    </w:p>
    <w:p w:rsidR="00E76C19" w:rsidRPr="00E76C19" w:rsidRDefault="00E76C19" w:rsidP="00912E5A">
      <w:pPr>
        <w:pStyle w:val="libFootnote0"/>
        <w:rPr>
          <w:rtl/>
          <w:lang w:bidi="fa-IR"/>
        </w:rPr>
      </w:pPr>
      <w:r w:rsidRPr="00E76C19">
        <w:rPr>
          <w:rtl/>
          <w:lang w:bidi="fa-IR"/>
        </w:rPr>
        <w:t>١٠٣- حديث ٩٥٣، ج ١، ص ٣٢٥.</w:t>
      </w:r>
    </w:p>
    <w:p w:rsidR="00E76C19" w:rsidRPr="00E76C19" w:rsidRDefault="00E76C19" w:rsidP="00912E5A">
      <w:pPr>
        <w:pStyle w:val="libFootnote0"/>
        <w:rPr>
          <w:rtl/>
          <w:lang w:bidi="fa-IR"/>
        </w:rPr>
      </w:pPr>
      <w:r w:rsidRPr="00E76C19">
        <w:rPr>
          <w:rtl/>
          <w:lang w:bidi="fa-IR"/>
        </w:rPr>
        <w:t>١٠٤- حديث ١٠٣٦، ج ١، ص ٣٦١.</w:t>
      </w:r>
    </w:p>
    <w:p w:rsidR="00E76C19" w:rsidRPr="00E76C19" w:rsidRDefault="00E76C19" w:rsidP="00912E5A">
      <w:pPr>
        <w:pStyle w:val="libFootnote0"/>
        <w:rPr>
          <w:rtl/>
          <w:lang w:bidi="fa-IR"/>
        </w:rPr>
      </w:pPr>
      <w:r w:rsidRPr="00E76C19">
        <w:rPr>
          <w:rtl/>
          <w:lang w:bidi="fa-IR"/>
        </w:rPr>
        <w:t>١٠٥- يعنى در هنگام اشاره كردن ركوع ، سر را كمتر از اشاره سجود خم كند.</w:t>
      </w:r>
    </w:p>
    <w:p w:rsidR="00E76C19" w:rsidRPr="00E76C19" w:rsidRDefault="00E76C19" w:rsidP="00912E5A">
      <w:pPr>
        <w:pStyle w:val="libFootnote0"/>
        <w:rPr>
          <w:rtl/>
          <w:lang w:bidi="fa-IR"/>
        </w:rPr>
      </w:pPr>
      <w:r w:rsidRPr="00E76C19">
        <w:rPr>
          <w:rtl/>
          <w:lang w:bidi="fa-IR"/>
        </w:rPr>
        <w:t>١٠٦- حديث ١٠٣٨، ج ١، ص ٣٦٢.</w:t>
      </w:r>
    </w:p>
    <w:p w:rsidR="00E76C19" w:rsidRPr="00E76C19" w:rsidRDefault="00E76C19" w:rsidP="00912E5A">
      <w:pPr>
        <w:pStyle w:val="libFootnote0"/>
        <w:rPr>
          <w:rtl/>
          <w:lang w:bidi="fa-IR"/>
        </w:rPr>
      </w:pPr>
      <w:r w:rsidRPr="00E76C19">
        <w:rPr>
          <w:rtl/>
          <w:lang w:bidi="fa-IR"/>
        </w:rPr>
        <w:t>١٠٧- حديث ١٠٩٧، ج ١، ص ٣٧٦.</w:t>
      </w:r>
    </w:p>
    <w:p w:rsidR="00E76C19" w:rsidRPr="00E76C19" w:rsidRDefault="00E76C19" w:rsidP="00912E5A">
      <w:pPr>
        <w:pStyle w:val="libFootnote0"/>
        <w:rPr>
          <w:rtl/>
          <w:lang w:bidi="fa-IR"/>
        </w:rPr>
      </w:pPr>
      <w:r w:rsidRPr="00E76C19">
        <w:rPr>
          <w:rtl/>
          <w:lang w:bidi="fa-IR"/>
        </w:rPr>
        <w:t>١٠٨- حديث ١١٥٤، ج ١، ص ٣٩٠.</w:t>
      </w:r>
    </w:p>
    <w:p w:rsidR="00E76C19" w:rsidRPr="00E76C19" w:rsidRDefault="00E76C19" w:rsidP="00912E5A">
      <w:pPr>
        <w:pStyle w:val="libFootnote0"/>
        <w:rPr>
          <w:rtl/>
          <w:lang w:bidi="fa-IR"/>
        </w:rPr>
      </w:pPr>
      <w:r w:rsidRPr="00E76C19">
        <w:rPr>
          <w:rtl/>
          <w:lang w:bidi="fa-IR"/>
        </w:rPr>
        <w:t xml:space="preserve">١٠٩- جنگهايى را كه پيامبر اكرم </w:t>
      </w:r>
      <w:r w:rsidR="002768D7" w:rsidRPr="002768D7">
        <w:rPr>
          <w:rStyle w:val="libAlaemChar"/>
          <w:rtl/>
        </w:rPr>
        <w:t xml:space="preserve">صلى‌الله‌عليه‌وآله‌وسلم </w:t>
      </w:r>
      <w:r w:rsidRPr="00E76C19">
        <w:rPr>
          <w:rtl/>
          <w:lang w:bidi="fa-IR"/>
        </w:rPr>
        <w:t xml:space="preserve"> ، در آن شركت مى كردند غزوه مى گويند. غزوه ذات الرقاع ، يكى از غزوات معروف سال چهارم يا پنجم هجرى است كه در غطفان از سرزمين نجد به وقوع پيوست .</w:t>
      </w:r>
    </w:p>
    <w:p w:rsidR="00E76C19" w:rsidRPr="00E76C19" w:rsidRDefault="00E76C19" w:rsidP="00912E5A">
      <w:pPr>
        <w:pStyle w:val="libFootnote0"/>
        <w:rPr>
          <w:rtl/>
          <w:lang w:bidi="fa-IR"/>
        </w:rPr>
      </w:pPr>
      <w:r w:rsidRPr="00E76C19">
        <w:rPr>
          <w:rtl/>
          <w:lang w:bidi="fa-IR"/>
        </w:rPr>
        <w:t>١١٠- اين حديث و امثال آن اهميت نماز را نشان مى دهد تا آنجا كه حتى در ميدان جنگ بايد نماز اقامه گردد. البته با شرايط و كيفيت خاص خود كه آن نماز را نماز خوف مى نامند.</w:t>
      </w:r>
    </w:p>
    <w:p w:rsidR="00E76C19" w:rsidRPr="00E76C19" w:rsidRDefault="00E76C19" w:rsidP="00912E5A">
      <w:pPr>
        <w:pStyle w:val="libFootnote0"/>
        <w:rPr>
          <w:rtl/>
          <w:lang w:bidi="fa-IR"/>
        </w:rPr>
      </w:pPr>
      <w:r w:rsidRPr="00E76C19">
        <w:rPr>
          <w:rtl/>
          <w:lang w:bidi="fa-IR"/>
        </w:rPr>
        <w:t>١١١- حديث ١٣٣٤، ج ١، ص ٤٦٠.</w:t>
      </w:r>
    </w:p>
    <w:p w:rsidR="00E76C19" w:rsidRPr="00E76C19" w:rsidRDefault="00E76C19" w:rsidP="00912E5A">
      <w:pPr>
        <w:pStyle w:val="libFootnote0"/>
        <w:rPr>
          <w:rtl/>
          <w:lang w:bidi="fa-IR"/>
        </w:rPr>
      </w:pPr>
      <w:r w:rsidRPr="00E76C19">
        <w:rPr>
          <w:rtl/>
          <w:lang w:bidi="fa-IR"/>
        </w:rPr>
        <w:lastRenderedPageBreak/>
        <w:t>١١٢- حديث ١٣٦٥، ج ١، ص ٤٧٣.</w:t>
      </w:r>
    </w:p>
    <w:p w:rsidR="00E76C19" w:rsidRPr="00E76C19" w:rsidRDefault="00E76C19" w:rsidP="00912E5A">
      <w:pPr>
        <w:pStyle w:val="libFootnote0"/>
        <w:rPr>
          <w:rtl/>
          <w:lang w:bidi="fa-IR"/>
        </w:rPr>
      </w:pPr>
      <w:r w:rsidRPr="00E76C19">
        <w:rPr>
          <w:rtl/>
          <w:lang w:bidi="fa-IR"/>
        </w:rPr>
        <w:t>١١٣- حديث ١٣٧١، ج ١، ص ٤٧٢.</w:t>
      </w:r>
    </w:p>
    <w:p w:rsidR="00E76C19" w:rsidRPr="00E76C19" w:rsidRDefault="00E76C19" w:rsidP="00912E5A">
      <w:pPr>
        <w:pStyle w:val="libFootnote0"/>
        <w:rPr>
          <w:rtl/>
          <w:lang w:bidi="fa-IR"/>
        </w:rPr>
      </w:pPr>
      <w:r w:rsidRPr="00E76C19">
        <w:rPr>
          <w:rtl/>
          <w:lang w:bidi="fa-IR"/>
        </w:rPr>
        <w:t>١١٤- حديث ١٣٧٨، ج ١، ص ٤٧٧.</w:t>
      </w:r>
    </w:p>
    <w:p w:rsidR="00E76C19" w:rsidRPr="00E76C19" w:rsidRDefault="00E76C19" w:rsidP="00912E5A">
      <w:pPr>
        <w:pStyle w:val="libFootnote0"/>
        <w:rPr>
          <w:rtl/>
          <w:lang w:bidi="fa-IR"/>
        </w:rPr>
      </w:pPr>
      <w:r w:rsidRPr="00E76C19">
        <w:rPr>
          <w:rtl/>
          <w:lang w:bidi="fa-IR"/>
        </w:rPr>
        <w:t>١١٥- حديث ١٤٧٩، ج ١، ص ٥١١.</w:t>
      </w:r>
    </w:p>
    <w:p w:rsidR="00E76C19" w:rsidRPr="00E76C19" w:rsidRDefault="00E76C19" w:rsidP="00912E5A">
      <w:pPr>
        <w:pStyle w:val="libFootnote0"/>
        <w:rPr>
          <w:rtl/>
          <w:lang w:bidi="fa-IR"/>
        </w:rPr>
      </w:pPr>
      <w:r w:rsidRPr="00E76C19">
        <w:rPr>
          <w:rtl/>
          <w:lang w:bidi="fa-IR"/>
        </w:rPr>
        <w:t>١١٦- حديث ١٤٨٠، ج ١، ص ٥١١.</w:t>
      </w:r>
    </w:p>
    <w:p w:rsidR="00E76C19" w:rsidRPr="00E76C19" w:rsidRDefault="00E76C19" w:rsidP="00912E5A">
      <w:pPr>
        <w:pStyle w:val="libFootnote0"/>
        <w:rPr>
          <w:rtl/>
          <w:lang w:bidi="fa-IR"/>
        </w:rPr>
      </w:pPr>
      <w:r w:rsidRPr="00E76C19">
        <w:rPr>
          <w:rtl/>
          <w:lang w:bidi="fa-IR"/>
        </w:rPr>
        <w:t xml:space="preserve">١١٧- عيد آل محمد </w:t>
      </w:r>
      <w:r w:rsidR="004A085F" w:rsidRPr="004A085F">
        <w:rPr>
          <w:rStyle w:val="libAlaemChar"/>
          <w:rtl/>
          <w:lang w:bidi="fa-IR"/>
        </w:rPr>
        <w:t xml:space="preserve">عليه‌السلام </w:t>
      </w:r>
      <w:r w:rsidRPr="00E76C19">
        <w:rPr>
          <w:rtl/>
          <w:lang w:bidi="fa-IR"/>
        </w:rPr>
        <w:t xml:space="preserve">، آن روزى خواهد بود كه حقشان توسط منتقم آل محمد </w:t>
      </w:r>
      <w:r w:rsidR="004A085F" w:rsidRPr="004A085F">
        <w:rPr>
          <w:rStyle w:val="libAlaemChar"/>
          <w:rtl/>
          <w:lang w:bidi="fa-IR"/>
        </w:rPr>
        <w:t xml:space="preserve">عليه‌السلام </w:t>
      </w:r>
      <w:r w:rsidRPr="00E76C19">
        <w:rPr>
          <w:rtl/>
          <w:lang w:bidi="fa-IR"/>
        </w:rPr>
        <w:t>، حضرت بقية الله الاعظم روحى و ارواح العالمين لتراب مقدمه الفداء، از ظالمان گرفته شود.</w:t>
      </w:r>
    </w:p>
    <w:p w:rsidR="00E76C19" w:rsidRPr="00E76C19" w:rsidRDefault="00E76C19" w:rsidP="00912E5A">
      <w:pPr>
        <w:pStyle w:val="libFootnote0"/>
        <w:rPr>
          <w:rtl/>
          <w:lang w:bidi="fa-IR"/>
        </w:rPr>
      </w:pPr>
      <w:r w:rsidRPr="00E76C19">
        <w:rPr>
          <w:rFonts w:hint="eastAsia"/>
          <w:rtl/>
          <w:lang w:bidi="fa-IR"/>
        </w:rPr>
        <w:t>پرچم</w:t>
      </w:r>
      <w:r w:rsidRPr="00E76C19">
        <w:rPr>
          <w:rtl/>
          <w:lang w:bidi="fa-IR"/>
        </w:rPr>
        <w:t xml:space="preserve"> عدل حضرت در جهان به اهتزاز در آيد و حضرتش زمين را از عدل و داد پر نمايند.</w:t>
      </w:r>
    </w:p>
    <w:p w:rsidR="00E76C19" w:rsidRPr="00E76C19" w:rsidRDefault="00E76C19" w:rsidP="00912E5A">
      <w:pPr>
        <w:pStyle w:val="libFootnote0"/>
        <w:rPr>
          <w:rtl/>
          <w:lang w:bidi="fa-IR"/>
        </w:rPr>
      </w:pPr>
      <w:r w:rsidRPr="00E76C19">
        <w:rPr>
          <w:rFonts w:hint="eastAsia"/>
          <w:rtl/>
          <w:lang w:bidi="fa-IR"/>
        </w:rPr>
        <w:t>انهم</w:t>
      </w:r>
      <w:r w:rsidRPr="00E76C19">
        <w:rPr>
          <w:rtl/>
          <w:lang w:bidi="fa-IR"/>
        </w:rPr>
        <w:t xml:space="preserve"> يرونه بعيدا ونريه قريبا اللهم عجل فرجه</w:t>
      </w:r>
    </w:p>
    <w:p w:rsidR="00E76C19" w:rsidRPr="00E76C19" w:rsidRDefault="00E76C19" w:rsidP="00912E5A">
      <w:pPr>
        <w:pStyle w:val="libFootnote0"/>
        <w:rPr>
          <w:rtl/>
          <w:lang w:bidi="fa-IR"/>
        </w:rPr>
      </w:pPr>
      <w:r w:rsidRPr="00E76C19">
        <w:rPr>
          <w:rtl/>
          <w:lang w:bidi="fa-IR"/>
        </w:rPr>
        <w:t>١١٨- حديث ١٥٧٤، ج ٢، ص ٣.</w:t>
      </w:r>
    </w:p>
    <w:p w:rsidR="00E76C19" w:rsidRPr="00E76C19" w:rsidRDefault="00E76C19" w:rsidP="00912E5A">
      <w:pPr>
        <w:pStyle w:val="libFootnote0"/>
        <w:rPr>
          <w:rtl/>
          <w:lang w:bidi="fa-IR"/>
        </w:rPr>
      </w:pPr>
      <w:r w:rsidRPr="00E76C19">
        <w:rPr>
          <w:rtl/>
          <w:lang w:bidi="fa-IR"/>
        </w:rPr>
        <w:t>١١٩- حديث ١٥٧٨، ج ٢، ص ٧.</w:t>
      </w:r>
    </w:p>
    <w:p w:rsidR="00E76C19" w:rsidRPr="00E76C19" w:rsidRDefault="00E76C19" w:rsidP="00912E5A">
      <w:pPr>
        <w:pStyle w:val="libFootnote0"/>
        <w:rPr>
          <w:rtl/>
          <w:lang w:bidi="fa-IR"/>
        </w:rPr>
      </w:pPr>
      <w:r w:rsidRPr="00E76C19">
        <w:rPr>
          <w:rtl/>
          <w:lang w:bidi="fa-IR"/>
        </w:rPr>
        <w:t>١٢٠- سوره توبه ، آيه ١٠٣.</w:t>
      </w:r>
    </w:p>
    <w:p w:rsidR="00E76C19" w:rsidRPr="00E76C19" w:rsidRDefault="00E76C19" w:rsidP="00912E5A">
      <w:pPr>
        <w:pStyle w:val="libFootnote0"/>
        <w:rPr>
          <w:rtl/>
          <w:lang w:bidi="fa-IR"/>
        </w:rPr>
      </w:pPr>
      <w:r w:rsidRPr="00E76C19">
        <w:rPr>
          <w:rtl/>
          <w:lang w:bidi="fa-IR"/>
        </w:rPr>
        <w:t>١٢١- حديث ١٥٩٨، ج ٢، ص ١٣.</w:t>
      </w:r>
    </w:p>
    <w:p w:rsidR="00E76C19" w:rsidRPr="00E76C19" w:rsidRDefault="00E76C19" w:rsidP="00912E5A">
      <w:pPr>
        <w:pStyle w:val="libFootnote0"/>
        <w:rPr>
          <w:rtl/>
          <w:lang w:bidi="fa-IR"/>
        </w:rPr>
      </w:pPr>
      <w:r w:rsidRPr="00E76C19">
        <w:rPr>
          <w:rtl/>
          <w:lang w:bidi="fa-IR"/>
        </w:rPr>
        <w:t>١٢٢- حديث ١٥٩٧ ج ٢، ص ١٣.</w:t>
      </w:r>
    </w:p>
    <w:p w:rsidR="00E76C19" w:rsidRPr="00E76C19" w:rsidRDefault="00E76C19" w:rsidP="00912E5A">
      <w:pPr>
        <w:pStyle w:val="libFootnote0"/>
        <w:rPr>
          <w:rtl/>
          <w:lang w:bidi="fa-IR"/>
        </w:rPr>
      </w:pPr>
      <w:r w:rsidRPr="00E76C19">
        <w:rPr>
          <w:rtl/>
          <w:lang w:bidi="fa-IR"/>
        </w:rPr>
        <w:t>١٢٣- قريه اى از قريه هاى تابعه كوفه است . قاموس</w:t>
      </w:r>
    </w:p>
    <w:p w:rsidR="00E76C19" w:rsidRPr="00E76C19" w:rsidRDefault="00E76C19" w:rsidP="00912E5A">
      <w:pPr>
        <w:pStyle w:val="libFootnote0"/>
        <w:rPr>
          <w:rtl/>
          <w:lang w:bidi="fa-IR"/>
        </w:rPr>
      </w:pPr>
      <w:r w:rsidRPr="00E76C19">
        <w:rPr>
          <w:rtl/>
          <w:lang w:bidi="fa-IR"/>
        </w:rPr>
        <w:t>١٢٤- حديث ١٦٠٥، ج ٢ ص ٢٤.</w:t>
      </w:r>
    </w:p>
    <w:p w:rsidR="00E76C19" w:rsidRPr="00E76C19" w:rsidRDefault="00E76C19" w:rsidP="00912E5A">
      <w:pPr>
        <w:pStyle w:val="libFootnote0"/>
        <w:rPr>
          <w:rtl/>
          <w:lang w:bidi="fa-IR"/>
        </w:rPr>
      </w:pPr>
      <w:r w:rsidRPr="00E76C19">
        <w:rPr>
          <w:rtl/>
          <w:lang w:bidi="fa-IR"/>
        </w:rPr>
        <w:t>١٢٥- در صدر اسلام ، مقدار پول و يا مقدار مال معينى را كه حاكم اسلامى معين مى كرد كه معتقدان به اديان آسمانى ديگر اهل كتاب به حكومت اسلامى بپردازند تا در زير پرچم حكومت اسلامى در امنيت و آسايش زندگى كنند، به اين پول و يا مال ، جزيه مى گفتند.</w:t>
      </w:r>
    </w:p>
    <w:p w:rsidR="00E76C19" w:rsidRPr="00E76C19" w:rsidRDefault="00E76C19" w:rsidP="00912E5A">
      <w:pPr>
        <w:pStyle w:val="libFootnote0"/>
        <w:rPr>
          <w:rtl/>
          <w:lang w:bidi="fa-IR"/>
        </w:rPr>
      </w:pPr>
      <w:r w:rsidRPr="00E76C19">
        <w:rPr>
          <w:rtl/>
          <w:lang w:bidi="fa-IR"/>
        </w:rPr>
        <w:t>١٢٦- حديث ١٦١١، ج ٢، ص ٢٩.</w:t>
      </w:r>
    </w:p>
    <w:p w:rsidR="00E76C19" w:rsidRPr="00E76C19" w:rsidRDefault="00E76C19" w:rsidP="00912E5A">
      <w:pPr>
        <w:pStyle w:val="libFootnote0"/>
        <w:rPr>
          <w:rtl/>
          <w:lang w:bidi="fa-IR"/>
        </w:rPr>
      </w:pPr>
      <w:r w:rsidRPr="00E76C19">
        <w:rPr>
          <w:rtl/>
          <w:lang w:bidi="fa-IR"/>
        </w:rPr>
        <w:t>١٢٧- حديث ١٧١٨، ج ٢، ص ٦٣.</w:t>
      </w:r>
    </w:p>
    <w:p w:rsidR="00E76C19" w:rsidRPr="00E76C19" w:rsidRDefault="00E76C19" w:rsidP="00912E5A">
      <w:pPr>
        <w:pStyle w:val="libFootnote0"/>
        <w:rPr>
          <w:rtl/>
          <w:lang w:bidi="fa-IR"/>
        </w:rPr>
      </w:pPr>
      <w:r w:rsidRPr="00E76C19">
        <w:rPr>
          <w:rtl/>
          <w:lang w:bidi="fa-IR"/>
        </w:rPr>
        <w:t>١٢٨- حديث ١٧٢٧، ج ٢، ص ٦٥.</w:t>
      </w:r>
    </w:p>
    <w:p w:rsidR="00E76C19" w:rsidRPr="00E76C19" w:rsidRDefault="00E76C19" w:rsidP="00912E5A">
      <w:pPr>
        <w:pStyle w:val="libFootnote0"/>
        <w:rPr>
          <w:rtl/>
          <w:lang w:bidi="fa-IR"/>
        </w:rPr>
      </w:pPr>
      <w:r w:rsidRPr="00E76C19">
        <w:rPr>
          <w:rtl/>
          <w:lang w:bidi="fa-IR"/>
        </w:rPr>
        <w:t>١٢٩- حديث ١٧٧٤، ج ٢، ص ٧٥.</w:t>
      </w:r>
    </w:p>
    <w:p w:rsidR="00E76C19" w:rsidRPr="00E76C19" w:rsidRDefault="00E76C19" w:rsidP="00912E5A">
      <w:pPr>
        <w:pStyle w:val="libFootnote0"/>
        <w:rPr>
          <w:rtl/>
          <w:lang w:bidi="fa-IR"/>
        </w:rPr>
      </w:pPr>
      <w:r w:rsidRPr="00E76C19">
        <w:rPr>
          <w:rtl/>
          <w:lang w:bidi="fa-IR"/>
        </w:rPr>
        <w:t>١٣٠- حديث ١٧٧٩، ج ٢، ص ٧٦.</w:t>
      </w:r>
    </w:p>
    <w:p w:rsidR="00E76C19" w:rsidRPr="00E76C19" w:rsidRDefault="00E76C19" w:rsidP="00912E5A">
      <w:pPr>
        <w:pStyle w:val="libFootnote0"/>
        <w:rPr>
          <w:rtl/>
          <w:lang w:bidi="fa-IR"/>
        </w:rPr>
      </w:pPr>
      <w:r w:rsidRPr="00E76C19">
        <w:rPr>
          <w:rtl/>
          <w:lang w:bidi="fa-IR"/>
        </w:rPr>
        <w:t>١٣١- حديث ١٨١٦، ج ٢، ص ٩٠.</w:t>
      </w:r>
    </w:p>
    <w:p w:rsidR="00E76C19" w:rsidRPr="00E76C19" w:rsidRDefault="00E76C19" w:rsidP="00912E5A">
      <w:pPr>
        <w:pStyle w:val="libFootnote0"/>
        <w:rPr>
          <w:rtl/>
          <w:lang w:bidi="fa-IR"/>
        </w:rPr>
      </w:pPr>
      <w:r w:rsidRPr="00E76C19">
        <w:rPr>
          <w:rtl/>
          <w:lang w:bidi="fa-IR"/>
        </w:rPr>
        <w:t>١٣٢- حديث ١٨٢٠، ج ٢، ص ٩١.</w:t>
      </w:r>
    </w:p>
    <w:p w:rsidR="00912E5A" w:rsidRDefault="00E76C19" w:rsidP="00912E5A">
      <w:pPr>
        <w:pStyle w:val="libFootnote0"/>
        <w:rPr>
          <w:rtl/>
          <w:lang w:bidi="fa-IR"/>
        </w:rPr>
      </w:pPr>
      <w:r w:rsidRPr="00E76C19">
        <w:rPr>
          <w:rtl/>
          <w:lang w:bidi="fa-IR"/>
        </w:rPr>
        <w:t>١٣٣- حديث ١٨٣٤، ج ٢، ص ٩٧.</w:t>
      </w:r>
    </w:p>
    <w:p w:rsidR="00E76C19" w:rsidRDefault="00912E5A" w:rsidP="00912E5A">
      <w:pPr>
        <w:pStyle w:val="Heading1Center"/>
        <w:rPr>
          <w:rtl/>
          <w:lang w:bidi="fa-IR"/>
        </w:rPr>
      </w:pPr>
      <w:r>
        <w:rPr>
          <w:rtl/>
          <w:lang w:bidi="fa-IR"/>
        </w:rPr>
        <w:br w:type="column"/>
      </w:r>
      <w:bookmarkStart w:id="84" w:name="_Toc489701924"/>
      <w:r>
        <w:rPr>
          <w:rFonts w:hint="cs"/>
          <w:rtl/>
          <w:lang w:bidi="fa-IR"/>
        </w:rPr>
        <w:lastRenderedPageBreak/>
        <w:t>فهرست مطالب</w:t>
      </w:r>
      <w:bookmarkEnd w:id="84"/>
    </w:p>
    <w:sdt>
      <w:sdtPr>
        <w:id w:val="-135123041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E3CE1" w:rsidRDefault="000E3CE1">
          <w:pPr>
            <w:pStyle w:val="TOCHeading"/>
          </w:pPr>
          <w:r>
            <w:t>Table of Contents</w:t>
          </w:r>
        </w:p>
        <w:p w:rsidR="000E3CE1" w:rsidRDefault="000E3CE1">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9701840" w:history="1">
            <w:r w:rsidRPr="00A07234">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E3CE1" w:rsidRDefault="000E3CE1">
          <w:pPr>
            <w:pStyle w:val="TOC1"/>
            <w:rPr>
              <w:rFonts w:asciiTheme="minorHAnsi" w:eastAsiaTheme="minorEastAsia" w:hAnsiTheme="minorHAnsi" w:cstheme="minorBidi"/>
              <w:b w:val="0"/>
              <w:bCs w:val="0"/>
              <w:noProof/>
              <w:color w:val="auto"/>
              <w:sz w:val="22"/>
              <w:szCs w:val="22"/>
              <w:rtl/>
            </w:rPr>
          </w:pPr>
          <w:hyperlink w:anchor="_Toc489701841" w:history="1">
            <w:r w:rsidRPr="00A07234">
              <w:rPr>
                <w:rStyle w:val="Hyperlink"/>
                <w:noProof/>
                <w:rtl/>
                <w:lang w:bidi="fa-IR"/>
              </w:rPr>
              <w:t>بخش اول : برگى از كتاب زندگى شيخ 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42" w:history="1">
            <w:r w:rsidRPr="00A07234">
              <w:rPr>
                <w:rStyle w:val="Hyperlink"/>
                <w:noProof/>
                <w:rtl/>
                <w:lang w:bidi="fa-IR"/>
              </w:rPr>
              <w:t>پدر شيخ 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43" w:history="1">
            <w:r w:rsidRPr="00A07234">
              <w:rPr>
                <w:rStyle w:val="Hyperlink"/>
                <w:noProof/>
                <w:rtl/>
                <w:lang w:bidi="fa-IR"/>
              </w:rPr>
              <w:t>آثار و خدمات شيخ 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44" w:history="1">
            <w:r w:rsidRPr="00A07234">
              <w:rPr>
                <w:rStyle w:val="Hyperlink"/>
                <w:noProof/>
                <w:rtl/>
                <w:lang w:bidi="fa-IR"/>
              </w:rPr>
              <w:t>علت نگارش كتاب اكمال الدين و اتمام النعمة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45" w:history="1">
            <w:r w:rsidRPr="00A07234">
              <w:rPr>
                <w:rStyle w:val="Hyperlink"/>
                <w:noProof/>
                <w:rtl/>
                <w:lang w:bidi="fa-IR"/>
              </w:rPr>
              <w:t>سفرهاى علمى شيخ 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46" w:history="1">
            <w:r w:rsidRPr="00A07234">
              <w:rPr>
                <w:rStyle w:val="Hyperlink"/>
                <w:noProof/>
                <w:rtl/>
                <w:lang w:bidi="fa-IR"/>
              </w:rPr>
              <w:t>وفات شيخ 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E3CE1" w:rsidRDefault="000E3CE1">
          <w:pPr>
            <w:pStyle w:val="TOC1"/>
            <w:rPr>
              <w:rFonts w:asciiTheme="minorHAnsi" w:eastAsiaTheme="minorEastAsia" w:hAnsiTheme="minorHAnsi" w:cstheme="minorBidi"/>
              <w:b w:val="0"/>
              <w:bCs w:val="0"/>
              <w:noProof/>
              <w:color w:val="auto"/>
              <w:sz w:val="22"/>
              <w:szCs w:val="22"/>
              <w:rtl/>
            </w:rPr>
          </w:pPr>
          <w:hyperlink w:anchor="_Toc489701847" w:history="1">
            <w:r w:rsidRPr="00A07234">
              <w:rPr>
                <w:rStyle w:val="Hyperlink"/>
                <w:noProof/>
                <w:rtl/>
                <w:lang w:bidi="fa-IR"/>
              </w:rPr>
              <w:t>بخش دوم : حكايات و روايت تربيتى برگزيده از كتاب من لا يحضره الفقيه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48" w:history="1">
            <w:r w:rsidRPr="00A07234">
              <w:rPr>
                <w:rStyle w:val="Hyperlink"/>
                <w:noProof/>
                <w:rtl/>
                <w:lang w:bidi="fa-IR"/>
              </w:rPr>
              <w:t>ياد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49" w:history="1">
            <w:r w:rsidRPr="00A07234">
              <w:rPr>
                <w:rStyle w:val="Hyperlink"/>
                <w:noProof/>
                <w:rtl/>
                <w:lang w:bidi="fa-IR"/>
              </w:rPr>
              <w:t>اندرز ابوذر، توشه 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Toc489701849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0" w:history="1">
            <w:r w:rsidRPr="00A07234">
              <w:rPr>
                <w:rStyle w:val="Hyperlink"/>
                <w:noProof/>
                <w:rtl/>
                <w:lang w:bidi="fa-IR"/>
              </w:rPr>
              <w:t>اندرز لقمان به فرزندش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1" w:history="1">
            <w:r w:rsidRPr="00A07234">
              <w:rPr>
                <w:rStyle w:val="Hyperlink"/>
                <w:noProof/>
                <w:rtl/>
                <w:lang w:bidi="fa-IR"/>
              </w:rPr>
              <w:t>آداب 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2" w:history="1">
            <w:r w:rsidRPr="00A07234">
              <w:rPr>
                <w:rStyle w:val="Hyperlink"/>
                <w:noProof/>
                <w:rtl/>
                <w:lang w:bidi="fa-IR"/>
              </w:rPr>
              <w:t xml:space="preserve">فضيلت امت پيامبر </w:t>
            </w:r>
            <w:r w:rsidRPr="00A0723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3" w:history="1">
            <w:r w:rsidRPr="00A07234">
              <w:rPr>
                <w:rStyle w:val="Hyperlink"/>
                <w:noProof/>
                <w:rtl/>
                <w:lang w:bidi="fa-IR"/>
              </w:rPr>
              <w:t>اولياى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4" w:history="1">
            <w:r w:rsidRPr="00A07234">
              <w:rPr>
                <w:rStyle w:val="Hyperlink"/>
                <w:noProof/>
                <w:rtl/>
                <w:lang w:bidi="fa-IR"/>
              </w:rPr>
              <w:t>خانه كعبه ، دو هزار 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5" w:history="1">
            <w:r w:rsidRPr="00A07234">
              <w:rPr>
                <w:rStyle w:val="Hyperlink"/>
                <w:noProof/>
                <w:rtl/>
                <w:lang w:bidi="fa-IR"/>
              </w:rPr>
              <w:t>نماز در مسجد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6" w:history="1">
            <w:r w:rsidRPr="00A07234">
              <w:rPr>
                <w:rStyle w:val="Hyperlink"/>
                <w:noProof/>
                <w:rtl/>
                <w:lang w:bidi="fa-IR"/>
              </w:rPr>
              <w:t>زشتى جسارت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7" w:history="1">
            <w:r w:rsidRPr="00A07234">
              <w:rPr>
                <w:rStyle w:val="Hyperlink"/>
                <w:noProof/>
                <w:rtl/>
                <w:lang w:bidi="fa-IR"/>
              </w:rPr>
              <w:t xml:space="preserve">پاداش زيارت ائمه </w:t>
            </w:r>
            <w:r w:rsidRPr="00A0723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8" w:history="1">
            <w:r w:rsidRPr="00A07234">
              <w:rPr>
                <w:rStyle w:val="Hyperlink"/>
                <w:noProof/>
                <w:rtl/>
                <w:lang w:bidi="fa-IR"/>
              </w:rPr>
              <w:t>فضيلت زائر 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59" w:history="1">
            <w:r w:rsidRPr="00A07234">
              <w:rPr>
                <w:rStyle w:val="Hyperlink"/>
                <w:noProof/>
                <w:rtl/>
                <w:lang w:bidi="fa-IR"/>
              </w:rPr>
              <w:t xml:space="preserve">ثواب زائر قبر امام حسين </w:t>
            </w:r>
            <w:r w:rsidRPr="00A0723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Toc489701859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0" w:history="1">
            <w:r w:rsidRPr="00A07234">
              <w:rPr>
                <w:rStyle w:val="Hyperlink"/>
                <w:noProof/>
                <w:rtl/>
                <w:lang w:bidi="fa-IR"/>
              </w:rPr>
              <w:t>غريب طوس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1" w:history="1">
            <w:r w:rsidRPr="00A07234">
              <w:rPr>
                <w:rStyle w:val="Hyperlink"/>
                <w:noProof/>
                <w:rtl/>
                <w:lang w:bidi="fa-IR"/>
              </w:rPr>
              <w:t>روياى صادقانه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2" w:history="1">
            <w:r w:rsidRPr="00A07234">
              <w:rPr>
                <w:rStyle w:val="Hyperlink"/>
                <w:noProof/>
                <w:rtl/>
                <w:lang w:bidi="fa-IR"/>
              </w:rPr>
              <w:t xml:space="preserve">زيارت امام حسين </w:t>
            </w:r>
            <w:r w:rsidRPr="00A07234">
              <w:rPr>
                <w:rStyle w:val="Hyperlink"/>
                <w:rFonts w:cs="Rafed Alaem"/>
                <w:noProof/>
                <w:rtl/>
                <w:lang w:bidi="fa-IR"/>
              </w:rPr>
              <w:t xml:space="preserve">عليه‌السلام </w:t>
            </w:r>
            <w:r w:rsidRPr="00A07234">
              <w:rPr>
                <w:rStyle w:val="Hyperlink"/>
                <w:noProof/>
                <w:rtl/>
                <w:lang w:bidi="fa-IR"/>
              </w:rPr>
              <w:t>از راه دور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3" w:history="1">
            <w:r w:rsidRPr="00A07234">
              <w:rPr>
                <w:rStyle w:val="Hyperlink"/>
                <w:noProof/>
                <w:rtl/>
                <w:lang w:bidi="fa-IR"/>
              </w:rPr>
              <w:t>رعايت 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4" w:history="1">
            <w:r w:rsidRPr="00A07234">
              <w:rPr>
                <w:rStyle w:val="Hyperlink"/>
                <w:noProof/>
                <w:rtl/>
                <w:lang w:bidi="fa-IR"/>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5" w:history="1">
            <w:r w:rsidRPr="00A07234">
              <w:rPr>
                <w:rStyle w:val="Hyperlink"/>
                <w:noProof/>
                <w:rtl/>
                <w:lang w:bidi="fa-IR"/>
              </w:rPr>
              <w:t>آبى بر آتش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6" w:history="1">
            <w:r w:rsidRPr="00A07234">
              <w:rPr>
                <w:rStyle w:val="Hyperlink"/>
                <w:noProof/>
                <w:rtl/>
                <w:lang w:bidi="fa-IR"/>
              </w:rPr>
              <w:t>مسواك و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Toc489701866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7" w:history="1">
            <w:r w:rsidRPr="00A07234">
              <w:rPr>
                <w:rStyle w:val="Hyperlink"/>
                <w:noProof/>
                <w:rtl/>
                <w:lang w:bidi="fa-IR"/>
              </w:rPr>
              <w:t>فوايد مسواك زدن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8" w:history="1">
            <w:r w:rsidRPr="00A07234">
              <w:rPr>
                <w:rStyle w:val="Hyperlink"/>
                <w:noProof/>
                <w:rtl/>
                <w:lang w:bidi="fa-IR"/>
              </w:rPr>
              <w:t>نماز بى 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69" w:history="1">
            <w:r w:rsidRPr="00A07234">
              <w:rPr>
                <w:rStyle w:val="Hyperlink"/>
                <w:noProof/>
                <w:rtl/>
                <w:lang w:bidi="fa-IR"/>
              </w:rPr>
              <w:t>خشنودى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Toc489701869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0" w:history="1">
            <w:r w:rsidRPr="00A07234">
              <w:rPr>
                <w:rStyle w:val="Hyperlink"/>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1" w:history="1">
            <w:r w:rsidRPr="00A07234">
              <w:rPr>
                <w:rStyle w:val="Hyperlink"/>
                <w:noProof/>
                <w:rtl/>
                <w:lang w:bidi="fa-IR"/>
              </w:rPr>
              <w:t>آخرين همراه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2" w:history="1">
            <w:r w:rsidRPr="00A07234">
              <w:rPr>
                <w:rStyle w:val="Hyperlink"/>
                <w:noProof/>
                <w:rtl/>
                <w:lang w:bidi="fa-IR"/>
              </w:rPr>
              <w:t>ضمانت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3" w:history="1">
            <w:r w:rsidRPr="00A07234">
              <w:rPr>
                <w:rStyle w:val="Hyperlink"/>
                <w:noProof/>
                <w:rtl/>
                <w:lang w:bidi="fa-IR"/>
              </w:rPr>
              <w:t>رحمت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4" w:history="1">
            <w:r w:rsidRPr="00A07234">
              <w:rPr>
                <w:rStyle w:val="Hyperlink"/>
                <w:noProof/>
                <w:rtl/>
                <w:lang w:bidi="fa-IR"/>
              </w:rPr>
              <w:t>سنت ماندگار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5" w:history="1">
            <w:r w:rsidRPr="00A07234">
              <w:rPr>
                <w:rStyle w:val="Hyperlink"/>
                <w:noProof/>
                <w:rtl/>
                <w:lang w:bidi="fa-IR"/>
              </w:rPr>
              <w:t>باقيات صالحات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6" w:history="1">
            <w:r w:rsidRPr="00A07234">
              <w:rPr>
                <w:rStyle w:val="Hyperlink"/>
                <w:noProof/>
                <w:rtl/>
                <w:lang w:bidi="fa-IR"/>
              </w:rPr>
              <w:t>كلام ابوذر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7" w:history="1">
            <w:r w:rsidRPr="00A07234">
              <w:rPr>
                <w:rStyle w:val="Hyperlink"/>
                <w:noProof/>
                <w:rtl/>
                <w:lang w:bidi="fa-IR"/>
              </w:rPr>
              <w:t>مرگ 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8" w:history="1">
            <w:r w:rsidRPr="00A07234">
              <w:rPr>
                <w:rStyle w:val="Hyperlink"/>
                <w:noProof/>
                <w:rtl/>
                <w:lang w:bidi="fa-IR"/>
              </w:rPr>
              <w:t>انواع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79" w:history="1">
            <w:r w:rsidRPr="00A07234">
              <w:rPr>
                <w:rStyle w:val="Hyperlink"/>
                <w:noProof/>
                <w:rtl/>
                <w:lang w:bidi="fa-IR"/>
              </w:rPr>
              <w:t>گريه يتيم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Toc489701879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0" w:history="1">
            <w:r w:rsidRPr="00A07234">
              <w:rPr>
                <w:rStyle w:val="Hyperlink"/>
                <w:noProof/>
                <w:rtl/>
                <w:lang w:bidi="fa-IR"/>
              </w:rPr>
              <w:t>حفظ حجاب پس از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1" w:history="1">
            <w:r w:rsidRPr="00A07234">
              <w:rPr>
                <w:rStyle w:val="Hyperlink"/>
                <w:noProof/>
                <w:rtl/>
                <w:lang w:bidi="fa-IR"/>
              </w:rPr>
              <w:t>نماز 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2" w:history="1">
            <w:r w:rsidRPr="00A07234">
              <w:rPr>
                <w:rStyle w:val="Hyperlink"/>
                <w:noProof/>
                <w:rtl/>
                <w:lang w:bidi="fa-IR"/>
              </w:rPr>
              <w:t>نماز، در اول 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3" w:history="1">
            <w:r w:rsidRPr="00A07234">
              <w:rPr>
                <w:rStyle w:val="Hyperlink"/>
                <w:noProof/>
                <w:rtl/>
                <w:lang w:bidi="fa-IR"/>
              </w:rPr>
              <w:t>دعا به هنگام 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4" w:history="1">
            <w:r w:rsidRPr="00A07234">
              <w:rPr>
                <w:rStyle w:val="Hyperlink"/>
                <w:noProof/>
                <w:rtl/>
                <w:lang w:bidi="fa-IR"/>
              </w:rPr>
              <w:t>بهترين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Toc489701884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5" w:history="1">
            <w:r w:rsidRPr="00A07234">
              <w:rPr>
                <w:rStyle w:val="Hyperlink"/>
                <w:noProof/>
                <w:rtl/>
                <w:lang w:bidi="fa-IR"/>
              </w:rPr>
              <w:t>سجده و 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6" w:history="1">
            <w:r w:rsidRPr="00A07234">
              <w:rPr>
                <w:rStyle w:val="Hyperlink"/>
                <w:noProof/>
                <w:rtl/>
                <w:lang w:bidi="fa-IR"/>
              </w:rPr>
              <w:t>نماز و آمرزش 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7" w:history="1">
            <w:r w:rsidRPr="00A07234">
              <w:rPr>
                <w:rStyle w:val="Hyperlink"/>
                <w:noProof/>
                <w:rtl/>
                <w:lang w:bidi="fa-IR"/>
              </w:rPr>
              <w:t>مسجد براثا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8" w:history="1">
            <w:r w:rsidRPr="00A07234">
              <w:rPr>
                <w:rStyle w:val="Hyperlink"/>
                <w:noProof/>
                <w:rtl/>
                <w:lang w:bidi="fa-IR"/>
              </w:rPr>
              <w:t>نماز و فراموش 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89" w:history="1">
            <w:r w:rsidRPr="00A07234">
              <w:rPr>
                <w:rStyle w:val="Hyperlink"/>
                <w:noProof/>
                <w:rtl/>
                <w:lang w:bidi="fa-IR"/>
              </w:rPr>
              <w:t>آغاز خواندن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Toc489701889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0" w:history="1">
            <w:r w:rsidRPr="00A07234">
              <w:rPr>
                <w:rStyle w:val="Hyperlink"/>
                <w:noProof/>
                <w:rtl/>
                <w:lang w:bidi="fa-IR"/>
              </w:rPr>
              <w:t>اذان و 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1" w:history="1">
            <w:r w:rsidRPr="00A07234">
              <w:rPr>
                <w:rStyle w:val="Hyperlink"/>
                <w:noProof/>
                <w:rtl/>
                <w:lang w:bidi="fa-IR"/>
              </w:rPr>
              <w:t>فاصله بين اذان و 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Toc489701891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2" w:history="1">
            <w:r w:rsidRPr="00A07234">
              <w:rPr>
                <w:rStyle w:val="Hyperlink"/>
                <w:noProof/>
                <w:rtl/>
                <w:lang w:bidi="fa-IR"/>
              </w:rPr>
              <w:t>اذان گويان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3" w:history="1">
            <w:r w:rsidRPr="00A07234">
              <w:rPr>
                <w:rStyle w:val="Hyperlink"/>
                <w:noProof/>
                <w:rtl/>
                <w:lang w:bidi="fa-IR"/>
              </w:rPr>
              <w:t>اذان ناتمام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4" w:history="1">
            <w:r w:rsidRPr="00A07234">
              <w:rPr>
                <w:rStyle w:val="Hyperlink"/>
                <w:noProof/>
                <w:rtl/>
                <w:lang w:bidi="fa-IR"/>
              </w:rPr>
              <w:t>حضور قلب در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5" w:history="1">
            <w:r w:rsidRPr="00A07234">
              <w:rPr>
                <w:rStyle w:val="Hyperlink"/>
                <w:noProof/>
                <w:rtl/>
                <w:lang w:bidi="fa-IR"/>
              </w:rPr>
              <w:t>معناى سجود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6" w:history="1">
            <w:r w:rsidRPr="00A07234">
              <w:rPr>
                <w:rStyle w:val="Hyperlink"/>
                <w:noProof/>
                <w:rtl/>
                <w:lang w:bidi="fa-IR"/>
              </w:rPr>
              <w:t>ذكر 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7" w:history="1">
            <w:r w:rsidRPr="00A07234">
              <w:rPr>
                <w:rStyle w:val="Hyperlink"/>
                <w:noProof/>
                <w:rtl/>
                <w:lang w:bidi="fa-IR"/>
              </w:rPr>
              <w:t>چشمان غير گريان در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Toc489701897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8" w:history="1">
            <w:r w:rsidRPr="00A07234">
              <w:rPr>
                <w:rStyle w:val="Hyperlink"/>
                <w:noProof/>
                <w:rtl/>
                <w:lang w:bidi="fa-IR"/>
              </w:rPr>
              <w:t xml:space="preserve">تسبيحات حضرت زهرا </w:t>
            </w:r>
            <w:r w:rsidRPr="00A07234">
              <w:rPr>
                <w:rStyle w:val="Hyperlink"/>
                <w:rFonts w:eastAsiaTheme="minorHAnsi"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Toc489701898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899" w:history="1">
            <w:r w:rsidRPr="00A07234">
              <w:rPr>
                <w:rStyle w:val="Hyperlink"/>
                <w:noProof/>
                <w:rtl/>
                <w:lang w:bidi="fa-IR"/>
              </w:rPr>
              <w:t>ياد خدا، بى نيازى از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Toc489701899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0" w:history="1">
            <w:r w:rsidRPr="00A07234">
              <w:rPr>
                <w:rStyle w:val="Hyperlink"/>
                <w:noProof/>
                <w:rtl/>
                <w:lang w:bidi="fa-IR"/>
              </w:rPr>
              <w:t>بلند كردن دست در هنگام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Toc489701900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1" w:history="1">
            <w:r w:rsidRPr="00A07234">
              <w:rPr>
                <w:rStyle w:val="Hyperlink"/>
                <w:noProof/>
                <w:rtl/>
                <w:lang w:bidi="fa-IR"/>
              </w:rPr>
              <w:t>تكليف به اندازه طاقت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2" w:history="1">
            <w:r w:rsidRPr="00A07234">
              <w:rPr>
                <w:rStyle w:val="Hyperlink"/>
                <w:noProof/>
                <w:rtl/>
                <w:lang w:bidi="fa-IR"/>
              </w:rPr>
              <w:t>اهميت اقامه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3" w:history="1">
            <w:r w:rsidRPr="00A07234">
              <w:rPr>
                <w:rStyle w:val="Hyperlink"/>
                <w:noProof/>
                <w:rtl/>
                <w:lang w:bidi="fa-IR"/>
              </w:rPr>
              <w:t>تشويق به شركت در نماز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4" w:history="1">
            <w:r w:rsidRPr="00A07234">
              <w:rPr>
                <w:rStyle w:val="Hyperlink"/>
                <w:noProof/>
                <w:rtl/>
                <w:lang w:bidi="fa-IR"/>
              </w:rPr>
              <w:t>نماز جماعت و ميدان 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5" w:history="1">
            <w:r w:rsidRPr="00A07234">
              <w:rPr>
                <w:rStyle w:val="Hyperlink"/>
                <w:noProof/>
                <w:rtl/>
                <w:lang w:bidi="fa-IR"/>
              </w:rPr>
              <w:t>فضيلت نماز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6" w:history="1">
            <w:r w:rsidRPr="00A07234">
              <w:rPr>
                <w:rStyle w:val="Hyperlink"/>
                <w:noProof/>
                <w:rtl/>
                <w:lang w:bidi="fa-IR"/>
              </w:rPr>
              <w:t>نماز شب و وسعت 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Toc489701906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7" w:history="1">
            <w:r w:rsidRPr="00A07234">
              <w:rPr>
                <w:rStyle w:val="Hyperlink"/>
                <w:noProof/>
                <w:rtl/>
                <w:lang w:bidi="fa-IR"/>
              </w:rPr>
              <w:t>قضاى نماز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Toc489701907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8" w:history="1">
            <w:r w:rsidRPr="00A07234">
              <w:rPr>
                <w:rStyle w:val="Hyperlink"/>
                <w:noProof/>
                <w:rtl/>
                <w:lang w:bidi="fa-IR"/>
              </w:rPr>
              <w:t>فضيلت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09" w:history="1">
            <w:r w:rsidRPr="00A07234">
              <w:rPr>
                <w:rStyle w:val="Hyperlink"/>
                <w:noProof/>
                <w:rtl/>
                <w:lang w:bidi="fa-IR"/>
              </w:rPr>
              <w:t xml:space="preserve">آل محمد </w:t>
            </w:r>
            <w:r w:rsidRPr="00A07234">
              <w:rPr>
                <w:rStyle w:val="Hyperlink"/>
                <w:rFonts w:cs="Rafed Alaem"/>
                <w:noProof/>
                <w:rtl/>
                <w:lang w:bidi="fa-IR"/>
              </w:rPr>
              <w:t xml:space="preserve">عليه‌السلام </w:t>
            </w:r>
            <w:r w:rsidRPr="00A07234">
              <w:rPr>
                <w:rStyle w:val="Hyperlink"/>
                <w:noProof/>
                <w:rtl/>
                <w:lang w:bidi="fa-IR"/>
              </w:rPr>
              <w:t>، عيد ندارند!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Toc489701909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0" w:history="1">
            <w:r w:rsidRPr="00A07234">
              <w:rPr>
                <w:rStyle w:val="Hyperlink"/>
                <w:noProof/>
                <w:rtl/>
                <w:lang w:bidi="fa-IR"/>
              </w:rPr>
              <w:t>علت تنگدستى در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1" w:history="1">
            <w:r w:rsidRPr="00A07234">
              <w:rPr>
                <w:rStyle w:val="Hyperlink"/>
                <w:noProof/>
                <w:rtl/>
                <w:lang w:bidi="fa-IR"/>
              </w:rPr>
              <w:t>منافع 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Toc489701911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2" w:history="1">
            <w:r w:rsidRPr="00A07234">
              <w:rPr>
                <w:rStyle w:val="Hyperlink"/>
                <w:noProof/>
                <w:rtl/>
                <w:lang w:bidi="fa-IR"/>
              </w:rPr>
              <w:t>پرداخت زكات و قبولى طاعات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Toc489701912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3" w:history="1">
            <w:r w:rsidRPr="00A07234">
              <w:rPr>
                <w:rStyle w:val="Hyperlink"/>
                <w:noProof/>
                <w:rtl/>
                <w:lang w:bidi="fa-IR"/>
              </w:rPr>
              <w:t>حفظ آبروى 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Toc489701913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4" w:history="1">
            <w:r w:rsidRPr="00A07234">
              <w:rPr>
                <w:rStyle w:val="Hyperlink"/>
                <w:noProof/>
                <w:rtl/>
                <w:lang w:bidi="fa-IR"/>
              </w:rPr>
              <w:t>گرفتن 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5" w:history="1">
            <w:r w:rsidRPr="00A07234">
              <w:rPr>
                <w:rStyle w:val="Hyperlink"/>
                <w:noProof/>
                <w:rtl/>
                <w:lang w:bidi="fa-IR"/>
              </w:rPr>
              <w:t>جزيه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6" w:history="1">
            <w:r w:rsidRPr="00A07234">
              <w:rPr>
                <w:rStyle w:val="Hyperlink"/>
                <w:noProof/>
                <w:rtl/>
                <w:lang w:bidi="fa-IR"/>
              </w:rPr>
              <w:t>عاقبت 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7" w:history="1">
            <w:r w:rsidRPr="00A07234">
              <w:rPr>
                <w:rStyle w:val="Hyperlink"/>
                <w:noProof/>
                <w:rtl/>
                <w:lang w:bidi="fa-IR"/>
              </w:rPr>
              <w:t xml:space="preserve">عاقبت احسان به خاندان پيامبر </w:t>
            </w:r>
            <w:r w:rsidRPr="00A0723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8" w:history="1">
            <w:r w:rsidRPr="00A07234">
              <w:rPr>
                <w:rStyle w:val="Hyperlink"/>
                <w:noProof/>
                <w:rtl/>
                <w:lang w:bidi="fa-IR"/>
              </w:rPr>
              <w:t>زكات بدن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Toc489701918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19" w:history="1">
            <w:r w:rsidRPr="00A07234">
              <w:rPr>
                <w:rStyle w:val="Hyperlink"/>
                <w:noProof/>
                <w:rtl/>
                <w:lang w:bidi="fa-IR"/>
              </w:rPr>
              <w:t>خوشتر از بوى مشك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Toc489701919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20" w:history="1">
            <w:r w:rsidRPr="00A07234">
              <w:rPr>
                <w:rStyle w:val="Hyperlink"/>
                <w:noProof/>
                <w:rtl/>
                <w:lang w:bidi="fa-IR"/>
              </w:rPr>
              <w:t>مبعث و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Toc489701920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21" w:history="1">
            <w:r w:rsidRPr="00A07234">
              <w:rPr>
                <w:rStyle w:val="Hyperlink"/>
                <w:noProof/>
                <w:rtl/>
                <w:lang w:bidi="fa-IR"/>
              </w:rPr>
              <w:t xml:space="preserve">روز سوار شدن نوح </w:t>
            </w:r>
            <w:r w:rsidRPr="00A07234">
              <w:rPr>
                <w:rStyle w:val="Hyperlink"/>
                <w:rFonts w:cs="Rafed Alaem"/>
                <w:noProof/>
                <w:rtl/>
                <w:lang w:bidi="fa-IR"/>
              </w:rPr>
              <w:t xml:space="preserve">عليه‌السلام </w:t>
            </w:r>
            <w:r w:rsidRPr="00A07234">
              <w:rPr>
                <w:rStyle w:val="Hyperlink"/>
                <w:noProof/>
                <w:rtl/>
                <w:lang w:bidi="fa-IR"/>
              </w:rPr>
              <w:t>بر كشتى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Toc489701921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0E3CE1" w:rsidRDefault="000E3CE1">
          <w:pPr>
            <w:pStyle w:val="TOC2"/>
            <w:tabs>
              <w:tab w:val="right" w:leader="dot" w:pos="7361"/>
            </w:tabs>
            <w:rPr>
              <w:rFonts w:asciiTheme="minorHAnsi" w:eastAsiaTheme="minorEastAsia" w:hAnsiTheme="minorHAnsi" w:cstheme="minorBidi"/>
              <w:noProof/>
              <w:color w:val="auto"/>
              <w:sz w:val="22"/>
              <w:szCs w:val="22"/>
              <w:rtl/>
            </w:rPr>
          </w:pPr>
          <w:hyperlink w:anchor="_Toc489701922" w:history="1">
            <w:r w:rsidRPr="00A07234">
              <w:rPr>
                <w:rStyle w:val="Hyperlink"/>
                <w:noProof/>
                <w:rtl/>
                <w:lang w:bidi="fa-IR"/>
              </w:rPr>
              <w:t>روزه و شب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Toc489701922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0E3CE1" w:rsidRDefault="000E3CE1">
          <w:pPr>
            <w:pStyle w:val="TOC1"/>
            <w:rPr>
              <w:rFonts w:asciiTheme="minorHAnsi" w:eastAsiaTheme="minorEastAsia" w:hAnsiTheme="minorHAnsi" w:cstheme="minorBidi"/>
              <w:b w:val="0"/>
              <w:bCs w:val="0"/>
              <w:noProof/>
              <w:color w:val="auto"/>
              <w:sz w:val="22"/>
              <w:szCs w:val="22"/>
              <w:rtl/>
            </w:rPr>
          </w:pPr>
          <w:hyperlink w:anchor="_Toc489701923" w:history="1">
            <w:r w:rsidRPr="00A07234">
              <w:rPr>
                <w:rStyle w:val="Hyperlink"/>
                <w:noProof/>
                <w:rtl/>
                <w:lang w:bidi="fa-IR"/>
              </w:rPr>
              <w:t>پى نوشتها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Toc489701923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0E3CE1" w:rsidRDefault="000E3CE1">
          <w:pPr>
            <w:pStyle w:val="TOC1"/>
            <w:rPr>
              <w:rFonts w:asciiTheme="minorHAnsi" w:eastAsiaTheme="minorEastAsia" w:hAnsiTheme="minorHAnsi" w:cstheme="minorBidi"/>
              <w:b w:val="0"/>
              <w:bCs w:val="0"/>
              <w:noProof/>
              <w:color w:val="auto"/>
              <w:sz w:val="22"/>
              <w:szCs w:val="22"/>
              <w:rtl/>
            </w:rPr>
          </w:pPr>
          <w:hyperlink w:anchor="_Toc489701924" w:history="1">
            <w:r w:rsidRPr="00A07234">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Toc489701924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E3CE1" w:rsidRDefault="000E3CE1">
          <w:r>
            <w:fldChar w:fldCharType="end"/>
          </w:r>
        </w:p>
      </w:sdtContent>
    </w:sdt>
    <w:p w:rsidR="00912E5A" w:rsidRPr="00E76C19" w:rsidRDefault="00912E5A" w:rsidP="00912E5A">
      <w:pPr>
        <w:pStyle w:val="Heading1Center"/>
        <w:rPr>
          <w:rtl/>
          <w:lang w:bidi="fa-IR"/>
        </w:rPr>
      </w:pPr>
    </w:p>
    <w:sectPr w:rsidR="00912E5A" w:rsidRPr="00E76C1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953" w:rsidRDefault="00A23953">
      <w:r>
        <w:separator/>
      </w:r>
    </w:p>
  </w:endnote>
  <w:endnote w:type="continuationSeparator" w:id="0">
    <w:p w:rsidR="00A23953" w:rsidRDefault="00A239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533" w:rsidRDefault="00411796">
    <w:pPr>
      <w:pStyle w:val="Footer"/>
    </w:pPr>
    <w:fldSimple w:instr=" PAGE   \* MERGEFORMAT ">
      <w:r w:rsidR="000E3CE1">
        <w:rPr>
          <w:noProof/>
          <w:rtl/>
          <w:lang w:bidi="fa-IR"/>
        </w:rPr>
        <w:t>2</w:t>
      </w:r>
    </w:fldSimple>
  </w:p>
  <w:p w:rsidR="00294533" w:rsidRDefault="0029453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533" w:rsidRDefault="00411796">
    <w:pPr>
      <w:pStyle w:val="Footer"/>
    </w:pPr>
    <w:fldSimple w:instr=" PAGE   \* MERGEFORMAT ">
      <w:r w:rsidR="000E3CE1">
        <w:rPr>
          <w:noProof/>
          <w:rtl/>
          <w:lang w:bidi="fa-IR"/>
        </w:rPr>
        <w:t>3</w:t>
      </w:r>
    </w:fldSimple>
  </w:p>
  <w:p w:rsidR="00294533" w:rsidRDefault="0029453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533" w:rsidRDefault="00411796">
    <w:pPr>
      <w:pStyle w:val="Footer"/>
    </w:pPr>
    <w:fldSimple w:instr=" PAGE   \* MERGEFORMAT ">
      <w:r w:rsidR="000E3CE1">
        <w:rPr>
          <w:noProof/>
          <w:rtl/>
          <w:lang w:bidi="fa-IR"/>
        </w:rPr>
        <w:t>1</w:t>
      </w:r>
    </w:fldSimple>
  </w:p>
  <w:p w:rsidR="00294533" w:rsidRDefault="002945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953" w:rsidRDefault="00A23953">
      <w:r>
        <w:separator/>
      </w:r>
    </w:p>
  </w:footnote>
  <w:footnote w:type="continuationSeparator" w:id="0">
    <w:p w:rsidR="00A23953" w:rsidRDefault="00A239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758D6D57"/>
    <w:multiLevelType w:val="hybridMultilevel"/>
    <w:tmpl w:val="75C227A0"/>
    <w:lvl w:ilvl="0" w:tplc="ED4C2284">
      <w:numFmt w:val="bullet"/>
      <w:lvlText w:val="-"/>
      <w:lvlJc w:val="left"/>
      <w:pPr>
        <w:ind w:left="648" w:hanging="360"/>
      </w:pPr>
      <w:rPr>
        <w:rFonts w:ascii="Times New Roman" w:eastAsia="Times New Roman" w:hAnsi="Times New Roman" w:cs="B Badr"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030C"/>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3CE1"/>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6D39"/>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36F92"/>
    <w:rsid w:val="00240F71"/>
    <w:rsid w:val="00241F59"/>
    <w:rsid w:val="0024265C"/>
    <w:rsid w:val="00244C2E"/>
    <w:rsid w:val="00250E0A"/>
    <w:rsid w:val="00251E02"/>
    <w:rsid w:val="00257657"/>
    <w:rsid w:val="00263F56"/>
    <w:rsid w:val="00264F12"/>
    <w:rsid w:val="0027369F"/>
    <w:rsid w:val="002768D7"/>
    <w:rsid w:val="002818EF"/>
    <w:rsid w:val="0028271F"/>
    <w:rsid w:val="00294533"/>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D69B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4BDB"/>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3903"/>
    <w:rsid w:val="003F485B"/>
    <w:rsid w:val="003F52A9"/>
    <w:rsid w:val="00402C65"/>
    <w:rsid w:val="004035D1"/>
    <w:rsid w:val="00404EB7"/>
    <w:rsid w:val="00407D56"/>
    <w:rsid w:val="00411796"/>
    <w:rsid w:val="00416E2B"/>
    <w:rsid w:val="0042098A"/>
    <w:rsid w:val="004209BA"/>
    <w:rsid w:val="00420C44"/>
    <w:rsid w:val="00427638"/>
    <w:rsid w:val="00430581"/>
    <w:rsid w:val="004318DA"/>
    <w:rsid w:val="00434A97"/>
    <w:rsid w:val="00437035"/>
    <w:rsid w:val="00440C62"/>
    <w:rsid w:val="00446BBA"/>
    <w:rsid w:val="004538D5"/>
    <w:rsid w:val="00455A59"/>
    <w:rsid w:val="0046634E"/>
    <w:rsid w:val="00467E54"/>
    <w:rsid w:val="00470378"/>
    <w:rsid w:val="004714A7"/>
    <w:rsid w:val="004722F9"/>
    <w:rsid w:val="00475E99"/>
    <w:rsid w:val="00481FD0"/>
    <w:rsid w:val="00482060"/>
    <w:rsid w:val="0048221F"/>
    <w:rsid w:val="004857ED"/>
    <w:rsid w:val="00487AE8"/>
    <w:rsid w:val="004919C3"/>
    <w:rsid w:val="00494861"/>
    <w:rsid w:val="004953C3"/>
    <w:rsid w:val="00497042"/>
    <w:rsid w:val="0049791F"/>
    <w:rsid w:val="004A085F"/>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043B"/>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3DE6"/>
    <w:rsid w:val="005A41E3"/>
    <w:rsid w:val="005A43ED"/>
    <w:rsid w:val="005B19FB"/>
    <w:rsid w:val="005B2DE4"/>
    <w:rsid w:val="005B4DD0"/>
    <w:rsid w:val="005B56BE"/>
    <w:rsid w:val="005B68D5"/>
    <w:rsid w:val="005B7CFD"/>
    <w:rsid w:val="005C00C7"/>
    <w:rsid w:val="005C0E2F"/>
    <w:rsid w:val="005C504A"/>
    <w:rsid w:val="005D2C72"/>
    <w:rsid w:val="005D316A"/>
    <w:rsid w:val="005E2913"/>
    <w:rsid w:val="005E4DD0"/>
    <w:rsid w:val="005E7821"/>
    <w:rsid w:val="00613E8E"/>
    <w:rsid w:val="00614301"/>
    <w:rsid w:val="00617D1F"/>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66DCC"/>
    <w:rsid w:val="006702C6"/>
    <w:rsid w:val="006726F6"/>
    <w:rsid w:val="00672E5A"/>
    <w:rsid w:val="006747DF"/>
    <w:rsid w:val="00682902"/>
    <w:rsid w:val="00684527"/>
    <w:rsid w:val="0068652E"/>
    <w:rsid w:val="00687928"/>
    <w:rsid w:val="0069163F"/>
    <w:rsid w:val="00691DBB"/>
    <w:rsid w:val="00697257"/>
    <w:rsid w:val="006A5860"/>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030C"/>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2E5A"/>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C757C"/>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3953"/>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243A"/>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1A07"/>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3315"/>
    <w:rsid w:val="00C03C49"/>
    <w:rsid w:val="00C07E02"/>
    <w:rsid w:val="00C121B4"/>
    <w:rsid w:val="00C1570C"/>
    <w:rsid w:val="00C22361"/>
    <w:rsid w:val="00C23A36"/>
    <w:rsid w:val="00C26D89"/>
    <w:rsid w:val="00C31833"/>
    <w:rsid w:val="00C33018"/>
    <w:rsid w:val="00C33B4D"/>
    <w:rsid w:val="00C34E44"/>
    <w:rsid w:val="00C35A49"/>
    <w:rsid w:val="00C36AF1"/>
    <w:rsid w:val="00C37458"/>
    <w:rsid w:val="00C37AF7"/>
    <w:rsid w:val="00C45E29"/>
    <w:rsid w:val="00C554CC"/>
    <w:rsid w:val="00C617E5"/>
    <w:rsid w:val="00C667E4"/>
    <w:rsid w:val="00C67E2E"/>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46EB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8A1"/>
    <w:rsid w:val="00DE4448"/>
    <w:rsid w:val="00DE49C9"/>
    <w:rsid w:val="00DE7035"/>
    <w:rsid w:val="00DF5E1E"/>
    <w:rsid w:val="00DF6442"/>
    <w:rsid w:val="00E022DC"/>
    <w:rsid w:val="00E024D3"/>
    <w:rsid w:val="00E07A7B"/>
    <w:rsid w:val="00E10B3C"/>
    <w:rsid w:val="00E14435"/>
    <w:rsid w:val="00E146D5"/>
    <w:rsid w:val="00E17954"/>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76C19"/>
    <w:rsid w:val="00E90664"/>
    <w:rsid w:val="00E917D6"/>
    <w:rsid w:val="00E93A84"/>
    <w:rsid w:val="00E96F05"/>
    <w:rsid w:val="00EA340E"/>
    <w:rsid w:val="00EA3B1F"/>
    <w:rsid w:val="00EB55D0"/>
    <w:rsid w:val="00EB5646"/>
    <w:rsid w:val="00EB5ADB"/>
    <w:rsid w:val="00EB61F4"/>
    <w:rsid w:val="00EC0F78"/>
    <w:rsid w:val="00EC118A"/>
    <w:rsid w:val="00EC1A32"/>
    <w:rsid w:val="00EC1A39"/>
    <w:rsid w:val="00EC381F"/>
    <w:rsid w:val="00EC5C01"/>
    <w:rsid w:val="00ED0DD0"/>
    <w:rsid w:val="00ED3DFD"/>
    <w:rsid w:val="00ED3F21"/>
    <w:rsid w:val="00ED4263"/>
    <w:rsid w:val="00EE16D0"/>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4E80"/>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DE08A1"/>
  </w:style>
  <w:style w:type="paragraph" w:styleId="TOC6">
    <w:name w:val="toc 6"/>
    <w:basedOn w:val="Normal"/>
    <w:next w:val="Normal"/>
    <w:autoRedefine/>
    <w:uiPriority w:val="39"/>
    <w:unhideWhenUsed/>
    <w:rsid w:val="00C0331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0331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0331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03315"/>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236F92"/>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shaval\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31E4A-17F5-403B-B0F4-AA93C6626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100</TotalTime>
  <Pages>133</Pages>
  <Words>16444</Words>
  <Characters>93735</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109960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9</cp:revision>
  <cp:lastPrinted>1601-01-01T00:00:00Z</cp:lastPrinted>
  <dcterms:created xsi:type="dcterms:W3CDTF">2020-09-05T08:53:00Z</dcterms:created>
  <dcterms:modified xsi:type="dcterms:W3CDTF">2017-08-05T08:38:00Z</dcterms:modified>
</cp:coreProperties>
</file>