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21" w:rsidRDefault="007B1D21" w:rsidP="007B1D21">
      <w:pPr>
        <w:pStyle w:val="libCenterBold1"/>
        <w:rPr>
          <w:rtl/>
          <w:lang w:bidi="fa-IR"/>
        </w:rPr>
      </w:pPr>
      <w:r w:rsidRPr="007B1D21">
        <w:rPr>
          <w:rtl/>
          <w:lang w:bidi="fa-IR"/>
        </w:rPr>
        <w:t>آنان که دو</w:t>
      </w:r>
      <w:r w:rsidRPr="007B1D21">
        <w:rPr>
          <w:rFonts w:hint="cs"/>
          <w:rtl/>
          <w:lang w:bidi="fa-IR"/>
        </w:rPr>
        <w:t>ی</w:t>
      </w:r>
      <w:r w:rsidRPr="007B1D21">
        <w:rPr>
          <w:rFonts w:hint="eastAsia"/>
          <w:rtl/>
          <w:lang w:bidi="fa-IR"/>
        </w:rPr>
        <w:t>دند</w:t>
      </w:r>
      <w:r w:rsidRPr="007B1D21">
        <w:rPr>
          <w:rtl/>
          <w:lang w:bidi="fa-IR"/>
        </w:rPr>
        <w:t xml:space="preserve"> و رس</w:t>
      </w:r>
      <w:r w:rsidRPr="007B1D21">
        <w:rPr>
          <w:rFonts w:hint="cs"/>
          <w:rtl/>
          <w:lang w:bidi="fa-IR"/>
        </w:rPr>
        <w:t>ی</w:t>
      </w:r>
      <w:r w:rsidRPr="007B1D21">
        <w:rPr>
          <w:rFonts w:hint="eastAsia"/>
          <w:rtl/>
          <w:lang w:bidi="fa-IR"/>
        </w:rPr>
        <w:t>دند</w:t>
      </w:r>
    </w:p>
    <w:p w:rsidR="007B1D21" w:rsidRDefault="007B1D21" w:rsidP="007B1D21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Pr="007B1D21">
        <w:rPr>
          <w:rtl/>
          <w:lang w:bidi="fa-IR"/>
        </w:rPr>
        <w:t>سمانه رحمان نژاد.</w:t>
      </w:r>
    </w:p>
    <w:p w:rsidR="00EF2139" w:rsidRDefault="00EF2139" w:rsidP="00EF2139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EF2139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EF2139" w:rsidRDefault="00EF2139" w:rsidP="00EF2139">
      <w:pPr>
        <w:pStyle w:val="libCenterBold2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4A11C6" w:rsidRDefault="007B1D21" w:rsidP="00EF2139">
      <w:pPr>
        <w:pStyle w:val="libCenterBold2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512082850"/>
      <w:r w:rsidR="004A11C6">
        <w:rPr>
          <w:rFonts w:hint="eastAsia"/>
          <w:rtl/>
          <w:lang w:bidi="fa-IR"/>
        </w:rPr>
        <w:lastRenderedPageBreak/>
        <w:t>مقدمه</w:t>
      </w:r>
      <w:bookmarkEnd w:id="0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گردآورد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داستان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درّ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ظلمت به چمنزار سرسبز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فصل بهار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آغاز شد و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آنان را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خون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رگ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افتاد و کوشش و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گونه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روح و کرامت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آغاز کردند.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مجموعه،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نور معرفت آشنا شده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زلال، خود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کرده اند آشنا سازد.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ذکر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چهارده داستان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 طور مستقل چاپ شده است و در 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512082851"/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شگفتار</w:t>
      </w:r>
      <w:bookmarkEnd w:id="1"/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بسمِ</w:t>
      </w:r>
      <w:r>
        <w:rPr>
          <w:rtl/>
          <w:lang w:bidi="fa-IR"/>
        </w:rPr>
        <w:t xml:space="preserve"> الله ِالرَّحمنِ الرّح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4A11C6" w:rsidRDefault="004A11C6" w:rsidP="004A11C6">
      <w:pPr>
        <w:pStyle w:val="libNormal"/>
        <w:rPr>
          <w:rtl/>
          <w:lang w:bidi="fa-IR"/>
        </w:rPr>
      </w:pPr>
      <w:r w:rsidRPr="004A11C6">
        <w:rPr>
          <w:rStyle w:val="libAlaemChar"/>
          <w:rtl/>
          <w:lang w:bidi="fa-IR"/>
        </w:rPr>
        <w:t>﴿</w:t>
      </w:r>
      <w:r w:rsidRPr="004A11C6">
        <w:rPr>
          <w:rStyle w:val="libAieChar"/>
          <w:rtl/>
          <w:lang w:bidi="fa-IR"/>
        </w:rPr>
        <w:t xml:space="preserve">فَمَن </w:t>
      </w:r>
      <w:r w:rsidRPr="004A11C6">
        <w:rPr>
          <w:rStyle w:val="libAieChar"/>
          <w:rFonts w:hint="cs"/>
          <w:rtl/>
          <w:lang w:bidi="fa-IR"/>
        </w:rPr>
        <w:t>یُ</w:t>
      </w:r>
      <w:r w:rsidRPr="004A11C6">
        <w:rPr>
          <w:rStyle w:val="libAieChar"/>
          <w:rFonts w:hint="eastAsia"/>
          <w:rtl/>
          <w:lang w:bidi="fa-IR"/>
        </w:rPr>
        <w:t>رِدِ</w:t>
      </w:r>
      <w:r w:rsidRPr="004A11C6">
        <w:rPr>
          <w:rStyle w:val="libAieChar"/>
          <w:rtl/>
          <w:lang w:bidi="fa-IR"/>
        </w:rPr>
        <w:t xml:space="preserve"> اللهُ اَن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هدِ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Fonts w:hint="eastAsia"/>
          <w:rtl/>
          <w:lang w:bidi="fa-IR"/>
        </w:rPr>
        <w:t>هِ</w:t>
      </w:r>
      <w:r w:rsidRPr="004A11C6">
        <w:rPr>
          <w:rStyle w:val="libAieChar"/>
          <w:rtl/>
          <w:lang w:bidi="fa-IR"/>
        </w:rPr>
        <w:t xml:space="preserve">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شرَح</w:t>
      </w:r>
      <w:r w:rsidRPr="004A11C6">
        <w:rPr>
          <w:rStyle w:val="libAieChar"/>
          <w:rtl/>
          <w:lang w:bidi="fa-IR"/>
        </w:rPr>
        <w:t xml:space="preserve"> صَدرَهُ لِلاِسلام وَ مِن </w:t>
      </w:r>
      <w:r w:rsidRPr="004A11C6">
        <w:rPr>
          <w:rStyle w:val="libAieChar"/>
          <w:rFonts w:hint="cs"/>
          <w:rtl/>
          <w:lang w:bidi="fa-IR"/>
        </w:rPr>
        <w:t>یُّ</w:t>
      </w:r>
      <w:r w:rsidRPr="004A11C6">
        <w:rPr>
          <w:rStyle w:val="libAieChar"/>
          <w:rFonts w:hint="eastAsia"/>
          <w:rtl/>
          <w:lang w:bidi="fa-IR"/>
        </w:rPr>
        <w:t>رِدْ</w:t>
      </w:r>
      <w:r w:rsidRPr="004A11C6">
        <w:rPr>
          <w:rStyle w:val="libAieChar"/>
          <w:rtl/>
          <w:lang w:bidi="fa-IR"/>
        </w:rPr>
        <w:t xml:space="preserve"> اَن </w:t>
      </w:r>
      <w:r w:rsidRPr="004A11C6">
        <w:rPr>
          <w:rStyle w:val="libAieChar"/>
          <w:rFonts w:hint="cs"/>
          <w:rtl/>
          <w:lang w:bidi="fa-IR"/>
        </w:rPr>
        <w:t>یُّ</w:t>
      </w:r>
      <w:r w:rsidRPr="004A11C6">
        <w:rPr>
          <w:rStyle w:val="libAieChar"/>
          <w:rFonts w:hint="eastAsia"/>
          <w:rtl/>
          <w:lang w:bidi="fa-IR"/>
        </w:rPr>
        <w:t>ضَّلَهُ</w:t>
      </w:r>
      <w:r w:rsidRPr="004A11C6">
        <w:rPr>
          <w:rStyle w:val="libAieChar"/>
          <w:rtl/>
          <w:lang w:bidi="fa-IR"/>
        </w:rPr>
        <w:t xml:space="preserve"> ضَ</w:t>
      </w:r>
      <w:r w:rsidRPr="004A11C6">
        <w:rPr>
          <w:rStyle w:val="libAieChar"/>
          <w:rFonts w:hint="cs"/>
          <w:rtl/>
          <w:lang w:bidi="fa-IR"/>
        </w:rPr>
        <w:t>یَّ</w:t>
      </w:r>
      <w:r w:rsidRPr="004A11C6">
        <w:rPr>
          <w:rStyle w:val="libAieChar"/>
          <w:rFonts w:hint="eastAsia"/>
          <w:rtl/>
          <w:lang w:bidi="fa-IR"/>
        </w:rPr>
        <w:t>قاً</w:t>
      </w:r>
      <w:r w:rsidRPr="004A11C6">
        <w:rPr>
          <w:rStyle w:val="libAieChar"/>
          <w:rtl/>
          <w:lang w:bidi="fa-IR"/>
        </w:rPr>
        <w:t xml:space="preserve"> حَرَجَاً کَاَّنَما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صَّعَّدُ</w:t>
      </w:r>
      <w:r w:rsidRPr="004A11C6">
        <w:rPr>
          <w:rStyle w:val="libAieChar"/>
          <w:rtl/>
          <w:lang w:bidi="fa-IR"/>
        </w:rPr>
        <w:t xml:space="preserve"> فِ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tl/>
          <w:lang w:bidi="fa-IR"/>
        </w:rPr>
        <w:t xml:space="preserve"> السَّماء ِ کَذلِکَ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جعَلُ</w:t>
      </w:r>
      <w:r w:rsidRPr="004A11C6">
        <w:rPr>
          <w:rStyle w:val="libAieChar"/>
          <w:rtl/>
          <w:lang w:bidi="fa-IR"/>
        </w:rPr>
        <w:t xml:space="preserve"> اللهُ الرَّجسَ عَلَ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tl/>
          <w:lang w:bidi="fa-IR"/>
        </w:rPr>
        <w:t xml:space="preserve"> الَّذ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Fonts w:hint="eastAsia"/>
          <w:rtl/>
          <w:lang w:bidi="fa-IR"/>
        </w:rPr>
        <w:t>نَ</w:t>
      </w:r>
      <w:r w:rsidRPr="004A11C6">
        <w:rPr>
          <w:rStyle w:val="libAieChar"/>
          <w:rtl/>
          <w:lang w:bidi="fa-IR"/>
        </w:rPr>
        <w:t xml:space="preserve"> لا</w:t>
      </w:r>
      <w:r w:rsidRPr="004A11C6">
        <w:rPr>
          <w:rStyle w:val="libAieChar"/>
          <w:rFonts w:hint="cs"/>
          <w:rtl/>
          <w:lang w:bidi="fa-IR"/>
        </w:rPr>
        <w:t>یُ</w:t>
      </w:r>
      <w:r w:rsidRPr="004A11C6">
        <w:rPr>
          <w:rStyle w:val="libAieChar"/>
          <w:rFonts w:hint="eastAsia"/>
          <w:rtl/>
          <w:lang w:bidi="fa-IR"/>
        </w:rPr>
        <w:t>ومِنُونَ</w:t>
      </w:r>
      <w:r w:rsidRPr="004A11C6">
        <w:rPr>
          <w:rStyle w:val="libAlaemChar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4A11C6">
        <w:rPr>
          <w:rStyle w:val="libFootnotenumChar"/>
          <w:rtl/>
          <w:lang w:bidi="fa-IR"/>
        </w:rPr>
        <w:t>(1)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«خداوند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هرکس را بخواهد، دلش را به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کس را که گمراه بخواهد (به واسط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اعمال بدش) دلش را چنان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فشارد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آسمان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 w:rsidRPr="004A11C6">
        <w:rPr>
          <w:rStyle w:val="libAlaemChar"/>
          <w:rFonts w:hint="cs"/>
          <w:rtl/>
        </w:rPr>
        <w:t>(</w:t>
      </w:r>
      <w:r w:rsidRPr="004A11C6">
        <w:rPr>
          <w:rStyle w:val="libAieChar"/>
          <w:rtl/>
          <w:lang w:bidi="fa-IR"/>
        </w:rPr>
        <w:t>وَ هذا صِراطُ رَبِّکَ مُستَق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Fonts w:hint="eastAsia"/>
          <w:rtl/>
          <w:lang w:bidi="fa-IR"/>
        </w:rPr>
        <w:t>مًا</w:t>
      </w:r>
      <w:r w:rsidRPr="004A11C6">
        <w:rPr>
          <w:rStyle w:val="libAieChar"/>
          <w:rtl/>
          <w:lang w:bidi="fa-IR"/>
        </w:rPr>
        <w:t xml:space="preserve"> قَد فَصَّلنَا الآ</w:t>
      </w:r>
      <w:r w:rsidRPr="004A11C6">
        <w:rPr>
          <w:rStyle w:val="libAieChar"/>
          <w:rFonts w:hint="cs"/>
          <w:rtl/>
          <w:lang w:bidi="fa-IR"/>
        </w:rPr>
        <w:t>ی</w:t>
      </w:r>
      <w:r w:rsidRPr="004A11C6">
        <w:rPr>
          <w:rStyle w:val="libAieChar"/>
          <w:rFonts w:hint="eastAsia"/>
          <w:rtl/>
          <w:lang w:bidi="fa-IR"/>
        </w:rPr>
        <w:t>اتِ</w:t>
      </w:r>
      <w:r w:rsidRPr="004A11C6">
        <w:rPr>
          <w:rStyle w:val="libAieChar"/>
          <w:rtl/>
          <w:lang w:bidi="fa-IR"/>
        </w:rPr>
        <w:t xml:space="preserve"> لِقَومٍ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ذَّکَّروُن</w:t>
      </w:r>
      <w:r w:rsidRPr="004A11C6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 w:rsidRPr="004A11C6">
        <w:rPr>
          <w:rStyle w:val="libFootnotenumChar"/>
          <w:rtl/>
          <w:lang w:bidi="fa-IR"/>
        </w:rPr>
        <w:t>(2)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پروردگار توست، ما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 w:rsidRPr="004A11C6">
        <w:rPr>
          <w:rStyle w:val="libAlaemChar"/>
          <w:rFonts w:hint="cs"/>
          <w:rtl/>
        </w:rPr>
        <w:t>(</w:t>
      </w:r>
      <w:r w:rsidRPr="004A11C6">
        <w:rPr>
          <w:rStyle w:val="libAieChar"/>
          <w:rtl/>
          <w:lang w:bidi="fa-IR"/>
        </w:rPr>
        <w:t>لَهُم دارُ السَّلام ِ عِندَ رَبَّهِم وَ هُوَ وَلِ</w:t>
      </w:r>
      <w:r w:rsidRPr="004A11C6">
        <w:rPr>
          <w:rStyle w:val="libAieChar"/>
          <w:rFonts w:hint="cs"/>
          <w:rtl/>
          <w:lang w:bidi="fa-IR"/>
        </w:rPr>
        <w:t>یُّ</w:t>
      </w:r>
      <w:r w:rsidRPr="004A11C6">
        <w:rPr>
          <w:rStyle w:val="libAieChar"/>
          <w:rFonts w:hint="eastAsia"/>
          <w:rtl/>
          <w:lang w:bidi="fa-IR"/>
        </w:rPr>
        <w:t>هُم</w:t>
      </w:r>
      <w:r w:rsidRPr="004A11C6">
        <w:rPr>
          <w:rStyle w:val="libAieChar"/>
          <w:rtl/>
          <w:lang w:bidi="fa-IR"/>
        </w:rPr>
        <w:t xml:space="preserve"> بِما کانُوا </w:t>
      </w:r>
      <w:r w:rsidRPr="004A11C6">
        <w:rPr>
          <w:rStyle w:val="libAieChar"/>
          <w:rFonts w:hint="cs"/>
          <w:rtl/>
          <w:lang w:bidi="fa-IR"/>
        </w:rPr>
        <w:t>یَ</w:t>
      </w:r>
      <w:r w:rsidRPr="004A11C6">
        <w:rPr>
          <w:rStyle w:val="libAieChar"/>
          <w:rFonts w:hint="eastAsia"/>
          <w:rtl/>
          <w:lang w:bidi="fa-IR"/>
        </w:rPr>
        <w:t>عمَلوُن</w:t>
      </w:r>
      <w:r>
        <w:rPr>
          <w:rtl/>
          <w:lang w:bidi="fa-IR"/>
        </w:rPr>
        <w:t xml:space="preserve"> </w:t>
      </w:r>
      <w:r w:rsidRPr="004A11C6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Pr="004A11C6">
        <w:rPr>
          <w:rStyle w:val="libFootnotenumChar"/>
          <w:rtl/>
          <w:lang w:bidi="fa-IR"/>
        </w:rPr>
        <w:t>(3)</w:t>
      </w:r>
    </w:p>
    <w:p w:rsidR="004A11C6" w:rsidRPr="004A11C6" w:rsidRDefault="004A11C6" w:rsidP="004A11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4A11C6" w:rsidRDefault="004A11C6" w:rsidP="004A11C6">
      <w:pPr>
        <w:pStyle w:val="libFootnote0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125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انعام</w:t>
      </w:r>
    </w:p>
    <w:p w:rsidR="004A11C6" w:rsidRDefault="004A11C6" w:rsidP="004A11C6">
      <w:pPr>
        <w:pStyle w:val="libFootnote0"/>
        <w:rPr>
          <w:rtl/>
          <w:lang w:bidi="fa-IR"/>
        </w:rPr>
      </w:pPr>
      <w:r>
        <w:rPr>
          <w:rtl/>
          <w:lang w:bidi="fa-IR"/>
        </w:rPr>
        <w:t>2-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126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انعام</w:t>
      </w:r>
    </w:p>
    <w:p w:rsidR="004A11C6" w:rsidRDefault="004A11C6" w:rsidP="004A11C6">
      <w:pPr>
        <w:pStyle w:val="libFootnote0"/>
        <w:rPr>
          <w:rtl/>
          <w:lang w:bidi="fa-IR"/>
        </w:rPr>
      </w:pPr>
      <w:r>
        <w:rPr>
          <w:rtl/>
          <w:lang w:bidi="fa-IR"/>
        </w:rPr>
        <w:t>3-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127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انعام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eastAsia"/>
          <w:rtl/>
          <w:lang w:bidi="fa-IR"/>
        </w:rPr>
        <w:lastRenderedPageBreak/>
        <w:t>«آنها</w:t>
      </w:r>
      <w:r>
        <w:rPr>
          <w:rtl/>
          <w:lang w:bidi="fa-IR"/>
        </w:rPr>
        <w:t xml:space="preserve"> نزد پرودگار،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دارند و خدا به پاداش کردارشان، دوستدار آنان خواهد بود.»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وجود آنکه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سال از بعثت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حضرت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هر روزه تعداد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جو، آزاد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دلِ جهان به اسلام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آن گاه که علل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انتخابشان مورد سؤال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رغم پاسخ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تفاوت</w:t>
      </w:r>
      <w:r>
        <w:rPr>
          <w:rtl/>
          <w:lang w:bidi="fa-IR"/>
        </w:rPr>
        <w:t xml:space="preserve"> و گوناگون، همه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نکت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مشترک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آن، همسو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فطرت و تبار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 و ارزش نهادن به کرامت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نه تنها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اعتقادات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دسترس عقل انسان ها دور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بلکه همواره عقلان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 ها را مورد خطاب قرار داده و شعور و ادراک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قضاوت فرام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اسلام،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واژه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 اوُلوالاَلباب (صاحبان خرد) ولم تعقلون (چرا عقل خود را به 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اندازند) مورد تذکّر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باش قرارگرفته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اسلام، وعده گاه انسان با خدا، تنها مسجد و محراب نبوده، بلکه هم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صحنه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عرصه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محل ملاقات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 خالق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باشد و هر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تلاش سازنده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خالص صورت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عبادت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اجر و پاداش داشته باشد. </w:t>
      </w: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30 سور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روم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«پس تو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جانب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 اسلام آور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که فطرت خلق را بر اساس آن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خلقت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استوار،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مردم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اسلام همان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فطرت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سرشته و خلق نموده است. مادام که فطرت را زنگار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نپوشانده باشد، انسان در مواجهه با اسلام آن را به عنوان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امروزه پس از گذشت قرن ها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ظهور اسلام، به سراغ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و آن را با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کامل و در کمال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 زنگار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فطرت خود زدوده اند. لذا مطالع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سرگذشت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انسان ها از جهات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آموزنده باشد.</w:t>
      </w:r>
    </w:p>
    <w:p w:rsidR="004A11C6" w:rsidRDefault="004A11C6" w:rsidP="004A11C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512082852"/>
      <w:r>
        <w:rPr>
          <w:rFonts w:hint="eastAsia"/>
          <w:rtl/>
          <w:lang w:bidi="fa-IR"/>
        </w:rPr>
        <w:lastRenderedPageBreak/>
        <w:t>اسلام</w:t>
      </w:r>
      <w:r>
        <w:rPr>
          <w:rtl/>
          <w:lang w:bidi="fa-IR"/>
        </w:rPr>
        <w:t xml:space="preserve"> در جهان</w:t>
      </w:r>
      <w:bookmarkEnd w:id="2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جهان است که تعداد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 به سرعت در حال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است. طبق آمار انجمن روابط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کا،</w:t>
      </w:r>
      <w:r>
        <w:rPr>
          <w:rtl/>
          <w:lang w:bidi="fa-IR"/>
        </w:rPr>
        <w:t xml:space="preserve"> در سال 1997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مسلمانان جهان حدود 1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و 200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بوده است. طبق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آمار، 22%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جهان مسلمان هستند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حدود 33%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اسلام سالانه 4/6%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از رشد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جهان است. رشد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جهان سالانه 3/2%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مسلمانان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 تا 6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ذکر شده است و اظهار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تفاوت؛ مسلمانان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پس از مهاجرت به </w:t>
      </w:r>
      <w:r>
        <w:rPr>
          <w:rFonts w:hint="eastAsia"/>
          <w:rtl/>
          <w:lang w:bidi="fa-IR"/>
        </w:rPr>
        <w:t>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اند. وزارت امور خارجه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«اسلام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حال گسترش جهان است و تا سال 2010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مسلمان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گرفت. هم اکنون حدود 6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مسلمان و 2000 مسجد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وجود دارد که 6/77% مسلمانان مه</w:t>
      </w:r>
      <w:r>
        <w:rPr>
          <w:rFonts w:hint="eastAsia"/>
          <w:rtl/>
          <w:lang w:bidi="fa-IR"/>
        </w:rPr>
        <w:t>اجر</w:t>
      </w:r>
      <w:r>
        <w:rPr>
          <w:rtl/>
          <w:lang w:bidi="fa-IR"/>
        </w:rPr>
        <w:t xml:space="preserve"> هستند و 4/22%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الاصل هستند.» </w:t>
      </w:r>
      <w:r w:rsidRPr="004A11C6">
        <w:rPr>
          <w:rStyle w:val="libFootnotenumChar"/>
          <w:rtl/>
          <w:lang w:bidi="fa-IR"/>
        </w:rPr>
        <w:t>(1)</w:t>
      </w:r>
    </w:p>
    <w:p w:rsidR="004A11C6" w:rsidRPr="004A11C6" w:rsidRDefault="004A11C6" w:rsidP="004A11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4A11C6" w:rsidRDefault="004A11C6" w:rsidP="004A11C6">
      <w:pPr>
        <w:pStyle w:val="libFootnote0"/>
        <w:rPr>
          <w:rtl/>
          <w:lang w:bidi="fa-IR"/>
        </w:rPr>
      </w:pPr>
      <w:r>
        <w:rPr>
          <w:rtl/>
          <w:lang w:bidi="fa-IR"/>
        </w:rPr>
        <w:t>1-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lang w:bidi="fa-IR"/>
        </w:rPr>
        <w:t>BBC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eastAsia"/>
          <w:rtl/>
          <w:lang w:bidi="fa-IR"/>
        </w:rPr>
        <w:lastRenderedPageBreak/>
        <w:t>طبق</w:t>
      </w:r>
      <w:r>
        <w:rPr>
          <w:rtl/>
          <w:lang w:bidi="fa-IR"/>
        </w:rPr>
        <w:t xml:space="preserve"> آمار سازمان ملل، رشد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مسلمانان سالانه 4/6% و رشد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46/1%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از هر 4 نفر در جهان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مسلمان است و جالب توجه است که از هر 4 مسلمان 3 نفر آن زن هستند.</w:t>
      </w:r>
    </w:p>
    <w:p w:rsidR="004A11C6" w:rsidRDefault="00761178" w:rsidP="007611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512082853"/>
      <w:r w:rsidR="004A11C6">
        <w:rPr>
          <w:rFonts w:hint="eastAsia"/>
          <w:rtl/>
          <w:lang w:bidi="fa-IR"/>
        </w:rPr>
        <w:lastRenderedPageBreak/>
        <w:t>راه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سو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پارادا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>/ خانم ام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ره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3"/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آرکانزاس در منطقه جنوب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متولد شدم. تمام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مزرعه گذراندم و بزرگ شدم.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صبح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خروس و غذا دادن به مرغ و جوجه ها و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گاوها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پدرم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دهنده بود.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ددهنده</w:t>
      </w:r>
      <w:r>
        <w:rPr>
          <w:rtl/>
          <w:lang w:bidi="fa-IR"/>
        </w:rPr>
        <w:t xml:space="preserve"> هم فرقه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است؛ مثل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متود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که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دشان</w:t>
      </w:r>
      <w:r>
        <w:rPr>
          <w:rtl/>
          <w:lang w:bidi="fa-IR"/>
        </w:rPr>
        <w:t xml:space="preserve"> با هم متفاوت است. اطراف ما تا شعاع 300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با فرهنگ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نشده بودم.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که هم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مخلوقات در برابر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کسانند</w:t>
      </w:r>
      <w:r>
        <w:rPr>
          <w:rtl/>
          <w:lang w:bidi="fa-IR"/>
        </w:rPr>
        <w:t xml:space="preserve"> و تفاوت و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رنگ ها، نژادها، فرهنگ ها و مذهب ها وجود ندارد، اما بعدها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فقط شعار است و ذهنشان بسته تر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مسلمانان آشنا شدم در دانشگاه آرکانزاس بود. ابتدا پوشش خانوم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توجه مرا به خودش جلب کرد. با خانوم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دانشگاه آشنا شدم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حرف بزنم و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بپرسم. در قلب و روحم احساس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اون دختر را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او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ساعت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و به داستان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دربار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کشورش و فرهنگش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آرامش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آرامش را در کمتر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ودم</w:t>
      </w:r>
      <w:r>
        <w:rPr>
          <w:rtl/>
          <w:lang w:bidi="fa-IR"/>
        </w:rPr>
        <w:t>. هنوز هم تمام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مورد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خدا در ذهنم هست.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خودم </w:t>
      </w:r>
      <w:r>
        <w:rPr>
          <w:rtl/>
          <w:lang w:bidi="fa-IR"/>
        </w:rPr>
        <w:lastRenderedPageBreak/>
        <w:t>دربار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مسئله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کنند، نه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خدا؟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نه خدا؟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دوستم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مرا متقاعد کند که اسلام تنها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بهشت ختم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بعد از شش ماه فارغ التحص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و به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برگشت.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ملاقاتمان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رممکن</w:t>
      </w:r>
      <w:r>
        <w:rPr>
          <w:rtl/>
          <w:lang w:bidi="fa-IR"/>
        </w:rPr>
        <w:t xml:space="preserve"> است.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«انشاءالله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در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متأسفانه</w:t>
      </w:r>
      <w:r>
        <w:rPr>
          <w:rtl/>
          <w:lang w:bidi="fa-IR"/>
        </w:rPr>
        <w:t xml:space="preserve"> او دو هفته بعد از برگشت به کشورش کشته شد.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با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خاورم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دوست شدم. آنها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دوستم را پر کنند. آن موقع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مند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بودم و به نظرم زبان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بود. ساعت ها به نوارها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آنها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اگرچه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اما قلب و روحم آن را لمس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داشتم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بخواند. دوستانم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اموزند،</w:t>
      </w:r>
      <w:r>
        <w:rPr>
          <w:rtl/>
          <w:lang w:bidi="fa-IR"/>
        </w:rPr>
        <w:t xml:space="preserve"> اما وقت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دانشگاه به شهر خودم برگشتم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مسلمانان در ارتباط نبودم، اما از علاقه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کاسته نشد. علاقه 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دوستانم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بود، چون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داده بودند که هم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کسانند،</w:t>
      </w:r>
      <w:r>
        <w:rPr>
          <w:rtl/>
          <w:lang w:bidi="fa-IR"/>
        </w:rPr>
        <w:t xml:space="preserve"> اما انگار استثناها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وجود دارد.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بهار</w:t>
      </w:r>
      <w:r>
        <w:rPr>
          <w:rtl/>
          <w:lang w:bidi="fa-IR"/>
        </w:rPr>
        <w:t xml:space="preserve"> آن سال خداوند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وارد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کرد که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از او بپرسم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او به مسجد رفتم. خاطره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از ذهنم پاک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هشت</w:t>
      </w:r>
      <w:r>
        <w:rPr>
          <w:rtl/>
          <w:lang w:bidi="fa-IR"/>
        </w:rPr>
        <w:t xml:space="preserve"> ماه دربار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کردم،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نوار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خدا را شکر که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مسلمان شدم.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بعداز</w:t>
      </w:r>
      <w:r>
        <w:rPr>
          <w:rtl/>
          <w:lang w:bidi="fa-IR"/>
        </w:rPr>
        <w:t xml:space="preserve"> مسلمان شدنم و ازدواج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مسلمان،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وارد مرحل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شوکه شده بودند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من حرف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دوستان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 را از دست دادم.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اول مرا به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بردند،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جواب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عاقم کرد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گفتند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فرزند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دعا کردند که به قعر جهنم بروم.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اختلافات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اما آنها را از ته قلبم دوست دارم.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بمب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عربستان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بدتر شد. عمو و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آن حادثه کشته شدند.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به من زنگ زدند و گفتند: «خون آنها به گردن تو و دوستان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ستت</w:t>
      </w:r>
      <w:r>
        <w:rPr>
          <w:rtl/>
          <w:lang w:bidi="fa-IR"/>
        </w:rPr>
        <w:t xml:space="preserve"> است.»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اما خدا کمک کرد تا مقاومت خود را به دست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و محکم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نگذشته بود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آمدم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با رنگ نوشته اند، عاشق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 به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اطلاع دادم، اما آنها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نکردند. همان شب به خانه ام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تمام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 خرد شد و مرغ و جوجه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کشت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آمد، گفتم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شان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چه بود، اما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هم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ناشناس با چاقو به طرفم حمله کرد و چند تا از دنده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شکست و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و منتظر محاکمه است.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اش را نسبت به مردم شهر انجام داده بود.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در 120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احساس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دوست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که از او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فقط تنها</w:t>
      </w:r>
      <w:r w:rsidR="0076117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ارتباطم</w:t>
      </w:r>
      <w:r>
        <w:rPr>
          <w:rtl/>
          <w:lang w:bidi="fa-IR"/>
        </w:rPr>
        <w:t xml:space="preserve"> با اسلام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و خواندن متن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دوستان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است. آنها خانواده ام هستند!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مردم شهرم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را کنار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 و به آن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هستم.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داستان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دعا کنند و بدانند که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بخورند و خلاصه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با آن روبه رو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24.10.2013</w:t>
      </w:r>
    </w:p>
    <w:p w:rsidR="004A11C6" w:rsidRDefault="00761178" w:rsidP="007611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512082854"/>
      <w:r w:rsidR="004A11C6">
        <w:rPr>
          <w:rFonts w:hint="eastAsia"/>
          <w:rtl/>
          <w:lang w:bidi="fa-IR"/>
        </w:rPr>
        <w:lastRenderedPageBreak/>
        <w:t>سفر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درون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بروس پترسون</w:t>
      </w:r>
      <w:bookmarkEnd w:id="4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سفرم به اسلام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اتم</w:t>
      </w:r>
      <w:r>
        <w:rPr>
          <w:rtl/>
          <w:lang w:bidi="fa-IR"/>
        </w:rPr>
        <w:t xml:space="preserve"> به شما کمک کند تا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درون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کدام از ما در فرهنگ ها، کشورها و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مختلف متولد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اغلب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مبهم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اسف بار و مشکلات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نحل</w:t>
      </w:r>
      <w:r>
        <w:rPr>
          <w:rtl/>
          <w:lang w:bidi="fa-IR"/>
        </w:rPr>
        <w:t xml:space="preserve"> آن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جنگ، فقر،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متأسفانه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افراد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از مشکلات فرار کنند و خود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با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مواجه شوند. روبه رو شدن با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اغلب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است. سؤال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محکم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اندازه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محکم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فرار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دربار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چند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شروع کردم.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فهم درست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حل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امروزه با آن روبه رو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7611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 و سفرم هم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شروع</w:t>
      </w:r>
      <w:r w:rsidR="0076117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مطالع</w:t>
      </w:r>
      <w:r w:rsidR="0076117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کتاب مقدس را شروع کردم و مدام سؤا 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مورد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اما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زود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شدم.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من گفت: «تو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اعتقاد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اما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تناقضات، باور و اعتقاد 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کتاب مقدس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تناقضات و اشتباهات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به خودش هم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 و اساس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زند؟ مطمئناً نه!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الواح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و در آن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که بتوان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مذهب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آوردم، به خصوص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 وقت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</w:t>
      </w:r>
      <w:r>
        <w:rPr>
          <w:rtl/>
          <w:lang w:bidi="fa-IR"/>
        </w:rPr>
        <w:t xml:space="preserve"> در معابد بودا صرف کردم و با راهب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بحث و گفت وگو کردم. در واقع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</w:t>
      </w:r>
      <w:r>
        <w:rPr>
          <w:rtl/>
          <w:lang w:bidi="fa-IR"/>
        </w:rPr>
        <w:t xml:space="preserve"> به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اما نتوانستم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ذهنم؛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وجودم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به نظر آنها صحبت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وجود،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احمقانه است.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 و به نقاط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کردم.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وجود داشت، اما مانند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آنها را به طور کامل به عنوان حق و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نظر گرفت.</w:t>
      </w:r>
    </w:p>
    <w:p w:rsidR="00584662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کم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و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چه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چه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مسلک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هم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فرار از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 واقعاً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بودم. فقط از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به من نشان دهد. آن موقع بود که با اسلام آشنا شدم. از قبل هم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اما آنچه که ما در غرب راجع به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مبهم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>. به هرحال علاقه مند شده بودم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قرآن را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در مورد آن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تفاوت قابل توجه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اسلام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اسلام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خالق و مخلوق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مسلمانان خالق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پرستند، نه مخلوق را.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در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مخلوقات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سنگ و چوب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طبق گفت</w:t>
      </w:r>
      <w:r w:rsidR="00584662">
        <w:rPr>
          <w:rFonts w:hint="cs"/>
          <w:rtl/>
          <w:lang w:bidi="fa-IR"/>
        </w:rPr>
        <w:t>ه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خودشان،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در آنها حلول کرده،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قرار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 w:rsidR="00584662">
        <w:rPr>
          <w:rFonts w:hint="cs"/>
          <w:rtl/>
          <w:lang w:bidi="fa-IR"/>
        </w:rPr>
        <w:t>ب</w:t>
      </w:r>
      <w:r>
        <w:rPr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خلق کرده باشد.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</w:t>
      </w:r>
      <w:r>
        <w:rPr>
          <w:rtl/>
          <w:lang w:bidi="fa-IR"/>
        </w:rPr>
        <w:lastRenderedPageBreak/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و دوباره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ما خواهد گرفت. در اسلام تنها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بخشوده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پرستش مخلوقات است.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اسلام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قرآن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 قرآن کتاب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آن جواب تمام سؤا 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آموخته بودم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درست است؛ مانند قطعات پازل کنار هم قرار گرفت و با اسلام کامل شد. اسلامِِِ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قرآن گفته شده، نه آنچه که در غرب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آموزند. شما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سفرتان را با جست وجو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www.tellmeaboutislam.com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2013.5.10</w:t>
      </w:r>
    </w:p>
    <w:p w:rsidR="004A11C6" w:rsidRDefault="00584662" w:rsidP="0058466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512082855"/>
      <w:r w:rsidR="004A11C6">
        <w:rPr>
          <w:rFonts w:hint="eastAsia"/>
          <w:rtl/>
          <w:lang w:bidi="fa-IR"/>
        </w:rPr>
        <w:lastRenderedPageBreak/>
        <w:t>مقدس</w:t>
      </w:r>
      <w:r w:rsidR="004A11C6">
        <w:rPr>
          <w:rtl/>
          <w:lang w:bidi="fa-IR"/>
        </w:rPr>
        <w:t xml:space="preserve"> تر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حالت وجود/ خانم تم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 xml:space="preserve"> کروز</w:t>
      </w:r>
      <w:bookmarkEnd w:id="5"/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«ک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من مسلمان متولد شده بودم،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در واقع هم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مسلمان متولد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هرگز متوجه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اسلام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واحد دانشگاه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شدم، ما در ماه رمضان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جمعه دعوت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ذهنم</w:t>
      </w:r>
      <w:r>
        <w:rPr>
          <w:rtl/>
          <w:lang w:bidi="fa-IR"/>
        </w:rPr>
        <w:t xml:space="preserve"> پر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پوچ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بود و اصلاً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راجع به آن بدانم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بشنوم.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کالج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چند مسلمان دوست شدم.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نحو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بود که آنها مشروب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روزه بودند و در روز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چطور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هستند؟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نظاره گر بودم و مفهوم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شدم، جواب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</w:t>
      </w:r>
      <w:r w:rsidR="0058466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مرفه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اما از نظر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بودم.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 w:rsidR="005846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تمام مشکلات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ببرد، اما واقعاً اشتباه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23 ساله بودم مادرم فوت کرد. بعد از مرگ مادرم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ارزش نداشت؛ خانه،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جواهرات و ثروتم. به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با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که اگر الان با مرگ،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 تمام شده، پس چرا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متولد شد و هدف از آمدن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بود؟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داشته؟ آن موقع بود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نتوانستم وجود خدا را انکار کنم.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tl/>
          <w:lang w:bidi="fa-IR"/>
        </w:rPr>
        <w:t xml:space="preserve"> خودش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فرد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 و آن لحظات را درک کرد.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دانشگاه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مسلمان آشنا شده بودم. او مرا به جلسات ماهانه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داشتند دعوت کرد، من هم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وقتم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هر روز خدا به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به من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نکته،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درک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مسئله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دادن صبر و تحمل،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روزها هم با القا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و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خدا را لحظه به لحظه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انسان ها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کردم، اما خانواده ام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روش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همکارانم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«تو چطور توانست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انکار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گفتم: «مس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انکار نکردم و او را دوست دارم. در واقع تازه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مقام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درک کرده ام.» او فقط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مبهوت نگاهم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مفهوم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درک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فرهنگ</w:t>
      </w:r>
      <w:r>
        <w:rPr>
          <w:rtl/>
          <w:lang w:bidi="fa-IR"/>
        </w:rPr>
        <w:t xml:space="preserve"> غرب، اسلام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 را درک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آنها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ما مسلمانان،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طرفدار کهنه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آرامش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آنها انتقام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اسلام فراتر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فرهنگ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رسم است. اسلام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مقدس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حالتِ بودن است.</w:t>
      </w: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www.tellmeaboutislam.com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2013.5.10</w:t>
      </w:r>
    </w:p>
    <w:p w:rsidR="004A11C6" w:rsidRDefault="00584662" w:rsidP="0058466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512082856"/>
      <w:r w:rsidR="004A11C6">
        <w:rPr>
          <w:rFonts w:hint="eastAsia"/>
          <w:rtl/>
          <w:lang w:bidi="fa-IR"/>
        </w:rPr>
        <w:lastRenderedPageBreak/>
        <w:t>سؤال</w:t>
      </w:r>
      <w:r w:rsidR="004A11C6">
        <w:rPr>
          <w:rtl/>
          <w:lang w:bidi="fa-IR"/>
        </w:rPr>
        <w:t xml:space="preserve"> ها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>/ خانم جن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فر</w:t>
      </w:r>
      <w:r w:rsidR="004A11C6">
        <w:rPr>
          <w:rtl/>
          <w:lang w:bidi="fa-IR"/>
        </w:rPr>
        <w:t xml:space="preserve"> هارل از تگزاس</w:t>
      </w:r>
      <w:bookmarkEnd w:id="6"/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شدم. بعد از دانشگاه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Pr="00584662">
        <w:rPr>
          <w:rStyle w:val="libFootnotenumChar"/>
          <w:rtl/>
        </w:rPr>
        <w:t xml:space="preserve"> (1) </w:t>
      </w:r>
      <w:r>
        <w:rPr>
          <w:rtl/>
          <w:lang w:bidi="fa-IR"/>
        </w:rPr>
        <w:t>شدم.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اما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داشتم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به پارت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لذت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فوتبال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ازدواج کردم و بعد از چند وق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هم جدا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مسئول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فرزندم هم شدم.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فروشگاه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همکارانم مسلمان بودند.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8466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فرقه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ها (</w:t>
      </w:r>
      <w:r>
        <w:rPr>
          <w:lang w:bidi="fa-IR"/>
        </w:rPr>
        <w:t>Methodists</w:t>
      </w:r>
      <w:r>
        <w:rPr>
          <w:rtl/>
          <w:lang w:bidi="fa-IR"/>
        </w:rPr>
        <w:t>) در سال 1738منشعب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پروتستان در انگلستان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در 1784 در شهر بالت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لند</w:t>
      </w:r>
      <w:r>
        <w:rPr>
          <w:rtl/>
          <w:lang w:bidi="fa-IR"/>
        </w:rPr>
        <w:t xml:space="preserve"> کار خود را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به طور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آغاز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فرقه اسقف اعظم توسط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انتخاب و به صورت مادام العمر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مذهب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براساس سنت، عقل و تجربه وجود دارد که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استنباط شده است.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ها به شدت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معتقدند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بحث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روزمره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را نشان دهد.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آنها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حرف ها و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باعث 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فکر کنم. مطالع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کتاب مقدس را شروع کردم و در کنارش دربار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هم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راحت تر بتوانم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دفاع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آن دسته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نبودم که هر روز صبح دعا بخوانم.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نماز خواندن و روزه گرفتن همکارانم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جالب بود. آنها به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عنوان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اعتقاد داشتند.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نظرم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اشتباه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تا از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بود؛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حجاب ندارند؟ در کتاب مقدس آمده است که اگر زن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خود را بپوشاند،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را بتراشد و اگر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خجالت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کشد،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خود را بپوشاند. </w:t>
      </w:r>
      <w:r w:rsidRPr="00584662">
        <w:rPr>
          <w:rStyle w:val="libFootnotenumChar"/>
          <w:rtl/>
        </w:rPr>
        <w:t>(1)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سر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پوشانند؟ زن به هنگام دعا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نبوت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بپوشاند. </w:t>
      </w:r>
      <w:r w:rsidRPr="00584662">
        <w:rPr>
          <w:rStyle w:val="libFootnotenumChar"/>
          <w:rtl/>
        </w:rPr>
        <w:t>(2)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گوشت خوک و شراب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خورند؟ چرا زنا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</w:t>
      </w:r>
    </w:p>
    <w:p w:rsidR="004A11C6" w:rsidRDefault="004A11C6" w:rsidP="005846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واقعاً پسر خداست؟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مسئل</w:t>
      </w:r>
      <w:r w:rsidR="0058466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تناقض و اختلاف در کتاب مقدس وجود دارد؟ چرا علوم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 مقدس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روز استراحت خداست، پس چرا مردم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جهنم وجود دارد؟ اگر خدا مهربان است چرا انسان ها را از جهنم نجات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دهد؟</w:t>
      </w:r>
    </w:p>
    <w:p w:rsidR="004A11C6" w:rsidRPr="00584662" w:rsidRDefault="00584662" w:rsidP="0058466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4A11C6" w:rsidRDefault="004A11C6" w:rsidP="00584662">
      <w:pPr>
        <w:pStyle w:val="libFootnote0"/>
        <w:rPr>
          <w:rtl/>
          <w:lang w:bidi="fa-IR"/>
        </w:rPr>
      </w:pPr>
      <w:r>
        <w:rPr>
          <w:rtl/>
          <w:lang w:bidi="fa-IR"/>
        </w:rPr>
        <w:t>1-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رساله اول پولس به قرنت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باب 11، عبارت 6</w:t>
      </w:r>
    </w:p>
    <w:p w:rsidR="00584662" w:rsidRDefault="004A11C6" w:rsidP="00584662">
      <w:pPr>
        <w:pStyle w:val="libFootnote0"/>
        <w:rPr>
          <w:rtl/>
          <w:lang w:bidi="fa-IR"/>
        </w:rPr>
      </w:pPr>
      <w:r>
        <w:rPr>
          <w:rtl/>
          <w:lang w:bidi="fa-IR"/>
        </w:rPr>
        <w:t>2-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رساله اول پولس به قرنت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باب 11، عبارت 13-17</w:t>
      </w:r>
    </w:p>
    <w:p w:rsidR="004A11C6" w:rsidRDefault="00584662" w:rsidP="005846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چرا</w:t>
      </w:r>
      <w:r w:rsidR="004A11C6">
        <w:rPr>
          <w:rtl/>
          <w:lang w:bidi="fa-IR"/>
        </w:rPr>
        <w:t xml:space="preserve">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نجات، غسل تعم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انجام ده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م؟</w:t>
      </w:r>
      <w:r w:rsidR="004A11C6">
        <w:rPr>
          <w:rtl/>
          <w:lang w:bidi="fa-IR"/>
        </w:rPr>
        <w:t xml:space="preserve"> چطور ما فرزند خدا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م؟</w:t>
      </w:r>
      <w:r w:rsidR="004A11C6">
        <w:rPr>
          <w:rtl/>
          <w:lang w:bidi="fa-IR"/>
        </w:rPr>
        <w:t xml:space="preserve"> </w:t>
      </w:r>
      <w:r w:rsidR="004A11C6" w:rsidRPr="00584662">
        <w:rPr>
          <w:rStyle w:val="libFootnotenumChar"/>
          <w:rtl/>
        </w:rPr>
        <w:t>(1)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خداست؟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هم</w:t>
      </w:r>
      <w:r w:rsidR="001743CD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انسان ها گناهکار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اند؟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ما زنان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عمل ختنه را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ما به احکام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</w:t>
      </w:r>
      <w:r w:rsidRPr="001743CD">
        <w:rPr>
          <w:rStyle w:val="libFootnotenumChar"/>
          <w:rtl/>
        </w:rPr>
        <w:t>(2)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گفته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اعتماد کنم؟ و صدها چرا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رفتم و بعد از انجام مراسم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انتظار داشتم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کند، اما جواب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اصلاً قانع کننده نبود. در واقع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سؤال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نداشت.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باعث شد بفهمم که راهم اشتباه است.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صورت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کردم. خدا چشمانم را باز کرد و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تمام ابعاد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داد. هدفم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بهشت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</w:t>
      </w: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www.tellmeaboutislam.com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2013.5.10</w:t>
      </w:r>
    </w:p>
    <w:p w:rsidR="004A11C6" w:rsidRPr="001743CD" w:rsidRDefault="001743CD" w:rsidP="001743C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4A11C6" w:rsidRDefault="004A11C6" w:rsidP="001743CD">
      <w:pPr>
        <w:pStyle w:val="libFootnote0"/>
        <w:rPr>
          <w:rtl/>
          <w:lang w:bidi="fa-IR"/>
        </w:rPr>
      </w:pPr>
      <w:r>
        <w:rPr>
          <w:rtl/>
          <w:lang w:bidi="fa-IR"/>
        </w:rPr>
        <w:t>1-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کتاب غلاط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فصل 3، عبارت 27و 28</w:t>
      </w:r>
    </w:p>
    <w:p w:rsidR="001743CD" w:rsidRDefault="004A11C6" w:rsidP="001743CD">
      <w:pPr>
        <w:pStyle w:val="libFootnote0"/>
        <w:rPr>
          <w:rtl/>
          <w:lang w:bidi="fa-IR"/>
        </w:rPr>
      </w:pPr>
      <w:r>
        <w:rPr>
          <w:rtl/>
          <w:lang w:bidi="fa-IR"/>
        </w:rPr>
        <w:t>2-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کتاب غلاط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فصل 3، عبارت 26</w:t>
      </w:r>
    </w:p>
    <w:p w:rsidR="004A11C6" w:rsidRDefault="001743CD" w:rsidP="001743C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512082857"/>
      <w:r w:rsidR="004A11C6">
        <w:rPr>
          <w:rFonts w:hint="eastAsia"/>
          <w:rtl/>
          <w:lang w:bidi="fa-IR"/>
        </w:rPr>
        <w:lastRenderedPageBreak/>
        <w:t>سفر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عمق وجود به سو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خدا/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جان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ادگراسکا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7"/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و 17 سالمه،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پنس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فرق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ها به کلاس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اما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نداشتم، فقط برنامه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ها بود.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اصول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کنم،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باور کنم.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ما و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خدا را پرستش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ما، خدا و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بپرست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روِ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بود، اما او را به عنوان خدا قبول نداشتم. برخلاف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من،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الوه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دارد.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دربار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او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است صحبت کردم، اما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فرق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اعتراف به گناه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سنت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انجام داده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گناهان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اعتراف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قبول نبود.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خودشان را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 پاپ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اسقف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گناهان فرد را ببخشند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تکف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سؤال بود، از کجا معلوم که خود آن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گناهکار تر نباشد؟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اعتراف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آنها مرتکب اشتباه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شوند؟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گناهان و اشتباهاتم را به خدا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نه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مشکل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داشتم،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عشاء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اسقف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او گفت که عشاء 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شدن بدن و درک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که ما در مقابل سفر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آورد و گف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 طبق کتاب خداوند ما موظف به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آنچه خداوندمان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دربار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شام فرموده است و من هم قبلاً آن را به شما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داده ام. خداوند ما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هودا</w:t>
      </w:r>
      <w:r>
        <w:rPr>
          <w:rtl/>
          <w:lang w:bidi="fa-IR"/>
        </w:rPr>
        <w:t xml:space="preserve">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کرد، نان را به دست گرفت، پس از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پاره کرد و به شاگردان خود داد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بدن من است که در راه شما فدا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من نگاه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از شام،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اله</w:t>
      </w:r>
      <w:r>
        <w:rPr>
          <w:rtl/>
          <w:lang w:bidi="fa-IR"/>
        </w:rPr>
        <w:t xml:space="preserve"> را به دست گرفت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اله،</w:t>
      </w:r>
      <w:r>
        <w:rPr>
          <w:rtl/>
          <w:lang w:bidi="fa-IR"/>
        </w:rPr>
        <w:t xml:space="preserve"> نشان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خدا و شما، که با خون من بسته شده است. هرگاه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هر بار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شما جان خود را فدا کرده است. پس تا زمان بازگشت خداوند،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.» </w:t>
      </w:r>
      <w:r w:rsidRPr="001743CD">
        <w:rPr>
          <w:rStyle w:val="libFootnotenumChar"/>
          <w:rtl/>
        </w:rPr>
        <w:t>(1)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سؤالاتم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استوارتر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حرف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A11C6" w:rsidRPr="001743CD" w:rsidRDefault="001743CD" w:rsidP="001743C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11C6" w:rsidRDefault="004A11C6" w:rsidP="001743CD">
      <w:pPr>
        <w:pStyle w:val="libFootnote0"/>
        <w:rPr>
          <w:rtl/>
          <w:lang w:bidi="fa-IR"/>
        </w:rPr>
      </w:pPr>
      <w:r>
        <w:rPr>
          <w:rtl/>
          <w:lang w:bidi="fa-IR"/>
        </w:rPr>
        <w:t>1-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اول قرنت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عبارات 27-23</w:t>
      </w:r>
    </w:p>
    <w:p w:rsidR="004A11C6" w:rsidRDefault="001743CD" w:rsidP="001743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به</w:t>
      </w:r>
      <w:r w:rsidR="004A11C6">
        <w:rPr>
          <w:rtl/>
          <w:lang w:bidi="fa-IR"/>
        </w:rPr>
        <w:t xml:space="preserve"> 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خاطر؛ به دنبال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گشتم که با عقا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</w:t>
      </w:r>
      <w:r w:rsidR="004A11C6">
        <w:rPr>
          <w:rtl/>
          <w:lang w:bidi="fa-IR"/>
        </w:rPr>
        <w:t xml:space="preserve"> موافق باشد. بدون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چ</w:t>
      </w:r>
      <w:r w:rsidR="004A11C6">
        <w:rPr>
          <w:rtl/>
          <w:lang w:bidi="fa-IR"/>
        </w:rPr>
        <w:t xml:space="preserve"> دل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</w:t>
      </w:r>
      <w:r w:rsidR="004A11C6">
        <w:rPr>
          <w:rtl/>
          <w:lang w:bidi="fa-IR"/>
        </w:rPr>
        <w:t xml:space="preserve"> و شناخت قبل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فرهنگ لغت دنبال کلم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اسلام گشتم و تمام کلمات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به آن مربوط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 را نوشتم و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تک تک آنها تحق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</w:t>
      </w:r>
      <w:r w:rsidR="004A11C6"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آنچه که در درونم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وجود ندارد، اما با مطالع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چند کتاب دربار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اسم دارد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ها نفر در سراسر جهان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مسلمانان،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عنوان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قبول دارند، نه خدا، و به او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و برعکس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معتقدند که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کشته نشد، بلکه قاتلان او فرد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معتقدند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توبه کردن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اسقف اعتراف کنند . فرد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هر لحظه و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صحبت کند و گناها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خدا طلب رحمت و مغفرت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مرا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 آموزنده در درون خودم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برد و در سال 2001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 و مسلمان شدم. به پدر و مادرم نگفته بودم که مسلمان شده ام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از آنها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ماه رمضان آن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روزه گرفتم. ساعت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ناهار به کتابخان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بهتر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سر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دوست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 که آن سال در درس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کرده بودم.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مسلمانم به مسجد رفتم.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نشستم و با خدا صحبت کردم .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اتاق پر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بود، اما احساس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واقعاً احساس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مسجد بروم، پدرم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بروم. واقعاً از دستم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به نظرش انتخابم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احمقانه بود.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قبل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اگر پدرم بفهمد مسلمان شده ام، چه کار خواهد کرد.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خانواده ام را شوکه کنم، اما بالاخره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پدرم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افسرده است. تنها اشتباهش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باهوش است و</w:t>
      </w:r>
      <w:r w:rsidR="001743C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خدا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ندارد.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طرز فکر باعث شده که افسرده شود.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بداند انسان تا چه حد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ظالم باشد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خدا را انکار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دستور اسلام، تا آنجا که نخواهند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با آنها خوش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کرد. تنها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انجام دهم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باشم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هم متوجه شوند،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وجود دارد که به مراتب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بهتر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کِ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انکار خداست.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مطمئنم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باعث شود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را کنار بگذارم. خدا را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از مرحل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گذشتم و به مرحل</w:t>
      </w:r>
      <w:r w:rsidR="001743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خدا هر لحظه با من است و مرا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دوستم دارد و از من محافظت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اسلام چقدر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است.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به من نشان داد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عمر فکر کنم؛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ستم؟</w:t>
      </w:r>
      <w:r>
        <w:rPr>
          <w:rtl/>
          <w:lang w:bidi="fa-IR"/>
        </w:rPr>
        <w:t xml:space="preserve"> نجات داد.</w:t>
      </w:r>
    </w:p>
    <w:p w:rsidR="004A11C6" w:rsidRDefault="004A11C6" w:rsidP="001743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سوگند</w:t>
      </w:r>
      <w:r>
        <w:rPr>
          <w:rtl/>
          <w:lang w:bidi="fa-IR"/>
        </w:rPr>
        <w:t xml:space="preserve"> به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روز </w:t>
      </w:r>
      <w:r w:rsidR="001743CD" w:rsidRPr="001743CD">
        <w:rPr>
          <w:rStyle w:val="libFootnotenumChar"/>
          <w:rFonts w:hint="cs"/>
          <w:rtl/>
        </w:rPr>
        <w:t>(</w:t>
      </w:r>
      <w:r w:rsidRPr="001743CD">
        <w:rPr>
          <w:rStyle w:val="libFootnotenumChar"/>
          <w:rtl/>
        </w:rPr>
        <w:t>1)</w:t>
      </w:r>
      <w:r>
        <w:rPr>
          <w:rtl/>
          <w:lang w:bidi="fa-IR"/>
        </w:rPr>
        <w:t xml:space="preserve"> سوگند به شب،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آرام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  <w:r w:rsidR="001743CD" w:rsidRPr="001743CD">
        <w:rPr>
          <w:rStyle w:val="libFootnotenumChar"/>
          <w:rFonts w:hint="cs"/>
          <w:rtl/>
        </w:rPr>
        <w:t>(</w:t>
      </w:r>
      <w:r w:rsidRPr="001743CD">
        <w:rPr>
          <w:rStyle w:val="libFootnotenumChar"/>
          <w:rtl/>
        </w:rPr>
        <w:t>2</w:t>
      </w:r>
      <w:r w:rsidR="001743CD" w:rsidRPr="001743CD">
        <w:rPr>
          <w:rStyle w:val="libFootnotenumChar"/>
          <w:rFonts w:hint="cs"/>
          <w:rtl/>
        </w:rPr>
        <w:t>)</w:t>
      </w:r>
      <w:r w:rsidRPr="001743CD">
        <w:rPr>
          <w:rStyle w:val="libFootnotenumChar"/>
          <w:rtl/>
        </w:rPr>
        <w:t xml:space="preserve"> </w:t>
      </w:r>
      <w:r>
        <w:rPr>
          <w:rtl/>
          <w:lang w:bidi="fa-IR"/>
        </w:rPr>
        <w:t>پروردگارت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تو را وا نگذاشته و بر تو خشم نگرفته است </w:t>
      </w:r>
      <w:r w:rsidR="001743CD" w:rsidRPr="001743CD">
        <w:rPr>
          <w:rStyle w:val="libFootnotenumChar"/>
          <w:rFonts w:hint="cs"/>
          <w:rtl/>
        </w:rPr>
        <w:t>(</w:t>
      </w:r>
      <w:r w:rsidRPr="001743CD">
        <w:rPr>
          <w:rStyle w:val="libFootnotenumChar"/>
          <w:rtl/>
        </w:rPr>
        <w:t>3</w:t>
      </w:r>
      <w:r w:rsidR="001743CD" w:rsidRPr="001743CD">
        <w:rPr>
          <w:rStyle w:val="libFootnotenumChar"/>
          <w:rFonts w:hint="cs"/>
          <w:rtl/>
        </w:rPr>
        <w:t>)</w:t>
      </w:r>
      <w:r>
        <w:rPr>
          <w:rtl/>
          <w:lang w:bidi="fa-IR"/>
        </w:rPr>
        <w:t xml:space="preserve"> البته عالم آخرت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بهتر از نشئ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</w:t>
      </w:r>
      <w:r w:rsidR="001743CD" w:rsidRPr="001743CD">
        <w:rPr>
          <w:rStyle w:val="libFootnotenumChar"/>
          <w:rFonts w:hint="cs"/>
          <w:rtl/>
        </w:rPr>
        <w:t>(</w:t>
      </w:r>
      <w:r w:rsidRPr="001743CD">
        <w:rPr>
          <w:rStyle w:val="libFootnotenumChar"/>
          <w:rtl/>
        </w:rPr>
        <w:t>4</w:t>
      </w:r>
      <w:r w:rsidR="001743CD" w:rsidRPr="001743CD">
        <w:rPr>
          <w:rStyle w:val="libFootnotenumChar"/>
          <w:rFonts w:hint="cs"/>
          <w:rtl/>
        </w:rPr>
        <w:t>)</w:t>
      </w:r>
      <w:r w:rsidRPr="001743CD">
        <w:rPr>
          <w:rStyle w:val="libFootnotenumChar"/>
          <w:rtl/>
        </w:rPr>
        <w:t xml:space="preserve"> </w:t>
      </w:r>
      <w:r>
        <w:rPr>
          <w:rtl/>
          <w:lang w:bidi="fa-IR"/>
        </w:rPr>
        <w:t>پروردگارت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به تو عطا کند که خشنود شو</w:t>
      </w:r>
      <w:r>
        <w:rPr>
          <w:rFonts w:hint="cs"/>
          <w:rtl/>
          <w:lang w:bidi="fa-IR"/>
        </w:rPr>
        <w:t>ی</w:t>
      </w:r>
      <w:r w:rsidRPr="001743CD">
        <w:rPr>
          <w:rStyle w:val="libFootnotenumChar"/>
          <w:rtl/>
        </w:rPr>
        <w:t xml:space="preserve"> </w:t>
      </w:r>
      <w:r w:rsidR="001743CD" w:rsidRPr="001743CD">
        <w:rPr>
          <w:rStyle w:val="libFootnotenumChar"/>
          <w:rFonts w:hint="cs"/>
          <w:rtl/>
        </w:rPr>
        <w:t>(</w:t>
      </w:r>
      <w:r w:rsidRPr="001743CD">
        <w:rPr>
          <w:rStyle w:val="libFootnotenumChar"/>
          <w:rtl/>
        </w:rPr>
        <w:t>5</w:t>
      </w:r>
      <w:r w:rsidR="001743CD" w:rsidRPr="001743CD">
        <w:rPr>
          <w:rStyle w:val="libFootnotenumChar"/>
          <w:rFonts w:hint="cs"/>
          <w:rtl/>
        </w:rPr>
        <w:t>)</w:t>
      </w:r>
      <w:r>
        <w:rPr>
          <w:rtl/>
          <w:lang w:bidi="fa-IR"/>
        </w:rPr>
        <w:t xml:space="preserve"> (سور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ضح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جهان است. اسلام با معناتر از آنچه که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اما فقط گوش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تمام نکات را، خودتان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اعتقاد به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انتخاب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توسط قلب صورت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مجبور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www.islamreligion.com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2.12.2010</w:t>
      </w:r>
    </w:p>
    <w:p w:rsidR="004A11C6" w:rsidRDefault="00363EE5" w:rsidP="00363EE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512082858"/>
      <w:r w:rsidR="004A11C6">
        <w:rPr>
          <w:rFonts w:hint="eastAsia"/>
          <w:rtl/>
          <w:lang w:bidi="fa-IR"/>
        </w:rPr>
        <w:lastRenderedPageBreak/>
        <w:t>چطور</w:t>
      </w:r>
      <w:r w:rsidR="004A11C6">
        <w:rPr>
          <w:rtl/>
          <w:lang w:bidi="fa-IR"/>
        </w:rPr>
        <w:t xml:space="preserve">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tl/>
          <w:lang w:bidi="fa-IR"/>
        </w:rPr>
        <w:t xml:space="preserve"> مرا مسلمان کرد/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ج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8"/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شدم. اما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عمل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نداشتم.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از خدا متنفر شدم و خدا را به خاطر تمام اشتباهاتم و شکست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سرزنش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خدا را مقصر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کم به سمت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جادوگر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نبود. 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ام، نه خانواده ام،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تمام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گناه و جرم است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چون تمام آنها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لذت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منجر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شکل ممکن از مردم سوءاستفاده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به مواد مخدر و اسلحه و پارت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پرستان، پارت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آن هرگونه خلاف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زمزمه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کم کم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اثر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شدم و پنج ماه در زندان بودم. تا آن زمان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</w:t>
      </w: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فکر نکرده بودم.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حوصله ام سر رفته بود،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کتاب مقدس را بخوانم. بر خلاف انتظارم، به نظرم کتاب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کتاب مقدس را با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شکاف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خواندم و به داستان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سرگذشت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معجزات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است. من هم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مثل او باشم و تمام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باشد.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</w:t>
      </w:r>
      <w:r>
        <w:rPr>
          <w:rtl/>
          <w:lang w:bidi="fa-IR"/>
        </w:rPr>
        <w:t xml:space="preserve"> بشوم تا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شوم و او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بپرستم. در آن لحظه،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جز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نبود. به هر حال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انجام دهم.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با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غسل، تمام گناهانم پاک شود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شروع کنم.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زندان خواستم مرا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دهد.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نامعلوم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زودتر از زمان مقرر، بعد از انجام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آزادم کردند.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واقعاً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طرف آنها.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مدت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به سمت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ام برگشتم،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متفاوت بود. به خدا قول داده بودم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هرگز او را انکار نخواهم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آن پا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بودم.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بود،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خانواده ام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جا</w:t>
      </w: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شده ام. چون من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ضد خدا بودم،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حالا خدا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دوباره به خلاف،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ناجور، مشروب و... 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بودم. خودم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درست است، چون هر شب 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مرا ببخشد !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احساس خلأ، همان حس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 از اعتقاد به خدا داشتم شروع شد.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 برطرف شود.</w:t>
      </w: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واقعاً</w:t>
      </w:r>
      <w:r>
        <w:rPr>
          <w:rtl/>
          <w:lang w:bidi="fa-IR"/>
        </w:rPr>
        <w:t xml:space="preserve"> احمق بودم، چون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باز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شوم. احساس کردم لازم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بدانم.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در مورد پرستش خدا در دوران باستان در خاورم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کردم. تا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ارتدکس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زبان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 آن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احساس کردم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شوم و راه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ام.</w:t>
      </w: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موقع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مدرس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 تا بتوانم به عنوان مبلغ خدا، مسلمانان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بدبخت را نجات دهم و به آنها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چقدر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رشان</w:t>
      </w:r>
      <w:r>
        <w:rPr>
          <w:rtl/>
          <w:lang w:bidi="fa-IR"/>
        </w:rPr>
        <w:t xml:space="preserve"> اشتباه است و به پرستش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دعوتشان کنم.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شان کنم تا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از پرستش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و افکار </w:t>
      </w:r>
      <w:r>
        <w:rPr>
          <w:rFonts w:hint="eastAsia"/>
          <w:rtl/>
          <w:lang w:bidi="fa-IR"/>
        </w:rPr>
        <w:t>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نجاتشان دهم.</w:t>
      </w: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اول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شروع کردم به مطالع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 قرآن.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داشته باشم. کم کم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زبان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اسلام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آوردم.</w:t>
      </w: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زبانشان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تا بتوانم آنها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بکشانم. هر چقدر 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مسلمانان آدم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وجود ندارد.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به خانواده ام گفتم. به آنها گفتم: «مسلمانان آدم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اصلاً آدم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طهارت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ضرورت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است.» خانواده ام گفتند: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عمل کن.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انسان را وسوسه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تو الان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مسلمانان تو را منحرف کند و از راه درست خارج کند. مواظب ب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نخور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دوباره طعمه او نشو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شرارت و خشونت است. مواظب باش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هر روز دربار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در مورد اعتقادت آنها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خواندن قرآن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را شروع کردم. قرآن چشمم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اعجاز و رحمت خداوند باز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قرآن توجه ام را جلب کرد، مسئله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 w:rsidR="00363EE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و نه به عنوان خود خدا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پسر خدا بود. همان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داشتم. «همانا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رسول خدا و کلمه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القا شد.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رِِ</w:t>
      </w:r>
      <w:r>
        <w:rPr>
          <w:rtl/>
          <w:lang w:bidi="fa-IR"/>
        </w:rPr>
        <w:t xml:space="preserve">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تنها معبود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است...» (سور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نساء، آ</w:t>
      </w:r>
      <w:r>
        <w:rPr>
          <w:rFonts w:hint="cs"/>
          <w:rtl/>
          <w:lang w:bidi="fa-IR"/>
        </w:rPr>
        <w:t>ی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171)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گفتند خدا همان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کافر شدند. بگو اگر خدا اراده کند،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مادرش و هم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را هلاک کند،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مانع آن شود.» (سوره مائده،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17)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توجه ام را به خودش جلب کرد، مسئله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«گفتند که ما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را کشت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او را کشتند و نه به دار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ختند،</w:t>
      </w:r>
      <w:r>
        <w:rPr>
          <w:rtl/>
          <w:lang w:bidi="fa-IR"/>
        </w:rPr>
        <w:t xml:space="preserve"> بلکه امر بر آنها مشتبه شد... خدا او را به نزد خود بالا برد. او توانا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فرزانه است.» (سور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نساء، آ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157)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دوست داشتم و او را به عنوان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اما حالا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اشتباه بوده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اما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مسئله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سخت بود.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برگردم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اشتباه بوده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شتباه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بعد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دوره افسردگ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مم</w:t>
      </w:r>
      <w:r>
        <w:rPr>
          <w:rtl/>
          <w:lang w:bidi="fa-IR"/>
        </w:rPr>
        <w:t xml:space="preserve"> را گرفتم. به خودم گفتم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سپاسگزار باشم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نشانم داد.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محض شوم.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اسلام به مصر بروم.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که مسلمانان آنجا 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اسلام و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با خانواده ام مشکل دارم. آنها اصلاً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که مسلمان شده ام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درک کرده اند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است.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اعتقاد به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 و چقدر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چه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باست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www.mohtadeen.com/en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sep 27/2010</w:t>
      </w:r>
    </w:p>
    <w:p w:rsidR="004A11C6" w:rsidRDefault="00363EE5" w:rsidP="00363EE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512082859"/>
      <w:r w:rsidR="004A11C6">
        <w:rPr>
          <w:rFonts w:hint="eastAsia"/>
          <w:rtl/>
          <w:lang w:bidi="fa-IR"/>
        </w:rPr>
        <w:lastRenderedPageBreak/>
        <w:t>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خدا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وجود دارد؟/ دکتر روس</w:t>
      </w:r>
      <w:r w:rsidR="004A11C6">
        <w:rPr>
          <w:rFonts w:hint="cs"/>
          <w:rtl/>
          <w:lang w:bidi="fa-IR"/>
        </w:rPr>
        <w:t>ی</w:t>
      </w:r>
      <w:bookmarkEnd w:id="9"/>
    </w:p>
    <w:p w:rsidR="004A11C6" w:rsidRDefault="004A11C6" w:rsidP="00363E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پزشک و جراح هستم. 26 سالمه و الان مشغول دادن تز دور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تخصص هستم. مسلمان شدن من در جامع</w:t>
      </w:r>
      <w:r w:rsidR="00363EE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مدرن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در ذهن مردم نقش بسته که مسلمانان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عقب افتاده هستند که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مدرن برخوردار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ستند.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وجود خدا در ذهنم بود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مافوق بشر باشد؟ من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شدم که مادر و مادر بزرگم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بودند. در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نبود که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اورم،</w:t>
      </w:r>
      <w:r>
        <w:rPr>
          <w:rtl/>
          <w:lang w:bidi="fa-IR"/>
        </w:rPr>
        <w:t xml:space="preserve"> اما به طور مبهم و سربسته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دارد که سرنوشت انسان ها به دست اوست. به خصوص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و کارم به افراد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افتاد.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خوانده بودم، اما همه آنها خدا را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در اواخر ده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90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دستم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 از مطالع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کتاب مقدس آشفتگ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چطور</w:t>
      </w:r>
      <w:r w:rsidR="00095F6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انسان باشد و هم خدا و چطور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دختر داشته باشد؟ چرا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گناه آدم را به دوش بکشد؟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ها را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ارتدکس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او جواب قانع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نداد و گفت: «لازمه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095F6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که چطور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مشخص کند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رستگار است 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چرا مردم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بدون واسطه با خدا ارتباط برقرار کنند؟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تقاطع دو جاده قرار گرفته بودم؛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صورت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دانشگاه آشنا شدم که 12 سال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کرده بود و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برگشته و در آنجا مسلمان شده بود. با هم به طور مداوم ارتباط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کم کم با اصول اسلام آشنا شدم. او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متون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به زبان 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قرآن را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به 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مسلط بود و زبان 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زبان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بود.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دوستم به مسجد رفتم و در آنجا مسلمان شدم.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شده 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به طور کامل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است. واقعاً به آرامش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گفت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امبر؛</w:t>
      </w:r>
      <w:r>
        <w:rPr>
          <w:rtl/>
          <w:lang w:bidi="fa-IR"/>
        </w:rPr>
        <w:t xml:space="preserve"> همه کودکان با خود اسلام را دارند اما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هستند که آنها 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مسلمان،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از مسلمان شدنم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مسلمان شده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گوشت خوک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خواند؟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 و خائن به کشورش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 مرا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اما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استهزاء افراد جاهل،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به ما بخندند و ما را مسخره کنند.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هست که در آن روز، ما آنها 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www.muslimconvert.com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5.10.2013</w:t>
      </w:r>
    </w:p>
    <w:p w:rsidR="004A11C6" w:rsidRDefault="00095F61" w:rsidP="00095F6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512082860"/>
      <w:r w:rsidR="004A11C6">
        <w:rPr>
          <w:rFonts w:hint="eastAsia"/>
          <w:rtl/>
          <w:lang w:bidi="fa-IR"/>
        </w:rPr>
        <w:lastRenderedPageBreak/>
        <w:t>پازل</w:t>
      </w:r>
      <w:r w:rsidR="004A11C6">
        <w:rPr>
          <w:rtl/>
          <w:lang w:bidi="fa-IR"/>
        </w:rPr>
        <w:t xml:space="preserve"> هدف از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دونالد فلود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10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روش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لذت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بود.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شعر و ورزش علاقه داشتم. اما به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احساس ورشکستگ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از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حالا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لذت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وجود داشته باشد.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باعث شد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در کوچه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 وجو کنم.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نحو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کاست</w:t>
      </w:r>
      <w:r>
        <w:rPr>
          <w:rtl/>
          <w:lang w:bidi="fa-IR"/>
        </w:rPr>
        <w:t xml:space="preserve"> که اغلب با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تابع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فکر کردم، ممکن است پاسخ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مکان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 شود.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دنبال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فاضله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گشتم. پس از مسافرت به شهرها و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نتوانستم آن مکان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را انتخاب کند.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جاد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باشد.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موضوعات مرموز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مطالعه</w:t>
      </w:r>
      <w:r>
        <w:rPr>
          <w:rtl/>
          <w:lang w:bidi="fa-IR"/>
        </w:rPr>
        <w:t xml:space="preserve"> در مورد متاف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(علوم ماوراءالطب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>) را شروع کردم.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 قانون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باشد. بعد از مطالع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متوجه شدم که مهمتر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خالقشان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ماه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الات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و غرب کانادا رفتم. با مناظر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شدم 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جهان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تصادف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آمده باشد.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بازگشت به شهر، از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و ناآرام، احساس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به مصرف دارو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  <w:r>
        <w:rPr>
          <w:rtl/>
          <w:lang w:bidi="fa-IR"/>
        </w:rPr>
        <w:t xml:space="preserve"> ممکن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اتکاء به نفس باشد.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خواندن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مند شدم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شرکت کردم. به خاطر مطالعاتم، به اعتماد به نفس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اما هنوز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نکرده</w:t>
      </w:r>
      <w:r>
        <w:rPr>
          <w:rtl/>
          <w:lang w:bidi="fa-IR"/>
        </w:rPr>
        <w:t xml:space="preserve"> بودم.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به خواندن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آوردم.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اصول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کردم، اما هنوز فلسف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نکرده بودم که بتواند به طور کامل قانعم کند.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اخلاق و رفتار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خوب است،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کردن پازل هدف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جنب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به کار شدم. آنجا به اندازه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و تفکر دربار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چند تا از همکارانم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کردم؛ به آنها گفتم: «من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کشورم دارم که شما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گفت: «بستگ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منظورتان از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باشد؟ 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چگونه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د؟ما</w:t>
      </w:r>
      <w:r>
        <w:rPr>
          <w:rtl/>
          <w:lang w:bidi="fa-IR"/>
        </w:rPr>
        <w:t xml:space="preserve"> هم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چون آزادانه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انتخاب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نبوده. دستورها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کردار و رفتار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95F6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</w:t>
      </w:r>
      <w:r>
        <w:rPr>
          <w:rtl/>
          <w:lang w:bidi="fa-IR"/>
        </w:rPr>
        <w:lastRenderedPageBreak/>
        <w:t>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 را محدود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بلکه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دستورالعمل ها اعمال شده تا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 و به آن شأن و اعتبار ببخشد. در کشور شما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خانه به فرزندانشان چه اصول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اموزند،</w:t>
      </w:r>
      <w:r>
        <w:rPr>
          <w:rtl/>
          <w:lang w:bidi="fa-IR"/>
        </w:rPr>
        <w:t xml:space="preserve"> به محض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بروند با جامع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متضاد اصول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آنهاست و پدر و مادر را با مشکلات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همکارانم گفت که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مسلمان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نه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بهشت است.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خوردم.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دربار</w:t>
      </w:r>
      <w:r w:rsidR="00095F6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قول آنها، خدا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نازل کرده،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مطالعاتم را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شروع کردم.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مسلمانان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دارند و اسم حضر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25 بار در قرآن آمده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حضرت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قرآن است که از او به عنوان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دامن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توجه ام را جلب کرد،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بود.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قابل تصور است که 1400 سال قبل بجز خداوند متعال،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را داشته باشد.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امروزه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و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قرآن کلام خداست.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محقق اسلام شناس در غرب، کامل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پرستش خدا،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ذکر شده است.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آدم،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بوده. از آنجا که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انسان ها از گونه ها و نژادها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هستند؛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انسان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روح انسان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است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انسان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آدم و حوا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نکرده.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شناس به طور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فکر کردم.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تمام انسان هاست به دنبال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واحد بگردند و کورکورانه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خانواده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اجتماع به آنها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کرده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4A11C6" w:rsidRDefault="004A11C6" w:rsidP="00095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اسلام،</w:t>
      </w:r>
      <w:r>
        <w:rPr>
          <w:rtl/>
          <w:lang w:bidi="fa-IR"/>
        </w:rPr>
        <w:t xml:space="preserve"> انسان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مسافر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خان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جز اعتقاد به خدا و اعمالمان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به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095F6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 مسافر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اما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 w:rsidR="00095F6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ما به عنوان مسافران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گرفتن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بشر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اطاعت کند تا اعمال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مراتب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ورود به بهشت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بفهمد، پرستش خدا مثل خوردن و نفس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80 درصد مطمئن بودم که مسلمان بشوم، اما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عقب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نگران واکنش دوستان و خانواده ام بودم.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همکارانم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گذاشتم. او گفت: «روز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تو کمک بکند. نه مادرت، نه پدرت، نه همسرت و نه فرزندانت. اگر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اسلام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سال ها به دنبالش بوده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فکر حرف مردم نباش،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که خدا از تو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زود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مرگ به ما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هر انسان مسئول اعتقاد و اعمال خودش خواهد بود.»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نوار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داد که موضوع آن هدف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به اسلام خلاصه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فطرت پاک انسان با گناهان آلوده شود، ذات او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پرستش خدا دارد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اسلام در مقابل خدا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اسلام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از او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نخواهد شد و در آخرت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انکاران</w:t>
      </w:r>
      <w:r>
        <w:rPr>
          <w:rtl/>
          <w:lang w:bidi="fa-IR"/>
        </w:rPr>
        <w:t xml:space="preserve"> است. (سور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آل عمران آ</w:t>
      </w:r>
      <w:r>
        <w:rPr>
          <w:rFonts w:hint="cs"/>
          <w:rtl/>
          <w:lang w:bidi="fa-IR"/>
        </w:rPr>
        <w:t>ی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85)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انسان راه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اما بالاخره خواهد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تنها سراب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او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خاطر اعمال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قضاوت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انسان خطاکار است. بلکه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قرآن قضاوت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نوار، احساس کردم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دلم روشن شده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خودم را از چاه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قدم بگذارم.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 و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جاده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انتخاب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خود انسان است. انسان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بازرگان است که اجناس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اوست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انتخاب کند که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بخرد. واضح است که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کند که سودمند تر باشد.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که بازرگان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و دار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ندارد و ممکن است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تمام ثروت خود را از دست بدهد.</w:t>
      </w: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25.8.2010</w:t>
      </w:r>
    </w:p>
    <w:p w:rsidR="004A11C6" w:rsidRDefault="00CE1150" w:rsidP="00CE115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512082861"/>
      <w:r w:rsidR="004A11C6">
        <w:rPr>
          <w:rFonts w:hint="eastAsia"/>
          <w:rtl/>
          <w:lang w:bidi="fa-IR"/>
        </w:rPr>
        <w:lastRenderedPageBreak/>
        <w:t>گمشد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من/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رادکو</w:t>
      </w:r>
      <w:bookmarkEnd w:id="11"/>
    </w:p>
    <w:p w:rsidR="004A11C6" w:rsidRDefault="004A11C6" w:rsidP="00CE115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ها منکر خدا بودم و اصلاً به وجود خدا اعتقاد نداشتم. به نظرم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خداوند اعتقاد داشتند، افراد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احساس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CE115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مذهب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آنها را مسخره کنم. البته دوستان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به خدا اعتقاد داشتند. اما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توافق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هر وقت با هم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دربار </w:t>
      </w:r>
      <w:r w:rsidR="00CE115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بحث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CE115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کمال ناباور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دوستانم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فقط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به رفتار و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نشستم و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طعنه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اما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مرموز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شد و در حدو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15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ناگهان در وسط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از چشمانم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حس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مملو از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خصومت مرا نسبت به خدا شست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برد.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وجودم را فرا گرفت. بعد از تمام شدن مراسم،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دوستم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«دوباره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مردم در مورد ما قضاوت کنند ما هم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دربار</w:t>
      </w:r>
      <w:r w:rsidR="00CE115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آنها قضاوت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ناگهان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</w:t>
      </w:r>
      <w:r w:rsidR="009933E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طور منظم در جلسات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شرکت کردم. تشن</w:t>
      </w:r>
      <w:r w:rsidR="00CE115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راجع به خدا و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بودم، در جلسات جوانان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اطلاعات و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اتمان</w:t>
      </w:r>
      <w:r>
        <w:rPr>
          <w:rtl/>
          <w:lang w:bidi="fa-IR"/>
        </w:rPr>
        <w:t xml:space="preserve"> را دربار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خدا رد و بدل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دوباره زنده شده ام.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شده بودم که منکر خدا بودند. فقط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انجام داده بودند، اما هرگز 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انجام نداده بودند.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کلاس ششم بودم که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حزب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فرستاده شد و عدم وجود خدا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موقع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جذب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شده ام. من به تمام حرف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آن آقا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اعتقاد داشتم. احساس خودب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تنفر و انزجار از افراد معتقد، تمام احساسم شده بود، اما حالا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آن سال ها را جبران کنم.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ملاقات کردم. سؤال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ذهنم وجود د</w:t>
      </w:r>
      <w:r>
        <w:rPr>
          <w:rFonts w:hint="eastAsia"/>
          <w:rtl/>
          <w:lang w:bidi="fa-IR"/>
        </w:rPr>
        <w:t>اشت</w:t>
      </w:r>
      <w:r>
        <w:rPr>
          <w:rtl/>
          <w:lang w:bidi="fa-IR"/>
        </w:rPr>
        <w:t>.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جواب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غلط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اشتباه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من هر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را بدون تفکر و تأمل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هست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واقع اشتباهم بود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عکس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بدون چون و چرا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با دقت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بعدها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باعث عواقب بغرنج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="009933E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گذشته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بودم و درک موضوعات به طور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سخت بود.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باشم و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تمام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گذشت زمان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تناقضات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مثلاً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مفهوم گناه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سؤالاتم پاسخ دهند، اما صبرشان تمام شده بود و در آخر به من گفتند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باور و اعتقاد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سؤالات فقط هدر دادن وقت است و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خدا دور شوم.</w:t>
      </w:r>
      <w:r w:rsidR="009933E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واقعاً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بودم و از نظر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بودم و به سمت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بودم.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هم اصلاً راحت نبود.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چون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بودم، اسلام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رفتم،</w:t>
      </w:r>
      <w:r>
        <w:rPr>
          <w:rtl/>
          <w:lang w:bidi="fa-IR"/>
        </w:rPr>
        <w:t xml:space="preserve">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نبود.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موقع دربار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آنها به خدا</w:t>
      </w:r>
      <w:r w:rsidR="009933EE">
        <w:rPr>
          <w:lang w:bidi="fa-IR"/>
        </w:rPr>
        <w:t xml:space="preserve"> </w:t>
      </w:r>
      <w:r>
        <w:rPr>
          <w:rtl/>
          <w:lang w:bidi="fa-IR"/>
        </w:rPr>
        <w:t>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نام محمد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پرستند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البته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خدا وجود دارد و خدا را در قلبم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او در قلبم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به خدا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قلبم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رود. خوشحال بودم که او در قلبم هست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من کمک خواهد کرد.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مرور به سمت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احمقانه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شدم، به سمت خوش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دنبال هوسران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مرا از خدا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کنار بزن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احساس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واقعاً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با آغوش باز منتظرم است، اما خدا 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نکرد و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گذاشت.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2001 با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شدم. اسمش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بود. مکالمه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آغاز شد. به من گفت که مسلمان است و من هم گفتم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به نظرم مسلمانان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بودند.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مورد اسلام بدانم.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اسلام را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دهد. حواسم را جمع کردم و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مورد اسلام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ملاقات کرده بودم. در واقع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 بود.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 جدا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ن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اما بذر اسلام در دلم کاشته شده بود.</w:t>
      </w:r>
    </w:p>
    <w:p w:rsidR="004A11C6" w:rsidRDefault="004A11C6" w:rsidP="009933E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قبلاً مصاحبه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خوانده بودم.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اهل چکسلواک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آدرسش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 و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پاسخم را داد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جزوه و مقاله فرستاد و گفت که با مرکز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پراگ تماس گرفته و دربار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من با آنها صحبت کرده، از آنها خواسته ترجم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قرآن رابرا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بفرستند.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شروع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شدنم بود و قدم به قدم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حدود سه سال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توانستم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ملاقات کنم. او هم با آغوش باز از من استقبال کرد و تمام مسائل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داد. به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 به مسجد چکسلواک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 من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برخورد شود، اما بر خلاف انتظارم آنها برخورد دوستانه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من داشتند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گرم و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استقبال کردند.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مسائل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چقدر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عاقلانه است. ابتدا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علاقه ام به اسلام موقت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علاقه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گمشده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سال ها به دنبالش بودم و حالا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آسان به نظر برسد، اماا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نبود. فقط با کمک خدا توانستم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کشمکش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شوم.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کردم و در آخر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شوم. حالا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جوان چند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کم</w:t>
      </w:r>
      <w:r>
        <w:rPr>
          <w:rtl/>
          <w:lang w:bidi="fa-IR"/>
        </w:rPr>
        <w:t xml:space="preserve">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 که چطور نماز بخوانم و عادت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اسلام قابل قبول نبود را ترک کردم.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قمار باز حرفه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بود که آن را کنار بگذارم، اما به لطف و کمک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عادت بد را هم کنار گذاشتم. الان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خوشحالم که مسلمان شده ام البته نقا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اما باور دارم که با کمک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هم درست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با تمام وجود باور دارم و به زبان اقرار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وجود ندارد و حضرت محمد 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فرستاده اوست.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 can.com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03.21.2012</w:t>
      </w:r>
    </w:p>
    <w:p w:rsidR="004A11C6" w:rsidRDefault="009933EE" w:rsidP="009933E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512082862"/>
      <w:r w:rsidR="004A11C6">
        <w:rPr>
          <w:rFonts w:hint="eastAsia"/>
          <w:rtl/>
          <w:lang w:bidi="fa-IR"/>
        </w:rPr>
        <w:lastRenderedPageBreak/>
        <w:t>تولد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دوباره/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راگر هادن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رلند</w:t>
      </w:r>
      <w:r w:rsidR="004A11C6">
        <w:rPr>
          <w:rtl/>
          <w:lang w:bidi="fa-IR"/>
        </w:rPr>
        <w:t xml:space="preserve"> شمال</w:t>
      </w:r>
      <w:r w:rsidR="004A11C6">
        <w:rPr>
          <w:rFonts w:hint="cs"/>
          <w:rtl/>
          <w:lang w:bidi="fa-IR"/>
        </w:rPr>
        <w:t>ی</w:t>
      </w:r>
      <w:bookmarkEnd w:id="12"/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من راگر هادن است و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رلند</w:t>
      </w:r>
      <w:r>
        <w:rPr>
          <w:rtl/>
          <w:lang w:bidi="fa-IR"/>
        </w:rPr>
        <w:t xml:space="preserve">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در حال حاضر به عنوان دندانپزشک در انگلستان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9933EE">
        <w:rPr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شدم.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دوباره متولد شده هستند. اگر چه با آموزه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بزرگ شدم، اما به اصول آن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نبودم. من هم مانند هم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جوانان</w:t>
      </w:r>
      <w:r>
        <w:rPr>
          <w:rtl/>
          <w:lang w:bidi="fa-IR"/>
        </w:rPr>
        <w:t xml:space="preserve"> به دنبال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مرز و 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نبودم، اما به خدا اعتقاد داشتم.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خودم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وجود جهان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انفجار بزرگ صورت گرفته، باز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را کنترل و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خودمان را خلق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خلق شده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خدا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اما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قلبم نداشت.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اسلام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رسانه ها بود، اما دلم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قضاوت کنم.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بدون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آنها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آنها را رد کنم.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دانشجو بودم چند تا از هم دانشگاه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 بودند.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بار با آنها صحبت کردم، اما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آن موقع هوا و هوسم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خوش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نظر کنم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شوم. همچن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 مورد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هم فکر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سال</w:t>
      </w:r>
      <w:r>
        <w:rPr>
          <w:rtl/>
          <w:lang w:bidi="fa-IR"/>
        </w:rPr>
        <w:t xml:space="preserve"> آخر دانشگاه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مثل پدر و مادرم، خودم را اصلاح کنم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متولد شده شوم.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خواندن کتاب مقدس را شروع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مفهوم</w:t>
      </w:r>
      <w:r>
        <w:rPr>
          <w:rtl/>
          <w:lang w:bidi="fa-IR"/>
        </w:rPr>
        <w:t xml:space="preserve">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هدف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 بفهمم.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بچه بودم،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از خدا بخواهم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ح؟</w:t>
      </w:r>
      <w:r>
        <w:rPr>
          <w:rtl/>
          <w:lang w:bidi="fa-IR"/>
        </w:rPr>
        <w:t>!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بودم خواسته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از خدا بخواهم،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اگر او توانسته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خ</w:t>
      </w:r>
      <w:r>
        <w:rPr>
          <w:rFonts w:hint="eastAsia"/>
          <w:rtl/>
          <w:lang w:bidi="fa-IR"/>
        </w:rPr>
        <w:t>لق</w:t>
      </w:r>
      <w:r>
        <w:rPr>
          <w:rtl/>
          <w:lang w:bidi="fa-IR"/>
        </w:rPr>
        <w:t xml:space="preserve"> کند، پس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و به من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چند تا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صحبت کردم، آنها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مسئله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حل کنند اما متقاعد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خواندن کتاب مقدس را ادامه دادم و به دنبال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گشتم. از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چرا تمام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تورات، خدا را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اعمال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به عفو و بخشش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دوارند؟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کتاب تورات نبود،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خدا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نکرده،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داشته باشد. با دوستانم در دانشگاه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صحبت کردم.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ملحد بودند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مسلمانان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پرستند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قائل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تعجب کردم. به خواندن کتاب مقدس و منابع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دادم و در کنار آن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مسلمان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باورند که خداوند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از زمان حضرت آدم (اول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بشر)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غامش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 فرستاده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:49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هم</w:t>
      </w:r>
      <w:r w:rsidR="006B714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فقط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اعتقاد دارند و معتقدند روز حساب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و همه مورد بازخواست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به آنها باور دارم. با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صحبت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شوم، آنها گفتند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منفور است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دهم. آنها معتقد بودند که من توسط دوستانم شست وشو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ام. مدت ها با هم در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صحبت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به توافق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 آخرت،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رفتم مورد بازخواست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بالاخره به لطف خدا بعد از چند ماه مسلمان شدم.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طور کامل دگرگون کرد. مطمئن بودم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ام.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 خودخواه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کمک کنم و خواسته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بگذارم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خدا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پدر و ماد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همانطور که خدا گفته،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محبت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از چند وقت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خانم مسلمان ازدواج کردم و الان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هر 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مانمان</w:t>
      </w:r>
      <w:r>
        <w:rPr>
          <w:rtl/>
          <w:lang w:bidi="fa-IR"/>
        </w:rPr>
        <w:t xml:space="preserve"> را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اسلام را تا سطوح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دنبال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 تحقق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www.onislam.net /English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7.13.2010</w:t>
      </w:r>
    </w:p>
    <w:p w:rsidR="004A11C6" w:rsidRDefault="006B7142" w:rsidP="006B714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512082863"/>
      <w:r w:rsidR="004A11C6">
        <w:rPr>
          <w:rFonts w:hint="eastAsia"/>
          <w:rtl/>
          <w:lang w:bidi="fa-IR"/>
        </w:rPr>
        <w:lastRenderedPageBreak/>
        <w:t>معنا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ردا از 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رج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شمال</w:t>
      </w:r>
      <w:r w:rsidR="004A11C6">
        <w:rPr>
          <w:rFonts w:hint="cs"/>
          <w:rtl/>
          <w:lang w:bidi="fa-IR"/>
        </w:rPr>
        <w:t>ی</w:t>
      </w:r>
      <w:bookmarkEnd w:id="13"/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رم در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شدم.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خاطرات رفتن به مدرس</w:t>
      </w:r>
      <w:r w:rsidR="006B714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آموخته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دربار</w:t>
      </w:r>
      <w:r w:rsidR="006B714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عشاء 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اعتراف به گناهان و مراسم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ما آموزش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عشاء 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بدن و خون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است. آن 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به نظرم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مقدس بود.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سعادتمندم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به خصوص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که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شراب مقدس را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ح در وجود من است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مرتکب گناه شوم.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مراسم، ما نان را به نشان</w:t>
      </w:r>
      <w:r w:rsidR="006B714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گوشت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شراب را به عنوان سمبل خون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غذا، خون خدا در 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روحمان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بزرگ تر شدم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هر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شده ام. اما هنوز در مراسم عشاء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تمام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اصل منشأ</w:t>
      </w:r>
      <w:r w:rsidR="006B714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اگر خوب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درست رفتار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آزار 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مشروب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مواد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شکستن دل پدر و مادرم احساس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مدام</w:t>
      </w:r>
      <w:r>
        <w:rPr>
          <w:rtl/>
          <w:lang w:bidi="fa-IR"/>
        </w:rPr>
        <w:t xml:space="preserve"> از خودم سؤال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به آنها پاسخ بدهم.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بدانم. چرا متولد شده ام و سرنوشتم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زمان، عکاس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نامه بودم.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مراسم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مسلمانان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در آن جشن، اول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شد و سپس نمازگزاران بق</w:t>
      </w:r>
      <w:r>
        <w:rPr>
          <w:rFonts w:hint="cs"/>
          <w:rtl/>
          <w:lang w:bidi="fa-IR"/>
        </w:rPr>
        <w:t>ی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مراسم جشن را دنبال کردند.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تکان داد،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زرد، عرب،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پاک</w:t>
      </w:r>
      <w:r>
        <w:rPr>
          <w:rFonts w:hint="eastAsia"/>
          <w:rtl/>
          <w:lang w:bidi="fa-IR"/>
        </w:rPr>
        <w:t>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نژاد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جشن شرکت کرده بودند. من تا به حال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جشن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تازه مسلمان شده بود،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پاسخ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باعث 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چند هفته در کلاس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کردم 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عذر و بهانه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که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طرف خداست. در واقع اسلام روش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کار و تجارت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جوانب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هر روز با خدا حداقل پنج بار در تماس است.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به عنوان مثال خداوند در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تمام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امبران؛</w:t>
      </w:r>
      <w:r>
        <w:rPr>
          <w:rtl/>
          <w:lang w:bidi="fa-IR"/>
        </w:rPr>
        <w:t xml:space="preserve"> آدم، نوح،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خاتم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</w:t>
      </w:r>
      <w:r>
        <w:rPr>
          <w:rFonts w:hint="eastAsia"/>
          <w:rtl/>
          <w:lang w:bidi="fa-IR"/>
        </w:rPr>
        <w:t>بودند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بفهمد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خداوند شدن،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غمبران</w:t>
      </w:r>
      <w:r>
        <w:rPr>
          <w:rtl/>
          <w:lang w:bidi="fa-IR"/>
        </w:rPr>
        <w:t xml:space="preserve"> را درک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بالاخره</w:t>
      </w:r>
      <w:r>
        <w:rPr>
          <w:rtl/>
          <w:lang w:bidi="fa-IR"/>
        </w:rPr>
        <w:t xml:space="preserve"> من پاسخ سؤال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پاسخ آن ساده است.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خداوند. اسلام 180 درجه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 اکنون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سرنوشت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آن گونه که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بع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انسان.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www.muslimcinverts.com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4.21.2003</w:t>
      </w:r>
    </w:p>
    <w:p w:rsidR="004A11C6" w:rsidRDefault="006B7142" w:rsidP="006B714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512082864"/>
      <w:r w:rsidR="004A11C6">
        <w:rPr>
          <w:rFonts w:hint="eastAsia"/>
          <w:rtl/>
          <w:lang w:bidi="fa-IR"/>
        </w:rPr>
        <w:lastRenderedPageBreak/>
        <w:t>از</w:t>
      </w:r>
      <w:r w:rsidR="004A11C6">
        <w:rPr>
          <w:rtl/>
          <w:lang w:bidi="fa-IR"/>
        </w:rPr>
        <w:t xml:space="preserve"> بت پرست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تا خداپرست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خانم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نب</w:t>
      </w:r>
      <w:r w:rsidR="004A11C6">
        <w:rPr>
          <w:rtl/>
          <w:lang w:bidi="fa-IR"/>
        </w:rPr>
        <w:t xml:space="preserve"> از هند</w:t>
      </w:r>
      <w:bookmarkEnd w:id="14"/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15 سالم بود مطالعه 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اسلام را شروع کردم، اما امسال در سن 25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علاقه داشتم.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بودم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مردم راحت تر ارتباط برقرار کنم و مردم از نژادها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را ساده تر قبول کنم. اگر چه آن موقع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با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متولد شده ام سازگار هستم.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کم کم احساس کردم به سمت اسلام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ام البته نه تنها به خاطر آموزه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بلکه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ابعاد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خوشبختانه</w:t>
      </w:r>
      <w:r>
        <w:rPr>
          <w:rtl/>
          <w:lang w:bidi="fa-IR"/>
        </w:rPr>
        <w:t xml:space="preserve"> آن موقع دوستان مسلمان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آنها مرا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مسلمان شوم.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زمان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اسلام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راستش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دانستنم اسلام راه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است، اما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 جهالت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خودم را قانع کنم که اگر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مسلمان شوم از همان ابتدا مسلمان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دانشگاه رفتم و به راه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خودم ادامه دادم. همه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مشروب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خوردم، به کلوپ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اما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«چرا در دلم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کنم؟»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دانشگاه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قابل اعتمادتر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دوستانم مسلمان بودند.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رممکن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مسلمان دوست شود. آن موقع از لحاظ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بودم.</w:t>
      </w:r>
    </w:p>
    <w:p w:rsidR="004A11C6" w:rsidRDefault="004A11C6" w:rsidP="006B71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</w:t>
      </w:r>
      <w:r w:rsidR="006B7142">
        <w:rPr>
          <w:rtl/>
          <w:lang w:bidi="fa-IR"/>
        </w:rPr>
        <w:t>ه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چون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اما از خانواده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چون آنها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Pr="006B7142">
        <w:rPr>
          <w:rStyle w:val="libFootnotenumChar"/>
          <w:rtl/>
        </w:rPr>
        <w:t xml:space="preserve">(1) </w:t>
      </w:r>
      <w:r>
        <w:rPr>
          <w:rtl/>
          <w:lang w:bidi="fa-IR"/>
        </w:rPr>
        <w:t>بودند و تا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شود.</w:t>
      </w:r>
    </w:p>
    <w:p w:rsidR="004A11C6" w:rsidRDefault="004A11C6" w:rsidP="000F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</w:t>
      </w:r>
      <w:r w:rsidR="000F6105">
        <w:rPr>
          <w:rtl/>
          <w:lang w:bidi="fa-IR"/>
        </w:rPr>
        <w:t>ه</w:t>
      </w:r>
      <w:r>
        <w:rPr>
          <w:rtl/>
          <w:lang w:bidi="fa-IR"/>
        </w:rPr>
        <w:t xml:space="preserve"> هندو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مطالعه کردم، اما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مانند اسلام مرا قانع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حس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 تعلق ندارم.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توانستم.</w:t>
      </w:r>
    </w:p>
    <w:p w:rsidR="004A11C6" w:rsidRDefault="004A11C6" w:rsidP="000F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منکر وجود خدا شوم. اما نحو</w:t>
      </w:r>
      <w:r w:rsidR="000F6105">
        <w:rPr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عوض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مشروب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نخورم و رابطه ام را با دوست پسرم قطع کردم.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دنم</w:t>
      </w:r>
      <w:r>
        <w:rPr>
          <w:rtl/>
          <w:lang w:bidi="fa-IR"/>
        </w:rPr>
        <w:t xml:space="preserve"> مسئله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چون عادت نداشتم بدنم را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بگذارم. به خودم القا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شاد و خوشحال ه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بهتر خواهد شد.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هم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خلافم را ترک کرده بودم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بودند.</w:t>
      </w:r>
    </w:p>
    <w:p w:rsidR="004A11C6" w:rsidRDefault="004A11C6" w:rsidP="000F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در اعماق وجودم شاد نبودم.</w:t>
      </w:r>
      <w:r w:rsidR="000F6105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در کامبود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کشته شد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داوطلبانه به</w:t>
      </w:r>
    </w:p>
    <w:p w:rsidR="004A11C6" w:rsidRPr="000F6105" w:rsidRDefault="000F6105" w:rsidP="000F61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0F6105" w:rsidRDefault="004A11C6" w:rsidP="000F6105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0F610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(پنجاب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 w:rsidRPr="004A11C6">
        <w:rPr>
          <w:rFonts w:cs="Nirmala UI" w:hint="cs"/>
          <w:cs/>
          <w:lang w:bidi="pa-IN"/>
        </w:rPr>
        <w:t>ਸਿੱਖੀ</w:t>
      </w:r>
      <w:r>
        <w:rPr>
          <w:rtl/>
          <w:lang w:bidi="fa-IR"/>
        </w:rPr>
        <w:t>)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شاگرد، از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برخاسته از شبه قارّه</w:t>
      </w:r>
      <w:r>
        <w:rPr>
          <w:rFonts w:hint="cs"/>
          <w:rtl/>
          <w:lang w:bidi="fa-IR"/>
        </w:rPr>
        <w:t xml:space="preserve"> هند است. مذهب سی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محصول اختلافات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سده 15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گورو نانک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زاده 1469م.) مرکز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پنجاب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eastAsia"/>
          <w:rtl/>
          <w:lang w:bidi="fa-IR"/>
        </w:rPr>
        <w:t>نجاب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پنجم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که گورو ارجن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 در شهر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تسار</w:t>
      </w:r>
      <w:r>
        <w:rPr>
          <w:rtl/>
          <w:lang w:bidi="fa-IR"/>
        </w:rPr>
        <w:t xml:space="preserve"> هندوستان بنا کرد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گرانت صاحب (</w:t>
      </w:r>
      <w:r>
        <w:rPr>
          <w:lang w:bidi="fa-IR"/>
        </w:rPr>
        <w:t>GranthSahib</w:t>
      </w:r>
      <w:r>
        <w:rPr>
          <w:rtl/>
          <w:lang w:bidi="fa-IR"/>
        </w:rPr>
        <w:t>) را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مقدس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</w:t>
      </w:r>
    </w:p>
    <w:p w:rsidR="004A11C6" w:rsidRDefault="000F6105" w:rsidP="000F61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آنجا</w:t>
      </w:r>
      <w:r w:rsidR="004A11C6">
        <w:rPr>
          <w:rtl/>
          <w:lang w:bidi="fa-IR"/>
        </w:rPr>
        <w:t xml:space="preserve"> رفته بود. او هم 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بود و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خواست مسلمان شود. قرار بود باهم شهادت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را بگو</w:t>
      </w:r>
      <w:r w:rsidR="004A11C6">
        <w:rPr>
          <w:rFonts w:hint="cs"/>
          <w:rtl/>
          <w:lang w:bidi="fa-IR"/>
        </w:rPr>
        <w:t>یی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و با هم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م،</w:t>
      </w:r>
      <w:r w:rsidR="004A11C6">
        <w:rPr>
          <w:rtl/>
          <w:lang w:bidi="fa-IR"/>
        </w:rPr>
        <w:t xml:space="preserve"> چون مطمئن بود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خانواده ها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مان</w:t>
      </w:r>
      <w:r w:rsidR="004A11C6">
        <w:rPr>
          <w:rtl/>
          <w:lang w:bidi="fa-IR"/>
        </w:rPr>
        <w:t xml:space="preserve"> به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چ</w:t>
      </w:r>
      <w:r w:rsidR="004A11C6">
        <w:rPr>
          <w:rtl/>
          <w:lang w:bidi="fa-IR"/>
        </w:rPr>
        <w:t xml:space="preserve"> وجه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پذ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رند</w:t>
      </w:r>
      <w:r w:rsidR="004A11C6">
        <w:rPr>
          <w:rtl/>
          <w:lang w:bidi="fa-IR"/>
        </w:rPr>
        <w:t xml:space="preserve"> که ما مسلمان شو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>.</w:t>
      </w:r>
    </w:p>
    <w:p w:rsidR="004A11C6" w:rsidRDefault="004A11C6" w:rsidP="000F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بودم، بالاخره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 و مسلمان شدم. نمازها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چقدر بعد از نماز احساس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  <w:r w:rsidR="000F6105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از افراد خانواده ام خبر نداشتند، اما سر مسئل</w:t>
      </w:r>
      <w:r w:rsidR="000F6105">
        <w:rPr>
          <w:rtl/>
          <w:lang w:bidi="fa-IR"/>
        </w:rPr>
        <w:t>ه</w:t>
      </w:r>
      <w:r>
        <w:rPr>
          <w:rtl/>
          <w:lang w:bidi="fa-IR"/>
        </w:rPr>
        <w:t xml:space="preserve"> ازدواج مجبور شدم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با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کنم.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از ارث محرومم کردند و گفتند: «تو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فرزند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هرگز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به نظر من اسلام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وارد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شوند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قدر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مانند من 10 سال زجر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خانواده تان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انشاءالله پاداش آن را نه تنها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بلکه در آخرت هم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8.22.2013</w:t>
      </w:r>
    </w:p>
    <w:p w:rsidR="004A11C6" w:rsidRDefault="000F6105" w:rsidP="000F610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512082865"/>
      <w:r w:rsidR="004A11C6">
        <w:rPr>
          <w:rFonts w:hint="eastAsia"/>
          <w:rtl/>
          <w:lang w:bidi="fa-IR"/>
        </w:rPr>
        <w:lastRenderedPageBreak/>
        <w:t>ارتباط</w:t>
      </w:r>
      <w:r w:rsidR="004A11C6">
        <w:rPr>
          <w:rtl/>
          <w:lang w:bidi="fa-IR"/>
        </w:rPr>
        <w:t xml:space="preserve"> مستق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با خدا/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فرانس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 xml:space="preserve"> مند از سر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لانکا</w:t>
      </w:r>
      <w:bookmarkEnd w:id="15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فرانس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مند هستم. بعد از مسلمان شدنم اسم محمد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انتخاب کردم.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اسلام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آوردم. اول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ها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خدا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عبادات فقط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سه فرق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ارتدوکس،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پروتستان، برداشت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از کتاب مقدس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منحصر به خود را دارند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عدم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قاطع در تفاس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وجود عبارات ضدونق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در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سردرگم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عنوان نمونه،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سه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هر کدام آن را به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با دو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اند.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مدّت داخل قبر بوده؟ بدن حضرت در قبر دو شب و دو روز بوده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کمتر؟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شب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قرار بوده سه شب و سه روز داخل قبر بماند. کدام درست گفته اند،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وحنا؟</w:t>
      </w:r>
      <w:r>
        <w:rPr>
          <w:rtl/>
          <w:lang w:bidi="fa-IR"/>
        </w:rPr>
        <w:t xml:space="preserve"> </w:t>
      </w:r>
      <w:r w:rsidRPr="00DF5DF2">
        <w:rPr>
          <w:rStyle w:val="libFootnotenumChar"/>
          <w:rtl/>
        </w:rPr>
        <w:t xml:space="preserve">(1) </w:t>
      </w:r>
      <w:r>
        <w:rPr>
          <w:rtl/>
          <w:lang w:bidi="fa-IR"/>
        </w:rPr>
        <w:t>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</w:p>
    <w:p w:rsidR="004A11C6" w:rsidRDefault="00DF5DF2" w:rsidP="00DF5DF2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</w:t>
      </w:r>
    </w:p>
    <w:p w:rsidR="004A11C6" w:rsidRDefault="004A11C6" w:rsidP="00DF5DF2">
      <w:pPr>
        <w:pStyle w:val="libFootnote0"/>
        <w:rPr>
          <w:rtl/>
          <w:lang w:bidi="fa-IR"/>
        </w:rPr>
      </w:pPr>
      <w:r>
        <w:rPr>
          <w:rtl/>
          <w:lang w:bidi="fa-IR"/>
        </w:rPr>
        <w:t>1-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لوقا: فصل 24 عبارات 1-8،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فصل 28 عبارات 1-8،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مرقس: فصل 16 عبارات 1-8،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فصل 12 عبارت 41</w:t>
      </w:r>
    </w:p>
    <w:p w:rsidR="004A11C6" w:rsidRDefault="00DF5DF2" w:rsidP="00DF5D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سر</w:t>
      </w:r>
      <w:r w:rsidR="004A11C6">
        <w:rPr>
          <w:rtl/>
          <w:lang w:bidi="fa-IR"/>
        </w:rPr>
        <w:t xml:space="preserve"> قبر او آمد؟ </w:t>
      </w:r>
      <w:r w:rsidR="004A11C6" w:rsidRPr="00DF5DF2">
        <w:rPr>
          <w:rStyle w:val="libFootnotenumChar"/>
          <w:rtl/>
        </w:rPr>
        <w:t>(1)</w:t>
      </w:r>
      <w:r w:rsidR="004A11C6">
        <w:rPr>
          <w:rtl/>
          <w:lang w:bidi="fa-IR"/>
        </w:rPr>
        <w:t xml:space="preserve"> چگونه حضرت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tl/>
          <w:lang w:bidi="fa-IR"/>
        </w:rPr>
        <w:t xml:space="preserve"> دستگ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شد؟ </w:t>
      </w:r>
      <w:r w:rsidR="004A11C6" w:rsidRPr="00DF5DF2">
        <w:rPr>
          <w:rStyle w:val="libFootnotenumChar"/>
          <w:rtl/>
        </w:rPr>
        <w:t>(2)</w:t>
      </w:r>
      <w:r w:rsidR="004A11C6">
        <w:rPr>
          <w:rtl/>
          <w:lang w:bidi="fa-IR"/>
        </w:rPr>
        <w:t xml:space="preserve"> پس از دستگ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،</w:t>
      </w:r>
      <w:r w:rsidR="004A11C6">
        <w:rPr>
          <w:rtl/>
          <w:lang w:bidi="fa-IR"/>
        </w:rPr>
        <w:t xml:space="preserve"> او را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چه کس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بردند؟</w:t>
      </w:r>
      <w:r w:rsidR="004A11C6" w:rsidRPr="00DF5DF2">
        <w:rPr>
          <w:rStyle w:val="libFootnotenumChar"/>
          <w:rtl/>
        </w:rPr>
        <w:t xml:space="preserve"> (3)</w:t>
      </w:r>
      <w:r w:rsidR="004A11C6">
        <w:rPr>
          <w:rtl/>
          <w:lang w:bidi="fa-IR"/>
        </w:rPr>
        <w:t xml:space="preserve"> همه با هم متفاوت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در کتاب خدا تناقض وجود داشته باشد.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تناقضات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خدا به گفته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احاطه ندارد و اعتبار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گفته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معتقد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خداست و روح القدس و خود خدا، مظهر خدا شده اند. البته به ما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اعتقاد 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 معتقد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سه خدا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جمع شده است.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چند بار در کتاب مقدس ذکر شده است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او پسر خداست.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عبارات ضدونق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ض،</w:t>
      </w:r>
      <w:r>
        <w:rPr>
          <w:rtl/>
          <w:lang w:bidi="fa-IR"/>
        </w:rPr>
        <w:t xml:space="preserve"> صحت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خدا؟ اگر او خداست، پس مادر خدا و اجدادِ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او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اند؟ قبل از تولد او، خدا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است؟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ابهامات را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ببرم، اما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تا خارج از کشورم کار کنم.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عربستان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نماز خواندن مسلمانان مرا متعجب ساخت.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کنجکاو شدم و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کردم. با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تمام سؤالات ذهنم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پاسخ داده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خداوند قادر متعال بدون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است. نه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نه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او خالق تمام موجودات عالم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متوجه</w:t>
      </w:r>
      <w:r>
        <w:rPr>
          <w:rtl/>
          <w:lang w:bidi="fa-IR"/>
        </w:rPr>
        <w:t xml:space="preserve"> شدم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نماز به طهارت جسم و روح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او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هر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ارتباط برقرار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قرآن، کلام خدا</w:t>
      </w:r>
    </w:p>
    <w:p w:rsidR="004A11C6" w:rsidRDefault="00DF5DF2" w:rsidP="00DF5DF2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4A11C6" w:rsidRDefault="004A11C6" w:rsidP="00DF5DF2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فصل 28، عبارات 1-10،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>: فصل20، عبارات 1- 7 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فصل 27، عبارات 55و56،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>: فصل19،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25</w:t>
      </w:r>
    </w:p>
    <w:p w:rsidR="004A11C6" w:rsidRDefault="004A11C6" w:rsidP="00DF5DF2">
      <w:pPr>
        <w:pStyle w:val="libFootnote0"/>
        <w:rPr>
          <w:rtl/>
          <w:lang w:bidi="fa-IR"/>
        </w:rPr>
      </w:pPr>
      <w:r>
        <w:rPr>
          <w:rtl/>
          <w:lang w:bidi="fa-IR"/>
        </w:rPr>
        <w:t>2-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باب 26، عبارات21- 25،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>: باب 13، عبارات 21 تا 26</w:t>
      </w:r>
    </w:p>
    <w:p w:rsidR="004A11C6" w:rsidRDefault="004A11C6" w:rsidP="00DF5DF2">
      <w:pPr>
        <w:pStyle w:val="libFootnote0"/>
        <w:rPr>
          <w:rtl/>
          <w:lang w:bidi="fa-IR"/>
        </w:rPr>
      </w:pPr>
      <w:r>
        <w:rPr>
          <w:rtl/>
          <w:lang w:bidi="fa-IR"/>
        </w:rPr>
        <w:t>3-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باب 26،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57 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>: باب 18 عبارت 13</w:t>
      </w:r>
    </w:p>
    <w:p w:rsidR="004A11C6" w:rsidRDefault="00DF5DF2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و</w:t>
      </w:r>
      <w:r w:rsidR="004A11C6">
        <w:rPr>
          <w:rtl/>
          <w:lang w:bidi="fa-IR"/>
        </w:rPr>
        <w:t xml:space="preserve"> برنامه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بشر است و تناقض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آن وجود ندارد و 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مسئله نشان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دهد که از طرف خدا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دانا وح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شده است: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DF5DF2" w:rsidP="00DF5DF2">
      <w:pPr>
        <w:pStyle w:val="libNormal"/>
        <w:rPr>
          <w:rtl/>
          <w:lang w:bidi="fa-IR"/>
        </w:rPr>
      </w:pPr>
      <w:r>
        <w:rPr>
          <w:rStyle w:val="libAlaemChar"/>
          <w:rFonts w:hint="cs"/>
          <w:rtl/>
        </w:rPr>
        <w:t>(</w:t>
      </w:r>
      <w:r w:rsidR="004A11C6" w:rsidRPr="00DF5DF2">
        <w:rPr>
          <w:rStyle w:val="libAieChar"/>
          <w:rFonts w:hint="cs"/>
          <w:rtl/>
        </w:rPr>
        <w:t>أَفَلاَ یَ</w:t>
      </w:r>
      <w:r w:rsidR="004A11C6" w:rsidRPr="00DF5DF2">
        <w:rPr>
          <w:rStyle w:val="libAieChar"/>
          <w:rFonts w:hint="eastAsia"/>
          <w:rtl/>
        </w:rPr>
        <w:t>تَدَبَّرُونَ</w:t>
      </w:r>
      <w:r w:rsidR="004A11C6" w:rsidRPr="00DF5DF2">
        <w:rPr>
          <w:rStyle w:val="libAieChar"/>
          <w:rtl/>
        </w:rPr>
        <w:t xml:space="preserve"> الْقُرْآنَ وَلَوْ کَانَ مِنْ عِندِ غَ</w:t>
      </w:r>
      <w:r w:rsidR="004A11C6" w:rsidRPr="00DF5DF2">
        <w:rPr>
          <w:rStyle w:val="libAieChar"/>
          <w:rFonts w:hint="cs"/>
          <w:rtl/>
        </w:rPr>
        <w:t>یْ</w:t>
      </w:r>
      <w:r w:rsidR="004A11C6" w:rsidRPr="00DF5DF2">
        <w:rPr>
          <w:rStyle w:val="libAieChar"/>
          <w:rFonts w:hint="eastAsia"/>
          <w:rtl/>
        </w:rPr>
        <w:t>رِ</w:t>
      </w:r>
      <w:r w:rsidR="004A11C6" w:rsidRPr="00DF5DF2">
        <w:rPr>
          <w:rStyle w:val="libAieChar"/>
          <w:rtl/>
        </w:rPr>
        <w:t xml:space="preserve"> اللّهِ لَوَجَدُواْ فِ</w:t>
      </w:r>
      <w:r w:rsidR="004A11C6" w:rsidRPr="00DF5DF2">
        <w:rPr>
          <w:rStyle w:val="libAieChar"/>
          <w:rFonts w:hint="cs"/>
          <w:rtl/>
        </w:rPr>
        <w:t>ی</w:t>
      </w:r>
      <w:r w:rsidR="004A11C6" w:rsidRPr="00DF5DF2">
        <w:rPr>
          <w:rStyle w:val="libAieChar"/>
          <w:rFonts w:hint="eastAsia"/>
          <w:rtl/>
        </w:rPr>
        <w:t>هِ</w:t>
      </w:r>
      <w:r w:rsidR="004A11C6" w:rsidRPr="00DF5DF2">
        <w:rPr>
          <w:rStyle w:val="libAieChar"/>
          <w:rtl/>
        </w:rPr>
        <w:t xml:space="preserve"> اخْتِلاَفًا کَثِ</w:t>
      </w:r>
      <w:r w:rsidR="004A11C6" w:rsidRPr="00DF5DF2">
        <w:rPr>
          <w:rStyle w:val="libAieChar"/>
          <w:rFonts w:hint="cs"/>
          <w:rtl/>
        </w:rPr>
        <w:t>ی</w:t>
      </w:r>
      <w:r w:rsidR="004A11C6" w:rsidRPr="00DF5DF2">
        <w:rPr>
          <w:rStyle w:val="libAieChar"/>
          <w:rFonts w:hint="eastAsia"/>
          <w:rtl/>
        </w:rPr>
        <w:t>رًا</w:t>
      </w:r>
      <w:r w:rsidR="004A11C6" w:rsidRPr="00DF5DF2">
        <w:rPr>
          <w:rStyle w:val="libAieChar"/>
          <w:rFonts w:hint="cs"/>
          <w:rtl/>
        </w:rPr>
        <w:t xml:space="preserve"> </w:t>
      </w:r>
      <w:r>
        <w:rPr>
          <w:rStyle w:val="libAlaemChar"/>
          <w:rFonts w:hint="cs"/>
          <w:rtl/>
        </w:rPr>
        <w:t>)</w:t>
      </w:r>
      <w:r w:rsidR="004A11C6" w:rsidRPr="00DF5DF2">
        <w:rPr>
          <w:rFonts w:hint="cs"/>
          <w:rtl/>
        </w:rPr>
        <w:t>(</w:t>
      </w:r>
      <w:r w:rsidR="004A11C6">
        <w:rPr>
          <w:rFonts w:hint="cs"/>
          <w:rtl/>
          <w:lang w:bidi="fa-IR"/>
        </w:rPr>
        <w:t>سورۀ</w:t>
      </w:r>
      <w:r w:rsidR="004A11C6">
        <w:rPr>
          <w:rtl/>
          <w:lang w:bidi="fa-IR"/>
        </w:rPr>
        <w:t xml:space="preserve"> نساء، آ</w:t>
      </w:r>
      <w:r w:rsidR="004A11C6">
        <w:rPr>
          <w:rFonts w:hint="cs"/>
          <w:rtl/>
          <w:lang w:bidi="fa-IR"/>
        </w:rPr>
        <w:t>یۀ</w:t>
      </w:r>
      <w:r w:rsidR="004A11C6">
        <w:rPr>
          <w:rtl/>
          <w:lang w:bidi="fa-IR"/>
        </w:rPr>
        <w:t>82) «آ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تدبّر و تفکردر قرآن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کنند، اگر از نزد غ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خدا بود، هر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نه</w:t>
      </w:r>
      <w:r w:rsidR="004A11C6">
        <w:rPr>
          <w:rtl/>
          <w:lang w:bidi="fa-IR"/>
        </w:rPr>
        <w:t xml:space="preserve"> اختلاف بس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آن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افتند</w:t>
      </w:r>
      <w:r w:rsidR="004A11C6"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بعداز</w:t>
      </w:r>
      <w:r>
        <w:rPr>
          <w:rtl/>
          <w:lang w:bidi="fa-IR"/>
        </w:rPr>
        <w:t xml:space="preserve"> مسلمان شدنم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صورت گرفت.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مرا از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نجات داد.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روزانه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شده و اغلب منتظر وقت نماز هستم تا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صحبت کنم. نماز و قرآن به من کمک کرد تا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و جهان آخرت را درک کنم و از گناه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علاقه دارم عشق بورزم و ارزش عشق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همسر، فرزندان، دوستان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را درک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www.thetruereligion.org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7.10.2003</w:t>
      </w:r>
    </w:p>
    <w:p w:rsidR="004A11C6" w:rsidRDefault="00DF5DF2" w:rsidP="00DF5DF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512082866"/>
      <w:r w:rsidR="004A11C6">
        <w:rPr>
          <w:rFonts w:hint="eastAsia"/>
          <w:rtl/>
          <w:lang w:bidi="fa-IR"/>
        </w:rPr>
        <w:lastRenderedPageBreak/>
        <w:t>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هد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است/ خانم کارن 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از لو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</w:t>
      </w:r>
      <w:bookmarkEnd w:id="16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پنج</w:t>
      </w:r>
      <w:r>
        <w:rPr>
          <w:rtl/>
          <w:lang w:bidi="fa-IR"/>
        </w:rPr>
        <w:t xml:space="preserve"> ماه قبل از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مان، نامزدم گفت که مسلمان شده است.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او را شست وشو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دفعه، خوردن مشروب و گوشت خوک را کنار گذاشت و هر روز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نگفته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روزها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کتاب ها و جزواتش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سر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اورم،</w:t>
      </w:r>
      <w:r>
        <w:rPr>
          <w:rtl/>
          <w:lang w:bidi="fa-IR"/>
        </w:rPr>
        <w:t xml:space="preserve"> البته اصلاً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سمت اسلام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شوم. من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شده بودم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مسخره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ما اصلاً به خدا اعتقاد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جهان چطور به وجود آمده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مهم نبود. در اسلام،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 که نتوانستم با آن مخالفت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نظرم چون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نداشتم راحت 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مسلمان شدم. چون لازم نبود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پاک کنم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کنار بگذارم.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قبل از گرفتن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همسرم نگفته بودم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خاطر او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وندم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خودم</w:t>
      </w:r>
      <w:r>
        <w:rPr>
          <w:rtl/>
          <w:lang w:bidi="fa-IR"/>
        </w:rPr>
        <w:t xml:space="preserve"> کشف کنم.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همسرم گفتم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شوم. واقعاً شوکه شده بود و باورش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کرده ام.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</w:t>
      </w:r>
      <w:r>
        <w:rPr>
          <w:rtl/>
          <w:lang w:bidi="fa-IR"/>
        </w:rPr>
        <w:t xml:space="preserve"> پدر و مادرم از انتخابم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 و مادرم مرا با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شوکه شدند.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«من از تو دلسرد شده ام. اگر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دهم.» مادرم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«من از حجاب متنفرم، تو دختر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من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مم</w:t>
      </w:r>
      <w:r>
        <w:rPr>
          <w:rtl/>
          <w:lang w:bidi="fa-IR"/>
        </w:rPr>
        <w:t xml:space="preserve"> را گرفته بودم. مسلمان شدنم باعث شده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کنم! اسلام چشممم را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باز کرد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قدر آن را بدانم.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7.10.2013</w:t>
      </w:r>
    </w:p>
    <w:p w:rsidR="004A11C6" w:rsidRDefault="00DF5DF2" w:rsidP="00DF5DF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512082867"/>
      <w:r w:rsidR="004A11C6">
        <w:rPr>
          <w:rFonts w:hint="eastAsia"/>
          <w:rtl/>
          <w:lang w:bidi="fa-IR"/>
        </w:rPr>
        <w:lastRenderedPageBreak/>
        <w:t>قرآن</w:t>
      </w:r>
      <w:r w:rsidR="004A11C6">
        <w:rPr>
          <w:rtl/>
          <w:lang w:bidi="fa-IR"/>
        </w:rPr>
        <w:t xml:space="preserve"> پاسخگو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سؤالات من/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کت استون خوانند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مشهور،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وسف</w:t>
      </w:r>
      <w:r w:rsidR="004A11C6">
        <w:rPr>
          <w:rtl/>
          <w:lang w:bidi="fa-IR"/>
        </w:rPr>
        <w:t xml:space="preserve"> اسلام</w:t>
      </w:r>
      <w:bookmarkEnd w:id="17"/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رسول خدا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کنم. خدا انسان را اشرف مخلوقات خلق کرد تا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خدا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نکته، مهم است که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خود را از اوهامات نجات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دست بدهد دوباره به او داده نخواهد شد. خداوند در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مورد بازخواست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برگردان و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به من بده. اما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شما را دوباره هم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بفرستم،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انجام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داد». (مؤمنون 99-100)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مدرن و پر زرق و برق و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شدم. خانواده ام وجود خدا را به من آموخته بود، اما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ارتباط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خدا نداشتم.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شدم و کار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شروع کردم.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خوانند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معروف شوم. مثل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تمام هدفم پولدار و مشهور شدن شده بود.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مثل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پولدار شوم.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انم</w:t>
      </w:r>
      <w:r>
        <w:rPr>
          <w:rtl/>
          <w:lang w:bidi="fa-IR"/>
        </w:rPr>
        <w:t xml:space="preserve"> باعث شدند فکر کنم،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 و تنها هدف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خودم را گرفته بودم،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خوانندگان معروف پاپ الگو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بودند. اول با ساخت آهنگ شروع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هنوز</w:t>
      </w:r>
      <w:r>
        <w:rPr>
          <w:rtl/>
          <w:lang w:bidi="fa-IR"/>
        </w:rPr>
        <w:t xml:space="preserve"> نوجوان بودم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مشهور شدم. اسم و عکس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تمام رسانه ها پخش شد. آنها مرا بزرگ تر از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نشان دادند. همان دوره بود که به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آوردم.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سخت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شدم.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افتادم که بعد از مردنم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خواهد افتاد؟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فقط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بدن هستم؟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هدف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جسم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بود. شانس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شدن چشمانم.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ها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آن زمان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تصوف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بود. مطالعاتم را شروع کردم.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آن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آورم، مرگ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از جسم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کم کم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خوار شدم. و اعتقاد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بودم که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جسم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باران شروع شد. به طرف 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آن زمان با خودم فکر کردم، بدنم دارد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«دارم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شد فکر کنم که بدنم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الاغ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 تا به کجا برود واِلا الاغ آدم را به آنجا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اراده دارم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اراده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دنبال کنم. دوباره ساخت آهنگ را شروع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دفعه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افکارم را در آهنگ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منعکس کنم.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ادمه</w:t>
      </w:r>
      <w:r>
        <w:rPr>
          <w:rtl/>
          <w:lang w:bidi="fa-IR"/>
        </w:rPr>
        <w:t xml:space="preserve"> تران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آهنگ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دانستم! خالق بهشت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خالق جهنم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آهنگ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راه خدا» ساختم.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مشهور شده بودم. واقعاً زمان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چون هم پولدار شده بودم و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دنبال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بگردم.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کامل و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اما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ترک کنم. من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تارک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بشم و از جامعه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  <w:r w:rsidR="00DF5DF2">
        <w:rPr>
          <w:rtl/>
          <w:lang w:bidi="fa-IR"/>
        </w:rPr>
        <w:t xml:space="preserve"> </w:t>
      </w: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زمان دربار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آنچه را که به نظرم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معجزه بود اتفاق افتاد. برادرم در اورشل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مسجد رفته بود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گرفته بود. برخلاف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ساها</w:t>
      </w:r>
      <w:r>
        <w:rPr>
          <w:rtl/>
          <w:lang w:bidi="fa-IR"/>
        </w:rPr>
        <w:t xml:space="preserve"> که معمولاً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آمده بودند و آرامش و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فضا حاکم بود. برادرم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لندن برگشت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ترجمه قرآن آورده بود. او مسلمان نشده بود اما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و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راهنما بود. همه مطالب و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پاسخ داد. 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ستم؟</w:t>
      </w:r>
      <w:r>
        <w:rPr>
          <w:rtl/>
          <w:lang w:bidi="fa-IR"/>
        </w:rPr>
        <w:t xml:space="preserve"> هدف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واقعاً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از آن دسته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است.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ملائک هم بالاتر باشد. قبلاً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خاطر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عظمت خودم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اما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متعلق به خداست و او تمام مخلوقات را </w:t>
      </w:r>
      <w:r>
        <w:rPr>
          <w:rFonts w:hint="eastAsia"/>
          <w:rtl/>
          <w:lang w:bidi="fa-IR"/>
        </w:rPr>
        <w:t>خلق</w:t>
      </w:r>
      <w:r>
        <w:rPr>
          <w:rtl/>
          <w:lang w:bidi="fa-IR"/>
        </w:rPr>
        <w:t xml:space="preserve"> کرده است. کم کم غرور و تکبر را کنار گذاشتم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مسلمان شوم.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قرآن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اسلام است که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تفکر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ماه را نپرست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تنها خالقمان را بپرست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چقدر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ماه فاصله دارد و نسبت آنها با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چقدر است؟ اما ما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اندازه اند. اگر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خ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فضانوردان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فضا رفتند و عظمت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گستردگ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خدا اعتقاد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خانم هندو به من گفت: «شما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بودا را درک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اعتقاد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بت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تمرکز حواس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بت ها به خدا برسد، اما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موانع و سدها برداشته شده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با خدا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تماس داشت.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ارتباط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خدا وجود ندارد.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اسلام کامل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اگر از راه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حتماً موفق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شد. نماز را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آنچه که کافران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آورندگان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نماز است. نماز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پاک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www.islamtornorrow.com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5.23.2010</w:t>
      </w:r>
    </w:p>
    <w:p w:rsidR="004A11C6" w:rsidRDefault="00DF5DF2" w:rsidP="00DF5DF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512082868"/>
      <w:r w:rsidR="004A11C6">
        <w:rPr>
          <w:rFonts w:hint="eastAsia"/>
          <w:rtl/>
          <w:lang w:bidi="fa-IR"/>
        </w:rPr>
        <w:lastRenderedPageBreak/>
        <w:t>دلم</w:t>
      </w:r>
      <w:r w:rsidR="004A11C6">
        <w:rPr>
          <w:rtl/>
          <w:lang w:bidi="fa-IR"/>
        </w:rPr>
        <w:t xml:space="preserve">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خدا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قرار</w:t>
      </w:r>
      <w:r w:rsidR="004A11C6">
        <w:rPr>
          <w:rtl/>
          <w:lang w:bidi="fa-IR"/>
        </w:rPr>
        <w:t xml:space="preserve"> است/ کش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روس</w:t>
      </w:r>
      <w:r w:rsidR="004A11C6">
        <w:rPr>
          <w:rFonts w:hint="cs"/>
          <w:rtl/>
          <w:lang w:bidi="fa-IR"/>
        </w:rPr>
        <w:t>ی</w:t>
      </w:r>
      <w:bookmarkEnd w:id="18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روزگار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مخمصه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از ته قلبم از خدا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و مشکلم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دربار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بدانم،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به دانشگاه فلسف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مسکو رفتم. آنجا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کتاب مقدس را خواندم. با عبارات ضد و 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شدم.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جملات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طرف خدا باشد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جملات به خدا نسبت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طور مثال؛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انسان ها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دست خدا، سر خدا، خون و گوشت خدا.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در ده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1970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ارتدکس تنها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دئولوژ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 ارتدکس شدم، جذب سرودها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سنت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شدم.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معلومات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کنم و وارد مدرسه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انتخاب نبود، چون حق انتخاب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 وجود نداشت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ارتدکس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مذهب ها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قاطع در برابر مفهوم رد و انکار خداوند بود.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به تنها مرکز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در آن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وستم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اساس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آموختم. در سال 1983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شدم. آن موقع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مبارز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عدم وجود خدا مقاومت کنم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دلاور خدا هستم، اما متأسفانه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شروع شد،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tl/>
          <w:lang w:bidi="fa-IR"/>
        </w:rPr>
        <w:lastRenderedPageBreak/>
        <w:t>ثمر رساندن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توسط مردم خرافه پرست دستور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آنجا که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آگاه بودم،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 پرست 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از آن اجتناب کنم و آن مراسم قسمت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مخالفت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کرده بود.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1983 تا 1985 به عنوان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آنجا 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مسلمانان برخورد کردم. و احساس کردم به سمت جهان اسلام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سال 1988 تا 1990 مبارزه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ملحدان و منکران خدا موضوع روز شد.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ارتدکس هم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با ساخت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انجام فرمان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سودمند،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خرافات حرکت کند.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دلاور خدا هستم و دلم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جادوگر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فقط از او انتظار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مراسم جادوگر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تقلب را انجام 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باعث شد از کار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تا بتوانم به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 و اعم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اعطا کنم. منابع اول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مورد مطالعه قرار دادم.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خچه</w:t>
      </w:r>
      <w:r>
        <w:rPr>
          <w:rtl/>
          <w:lang w:bidi="fa-IR"/>
        </w:rPr>
        <w:t xml:space="preserve"> خدمات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>.</w:t>
      </w: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مطالع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منابع اول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نسبت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خدمات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مشکوک کرد؛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قبول داشتند. حدوداً سال 1995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 متوجه شدم و از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خدمات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کناره گرفتم. اما هنوز باور ذات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از فهم ساده و واضح قانون تک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موقع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که ترجم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و آموخته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راجع به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خواندم مقاومتم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اسلام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رفت. خداوند به من استقامت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به راهم ادامه دهم. من و همسرم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بازگشتمان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حق و </w:t>
      </w: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تک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اعلام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تمام افکار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کمک کرد از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عشق خودم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را اعلام کنم،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DF5DF2" w:rsidP="00DF5DF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512082869"/>
      <w:r w:rsidR="004A11C6">
        <w:rPr>
          <w:rFonts w:hint="eastAsia"/>
          <w:rtl/>
          <w:lang w:bidi="fa-IR"/>
        </w:rPr>
        <w:lastRenderedPageBreak/>
        <w:t>از</w:t>
      </w:r>
      <w:r w:rsidR="004A11C6">
        <w:rPr>
          <w:rtl/>
          <w:lang w:bidi="fa-IR"/>
        </w:rPr>
        <w:t xml:space="preserve"> 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طان</w:t>
      </w:r>
      <w:r w:rsidR="004A11C6">
        <w:rPr>
          <w:rtl/>
          <w:lang w:bidi="fa-IR"/>
        </w:rPr>
        <w:t xml:space="preserve"> پرست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تا خداپرست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ستوفر</w:t>
      </w:r>
      <w:r w:rsidR="004A11C6">
        <w:rPr>
          <w:rtl/>
          <w:lang w:bidi="fa-IR"/>
        </w:rPr>
        <w:t xml:space="preserve"> بار</w:t>
      </w:r>
      <w:bookmarkEnd w:id="19"/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ستوفر</w:t>
      </w:r>
      <w:r>
        <w:rPr>
          <w:rtl/>
          <w:lang w:bidi="fa-IR"/>
        </w:rPr>
        <w:t xml:space="preserve"> بار هستم. اسم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محمد است. 17 سالمه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پنس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تا چهار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فلسفه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نداشتم. آن موقع به مدرسه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دارم مسائل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چطور ات</w:t>
      </w:r>
      <w:r>
        <w:rPr>
          <w:rFonts w:hint="eastAsia"/>
          <w:rtl/>
          <w:lang w:bidi="fa-IR"/>
        </w:rPr>
        <w:t>فاق</w:t>
      </w:r>
      <w:r>
        <w:rPr>
          <w:rtl/>
          <w:lang w:bidi="fa-IR"/>
        </w:rPr>
        <w:t xml:space="preserve"> افتاد که عضو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گروه خلاف شدم.</w:t>
      </w:r>
      <w:r w:rsidR="00DF5D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 لاو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البته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بپرستند. آنها معتقد بودند، هر کس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هست.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 و شرطِ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پرستان،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است.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قبول ندارند و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م</w:t>
      </w:r>
      <w:r>
        <w:rPr>
          <w:rFonts w:hint="eastAsia"/>
          <w:rtl/>
          <w:lang w:bidi="fa-IR"/>
        </w:rPr>
        <w:t>رگ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در نظر لاو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بوده و به مسائل جهان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ندارد. آنها هر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چون باعث لذت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فلسفه شان به نظرم درست بود. من هم عضو آنها شدم.</w:t>
      </w: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قدرت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اما کم کم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رفت. در</w:t>
      </w:r>
      <w:r w:rsidR="00DF5D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وجودم</w:t>
      </w:r>
      <w:r>
        <w:rPr>
          <w:rtl/>
          <w:lang w:bidi="fa-IR"/>
        </w:rPr>
        <w:t xml:space="preserve"> احساس خلأ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دچار افسردگ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بودم. نمراتم در مدرسه افت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بود.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از قبل هم بدتر شد.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سال، دوباره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برگشتم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خدا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حس کردم. اما کمبود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با نکات ضد و 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روبه رو شدم که به نظرم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حرف خدا باشد.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زمان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خدا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اراده و 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اما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آخر خدا توسط فرزندش با ما سخن گفت. فرزند خدا منعکس کننده حلال خداست.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آمد تا جانش را فدا کند و ما را پاک کند و گناهان گذشته ما را محو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اصلاً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قبول </w:t>
      </w:r>
      <w:r>
        <w:rPr>
          <w:rtl/>
          <w:lang w:bidi="fa-IR"/>
        </w:rPr>
        <w:lastRenderedPageBreak/>
        <w:t>نبود.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ماه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مسئله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فکر کردم.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زنده شدنش پس از مرگ، ثابت کرد که فرزند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خدا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مقدس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چهر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او فرزند خداست و بر تمام موجودات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در واقع تمام هس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وجود آمد. بالاخره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باز هم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جدا شدم و از خدا متنفر شدم و دوباره به گروه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پرستان برگشتم.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واقع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11 سپتامبر اتفاق افتاد.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واقعه، نسبت به اسلام و خدا احساس تنفر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مسلمانان متنفر شده بودم.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صورت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بدانم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منفج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با جان مردم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گذشت دو ماه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نه تنها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خشونت و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تفاهم، صلح، عشق، هارمون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توافق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پس از ماه رمضان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 و به اسلام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وستم</w:t>
      </w:r>
      <w:r>
        <w:rPr>
          <w:rtl/>
          <w:lang w:bidi="fa-IR"/>
        </w:rPr>
        <w:t>.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کنار گذاشتم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باشم. من مخلوق خدا هستم و او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نشانم داده است.</w:t>
      </w:r>
      <w:r w:rsidR="00DF5D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شد،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اسلام دعوت کنم و به آنها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خدا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او بند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پاک خدا و </w:t>
      </w:r>
      <w:r>
        <w:rPr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آمد تا راه را به ما نشان دهد. اما دشمنان نگذاشتند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او را با انحرافات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بردند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مسموم خودشان را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لحاظ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قبول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تناقضات و مهملات ندارند.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 سپاسگزارم که مرا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www.the truereligion.org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5.23.2004</w:t>
      </w:r>
    </w:p>
    <w:p w:rsidR="004A11C6" w:rsidRDefault="00DF5DF2" w:rsidP="00DF5DF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512082870"/>
      <w:r w:rsidR="004A11C6">
        <w:rPr>
          <w:rFonts w:hint="eastAsia"/>
          <w:rtl/>
          <w:lang w:bidi="fa-IR"/>
        </w:rPr>
        <w:lastRenderedPageBreak/>
        <w:t>کش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وسف</w:t>
      </w:r>
      <w:r w:rsidR="004A11C6">
        <w:rPr>
          <w:rtl/>
          <w:lang w:bidi="fa-IR"/>
        </w:rPr>
        <w:t xml:space="preserve"> استس</w:t>
      </w:r>
      <w:bookmarkEnd w:id="20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چطور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مسلمان شود؟! مگر من واقعاً روح القدس را درک نکرده بودم، پس چطور توانستم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پشت کنم؟ مگر خودم را دوباره متولد شده در نظر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 در شهر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متولد شدم. آنها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 مگر در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خاص، اهل قمار و شرط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نبودند، به جز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</w:t>
      </w:r>
      <w:r>
        <w:rPr>
          <w:rtl/>
          <w:lang w:bidi="fa-IR"/>
        </w:rPr>
        <w:t xml:space="preserve">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بود و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سهم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و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 کارشناس کتاب مقدس و ترجمه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با نسخه ها و ترجمه ها و چاپ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پدرم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واقعاً خدا کتاب مقدس را نوشته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کتاب مقدس کلمات الهام شده به بشر از طرف خداوند است؟» اما جواب قانع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به هوستن تگزاس نقل مکان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12 ساله بودم که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کردم.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واقعاً از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شوم تعجب کرده بود.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ذهنم بود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او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چه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چرا ما را خلق کرد؟ </w:t>
      </w: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افتد؟ بهشت چگونه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فرشتگان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چرا ما به گناه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اعتقاد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چرا فرزندان آدم مجبورند گناه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به خاطر آن مجازات شوند؟ ذهنم مدام مشغول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سؤالات بود.</w:t>
      </w:r>
    </w:p>
    <w:p w:rsidR="004A11C6" w:rsidRDefault="004A11C6" w:rsidP="00DF5D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دربار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سؤالات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زدم، مسخره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از بزرگ ترها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سؤال و چون و چرا به آن اعتقاد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راز است، دربار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سؤال نکن. فقط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اعتقاد داشته باش.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سؤالاتم حرف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بچه ها در مدرسه دزد و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من نقش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هست، گفتم: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 خدا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سپس در راهش استوار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زرگ</w:t>
      </w:r>
      <w:r>
        <w:rPr>
          <w:rtl/>
          <w:lang w:bidi="fa-IR"/>
        </w:rPr>
        <w:t xml:space="preserve"> تر که شدم احساس کردم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بشوم. اما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مردم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کنم که خودم هنوز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درک نکرده ام. خدا را قبول داشتم و خودم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حل کنم که خدا،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باشد و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سه! اگر او پدر است،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پسر هم باشد؟ روح القدس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سال 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خدا را به روش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هندو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متاف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تائو </w:t>
      </w:r>
      <w:r w:rsidRPr="00DF5DF2">
        <w:rPr>
          <w:rStyle w:val="libFootnotenumChar"/>
          <w:rtl/>
        </w:rPr>
        <w:t>(1)</w:t>
      </w:r>
      <w:r>
        <w:rPr>
          <w:rtl/>
          <w:lang w:bidi="fa-IR"/>
        </w:rPr>
        <w:t xml:space="preserve"> و فرقه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آنچه که مرا به سمت خود</w:t>
      </w:r>
    </w:p>
    <w:p w:rsidR="004A11C6" w:rsidRPr="00DF5DF2" w:rsidRDefault="00DF5DF2" w:rsidP="00DF5DF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11C6" w:rsidRDefault="004A11C6" w:rsidP="00DF5DF2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تائو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دائو است. که در قرن 6 ق. م 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معتقدات و مناسک و اعمال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و بعدها با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بست. فلسف</w:t>
      </w:r>
      <w:r w:rsidR="00DF5D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تائو روش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منسوب به لائوتسه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 ( که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 ادار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مم</w:t>
      </w:r>
      <w:r>
        <w:rPr>
          <w:rFonts w:hint="eastAsia"/>
          <w:rtl/>
          <w:lang w:bidi="fa-IR"/>
        </w:rPr>
        <w:t>لکت</w:t>
      </w:r>
      <w:r>
        <w:rPr>
          <w:rtl/>
          <w:lang w:bidi="fa-IR"/>
        </w:rPr>
        <w:t xml:space="preserve"> بدون وجود دولت و بدون اعمال فرم ها و اشکال خاص حکومت.</w:t>
      </w:r>
    </w:p>
    <w:p w:rsidR="004A11C6" w:rsidRDefault="00DF5DF2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ترک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تصوف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و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هود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به همراه علم متاف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بود. اما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باعث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 عقب نش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کنم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بود که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توانستم خودم را قسمت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خدا تصور کنم. خدا عل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است و از همه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tl/>
          <w:lang w:bidi="fa-IR"/>
        </w:rPr>
        <w:t xml:space="preserve"> آگاه است. من چطور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خدا باشم! اما کش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ها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گفتند که به هر حال هم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شما خدا هست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>. برو کتاب مقدس را بخوان. «من شما را خدا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</w:t>
      </w:r>
      <w:r w:rsidR="004A11C6">
        <w:rPr>
          <w:rtl/>
          <w:lang w:bidi="fa-IR"/>
        </w:rPr>
        <w:t xml:space="preserve"> خواندم و لقب فرزند خدا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متعال را به شما دادم.» کتاب عهد عت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ق،</w:t>
      </w:r>
      <w:r w:rsidR="004A11C6">
        <w:rPr>
          <w:rtl/>
          <w:lang w:bidi="fa-IR"/>
        </w:rPr>
        <w:t xml:space="preserve"> مزام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فصل 82، عبارت 6. انج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وحنا،</w:t>
      </w:r>
      <w:r w:rsidR="004A11C6">
        <w:rPr>
          <w:rtl/>
          <w:lang w:bidi="fa-IR"/>
        </w:rPr>
        <w:t xml:space="preserve"> فصل 10، عبارت 34. برا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قابل قبول نبود، اما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پذ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رفتم</w:t>
      </w:r>
      <w:r w:rsidR="004A11C6"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(پولس) نسبت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پولس پراز عبارات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تورات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لغو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«ممنوع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مجاز بودن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زها،</w:t>
      </w:r>
      <w:r>
        <w:rPr>
          <w:rtl/>
          <w:lang w:bidi="fa-IR"/>
        </w:rPr>
        <w:t xml:space="preserve">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درک شما دارد.» به عنوان مثال در نامه اش به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«من خود به سبب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به من داده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دارم که خوردن گوشت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 ها به خود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اشکال ندارد، اما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نادرست و گناه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پندارد،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بخورد؛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مرتکب گناه شده است. (کتاب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فصل 14، عبار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14)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...کس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وجدانش از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ناراحت است،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وچه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کار دست بزند. چون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مرتکب گناه شده؛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وجدانش آن کار را گناه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داند.» (کتاب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فصل 14، عبارت 23)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پولس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که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نظر شما 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پس گناه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کل فرمان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تورات را خراب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="005149C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اشتباه است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طبق دستورات تورات انجام دهم. «گوشت خوک ممنوع، زنا و زنا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محصنه ممنوع و از همه مهم تر پرستش هر مخلوق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ممنوع، </w:t>
      </w:r>
      <w:r>
        <w:rPr>
          <w:rtl/>
          <w:lang w:bidi="fa-IR"/>
        </w:rPr>
        <w:lastRenderedPageBreak/>
        <w:t>انجام ختنه و عبادت خدا در روز شنبه.»</w:t>
      </w:r>
      <w:r w:rsidR="005149C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پرنده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درست نکن. در برابر آنها زانو نزن و آنها را پرستش نکن.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که خداوند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 من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را مجازات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کنم... روز شنبه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من باش و آن را مقدس بدار. در هفته، شش روز کار کن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شنبه که روز خداست کار نکن... پدر و مادرت را احترام کن تا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تو به تو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عمر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قتل نکن، زنا نکن،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نکن، دروغ نگو، چشم طمع به مال و ناموس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نداشته باش و به فکر تصاحب غلام و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و گاو و الاغ و اموال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ات نباش.» سفر خروج، فصل 20، عبارت 3. 17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قبول بود که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وجود دارد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تنها اوست که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پرستش است. اوست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دستورات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5149C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داشتم به 50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که مبلغ بودند به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هم در نقاط مختلف کشور، کار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هر کس که برخورد و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کتاب مقدس کوچک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لذت بخش بود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 و پول نداشتند، غذا و پول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آنها از نظر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آنها را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کتاب مقدسم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همراهم بود و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لازم بود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دوباره متولد شده ام.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داشتم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باشم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او را برسانم.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مشکل وجود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خوب واضح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کشته شدن او به خاطر </w:t>
      </w:r>
      <w:r>
        <w:rPr>
          <w:rtl/>
          <w:lang w:bidi="fa-IR"/>
        </w:rPr>
        <w:lastRenderedPageBreak/>
        <w:t>گناهان ما، او پسر خدا و خداست. بله درست است، من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اما...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مبلغ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گفت: «مغزتان را با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نتان</w:t>
      </w:r>
      <w:r>
        <w:rPr>
          <w:rtl/>
          <w:lang w:bidi="fa-IR"/>
        </w:rPr>
        <w:t xml:space="preserve"> در پارک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</w:t>
      </w:r>
      <w:r>
        <w:rPr>
          <w:rtl/>
          <w:lang w:bidi="fa-IR"/>
        </w:rPr>
        <w:t xml:space="preserve"> نگذار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مرا تکان داد و سبب شد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مسائل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مذهبم فکر کنم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در مورد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آنها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فکر کنم: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را نوشته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زبان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چه بوده، عبر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متن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کتاب مقدس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ها، 7 کتاب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پروتستان ها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نسخه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از کتاب مقدس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اشتباه و غلط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دوباره متولد شده،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آموزش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در کتاب مقدس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لغت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نسخه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وجود ندارد؟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کتاب مقدس (نسخه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 خدا از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«خدا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چرا من را تنها گذارده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مرقس فصل 15، عبارت 34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در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پسر خداست.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 xml:space="preserve"> فصل 3، عبارت 16) و در مزام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داوود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پسر خداست؟ مزام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فصل 2، عبارت 7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عادل،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منصف،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خاطر گناهان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</w:t>
      </w:r>
      <w:r>
        <w:rPr>
          <w:rtl/>
          <w:lang w:bidi="fa-IR"/>
        </w:rPr>
        <w:t xml:space="preserve"> مجازات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بدون کشتن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مرده 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مرده اند و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خدا که حضرت آدم را از خاک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چه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حمل کند؟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خدا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خودش را خلق کند؟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چطور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بشر باشد؟</w:t>
      </w:r>
    </w:p>
    <w:p w:rsidR="005149C4" w:rsidRDefault="005149C4" w:rsidP="004A11C6">
      <w:pPr>
        <w:pStyle w:val="libNormal"/>
        <w:rPr>
          <w:rFonts w:hint="cs"/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چطور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پسر داشته باشد؟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حضرت آدم هم پسر خداست؟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5149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سؤالات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 w:rsidR="005149C4">
        <w:rPr>
          <w:rFonts w:hint="cs"/>
          <w:rtl/>
          <w:lang w:bidi="fa-IR"/>
        </w:rPr>
        <w:t>ح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چند ساعت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بود؟ چند روز در قبر بود؟ بالاخره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پدر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است؟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خودش ادعا نکرد که خدا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خداست؟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پاسخ دادن به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خسته شده بود و به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 داستان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در سفر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خصوص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پسرش را به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بخوانم.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من اطاعت از خدا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چون و چرا را بفهماند.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داستان را خواندم اما متقاعد نشدم.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اتفاق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افتاد که باورها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عوض کرد. راه حل ها و پاسخ ها به روش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پدرم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کرد و از من خواست او 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گفت او گفته که حاضر است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شرط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باشد.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ملاقات متنفر بودم. دلم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آدم کافر و ملحد،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ربا، بمب گذار،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دزد و سارق روبه رو شوم. به ما گفته شده بود، مسلمانان به خدا اعتقاد ندارند.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جعبه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 را پرستش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5 بار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بوسند.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آدم ربا و دزد هستند. به پدرم هم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مسلمانان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اما گفت: «راه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تو با خوش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حرف بزن،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شد.»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آن مرد 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شاپ قرار گذاشتم.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شاپ رفتم از پدرم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«کجاست؟ پدرم گفت: «دست راستت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نشسته.»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بودم.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مسلمان باشد. من به دنبال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گشاد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عمامه بزرگ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و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لباسش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 و ابروها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کل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گرفته بود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</w:t>
      </w:r>
      <w:r w:rsidR="005149C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بمب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لباسش بودم،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مرتب و خوشرو که با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دست داد و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هر حال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نجات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کمک خدا،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او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کند.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بحث را شروع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به خدا، آدم و حوا،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پسرش،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داوود و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اعتقاد داشت. او گفت: «ما به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تورات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اعتقاد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راحت است، چون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تمام اعتقادات ما باور دارد،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غسل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انجام دهد، اما او مدرک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خواست، شرط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 به او گفتم: «د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ارائه سند و مدرک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اعتقاد است.» اما او در جواب گفت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او، هم اعتقاد هست و هم سند و مدرک.</w:t>
      </w:r>
      <w:r>
        <w:rPr>
          <w:rFonts w:hint="eastAsia"/>
          <w:rtl/>
          <w:lang w:bidi="fa-IR"/>
        </w:rPr>
        <w:t>چقدر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!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وجود خدا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داشته باشد؟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ملاقات کنم تا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کند. او با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 و وات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ارتباط داشت و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مکز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درخشنده بود. او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شکل گرفتن مذهب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 تا بتو</w:t>
      </w:r>
      <w:r>
        <w:rPr>
          <w:rFonts w:hint="eastAsia"/>
          <w:rtl/>
          <w:lang w:bidi="fa-IR"/>
        </w:rPr>
        <w:t>انم</w:t>
      </w:r>
      <w:r>
        <w:rPr>
          <w:rtl/>
          <w:lang w:bidi="fa-IR"/>
        </w:rPr>
        <w:t xml:space="preserve"> مدارک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دهم.</w:t>
      </w:r>
      <w:r w:rsidR="005149C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 محمد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شد. با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سفر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طول سفر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مسائل مختلف و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 هم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فرد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مشتاقانه به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هرگز حرفم را قطع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واقعاً جذب رفتار و منش او شده بودم.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برنامه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پخش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مورد پرستش،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با تزر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کمک کنم. ما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مفهوم خدا،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هدف خلقت،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تشان</w:t>
      </w:r>
      <w:r>
        <w:rPr>
          <w:rtl/>
          <w:lang w:bidi="fa-IR"/>
        </w:rPr>
        <w:t xml:space="preserve">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محمد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کند. موضوع را به پدرم گفتم و از او خواستم محمد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بزرگ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پدرم هم موافقت کرد و محمد به خان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آمد.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با دوستان مبلغم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علت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آنها جزوه و کتاب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دچار حمل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ورترانس بردند. من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بار به او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محمد را هم با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تا او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باورها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با محمد صحبت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دوستم،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«اهل کج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گفت: «اهل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!» احساس کردم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اندازه افسرده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کمک دارد. با او راجع به خدا صحبت کردم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تورات داستان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مشکلات فرار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خدا نسبت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آگاه است. بعد از گفتن داستان، از من به خاطر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عذر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گفت که مشکلات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گذرانده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اعتراف کند. به او گفتم: «من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با اعترافات سر و کار ندارم.» او گفت: «من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هستم.» شوکه شده بودم. من داشتم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5149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مرخص شدنش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مارستان،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مراقبت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به خانه مان دعوتش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خانه مان آمد با او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مسلمانان صحبت کردم. در کمال تعجب او با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مسلمانان موافق بود و گفت: «ما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اسلام را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موافق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شب ها، سه 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دربار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اوقات پدرم و همسرم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جمع ما اضافه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هر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5149C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نسخه</w:t>
      </w:r>
      <w:r>
        <w:rPr>
          <w:rtl/>
          <w:lang w:bidi="fa-IR"/>
        </w:rPr>
        <w:t xml:space="preserve"> از کتاب مقدس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پدرم نسخ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lang w:bidi="fa-IR"/>
        </w:rPr>
        <w:t>King James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خودم نسخ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lang w:bidi="fa-IR"/>
        </w:rPr>
        <w:t>Revised Standard</w:t>
      </w:r>
      <w:r>
        <w:rPr>
          <w:rtl/>
          <w:lang w:bidi="fa-IR"/>
        </w:rPr>
        <w:t>، همسرم نسخ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lang w:bidi="fa-IR"/>
        </w:rPr>
        <w:t>Swaggart’s Good News For Modern Man</w:t>
      </w:r>
      <w:r>
        <w:rPr>
          <w:rtl/>
          <w:lang w:bidi="fa-IR"/>
        </w:rPr>
        <w:t xml:space="preserve"> و دوست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شمان</w:t>
      </w:r>
      <w:r>
        <w:rPr>
          <w:rtl/>
          <w:lang w:bidi="fa-IR"/>
        </w:rPr>
        <w:t xml:space="preserve"> هم نسخ</w:t>
      </w:r>
      <w:r w:rsidR="005149C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7 کتاب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کتاب پروتستان داشت. مدت ها وقت 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را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درست است و سخنان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است. از محمد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: «قرآن شما چند نسخه دارد؟» اوپاسخ داد: «فقط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قرآن وجود دارد و هرگز عوض نشده است.» باور کردن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1400 سال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نسخه وجود دارد؟! اما محمد گفت: «از زم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را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قر ن هاست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ها نفر در سرتاسر جهان قرآن را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آموزند. و امروزه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9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حافظ وجود دارد.»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نظرم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ممکن بود.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زبان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صدها سال است که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رفته است. چطور امکان دارد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زبان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بعد از قرن ها حفظ شود و تک نسخه باشد؟ از خدا خواستم و گفتم 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 و راهت را نشانم بده!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آن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محمد خواست او را به مسجد ببرد. در کمال ناباور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آنجا رفته بود تا مسلمان شود. به او گفتم: «تو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او گفت، سال هاست که مسلمان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موضوع</w:t>
      </w:r>
      <w:r>
        <w:rPr>
          <w:rtl/>
          <w:lang w:bidi="fa-IR"/>
        </w:rPr>
        <w:t xml:space="preserve"> مسلمان شدن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همسرم گفتم. او گفت، به نظر من اسلام حق است و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علاقه مند شده است.</w:t>
      </w: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مان رفتم و تکه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به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مسلمانان روزانه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به سجده افتادم. با خدا حرف زدم.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وقتش است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کنار بگذارم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رکانه</w:t>
      </w:r>
      <w:r>
        <w:rPr>
          <w:rtl/>
          <w:lang w:bidi="fa-IR"/>
        </w:rPr>
        <w:t xml:space="preserve"> کار نکنم و صادقانه فکر کنم.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از سجده برداشتم، پرنده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آسمان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نشد، آنچه که متوجه شدم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درونم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بود. آمدم بالا و دوش گرفتم و آن آدم گناهکار گذشته را</w:t>
      </w:r>
      <w:r w:rsidR="00F87D4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شستم</w:t>
      </w:r>
      <w:r>
        <w:rPr>
          <w:rtl/>
          <w:lang w:bidi="fa-IR"/>
        </w:rPr>
        <w:t xml:space="preserve">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وارد شدم.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حق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هستند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9 مرحله پاک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دنبال کنند تا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برسند: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ذهن و قلب و روحتان را پاک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تمام تعصب ها را کنار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هر لحظه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از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داده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تشکر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ترجمه خوب از قرآن به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دقت مطالعه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خدا آمرزش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را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قلبتان درخواست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بالا را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قلب و ذهنتان را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را به طور منظم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F87D4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سم گناه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روحتان دوباره متولد شود.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www.tellmeaboutislam.com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5.27.2013</w:t>
      </w:r>
    </w:p>
    <w:p w:rsidR="004A11C6" w:rsidRDefault="00F87D41" w:rsidP="00F87D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512082871"/>
      <w:r w:rsidR="004A11C6">
        <w:rPr>
          <w:rFonts w:hint="eastAsia"/>
          <w:rtl/>
          <w:lang w:bidi="fa-IR"/>
        </w:rPr>
        <w:lastRenderedPageBreak/>
        <w:t>مرغ</w:t>
      </w:r>
      <w:r w:rsidR="004A11C6">
        <w:rPr>
          <w:rtl/>
          <w:lang w:bidi="fa-IR"/>
        </w:rPr>
        <w:t xml:space="preserve"> ها بت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ما را شکستند/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لئوناردو 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لار</w:t>
      </w:r>
      <w:bookmarkEnd w:id="21"/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مسلمان بشوم عادتم بود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ساختمان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مردم آن شهر در آن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کردند؛ مثل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و معبد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به مسجد رفتم، مردم مشغول نماز مغرب بودند. صبر کردم تا نمازشان تمام شد، بعد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امام مسجد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آغاز سفرم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بود.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 که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اعتقاد داشتند. با پدربزرگ و مادربزرگم بزرگ شدم و آنها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دشان</w:t>
      </w:r>
      <w:r>
        <w:rPr>
          <w:rtl/>
          <w:lang w:bidi="fa-IR"/>
        </w:rPr>
        <w:t xml:space="preserve"> را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از جمله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پسر خداست و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در کنار خدا عبادت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F87D4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بعد از ظهر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و درِ خانه باز بود. مرغ و خروس ها از فرصت استفاده کردند و داخل خانه شدند و مرا به طرز وحشتناک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حوله برداشتم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آنها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کنم. آنها بت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موقع دعا کردن روبه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انداختند و شکستند.</w:t>
      </w: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موقع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به آنها گفتم: «شما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طور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خودتان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 تا مرغ شما را خرد کردند. پس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 w:rsidR="00F87D4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تکه تکه شان کنم، اما از مادربزرگم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آنها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مطمئن بودم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جهان را خلق کرده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صبح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پدر بزرگم روبه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 ها نشسته است.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خدا هستند؟» او گفت: «نه، اما ما آنها را مرکز توجه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انگار که در برابر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ساکت ماندم.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چطور احساسم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کنم.</w:t>
      </w:r>
      <w:r w:rsidR="00F87D4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برنابا </w:t>
      </w:r>
      <w:r w:rsidRPr="00F87D41">
        <w:rPr>
          <w:rStyle w:val="libFootnotenumChar"/>
          <w:rtl/>
        </w:rPr>
        <w:t>(1)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در آن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که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آن حرف ها معقول بود،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بود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است، پروردگار شما پروردگار من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تعجب کرده بودم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با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به طور کامل متفاوت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موقع13 ساله بودم. از پدربزرگم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اما او جواب سؤالم را نداد و خودش را مشغول خواندن کتاب کرد، فقط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نخوان.»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سؤال و جواب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رد و بدل شد. گفتم: «چرا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نخوانم؟» او هم گفت: «چون گمراه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4A11C6" w:rsidRPr="00F87D41" w:rsidRDefault="00F87D41" w:rsidP="00F87D4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87D4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برنابا: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قرون متماد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فراموش شده بود و استفاده از آن معمول نبود تا آنکه در قرن 17 و 18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مورد توجه قرار گرفت.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قرون اول</w:t>
      </w:r>
      <w:r>
        <w:rPr>
          <w:rFonts w:hint="cs"/>
          <w:rtl/>
          <w:lang w:bidi="fa-IR"/>
        </w:rPr>
        <w:t>ی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فراوان مورد استفاده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به زبان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نسبت به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شباهت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اعتقادات مسلمانان دارد.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«مگر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داشته؟»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بله.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_ نه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نه،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شما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من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به تو اخطار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نخوان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ساکت</w:t>
      </w:r>
      <w:r>
        <w:rPr>
          <w:rtl/>
          <w:lang w:bidi="fa-IR"/>
        </w:rPr>
        <w:t xml:space="preserve"> شدم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ها را از مادربزرگ، پدر، مادر و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هم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جواب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نخوان!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متعجب</w:t>
      </w:r>
      <w:r>
        <w:rPr>
          <w:rtl/>
          <w:lang w:bidi="fa-IR"/>
        </w:rPr>
        <w:t xml:space="preserve"> بودم که راز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چرا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نخوان؟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بخوانم؟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F87D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کتاب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اتاقم بخوانم.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چند بار خواندم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 w:rsidR="00F87D4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مذهب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شروع کردم. 4 سال بعد مدرسه را ترک کردم و در خدمات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کردم. در آنجا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سالخورده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داستان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امبران؛</w:t>
      </w:r>
      <w:r>
        <w:rPr>
          <w:rtl/>
          <w:lang w:bidi="fa-IR"/>
        </w:rPr>
        <w:t xml:space="preserve"> داوود،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نوح و آدم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 و از او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مدرسه را ترک کرده ام،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گفت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ها هم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آن موقع 17 سالم بود، اما جست وجو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رها نکردم.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به آن شهر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به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ت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ده سال از آن روزها گذشته بود که به شهر ماراو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جنوب</w:t>
      </w:r>
      <w:r w:rsidR="0069280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رفتم.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شترشان</w:t>
      </w:r>
      <w:r>
        <w:rPr>
          <w:rtl/>
          <w:lang w:bidi="fa-IR"/>
        </w:rPr>
        <w:t xml:space="preserve"> مسلمان بودند. از آنجا که عادتم بود به مکان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شهر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بزنم به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همه در حال نماز بودند. بعد از نماز از امام مسجد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«شما 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«نماز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بله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اسم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اسلام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_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الله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امبرتان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حضرت محمد</w:t>
      </w:r>
      <w:r w:rsidRPr="004A11C6">
        <w:rPr>
          <w:rStyle w:val="libAlaemChar"/>
          <w:rtl/>
        </w:rPr>
        <w:t xml:space="preserve">صلى‌الله‌عليه‌وآله‌وسلم 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چند لحظه فکر کردم و بعد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«نظر شما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_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بود؟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tl/>
          <w:lang w:bidi="fa-IR"/>
        </w:rPr>
        <w:t>_ اسلام، هم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هستند.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او خواستم چند کتاب بدهد تا مطالعه کنم. او هم سه تا کتاب به من داد.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اسلام نوشت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احمد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لواش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قرآن به زبان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جزوه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مسجد</w:t>
      </w:r>
      <w:r>
        <w:rPr>
          <w:rtl/>
          <w:lang w:bidi="fa-IR"/>
        </w:rPr>
        <w:t xml:space="preserve"> را ترک کردم و به هتل رفتم، شروع به خواندن کتاب اول کردم و خط به خط آن را با دقت خواندم. حدود ده روز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آنچه را که به دنبالش بودم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مطمئن شدم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ام. به مسجد رفتم و به او گفتم: «غ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مسلمانان اگر بخواهند اجازه دارند </w:t>
      </w:r>
      <w:r>
        <w:rPr>
          <w:rFonts w:hint="eastAsia"/>
          <w:rtl/>
          <w:lang w:bidi="fa-IR"/>
        </w:rPr>
        <w:t>مسلمان</w:t>
      </w:r>
      <w:r>
        <w:rPr>
          <w:rtl/>
          <w:lang w:bidi="fa-IR"/>
        </w:rPr>
        <w:t xml:space="preserve"> شوند؟» امام مسجد گفت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مسلمانان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افراد جهان.</w:t>
      </w:r>
      <w:r w:rsidR="0069280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من وضو و نماز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و مسلمان شدم.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مسلمان شدنم در آن شهر ماندم و چهار سال اسلام را در مدرس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شهر خواندم و بعد از آن، در دانشگاه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خواندم و الان هم وقتم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www.muslimconverts.com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12.20.2013</w:t>
      </w:r>
    </w:p>
    <w:p w:rsidR="004A11C6" w:rsidRDefault="0069280D" w:rsidP="006928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512082872"/>
      <w:r w:rsidR="004A11C6">
        <w:rPr>
          <w:rFonts w:hint="eastAsia"/>
          <w:rtl/>
          <w:lang w:bidi="fa-IR"/>
        </w:rPr>
        <w:lastRenderedPageBreak/>
        <w:t>قرآن</w:t>
      </w:r>
      <w:r w:rsidR="004A11C6">
        <w:rPr>
          <w:rtl/>
          <w:lang w:bidi="fa-IR"/>
        </w:rPr>
        <w:t xml:space="preserve"> کتاب علم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r w:rsidR="004A11C6">
        <w:rPr>
          <w:rFonts w:hint="cs"/>
          <w:rtl/>
          <w:lang w:bidi="fa-IR"/>
        </w:rPr>
        <w:t>یی</w:t>
      </w:r>
      <w:r w:rsidR="004A11C6">
        <w:rPr>
          <w:rFonts w:hint="eastAsia"/>
          <w:rtl/>
          <w:lang w:bidi="fa-IR"/>
        </w:rPr>
        <w:t>ل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شاپ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رو</w:t>
      </w:r>
      <w:r w:rsidR="004A11C6">
        <w:rPr>
          <w:rtl/>
          <w:lang w:bidi="fa-IR"/>
        </w:rPr>
        <w:t xml:space="preserve"> از روس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bookmarkEnd w:id="22"/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کشور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هستم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شدم. جست وجو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را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19 ساله بودم شروع کردم. اعتقادم به خدا متزلزل بود و شناخت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نداشتم. هدفم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ستار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راک بشوم. با سه همخان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آپارتمان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ردم</w:t>
      </w:r>
      <w:r>
        <w:rPr>
          <w:rtl/>
          <w:lang w:bidi="fa-IR"/>
        </w:rPr>
        <w:t xml:space="preserve">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شرکت به عنوان منش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همخانه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 بود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کنجکاو بودم و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اطلاعات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داشته باشم.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توانستم با او صحبت کنم.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 روز 5 بار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محمد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</w:t>
      </w:r>
      <w:r>
        <w:rPr>
          <w:rtl/>
          <w:lang w:bidi="fa-IR"/>
        </w:rPr>
        <w:t xml:space="preserve"> مسئله جهاد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ه؟»</w:t>
      </w:r>
      <w:r>
        <w:rPr>
          <w:rtl/>
          <w:lang w:bidi="fa-IR"/>
        </w:rPr>
        <w:t xml:space="preserve"> اتفاقاً همخانه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به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>. با هم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اسلام حرف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اون جلسه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هم جمع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مورد خدا و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حرف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کم علاقه ام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 و پارت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شبانه کم شده بود و به</w:t>
      </w:r>
      <w:r w:rsidR="0069280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سمت</w:t>
      </w:r>
      <w:r>
        <w:rPr>
          <w:rtl/>
          <w:lang w:bidi="fa-IR"/>
        </w:rPr>
        <w:t xml:space="preserve"> جست وجو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بود، جست وجو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چطور او را اطاعت کنم. مدام از خود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چند تا خدا وجود دارد؟ اگر چند خدا وجود داشته باشد چطور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خداها با هم توافق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کنند؟!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 چند خدا، کمتر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خداست. چطور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خدا با هم بحث و دعوا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انتخاب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بود.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دارد.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منکر خدا هستند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خدا اعتقاد دارند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به سمت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خدا اعتقاد دارند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هر طرح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مطمئن شده بودم که خالق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دهم که چرا خدا وجود دارد. فقط او را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احساس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خالق همراه شده بود،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از کجا شروع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قبول داشتم. از آنجا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شروع کردم.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خدا، 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10 فرمان، تورات، روح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ارواح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  <w:r>
        <w:rPr>
          <w:rtl/>
          <w:lang w:bidi="fa-IR"/>
        </w:rPr>
        <w:t xml:space="preserve"> داستان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اگر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شود،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را حفظ کند. اما به نظر من خداوند ارواح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مسلمان و هندو را خلق کرده است و تمام افراد بشر با هم برابرند،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من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شدم،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هر چند بدانم که اشتباه است.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افکار موافق نبودم. اصلاً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هودا</w:t>
      </w:r>
      <w:r>
        <w:rPr>
          <w:rtl/>
          <w:lang w:bidi="fa-IR"/>
        </w:rPr>
        <w:t xml:space="preserve"> رهبر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به او نازل کرد. 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از اسم او نشأت گرفته.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دوستم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پدر و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پسر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 القدس . من به او گفتم: «توض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بده بالاخره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خدا هستند؟ 3</w:t>
      </w:r>
      <w:r w:rsidR="0069280D">
        <w:rPr>
          <w:rFonts w:hint="cs"/>
          <w:rtl/>
          <w:lang w:bidi="fa-IR"/>
        </w:rPr>
        <w:t>-</w:t>
      </w:r>
      <w:r>
        <w:rPr>
          <w:rtl/>
          <w:lang w:bidi="fa-IR"/>
        </w:rPr>
        <w:t>1+1+1 پس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اعتقاد دارم.» او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اما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فهم نبود. فکر کنم خودش 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بود که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</w:t>
      </w:r>
      <w:r>
        <w:rPr>
          <w:rFonts w:hint="eastAsia"/>
          <w:rtl/>
          <w:lang w:bidi="fa-IR"/>
        </w:rPr>
        <w:t>انع</w:t>
      </w:r>
      <w:r>
        <w:rPr>
          <w:rtl/>
          <w:lang w:bidi="fa-IR"/>
        </w:rPr>
        <w:t xml:space="preserve"> کننده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مسئله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چرا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خاطر گناهان ما کشته شده تا ما از گناه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او به من گفت: «حضرت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پسر خدا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تمام افراد را از آتش جهنم نجات دهد و ما را از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آدم به ما منتقل کرده برهاند. 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خاطر عشق به بشر مرد.»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گفتم که طبق نظر شما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همه گناهکار متولد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ساله گناهکار است چون گناهکار متولد شده 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که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اشتباه انجام داده و به خاطر کار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نفر، تمام بشر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گناه او رنج ببرند و محکوم به گناه شوند.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خاطر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نفر</w:t>
      </w:r>
      <w:r>
        <w:rPr>
          <w:rtl/>
          <w:lang w:bidi="fa-IR"/>
        </w:rPr>
        <w:t xml:space="preserve"> مجازات شوند، پس انصاف و عدالت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بگذارد؟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منطق من سازگار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البته در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آمده است که "خدا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پدر، چرا مرا ترک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" (انج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مرقس، فصل 15 عبارت 34) واضح است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چرا به طرز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قتل برسد.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قابل قبول نبود.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مسلمانم واقعاً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اسلام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لازمه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دنبالش بودم را داشت اما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سؤالات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بپرسم.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قرآن را شروع کردم،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سرشار از معجزه و علم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کشف شده، 1400 سال قبل در قرآن آمده است و دانشمندان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مسلمان شده اند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موجود در قرآن مشغول به کار هستند. پس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فرستاده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و جامع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جالب بود، اسم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الواح مقدس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و نام آنها ساخته بشر است نه خدا! اما نام اسلام در قرآن آمده بود. با مطالع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قرآن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نوشت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بشر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 توسط بشر انجام نشده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چون </w:t>
      </w: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است. پس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رفتم.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www.islamreligion.com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6.5.2008</w:t>
      </w:r>
    </w:p>
    <w:p w:rsidR="004A11C6" w:rsidRDefault="0069280D" w:rsidP="006928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512082873"/>
      <w:r w:rsidR="004A11C6">
        <w:rPr>
          <w:rFonts w:hint="eastAsia"/>
          <w:rtl/>
          <w:lang w:bidi="fa-IR"/>
        </w:rPr>
        <w:lastRenderedPageBreak/>
        <w:t>اسلام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غام</w:t>
      </w:r>
      <w:r w:rsidR="004A11C6">
        <w:rPr>
          <w:rtl/>
          <w:lang w:bidi="fa-IR"/>
        </w:rPr>
        <w:t xml:space="preserve"> صلح و امن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دکتر هربرت</w:t>
      </w:r>
      <w:bookmarkEnd w:id="23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مسلمان شدم؟ تنها پاسخ قانع کننده 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خداوند متعال به من کمک کرد تا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جهان شهادت دهم.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ذات</w:t>
      </w:r>
      <w:r>
        <w:rPr>
          <w:rtl/>
          <w:lang w:bidi="fa-IR"/>
        </w:rPr>
        <w:t xml:space="preserve"> انسان بدون ادل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و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مستدل قانع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پاسخ من،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اسلام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ندارند و به دنبال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اشعه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دلشان نتاب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جوامع اروپا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مردم به خاطر فرصت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عوض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 مذهب،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مشوق و محرک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کند و عامل مؤثر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قلب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آرامش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اگر نه، در ارتداد و کفر خود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جوامع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خدا ندارد. تنها علاق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خودم به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داکردن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افکار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نبود.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شبهات و مبهمات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روبه رو شدم،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دلم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برابر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مقاومت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اصول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منطق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ها، اعتقاد و باور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عنوان مثال؛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قبول کنم که خداوند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به عنوان کفار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گناهان تمام افراد فرستاده است. تمام انسان ها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«گناه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گناه موروث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طور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فاسد و در حضور خداوند گناهکار و محکوم به مرگ هستند و مرگ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عامل نجات انسان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معتقدند که گناه آدم و حوا در بهشت بر همه فرزندان و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اثر گذاشته است و تمام انسان ها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آدم از بهشت رانده شد، گناهکار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اعلام کرد که آمده است تا افراد بشر را از گناه نجات دهد و پدر که در آسمان است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مهر پدر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نجات انسان از گناه ، با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پسر خود،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گناه رها ساخته و نجات داده است.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شما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پرداخته تا شما را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پوچ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اجداد خود به ارث برده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آزاد کند.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اسارت پرداخت،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طلا و نقره نبود، بلکه خون گران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بود که همچون بره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لکه،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شد.» اول پطرس، باب 1، آ</w:t>
      </w:r>
      <w:r>
        <w:rPr>
          <w:rFonts w:hint="cs"/>
          <w:rtl/>
          <w:lang w:bidi="fa-IR"/>
        </w:rPr>
        <w:t>ی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18-19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کتاب مقدس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مرگ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قبول نبود.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گناهان مردم مُرد: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جان خود را فدا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بار گناهان ما را به دوش گرفت تا ما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چنگ گناه آزاد شده،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اول پطرس، باب 2، آ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24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مرگ او باعث شد مردم از گناهانشان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«آن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ناپاکِ سابق ما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خکوب</w:t>
      </w:r>
      <w:r>
        <w:rPr>
          <w:rtl/>
          <w:lang w:bidi="fa-IR"/>
        </w:rPr>
        <w:t xml:space="preserve"> شد. آن قسمت</w:t>
      </w:r>
      <w:r w:rsidR="0069280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وجود ما که دوست داشت گناه کند،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درهم شکسته شد،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بدن ما که قبلاً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گناه بود،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چنگال گناه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ندارد که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برده گناه باشد؛ چون حالا که ما نسبت به گناه مرده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تمام جذبه و قدرت آن هم آزاد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باب 6، آ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6-7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مرگ او باعث شد خدا با بندگانش آشت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ما داده تا به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بود و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با خود آشت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تا پس از آن، نه فقط گناهانشان را به حساب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اورد،</w:t>
      </w:r>
      <w:r>
        <w:rPr>
          <w:rtl/>
          <w:lang w:bidi="fa-IR"/>
        </w:rPr>
        <w:t xml:space="preserve"> بلکه لکه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گناهشان را هم پاک کند.» اول قرنت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باب 5، آ</w:t>
      </w:r>
      <w:r>
        <w:rPr>
          <w:rFonts w:hint="cs"/>
          <w:rtl/>
          <w:lang w:bidi="fa-IR"/>
        </w:rPr>
        <w:t>ی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19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مرگ او باعث شد غضب خدا فروکش کند:</w:t>
      </w:r>
      <w:r w:rsidR="0069280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«اگر</w:t>
      </w:r>
      <w:r>
        <w:rPr>
          <w:rtl/>
          <w:lang w:bidi="fa-IR"/>
        </w:rPr>
        <w:t xml:space="preserve"> آن موقع که ما گناهکار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خون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حق ما کرد، حالا که خداوند ما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داند،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انجام خواهد داد، به خصوص چون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ما را از تمام خشم و غضب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نجات داده است.»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باب 6،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9</w:t>
      </w:r>
      <w:r>
        <w:rPr>
          <w:rtl/>
          <w:lang w:bidi="fa-IR"/>
        </w:rPr>
        <w:cr/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گناهان کل بشر با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عفو شده است. معتقد بودم که خداوند قادر مطلق است و قدرت عفو و بخشش هم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بندگان خود را دارد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با به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گناهان بندگان را عفو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فد</w:t>
      </w:r>
      <w:r>
        <w:rPr>
          <w:rFonts w:hint="cs"/>
          <w:rtl/>
          <w:lang w:bidi="fa-IR"/>
        </w:rPr>
        <w:t>ی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گناهان بشر هستند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نسبت ظلم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را با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محققان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گذاشتم آنها مرا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افکار را از ذهنم خارج کنم واصول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علاقه</w:t>
      </w:r>
      <w:r>
        <w:rPr>
          <w:rtl/>
          <w:lang w:bidi="fa-IR"/>
        </w:rPr>
        <w:t xml:space="preserve"> به جست وجو دربار</w:t>
      </w:r>
      <w:r w:rsidR="0069280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مدام در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تمام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را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928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آشنا شدم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رغم</w:t>
      </w:r>
      <w:r w:rsidR="0069280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زرق</w:t>
      </w:r>
      <w:r>
        <w:rPr>
          <w:rtl/>
          <w:lang w:bidi="fa-IR"/>
        </w:rPr>
        <w:t xml:space="preserve"> و برق فرهنگ و تمدن اروپا به مسلمان بودن خود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به مرحمت اسلام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آرامش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گفته</w:t>
      </w:r>
      <w:r>
        <w:rPr>
          <w:rtl/>
          <w:lang w:bidi="fa-IR"/>
        </w:rPr>
        <w:t xml:space="preserve"> او مرا متعجب ساخت و مرا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افکار غرق کرد.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خود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دارند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آرامش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باعث شد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 اصول آن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 و الان با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و مطالعاتم در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اس</w:t>
      </w:r>
      <w:r>
        <w:rPr>
          <w:rFonts w:hint="eastAsia"/>
          <w:rtl/>
          <w:lang w:bidi="fa-IR"/>
        </w:rPr>
        <w:t>لام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قلب </w:t>
      </w:r>
      <w:r>
        <w:rPr>
          <w:rtl/>
          <w:lang w:bidi="fa-IR"/>
        </w:rPr>
        <w:lastRenderedPageBreak/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شوند محفوظ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در مشکلات و مسائلشان به آنها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شبهات قلب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به شدت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انسان بدون تفکر و تعقل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شود، بلکه دعوت شده تا به طور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فکر کند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ترازو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 و خرد بگذارد.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اسلام، خداوند توانا، منبع و سرچشمه عدالت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رممکن</w:t>
      </w:r>
      <w:r>
        <w:rPr>
          <w:rtl/>
          <w:lang w:bidi="fa-IR"/>
        </w:rPr>
        <w:t xml:space="preserve"> است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عنوان فد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گناهان بشر قبول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اسلام به من آموخت و ذهنم را از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تنفر نسبت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مقررات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داد.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رساند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مستقل و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عزت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است.</w:t>
      </w:r>
      <w:r w:rsidR="0059734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حساس،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فشرده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به دنبال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بودم که چطور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مشکلات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مسائل مختلف روز به روز رو به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هستند، اسلام به انسان آرامش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خاطر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کردم، مسلمان شدم.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شده ام آرامش و قرار به وجود سرکش،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آشفته</w:t>
      </w:r>
      <w:r>
        <w:rPr>
          <w:rtl/>
          <w:lang w:bidi="fa-IR"/>
        </w:rPr>
        <w:t xml:space="preserve"> و مشوش من برگشته است. زمان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محدود 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تمام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چند نکته را ذکر کنم: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9734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بشر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خلقت و کسب اهداف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9734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صلح و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جامعه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عهد اخوت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افراد جهان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تفاوت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رنگ، نژاد و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9734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انسان را از استثمار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تمام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ضات</w:t>
      </w:r>
      <w:r>
        <w:rPr>
          <w:rtl/>
          <w:lang w:bidi="fa-IR"/>
        </w:rPr>
        <w:t xml:space="preserve"> نژاد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59734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نه تنها خواستار زوال و رکود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از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کنند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59734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انسان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عرص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سوق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تکامل کامل و جامع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www.alinaam.org.za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59734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6.12.2002</w:t>
      </w:r>
    </w:p>
    <w:p w:rsidR="004A11C6" w:rsidRDefault="00597346" w:rsidP="0059734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br w:type="page"/>
      </w:r>
      <w:bookmarkStart w:id="24" w:name="_Toc512082874"/>
      <w:r w:rsidR="004A11C6">
        <w:rPr>
          <w:rFonts w:hint="eastAsia"/>
          <w:rtl/>
          <w:lang w:bidi="fa-IR"/>
        </w:rPr>
        <w:lastRenderedPageBreak/>
        <w:t>قرآن</w:t>
      </w:r>
      <w:r w:rsidR="004A11C6"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 xml:space="preserve"> </w:t>
      </w:r>
      <w:r w:rsidR="004A11C6">
        <w:rPr>
          <w:rtl/>
          <w:lang w:bidi="fa-IR"/>
        </w:rPr>
        <w:t>سخگو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سؤالاتم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هود</w:t>
      </w:r>
      <w:r w:rsidR="004A11C6">
        <w:rPr>
          <w:rtl/>
          <w:lang w:bidi="fa-IR"/>
        </w:rPr>
        <w:t>/ آقا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وسف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24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متعصب سکولار </w:t>
      </w:r>
      <w:r w:rsidRPr="00597346">
        <w:rPr>
          <w:rStyle w:val="libFootnotenumChar"/>
          <w:rtl/>
        </w:rPr>
        <w:t>(1)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متولد شدم. از سن 18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بودم خدا را بهتر بشناسم. از آنجا که خانواده 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به مدرسه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خاخام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597346">
        <w:rPr>
          <w:rStyle w:val="libFootnotenumChar"/>
          <w:rtl/>
        </w:rPr>
        <w:t>(2)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ارتدکس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سال 1988 وارد دانشگاه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</w:t>
      </w:r>
      <w:r w:rsidRPr="00597346">
        <w:rPr>
          <w:rStyle w:val="libFootnotenumChar"/>
          <w:rtl/>
        </w:rPr>
        <w:t>(3)</w:t>
      </w:r>
      <w:r>
        <w:rPr>
          <w:rtl/>
          <w:lang w:bidi="fa-IR"/>
        </w:rPr>
        <w:t xml:space="preserve"> شدم و سفرم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فرهنگ نژادپرست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ارتدکس خاخام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کردم. با همسرم که در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دختران نژادپرست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ارتدکس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آشنا شدم و با هم ازدواج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Pr="00597346" w:rsidRDefault="00597346" w:rsidP="0059734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4A11C6" w:rsidRDefault="004A11C6" w:rsidP="00597346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59734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سکولار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(به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lang w:bidi="fa-IR"/>
        </w:rPr>
        <w:t>Secularism</w:t>
      </w:r>
      <w:r>
        <w:rPr>
          <w:rtl/>
          <w:lang w:bidi="fa-IR"/>
        </w:rPr>
        <w:t>)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جدا شدن نهادها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مسند دولت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از نهادها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</w:p>
    <w:p w:rsidR="004A11C6" w:rsidRDefault="004A11C6" w:rsidP="00597346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خاخام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حاخام (به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lang w:bidi="fa-IR"/>
        </w:rPr>
        <w:t>Rabbi</w:t>
      </w:r>
      <w:r>
        <w:rPr>
          <w:rtl/>
          <w:lang w:bidi="fa-IR"/>
        </w:rPr>
        <w:t xml:space="preserve"> ؛ به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،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)، عنوان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مربوط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</w:p>
    <w:p w:rsidR="004A11C6" w:rsidRDefault="004A11C6" w:rsidP="00597346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3- دانشگاه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(</w:t>
      </w:r>
      <w:r>
        <w:rPr>
          <w:lang w:bidi="fa-IR"/>
        </w:rPr>
        <w:t>Yeshiva University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الات</w:t>
      </w:r>
      <w:r>
        <w:rPr>
          <w:rtl/>
          <w:lang w:bidi="fa-IR"/>
        </w:rPr>
        <w:t xml:space="preserve"> متحده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بوده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ورک</w:t>
      </w:r>
      <w:r>
        <w:rPr>
          <w:rtl/>
          <w:lang w:bidi="fa-IR"/>
        </w:rPr>
        <w:t xml:space="preserve"> واقع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دانشگاه 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1886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شد، و در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 شعبه دارد.</w:t>
      </w:r>
    </w:p>
    <w:p w:rsidR="004A11C6" w:rsidRDefault="00597346" w:rsidP="0059734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فرزند</w:t>
      </w:r>
      <w:r w:rsidR="004A11C6">
        <w:rPr>
          <w:rtl/>
          <w:lang w:bidi="fa-IR"/>
        </w:rPr>
        <w:t xml:space="preserve"> اولمان سال 1992 به دن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آمد. ما در 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مزبورگ</w:t>
      </w:r>
      <w:r w:rsidR="004A11C6">
        <w:rPr>
          <w:rtl/>
          <w:lang w:bidi="fa-IR"/>
        </w:rPr>
        <w:t xml:space="preserve">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م،</w:t>
      </w:r>
      <w:r w:rsidR="004A11C6">
        <w:rPr>
          <w:rtl/>
          <w:lang w:bidi="fa-IR"/>
        </w:rPr>
        <w:t xml:space="preserve"> اما از مح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ط</w:t>
      </w:r>
      <w:r w:rsidR="004A11C6">
        <w:rPr>
          <w:rtl/>
          <w:lang w:bidi="fa-IR"/>
        </w:rPr>
        <w:t xml:space="preserve"> آنجا، کلاهبردار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دولت، دروغ ها، تقلب ها و پول شو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حساب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بانک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وا</w:t>
      </w:r>
      <w:r w:rsidR="004A11C6">
        <w:rPr>
          <w:rtl/>
          <w:lang w:bidi="fa-IR"/>
        </w:rPr>
        <w:t xml:space="preserve"> و بهداشت پا</w:t>
      </w:r>
      <w:r w:rsidR="004A11C6">
        <w:rPr>
          <w:rFonts w:hint="cs"/>
          <w:rtl/>
          <w:lang w:bidi="fa-IR"/>
        </w:rPr>
        <w:t>یی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مردم ناراحت بودم و نگران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فرزندم بودم. دلم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خواست فرزندم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ط</w:t>
      </w:r>
      <w:r w:rsidR="004A11C6">
        <w:rPr>
          <w:rtl/>
          <w:lang w:bidi="fa-IR"/>
        </w:rPr>
        <w:t xml:space="preserve"> بزرگ شود. به 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خاطر تصم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گرفت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به مناطق ساحل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بروکل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برو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>. از سال 1994 تا 1998 خداوند 3 فرزند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گر</w:t>
      </w:r>
      <w:r w:rsidR="004A11C6">
        <w:rPr>
          <w:rtl/>
          <w:lang w:bidi="fa-IR"/>
        </w:rPr>
        <w:t xml:space="preserve"> به ما داد.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سال 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خودم را متقاعد کنم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راه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درست است و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مسائل آن را درک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هرگز کل کتاب تلمود </w:t>
      </w:r>
      <w:r w:rsidRPr="00597346">
        <w:rPr>
          <w:rStyle w:val="libFootnotenumChar"/>
          <w:rtl/>
        </w:rPr>
        <w:t>(1)</w:t>
      </w:r>
      <w:r>
        <w:rPr>
          <w:rtl/>
          <w:lang w:bidi="fa-IR"/>
        </w:rPr>
        <w:t xml:space="preserve"> را نخوانده ام. همان طور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فرهنگ خاخام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ترفند است؛ شما هرگز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متون خاخام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عالم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کند!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 که ما به باورها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مشکوک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مرتب ارتباطمان با دوستان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همکارانمان را کنترل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خاخام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دوستانت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با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 مثل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شست وشو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اسرا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است. بالاخره به غزه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آنجا ساکن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متأسفانه</w:t>
      </w:r>
      <w:r>
        <w:rPr>
          <w:rtl/>
          <w:lang w:bidi="fa-IR"/>
        </w:rPr>
        <w:t xml:space="preserve"> پس از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 از دروغ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ساکنان آنجا خسته شد. پسرم هم از مدرسه اش شاک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معلممان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طور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</w:t>
      </w:r>
      <w:r w:rsidR="0059734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تلمود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به عنوان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شنا،</w:t>
      </w:r>
      <w:r>
        <w:rPr>
          <w:rtl/>
          <w:lang w:bidi="fa-IR"/>
        </w:rPr>
        <w:t xml:space="preserve">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شفاه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فتاوا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قوم است که از آثار مهم و ارزشمند در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بخش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</w:t>
      </w:r>
      <w:r>
        <w:rPr>
          <w:rtl/>
          <w:lang w:bidi="fa-IR"/>
        </w:rPr>
        <w:t xml:space="preserve"> و گمارا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کامل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 و لباسش کوتاه است و آن ها به ما تورات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ما فقط در مدرسه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مجبور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tl/>
          <w:lang w:bidi="fa-IR"/>
        </w:rPr>
        <w:t xml:space="preserve"> </w:t>
      </w:r>
      <w:r w:rsidRPr="00597346">
        <w:rPr>
          <w:rStyle w:val="libFootnotenumChar"/>
          <w:rtl/>
        </w:rPr>
        <w:t>(1)</w:t>
      </w:r>
      <w:r>
        <w:rPr>
          <w:rtl/>
          <w:lang w:bidi="fa-IR"/>
        </w:rPr>
        <w:t xml:space="preserve"> که در سال 1948 اشغال شده بود نقل مکان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حزب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_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شاس </w:t>
      </w:r>
      <w:r w:rsidRPr="00597346">
        <w:rPr>
          <w:rStyle w:val="libFootnotenumChar"/>
          <w:rtl/>
        </w:rPr>
        <w:t xml:space="preserve">(2) </w:t>
      </w:r>
      <w:r>
        <w:rPr>
          <w:rtl/>
          <w:lang w:bidi="fa-IR"/>
        </w:rPr>
        <w:t>فوراً به ما کمک کرد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بچه ها را به مدرسه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رانتفاع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شان فرستاد تا زبان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tl/>
          <w:lang w:bidi="fa-IR"/>
        </w:rPr>
        <w:t xml:space="preserve"> ساکن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مسلمان از 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شدم. حدوداً دو سال با هم بحث و گفت وگو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اسلام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خاخام اعظم سوال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هر 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60000 جواب مختلف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گرفتم.</w:t>
      </w: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منطقه عرب ها بروم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ترجمه قرآن به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بخرم. شروع کردم به خواندن؛ اصلاً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آن را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بگذارم. تمام مسائل و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داشتم، قرآن در 3 سور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اول، پاسخ داد. قرآن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اسلام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از آتش ج</w:t>
      </w:r>
      <w:r>
        <w:rPr>
          <w:rFonts w:hint="eastAsia"/>
          <w:rtl/>
          <w:lang w:bidi="fa-IR"/>
        </w:rPr>
        <w:t>هنم</w:t>
      </w:r>
      <w:r>
        <w:rPr>
          <w:rtl/>
          <w:lang w:bidi="fa-IR"/>
        </w:rPr>
        <w:t xml:space="preserve"> که در حال حاضر اجدادشان در آن هستند،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خواندن کل قرآن تمام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نتوانستم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باشم. مجبور شدم به همسرم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مسلمان شده ام. همسرم هم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قرآن را بخواند، پس از دو هفته او هم مسلمان شد. پس از مسلمان شدنمان به منطقه </w:t>
      </w:r>
      <w:r>
        <w:rPr>
          <w:rtl/>
          <w:lang w:bidi="fa-IR"/>
        </w:rPr>
        <w:lastRenderedPageBreak/>
        <w:t>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اورشل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6 سال آنجا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الان هم در موروکو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خدا را شکر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زبان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خاطر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مشغول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www.islamreligion.com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6.14.2007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Netivot</w:t>
      </w: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Shas/ religios political party</w:t>
      </w:r>
    </w:p>
    <w:p w:rsidR="004A11C6" w:rsidRDefault="00597346" w:rsidP="0059734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512082875"/>
      <w:r w:rsidR="004A11C6">
        <w:rPr>
          <w:rFonts w:hint="eastAsia"/>
          <w:rtl/>
          <w:lang w:bidi="fa-IR"/>
        </w:rPr>
        <w:lastRenderedPageBreak/>
        <w:t>دوراه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! چشم ها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را باز کن/ خانم راف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از فرانسه</w:t>
      </w:r>
      <w:bookmarkEnd w:id="25"/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آمدم و با پدربزرگ و مادربزرگم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تا 18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به اسب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هم اسب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اسب ها،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انسان 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آموزنده تر بود. چون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 بودم،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مدرسه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من هم مثل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از خودم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سؤال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18 سالم بود که پدربزرگم را از دست دادم. مرگ او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بود. او مثل پدرم بود. پدربزرگم به خدا اعتقاد داشت، اما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من هم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خدا هم شک کرده بودم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آن زمان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احساس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مردم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نداشتن اعتماد به نفس در آنها ست.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تنها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از مرگ است. سؤالات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ذهنم وجود داشت که بدون جواب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بود. چرا ما</w:t>
      </w:r>
      <w:r w:rsidR="0059734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بعد از مرگ هم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هست؟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سؤال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جواب بدهد؟ در 22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کانادا رفتم.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 کشور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مردم فرانسه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مغرور و متعصّب هستند.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از تعصّب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اگر تعصباتم را کنار نگذاشته بودم،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چون اسلام چهر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کشور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مثل فرانسه دارد. رسانه ها به خصوص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با نشان دادن جنگ در افغانستان، کشت وکشت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عراق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خشونت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ربط دهند.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اسلام علاقه مند کرد:</w:t>
      </w: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مسلمانم که اهل تونس بود،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با من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صحبت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باعث شد در مورد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اول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زن در اسلام شروع کردم.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موضوعات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رسانه ها مورد انتقاد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بدانم رسانه ها در مورد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نه.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در اسلام زنان برد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مردان هستند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حق و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و مجبورند با حجاب باشند.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سؤالات را بپرسم،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دادم خودم مطالعه کنم.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کردن داشتم. اطل</w:t>
      </w:r>
      <w:r>
        <w:rPr>
          <w:rFonts w:hint="eastAsia"/>
          <w:rtl/>
          <w:lang w:bidi="fa-IR"/>
        </w:rPr>
        <w:t>اعاتم</w:t>
      </w:r>
      <w:r>
        <w:rPr>
          <w:rtl/>
          <w:lang w:bidi="fa-IR"/>
        </w:rPr>
        <w:t xml:space="preserve"> را در مورد موضوع زن در اسلام کامل کردم و بعد به سراغ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زن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رفتم.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اسلام حقوق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زن در اسلام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زنان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که زنان فرانسه، تازه 50 سال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آنها را به دست آورده اند. ممکن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باشد و با تصوراتشان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فرق کند. آن قدر به اسلام جذب شده بودم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را کنترل کنم.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دادم،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هر نکته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59734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محکم</w:t>
      </w:r>
      <w:r>
        <w:rPr>
          <w:rtl/>
          <w:lang w:bidi="fa-IR"/>
        </w:rPr>
        <w:t xml:space="preserve"> دارد. دنبال نکته و مسأله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امّا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 قبلاً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شدم؛ مثل مسأل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ارث،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به رفتار مسلمانان نگاه نکردم،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منابع اسلام توجه داشتم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اسلام از ما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پس از مدت کوتاه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حدود 3 ماه، اسلام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آهنربا شده بود،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تنها راه </w:t>
      </w:r>
      <w:r>
        <w:rPr>
          <w:rtl/>
          <w:lang w:bidi="fa-IR"/>
        </w:rPr>
        <w:lastRenderedPageBreak/>
        <w:t>نجاتم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جان،</w:t>
      </w:r>
      <w:r>
        <w:rPr>
          <w:rtl/>
          <w:lang w:bidi="fa-IR"/>
        </w:rPr>
        <w:t xml:space="preserve"> مسلمان شدن است.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 اصلاً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دربار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 تمام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ممکن بود، پس از مسلمان شدن،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نبود. اسلام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</w:t>
      </w:r>
      <w:r w:rsidR="0059734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شده بود.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کانادا مسلمان شدم، هنوز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مردم کانادا و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مشکلاتم</w:t>
      </w:r>
      <w:r>
        <w:rPr>
          <w:rtl/>
          <w:lang w:bidi="fa-IR"/>
        </w:rPr>
        <w:t xml:space="preserve">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شد که به فرانسه برگشتم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خانواده ام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که از مسلمانان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عرب ها مربوط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خوششان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در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 مشکلات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شدم؛ به عنوان مثال؛ در فرانسه رسم است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همکار،...) با هم روبوس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از روبوس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اجتناب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قصد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دارم و به نظرشان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عوض کرد: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را، از خوردن تا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روابطم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. هر روز 5 بار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خوانم. ماه رمضان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خمس و زکاتم را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</w:p>
    <w:p w:rsidR="004A11C6" w:rsidRDefault="004A11C6" w:rsidP="005973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بالأخره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فرانسه را ترک کنم،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در فرانسه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را حفظ کنم.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فرانسه از انجام اعمال اسلام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زادگاهم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اصالتم را فراموش کنم، امّا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باشم. خوب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بود،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کردن در فرانسه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ممکن بود.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با داشتن حجاب (علامت بارز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 عنوان</w:t>
      </w:r>
      <w:r w:rsidR="0059734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مهندس، مشغول به کار شوم. حالا در مراکش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عمل کنم، کار کنم و با حجاب باشم و هر روز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را بشنوم و نمازم را اول وقت بخوانم. ماه رمضان در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واقعاً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 بعد از چند ما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فرانسه رفتم تا خانواده ام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حجاب دارم،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 حالا فقط با برادرم و مادر بزرگم رابطه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افراد خانواده ام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تر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www.islamweb.net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4.14.2003</w:t>
      </w:r>
    </w:p>
    <w:p w:rsidR="004A11C6" w:rsidRDefault="00597346" w:rsidP="0059734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512082876"/>
      <w:r w:rsidR="004A11C6">
        <w:rPr>
          <w:rFonts w:hint="eastAsia"/>
          <w:rtl/>
          <w:lang w:bidi="fa-IR"/>
        </w:rPr>
        <w:lastRenderedPageBreak/>
        <w:t>چرا</w:t>
      </w:r>
      <w:r w:rsidR="004A11C6">
        <w:rPr>
          <w:rtl/>
          <w:lang w:bidi="fa-IR"/>
        </w:rPr>
        <w:t xml:space="preserve"> مسلمان شدم؟</w:t>
      </w:r>
      <w:bookmarkEnd w:id="26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انتخاب لباس با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ها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مغازه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را انتخاب کردم و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 هستم. اما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سؤال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چرا مسلمان شدم.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آنچه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5D0A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 xml:space="preserve"> با چند مسلمان آشنا شدم و از آنها سؤال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اعتقاد دارند.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شباهت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 دارد. به خودم گفتم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خاطر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ناپسند چند نفر به ظاهر مسلمان، دربار</w:t>
      </w:r>
      <w:r w:rsidR="005D0A6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قضاو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خود اسلام نگاه کنم، نه به کار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مسلمانان، تا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تعصب ها را کنار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گذاشتم و با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متعجب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مسلمانان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دوست دارند و به او اعتقاد دارند. ف</w:t>
      </w: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و اعتقاد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و اطاعت از دستورات او،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مشابه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قبل ارائه شده است.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پرستش خدا را آموزش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جز خالق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وجود ندارد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</w:t>
      </w:r>
      <w:r>
        <w:rPr>
          <w:rFonts w:hint="eastAsia"/>
          <w:rtl/>
          <w:lang w:bidi="fa-IR"/>
        </w:rPr>
        <w:t>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او</w:t>
      </w:r>
      <w:r w:rsidR="005D0A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="005D0A67" w:rsidRPr="005D0A67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Pr="005D0A67">
        <w:rPr>
          <w:rStyle w:val="libAieChar"/>
          <w:rFonts w:hint="cs"/>
          <w:rtl/>
        </w:rPr>
        <w:t>اِنّ اللهَ لایَ</w:t>
      </w:r>
      <w:r w:rsidRPr="005D0A67">
        <w:rPr>
          <w:rStyle w:val="libAieChar"/>
          <w:rFonts w:hint="eastAsia"/>
          <w:rtl/>
        </w:rPr>
        <w:t>غفِرُ</w:t>
      </w:r>
      <w:r w:rsidRPr="005D0A67">
        <w:rPr>
          <w:rStyle w:val="libAieChar"/>
          <w:rtl/>
        </w:rPr>
        <w:t xml:space="preserve"> اَن </w:t>
      </w:r>
      <w:r w:rsidRPr="005D0A67">
        <w:rPr>
          <w:rStyle w:val="libAieChar"/>
          <w:rFonts w:hint="cs"/>
          <w:rtl/>
        </w:rPr>
        <w:t>یُ</w:t>
      </w:r>
      <w:r w:rsidRPr="005D0A67">
        <w:rPr>
          <w:rStyle w:val="libAieChar"/>
          <w:rFonts w:hint="eastAsia"/>
          <w:rtl/>
        </w:rPr>
        <w:t>شرکَ</w:t>
      </w:r>
      <w:r w:rsidRPr="005D0A67">
        <w:rPr>
          <w:rStyle w:val="libAieChar"/>
          <w:rtl/>
        </w:rPr>
        <w:t xml:space="preserve"> بِه وَ </w:t>
      </w:r>
      <w:r w:rsidRPr="005D0A67">
        <w:rPr>
          <w:rStyle w:val="libAieChar"/>
          <w:rFonts w:hint="cs"/>
          <w:rtl/>
        </w:rPr>
        <w:t>یَ</w:t>
      </w:r>
      <w:r w:rsidRPr="005D0A67">
        <w:rPr>
          <w:rStyle w:val="libAieChar"/>
          <w:rFonts w:hint="eastAsia"/>
          <w:rtl/>
        </w:rPr>
        <w:t>غفِرُ</w:t>
      </w:r>
      <w:r w:rsidRPr="005D0A67">
        <w:rPr>
          <w:rStyle w:val="libAieChar"/>
          <w:rtl/>
        </w:rPr>
        <w:t xml:space="preserve"> مادُونَ ذلِکَ لِمَن </w:t>
      </w:r>
      <w:r w:rsidRPr="005D0A67">
        <w:rPr>
          <w:rStyle w:val="libAieChar"/>
          <w:rFonts w:hint="cs"/>
          <w:rtl/>
        </w:rPr>
        <w:t>یَّ</w:t>
      </w:r>
      <w:r w:rsidRPr="005D0A67">
        <w:rPr>
          <w:rStyle w:val="libAieChar"/>
          <w:rFonts w:hint="eastAsia"/>
          <w:rtl/>
        </w:rPr>
        <w:t>شاءُ</w:t>
      </w:r>
      <w:r w:rsidRPr="005D0A67">
        <w:rPr>
          <w:rStyle w:val="libAieChar"/>
          <w:rtl/>
        </w:rPr>
        <w:t xml:space="preserve"> وَ مَن </w:t>
      </w:r>
      <w:r w:rsidRPr="005D0A67">
        <w:rPr>
          <w:rStyle w:val="libAieChar"/>
          <w:rFonts w:hint="cs"/>
          <w:rtl/>
        </w:rPr>
        <w:t>یُ</w:t>
      </w:r>
      <w:r w:rsidRPr="005D0A67">
        <w:rPr>
          <w:rStyle w:val="libAieChar"/>
          <w:rFonts w:hint="eastAsia"/>
          <w:rtl/>
        </w:rPr>
        <w:t>شرِک</w:t>
      </w:r>
      <w:r w:rsidRPr="005D0A67">
        <w:rPr>
          <w:rStyle w:val="libAieChar"/>
          <w:rtl/>
        </w:rPr>
        <w:t xml:space="preserve"> بالله فَقَد ضَلَّ ضَلالاً بَع</w:t>
      </w:r>
      <w:r w:rsidRPr="005D0A67">
        <w:rPr>
          <w:rStyle w:val="libAieChar"/>
          <w:rFonts w:hint="cs"/>
          <w:rtl/>
        </w:rPr>
        <w:t>ی</w:t>
      </w:r>
      <w:r w:rsidRPr="005D0A67">
        <w:rPr>
          <w:rStyle w:val="libAieChar"/>
          <w:rFonts w:hint="eastAsia"/>
          <w:rtl/>
        </w:rPr>
        <w:t>داً</w:t>
      </w:r>
      <w:r>
        <w:rPr>
          <w:rFonts w:hint="cs"/>
          <w:rtl/>
          <w:lang w:bidi="fa-IR"/>
        </w:rPr>
        <w:t xml:space="preserve"> </w:t>
      </w:r>
      <w:r w:rsidR="005D0A67" w:rsidRPr="005D0A67">
        <w:rPr>
          <w:rStyle w:val="libAlaemChar"/>
          <w:rFonts w:hint="cs"/>
          <w:rtl/>
        </w:rPr>
        <w:t>)</w:t>
      </w:r>
      <w:r w:rsidRPr="005D0A67">
        <w:rPr>
          <w:rStyle w:val="libFootnotenumChar"/>
          <w:rFonts w:hint="cs"/>
          <w:rtl/>
        </w:rPr>
        <w:t>(1)</w:t>
      </w:r>
      <w:r>
        <w:rPr>
          <w:rFonts w:hint="cs"/>
          <w:rtl/>
          <w:lang w:bidi="fa-IR"/>
        </w:rPr>
        <w:t xml:space="preserve"> «خداوند شرک به خود را نمی</w:t>
      </w:r>
      <w:r>
        <w:rPr>
          <w:rtl/>
          <w:lang w:bidi="fa-IR"/>
        </w:rPr>
        <w:t xml:space="preserve"> آمرزد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 هر که 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تعلق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آمرزد و هرکس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قائل شو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افتاده است.»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مشابه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تورات، سفر خروج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فصل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عبارت دو و سه وجود دارد؛ «من پروردگار شما هستم و شما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قائل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اسلام هدف از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شناخت خدا و پرستش اوست که شکست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جهان پس از مرگ وابسته به آن است</w:t>
      </w:r>
      <w:r w:rsidR="005D0A67" w:rsidRPr="005D0A67">
        <w:rPr>
          <w:rStyle w:val="libAlaemChar"/>
          <w:rFonts w:hint="cs"/>
          <w:rtl/>
        </w:rPr>
        <w:t>(</w:t>
      </w:r>
      <w:r>
        <w:rPr>
          <w:rtl/>
          <w:lang w:bidi="fa-IR"/>
        </w:rPr>
        <w:t>.</w:t>
      </w:r>
      <w:r w:rsidRPr="005D0A67">
        <w:rPr>
          <w:rStyle w:val="libAieChar"/>
          <w:rFonts w:hint="cs"/>
          <w:rtl/>
        </w:rPr>
        <w:t>وَ ما خَلَقتُ الجِنَّ و الاِنسَ اِلاّلِیَ</w:t>
      </w:r>
      <w:r w:rsidRPr="005D0A67">
        <w:rPr>
          <w:rStyle w:val="libAieChar"/>
          <w:rFonts w:hint="eastAsia"/>
          <w:rtl/>
        </w:rPr>
        <w:t>عبُدون</w:t>
      </w:r>
      <w:r w:rsidR="005D0A67" w:rsidRPr="005D0A6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 w:rsidRPr="005D0A67">
        <w:rPr>
          <w:rStyle w:val="libFootnotenumChar"/>
          <w:rFonts w:hint="cs"/>
          <w:rtl/>
        </w:rPr>
        <w:t>(2)</w:t>
      </w:r>
      <w:r>
        <w:rPr>
          <w:rFonts w:hint="cs"/>
          <w:rtl/>
          <w:lang w:bidi="fa-IR"/>
        </w:rPr>
        <w:t xml:space="preserve"> «جن و انس را نی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کردن.»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5D0A67" w:rsidP="004A11C6">
      <w:pPr>
        <w:pStyle w:val="libNormal"/>
        <w:rPr>
          <w:rtl/>
          <w:lang w:bidi="fa-IR"/>
        </w:rPr>
      </w:pPr>
      <w:r w:rsidRPr="005D0A67">
        <w:rPr>
          <w:rStyle w:val="libAlaemChar"/>
          <w:rFonts w:hint="cs"/>
          <w:rtl/>
        </w:rPr>
        <w:t>(</w:t>
      </w:r>
      <w:r w:rsidR="004A11C6" w:rsidRPr="005D0A67">
        <w:rPr>
          <w:rStyle w:val="libAieChar"/>
          <w:rFonts w:hint="cs"/>
          <w:rtl/>
        </w:rPr>
        <w:t>تَبارَکَ الَّذی</w:t>
      </w:r>
      <w:r w:rsidR="004A11C6" w:rsidRPr="005D0A67">
        <w:rPr>
          <w:rStyle w:val="libAieChar"/>
          <w:rtl/>
        </w:rPr>
        <w:t xml:space="preserve"> بِ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دهِ</w:t>
      </w:r>
      <w:r w:rsidR="004A11C6" w:rsidRPr="005D0A67">
        <w:rPr>
          <w:rStyle w:val="libAieChar"/>
          <w:rtl/>
        </w:rPr>
        <w:t xml:space="preserve"> الملکُ وَ هُوَ عَل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کُل ش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ءٍ</w:t>
      </w:r>
      <w:r w:rsidR="004A11C6" w:rsidRPr="005D0A67">
        <w:rPr>
          <w:rStyle w:val="libAieChar"/>
          <w:rtl/>
        </w:rPr>
        <w:t xml:space="preserve"> قد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ر</w:t>
      </w:r>
      <w:r w:rsidR="004A11C6" w:rsidRPr="005D0A67">
        <w:rPr>
          <w:rStyle w:val="libAieChar"/>
          <w:rtl/>
        </w:rPr>
        <w:t xml:space="preserve"> اَلذَّ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خَلَقَ الَموتَ وَ الحَ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وه</w:t>
      </w:r>
      <w:r w:rsidR="004A11C6" w:rsidRPr="005D0A67">
        <w:rPr>
          <w:rStyle w:val="libAieChar"/>
          <w:rtl/>
        </w:rPr>
        <w:t xml:space="preserve"> 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بلُوَکُم</w:t>
      </w:r>
      <w:r w:rsidR="004A11C6" w:rsidRPr="005D0A67">
        <w:rPr>
          <w:rStyle w:val="libAieChar"/>
          <w:rtl/>
        </w:rPr>
        <w:t xml:space="preserve"> اَحسَنُ عَمَلا وَ هُوَ العَز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زُ</w:t>
      </w:r>
      <w:r w:rsidR="004A11C6" w:rsidRPr="005D0A67">
        <w:rPr>
          <w:rStyle w:val="libAieChar"/>
          <w:rtl/>
        </w:rPr>
        <w:t xml:space="preserve"> الغفور</w:t>
      </w:r>
      <w:r w:rsidRPr="005D0A67">
        <w:rPr>
          <w:rStyle w:val="libAlaemChar"/>
          <w:rFonts w:hint="cs"/>
          <w:rtl/>
        </w:rPr>
        <w:t>)</w:t>
      </w:r>
      <w:r w:rsidR="004A11C6">
        <w:rPr>
          <w:rFonts w:hint="cs"/>
          <w:rtl/>
          <w:lang w:bidi="fa-IR"/>
        </w:rPr>
        <w:t xml:space="preserve">. </w:t>
      </w:r>
      <w:r w:rsidR="004A11C6" w:rsidRPr="005D0A67">
        <w:rPr>
          <w:rStyle w:val="libFootnotenumChar"/>
          <w:rFonts w:hint="cs"/>
          <w:rtl/>
        </w:rPr>
        <w:t>(3)</w:t>
      </w:r>
      <w:r w:rsidR="004A11C6">
        <w:rPr>
          <w:rFonts w:hint="cs"/>
          <w:rtl/>
          <w:lang w:bidi="fa-IR"/>
        </w:rPr>
        <w:t xml:space="preserve"> «بزرگوار است خداوندی</w:t>
      </w:r>
      <w:r w:rsidR="004A11C6">
        <w:rPr>
          <w:rtl/>
          <w:lang w:bidi="fa-IR"/>
        </w:rPr>
        <w:t xml:space="preserve"> که فرمانروا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جهان هست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دست قدرت اوست و بر همه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tl/>
          <w:lang w:bidi="fa-IR"/>
        </w:rPr>
        <w:t xml:space="preserve"> تواناست. خداوند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مرگ و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eastAsia"/>
          <w:rtl/>
          <w:lang w:bidi="fa-IR"/>
        </w:rPr>
        <w:t>را</w:t>
      </w:r>
      <w:r w:rsidR="004A11C6">
        <w:rPr>
          <w:rtl/>
          <w:lang w:bidi="fa-IR"/>
        </w:rPr>
        <w:t xml:space="preserve"> آفر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تا شما بندگان را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ازما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که کدام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کوکارتر</w:t>
      </w:r>
      <w:r w:rsidR="004A11C6">
        <w:rPr>
          <w:rtl/>
          <w:lang w:bidi="fa-IR"/>
        </w:rPr>
        <w:t xml:space="preserve"> است و او مقتدر آمرزنده است.»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مسلمان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انسان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کند تا نسبت به خود، خانواده، جامعه و تمام جهان احساس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کودکان، پاک و بدون گناه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(عکس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و فطرت انسان، او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خوب و بد ه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خلقت، خدا از تمام فرزندان آدم شهادت گرفت.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1-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نساء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116.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2-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56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الذار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>.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3-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 و 2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ملک.</w:t>
      </w:r>
    </w:p>
    <w:p w:rsidR="004A11C6" w:rsidRDefault="005D0A67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5D0A67">
        <w:rPr>
          <w:rStyle w:val="libAlaemChar"/>
          <w:rFonts w:hint="cs"/>
          <w:rtl/>
        </w:rPr>
        <w:lastRenderedPageBreak/>
        <w:t>(</w:t>
      </w:r>
      <w:r w:rsidR="004A11C6" w:rsidRPr="005D0A67">
        <w:rPr>
          <w:rStyle w:val="libAieChar"/>
          <w:rFonts w:hint="cs"/>
          <w:rtl/>
        </w:rPr>
        <w:t>وَاشهَدَ هُم عَلی</w:t>
      </w:r>
      <w:r w:rsidR="004A11C6" w:rsidRPr="005D0A67">
        <w:rPr>
          <w:rStyle w:val="libAieChar"/>
          <w:rtl/>
        </w:rPr>
        <w:t xml:space="preserve"> اَنفُسِهِم اَلَستُ بِربَّکُم قَالُوا بَل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شَهدِنا اَن تَقُولُوا 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ومَ</w:t>
      </w:r>
      <w:r w:rsidR="004A11C6" w:rsidRPr="005D0A67">
        <w:rPr>
          <w:rStyle w:val="libAieChar"/>
          <w:rtl/>
        </w:rPr>
        <w:t xml:space="preserve"> القِ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مهِ</w:t>
      </w:r>
      <w:r w:rsidR="004A11C6" w:rsidRPr="005D0A67">
        <w:rPr>
          <w:rStyle w:val="libAieChar"/>
          <w:rtl/>
        </w:rPr>
        <w:t xml:space="preserve"> اِنّا کُنّا عَن هذا غافِل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نَ</w:t>
      </w:r>
      <w:r w:rsidRPr="005D0A67">
        <w:rPr>
          <w:rStyle w:val="libAlaemChar"/>
          <w:rFonts w:hint="cs"/>
          <w:rtl/>
        </w:rPr>
        <w:t>)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 xml:space="preserve"> </w:t>
      </w:r>
      <w:r w:rsidR="004A11C6" w:rsidRPr="005D0A67">
        <w:rPr>
          <w:rStyle w:val="libFootnotenumChar"/>
          <w:rFonts w:hint="cs"/>
          <w:rtl/>
        </w:rPr>
        <w:t>(1)</w:t>
      </w:r>
      <w:r w:rsidR="004A11C6">
        <w:rPr>
          <w:rFonts w:hint="cs"/>
          <w:rtl/>
          <w:lang w:bidi="fa-IR"/>
        </w:rPr>
        <w:t xml:space="preserve"> «آ</w:t>
      </w:r>
      <w:r w:rsidR="004A11C6">
        <w:rPr>
          <w:rtl/>
          <w:lang w:bidi="fa-IR"/>
        </w:rPr>
        <w:t>نها را بر خود گواه ساخت.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من پروردگار شما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ستم؟</w:t>
      </w:r>
      <w:r w:rsidR="004A11C6">
        <w:rPr>
          <w:rtl/>
          <w:lang w:bidi="fa-IR"/>
        </w:rPr>
        <w:t xml:space="preserve"> گفتند: آر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،</w:t>
      </w:r>
      <w:r w:rsidR="004A11C6">
        <w:rPr>
          <w:rtl/>
          <w:lang w:bidi="fa-IR"/>
        </w:rPr>
        <w:t xml:space="preserve"> گواه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تا در روز 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امت</w:t>
      </w:r>
      <w:r w:rsidR="004A11C6">
        <w:rPr>
          <w:rtl/>
          <w:lang w:bidi="fa-IR"/>
        </w:rPr>
        <w:t xml:space="preserve"> نگو</w:t>
      </w:r>
      <w:r w:rsidR="004A11C6">
        <w:rPr>
          <w:rFonts w:hint="cs"/>
          <w:rtl/>
          <w:lang w:bidi="fa-IR"/>
        </w:rPr>
        <w:t>یی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ما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واقعه (روز 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امت</w:t>
      </w:r>
      <w:r w:rsidR="004A11C6">
        <w:rPr>
          <w:rtl/>
          <w:lang w:bidi="fa-IR"/>
        </w:rPr>
        <w:t>) غافل بود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>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به سن بلوغ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نسبت به اعمالش مسئول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امّا مسئول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5D0A67" w:rsidP="004A11C6">
      <w:pPr>
        <w:pStyle w:val="libNormal"/>
        <w:rPr>
          <w:rtl/>
          <w:lang w:bidi="fa-IR"/>
        </w:rPr>
      </w:pPr>
      <w:r w:rsidRPr="005D0A67">
        <w:rPr>
          <w:rStyle w:val="libAlaemChar"/>
          <w:rFonts w:hint="cs"/>
          <w:rtl/>
        </w:rPr>
        <w:t>(</w:t>
      </w:r>
      <w:r w:rsidR="004A11C6" w:rsidRPr="005D0A67">
        <w:rPr>
          <w:rStyle w:val="libAieChar"/>
          <w:rFonts w:hint="cs"/>
          <w:rtl/>
        </w:rPr>
        <w:t>مَن اهَتدی</w:t>
      </w:r>
      <w:r w:rsidR="004A11C6" w:rsidRPr="005D0A67">
        <w:rPr>
          <w:rStyle w:val="libAieChar"/>
          <w:rtl/>
        </w:rPr>
        <w:t xml:space="preserve"> فَاِنَّما 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هتَد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لِنَفسِه وَ مَن ضَلَّ فَاِنَّما 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ضِلُّ</w:t>
      </w:r>
      <w:r w:rsidR="004A11C6" w:rsidRPr="005D0A67">
        <w:rPr>
          <w:rStyle w:val="libAieChar"/>
          <w:rtl/>
        </w:rPr>
        <w:t xml:space="preserve"> عَلَ</w:t>
      </w:r>
      <w:r w:rsidR="004A11C6" w:rsidRPr="005D0A67">
        <w:rPr>
          <w:rStyle w:val="libAieChar"/>
          <w:rFonts w:hint="cs"/>
          <w:rtl/>
        </w:rPr>
        <w:t>یْ</w:t>
      </w:r>
      <w:r w:rsidR="004A11C6" w:rsidRPr="005D0A67">
        <w:rPr>
          <w:rStyle w:val="libAieChar"/>
          <w:rFonts w:hint="eastAsia"/>
          <w:rtl/>
        </w:rPr>
        <w:t>هَا</w:t>
      </w:r>
      <w:r w:rsidR="004A11C6" w:rsidRPr="005D0A67">
        <w:rPr>
          <w:rStyle w:val="libAieChar"/>
          <w:rtl/>
        </w:rPr>
        <w:t xml:space="preserve"> وَ لاَتَزِرُ وازِرَهُ وِّزرَ اُخْر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>...</w:t>
      </w:r>
      <w:r w:rsidRPr="005D0A67">
        <w:rPr>
          <w:rStyle w:val="libAlaemChar"/>
          <w:rFonts w:hint="cs"/>
          <w:rtl/>
        </w:rPr>
        <w:t>)</w:t>
      </w:r>
      <w:r w:rsidR="004A11C6">
        <w:rPr>
          <w:rFonts w:hint="cs"/>
          <w:rtl/>
          <w:lang w:bidi="fa-IR"/>
        </w:rPr>
        <w:t xml:space="preserve"> </w:t>
      </w:r>
      <w:r w:rsidR="004A11C6" w:rsidRPr="005D0A67">
        <w:rPr>
          <w:rStyle w:val="libFootnotenumChar"/>
          <w:rFonts w:hint="cs"/>
          <w:rtl/>
        </w:rPr>
        <w:t>(2)</w:t>
      </w:r>
      <w:r w:rsidR="004A11C6">
        <w:rPr>
          <w:rFonts w:hint="cs"/>
          <w:rtl/>
          <w:lang w:bidi="fa-IR"/>
        </w:rPr>
        <w:t xml:space="preserve"> «هرکس هدای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ابد،</w:t>
      </w:r>
      <w:r w:rsidR="004A11C6">
        <w:rPr>
          <w:rtl/>
          <w:lang w:bidi="fa-IR"/>
        </w:rPr>
        <w:t xml:space="preserve">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خود هدا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افته</w:t>
      </w:r>
      <w:r w:rsidR="004A11C6">
        <w:rPr>
          <w:rtl/>
          <w:lang w:bidi="fa-IR"/>
        </w:rPr>
        <w:t xml:space="preserve"> است و آن کس که گمراه شود به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</w:t>
      </w:r>
      <w:r w:rsidR="004A11C6">
        <w:rPr>
          <w:rtl/>
          <w:lang w:bidi="fa-IR"/>
        </w:rPr>
        <w:t xml:space="preserve"> خود گمراه شده است و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چ</w:t>
      </w:r>
      <w:r w:rsidR="004A11C6">
        <w:rPr>
          <w:rtl/>
          <w:lang w:bidi="fa-IR"/>
        </w:rPr>
        <w:t xml:space="preserve"> کس گناه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 به دوش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رد</w:t>
      </w:r>
      <w:r w:rsidR="004A11C6">
        <w:rPr>
          <w:rtl/>
          <w:lang w:bidi="fa-IR"/>
        </w:rPr>
        <w:t>.» ا</w:t>
      </w:r>
      <w:r w:rsidR="004A11C6">
        <w:rPr>
          <w:rFonts w:hint="eastAsia"/>
          <w:rtl/>
          <w:lang w:bidi="fa-IR"/>
        </w:rPr>
        <w:t>سلام</w:t>
      </w:r>
      <w:r w:rsidR="004A11C6">
        <w:rPr>
          <w:rtl/>
          <w:lang w:bidi="fa-IR"/>
        </w:rPr>
        <w:t xml:space="preserve"> به ما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آموزد، اگر چه انسان در طول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اشتباه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 امّا نبا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از رحمت خدا مأ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وس</w:t>
      </w:r>
      <w:r w:rsidR="004A11C6">
        <w:rPr>
          <w:rtl/>
          <w:lang w:bidi="fa-IR"/>
        </w:rPr>
        <w:t xml:space="preserve"> شود.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5D0A67" w:rsidP="004A11C6">
      <w:pPr>
        <w:pStyle w:val="libNormal"/>
        <w:rPr>
          <w:rtl/>
          <w:lang w:bidi="fa-IR"/>
        </w:rPr>
      </w:pPr>
      <w:r w:rsidRPr="005D0A67">
        <w:rPr>
          <w:rStyle w:val="libAlaemChar"/>
          <w:rFonts w:hint="cs"/>
          <w:rtl/>
        </w:rPr>
        <w:t>(</w:t>
      </w:r>
      <w:r w:rsidR="004A11C6" w:rsidRPr="005D0A67">
        <w:rPr>
          <w:rStyle w:val="libAieChar"/>
          <w:rFonts w:hint="cs"/>
          <w:rtl/>
        </w:rPr>
        <w:t>قُل ی</w:t>
      </w:r>
      <w:r w:rsidR="004A11C6" w:rsidRPr="005D0A67">
        <w:rPr>
          <w:rStyle w:val="libAieChar"/>
          <w:rFonts w:hint="eastAsia"/>
          <w:rtl/>
        </w:rPr>
        <w:t>ا</w:t>
      </w:r>
      <w:r w:rsidR="004A11C6" w:rsidRPr="005D0A67">
        <w:rPr>
          <w:rStyle w:val="libAieChar"/>
          <w:rtl/>
        </w:rPr>
        <w:t xml:space="preserve"> عبادِ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tl/>
        </w:rPr>
        <w:t xml:space="preserve"> الَّذ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ن</w:t>
      </w:r>
      <w:r w:rsidR="004A11C6" w:rsidRPr="005D0A67">
        <w:rPr>
          <w:rStyle w:val="libAieChar"/>
          <w:rtl/>
        </w:rPr>
        <w:t xml:space="preserve"> اَسرَفُوا عَل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اَنفُسِهِم لا تَقنَطُوا مِن رَّحمَهِ الله ِ اِنَّ اللهَ 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غفِرُ</w:t>
      </w:r>
      <w:r w:rsidR="004A11C6" w:rsidRPr="005D0A67">
        <w:rPr>
          <w:rStyle w:val="libAieChar"/>
          <w:rtl/>
        </w:rPr>
        <w:t xml:space="preserve"> الذُّنوبَ جم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عاً</w:t>
      </w:r>
      <w:r w:rsidR="004A11C6" w:rsidRPr="005D0A67">
        <w:rPr>
          <w:rStyle w:val="libAieChar"/>
          <w:rtl/>
        </w:rPr>
        <w:t xml:space="preserve"> اِنَّه هُوَ الغَفُور الرَّح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م</w:t>
      </w:r>
      <w:r w:rsidRPr="005D0A67">
        <w:rPr>
          <w:rStyle w:val="libAlaemChar"/>
          <w:rFonts w:hint="cs"/>
          <w:rtl/>
        </w:rPr>
        <w:t>)</w:t>
      </w:r>
      <w:r w:rsidR="004A11C6">
        <w:rPr>
          <w:rFonts w:hint="cs"/>
          <w:rtl/>
          <w:lang w:bidi="fa-IR"/>
        </w:rPr>
        <w:t xml:space="preserve"> </w:t>
      </w:r>
      <w:r w:rsidR="004A11C6" w:rsidRPr="005D0A67">
        <w:rPr>
          <w:rStyle w:val="libFootnotenumChar"/>
          <w:rFonts w:hint="cs"/>
          <w:rtl/>
        </w:rPr>
        <w:t>(3)</w:t>
      </w:r>
      <w:r w:rsidR="004A11C6">
        <w:rPr>
          <w:rFonts w:hint="cs"/>
          <w:rtl/>
          <w:lang w:bidi="fa-IR"/>
        </w:rPr>
        <w:t xml:space="preserve"> «به آن بندگان که (در گناه) زی</w:t>
      </w:r>
      <w:r w:rsidR="004A11C6">
        <w:rPr>
          <w:rFonts w:hint="eastAsia"/>
          <w:rtl/>
          <w:lang w:bidi="fa-IR"/>
        </w:rPr>
        <w:t>اده</w:t>
      </w:r>
      <w:r w:rsidR="004A11C6">
        <w:rPr>
          <w:rtl/>
          <w:lang w:bidi="fa-IR"/>
        </w:rPr>
        <w:t xml:space="preserve"> رو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کرده اند بگو از رحمت خدا ناام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نشو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د؛</w:t>
      </w:r>
      <w:r w:rsidR="004A11C6">
        <w:rPr>
          <w:rtl/>
          <w:lang w:bidi="fa-IR"/>
        </w:rPr>
        <w:t xml:space="preserve">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را</w:t>
      </w:r>
      <w:r w:rsidR="004A11C6">
        <w:rPr>
          <w:rtl/>
          <w:lang w:bidi="fa-IR"/>
        </w:rPr>
        <w:t xml:space="preserve"> خدا تمام گناهان را </w:t>
      </w:r>
      <w:r w:rsidR="004A11C6">
        <w:rPr>
          <w:rFonts w:hint="eastAsia"/>
          <w:rtl/>
          <w:lang w:bidi="fa-IR"/>
        </w:rPr>
        <w:t>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آمرزد و او آمرزنده مهربان است.» در اسلام توبه کل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رستگار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است. اسلام به ما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آموزد وقت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انسان متوجه اشتباه خود شد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از آن دور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 و سع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 خودش را اصلاح کند. در آن صورت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تواند منتظر قبول رحمت خدا باشد.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5D0A67" w:rsidP="004A11C6">
      <w:pPr>
        <w:pStyle w:val="libNormal"/>
        <w:rPr>
          <w:rtl/>
          <w:lang w:bidi="fa-IR"/>
        </w:rPr>
      </w:pPr>
      <w:r w:rsidRPr="005D0A67">
        <w:rPr>
          <w:rStyle w:val="libAlaemChar"/>
          <w:rFonts w:hint="cs"/>
          <w:rtl/>
        </w:rPr>
        <w:lastRenderedPageBreak/>
        <w:t>(</w:t>
      </w:r>
      <w:r w:rsidR="004A11C6" w:rsidRPr="005D0A67">
        <w:rPr>
          <w:rStyle w:val="libAieChar"/>
          <w:rFonts w:hint="cs"/>
          <w:rtl/>
        </w:rPr>
        <w:t>وَالذی</w:t>
      </w:r>
      <w:r w:rsidR="004A11C6" w:rsidRPr="005D0A67">
        <w:rPr>
          <w:rStyle w:val="libAieChar"/>
          <w:rFonts w:hint="eastAsia"/>
          <w:rtl/>
        </w:rPr>
        <w:t>ن</w:t>
      </w:r>
      <w:r w:rsidR="004A11C6" w:rsidRPr="005D0A67">
        <w:rPr>
          <w:rStyle w:val="libAieChar"/>
          <w:rtl/>
        </w:rPr>
        <w:t xml:space="preserve"> اِذَا فَعَلوا فاحِشهً اَو ظَلَموا اَنفُسَهُم ذَکَروا اللهَ فاستغَفرو ا لِذُنوبِهم وَ مَن </w:t>
      </w:r>
      <w:r w:rsidR="004A11C6" w:rsidRPr="005D0A67">
        <w:rPr>
          <w:rStyle w:val="libAieChar"/>
          <w:rFonts w:hint="cs"/>
          <w:rtl/>
        </w:rPr>
        <w:t>یَّ</w:t>
      </w:r>
      <w:r w:rsidR="004A11C6" w:rsidRPr="005D0A67">
        <w:rPr>
          <w:rStyle w:val="libAieChar"/>
          <w:rFonts w:hint="eastAsia"/>
          <w:rtl/>
        </w:rPr>
        <w:t>غفِرُ</w:t>
      </w:r>
      <w:r w:rsidR="004A11C6" w:rsidRPr="005D0A67">
        <w:rPr>
          <w:rStyle w:val="libAieChar"/>
          <w:rtl/>
        </w:rPr>
        <w:t xml:space="preserve"> الذُّنوبَ اِلاّاللهُ وَلَم </w:t>
      </w:r>
      <w:r w:rsidR="004A11C6" w:rsidRPr="005D0A67">
        <w:rPr>
          <w:rStyle w:val="libAieChar"/>
          <w:rFonts w:hint="cs"/>
          <w:rtl/>
        </w:rPr>
        <w:t>یُ</w:t>
      </w:r>
      <w:r w:rsidR="004A11C6" w:rsidRPr="005D0A67">
        <w:rPr>
          <w:rStyle w:val="libAieChar"/>
          <w:rFonts w:hint="eastAsia"/>
          <w:rtl/>
        </w:rPr>
        <w:t>صرِّوُا</w:t>
      </w:r>
      <w:r w:rsidR="004A11C6" w:rsidRPr="005D0A67">
        <w:rPr>
          <w:rStyle w:val="libAieChar"/>
          <w:rtl/>
        </w:rPr>
        <w:t xml:space="preserve"> عَل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ما فَعَلوا وَ هُم </w:t>
      </w:r>
      <w:r w:rsidR="004A11C6" w:rsidRPr="005D0A67">
        <w:rPr>
          <w:rStyle w:val="libAieChar"/>
          <w:rFonts w:hint="cs"/>
          <w:rtl/>
        </w:rPr>
        <w:t>یَ</w:t>
      </w:r>
      <w:r w:rsidR="004A11C6" w:rsidRPr="005D0A67">
        <w:rPr>
          <w:rStyle w:val="libAieChar"/>
          <w:rFonts w:hint="eastAsia"/>
          <w:rtl/>
        </w:rPr>
        <w:t>عمَلون</w:t>
      </w:r>
      <w:r w:rsidR="004A11C6" w:rsidRPr="005D0A67">
        <w:rPr>
          <w:rStyle w:val="libAieChar"/>
          <w:rtl/>
        </w:rPr>
        <w:t xml:space="preserve"> اولئک َ جَزاوُهُم مَغفِرَه</w:t>
      </w:r>
      <w:r w:rsidRPr="005D0A67">
        <w:rPr>
          <w:rStyle w:val="libAlaemChar"/>
          <w:rFonts w:hint="cs"/>
          <w:rtl/>
        </w:rPr>
        <w:t>)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172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اعراف.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2-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15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الاسراء.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3-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53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الزمر.</w:t>
      </w:r>
    </w:p>
    <w:p w:rsidR="004A11C6" w:rsidRDefault="005D0A67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5D0A67">
        <w:rPr>
          <w:rStyle w:val="libAlaemChar"/>
          <w:rFonts w:hint="cs"/>
          <w:rtl/>
        </w:rPr>
        <w:lastRenderedPageBreak/>
        <w:t>(</w:t>
      </w:r>
      <w:r w:rsidR="004A11C6" w:rsidRPr="005D0A67">
        <w:rPr>
          <w:rStyle w:val="libAieChar"/>
          <w:rFonts w:hint="eastAsia"/>
          <w:rtl/>
        </w:rPr>
        <w:t>مِن</w:t>
      </w:r>
      <w:r w:rsidR="004A11C6" w:rsidRPr="005D0A67">
        <w:rPr>
          <w:rStyle w:val="libAieChar"/>
          <w:rtl/>
        </w:rPr>
        <w:t xml:space="preserve"> رَبَّهم وَ جَنّاتٌ تَجر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tl/>
        </w:rPr>
        <w:t xml:space="preserve"> مِن تَحتِها الاَنهارُ خالد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نَ</w:t>
      </w:r>
      <w:r w:rsidR="004A11C6" w:rsidRPr="005D0A67">
        <w:rPr>
          <w:rStyle w:val="libAieChar"/>
          <w:rtl/>
        </w:rPr>
        <w:t xml:space="preserve"> ف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ها</w:t>
      </w:r>
      <w:r w:rsidR="004A11C6" w:rsidRPr="005D0A67">
        <w:rPr>
          <w:rStyle w:val="libAieChar"/>
          <w:rtl/>
        </w:rPr>
        <w:t xml:space="preserve"> وَ نِعمَ اَجرُ العامِل</w:t>
      </w:r>
      <w:r w:rsidR="004A11C6" w:rsidRPr="005D0A67">
        <w:rPr>
          <w:rStyle w:val="libAieChar"/>
          <w:rFonts w:hint="cs"/>
          <w:rtl/>
        </w:rPr>
        <w:t>ی</w:t>
      </w:r>
      <w:r w:rsidR="004A11C6" w:rsidRPr="005D0A67">
        <w:rPr>
          <w:rStyle w:val="libAieChar"/>
          <w:rFonts w:hint="eastAsia"/>
          <w:rtl/>
        </w:rPr>
        <w:t>نَ</w:t>
      </w:r>
      <w:r w:rsidR="004A11C6">
        <w:rPr>
          <w:rFonts w:hint="cs"/>
          <w:rtl/>
          <w:lang w:bidi="fa-IR"/>
        </w:rPr>
        <w:t xml:space="preserve"> </w:t>
      </w:r>
      <w:r w:rsidRPr="005D0A67">
        <w:rPr>
          <w:rStyle w:val="libAlaemChar"/>
          <w:rFonts w:hint="cs"/>
          <w:rtl/>
        </w:rPr>
        <w:t>)</w:t>
      </w:r>
      <w:r w:rsidR="004A11C6">
        <w:rPr>
          <w:rFonts w:hint="cs"/>
          <w:rtl/>
          <w:lang w:bidi="fa-IR"/>
        </w:rPr>
        <w:t>(1) «(نی</w:t>
      </w:r>
      <w:r w:rsidR="004A11C6">
        <w:rPr>
          <w:rFonts w:hint="eastAsia"/>
          <w:rtl/>
          <w:lang w:bidi="fa-IR"/>
        </w:rPr>
        <w:t>کان</w:t>
      </w:r>
      <w:r w:rsidR="004A11C6">
        <w:rPr>
          <w:rtl/>
          <w:lang w:bidi="fa-IR"/>
        </w:rPr>
        <w:t>) کسان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هستند که هر گاه مرتکب عمل زشت شوند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به نفس خود ستم کنند. خدا را به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اد</w:t>
      </w:r>
      <w:r w:rsidR="004A11C6">
        <w:rPr>
          <w:rtl/>
          <w:lang w:bidi="fa-IR"/>
        </w:rPr>
        <w:t xml:space="preserve"> آورند و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گناهانشان طلب آمرزش کنند و جز خدا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چ</w:t>
      </w:r>
      <w:r w:rsidR="004A11C6">
        <w:rPr>
          <w:rtl/>
          <w:lang w:bidi="fa-IR"/>
        </w:rPr>
        <w:t xml:space="preserve"> کس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</w:t>
      </w:r>
      <w:r w:rsidR="004A11C6">
        <w:rPr>
          <w:rtl/>
          <w:lang w:bidi="fa-IR"/>
        </w:rPr>
        <w:t xml:space="preserve"> که گناهان را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امرزد</w:t>
      </w:r>
      <w:r w:rsidR="004A11C6">
        <w:rPr>
          <w:rtl/>
          <w:lang w:bidi="fa-IR"/>
        </w:rPr>
        <w:t xml:space="preserve"> و آنها هستند که در انجام کار زشت اصرار نکنند، چرا که به زشت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معص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آگاهند. </w:t>
      </w:r>
      <w:r w:rsidR="004A11C6" w:rsidRPr="005D0A67">
        <w:rPr>
          <w:rStyle w:val="libFootnotenumChar"/>
          <w:rtl/>
        </w:rPr>
        <w:t>(11)</w:t>
      </w:r>
      <w:r w:rsidR="004A11C6">
        <w:rPr>
          <w:rtl/>
          <w:lang w:bidi="fa-IR"/>
        </w:rPr>
        <w:t xml:space="preserve"> آنها هستند که پاداش عملشان، آمرزش پروردگار است و باغ 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که از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درختان آن نهرها جار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شود و در آن بهشت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شه</w:t>
      </w:r>
      <w:r w:rsidR="004A11C6">
        <w:rPr>
          <w:rtl/>
          <w:lang w:bidi="fa-IR"/>
        </w:rPr>
        <w:t xml:space="preserve"> از نعمت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اله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بهره مند خواهند بود و پاداش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کوکاران</w:t>
      </w:r>
      <w:r w:rsidR="004A11C6">
        <w:rPr>
          <w:rtl/>
          <w:lang w:bidi="fa-IR"/>
        </w:rPr>
        <w:t xml:space="preserve"> چقدر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کو</w:t>
      </w:r>
      <w:r w:rsidR="004A11C6">
        <w:rPr>
          <w:rtl/>
          <w:lang w:bidi="fa-IR"/>
        </w:rPr>
        <w:t xml:space="preserve"> ست.» </w:t>
      </w:r>
      <w:r w:rsidR="004A11C6" w:rsidRPr="005D0A67">
        <w:rPr>
          <w:rStyle w:val="libFootnotenumChar"/>
          <w:rtl/>
        </w:rPr>
        <w:t>(12)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انسان 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هستند.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افرد با تقواتر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انسان ها را به عدالت، حقوق مساو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حق دفاع از خود و صداقت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ربا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انسان را به کار و کوشش فراوان و رقابت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صادقانه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اسلام ازدواج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مسلمان با ازدواج، </w:t>
      </w: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اسلام به زن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ظلم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قرن ها قبل، زنان مسلمان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که زنان 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تازه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را به دست آورده 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شدن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http: // members.aol.com/ askgive/stories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06.27.2002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A11C6" w:rsidRDefault="004A11C6" w:rsidP="005D0A67">
      <w:pPr>
        <w:pStyle w:val="libLine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136 سور</w:t>
      </w:r>
      <w:r>
        <w:rPr>
          <w:rFonts w:cs="Times New Roman" w:hint="cs"/>
          <w:rtl/>
          <w:lang w:bidi="fa-IR"/>
        </w:rPr>
        <w:t>ۀ</w:t>
      </w:r>
      <w:r>
        <w:rPr>
          <w:rtl/>
          <w:lang w:bidi="fa-IR"/>
        </w:rPr>
        <w:t xml:space="preserve"> آل عمران.</w:t>
      </w:r>
    </w:p>
    <w:p w:rsidR="004A11C6" w:rsidRDefault="005D0A67" w:rsidP="005D0A67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512082877"/>
      <w:r w:rsidR="004A11C6">
        <w:rPr>
          <w:rFonts w:hint="eastAsia"/>
          <w:rtl/>
          <w:lang w:bidi="fa-IR"/>
        </w:rPr>
        <w:lastRenderedPageBreak/>
        <w:t>حجاب</w:t>
      </w:r>
      <w:r w:rsidR="004A11C6">
        <w:rPr>
          <w:rtl/>
          <w:lang w:bidi="fa-IR"/>
        </w:rPr>
        <w:t>/ خانم تنا</w:t>
      </w:r>
      <w:bookmarkEnd w:id="27"/>
    </w:p>
    <w:p w:rsidR="004A11C6" w:rsidRDefault="004A11C6" w:rsidP="005D0A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شوهرم هر دو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آنچه که توجه ما را به اسلام جلب کرد، حجاب و پوشش خانم ها بود. هر 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5D0A6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و خواندن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دربار</w:t>
      </w:r>
      <w:r w:rsidR="005D0A6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کاملاً متقاعد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خودم در ماه رمضان سال گذشته مسلمان شدم و شوهرم پس از خواندن قرآن و مدت کو</w:t>
      </w:r>
      <w:r>
        <w:rPr>
          <w:rFonts w:hint="eastAsia"/>
          <w:rtl/>
          <w:lang w:bidi="fa-IR"/>
        </w:rPr>
        <w:t>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من مسلمان شد. قبلاً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</w:t>
      </w:r>
      <w:r w:rsidRPr="005D0A67">
        <w:rPr>
          <w:rStyle w:val="libFootnotenumChar"/>
          <w:rtl/>
        </w:rPr>
        <w:t>(1)</w:t>
      </w:r>
      <w:r>
        <w:rPr>
          <w:rtl/>
          <w:lang w:bidi="fa-IR"/>
        </w:rPr>
        <w:t xml:space="preserve"> کانادا بودم و شوهرم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5D0A67">
        <w:rPr>
          <w:rStyle w:val="libFootnotenumChar"/>
          <w:rtl/>
        </w:rPr>
        <w:t>(2)</w:t>
      </w:r>
      <w:r>
        <w:rPr>
          <w:rtl/>
          <w:lang w:bidi="fa-IR"/>
        </w:rPr>
        <w:t xml:space="preserve"> بود امّا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بعد از مسلمان شدنم بلافاصله حجاب نگذاشتم،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مناسب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پوشش و حفظ قلبم حجاب است و حالا بدون حجاب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مسجد رفتم،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من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چادر به من داد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او متشکرم.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حجابم باعث شود،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Angelican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کانادا که تحت نظارت اسقف اعظم کانتر 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Presbyterian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شعبه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پروتستان و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تمام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انتخاب رهبرانشان مشارکت دارند.</w:t>
      </w:r>
    </w:p>
    <w:p w:rsidR="004A11C6" w:rsidRDefault="005D0A67" w:rsidP="005D0A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هم</w:t>
      </w:r>
      <w:r w:rsidR="004A11C6">
        <w:rPr>
          <w:rtl/>
          <w:lang w:bidi="fa-IR"/>
        </w:rPr>
        <w:t xml:space="preserve"> مثل من و شوهرم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اسلام تحق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</w:t>
      </w:r>
      <w:r w:rsidR="004A11C6">
        <w:rPr>
          <w:rtl/>
          <w:lang w:bidi="fa-IR"/>
        </w:rPr>
        <w:t xml:space="preserve"> کنند و در آخر از خدا به خاطر تمام نعمت 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که به ما داده سپاس گزارم.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www.usc.edu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2.10.2005</w:t>
      </w:r>
    </w:p>
    <w:p w:rsidR="004A11C6" w:rsidRDefault="005D0A67" w:rsidP="005D0A6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512082878"/>
      <w:r w:rsidR="004A11C6">
        <w:rPr>
          <w:rFonts w:hint="eastAsia"/>
          <w:rtl/>
          <w:lang w:bidi="fa-IR"/>
        </w:rPr>
        <w:lastRenderedPageBreak/>
        <w:t>خدا</w:t>
      </w:r>
      <w:r w:rsidR="004A11C6">
        <w:rPr>
          <w:rtl/>
          <w:lang w:bidi="fa-IR"/>
        </w:rPr>
        <w:t xml:space="preserve"> هدا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مرا خواست/ خانم آس</w:t>
      </w:r>
      <w:r w:rsidR="004A11C6">
        <w:rPr>
          <w:rFonts w:hint="cs"/>
          <w:rtl/>
          <w:lang w:bidi="fa-IR"/>
        </w:rPr>
        <w:t>ی</w:t>
      </w:r>
      <w:bookmarkEnd w:id="28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وجود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واحد اعتقاد داشتم.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تمام موجودات به او وابسته اند.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بودا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هستند. از 13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روز از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و چون به مدرسه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متأسفانه اطلاعاتم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</w:t>
      </w: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بود،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سرکوبگرها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زنان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چهار زنه را تحمل کنند.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محبتش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زن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است و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هر زمان که خواست زن خود را طلاق دهد.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را از مردم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عراق به دست آورده بودم. در دانشگاه با چند مسلمان آشنا شدم.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بود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دوستانه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مسلمان هستند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نظر من اصو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نکات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با اسلام آشنا شدم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آن را درک کردم. الان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اسلام برنامه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تمام ابعاد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وجود دارد. به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لطف</w:t>
      </w:r>
      <w:r>
        <w:rPr>
          <w:rtl/>
          <w:lang w:bidi="fa-IR"/>
        </w:rPr>
        <w:t xml:space="preserve"> خدا بالأخره به اشتباهات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و مسلمان شدم. البته پس از آن با مشکلات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شدم. هر روز با پدر و مادرم جر و بحث داشتم. به من ناسزا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گفتند، تمسخر و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مجبور بودم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 شام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خوردم، چ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از قصد گوشت خوک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پختند. آنها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بخوانم چک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مجبور بودم کار کنم و از لحاظ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مستقل باشم. رفت و آمدم به مسجد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بود،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نداشتم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نم؛</w:t>
      </w:r>
      <w:r>
        <w:rPr>
          <w:rtl/>
          <w:lang w:bidi="fa-IR"/>
        </w:rPr>
        <w:t xml:space="preserve"> چون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</w:t>
      </w:r>
      <w:r>
        <w:rPr>
          <w:rtl/>
          <w:lang w:bidi="fa-IR"/>
        </w:rPr>
        <w:lastRenderedPageBreak/>
        <w:t>دوستانم مرا شست وشو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مطمئن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و اطرافم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نماز بخوانم،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مثل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کردن حجاب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را با آنها قسمت کنم. تازه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مدام از اسلام و مسلمانان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رسانه ها مورد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 دفاع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مادرم در طول ماه رمضان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هم با من حرف نزد.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به خانواده 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کردم.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قبال مسلمان شدنم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جز غم قسمتم نشده است،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اسلام به من آرامش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داده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چقدر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 من اسلام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حق است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بفهمد، در وجودش گسترش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کل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و قرآن اطلاعات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رفتار انسان، جامعه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عدالت و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آوردم. حالا مطمئنم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فقط اسلام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پاسخگو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ما باشد.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5D0A67">
        <w:rPr>
          <w:rStyle w:val="libAlaemChar"/>
          <w:rtl/>
        </w:rPr>
        <w:t>:</w:t>
      </w:r>
      <w:r w:rsidR="005D0A67" w:rsidRPr="005D0A67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Pr="005D0A67">
        <w:rPr>
          <w:rStyle w:val="libAieChar"/>
          <w:rtl/>
        </w:rPr>
        <w:t>ذلِکَ هُدَ</w:t>
      </w:r>
      <w:r w:rsidRPr="005D0A67">
        <w:rPr>
          <w:rStyle w:val="libAieChar"/>
          <w:rFonts w:hint="cs"/>
          <w:rtl/>
        </w:rPr>
        <w:t>ی</w:t>
      </w:r>
      <w:r w:rsidRPr="005D0A67">
        <w:rPr>
          <w:rStyle w:val="libAieChar"/>
          <w:rtl/>
        </w:rPr>
        <w:t xml:space="preserve"> اللهِ </w:t>
      </w:r>
      <w:r w:rsidRPr="005D0A67">
        <w:rPr>
          <w:rStyle w:val="libAieChar"/>
          <w:rFonts w:hint="cs"/>
          <w:rtl/>
        </w:rPr>
        <w:t>یَ</w:t>
      </w:r>
      <w:r w:rsidRPr="005D0A67">
        <w:rPr>
          <w:rStyle w:val="libAieChar"/>
          <w:rFonts w:hint="eastAsia"/>
          <w:rtl/>
        </w:rPr>
        <w:t>هد</w:t>
      </w:r>
      <w:r w:rsidRPr="005D0A67">
        <w:rPr>
          <w:rStyle w:val="libAieChar"/>
          <w:rFonts w:hint="cs"/>
          <w:rtl/>
        </w:rPr>
        <w:t>ی</w:t>
      </w:r>
      <w:r w:rsidRPr="005D0A67">
        <w:rPr>
          <w:rStyle w:val="libAieChar"/>
          <w:rtl/>
        </w:rPr>
        <w:t xml:space="preserve"> بِهِ مَن </w:t>
      </w:r>
      <w:r w:rsidRPr="005D0A67">
        <w:rPr>
          <w:rStyle w:val="libAieChar"/>
          <w:rFonts w:hint="cs"/>
          <w:rtl/>
        </w:rPr>
        <w:t>یَ</w:t>
      </w:r>
      <w:r w:rsidRPr="005D0A67">
        <w:rPr>
          <w:rStyle w:val="libAieChar"/>
          <w:rFonts w:hint="eastAsia"/>
          <w:rtl/>
        </w:rPr>
        <w:t>شاءُ</w:t>
      </w:r>
      <w:r w:rsidR="005D0A67" w:rsidRPr="005D0A6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. </w:t>
      </w:r>
      <w:r w:rsidRPr="005D0A67">
        <w:rPr>
          <w:rStyle w:val="libFootnotenumChar"/>
          <w:rtl/>
        </w:rPr>
        <w:t>(1)</w:t>
      </w:r>
      <w:r>
        <w:rPr>
          <w:rtl/>
          <w:lang w:bidi="fa-IR"/>
        </w:rPr>
        <w:t xml:space="preserve">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خداست که هر کس را بخواهد به آن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 من واقعاً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خوشبختم! چون از جمله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نور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کردم و قلبم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www.islamway.com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3.10.2004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23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الزمر.</w:t>
      </w:r>
    </w:p>
    <w:p w:rsidR="004A11C6" w:rsidRDefault="005D0A67" w:rsidP="005D0A6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512082879"/>
      <w:r w:rsidR="004A11C6">
        <w:rPr>
          <w:rFonts w:hint="eastAsia"/>
          <w:rtl/>
          <w:lang w:bidi="fa-IR"/>
        </w:rPr>
        <w:lastRenderedPageBreak/>
        <w:t>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واسطه با خدا / خانم آن کولون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29"/>
    </w:p>
    <w:p w:rsidR="004A11C6" w:rsidRDefault="004A11C6" w:rsidP="005D0A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5D0A6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شدم. آن زمان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از الان بود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خانواده ها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علاقه داشتم. در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دو سال در کلاس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شرکت کردم. کتاب عهد 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عهد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اما خوب متوجه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به عنوان مثال؛ کتاب مقدس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بشر گناهکار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حضرت داود گفته است و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قبول کنم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رفتار کند.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موضوع، مسأله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5D0A67">
        <w:rPr>
          <w:rStyle w:val="libFootnotenumChar"/>
          <w:rtl/>
        </w:rPr>
        <w:t>(1)</w:t>
      </w:r>
      <w:r>
        <w:rPr>
          <w:rtl/>
          <w:lang w:bidi="fa-IR"/>
        </w:rPr>
        <w:t xml:space="preserve"> بود. چطور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قسمت داشته باشد. در مدرسه، اسطوره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tl/>
          <w:lang w:bidi="fa-IR"/>
        </w:rPr>
        <w:t xml:space="preserve"> را مطالعه کرده بودم. به نظرم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داشتن به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مختلف در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tl/>
          <w:lang w:bidi="fa-IR"/>
        </w:rPr>
        <w:t xml:space="preserve"> است که هر خدا، مسئول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موضوع خاص است مثل؛ الهه عشق، الهه باران و...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سؤ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بپرسم،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مرا به عنوان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بشناسند.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همکلاس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4A11C6" w:rsidRPr="005D0A67" w:rsidRDefault="005D0A67" w:rsidP="005D0A6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4A11C6" w:rsidRDefault="004A11C6" w:rsidP="005D0A67">
      <w:pPr>
        <w:pStyle w:val="libFootnote0"/>
        <w:rPr>
          <w:rtl/>
          <w:lang w:bidi="fa-IR"/>
        </w:rPr>
      </w:pPr>
      <w:r>
        <w:rPr>
          <w:rtl/>
          <w:lang w:bidi="fa-IR"/>
        </w:rPr>
        <w:t>1- .</w:t>
      </w:r>
      <w:r>
        <w:rPr>
          <w:lang w:bidi="fa-IR"/>
        </w:rPr>
        <w:t>Trinity</w:t>
      </w:r>
      <w:r>
        <w:rPr>
          <w:rtl/>
          <w:lang w:bidi="fa-IR"/>
        </w:rPr>
        <w:t xml:space="preserve"> تثل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>: اعتقاد به اتحاد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(ع) و روح القدس.</w:t>
      </w:r>
    </w:p>
    <w:p w:rsidR="002A2B26" w:rsidRDefault="005D0A67" w:rsidP="005D0A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مدام</w:t>
      </w:r>
      <w:r w:rsidR="004A11C6">
        <w:rPr>
          <w:rtl/>
          <w:lang w:bidi="fa-IR"/>
        </w:rPr>
        <w:t xml:space="preserve"> سؤال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امّا جواب 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که به او داده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 نه او را قانع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کرد، نه مرا. بالأخره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استادها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مان،</w:t>
      </w:r>
      <w:r w:rsidR="004A11C6">
        <w:rPr>
          <w:rtl/>
          <w:lang w:bidi="fa-IR"/>
        </w:rPr>
        <w:t xml:space="preserve"> پروفسور اله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ات</w:t>
      </w:r>
      <w:r w:rsidR="004A11C6">
        <w:rPr>
          <w:rtl/>
          <w:lang w:bidi="fa-IR"/>
        </w:rPr>
        <w:t xml:space="preserve"> دانشگاه 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گان</w:t>
      </w:r>
      <w:r w:rsidR="004A11C6">
        <w:rPr>
          <w:rtl/>
          <w:lang w:bidi="fa-IR"/>
        </w:rPr>
        <w:t xml:space="preserve"> به او گفت: «با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دعا کن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تا خدا به تو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مان</w:t>
      </w:r>
      <w:r w:rsidR="004A11C6">
        <w:rPr>
          <w:rtl/>
          <w:lang w:bidi="fa-IR"/>
        </w:rPr>
        <w:t xml:space="preserve"> و اعتقاد دهد.» در دانشگاه بحث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شد. من در مورد </w:t>
      </w:r>
      <w:r w:rsidR="004A11C6">
        <w:rPr>
          <w:rFonts w:hint="eastAsia"/>
          <w:rtl/>
          <w:lang w:bidi="fa-IR"/>
        </w:rPr>
        <w:t>اد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</w:t>
      </w:r>
      <w:r w:rsidR="004A11C6">
        <w:rPr>
          <w:rtl/>
          <w:lang w:bidi="fa-IR"/>
        </w:rPr>
        <w:t xml:space="preserve"> خاورم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انه،</w:t>
      </w:r>
      <w:r w:rsidR="004A11C6">
        <w:rPr>
          <w:rtl/>
          <w:lang w:bidi="fa-IR"/>
        </w:rPr>
        <w:t xml:space="preserve"> بود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سم،</w:t>
      </w:r>
      <w:r w:rsidR="004A11C6">
        <w:rPr>
          <w:rtl/>
          <w:lang w:bidi="fa-IR"/>
        </w:rPr>
        <w:t xml:space="preserve"> کنفوس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 w:rsidRPr="005D0A67">
        <w:rPr>
          <w:rStyle w:val="libFootnotenumChar"/>
          <w:rtl/>
        </w:rPr>
        <w:t>(1)</w:t>
      </w:r>
      <w:r w:rsidR="004A11C6">
        <w:rPr>
          <w:rtl/>
          <w:lang w:bidi="fa-IR"/>
        </w:rPr>
        <w:t xml:space="preserve"> و هندو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تحق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</w:t>
      </w:r>
      <w:r w:rsidR="004A11C6">
        <w:rPr>
          <w:rtl/>
          <w:lang w:bidi="fa-IR"/>
        </w:rPr>
        <w:t xml:space="preserve"> کردم، امّا به نت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جه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</w:t>
      </w:r>
      <w:r w:rsidR="004A11C6">
        <w:rPr>
          <w:rtl/>
          <w:lang w:bidi="fa-IR"/>
        </w:rPr>
        <w:t>. تا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نکه</w:t>
      </w:r>
      <w:r w:rsidR="004A11C6">
        <w:rPr>
          <w:rtl/>
          <w:lang w:bidi="fa-IR"/>
        </w:rPr>
        <w:t xml:space="preserve"> با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مسلمان از 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آشنا شدم، او دربار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اسلام و قرآن اطلاعات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من داد. او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گفت: «اسلام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مدرن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است و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شرفته</w:t>
      </w:r>
      <w:r w:rsidR="004A11C6">
        <w:rPr>
          <w:rtl/>
          <w:lang w:bidi="fa-IR"/>
        </w:rPr>
        <w:t xml:space="preserve"> تر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است.» امّا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توانستم اسلام را به عن</w:t>
      </w:r>
      <w:r w:rsidR="004A11C6">
        <w:rPr>
          <w:rFonts w:hint="eastAsia"/>
          <w:rtl/>
          <w:lang w:bidi="fa-IR"/>
        </w:rPr>
        <w:t>وان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مدرن و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شرفته</w:t>
      </w:r>
      <w:r w:rsidR="004A11C6">
        <w:rPr>
          <w:rtl/>
          <w:lang w:bidi="fa-IR"/>
        </w:rPr>
        <w:t xml:space="preserve"> قبول کنم، چون به نظرم آفر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قا</w:t>
      </w:r>
      <w:r w:rsidR="004A11C6">
        <w:rPr>
          <w:rtl/>
          <w:lang w:bidi="fa-IR"/>
        </w:rPr>
        <w:t xml:space="preserve"> و خاورم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انه</w:t>
      </w:r>
      <w:r w:rsidR="004A11C6">
        <w:rPr>
          <w:rtl/>
          <w:lang w:bidi="fa-IR"/>
        </w:rPr>
        <w:t xml:space="preserve"> که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شتر</w:t>
      </w:r>
      <w:r w:rsidR="004A11C6">
        <w:rPr>
          <w:rtl/>
          <w:lang w:bidi="fa-IR"/>
        </w:rPr>
        <w:t xml:space="preserve"> مردم آنجا مسلمان هستند، کشورها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عقب افتاده اند.</w:t>
      </w:r>
      <w:r>
        <w:rPr>
          <w:rFonts w:hint="eastAsia"/>
          <w:rtl/>
          <w:lang w:bidi="fa-IR"/>
        </w:rPr>
        <w:t xml:space="preserve"> </w:t>
      </w:r>
      <w:r w:rsidR="004A11C6">
        <w:rPr>
          <w:rFonts w:hint="eastAsia"/>
          <w:rtl/>
          <w:lang w:bidi="fa-IR"/>
        </w:rPr>
        <w:t>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شه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سؤال در ذهنم بود که چرا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ارتباط با خدا واسطه لازم است؟ چرا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به طور مستق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با خدا صحبت کن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و عفو و بخشش خداوند فقط با انجام مراسم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کش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انجام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دهد صورت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رد</w:t>
      </w:r>
      <w:r w:rsidR="004A11C6">
        <w:rPr>
          <w:rtl/>
          <w:lang w:bidi="fa-IR"/>
        </w:rPr>
        <w:t>. مدت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پس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مسأله، ترجم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قرآن را در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کتابفروش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 و شر</w:t>
      </w:r>
      <w:r w:rsidR="004A11C6">
        <w:rPr>
          <w:rFonts w:hint="eastAsia"/>
          <w:rtl/>
          <w:lang w:bidi="fa-IR"/>
        </w:rPr>
        <w:t>وع</w:t>
      </w:r>
      <w:r w:rsidR="004A11C6">
        <w:rPr>
          <w:rtl/>
          <w:lang w:bidi="fa-IR"/>
        </w:rPr>
        <w:t xml:space="preserve"> به خواندنش کردم. مدت 8 سال قرآن را خواندم. از گناهان مطّلع شده بودم و از آنها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</w:t>
      </w:r>
      <w:r w:rsidR="004A11C6">
        <w:rPr>
          <w:rtl/>
          <w:lang w:bidi="fa-IR"/>
        </w:rPr>
        <w:t>.</w:t>
      </w:r>
      <w:r w:rsidR="004A11C6">
        <w:rPr>
          <w:rFonts w:hint="eastAsia"/>
          <w:rtl/>
          <w:lang w:bidi="fa-IR"/>
        </w:rPr>
        <w:t>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گر</w:t>
      </w:r>
      <w:r w:rsidR="004A11C6">
        <w:rPr>
          <w:rtl/>
          <w:lang w:bidi="fa-IR"/>
        </w:rPr>
        <w:t xml:space="preserve"> 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</w:t>
      </w:r>
      <w:r w:rsidR="004A11C6">
        <w:rPr>
          <w:rtl/>
          <w:lang w:bidi="fa-IR"/>
        </w:rPr>
        <w:t xml:space="preserve"> را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عفو و بخشش خدا قبول نداشتم، سنگ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گناه را رو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دوشم احساس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کردم.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چطور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از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بار گناه نجات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کنم. واقعاً آرزو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بخشش داشتم.</w:t>
      </w:r>
      <w:r w:rsidR="004A11C6">
        <w:rPr>
          <w:rFonts w:hint="eastAsia"/>
          <w:rtl/>
          <w:lang w:bidi="fa-IR"/>
        </w:rPr>
        <w:t>نماز</w:t>
      </w:r>
      <w:r w:rsidR="004A11C6">
        <w:rPr>
          <w:rtl/>
          <w:lang w:bidi="fa-IR"/>
        </w:rPr>
        <w:t xml:space="preserve"> مسلمانان را در تلو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ون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دم،</w:t>
      </w:r>
      <w:r w:rsidR="004A11C6">
        <w:rPr>
          <w:rtl/>
          <w:lang w:bidi="fa-IR"/>
        </w:rPr>
        <w:t xml:space="preserve"> دلم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خواست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اد</w:t>
      </w:r>
      <w:r w:rsidR="004A11C6">
        <w:rPr>
          <w:rtl/>
          <w:lang w:bidi="fa-IR"/>
        </w:rPr>
        <w:t xml:space="preserve"> بگ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رم</w:t>
      </w:r>
      <w:r w:rsidR="004A11C6">
        <w:rPr>
          <w:rtl/>
          <w:lang w:bidi="fa-IR"/>
        </w:rPr>
        <w:t xml:space="preserve"> چطور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نماز بخوانم. کتاب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زم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نه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 و سع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دستورات آن را به طور کامل انجام دهم. چند سال تنها و مخف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انه</w:t>
      </w:r>
      <w:r w:rsidR="004A11C6">
        <w:rPr>
          <w:rtl/>
          <w:lang w:bidi="fa-IR"/>
        </w:rPr>
        <w:t xml:space="preserve"> نماز خواندم. بعض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ات</w:t>
      </w:r>
      <w:r w:rsidR="004A11C6">
        <w:rPr>
          <w:rtl/>
          <w:lang w:bidi="fa-IR"/>
        </w:rPr>
        <w:t xml:space="preserve"> قرآن را به انگل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حفظ کرده بودم، اما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</w:t>
      </w:r>
      <w:r w:rsidR="004A11C6">
        <w:rPr>
          <w:rFonts w:hint="eastAsia"/>
          <w:rtl/>
          <w:lang w:bidi="fa-IR"/>
        </w:rPr>
        <w:t>که</w:t>
      </w:r>
      <w:r w:rsidR="004A11C6">
        <w:rPr>
          <w:rtl/>
          <w:lang w:bidi="fa-IR"/>
        </w:rPr>
        <w:t xml:space="preserve"> بهتر است قرآن را به عرب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حفظ کرد. بالأخره پس از چند سال،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روز</w:t>
      </w:r>
    </w:p>
    <w:p w:rsidR="004A11C6" w:rsidRPr="002A2B26" w:rsidRDefault="002A2B26" w:rsidP="002A2B26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__________________________________</w:t>
      </w:r>
    </w:p>
    <w:p w:rsidR="004A11C6" w:rsidRDefault="004A11C6" w:rsidP="002A2B26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Confucianism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کنفوس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از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اصل به نام </w:t>
      </w:r>
      <w:r>
        <w:rPr>
          <w:lang w:bidi="fa-IR"/>
        </w:rPr>
        <w:t>ju chiao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بوده است.</w:t>
      </w:r>
    </w:p>
    <w:p w:rsidR="004A11C6" w:rsidRDefault="002A2B2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ح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خواندن قرآن،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تأث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عج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من گذاشت و اشک شوق از چشمانم جار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2A2B26" w:rsidP="004A11C6">
      <w:pPr>
        <w:pStyle w:val="libNormal"/>
        <w:rPr>
          <w:rtl/>
          <w:lang w:bidi="fa-IR"/>
        </w:rPr>
      </w:pPr>
      <w:r w:rsidRPr="002A2B26">
        <w:rPr>
          <w:rStyle w:val="libAlaemChar"/>
          <w:rFonts w:hint="cs"/>
          <w:rtl/>
        </w:rPr>
        <w:t>(</w:t>
      </w:r>
      <w:r w:rsidR="004A11C6" w:rsidRPr="002A2B26">
        <w:rPr>
          <w:rStyle w:val="libAieChar"/>
          <w:rFonts w:hint="cs"/>
          <w:rtl/>
        </w:rPr>
        <w:t>الَی</w:t>
      </w:r>
      <w:r w:rsidR="004A11C6" w:rsidRPr="002A2B26">
        <w:rPr>
          <w:rStyle w:val="libAieChar"/>
          <w:rFonts w:hint="eastAsia"/>
          <w:rtl/>
        </w:rPr>
        <w:t>وم</w:t>
      </w:r>
      <w:r w:rsidR="004A11C6" w:rsidRPr="002A2B26">
        <w:rPr>
          <w:rStyle w:val="libAieChar"/>
          <w:rtl/>
        </w:rPr>
        <w:t xml:space="preserve"> اَکمَلت ُ لَکُم د</w:t>
      </w:r>
      <w:r w:rsidR="004A11C6" w:rsidRPr="002A2B26">
        <w:rPr>
          <w:rStyle w:val="libAieChar"/>
          <w:rFonts w:hint="cs"/>
          <w:rtl/>
        </w:rPr>
        <w:t>ی</w:t>
      </w:r>
      <w:r w:rsidR="004A11C6" w:rsidRPr="002A2B26">
        <w:rPr>
          <w:rStyle w:val="libAieChar"/>
          <w:rFonts w:hint="eastAsia"/>
          <w:rtl/>
        </w:rPr>
        <w:t>نَکم</w:t>
      </w:r>
      <w:r w:rsidR="004A11C6" w:rsidRPr="002A2B26">
        <w:rPr>
          <w:rStyle w:val="libAieChar"/>
          <w:rtl/>
        </w:rPr>
        <w:t xml:space="preserve"> وَاَتَممت ُ عَل</w:t>
      </w:r>
      <w:r w:rsidR="004A11C6" w:rsidRPr="002A2B26">
        <w:rPr>
          <w:rStyle w:val="libAieChar"/>
          <w:rFonts w:hint="cs"/>
          <w:rtl/>
        </w:rPr>
        <w:t>ی</w:t>
      </w:r>
      <w:r w:rsidR="004A11C6" w:rsidRPr="002A2B26">
        <w:rPr>
          <w:rStyle w:val="libAieChar"/>
          <w:rFonts w:hint="eastAsia"/>
          <w:rtl/>
        </w:rPr>
        <w:t>کُم</w:t>
      </w:r>
      <w:r w:rsidR="004A11C6" w:rsidRPr="002A2B26">
        <w:rPr>
          <w:rStyle w:val="libAieChar"/>
          <w:rtl/>
        </w:rPr>
        <w:t xml:space="preserve"> نِعمَت</w:t>
      </w:r>
      <w:r w:rsidR="004A11C6" w:rsidRPr="002A2B26">
        <w:rPr>
          <w:rStyle w:val="libAieChar"/>
          <w:rFonts w:hint="cs"/>
          <w:rtl/>
        </w:rPr>
        <w:t>ی</w:t>
      </w:r>
      <w:r w:rsidR="004A11C6" w:rsidRPr="002A2B26">
        <w:rPr>
          <w:rStyle w:val="libAieChar"/>
          <w:rtl/>
        </w:rPr>
        <w:t xml:space="preserve"> وَ رَض</w:t>
      </w:r>
      <w:r w:rsidR="004A11C6" w:rsidRPr="002A2B26">
        <w:rPr>
          <w:rStyle w:val="libAieChar"/>
          <w:rFonts w:hint="cs"/>
          <w:rtl/>
        </w:rPr>
        <w:t>ی</w:t>
      </w:r>
      <w:r w:rsidR="004A11C6" w:rsidRPr="002A2B26">
        <w:rPr>
          <w:rStyle w:val="libAieChar"/>
          <w:rFonts w:hint="eastAsia"/>
          <w:rtl/>
        </w:rPr>
        <w:t>ت</w:t>
      </w:r>
      <w:r w:rsidR="004A11C6" w:rsidRPr="002A2B26">
        <w:rPr>
          <w:rStyle w:val="libAieChar"/>
          <w:rtl/>
        </w:rPr>
        <w:t xml:space="preserve"> ُ لَکُم الاِسلامَ د</w:t>
      </w:r>
      <w:r w:rsidR="004A11C6" w:rsidRPr="002A2B26">
        <w:rPr>
          <w:rStyle w:val="libAieChar"/>
          <w:rFonts w:hint="cs"/>
          <w:rtl/>
        </w:rPr>
        <w:t>ی</w:t>
      </w:r>
      <w:r w:rsidR="004A11C6" w:rsidRPr="002A2B26">
        <w:rPr>
          <w:rStyle w:val="libAieChar"/>
          <w:rFonts w:hint="eastAsia"/>
          <w:rtl/>
        </w:rPr>
        <w:t>ناً</w:t>
      </w:r>
      <w:r w:rsidR="004A11C6" w:rsidRPr="002A2B26">
        <w:rPr>
          <w:rStyle w:val="libAieChar"/>
          <w:rtl/>
        </w:rPr>
        <w:t>..</w:t>
      </w:r>
      <w:r w:rsidRPr="002A2B26">
        <w:rPr>
          <w:rStyle w:val="libAlaemChar"/>
          <w:rFonts w:hint="cs"/>
          <w:rtl/>
        </w:rPr>
        <w:t>)</w:t>
      </w:r>
      <w:r w:rsidR="004A11C6">
        <w:rPr>
          <w:rtl/>
          <w:lang w:bidi="fa-IR"/>
        </w:rPr>
        <w:t>.</w:t>
      </w:r>
      <w:r w:rsidR="004A11C6">
        <w:rPr>
          <w:rFonts w:hint="cs"/>
          <w:rtl/>
          <w:lang w:bidi="fa-IR"/>
        </w:rPr>
        <w:t xml:space="preserve"> </w:t>
      </w:r>
      <w:r w:rsidR="004A11C6" w:rsidRPr="002A2B26">
        <w:rPr>
          <w:rStyle w:val="libFootnotenumChar"/>
          <w:rFonts w:hint="cs"/>
          <w:rtl/>
        </w:rPr>
        <w:t xml:space="preserve">(1) </w:t>
      </w:r>
      <w:r w:rsidR="004A11C6">
        <w:rPr>
          <w:rFonts w:hint="cs"/>
          <w:rtl/>
          <w:lang w:bidi="fa-IR"/>
        </w:rPr>
        <w:t>«امروز دی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شما را کامل و نعمت را بر شما تمام کردم و اسلام را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شما برگز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</w:t>
      </w:r>
      <w:r w:rsidR="004A11C6">
        <w:rPr>
          <w:rtl/>
          <w:lang w:bidi="fa-IR"/>
        </w:rPr>
        <w:t>.»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خدا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را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من گفته و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دانسته که روز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آن کو لون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tl/>
          <w:lang w:bidi="fa-IR"/>
        </w:rPr>
        <w:t xml:space="preserve"> در آمر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کا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را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خواند و مسلمان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شود. شمار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تلفن مرکز اسلام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 و به آنجا زنگ زدم، امّا ترس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</w:t>
      </w:r>
      <w:r w:rsidR="004A11C6">
        <w:rPr>
          <w:rtl/>
          <w:lang w:bidi="fa-IR"/>
        </w:rPr>
        <w:t xml:space="preserve"> و قطع کردم.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چه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م؟</w:t>
      </w:r>
      <w:r w:rsidR="004A11C6">
        <w:rPr>
          <w:rtl/>
          <w:lang w:bidi="fa-IR"/>
        </w:rPr>
        <w:t xml:space="preserve"> آنها چه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ند؟</w:t>
      </w:r>
      <w:r w:rsidR="004A11C6">
        <w:rPr>
          <w:rtl/>
          <w:lang w:bidi="fa-IR"/>
        </w:rPr>
        <w:t xml:space="preserve"> بالأخره جرأت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 و نامه نوشتم. آقا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با من تماس گرفت و جزوات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دربار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اسلام برا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فرستاد. به او گفتم که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خواهم مسلمان شوم، امّا او گفت: «صبر کن تا مطمئن شو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.» «برا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مسجد نام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نوشتم و گفتم به خدا اعتقاد دارم و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دانم محمّد رسول و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غمبر</w:t>
      </w:r>
      <w:r w:rsidR="004A11C6">
        <w:rPr>
          <w:rtl/>
          <w:lang w:bidi="fa-IR"/>
        </w:rPr>
        <w:t xml:space="preserve"> خداست. فردا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آن روز، آقا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از مسجد زنگ زد و من پشت تلفن شهادت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گفتم. او گفت: «خدا تمام گناهان تو ر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لحظه بخش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ده</w:t>
      </w:r>
      <w:r w:rsidR="004A11C6">
        <w:rPr>
          <w:rtl/>
          <w:lang w:bidi="fa-IR"/>
        </w:rPr>
        <w:t xml:space="preserve"> و مانند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کودک تازه متولد شده پاک هست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.» اشک شوق و شاد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چشمانم جار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شد. احساس کردم تمام گناهانم از رو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دوشم برداشته شده. آن شب مرتب گر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و خدا را صدا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www.islamfor today.com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12.12.2007</w:t>
      </w:r>
    </w:p>
    <w:p w:rsidR="004A11C6" w:rsidRPr="002A2B26" w:rsidRDefault="002A2B26" w:rsidP="002A2B2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4A11C6" w:rsidRDefault="004A11C6" w:rsidP="002A2B26">
      <w:pPr>
        <w:pStyle w:val="libFootnote0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مائده.</w:t>
      </w:r>
    </w:p>
    <w:p w:rsidR="004A11C6" w:rsidRDefault="002A2B26" w:rsidP="002A2B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512082880"/>
      <w:r w:rsidR="004A11C6">
        <w:rPr>
          <w:rFonts w:hint="eastAsia"/>
          <w:rtl/>
          <w:lang w:bidi="fa-IR"/>
        </w:rPr>
        <w:lastRenderedPageBreak/>
        <w:t>هد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اسلام/ خانم پاتر از استرال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bookmarkEnd w:id="30"/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گرمت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شه؟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مرتب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جواب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بله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هستند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آنها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چشمان هرزه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پوشانم. چند وقت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گفت: «ب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نظرم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رسانه ها از خشونت مسلمانان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با خودم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چرا مسلمانان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ها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دهند؟ به نظر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مثل نماز خواندن،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مزاحم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است.»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تمام شد، گفتم: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خودت قرآن را خوانده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با مسلمانان روبه رو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جز آنچه که رسانه ها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گذاشته اند اطلاعات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و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صادقانه گفت: «نه!» به او گفتم که تصورات غلط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وجود دارد. افراد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رمسلمان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</w:t>
      </w: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متفاوت با آنها هستند. اسلام نه تنها راه درست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بلکه انسان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آخرت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اسلام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نفع خودمان</w:t>
      </w:r>
      <w:r w:rsidR="002A2B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از گناهان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گناهان قدرت درک و فهم انسان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اگر واقعاً زن مسلمان سمبل ظلم و ستمد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پس چرا امروز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خانم ها در غرب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شوند؟ چرا؟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تصورات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افراد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نسبت به ز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مسلمان دارند.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رسانه ها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سودمند است که به ما زنان مسلمان برچسب ستمد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برده را بزنند تا چهر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او گفتم: «غرب چه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من داد!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به من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مجبور شدم در تمام جوانب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مردان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شوم. از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نان آور ساخت،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زن محافظت شود و مورد احترام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به من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طلاق،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بندوبار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مورد خشونت،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سوء استفاده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فرزندانم 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سن بلوغ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رها کنم،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شانه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حق پدر و مادر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نسبت به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غرب به فرزندانم در مدرسه آموزش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آن را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موجه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افتخار نوجوانان امروز شده است. در مقابل: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به روش عقب افتاده ها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حرکت کنم و از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اراده ام در راه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استفاده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چگونه با شرافت و وقار، فروتن و ساده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قانع بودن به آنچه دارم را آموخت.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اموزم</w:t>
      </w:r>
      <w:r>
        <w:rPr>
          <w:rtl/>
          <w:lang w:bidi="fa-IR"/>
        </w:rPr>
        <w:t xml:space="preserve"> و دنبال علم و دانش بروم که سبب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خواهد شد، چون آگاهان بهتر خدا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احترام به پدر و مادر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متعلق به خداست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ها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قسمت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بالاتر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تنها ملاک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تقوا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عزّت نفس آموخت. حجاب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نشان است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مسلمان حجاب دارم.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آموخت.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چگونه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مار،</w:t>
      </w:r>
      <w:r>
        <w:rPr>
          <w:rtl/>
          <w:lang w:bidi="fa-IR"/>
        </w:rPr>
        <w:t xml:space="preserve"> الگو باشم.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کنم و حرفه و استعدادم را در جهت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جامعه به کار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نمونه باشم. اسلام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برد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شوهرم باشم، بلکه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آموزد، چگونه به همسرم احترام بگذارم و به او وفادار باشم.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2A2B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به من آموخت معلم فرزندانم باشم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بتوانند معلمان و رهبران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 باشند.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که اسلام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مرد به ارمغان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انتخاب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آخرت.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غرب به من داد،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توهمّات موقت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فراهم نخواهد کرد.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شدن آسان و ارزان به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اسلام شما را به مبارزه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تا پاک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شمارم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اسلام درست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انتخابم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www.gawaher.com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4.27.2008</w:t>
      </w:r>
    </w:p>
    <w:p w:rsidR="004A11C6" w:rsidRDefault="002A2B26" w:rsidP="002A2B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512082881"/>
      <w:r w:rsidR="004A11C6">
        <w:rPr>
          <w:rFonts w:hint="eastAsia"/>
          <w:rtl/>
          <w:lang w:bidi="fa-IR"/>
        </w:rPr>
        <w:lastRenderedPageBreak/>
        <w:t>مقصد</w:t>
      </w:r>
      <w:r w:rsidR="004A11C6">
        <w:rPr>
          <w:rtl/>
          <w:lang w:bidi="fa-IR"/>
        </w:rPr>
        <w:t xml:space="preserve"> نها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>/ خانم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سندراز از لندن</w:t>
      </w:r>
      <w:bookmarkEnd w:id="31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حدود 4 هفته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 و مسلمان شدم.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مطمئن نبودم که 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بکنم؟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چند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عوض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بعداً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شوم؟ اما حالا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دگرگون شده است.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چطور </w:t>
      </w: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دهم. از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را گفتم قلبم سرشار از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عشق شده است.</w:t>
      </w:r>
    </w:p>
    <w:p w:rsidR="004A11C6" w:rsidRDefault="004A11C6" w:rsidP="002A2B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و مادرم به خدا اعتقاد ندارند و مرا هم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کرده 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بچه بودم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پدرم را خوشحال کنم،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امّا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درونم دنبال گمشده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 و مقصد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انسان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معلوم نبود. در دانشگ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آن زمان به نظرم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مُد افتاده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قرون وسط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زنان است. با دوستم که مسلمان بود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موضوعات و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غرب </w:t>
      </w:r>
      <w:r>
        <w:rPr>
          <w:rFonts w:hint="eastAsia"/>
          <w:rtl/>
          <w:lang w:bidi="fa-IR"/>
        </w:rPr>
        <w:t>مطرح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او تمام سؤالات مرا به طور کامل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نمونه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ها هم از قرآن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2A2B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قاتم</w:t>
      </w:r>
      <w:r>
        <w:rPr>
          <w:rtl/>
          <w:lang w:bidi="fa-IR"/>
        </w:rPr>
        <w:t xml:space="preserve"> را شروع کردم، به مرور زمان تمام سؤالاتم پاسخ داده شد. دربار</w:t>
      </w:r>
      <w:r w:rsidR="002A2B2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چند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آوردم.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 بخواهد زن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همسر اولش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با هر دو زن عادلانه و مثل هم رفتار کند. خوب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بهتر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روش ما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هاست. در غرب ممکن است، مرد هر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خود را طلاق بدهد و او را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چند همسر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و حفاظت از زنان است.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لاتم</w:t>
      </w:r>
      <w:r>
        <w:rPr>
          <w:rtl/>
          <w:lang w:bidi="fa-IR"/>
        </w:rPr>
        <w:t xml:space="preserve"> به اُردن رفتم، آنجا بود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مسلمان شوم. رفتار مردم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واقعاً مرا تکان داد.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لندن برگشتم در کلاس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مُنترال در شمال لندن ثبت نام کردم.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کنم و حجاب داشته باشم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ار سخت بود.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مردم چه فکر خواهند کرد؟ امّا به خودم گفتم: «من قول دادم و تعهد کردم و حجاب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اصول آن است.» حالا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عزّت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حالا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به کجا تعلق دارم.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www.guardian.co.uk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www.nzmuslim.net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6.29.2007</w:t>
      </w:r>
    </w:p>
    <w:p w:rsidR="004A11C6" w:rsidRDefault="002A2B26" w:rsidP="002A2B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512082882"/>
      <w:r w:rsidR="004A11C6">
        <w:rPr>
          <w:rFonts w:hint="eastAsia"/>
          <w:rtl/>
          <w:lang w:bidi="fa-IR"/>
        </w:rPr>
        <w:lastRenderedPageBreak/>
        <w:t>ارمغان</w:t>
      </w:r>
      <w:r w:rsidR="004A11C6">
        <w:rPr>
          <w:rtl/>
          <w:lang w:bidi="fa-IR"/>
        </w:rPr>
        <w:t xml:space="preserve"> حجاب/ خانم کامالاداس، نو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سنده</w:t>
      </w:r>
      <w:r w:rsidR="004A11C6">
        <w:rPr>
          <w:rtl/>
          <w:lang w:bidi="fa-IR"/>
        </w:rPr>
        <w:t xml:space="preserve"> و شاعر</w:t>
      </w:r>
      <w:bookmarkEnd w:id="32"/>
    </w:p>
    <w:p w:rsidR="004A11C6" w:rsidRDefault="004A11C6" w:rsidP="009508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کامالاداس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و شاعر مشهور که چند دکترا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کرده است. با اعلام مسلمان شدنش همه را متعجب کرد. در مصاحبه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مجله 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مز</w:t>
      </w:r>
      <w:r>
        <w:rPr>
          <w:rtl/>
          <w:lang w:bidi="fa-IR"/>
        </w:rPr>
        <w:t xml:space="preserve"> هند از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دفاع کرد و گفت که تنها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حجاب است. خانم داس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«حجاب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ارمغ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فرهنگ غرب به زنان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ندارم.»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مانکن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لخت، به عنوان مجسمه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جلب مشتر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نصب شده بود. چقدر شرم آور است و چرا از جسم زن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 محصولات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ود؟</w:t>
      </w:r>
      <w:r>
        <w:rPr>
          <w:rtl/>
          <w:lang w:bidi="fa-IR"/>
        </w:rPr>
        <w:t xml:space="preserve"> من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 به اندازه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است. من راه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نظم بدهد و دنبال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 که از من محافظت کند.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مصون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بند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باشم. زن با داشتن حجاب احترام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اگر حجاب داشته باشد مورد تمسخر و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آزار زنان روز به 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</w:t>
      </w:r>
      <w:r w:rsidR="0095089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مزاحمت</w:t>
      </w:r>
      <w:r>
        <w:rPr>
          <w:rtl/>
          <w:lang w:bidi="fa-IR"/>
        </w:rPr>
        <w:t xml:space="preserve"> در محل کار کم نشده،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شرفتِ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به شدت وابسته به توافق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آنهاست،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آمار تجاوز هشدار دهنده است،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به آن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دارند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حالا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اصل اسلام به زنان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با </w:t>
      </w: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مرد به طور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کمبود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تنها در جوامع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اصول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گرفته اند. من اطاعت زن از شوهرش را عدم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من کاملاً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امر خدا شده ام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خوشحالم که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را اطاعت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اسلام تنها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عزت و </w:t>
      </w:r>
      <w:r>
        <w:rPr>
          <w:rFonts w:hint="eastAsia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زن را شناخته است.» سه پسر خانم داس به شهر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اند تا از او در مقابل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متعصب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پسران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ما با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مخالف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مادر ماست چه هندو باشد، چه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چه مسلمان، 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او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بود. دکتر تمام </w:t>
      </w:r>
      <w:r>
        <w:rPr>
          <w:rFonts w:hint="eastAsia"/>
          <w:rtl/>
          <w:lang w:bidi="fa-IR"/>
        </w:rPr>
        <w:t>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همه کار را به خدا سپرده ام. او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مواظبم خواهد بود.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نظر من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و محبت است.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اسلام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زور و اجبار گسترش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نکرده است.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اسلام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سبب مسلمان شدن دکتر داس شد، علاق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دو کودک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رشا</w:t>
      </w:r>
      <w:r>
        <w:rPr>
          <w:rtl/>
          <w:lang w:bidi="fa-IR"/>
        </w:rPr>
        <w:t xml:space="preserve"> احمد و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احمد. او متون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قبل از آنکه به آنها آموزش دهد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الان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استاد دانشگاه دارجل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لندن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است. دکتر داس مخالف سوزاندن جسد مردگان است و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بدنم پس از مرگ سوزانده شود و دلم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بازماندگانم اعتقاد به برگشت من پس از مرگ داشته باشند. من عظمت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همه خواهم گفت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پس از مسلمان شد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دست آوردم با آنها قسمت خواهم کرد.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احساس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 آزاد نبودم.»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www.islamicbulletin.org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2.10.2000</w:t>
      </w:r>
    </w:p>
    <w:p w:rsidR="004A11C6" w:rsidRDefault="00950895" w:rsidP="0095089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" w:name="_Toc512082883"/>
      <w:r w:rsidR="004A11C6">
        <w:rPr>
          <w:rFonts w:hint="eastAsia"/>
          <w:rtl/>
          <w:lang w:bidi="fa-IR"/>
        </w:rPr>
        <w:lastRenderedPageBreak/>
        <w:t>پا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</w:t>
      </w:r>
      <w:r w:rsidR="004A11C6">
        <w:rPr>
          <w:rtl/>
          <w:lang w:bidi="fa-IR"/>
        </w:rPr>
        <w:t xml:space="preserve"> روزها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تار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/ خانم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تنام</w:t>
      </w:r>
      <w:bookmarkEnd w:id="33"/>
    </w:p>
    <w:p w:rsidR="004A11C6" w:rsidRDefault="004A11C6" w:rsidP="009508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اَشهَدُ</w:t>
      </w:r>
      <w:r>
        <w:rPr>
          <w:rtl/>
          <w:lang w:bidi="fa-IR"/>
        </w:rPr>
        <w:t xml:space="preserve"> اَن لا اِلهَ اِلَّا الله ُ و اَشهَدُ اَنَّ مُحَمَّدً رَسولُ اللهِ «شهادت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محمد رسول خداست.»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تمام وجودم در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بلژ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سن 26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زبان آوردم. من در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متولد شدم و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مقطع فوق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سانس</w:t>
      </w:r>
      <w:r>
        <w:rPr>
          <w:rtl/>
          <w:lang w:bidi="fa-IR"/>
        </w:rPr>
        <w:t xml:space="preserve"> رشت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منابع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بلژ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رفتم.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بودم خدا را درست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همکلاس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بلژ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بودند. چند تا از همکلاس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مسلمانم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امّا 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در مقابل،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 هم بودم. با خودم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سطح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بالا چرا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باور دارند؟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مسلمانم را از پشت سر در حال رکوع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فکر کردم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 کرده و در حال جست وجو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مسلمانان جها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حدود 1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و 300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پنجم مردم جهان مسلمان هستند از حالت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نسبت به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کنجکاو شدم تا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متوجه</w:t>
      </w:r>
      <w:r w:rsidR="0095089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شدم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وضوح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داده و راجع به جهان آخرت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مرگ مطالب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کنجکاو شدم. متوجه شدم در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مرکز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دارد. جست وجو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باعث شد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مصمم شوم و با علاق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هدفم را دنبال کنم. هرچه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اسلام علاقه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بارها از خودم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هست؟! چطور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(او را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را با چشم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>! و با وجود تجه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زات مدرن ما </w:t>
      </w:r>
      <w:r>
        <w:rPr>
          <w:rtl/>
          <w:lang w:bidi="fa-IR"/>
        </w:rPr>
        <w:lastRenderedPageBreak/>
        <w:t>هنوز قادر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شب و روز دربا</w:t>
      </w:r>
      <w:r w:rsidR="00950895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ها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بعدها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اگر چه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مخلوقات و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نظم و انضباط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وجود خدا را در قلبمان حس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مد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دوستان مسلمانم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قلب به من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پس از خواندن ترجم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قرآن به زبان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طور کامل به خدا اعتقاد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من معتقدم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 بعد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گرفتم</w:t>
      </w:r>
      <w:r>
        <w:rPr>
          <w:rtl/>
          <w:lang w:bidi="fa-IR"/>
        </w:rPr>
        <w:t xml:space="preserve"> و بدون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شدم.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شدم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اسلام مرا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سمت نور آورد. احساس آرامش، شرافت و عزّت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قبل از مسلمان شدنم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ها در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غم و غصّه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بدون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و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به نفعم نبود،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به خوب و بد کار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امّا حالا واقعاً عوض شدم.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خدا در کنارم هست،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و به افکارم آگاه است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مردم جهان به خصوص مردم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راه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درک کنند و مسلمان شوند.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www.convertstoislam.com</w:t>
      </w:r>
    </w:p>
    <w:p w:rsidR="004A11C6" w:rsidRDefault="00950895" w:rsidP="0095089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512082884"/>
      <w:r w:rsidR="004A11C6">
        <w:rPr>
          <w:rFonts w:hint="eastAsia"/>
          <w:rtl/>
          <w:lang w:bidi="fa-IR"/>
        </w:rPr>
        <w:lastRenderedPageBreak/>
        <w:t>هو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گمشده/ خانم کر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</w:t>
      </w:r>
      <w:bookmarkEnd w:id="34"/>
    </w:p>
    <w:p w:rsidR="004A11C6" w:rsidRDefault="004A11C6" w:rsidP="009508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5 سال قبل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مسلمان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است تمام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باعث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اسلام شد را خلاصه کنم، چون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3 سال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ها، هم سخت بود و هم لذّت بخش. افکارم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وجود خودم و جهان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عوض شد.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رد. کم کم مطالعاتم مرا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 که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گفتم. من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بودم، البته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اصول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خدا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مردم کشور 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با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نداشتم،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دانشگاه رفتم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فراهم شد تا با مسلمانان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شوم. به دانشگاه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در آنجا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موفق بودم.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مسلمانان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بود.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سالخورده و استاد راهنما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شغ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اما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شعف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آموزش به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با خودم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من هم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سن او برسم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95089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آرامش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آرامش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و استحکام در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شان مرا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چون در وجودم کمبود آرامش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کمبود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قرار شد با دوست برادرم که مسلمان بود ازدواج کنم. او اصرار داشت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</w:t>
      </w:r>
      <w:r>
        <w:rPr>
          <w:rFonts w:hint="eastAsia"/>
          <w:rtl/>
          <w:lang w:bidi="fa-IR"/>
        </w:rPr>
        <w:t>لمان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شوند. از آن زمان مطالعاتم را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به طور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کردم، البته قصد مسلمان شدن نداشتم.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در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از آنجا که من فم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 w:rsidRPr="00950895">
        <w:rPr>
          <w:rStyle w:val="libFootnotenumChar"/>
          <w:rtl/>
        </w:rPr>
        <w:t>(1)</w:t>
      </w:r>
      <w:r>
        <w:rPr>
          <w:rtl/>
          <w:lang w:bidi="fa-IR"/>
        </w:rPr>
        <w:t xml:space="preserve"> بودم،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مورد اسلام را با مطالعه دربار</w:t>
      </w:r>
      <w:r w:rsidR="0095089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زنان شروع کردم. </w:t>
      </w:r>
      <w:r>
        <w:rPr>
          <w:rtl/>
          <w:lang w:bidi="fa-IR"/>
        </w:rPr>
        <w:lastRenderedPageBreak/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واحد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دانشگاه، در درس مطالعات زنان خوانده بودم که خانم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حق ندارند بدون اجازه شوهر منزل را ترک کنند و مجبور هستند سر خود را بپوشانند. البته آن زمان به حجاب به عنوان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ظالمانه که مردها آن را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کرده اند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قاتم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دست آوردم مرا متعجب کرد. اسلام به زنان در قرن ششم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که ما تازه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کشور مدرن به دست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زن در اسلام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ثروت و نام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پس از ازدواج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حق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حق طلاق دارد، امّا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وجود داشت، چرا اسلام چند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اجازه داده است؟ متوجه شدم تنها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اجازه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بتواند عدالت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و عادلانه رفتار کند و ده ها شرط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وجود 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است، چون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دور ه ها تعداد زنان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مردان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به طور مث</w:t>
      </w:r>
      <w:r>
        <w:rPr>
          <w:rFonts w:hint="eastAsia"/>
          <w:rtl/>
          <w:lang w:bidi="fa-IR"/>
        </w:rPr>
        <w:t>ال،</w:t>
      </w:r>
      <w:r>
        <w:rPr>
          <w:rtl/>
          <w:lang w:bidi="fa-IR"/>
        </w:rPr>
        <w:t xml:space="preserve"> در زمان جنگ زنان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سرپرست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مرد را 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دارد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حقوق او توجه کامل داشته باشد. پس از فارغ التحص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شدنم وقت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داشتم. هر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معقول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تا</w:t>
      </w:r>
    </w:p>
    <w:p w:rsidR="004A11C6" w:rsidRPr="00950895" w:rsidRDefault="00950895" w:rsidP="009508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4A11C6" w:rsidRDefault="004A11C6" w:rsidP="00950895">
      <w:pPr>
        <w:pStyle w:val="libFootnote0"/>
        <w:rPr>
          <w:rtl/>
          <w:lang w:bidi="fa-IR"/>
        </w:rPr>
      </w:pPr>
      <w:r>
        <w:rPr>
          <w:rtl/>
          <w:lang w:bidi="fa-IR"/>
        </w:rPr>
        <w:t>1- فم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در اول قرن 19 جنبش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عنوان فم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در اعتراض به مرد سالار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 بر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حقوق بشر فرانسه به وجود آمد.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آشکار به حقوق زنان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در نظر نگرفته بود.</w:t>
      </w:r>
    </w:p>
    <w:p w:rsidR="004A11C6" w:rsidRDefault="00950895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نجا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را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تک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گاه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و هنوز ترد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داشتم.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مگر دلا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</w:t>
      </w:r>
      <w:r w:rsidR="004A11C6">
        <w:rPr>
          <w:rtl/>
          <w:lang w:bidi="fa-IR"/>
        </w:rPr>
        <w:t xml:space="preserve"> مذهب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</w:t>
      </w:r>
      <w:r w:rsidR="004A11C6">
        <w:rPr>
          <w:rtl/>
          <w:lang w:bidi="fa-IR"/>
        </w:rPr>
        <w:t xml:space="preserve"> که سبب جنگ و ظلم و ستم در جهان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شود؟</w:t>
      </w:r>
    </w:p>
    <w:p w:rsidR="004A11C6" w:rsidRDefault="004A11C6" w:rsidP="00527A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لحظه امکان داشت مطالعاتم را کنار بگذارم و به جمع دوستان و فم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ها و آغوش گرم خانواده ام بر گردم.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نگران بودم که آنها چه خواهند گفت و چه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خودم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مورد قضاوت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مطالعه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از علاقه گذشت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بود، 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هو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خودم. آن زمان مقاله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متوجه شدم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برخلاف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مطلب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خانواده و دوستانم و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کنم. تنها و با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مطالعاتم ادامه دادم.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زن در اسلام قانع شدم، مطالعه در مورد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قرآن را شروع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حضرت محمّد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سؤال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پاسخ داده شد.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رهبر منحصرب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فرد بود. صداقت، محبت و مهربان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ذکاوت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نسبت به زمان حال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استقامت در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تواضع زبانزد همگان بود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حد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جامعه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کم کم در قر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 شدم و از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بشر قادر است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اورد؟</w:t>
      </w:r>
      <w:r>
        <w:rPr>
          <w:rtl/>
          <w:lang w:bidi="fa-IR"/>
        </w:rPr>
        <w:t xml:space="preserve"> تازه، قسمت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قرآن وجود دارد که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را مورد خطاب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ها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امّا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مرا مورد خطاب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با من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 که دچار ناآرام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بودم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روبه رو شدم.</w:t>
      </w:r>
      <w:r w:rsidR="00527AA8" w:rsidRPr="00527AA8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Pr="00527AA8">
        <w:rPr>
          <w:rStyle w:val="libAieChar"/>
          <w:rtl/>
        </w:rPr>
        <w:t>لا</w:t>
      </w:r>
      <w:r w:rsidRPr="00527AA8">
        <w:rPr>
          <w:rStyle w:val="libAieChar"/>
          <w:rFonts w:hint="cs"/>
          <w:rtl/>
        </w:rPr>
        <w:t>ی</w:t>
      </w:r>
      <w:r w:rsidRPr="00527AA8">
        <w:rPr>
          <w:rStyle w:val="libAieChar"/>
          <w:rFonts w:hint="eastAsia"/>
          <w:rtl/>
        </w:rPr>
        <w:t>کلِّفُ</w:t>
      </w:r>
      <w:r w:rsidRPr="00527AA8">
        <w:rPr>
          <w:rStyle w:val="libAieChar"/>
          <w:rtl/>
        </w:rPr>
        <w:t xml:space="preserve"> اللهُ نَفساً الا وُسعَها</w:t>
      </w:r>
      <w:r>
        <w:rPr>
          <w:rtl/>
          <w:lang w:bidi="fa-IR"/>
        </w:rPr>
        <w:t>.</w:t>
      </w:r>
      <w:r w:rsidR="00527AA8" w:rsidRPr="00527AA8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527AA8">
        <w:rPr>
          <w:rStyle w:val="libFootnotenumChar"/>
          <w:rtl/>
        </w:rPr>
        <w:t xml:space="preserve">(1) </w:t>
      </w:r>
      <w:r>
        <w:rPr>
          <w:rtl/>
          <w:lang w:bidi="fa-IR"/>
        </w:rPr>
        <w:t>«خداوند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جز به اندازه توانش فرمان ندهد.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اگر چه آن موقع به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</w:p>
    <w:p w:rsidR="004A11C6" w:rsidRPr="00527AA8" w:rsidRDefault="00527AA8" w:rsidP="00527AA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4A11C6" w:rsidRDefault="004A11C6" w:rsidP="00527AA8">
      <w:pPr>
        <w:pStyle w:val="libFootnote0"/>
        <w:rPr>
          <w:rtl/>
          <w:lang w:bidi="fa-IR"/>
        </w:rPr>
      </w:pPr>
      <w:r>
        <w:rPr>
          <w:rtl/>
          <w:lang w:bidi="fa-IR"/>
        </w:rPr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286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بقره.</w:t>
      </w:r>
    </w:p>
    <w:p w:rsidR="004A11C6" w:rsidRDefault="00527AA8" w:rsidP="00527AA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نداشتم،</w:t>
      </w:r>
      <w:r w:rsidR="004A11C6">
        <w:rPr>
          <w:rtl/>
          <w:lang w:bidi="fa-IR"/>
        </w:rPr>
        <w:t xml:space="preserve"> امّا وقت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را خواندم انگار بار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دوشم برداشته شد. وقت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اسلام مطالعه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ترس و وحشت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داشتم.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اگر مسلمان شوم،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خانواده ام باز هم با من مهربان خواهند بود؟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پس از مسلمان شدنم باز هم روشنفکر خواهم بود؟! فکر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اومان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سم</w:t>
      </w:r>
      <w:r w:rsidR="004A11C6">
        <w:rPr>
          <w:rtl/>
          <w:lang w:bidi="fa-IR"/>
        </w:rPr>
        <w:t xml:space="preserve"> (انسان گرا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>) دن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،</w:t>
      </w:r>
      <w:r w:rsidR="004A11C6">
        <w:rPr>
          <w:rtl/>
          <w:lang w:bidi="fa-IR"/>
        </w:rPr>
        <w:t xml:space="preserve"> روشنفکرانه تر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نگرش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است و کاملاً تحت تأث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دئولوژ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بودم. بالأخره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به عقل خود اعتماد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و تصم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گرفتم و نبا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تحت تأث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دوستان به ظاهر روشنفکر م قرار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گرفتم.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مدت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شتر</w:t>
      </w:r>
      <w:r w:rsidR="004A11C6">
        <w:rPr>
          <w:rtl/>
          <w:lang w:bidi="fa-IR"/>
        </w:rPr>
        <w:t xml:space="preserve"> به خودم اطم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نان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کرده بودم. دو سال و 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خواندن قرآن را تمام کردم. واقعاً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نکه</w:t>
      </w:r>
      <w:r w:rsidR="004A11C6">
        <w:rPr>
          <w:rtl/>
          <w:lang w:bidi="fa-IR"/>
        </w:rPr>
        <w:t xml:space="preserve"> اسلام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گفت زن و مرد با هم متفاوت هستند امّا با هم مساو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هستند لذّت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بردم. اسلام نه تنها به زن و مرد، بلکه به تمام نژاد ها و طبقات اجتماع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چشم نگاه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کند. به تصم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مم</w:t>
      </w:r>
      <w:r w:rsidR="004A11C6">
        <w:rPr>
          <w:rtl/>
          <w:lang w:bidi="fa-IR"/>
        </w:rPr>
        <w:t xml:space="preserve"> اعتماد پ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دا کرده بودم تا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نکه</w:t>
      </w:r>
      <w:r w:rsidR="004A11C6">
        <w:rPr>
          <w:rtl/>
          <w:lang w:bidi="fa-IR"/>
        </w:rPr>
        <w:t xml:space="preserve"> به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سؤال نها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و اساس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دم؛</w:t>
      </w:r>
      <w:r w:rsidR="004A11C6">
        <w:rPr>
          <w:rtl/>
          <w:lang w:bidi="fa-IR"/>
        </w:rPr>
        <w:t xml:space="preserve"> آ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به خدا اعتقاد دارم؟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پا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و اساس مسلمان شدن است. دو بار تصم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گرفتم شهادت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امّا پش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مان</w:t>
      </w:r>
      <w:r w:rsidR="004A11C6">
        <w:rPr>
          <w:rtl/>
          <w:lang w:bidi="fa-IR"/>
        </w:rPr>
        <w:t xml:space="preserve"> شدم.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روز بعداز ظهر به سجده افتادم و از خدا درخواست هدا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کردم. در آن حالت احساس آرامش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کردم امّ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وقت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ستادم</w:t>
      </w:r>
      <w:r w:rsidR="004A11C6">
        <w:rPr>
          <w:rtl/>
          <w:lang w:bidi="fa-IR"/>
        </w:rPr>
        <w:t xml:space="preserve"> ذهنم آماده نبود شهادت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>. روزها به سرعت سپر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شد. متوجه شدم که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بدون شهادت به وجود خدا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دن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بروم.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شواهد وجود زندگ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غمبر</w:t>
      </w:r>
      <w:r w:rsidR="004A11C6">
        <w:rPr>
          <w:rtl/>
          <w:lang w:bidi="fa-IR"/>
        </w:rPr>
        <w:t xml:space="preserve"> و قرآن محکم تر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است که بتوان آن را انکار کرد. آن لحظه واقعاً آمادگ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قلب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 که مسلمان شوم. در اسلام واقع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را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کردم،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طور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م،</w:t>
      </w:r>
      <w:r w:rsidR="004A11C6">
        <w:rPr>
          <w:rtl/>
          <w:lang w:bidi="fa-IR"/>
        </w:rPr>
        <w:t xml:space="preserve"> با واقع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ت</w:t>
      </w:r>
      <w:r w:rsidR="004A11C6">
        <w:rPr>
          <w:rtl/>
          <w:lang w:bidi="fa-IR"/>
        </w:rPr>
        <w:t xml:space="preserve"> اعتماد به نفس و آزاد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فکر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معنا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کند. چند روز پس از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نکه</w:t>
      </w:r>
      <w:r w:rsidR="004A11C6">
        <w:rPr>
          <w:rtl/>
          <w:lang w:bidi="fa-IR"/>
        </w:rPr>
        <w:t xml:space="preserve"> مسلمان شدم در مجله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نوشتم، بالأخره در اسلام </w:t>
      </w:r>
      <w:r w:rsidR="004A11C6">
        <w:rPr>
          <w:rtl/>
          <w:lang w:bidi="fa-IR"/>
        </w:rPr>
        <w:lastRenderedPageBreak/>
        <w:t>صحت افکار و الهامات درون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ام را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کردم. با پذ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رش</w:t>
      </w:r>
      <w:r w:rsidR="004A11C6">
        <w:rPr>
          <w:rtl/>
          <w:lang w:bidi="fa-IR"/>
        </w:rPr>
        <w:t xml:space="preserve"> حق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>قت خدا، آزاد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فکر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و روح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www.islamweb.net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4.10.2000</w:t>
      </w:r>
    </w:p>
    <w:p w:rsidR="004A11C6" w:rsidRDefault="00527AA8" w:rsidP="00527AA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512082885"/>
      <w:r w:rsidR="004A11C6">
        <w:rPr>
          <w:rFonts w:hint="eastAsia"/>
          <w:rtl/>
          <w:lang w:bidi="fa-IR"/>
        </w:rPr>
        <w:lastRenderedPageBreak/>
        <w:t>راهنما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نادان/ خانم ار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35"/>
    </w:p>
    <w:p w:rsidR="004A11C6" w:rsidRDefault="004A11C6" w:rsidP="00527A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من 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است و 27 ساله ام و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از فرقه پروتستان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در حدود 3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که به دعوت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پروتستان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البته خانواده 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مذهب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هستند و از آنها نکات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</w:t>
      </w:r>
      <w:r>
        <w:rPr>
          <w:rFonts w:hint="eastAsia"/>
          <w:rtl/>
          <w:lang w:bidi="fa-IR"/>
        </w:rPr>
        <w:t>فتم</w:t>
      </w:r>
      <w:r>
        <w:rPr>
          <w:rtl/>
          <w:lang w:bidi="fa-IR"/>
        </w:rPr>
        <w:t>. کتاب مقدس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اما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آن را درک کنم.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جلسات، پدر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«مسلمانان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متنفر هستند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نام 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پرستند.»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متوجه شدم مسلمانان مثل ما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 دارند و معتقدند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کلمه (الله) لغت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خداست. با خود فکر کردم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پدر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اطلاعات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اصول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ندارد، پس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هم ندارد.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به مطالعاتم راجع به اسلام ادامه دادم و در کلاس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شرکت کردم،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چند مبلّغ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اسلام سؤال کردم، امّا آنها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اسلام نداشتند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دربار</w:t>
      </w:r>
      <w:r w:rsidR="00527AA8">
        <w:rPr>
          <w:rFonts w:hint="cs"/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راجع به نسخ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مقدس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چون مسائل متناقض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بودم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کلام خدا باشد.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پروتستان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کا</w:t>
      </w: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را ملامت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امّا اعمالشان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هم است.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با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خوانند، مانند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نوشند،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فکر کردم پس چه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وجود دارد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هم است.</w:t>
      </w:r>
    </w:p>
    <w:p w:rsidR="004A11C6" w:rsidRDefault="004A11C6" w:rsidP="00527A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بجز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مطالعه کرده ام امّا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قاتم</w:t>
      </w:r>
      <w:r>
        <w:rPr>
          <w:rtl/>
          <w:lang w:bidi="fa-IR"/>
        </w:rPr>
        <w:t xml:space="preserve"> درمورد اسلام بود.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مطالعه کردم نقاط ضعف و قوت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داشتند؛ مثلاً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طرفدار صلح است امّا به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متفاوت اعتقاد دارد.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ابتدا حجاب بهانه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اسلام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زنان در تمام جهان چه به عنوان مادر، چه همسر، چه دختر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عوامل مؤثر 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مم</w:t>
      </w:r>
      <w:r>
        <w:rPr>
          <w:rtl/>
          <w:lang w:bidi="fa-IR"/>
        </w:rPr>
        <w:t xml:space="preserve"> بود. از زنان به منظور اهداف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فروش کالاها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شوهر به زن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مادر فرزندان خود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جوانان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قائل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زن به شوهر احترام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 طلاق، خودکش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کودک آزار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خشونت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ده ها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تمام آنها به خاطر عدم ترس از خدا سرچشمه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آنها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ندارند. به پاداش در بهشت و عذاب در جهنم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اعتقاد ندارند.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آنها اعتقاد ندارند، چون خدا ندارند.</w:t>
      </w:r>
    </w:p>
    <w:p w:rsidR="004A11C6" w:rsidRDefault="004A11C6" w:rsidP="00527A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اسلام، سعادت، پرستش خدا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احساس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بهتر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بود.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عدالت، عشق، صلح و صفا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خداست. اسلام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توان درک بهتر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اطرافم 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اسلام به من روش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داد. اسلام کامل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به خدا،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نعمت ها، رحمت ها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آخرت.</w:t>
      </w:r>
      <w:r w:rsidR="00527AA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آن 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راه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اسلام به من اعتقاد و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پروردگار را داد و از همه مهم تر مرا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هدف </w:t>
      </w:r>
      <w:r>
        <w:rPr>
          <w:rtl/>
          <w:lang w:bidi="fa-IR"/>
        </w:rPr>
        <w:lastRenderedPageBreak/>
        <w:t>خلقت را بفهمم.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و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مطالعه کرد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خدا خواست تا بتوان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 گذاشت و با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منطق، نقاط مثبت و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سبک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 در شک،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افراد عالم سؤال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حداقل اسلام را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خود را کنار نگذار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خدا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را شامل حالتان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www.islamweb.net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4.03.2003</w:t>
      </w:r>
    </w:p>
    <w:p w:rsidR="004A11C6" w:rsidRDefault="00527AA8" w:rsidP="00527AA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512082886"/>
      <w:r w:rsidR="004A11C6">
        <w:rPr>
          <w:rFonts w:hint="eastAsia"/>
          <w:rtl/>
          <w:lang w:bidi="fa-IR"/>
        </w:rPr>
        <w:lastRenderedPageBreak/>
        <w:t>راه</w:t>
      </w:r>
      <w:r w:rsidR="004A11C6">
        <w:rPr>
          <w:rtl/>
          <w:lang w:bidi="fa-IR"/>
        </w:rPr>
        <w:t xml:space="preserve"> از کدام طرف است؟/ دختر 14 سال</w:t>
      </w:r>
      <w:r w:rsidR="004A11C6">
        <w:rPr>
          <w:rFonts w:hint="cs"/>
          <w:rtl/>
          <w:lang w:bidi="fa-IR"/>
        </w:rPr>
        <w:t>ۀ</w:t>
      </w:r>
      <w:r w:rsidR="004A11C6">
        <w:rPr>
          <w:rtl/>
          <w:lang w:bidi="fa-IR"/>
        </w:rPr>
        <w:t xml:space="preserve">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r w:rsidR="004A11C6">
        <w:rPr>
          <w:rFonts w:hint="cs"/>
          <w:rtl/>
          <w:lang w:bidi="fa-IR"/>
        </w:rPr>
        <w:t>یی</w:t>
      </w:r>
      <w:bookmarkEnd w:id="36"/>
    </w:p>
    <w:p w:rsidR="004A11C6" w:rsidRDefault="004A11C6" w:rsidP="00527A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سه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بود. آن زمان 11 سالم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آوردم. از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در مورد خدا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کنجکاو بودم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بدانم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اعتقاد دارند، مطالعه دربار</w:t>
      </w:r>
      <w:r w:rsidR="00527AA8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 xml:space="preserve">اسلام را شروع کردم.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مذهب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بزرگ شده بودم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خدا در سن 11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دوستانم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چرا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خدا علاقه دارم،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خودم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انتخاب کنم. تا آن موقع هنوز قرآن نخوانده بودم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مورد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مسلمان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کردم و آنها را با زنان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امروزه در جهان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به زنان مسلمان ستم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زنان مسلمان آزادتر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زنان در غرب ستم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از آنها </w:t>
      </w: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به عنوان سمبل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فقط ابزار فروش کالا هستند. هنوز به خانواده ام نگفته ام که مسلمان شده ام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عکس العمل آنها بعد از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آن قدر در دل</w:t>
      </w:r>
      <w:r w:rsidR="00527AA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جا باز کرده که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درست خود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گردم. از احساس تعهد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مسلمانان نسبت به اسلام دارند لذّت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دارم من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نسبت به اسلام به دست آورم. خدا به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حد توان خود، او را اطاعت کنند آرامش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به بندگانش توا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تا راه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 مسلمانان انسان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مهربان و دلسوزند و به کمک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علاقه ام به اسلام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کرد. اسلام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راه درست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سرعت در جهان </w:t>
      </w:r>
      <w:r>
        <w:rPr>
          <w:rtl/>
          <w:lang w:bidi="fa-IR"/>
        </w:rPr>
        <w:lastRenderedPageBreak/>
        <w:t xml:space="preserve">رو به </w:t>
      </w:r>
      <w:r>
        <w:rPr>
          <w:rFonts w:hint="eastAsia"/>
          <w:rtl/>
          <w:lang w:bidi="fa-IR"/>
        </w:rPr>
        <w:t>گسترش</w:t>
      </w:r>
      <w:r>
        <w:rPr>
          <w:rtl/>
          <w:lang w:bidi="fa-IR"/>
        </w:rPr>
        <w:t xml:space="preserve"> است. تنها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لش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وجود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لمس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اطاعت از خدا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آرزو داشتم رهبر شوم و کمک کنم تا دوباره صلح و آرامش در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جهان برقرار شود. پارسال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را در مدرس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کردم که خوشبختانه دانش آموزان مسلمان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پس از رفتن به آن مدرسه،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جالب بود که آنها چطور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چون از پدر و مادرم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مسلمانان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طلب و وحش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</w:t>
      </w:r>
      <w:r>
        <w:rPr>
          <w:rFonts w:hint="eastAsia"/>
          <w:rtl/>
          <w:lang w:bidi="fa-IR"/>
        </w:rPr>
        <w:t>تند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آنها انتظار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من و هم پدر و مادرم در اشتباه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برعکس، آنها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مهربان و دلسوز بودند و من از همان اول با آنان دوست شدم.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دربار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جالب بود که چقدر اسلام را دوس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دارند. از آن موقع شروع به خواندن قرآن کردم 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راجع به اسلام به دست آوردم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گرفتم و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 و مسلمان شدم.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www.english.islamway.com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5.20.2008</w:t>
      </w:r>
    </w:p>
    <w:p w:rsidR="004A11C6" w:rsidRDefault="00527AA8" w:rsidP="00527AA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512082887"/>
      <w:r w:rsidR="004A11C6">
        <w:rPr>
          <w:rFonts w:hint="eastAsia"/>
          <w:rtl/>
          <w:lang w:bidi="fa-IR"/>
        </w:rPr>
        <w:lastRenderedPageBreak/>
        <w:t>من</w:t>
      </w:r>
      <w:r w:rsidR="004A11C6">
        <w:rPr>
          <w:rtl/>
          <w:lang w:bidi="fa-IR"/>
        </w:rPr>
        <w:t xml:space="preserve"> آزاد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خواهم/ خانم لورا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از انگلستان</w:t>
      </w:r>
      <w:bookmarkEnd w:id="37"/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حجاب</w:t>
      </w:r>
      <w:r>
        <w:rPr>
          <w:rtl/>
          <w:lang w:bidi="fa-IR"/>
        </w:rPr>
        <w:t xml:space="preserve"> از شرفم و عزّتم محافظت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حجاب 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را از ارتکاب به گناه و افکار بد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حجاب،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 را در سفر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بدون حجاب سدها شکسته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مردم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مرتکب گناه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امروزه در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وضوح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اسلام مقام زن را به اوج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اسلام به زنان حقوق 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مردم هستند که با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سوء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مقام زن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 زنان در کشور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آزاد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بلکه ظلم به زنان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کشور ها کاملاً واضح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 در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پوسترها، اجناس مختلف را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کند؟!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چاق بودن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نداشتن چهر</w:t>
      </w:r>
      <w:r w:rsidR="00527AA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احساس حقارت کند؟! اگر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کشورها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پس چرا م</w:t>
      </w:r>
      <w:r>
        <w:rPr>
          <w:rFonts w:hint="eastAsia"/>
          <w:rtl/>
          <w:lang w:bidi="fa-IR"/>
        </w:rPr>
        <w:t>ردم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حجاب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 چرا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تعجب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است؟ نداشتن 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آموختن اسلام و عمل به آن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527AA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مورد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پس از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اسلام،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مورد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طهارت ائمه در قرآن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مورد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527AA8" w:rsidRPr="00527AA8">
        <w:rPr>
          <w:rFonts w:ascii="Traditional Arabic" w:eastAsiaTheme="minorHAnsi" w:hAnsi="Traditional Arabic" w:cs="Traditional Arabic"/>
          <w:rtl/>
        </w:rPr>
        <w:t xml:space="preserve"> </w:t>
      </w:r>
      <w:r w:rsidR="00527AA8" w:rsidRPr="00527AA8">
        <w:rPr>
          <w:rStyle w:val="libAlaemChar"/>
          <w:rFonts w:eastAsiaTheme="minorHAnsi"/>
          <w:rtl/>
        </w:rPr>
        <w:t>عليه‌السلام</w:t>
      </w:r>
      <w:r w:rsidR="00527AA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و خالص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افراد خطاکار (گناهکار) درخواست کمک و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را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خود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افراد گناهکار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C46E35" w:rsidRPr="00C46E35">
        <w:rPr>
          <w:rFonts w:ascii="Traditional Arabic" w:eastAsiaTheme="minorHAnsi" w:hAnsi="Traditional Arabic" w:cs="Traditional Arabic"/>
          <w:rtl/>
        </w:rPr>
        <w:t xml:space="preserve"> </w:t>
      </w:r>
      <w:r w:rsidR="00C46E35" w:rsidRPr="00C46E35">
        <w:rPr>
          <w:rStyle w:val="libAlaemChar"/>
          <w:rFonts w:eastAsiaTheme="minorHAnsi"/>
          <w:rtl/>
        </w:rPr>
        <w:t>عليه‌السلام</w:t>
      </w:r>
      <w:r w:rsidR="00C46E3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از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اسلام به ما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ه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پوچ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 هستند و تنها دلخوش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ما،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پروردگار است. دوستان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آن دو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قم و مشهد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ارزششان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کلّ جهان است. از شما خواهش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ما را در دعاها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www.convertstoislam.com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08.11.2002</w:t>
      </w:r>
    </w:p>
    <w:p w:rsidR="004A11C6" w:rsidRDefault="00C46E35" w:rsidP="00C46E3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12082888"/>
      <w:r w:rsidR="004A11C6">
        <w:rPr>
          <w:rFonts w:hint="eastAsia"/>
          <w:rtl/>
          <w:lang w:bidi="fa-IR"/>
        </w:rPr>
        <w:lastRenderedPageBreak/>
        <w:t>مصاحبه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با دختر هند</w:t>
      </w:r>
      <w:r w:rsidR="004A11C6">
        <w:rPr>
          <w:rFonts w:hint="cs"/>
          <w:rtl/>
          <w:lang w:bidi="fa-IR"/>
        </w:rPr>
        <w:t>ی</w:t>
      </w:r>
      <w:bookmarkEnd w:id="38"/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مسلمان شدن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متعصب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حزب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سنا </w:t>
      </w:r>
      <w:r w:rsidRPr="00C46E35">
        <w:rPr>
          <w:rStyle w:val="libFootnotenumChar"/>
          <w:rtl/>
        </w:rPr>
        <w:t>(1)</w:t>
      </w:r>
      <w:r>
        <w:rPr>
          <w:rtl/>
          <w:lang w:bidi="fa-IR"/>
        </w:rPr>
        <w:t xml:space="preserve"> بزرگ شد و با مشکلات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شده است.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حزب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-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لطفاً خودتان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>: اسم من 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پونام است، البته قبل از مسلمان شدنم.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شدم اسم نور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انتخاب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شما کجا متولد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 سالتان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من در شهر مومبا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شدم و 30 ساله هستم. اما خودم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5 ساله در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چون اطلاعاتم دربار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به انداز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5 ساله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لاتتان</w:t>
      </w:r>
      <w:r>
        <w:rPr>
          <w:rtl/>
          <w:lang w:bidi="fa-IR"/>
        </w:rPr>
        <w:t xml:space="preserve"> چقدر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: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مدرس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بزرگ در مومبا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خواندم که فقط بچه ها</w:t>
      </w:r>
      <w:r>
        <w:rPr>
          <w:rFonts w:hint="cs"/>
          <w:rtl/>
          <w:lang w:bidi="fa-IR"/>
        </w:rPr>
        <w:t>ی</w:t>
      </w:r>
    </w:p>
    <w:p w:rsidR="004A11C6" w:rsidRPr="00C46E35" w:rsidRDefault="00C46E35" w:rsidP="00C46E3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11C6" w:rsidRDefault="004A11C6" w:rsidP="00C46E35">
      <w:pPr>
        <w:pStyle w:val="libFootnote0"/>
        <w:rPr>
          <w:rtl/>
          <w:lang w:bidi="fa-IR"/>
        </w:rPr>
      </w:pPr>
      <w:r>
        <w:rPr>
          <w:rtl/>
          <w:lang w:bidi="fa-IR"/>
        </w:rPr>
        <w:t>1- .</w:t>
      </w:r>
      <w:r>
        <w:rPr>
          <w:lang w:bidi="fa-IR"/>
        </w:rPr>
        <w:t>Shiv Sena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حزب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_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هند است که در سال 1966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است.</w:t>
      </w:r>
    </w:p>
    <w:p w:rsidR="004A11C6" w:rsidRDefault="00C46E35" w:rsidP="00C46E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خانواده</w:t>
      </w:r>
      <w:r w:rsidR="004A11C6">
        <w:rPr>
          <w:rtl/>
          <w:lang w:bidi="fa-IR"/>
        </w:rPr>
        <w:t xml:space="preserve">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پولدار و اشراف زاده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توانستند آنجا درس بخوانند. بعد از مدرسه به دانشگاه کمبر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ج</w:t>
      </w:r>
      <w:r w:rsidR="004A11C6">
        <w:rPr>
          <w:rtl/>
          <w:lang w:bidi="fa-IR"/>
        </w:rPr>
        <w:t xml:space="preserve"> رفتم و مدرک کارشناس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ارشد در رشت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کامپ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وتر</w:t>
      </w:r>
      <w:r w:rsidR="004A11C6">
        <w:rPr>
          <w:rtl/>
          <w:lang w:bidi="fa-IR"/>
        </w:rPr>
        <w:t xml:space="preserve"> را از آن دانشگاه گرفتم.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کجا ازدواج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 فرزند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در مومبا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کردم، اما بعد از ازدواجم به همراه همسرم به 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دو تا پسر دارم.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چطور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«خدا خواستار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 کس باشد، دلش را به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.» </w:t>
      </w:r>
      <w:r w:rsidRPr="00C46E35">
        <w:rPr>
          <w:rStyle w:val="libFootnotenumChar"/>
          <w:rtl/>
        </w:rPr>
        <w:t>(1)</w:t>
      </w:r>
      <w:r>
        <w:rPr>
          <w:rtl/>
          <w:lang w:bidi="fa-IR"/>
        </w:rPr>
        <w:t xml:space="preserve"> خدا را به خاطر تمام نعمت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به من توجه کرد.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آن بزرگ شدم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هندو و متعصب بود که از مسلمانان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بودند، اما من از دوران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بت ها را دوست ند</w:t>
      </w:r>
      <w:r>
        <w:rPr>
          <w:rFonts w:hint="eastAsia"/>
          <w:rtl/>
          <w:lang w:bidi="fa-IR"/>
        </w:rPr>
        <w:t>اشتم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بت ها را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حمام گذاشتم. مادرم هم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کرد. به مادرم گفتم: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خودش دفاع کند، چطور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</w:t>
      </w:r>
      <w:r>
        <w:rPr>
          <w:rtl/>
          <w:lang w:bidi="fa-IR"/>
        </w:rPr>
        <w:t xml:space="preserve"> و خواسته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برآورده کند؟! چرا به او تعظ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او تا به حال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ارمغان آورده؟» اما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نکردم و فقط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هندوهاست که روز ازدواج، دختر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شوهرش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آب را بخورد. من از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امتناع کردم و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کارم هم سخت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دانشگاه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مرکز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مکالمات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که مسلمانان 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چه طور جذب اسلام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نماز مسلمانان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اثر گذاشت.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اسم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نماز است،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ورزش و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</w:t>
      </w:r>
    </w:p>
    <w:p w:rsidR="004A11C6" w:rsidRPr="00C46E35" w:rsidRDefault="00C46E35" w:rsidP="00C46E3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11C6" w:rsidRDefault="004A11C6" w:rsidP="00C46E35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C46E3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</w:t>
      </w:r>
      <w:r>
        <w:rPr>
          <w:rFonts w:hint="cs"/>
          <w:rtl/>
          <w:lang w:bidi="fa-IR"/>
        </w:rPr>
        <w:t>یۀ</w:t>
      </w:r>
      <w:r>
        <w:rPr>
          <w:rtl/>
          <w:lang w:bidi="fa-IR"/>
        </w:rPr>
        <w:t xml:space="preserve"> 125 سور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انعام. فَمَن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رِدالله</w:t>
      </w:r>
      <w:r>
        <w:rPr>
          <w:rtl/>
          <w:lang w:bidi="fa-IR"/>
        </w:rPr>
        <w:t xml:space="preserve"> اَن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هدِ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شرَح</w:t>
      </w:r>
      <w:r>
        <w:rPr>
          <w:rtl/>
          <w:lang w:bidi="fa-IR"/>
        </w:rPr>
        <w:t xml:space="preserve"> صَدرَهُ لِلاِسلام</w:t>
      </w:r>
    </w:p>
    <w:p w:rsidR="004A11C6" w:rsidRDefault="00C46E35" w:rsidP="00C46E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اما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دانستم هم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مسلمانان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کار را انجام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دهند و نماز را دوست دارند.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ازدواج ما به 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مهاجرت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کمک کرد که با اسلام آشنا شوم. 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تمام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 بودند.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مسلمان دوست شدم.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به من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 البته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من به او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گفت که ماه رمضان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سراغم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ناراحت شدم. از او خواهش کردم اجازه بدهد به او سر بزنم.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رسم و رسوم و مناسک مسلمانان آشنا شوم. به منزل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به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از قرآن خواندن او لذت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ورزش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او گفت: «اسم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نماز است و ما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با خدا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من هم با او شروع به نماز خواندن کردم.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من هم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هم، در اتاق را قفل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مانند دوستم نماز بخوانم.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رفت که در اتاق را قفل کنم، شوهرم وارد اتاق شد و من در حال نماز خواندن بودم. گفت: «چه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گفتم: «نماز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خوانم.» گفت: «ح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خوبه؟ عقلت سر جاست؟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اول دست پاچه شده بودم و ترس تمام وجودم را فراگرفته بود.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ناگهان در درونم احساس قوت کردم و گفتم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بشوم. او گفت: «چ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دوباره تکرار کن.» من هم گفتم: 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بشوم.»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شروع به زدن من کرد.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</w:t>
      </w:r>
      <w:r>
        <w:rPr>
          <w:rtl/>
          <w:lang w:bidi="fa-IR"/>
        </w:rPr>
        <w:lastRenderedPageBreak/>
        <w:t>که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خوب است و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بد.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 که خودم انتخاب کرده ام.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حرفم باعث شد او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شود. آن قدر مرا شکنجه کرد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شدم.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همسرتان شما را شکنجه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کجا بودند و آن موقع چند سالشان بود؟ چطور از آنجا فرار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خانه بودند و ناظر شکنجه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بودند. پسر بزرگم 9 ساله بود و پسر کوچکم 8 ساله.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حق نداشتم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ملاقات کنم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اتاق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پسر بزرگم در اتاق را باز کرد و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خودش را در بغلم انداخت. گفت: «</w:t>
      </w:r>
      <w:r>
        <w:rPr>
          <w:rFonts w:hint="eastAsia"/>
          <w:rtl/>
          <w:lang w:bidi="fa-IR"/>
        </w:rPr>
        <w:t>مامان</w:t>
      </w:r>
      <w:r>
        <w:rPr>
          <w:rtl/>
          <w:lang w:bidi="fa-IR"/>
        </w:rPr>
        <w:t xml:space="preserve"> فرار کن،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تو را بکشند.»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«بق</w:t>
      </w:r>
      <w:r>
        <w:rPr>
          <w:rFonts w:hint="cs"/>
          <w:rtl/>
          <w:lang w:bidi="fa-IR"/>
        </w:rPr>
        <w:t>ی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کجا هستند؟» پسرم گفت که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مراسم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رفته اند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او را آرام کردم و گفتم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 آنها به من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رسانند. تو مواظب خودت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برادر کوچکت باش. اما او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هق هق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مامان فرار کن. به او گفتم: «اگر فرار کنم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شما رابب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.» اما پسرم گفت: «تو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مامان برو آنها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کشند.»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خانه را ترک کنم.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آن لحظات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فراموش کنم. پسرم رفت و برادرش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 و به او گفت: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مامان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پسر کوچکم بعد از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من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خودش را بغلم ا</w:t>
      </w:r>
      <w:r>
        <w:rPr>
          <w:rFonts w:hint="eastAsia"/>
          <w:rtl/>
          <w:lang w:bidi="fa-IR"/>
        </w:rPr>
        <w:t>نداخت</w:t>
      </w:r>
      <w:r>
        <w:rPr>
          <w:rtl/>
          <w:lang w:bidi="fa-IR"/>
        </w:rPr>
        <w:t>. به من گفت: 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مامان؟» بهش گفتم که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دو تا پسرم </w:t>
      </w:r>
      <w:r>
        <w:rPr>
          <w:rtl/>
          <w:lang w:bidi="fa-IR"/>
        </w:rPr>
        <w:lastRenderedPageBreak/>
        <w:t>مرا در آن شب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سرد بدرقه کردند. احساس و علاق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خاطر عشق به اسلام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گذاشتم.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علاقه و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فرزندانم بود و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عشق به اسلام و من </w:t>
      </w:r>
      <w:r>
        <w:rPr>
          <w:rFonts w:hint="eastAsia"/>
          <w:rtl/>
          <w:lang w:bidi="fa-IR"/>
        </w:rPr>
        <w:t>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راه افتادم تازه عمق زخم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راه بروم.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شما بعد از فرار کجا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اداره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رفتم. مشکل اصل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زبان بود. بالاخره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که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بلد باشد.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نفس بکشم. از آنها خواستم به من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بدهند تا استراحت کنم و بتوانم حواسم را جمع کنم و ماجرا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کنم. بعد از چند ساعت که حالم بهتر شد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گفتم که از خانه فرار کرده ام،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مسلمان شوم، خانواده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مرا</w:t>
      </w:r>
      <w:r w:rsidR="00C46E3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بکشند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مسلمان بود و گفت که نگران نباشم، او به من کمک خواهد کرد. صبح شوهرم به ادار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آمد و ادعا کرد که همسرش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شده. اما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گفت: «از خانه فرار کرده،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مسلمان بشود،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رابطه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ندارم.» او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او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هم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کرد، اما من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به او گفتم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تمام جواهرات و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اما با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اول قبول نکرد،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اصرار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که تمام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 به او تعلق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به خاطر جراحت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دکتر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اهل کجا هستم؟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روز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به من سر نزده است؟جواب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و نه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مرخص شدم به مرکز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چون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پناهگاه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نداشتم. آنجا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 و به صورت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شدم. بعدها در همان مرکز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مسلمان ازدواج کردم.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بعد از مسلمان شدن به هند 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دلم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هند بروم. خانواده 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گذاشته اند.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در آخر اگر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>: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مسلمان هستم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اسلام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www.islamway.com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05.21.2013.</w:t>
      </w:r>
    </w:p>
    <w:p w:rsidR="004A11C6" w:rsidRDefault="00C46E35" w:rsidP="00C46E3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512082889"/>
      <w:r w:rsidR="004A11C6">
        <w:rPr>
          <w:rFonts w:hint="eastAsia"/>
          <w:rtl/>
          <w:lang w:bidi="fa-IR"/>
        </w:rPr>
        <w:lastRenderedPageBreak/>
        <w:t>مصاحبه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با خانم کر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از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bookmarkEnd w:id="39"/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tl/>
          <w:lang w:bidi="fa-IR"/>
        </w:rPr>
        <w:t>لطفاً دربار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خودتان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صحبت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افراد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هستند. پدر و مادرم بعد از ازدواج، احساس کردند که لازم است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کنند تا فرزندانشان را بر اساس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کنند. از آنجا که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تنها انتخاب شهر ما بود هر 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فرق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انتخاب ک</w:t>
      </w:r>
      <w:r>
        <w:rPr>
          <w:rFonts w:hint="eastAsia"/>
          <w:rtl/>
          <w:lang w:bidi="fa-IR"/>
        </w:rPr>
        <w:t>ردند</w:t>
      </w:r>
      <w:r>
        <w:rPr>
          <w:rtl/>
          <w:lang w:bidi="fa-IR"/>
        </w:rPr>
        <w:t>. البته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نشان،</w:t>
      </w:r>
      <w:r>
        <w:rPr>
          <w:rtl/>
          <w:lang w:bidi="fa-IR"/>
        </w:rPr>
        <w:t xml:space="preserve"> باز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و عامل به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نبودند. پدر و مادرم فقط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سمس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پاک به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جدا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6 روز کار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هم دعا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شد که شما احساس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مذهب کاتول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قبول نبود. مثلاً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اعتراف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اعتراف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گناهان ما را ببخشد؟ چرا پاپ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کامل است،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کامل باشد.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ها را بپرست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C46E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بله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مدرس</w:t>
      </w:r>
      <w:r w:rsidR="00C46E3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سؤالاتم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اما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اعتقاد داشته باشم چون به من گفته شده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باور داشته باشم اما من اصلاً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قبول کنم. به نظرم اعتقاد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براساس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سؤال و جواب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من </w:t>
      </w:r>
      <w:r>
        <w:rPr>
          <w:rtl/>
          <w:lang w:bidi="fa-IR"/>
        </w:rPr>
        <w:lastRenderedPageBreak/>
        <w:t>دنبال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بودم.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پدر، مادر،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دوستانم قبول داشتند،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6F7E01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مسلمان شدن دربار</w:t>
      </w:r>
      <w:r w:rsidR="006F7E0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6F7E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از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اول به سراغ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رفتم.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دو ماه دربار</w:t>
      </w:r>
      <w:r w:rsidR="006F7E0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افراد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</w:t>
      </w: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تورات و تلمود را هم مطالعه کردم.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 جواب سؤال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تورات وجود دارد دوباره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خودم برگشتم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به چند تا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سر زدم.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مذهب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خواسته ام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باور داشتم که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درست وجود دارد. آن موقع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من 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نه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 و به او باور دارم.</w:t>
      </w:r>
    </w:p>
    <w:p w:rsidR="004A11C6" w:rsidRDefault="006F7E01" w:rsidP="006F7E0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tl/>
          <w:lang w:bidi="fa-IR"/>
        </w:rPr>
        <w:lastRenderedPageBreak/>
        <w:t xml:space="preserve"> چطور با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اسلام آشنا شد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چرخ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 و دنبال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چت روم بودم. چت روم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ام را جلب کرد.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 مسلمانان است.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وارد بشوم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بالاخره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کردم.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باشند،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را بردارند و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وترم</w:t>
      </w:r>
      <w:r>
        <w:rPr>
          <w:rtl/>
          <w:lang w:bidi="fa-IR"/>
        </w:rPr>
        <w:t xml:space="preserve">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شدم، احساس کردم مردمش به آن وحشتناک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4A11C6" w:rsidRDefault="004A11C6" w:rsidP="006F7E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کردم و گفتم: «دربار</w:t>
      </w:r>
      <w:r w:rsidR="006F7E0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و گفته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موافق بود. چند نفر گفتند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فرستند. بعد از آن چت به کتابخانه رفتم و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دربار</w:t>
      </w:r>
      <w:r w:rsidR="006F7E0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بود را برداشتم.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کتاب ق</w:t>
      </w:r>
      <w:r>
        <w:rPr>
          <w:rFonts w:hint="eastAsia"/>
          <w:rtl/>
          <w:lang w:bidi="fa-IR"/>
        </w:rPr>
        <w:t>رآن</w:t>
      </w:r>
      <w:r>
        <w:rPr>
          <w:rtl/>
          <w:lang w:bidi="fa-IR"/>
        </w:rPr>
        <w:t xml:space="preserve"> هم گرفتم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آمده بود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عباراتش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خداوند چه انتظارات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دارد و چطور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طبق فرام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خداوند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بخشنده است و 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عبارات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اشک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بالاخره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دنبالش بودم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</w:t>
      </w:r>
      <w:r w:rsidR="006F7E0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متن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کرده بودم،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قرآن تک است. از آنجا که قبلاً دربار</w:t>
      </w:r>
      <w:r w:rsidR="006F7E0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کرده بودم،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 هم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چند ماه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دنبالش بودم.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معتقدند که اسلام به زنان ظلم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زنان برده مردان هستند،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را باور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اسلام به زنان ظلم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برعکس باشد. کتاب مقدس القا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زنان از ابتدا گناهکار بودند. چون حضرت حوا، آدم را اغوا کرد تا از آن درخت ممنوعه بخورد. </w:t>
      </w:r>
      <w:r w:rsidRPr="002D37C1">
        <w:rPr>
          <w:rStyle w:val="libFootnotenumChar"/>
          <w:rtl/>
        </w:rPr>
        <w:t>(1)</w:t>
      </w:r>
      <w:r>
        <w:rPr>
          <w:rtl/>
          <w:lang w:bidi="fa-IR"/>
        </w:rPr>
        <w:t xml:space="preserve"> اما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آنها را اغوا کرد. </w:t>
      </w:r>
      <w:r w:rsidRPr="002D37C1">
        <w:rPr>
          <w:rStyle w:val="libFootnotenumChar"/>
          <w:rtl/>
        </w:rPr>
        <w:t>(2)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مقدس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خوب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</w:t>
      </w:r>
      <w:r w:rsidRPr="002D37C1">
        <w:rPr>
          <w:rStyle w:val="libFootnotenumChar"/>
          <w:rtl/>
        </w:rPr>
        <w:t>(3)</w:t>
      </w:r>
      <w:r>
        <w:rPr>
          <w:rtl/>
          <w:lang w:bidi="fa-IR"/>
        </w:rPr>
        <w:t xml:space="preserve"> اما قرآن تمام صفت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بد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مرد به طور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به کار</w:t>
      </w:r>
    </w:p>
    <w:p w:rsidR="004A11C6" w:rsidRPr="002D37C1" w:rsidRDefault="002D37C1" w:rsidP="002D37C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4A11C6" w:rsidRDefault="004A11C6" w:rsidP="002D37C1">
      <w:pPr>
        <w:pStyle w:val="libFootnote0"/>
        <w:rPr>
          <w:rtl/>
          <w:lang w:bidi="fa-IR"/>
        </w:rPr>
      </w:pPr>
      <w:r>
        <w:rPr>
          <w:rtl/>
          <w:lang w:bidi="fa-IR"/>
        </w:rPr>
        <w:t>1- تورات، سفر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فصل دو عبارات 4و3و24</w:t>
      </w:r>
    </w:p>
    <w:p w:rsidR="004A11C6" w:rsidRDefault="004A11C6" w:rsidP="002D37C1">
      <w:pPr>
        <w:pStyle w:val="libFootnote0"/>
        <w:rPr>
          <w:rtl/>
          <w:lang w:bidi="fa-IR"/>
        </w:rPr>
      </w:pPr>
      <w:r>
        <w:rPr>
          <w:rtl/>
          <w:lang w:bidi="fa-IR"/>
        </w:rPr>
        <w:t>2- قرآن سوره اعراف،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19. 25</w:t>
      </w:r>
    </w:p>
    <w:p w:rsidR="004A11C6" w:rsidRDefault="004A11C6" w:rsidP="002D37C1">
      <w:pPr>
        <w:pStyle w:val="libFootnote0"/>
        <w:rPr>
          <w:rtl/>
          <w:lang w:bidi="fa-IR"/>
        </w:rPr>
      </w:pPr>
      <w:r>
        <w:rPr>
          <w:rtl/>
          <w:lang w:bidi="fa-IR"/>
        </w:rPr>
        <w:t>3- کتاب تورات، جامعه، فصل 7 عبارت 29</w:t>
      </w:r>
    </w:p>
    <w:p w:rsidR="004A11C6" w:rsidRDefault="002D37C1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برد. </w:t>
      </w:r>
      <w:r w:rsidR="004A11C6" w:rsidRPr="002D37C1">
        <w:rPr>
          <w:rStyle w:val="libFootnotenumChar"/>
          <w:rtl/>
        </w:rPr>
        <w:t>(1)</w:t>
      </w:r>
      <w:r w:rsidR="004A11C6">
        <w:rPr>
          <w:rtl/>
          <w:lang w:bidi="fa-IR"/>
        </w:rPr>
        <w:t xml:space="preserve"> کتاب مقدس به زنان مطلقه برچسب زناکار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زند. </w:t>
      </w:r>
      <w:r w:rsidR="004A11C6" w:rsidRPr="000D0999">
        <w:rPr>
          <w:rStyle w:val="libFootnotenumChar"/>
          <w:rtl/>
        </w:rPr>
        <w:t>(2)</w:t>
      </w:r>
      <w:r w:rsidR="004A11C6">
        <w:rPr>
          <w:rtl/>
          <w:lang w:bidi="fa-IR"/>
        </w:rPr>
        <w:t xml:space="preserve"> زنان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وه</w:t>
      </w:r>
      <w:r w:rsidR="004A11C6">
        <w:rPr>
          <w:rtl/>
          <w:lang w:bidi="fa-IR"/>
        </w:rPr>
        <w:t xml:space="preserve"> و خواهران، ارث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برند. </w:t>
      </w:r>
      <w:r w:rsidR="004A11C6" w:rsidRPr="002D37C1">
        <w:rPr>
          <w:rStyle w:val="libFootnotenumChar"/>
          <w:rtl/>
        </w:rPr>
        <w:t>(3)</w:t>
      </w:r>
      <w:r w:rsidR="004A11C6">
        <w:rPr>
          <w:rtl/>
          <w:lang w:bidi="fa-IR"/>
        </w:rPr>
        <w:t xml:space="preserve"> در حال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قرآن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هر کس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سهم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مشخص کرده. </w:t>
      </w:r>
      <w:r w:rsidR="004A11C6" w:rsidRPr="000D0999">
        <w:rPr>
          <w:rStyle w:val="libFootnotenumChar"/>
          <w:rtl/>
        </w:rPr>
        <w:t xml:space="preserve">(4) </w:t>
      </w:r>
      <w:r w:rsidR="004A11C6">
        <w:rPr>
          <w:rtl/>
          <w:lang w:bidi="fa-IR"/>
        </w:rPr>
        <w:t>در کتاب مقدس آمده است اگر مرد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به دختر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تجاوز کرد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به پدر دختر 50 مثقال نقره بدهد و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با آن دختر ازد</w:t>
      </w:r>
      <w:r w:rsidR="004A11C6">
        <w:rPr>
          <w:rFonts w:hint="eastAsia"/>
          <w:rtl/>
          <w:lang w:bidi="fa-IR"/>
        </w:rPr>
        <w:t>واج</w:t>
      </w:r>
      <w:r w:rsidR="004A11C6">
        <w:rPr>
          <w:rtl/>
          <w:lang w:bidi="fa-IR"/>
        </w:rPr>
        <w:t xml:space="preserve"> کند. هرگز نم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تواند آن دختر را تا آخر عمرش طلاق دهد. </w:t>
      </w:r>
      <w:r w:rsidR="004A11C6" w:rsidRPr="000D0999">
        <w:rPr>
          <w:rStyle w:val="libFootnotenumChar"/>
          <w:rtl/>
        </w:rPr>
        <w:t>(5)</w:t>
      </w:r>
      <w:r w:rsidR="004A11C6">
        <w:rPr>
          <w:rtl/>
          <w:lang w:bidi="fa-IR"/>
        </w:rPr>
        <w:t xml:space="preserve">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از آنها پرس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حکم چه کس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مجازات شده آن دختر و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tl/>
          <w:lang w:bidi="fa-IR"/>
        </w:rPr>
        <w:t xml:space="preserve"> مرد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تجاوز کرده؟! طبق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دستور دختر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تمام عمرش را با آن مرد متجاوز بگذراند. زنان در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r w:rsidR="004A11C6">
        <w:rPr>
          <w:rtl/>
          <w:lang w:bidi="fa-IR"/>
        </w:rPr>
        <w:t xml:space="preserve"> تازه 100 سال است که حق رأ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دا</w:t>
      </w:r>
      <w:r w:rsidR="004A11C6">
        <w:rPr>
          <w:rtl/>
          <w:lang w:bidi="fa-IR"/>
        </w:rPr>
        <w:t xml:space="preserve"> کرد</w:t>
      </w:r>
      <w:r w:rsidR="004A11C6">
        <w:rPr>
          <w:rFonts w:hint="eastAsia"/>
          <w:rtl/>
          <w:lang w:bidi="fa-IR"/>
        </w:rPr>
        <w:t>ه</w:t>
      </w:r>
      <w:r w:rsidR="004A11C6">
        <w:rPr>
          <w:rtl/>
          <w:lang w:bidi="fa-IR"/>
        </w:rPr>
        <w:t xml:space="preserve"> اند، اما در اسلام 1400 سال است که زنان حق رأ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دارند.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به زن تمام حقوق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داده، پس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اسلام به زنان ظلم کرده؟!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زن هستند.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زنان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حجاب داشته باشند. به نظر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ظلم به زنان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حجاب سمبل و نشانه استقلال 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قبل از مسلمان شدنم هر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لباس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شنهادات</w:t>
      </w:r>
      <w:r>
        <w:rPr>
          <w:rtl/>
          <w:lang w:bidi="fa-IR"/>
        </w:rPr>
        <w:t xml:space="preserve"> و حر 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شدم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مردان به نحو</w:t>
      </w:r>
      <w:r w:rsidR="000D0999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دنم</w:t>
      </w:r>
      <w:r>
        <w:rPr>
          <w:rtl/>
          <w:lang w:bidi="fa-IR"/>
        </w:rPr>
        <w:t xml:space="preserve">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من با آن لباس تنگ و کوتاه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را به سمت خودم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انتظار داشتم آنها دعوتم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آن ناراحت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0D0999" w:rsidRPr="000D0999" w:rsidRDefault="000D0999" w:rsidP="000D099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4A11C6" w:rsidRDefault="004A11C6" w:rsidP="000D0999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35 سوره احزاب</w:t>
      </w:r>
    </w:p>
    <w:p w:rsidR="004A11C6" w:rsidRDefault="004A11C6" w:rsidP="000D0999">
      <w:pPr>
        <w:pStyle w:val="libFootnote0"/>
        <w:rPr>
          <w:rtl/>
          <w:lang w:bidi="fa-IR"/>
        </w:rPr>
      </w:pPr>
      <w:r>
        <w:rPr>
          <w:rtl/>
          <w:lang w:bidi="fa-IR"/>
        </w:rPr>
        <w:t>2-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فصل 5، عبارات 31و32</w:t>
      </w:r>
    </w:p>
    <w:p w:rsidR="004A11C6" w:rsidRDefault="004A11C6" w:rsidP="000D0999">
      <w:pPr>
        <w:pStyle w:val="libFootnote0"/>
        <w:rPr>
          <w:rtl/>
          <w:lang w:bidi="fa-IR"/>
        </w:rPr>
      </w:pPr>
      <w:r>
        <w:rPr>
          <w:rtl/>
          <w:lang w:bidi="fa-IR"/>
        </w:rPr>
        <w:t>3- تورات سفر اعداد، فصل 27 عبارات 1. 11</w:t>
      </w:r>
    </w:p>
    <w:p w:rsidR="004A11C6" w:rsidRDefault="004A11C6" w:rsidP="000D0999">
      <w:pPr>
        <w:pStyle w:val="libFootnote0"/>
        <w:rPr>
          <w:rtl/>
          <w:lang w:bidi="fa-IR"/>
        </w:rPr>
      </w:pPr>
      <w:r>
        <w:rPr>
          <w:rtl/>
          <w:lang w:bidi="fa-IR"/>
        </w:rPr>
        <w:t>4- سوره نساء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22</w:t>
      </w:r>
    </w:p>
    <w:p w:rsidR="004A11C6" w:rsidRDefault="004A11C6" w:rsidP="000D0999">
      <w:pPr>
        <w:pStyle w:val="libFootnote0"/>
        <w:rPr>
          <w:rtl/>
          <w:lang w:bidi="fa-IR"/>
        </w:rPr>
      </w:pPr>
      <w:r>
        <w:rPr>
          <w:rtl/>
          <w:lang w:bidi="fa-IR"/>
        </w:rPr>
        <w:t>5- تورات سفر تثن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فصل 22، عبارات 28. 30</w:t>
      </w:r>
    </w:p>
    <w:p w:rsidR="004A11C6" w:rsidRDefault="000D0999" w:rsidP="000D099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tl/>
          <w:lang w:bidi="fa-IR"/>
        </w:rPr>
        <w:lastRenderedPageBreak/>
        <w:t>چه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غام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زنان مسلمان و زنان غ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رمسلمان</w:t>
      </w:r>
      <w:r w:rsidR="004A11C6">
        <w:rPr>
          <w:rtl/>
          <w:lang w:bidi="fa-IR"/>
        </w:rPr>
        <w:t xml:space="preserve"> دار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زنان مسلمان قدر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قدم گذاشته اند بدانند و زنان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هم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باز کنند و چشم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چشمانشان گذاشته شده را بردارند.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www.islamway.com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05.21.2013</w:t>
      </w:r>
    </w:p>
    <w:p w:rsidR="004A11C6" w:rsidRDefault="000D0999" w:rsidP="000D099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512082890"/>
      <w:r w:rsidR="004A11C6">
        <w:rPr>
          <w:rFonts w:hint="eastAsia"/>
          <w:rtl/>
          <w:lang w:bidi="fa-IR"/>
        </w:rPr>
        <w:lastRenderedPageBreak/>
        <w:t>مصاحبه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با ماشا خوانند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معروف روس</w:t>
      </w:r>
      <w:r w:rsidR="004A11C6">
        <w:rPr>
          <w:rFonts w:hint="cs"/>
          <w:rtl/>
          <w:lang w:bidi="fa-IR"/>
        </w:rPr>
        <w:t>ی</w:t>
      </w:r>
      <w:bookmarkEnd w:id="40"/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 xml:space="preserve"> آلال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</w:t>
      </w:r>
      <w:r w:rsidRPr="000D0999">
        <w:rPr>
          <w:rStyle w:val="libFootnotenumChar"/>
          <w:rtl/>
        </w:rPr>
        <w:t>(1)</w:t>
      </w:r>
      <w:r>
        <w:rPr>
          <w:rtl/>
          <w:lang w:bidi="fa-IR"/>
        </w:rPr>
        <w:t xml:space="preserve"> در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آشناست. دو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هنرمند جذاب و مدل بود. شهرت و آوازه اش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حد اعلا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ماشا ستار</w:t>
      </w:r>
      <w:r w:rsidR="000D0999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سابق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و سالن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رقص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حالا حجاب دارد و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گذشته اش متنفر است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حالا ستار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چطور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پشت سر 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اسلام را قبول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 xml:space="preserve">: به لطف خدا،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قدم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برداشتم.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 خدا بود.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حج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نه اصلاً.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ذهنم هم خطور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اسلام انتخاب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من دو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مسلمان شدم.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متوجه شدم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در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کماست.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چطور به</w:t>
      </w:r>
    </w:p>
    <w:p w:rsidR="004A11C6" w:rsidRPr="000D0999" w:rsidRDefault="000D0999" w:rsidP="000D099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11C6" w:rsidRDefault="004A11C6" w:rsidP="000D0999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Masha Alalykina</w:t>
      </w:r>
    </w:p>
    <w:p w:rsidR="004A11C6" w:rsidRDefault="000D0999" w:rsidP="000D099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دوستم</w:t>
      </w:r>
      <w:r w:rsidR="004A11C6">
        <w:rPr>
          <w:rtl/>
          <w:lang w:bidi="fa-IR"/>
        </w:rPr>
        <w:t xml:space="preserve"> کمک کنم. آن روز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اول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بار دعا کردم و از خدا کمک خواستم.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روز، همان دوستم که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 بود زنگ زد و گفت: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بودم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کمک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کردم،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بود که از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الان 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من به 5 زبان مسلط هستم و در دانشگاه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بله به آهنگ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حان،</w:t>
      </w:r>
      <w:r>
        <w:rPr>
          <w:rtl/>
          <w:lang w:bidi="fa-IR"/>
        </w:rPr>
        <w:t xml:space="preserve"> 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کت استون که بعد از مسلمان شدنش اسم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اسلام را انتخاب کرد.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قصد را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به مجموع</w:t>
      </w:r>
      <w:r w:rsidR="000D0999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زبان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مسلط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اضافه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اول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است، اما شروع کردم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زبان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دارم و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شما، چرا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اسلام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تا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گر؟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ماشا</w:t>
      </w:r>
      <w:r>
        <w:rPr>
          <w:rtl/>
          <w:lang w:bidi="fa-IR"/>
        </w:rPr>
        <w:t>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اسلام نسبت به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اساس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تمام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 برد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اسلام،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حالا که مسلمان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احساس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الان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دارم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ام را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کنم. حالا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شدم،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من موفق هستم.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دتان</w:t>
      </w:r>
      <w:r>
        <w:rPr>
          <w:rtl/>
          <w:lang w:bidi="fa-IR"/>
        </w:rPr>
        <w:t xml:space="preserve"> چه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باور به خدا،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است. اعتقاد به خدا در باطنِ همه وجود دارد. به نظرم او به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 و قو</w:t>
      </w:r>
      <w:r w:rsidR="000D0999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درک نداده که فقط</w:t>
      </w:r>
      <w:r w:rsidR="000D099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بلکه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تا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او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فکر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درآمد شما قبلاً چقدر بود؟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آن پول 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از آن نوع درآمد متنفرم.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اعلام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ماشا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بلکه برعکس است.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دارم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هم از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مدل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باشم.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شما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ناراحت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عکس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وجود دارد؟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دلم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نگاه کنم. اما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درس عبرت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شود. مردم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دوباره متولد شود و دوباره از سر خط شروع کند.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توبه کند و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اش را با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پاک کند.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tl/>
          <w:lang w:bidi="fa-IR"/>
        </w:rPr>
        <w:t>دربار</w:t>
      </w:r>
      <w:r w:rsidR="000D0999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سمت اسلام قدم بردارد،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کند و از باطن و وجدانش کمک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اعمالشان مورد قبول خداوند باشد و مورد لطف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مسلمانان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ماشا</w:t>
      </w:r>
      <w:r>
        <w:rPr>
          <w:rtl/>
          <w:lang w:bidi="fa-IR"/>
        </w:rPr>
        <w:t>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آنها هم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شوند و به خودشان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فراتر از بنجل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امروزه به آنها ارائه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فکر کنند.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www.revertmuslims.com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3.28.2012</w:t>
      </w:r>
    </w:p>
    <w:p w:rsidR="004A11C6" w:rsidRDefault="000D0999" w:rsidP="000D099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1" w:name="_Toc512082891"/>
      <w:r w:rsidR="004A11C6">
        <w:rPr>
          <w:rFonts w:hint="eastAsia"/>
          <w:rtl/>
          <w:lang w:bidi="fa-IR"/>
        </w:rPr>
        <w:lastRenderedPageBreak/>
        <w:t>جملات</w:t>
      </w:r>
      <w:r w:rsidR="004A11C6">
        <w:rPr>
          <w:rtl/>
          <w:lang w:bidi="fa-IR"/>
        </w:rPr>
        <w:t xml:space="preserve"> کوتاه درباره اسلام</w:t>
      </w:r>
      <w:bookmarkEnd w:id="41"/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0D099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D099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تنها پاسخ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«آقا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لودر برون تون از انگلستان»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فقط اسلام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مشکلات امروز را حل کند. «جان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وکسل«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سهولت اسلام و دلبستگ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 مرا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جلب کرد. «خانم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لارنجر رم راف»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خاطر خلوص و سهولت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آشکار آن به اسلام علاقه مند شدم.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واضح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جهان است.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اسلام، مساوات آن است. اسلام تنها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و مرد تساو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قرار داده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«آ. دب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>. ال ون«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من اسلام را قبول کردم،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مطابق با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بود و تنها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آن را درک کنم. آن قدر ساده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باست</w:t>
      </w:r>
      <w:r>
        <w:rPr>
          <w:rtl/>
          <w:lang w:bidi="fa-IR"/>
        </w:rPr>
        <w:t xml:space="preserve">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بچّه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 را بفهمد. «آم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مدت ها به دنبالش بودم. من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اسلام را با تمام وجود احساس کردم.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به من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شعف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که تا به حال نداشتم. «خانم جو آن»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اگر مردم انگلستان و اروپا مسلمان شوند،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قدرتمندتر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خواهند شد. «خانم اف. آر فزو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انگلستان»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اسلام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آرامش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مرگ به جز اسلام وجود ندارد. «خانم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انگلستان»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متأسفانه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اسلام وجود دارد و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چرا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را به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«خانم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حجاب سمبل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حجاب سمبل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شأن و شکوه زن، حجاب است.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عشق، صلح، احترام و اطاعت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تنها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100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تمام اروپا را خواهد گرفت، اسلام است. «رول دال»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اگر اسلام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ژاپن گسترش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مطمئن هستم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خواهد افتاد، مشکلاتمان را حل خواهد کرد. تمام مردم ژاپن تشن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صفا، عفت و تقوا هستند و من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دارم که اسلام و تنها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عطش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ببرد. از مردم مؤمن و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ژاپن باشند، به ژاپن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ما اسلام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</w:t>
      </w:r>
      <w:r>
        <w:rPr>
          <w:rtl/>
          <w:lang w:bidi="fa-IR"/>
        </w:rPr>
        <w:t xml:space="preserve">.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صلح و آرامش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مردم ژاپن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صلح و آرامش ندارند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صلح و آرامش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از ژاپن، اقتصاددان و مبلّغ در ژاپن.»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اسلام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است. قرآن چشمانم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اعجاز و رحمت خدا باز کرد. تا به حال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اثر نگذاشته بود. «د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پرادار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«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قرآن به من شجاعت، شرافت، صداقت و اعتماد آموخت و از همه مهم تر، به من آموخت اعتقاد داشته باشم. قرآن به من آرامش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اسلام را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ساخته ام و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آن آدم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و به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برگردم. «تارا دهان»</w:t>
      </w:r>
    </w:p>
    <w:p w:rsidR="004A11C6" w:rsidRDefault="00174B4B" w:rsidP="00174B4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512082892"/>
      <w:r w:rsidR="004A11C6">
        <w:rPr>
          <w:rFonts w:hint="eastAsia"/>
          <w:rtl/>
          <w:lang w:bidi="fa-IR"/>
        </w:rPr>
        <w:lastRenderedPageBreak/>
        <w:t>نظر</w:t>
      </w:r>
      <w:r w:rsidR="004A11C6">
        <w:rPr>
          <w:rtl/>
          <w:lang w:bidi="fa-IR"/>
        </w:rPr>
        <w:t xml:space="preserve"> دانشمندان جهان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معجزات علم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قرآن</w:t>
      </w:r>
      <w:bookmarkEnd w:id="42"/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پرساود </w:t>
      </w:r>
      <w:r w:rsidRPr="00174B4B">
        <w:rPr>
          <w:rStyle w:val="libFootnotenumChar"/>
          <w:rtl/>
        </w:rPr>
        <w:t>(1)</w:t>
      </w:r>
      <w:r>
        <w:rPr>
          <w:rtl/>
          <w:lang w:bidi="fa-IR"/>
        </w:rPr>
        <w:t>، پرفسور کالبد شکاف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پرفسور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کودکان، پرفسور زنان 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علوم تناسل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دانشگاه 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توبا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پگ</w:t>
      </w:r>
      <w:r>
        <w:rPr>
          <w:rtl/>
          <w:lang w:bidi="fa-IR"/>
        </w:rPr>
        <w:t xml:space="preserve"> کانادا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16 سال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دپارتمان کالبد شکاف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او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22 رسال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180 مقال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را مورد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دادند و از آنها در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کنفرانس ها استفاده کرده 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معجزات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گفتند: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روشن شده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او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بخواند و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سواد بوده است و ما در مورد 14 قرن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اظهارات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طور ع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لحاظ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صحت دارد.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شانس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الهامات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اظهارات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جو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مسون</w:t>
      </w:r>
      <w:r>
        <w:rPr>
          <w:rtl/>
          <w:lang w:bidi="fa-IR"/>
        </w:rPr>
        <w:t xml:space="preserve"> </w:t>
      </w:r>
      <w:r w:rsidRPr="00174B4B">
        <w:rPr>
          <w:rStyle w:val="libFootnotenumChar"/>
          <w:rtl/>
        </w:rPr>
        <w:t>(2)</w:t>
      </w:r>
      <w:r>
        <w:rPr>
          <w:rtl/>
          <w:lang w:bidi="fa-IR"/>
        </w:rPr>
        <w:t>، پرفسور زنان 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دانشکده زنان 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پرفسورا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ژنت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مولکول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دانشگاه</w:t>
      </w:r>
    </w:p>
    <w:p w:rsidR="004A11C6" w:rsidRPr="00174B4B" w:rsidRDefault="00174B4B" w:rsidP="00174B4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4A11C6" w:rsidRDefault="004A11C6" w:rsidP="00174B4B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Dr. T. V. N. Persaud</w:t>
      </w:r>
    </w:p>
    <w:p w:rsidR="004A11C6" w:rsidRDefault="004A11C6" w:rsidP="00174B4B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Dr. Joe Leigh Simpson</w:t>
      </w:r>
    </w:p>
    <w:p w:rsidR="004A11C6" w:rsidRDefault="00174B4B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هوستن،</w:t>
      </w:r>
      <w:r w:rsidR="004A11C6">
        <w:rPr>
          <w:rtl/>
          <w:lang w:bidi="fa-IR"/>
        </w:rPr>
        <w:t xml:space="preserve"> پرفسورا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جراح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زنان و زا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مان</w:t>
      </w:r>
      <w:r w:rsidR="004A11C6">
        <w:rPr>
          <w:rtl/>
          <w:lang w:bidi="fa-IR"/>
        </w:rPr>
        <w:t xml:space="preserve"> و رئ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 xml:space="preserve"> ه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ئت</w:t>
      </w:r>
      <w:r w:rsidR="004A11C6">
        <w:rPr>
          <w:rtl/>
          <w:lang w:bidi="fa-IR"/>
        </w:rPr>
        <w:t xml:space="preserve"> علم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دانشگاه تنس آمر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کا</w:t>
      </w:r>
      <w:r w:rsidR="004A11C6">
        <w:rPr>
          <w:rtl/>
          <w:lang w:bidi="fa-IR"/>
        </w:rPr>
        <w:t xml:space="preserve"> دو تا از احاد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ث</w:t>
      </w:r>
      <w:r w:rsidR="004A11C6">
        <w:rPr>
          <w:rtl/>
          <w:lang w:bidi="fa-IR"/>
        </w:rPr>
        <w:t xml:space="preserve"> حضرت محمد</w:t>
      </w:r>
      <w:r w:rsidRPr="00174B4B">
        <w:rPr>
          <w:rFonts w:ascii="Traditional Arabic" w:eastAsiaTheme="minorHAnsi" w:hAnsi="Traditional Arabic" w:cs="Traditional Arabic"/>
          <w:rtl/>
        </w:rPr>
        <w:t xml:space="preserve"> </w:t>
      </w:r>
      <w:r w:rsidRPr="00174B4B">
        <w:rPr>
          <w:rStyle w:val="libAlaemChar"/>
          <w:rFonts w:eastAsiaTheme="minorHAnsi"/>
          <w:rtl/>
        </w:rPr>
        <w:t>صلى‌الله‌عليه‌وآله‌وسلم</w:t>
      </w:r>
      <w:r w:rsidR="004A11C6">
        <w:rPr>
          <w:rtl/>
          <w:lang w:bidi="fa-IR"/>
        </w:rPr>
        <w:t xml:space="preserve"> را مورد بررس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قرار داده است: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خلقت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در رحم مادرتان پس از 40 روز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</w:t>
      </w:r>
      <w:r w:rsidRPr="00174B4B">
        <w:rPr>
          <w:rStyle w:val="libFootnotenumChar"/>
          <w:rtl/>
        </w:rPr>
        <w:t>(1)</w:t>
      </w: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42 شب بر نطفه بگذرد، خداوند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تا آن را به صورت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آورد و گوش و چشم و پوست و گوشت و استخوانش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پسر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دختر؟ و پروردگارت آنچه بخواهد مقرر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دارد.» </w:t>
      </w:r>
      <w:r w:rsidRPr="00174B4B">
        <w:rPr>
          <w:rStyle w:val="libFootnotenumChar"/>
          <w:rtl/>
        </w:rPr>
        <w:t>(2)</w:t>
      </w: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دقت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متوجه شد 40 روز اول، مرحل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قابل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دقت و صحت و ظرافت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حضرت قرار گرفته بود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کنفرانس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اعلام کرد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جدول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رشد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40 روز د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براساس دانش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زمان به دست آمده باشد من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نه تنها تنازع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ندارد بلکه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 و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از آنجا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در قرآنِِِ چند قرن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وجود دارد مشخص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که قرآن از طرف خداست.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مارشال جانسون </w:t>
      </w:r>
      <w:r w:rsidRPr="00174B4B">
        <w:rPr>
          <w:rStyle w:val="libFootnotenumChar"/>
          <w:rtl/>
        </w:rPr>
        <w:t xml:space="preserve">(3) </w:t>
      </w:r>
      <w:r>
        <w:rPr>
          <w:rtl/>
          <w:lang w:bidi="fa-IR"/>
        </w:rPr>
        <w:t>پرفسور بازنشسته آناتوم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دانشگاه جفرسون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>. به مدت 22 سال پرفسور آناتوم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دانشکده آناتوم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آموزشگاه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بوف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ناقص الخلقه بوده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200 اثر چاپ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هف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کنفرانس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عربستان گفت: «قرآن نه تنها رشد شکل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بلکه بر مراحل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مراحل داخل</w:t>
      </w:r>
      <w:r>
        <w:rPr>
          <w:rFonts w:hint="cs"/>
          <w:rtl/>
          <w:lang w:bidi="fa-IR"/>
        </w:rPr>
        <w:t>ی</w:t>
      </w:r>
    </w:p>
    <w:p w:rsidR="004A11C6" w:rsidRPr="00174B4B" w:rsidRDefault="00174B4B" w:rsidP="00174B4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4A11C6" w:rsidRDefault="004A11C6" w:rsidP="00174B4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174B4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شماره 3208</w:t>
      </w:r>
    </w:p>
    <w:p w:rsidR="004A11C6" w:rsidRDefault="004A11C6" w:rsidP="00174B4B">
      <w:pPr>
        <w:pStyle w:val="libFootnote0"/>
        <w:rPr>
          <w:rtl/>
          <w:lang w:bidi="fa-IR"/>
        </w:rPr>
      </w:pPr>
      <w:r>
        <w:rPr>
          <w:rtl/>
          <w:lang w:bidi="fa-IR"/>
        </w:rPr>
        <w:t>2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در باب القدر،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3 از ابن مسعود</w:t>
      </w:r>
    </w:p>
    <w:p w:rsidR="004A11C6" w:rsidRDefault="004A11C6" w:rsidP="00174B4B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174B4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Dr. Marshal Johnson</w:t>
      </w:r>
    </w:p>
    <w:p w:rsidR="004A11C6" w:rsidRDefault="00174B4B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جن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و خلقت و رشد آن وقا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ع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است که علوم معاصر به تازگ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آن را تشخ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ص</w:t>
      </w:r>
      <w:r w:rsidR="004A11C6">
        <w:rPr>
          <w:rtl/>
          <w:lang w:bidi="fa-IR"/>
        </w:rPr>
        <w:t xml:space="preserve"> داده اند. من به عنوان دانشمند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جهان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تنها با اش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</w:t>
      </w:r>
      <w:r w:rsidR="004A11C6">
        <w:rPr>
          <w:rFonts w:hint="cs"/>
          <w:rtl/>
          <w:lang w:bidi="fa-IR"/>
        </w:rPr>
        <w:t>یی</w:t>
      </w:r>
      <w:r w:rsidR="004A11C6">
        <w:rPr>
          <w:rtl/>
          <w:lang w:bidi="fa-IR"/>
        </w:rPr>
        <w:t xml:space="preserve">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کار داشته باشم که آنها را با مشخصات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نم،</w:t>
      </w:r>
      <w:r w:rsidR="004A11C6">
        <w:rPr>
          <w:rtl/>
          <w:lang w:bidi="fa-IR"/>
        </w:rPr>
        <w:t xml:space="preserve"> آن گاه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علم جن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شناس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و مراحل علم ز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ست</w:t>
      </w:r>
      <w:r w:rsidR="004A11C6">
        <w:rPr>
          <w:rtl/>
          <w:lang w:bidi="fa-IR"/>
        </w:rPr>
        <w:t xml:space="preserve"> شناس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 بفهمم همچنان که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ک</w:t>
      </w:r>
      <w:r w:rsidR="004A11C6">
        <w:rPr>
          <w:rFonts w:hint="eastAsia"/>
          <w:rtl/>
          <w:lang w:bidi="fa-IR"/>
        </w:rPr>
        <w:t>لمات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از قرآن را که برا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ترجمه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شود در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ابم</w:t>
      </w:r>
      <w:r w:rsidR="004A11C6"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دانشمند، تنها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کار داشته باشم. من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را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شوم،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به آن دوره بروم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قرآن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داده شده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کنم. مدرک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که رد کنم،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کرده است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متناقض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که مداخل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بوده باشد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</w:t>
      </w:r>
      <w:r>
        <w:rPr>
          <w:rtl/>
          <w:lang w:bidi="fa-IR"/>
        </w:rPr>
        <w:t xml:space="preserve"> 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مرحل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مضغه را ارائه کرد که نشانگر شکل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بود،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کمان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کمان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دندان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فشار داده شده، همچون گوشت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که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قرآن مضغه است.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ابراز داشت: 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اقرار کنند که خداوند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علم و دانش خود، به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نازل کرده و به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وعده داده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کشف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آنست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از جانب خداست.»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>.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74B4B">
        <w:rPr>
          <w:rStyle w:val="libFootnotenumChar"/>
          <w:rtl/>
        </w:rPr>
        <w:t>(1)</w:t>
      </w:r>
      <w:r>
        <w:rPr>
          <w:rtl/>
          <w:lang w:bidi="fa-IR"/>
        </w:rPr>
        <w:t xml:space="preserve"> دانشمند مشهور علوم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پرفسور علوم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دانشگاه کُلُرادو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بخش علوم هوا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دانشگاه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کا،</w:t>
      </w:r>
      <w:r>
        <w:rPr>
          <w:rtl/>
          <w:lang w:bidi="fa-IR"/>
        </w:rPr>
        <w:t xml:space="preserve"> دربار</w:t>
      </w:r>
      <w:r w:rsidR="00174B4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قرآن کشف کرده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«کشف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اطلاعات از کتاب قرآن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جالب بود.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چطور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به دست بشر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اما به نظرم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جالب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4A11C6" w:rsidRPr="00174B4B" w:rsidRDefault="00174B4B" w:rsidP="00174B4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4A11C6" w:rsidRDefault="004A11C6" w:rsidP="00174B4B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Dr. William W. Hay</w:t>
      </w:r>
    </w:p>
    <w:p w:rsidR="004A11C6" w:rsidRDefault="00174B4B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اطلاعات</w:t>
      </w:r>
      <w:r w:rsidR="004A11C6">
        <w:rPr>
          <w:rtl/>
          <w:lang w:bidi="fa-IR"/>
        </w:rPr>
        <w:t xml:space="preserve"> وجود دارد و بشر در مس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</w:t>
      </w:r>
      <w:r w:rsidR="004A11C6">
        <w:rPr>
          <w:rtl/>
          <w:lang w:bidi="fa-IR"/>
        </w:rPr>
        <w:t xml:space="preserve"> کشف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اطلاعات و فهم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غام</w:t>
      </w:r>
      <w:r w:rsidR="004A11C6">
        <w:rPr>
          <w:rtl/>
          <w:lang w:bidi="fa-IR"/>
        </w:rPr>
        <w:t xml:space="preserve"> هاست. فقط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توانم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کتاب، کتاب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اله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است.»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174B4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74B4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جرالد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نگر</w:t>
      </w:r>
      <w:r>
        <w:rPr>
          <w:rtl/>
          <w:lang w:bidi="fa-IR"/>
        </w:rPr>
        <w:t xml:space="preserve"> </w:t>
      </w:r>
      <w:r w:rsidRPr="00174B4B">
        <w:rPr>
          <w:rStyle w:val="libFootnotenumChar"/>
          <w:rtl/>
        </w:rPr>
        <w:t>(1)</w:t>
      </w:r>
      <w:r>
        <w:rPr>
          <w:rtl/>
          <w:lang w:bidi="fa-IR"/>
        </w:rPr>
        <w:t xml:space="preserve"> پرفسور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دانشکده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دانشگاه جرجتون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در مقالات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هشتم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کنفرانس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ابراز داشت: «چند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قرآن شامل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جامع و کامل از رشد انسان از زمان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نطفه تا رشد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رشد انسان، دسته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مراحل، اصطلاحات و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قبلاً وجود نداشته.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قرآن وجود دارد که به طور جامع و کامل رشد انسان از زمان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نطفه تا رشد کامل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آن زمان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اصطلاحات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تعاب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شگفت آور است که در آن زمان بدون اتکا به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و بدون اطلاع از ژن ها و کروموزم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در بدن،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 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درس نخوانده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شاخه از علم را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طور شگفت </w:t>
      </w: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اصطلاحات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ارتباط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اصل مهم را اثبات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حضرت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و او فرستاد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خداست.»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2E3B1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کُزا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2E3B1E">
        <w:rPr>
          <w:rStyle w:val="libFootnotenumChar"/>
          <w:rtl/>
        </w:rPr>
        <w:t xml:space="preserve">(2) </w:t>
      </w:r>
      <w:r>
        <w:rPr>
          <w:rtl/>
          <w:lang w:bidi="fa-IR"/>
        </w:rPr>
        <w:t>پرفسور بازنشسته دانشگاه توک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مشاهدات نجوم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واقعاً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نجوم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قرار گرفتم. ما دانشمندان نجوم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قطع</w:t>
      </w:r>
      <w:r w:rsidR="008832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جهان را </w:t>
      </w:r>
      <w:r>
        <w:rPr>
          <w:rtl/>
          <w:lang w:bidi="fa-IR"/>
        </w:rPr>
        <w:lastRenderedPageBreak/>
        <w:t>مطالعه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تمام تلاشمان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قسمت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جهان را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استفاده از تلسکوپ ما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قسمت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کل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با خواندن قرآن و پرسش و پاسخ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جهان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4A11C6" w:rsidRPr="008832FC" w:rsidRDefault="008832FC" w:rsidP="008832F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Dr. Gerald C Goeringer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Dr. Yoshihid Kozai</w:t>
      </w:r>
    </w:p>
    <w:p w:rsidR="004A11C6" w:rsidRDefault="008832FC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tl/>
          <w:lang w:bidi="fa-IR"/>
        </w:rPr>
        <w:lastRenderedPageBreak/>
        <w:t>7</w:t>
      </w:r>
      <w:r>
        <w:rPr>
          <w:rFonts w:hint="cs"/>
          <w:rtl/>
          <w:lang w:bidi="fa-IR"/>
        </w:rPr>
        <w:t xml:space="preserve"> -</w:t>
      </w:r>
      <w:r w:rsidR="004A11C6">
        <w:rPr>
          <w:rtl/>
          <w:lang w:bidi="fa-IR"/>
        </w:rPr>
        <w:t xml:space="preserve"> پرفسور تجاتات تجاسن </w:t>
      </w:r>
      <w:r w:rsidR="004A11C6" w:rsidRPr="008832FC">
        <w:rPr>
          <w:rStyle w:val="libFootnotenumChar"/>
          <w:rtl/>
        </w:rPr>
        <w:t>(1)</w:t>
      </w:r>
      <w:r w:rsidR="004A11C6">
        <w:rPr>
          <w:rtl/>
          <w:lang w:bidi="fa-IR"/>
        </w:rPr>
        <w:t xml:space="preserve"> رئ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 xml:space="preserve"> دانشکده آناتوم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انگ</w:t>
      </w:r>
      <w:r w:rsidR="004A11C6">
        <w:rPr>
          <w:rtl/>
          <w:lang w:bidi="fa-IR"/>
        </w:rPr>
        <w:t xml:space="preserve"> ما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تا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لند،</w:t>
      </w:r>
      <w:r w:rsidR="004A11C6">
        <w:rPr>
          <w:rtl/>
          <w:lang w:bidi="fa-IR"/>
        </w:rPr>
        <w:t xml:space="preserve"> ر</w:t>
      </w:r>
      <w:r w:rsidR="004A11C6">
        <w:rPr>
          <w:rFonts w:hint="cs"/>
          <w:rtl/>
          <w:lang w:bidi="fa-IR"/>
        </w:rPr>
        <w:t>یی</w:t>
      </w:r>
      <w:r w:rsidR="004A11C6">
        <w:rPr>
          <w:rFonts w:hint="eastAsia"/>
          <w:rtl/>
          <w:lang w:bidi="fa-IR"/>
        </w:rPr>
        <w:t>س</w:t>
      </w:r>
      <w:r w:rsidR="004A11C6">
        <w:rPr>
          <w:rtl/>
          <w:lang w:bidi="fa-IR"/>
        </w:rPr>
        <w:t xml:space="preserve"> دانشکده پزشک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دانشگاه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انگ</w:t>
      </w:r>
      <w:r w:rsidR="004A11C6">
        <w:rPr>
          <w:rtl/>
          <w:lang w:bidi="fa-IR"/>
        </w:rPr>
        <w:t xml:space="preserve"> ما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هشتم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کنفرانس پزشک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اض</w:t>
      </w:r>
      <w:r w:rsidR="004A11C6">
        <w:rPr>
          <w:rtl/>
          <w:lang w:bidi="fa-IR"/>
        </w:rPr>
        <w:t xml:space="preserve"> گفت: «در سه سال گذشته من به قرآن علاقه مند شدم و معتقدم هر 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ز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که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قرآن، 14 قرن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ذکر شده است حق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قت</w:t>
      </w:r>
      <w:r w:rsidR="004A11C6">
        <w:rPr>
          <w:rtl/>
          <w:lang w:bidi="fa-IR"/>
        </w:rPr>
        <w:t xml:space="preserve"> است و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</w:t>
      </w:r>
      <w:r w:rsidR="004A11C6">
        <w:rPr>
          <w:rFonts w:hint="eastAsia"/>
          <w:rtl/>
          <w:lang w:bidi="fa-IR"/>
        </w:rPr>
        <w:t>توان</w:t>
      </w:r>
      <w:r w:rsidR="004A11C6">
        <w:rPr>
          <w:rtl/>
          <w:lang w:bidi="fa-IR"/>
        </w:rPr>
        <w:t xml:space="preserve"> آن را با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افته</w:t>
      </w:r>
      <w:r w:rsidR="004A11C6">
        <w:rPr>
          <w:rtl/>
          <w:lang w:bidi="fa-IR"/>
        </w:rPr>
        <w:t xml:space="preserve">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علم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ثابت کرد. از آنجا که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امبر</w:t>
      </w:r>
      <w:r w:rsidR="004A11C6">
        <w:rPr>
          <w:rtl/>
          <w:lang w:bidi="fa-IR"/>
        </w:rPr>
        <w:t xml:space="preserve"> نه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توانسته بخواند و نه بنو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سد،</w:t>
      </w:r>
      <w:r w:rsidR="004A11C6">
        <w:rPr>
          <w:rtl/>
          <w:lang w:bidi="fa-IR"/>
        </w:rPr>
        <w:t xml:space="preserve"> پس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غام</w:t>
      </w:r>
      <w:r w:rsidR="004A11C6">
        <w:rPr>
          <w:rtl/>
          <w:lang w:bidi="fa-IR"/>
        </w:rPr>
        <w:t xml:space="preserve"> آور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باشد که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حقا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ق</w:t>
      </w:r>
      <w:r w:rsidR="004A11C6">
        <w:rPr>
          <w:rtl/>
          <w:lang w:bidi="fa-IR"/>
        </w:rPr>
        <w:t xml:space="preserve"> را پخش کرده است واز طرف خداوند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قادر و متعال به او وح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شده است. به هم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خاطر فکر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کنم که وقت آن است که بگو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>: «لااله اِلا الله و محمد رسولُ الله.»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کنفرانس نه تنها از نکات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استفاده کردم بلکه از نکات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 آشنا شدن با دانشمندان معروف جهان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برخوردار شدم و مسلمان شدم.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مثال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قرآن،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خود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تمام نکات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تصادف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14 قرن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قرآن از طرف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بشر است؟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پاسخ ممکن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قرآن کلام خداست که به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</w:t>
      </w:r>
      <w:r w:rsidR="008832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پرفسور الفرد کرُنِر </w:t>
      </w:r>
      <w:r w:rsidRPr="008832FC">
        <w:rPr>
          <w:rStyle w:val="libFootnotenumChar"/>
          <w:rtl/>
        </w:rPr>
        <w:t>(2)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شناسان معروف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استاد دانشگاه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</w:t>
      </w:r>
      <w:r>
        <w:rPr>
          <w:rtl/>
          <w:lang w:bidi="fa-IR"/>
        </w:rPr>
        <w:t xml:space="preserve"> آلمان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رممکن</w:t>
      </w:r>
      <w:r>
        <w:rPr>
          <w:rtl/>
          <w:lang w:bidi="fa-IR"/>
        </w:rPr>
        <w:t xml:space="preserve"> است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مبدأ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دانسته، چون دانشمندان در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استفاده از دستگاه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14 قرن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دانست. پس گفته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طرف خداوند 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8832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پرفسور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مور </w:t>
      </w:r>
      <w:r w:rsidRPr="008832FC">
        <w:rPr>
          <w:rStyle w:val="libFootnotenumChar"/>
          <w:rtl/>
        </w:rPr>
        <w:t>(3)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سابق بخش آناتوم</w:t>
      </w:r>
      <w:r>
        <w:rPr>
          <w:rFonts w:hint="cs"/>
          <w:rtl/>
          <w:lang w:bidi="fa-IR"/>
        </w:rPr>
        <w:t>ی</w:t>
      </w:r>
    </w:p>
    <w:p w:rsidR="004A11C6" w:rsidRPr="008832FC" w:rsidRDefault="008832FC" w:rsidP="008832F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Professor Tejatat Tejasen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Professor Alfred Kroner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Professor Keith Moore</w:t>
      </w:r>
    </w:p>
    <w:p w:rsidR="004A11C6" w:rsidRDefault="008832FC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eastAsia"/>
          <w:rtl/>
          <w:lang w:bidi="fa-IR"/>
        </w:rPr>
        <w:lastRenderedPageBreak/>
        <w:t>جن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شناس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دانشگاه تورنتو استاد دانشگاه تورنتو کانادا و صاحب تأل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فات</w:t>
      </w:r>
      <w:r w:rsidR="004A11C6">
        <w:rPr>
          <w:rtl/>
          <w:lang w:bidi="fa-IR"/>
        </w:rPr>
        <w:t xml:space="preserve"> متعدد در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باره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گو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>: «کمک به روشن ساختن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انات</w:t>
      </w:r>
      <w:r w:rsidR="004A11C6">
        <w:rPr>
          <w:rtl/>
          <w:lang w:bidi="fa-IR"/>
        </w:rPr>
        <w:t xml:space="preserve"> قرآن دربار</w:t>
      </w:r>
      <w:r>
        <w:rPr>
          <w:rFonts w:hint="cs"/>
          <w:rtl/>
          <w:lang w:bidi="fa-IR"/>
        </w:rPr>
        <w:t>ه</w:t>
      </w:r>
      <w:r w:rsidR="004A11C6">
        <w:rPr>
          <w:rtl/>
          <w:lang w:bidi="fa-IR"/>
        </w:rPr>
        <w:t xml:space="preserve"> رشد انسان برا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م</w:t>
      </w:r>
      <w:r w:rsidR="004A11C6">
        <w:rPr>
          <w:rtl/>
          <w:lang w:bidi="fa-IR"/>
        </w:rPr>
        <w:t xml:space="preserve"> بس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ار</w:t>
      </w:r>
      <w:r w:rsidR="004A11C6">
        <w:rPr>
          <w:rtl/>
          <w:lang w:bidi="fa-IR"/>
        </w:rPr>
        <w:t xml:space="preserve"> لذت بخش است. برا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من واضح است که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انات</w:t>
      </w:r>
      <w:r w:rsidR="004A11C6">
        <w:rPr>
          <w:rtl/>
          <w:lang w:bidi="fa-IR"/>
        </w:rPr>
        <w:t xml:space="preserve"> از طرف خداوند به محمد</w:t>
      </w:r>
      <w:r w:rsidR="004A11C6" w:rsidRPr="004A11C6">
        <w:rPr>
          <w:rStyle w:val="libAlaemChar"/>
          <w:rtl/>
        </w:rPr>
        <w:t xml:space="preserve">صلى‌الله‌عليه‌وآله‌وسلم </w:t>
      </w:r>
      <w:r w:rsidR="004A11C6">
        <w:rPr>
          <w:rtl/>
          <w:lang w:bidi="fa-IR"/>
        </w:rPr>
        <w:t xml:space="preserve"> وح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شده است؛ چون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اطلاعات در قرن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پ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کشف نشده بود.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به من ثابت 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کند که محمد</w:t>
      </w:r>
      <w:r w:rsidR="004A11C6" w:rsidRPr="004A11C6">
        <w:rPr>
          <w:rStyle w:val="libAlaemChar"/>
          <w:rtl/>
        </w:rPr>
        <w:t xml:space="preserve">صلى‌الله‌عليه‌وآله‌وسلم </w:t>
      </w:r>
      <w:r w:rsidR="004A11C6">
        <w:rPr>
          <w:rtl/>
          <w:lang w:bidi="fa-IR"/>
        </w:rPr>
        <w:t xml:space="preserve"> فرستاده خداست.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ممکن است محمد</w:t>
      </w:r>
      <w:r w:rsidRPr="004A11C6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1400 سال قبل،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مراحل آن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کند؛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دانشمندان تا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قبل نتوانسته اند؟ اما پس از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آن قدر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قرار گرفتم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کتاب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8832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دکتر 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بوکا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832FC">
        <w:rPr>
          <w:rStyle w:val="libFootnotenumChar"/>
          <w:rtl/>
        </w:rPr>
        <w:t>(1)</w:t>
      </w:r>
      <w:r>
        <w:rPr>
          <w:rtl/>
          <w:lang w:bidi="fa-IR"/>
        </w:rPr>
        <w:t>: پروفسور 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بوکا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متولد سال 1920 م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دانشگاه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عضو جامعه فرانسو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آنکه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حدود 1400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سالم ماندن جسد فرعون خبر داده شده بود و جسد او در سال 1898 سالم تر از تمام اجس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کشف شد، به اسلام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اعجاز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قرآن مسلمان شد و چند سال به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دربار</w:t>
      </w:r>
      <w:r w:rsidR="008832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ارتباط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متون مقدس و دستاوردها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تکنولوژ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پرداخت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«تورات،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قرآن و علم»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 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بوکا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ده سال مطالعه در قر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در سال 1976 خطاب به مجمع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فرانسه، اظهار داشت: «در قرآن موضوعات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ارتباط با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به طور کامل با دستاوردها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مطابقت دارند. علم، از اصول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اعتراف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1400 سال، علم به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آنها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است،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توسط</w:t>
      </w:r>
    </w:p>
    <w:p w:rsidR="004A11C6" w:rsidRPr="008832FC" w:rsidRDefault="008832FC" w:rsidP="008832F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11C6" w:rsidRDefault="004A11C6" w:rsidP="008832FC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Dr Mauricce Bucaille</w:t>
      </w:r>
    </w:p>
    <w:p w:rsidR="004A11C6" w:rsidRDefault="008832FC" w:rsidP="008832F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11C6">
        <w:rPr>
          <w:rFonts w:hint="cs"/>
          <w:rtl/>
          <w:lang w:bidi="fa-IR"/>
        </w:rPr>
        <w:lastRenderedPageBreak/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شخص درس نخوانده مطرح شده باشد و تنها با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اعتراف کرد که آن حضرت با منبع مافوق بشر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در ارتباط بوده است. 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ن</w:t>
      </w:r>
      <w:r w:rsidR="004A11C6">
        <w:rPr>
          <w:rtl/>
          <w:lang w:bidi="fa-IR"/>
        </w:rPr>
        <w:t xml:space="preserve"> غ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رممکن</w:t>
      </w:r>
      <w:r w:rsidR="004A11C6">
        <w:rPr>
          <w:rtl/>
          <w:lang w:bidi="fa-IR"/>
        </w:rPr>
        <w:t xml:space="preserve"> است که 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ک</w:t>
      </w:r>
      <w:r w:rsidR="004A11C6">
        <w:rPr>
          <w:rtl/>
          <w:lang w:bidi="fa-IR"/>
        </w:rPr>
        <w:t xml:space="preserve"> شخص درس نخوانده، کتاب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را خلق کند که از لحاظ ادب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سرآمد کتب 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گر</w:t>
      </w:r>
      <w:r w:rsidR="004A11C6">
        <w:rPr>
          <w:rtl/>
          <w:lang w:bidi="fa-IR"/>
        </w:rPr>
        <w:t xml:space="preserve"> ادبا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عرب باشد و از لحاظ علم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هنوز پس از چهارده قرن منبع زا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ش</w:t>
      </w:r>
      <w:r w:rsidR="004A11C6">
        <w:rPr>
          <w:rtl/>
          <w:lang w:bidi="fa-IR"/>
        </w:rPr>
        <w:t xml:space="preserve"> ع</w:t>
      </w:r>
      <w:r w:rsidR="004A11C6">
        <w:rPr>
          <w:rFonts w:hint="eastAsia"/>
          <w:rtl/>
          <w:lang w:bidi="fa-IR"/>
        </w:rPr>
        <w:t>لوم</w:t>
      </w:r>
      <w:r w:rsidR="004A11C6">
        <w:rPr>
          <w:rtl/>
          <w:lang w:bidi="fa-IR"/>
        </w:rPr>
        <w:t xml:space="preserve"> جد</w:t>
      </w:r>
      <w:r w:rsidR="004A11C6">
        <w:rPr>
          <w:rFonts w:hint="cs"/>
          <w:rtl/>
          <w:lang w:bidi="fa-IR"/>
        </w:rPr>
        <w:t>ی</w:t>
      </w:r>
      <w:r w:rsidR="004A11C6">
        <w:rPr>
          <w:rFonts w:hint="eastAsia"/>
          <w:rtl/>
          <w:lang w:bidi="fa-IR"/>
        </w:rPr>
        <w:t>د</w:t>
      </w:r>
      <w:r w:rsidR="004A11C6">
        <w:rPr>
          <w:rtl/>
          <w:lang w:bidi="fa-IR"/>
        </w:rPr>
        <w:t xml:space="preserve"> باشد.» کتاب ها</w:t>
      </w:r>
      <w:r w:rsidR="004A11C6">
        <w:rPr>
          <w:rFonts w:hint="cs"/>
          <w:rtl/>
          <w:lang w:bidi="fa-IR"/>
        </w:rPr>
        <w:t>ی</w:t>
      </w:r>
      <w:r w:rsidR="004A11C6">
        <w:rPr>
          <w:rtl/>
          <w:lang w:bidi="fa-IR"/>
        </w:rPr>
        <w:t xml:space="preserve"> او عبارتند از: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منشأ</w:t>
      </w:r>
      <w:r>
        <w:rPr>
          <w:rtl/>
          <w:lang w:bidi="fa-IR"/>
        </w:rPr>
        <w:t xml:space="preserve"> بشر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فرعون،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مصر،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قرآن، تورات،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قرآن و علوم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www.scienceislam.com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>05.10.2013</w:t>
      </w:r>
    </w:p>
    <w:p w:rsidR="004A11C6" w:rsidRDefault="008832FC" w:rsidP="008832F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512082893"/>
      <w:r w:rsidR="004A11C6">
        <w:rPr>
          <w:rFonts w:hint="eastAsia"/>
          <w:rtl/>
          <w:lang w:bidi="fa-IR"/>
        </w:rPr>
        <w:lastRenderedPageBreak/>
        <w:t>منابع</w:t>
      </w:r>
      <w:bookmarkEnd w:id="43"/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1. </w:t>
      </w:r>
      <w:r>
        <w:rPr>
          <w:lang w:bidi="fa-IR"/>
        </w:rPr>
        <w:t>www. islamweb. 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2. </w:t>
      </w:r>
      <w:r>
        <w:rPr>
          <w:lang w:bidi="fa-IR"/>
        </w:rPr>
        <w:t>www. gawaher.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3. </w:t>
      </w:r>
      <w:r>
        <w:rPr>
          <w:lang w:bidi="fa-IR"/>
        </w:rPr>
        <w:t>www. nzmuslim. 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4. </w:t>
      </w:r>
      <w:r>
        <w:rPr>
          <w:lang w:bidi="fa-IR"/>
        </w:rPr>
        <w:t>http://newsday.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5. </w:t>
      </w:r>
      <w:r>
        <w:rPr>
          <w:lang w:bidi="fa-IR"/>
        </w:rPr>
        <w:t>www. convertstoislam.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6. </w:t>
      </w:r>
      <w:r>
        <w:rPr>
          <w:lang w:bidi="fa-IR"/>
        </w:rPr>
        <w:t>http://group. msn. com/ muslimsaroundtheword/ convertstories</w:t>
      </w:r>
      <w:r>
        <w:rPr>
          <w:rtl/>
          <w:lang w:bidi="fa-IR"/>
        </w:rPr>
        <w:t>.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lang w:bidi="fa-IR"/>
        </w:rPr>
        <w:t>msnw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7. </w:t>
      </w:r>
      <w:r>
        <w:rPr>
          <w:lang w:bidi="fa-IR"/>
        </w:rPr>
        <w:t>www. usc. edu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8. </w:t>
      </w:r>
      <w:r>
        <w:rPr>
          <w:lang w:bidi="fa-IR"/>
        </w:rPr>
        <w:t>http://members. aol. com/askgive/stories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9. </w:t>
      </w:r>
      <w:r>
        <w:rPr>
          <w:lang w:bidi="fa-IR"/>
        </w:rPr>
        <w:t>http://thertuereligion. org/htm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10. </w:t>
      </w:r>
      <w:r>
        <w:rPr>
          <w:lang w:bidi="fa-IR"/>
        </w:rPr>
        <w:t>http://islamicweb.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11. </w:t>
      </w:r>
      <w:r>
        <w:rPr>
          <w:lang w:bidi="fa-IR"/>
        </w:rPr>
        <w:t>www. algonet. sc</w:t>
      </w:r>
    </w:p>
    <w:p w:rsidR="008832FC" w:rsidRDefault="008832FC" w:rsidP="004A11C6">
      <w:pPr>
        <w:pStyle w:val="libNormal"/>
        <w:rPr>
          <w:rFonts w:hint="cs"/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1. </w:t>
      </w:r>
      <w:r>
        <w:rPr>
          <w:lang w:bidi="fa-IR"/>
        </w:rPr>
        <w:t>www. islamweb. 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2. </w:t>
      </w:r>
      <w:r>
        <w:rPr>
          <w:lang w:bidi="fa-IR"/>
        </w:rPr>
        <w:t>www. gawaher.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3. </w:t>
      </w:r>
      <w:r>
        <w:rPr>
          <w:lang w:bidi="fa-IR"/>
        </w:rPr>
        <w:t>www. nzmuslim. net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4. </w:t>
      </w:r>
      <w:r>
        <w:rPr>
          <w:lang w:bidi="fa-IR"/>
        </w:rPr>
        <w:t>http://newsday.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5. </w:t>
      </w:r>
      <w:r>
        <w:rPr>
          <w:lang w:bidi="fa-IR"/>
        </w:rPr>
        <w:t>www. convertstoislam.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6. </w:t>
      </w:r>
      <w:r>
        <w:rPr>
          <w:lang w:bidi="fa-IR"/>
        </w:rPr>
        <w:t>http://group. msu. com/ muslimsaroundtheword/ convertstories. msnw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7. </w:t>
      </w:r>
      <w:r>
        <w:rPr>
          <w:lang w:bidi="fa-IR"/>
        </w:rPr>
        <w:t>www. usc. edu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8. </w:t>
      </w:r>
      <w:r>
        <w:rPr>
          <w:lang w:bidi="fa-IR"/>
        </w:rPr>
        <w:t>http://members. aol. com/askgive/stories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9. </w:t>
      </w:r>
      <w:r>
        <w:rPr>
          <w:lang w:bidi="fa-IR"/>
        </w:rPr>
        <w:t>http://thetruereligion. org/htm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10. </w:t>
      </w:r>
      <w:r>
        <w:rPr>
          <w:lang w:bidi="fa-IR"/>
        </w:rPr>
        <w:t>http://islamicweb.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11. </w:t>
      </w:r>
      <w:r>
        <w:rPr>
          <w:lang w:bidi="fa-IR"/>
        </w:rPr>
        <w:t>www. algonet. sc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12. </w:t>
      </w:r>
      <w:r>
        <w:rPr>
          <w:lang w:bidi="fa-IR"/>
        </w:rPr>
        <w:t>http://English. islamway. com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13. </w:t>
      </w:r>
      <w:r>
        <w:rPr>
          <w:lang w:bidi="fa-IR"/>
        </w:rPr>
        <w:t>www. guardian. co. uk/religion/story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14. </w:t>
      </w:r>
      <w:r>
        <w:rPr>
          <w:lang w:bidi="fa-IR"/>
        </w:rPr>
        <w:t>www. alinaam. org. za/library/nmuslim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15. </w:t>
      </w:r>
      <w:r>
        <w:rPr>
          <w:lang w:bidi="fa-IR"/>
        </w:rPr>
        <w:t>http://www. islamfortoday. com/converts. htm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4A11C6" w:rsidRDefault="004A11C6" w:rsidP="004A11C6">
      <w:pPr>
        <w:pStyle w:val="libNormal"/>
        <w:rPr>
          <w:lang w:bidi="fa-IR"/>
        </w:rPr>
      </w:pPr>
      <w:r>
        <w:rPr>
          <w:rtl/>
          <w:lang w:bidi="fa-IR"/>
        </w:rPr>
        <w:t xml:space="preserve">16. </w:t>
      </w:r>
      <w:r>
        <w:rPr>
          <w:lang w:bidi="fa-IR"/>
        </w:rPr>
        <w:t>http://www. ezsoftech. com/stories</w:t>
      </w:r>
    </w:p>
    <w:p w:rsidR="004A11C6" w:rsidRDefault="004A11C6" w:rsidP="004A11C6">
      <w:pPr>
        <w:pStyle w:val="libNormal"/>
        <w:rPr>
          <w:rtl/>
          <w:lang w:bidi="fa-IR"/>
        </w:rPr>
      </w:pPr>
    </w:p>
    <w:p w:rsidR="008832FC" w:rsidRDefault="004A11C6" w:rsidP="004A11C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17. </w:t>
      </w:r>
      <w:r>
        <w:rPr>
          <w:lang w:bidi="fa-IR"/>
        </w:rPr>
        <w:t>http://www. muslimconverts. com</w:t>
      </w:r>
      <w:r>
        <w:rPr>
          <w:rtl/>
          <w:lang w:bidi="fa-IR"/>
        </w:rPr>
        <w:t>/</w:t>
      </w:r>
    </w:p>
    <w:p w:rsidR="004A11C6" w:rsidRDefault="008832FC" w:rsidP="008832FC">
      <w:pPr>
        <w:pStyle w:val="Heading1Center"/>
        <w:rPr>
          <w:rFonts w:hint="cs"/>
          <w:rtl/>
        </w:rPr>
      </w:pPr>
      <w:r>
        <w:rPr>
          <w:rtl/>
        </w:rPr>
        <w:br w:type="page"/>
      </w:r>
      <w:bookmarkStart w:id="44" w:name="_Toc512082894"/>
      <w:r>
        <w:rPr>
          <w:rFonts w:hint="cs"/>
          <w:rtl/>
        </w:rPr>
        <w:lastRenderedPageBreak/>
        <w:t>فهرست مطالب</w:t>
      </w:r>
      <w:bookmarkEnd w:id="44"/>
    </w:p>
    <w:sdt>
      <w:sdtPr>
        <w:id w:val="1000665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197E4C" w:rsidRDefault="00197E4C" w:rsidP="00197E4C">
          <w:pPr>
            <w:pStyle w:val="TOCHeading"/>
          </w:pPr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2082850" w:history="1">
            <w:r w:rsidRPr="00642A99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1" w:history="1">
            <w:r w:rsidRPr="00642A99">
              <w:rPr>
                <w:rStyle w:val="Hyperlink"/>
                <w:noProof/>
                <w:rtl/>
                <w:lang w:bidi="fa-IR"/>
              </w:rPr>
              <w:t>پ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2" w:history="1">
            <w:r w:rsidRPr="00642A99">
              <w:rPr>
                <w:rStyle w:val="Hyperlink"/>
                <w:noProof/>
                <w:rtl/>
                <w:lang w:bidi="fa-IR"/>
              </w:rPr>
              <w:t>اسلام در جهان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3" w:history="1">
            <w:r w:rsidRPr="00642A99">
              <w:rPr>
                <w:rStyle w:val="Hyperlink"/>
                <w:noProof/>
                <w:rtl/>
                <w:lang w:bidi="fa-IR"/>
              </w:rPr>
              <w:t>راه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به سو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پارادا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س/ خانم ام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ره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4" w:history="1">
            <w:r w:rsidRPr="00642A99">
              <w:rPr>
                <w:rStyle w:val="Hyperlink"/>
                <w:noProof/>
                <w:rtl/>
                <w:lang w:bidi="fa-IR"/>
              </w:rPr>
              <w:t>سفر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به درون زندگ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بروس پترسون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5" w:history="1">
            <w:r w:rsidRPr="00642A99">
              <w:rPr>
                <w:rStyle w:val="Hyperlink"/>
                <w:noProof/>
                <w:rtl/>
                <w:lang w:bidi="fa-IR"/>
              </w:rPr>
              <w:t>مقدس تر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 حالت وجود/ خانم تم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 کروز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6" w:history="1">
            <w:r w:rsidRPr="00642A99">
              <w:rPr>
                <w:rStyle w:val="Hyperlink"/>
                <w:noProof/>
                <w:rtl/>
                <w:lang w:bidi="fa-IR"/>
              </w:rPr>
              <w:t>سؤال ها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م درباره مس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ح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ت/ خانم جن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فر هارل از تگزاس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7" w:history="1">
            <w:r w:rsidRPr="00642A99">
              <w:rPr>
                <w:rStyle w:val="Hyperlink"/>
                <w:noProof/>
                <w:rtl/>
                <w:lang w:bidi="fa-IR"/>
              </w:rPr>
              <w:t>سفر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از عمق وجود به سو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خدا/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جان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ادگراسکا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8" w:history="1">
            <w:r w:rsidRPr="00642A99">
              <w:rPr>
                <w:rStyle w:val="Hyperlink"/>
                <w:noProof/>
                <w:rtl/>
                <w:lang w:bidi="fa-IR"/>
              </w:rPr>
              <w:t>چطور مس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ح مرا مسلمان کرد/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ج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م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59" w:history="1">
            <w:r w:rsidRPr="00642A99">
              <w:rPr>
                <w:rStyle w:val="Hyperlink"/>
                <w:noProof/>
                <w:rtl/>
                <w:lang w:bidi="fa-IR"/>
              </w:rPr>
              <w:t>آ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ا خدا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وجود دارد؟/ دکتر روس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0" w:history="1">
            <w:r w:rsidRPr="00642A99">
              <w:rPr>
                <w:rStyle w:val="Hyperlink"/>
                <w:noProof/>
                <w:rtl/>
                <w:lang w:bidi="fa-IR"/>
              </w:rPr>
              <w:t>پازل هدف از زندگ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دونالد فلود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1" w:history="1">
            <w:r w:rsidRPr="00642A99">
              <w:rPr>
                <w:rStyle w:val="Hyperlink"/>
                <w:noProof/>
                <w:rtl/>
                <w:lang w:bidi="fa-IR"/>
              </w:rPr>
              <w:t>گمشده من/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رادکو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2" w:history="1">
            <w:r w:rsidRPr="00642A99">
              <w:rPr>
                <w:rStyle w:val="Hyperlink"/>
                <w:noProof/>
                <w:rtl/>
                <w:lang w:bidi="fa-IR"/>
              </w:rPr>
              <w:t>تولد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دوباره/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راگر هادن از 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رلند شمال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3" w:history="1">
            <w:r w:rsidRPr="00642A99">
              <w:rPr>
                <w:rStyle w:val="Hyperlink"/>
                <w:noProof/>
                <w:rtl/>
                <w:lang w:bidi="fa-IR"/>
              </w:rPr>
              <w:t>معنا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زندگ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ردا از 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رج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شمال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4" w:history="1">
            <w:r w:rsidRPr="00642A99">
              <w:rPr>
                <w:rStyle w:val="Hyperlink"/>
                <w:noProof/>
                <w:rtl/>
                <w:lang w:bidi="fa-IR"/>
              </w:rPr>
              <w:t>از بت پرست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تا خداپرست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خانم ز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نب از هند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5" w:history="1">
            <w:r w:rsidRPr="00642A99">
              <w:rPr>
                <w:rStyle w:val="Hyperlink"/>
                <w:noProof/>
                <w:rtl/>
                <w:lang w:bidi="fa-IR"/>
              </w:rPr>
              <w:t>ارتباط مستق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م با خدا/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فرانس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 مند از سر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لانکا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6" w:history="1">
            <w:r w:rsidRPr="00642A99">
              <w:rPr>
                <w:rStyle w:val="Hyperlink"/>
                <w:noProof/>
                <w:rtl/>
                <w:lang w:bidi="fa-IR"/>
              </w:rPr>
              <w:t>زندگ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 هد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ه است/ خانم کارن 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 از لو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7" w:history="1">
            <w:r w:rsidRPr="00642A99">
              <w:rPr>
                <w:rStyle w:val="Hyperlink"/>
                <w:noProof/>
                <w:rtl/>
                <w:lang w:bidi="fa-IR"/>
              </w:rPr>
              <w:t>قرآن پاسخگو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سؤالات من/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کت استون خوانند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ۀ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مشهور،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وسف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8" w:history="1">
            <w:r w:rsidRPr="00642A99">
              <w:rPr>
                <w:rStyle w:val="Hyperlink"/>
                <w:noProof/>
                <w:rtl/>
                <w:lang w:bidi="fa-IR"/>
              </w:rPr>
              <w:t>دلم برا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خدا ب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قرار است/ کش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ش روس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69" w:history="1">
            <w:r w:rsidRPr="00642A99">
              <w:rPr>
                <w:rStyle w:val="Hyperlink"/>
                <w:noProof/>
                <w:rtl/>
                <w:lang w:bidi="fa-IR"/>
              </w:rPr>
              <w:t>از ش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طان پرست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تا خداپرست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کر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ستوفر 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0" w:history="1">
            <w:r w:rsidRPr="00642A99">
              <w:rPr>
                <w:rStyle w:val="Hyperlink"/>
                <w:noProof/>
                <w:rtl/>
                <w:lang w:bidi="fa-IR"/>
              </w:rPr>
              <w:t>کش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ش مس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ح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وسف استس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1" w:history="1">
            <w:r w:rsidRPr="00642A99">
              <w:rPr>
                <w:rStyle w:val="Hyperlink"/>
                <w:noProof/>
                <w:rtl/>
                <w:lang w:bidi="fa-IR"/>
              </w:rPr>
              <w:t>مرغ ها بت ها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ما را شکستند/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لئوناردو 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لار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2" w:history="1">
            <w:r w:rsidRPr="00642A99">
              <w:rPr>
                <w:rStyle w:val="Hyperlink"/>
                <w:noProof/>
                <w:rtl/>
                <w:lang w:bidi="fa-IR"/>
              </w:rPr>
              <w:t>قرآن کتاب علم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42A99">
              <w:rPr>
                <w:rStyle w:val="Hyperlink"/>
                <w:noProof/>
                <w:rtl/>
                <w:lang w:bidi="fa-IR"/>
              </w:rPr>
              <w:t>ل 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د شاپ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رو از روس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3" w:history="1">
            <w:r w:rsidRPr="00642A99">
              <w:rPr>
                <w:rStyle w:val="Hyperlink"/>
                <w:noProof/>
                <w:rtl/>
                <w:lang w:bidi="fa-IR"/>
              </w:rPr>
              <w:t>اسلام پ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غام صلح و امن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دکتر هربرت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4" w:history="1">
            <w:r w:rsidRPr="00642A99">
              <w:rPr>
                <w:rStyle w:val="Hyperlink"/>
                <w:noProof/>
                <w:rtl/>
                <w:lang w:bidi="fa-IR"/>
              </w:rPr>
              <w:t>قرآن پا سخگو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سؤالاتم درباره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هود/ آقا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وسف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5" w:history="1">
            <w:r w:rsidRPr="00642A99">
              <w:rPr>
                <w:rStyle w:val="Hyperlink"/>
                <w:noProof/>
                <w:rtl/>
                <w:lang w:bidi="fa-IR"/>
              </w:rPr>
              <w:t>دوراه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! چشم ها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 را باز کن/ خانم راف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 از فرانسه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6" w:history="1">
            <w:r w:rsidRPr="00642A99">
              <w:rPr>
                <w:rStyle w:val="Hyperlink"/>
                <w:noProof/>
                <w:rtl/>
                <w:lang w:bidi="fa-IR"/>
              </w:rPr>
              <w:t>چرا مسلمان شدم؟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12082877" w:history="1">
            <w:r w:rsidRPr="00642A99">
              <w:rPr>
                <w:rStyle w:val="Hyperlink"/>
                <w:noProof/>
                <w:rtl/>
                <w:lang w:bidi="fa-IR"/>
              </w:rPr>
              <w:t>حجاب/ خانم تنا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8" w:history="1">
            <w:r w:rsidRPr="00642A99">
              <w:rPr>
                <w:rStyle w:val="Hyperlink"/>
                <w:noProof/>
                <w:rtl/>
                <w:lang w:bidi="fa-IR"/>
              </w:rPr>
              <w:t>خدا هدا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 مرا خواست/ خانم آس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79" w:history="1">
            <w:r w:rsidRPr="00642A99">
              <w:rPr>
                <w:rStyle w:val="Hyperlink"/>
                <w:noProof/>
                <w:rtl/>
                <w:lang w:bidi="fa-IR"/>
              </w:rPr>
              <w:t>ب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واسطه با خدا / خانم آن کولون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ز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0" w:history="1">
            <w:r w:rsidRPr="00642A99">
              <w:rPr>
                <w:rStyle w:val="Hyperlink"/>
                <w:noProof/>
                <w:rtl/>
                <w:lang w:bidi="fa-IR"/>
              </w:rPr>
              <w:t>هد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ه اسلام/ خانم پاتر از استرال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1" w:history="1">
            <w:r w:rsidRPr="00642A99">
              <w:rPr>
                <w:rStyle w:val="Hyperlink"/>
                <w:noProof/>
                <w:rtl/>
                <w:lang w:bidi="fa-IR"/>
              </w:rPr>
              <w:t>مقصد نها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42A99">
              <w:rPr>
                <w:rStyle w:val="Hyperlink"/>
                <w:noProof/>
                <w:rtl/>
                <w:lang w:bidi="fa-IR"/>
              </w:rPr>
              <w:t>/ خانم ه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لار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سندراز از لندن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2" w:history="1">
            <w:r w:rsidRPr="00642A99">
              <w:rPr>
                <w:rStyle w:val="Hyperlink"/>
                <w:noProof/>
                <w:rtl/>
                <w:lang w:bidi="fa-IR"/>
              </w:rPr>
              <w:t>ارمغان حجاب/ خانم کامالاداس، نو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سنده و شاعر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3" w:history="1">
            <w:r w:rsidRPr="00642A99">
              <w:rPr>
                <w:rStyle w:val="Hyperlink"/>
                <w:noProof/>
                <w:rtl/>
                <w:lang w:bidi="fa-IR"/>
              </w:rPr>
              <w:t>پا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ان روزها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تار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/ خانم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از 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تنام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4" w:history="1">
            <w:r w:rsidRPr="00642A99">
              <w:rPr>
                <w:rStyle w:val="Hyperlink"/>
                <w:noProof/>
                <w:rtl/>
                <w:lang w:bidi="fa-IR"/>
              </w:rPr>
              <w:t>هو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ت گمشده/ خانم کر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5" w:history="1">
            <w:r w:rsidRPr="00642A99">
              <w:rPr>
                <w:rStyle w:val="Hyperlink"/>
                <w:noProof/>
                <w:rtl/>
                <w:lang w:bidi="fa-IR"/>
              </w:rPr>
              <w:t>راهنما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نادان/ خانم ار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6" w:history="1">
            <w:r w:rsidRPr="00642A99">
              <w:rPr>
                <w:rStyle w:val="Hyperlink"/>
                <w:noProof/>
                <w:rtl/>
                <w:lang w:bidi="fa-IR"/>
              </w:rPr>
              <w:t>راه از کدام طرف است؟/ دختر 14 سال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ۀ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7" w:history="1">
            <w:r w:rsidRPr="00642A99">
              <w:rPr>
                <w:rStyle w:val="Hyperlink"/>
                <w:noProof/>
                <w:rtl/>
                <w:lang w:bidi="fa-IR"/>
              </w:rPr>
              <w:t>من آزاد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خواهم/ خانم لورا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 از انگلستان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8" w:history="1">
            <w:r w:rsidRPr="00642A99">
              <w:rPr>
                <w:rStyle w:val="Hyperlink"/>
                <w:noProof/>
                <w:rtl/>
                <w:lang w:bidi="fa-IR"/>
              </w:rPr>
              <w:t>مصاحبه 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با دختر هند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89" w:history="1">
            <w:r w:rsidRPr="00642A99">
              <w:rPr>
                <w:rStyle w:val="Hyperlink"/>
                <w:noProof/>
                <w:rtl/>
                <w:lang w:bidi="fa-IR"/>
              </w:rPr>
              <w:t>مصاحبه 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با خانم کر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ست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ن از آمر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>کا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90" w:history="1">
            <w:r w:rsidRPr="00642A99">
              <w:rPr>
                <w:rStyle w:val="Hyperlink"/>
                <w:noProof/>
                <w:rtl/>
                <w:lang w:bidi="fa-IR"/>
              </w:rPr>
              <w:t>مصاحبه ا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با ماشا خواننده معروف روس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91" w:history="1">
            <w:r w:rsidRPr="00642A99">
              <w:rPr>
                <w:rStyle w:val="Hyperlink"/>
                <w:noProof/>
                <w:rtl/>
                <w:lang w:bidi="fa-IR"/>
              </w:rPr>
              <w:t>جملات کوتاه درباره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92" w:history="1">
            <w:r w:rsidRPr="00642A99">
              <w:rPr>
                <w:rStyle w:val="Hyperlink"/>
                <w:noProof/>
                <w:rtl/>
                <w:lang w:bidi="fa-IR"/>
              </w:rPr>
              <w:t>نظر دانشمندان جهان درباره معجزات علم</w:t>
            </w:r>
            <w:r w:rsidRPr="00642A9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42A99">
              <w:rPr>
                <w:rStyle w:val="Hyperlink"/>
                <w:noProof/>
                <w:rtl/>
                <w:lang w:bidi="fa-IR"/>
              </w:rPr>
              <w:t xml:space="preserve">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93" w:history="1">
            <w:r w:rsidRPr="00642A99">
              <w:rPr>
                <w:rStyle w:val="Hyperlink"/>
                <w:noProof/>
                <w:rtl/>
                <w:lang w:bidi="fa-IR"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2082894" w:history="1">
            <w:r w:rsidRPr="00642A99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Toc512082894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7E4C" w:rsidRDefault="00197E4C">
          <w:r>
            <w:fldChar w:fldCharType="end"/>
          </w:r>
        </w:p>
      </w:sdtContent>
    </w:sdt>
    <w:p w:rsidR="008832FC" w:rsidRPr="008832FC" w:rsidRDefault="008832FC" w:rsidP="008832FC">
      <w:pPr>
        <w:pStyle w:val="libNormal"/>
      </w:pPr>
    </w:p>
    <w:sectPr w:rsidR="008832FC" w:rsidRPr="008832F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33B" w:rsidRDefault="0006333B">
      <w:r>
        <w:separator/>
      </w:r>
    </w:p>
  </w:endnote>
  <w:endnote w:type="continuationSeparator" w:id="0">
    <w:p w:rsidR="0006333B" w:rsidRDefault="00063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C1" w:rsidRDefault="002D37C1">
    <w:pPr>
      <w:pStyle w:val="Footer"/>
    </w:pPr>
    <w:fldSimple w:instr=" PAGE   \* MERGEFORMAT ">
      <w:r w:rsidR="00EF2139">
        <w:rPr>
          <w:noProof/>
          <w:rtl/>
        </w:rPr>
        <w:t>2</w:t>
      </w:r>
    </w:fldSimple>
  </w:p>
  <w:p w:rsidR="002D37C1" w:rsidRDefault="002D37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C1" w:rsidRDefault="002D37C1">
    <w:pPr>
      <w:pStyle w:val="Footer"/>
    </w:pPr>
    <w:fldSimple w:instr=" PAGE   \* MERGEFORMAT ">
      <w:r w:rsidR="00EF2139">
        <w:rPr>
          <w:noProof/>
          <w:rtl/>
        </w:rPr>
        <w:t>181</w:t>
      </w:r>
    </w:fldSimple>
  </w:p>
  <w:p w:rsidR="002D37C1" w:rsidRDefault="002D37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C1" w:rsidRDefault="002D37C1">
    <w:pPr>
      <w:pStyle w:val="Footer"/>
    </w:pPr>
    <w:fldSimple w:instr=" PAGE   \* MERGEFORMAT ">
      <w:r w:rsidR="00EF2139">
        <w:rPr>
          <w:noProof/>
          <w:rtl/>
        </w:rPr>
        <w:t>1</w:t>
      </w:r>
    </w:fldSimple>
  </w:p>
  <w:p w:rsidR="002D37C1" w:rsidRDefault="002D3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33B" w:rsidRDefault="0006333B">
      <w:r>
        <w:separator/>
      </w:r>
    </w:p>
  </w:footnote>
  <w:footnote w:type="continuationSeparator" w:id="0">
    <w:p w:rsidR="0006333B" w:rsidRDefault="00063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178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333B"/>
    <w:rsid w:val="00067F84"/>
    <w:rsid w:val="00071C97"/>
    <w:rsid w:val="000761F7"/>
    <w:rsid w:val="00076A3A"/>
    <w:rsid w:val="00092805"/>
    <w:rsid w:val="00092A0C"/>
    <w:rsid w:val="00095F61"/>
    <w:rsid w:val="00096C12"/>
    <w:rsid w:val="000A7750"/>
    <w:rsid w:val="000B3A56"/>
    <w:rsid w:val="000B77AC"/>
    <w:rsid w:val="000C0A89"/>
    <w:rsid w:val="000C7722"/>
    <w:rsid w:val="000D0932"/>
    <w:rsid w:val="000D0999"/>
    <w:rsid w:val="000D180B"/>
    <w:rsid w:val="000D1BDF"/>
    <w:rsid w:val="000D1D47"/>
    <w:rsid w:val="000D71B7"/>
    <w:rsid w:val="000E6824"/>
    <w:rsid w:val="000F6105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43CD"/>
    <w:rsid w:val="00174B4B"/>
    <w:rsid w:val="00182CD3"/>
    <w:rsid w:val="0018664D"/>
    <w:rsid w:val="00187017"/>
    <w:rsid w:val="00187246"/>
    <w:rsid w:val="001937F7"/>
    <w:rsid w:val="00197E4C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2B26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37C1"/>
    <w:rsid w:val="002D4021"/>
    <w:rsid w:val="002D4CD3"/>
    <w:rsid w:val="002D580E"/>
    <w:rsid w:val="002E19EE"/>
    <w:rsid w:val="002E3B1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3EE5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17AC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C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49C4"/>
    <w:rsid w:val="00517226"/>
    <w:rsid w:val="00520645"/>
    <w:rsid w:val="005254BC"/>
    <w:rsid w:val="005261CF"/>
    <w:rsid w:val="00526724"/>
    <w:rsid w:val="00527AA8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662"/>
    <w:rsid w:val="00584801"/>
    <w:rsid w:val="005923FF"/>
    <w:rsid w:val="00595761"/>
    <w:rsid w:val="00597346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0A67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280D"/>
    <w:rsid w:val="00697257"/>
    <w:rsid w:val="006A77BD"/>
    <w:rsid w:val="006A7D4D"/>
    <w:rsid w:val="006B5C71"/>
    <w:rsid w:val="006B7142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6F7E01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1033"/>
    <w:rsid w:val="00761178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1D21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32FC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0895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33EE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46E35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1150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DF2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2139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87D41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8832FC"/>
    <w:pPr>
      <w:spacing w:after="240"/>
      <w:ind w:firstLine="0"/>
      <w:jc w:val="center"/>
      <w:outlineLvl w:val="0"/>
    </w:pPr>
    <w:rPr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EF2139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shab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761A-E846-41E1-B397-7F330E31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259</TotalTime>
  <Pages>181</Pages>
  <Words>26597</Words>
  <Characters>151605</Characters>
  <Application>Microsoft Office Word</Application>
  <DocSecurity>0</DocSecurity>
  <Lines>1263</Lines>
  <Paragraphs>355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177847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1601-01-01T00:00:00Z</cp:lastPrinted>
  <dcterms:created xsi:type="dcterms:W3CDTF">2018-04-19T06:18:00Z</dcterms:created>
  <dcterms:modified xsi:type="dcterms:W3CDTF">2018-04-21T09:36:00Z</dcterms:modified>
</cp:coreProperties>
</file>