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9B" w:rsidRDefault="00EC0B9B" w:rsidP="00EC0B9B">
      <w:pPr>
        <w:pStyle w:val="libNormal"/>
        <w:rPr>
          <w:rFonts w:hint="cs"/>
          <w:rtl/>
        </w:rPr>
      </w:pPr>
    </w:p>
    <w:p w:rsidR="00EC0B9B" w:rsidRDefault="00EC0B9B" w:rsidP="00EC0B9B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EC0B9B" w:rsidRPr="00FC27AF" w:rsidRDefault="00EC0B9B" w:rsidP="00EC0B9B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AE685E" w:rsidRDefault="00AE685E" w:rsidP="009325ED">
      <w:pPr>
        <w:pStyle w:val="libNormal"/>
        <w:rPr>
          <w:rFonts w:hint="cs"/>
          <w:rtl/>
          <w:lang w:bidi="fa-IR"/>
        </w:rPr>
      </w:pPr>
    </w:p>
    <w:p w:rsidR="00EC0B9B" w:rsidRDefault="00AE685E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EC0B9B" w:rsidRDefault="00EC0B9B" w:rsidP="00EC0B9B">
      <w:pPr>
        <w:pStyle w:val="libNormal"/>
        <w:rPr>
          <w:rFonts w:hint="cs"/>
          <w:rtl/>
          <w:lang w:bidi="fa-IR"/>
        </w:rPr>
      </w:pPr>
    </w:p>
    <w:p w:rsidR="00EC0B9B" w:rsidRDefault="00EC0B9B" w:rsidP="00EC0B9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شگفتی های آفرینش</w:t>
      </w:r>
    </w:p>
    <w:p w:rsidR="00EC0B9B" w:rsidRDefault="00EC0B9B" w:rsidP="00EC0B9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از زبان امام صادق (علیه السلام)</w:t>
      </w:r>
    </w:p>
    <w:p w:rsidR="00EC0B9B" w:rsidRDefault="00EC0B9B" w:rsidP="00EC0B9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یا توحید مفضّل</w:t>
      </w:r>
    </w:p>
    <w:p w:rsidR="00EC0B9B" w:rsidRDefault="00EC0B9B" w:rsidP="00EC0B9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ترجمه و نگارش: نجفعلی میرزایی</w:t>
      </w:r>
    </w:p>
    <w:p w:rsidR="00EC0B9B" w:rsidRDefault="00EC0B9B" w:rsidP="00EC0B9B">
      <w:pPr>
        <w:pStyle w:val="libNormal"/>
        <w:rPr>
          <w:rFonts w:hint="cs"/>
          <w:rtl/>
          <w:lang w:bidi="fa-IR"/>
        </w:rPr>
      </w:pPr>
    </w:p>
    <w:p w:rsidR="005A0486" w:rsidRPr="005A0486" w:rsidRDefault="00232880" w:rsidP="0023050A">
      <w:pPr>
        <w:pStyle w:val="libPoemTiniChar"/>
        <w:rPr>
          <w:rFonts w:hint="cs"/>
          <w:lang w:bidi="fa-IR"/>
        </w:rPr>
      </w:pPr>
      <w:r>
        <w:rPr>
          <w:rtl/>
          <w:lang w:bidi="fa-IR"/>
        </w:rPr>
        <w:br w:type="page"/>
      </w:r>
    </w:p>
    <w:p w:rsidR="00232880" w:rsidRDefault="005A0486" w:rsidP="00232880">
      <w:pPr>
        <w:pStyle w:val="libTitr1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بسم</w:t>
      </w:r>
      <w:r w:rsidRPr="005A0486">
        <w:rPr>
          <w:rtl/>
          <w:lang w:bidi="fa-IR"/>
        </w:rPr>
        <w:t xml:space="preserve"> الله الرحمن الرح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</w:p>
    <w:p w:rsidR="00232880" w:rsidRDefault="00232880" w:rsidP="00232880">
      <w:pPr>
        <w:pStyle w:val="libTitr1"/>
        <w:rPr>
          <w:rtl/>
          <w:lang w:bidi="fa-IR"/>
        </w:rPr>
      </w:pPr>
    </w:p>
    <w:p w:rsidR="008426D4" w:rsidRDefault="0023288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br w:type="page"/>
      </w:r>
    </w:p>
    <w:p w:rsidR="008426D4" w:rsidRDefault="008426D4" w:rsidP="00D113CB">
      <w:pPr>
        <w:pStyle w:val="libCenter"/>
        <w:rPr>
          <w:rFonts w:hint="cs"/>
          <w:rtl/>
          <w:lang w:bidi="fa-IR"/>
        </w:rPr>
      </w:pPr>
      <w:r w:rsidRPr="008426D4">
        <w:rPr>
          <w:rStyle w:val="libAlaemChar"/>
          <w:rFonts w:hint="cs"/>
          <w:rtl/>
        </w:rPr>
        <w:t>(</w:t>
      </w:r>
      <w:r w:rsidRPr="008426D4">
        <w:rPr>
          <w:rStyle w:val="libAieChar"/>
          <w:rtl/>
          <w:lang w:bidi="fa-IR"/>
        </w:rPr>
        <w:t>سَنُرِيهِمْ آيَاتِنَا فِي الْآفَاقِ وَفِي أَنفُسِهِمْ حَتَّىٰ يَتَبَيَّنَ لَهُمْ أَنَّهُ الْحَقُّ</w:t>
      </w:r>
      <w:r w:rsidRPr="008426D4">
        <w:rPr>
          <w:rStyle w:val="libAlaemChar"/>
          <w:rFonts w:hint="cs"/>
          <w:rtl/>
        </w:rPr>
        <w:t>)</w:t>
      </w:r>
      <w:r>
        <w:rPr>
          <w:rFonts w:hint="cs"/>
          <w:rtl/>
          <w:lang w:bidi="fa-IR"/>
        </w:rPr>
        <w:t xml:space="preserve"> </w:t>
      </w:r>
    </w:p>
    <w:p w:rsidR="008426D4" w:rsidRDefault="008426D4" w:rsidP="008426D4">
      <w:pPr>
        <w:pStyle w:val="lib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به زودی نشانه های خود را در آفاق هستی و جانهایشان بر آنان می نمایانیم تا بر ایشن روشن شود که او حق است</w:t>
      </w:r>
      <w:r w:rsidR="008D0D19">
        <w:rPr>
          <w:rFonts w:hint="cs"/>
          <w:rtl/>
          <w:lang w:bidi="fa-IR"/>
        </w:rPr>
        <w:t>.</w:t>
      </w:r>
    </w:p>
    <w:p w:rsidR="008426D4" w:rsidRPr="008426D4" w:rsidRDefault="008426D4" w:rsidP="008426D4">
      <w:pPr>
        <w:pStyle w:val="lib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(سوره فصّلت قسمتی از آیه 53)</w:t>
      </w:r>
    </w:p>
    <w:p w:rsidR="00FD2A96" w:rsidRDefault="0023288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r w:rsidR="00D113CB">
        <w:rPr>
          <w:rtl/>
          <w:lang w:bidi="fa-IR"/>
        </w:rPr>
        <w:lastRenderedPageBreak/>
        <w:br w:type="page"/>
      </w:r>
    </w:p>
    <w:sdt>
      <w:sdtPr>
        <w:rPr>
          <w:rtl/>
        </w:rPr>
        <w:id w:val="176567204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FD2A96" w:rsidRDefault="00FD2A96" w:rsidP="00FD2A96">
          <w:pPr>
            <w:pStyle w:val="libBold1"/>
          </w:pPr>
          <w:r>
            <w:rPr>
              <w:rFonts w:hint="cs"/>
              <w:rtl/>
            </w:rPr>
            <w:t>فهرست تفصیلی موضوعات</w:t>
          </w:r>
        </w:p>
        <w:p w:rsidR="003074AA" w:rsidRDefault="00FD2A96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231661" w:history="1">
            <w:r w:rsidR="003074AA" w:rsidRPr="003D645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3074AA"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3074AA" w:rsidRPr="003D6454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 w:rsidR="003074AA"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3074AA" w:rsidRPr="003D6454">
              <w:rPr>
                <w:rStyle w:val="Hyperlink"/>
                <w:rFonts w:hint="eastAsia"/>
                <w:noProof/>
                <w:rtl/>
                <w:lang w:bidi="fa-IR"/>
              </w:rPr>
              <w:t>مترجم</w:t>
            </w:r>
            <w:r w:rsidR="003074AA">
              <w:rPr>
                <w:noProof/>
                <w:webHidden/>
                <w:rtl/>
              </w:rPr>
              <w:tab/>
            </w:r>
            <w:r w:rsidR="003074AA">
              <w:rPr>
                <w:noProof/>
                <w:webHidden/>
                <w:rtl/>
              </w:rPr>
              <w:fldChar w:fldCharType="begin"/>
            </w:r>
            <w:r w:rsidR="003074AA">
              <w:rPr>
                <w:noProof/>
                <w:webHidden/>
                <w:rtl/>
              </w:rPr>
              <w:instrText xml:space="preserve"> </w:instrText>
            </w:r>
            <w:r w:rsidR="003074AA">
              <w:rPr>
                <w:noProof/>
                <w:webHidden/>
              </w:rPr>
              <w:instrText>PAGEREF</w:instrText>
            </w:r>
            <w:r w:rsidR="003074AA">
              <w:rPr>
                <w:noProof/>
                <w:webHidden/>
                <w:rtl/>
              </w:rPr>
              <w:instrText xml:space="preserve"> _</w:instrText>
            </w:r>
            <w:r w:rsidR="003074AA">
              <w:rPr>
                <w:noProof/>
                <w:webHidden/>
              </w:rPr>
              <w:instrText>Toc488231661 \h</w:instrText>
            </w:r>
            <w:r w:rsidR="003074AA">
              <w:rPr>
                <w:noProof/>
                <w:webHidden/>
                <w:rtl/>
              </w:rPr>
              <w:instrText xml:space="preserve"> </w:instrText>
            </w:r>
            <w:r w:rsidR="003074AA">
              <w:rPr>
                <w:noProof/>
                <w:webHidden/>
                <w:rtl/>
              </w:rPr>
            </w:r>
            <w:r w:rsidR="003074AA">
              <w:rPr>
                <w:noProof/>
                <w:webHidden/>
                <w:rtl/>
              </w:rPr>
              <w:fldChar w:fldCharType="separate"/>
            </w:r>
            <w:r w:rsidR="003074AA">
              <w:rPr>
                <w:noProof/>
                <w:webHidden/>
                <w:rtl/>
              </w:rPr>
              <w:t>13</w:t>
            </w:r>
            <w:r w:rsidR="003074AA"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2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کوتاه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3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رف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4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دانشمندان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5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6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7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مشابهت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8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معجزات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صادق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69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0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شرحها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ترجمه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1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ترجمه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2" w:history="1">
            <w:r w:rsidRPr="003D6454">
              <w:rPr>
                <w:rStyle w:val="Hyperlink"/>
                <w:noProof/>
                <w:rtl/>
                <w:lang w:bidi="fa-IR"/>
              </w:rPr>
              <w:t xml:space="preserve">11 -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گفتگو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مفضّل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العوجاء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املا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مفضل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 w:rsidP="003074A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آگاه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اسباب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آدم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تدب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7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تولد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کودک،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تغذ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رشد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بالغ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3050A">
            <w:rPr>
              <w:rStyle w:val="libPoemTiniCharChar"/>
            </w:rPr>
            <w:br w:type="page"/>
          </w:r>
          <w:hyperlink w:anchor="_Toc48823168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باهوش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آلات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مجامعت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مناسب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اعضا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کدام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پندار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طب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هضم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غذا،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رشد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ستادن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نشستن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وجه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تما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8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اختصاص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حواس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پنجگانه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آدم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بزرگداشت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حواس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پنجگانه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محروم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اعضا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جفت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دستگاه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صوت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منافع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اعضا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مغز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جمجمه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محافظها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پلک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پوشش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69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منافذ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خروج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مواد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جهاز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هاضمه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مغز،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خون،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ناخنها،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وند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آلت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تدب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مخرج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دندانها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3050A">
            <w:rPr>
              <w:rStyle w:val="libPoemTiniCharChar"/>
            </w:rPr>
            <w:br w:type="page"/>
          </w:r>
          <w:hyperlink w:anchor="_Toc48823170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ناخن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زهار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بغل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0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مانند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لباس،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دکمه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ندارد؟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مجامعت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حافظه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فراموش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تنها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اختصاص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افتن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آدم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نطق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نوشتن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آگاه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مدت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ختگ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راست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دروغ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1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آدم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آب،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اصل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معاش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آدم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ناهمگون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همگون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وحوش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رشد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توقف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دشوار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تولد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ماده،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بقا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نسل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زهار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رشد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 w:rsidP="003074A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2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تداب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نهفته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گوشتخوار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استقلال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چهار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3050A">
            <w:rPr>
              <w:rStyle w:val="libPoemTiniCharChar"/>
            </w:rPr>
            <w:br w:type="page"/>
          </w:r>
          <w:hyperlink w:anchor="_Toc48823173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انق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شعور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باوفا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مدافع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صورت،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دهان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چهارپا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خرطوم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شرمگاه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زرافه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3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تفاوت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پوشش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جسم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ناهمگون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احساس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پنهان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هوش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چون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روباه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دلف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افع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مورچه،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مگس،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عنکبوت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سرشت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نهفته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تخم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تداب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نهفته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ناهمگون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رنگ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4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چگونگ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درازپا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گنجشکان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افتن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معاش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جغد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خفاش</w:t>
            </w:r>
            <w:r w:rsidRPr="003D6454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تمره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خسک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زنبور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عسل،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ملخ،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ضع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ملخ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3050A">
            <w:rPr>
              <w:rStyle w:val="libPoemTiniCharChar"/>
            </w:rPr>
            <w:br w:type="page"/>
          </w:r>
          <w:hyperlink w:anchor="_Toc48823175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5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نسل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گستردگ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کوتاه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 w:rsidP="003074A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رنگ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طلوع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غروب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خورش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سود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فصلها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چهارگانه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زمانها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فصول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طر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خورش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گشتن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قمر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شمار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ستارگان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نکه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جملگ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بتنها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حرکت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6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ستارگان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خورش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ماه،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ستارگان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بروج،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براه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اندازه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گرما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سرما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هوا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اصوات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هوا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افزون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نکه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اجسام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ذخ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7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نزول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باران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صاف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هوا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ناهمگون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حالت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منافع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نزول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باران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کوهها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معادن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3050A">
            <w:rPr>
              <w:rStyle w:val="libPoemTiniCharChar"/>
            </w:rPr>
            <w:br w:type="page"/>
          </w:r>
          <w:hyperlink w:anchor="_Toc48823178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فوا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حبوبات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پوشش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حبوبات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وصف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درختان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هسته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8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نهفته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درختان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تجد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هدفمند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خلقت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بوته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ضع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رس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اج،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هماهنگ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نخل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شاخه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چوب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اهان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دارو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 w:rsidP="003074AA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بلاها،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نادانان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7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بلاها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فاجر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صالح؟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8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انتقاد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جاهلان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799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اشکال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تدب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0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ونان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هست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1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کور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دلا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2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انتقاد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معطله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»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3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عقل،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اقرار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ابد،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احاطه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4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خورش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فلاسفه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شکل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مقدار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5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چهار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074AA" w:rsidRDefault="003074AA">
          <w:pPr>
            <w:pStyle w:val="TOC2"/>
            <w:tabs>
              <w:tab w:val="right" w:leader="dot" w:pos="782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88231806" w:history="1"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اصحاب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طبا</w:t>
            </w:r>
            <w:r w:rsidRPr="003D64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مناقشه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3D64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D6454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Toc488231806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D2A96" w:rsidRDefault="00FD2A96">
          <w:r>
            <w:fldChar w:fldCharType="end"/>
          </w:r>
        </w:p>
      </w:sdtContent>
    </w:sdt>
    <w:p w:rsidR="005A0486" w:rsidRDefault="00D113CB" w:rsidP="00DF4488">
      <w:pPr>
        <w:pStyle w:val="libNormal"/>
        <w:rPr>
          <w:rFonts w:hint="cs"/>
          <w:rtl/>
          <w:lang w:bidi="fa-IR"/>
        </w:rPr>
      </w:pPr>
      <w:r w:rsidRPr="0023050A">
        <w:rPr>
          <w:rStyle w:val="libPoemTiniCharChar"/>
          <w:rtl/>
        </w:rPr>
        <w:br w:type="page"/>
      </w:r>
      <w:r w:rsidR="00F77888">
        <w:rPr>
          <w:rFonts w:hint="cs"/>
          <w:rtl/>
          <w:lang w:bidi="fa-IR"/>
        </w:rPr>
        <w:lastRenderedPageBreak/>
        <w:t>بسم الله الرحمن الرحیم</w:t>
      </w:r>
    </w:p>
    <w:p w:rsidR="00232880" w:rsidRDefault="00232880" w:rsidP="0030285A">
      <w:pPr>
        <w:pStyle w:val="Heading2"/>
        <w:rPr>
          <w:rFonts w:hint="cs"/>
          <w:rtl/>
          <w:lang w:bidi="fa-IR"/>
        </w:rPr>
      </w:pPr>
      <w:bookmarkStart w:id="0" w:name="_Toc488231661"/>
      <w:r w:rsidRPr="005A0486">
        <w:rPr>
          <w:rtl/>
          <w:lang w:bidi="fa-IR"/>
        </w:rPr>
        <w:t>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شگفتار</w:t>
      </w:r>
      <w:r w:rsidRPr="005A0486">
        <w:rPr>
          <w:rtl/>
          <w:lang w:bidi="fa-IR"/>
        </w:rPr>
        <w:t xml:space="preserve"> مترجم</w:t>
      </w:r>
      <w:bookmarkEnd w:id="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</w:t>
      </w:r>
      <w:r w:rsidR="0030285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مفضل بن عمر</w:t>
      </w:r>
      <w:r w:rsidR="0030285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راو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 است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او را سزاوار حمل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اسرار و معارف دانسته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عجا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خلقت را بر او املا فرموده، هر قدر که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عش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روشن شود، بر اعتبار کتاب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افزوده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نگارنده</w:t>
      </w:r>
      <w:r w:rsidRPr="005A0486">
        <w:rPr>
          <w:rtl/>
          <w:lang w:bidi="fa-IR"/>
        </w:rPr>
        <w:t xml:space="preserve"> هر چه تلاش کرد به شرح حال کامل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شخص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دست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="00A4703F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30285A" w:rsidRPr="002B5B27">
        <w:rPr>
          <w:rStyle w:val="libFootnotenumChar"/>
          <w:rtl/>
        </w:rPr>
        <w:t>1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مقدمه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کوشش شده که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و منزلت مفضل در نزد امامان معصوم </w:t>
      </w:r>
      <w:r w:rsidR="00736941" w:rsidRPr="00736941">
        <w:rPr>
          <w:rStyle w:val="libAlaemChar"/>
          <w:rtl/>
        </w:rPr>
        <w:t>عليهم‌السلام</w:t>
      </w:r>
      <w:r w:rsidRPr="005A0486">
        <w:rPr>
          <w:rtl/>
          <w:lang w:bidi="fa-IR"/>
        </w:rPr>
        <w:t xml:space="preserve"> و دانشمندان بزرگ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هم</w:t>
      </w:r>
      <w:r w:rsidRPr="005A0486">
        <w:rPr>
          <w:rtl/>
          <w:lang w:bidi="fa-IR"/>
        </w:rPr>
        <w:t xml:space="preserve"> -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Default="0030285A" w:rsidP="001301A4">
      <w:pPr>
        <w:pStyle w:val="Heading3"/>
        <w:rPr>
          <w:rFonts w:hint="cs"/>
          <w:rtl/>
          <w:lang w:bidi="fa-IR"/>
        </w:rPr>
      </w:pPr>
      <w:bookmarkStart w:id="1" w:name="_Toc488231662"/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شرح حال کوتاه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مفضل بن عمر</w:t>
      </w:r>
      <w:bookmarkEnd w:id="1"/>
    </w:p>
    <w:p w:rsidR="00736941" w:rsidRDefault="005A0486" w:rsidP="00A4703F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نامش</w:t>
      </w:r>
      <w:r w:rsidRPr="005A0486">
        <w:rPr>
          <w:rtl/>
          <w:lang w:bidi="fa-IR"/>
        </w:rPr>
        <w:t xml:space="preserve"> </w:t>
      </w:r>
      <w:r w:rsidR="0030285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مفضل</w:t>
      </w:r>
      <w:r w:rsidR="0030285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، نام پدر </w:t>
      </w:r>
      <w:r w:rsidR="0030285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عمر</w:t>
      </w:r>
      <w:r w:rsidR="0030285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اش </w:t>
      </w:r>
      <w:r w:rsidR="0030285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ابو محمد</w:t>
      </w:r>
      <w:r w:rsidR="0030285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</w:p>
    <w:p w:rsidR="00A4703F" w:rsidRPr="00A4703F" w:rsidRDefault="00A4703F" w:rsidP="00A4703F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A4703F" w:rsidRPr="009325ED" w:rsidRDefault="00A4703F" w:rsidP="00A4703F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البته در کتاب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با مقدمه و تعل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آقا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کاظم مظفر مقدمه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شرح حال مفضل آمده که تا حدود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ابعاد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او پرداخته شده است</w:t>
      </w:r>
      <w:r w:rsidR="008D0D19">
        <w:rPr>
          <w:rtl/>
          <w:lang w:bidi="fa-IR"/>
        </w:rPr>
        <w:t>.</w:t>
      </w:r>
    </w:p>
    <w:p w:rsidR="00736941" w:rsidRDefault="0073694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30285A" w:rsidP="00FA3318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ابو عبدالله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="00FA3318"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="00FA3318"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در اواخر قرن اول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آغاز قرن دوم هجر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 شهر کوفه به دن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آمده است</w:t>
      </w:r>
      <w:r w:rsidR="008D0D19">
        <w:rPr>
          <w:rtl/>
          <w:lang w:bidi="fa-IR"/>
        </w:rPr>
        <w:t>.</w:t>
      </w:r>
      <w:r w:rsidR="00FA3318"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="00FA3318"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AE4875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اصحاب جل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القدر امام صادق و امام کاظم </w:t>
      </w:r>
      <w:r w:rsidR="00AE4875" w:rsidRPr="00AE4875">
        <w:rPr>
          <w:rStyle w:val="libAlaemChar"/>
          <w:rtl/>
        </w:rPr>
        <w:t>عليهما‌السلام</w:t>
      </w:r>
      <w:r w:rsidRPr="005A0486">
        <w:rPr>
          <w:rtl/>
          <w:lang w:bidi="fa-IR"/>
        </w:rPr>
        <w:t xml:space="preserve"> بوده است</w:t>
      </w:r>
      <w:r w:rsidR="008D0D19">
        <w:rPr>
          <w:rtl/>
          <w:lang w:bidi="fa-IR"/>
        </w:rPr>
        <w:t>.</w:t>
      </w:r>
      <w:r w:rsidR="00FA3318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FA3318" w:rsidRPr="002B5B27">
        <w:rPr>
          <w:rStyle w:val="libFootnotenumChar"/>
          <w:rFonts w:hint="cs"/>
          <w:rtl/>
        </w:rPr>
        <w:t>3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او در نزد ائمه </w:t>
      </w:r>
      <w:r w:rsidR="00736941" w:rsidRPr="00736941">
        <w:rPr>
          <w:rStyle w:val="libAlaemChar"/>
          <w:rtl/>
        </w:rPr>
        <w:t>عليهم‌السلام</w:t>
      </w:r>
      <w:r w:rsidRPr="005A0486">
        <w:rPr>
          <w:rtl/>
          <w:lang w:bidi="fa-IR"/>
        </w:rPr>
        <w:t xml:space="preserve">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و منزلت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برخوردار بوده و از اصحاب خاص آنان به شمار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رفته است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AE4875" w:rsidRPr="002B5B27">
        <w:rPr>
          <w:rStyle w:val="libFootnotenumChar"/>
          <w:rFonts w:hint="cs"/>
          <w:rtl/>
        </w:rPr>
        <w:t>4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AE4875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عصر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و امام کاظم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 کوفه وک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آنان بوده،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جانب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وظ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فه</w:t>
      </w:r>
      <w:r w:rsidRPr="005A0486">
        <w:rPr>
          <w:rtl/>
          <w:lang w:bidi="fa-IR"/>
        </w:rPr>
        <w:t xml:space="preserve"> داشت با اموال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طرف او در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ارش</w:t>
      </w:r>
      <w:r w:rsidRPr="005A0486">
        <w:rPr>
          <w:rtl/>
          <w:lang w:bidi="fa-IR"/>
        </w:rPr>
        <w:t xml:space="preserve"> گذاشته شده بود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اجازه اخذ آنها را از مردم داشت،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 را اصلاح کند و اختلافها را بردارد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AE4875" w:rsidRPr="002B5B27">
        <w:rPr>
          <w:rStyle w:val="libFootnotenumChar"/>
          <w:rFonts w:hint="cs"/>
          <w:rtl/>
        </w:rPr>
        <w:t>5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باره در کتاب شر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داستان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واقع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شده که مجال ذکر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اما خوب است که خوانندگان آن را بخوانند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AE4875" w:rsidRPr="002B5B27">
        <w:rPr>
          <w:rStyle w:val="libFootnotenumChar"/>
          <w:rFonts w:hint="cs"/>
          <w:rtl/>
        </w:rPr>
        <w:t>6</w:t>
      </w:r>
      <w:r w:rsidRPr="002B5B27">
        <w:rPr>
          <w:rStyle w:val="libFootnotenumChar"/>
          <w:rtl/>
        </w:rPr>
        <w:t>)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2" w:name="_Toc488231663"/>
      <w:r w:rsidRPr="005A0486">
        <w:rPr>
          <w:rtl/>
          <w:lang w:bidi="fa-IR"/>
        </w:rPr>
        <w:t>2-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مفضل در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bookmarkEnd w:id="2"/>
    </w:p>
    <w:p w:rsidR="00AE4875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مهمتر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عظمت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شخص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کم نظ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در فض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لت</w:t>
      </w:r>
      <w:r w:rsidRPr="005A0486">
        <w:rPr>
          <w:rtl/>
          <w:lang w:bidi="fa-IR"/>
        </w:rPr>
        <w:t xml:space="preserve">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از خود امامان </w:t>
      </w:r>
      <w:r w:rsidR="00736941" w:rsidRPr="00736941">
        <w:rPr>
          <w:rStyle w:val="libAlaemChar"/>
          <w:rtl/>
        </w:rPr>
        <w:t>عليهم‌السلام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به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است که ذکر همه آنها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مقدمه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گنجد، اما چون</w:t>
      </w:r>
    </w:p>
    <w:p w:rsidR="00237978" w:rsidRPr="00A4703F" w:rsidRDefault="00237978" w:rsidP="00237978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4، ص 482</w:t>
      </w:r>
      <w:r w:rsidR="008D0D19">
        <w:rPr>
          <w:rtl/>
          <w:lang w:bidi="fa-IR"/>
        </w:rPr>
        <w:t>.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المفضل با مقدمه و تعل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آقا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کاظم مظفر، ص 4</w:t>
      </w:r>
      <w:r w:rsidR="008D0D19">
        <w:rPr>
          <w:rtl/>
          <w:lang w:bidi="fa-IR"/>
        </w:rPr>
        <w:t>.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رجال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</w:t>
      </w:r>
      <w:r w:rsidRPr="009325ED">
        <w:rPr>
          <w:rtl/>
          <w:lang w:bidi="fa-IR"/>
        </w:rPr>
        <w:t xml:space="preserve"> طوس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در اصحاب امام صادق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>، ص 3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 xml:space="preserve">4 و اصحاب امام کاظم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>، ص 360</w:t>
      </w:r>
      <w:r w:rsidR="008D0D19">
        <w:rPr>
          <w:rtl/>
          <w:lang w:bidi="fa-IR"/>
        </w:rPr>
        <w:t>.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الارشاد 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معرفه حجج الله عل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العباد، ص 208</w:t>
      </w:r>
      <w:r w:rsidR="008D0D19">
        <w:rPr>
          <w:rtl/>
          <w:lang w:bidi="fa-IR"/>
        </w:rPr>
        <w:t>.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اصول کاف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2، ص 209</w:t>
      </w:r>
      <w:r w:rsidR="008D0D19">
        <w:rPr>
          <w:rtl/>
          <w:lang w:bidi="fa-IR"/>
        </w:rPr>
        <w:t>.</w:t>
      </w:r>
    </w:p>
    <w:p w:rsidR="00237978" w:rsidRPr="009325ED" w:rsidRDefault="00237978" w:rsidP="002379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اصول کاف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2، کتاب الا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مان</w:t>
      </w:r>
      <w:r w:rsidRPr="009325ED">
        <w:rPr>
          <w:rtl/>
          <w:lang w:bidi="fa-IR"/>
        </w:rPr>
        <w:t xml:space="preserve"> و الکفر، باب اصلاح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مردم، ص 209</w:t>
      </w:r>
      <w:r w:rsidR="008D0D19">
        <w:rPr>
          <w:rtl/>
          <w:lang w:bidi="fa-IR"/>
        </w:rPr>
        <w:t>.</w:t>
      </w:r>
    </w:p>
    <w:p w:rsidR="00AE4875" w:rsidRDefault="00AE487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75D74">
      <w:pPr>
        <w:pStyle w:val="libNormal"/>
        <w:rPr>
          <w:lang w:bidi="fa-IR"/>
        </w:rPr>
      </w:pPr>
      <w:r w:rsidRPr="005A0486">
        <w:rPr>
          <w:rtl/>
          <w:lang w:bidi="fa-IR"/>
        </w:rPr>
        <w:t>مهمتر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ما در اعتبار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مرد جل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القدر به شمار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رود،</w:t>
      </w:r>
      <w:r w:rsidRPr="002B5B27">
        <w:rPr>
          <w:rStyle w:val="libFootnotenumChar"/>
          <w:rtl/>
        </w:rPr>
        <w:t>(</w:t>
      </w:r>
      <w:r w:rsidR="00975D74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ناچار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که به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اشاره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:</w:t>
      </w:r>
    </w:p>
    <w:p w:rsidR="005A0486" w:rsidRPr="005A0486" w:rsidRDefault="0030285A" w:rsidP="009325ED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مف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د،</w:t>
      </w:r>
      <w:r w:rsidR="005A0486" w:rsidRPr="005A0486">
        <w:rPr>
          <w:rtl/>
          <w:lang w:bidi="fa-IR"/>
        </w:rPr>
        <w:t xml:space="preserve"> با سند صح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</w:t>
      </w:r>
      <w:r w:rsidR="005A0486" w:rsidRPr="005A0486">
        <w:rPr>
          <w:rtl/>
          <w:lang w:bidi="fa-IR"/>
        </w:rPr>
        <w:t xml:space="preserve"> از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نقل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کند:</w:t>
      </w:r>
    </w:p>
    <w:p w:rsidR="005A0486" w:rsidRPr="005A0486" w:rsidRDefault="008B7CF1" w:rsidP="008B7CF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مفضل! به خدا سوگند تو را و دوستدار تو را دوست دارم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مفضل! اگر همه اصحاب من آنچه را که تو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دانستند،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گاه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دو کس از آنان اختلاف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رخ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داد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="00975D74"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8B7CF1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2- </w:t>
      </w:r>
      <w:r w:rsidR="008B7CF1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محمد بن سنان</w:t>
      </w:r>
      <w:r w:rsidR="008B7CF1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8B7CF1" w:rsidRPr="002B5B27">
        <w:rPr>
          <w:rStyle w:val="libFootnotenumChar"/>
          <w:rFonts w:hint="cs"/>
          <w:rtl/>
        </w:rPr>
        <w:t>3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8B7CF1" w:rsidP="008B7CF1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به</w:t>
      </w:r>
      <w:r w:rsidR="005A0486" w:rsidRPr="005A0486">
        <w:rPr>
          <w:rtl/>
          <w:lang w:bidi="fa-IR"/>
        </w:rPr>
        <w:t xml:space="preserve"> خدمت امام کاظم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شرف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</w:t>
      </w:r>
      <w:r w:rsidR="005A0486" w:rsidRPr="005A0486">
        <w:rPr>
          <w:rtl/>
          <w:lang w:bidi="fa-IR"/>
        </w:rPr>
        <w:t xml:space="preserve"> شدم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هنگام فرزند بزرگوارش،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بن موس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AE4875" w:rsidRPr="00AE4875">
        <w:rPr>
          <w:rStyle w:val="libAlaemChar"/>
          <w:rtl/>
        </w:rPr>
        <w:t>عليهما‌السلام</w:t>
      </w:r>
      <w:r w:rsidR="005A0486" w:rsidRPr="005A0486">
        <w:rPr>
          <w:rtl/>
          <w:lang w:bidi="fa-IR"/>
        </w:rPr>
        <w:t xml:space="preserve"> در نزد او بود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امام کاظم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به من فرمود: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محمد! عرض کردم: بله بفرما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فرمود: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محمد! مفضل 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</w:t>
      </w:r>
      <w:r w:rsidR="005A0486" w:rsidRPr="005A0486">
        <w:rPr>
          <w:rtl/>
          <w:lang w:bidi="fa-IR"/>
        </w:rPr>
        <w:t xml:space="preserve"> و همدم و راحت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بخش من بود و تو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همدم و باعث راحت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 دو (ام</w:t>
      </w:r>
      <w:r w:rsidR="005A0486" w:rsidRPr="005A0486">
        <w:rPr>
          <w:rFonts w:hint="eastAsia"/>
          <w:rtl/>
          <w:lang w:bidi="fa-IR"/>
        </w:rPr>
        <w:t>ام</w:t>
      </w:r>
      <w:r w:rsidR="005A0486" w:rsidRPr="005A0486">
        <w:rPr>
          <w:rtl/>
          <w:lang w:bidi="fa-IR"/>
        </w:rPr>
        <w:t xml:space="preserve"> رضا و جواد </w:t>
      </w:r>
      <w:r w:rsidR="00AE4875" w:rsidRPr="00AE4875">
        <w:rPr>
          <w:rStyle w:val="libAlaemChar"/>
          <w:rtl/>
        </w:rPr>
        <w:t>عليهما‌السلام</w:t>
      </w:r>
      <w:r w:rsidR="005A0486" w:rsidRPr="005A0486">
        <w:rPr>
          <w:rtl/>
          <w:lang w:bidi="fa-IR"/>
        </w:rPr>
        <w:t>) هست</w:t>
      </w:r>
      <w:r w:rsidR="005A0486"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4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3- </w:t>
      </w:r>
      <w:r w:rsidR="00491E36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="00491E36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در کتاب گرانقدر </w:t>
      </w:r>
      <w:r w:rsidR="00491E36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کاف</w:t>
      </w:r>
      <w:r w:rsidRPr="005A0486">
        <w:rPr>
          <w:rFonts w:hint="cs"/>
          <w:rtl/>
          <w:lang w:bidi="fa-IR"/>
        </w:rPr>
        <w:t>ی</w:t>
      </w:r>
      <w:r w:rsidR="00491E36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با چند واسطه، از ابن سنان و او از مفضل نقل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کند:</w:t>
      </w:r>
    </w:p>
    <w:p w:rsidR="00491E36" w:rsidRDefault="00491E36" w:rsidP="00491E3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امام</w:t>
      </w:r>
      <w:r w:rsidR="005A0486" w:rsidRPr="005A048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صادق</w:t>
      </w:r>
      <w:r w:rsidR="005A0486"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فرمود: هرگاه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دو نفر از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ما</w:t>
      </w:r>
    </w:p>
    <w:p w:rsidR="006B6944" w:rsidRPr="00A4703F" w:rsidRDefault="006B6944" w:rsidP="006B6944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B6944" w:rsidRPr="009325ED" w:rsidRDefault="006B6944" w:rsidP="006B694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اعتبار کتاب را منوط به اعتبار او ندانست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م؛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به تعب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مرحوم مجلس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متن کتاب بخوب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است</w:t>
      </w:r>
      <w:r w:rsidRPr="009325ED">
        <w:rPr>
          <w:rtl/>
          <w:lang w:bidi="fa-IR"/>
        </w:rPr>
        <w:t xml:space="preserve"> که سخنان معصوم است و 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ضعف راو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</w:t>
      </w:r>
      <w:r w:rsidR="008D0D19">
        <w:rPr>
          <w:rtl/>
          <w:lang w:bidi="fa-IR"/>
        </w:rPr>
        <w:t>...</w:t>
      </w:r>
      <w:r w:rsidRPr="009325ED">
        <w:rPr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رساند، بو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ژه</w:t>
      </w:r>
      <w:r w:rsidRPr="009325ED">
        <w:rPr>
          <w:rtl/>
          <w:lang w:bidi="fa-IR"/>
        </w:rPr>
        <w:t xml:space="preserve"> آنکه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درباره احکام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عقل در آن نقش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</w:p>
    <w:p w:rsidR="006B6944" w:rsidRPr="009325ED" w:rsidRDefault="006B6944" w:rsidP="006B694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الاختصاص، ص 2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6،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مفضل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ارواح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از ائمه </w:t>
      </w:r>
      <w:r w:rsidRPr="00736941">
        <w:rPr>
          <w:rStyle w:val="libAlaemChar"/>
          <w:rtl/>
        </w:rPr>
        <w:t>عليه‌السلام</w:t>
      </w:r>
      <w:r w:rsidR="008D0D19">
        <w:rPr>
          <w:rtl/>
          <w:lang w:bidi="fa-IR"/>
        </w:rPr>
        <w:t>.</w:t>
      </w:r>
    </w:p>
    <w:p w:rsidR="006B6944" w:rsidRPr="009325ED" w:rsidRDefault="006B6944" w:rsidP="006B694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محمد بن سنان در سند روا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مفضل هست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روا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اعتبار و منزلت او در نزد امام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6B6944" w:rsidRPr="009325ED" w:rsidRDefault="006B6944" w:rsidP="006B694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ون</w:t>
      </w:r>
      <w:r w:rsidRPr="009325ED">
        <w:rPr>
          <w:rtl/>
          <w:lang w:bidi="fa-IR"/>
        </w:rPr>
        <w:t xml:space="preserve"> اخبار الرضا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، باب 4،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29</w:t>
      </w:r>
      <w:r w:rsidR="008D0D19">
        <w:rPr>
          <w:rtl/>
          <w:lang w:bidi="fa-IR"/>
        </w:rPr>
        <w:t>.</w:t>
      </w:r>
    </w:p>
    <w:p w:rsidR="00491E36" w:rsidRDefault="00491E36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D307FF">
      <w:pPr>
        <w:pStyle w:val="libNormal"/>
        <w:rPr>
          <w:lang w:bidi="fa-IR"/>
        </w:rPr>
      </w:pPr>
      <w:r w:rsidRPr="005A0486">
        <w:rPr>
          <w:rtl/>
          <w:lang w:bidi="fa-IR"/>
        </w:rPr>
        <w:t>منازعه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رخ داد با مال من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آنان آشت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برقرار کن</w:t>
      </w:r>
      <w:r w:rsidR="008D0D19">
        <w:rPr>
          <w:rtl/>
          <w:lang w:bidi="fa-IR"/>
        </w:rPr>
        <w:t>.</w:t>
      </w:r>
      <w:r w:rsidR="00D307FF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D307FF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4- </w:t>
      </w:r>
      <w:r w:rsidR="00D307FF">
        <w:rPr>
          <w:rFonts w:hint="cs"/>
          <w:rtl/>
          <w:lang w:bidi="fa-IR"/>
        </w:rPr>
        <w:t>«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ونس</w:t>
      </w:r>
      <w:r w:rsidRPr="005A0486">
        <w:rPr>
          <w:rtl/>
          <w:lang w:bidi="fa-IR"/>
        </w:rPr>
        <w:t xml:space="preserve"> بن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عقوب</w:t>
      </w:r>
      <w:r w:rsidR="00D307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D307FF" w:rsidP="00D307F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امام</w:t>
      </w:r>
      <w:r w:rsidR="005A0486" w:rsidRPr="005A0486">
        <w:rPr>
          <w:rtl/>
          <w:lang w:bidi="fa-IR"/>
        </w:rPr>
        <w:t xml:space="preserve">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فرمانم داد که به نزد مفضل بروم و مرگ اسماع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را به او تسل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tl/>
          <w:lang w:bidi="fa-IR"/>
        </w:rPr>
        <w:t xml:space="preserve"> بگو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آنگاه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فرمود: به مفضل سلام برسان و به او بگو: مص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بت</w:t>
      </w:r>
      <w:r w:rsidR="005A0486" w:rsidRPr="005A0486">
        <w:rPr>
          <w:rtl/>
          <w:lang w:bidi="fa-IR"/>
        </w:rPr>
        <w:t xml:space="preserve"> مرگ اسماع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بر ما وارد شد و صبر کرد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>: تو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چون ما 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مص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بت</w:t>
      </w:r>
      <w:r w:rsidR="005A0486" w:rsidRPr="005A0486">
        <w:rPr>
          <w:rtl/>
          <w:lang w:bidi="fa-IR"/>
        </w:rPr>
        <w:t xml:space="preserve"> صابر باش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ما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خواست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و خدا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</w:t>
      </w:r>
      <w:r w:rsidR="005A0486" w:rsidRPr="005A0486">
        <w:rPr>
          <w:rtl/>
          <w:lang w:bidi="fa-IR"/>
        </w:rPr>
        <w:t xml:space="preserve"> ارا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کرد و ما تسل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امر خدا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جل و علا شد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D307FF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مرحوم</w:t>
      </w:r>
      <w:r w:rsidRPr="005A0486">
        <w:rPr>
          <w:rtl/>
          <w:lang w:bidi="fa-IR"/>
        </w:rPr>
        <w:t xml:space="preserve"> خو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در کتاب گرانقدر </w:t>
      </w:r>
      <w:r w:rsidR="00D307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معجم رجال الحد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در 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نشان از شدت علاقه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به مفضل بن عمر دارد و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ت،</w:t>
      </w:r>
      <w:r w:rsidRPr="005A0486">
        <w:rPr>
          <w:rtl/>
          <w:lang w:bidi="fa-IR"/>
        </w:rPr>
        <w:t xml:space="preserve"> صح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="00D307FF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D307FF" w:rsidRPr="002B5B27">
        <w:rPr>
          <w:rStyle w:val="libFootnotenumChar"/>
          <w:rFonts w:hint="cs"/>
          <w:rtl/>
        </w:rPr>
        <w:t>3)</w:t>
      </w:r>
    </w:p>
    <w:p w:rsidR="005A0486" w:rsidRPr="005A0486" w:rsidRDefault="005A0486" w:rsidP="00235D6F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5- </w:t>
      </w:r>
      <w:r w:rsidR="00235D6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ض</w:t>
      </w:r>
      <w:r w:rsidRPr="005A0486">
        <w:rPr>
          <w:rtl/>
          <w:lang w:bidi="fa-IR"/>
        </w:rPr>
        <w:t xml:space="preserve"> بن مختار</w:t>
      </w:r>
      <w:r w:rsidR="00235D6F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235D6F" w:rsidRPr="002B5B27">
        <w:rPr>
          <w:rStyle w:val="libFootnotenumChar"/>
          <w:rFonts w:hint="cs"/>
          <w:rtl/>
        </w:rPr>
        <w:t>4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5A0486" w:rsidP="00235D6F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عرض کردم: جانم فدا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 باد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من هرگاه که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گروهها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دانشمندان کوفه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نم،</w:t>
      </w:r>
      <w:r w:rsidRPr="005A0486">
        <w:rPr>
          <w:rtl/>
          <w:lang w:bidi="fa-IR"/>
        </w:rPr>
        <w:t xml:space="preserve"> از بس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اختلاف عق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نم،</w:t>
      </w:r>
      <w:r w:rsidRPr="005A0486">
        <w:rPr>
          <w:rtl/>
          <w:lang w:bidi="fa-IR"/>
        </w:rPr>
        <w:t xml:space="preserve"> گاه در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افتم،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</w:t>
      </w:r>
      <w:r w:rsidR="00235D6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مفضل بن عمر</w:t>
      </w:r>
      <w:r w:rsidR="00235D6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آوردم، مرا چنان آگاه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راحت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شوم و دلم آرام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 بله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ض</w:t>
      </w:r>
      <w:r w:rsidRPr="005A0486">
        <w:rPr>
          <w:rtl/>
          <w:lang w:bidi="fa-IR"/>
        </w:rPr>
        <w:t>!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چنان است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="008D0D19">
        <w:rPr>
          <w:rtl/>
          <w:lang w:bidi="fa-IR"/>
        </w:rPr>
        <w:t>.</w:t>
      </w:r>
      <w:r w:rsidR="00235D6F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235D6F" w:rsidRPr="002B5B27">
        <w:rPr>
          <w:rStyle w:val="libFootnotenumChar"/>
          <w:rFonts w:hint="cs"/>
          <w:rtl/>
        </w:rPr>
        <w:t>5</w:t>
      </w:r>
      <w:r w:rsidRPr="002B5B27">
        <w:rPr>
          <w:rStyle w:val="libFootnotenumChar"/>
          <w:rtl/>
        </w:rPr>
        <w:t>)</w:t>
      </w:r>
    </w:p>
    <w:p w:rsidR="00235D6F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tl/>
          <w:lang w:bidi="fa-IR"/>
        </w:rPr>
        <w:t xml:space="preserve">6- </w:t>
      </w:r>
      <w:r w:rsidR="00235D6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هشام بن احمد</w:t>
      </w:r>
      <w:r w:rsidR="00235D6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235D6F" w:rsidRPr="00A4703F" w:rsidRDefault="00235D6F" w:rsidP="00235D6F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235D6F" w:rsidRPr="009325ED" w:rsidRDefault="00235D6F" w:rsidP="008D0D1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اصول کاف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2، ص 209</w:t>
      </w:r>
      <w:r w:rsidR="008D0D19">
        <w:rPr>
          <w:rFonts w:hint="cs"/>
          <w:rtl/>
          <w:lang w:bidi="fa-IR"/>
        </w:rPr>
        <w:t>.</w:t>
      </w:r>
    </w:p>
    <w:p w:rsidR="00235D6F" w:rsidRPr="009325ED" w:rsidRDefault="00235D6F" w:rsidP="008D0D1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اصول کاف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2، کتاب الا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مان</w:t>
      </w:r>
      <w:r w:rsidRPr="009325ED">
        <w:rPr>
          <w:rtl/>
          <w:lang w:bidi="fa-IR"/>
        </w:rPr>
        <w:t xml:space="preserve"> و الکفر، باب صبر،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6</w:t>
      </w:r>
      <w:r w:rsidR="008D0D19">
        <w:rPr>
          <w:rFonts w:hint="cs"/>
          <w:rtl/>
          <w:lang w:bidi="fa-IR"/>
        </w:rPr>
        <w:t>.</w:t>
      </w:r>
    </w:p>
    <w:p w:rsidR="00235D6F" w:rsidRPr="009325ED" w:rsidRDefault="00235D6F" w:rsidP="008D0D19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</w:t>
      </w:r>
      <w:r w:rsidR="008D0D19">
        <w:rPr>
          <w:rFonts w:hint="cs"/>
          <w:rtl/>
          <w:lang w:bidi="fa-IR"/>
        </w:rPr>
        <w:t xml:space="preserve"> 302.</w:t>
      </w:r>
    </w:p>
    <w:p w:rsidR="00235D6F" w:rsidRPr="009325ED" w:rsidRDefault="00235D6F" w:rsidP="00235D6F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از اصحاب ثقه و جل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القدر امام صادق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بوده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نگاه کن به: منته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الامال، ج 2، اصحاب امام صادق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ص 320</w:t>
      </w:r>
      <w:r w:rsidR="008D0D19">
        <w:rPr>
          <w:rtl/>
          <w:lang w:bidi="fa-IR"/>
        </w:rPr>
        <w:t>.</w:t>
      </w:r>
    </w:p>
    <w:p w:rsidR="00235D6F" w:rsidRPr="009325ED" w:rsidRDefault="00235D6F" w:rsidP="00235D6F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 303، به نقل از رجال کش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5A0486" w:rsidRDefault="00235D6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133DCA" w:rsidP="00133DC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در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tl/>
          <w:lang w:bidi="fa-IR"/>
        </w:rPr>
        <w:t xml:space="preserve"> روز گرم و سوزان، در زم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در آن مشغول کار بودند و عرق از 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نه</w:t>
      </w:r>
      <w:r w:rsidR="005A0486" w:rsidRPr="005A0486">
        <w:rPr>
          <w:rtl/>
          <w:lang w:bidi="fa-IR"/>
        </w:rPr>
        <w:t xml:space="preserve"> مبارکشان سراز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بود، به خدمت آن حضرت 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دم</w:t>
      </w:r>
      <w:r w:rsidR="005A0486" w:rsidRPr="005A0486">
        <w:rPr>
          <w:rtl/>
          <w:lang w:bidi="fa-IR"/>
        </w:rPr>
        <w:t xml:space="preserve"> تا درباره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مفضل بن عمر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بپرسم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پ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</w:t>
      </w:r>
      <w:r w:rsidR="005A0486" w:rsidRPr="005A0486">
        <w:rPr>
          <w:rtl/>
          <w:lang w:bidi="fa-IR"/>
        </w:rPr>
        <w:t xml:space="preserve"> از آنکه حرف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بزنم،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فرمود: به خدا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که جز او خدا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ست،</w:t>
      </w:r>
      <w:r w:rsidR="005A0486" w:rsidRPr="005A0486">
        <w:rPr>
          <w:rtl/>
          <w:lang w:bidi="fa-IR"/>
        </w:rPr>
        <w:t xml:space="preserve"> مفضل بن عمر جعف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مرد خوب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بود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آنگونه که من شمردم،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چند بار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عبارت را همچنان تکرار کرد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</w:p>
    <w:p w:rsidR="008F24C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تنها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نشان از عظمت و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والا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مرد بزرگ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خواننده عز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شتاب از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نگذرد و با تفکر و تدبر در آنها بخوب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مفضل آگاه گردد</w:t>
      </w:r>
      <w:r w:rsidR="008D0D19">
        <w:rPr>
          <w:rtl/>
          <w:lang w:bidi="fa-IR"/>
        </w:rPr>
        <w:t>.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3" w:name="_Toc488231664"/>
      <w:r w:rsidRPr="005A0486">
        <w:rPr>
          <w:rtl/>
          <w:lang w:bidi="fa-IR"/>
        </w:rPr>
        <w:t>3-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مفضل از نظر دانشمندان اسلام</w:t>
      </w:r>
      <w:r w:rsidRPr="005A0486">
        <w:rPr>
          <w:rFonts w:hint="cs"/>
          <w:rtl/>
          <w:lang w:bidi="fa-IR"/>
        </w:rPr>
        <w:t>ی</w:t>
      </w:r>
      <w:bookmarkEnd w:id="3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دانشمندان علم رجال و شرح حال نگار، فقها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قدر</w:t>
      </w:r>
      <w:r w:rsidRPr="005A0486">
        <w:rPr>
          <w:rtl/>
          <w:lang w:bidi="fa-IR"/>
        </w:rPr>
        <w:t xml:space="preserve"> و محدثان بزرگوار به مرتبه شامخ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مرد بزرگ اشاره کرده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نجا</w:t>
      </w:r>
      <w:r w:rsidRPr="005A0486">
        <w:rPr>
          <w:rtl/>
          <w:lang w:bidi="fa-IR"/>
        </w:rPr>
        <w:t xml:space="preserve"> تنها به بخش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دگاهها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پرداز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:</w:t>
      </w:r>
    </w:p>
    <w:p w:rsidR="002B62E3" w:rsidRDefault="00413F40" w:rsidP="009325ED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2B62E3">
        <w:rPr>
          <w:rStyle w:val="libBold1Char"/>
          <w:rFonts w:hint="eastAsia"/>
          <w:rtl/>
        </w:rPr>
        <w:t>ش</w:t>
      </w:r>
      <w:r w:rsidR="005A0486" w:rsidRPr="002B62E3">
        <w:rPr>
          <w:rStyle w:val="libBold1Char"/>
          <w:rFonts w:hint="cs"/>
          <w:rtl/>
        </w:rPr>
        <w:t>ی</w:t>
      </w:r>
      <w:r w:rsidR="005A0486" w:rsidRPr="002B62E3">
        <w:rPr>
          <w:rStyle w:val="libBold1Char"/>
          <w:rFonts w:hint="eastAsia"/>
          <w:rtl/>
        </w:rPr>
        <w:t>خ</w:t>
      </w:r>
      <w:r w:rsidR="005A0486" w:rsidRPr="002B62E3">
        <w:rPr>
          <w:rStyle w:val="libBold1Char"/>
          <w:rtl/>
        </w:rPr>
        <w:t xml:space="preserve"> صدوق (ره)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در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کتابها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گرانقدر خود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و روا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آورده که </w:t>
      </w:r>
      <w:r w:rsidR="008F2797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مفضل</w:t>
      </w:r>
      <w:r w:rsidR="008F2797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در طر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tl/>
          <w:lang w:bidi="fa-IR"/>
        </w:rPr>
        <w:t xml:space="preserve"> آنها قرار گرفته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از آنجا که بنا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صدوق آن بوده که بو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ژه</w:t>
      </w:r>
      <w:r w:rsidR="005A0486" w:rsidRPr="005A0486">
        <w:rPr>
          <w:rtl/>
          <w:lang w:bidi="fa-IR"/>
        </w:rPr>
        <w:t xml:space="preserve"> در </w:t>
      </w:r>
      <w:r w:rsidR="008F2797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 xml:space="preserve">کتاب من لا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حضره</w:t>
      </w:r>
      <w:r w:rsidR="005A0486" w:rsidRPr="005A0486">
        <w:rPr>
          <w:rtl/>
          <w:lang w:bidi="fa-IR"/>
        </w:rPr>
        <w:t xml:space="preserve"> الفق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8F2797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تنها به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معتبر و آنها که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او و خدا حجت است بپردازد، از طرف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بارها به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مفضل استناد جسته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توان نت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جه</w:t>
      </w:r>
      <w:r w:rsidR="005A0486" w:rsidRPr="005A0486">
        <w:rPr>
          <w:rtl/>
          <w:lang w:bidi="fa-IR"/>
        </w:rPr>
        <w:t xml:space="preserve"> گرفت که مفضل در نزد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صدوق از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گاه</w:t>
      </w:r>
      <w:r w:rsidR="005A0486" w:rsidRPr="005A0486">
        <w:rPr>
          <w:rtl/>
          <w:lang w:bidi="fa-IR"/>
        </w:rPr>
        <w:t xml:space="preserve"> و اعتبار بالا</w:t>
      </w:r>
      <w:r w:rsidR="005A0486" w:rsidRPr="005A0486">
        <w:rPr>
          <w:rFonts w:hint="cs"/>
          <w:rtl/>
          <w:lang w:bidi="fa-IR"/>
        </w:rPr>
        <w:t>یی</w:t>
      </w:r>
    </w:p>
    <w:p w:rsidR="00B51C0A" w:rsidRPr="00A4703F" w:rsidRDefault="00B51C0A" w:rsidP="00B51C0A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51C0A" w:rsidRPr="009325ED" w:rsidRDefault="00B51C0A" w:rsidP="00B51C0A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رجال کش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شرح حال مفضل بن عمر جعف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2B62E3" w:rsidRDefault="002B62E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B51C0A">
      <w:pPr>
        <w:pStyle w:val="libNormal"/>
        <w:rPr>
          <w:lang w:bidi="fa-IR"/>
        </w:rPr>
      </w:pPr>
      <w:r w:rsidRPr="005A0486">
        <w:rPr>
          <w:rtl/>
          <w:lang w:bidi="fa-IR"/>
        </w:rPr>
        <w:t>برخوردار بوده است</w:t>
      </w:r>
      <w:r w:rsidR="008D0D19">
        <w:rPr>
          <w:rtl/>
          <w:lang w:bidi="fa-IR"/>
        </w:rPr>
        <w:t>.</w:t>
      </w:r>
      <w:r w:rsidR="00B51C0A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B51C0A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B51C0A" w:rsidP="00F059ED">
      <w:pPr>
        <w:pStyle w:val="libNormal"/>
        <w:rPr>
          <w:lang w:bidi="fa-IR"/>
        </w:rPr>
      </w:pPr>
      <w:r w:rsidRPr="00F059ED">
        <w:rPr>
          <w:rStyle w:val="libBold1Char"/>
          <w:rFonts w:hint="cs"/>
          <w:rtl/>
        </w:rPr>
        <w:t>«</w:t>
      </w:r>
      <w:r w:rsidR="005A0486" w:rsidRPr="00F059ED">
        <w:rPr>
          <w:rStyle w:val="libBold1Char"/>
          <w:rFonts w:hint="eastAsia"/>
          <w:rtl/>
        </w:rPr>
        <w:t>محمد</w:t>
      </w:r>
      <w:r w:rsidR="005A0486" w:rsidRPr="00F059ED">
        <w:rPr>
          <w:rStyle w:val="libBold1Char"/>
          <w:rtl/>
        </w:rPr>
        <w:t xml:space="preserve"> بن </w:t>
      </w:r>
      <w:r w:rsidR="005A0486" w:rsidRPr="00F059ED">
        <w:rPr>
          <w:rStyle w:val="libBold1Char"/>
          <w:rFonts w:hint="cs"/>
          <w:rtl/>
        </w:rPr>
        <w:t>ی</w:t>
      </w:r>
      <w:r w:rsidR="005A0486" w:rsidRPr="00F059ED">
        <w:rPr>
          <w:rStyle w:val="libBold1Char"/>
          <w:rFonts w:hint="eastAsia"/>
          <w:rtl/>
        </w:rPr>
        <w:t>عقوب</w:t>
      </w:r>
      <w:r w:rsidR="005A0486" w:rsidRPr="00F059ED">
        <w:rPr>
          <w:rStyle w:val="libBold1Char"/>
          <w:rtl/>
        </w:rPr>
        <w:t xml:space="preserve"> کل</w:t>
      </w:r>
      <w:r w:rsidR="005A0486" w:rsidRPr="00F059ED">
        <w:rPr>
          <w:rStyle w:val="libBold1Char"/>
          <w:rFonts w:hint="cs"/>
          <w:rtl/>
        </w:rPr>
        <w:t>ی</w:t>
      </w:r>
      <w:r w:rsidR="005A0486" w:rsidRPr="00F059ED">
        <w:rPr>
          <w:rStyle w:val="libBold1Char"/>
          <w:rFonts w:hint="eastAsia"/>
          <w:rtl/>
        </w:rPr>
        <w:t>ن</w:t>
      </w:r>
      <w:r w:rsidR="005A0486" w:rsidRPr="00F059ED">
        <w:rPr>
          <w:rStyle w:val="libBold1Char"/>
          <w:rFonts w:hint="cs"/>
          <w:rtl/>
        </w:rPr>
        <w:t>ی</w:t>
      </w:r>
      <w:r w:rsidRPr="00F059ED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در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کتاب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کاف</w:t>
      </w:r>
      <w:r w:rsidR="005A0486" w:rsidRPr="005A048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به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پرداخته که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مفض</w:t>
      </w:r>
      <w:r>
        <w:rPr>
          <w:rFonts w:hint="cs"/>
          <w:rtl/>
          <w:lang w:bidi="fa-IR"/>
        </w:rPr>
        <w:t>ّ</w:t>
      </w:r>
      <w:r w:rsidR="005A0486" w:rsidRPr="005A0486">
        <w:rPr>
          <w:rtl/>
          <w:lang w:bidi="fa-IR"/>
        </w:rPr>
        <w:t>ل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راو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آنهاست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بو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ژه</w:t>
      </w:r>
      <w:r w:rsidR="005A0486" w:rsidRPr="005A048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ونس</w:t>
      </w:r>
      <w:r w:rsidR="005A0486" w:rsidRPr="005A0486">
        <w:rPr>
          <w:rtl/>
          <w:lang w:bidi="fa-IR"/>
        </w:rPr>
        <w:t xml:space="preserve"> بن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="00F059ED"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که بوضوح دل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بر جلالت شأن و منزلت عظ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مفضل است</w:t>
      </w:r>
      <w:r w:rsidR="008D0D19">
        <w:rPr>
          <w:rtl/>
          <w:lang w:bidi="fa-IR"/>
        </w:rPr>
        <w:t>.</w:t>
      </w:r>
    </w:p>
    <w:p w:rsidR="005A0486" w:rsidRPr="005A0486" w:rsidRDefault="00F059ED" w:rsidP="00F059ED">
      <w:pPr>
        <w:pStyle w:val="libNormal"/>
        <w:rPr>
          <w:lang w:bidi="fa-IR"/>
        </w:rPr>
      </w:pPr>
      <w:r w:rsidRPr="00F059ED">
        <w:rPr>
          <w:rStyle w:val="libBold1Char"/>
          <w:rFonts w:hint="cs"/>
          <w:rtl/>
        </w:rPr>
        <w:t>«</w:t>
      </w:r>
      <w:r w:rsidR="005A0486" w:rsidRPr="00F059ED">
        <w:rPr>
          <w:rStyle w:val="libBold1Char"/>
          <w:rFonts w:hint="eastAsia"/>
          <w:rtl/>
        </w:rPr>
        <w:t>ش</w:t>
      </w:r>
      <w:r w:rsidR="005A0486" w:rsidRPr="00F059ED">
        <w:rPr>
          <w:rStyle w:val="libBold1Char"/>
          <w:rFonts w:hint="cs"/>
          <w:rtl/>
        </w:rPr>
        <w:t>ی</w:t>
      </w:r>
      <w:r w:rsidR="005A0486" w:rsidRPr="00F059ED">
        <w:rPr>
          <w:rStyle w:val="libBold1Char"/>
          <w:rFonts w:hint="eastAsia"/>
          <w:rtl/>
        </w:rPr>
        <w:t>خ</w:t>
      </w:r>
      <w:r w:rsidR="005A0486" w:rsidRPr="00F059ED">
        <w:rPr>
          <w:rStyle w:val="libBold1Char"/>
          <w:rtl/>
        </w:rPr>
        <w:t xml:space="preserve"> مف</w:t>
      </w:r>
      <w:r w:rsidR="005A0486" w:rsidRPr="00F059ED">
        <w:rPr>
          <w:rStyle w:val="libBold1Char"/>
          <w:rFonts w:hint="cs"/>
          <w:rtl/>
        </w:rPr>
        <w:t>ی</w:t>
      </w:r>
      <w:r w:rsidR="005A0486" w:rsidRPr="00F059ED">
        <w:rPr>
          <w:rStyle w:val="libBold1Char"/>
          <w:rFonts w:hint="eastAsia"/>
          <w:rtl/>
        </w:rPr>
        <w:t>د</w:t>
      </w:r>
      <w:r w:rsidRPr="00F059ED">
        <w:rPr>
          <w:rStyle w:val="libBold1Char"/>
          <w:rFonts w:hint="cs"/>
          <w:rtl/>
        </w:rPr>
        <w:t>»</w:t>
      </w:r>
      <w:r>
        <w:rPr>
          <w:rFonts w:hint="cs"/>
          <w:rtl/>
          <w:lang w:bidi="fa-IR"/>
        </w:rPr>
        <w:t xml:space="preserve"> </w:t>
      </w:r>
      <w:r w:rsidR="00A455E7" w:rsidRPr="00A455E7">
        <w:rPr>
          <w:rStyle w:val="libAlaemChar"/>
          <w:rtl/>
        </w:rPr>
        <w:t>رحمه‌الله</w:t>
      </w:r>
      <w:r w:rsidR="005A0486" w:rsidRPr="005A0486">
        <w:rPr>
          <w:rtl/>
          <w:lang w:bidi="fa-IR"/>
        </w:rPr>
        <w:t xml:space="preserve"> درباره مفضل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:</w:t>
      </w:r>
    </w:p>
    <w:p w:rsidR="005A0486" w:rsidRPr="005A0486" w:rsidRDefault="005B2B23" w:rsidP="005B2B2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او</w:t>
      </w:r>
      <w:r w:rsidR="005A0486" w:rsidRPr="005A0486">
        <w:rPr>
          <w:rtl/>
          <w:lang w:bidi="fa-IR"/>
        </w:rPr>
        <w:t xml:space="preserve"> از کسان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نص امامت امام موس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کاظم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را از پدر بزرگوارش،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نقل نموده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اران</w:t>
      </w:r>
      <w:r w:rsidR="005A0486" w:rsidRPr="005A0486">
        <w:rPr>
          <w:rtl/>
          <w:lang w:bidi="fa-IR"/>
        </w:rPr>
        <w:t xml:space="preserve"> خاص و جل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القدر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و از فقها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صالح و مورد وثوق - رحمة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هم</w:t>
      </w:r>
      <w:r w:rsidR="005A0486" w:rsidRPr="005A0486">
        <w:rPr>
          <w:rtl/>
          <w:lang w:bidi="fa-IR"/>
        </w:rPr>
        <w:t xml:space="preserve"> - بوده است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B2B23" w:rsidP="005B2B23">
      <w:pPr>
        <w:pStyle w:val="libNormal"/>
        <w:rPr>
          <w:lang w:bidi="fa-IR"/>
        </w:rPr>
      </w:pPr>
      <w:r w:rsidRPr="005B2B23">
        <w:rPr>
          <w:rStyle w:val="libBold1Char"/>
          <w:rFonts w:hint="cs"/>
          <w:rtl/>
        </w:rPr>
        <w:t>«</w:t>
      </w:r>
      <w:r w:rsidR="005A0486" w:rsidRPr="005B2B23">
        <w:rPr>
          <w:rStyle w:val="libBold1Char"/>
          <w:rFonts w:hint="eastAsia"/>
          <w:rtl/>
        </w:rPr>
        <w:t>ش</w:t>
      </w:r>
      <w:r w:rsidR="005A0486" w:rsidRPr="005B2B23">
        <w:rPr>
          <w:rStyle w:val="libBold1Char"/>
          <w:rFonts w:hint="cs"/>
          <w:rtl/>
        </w:rPr>
        <w:t>ی</w:t>
      </w:r>
      <w:r w:rsidR="005A0486" w:rsidRPr="005B2B23">
        <w:rPr>
          <w:rStyle w:val="libBold1Char"/>
          <w:rFonts w:hint="eastAsia"/>
          <w:rtl/>
        </w:rPr>
        <w:t>خ</w:t>
      </w:r>
      <w:r w:rsidR="005A0486" w:rsidRPr="005B2B23">
        <w:rPr>
          <w:rStyle w:val="libBold1Char"/>
          <w:rtl/>
        </w:rPr>
        <w:t xml:space="preserve"> طوس</w:t>
      </w:r>
      <w:r w:rsidR="005A0486" w:rsidRPr="005B2B23">
        <w:rPr>
          <w:rStyle w:val="libBold1Char"/>
          <w:rFonts w:hint="cs"/>
          <w:rtl/>
        </w:rPr>
        <w:t>ی</w:t>
      </w:r>
      <w:r w:rsidRPr="005B2B23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- رضوان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- هم مفضل بن عمر جعف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از اصحاب امام صادق و امام کاظم </w:t>
      </w:r>
      <w:r w:rsidR="00AE4875" w:rsidRPr="00AE4875">
        <w:rPr>
          <w:rStyle w:val="libAlaemChar"/>
          <w:rtl/>
        </w:rPr>
        <w:t>عليهما‌السلام</w:t>
      </w:r>
      <w:r w:rsidR="005A0486" w:rsidRPr="005A0486">
        <w:rPr>
          <w:rtl/>
          <w:lang w:bidi="fa-IR"/>
        </w:rPr>
        <w:t xml:space="preserve"> شمرده است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4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5B2B23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کتاب </w:t>
      </w:r>
      <w:r w:rsidR="005B2B23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الغ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بة</w:t>
      </w:r>
      <w:r w:rsidR="005B2B23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5B2B23" w:rsidP="005B2B23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اصحاب و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اران</w:t>
      </w:r>
      <w:r w:rsidR="005A0486" w:rsidRPr="005A0486">
        <w:rPr>
          <w:rtl/>
          <w:lang w:bidi="fa-IR"/>
        </w:rPr>
        <w:t xml:space="preserve"> واقع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ائمه </w:t>
      </w:r>
      <w:r w:rsidR="00736941" w:rsidRPr="00736941">
        <w:rPr>
          <w:rStyle w:val="libAlaemChar"/>
          <w:rtl/>
        </w:rPr>
        <w:t>عليهم‌السلام</w:t>
      </w:r>
      <w:r w:rsidR="005A0486" w:rsidRPr="005A0486">
        <w:rPr>
          <w:rtl/>
          <w:lang w:bidi="fa-IR"/>
        </w:rPr>
        <w:t xml:space="preserve"> و در نزد آنان مورد وثوق و اعتماد بوده و همواره پو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نده</w:t>
      </w:r>
      <w:r w:rsidR="005A0486" w:rsidRPr="005A0486">
        <w:rPr>
          <w:rtl/>
          <w:lang w:bidi="fa-IR"/>
        </w:rPr>
        <w:t xml:space="preserve"> طر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tl/>
          <w:lang w:bidi="fa-IR"/>
        </w:rPr>
        <w:t xml:space="preserve"> آنان بوده است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5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دانشمندان بزرگ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 توض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طوس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که از مفضل بن عمر نقل کرده،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B2B23" w:rsidRDefault="005B2B23" w:rsidP="005B2B23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سخن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طوس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دل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قاطع و صر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بر مفض</w:t>
      </w:r>
      <w:r>
        <w:rPr>
          <w:rFonts w:hint="cs"/>
          <w:rtl/>
          <w:lang w:bidi="fa-IR"/>
        </w:rPr>
        <w:t>ّ</w:t>
      </w:r>
      <w:r w:rsidR="005A0486" w:rsidRPr="005A0486">
        <w:rPr>
          <w:rtl/>
          <w:lang w:bidi="fa-IR"/>
        </w:rPr>
        <w:t>ل</w:t>
      </w:r>
    </w:p>
    <w:p w:rsidR="00F903C4" w:rsidRPr="00A4703F" w:rsidRDefault="00F903C4" w:rsidP="00F903C4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DC1083" w:rsidRPr="009325ED" w:rsidRDefault="00DC1083" w:rsidP="00DC108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کتاب من لا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حضره</w:t>
      </w:r>
      <w:r w:rsidRPr="009325ED">
        <w:rPr>
          <w:rtl/>
          <w:lang w:bidi="fa-IR"/>
        </w:rPr>
        <w:t xml:space="preserve"> الفق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، ص 3</w:t>
      </w:r>
      <w:r w:rsidR="008D0D19">
        <w:rPr>
          <w:rtl/>
          <w:lang w:bidi="fa-IR"/>
        </w:rPr>
        <w:t>.</w:t>
      </w:r>
    </w:p>
    <w:p w:rsidR="00DC1083" w:rsidRPr="009325ED" w:rsidRDefault="00DC1083" w:rsidP="00DC108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اصول کاف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2، کتاب الا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مان</w:t>
      </w:r>
      <w:r w:rsidRPr="009325ED">
        <w:rPr>
          <w:rtl/>
          <w:lang w:bidi="fa-IR"/>
        </w:rPr>
        <w:t xml:space="preserve"> و الکفر، باب صبر،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6</w:t>
      </w:r>
      <w:r w:rsidR="008D0D19">
        <w:rPr>
          <w:rtl/>
          <w:lang w:bidi="fa-IR"/>
        </w:rPr>
        <w:t>.</w:t>
      </w:r>
    </w:p>
    <w:p w:rsidR="00DC1083" w:rsidRPr="009325ED" w:rsidRDefault="00DC1083" w:rsidP="00DC108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الارشاد 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معرفة حجج الله عل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العباد، ص 208</w:t>
      </w:r>
      <w:r w:rsidR="008D0D19">
        <w:rPr>
          <w:rtl/>
          <w:lang w:bidi="fa-IR"/>
        </w:rPr>
        <w:t>.</w:t>
      </w:r>
    </w:p>
    <w:p w:rsidR="00DC1083" w:rsidRPr="009325ED" w:rsidRDefault="00DC1083" w:rsidP="00065117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رجال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</w:t>
      </w:r>
      <w:r w:rsidRPr="009325ED">
        <w:rPr>
          <w:rtl/>
          <w:lang w:bidi="fa-IR"/>
        </w:rPr>
        <w:t xml:space="preserve"> طوس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اصحاب امام صادق و امام کاظم </w:t>
      </w:r>
      <w:r w:rsidRPr="00AE4875">
        <w:rPr>
          <w:rStyle w:val="libAlaemChar"/>
          <w:rtl/>
        </w:rPr>
        <w:t>عليهما‌السلام</w:t>
      </w:r>
      <w:r w:rsidRPr="009325ED">
        <w:rPr>
          <w:rtl/>
          <w:lang w:bidi="fa-IR"/>
        </w:rPr>
        <w:t xml:space="preserve"> بترت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ب،</w:t>
      </w:r>
      <w:r w:rsidRPr="009325ED">
        <w:rPr>
          <w:rtl/>
          <w:lang w:bidi="fa-IR"/>
        </w:rPr>
        <w:t xml:space="preserve"> صفحات 3</w:t>
      </w:r>
      <w:r>
        <w:rPr>
          <w:rtl/>
          <w:lang w:bidi="fa-IR"/>
        </w:rPr>
        <w:t>1</w:t>
      </w:r>
      <w:r w:rsidR="00065117">
        <w:rPr>
          <w:rtl/>
          <w:lang w:bidi="fa-IR"/>
        </w:rPr>
        <w:t xml:space="preserve">4 </w:t>
      </w:r>
      <w:r w:rsidR="00065117">
        <w:rPr>
          <w:rFonts w:hint="cs"/>
          <w:rtl/>
          <w:lang w:bidi="fa-IR"/>
        </w:rPr>
        <w:t>و 360</w:t>
      </w:r>
      <w:r w:rsidR="008D0D19">
        <w:rPr>
          <w:rFonts w:hint="cs"/>
          <w:rtl/>
          <w:lang w:bidi="fa-IR"/>
        </w:rPr>
        <w:t>.</w:t>
      </w:r>
    </w:p>
    <w:p w:rsidR="00DC1083" w:rsidRPr="009325ED" w:rsidRDefault="00DC1083" w:rsidP="00DC108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بة</w:t>
      </w:r>
      <w:r w:rsidRPr="009325ED">
        <w:rPr>
          <w:rtl/>
          <w:lang w:bidi="fa-IR"/>
        </w:rPr>
        <w:t xml:space="preserve"> ص 2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0</w:t>
      </w:r>
      <w:r w:rsidR="008D0D19">
        <w:rPr>
          <w:rtl/>
          <w:lang w:bidi="fa-IR"/>
        </w:rPr>
        <w:t>.</w:t>
      </w:r>
    </w:p>
    <w:p w:rsidR="005B2B23" w:rsidRDefault="005B2B2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5B2B23">
      <w:pPr>
        <w:pStyle w:val="libNormal"/>
        <w:rPr>
          <w:lang w:bidi="fa-IR"/>
        </w:rPr>
      </w:pPr>
      <w:r w:rsidRPr="005A0486">
        <w:rPr>
          <w:rtl/>
          <w:lang w:bidi="fa-IR"/>
        </w:rPr>
        <w:t>اعتماد داشته و نزد او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مطعون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="005B2B23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5B2B23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305CFF" w:rsidP="00305CFF">
      <w:pPr>
        <w:pStyle w:val="libNormal"/>
        <w:rPr>
          <w:lang w:bidi="fa-IR"/>
        </w:rPr>
      </w:pPr>
      <w:r w:rsidRPr="00305CFF">
        <w:rPr>
          <w:rStyle w:val="libBold1Char"/>
          <w:rFonts w:hint="cs"/>
          <w:rtl/>
        </w:rPr>
        <w:t>«</w:t>
      </w:r>
      <w:r w:rsidR="005A0486" w:rsidRPr="00305CFF">
        <w:rPr>
          <w:rStyle w:val="libBold1Char"/>
          <w:rFonts w:hint="eastAsia"/>
          <w:rtl/>
        </w:rPr>
        <w:t>ابن</w:t>
      </w:r>
      <w:r w:rsidR="005A0486" w:rsidRPr="00305CFF">
        <w:rPr>
          <w:rStyle w:val="libBold1Char"/>
          <w:rtl/>
        </w:rPr>
        <w:t xml:space="preserve"> شهر آشوب</w:t>
      </w:r>
      <w:r w:rsidRPr="00305CFF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- رضوان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- او را از خواص اصحاب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شمرده است</w:t>
      </w:r>
      <w:r w:rsidR="008D0D19">
        <w:rPr>
          <w:rtl/>
          <w:lang w:bidi="fa-IR"/>
        </w:rPr>
        <w:t>.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305CFF" w:rsidP="009325ED">
      <w:pPr>
        <w:pStyle w:val="libNormal"/>
        <w:rPr>
          <w:lang w:bidi="fa-IR"/>
        </w:rPr>
      </w:pPr>
      <w:r w:rsidRPr="00305CFF">
        <w:rPr>
          <w:rStyle w:val="libBold1Char"/>
          <w:rFonts w:hint="cs"/>
          <w:rtl/>
        </w:rPr>
        <w:t>«</w:t>
      </w:r>
      <w:r w:rsidR="005A0486" w:rsidRPr="00305CFF">
        <w:rPr>
          <w:rStyle w:val="libBold1Char"/>
          <w:rFonts w:hint="eastAsia"/>
          <w:rtl/>
        </w:rPr>
        <w:t>س</w:t>
      </w:r>
      <w:r w:rsidR="005A0486" w:rsidRPr="00305CFF">
        <w:rPr>
          <w:rStyle w:val="libBold1Char"/>
          <w:rFonts w:hint="cs"/>
          <w:rtl/>
        </w:rPr>
        <w:t>ی</w:t>
      </w:r>
      <w:r w:rsidR="005A0486" w:rsidRPr="00305CFF">
        <w:rPr>
          <w:rStyle w:val="libBold1Char"/>
          <w:rFonts w:hint="eastAsia"/>
          <w:rtl/>
        </w:rPr>
        <w:t>د</w:t>
      </w:r>
      <w:r w:rsidR="005A0486" w:rsidRPr="00305CFF">
        <w:rPr>
          <w:rStyle w:val="libBold1Char"/>
          <w:rtl/>
        </w:rPr>
        <w:t xml:space="preserve"> بن طاووس</w:t>
      </w:r>
      <w:r w:rsidRPr="00305CFF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</w:t>
      </w:r>
      <w:r w:rsidR="00A455E7" w:rsidRPr="00A455E7">
        <w:rPr>
          <w:rStyle w:val="libAlaemChar"/>
          <w:rtl/>
        </w:rPr>
        <w:t>رحمه‌الله</w:t>
      </w:r>
      <w:r w:rsidR="005A0486" w:rsidRPr="005A0486">
        <w:rPr>
          <w:rtl/>
          <w:lang w:bidi="fa-IR"/>
        </w:rPr>
        <w:t xml:space="preserve"> درباره کتاب مفضل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فرما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:</w:t>
      </w:r>
    </w:p>
    <w:p w:rsidR="005A0486" w:rsidRPr="005A0486" w:rsidRDefault="00305CFF" w:rsidP="00305CF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از</w:t>
      </w:r>
      <w:r w:rsidR="005A0486" w:rsidRPr="005A0486">
        <w:rPr>
          <w:rtl/>
          <w:lang w:bidi="fa-IR"/>
        </w:rPr>
        <w:t xml:space="preserve"> جمله آداب مسافران است که کتاب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مفضل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را که درباره شناخت حکمتها، تداب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و اسرار نهفته در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جهان است و 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 را از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نقل کرده، به همراه داشته باشد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خطاب به فرزندش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305CFF" w:rsidP="00305CFF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در</w:t>
      </w:r>
      <w:r w:rsidR="005A0486" w:rsidRPr="005A0486">
        <w:rPr>
          <w:rtl/>
          <w:lang w:bidi="fa-IR"/>
        </w:rPr>
        <w:t xml:space="preserve"> نهج البلاغه و اسرار آن و در کتاب مفضل بن عمر که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درباره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خدا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جل و علا بر او املا فرموده، بنگر و اند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4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DC6154" w:rsidP="00DC6154">
      <w:pPr>
        <w:pStyle w:val="libNormal"/>
        <w:rPr>
          <w:lang w:bidi="fa-IR"/>
        </w:rPr>
      </w:pPr>
      <w:r w:rsidRPr="00DC6154">
        <w:rPr>
          <w:rStyle w:val="libBold1Char"/>
          <w:rFonts w:hint="cs"/>
          <w:rtl/>
        </w:rPr>
        <w:t>«</w:t>
      </w:r>
      <w:r w:rsidR="005A0486" w:rsidRPr="00DC6154">
        <w:rPr>
          <w:rStyle w:val="libBold1Char"/>
          <w:rFonts w:hint="eastAsia"/>
          <w:rtl/>
        </w:rPr>
        <w:t>علامه</w:t>
      </w:r>
      <w:r w:rsidR="005A0486" w:rsidRPr="00DC6154">
        <w:rPr>
          <w:rStyle w:val="libBold1Char"/>
          <w:rtl/>
        </w:rPr>
        <w:t xml:space="preserve"> مجلس</w:t>
      </w:r>
      <w:r w:rsidR="005A0486" w:rsidRPr="00DC6154">
        <w:rPr>
          <w:rStyle w:val="libBold1Char"/>
          <w:rFonts w:hint="cs"/>
          <w:rtl/>
        </w:rPr>
        <w:t>ی</w:t>
      </w:r>
      <w:r w:rsidRPr="00DC6154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- رضوان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-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به خاطر ارزش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برا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دو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5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قائل بوده، هر دو را به طور کامل در جلد سوم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بحارالانوار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6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آورده است و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آنها را شرح و توض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</w:t>
      </w:r>
      <w:r w:rsidR="005A0486" w:rsidRPr="005A0486">
        <w:rPr>
          <w:rtl/>
          <w:lang w:bidi="fa-IR"/>
        </w:rPr>
        <w:t xml:space="preserve"> داده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آغاز ذکر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9A3A5D" w:rsidRDefault="00DC6154" w:rsidP="00DC615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م</w:t>
      </w:r>
      <w:r w:rsidR="009A3A5D">
        <w:rPr>
          <w:rFonts w:hint="cs"/>
          <w:rtl/>
          <w:lang w:bidi="fa-IR"/>
        </w:rPr>
        <w:t>ُ</w:t>
      </w:r>
      <w:r w:rsidR="005A0486" w:rsidRPr="005A0486">
        <w:rPr>
          <w:rFonts w:hint="eastAsia"/>
          <w:rtl/>
          <w:lang w:bidi="fa-IR"/>
        </w:rPr>
        <w:t>رسل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7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بودن 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مفضل و رساله هل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له</w:t>
      </w:r>
      <w:r w:rsidR="005A0486" w:rsidRPr="005A0486">
        <w:rPr>
          <w:rtl/>
          <w:lang w:bidi="fa-IR"/>
        </w:rPr>
        <w:t xml:space="preserve"> که از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</w:t>
      </w:r>
    </w:p>
    <w:p w:rsidR="009A3A5D" w:rsidRPr="00A4703F" w:rsidRDefault="009A3A5D" w:rsidP="009A3A5D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9A3A5D" w:rsidRPr="009325ED" w:rsidRDefault="009A3A5D" w:rsidP="009A3A5D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 294</w:t>
      </w:r>
      <w:r w:rsidR="008D0D19">
        <w:rPr>
          <w:rtl/>
          <w:lang w:bidi="fa-IR"/>
        </w:rPr>
        <w:t>.</w:t>
      </w:r>
    </w:p>
    <w:p w:rsidR="009A3A5D" w:rsidRPr="009325ED" w:rsidRDefault="009A3A5D" w:rsidP="009A3A5D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المناقب، ج 4، باب امامت امام صادق </w:t>
      </w:r>
      <w:r w:rsidRPr="00736941">
        <w:rPr>
          <w:rStyle w:val="libAlaemChar"/>
          <w:rtl/>
        </w:rPr>
        <w:t>عليه‌السلام</w:t>
      </w:r>
    </w:p>
    <w:p w:rsidR="009A3A5D" w:rsidRPr="009325ED" w:rsidRDefault="009A3A5D" w:rsidP="00065117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الامان من اخطار الاسفار و الازمان، ص 78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نگاه کن: سف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نة</w:t>
      </w:r>
      <w:r w:rsidRPr="009325ED">
        <w:rPr>
          <w:rtl/>
          <w:lang w:bidi="fa-IR"/>
        </w:rPr>
        <w:t xml:space="preserve"> البحار، ج 2، ص 372</w:t>
      </w:r>
      <w:r w:rsidR="008D0D19">
        <w:rPr>
          <w:rFonts w:hint="cs"/>
          <w:rtl/>
          <w:lang w:bidi="fa-IR"/>
        </w:rPr>
        <w:t>.</w:t>
      </w:r>
    </w:p>
    <w:p w:rsidR="009A3A5D" w:rsidRPr="009325ED" w:rsidRDefault="009A3A5D" w:rsidP="00065117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کشف المحجة لثمرة الحجة، ص 50</w:t>
      </w:r>
      <w:r w:rsidR="008D0D19">
        <w:rPr>
          <w:rFonts w:hint="cs"/>
          <w:rtl/>
          <w:lang w:bidi="fa-IR"/>
        </w:rPr>
        <w:t>.</w:t>
      </w:r>
    </w:p>
    <w:p w:rsidR="009A3A5D" w:rsidRPr="009325ED" w:rsidRDefault="009A3A5D" w:rsidP="009A3A5D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مقصود،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و اهل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اهل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ج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(هل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له</w:t>
      </w:r>
      <w:r w:rsidRPr="009325ED">
        <w:rPr>
          <w:rtl/>
          <w:lang w:bidi="fa-IR"/>
        </w:rPr>
        <w:t>) است</w:t>
      </w:r>
      <w:r w:rsidR="008D0D19">
        <w:rPr>
          <w:rtl/>
          <w:lang w:bidi="fa-IR"/>
        </w:rPr>
        <w:t>.</w:t>
      </w:r>
    </w:p>
    <w:p w:rsidR="009A3A5D" w:rsidRPr="009325ED" w:rsidRDefault="009A3A5D" w:rsidP="00065117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بحارالانوار، ج 3، ص 57 و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52</w:t>
      </w:r>
      <w:r w:rsidR="008D0D19">
        <w:rPr>
          <w:rFonts w:hint="cs"/>
          <w:rtl/>
          <w:lang w:bidi="fa-IR"/>
        </w:rPr>
        <w:t>.</w:t>
      </w:r>
    </w:p>
    <w:p w:rsidR="009A3A5D" w:rsidRPr="009325ED" w:rsidRDefault="009A3A5D" w:rsidP="009A3A5D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7</w:t>
      </w:r>
      <w:r w:rsidR="008D0D19">
        <w:rPr>
          <w:rFonts w:hint="cs"/>
          <w:rtl/>
          <w:lang w:bidi="fa-IR"/>
        </w:rPr>
        <w:t>.</w:t>
      </w:r>
      <w:r w:rsidRPr="009325ED">
        <w:rPr>
          <w:rtl/>
          <w:lang w:bidi="fa-IR"/>
        </w:rPr>
        <w:t xml:space="preserve">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مرسل آن است که اسناد آن متصل نباشد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مقابل،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مسند </w:t>
      </w:r>
      <w:r w:rsidR="00D0199E">
        <w:rPr>
          <w:rFonts w:hint="cs"/>
          <w:rtl/>
          <w:lang w:bidi="fa-IR"/>
        </w:rPr>
        <w:t>=</w:t>
      </w:r>
    </w:p>
    <w:p w:rsidR="005A0486" w:rsidRPr="005A0486" w:rsidRDefault="009A3A5D" w:rsidP="00D0199E">
      <w:pPr>
        <w:pStyle w:val="libNormal"/>
        <w:rPr>
          <w:lang w:bidi="fa-IR"/>
        </w:rPr>
      </w:pPr>
      <w:r w:rsidRPr="0023050A">
        <w:rPr>
          <w:rStyle w:val="libPoemTiniCharChar"/>
          <w:rtl/>
        </w:rPr>
        <w:br w:type="page"/>
      </w:r>
      <w:r w:rsidR="005A0486" w:rsidRPr="005A0486">
        <w:rPr>
          <w:rtl/>
          <w:lang w:bidi="fa-IR"/>
        </w:rPr>
        <w:lastRenderedPageBreak/>
        <w:t>روا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tl/>
          <w:lang w:bidi="fa-IR"/>
        </w:rPr>
        <w:t xml:space="preserve"> شده اند،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ندارد؛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را</w:t>
      </w:r>
      <w:r w:rsidR="005A0486" w:rsidRPr="005A0486">
        <w:rPr>
          <w:rtl/>
          <w:lang w:bidi="fa-IR"/>
        </w:rPr>
        <w:t xml:space="preserve"> انتساب آنها به مفضل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دانشمندان اشتهار دارد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از جمله </w:t>
      </w:r>
      <w:r w:rsidR="00D0199E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بن طاووس</w:t>
      </w:r>
      <w:r w:rsidR="00D0199E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و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گران</w:t>
      </w:r>
      <w:r w:rsidR="005A0486" w:rsidRPr="005A0486">
        <w:rPr>
          <w:rtl/>
          <w:lang w:bidi="fa-IR"/>
        </w:rPr>
        <w:t xml:space="preserve"> آنها را تأ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کرده اند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ضع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</w:t>
      </w:r>
      <w:r w:rsidR="005A0486" w:rsidRPr="005A0486">
        <w:rPr>
          <w:rtl/>
          <w:lang w:bidi="fa-IR"/>
        </w:rPr>
        <w:t xml:space="preserve"> شمردن </w:t>
      </w:r>
      <w:r w:rsidR="00D0199E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محمد بن سنان</w:t>
      </w:r>
      <w:r w:rsidR="00D0199E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و </w:t>
      </w:r>
      <w:r w:rsidR="00D0199E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مفض</w:t>
      </w:r>
      <w:r w:rsidR="00D0199E">
        <w:rPr>
          <w:rFonts w:hint="cs"/>
          <w:rtl/>
          <w:lang w:bidi="fa-IR"/>
        </w:rPr>
        <w:t>ّ</w:t>
      </w:r>
      <w:r w:rsidR="005A0486" w:rsidRPr="005A0486">
        <w:rPr>
          <w:rtl/>
          <w:lang w:bidi="fa-IR"/>
        </w:rPr>
        <w:t>ل بن عمر</w:t>
      </w:r>
      <w:r w:rsidR="00D0199E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هم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ندارد؛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را</w:t>
      </w:r>
      <w:r w:rsidR="005A0486" w:rsidRPr="005A0486">
        <w:rPr>
          <w:rtl/>
          <w:lang w:bidi="fa-IR"/>
        </w:rPr>
        <w:t xml:space="preserve"> ما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ضعفها را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پذ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م؛</w:t>
      </w:r>
      <w:r w:rsidR="005A0486" w:rsidRPr="005A0486">
        <w:rPr>
          <w:rtl/>
          <w:lang w:bidi="fa-IR"/>
        </w:rPr>
        <w:t xml:space="preserve"> چون در روا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ات</w:t>
      </w:r>
      <w:r w:rsidR="005A0486" w:rsidRPr="005A0486">
        <w:rPr>
          <w:rtl/>
          <w:lang w:bidi="fa-IR"/>
        </w:rPr>
        <w:t xml:space="preserve"> فراوان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جلالت قدر و منزلت آن دو اشاره شده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وانگه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متن دو خبر، شاهد صدق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بر صحت آنهاست و علاوه بر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نوع متون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صح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</w:t>
      </w:r>
      <w:r w:rsidR="005A0486" w:rsidRPr="005A0486">
        <w:rPr>
          <w:rtl/>
          <w:lang w:bidi="fa-IR"/>
        </w:rPr>
        <w:t xml:space="preserve"> بودن خبر ندارد</w:t>
      </w:r>
      <w:r w:rsidR="008D0D19">
        <w:rPr>
          <w:rtl/>
          <w:lang w:bidi="fa-IR"/>
        </w:rPr>
        <w:t>.</w:t>
      </w:r>
      <w:r w:rsidR="00D0199E"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="00D0199E"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اول ترجمه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کتاب و راو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ستا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کند:</w:t>
      </w:r>
    </w:p>
    <w:p w:rsidR="005A0486" w:rsidRPr="005A0486" w:rsidRDefault="00D0199E" w:rsidP="00D0199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چون</w:t>
      </w:r>
      <w:r w:rsidR="005A0486" w:rsidRPr="005A0486">
        <w:rPr>
          <w:rtl/>
          <w:lang w:bidi="fa-IR"/>
        </w:rPr>
        <w:t xml:space="preserve">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شر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 اثبات صانع قد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و 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و سا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صفات کمال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او - جل شأنه و تعال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سلطانه و عظم برهانه - (از)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جل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ل،</w:t>
      </w:r>
      <w:r w:rsidR="005A0486" w:rsidRPr="005A0486">
        <w:rPr>
          <w:rtl/>
          <w:lang w:bidi="fa-IR"/>
        </w:rPr>
        <w:t xml:space="preserve"> مفضل بن عمر جعف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از خواص اخ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ار،</w:t>
      </w:r>
      <w:r w:rsidR="005A0486" w:rsidRPr="005A0486">
        <w:rPr>
          <w:rtl/>
          <w:lang w:bidi="fa-IR"/>
        </w:rPr>
        <w:t xml:space="preserve"> سلاله اطهار، امام المغارب و المشارق، ابو عبدالله، جعفر بن محمد صادق </w:t>
      </w:r>
      <w:r w:rsidR="00AE4875" w:rsidRPr="00AE4875">
        <w:rPr>
          <w:rStyle w:val="libAlaemChar"/>
          <w:rtl/>
        </w:rPr>
        <w:t>عليهما‌السلام</w:t>
      </w:r>
      <w:r w:rsidR="005A0486" w:rsidRPr="005A0486">
        <w:rPr>
          <w:rtl/>
          <w:lang w:bidi="fa-IR"/>
        </w:rPr>
        <w:t xml:space="preserve"> بود</w:t>
      </w:r>
      <w:r w:rsidR="008D0D19">
        <w:rPr>
          <w:rtl/>
          <w:lang w:bidi="fa-IR"/>
        </w:rPr>
        <w:t>...</w:t>
      </w:r>
      <w:r w:rsidR="005A0486" w:rsidRPr="005A0486">
        <w:rPr>
          <w:rtl/>
          <w:lang w:bidi="fa-IR"/>
        </w:rPr>
        <w:t xml:space="preserve"> و رشاقت م</w:t>
      </w:r>
      <w:r w:rsidR="005A0486" w:rsidRPr="005A0486">
        <w:rPr>
          <w:rFonts w:hint="eastAsia"/>
          <w:rtl/>
          <w:lang w:bidi="fa-IR"/>
        </w:rPr>
        <w:t>ضام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و وثاقت براه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شهادت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داد و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دهد که از منبع 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الهام جار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گرد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8D0D19">
        <w:rPr>
          <w:rtl/>
          <w:lang w:bidi="fa-IR"/>
        </w:rPr>
        <w:t>...</w:t>
      </w:r>
      <w:r w:rsidR="005A0486" w:rsidRPr="005A0486">
        <w:rPr>
          <w:rtl/>
          <w:lang w:bidi="fa-IR"/>
        </w:rPr>
        <w:t xml:space="preserve"> و کافه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در تقو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و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قان</w:t>
      </w:r>
      <w:r w:rsidR="005A0486" w:rsidRPr="005A0486">
        <w:rPr>
          <w:rtl/>
          <w:lang w:bidi="fa-IR"/>
        </w:rPr>
        <w:t xml:space="preserve"> و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مان</w:t>
      </w:r>
      <w:r w:rsidR="005A0486" w:rsidRPr="005A0486">
        <w:rPr>
          <w:rtl/>
          <w:lang w:bidi="fa-IR"/>
        </w:rPr>
        <w:t xml:space="preserve"> به آن محتاج بودند و</w:t>
      </w:r>
      <w:r w:rsidR="008D0D19">
        <w:rPr>
          <w:rtl/>
          <w:lang w:bidi="fa-IR"/>
        </w:rPr>
        <w:t>...</w:t>
      </w:r>
      <w:r w:rsidR="005A0486" w:rsidRPr="005A0486">
        <w:rPr>
          <w:rtl/>
          <w:lang w:bidi="fa-IR"/>
        </w:rPr>
        <w:t xml:space="preserve"> آن را به فارس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ترجمه کردم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</w:p>
    <w:p w:rsidR="009A3A5D" w:rsidRDefault="00D0199E" w:rsidP="00D0199E">
      <w:pPr>
        <w:pStyle w:val="libNormal"/>
        <w:rPr>
          <w:rFonts w:hint="cs"/>
          <w:rtl/>
          <w:lang w:bidi="fa-IR"/>
        </w:rPr>
      </w:pPr>
      <w:r w:rsidRPr="00D0199E">
        <w:rPr>
          <w:rStyle w:val="libBold1Char"/>
          <w:rFonts w:hint="cs"/>
          <w:rtl/>
        </w:rPr>
        <w:t>«</w:t>
      </w:r>
      <w:r w:rsidR="005A0486" w:rsidRPr="00D0199E">
        <w:rPr>
          <w:rStyle w:val="libBold1Char"/>
          <w:rFonts w:hint="eastAsia"/>
          <w:rtl/>
        </w:rPr>
        <w:t>علامه</w:t>
      </w:r>
      <w:r w:rsidR="005A0486" w:rsidRPr="00D0199E">
        <w:rPr>
          <w:rStyle w:val="libBold1Char"/>
          <w:rtl/>
        </w:rPr>
        <w:t xml:space="preserve"> س</w:t>
      </w:r>
      <w:r w:rsidR="005A0486" w:rsidRPr="00D0199E">
        <w:rPr>
          <w:rStyle w:val="libBold1Char"/>
          <w:rFonts w:hint="cs"/>
          <w:rtl/>
        </w:rPr>
        <w:t>ی</w:t>
      </w:r>
      <w:r w:rsidR="005A0486" w:rsidRPr="00D0199E">
        <w:rPr>
          <w:rStyle w:val="libBold1Char"/>
          <w:rFonts w:hint="eastAsia"/>
          <w:rtl/>
        </w:rPr>
        <w:t>د</w:t>
      </w:r>
      <w:r w:rsidR="005A0486" w:rsidRPr="00D0199E">
        <w:rPr>
          <w:rStyle w:val="libBold1Char"/>
          <w:rtl/>
        </w:rPr>
        <w:t xml:space="preserve"> صدر الد</w:t>
      </w:r>
      <w:r w:rsidR="005A0486" w:rsidRPr="00D0199E">
        <w:rPr>
          <w:rStyle w:val="libBold1Char"/>
          <w:rFonts w:hint="cs"/>
          <w:rtl/>
        </w:rPr>
        <w:t>ی</w:t>
      </w:r>
      <w:r w:rsidR="005A0486" w:rsidRPr="00D0199E">
        <w:rPr>
          <w:rStyle w:val="libBold1Char"/>
          <w:rFonts w:hint="eastAsia"/>
          <w:rtl/>
        </w:rPr>
        <w:t>ن</w:t>
      </w:r>
      <w:r w:rsidR="005A0486" w:rsidRPr="00D0199E">
        <w:rPr>
          <w:rStyle w:val="libBold1Char"/>
          <w:rtl/>
        </w:rPr>
        <w:t xml:space="preserve"> عامل</w:t>
      </w:r>
      <w:r w:rsidR="005A0486" w:rsidRPr="00D0199E">
        <w:rPr>
          <w:rStyle w:val="libBold1Char"/>
          <w:rFonts w:hint="cs"/>
          <w:rtl/>
        </w:rPr>
        <w:t>ی</w:t>
      </w:r>
      <w:r w:rsidRPr="00D0199E">
        <w:rPr>
          <w:rStyle w:val="libBold1Char"/>
          <w:rFonts w:hint="cs"/>
          <w:rtl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</w:t>
      </w:r>
      <w:r w:rsidR="00A455E7" w:rsidRPr="00A455E7">
        <w:rPr>
          <w:rStyle w:val="libAlaemChar"/>
          <w:rtl/>
        </w:rPr>
        <w:t>رحمه‌الله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:</w:t>
      </w:r>
    </w:p>
    <w:p w:rsidR="00D0199E" w:rsidRPr="00A4703F" w:rsidRDefault="00D0199E" w:rsidP="00D0199E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9A3A5D" w:rsidRDefault="00D0199E" w:rsidP="00D0199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= </w:t>
      </w:r>
      <w:r w:rsidR="009A3A5D" w:rsidRPr="009325ED">
        <w:rPr>
          <w:rtl/>
          <w:lang w:bidi="fa-IR"/>
        </w:rPr>
        <w:t>است و آن حد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Fonts w:hint="eastAsia"/>
          <w:rtl/>
          <w:lang w:bidi="fa-IR"/>
        </w:rPr>
        <w:t>ث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tl/>
          <w:lang w:bidi="fa-IR"/>
        </w:rPr>
        <w:t xml:space="preserve"> است که محدث با ذکر همه اسناد، آن را به معصوم </w:t>
      </w:r>
      <w:r w:rsidR="009A3A5D" w:rsidRPr="00736941">
        <w:rPr>
          <w:rStyle w:val="libAlaemChar"/>
          <w:rtl/>
        </w:rPr>
        <w:t>عليه‌السلام</w:t>
      </w:r>
      <w:r w:rsidR="009A3A5D" w:rsidRPr="009325ED">
        <w:rPr>
          <w:rtl/>
          <w:lang w:bidi="fa-IR"/>
        </w:rPr>
        <w:t xml:space="preserve"> نسبت م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="009A3A5D" w:rsidRPr="009325ED">
        <w:rPr>
          <w:rtl/>
          <w:lang w:bidi="fa-IR"/>
        </w:rPr>
        <w:t xml:space="preserve"> برا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tl/>
          <w:lang w:bidi="fa-IR"/>
        </w:rPr>
        <w:t xml:space="preserve"> توض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Fonts w:hint="eastAsia"/>
          <w:rtl/>
          <w:lang w:bidi="fa-IR"/>
        </w:rPr>
        <w:t>ح</w:t>
      </w:r>
      <w:r w:rsidR="009A3A5D" w:rsidRPr="009325ED">
        <w:rPr>
          <w:rtl/>
          <w:lang w:bidi="fa-IR"/>
        </w:rPr>
        <w:t xml:space="preserve"> ب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Fonts w:hint="eastAsia"/>
          <w:rtl/>
          <w:lang w:bidi="fa-IR"/>
        </w:rPr>
        <w:t>شتر</w:t>
      </w:r>
      <w:r w:rsidR="009A3A5D" w:rsidRPr="009325ED">
        <w:rPr>
          <w:rtl/>
          <w:lang w:bidi="fa-IR"/>
        </w:rPr>
        <w:t xml:space="preserve"> ر</w:t>
      </w:r>
      <w:r w:rsidR="008D0D19">
        <w:rPr>
          <w:rtl/>
          <w:lang w:bidi="fa-IR"/>
        </w:rPr>
        <w:t>.</w:t>
      </w:r>
      <w:r w:rsidR="009A3A5D" w:rsidRPr="009325ED">
        <w:rPr>
          <w:rtl/>
          <w:lang w:bidi="fa-IR"/>
        </w:rPr>
        <w:t>ک: سبحان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Fonts w:hint="eastAsia"/>
          <w:rtl/>
          <w:lang w:bidi="fa-IR"/>
        </w:rPr>
        <w:t>،</w:t>
      </w:r>
      <w:r w:rsidR="009A3A5D" w:rsidRPr="009325ED">
        <w:rPr>
          <w:rtl/>
          <w:lang w:bidi="fa-IR"/>
        </w:rPr>
        <w:t xml:space="preserve"> جعفر، اصول الحد</w:t>
      </w:r>
      <w:r w:rsidR="009A3A5D" w:rsidRPr="009325ED">
        <w:rPr>
          <w:rFonts w:hint="cs"/>
          <w:rtl/>
          <w:lang w:bidi="fa-IR"/>
        </w:rPr>
        <w:t>ی</w:t>
      </w:r>
      <w:r w:rsidR="009A3A5D" w:rsidRPr="009325ED">
        <w:rPr>
          <w:rFonts w:hint="eastAsia"/>
          <w:rtl/>
          <w:lang w:bidi="fa-IR"/>
        </w:rPr>
        <w:t>ث</w:t>
      </w:r>
      <w:r w:rsidR="009A3A5D" w:rsidRPr="009325ED">
        <w:rPr>
          <w:rtl/>
          <w:lang w:bidi="fa-IR"/>
        </w:rPr>
        <w:t xml:space="preserve"> و احکامه، ص 95</w:t>
      </w:r>
      <w:r w:rsidR="008D0D19">
        <w:rPr>
          <w:rtl/>
          <w:lang w:bidi="fa-IR"/>
        </w:rPr>
        <w:t>.</w:t>
      </w:r>
    </w:p>
    <w:p w:rsidR="00D0199E" w:rsidRPr="009325ED" w:rsidRDefault="00D0199E" w:rsidP="00D0199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بحارالانوار، ج 3، ص 55 و 56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سخن آخر و مرحوم مجلس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که: احاد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صح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السند باشند که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انگر</w:t>
      </w:r>
      <w:r w:rsidRPr="009325ED">
        <w:rPr>
          <w:rtl/>
          <w:lang w:bidi="fa-IR"/>
        </w:rPr>
        <w:t xml:space="preserve"> حکم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عباد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عباد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باشند اما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روشن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عقل تمام مضام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آن را تا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چه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که سند آن صح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باشد</w:t>
      </w:r>
      <w:r>
        <w:rPr>
          <w:rtl/>
          <w:lang w:bidi="fa-IR"/>
        </w:rPr>
        <w:t>.</w:t>
      </w:r>
    </w:p>
    <w:p w:rsidR="00D0199E" w:rsidRPr="009325ED" w:rsidRDefault="00D0199E" w:rsidP="00D0199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ترجمه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مفضل، ترجمه مرحوم مجلس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(ره)، ص 3 و 4</w:t>
      </w:r>
      <w:r>
        <w:rPr>
          <w:rtl/>
          <w:lang w:bidi="fa-IR"/>
        </w:rPr>
        <w:t>.</w:t>
      </w:r>
    </w:p>
    <w:p w:rsidR="00D0199E" w:rsidRPr="009325ED" w:rsidRDefault="00D0199E" w:rsidP="00D0199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شناخت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عالم بزرگ اسلام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نگاه کن: منته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الامال، ج 2، ص 4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0</w:t>
      </w:r>
      <w:r>
        <w:rPr>
          <w:rtl/>
          <w:lang w:bidi="fa-IR"/>
        </w:rPr>
        <w:t>.</w:t>
      </w:r>
    </w:p>
    <w:p w:rsidR="005A0486" w:rsidRPr="005A0486" w:rsidRDefault="009A3A5D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32566A" w:rsidP="0032566A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کس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بدقت در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مشهور مفضل از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بنگرد، درم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ابد</w:t>
      </w:r>
      <w:r w:rsidR="005A0486" w:rsidRPr="005A0486">
        <w:rPr>
          <w:rtl/>
          <w:lang w:bidi="fa-IR"/>
        </w:rPr>
        <w:t xml:space="preserve"> که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سخنان بل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غ</w:t>
      </w:r>
      <w:r w:rsidR="005A0486" w:rsidRPr="005A0486">
        <w:rPr>
          <w:rtl/>
          <w:lang w:bidi="fa-IR"/>
        </w:rPr>
        <w:t xml:space="preserve"> و معان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شگفت و الفاظ غر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را جز با مرد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بزرگ، جل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القدر، دانشمند، با ذکاوت، هوشمند و شا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سته</w:t>
      </w:r>
      <w:r w:rsidR="005A0486" w:rsidRPr="005A0486">
        <w:rPr>
          <w:rtl/>
          <w:lang w:bidi="fa-IR"/>
        </w:rPr>
        <w:t xml:space="preserve"> حمل اسرار دق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tl/>
          <w:lang w:bidi="fa-IR"/>
        </w:rPr>
        <w:t xml:space="preserve"> و ظر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</w:t>
      </w:r>
      <w:r w:rsidR="005A0486" w:rsidRPr="005A0486">
        <w:rPr>
          <w:rtl/>
          <w:lang w:bidi="fa-IR"/>
        </w:rPr>
        <w:t xml:space="preserve"> و بد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</w:t>
      </w:r>
      <w:r w:rsidR="005A0486" w:rsidRPr="005A0486">
        <w:rPr>
          <w:rtl/>
          <w:lang w:bidi="fa-IR"/>
        </w:rPr>
        <w:t xml:space="preserve"> با کس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</w:t>
      </w:r>
      <w:r w:rsidR="005A0486" w:rsidRPr="005A0486">
        <w:rPr>
          <w:rtl/>
          <w:lang w:bidi="fa-IR"/>
        </w:rPr>
        <w:t xml:space="preserve">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نهد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مرد در نزد من بس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tl/>
          <w:lang w:bidi="fa-IR"/>
        </w:rPr>
        <w:t xml:space="preserve"> رف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</w:t>
      </w:r>
      <w:r w:rsidR="005A0486" w:rsidRPr="005A0486">
        <w:rPr>
          <w:rtl/>
          <w:lang w:bidi="fa-IR"/>
        </w:rPr>
        <w:t xml:space="preserve"> المقام و جل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القدر است، رضوان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  <w:r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محدث</w:t>
      </w:r>
      <w:r w:rsidRPr="005A0486">
        <w:rPr>
          <w:rtl/>
          <w:lang w:bidi="fa-IR"/>
        </w:rPr>
        <w:t xml:space="preserve"> بزرگ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</w:t>
      </w:r>
      <w:r w:rsidR="0032566A" w:rsidRPr="0032566A">
        <w:rPr>
          <w:rStyle w:val="libBold1Char"/>
          <w:rFonts w:hint="cs"/>
          <w:rtl/>
        </w:rPr>
        <w:t>«</w:t>
      </w:r>
      <w:r w:rsidRPr="0032566A">
        <w:rPr>
          <w:rStyle w:val="libBold1Char"/>
          <w:rtl/>
        </w:rPr>
        <w:t>حاج ش</w:t>
      </w:r>
      <w:r w:rsidRPr="0032566A">
        <w:rPr>
          <w:rStyle w:val="libBold1Char"/>
          <w:rFonts w:hint="cs"/>
          <w:rtl/>
        </w:rPr>
        <w:t>ی</w:t>
      </w:r>
      <w:r w:rsidRPr="0032566A">
        <w:rPr>
          <w:rStyle w:val="libBold1Char"/>
          <w:rFonts w:hint="eastAsia"/>
          <w:rtl/>
        </w:rPr>
        <w:t>خ</w:t>
      </w:r>
      <w:r w:rsidRPr="0032566A">
        <w:rPr>
          <w:rStyle w:val="libBold1Char"/>
          <w:rtl/>
        </w:rPr>
        <w:t xml:space="preserve"> عباس قم</w:t>
      </w:r>
      <w:r w:rsidRPr="0032566A">
        <w:rPr>
          <w:rStyle w:val="libBold1Char"/>
          <w:rFonts w:hint="cs"/>
          <w:rtl/>
        </w:rPr>
        <w:t>ی</w:t>
      </w:r>
      <w:r w:rsidRPr="0032566A">
        <w:rPr>
          <w:rStyle w:val="libBold1Char"/>
          <w:rtl/>
        </w:rPr>
        <w:t xml:space="preserve"> (ره)</w:t>
      </w:r>
      <w:r w:rsidR="0032566A" w:rsidRPr="0032566A">
        <w:rPr>
          <w:rStyle w:val="libBold1Char"/>
          <w:rFonts w:hint="cs"/>
          <w:rtl/>
        </w:rPr>
        <w:t>»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چه در کتاب گرانقدر </w:t>
      </w:r>
      <w:r w:rsidR="0032566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سف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نة</w:t>
      </w:r>
      <w:r w:rsidRPr="005A0486">
        <w:rPr>
          <w:rtl/>
          <w:lang w:bidi="fa-IR"/>
        </w:rPr>
        <w:t xml:space="preserve"> البحار</w:t>
      </w:r>
      <w:r w:rsidR="0032566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آراء مختلف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نموده اما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عق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را ذکر ننموده و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در کتاب شر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</w:t>
      </w:r>
      <w:r w:rsidR="007A0BE3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منته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الامال</w:t>
      </w:r>
      <w:r w:rsidR="007A0BE3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هنگام بحث در اصحاب امام موس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کاظم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به طور مفصل درباره مفضل بحث نموده و ا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جمله در ستا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مرد بزرگ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7A0BE3" w:rsidRDefault="007A0BE3" w:rsidP="007A0BE3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از</w:t>
      </w:r>
      <w:r w:rsidR="005A0486" w:rsidRPr="005A0486">
        <w:rPr>
          <w:rtl/>
          <w:lang w:bidi="fa-IR"/>
        </w:rPr>
        <w:t xml:space="preserve"> کتاب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معلوم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شود که او از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ق</w:t>
      </w:r>
      <w:r>
        <w:rPr>
          <w:rFonts w:hint="cs"/>
          <w:rtl/>
          <w:lang w:bidi="fa-IR"/>
        </w:rPr>
        <w:t>ُ</w:t>
      </w:r>
      <w:r w:rsidR="005A0486" w:rsidRPr="005A0486">
        <w:rPr>
          <w:rtl/>
          <w:lang w:bidi="fa-IR"/>
        </w:rPr>
        <w:t>و</w:t>
      </w:r>
      <w:r>
        <w:rPr>
          <w:rFonts w:hint="cs"/>
          <w:rtl/>
          <w:lang w:bidi="fa-IR"/>
        </w:rPr>
        <w:t>ّ</w:t>
      </w:r>
      <w:r w:rsidR="005A0486" w:rsidRPr="005A0486">
        <w:rPr>
          <w:rtl/>
          <w:lang w:bidi="fa-IR"/>
        </w:rPr>
        <w:t>ام</w:t>
      </w:r>
      <w:r>
        <w:rPr>
          <w:rFonts w:hint="cs"/>
          <w:rtl/>
          <w:lang w:bidi="fa-IR"/>
        </w:rPr>
        <w:t>ِ</w:t>
      </w:r>
      <w:r w:rsidR="005A0486" w:rsidRPr="005A0486">
        <w:rPr>
          <w:rtl/>
          <w:lang w:bidi="fa-IR"/>
        </w:rPr>
        <w:t xml:space="preserve"> ائم</w:t>
      </w:r>
      <w:r>
        <w:rPr>
          <w:rFonts w:hint="cs"/>
          <w:rtl/>
          <w:lang w:bidi="fa-IR"/>
        </w:rPr>
        <w:t>ّ</w:t>
      </w:r>
      <w:r w:rsidR="005A0486" w:rsidRPr="005A0486">
        <w:rPr>
          <w:rtl/>
          <w:lang w:bidi="fa-IR"/>
        </w:rPr>
        <w:t>ه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و پسند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نزد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شان</w:t>
      </w:r>
      <w:r w:rsidR="005A0486" w:rsidRPr="005A0486">
        <w:rPr>
          <w:rtl/>
          <w:lang w:bidi="fa-IR"/>
        </w:rPr>
        <w:t xml:space="preserve"> بوده و بر منهاج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شان</w:t>
      </w:r>
      <w:r w:rsidR="005A0486" w:rsidRPr="005A0486">
        <w:rPr>
          <w:rtl/>
          <w:lang w:bidi="fa-IR"/>
        </w:rPr>
        <w:t xml:space="preserve"> از دن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گذشته و هم دلالت دارد بر جلالت و وثاقت او بودن او از وکلا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حضرت صادق و کاظم </w:t>
      </w:r>
      <w:r w:rsidR="00AE4875" w:rsidRPr="00AE4875">
        <w:rPr>
          <w:rStyle w:val="libAlaemChar"/>
          <w:rtl/>
        </w:rPr>
        <w:t>عليهما‌السلام</w:t>
      </w:r>
      <w:r w:rsidR="005A0486" w:rsidRPr="005A0486">
        <w:rPr>
          <w:rtl/>
          <w:lang w:bidi="fa-IR"/>
        </w:rPr>
        <w:t xml:space="preserve"> و </w:t>
      </w:r>
      <w:r w:rsidRPr="007A0BE3">
        <w:rPr>
          <w:rStyle w:val="libBold1Char"/>
          <w:rFonts w:hint="cs"/>
          <w:rtl/>
        </w:rPr>
        <w:t>«</w:t>
      </w:r>
      <w:r w:rsidR="005A0486" w:rsidRPr="007A0BE3">
        <w:rPr>
          <w:rStyle w:val="libBold1Char"/>
          <w:rtl/>
        </w:rPr>
        <w:t>کفعم</w:t>
      </w:r>
      <w:r w:rsidR="005A0486" w:rsidRPr="007A0BE3">
        <w:rPr>
          <w:rStyle w:val="libBold1Char"/>
          <w:rFonts w:hint="cs"/>
          <w:rtl/>
        </w:rPr>
        <w:t>ی</w:t>
      </w:r>
      <w:r w:rsidRPr="007A0BE3">
        <w:rPr>
          <w:rStyle w:val="libBold1Char"/>
          <w:rFonts w:hint="cs"/>
          <w:rtl/>
        </w:rPr>
        <w:t>»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او را از بواب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</w:p>
    <w:p w:rsidR="007A0BE3" w:rsidRPr="00A4703F" w:rsidRDefault="007A0BE3" w:rsidP="007A0BE3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7A0BE3" w:rsidRPr="009325ED" w:rsidRDefault="007A0BE3" w:rsidP="007A0BE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در دو بخش است،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بخش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مقدار که در عالم سفل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و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دانشمندان به </w:t>
      </w:r>
      <w:r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</w:t>
      </w:r>
      <w:r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مشهور است و در چهار مجلس تدو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افته</w:t>
      </w:r>
      <w:r w:rsidRPr="009325ED">
        <w:rPr>
          <w:rtl/>
          <w:lang w:bidi="fa-IR"/>
        </w:rPr>
        <w:t xml:space="preserve"> و بخش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همان معارف ملکوت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ماوراء الطب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 xml:space="preserve">صادق الوعد </w:t>
      </w:r>
      <w:r w:rsidRPr="00736941">
        <w:rPr>
          <w:rStyle w:val="libAlaemChar"/>
          <w:rtl/>
        </w:rPr>
        <w:t>عليه‌السلام</w:t>
      </w:r>
      <w:r>
        <w:rPr>
          <w:rFonts w:hint="cs"/>
          <w:rtl/>
          <w:lang w:bidi="fa-IR"/>
        </w:rPr>
        <w:t xml:space="preserve">» </w:t>
      </w:r>
      <w:r w:rsidRPr="009325ED">
        <w:rPr>
          <w:rtl/>
          <w:lang w:bidi="fa-IR"/>
        </w:rPr>
        <w:t>به مفضل وعده کرد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بخش بمراتب مهمتر و شگفت تر 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مشهور است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از سخنان مرحوم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</w:t>
      </w:r>
      <w:r w:rsidRPr="009325ED">
        <w:rPr>
          <w:rtl/>
          <w:lang w:bidi="fa-IR"/>
        </w:rPr>
        <w:t xml:space="preserve"> آقا بزرگ تهران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شخص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نام 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رزا</w:t>
      </w:r>
      <w:r w:rsidRPr="009325ED">
        <w:rPr>
          <w:rtl/>
          <w:lang w:bidi="fa-IR"/>
        </w:rPr>
        <w:t xml:space="preserve"> ابوالقاسم ذهب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راً</w:t>
      </w:r>
      <w:r w:rsidRPr="009325ED">
        <w:rPr>
          <w:rtl/>
          <w:lang w:bidi="fa-IR"/>
        </w:rPr>
        <w:t xml:space="preserve"> به آن دست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افته</w:t>
      </w:r>
      <w:r w:rsidRPr="009325ED">
        <w:rPr>
          <w:rtl/>
          <w:lang w:bidi="fa-IR"/>
        </w:rPr>
        <w:t xml:space="preserve"> و همه آن را در کتاب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نام تباش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الحکمة گرد آورده است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به عمق و درست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سخن مرحوم صدر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که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>ن نکته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توجه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>(ر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>ک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عه،</w:t>
      </w:r>
      <w:r w:rsidRPr="009325ED">
        <w:rPr>
          <w:rtl/>
          <w:lang w:bidi="fa-IR"/>
        </w:rPr>
        <w:t xml:space="preserve"> ج 4، ص 488)</w:t>
      </w:r>
      <w:r>
        <w:rPr>
          <w:rtl/>
          <w:lang w:bidi="fa-IR"/>
        </w:rPr>
        <w:t>.</w:t>
      </w:r>
    </w:p>
    <w:p w:rsidR="007A0BE3" w:rsidRPr="009325ED" w:rsidRDefault="007A0BE3" w:rsidP="007A0BE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اع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 xml:space="preserve">0، ص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 xml:space="preserve">32 و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33 و سف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نة</w:t>
      </w:r>
      <w:r w:rsidRPr="009325ED">
        <w:rPr>
          <w:rtl/>
          <w:lang w:bidi="fa-IR"/>
        </w:rPr>
        <w:t xml:space="preserve"> البحار، ج 2، ص 372</w:t>
      </w:r>
      <w:r>
        <w:rPr>
          <w:rtl/>
          <w:lang w:bidi="fa-IR"/>
        </w:rPr>
        <w:t>.</w:t>
      </w:r>
    </w:p>
    <w:p w:rsidR="007A0BE3" w:rsidRPr="009325ED" w:rsidRDefault="007A0BE3" w:rsidP="007A0BE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مرحوم کفعم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آنگاه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مقصود از باب امام، باب اسرار و دانشها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اوست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ر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>ک: المصباح، ص 227)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مرحوم نور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مستدرک الوسا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ل،</w:t>
      </w:r>
      <w:r w:rsidRPr="009325ED">
        <w:rPr>
          <w:rtl/>
          <w:lang w:bidi="fa-IR"/>
        </w:rPr>
        <w:t xml:space="preserve"> ج 3، ص 570 و ابوعل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ص 3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9 رجالش و صاحب اع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عه</w:t>
      </w:r>
      <w:r w:rsidRPr="009325ED">
        <w:rPr>
          <w:rtl/>
          <w:lang w:bidi="fa-IR"/>
        </w:rPr>
        <w:t xml:space="preserve"> در ج 4، ص 544،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سخن را نقل کرده اند</w:t>
      </w:r>
      <w:r>
        <w:rPr>
          <w:rtl/>
          <w:lang w:bidi="fa-IR"/>
        </w:rPr>
        <w:t>.</w:t>
      </w:r>
    </w:p>
    <w:p w:rsidR="007A0BE3" w:rsidRDefault="007A0BE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7A0BE3">
      <w:pPr>
        <w:pStyle w:val="libNormal"/>
        <w:rPr>
          <w:lang w:bidi="fa-IR"/>
        </w:rPr>
      </w:pPr>
      <w:r w:rsidRPr="005A0486">
        <w:rPr>
          <w:rtl/>
          <w:lang w:bidi="fa-IR"/>
        </w:rPr>
        <w:t>ائمه شمرده است</w:t>
      </w:r>
      <w:r w:rsidR="008D0D19">
        <w:rPr>
          <w:rtl/>
          <w:lang w:bidi="fa-IR"/>
        </w:rPr>
        <w:t>.</w:t>
      </w:r>
      <w:r w:rsidR="007A0BE3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7A0BE3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7A0BE3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به چند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="007A0BE3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7A0BE3" w:rsidRPr="002B5B27">
        <w:rPr>
          <w:rStyle w:val="libFootnotenumChar"/>
          <w:rFonts w:hint="cs"/>
          <w:rtl/>
        </w:rPr>
        <w:t>2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که در فض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لت</w:t>
      </w:r>
      <w:r w:rsidRPr="005A0486">
        <w:rPr>
          <w:rtl/>
          <w:lang w:bidi="fa-IR"/>
        </w:rPr>
        <w:t xml:space="preserve"> مفض</w:t>
      </w:r>
      <w:r w:rsidR="007A0BE3">
        <w:rPr>
          <w:rFonts w:hint="cs"/>
          <w:rtl/>
          <w:lang w:bidi="fa-IR"/>
        </w:rPr>
        <w:t>ّ</w:t>
      </w:r>
      <w:r w:rsidRPr="005A0486">
        <w:rPr>
          <w:rtl/>
          <w:lang w:bidi="fa-IR"/>
        </w:rPr>
        <w:t>ل آمده اشاره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درباره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رد مفضل است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بودن 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نزد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علما، سخنان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سخنان را - ان شاء الله -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بخش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Pr="005A0486" w:rsidRDefault="007A0BE3" w:rsidP="009325ED">
      <w:pPr>
        <w:pStyle w:val="libNormal"/>
        <w:rPr>
          <w:lang w:bidi="fa-IR"/>
        </w:rPr>
      </w:pPr>
      <w:r w:rsidRPr="007A0BE3">
        <w:rPr>
          <w:rStyle w:val="libBold1Char"/>
          <w:rFonts w:hint="cs"/>
          <w:rtl/>
        </w:rPr>
        <w:t>«</w:t>
      </w:r>
      <w:r w:rsidR="005A0486" w:rsidRPr="007A0BE3">
        <w:rPr>
          <w:rStyle w:val="libBold1Char"/>
          <w:rFonts w:hint="eastAsia"/>
          <w:rtl/>
        </w:rPr>
        <w:t>ش</w:t>
      </w:r>
      <w:r w:rsidR="005A0486" w:rsidRPr="007A0BE3">
        <w:rPr>
          <w:rStyle w:val="libBold1Char"/>
          <w:rFonts w:hint="cs"/>
          <w:rtl/>
        </w:rPr>
        <w:t>ی</w:t>
      </w:r>
      <w:r w:rsidR="005A0486" w:rsidRPr="007A0BE3">
        <w:rPr>
          <w:rStyle w:val="libBold1Char"/>
          <w:rFonts w:hint="eastAsia"/>
          <w:rtl/>
        </w:rPr>
        <w:t>خ</w:t>
      </w:r>
      <w:r w:rsidR="005A0486" w:rsidRPr="007A0BE3">
        <w:rPr>
          <w:rStyle w:val="libBold1Char"/>
          <w:rtl/>
        </w:rPr>
        <w:t xml:space="preserve"> آقا بزرگ تهران</w:t>
      </w:r>
      <w:r w:rsidR="005A0486" w:rsidRPr="007A0BE3">
        <w:rPr>
          <w:rStyle w:val="libBold1Char"/>
          <w:rFonts w:hint="cs"/>
          <w:rtl/>
        </w:rPr>
        <w:t>ی</w:t>
      </w:r>
      <w:r w:rsidRPr="007A0BE3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در فض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لت</w:t>
      </w:r>
      <w:r w:rsidR="005A0486" w:rsidRPr="005A0486">
        <w:rPr>
          <w:rtl/>
          <w:lang w:bidi="fa-IR"/>
        </w:rPr>
        <w:t xml:space="preserve"> مفضل و کتابش چن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نگارد:</w:t>
      </w:r>
    </w:p>
    <w:p w:rsidR="005A0486" w:rsidRPr="005A0486" w:rsidRDefault="007A0BE3" w:rsidP="003C4CB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کتاب از آن ابوعبدالله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ابومحمد، مفضل بن عمر جعف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کوف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نجاش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 رجالش آن را کتاب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فَکِّر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نام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و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دانشمندان بر آن، نام کنز الحقا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tl/>
          <w:lang w:bidi="fa-IR"/>
        </w:rPr>
        <w:t xml:space="preserve"> و المعارف (گنج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نه</w:t>
      </w:r>
      <w:r w:rsidR="005A0486" w:rsidRPr="005A0486">
        <w:rPr>
          <w:rtl/>
          <w:lang w:bidi="fa-IR"/>
        </w:rPr>
        <w:t xml:space="preserve"> حقا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ق</w:t>
      </w:r>
      <w:r w:rsidR="005A0486" w:rsidRPr="005A0486">
        <w:rPr>
          <w:rtl/>
          <w:lang w:bidi="fa-IR"/>
        </w:rPr>
        <w:t xml:space="preserve"> و معارف) نهاده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بن طاووس در کتاب کشف المحجة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آمان الاخطار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امر نموده که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ک</w:t>
      </w:r>
      <w:r w:rsidR="005A0486" w:rsidRPr="005A0486">
        <w:rPr>
          <w:rFonts w:hint="eastAsia"/>
          <w:rtl/>
          <w:lang w:bidi="fa-IR"/>
        </w:rPr>
        <w:t>تاب</w:t>
      </w:r>
      <w:r w:rsidR="005A0486" w:rsidRPr="005A0486">
        <w:rPr>
          <w:rtl/>
          <w:lang w:bidi="fa-IR"/>
        </w:rPr>
        <w:t xml:space="preserve"> همراه باشد و در آن اند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...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به خاطر جل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و شر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</w:t>
      </w:r>
      <w:r w:rsidR="005A0486" w:rsidRPr="005A0486">
        <w:rPr>
          <w:rtl/>
          <w:lang w:bidi="fa-IR"/>
        </w:rPr>
        <w:t xml:space="preserve"> بودن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دو کتاب</w:t>
      </w:r>
      <w:r w:rsidR="003C4CB9"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="003C4CB9"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>، مرحوم مجلس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ناً</w:t>
      </w:r>
      <w:r w:rsidR="005A0486" w:rsidRPr="005A0486">
        <w:rPr>
          <w:rtl/>
          <w:lang w:bidi="fa-IR"/>
        </w:rPr>
        <w:t xml:space="preserve"> هر دو را در بحار الأنوار</w:t>
      </w:r>
      <w:r w:rsidR="003C4CB9"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="003C4CB9" w:rsidRPr="002B5B27">
        <w:rPr>
          <w:rStyle w:val="libFootnotenumChar"/>
          <w:rFonts w:hint="cs"/>
          <w:rtl/>
        </w:rPr>
        <w:t>4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آورده است</w:t>
      </w:r>
      <w:r w:rsidR="008D0D19">
        <w:rPr>
          <w:rtl/>
          <w:lang w:bidi="fa-IR"/>
        </w:rPr>
        <w:t>.</w:t>
      </w:r>
      <w:r w:rsidR="003C4CB9"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="003C4CB9" w:rsidRPr="002B5B27">
        <w:rPr>
          <w:rStyle w:val="libFootnotenumChar"/>
          <w:rFonts w:hint="cs"/>
          <w:rtl/>
        </w:rPr>
        <w:t>5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3C4CB9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صاحب</w:t>
      </w:r>
      <w:r w:rsidRPr="005A0486">
        <w:rPr>
          <w:rtl/>
          <w:lang w:bidi="fa-IR"/>
        </w:rPr>
        <w:t xml:space="preserve"> مستدرک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جمله عالمان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او دفاع کرده و به شبهات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پاسخ داده است</w:t>
      </w:r>
      <w:r w:rsidR="008D0D19">
        <w:rPr>
          <w:rtl/>
          <w:lang w:bidi="fa-IR"/>
        </w:rPr>
        <w:t>.</w:t>
      </w:r>
      <w:r w:rsidR="003C4CB9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3C4CB9" w:rsidRPr="002B5B27">
        <w:rPr>
          <w:rStyle w:val="libFootnotenumChar"/>
          <w:rFonts w:hint="cs"/>
          <w:rtl/>
        </w:rPr>
        <w:t>6</w:t>
      </w:r>
      <w:r w:rsidRPr="002B5B27">
        <w:rPr>
          <w:rStyle w:val="libFootnotenumChar"/>
          <w:rtl/>
        </w:rPr>
        <w:t>)</w:t>
      </w:r>
    </w:p>
    <w:p w:rsidR="005A0486" w:rsidRPr="005A0486" w:rsidRDefault="003C4CB9" w:rsidP="009325ED">
      <w:pPr>
        <w:pStyle w:val="libNormal"/>
        <w:rPr>
          <w:lang w:bidi="fa-IR"/>
        </w:rPr>
      </w:pPr>
      <w:r w:rsidRPr="003C4CB9">
        <w:rPr>
          <w:rStyle w:val="libBold1Char"/>
          <w:rFonts w:hint="cs"/>
          <w:rtl/>
        </w:rPr>
        <w:t>«</w:t>
      </w:r>
      <w:r w:rsidR="005A0486" w:rsidRPr="003C4CB9">
        <w:rPr>
          <w:rStyle w:val="libBold1Char"/>
          <w:rFonts w:hint="eastAsia"/>
          <w:rtl/>
        </w:rPr>
        <w:t>آ</w:t>
      </w:r>
      <w:r w:rsidR="005A0486" w:rsidRPr="003C4CB9">
        <w:rPr>
          <w:rStyle w:val="libBold1Char"/>
          <w:rFonts w:hint="cs"/>
          <w:rtl/>
        </w:rPr>
        <w:t>ی</w:t>
      </w:r>
      <w:r w:rsidR="005A0486" w:rsidRPr="003C4CB9">
        <w:rPr>
          <w:rStyle w:val="libBold1Char"/>
          <w:rFonts w:hint="eastAsia"/>
          <w:rtl/>
        </w:rPr>
        <w:t>ت</w:t>
      </w:r>
      <w:r w:rsidR="005A0486" w:rsidRPr="003C4CB9">
        <w:rPr>
          <w:rStyle w:val="libBold1Char"/>
          <w:rtl/>
        </w:rPr>
        <w:t xml:space="preserve"> الله خو</w:t>
      </w:r>
      <w:r w:rsidR="005A0486" w:rsidRPr="003C4CB9">
        <w:rPr>
          <w:rStyle w:val="libBold1Char"/>
          <w:rFonts w:hint="cs"/>
          <w:rtl/>
        </w:rPr>
        <w:t>یی</w:t>
      </w:r>
      <w:r w:rsidRPr="003C4CB9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- رضوان الله 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- مفسر، فق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و رجال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بزرگ درباره مفضل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:</w:t>
      </w:r>
    </w:p>
    <w:p w:rsidR="003C4CB9" w:rsidRDefault="003C4CB9" w:rsidP="009325ED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در</w:t>
      </w:r>
      <w:r w:rsidR="005A0486" w:rsidRPr="005A0486">
        <w:rPr>
          <w:rtl/>
          <w:lang w:bidi="fa-IR"/>
        </w:rPr>
        <w:t xml:space="preserve"> جلالت و عظمت مفضل هم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قدر بس که امام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او را مورد چن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لطف و عنا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قرار داد و کتاب مشهور به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مفضل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را به او</w:t>
      </w:r>
    </w:p>
    <w:p w:rsidR="001F35A5" w:rsidRPr="00A4703F" w:rsidRDefault="001F35A5" w:rsidP="001F35A5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منته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الآمال، ج 2، باب نهم، فصل هفتم، ص 442 و 443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احاد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را در بخش مفضل از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دگاه</w:t>
      </w:r>
      <w:r w:rsidRPr="009325ED">
        <w:rPr>
          <w:rtl/>
          <w:lang w:bidi="fa-IR"/>
        </w:rPr>
        <w:t xml:space="preserve"> روا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آورد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کتاب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و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لة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Pr="009325ED">
        <w:rPr>
          <w:rtl/>
          <w:lang w:bidi="fa-IR"/>
        </w:rPr>
        <w:t xml:space="preserve"> بحار الأنوار، ج 3، ص 57 و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52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5.</w:t>
      </w:r>
      <w:r w:rsidRPr="009325ED">
        <w:rPr>
          <w:rtl/>
          <w:lang w:bidi="fa-IR"/>
        </w:rPr>
        <w:t xml:space="preserve">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4، ص 482 و 483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6.</w:t>
      </w:r>
      <w:r w:rsidRPr="009325ED">
        <w:rPr>
          <w:rtl/>
          <w:lang w:bidi="fa-IR"/>
        </w:rPr>
        <w:t xml:space="preserve"> در صفحات بعد، سخن مرحوم حاج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</w:t>
      </w:r>
      <w:r w:rsidRPr="009325ED">
        <w:rPr>
          <w:rtl/>
          <w:lang w:bidi="fa-IR"/>
        </w:rPr>
        <w:t xml:space="preserve"> عباس قم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باره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3C4CB9" w:rsidRDefault="003C4CB9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1F35A5">
      <w:pPr>
        <w:pStyle w:val="libNormal"/>
        <w:rPr>
          <w:lang w:bidi="fa-IR"/>
        </w:rPr>
      </w:pPr>
      <w:r w:rsidRPr="005A0486">
        <w:rPr>
          <w:rtl/>
          <w:lang w:bidi="fa-IR"/>
        </w:rPr>
        <w:t>املا نمود</w:t>
      </w:r>
      <w:r w:rsidR="008D0D19">
        <w:rPr>
          <w:rtl/>
          <w:lang w:bidi="fa-IR"/>
        </w:rPr>
        <w:t>.</w:t>
      </w:r>
      <w:r w:rsidR="001F35A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1F35A5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 همان است که </w:t>
      </w:r>
      <w:r w:rsidR="001F35A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نجاش</w:t>
      </w:r>
      <w:r w:rsidRPr="005A0486">
        <w:rPr>
          <w:rFonts w:hint="cs"/>
          <w:rtl/>
          <w:lang w:bidi="fa-IR"/>
        </w:rPr>
        <w:t>ی</w:t>
      </w:r>
      <w:r w:rsidR="001F35A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آن را کتاب </w:t>
      </w:r>
      <w:r w:rsidR="001F35A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فَکِّر</w:t>
      </w:r>
      <w:r w:rsidR="001F35A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(اند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کن) نام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خود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واضح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مفضل از خواص اصحاب و م</w:t>
      </w:r>
      <w:r w:rsidRPr="005A0486">
        <w:rPr>
          <w:rFonts w:hint="eastAsia"/>
          <w:rtl/>
          <w:lang w:bidi="fa-IR"/>
        </w:rPr>
        <w:t>ورد</w:t>
      </w:r>
      <w:r w:rsidRPr="005A0486">
        <w:rPr>
          <w:rtl/>
          <w:lang w:bidi="fa-IR"/>
        </w:rPr>
        <w:t xml:space="preserve"> عنا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گذشته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</w:t>
      </w:r>
      <w:r w:rsidR="001F35A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ابن قولو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="001F35A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1F35A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1F35A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به وثاقت او تصر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کرده اند و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را از سفراء ممدوح شمرده است</w:t>
      </w:r>
      <w:r w:rsidR="008D0D19">
        <w:rPr>
          <w:rtl/>
          <w:lang w:bidi="fa-IR"/>
        </w:rPr>
        <w:t>.</w:t>
      </w:r>
      <w:r w:rsidR="001F35A5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1F35A5" w:rsidRPr="002B5B27">
        <w:rPr>
          <w:rStyle w:val="libFootnotenumChar"/>
          <w:rFonts w:hint="cs"/>
          <w:rtl/>
        </w:rPr>
        <w:t>2</w:t>
      </w:r>
      <w:r w:rsidRPr="002B5B27">
        <w:rPr>
          <w:rStyle w:val="libFootnotenumChar"/>
          <w:rtl/>
        </w:rPr>
        <w:t>)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4" w:name="_Toc488231665"/>
      <w:r w:rsidRPr="005A0486">
        <w:rPr>
          <w:rtl/>
          <w:lang w:bidi="fa-IR"/>
        </w:rPr>
        <w:t xml:space="preserve">4- پاسخ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شبهه</w:t>
      </w:r>
      <w:bookmarkEnd w:id="4"/>
    </w:p>
    <w:p w:rsidR="005A0486" w:rsidRPr="005A0486" w:rsidRDefault="005A0486" w:rsidP="001F35A5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از ذکر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دگاهها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مسأله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روشن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آن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که: اگر مفضل از اصحاب خاص، بواب ائمه، از قوام آنان، حامل و محرم اسرار آنان و خلاصه از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مرتبت و جلالت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برخوردار است، چرا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ذم و رد او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="001F35A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1F35A5" w:rsidRPr="002B5B27">
        <w:rPr>
          <w:rStyle w:val="libFootnotenumChar"/>
          <w:rFonts w:hint="cs"/>
          <w:rtl/>
        </w:rPr>
        <w:t>3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و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الا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مان،</w:t>
      </w:r>
      <w:r w:rsidRPr="005A0486">
        <w:rPr>
          <w:rtl/>
          <w:lang w:bidi="fa-IR"/>
        </w:rPr>
        <w:t xml:space="preserve"> فاسد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دانسته اند؟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به پاسخ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قطع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درست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انسان از اوضاع عصر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و فشارها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عباس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آگاه باشد</w:t>
      </w:r>
      <w:r w:rsidR="008D0D19">
        <w:rPr>
          <w:rtl/>
          <w:lang w:bidi="fa-IR"/>
        </w:rPr>
        <w:t>.</w:t>
      </w:r>
    </w:p>
    <w:p w:rsidR="001F35A5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خاطر فشارها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دستگاه بن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العباس بر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ارانش،</w:t>
      </w:r>
      <w:r w:rsidRPr="005A0486">
        <w:rPr>
          <w:rtl/>
          <w:lang w:bidi="fa-IR"/>
        </w:rPr>
        <w:t xml:space="preserve"> تق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آنان بوده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گاه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</w:p>
    <w:p w:rsidR="001F35A5" w:rsidRPr="00A4703F" w:rsidRDefault="001F35A5" w:rsidP="001F35A5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دانست که لطف و عنا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امام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به مفضل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 بالاتر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در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مجلس چهارم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کتاب، امام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به مفضل وعده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دهد که در مجالس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گر،</w:t>
      </w:r>
      <w:r w:rsidRPr="009325ED">
        <w:rPr>
          <w:rtl/>
          <w:lang w:bidi="fa-IR"/>
        </w:rPr>
        <w:t xml:space="preserve"> معارف و حقا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ملکوت را برا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 امام، صادق الوعد است و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به دنبال آن کتاب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گشت، البته سخ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مرحوم آقا بزرگ تهران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درباره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افتن</w:t>
      </w:r>
      <w:r w:rsidRPr="009325ED">
        <w:rPr>
          <w:rtl/>
          <w:lang w:bidi="fa-IR"/>
        </w:rPr>
        <w:t xml:space="preserve"> آن کتاب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ذکر کرد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حال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وعده و عمل به آن خود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انگر</w:t>
      </w:r>
      <w:r w:rsidRPr="009325ED">
        <w:rPr>
          <w:rtl/>
          <w:lang w:bidi="fa-IR"/>
        </w:rPr>
        <w:t xml:space="preserve">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و گنجا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مفضل در نزد امام صادق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نگاه کن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 303 و 304</w:t>
      </w:r>
      <w:r>
        <w:rPr>
          <w:rtl/>
          <w:lang w:bidi="fa-IR"/>
        </w:rPr>
        <w:t>.</w:t>
      </w:r>
    </w:p>
    <w:p w:rsidR="001F35A5" w:rsidRPr="009325ED" w:rsidRDefault="001F35A5" w:rsidP="001F35A5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نگاه کن: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 300 و رجال نجاش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رجال ابن غضائر</w:t>
      </w:r>
      <w:r w:rsidRPr="009325ED"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F35A5" w:rsidRDefault="001F35A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AD3BED">
      <w:pPr>
        <w:pStyle w:val="libNormal"/>
        <w:rPr>
          <w:lang w:bidi="fa-IR"/>
        </w:rPr>
      </w:pPr>
      <w:r w:rsidRPr="005A0486">
        <w:rPr>
          <w:rtl/>
          <w:lang w:bidi="fa-IR"/>
        </w:rPr>
        <w:t>افرادش را متهم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تا آنان را از مرگ و نابود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دست دشمنان برهاند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راز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ذم اصحاب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که عدالت و وثوق آنها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="00AD3BED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مفض</w:t>
      </w:r>
      <w:r w:rsidR="00AD3BED">
        <w:rPr>
          <w:rFonts w:hint="cs"/>
          <w:rtl/>
          <w:lang w:bidi="fa-IR"/>
        </w:rPr>
        <w:t>ّ</w:t>
      </w:r>
      <w:r w:rsidRPr="005A0486">
        <w:rPr>
          <w:rtl/>
          <w:lang w:bidi="fa-IR"/>
        </w:rPr>
        <w:t>ل</w:t>
      </w:r>
      <w:r w:rsidR="00AD3BED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است که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رد او را حمل بر </w:t>
      </w:r>
      <w:r w:rsidR="00AD3BED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تق</w:t>
      </w:r>
      <w:r w:rsidRPr="005A0486">
        <w:rPr>
          <w:rFonts w:hint="cs"/>
          <w:rtl/>
          <w:lang w:bidi="fa-IR"/>
        </w:rPr>
        <w:t>ی</w:t>
      </w:r>
      <w:r w:rsidR="00AD3BED">
        <w:rPr>
          <w:rFonts w:hint="cs"/>
          <w:rtl/>
          <w:lang w:bidi="fa-IR"/>
        </w:rPr>
        <w:t>ّ</w:t>
      </w:r>
      <w:r w:rsidRPr="005A0486">
        <w:rPr>
          <w:rFonts w:hint="eastAsia"/>
          <w:rtl/>
          <w:lang w:bidi="fa-IR"/>
        </w:rPr>
        <w:t>ه</w:t>
      </w:r>
      <w:r w:rsidR="00AD3BED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نمود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به </w:t>
      </w:r>
      <w:r w:rsidR="00AD3BED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عبدالله بن ز</w:t>
      </w:r>
      <w:r w:rsidR="00AD3BED">
        <w:rPr>
          <w:rFonts w:hint="cs"/>
          <w:rtl/>
          <w:lang w:bidi="fa-IR"/>
        </w:rPr>
        <w:t>ُ</w:t>
      </w:r>
      <w:r w:rsidRPr="005A0486">
        <w:rPr>
          <w:rtl/>
          <w:lang w:bidi="fa-IR"/>
        </w:rPr>
        <w:t>رار</w:t>
      </w:r>
      <w:r w:rsidR="00AD3BED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ة بن ا</w:t>
      </w:r>
      <w:r w:rsidR="00AD3BED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="00AD3BED">
        <w:rPr>
          <w:rFonts w:hint="cs"/>
          <w:rtl/>
          <w:lang w:bidi="fa-IR"/>
        </w:rPr>
        <w:t>َ</w:t>
      </w:r>
      <w:r w:rsidRPr="005A0486">
        <w:rPr>
          <w:rFonts w:hint="eastAsia"/>
          <w:rtl/>
          <w:lang w:bidi="fa-IR"/>
        </w:rPr>
        <w:t>ن</w:t>
      </w:r>
      <w:r w:rsidR="00AD3BED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5A0486" w:rsidP="00AD3B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پدرت سلام برسان و به او بگو: اگر سخن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تو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بدان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دفاع از توست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مردم و دشمنان همواره تلاش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افراد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که در نزد ما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دارند و به ما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کند،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آنان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افراد را به خاطر دوست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 به آنان، نکوهش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عوض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هر که را که ما نکوهش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ستا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(بگو به پدرت:) اگر در ظاهر تو را نکوهش و 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کنم به خاطر آن است که تو به 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ما شناخته شده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همه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که طالب ما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در نزد مردم مذموم و ناپسند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چونکه ما را دوست 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به جان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ما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پس خواستم تو را در ظاهر رد و نکوهش کنم تا در نزد مردم محبوب باش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نت</w:t>
      </w:r>
      <w:r w:rsidRPr="005A0486">
        <w:rPr>
          <w:rtl/>
          <w:lang w:bidi="fa-IR"/>
        </w:rPr>
        <w:t xml:space="preserve">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نرسد و شر آنان از تو برداشته شود</w:t>
      </w:r>
      <w:r w:rsidR="008D0D19">
        <w:rPr>
          <w:rtl/>
          <w:lang w:bidi="fa-IR"/>
        </w:rPr>
        <w:t>.</w:t>
      </w:r>
      <w:r w:rsidR="00AD3BED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AD3BED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باره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عباس قم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ره -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AD3BED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اما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قدح در مفضل قابل معارضه با اخبار مدح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ما در خاتمه مستدرک، کلام را در حال او بسط داده و از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قدح در او جواب داده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رجوع کند به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 که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فرموده، خواهد دانست که مفضل نزد آن حضرت، مرتبه و منزلت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داشته و</w:t>
      </w:r>
    </w:p>
    <w:p w:rsidR="00461994" w:rsidRPr="00A4703F" w:rsidRDefault="00461994" w:rsidP="00461994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461994" w:rsidRPr="009325ED" w:rsidRDefault="00461994" w:rsidP="0046199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وسائل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3، ص 584 و رجال کش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ص 9</w:t>
      </w:r>
      <w:r>
        <w:rPr>
          <w:rtl/>
          <w:lang w:bidi="fa-IR"/>
        </w:rPr>
        <w:t>1.</w:t>
      </w:r>
    </w:p>
    <w:p w:rsidR="00AD3BED" w:rsidRDefault="00AD3BED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8A1F3E">
      <w:pPr>
        <w:pStyle w:val="libNormal"/>
        <w:rPr>
          <w:lang w:bidi="fa-IR"/>
        </w:rPr>
      </w:pPr>
      <w:r w:rsidRPr="005A0486">
        <w:rPr>
          <w:rtl/>
          <w:lang w:bidi="fa-IR"/>
        </w:rPr>
        <w:t>قابل تحمل علوم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بوده است</w:t>
      </w:r>
      <w:r w:rsidR="008D0D19">
        <w:rPr>
          <w:rtl/>
          <w:lang w:bidi="fa-IR"/>
        </w:rPr>
        <w:t>.</w:t>
      </w:r>
      <w:r w:rsidR="008A1F3E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8A1F3E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صاحب</w:t>
      </w:r>
      <w:r w:rsidRPr="005A0486">
        <w:rPr>
          <w:rtl/>
          <w:lang w:bidi="fa-IR"/>
        </w:rPr>
        <w:t xml:space="preserve"> </w:t>
      </w:r>
      <w:r w:rsidR="008A1F3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معجم رجال</w:t>
      </w:r>
      <w:r w:rsidR="008A1F3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پس از تحل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و بررس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محققانه احاد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مدح و ذم مفضل و وارس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سخنان دانشمندان رجال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بحث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(نقل به مضمون):</w:t>
      </w:r>
    </w:p>
    <w:p w:rsidR="005A0486" w:rsidRPr="005A0486" w:rsidRDefault="008A1F3E" w:rsidP="008A1F3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روا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ات</w:t>
      </w:r>
      <w:r w:rsidR="005A0486" w:rsidRPr="005A0486">
        <w:rPr>
          <w:rtl/>
          <w:lang w:bidi="fa-IR"/>
        </w:rPr>
        <w:t xml:space="preserve"> فراوان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 جلالت شأن و عظمت قدر مفضل 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که غالباً علم اجمال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صدور آنها از معصوم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پد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اگر چند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در ذم و رد او 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با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گفت: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تنها سه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ث،</w:t>
      </w:r>
      <w:r w:rsidR="005A0486" w:rsidRPr="005A0486">
        <w:rPr>
          <w:rtl/>
          <w:lang w:bidi="fa-IR"/>
        </w:rPr>
        <w:t xml:space="preserve"> سند تام دارند و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اندک در برابر آن همه حد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معتبر تاب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همچن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درباره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با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همان حکم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صادر کن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که درباره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رد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زرارة بن اع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نمود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2</w:t>
      </w:r>
      <w:r w:rsidR="005A0486" w:rsidRPr="002B5B27">
        <w:rPr>
          <w:rStyle w:val="libFootnotenumChar"/>
          <w:rtl/>
        </w:rPr>
        <w:t>)</w:t>
      </w:r>
      <w:r w:rsidR="005A0486" w:rsidRPr="005A0486">
        <w:rPr>
          <w:rtl/>
          <w:lang w:bidi="fa-IR"/>
        </w:rPr>
        <w:t xml:space="preserve"> و علم واقع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احاد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ث</w:t>
      </w:r>
      <w:r w:rsidR="005A0486" w:rsidRPr="005A0486">
        <w:rPr>
          <w:rtl/>
          <w:lang w:bidi="fa-IR"/>
        </w:rPr>
        <w:t xml:space="preserve"> را در اخت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tl/>
          <w:lang w:bidi="fa-IR"/>
        </w:rPr>
        <w:t xml:space="preserve"> اهل آن بدان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3</w:t>
      </w:r>
      <w:r w:rsidR="005A0486" w:rsidRPr="002B5B27">
        <w:rPr>
          <w:rStyle w:val="libFootnotenumChar"/>
          <w:rtl/>
        </w:rPr>
        <w:t>)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5" w:name="_Toc488231666"/>
      <w:r w:rsidRPr="005A0486">
        <w:rPr>
          <w:rtl/>
          <w:lang w:bidi="fa-IR"/>
        </w:rPr>
        <w:t>5- کتاب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</w:t>
      </w:r>
      <w:bookmarkEnd w:id="5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از ذکر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کران</w:t>
      </w:r>
      <w:r w:rsidRPr="005A0486">
        <w:rPr>
          <w:rtl/>
          <w:lang w:bidi="fa-IR"/>
        </w:rPr>
        <w:t xml:space="preserve"> فض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لت</w:t>
      </w:r>
      <w:r w:rsidRPr="005A0486">
        <w:rPr>
          <w:rtl/>
          <w:lang w:bidi="fa-IR"/>
        </w:rPr>
        <w:t xml:space="preserve"> مفضل،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نکات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درباره کتابش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ادآور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بلند را در چهار روز و چهار نشست، بر مفضل املا فرموده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بتوان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مجلس عنوان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 شمرد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اول: درباره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انسان</w:t>
      </w:r>
    </w:p>
    <w:p w:rsidR="00072203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دوم: درباره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</w:p>
    <w:p w:rsidR="00072203" w:rsidRPr="00A4703F" w:rsidRDefault="00072203" w:rsidP="00072203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72203" w:rsidRPr="009325ED" w:rsidRDefault="00072203" w:rsidP="0007220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منته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الامال، ج 2، ص 443 و 444</w:t>
      </w:r>
      <w:r>
        <w:rPr>
          <w:rtl/>
          <w:lang w:bidi="fa-IR"/>
        </w:rPr>
        <w:t>.</w:t>
      </w:r>
    </w:p>
    <w:p w:rsidR="00072203" w:rsidRPr="009325ED" w:rsidRDefault="00072203" w:rsidP="0007220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علت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در سطرها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گذشته ذکر شد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نگاه کن: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7، ص 245</w:t>
      </w:r>
      <w:r>
        <w:rPr>
          <w:rtl/>
          <w:lang w:bidi="fa-IR"/>
        </w:rPr>
        <w:t>.</w:t>
      </w:r>
    </w:p>
    <w:p w:rsidR="00072203" w:rsidRPr="009325ED" w:rsidRDefault="00072203" w:rsidP="0007220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معجم رجال الحد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ث،</w:t>
      </w:r>
      <w:r w:rsidRPr="009325ED">
        <w:rPr>
          <w:rtl/>
          <w:lang w:bidi="fa-IR"/>
        </w:rPr>
        <w:t xml:space="preserve"> ج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8، ص 303</w:t>
      </w:r>
      <w:r>
        <w:rPr>
          <w:rtl/>
          <w:lang w:bidi="fa-IR"/>
        </w:rPr>
        <w:t>.</w:t>
      </w:r>
    </w:p>
    <w:p w:rsidR="005A0486" w:rsidRPr="005A0486" w:rsidRDefault="00072203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سوم: درباره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چهارم: درباره ناملا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مات</w:t>
      </w:r>
      <w:r w:rsidRPr="005A0486">
        <w:rPr>
          <w:rtl/>
          <w:lang w:bidi="fa-IR"/>
        </w:rPr>
        <w:t xml:space="preserve"> و مصائب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6" w:name="_Toc488231667"/>
      <w:r w:rsidRPr="005A0486">
        <w:rPr>
          <w:rtl/>
          <w:lang w:bidi="fa-IR"/>
        </w:rPr>
        <w:t>6- مشابهت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 با قرآن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bookmarkEnd w:id="6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قرآن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مردم دعوت شوند به تأمل و تدبر درباره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موجودات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خود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نظر اجمال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که قرآن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بارها و بارها مردم را به تدبر و نگر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</w:t>
      </w:r>
      <w:r w:rsidRPr="005A0486">
        <w:rPr>
          <w:rtl/>
          <w:lang w:bidi="fa-IR"/>
        </w:rPr>
        <w:t xml:space="preserve"> در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فرا خوانده که مردم در طول روز و بلکه هر لحظه و هر ساعت با آن در تماس هستن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قرآن</w:t>
      </w:r>
      <w:r w:rsidRPr="005A0486">
        <w:rPr>
          <w:rtl/>
          <w:lang w:bidi="fa-IR"/>
        </w:rPr>
        <w:t xml:space="preserve">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مردم را تشو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به </w:t>
      </w:r>
      <w:r w:rsidR="00607DC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شتر</w:t>
      </w:r>
      <w:r w:rsidR="00607DC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، </w:t>
      </w:r>
      <w:r w:rsidR="00607DC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آسمان</w:t>
      </w:r>
      <w:r w:rsidR="00607DC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607DC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کوهها</w:t>
      </w:r>
      <w:r w:rsidR="00607DC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607DC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607DC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بنگرند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مگر مردم آنها را 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اند؟ در پاسخ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گفت: آر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در آنها درنگ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نکرده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مردم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</w:t>
      </w:r>
      <w:r w:rsidR="00607DCE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به ظاهر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="00607DCE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بنگرند و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آنها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تدبر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ند،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تمام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که قرآن ناطق است مردم را به تأمل در کوه، دشت،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ا،</w:t>
      </w:r>
      <w:r w:rsidRPr="005A0486">
        <w:rPr>
          <w:rtl/>
          <w:lang w:bidi="fa-IR"/>
        </w:rPr>
        <w:t xml:space="preserve"> آسمان،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وان،</w:t>
      </w:r>
      <w:r w:rsidRPr="005A0486">
        <w:rPr>
          <w:rtl/>
          <w:lang w:bidi="fa-IR"/>
        </w:rPr>
        <w:t xml:space="preserve"> انسان، پرنده، درنده،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فرا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خواند</w:t>
      </w:r>
      <w:r w:rsidR="008D0D19">
        <w:rPr>
          <w:rtl/>
          <w:lang w:bidi="fa-IR"/>
        </w:rPr>
        <w:t>.</w:t>
      </w:r>
    </w:p>
    <w:p w:rsidR="00607DCE" w:rsidRDefault="005A0486" w:rsidP="00607DCE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نظم،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ر،</w:t>
      </w:r>
      <w:r w:rsidRPr="005A0486">
        <w:rPr>
          <w:rtl/>
          <w:lang w:bidi="fa-IR"/>
        </w:rPr>
        <w:t xml:space="preserve"> حکمت، اندازه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العقول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همه اجزا، از ستاره تا ذره با حکمت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همراه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چون انسان 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جاً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آشنا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عاد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جلوه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انسان به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فهمد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607DCE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 xml:space="preserve"> اندک اندک رشد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با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خود آشنا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شناخت چنان آرام و</w:t>
      </w:r>
    </w:p>
    <w:p w:rsidR="00607DCE" w:rsidRPr="00A4703F" w:rsidRDefault="00607DCE" w:rsidP="00607DCE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07DCE" w:rsidRPr="009325ED" w:rsidRDefault="00607DCE" w:rsidP="00607DC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فراوان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سخنان امام </w:t>
      </w:r>
      <w:r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آمده است</w:t>
      </w:r>
      <w:r>
        <w:rPr>
          <w:rtl/>
          <w:lang w:bidi="fa-IR"/>
        </w:rPr>
        <w:t>.</w:t>
      </w:r>
    </w:p>
    <w:p w:rsidR="00607DCE" w:rsidRDefault="00607DCE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607DCE">
      <w:pPr>
        <w:pStyle w:val="libNormal"/>
        <w:rPr>
          <w:lang w:bidi="fa-IR"/>
        </w:rPr>
      </w:pPr>
      <w:r w:rsidRPr="005A0486">
        <w:rPr>
          <w:rtl/>
          <w:lang w:bidi="fa-IR"/>
        </w:rPr>
        <w:t>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ملموس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انسان در آغاز تولد از درک بالا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برخوردار بود و ناگاه وارد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عالم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شد،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رت</w:t>
      </w:r>
      <w:r w:rsidRPr="005A0486">
        <w:rPr>
          <w:rtl/>
          <w:lang w:bidi="fa-IR"/>
        </w:rPr>
        <w:t xml:space="preserve"> و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مانع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خواننده</w:t>
      </w:r>
      <w:r w:rsidRPr="005A0486">
        <w:rPr>
          <w:rtl/>
          <w:lang w:bidi="fa-IR"/>
        </w:rPr>
        <w:t xml:space="preserve"> عز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ز،</w:t>
      </w:r>
      <w:r w:rsidRPr="005A0486">
        <w:rPr>
          <w:rtl/>
          <w:lang w:bidi="fa-IR"/>
        </w:rPr>
        <w:t xml:space="preserve"> سخنان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را دست کم و آسان مگ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راه نجات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که با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نظم و حکمت حاکم بر همه عالم، به مبدأ متعال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فرجام شو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مفضل و همه مردم را به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در آفاق و انفس فرا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مشاهده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قرآن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607DCE" w:rsidP="00607DCE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بزود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ات</w:t>
      </w:r>
      <w:r w:rsidR="005A0486" w:rsidRPr="005A0486">
        <w:rPr>
          <w:rtl/>
          <w:lang w:bidi="fa-IR"/>
        </w:rPr>
        <w:t xml:space="preserve"> قدرت خود را در آفاق و در وجود خودشان به آنها نشان خواه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داد تا برا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شان</w:t>
      </w:r>
      <w:r w:rsidR="005A0486" w:rsidRPr="005A0486">
        <w:rPr>
          <w:rtl/>
          <w:lang w:bidi="fa-IR"/>
        </w:rPr>
        <w:t xml:space="preserve"> آشکار شود که او حق است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» </w:t>
      </w:r>
      <w:r w:rsidR="005A0486" w:rsidRPr="002B5B27">
        <w:rPr>
          <w:rStyle w:val="libFootnotenumChar"/>
          <w:rtl/>
        </w:rPr>
        <w:t>(</w:t>
      </w:r>
      <w:r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در سخنان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انسان را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رهنمون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 و انسان وجود خدا را در همه جا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خداوند در ادامه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مذکور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</w:t>
      </w:r>
    </w:p>
    <w:p w:rsidR="005A0486" w:rsidRPr="005A0486" w:rsidRDefault="00607DCE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نکه</w:t>
      </w:r>
      <w:r w:rsidR="005A0486" w:rsidRPr="005A0486">
        <w:rPr>
          <w:rtl/>
          <w:lang w:bidi="fa-IR"/>
        </w:rPr>
        <w:t xml:space="preserve"> پروردگار تو در همه جا حاضر است، کاف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اگر انسان در آفاق و انفس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شد</w:t>
      </w:r>
      <w:r w:rsidRPr="005A0486">
        <w:rPr>
          <w:rtl/>
          <w:lang w:bidi="fa-IR"/>
        </w:rPr>
        <w:t xml:space="preserve"> بر اثر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شگفت،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همه جا جلوه 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انسان عادت کند که در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عبرت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داشته باشد، به قول حضرت عل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عبرت آور است</w:t>
      </w:r>
      <w:r w:rsidR="008D0D19">
        <w:rPr>
          <w:rtl/>
          <w:lang w:bidi="fa-IR"/>
        </w:rPr>
        <w:t>.</w:t>
      </w:r>
    </w:p>
    <w:p w:rsidR="00607DCE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جهت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در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ساعت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تفکر برتر از هفتاد سال عبادت</w:t>
      </w:r>
    </w:p>
    <w:p w:rsidR="00607DCE" w:rsidRPr="00A4703F" w:rsidRDefault="00607DCE" w:rsidP="00607DCE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07DCE" w:rsidRPr="009325ED" w:rsidRDefault="00607DCE" w:rsidP="00607DC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سوره فصلت،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52</w:t>
      </w:r>
      <w:r>
        <w:rPr>
          <w:rtl/>
          <w:lang w:bidi="fa-IR"/>
        </w:rPr>
        <w:t>.</w:t>
      </w:r>
    </w:p>
    <w:p w:rsidR="00607DCE" w:rsidRDefault="00607DCE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0604C4">
      <w:pPr>
        <w:pStyle w:val="libNormal"/>
        <w:rPr>
          <w:lang w:bidi="fa-IR"/>
        </w:rPr>
      </w:pPr>
      <w:r w:rsidRPr="005A0486">
        <w:rPr>
          <w:rtl/>
          <w:lang w:bidi="fa-IR"/>
        </w:rPr>
        <w:t>شمرده شده است</w:t>
      </w:r>
      <w:r w:rsidRPr="002B5B27">
        <w:rPr>
          <w:rStyle w:val="libFootnotenumChar"/>
          <w:rtl/>
        </w:rPr>
        <w:t>(</w:t>
      </w:r>
      <w:r w:rsidR="000604C4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  <w:r w:rsidRPr="005A0486">
        <w:rPr>
          <w:rtl/>
          <w:lang w:bidi="fa-IR"/>
        </w:rPr>
        <w:t>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تفکر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شه،</w:t>
      </w:r>
      <w:r w:rsidRPr="005A0486">
        <w:rPr>
          <w:rtl/>
          <w:lang w:bidi="fa-IR"/>
        </w:rPr>
        <w:t xml:space="preserve"> انسان را به خدا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گاه انسان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دانستن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دانسته ها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کتاب، بارها مفضل را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خطاب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کند: </w:t>
      </w:r>
      <w:r w:rsidR="000604C4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انک تر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...</w:t>
      </w:r>
      <w:r w:rsidR="000604C4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؛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: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</w:t>
      </w:r>
      <w:r w:rsidR="008D0D19">
        <w:rPr>
          <w:rtl/>
          <w:lang w:bidi="fa-IR"/>
        </w:rPr>
        <w:t>...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داند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بالاتر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امام از او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خواهد؟ امام از او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عبرت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خواهد؛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همواره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: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 در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>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 و از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>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="00A06B28"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همه</w:t>
      </w:r>
      <w:r w:rsidRPr="005A0486">
        <w:rPr>
          <w:rtl/>
          <w:lang w:bidi="fa-IR"/>
        </w:rPr>
        <w:t xml:space="preserve"> مردم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که چوب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نظر آنان امر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مساله خاص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اما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عاد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امر نبا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مانع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شود، انسان از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به ظاهر ساده به مسائل بزرگ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همه</w:t>
      </w:r>
      <w:r w:rsidRPr="005A0486">
        <w:rPr>
          <w:rtl/>
          <w:lang w:bidi="fa-IR"/>
        </w:rPr>
        <w:t xml:space="preserve"> مردم بارها سقوط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از درخت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 وا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بسا گاه بر سر عده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خورده باشد و آخ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! هم گفته باشند اما چرا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تنها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وتن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از سقوط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طرح پرسشها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قانون بزرگ علم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(جاذبه عموم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برد؟</w:t>
      </w:r>
      <w:r w:rsidR="00A06B28">
        <w:rPr>
          <w:rFonts w:hint="cs"/>
          <w:rtl/>
          <w:lang w:bidi="fa-IR"/>
        </w:rPr>
        <w:t>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و ساده بودن امور ما</w:t>
      </w:r>
      <w:r w:rsidRPr="005A0486">
        <w:rPr>
          <w:rFonts w:hint="eastAsia"/>
          <w:rtl/>
          <w:lang w:bidi="fa-IR"/>
        </w:rPr>
        <w:t>نع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او نشده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همه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عالم را به چشم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بنگر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A06B28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غالب</w:t>
      </w:r>
      <w:r w:rsidRPr="005A0486">
        <w:rPr>
          <w:rtl/>
          <w:lang w:bidi="fa-IR"/>
        </w:rPr>
        <w:t xml:space="preserve"> مردم از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چون، کهکشانها، آسمان، موشک، هواپ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ما،</w:t>
      </w:r>
      <w:r w:rsidRPr="005A0486">
        <w:rPr>
          <w:rtl/>
          <w:lang w:bidi="fa-IR"/>
        </w:rPr>
        <w:t xml:space="preserve"> سفر انسان به کرات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شکافتن اتم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امور خارق العاده عبارت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جل الخالق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را بر زبان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سازند،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جل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بودن خدا در</w:t>
      </w:r>
    </w:p>
    <w:p w:rsidR="00A06B28" w:rsidRPr="00A4703F" w:rsidRDefault="00A06B28" w:rsidP="00A06B28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A06B28" w:rsidRPr="009325ED" w:rsidRDefault="00A06B28" w:rsidP="00A06B2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درباره فض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لت</w:t>
      </w:r>
      <w:r w:rsidRPr="009325ED">
        <w:rPr>
          <w:rtl/>
          <w:lang w:bidi="fa-IR"/>
        </w:rPr>
        <w:t xml:space="preserve"> تفکر و تدبر و تأمل رجوع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به: المحجة الب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ضاء،</w:t>
      </w:r>
      <w:r w:rsidRPr="009325ED">
        <w:rPr>
          <w:rtl/>
          <w:lang w:bidi="fa-IR"/>
        </w:rPr>
        <w:t xml:space="preserve"> ج 8، کتاب التفکر، ص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92 و بعد از آن</w:t>
      </w:r>
      <w:r>
        <w:rPr>
          <w:rtl/>
          <w:lang w:bidi="fa-IR"/>
        </w:rPr>
        <w:t>.</w:t>
      </w:r>
    </w:p>
    <w:p w:rsidR="00A06B28" w:rsidRDefault="00A06B2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ز،</w:t>
      </w:r>
      <w:r w:rsidRPr="005A0486">
        <w:rPr>
          <w:rtl/>
          <w:lang w:bidi="fa-IR"/>
        </w:rPr>
        <w:t xml:space="preserve">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همان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امام از مفضل و همه انسانها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طلبد</w:t>
      </w:r>
      <w:r w:rsidR="008D0D19">
        <w:rPr>
          <w:rtl/>
          <w:lang w:bidi="fa-IR"/>
        </w:rPr>
        <w:t>.</w:t>
      </w:r>
    </w:p>
    <w:p w:rsidR="005A0486" w:rsidRPr="005A0486" w:rsidRDefault="005A0486" w:rsidP="00A06B28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مضمون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برگرد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م،</w:t>
      </w:r>
      <w:r w:rsidRPr="005A0486">
        <w:rPr>
          <w:rtl/>
          <w:lang w:bidi="fa-IR"/>
        </w:rPr>
        <w:t xml:space="preserve"> در جهان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و آفاق و در جهان درون و انفس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وجود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حق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A06B28" w:rsidRDefault="005A0486" w:rsidP="001301A4">
      <w:pPr>
        <w:pStyle w:val="Heading3"/>
        <w:rPr>
          <w:rFonts w:hint="cs"/>
          <w:rtl/>
        </w:rPr>
      </w:pPr>
      <w:bookmarkStart w:id="7" w:name="_Toc488231668"/>
      <w:r w:rsidRPr="005A0486">
        <w:rPr>
          <w:rtl/>
          <w:lang w:bidi="fa-IR"/>
        </w:rPr>
        <w:t xml:space="preserve">7- معجزات کلام امام صادق </w:t>
      </w:r>
      <w:r w:rsidR="00736941" w:rsidRPr="00736941">
        <w:rPr>
          <w:rStyle w:val="libAlaemChar"/>
          <w:rtl/>
        </w:rPr>
        <w:t>عليه‌السلام</w:t>
      </w:r>
      <w:bookmarkEnd w:id="7"/>
    </w:p>
    <w:p w:rsidR="005A0486" w:rsidRPr="005A0486" w:rsidRDefault="00A06B28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«م</w:t>
      </w:r>
      <w:r w:rsidR="005A0486" w:rsidRPr="005A0486">
        <w:rPr>
          <w:rFonts w:hint="eastAsia"/>
          <w:rtl/>
          <w:lang w:bidi="fa-IR"/>
        </w:rPr>
        <w:t>عجزه</w:t>
      </w:r>
      <w:r>
        <w:rPr>
          <w:rFonts w:hint="cs"/>
          <w:rtl/>
          <w:lang w:bidi="fa-IR"/>
        </w:rPr>
        <w:t>»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عمل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گران</w:t>
      </w:r>
      <w:r w:rsidR="005A0486" w:rsidRPr="005A0486">
        <w:rPr>
          <w:rtl/>
          <w:lang w:bidi="fa-IR"/>
        </w:rPr>
        <w:t xml:space="preserve"> از آوردن آن عاجز باشند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هم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وقت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مردم بخواهند از معجزه 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ائمه </w:t>
      </w:r>
      <w:r w:rsidR="00736941" w:rsidRPr="00736941">
        <w:rPr>
          <w:rStyle w:val="libAlaemChar"/>
          <w:rtl/>
        </w:rPr>
        <w:t>عليهم‌السلام</w:t>
      </w:r>
      <w:r w:rsidR="005A0486" w:rsidRPr="005A0486">
        <w:rPr>
          <w:rtl/>
          <w:lang w:bidi="fa-IR"/>
        </w:rPr>
        <w:t xml:space="preserve"> نام ببرند، فکرشان به سو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زنده کردن مرده، برگرداندن خورش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د،</w:t>
      </w:r>
      <w:r w:rsidR="005A0486" w:rsidRPr="005A0486">
        <w:rPr>
          <w:rtl/>
          <w:lang w:bidi="fa-IR"/>
        </w:rPr>
        <w:t xml:space="preserve"> رام کردن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</w:t>
      </w:r>
      <w:r w:rsidR="005A0486" w:rsidRPr="005A0486">
        <w:rPr>
          <w:rtl/>
          <w:lang w:bidi="fa-IR"/>
        </w:rPr>
        <w:t xml:space="preserve"> زنده، شفا دادن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مار</w:t>
      </w:r>
      <w:r w:rsidR="005A0486" w:rsidRPr="005A0486">
        <w:rPr>
          <w:rtl/>
          <w:lang w:bidi="fa-IR"/>
        </w:rPr>
        <w:t xml:space="preserve"> لاعلاج و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</w:t>
      </w:r>
      <w:r w:rsidR="005A0486" w:rsidRPr="005A0486">
        <w:rPr>
          <w:rtl/>
          <w:lang w:bidi="fa-IR"/>
        </w:rPr>
        <w:t xml:space="preserve"> امور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نهج البلاغه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معجزه است،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صح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فه</w:t>
      </w:r>
      <w:r w:rsidRPr="005A0486">
        <w:rPr>
          <w:rtl/>
          <w:lang w:bidi="fa-IR"/>
        </w:rPr>
        <w:t xml:space="preserve"> سجاد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معجزه است، و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معجزه است و ضرورت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 که آنها را بکاو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تا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سخن از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Pr="005A0486" w:rsidRDefault="005A0486" w:rsidP="00A06B28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معجزه است،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به فلسفه و اسرار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کاملاً احاطه داشته و در القا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درسها به صورت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لسوف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دانشمند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کلام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پزشک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حاذق، تحل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دان،</w:t>
      </w:r>
      <w:r w:rsidRPr="005A0486">
        <w:rPr>
          <w:rtl/>
          <w:lang w:bidi="fa-IR"/>
        </w:rPr>
        <w:t xml:space="preserve"> تشر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کننده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متخصص، کارشناس کشاورز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درختکار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کلام، </w:t>
      </w:r>
      <w:r w:rsidR="00A06B2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عالم و آگاه از همه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آسمان و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A06B2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جلوه گر شده است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A06B28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 اعجاز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بالاتر؟!</w:t>
      </w:r>
    </w:p>
    <w:p w:rsidR="00A06B28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ناگفته</w:t>
      </w:r>
      <w:r w:rsidRPr="005A0486">
        <w:rPr>
          <w:rtl/>
          <w:lang w:bidi="fa-IR"/>
        </w:rPr>
        <w:t xml:space="preserve"> نماند، از همان نوع معجزها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درک اعجاز در آن به تدبر</w:t>
      </w:r>
    </w:p>
    <w:p w:rsidR="00A06B28" w:rsidRPr="00A4703F" w:rsidRDefault="00A06B28" w:rsidP="00A06B28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A06B28" w:rsidRPr="009325ED" w:rsidRDefault="00A06B28" w:rsidP="00A06B2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محمد حس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المظفر،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اة</w:t>
      </w:r>
      <w:r w:rsidRPr="009325ED">
        <w:rPr>
          <w:rtl/>
          <w:lang w:bidi="fa-IR"/>
        </w:rPr>
        <w:t xml:space="preserve"> الامام الصادق، ص 248</w:t>
      </w:r>
      <w:r>
        <w:rPr>
          <w:rtl/>
          <w:lang w:bidi="fa-IR"/>
        </w:rPr>
        <w:t>.</w:t>
      </w:r>
    </w:p>
    <w:p w:rsidR="00A06B28" w:rsidRDefault="00A06B2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ندارد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 وجود دارد؛ از جمله:</w:t>
      </w:r>
    </w:p>
    <w:p w:rsidR="005A0486" w:rsidRPr="005A0486" w:rsidRDefault="0030285A" w:rsidP="009325ED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هنگام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درباره عجا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</w:t>
      </w:r>
      <w:r w:rsidR="005A0486" w:rsidRPr="005A0486">
        <w:rPr>
          <w:rtl/>
          <w:lang w:bidi="fa-IR"/>
        </w:rPr>
        <w:t xml:space="preserve">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ماه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سخن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ند،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فرما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ند</w:t>
      </w:r>
      <w:r w:rsidR="005A0486" w:rsidRPr="005A0486">
        <w:rPr>
          <w:rtl/>
          <w:lang w:bidi="fa-IR"/>
        </w:rPr>
        <w:t xml:space="preserve">: </w:t>
      </w:r>
      <w:r w:rsidR="00AA54FF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آب را از دهان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رد</w:t>
      </w:r>
      <w:r w:rsidR="005A0486" w:rsidRPr="005A0486">
        <w:rPr>
          <w:rtl/>
          <w:lang w:bidi="fa-IR"/>
        </w:rPr>
        <w:t xml:space="preserve"> و از دو گوش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رون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 تا چون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</w:t>
      </w:r>
      <w:r w:rsidR="005A0486" w:rsidRPr="005A0486">
        <w:rPr>
          <w:rtl/>
          <w:lang w:bidi="fa-IR"/>
        </w:rPr>
        <w:t xml:space="preserve">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وانات</w:t>
      </w:r>
      <w:r w:rsidR="005A0486" w:rsidRPr="005A0486">
        <w:rPr>
          <w:rtl/>
          <w:lang w:bidi="fa-IR"/>
        </w:rPr>
        <w:t xml:space="preserve"> از فوا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هوا بهره ببرد</w:t>
      </w:r>
      <w:r w:rsidR="008D0D19">
        <w:rPr>
          <w:rtl/>
          <w:lang w:bidi="fa-IR"/>
        </w:rPr>
        <w:t>.</w:t>
      </w:r>
      <w:r w:rsidR="00AA54FF"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 بروشن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انگر</w:t>
      </w:r>
      <w:r w:rsidRPr="005A0486">
        <w:rPr>
          <w:rtl/>
          <w:lang w:bidi="fa-IR"/>
        </w:rPr>
        <w:t xml:space="preserve"> استفاده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اکس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ژن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هواست که قرنها پس از سخن امام کشف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2-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درباره ستارگان و حرکت آنها سخن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ستاره دو حرکت را ذکر کرده اند، آنگاه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حرکت را به حرکت کردن مورچه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سنگ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به سمت چپ و حرکت سنگ به سمت راست تشب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کرده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سنگ به جانب راست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مورچه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با سنگ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اما خود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جانب مخالف و از راست به چپ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سخن و مثال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به حرکت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وضع</w:t>
      </w:r>
      <w:r w:rsidRPr="005A0486">
        <w:rPr>
          <w:rFonts w:hint="cs"/>
          <w:rtl/>
          <w:lang w:bidi="fa-IR"/>
        </w:rPr>
        <w:t>ی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انتقال</w:t>
      </w:r>
      <w:r w:rsidRPr="005A0486">
        <w:rPr>
          <w:rFonts w:hint="cs"/>
          <w:rtl/>
          <w:lang w:bidi="fa-IR"/>
        </w:rPr>
        <w:t>ی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جهت حرکت ستارگان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البته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بخش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قسمتها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مفصلا بحث کرده اند و اگر دانشمندان متخصص هر رشته به گرد هم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به بحث بنش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دهها و صدها قانون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کشف نشده را در 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افسوس که بشر با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اعتنا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سخنان معصوم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عليهم‌السلام</w:t>
      </w:r>
      <w:r w:rsidRPr="005A0486">
        <w:rPr>
          <w:rtl/>
          <w:lang w:bidi="fa-IR"/>
        </w:rPr>
        <w:t xml:space="preserve"> بزرگتر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ستم را بر خود روا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</w:p>
    <w:p w:rsidR="00AA54FF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 xml:space="preserve">3-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بحث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هوا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>، آن را عامل حرکت امواج صدا دانسته اند، امروز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اثبات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که در مکان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هوا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(خلا) امواج به حرکت در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مرکب بودن هوا و جسم بودن آن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سخن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در صورت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 اعصار مردم به مرکب بودن هوا و جسم بودن آن</w:t>
      </w:r>
    </w:p>
    <w:p w:rsidR="00AA54FF" w:rsidRDefault="00AA54F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نبرده بودند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4-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حرکت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</w:t>
      </w:r>
      <w:r w:rsidR="00AA54FF">
        <w:rPr>
          <w:rFonts w:hint="cs"/>
          <w:rtl/>
          <w:lang w:bidi="fa-IR"/>
        </w:rPr>
        <w:t>ُ</w:t>
      </w:r>
      <w:r w:rsidRPr="005A0486">
        <w:rPr>
          <w:rtl/>
          <w:lang w:bidi="fa-IR"/>
        </w:rPr>
        <w:t>ر</w:t>
      </w:r>
      <w:r w:rsidR="00AA54FF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و</w:t>
      </w:r>
      <w:r w:rsidRPr="005A0486">
        <w:rPr>
          <w:rFonts w:hint="cs"/>
          <w:rtl/>
          <w:lang w:bidi="fa-IR"/>
        </w:rPr>
        <w:t>ی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بودن آنها را از عبارات آنان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بخشها فهم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فرموده است:</w:t>
      </w:r>
    </w:p>
    <w:p w:rsidR="005A0486" w:rsidRPr="005A0486" w:rsidRDefault="00AA54FF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AA54FF">
        <w:rPr>
          <w:rStyle w:val="libHadeesChar"/>
          <w:rFonts w:hint="eastAsia"/>
          <w:rtl/>
        </w:rPr>
        <w:t>ف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Fonts w:hint="eastAsia"/>
          <w:rtl/>
        </w:rPr>
        <w:t>ج</w:t>
      </w:r>
      <w:r w:rsidRPr="00AA54FF">
        <w:rPr>
          <w:rStyle w:val="libHadeesChar"/>
          <w:rFonts w:hint="cs"/>
          <w:rtl/>
        </w:rPr>
        <w:t>ُ</w:t>
      </w:r>
      <w:r w:rsidR="005A0486" w:rsidRPr="00AA54FF">
        <w:rPr>
          <w:rStyle w:val="libHadeesChar"/>
          <w:rFonts w:hint="eastAsia"/>
          <w:rtl/>
        </w:rPr>
        <w:t>ع</w:t>
      </w:r>
      <w:r w:rsidRPr="00AA54FF">
        <w:rPr>
          <w:rStyle w:val="libHadeesChar"/>
          <w:rFonts w:hint="cs"/>
          <w:rtl/>
        </w:rPr>
        <w:t>ِ</w:t>
      </w:r>
      <w:r w:rsidR="005A0486" w:rsidRPr="00AA54FF">
        <w:rPr>
          <w:rStyle w:val="libHadeesChar"/>
          <w:rFonts w:hint="eastAsia"/>
          <w:rtl/>
        </w:rPr>
        <w:t>ل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Fonts w:hint="eastAsia"/>
          <w:rtl/>
        </w:rPr>
        <w:t>ت</w:t>
      </w:r>
      <w:r w:rsidR="005A0486" w:rsidRPr="00AA54FF">
        <w:rPr>
          <w:rStyle w:val="libHadeesChar"/>
          <w:rtl/>
        </w:rPr>
        <w:t xml:space="preserve"> تط</w:t>
      </w:r>
      <w:r w:rsidRPr="00AA54FF">
        <w:rPr>
          <w:rStyle w:val="libHadeesChar"/>
          <w:rFonts w:hint="cs"/>
          <w:rtl/>
        </w:rPr>
        <w:t>َّ</w:t>
      </w:r>
      <w:r w:rsidR="005A0486" w:rsidRPr="00AA54FF">
        <w:rPr>
          <w:rStyle w:val="libHadeesChar"/>
          <w:rtl/>
        </w:rPr>
        <w:t>لع ا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>و</w:t>
      </w:r>
      <w:r w:rsidRPr="00AA54FF">
        <w:rPr>
          <w:rStyle w:val="libHadeesChar"/>
          <w:rFonts w:hint="cs"/>
          <w:rtl/>
        </w:rPr>
        <w:t>َّ</w:t>
      </w:r>
      <w:r w:rsidR="005A0486" w:rsidRPr="00AA54FF">
        <w:rPr>
          <w:rStyle w:val="libHadeesChar"/>
          <w:rtl/>
        </w:rPr>
        <w:t>ل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 xml:space="preserve"> الن</w:t>
      </w:r>
      <w:r w:rsidRPr="00AA54FF">
        <w:rPr>
          <w:rStyle w:val="libHadeesChar"/>
          <w:rFonts w:hint="cs"/>
          <w:rtl/>
        </w:rPr>
        <w:t>ّ</w:t>
      </w:r>
      <w:r w:rsidR="005A0486" w:rsidRPr="00AA54FF">
        <w:rPr>
          <w:rStyle w:val="libHadeesChar"/>
          <w:rtl/>
        </w:rPr>
        <w:t>هار م</w:t>
      </w:r>
      <w:r w:rsidRPr="00AA54FF">
        <w:rPr>
          <w:rStyle w:val="libHadeesChar"/>
          <w:rFonts w:hint="cs"/>
          <w:rtl/>
        </w:rPr>
        <w:t>ِ</w:t>
      </w:r>
      <w:r w:rsidR="005A0486" w:rsidRPr="00AA54FF">
        <w:rPr>
          <w:rStyle w:val="libHadeesChar"/>
          <w:rtl/>
        </w:rPr>
        <w:t>ن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 xml:space="preserve"> المشر</w:t>
      </w:r>
      <w:r w:rsidRPr="00AA54FF">
        <w:rPr>
          <w:rStyle w:val="libHadeesChar"/>
          <w:rFonts w:hint="cs"/>
          <w:rtl/>
        </w:rPr>
        <w:t>ِ</w:t>
      </w:r>
      <w:r w:rsidR="005A0486" w:rsidRPr="00AA54FF">
        <w:rPr>
          <w:rStyle w:val="libHadeesChar"/>
          <w:rtl/>
        </w:rPr>
        <w:t>ق</w:t>
      </w:r>
      <w:r w:rsidRPr="00AA54FF">
        <w:rPr>
          <w:rStyle w:val="libHadeesChar"/>
          <w:rFonts w:hint="cs"/>
          <w:rtl/>
        </w:rPr>
        <w:t>ِ</w:t>
      </w:r>
      <w:r w:rsidR="005A0486" w:rsidRPr="00AA54FF">
        <w:rPr>
          <w:rStyle w:val="libHadeesChar"/>
          <w:rtl/>
        </w:rPr>
        <w:t xml:space="preserve"> ف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>ت</w:t>
      </w:r>
      <w:r w:rsidRPr="00AA54FF">
        <w:rPr>
          <w:rStyle w:val="libHadeesChar"/>
          <w:rFonts w:hint="cs"/>
          <w:rtl/>
        </w:rPr>
        <w:t>ُ</w:t>
      </w:r>
      <w:r w:rsidR="005A0486" w:rsidRPr="00AA54FF">
        <w:rPr>
          <w:rStyle w:val="libHadeesChar"/>
          <w:rtl/>
        </w:rPr>
        <w:t>شر</w:t>
      </w:r>
      <w:r w:rsidRPr="00AA54FF">
        <w:rPr>
          <w:rStyle w:val="libHadeesChar"/>
          <w:rFonts w:hint="cs"/>
          <w:rtl/>
        </w:rPr>
        <w:t>ِ</w:t>
      </w:r>
      <w:r w:rsidR="005A0486" w:rsidRPr="00AA54FF">
        <w:rPr>
          <w:rStyle w:val="libHadeesChar"/>
          <w:rtl/>
        </w:rPr>
        <w:t>ق</w:t>
      </w:r>
      <w:r w:rsidRPr="00AA54FF">
        <w:rPr>
          <w:rStyle w:val="libHadeesChar"/>
          <w:rFonts w:hint="cs"/>
          <w:rtl/>
        </w:rPr>
        <w:t>ُ</w:t>
      </w:r>
      <w:r w:rsidR="005A0486" w:rsidRPr="00AA54FF">
        <w:rPr>
          <w:rStyle w:val="libHadeesChar"/>
          <w:rtl/>
        </w:rPr>
        <w:t xml:space="preserve"> عل</w:t>
      </w:r>
      <w:r w:rsidR="005A0486" w:rsidRPr="00AA54FF">
        <w:rPr>
          <w:rStyle w:val="libHadeesChar"/>
          <w:rFonts w:hint="cs"/>
          <w:rtl/>
        </w:rPr>
        <w:t>ی</w:t>
      </w:r>
      <w:r w:rsidR="005A0486" w:rsidRPr="00AA54FF">
        <w:rPr>
          <w:rStyle w:val="libHadeesChar"/>
          <w:rtl/>
        </w:rPr>
        <w:t xml:space="preserve"> ما قاب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>ل</w:t>
      </w:r>
      <w:r w:rsidRPr="00AA54FF">
        <w:rPr>
          <w:rStyle w:val="libHadeesChar"/>
          <w:rFonts w:hint="cs"/>
          <w:rtl/>
        </w:rPr>
        <w:t>َ</w:t>
      </w:r>
      <w:r w:rsidR="005A0486" w:rsidRPr="00AA54FF">
        <w:rPr>
          <w:rStyle w:val="libHadeesChar"/>
          <w:rtl/>
        </w:rPr>
        <w:t>ها من وجه المغرب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؛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>: خورش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چن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شد که از جانب مشرق طلوع کند و بر آنچه که از جانب مغرب با آن رو به رو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شود بتابد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ژه</w:t>
      </w:r>
      <w:r w:rsidRPr="005A0486">
        <w:rPr>
          <w:rtl/>
          <w:lang w:bidi="fa-IR"/>
        </w:rPr>
        <w:t xml:space="preserve">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ما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ما قابلها من وجه المغرب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نفرمود: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قاب</w:t>
      </w:r>
      <w:r w:rsidR="00AA54FF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ل</w:t>
      </w:r>
      <w:r w:rsidR="00AA54FF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ته</w:t>
      </w:r>
      <w:r w:rsidR="00AA54FF">
        <w:rPr>
          <w:rFonts w:hint="cs"/>
          <w:rtl/>
          <w:lang w:bidi="fa-IR"/>
        </w:rPr>
        <w:t>ُ»</w:t>
      </w:r>
      <w:r w:rsidRPr="005A0486">
        <w:rPr>
          <w:rtl/>
          <w:lang w:bidi="fa-IR"/>
        </w:rPr>
        <w:t xml:space="preserve"> که ضم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به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برگردد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نشان از آن است که بر اثر گردش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نور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همه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هنگام ذکر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غروب کردن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جمله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: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و غروب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تا بر آنچه که در آغاز صبح نتاب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بتابد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 عبارت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است! شما اگر درست دقت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جمله کرو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حرکت آن نهفته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و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تابد تا هر بخش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خود را از نور آن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AA54FF">
        <w:rPr>
          <w:rFonts w:hint="cs"/>
          <w:rtl/>
          <w:lang w:bidi="fa-IR"/>
        </w:rPr>
        <w:t>.»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جمله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انگر</w:t>
      </w:r>
      <w:r w:rsidRPr="005A0486">
        <w:rPr>
          <w:rtl/>
          <w:lang w:bidi="fa-IR"/>
        </w:rPr>
        <w:t xml:space="preserve"> کرو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هم حرکت آن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در عبارات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قسط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است که ما آن را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ترجمه کرد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</w:t>
      </w:r>
      <w:r w:rsidR="00AA54F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قسط</w:t>
      </w:r>
      <w:r w:rsidR="00AA54F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نوع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حالت کرو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درست است</w:t>
      </w:r>
      <w:r w:rsidR="008D0D19">
        <w:rPr>
          <w:rtl/>
          <w:lang w:bidi="fa-IR"/>
        </w:rPr>
        <w:t>.</w:t>
      </w:r>
    </w:p>
    <w:p w:rsidR="00AA54F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هر حال سرتاسر کتاب اعجاز است و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تنها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آن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به مبدأ اعل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</w:p>
    <w:p w:rsidR="005A0486" w:rsidRPr="005A0486" w:rsidRDefault="00AA54FF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8" w:name="_Toc488231669"/>
      <w:r w:rsidRPr="005A0486">
        <w:rPr>
          <w:rtl/>
          <w:lang w:bidi="fa-IR"/>
        </w:rPr>
        <w:t xml:space="preserve">8- رفع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شبهه</w:t>
      </w:r>
      <w:bookmarkEnd w:id="8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ممکن</w:t>
      </w:r>
      <w:r w:rsidRPr="005A0486">
        <w:rPr>
          <w:rtl/>
          <w:lang w:bidi="fa-IR"/>
        </w:rPr>
        <w:t xml:space="preserve"> است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عبارت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بخواند و 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ال</w:t>
      </w:r>
      <w:r w:rsidRPr="005A0486">
        <w:rPr>
          <w:rtl/>
          <w:lang w:bidi="fa-IR"/>
        </w:rPr>
        <w:t xml:space="preserve"> کند که با علم جد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چند نکته توجه کند:</w:t>
      </w:r>
    </w:p>
    <w:p w:rsidR="005A0486" w:rsidRPr="005A0486" w:rsidRDefault="0030285A" w:rsidP="00FD349D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دانش انسان عاد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محدود و اندک است و خداوند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فرما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: </w:t>
      </w:r>
      <w:r w:rsidR="005F68ED" w:rsidRPr="005F68ED">
        <w:rPr>
          <w:rStyle w:val="libAlaemChar"/>
          <w:rFonts w:hint="cs"/>
          <w:rtl/>
        </w:rPr>
        <w:t>(</w:t>
      </w:r>
      <w:r w:rsidR="005F68ED" w:rsidRPr="005F68ED">
        <w:rPr>
          <w:rStyle w:val="libAieChar"/>
          <w:rtl/>
          <w:lang w:bidi="fa-IR"/>
        </w:rPr>
        <w:t>وَمَا أُوتِيتُم مِّنَ الْعِلْمِ إِلَّا قَلِيلًا</w:t>
      </w:r>
      <w:r w:rsidR="005F68ED" w:rsidRPr="005F68ED">
        <w:rPr>
          <w:rStyle w:val="libAlaemChar"/>
          <w:rFonts w:hint="cs"/>
          <w:rtl/>
        </w:rPr>
        <w:t>)</w:t>
      </w:r>
      <w:r w:rsidR="005F68ED">
        <w:rPr>
          <w:rFonts w:hint="cs"/>
          <w:rtl/>
          <w:lang w:bidi="fa-IR"/>
        </w:rPr>
        <w:t xml:space="preserve"> </w:t>
      </w:r>
      <w:r w:rsidR="005A0486" w:rsidRPr="002B5B27">
        <w:rPr>
          <w:rStyle w:val="libFootnotenumChar"/>
          <w:rtl/>
        </w:rPr>
        <w:t>(</w:t>
      </w:r>
      <w:r w:rsidR="005F68ED" w:rsidRPr="002B5B27">
        <w:rPr>
          <w:rStyle w:val="libFootnotenumChar"/>
          <w:rFonts w:hint="cs"/>
          <w:rtl/>
        </w:rPr>
        <w:t>1</w:t>
      </w:r>
      <w:r w:rsidR="005A0486" w:rsidRPr="002B5B27">
        <w:rPr>
          <w:rStyle w:val="libFootnotenumChar"/>
          <w:rtl/>
        </w:rPr>
        <w:t>)</w:t>
      </w:r>
      <w:r w:rsidR="00FD349D">
        <w:rPr>
          <w:rFonts w:hint="cs"/>
          <w:rtl/>
          <w:lang w:bidi="fa-IR"/>
        </w:rPr>
        <w:t xml:space="preserve">؛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>: جز اندک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به شما دانش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نداده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پس انسان نبا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بر منبع نور و دانش اله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عن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سخن امام معصوم خرده بگ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رد؛</w:t>
      </w:r>
      <w:r w:rsidR="005A0486" w:rsidRPr="005A0486">
        <w:rPr>
          <w:rtl/>
          <w:lang w:bidi="fa-IR"/>
        </w:rPr>
        <w:t xml:space="preserve">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را</w:t>
      </w:r>
      <w:r w:rsidR="005A0486" w:rsidRPr="005A0486">
        <w:rPr>
          <w:rtl/>
          <w:lang w:bidi="fa-IR"/>
        </w:rPr>
        <w:t xml:space="preserve"> ما دانش اندک دار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و هنوز به جا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نرس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م،</w:t>
      </w:r>
      <w:r w:rsidR="005A0486" w:rsidRPr="005A0486">
        <w:rPr>
          <w:rtl/>
          <w:lang w:bidi="fa-IR"/>
        </w:rPr>
        <w:t xml:space="preserve"> به عبارت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گر</w:t>
      </w:r>
      <w:r w:rsidR="005A0486" w:rsidRPr="005A0486">
        <w:rPr>
          <w:rtl/>
          <w:lang w:bidi="fa-IR"/>
        </w:rPr>
        <w:t xml:space="preserve"> مع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tl/>
          <w:lang w:bidi="fa-IR"/>
        </w:rPr>
        <w:t xml:space="preserve"> علم، علم امام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است به علم ما و اگر نکته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در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افت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بدان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که هنوز به حکمت دانش امام نرس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2-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سخنان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گذشته ها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امروزه با کشفها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تازه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آنها روشن شده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امروزه معلوم نگردد و بشرها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با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شرفت</w:t>
      </w:r>
      <w:r w:rsidRPr="005A0486">
        <w:rPr>
          <w:rtl/>
          <w:lang w:bidi="fa-IR"/>
        </w:rPr>
        <w:t xml:space="preserve"> دانش به آنها دست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ابند،</w:t>
      </w:r>
      <w:r w:rsidRPr="005A0486">
        <w:rPr>
          <w:rtl/>
          <w:lang w:bidi="fa-IR"/>
        </w:rPr>
        <w:t xml:space="preserve"> مگر همه دانش را در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نسل گذشته اند تا قضاوت نها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با </w:t>
      </w:r>
      <w:r w:rsidRPr="005A0486">
        <w:rPr>
          <w:rFonts w:hint="eastAsia"/>
          <w:rtl/>
          <w:lang w:bidi="fa-IR"/>
        </w:rPr>
        <w:t>ما</w:t>
      </w:r>
      <w:r w:rsidRPr="005A0486">
        <w:rPr>
          <w:rtl/>
          <w:lang w:bidi="fa-IR"/>
        </w:rPr>
        <w:t xml:space="preserve"> باشد؟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3- هر جا که شبهه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آمد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دانشمندان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متخصصان لغت شناس پرسش نمود؛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رازها با </w:t>
      </w:r>
      <w:r w:rsidR="00FD349D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الفاظ</w:t>
      </w:r>
      <w:r w:rsidRPr="005A0486">
        <w:rPr>
          <w:rFonts w:hint="cs"/>
          <w:rtl/>
          <w:lang w:bidi="fa-IR"/>
        </w:rPr>
        <w:t>ی</w:t>
      </w:r>
      <w:r w:rsidR="00FD349D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شده که قابل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است و چه بسا در مرحله اول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ندهد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 لغت و معنا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در آن اعصار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شود به کشف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دست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FD349D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سرد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شمرده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بسا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محض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عبارت - الع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اذ</w:t>
      </w:r>
      <w:r w:rsidRPr="005A0486">
        <w:rPr>
          <w:rtl/>
          <w:lang w:bidi="fa-IR"/>
        </w:rPr>
        <w:t xml:space="preserve"> بالله - بر منبع علم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خرده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که درون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داغ و سوزان است،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شخص غافل، به عمق سخن امام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با قر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مقصود امام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پوسته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بوده اس</w:t>
      </w:r>
      <w:r w:rsidRPr="005A0486">
        <w:rPr>
          <w:rFonts w:hint="eastAsia"/>
          <w:rtl/>
          <w:lang w:bidi="fa-IR"/>
        </w:rPr>
        <w:t>ت،</w:t>
      </w:r>
      <w:r w:rsidRPr="005A0486">
        <w:rPr>
          <w:rtl/>
          <w:lang w:bidi="fa-IR"/>
        </w:rPr>
        <w:t xml:space="preserve">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نبرده و</w:t>
      </w:r>
    </w:p>
    <w:p w:rsidR="00B95353" w:rsidRPr="00A4703F" w:rsidRDefault="00B95353" w:rsidP="00B95353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سوره اسراء،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85</w:t>
      </w:r>
    </w:p>
    <w:p w:rsidR="00FD349D" w:rsidRDefault="00FD349D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توجه نکرده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شگفت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کره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و درونش آتش باشد اما مردم از پوسته سرد و مناسب آن بهره ببرند؟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فرموده اند: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که اگر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ثابت و آرام نبود، مردم</w:t>
      </w:r>
      <w:r w:rsidR="008D0D19">
        <w:rPr>
          <w:rtl/>
          <w:lang w:bidi="fa-IR"/>
        </w:rPr>
        <w:t>...</w:t>
      </w:r>
      <w:r w:rsidR="00CC7675"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دانست که ثابت بودن دو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برابر لرزش و حرکتها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نامتعادل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برابر مطلق حرکت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قسمت تصر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نموده اند که اگر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همواره در لرزه و اضطراب بود</w:t>
      </w:r>
      <w:r w:rsidR="008D0D19">
        <w:rPr>
          <w:rtl/>
          <w:lang w:bidi="fa-IR"/>
        </w:rPr>
        <w:t>...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پس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ثبات و آرامش با حرکت دوران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متعادل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تضاد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هر</w:t>
      </w:r>
      <w:r w:rsidRPr="005A0486">
        <w:rPr>
          <w:rtl/>
          <w:lang w:bidi="fa-IR"/>
        </w:rPr>
        <w:t xml:space="preserve"> جا که عبارت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امام را 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در معان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کلمات و قرائن آن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به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برس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نرس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دانش خود را اندک بشمار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نه خاندان وح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علم مطلق را متهم 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Default="005A0486" w:rsidP="001301A4">
      <w:pPr>
        <w:pStyle w:val="Heading3"/>
        <w:rPr>
          <w:rFonts w:hint="cs"/>
          <w:rtl/>
          <w:lang w:bidi="fa-IR"/>
        </w:rPr>
      </w:pPr>
      <w:bookmarkStart w:id="9" w:name="_Toc488231670"/>
      <w:r w:rsidRPr="005A0486">
        <w:rPr>
          <w:rtl/>
          <w:lang w:bidi="fa-IR"/>
        </w:rPr>
        <w:t>9- شرحها و ترجمه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</w:t>
      </w:r>
      <w:bookmarkEnd w:id="9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تاکنون</w:t>
      </w:r>
      <w:r w:rsidRPr="005A0486">
        <w:rPr>
          <w:rtl/>
          <w:lang w:bidi="fa-IR"/>
        </w:rPr>
        <w:t xml:space="preserve"> دانشمندان و علما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اسلام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چنان که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به شرح و ترجمه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 بزرگ نپرداخته اند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 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آنان آن را شرح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ترجمه کرده اند و عده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 آن تعل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زده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مناسب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مجال به چند شرح و ترجمه اشاره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:</w:t>
      </w:r>
    </w:p>
    <w:p w:rsidR="00CC7675" w:rsidRDefault="0030285A" w:rsidP="009325E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 xml:space="preserve">- شرح </w:t>
      </w:r>
      <w:r w:rsidR="00CC7675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مول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باقر بن مول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اسماع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کجور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تهران</w:t>
      </w:r>
      <w:r w:rsidR="005A0486" w:rsidRPr="005A0486">
        <w:rPr>
          <w:rFonts w:hint="cs"/>
          <w:rtl/>
          <w:lang w:bidi="fa-IR"/>
        </w:rPr>
        <w:t>ی</w:t>
      </w:r>
      <w:r w:rsidR="00CC7675">
        <w:rPr>
          <w:rFonts w:hint="cs"/>
          <w:rtl/>
          <w:lang w:bidi="fa-IR"/>
        </w:rPr>
        <w:t>»،</w:t>
      </w:r>
      <w:r w:rsidR="005A0486" w:rsidRPr="005A0486">
        <w:rPr>
          <w:rtl/>
          <w:lang w:bidi="fa-IR"/>
        </w:rPr>
        <w:t xml:space="preserve"> 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خ</w:t>
      </w:r>
      <w:r w:rsidR="005A0486" w:rsidRPr="005A0486">
        <w:rPr>
          <w:rtl/>
          <w:lang w:bidi="fa-IR"/>
        </w:rPr>
        <w:t xml:space="preserve"> محمد که برادر شارح مذکور است، در کتاب زبدة المآثر درباره شرح برادرش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:</w:t>
      </w:r>
    </w:p>
    <w:p w:rsidR="00CC7675" w:rsidRDefault="00CC7675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شرح بس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tl/>
          <w:lang w:bidi="fa-IR"/>
        </w:rPr>
        <w:t xml:space="preserve"> بزرگ در 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مجلس با عنوانها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مفضل</w:t>
      </w:r>
      <w:r>
        <w:rPr>
          <w:rFonts w:hint="cs"/>
          <w:rtl/>
          <w:lang w:bidi="fa-IR"/>
        </w:rPr>
        <w:t>!»</w:t>
      </w:r>
      <w:r w:rsidR="005A0486" w:rsidRPr="005A0486">
        <w:rPr>
          <w:rtl/>
          <w:lang w:bidi="fa-IR"/>
        </w:rPr>
        <w:t xml:space="preserve"> سامان</w:t>
      </w:r>
    </w:p>
    <w:p w:rsidR="00CC7675" w:rsidRDefault="00CC767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>داده شده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هزار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="00CC7675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>2- شرح فارس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CC7675">
        <w:rPr>
          <w:rFonts w:hint="cs"/>
          <w:rtl/>
          <w:lang w:bidi="fa-IR"/>
        </w:rPr>
        <w:t>«</w:t>
      </w:r>
      <w:r w:rsidRPr="00CC7675">
        <w:rPr>
          <w:rStyle w:val="libHadeesChar"/>
          <w:rtl/>
        </w:rPr>
        <w:t>مول</w:t>
      </w:r>
      <w:r w:rsidRPr="00CC7675">
        <w:rPr>
          <w:rStyle w:val="libHadeesChar"/>
          <w:rFonts w:hint="cs"/>
          <w:rtl/>
        </w:rPr>
        <w:t>ی</w:t>
      </w:r>
      <w:r w:rsidRPr="00CC7675">
        <w:rPr>
          <w:rStyle w:val="libHadeesChar"/>
          <w:rtl/>
        </w:rPr>
        <w:t xml:space="preserve"> فاضل فخر الد</w:t>
      </w:r>
      <w:r w:rsidRPr="00CC7675">
        <w:rPr>
          <w:rStyle w:val="libHadeesChar"/>
          <w:rFonts w:hint="cs"/>
          <w:rtl/>
        </w:rPr>
        <w:t>ی</w:t>
      </w:r>
      <w:r w:rsidRPr="00CC7675">
        <w:rPr>
          <w:rStyle w:val="libHadeesChar"/>
          <w:rFonts w:hint="eastAsia"/>
          <w:rtl/>
        </w:rPr>
        <w:t>ن</w:t>
      </w:r>
      <w:r w:rsidRPr="00CC7675">
        <w:rPr>
          <w:rStyle w:val="libHadeesChar"/>
          <w:rtl/>
        </w:rPr>
        <w:t xml:space="preserve"> ماوراء النهر</w:t>
      </w:r>
      <w:r w:rsidRPr="00CC7675">
        <w:rPr>
          <w:rStyle w:val="libHadeesChar"/>
          <w:rFonts w:hint="cs"/>
          <w:rtl/>
        </w:rPr>
        <w:t>ی</w:t>
      </w:r>
      <w:r w:rsidR="00CC7675">
        <w:rPr>
          <w:rFonts w:hint="cs"/>
          <w:rtl/>
          <w:lang w:bidi="fa-IR"/>
        </w:rPr>
        <w:t>»</w:t>
      </w:r>
      <w:r w:rsidR="008D0D19">
        <w:rPr>
          <w:rtl/>
          <w:lang w:bidi="fa-IR"/>
        </w:rPr>
        <w:t>.</w:t>
      </w:r>
      <w:r w:rsidR="00CC767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2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>3- مرحوم مجلس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رضوان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هنگام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بلند در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بحارالانوار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کلمات و عبارات آن را شرح کرده اند</w:t>
      </w:r>
      <w:r w:rsidR="008D0D19">
        <w:rPr>
          <w:rtl/>
          <w:lang w:bidi="fa-IR"/>
        </w:rPr>
        <w:t>.</w:t>
      </w:r>
      <w:r w:rsidR="00CC767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3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>4- آقا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کاظم مظفر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 که کتاب را تحق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کنند و با افزودن مقدمه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پاورق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سودمند تا حدود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خود موفق بوده اند</w:t>
      </w:r>
      <w:r w:rsidR="008D0D19">
        <w:rPr>
          <w:rtl/>
          <w:lang w:bidi="fa-IR"/>
        </w:rPr>
        <w:t>.</w:t>
      </w:r>
      <w:r w:rsidR="00CC767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4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5-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اسماع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بن حس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="00CC7675">
        <w:rPr>
          <w:rFonts w:hint="cs"/>
          <w:rtl/>
          <w:lang w:bidi="fa-IR"/>
        </w:rPr>
        <w:t>»،</w:t>
      </w:r>
      <w:r w:rsidRPr="005A0486">
        <w:rPr>
          <w:rtl/>
          <w:lang w:bidi="fa-IR"/>
        </w:rPr>
        <w:t xml:space="preserve"> با تخلص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تائب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مشهور به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مسأله گو</w:t>
      </w:r>
      <w:r w:rsidR="00CC7675">
        <w:rPr>
          <w:rFonts w:hint="cs"/>
          <w:rtl/>
          <w:lang w:bidi="fa-IR"/>
        </w:rPr>
        <w:t>»،</w:t>
      </w:r>
      <w:r w:rsidRPr="005A0486">
        <w:rPr>
          <w:rtl/>
          <w:lang w:bidi="fa-IR"/>
        </w:rPr>
        <w:t xml:space="preserve"> تمام کتاب توح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مفضل را در دوهزار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به شعر در آورده است</w:t>
      </w:r>
      <w:r w:rsidR="008D0D19">
        <w:rPr>
          <w:rtl/>
          <w:lang w:bidi="fa-IR"/>
        </w:rPr>
        <w:t>.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5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CC7675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6- ترجمه علامه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محمدباقر مجلس</w:t>
      </w:r>
      <w:r w:rsidRPr="005A0486">
        <w:rPr>
          <w:rFonts w:hint="cs"/>
          <w:rtl/>
          <w:lang w:bidi="fa-IR"/>
        </w:rPr>
        <w:t>ی</w:t>
      </w:r>
      <w:r w:rsidR="00CC7675">
        <w:rPr>
          <w:rFonts w:hint="cs"/>
          <w:rtl/>
          <w:lang w:bidi="fa-IR"/>
        </w:rPr>
        <w:t>»،</w:t>
      </w:r>
      <w:r w:rsidRPr="005A0486">
        <w:rPr>
          <w:rtl/>
          <w:lang w:bidi="fa-IR"/>
        </w:rPr>
        <w:t xml:space="preserve"> صاحب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بحارالانوار</w:t>
      </w:r>
      <w:r w:rsidR="00CC7675">
        <w:rPr>
          <w:rFonts w:hint="cs"/>
          <w:rtl/>
          <w:lang w:bidi="fa-IR"/>
        </w:rPr>
        <w:t>»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ترجمه در 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بودن آن و گذشته از آنکه مترجم جل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القدر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کتاب با عنوان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مترجم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نکات سودمند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ذکر کرده است و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در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جاها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سخنان سودمند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خود اضافه کرده اند و با سخن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شده؛ به عبارت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>: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ترجمه مرحوم مجلس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شرح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مختصر و </w:t>
      </w:r>
      <w:r w:rsidR="00CC7675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مزج</w:t>
      </w:r>
      <w:r w:rsidRPr="005A0486">
        <w:rPr>
          <w:rFonts w:hint="cs"/>
          <w:rtl/>
          <w:lang w:bidi="fa-IR"/>
        </w:rPr>
        <w:t>ی</w:t>
      </w:r>
      <w:r w:rsidR="00CC7675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دانست که بازشناختن سخنان شارح و متن، تنها با مقابله با اصل ممکن است</w:t>
      </w:r>
      <w:r w:rsidR="008D0D19">
        <w:rPr>
          <w:rtl/>
          <w:lang w:bidi="fa-IR"/>
        </w:rPr>
        <w:t>.</w:t>
      </w:r>
      <w:r w:rsidR="00CC7675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CC7675" w:rsidRPr="002B5B27">
        <w:rPr>
          <w:rStyle w:val="libFootnotenumChar"/>
          <w:rFonts w:hint="cs"/>
          <w:rtl/>
        </w:rPr>
        <w:t>6</w:t>
      </w:r>
      <w:r w:rsidRPr="002B5B27">
        <w:rPr>
          <w:rStyle w:val="libFootnotenumChar"/>
          <w:rtl/>
        </w:rPr>
        <w:t>)</w:t>
      </w:r>
    </w:p>
    <w:p w:rsidR="00B95353" w:rsidRPr="00A4703F" w:rsidRDefault="00B95353" w:rsidP="00B95353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4 ص 482</w:t>
      </w:r>
      <w:r>
        <w:rPr>
          <w:rtl/>
          <w:lang w:bidi="fa-IR"/>
        </w:rPr>
        <w:t>.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4، ص 482</w:t>
      </w:r>
      <w:r>
        <w:rPr>
          <w:rtl/>
          <w:lang w:bidi="fa-IR"/>
        </w:rPr>
        <w:t>.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بحار الانوار، ج 3 ص 57 و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52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4.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المفضل، مکتبة الداور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چ سوم، با مقدمه و پاورق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آقا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کاظم مظفر</w:t>
      </w:r>
      <w:r>
        <w:rPr>
          <w:rtl/>
          <w:lang w:bidi="fa-IR"/>
        </w:rPr>
        <w:t>.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5.</w:t>
      </w:r>
      <w:r w:rsidRPr="009325ED">
        <w:rPr>
          <w:rtl/>
          <w:lang w:bidi="fa-IR"/>
        </w:rPr>
        <w:t xml:space="preserve"> 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عة،</w:t>
      </w:r>
      <w:r w:rsidRPr="009325ED">
        <w:rPr>
          <w:rtl/>
          <w:lang w:bidi="fa-IR"/>
        </w:rPr>
        <w:t xml:space="preserve"> ج 4 ص 288</w:t>
      </w:r>
    </w:p>
    <w:p w:rsidR="00B95353" w:rsidRPr="009325ED" w:rsidRDefault="00B95353" w:rsidP="00B9535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6.</w:t>
      </w:r>
      <w:r w:rsidRPr="009325ED">
        <w:rPr>
          <w:rtl/>
          <w:lang w:bidi="fa-IR"/>
        </w:rPr>
        <w:t xml:space="preserve"> نگارنده، نسخه خط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ترجمه را 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و قضاوتها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او تنها بر اساس چند نسخه چاپ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 غلط است، چه بسا مرحوم مجلس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نسخه اصل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همه جا سخن و توض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خود را از اصل جدا کرده باشد</w:t>
      </w:r>
      <w:r>
        <w:rPr>
          <w:rtl/>
          <w:lang w:bidi="fa-IR"/>
        </w:rPr>
        <w:t>.</w:t>
      </w:r>
      <w:r w:rsidRPr="009325ED">
        <w:rPr>
          <w:rtl/>
          <w:lang w:bidi="fa-IR"/>
        </w:rPr>
        <w:t xml:space="preserve"> رضوان الله عل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و اسکنه الله فس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جناته</w:t>
      </w:r>
      <w:r>
        <w:rPr>
          <w:rtl/>
          <w:lang w:bidi="fa-IR"/>
        </w:rPr>
        <w:t>.</w:t>
      </w:r>
    </w:p>
    <w:p w:rsidR="00B95353" w:rsidRDefault="00B9535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6C07D6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7- ترجمه </w:t>
      </w:r>
      <w:r w:rsidR="006C07D6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محمد صالح بن محمد باقر قزو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روغن</w:t>
      </w:r>
      <w:r w:rsidRPr="005A0486">
        <w:rPr>
          <w:rFonts w:hint="cs"/>
          <w:rtl/>
          <w:lang w:bidi="fa-IR"/>
        </w:rPr>
        <w:t>ی</w:t>
      </w:r>
      <w:r w:rsidR="006C07D6">
        <w:rPr>
          <w:rFonts w:hint="cs"/>
          <w:rtl/>
          <w:lang w:bidi="fa-IR"/>
        </w:rPr>
        <w:t xml:space="preserve">.» </w:t>
      </w:r>
      <w:r w:rsidRPr="002B5B27">
        <w:rPr>
          <w:rStyle w:val="libFootnotenumChar"/>
          <w:rtl/>
        </w:rPr>
        <w:t>(</w:t>
      </w:r>
      <w:r w:rsidR="006C07D6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6C07D6">
      <w:pPr>
        <w:pStyle w:val="libNormal"/>
        <w:rPr>
          <w:lang w:bidi="fa-IR"/>
        </w:rPr>
      </w:pPr>
      <w:r w:rsidRPr="005A0486">
        <w:rPr>
          <w:rtl/>
          <w:lang w:bidi="fa-IR"/>
        </w:rPr>
        <w:t xml:space="preserve">8- ترجمه </w:t>
      </w:r>
      <w:r w:rsidR="006C07D6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فخرالد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ترکستان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ماوراءالنهر</w:t>
      </w:r>
      <w:r w:rsidRPr="005A0486">
        <w:rPr>
          <w:rFonts w:hint="cs"/>
          <w:rtl/>
          <w:lang w:bidi="fa-IR"/>
        </w:rPr>
        <w:t>ی</w:t>
      </w:r>
      <w:r w:rsidR="006C07D6">
        <w:rPr>
          <w:rFonts w:hint="cs"/>
          <w:rtl/>
          <w:lang w:bidi="fa-IR"/>
        </w:rPr>
        <w:t xml:space="preserve">» </w:t>
      </w:r>
      <w:r w:rsidRPr="002B5B27">
        <w:rPr>
          <w:rStyle w:val="libFootnotenumChar"/>
          <w:rtl/>
        </w:rPr>
        <w:t>(</w:t>
      </w:r>
      <w:r w:rsidR="006C07D6" w:rsidRPr="002B5B27">
        <w:rPr>
          <w:rStyle w:val="libFootnotenumChar"/>
          <w:rFonts w:hint="cs"/>
          <w:rtl/>
        </w:rPr>
        <w:t>2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6C07D6">
      <w:pPr>
        <w:pStyle w:val="libNormal"/>
        <w:rPr>
          <w:lang w:bidi="fa-IR"/>
        </w:rPr>
      </w:pPr>
      <w:r w:rsidRPr="005A0486">
        <w:rPr>
          <w:rtl/>
          <w:lang w:bidi="fa-IR"/>
        </w:rPr>
        <w:t>9- ترجمه آقا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6C07D6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العابد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کاظم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خلخال</w:t>
      </w:r>
      <w:r w:rsidRPr="005A0486">
        <w:rPr>
          <w:rFonts w:hint="cs"/>
          <w:rtl/>
          <w:lang w:bidi="fa-IR"/>
        </w:rPr>
        <w:t>ی</w:t>
      </w:r>
      <w:r w:rsidR="006C07D6">
        <w:rPr>
          <w:rFonts w:hint="cs"/>
          <w:rtl/>
          <w:lang w:bidi="fa-IR"/>
        </w:rPr>
        <w:t>».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ترجمه همراه ترجمه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مترجم (اخلاق نزد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)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مجلد چاپ شده است</w:t>
      </w:r>
      <w:r w:rsidR="008D0D19">
        <w:rPr>
          <w:rtl/>
          <w:lang w:bidi="fa-IR"/>
        </w:rPr>
        <w:t>.</w:t>
      </w:r>
      <w:r w:rsidR="006C07D6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6C07D6" w:rsidRPr="002B5B27">
        <w:rPr>
          <w:rStyle w:val="libFootnotenumChar"/>
          <w:rFonts w:hint="cs"/>
          <w:rtl/>
        </w:rPr>
        <w:t>3</w:t>
      </w:r>
      <w:r w:rsidRPr="002B5B27">
        <w:rPr>
          <w:rStyle w:val="libFootnotenumChar"/>
          <w:rtl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اقتضا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کار، صفحات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ل،</w:t>
      </w:r>
      <w:r w:rsidRPr="005A0486">
        <w:rPr>
          <w:rtl/>
          <w:lang w:bidi="fa-IR"/>
        </w:rPr>
        <w:t xml:space="preserve"> اواسط و اواخر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ترجمه را با ترجمه مرحوم مجلس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رضوان الله و برکاته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مقابله نمودم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رضا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بخش نبود؛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تفاوت چندان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دو ترجمه مشاهده نشد؛ به عبارت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>: همان ترجمه مرحوم مجلس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(ره) بود با اختلافها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ناچ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="008D0D19">
        <w:rPr>
          <w:rtl/>
          <w:lang w:bidi="fa-IR"/>
        </w:rPr>
        <w:t>.</w:t>
      </w:r>
    </w:p>
    <w:p w:rsidR="006C07D6" w:rsidRDefault="0030285A" w:rsidP="006C07D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0 - ترجمه آقا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6C07D6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عل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اصغر فق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Fonts w:hint="cs"/>
          <w:rtl/>
          <w:lang w:bidi="fa-IR"/>
        </w:rPr>
        <w:t>ی</w:t>
      </w:r>
      <w:r w:rsidR="006C07D6">
        <w:rPr>
          <w:rFonts w:hint="cs"/>
          <w:rtl/>
          <w:lang w:bidi="fa-IR"/>
        </w:rPr>
        <w:t>».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کتاب کوچک، ترجمه کامل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مفضل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 w:rsidR="005A0486" w:rsidRPr="005A0486">
        <w:rPr>
          <w:rtl/>
          <w:lang w:bidi="fa-IR"/>
        </w:rPr>
        <w:t xml:space="preserve"> بلکه مترجم محترم کوش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که با حذف برخ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مطالب و همراه کردن کتاب با چند تصو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و قلم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نسبتاً روان نوشته مناسب برا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6C07D6"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دانش آموزان</w:t>
      </w:r>
      <w:r w:rsidR="006C07D6"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ته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166F2C" w:rsidRPr="00A4703F" w:rsidRDefault="00166F2C" w:rsidP="00166F2C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166F2C" w:rsidRPr="009325ED" w:rsidRDefault="00166F2C" w:rsidP="00166F2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الذر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عة</w:t>
      </w:r>
      <w:r w:rsidRPr="009325ED">
        <w:rPr>
          <w:rtl/>
          <w:lang w:bidi="fa-IR"/>
        </w:rPr>
        <w:t xml:space="preserve"> 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تصان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الش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عه</w:t>
      </w:r>
      <w:r>
        <w:rPr>
          <w:rFonts w:hint="cs"/>
          <w:rtl/>
          <w:lang w:bidi="fa-IR"/>
        </w:rPr>
        <w:t>»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ج 4، بخش ترجمه ها</w:t>
      </w:r>
      <w:r>
        <w:rPr>
          <w:rtl/>
          <w:lang w:bidi="fa-IR"/>
        </w:rPr>
        <w:t>.</w:t>
      </w:r>
    </w:p>
    <w:p w:rsidR="00166F2C" w:rsidRPr="009325ED" w:rsidRDefault="00166F2C" w:rsidP="00166F2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2.</w:t>
      </w:r>
      <w:r w:rsidRPr="009325ED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همان</w:t>
      </w:r>
      <w:r>
        <w:rPr>
          <w:rtl/>
          <w:lang w:bidi="fa-IR"/>
        </w:rPr>
        <w:t>.</w:t>
      </w:r>
    </w:p>
    <w:p w:rsidR="00166F2C" w:rsidRPr="009325ED" w:rsidRDefault="00166F2C" w:rsidP="00166F2C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کتاب توسط انتشارات حجر در سال 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>36</w:t>
      </w:r>
      <w:r>
        <w:rPr>
          <w:rtl/>
          <w:lang w:bidi="fa-IR"/>
        </w:rPr>
        <w:t>1</w:t>
      </w:r>
      <w:r w:rsidRPr="009325ED">
        <w:rPr>
          <w:rtl/>
          <w:lang w:bidi="fa-IR"/>
        </w:rPr>
        <w:t xml:space="preserve"> به چاپ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است</w:t>
      </w:r>
      <w:r>
        <w:rPr>
          <w:rtl/>
          <w:lang w:bidi="fa-IR"/>
        </w:rPr>
        <w:t>.</w:t>
      </w:r>
    </w:p>
    <w:p w:rsidR="005A0486" w:rsidRDefault="006C07D6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30285A" w:rsidP="001301A4">
      <w:pPr>
        <w:pStyle w:val="Heading3"/>
        <w:rPr>
          <w:rFonts w:hint="cs"/>
          <w:rtl/>
          <w:lang w:bidi="fa-IR"/>
        </w:rPr>
      </w:pPr>
      <w:bookmarkStart w:id="10" w:name="_Toc488231671"/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0- ترجمه حاضر</w:t>
      </w:r>
      <w:bookmarkEnd w:id="10"/>
    </w:p>
    <w:p w:rsidR="009653CC" w:rsidRDefault="009653CC" w:rsidP="009653CC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شگفت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از زبان امام صادق </w:t>
      </w:r>
      <w:r w:rsidR="00736941" w:rsidRPr="00736941">
        <w:rPr>
          <w:rStyle w:val="libAlaemChar"/>
          <w:rtl/>
        </w:rPr>
        <w:t>عليه‌السلام</w:t>
      </w:r>
      <w:r>
        <w:rPr>
          <w:rFonts w:hint="cs"/>
          <w:rtl/>
          <w:lang w:bidi="fa-IR"/>
        </w:rPr>
        <w:t xml:space="preserve">» </w:t>
      </w:r>
      <w:r w:rsidR="005A0486" w:rsidRPr="005A0486">
        <w:rPr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عبارت عنوان ترجمه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قلم از </w:t>
      </w:r>
      <w:r>
        <w:rPr>
          <w:rFonts w:hint="cs"/>
          <w:rtl/>
          <w:lang w:bidi="fa-IR"/>
        </w:rPr>
        <w:t>«</w:t>
      </w:r>
      <w:r w:rsidR="005A0486" w:rsidRPr="005A0486">
        <w:rPr>
          <w:rtl/>
          <w:lang w:bidi="fa-IR"/>
        </w:rPr>
        <w:t>توح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مفضل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است 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باره ذکر چند نکته خال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سود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 w:rsidR="005A0486" w:rsidRPr="005A0486">
        <w:rPr>
          <w:rtl/>
          <w:lang w:bidi="fa-IR"/>
        </w:rPr>
        <w:t>:</w:t>
      </w:r>
    </w:p>
    <w:p w:rsidR="005A0486" w:rsidRPr="005A0486" w:rsidRDefault="005A0486" w:rsidP="009653CC">
      <w:pPr>
        <w:pStyle w:val="libNormal"/>
        <w:rPr>
          <w:lang w:bidi="fa-IR"/>
        </w:rPr>
      </w:pPr>
      <w:r w:rsidRPr="005A0486">
        <w:rPr>
          <w:rtl/>
          <w:lang w:bidi="fa-IR"/>
        </w:rPr>
        <w:t>الف - تلاش کرده ام که سل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شخص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وارد متن نکنم و کلمه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عبارت توض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درون () بگذارم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- سع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آن بوده که هم جانب امانت و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متن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را نگاه دارم و هم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توجه به متن، قلم را از قواعد نگارش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دور نسازد و تا حد امکان روان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آن حفظ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- هرگاه به خاطر عدم توانا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ام نتوانسته ام هر دو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گرد آورم، روان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قلم را فدا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متن نموده ام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- از آنجا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کتاب،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بلند است و دسترس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مطالب آن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دشوار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نمود، کوش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ام که با انتخاب سر فصلها و فهرست مناسب، کار را بر خواننده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آسان کنم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>- مفضل بن عمر جعف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راو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است،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شناخته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به خاطر اختلاف علما درباره او باشد؛ مثلا</w:t>
      </w:r>
      <w:r w:rsidR="009653CC">
        <w:rPr>
          <w:rFonts w:hint="cs"/>
          <w:rtl/>
          <w:lang w:bidi="fa-IR"/>
        </w:rPr>
        <w:t>ً</w:t>
      </w:r>
      <w:r w:rsidRPr="005A0486">
        <w:rPr>
          <w:rtl/>
          <w:lang w:bidi="fa-IR"/>
        </w:rPr>
        <w:t xml:space="preserve"> دانشمندان بزرگ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</w:t>
      </w:r>
      <w:r w:rsidR="009653C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نجاش</w:t>
      </w:r>
      <w:r w:rsidRPr="005A0486">
        <w:rPr>
          <w:rFonts w:hint="cs"/>
          <w:rtl/>
          <w:lang w:bidi="fa-IR"/>
        </w:rPr>
        <w:t>ی</w:t>
      </w:r>
      <w:r w:rsidR="009653C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</w:t>
      </w:r>
      <w:r w:rsidR="009653C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ابن غضائر</w:t>
      </w:r>
      <w:r w:rsidRPr="005A0486">
        <w:rPr>
          <w:rFonts w:hint="cs"/>
          <w:rtl/>
          <w:lang w:bidi="fa-IR"/>
        </w:rPr>
        <w:t>ی</w:t>
      </w:r>
      <w:r w:rsidR="009653C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او را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شمرده اند؛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لازم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دم</w:t>
      </w:r>
      <w:r w:rsidRPr="005A0486">
        <w:rPr>
          <w:rtl/>
          <w:lang w:bidi="fa-IR"/>
        </w:rPr>
        <w:t xml:space="preserve"> که در مقدمه کتاب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مختلف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اورم</w:t>
      </w:r>
      <w:r w:rsidRPr="005A0486">
        <w:rPr>
          <w:rtl/>
          <w:lang w:bidi="fa-IR"/>
        </w:rPr>
        <w:t xml:space="preserve"> تا جلالت قدر و عظمت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صحاب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 امام صادق و امام کاظم </w:t>
      </w:r>
      <w:r w:rsidR="00AE4875" w:rsidRPr="00AE4875">
        <w:rPr>
          <w:rStyle w:val="libAlaemChar"/>
          <w:rtl/>
        </w:rPr>
        <w:t>عليهما‌السلام</w:t>
      </w:r>
      <w:r w:rsidRPr="005A0486">
        <w:rPr>
          <w:rtl/>
          <w:lang w:bidi="fa-IR"/>
        </w:rPr>
        <w:t xml:space="preserve"> از رهگذر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قطع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الصدور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دانشمندان بزرگ بر همگان روشن شود و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کتاب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9653C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- در مراحل آماده کردن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ترجمه در مسائل محتوا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متن عرب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بحارالانوار و ترجمه مرحوم مجلس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بهره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برده ام،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مراحل صور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مانند: ته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فهرست و سر فصلها از کتاب آقا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مظفر سود برده ام</w:t>
      </w:r>
      <w:r w:rsidR="008D0D19">
        <w:rPr>
          <w:rtl/>
          <w:lang w:bidi="fa-IR"/>
        </w:rPr>
        <w:t>.</w:t>
      </w:r>
    </w:p>
    <w:p w:rsidR="005A0486" w:rsidRPr="005A0486" w:rsidRDefault="009653CC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30285A" w:rsidP="001301A4">
      <w:pPr>
        <w:pStyle w:val="Heading3"/>
        <w:rPr>
          <w:rFonts w:hint="cs"/>
          <w:rtl/>
          <w:lang w:bidi="fa-IR"/>
        </w:rPr>
      </w:pPr>
      <w:bookmarkStart w:id="11" w:name="_Toc488231672"/>
      <w:r>
        <w:rPr>
          <w:rtl/>
          <w:lang w:bidi="fa-IR"/>
        </w:rPr>
        <w:t>11</w:t>
      </w:r>
      <w:r w:rsidR="005A0486" w:rsidRPr="005A0486">
        <w:rPr>
          <w:rtl/>
          <w:lang w:bidi="fa-IR"/>
        </w:rPr>
        <w:t xml:space="preserve"> - سخن پا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Fonts w:hint="cs"/>
          <w:rtl/>
          <w:lang w:bidi="fa-IR"/>
        </w:rPr>
        <w:t>ی</w:t>
      </w:r>
      <w:bookmarkEnd w:id="11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کار اغلب انسانها لغزش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بو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ژه</w:t>
      </w:r>
      <w:r w:rsidRPr="005A0486">
        <w:rPr>
          <w:rtl/>
          <w:lang w:bidi="fa-IR"/>
        </w:rPr>
        <w:t xml:space="preserve"> در کار شخص کم تجربه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نگارنده؛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اول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>: اگر در ترجمه لغزش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ام -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- از حضور اقدس امام صادق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معذرت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دوم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>: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دوارم</w:t>
      </w:r>
      <w:r w:rsidRPr="005A0486">
        <w:rPr>
          <w:rtl/>
          <w:lang w:bidi="fa-IR"/>
        </w:rPr>
        <w:t xml:space="preserve"> که خوانندگان و محققان عز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لغزشها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م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آورند تا </w:t>
      </w:r>
      <w:r w:rsidR="00E24C54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بدانم</w:t>
      </w:r>
      <w:r w:rsidR="00E24C54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ان شاء الله در زمانها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به اصلاح آورم</w:t>
      </w:r>
      <w:r w:rsidR="008D0D19">
        <w:rPr>
          <w:rtl/>
          <w:lang w:bidi="fa-IR"/>
        </w:rPr>
        <w:t>.</w:t>
      </w:r>
    </w:p>
    <w:p w:rsidR="005A0486" w:rsidRPr="005A0486" w:rsidRDefault="005A0486" w:rsidP="00E24C54">
      <w:pPr>
        <w:pStyle w:val="libBold2"/>
        <w:rPr>
          <w:lang w:bidi="fa-IR"/>
        </w:rPr>
      </w:pPr>
      <w:r w:rsidRPr="005A0486">
        <w:rPr>
          <w:rFonts w:hint="eastAsia"/>
          <w:rtl/>
          <w:lang w:bidi="fa-IR"/>
        </w:rPr>
        <w:t>خداوندا</w:t>
      </w:r>
      <w:r w:rsidRPr="005A0486">
        <w:rPr>
          <w:rtl/>
          <w:lang w:bidi="fa-IR"/>
        </w:rPr>
        <w:t>!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دل را به نور اخلاص روشن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بخش و زنگار شرک و دوب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از لوح دل، پاک گردان و شاهراه سعادت و نجات را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چارگان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ابان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رت</w:t>
      </w:r>
      <w:r w:rsidRPr="005A0486">
        <w:rPr>
          <w:rtl/>
          <w:lang w:bidi="fa-IR"/>
        </w:rPr>
        <w:t xml:space="preserve"> و ضلالت بنما و ما را به اخلاق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متخلق فرما، و از نفحات و جلوه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 خود که مختص اول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درگاه است ما را 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 و لشگر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طان</w:t>
      </w:r>
      <w:r w:rsidRPr="005A0486">
        <w:rPr>
          <w:rtl/>
          <w:lang w:bidi="fa-IR"/>
        </w:rPr>
        <w:t xml:space="preserve"> و جهل را از مملکت قلوب ما خارج فرما، و جنود علم و حکمت و رحمان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کن، و ما را با رحمت خود و خاصان درگاهت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درگذران، و در وقت مرگ و بعد از آن با ما با رحمت خود رفتار فرما، و عاقبت کار ما را با سعادت قر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بحق </w:t>
      </w:r>
      <w:r w:rsidRPr="005A0486">
        <w:rPr>
          <w:rFonts w:hint="eastAsia"/>
          <w:rtl/>
          <w:lang w:bidi="fa-IR"/>
        </w:rPr>
        <w:t>محمد</w:t>
      </w:r>
      <w:r w:rsidRPr="005A0486">
        <w:rPr>
          <w:rtl/>
          <w:lang w:bidi="fa-IR"/>
        </w:rPr>
        <w:t xml:space="preserve"> و آله الطاهر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- صلوات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هم</w:t>
      </w:r>
      <w:r w:rsidRPr="005A0486">
        <w:rPr>
          <w:rtl/>
          <w:lang w:bidi="fa-IR"/>
        </w:rPr>
        <w:t xml:space="preserve"> اجمع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8D0D19">
        <w:rPr>
          <w:rtl/>
          <w:lang w:bidi="fa-IR"/>
        </w:rPr>
        <w:t>.</w:t>
      </w:r>
      <w:r w:rsidR="00E24C54">
        <w:rPr>
          <w:rFonts w:hint="cs"/>
          <w:rtl/>
          <w:lang w:bidi="fa-IR"/>
        </w:rPr>
        <w:t xml:space="preserve"> </w:t>
      </w:r>
      <w:r w:rsidRPr="002B5B27">
        <w:rPr>
          <w:rStyle w:val="libFootnotenumChar"/>
          <w:rtl/>
        </w:rPr>
        <w:t>(</w:t>
      </w:r>
      <w:r w:rsidR="00E24C54" w:rsidRPr="002B5B27">
        <w:rPr>
          <w:rStyle w:val="libFootnotenumChar"/>
          <w:rFonts w:hint="cs"/>
          <w:rtl/>
        </w:rPr>
        <w:t>1</w:t>
      </w:r>
      <w:r w:rsidRPr="002B5B27">
        <w:rPr>
          <w:rStyle w:val="libFootnotenumChar"/>
          <w:rtl/>
        </w:rPr>
        <w:t>)</w:t>
      </w:r>
    </w:p>
    <w:p w:rsidR="00B310F8" w:rsidRDefault="005A0486" w:rsidP="00B310F8">
      <w:pPr>
        <w:pStyle w:val="libLeftBold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نجفعل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رزا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قم </w:t>
      </w:r>
    </w:p>
    <w:p w:rsidR="00B310F8" w:rsidRDefault="005A0486" w:rsidP="00B310F8">
      <w:pPr>
        <w:pStyle w:val="libLeftBold"/>
        <w:rPr>
          <w:rFonts w:hint="cs"/>
          <w:rtl/>
          <w:lang w:bidi="fa-IR"/>
        </w:rPr>
      </w:pPr>
      <w:r w:rsidRPr="005A0486">
        <w:rPr>
          <w:rtl/>
          <w:lang w:bidi="fa-IR"/>
        </w:rPr>
        <w:t xml:space="preserve"> تابستان </w:t>
      </w:r>
      <w:r w:rsidR="0030285A">
        <w:rPr>
          <w:rtl/>
          <w:lang w:bidi="fa-IR"/>
        </w:rPr>
        <w:t>1</w:t>
      </w:r>
      <w:r w:rsidRPr="005A0486">
        <w:rPr>
          <w:rtl/>
          <w:lang w:bidi="fa-IR"/>
        </w:rPr>
        <w:t xml:space="preserve">373 </w:t>
      </w:r>
    </w:p>
    <w:p w:rsidR="005A0486" w:rsidRDefault="005A0486" w:rsidP="00B310F8">
      <w:pPr>
        <w:pStyle w:val="libLeftBold"/>
        <w:rPr>
          <w:rtl/>
          <w:lang w:bidi="fa-IR"/>
        </w:rPr>
      </w:pPr>
      <w:r w:rsidRPr="005A0486">
        <w:rPr>
          <w:rtl/>
          <w:lang w:bidi="fa-IR"/>
        </w:rPr>
        <w:t>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الاول </w:t>
      </w:r>
      <w:r w:rsidR="0030285A">
        <w:rPr>
          <w:rtl/>
          <w:lang w:bidi="fa-IR"/>
        </w:rPr>
        <w:t>1</w:t>
      </w:r>
      <w:r w:rsidRPr="005A0486">
        <w:rPr>
          <w:rtl/>
          <w:lang w:bidi="fa-IR"/>
        </w:rPr>
        <w:t>4</w:t>
      </w:r>
      <w:r w:rsidR="0030285A">
        <w:rPr>
          <w:rtl/>
          <w:lang w:bidi="fa-IR"/>
        </w:rPr>
        <w:t>1</w:t>
      </w:r>
      <w:r w:rsidRPr="005A0486">
        <w:rPr>
          <w:rtl/>
          <w:lang w:bidi="fa-IR"/>
        </w:rPr>
        <w:t>5</w:t>
      </w:r>
    </w:p>
    <w:p w:rsidR="00B310F8" w:rsidRPr="00A4703F" w:rsidRDefault="00B310F8" w:rsidP="00B310F8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B310F8" w:rsidRDefault="00B310F8" w:rsidP="00B310F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1.</w:t>
      </w:r>
      <w:r w:rsidRPr="009325ED">
        <w:rPr>
          <w:rtl/>
          <w:lang w:bidi="fa-IR"/>
        </w:rPr>
        <w:t xml:space="preserve"> بخش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مناجاتها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رهبر کب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انقلاب اسلام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امام خم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- رضوان الله عل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- که در آغاز کتاب چهل 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آمده است</w:t>
      </w:r>
      <w:r>
        <w:rPr>
          <w:rtl/>
          <w:lang w:bidi="fa-IR"/>
        </w:rPr>
        <w:t>.</w:t>
      </w:r>
    </w:p>
    <w:p w:rsidR="005A0486" w:rsidRDefault="005A048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  <w:r w:rsidR="00B47A01">
        <w:rPr>
          <w:rtl/>
          <w:lang w:bidi="fa-IR"/>
        </w:rPr>
        <w:lastRenderedPageBreak/>
        <w:br w:type="page"/>
      </w:r>
    </w:p>
    <w:p w:rsidR="005A0486" w:rsidRPr="005A0486" w:rsidRDefault="005A0486" w:rsidP="00247F42">
      <w:pPr>
        <w:pStyle w:val="libCenter"/>
        <w:rPr>
          <w:lang w:bidi="fa-IR"/>
        </w:rPr>
      </w:pPr>
      <w:r w:rsidRPr="005A0486">
        <w:rPr>
          <w:rFonts w:hint="eastAsia"/>
          <w:rtl/>
          <w:lang w:bidi="fa-IR"/>
        </w:rPr>
        <w:t>بسم</w:t>
      </w:r>
      <w:r w:rsidRPr="005A0486">
        <w:rPr>
          <w:rtl/>
          <w:lang w:bidi="fa-IR"/>
        </w:rPr>
        <w:t xml:space="preserve"> الله الرحمن الرح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</w:p>
    <w:p w:rsidR="005A0486" w:rsidRPr="005A0486" w:rsidRDefault="00247F42" w:rsidP="009325ED">
      <w:pPr>
        <w:pStyle w:val="libNormal"/>
        <w:rPr>
          <w:lang w:bidi="fa-IR"/>
        </w:rPr>
      </w:pPr>
      <w:r w:rsidRPr="00247F42">
        <w:rPr>
          <w:rStyle w:val="libBold1Char"/>
          <w:rFonts w:hint="cs"/>
          <w:rtl/>
        </w:rPr>
        <w:t>«</w:t>
      </w:r>
      <w:r w:rsidR="005A0486" w:rsidRPr="00247F42">
        <w:rPr>
          <w:rStyle w:val="libBold1Char"/>
          <w:rFonts w:hint="eastAsia"/>
          <w:rtl/>
        </w:rPr>
        <w:t>محمد</w:t>
      </w:r>
      <w:r w:rsidR="005A0486" w:rsidRPr="00247F42">
        <w:rPr>
          <w:rStyle w:val="libBold1Char"/>
          <w:rtl/>
        </w:rPr>
        <w:t xml:space="preserve"> بن سنان</w:t>
      </w:r>
      <w:r w:rsidRPr="00247F42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از </w:t>
      </w:r>
      <w:r w:rsidRPr="00247F42">
        <w:rPr>
          <w:rStyle w:val="libBold1Char"/>
          <w:rFonts w:hint="cs"/>
          <w:rtl/>
        </w:rPr>
        <w:t>«</w:t>
      </w:r>
      <w:r w:rsidR="005A0486" w:rsidRPr="00247F42">
        <w:rPr>
          <w:rStyle w:val="libBold1Char"/>
          <w:rtl/>
        </w:rPr>
        <w:t>مفضل بن عمر</w:t>
      </w:r>
      <w:r w:rsidRPr="00247F42">
        <w:rPr>
          <w:rStyle w:val="libBold1Char"/>
          <w:rFonts w:hint="cs"/>
          <w:rtl/>
        </w:rPr>
        <w:t>»</w:t>
      </w:r>
      <w:r w:rsidR="005A0486" w:rsidRPr="005A0486">
        <w:rPr>
          <w:rtl/>
          <w:lang w:bidi="fa-IR"/>
        </w:rPr>
        <w:t xml:space="preserve"> نقل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کند: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روز 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</w:t>
      </w:r>
      <w:r w:rsidR="00247F42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روضه</w:t>
      </w:r>
      <w:r w:rsidR="00247F42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>،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قبر و منبر رسول خدا </w:t>
      </w:r>
      <w:r w:rsidR="00E73E9E" w:rsidRPr="00E73E9E">
        <w:rPr>
          <w:rStyle w:val="libAlaemChar"/>
          <w:rtl/>
        </w:rPr>
        <w:t>صلى‌الله‌عليه‌وآله‌وسلم</w:t>
      </w:r>
      <w:r w:rsidRPr="005A0486">
        <w:rPr>
          <w:rtl/>
          <w:lang w:bidi="fa-IR"/>
        </w:rPr>
        <w:t xml:space="preserve"> نشسته بودم و درباره شرافت و فض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خداداد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عش</w:t>
      </w:r>
      <w:r w:rsidRPr="005A0486">
        <w:rPr>
          <w:rtl/>
          <w:lang w:bidi="fa-IR"/>
        </w:rPr>
        <w:t xml:space="preserve"> که جمهور امت نسبت به آنها آگاه نبودند،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 بودم که ناگاه </w:t>
      </w:r>
      <w:r w:rsidR="00247F42" w:rsidRPr="00247F42">
        <w:rPr>
          <w:rStyle w:val="libBold1Char"/>
          <w:rFonts w:hint="cs"/>
          <w:rtl/>
        </w:rPr>
        <w:t>«</w:t>
      </w:r>
      <w:r w:rsidRPr="00247F42">
        <w:rPr>
          <w:rStyle w:val="libBold1Char"/>
          <w:rtl/>
        </w:rPr>
        <w:t>ابن اب</w:t>
      </w:r>
      <w:r w:rsidRPr="00247F42">
        <w:rPr>
          <w:rStyle w:val="libBold1Char"/>
          <w:rFonts w:hint="cs"/>
          <w:rtl/>
        </w:rPr>
        <w:t>ی</w:t>
      </w:r>
      <w:r w:rsidRPr="00247F42">
        <w:rPr>
          <w:rStyle w:val="libBold1Char"/>
          <w:rtl/>
        </w:rPr>
        <w:t xml:space="preserve"> العوجاء</w:t>
      </w:r>
      <w:r w:rsidR="00247F42" w:rsidRPr="00247F42">
        <w:rPr>
          <w:rStyle w:val="libBold1Char"/>
          <w:rFonts w:hint="cs"/>
          <w:rtl/>
        </w:rPr>
        <w:t>»</w:t>
      </w:r>
      <w:r w:rsidRPr="00247F42">
        <w:rPr>
          <w:rStyle w:val="libBold1Char"/>
          <w:rtl/>
        </w:rPr>
        <w:t xml:space="preserve"> </w:t>
      </w:r>
      <w:r w:rsidRPr="005A0486">
        <w:rPr>
          <w:rtl/>
          <w:lang w:bidi="fa-IR"/>
        </w:rPr>
        <w:t>وارد شد و در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نشست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توانستم سخنش را بشنوم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ارانش</w:t>
      </w:r>
      <w:r w:rsidRPr="005A0486">
        <w:rPr>
          <w:rtl/>
          <w:lang w:bidi="fa-IR"/>
        </w:rPr>
        <w:t xml:space="preserve"> نزد او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نشست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ابن 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العوجاء لب به سخن گشود و گفت: </w:t>
      </w:r>
      <w:r w:rsidR="00247F42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شک، صاحب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قبر در تمام حالاتش به منتها درجه کمال، شرافت و عظمت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بود</w:t>
      </w:r>
      <w:r w:rsidR="00247F42">
        <w:rPr>
          <w:rFonts w:hint="cs"/>
          <w:rtl/>
          <w:lang w:bidi="fa-IR"/>
        </w:rPr>
        <w:t>.»</w:t>
      </w:r>
    </w:p>
    <w:p w:rsidR="00247F4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همراه</w:t>
      </w:r>
      <w:r w:rsidRPr="005A0486">
        <w:rPr>
          <w:rtl/>
          <w:lang w:bidi="fa-IR"/>
        </w:rPr>
        <w:t xml:space="preserve"> او گفت: </w:t>
      </w:r>
      <w:r w:rsidR="00247F42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او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لسوف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که دعو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مرتبه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منزلت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 بزرگ داشت و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ادعا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معجزات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که عقلها را مغلوب و فهمها را ناتوان و سرگشته نمود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خرد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شگان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درک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آنها در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خروشان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فرو رفتند و سرگشته و ناکام و ته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دست</w:t>
      </w:r>
      <w:r w:rsidRPr="005A0486">
        <w:rPr>
          <w:rtl/>
          <w:lang w:bidi="fa-IR"/>
        </w:rPr>
        <w:t xml:space="preserve"> باز آمد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Pr="005A0486" w:rsidRDefault="00247F42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که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شمندان</w:t>
      </w:r>
      <w:r w:rsidRPr="005A0486">
        <w:rPr>
          <w:rtl/>
          <w:lang w:bidi="fa-IR"/>
        </w:rPr>
        <w:t xml:space="preserve"> و فص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حان</w:t>
      </w:r>
      <w:r w:rsidRPr="005A0486">
        <w:rPr>
          <w:rtl/>
          <w:lang w:bidi="fa-IR"/>
        </w:rPr>
        <w:t xml:space="preserve"> و خط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بان</w:t>
      </w:r>
      <w:r w:rsidRPr="005A0486">
        <w:rPr>
          <w:rtl/>
          <w:lang w:bidi="fa-IR"/>
        </w:rPr>
        <w:t xml:space="preserve"> دعوتش را به جان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رفتند،</w:t>
      </w:r>
      <w:r w:rsidRPr="005A0486">
        <w:rPr>
          <w:rtl/>
          <w:lang w:bidi="fa-IR"/>
        </w:rPr>
        <w:t xml:space="preserve"> مردم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گروه گروه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درآمدند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بام او با نام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قر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گشت و روزانه پنج بار در اذان و اقامه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از مأذنه عبادتگاهها و هر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دعوت و حجت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بدانجا راه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افته</w:t>
      </w:r>
      <w:r w:rsidRPr="005A0486">
        <w:rPr>
          <w:rtl/>
          <w:lang w:bidi="fa-IR"/>
        </w:rPr>
        <w:t xml:space="preserve"> بود د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دشت و صحرا و کوه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به هوا خاست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تا هر ساعت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ادش</w:t>
      </w:r>
      <w:r w:rsidRPr="005A0486">
        <w:rPr>
          <w:rtl/>
          <w:lang w:bidi="fa-IR"/>
        </w:rPr>
        <w:t xml:space="preserve"> تازه ماند و رسالتش به خموش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="00247F42">
        <w:rPr>
          <w:rFonts w:hint="cs"/>
          <w:rtl/>
          <w:lang w:bidi="fa-IR"/>
        </w:rPr>
        <w:t>»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ابن</w:t>
      </w:r>
      <w:r w:rsidRPr="005A0486">
        <w:rPr>
          <w:rtl/>
          <w:lang w:bidi="fa-IR"/>
        </w:rPr>
        <w:t xml:space="preserve"> 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العوجاء گفت: </w:t>
      </w:r>
      <w:r w:rsidR="004D41B1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 xml:space="preserve">سخن از محمد </w:t>
      </w:r>
      <w:r w:rsidR="00E73E9E" w:rsidRPr="00E73E9E">
        <w:rPr>
          <w:rStyle w:val="libAlaemChar"/>
          <w:rtl/>
        </w:rPr>
        <w:t>صلى‌الله‌عليه‌وآله‌وسلم</w:t>
      </w:r>
      <w:r w:rsidRPr="005A0486">
        <w:rPr>
          <w:rtl/>
          <w:lang w:bidi="fa-IR"/>
        </w:rPr>
        <w:t xml:space="preserve"> را بگذار و بگذر که عقل من درباره او سرگشته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ام در کار او گمراه و بسته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درباره راز و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کار او سخن بگو که مردم بدان سبب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="004D41B1">
        <w:rPr>
          <w:rFonts w:hint="cs"/>
          <w:rtl/>
          <w:lang w:bidi="fa-IR"/>
        </w:rPr>
        <w:t>»</w:t>
      </w:r>
    </w:p>
    <w:p w:rsidR="005A0486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بگونه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آغاز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آمدن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پرداخت،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پردازش،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نبوده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نش،</w:t>
      </w:r>
      <w:r w:rsidRPr="005A0486">
        <w:rPr>
          <w:rtl/>
          <w:lang w:bidi="fa-IR"/>
        </w:rPr>
        <w:t xml:space="preserve"> صانع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ندارد، بلکه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خود به خود و بدون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مدبر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و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بوده و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خواهد بود</w:t>
      </w:r>
      <w:r w:rsidR="008D0D19">
        <w:rPr>
          <w:rtl/>
          <w:lang w:bidi="fa-IR"/>
        </w:rPr>
        <w:t>.</w:t>
      </w:r>
    </w:p>
    <w:p w:rsidR="004D41B1" w:rsidRDefault="004D41B1" w:rsidP="003B0162">
      <w:pPr>
        <w:pStyle w:val="Heading2Center"/>
        <w:rPr>
          <w:rFonts w:hint="cs"/>
          <w:rtl/>
          <w:lang w:bidi="fa-IR"/>
        </w:rPr>
      </w:pPr>
      <w:bookmarkStart w:id="12" w:name="_Toc488231673"/>
      <w:r>
        <w:rPr>
          <w:rFonts w:hint="cs"/>
          <w:rtl/>
          <w:lang w:bidi="fa-IR"/>
        </w:rPr>
        <w:t>گفتگوی مفضّل و ابن ابی العوجاء</w:t>
      </w:r>
      <w:bookmarkEnd w:id="1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(با شن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سخنان ناروا) چنان به خشم و غضب آمدم که عنان از کفم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رفت و (خطاب به او) گفتم:</w:t>
      </w:r>
    </w:p>
    <w:p w:rsidR="005A0486" w:rsidRPr="005A0486" w:rsidRDefault="003B0162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دشمن خدا! در 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خدا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tl/>
          <w:lang w:bidi="fa-IR"/>
        </w:rPr>
        <w:t xml:space="preserve"> الحاد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ورز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خداوند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که به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کوتر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صورت و کاملتر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</w:t>
      </w:r>
      <w:r w:rsidR="005A0486" w:rsidRPr="005A0486">
        <w:rPr>
          <w:rtl/>
          <w:lang w:bidi="fa-IR"/>
        </w:rPr>
        <w:t xml:space="preserve"> پد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آورد و تو را بد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جا رسان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ده،</w:t>
      </w:r>
      <w:r w:rsidR="005A0486" w:rsidRPr="005A0486">
        <w:rPr>
          <w:rtl/>
          <w:lang w:bidi="fa-IR"/>
        </w:rPr>
        <w:t xml:space="preserve"> انکار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؟</w:t>
      </w:r>
      <w:r w:rsidR="005A0486" w:rsidRPr="005A0486">
        <w:rPr>
          <w:rtl/>
          <w:lang w:bidi="fa-IR"/>
        </w:rPr>
        <w:t>! اگر در درون خو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tl/>
          <w:lang w:bidi="fa-IR"/>
        </w:rPr>
        <w:t xml:space="preserve"> اند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کن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حس لط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</w:t>
      </w:r>
      <w:r w:rsidR="005A0486" w:rsidRPr="005A0486">
        <w:rPr>
          <w:rtl/>
          <w:lang w:bidi="fa-IR"/>
        </w:rPr>
        <w:t xml:space="preserve"> تو در خطا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فتد،</w:t>
      </w:r>
      <w:r w:rsidR="005A0486" w:rsidRPr="005A0486">
        <w:rPr>
          <w:rtl/>
          <w:lang w:bidi="fa-IR"/>
        </w:rPr>
        <w:t xml:space="preserve"> هر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نه</w:t>
      </w:r>
      <w:r w:rsidR="005A0486" w:rsidRPr="005A0486">
        <w:rPr>
          <w:rtl/>
          <w:lang w:bidi="fa-IR"/>
        </w:rPr>
        <w:t xml:space="preserve"> براه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ربوب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ت</w:t>
      </w:r>
      <w:r w:rsidR="005A0486" w:rsidRPr="005A0486">
        <w:rPr>
          <w:rtl/>
          <w:lang w:bidi="fa-IR"/>
        </w:rPr>
        <w:t xml:space="preserve"> و آثار صنعت صانع را در وجودت نهفته و نشانه ها و دلا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او - جل و علا - را در آفر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نشت</w:t>
      </w:r>
      <w:r w:rsidR="005A0486" w:rsidRPr="005A0486">
        <w:rPr>
          <w:rtl/>
          <w:lang w:bidi="fa-IR"/>
        </w:rPr>
        <w:t xml:space="preserve"> روشن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</w:t>
      </w:r>
      <w:r w:rsidR="005A0486"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3B016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زاده</w:t>
      </w:r>
      <w:r w:rsidRPr="005A0486">
        <w:rPr>
          <w:rtl/>
          <w:lang w:bidi="fa-IR"/>
        </w:rPr>
        <w:t xml:space="preserve"> ابو العوجاء (پس از شن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آهنگ تند سخنان مفضل) گفت:</w:t>
      </w:r>
    </w:p>
    <w:p w:rsidR="005A0486" w:rsidRPr="005A0486" w:rsidRDefault="003B0162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3B0162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مرد! اگر از متکلمان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با تو سخن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در صورت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(بر ما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ره</w:t>
      </w:r>
      <w:r w:rsidR="005A0486" w:rsidRPr="005A0486">
        <w:rPr>
          <w:rtl/>
          <w:lang w:bidi="fa-IR"/>
        </w:rPr>
        <w:t xml:space="preserve"> شد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و) حق را نزد تو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افت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م،</w:t>
      </w:r>
      <w:r w:rsidR="005A0486" w:rsidRPr="005A0486">
        <w:rPr>
          <w:rtl/>
          <w:lang w:bidi="fa-IR"/>
        </w:rPr>
        <w:t xml:space="preserve"> از تو پ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خواه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اما اگر از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نان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سخن مگو</w:t>
      </w:r>
      <w:r w:rsidR="005A0486"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اگر از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اران</w:t>
      </w:r>
      <w:r w:rsidR="005A0486" w:rsidRPr="005A0486">
        <w:rPr>
          <w:rtl/>
          <w:lang w:bidi="fa-IR"/>
        </w:rPr>
        <w:t xml:space="preserve"> و اصحاب (امام) جعفر صادق </w:t>
      </w:r>
      <w:r w:rsidR="00736941" w:rsidRPr="00736941">
        <w:rPr>
          <w:rStyle w:val="libAlaemChar"/>
          <w:rtl/>
        </w:rPr>
        <w:t>عليه‌السلام</w:t>
      </w:r>
      <w:r w:rsidR="005A0486" w:rsidRPr="005A0486">
        <w:rPr>
          <w:rtl/>
          <w:lang w:bidi="fa-IR"/>
        </w:rPr>
        <w:t xml:space="preserve"> هست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بدان که او با ما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نگونه</w:t>
      </w:r>
      <w:r w:rsidR="005A0486" w:rsidRPr="005A0486">
        <w:rPr>
          <w:rtl/>
          <w:lang w:bidi="fa-IR"/>
        </w:rPr>
        <w:t xml:space="preserve"> سخن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و همانند تو ب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ما مجادله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او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</w:t>
      </w:r>
      <w:r w:rsidR="005A0486" w:rsidRPr="005A0486">
        <w:rPr>
          <w:rtl/>
          <w:lang w:bidi="fa-IR"/>
        </w:rPr>
        <w:t xml:space="preserve"> از آنچه تو از ما شن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ما شن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ده،</w:t>
      </w:r>
      <w:r w:rsidR="005A0486" w:rsidRPr="005A0486">
        <w:rPr>
          <w:rtl/>
          <w:lang w:bidi="fa-IR"/>
        </w:rPr>
        <w:t xml:space="preserve"> اما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گاه سخن را با فحش و تعد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آلوده ننموده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او همواره در سخنان خود شک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با،</w:t>
      </w:r>
      <w:r w:rsidR="005A0486" w:rsidRPr="005A0486">
        <w:rPr>
          <w:rtl/>
          <w:lang w:bidi="fa-IR"/>
        </w:rPr>
        <w:t xml:space="preserve"> باوقار، اند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گر و استوار بوده و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زمان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ستوه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آمد و خلقش تنگ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گشت و برنم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آشفت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ابتدا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tl/>
          <w:lang w:bidi="fa-IR"/>
        </w:rPr>
        <w:t xml:space="preserve"> به سخنان ما گوش فرا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دهد،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کوشد که دل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ما را بدرست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ما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همه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خود را به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هنگام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(سخنان ما تمام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شود و)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پندار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او را محکوم کرد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(و بر او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ره</w:t>
      </w:r>
      <w:r w:rsidR="005A0486" w:rsidRPr="005A0486">
        <w:rPr>
          <w:rtl/>
          <w:lang w:bidi="fa-IR"/>
        </w:rPr>
        <w:t xml:space="preserve"> شد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>)، ناگاه با سخن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کوتاه و اندک (بر ما غالب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>)، دل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لمان</w:t>
      </w:r>
      <w:r w:rsidR="005A0486" w:rsidRPr="005A0486">
        <w:rPr>
          <w:rtl/>
          <w:lang w:bidi="fa-IR"/>
        </w:rPr>
        <w:t xml:space="preserve">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شکند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عذرمان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برد و ما را تسل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5A0486" w:rsidRPr="005A0486">
        <w:rPr>
          <w:rtl/>
          <w:lang w:bidi="fa-IR"/>
        </w:rPr>
        <w:t xml:space="preserve"> دل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خود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کند، به گونه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پاسخ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 جواب به دلا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لش</w:t>
      </w:r>
      <w:r w:rsidR="005A0486" w:rsidRPr="005A0486">
        <w:rPr>
          <w:rtl/>
          <w:lang w:bidi="fa-IR"/>
        </w:rPr>
        <w:t xml:space="preserve">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حال اگر از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اران</w:t>
      </w:r>
      <w:r w:rsidR="005A0486" w:rsidRPr="005A0486">
        <w:rPr>
          <w:rtl/>
          <w:lang w:bidi="fa-IR"/>
        </w:rPr>
        <w:t xml:space="preserve"> او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تو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با ما چون او سخن بگو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5A0486" w:rsidRDefault="005A0486" w:rsidP="003B0162">
      <w:pPr>
        <w:pStyle w:val="Heading2Center"/>
        <w:rPr>
          <w:rFonts w:hint="cs"/>
          <w:rtl/>
          <w:lang w:bidi="fa-IR"/>
        </w:rPr>
      </w:pPr>
      <w:bookmarkStart w:id="13" w:name="_Toc488231674"/>
      <w:r w:rsidRPr="005A0486">
        <w:rPr>
          <w:rFonts w:hint="eastAsia"/>
          <w:rtl/>
          <w:lang w:bidi="fa-IR"/>
        </w:rPr>
        <w:t>علت</w:t>
      </w:r>
      <w:r w:rsidRPr="005A0486">
        <w:rPr>
          <w:rtl/>
          <w:lang w:bidi="fa-IR"/>
        </w:rPr>
        <w:t xml:space="preserve"> املا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کتاب بر مفضل</w:t>
      </w:r>
      <w:bookmarkEnd w:id="13"/>
    </w:p>
    <w:p w:rsidR="003B016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سخنان، اندوهگ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بودم که چگونه اسلام و مسلمانان، دچار کفر و انکار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شده اند از مسجد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آمدم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نزد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- صلوات الله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- رفتم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 حضرت مرا شکسته دل و نگران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چه شده است؟ من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تمام س</w:t>
      </w:r>
      <w:r w:rsidRPr="005A0486">
        <w:rPr>
          <w:rFonts w:hint="eastAsia"/>
          <w:rtl/>
          <w:lang w:bidi="fa-IR"/>
        </w:rPr>
        <w:t>خنان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که از آن گروه دهر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بودم و هم سخنان خود را بازگو کردم</w:t>
      </w:r>
      <w:r w:rsidR="008D0D19">
        <w:rPr>
          <w:rtl/>
          <w:lang w:bidi="fa-IR"/>
        </w:rPr>
        <w:t>.</w:t>
      </w:r>
    </w:p>
    <w:p w:rsidR="005A0486" w:rsidRPr="005A0486" w:rsidRDefault="003B0162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  <w:r w:rsidR="00B47A01">
        <w:rPr>
          <w:rtl/>
          <w:lang w:bidi="fa-IR"/>
        </w:rPr>
        <w:lastRenderedPageBreak/>
        <w:br w:type="page"/>
      </w:r>
    </w:p>
    <w:p w:rsidR="005A0486" w:rsidRDefault="005A0486" w:rsidP="001301A4">
      <w:pPr>
        <w:pStyle w:val="Heading1Center"/>
        <w:rPr>
          <w:rFonts w:hint="cs"/>
          <w:rtl/>
          <w:lang w:bidi="fa-IR"/>
        </w:rPr>
      </w:pPr>
      <w:bookmarkStart w:id="14" w:name="_Toc488231675"/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اول</w:t>
      </w:r>
      <w:bookmarkEnd w:id="14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فرمود: بامدادان به نزد من آ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 حکمت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جهان، درندگان،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ان،</w:t>
      </w:r>
      <w:r w:rsidRPr="005A0486">
        <w:rPr>
          <w:rtl/>
          <w:lang w:bidi="fa-IR"/>
        </w:rPr>
        <w:t xml:space="preserve"> پرندگان، حشرات و جانوران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گر؛</w:t>
      </w:r>
      <w:r w:rsidRPr="005A0486">
        <w:rPr>
          <w:rtl/>
          <w:lang w:bidi="fa-IR"/>
        </w:rPr>
        <w:t xml:space="preserve"> چون: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اهان،</w:t>
      </w:r>
      <w:r w:rsidRPr="005A0486">
        <w:rPr>
          <w:rtl/>
          <w:lang w:bidi="fa-IR"/>
        </w:rPr>
        <w:t xml:space="preserve"> درختان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دار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و سبز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ناخوردن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چنان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کنم که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ستگان</w:t>
      </w:r>
      <w:r w:rsidRPr="005A0486">
        <w:rPr>
          <w:rtl/>
          <w:lang w:bidi="fa-IR"/>
        </w:rPr>
        <w:t xml:space="preserve"> از آن عبرت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رند،</w:t>
      </w:r>
      <w:r w:rsidRPr="005A0486">
        <w:rPr>
          <w:rtl/>
          <w:lang w:bidi="fa-IR"/>
        </w:rPr>
        <w:t xml:space="preserve"> مؤم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با شناخت آن، آرام گردند و ملحدان و انکار کنندگان در آن سرگشته شوند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: خرسند و شادمان از نزد آن حضرت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خارج شدم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 شب به خاطر وعده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و انتظار آن، بر من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گذشت</w:t>
      </w:r>
      <w:r w:rsidR="008D0D19">
        <w:rPr>
          <w:rtl/>
          <w:lang w:bidi="fa-IR"/>
        </w:rPr>
        <w:t>.</w:t>
      </w:r>
    </w:p>
    <w:p w:rsidR="001301A4" w:rsidRDefault="005A0486" w:rsidP="001301A4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بامدادان،</w:t>
      </w:r>
      <w:r w:rsidRPr="005A0486">
        <w:rPr>
          <w:rtl/>
          <w:lang w:bidi="fa-IR"/>
        </w:rPr>
        <w:t xml:space="preserve"> به نزد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شتافتم، اجازه ورود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برابرش (از سر ادب)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بنش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به اتاق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 که در آن خلوت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 خاستن او به پا خاستم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دنبال آن حضرت رفتم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اتاق وارد شد و من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پشت سر او وارد شدم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نشست و من هم در برابرش نشستم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دانم به خاطر شدت انتظار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آنچه که</w:t>
      </w:r>
    </w:p>
    <w:p w:rsidR="001301A4" w:rsidRDefault="001301A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B3048" w:rsidRDefault="005A0486" w:rsidP="001301A4">
      <w:pPr>
        <w:pStyle w:val="libNormal"/>
        <w:rPr>
          <w:rFonts w:hint="cs"/>
          <w:rtl/>
          <w:lang w:bidi="fa-IR"/>
        </w:rPr>
      </w:pPr>
      <w:r w:rsidRPr="005A0486">
        <w:rPr>
          <w:rtl/>
          <w:lang w:bidi="fa-IR"/>
        </w:rPr>
        <w:t>وعده ات دادم،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شب</w:t>
      </w:r>
      <w:r w:rsidRPr="005A0486">
        <w:rPr>
          <w:rtl/>
          <w:lang w:bidi="fa-IR"/>
        </w:rPr>
        <w:t xml:space="preserve"> بر تو به درازا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4B3048" w:rsidRDefault="005A0486" w:rsidP="001301A4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گفتم</w:t>
      </w:r>
      <w:r w:rsidRPr="005A0486">
        <w:rPr>
          <w:rtl/>
          <w:lang w:bidi="fa-IR"/>
        </w:rPr>
        <w:t>: آر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گونه بود،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!</w:t>
      </w:r>
    </w:p>
    <w:p w:rsidR="005A0486" w:rsidRPr="005A0486" w:rsidRDefault="005A0486" w:rsidP="001301A4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فرمود</w:t>
      </w:r>
      <w:r w:rsidRPr="005A0486">
        <w:rPr>
          <w:rtl/>
          <w:lang w:bidi="fa-IR"/>
        </w:rPr>
        <w:t>: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خداوند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بوده است،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او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و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خواهد بود،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را سپاس که به ما الهام کرد و او را شکر که به ما عطا کرد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والاتر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دانشها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بو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ژه</w:t>
      </w:r>
      <w:r w:rsidRPr="005A0486">
        <w:rPr>
          <w:rtl/>
          <w:lang w:bidi="fa-IR"/>
        </w:rPr>
        <w:t xml:space="preserve"> 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ما نمود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علم خود ما را بر جم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برگز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با حکمت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ما را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گواه بر آنان قرار داد</w:t>
      </w:r>
      <w:r w:rsidR="008D0D19">
        <w:rPr>
          <w:rtl/>
          <w:lang w:bidi="fa-IR"/>
        </w:rPr>
        <w:t>.</w:t>
      </w:r>
    </w:p>
    <w:p w:rsidR="005A0486" w:rsidRDefault="005A0486" w:rsidP="004F23CC">
      <w:pPr>
        <w:pStyle w:val="Heading2Center"/>
        <w:rPr>
          <w:rFonts w:hint="cs"/>
          <w:rtl/>
          <w:lang w:bidi="fa-IR"/>
        </w:rPr>
      </w:pPr>
      <w:bookmarkStart w:id="15" w:name="_Toc488231676"/>
      <w:r w:rsidRPr="005A0486">
        <w:rPr>
          <w:rFonts w:hint="eastAsia"/>
          <w:rtl/>
          <w:lang w:bidi="fa-IR"/>
        </w:rPr>
        <w:t>نا</w:t>
      </w:r>
      <w:r w:rsidR="004B3048">
        <w:rPr>
          <w:rFonts w:hint="cs"/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اهل شک به اسباب و علل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bookmarkEnd w:id="15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دو دلان (شکاکان) اسباب و معان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را درن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افتند</w:t>
      </w:r>
      <w:r w:rsidRPr="005A0486">
        <w:rPr>
          <w:rtl/>
          <w:lang w:bidi="fa-IR"/>
        </w:rPr>
        <w:t xml:space="preserve"> و آنگاه که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از درک صواب و حکمت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بار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عزوجل - درماند با ناچ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 خود،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 انکار کردند و با ضعف بص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رت</w:t>
      </w:r>
      <w:r w:rsidRPr="005A0486">
        <w:rPr>
          <w:rtl/>
          <w:lang w:bidi="fa-IR"/>
        </w:rPr>
        <w:t xml:space="preserve"> خود به تکذ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و عناد پناه بردند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آنان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را انکار نمو</w:t>
      </w:r>
      <w:r w:rsidRPr="005A0486">
        <w:rPr>
          <w:rFonts w:hint="eastAsia"/>
          <w:rtl/>
          <w:lang w:bidi="fa-IR"/>
        </w:rPr>
        <w:t>دند</w:t>
      </w:r>
      <w:r w:rsidRPr="005A0486">
        <w:rPr>
          <w:rtl/>
          <w:lang w:bidi="fa-IR"/>
        </w:rPr>
        <w:t xml:space="preserve"> و مدع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 که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صنعت،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 حکمت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مدبر و صانع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خلقت وجود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4B3048">
        <w:rPr>
          <w:rStyle w:val="libBold1Char"/>
          <w:rtl/>
        </w:rPr>
        <w:t>ب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tl/>
        </w:rPr>
        <w:t xml:space="preserve"> شک خداوند از آنچه پندارند برتر است</w:t>
      </w:r>
      <w:r w:rsidR="008D0D19" w:rsidRPr="004B3048">
        <w:rPr>
          <w:rStyle w:val="libBold1Char"/>
          <w:rtl/>
          <w:lang w:bidi="fa-IR"/>
        </w:rPr>
        <w:t>.</w:t>
      </w:r>
      <w:r w:rsidRPr="004B3048">
        <w:rPr>
          <w:rStyle w:val="libBold1Char"/>
          <w:rtl/>
        </w:rPr>
        <w:t xml:space="preserve"> خدا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tl/>
        </w:rPr>
        <w:t xml:space="preserve"> ا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Fonts w:hint="eastAsia"/>
          <w:rtl/>
        </w:rPr>
        <w:t>نان</w:t>
      </w:r>
      <w:r w:rsidRPr="004B3048">
        <w:rPr>
          <w:rStyle w:val="libBold1Char"/>
          <w:rtl/>
        </w:rPr>
        <w:t xml:space="preserve"> را بکشد</w:t>
      </w:r>
      <w:r w:rsidR="008D0D19" w:rsidRPr="004B3048">
        <w:rPr>
          <w:rStyle w:val="libBold1Char"/>
          <w:rtl/>
          <w:lang w:bidi="fa-IR"/>
        </w:rPr>
        <w:t>.</w:t>
      </w:r>
      <w:r w:rsidRPr="004B3048">
        <w:rPr>
          <w:rStyle w:val="libBold1Char"/>
          <w:rtl/>
        </w:rPr>
        <w:t xml:space="preserve"> از حق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Fonts w:hint="eastAsia"/>
          <w:rtl/>
        </w:rPr>
        <w:t>قت</w:t>
      </w:r>
      <w:r w:rsidRPr="004B3048">
        <w:rPr>
          <w:rStyle w:val="libBold1Char"/>
          <w:rtl/>
        </w:rPr>
        <w:t xml:space="preserve"> به کدام سو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tl/>
        </w:rPr>
        <w:t xml:space="preserve"> م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tl/>
        </w:rPr>
        <w:t xml:space="preserve"> گر</w:t>
      </w:r>
      <w:r w:rsidRPr="004B3048">
        <w:rPr>
          <w:rStyle w:val="libBold1Char"/>
          <w:rFonts w:hint="cs"/>
          <w:rtl/>
        </w:rPr>
        <w:t>ی</w:t>
      </w:r>
      <w:r w:rsidRPr="004B3048">
        <w:rPr>
          <w:rStyle w:val="libBold1Char"/>
          <w:rFonts w:hint="eastAsia"/>
          <w:rtl/>
        </w:rPr>
        <w:t>زند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(توبه،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30)</w:t>
      </w:r>
    </w:p>
    <w:p w:rsidR="004B304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در گمراه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بخت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سرگردان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کوران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 که بر سرا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در 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استحکام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آنجا بهتر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فاخرتر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فرشها گسترانده شده، همه نوع خوردن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گرشان</w:t>
      </w:r>
      <w:r w:rsidRPr="005A0486">
        <w:rPr>
          <w:rtl/>
          <w:lang w:bidi="fa-IR"/>
        </w:rPr>
        <w:t xml:space="preserve"> فراهم آمده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آنجا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سر حکمت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بر ج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سته</w:t>
      </w:r>
      <w:r w:rsidRPr="005A0486">
        <w:rPr>
          <w:rtl/>
          <w:lang w:bidi="fa-IR"/>
        </w:rPr>
        <w:t xml:space="preserve"> خود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</w:p>
    <w:p w:rsidR="005A0486" w:rsidRPr="005A0486" w:rsidRDefault="004B3048" w:rsidP="004B3048">
      <w:pPr>
        <w:pStyle w:val="libNormal"/>
        <w:rPr>
          <w:lang w:bidi="fa-IR"/>
        </w:rPr>
      </w:pPr>
      <w:r w:rsidRPr="0023050A">
        <w:rPr>
          <w:rStyle w:val="libPoemTiniCharChar"/>
          <w:rtl/>
        </w:rPr>
        <w:br w:type="page"/>
      </w:r>
      <w:r w:rsidR="005A0486" w:rsidRPr="005A0486">
        <w:rPr>
          <w:rtl/>
          <w:lang w:bidi="fa-IR"/>
        </w:rPr>
        <w:lastRenderedPageBreak/>
        <w:t>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َ</w:t>
      </w:r>
      <w:r w:rsidR="005A0486" w:rsidRPr="005A0486">
        <w:rPr>
          <w:rtl/>
          <w:lang w:bidi="fa-IR"/>
        </w:rPr>
        <w:t>ص</w:t>
      </w:r>
      <w:r>
        <w:rPr>
          <w:rFonts w:hint="cs"/>
          <w:rtl/>
          <w:lang w:bidi="fa-IR"/>
        </w:rPr>
        <w:t>َ</w:t>
      </w:r>
      <w:r w:rsidR="005A0486" w:rsidRPr="005A0486">
        <w:rPr>
          <w:rtl/>
          <w:lang w:bidi="fa-IR"/>
        </w:rPr>
        <w:t>ران از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سو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آن سو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روند و همه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 سرا را به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پا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نهند ول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چ</w:t>
      </w:r>
      <w:r w:rsidR="005A0486" w:rsidRPr="005A0486">
        <w:rPr>
          <w:rtl/>
          <w:lang w:bidi="fa-IR"/>
        </w:rPr>
        <w:t xml:space="preserve">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نه سرا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نند</w:t>
      </w:r>
      <w:r w:rsidR="005A0486" w:rsidRPr="005A0486">
        <w:rPr>
          <w:rtl/>
          <w:lang w:bidi="fa-IR"/>
        </w:rPr>
        <w:t xml:space="preserve"> و نه آنچه را که در آن مه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بلکه چه بسا (به خاطر ناب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>) گاه پا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آنان بلغزد و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که به آن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ازمندند</w:t>
      </w:r>
      <w:r w:rsidR="005A0486" w:rsidRPr="005A0486">
        <w:rPr>
          <w:rtl/>
          <w:lang w:bidi="fa-IR"/>
        </w:rPr>
        <w:t xml:space="preserve"> و در جا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مناسبش قرار داده شده و او از حکمت وجود آن آگاه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 w:rsidR="005A0486" w:rsidRPr="005A0486">
        <w:rPr>
          <w:rtl/>
          <w:lang w:bidi="fa-IR"/>
        </w:rPr>
        <w:t xml:space="preserve"> از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ببرد و او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به خشم و غضب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و سرا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صاحب آن را نکوهش 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حال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که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را در کار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گونه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از درک اسباب و علل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ناکام ماند،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جهان چنان سرگشته شدند که اتقان، استوار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حسن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ر،</w:t>
      </w:r>
      <w:r w:rsidRPr="005A0486">
        <w:rPr>
          <w:rtl/>
          <w:lang w:bidi="fa-IR"/>
        </w:rPr>
        <w:t xml:space="preserve"> شکل 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أت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(به دست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ننده</w:t>
      </w:r>
      <w:r w:rsidRPr="005A0486">
        <w:rPr>
          <w:rtl/>
          <w:lang w:bidi="fa-IR"/>
        </w:rPr>
        <w:t>) 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چه بسا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به خاطر عدم 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سبب و حک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ز،</w:t>
      </w:r>
      <w:r w:rsidRPr="005A0486">
        <w:rPr>
          <w:rtl/>
          <w:lang w:bidi="fa-IR"/>
        </w:rPr>
        <w:t xml:space="preserve"> به نکوهش و انکار و لغزش آن بپردازند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مانند کار گمراهان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</w:t>
      </w:r>
      <w:r w:rsidR="00C011AD" w:rsidRPr="00C011AD">
        <w:rPr>
          <w:rStyle w:val="libBold1Char"/>
          <w:rFonts w:hint="cs"/>
          <w:rtl/>
        </w:rPr>
        <w:t>«</w:t>
      </w:r>
      <w:r w:rsidRPr="00C011AD">
        <w:rPr>
          <w:rStyle w:val="libBold1Char"/>
          <w:rtl/>
        </w:rPr>
        <w:t>مان</w:t>
      </w:r>
      <w:r w:rsidRPr="00C011AD">
        <w:rPr>
          <w:rStyle w:val="libBold1Char"/>
          <w:rFonts w:hint="cs"/>
          <w:rtl/>
        </w:rPr>
        <w:t>ی</w:t>
      </w:r>
      <w:r w:rsidR="00C011AD" w:rsidRPr="00C011AD">
        <w:rPr>
          <w:rStyle w:val="libBold1Char"/>
          <w:rFonts w:hint="cs"/>
          <w:rtl/>
        </w:rPr>
        <w:t>»</w:t>
      </w:r>
      <w:r w:rsidRPr="005A0486">
        <w:rPr>
          <w:rtl/>
          <w:lang w:bidi="fa-IR"/>
        </w:rPr>
        <w:t xml:space="preserve"> و اصحاب کافر او و ملحدان فاجر و فاسق و خارج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سخنان محال و دروغ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خود را سرگرم کردند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(و از اطاعت پروردگارشان سر باز زدند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بنابرا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بر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خداوند جل و علا، نعمت شناخت و هدا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به او داده و موفقش نموده که در کار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ژرف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شد</w:t>
      </w:r>
      <w:r w:rsidRPr="005A0486">
        <w:rPr>
          <w:rtl/>
          <w:lang w:bidi="fa-IR"/>
        </w:rPr>
        <w:t xml:space="preserve"> و با برهان قاطع بر وجود صانع هست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لطف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حسن تعب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ابد،</w:t>
      </w:r>
      <w:r w:rsidRPr="005A0486">
        <w:rPr>
          <w:rtl/>
          <w:lang w:bidi="fa-IR"/>
        </w:rPr>
        <w:t xml:space="preserve"> لازم است که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به خاطر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نعمت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سپاس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او بخواهد که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ق،</w:t>
      </w:r>
      <w:r w:rsidRPr="005A0486">
        <w:rPr>
          <w:rtl/>
          <w:lang w:bidi="fa-IR"/>
        </w:rPr>
        <w:t xml:space="preserve"> ثابت قدم ماند و نعمتش 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خداوند جل و علا، فرموده است: </w:t>
      </w:r>
      <w:r w:rsidR="00C011AD" w:rsidRPr="00C011AD">
        <w:rPr>
          <w:rStyle w:val="libBold1Char"/>
          <w:rFonts w:hint="cs"/>
          <w:rtl/>
        </w:rPr>
        <w:t>«</w:t>
      </w:r>
      <w:r w:rsidRPr="00C011AD">
        <w:rPr>
          <w:rStyle w:val="libBold1Char"/>
          <w:rtl/>
        </w:rPr>
        <w:t>اگر سپاس گو</w:t>
      </w:r>
      <w:r w:rsidRPr="00C011AD">
        <w:rPr>
          <w:rStyle w:val="libBold1Char"/>
          <w:rFonts w:hint="cs"/>
          <w:rtl/>
        </w:rPr>
        <w:t>یی</w:t>
      </w:r>
      <w:r w:rsidRPr="00C011AD">
        <w:rPr>
          <w:rStyle w:val="libBold1Char"/>
          <w:rFonts w:hint="eastAsia"/>
          <w:rtl/>
        </w:rPr>
        <w:t>د،</w:t>
      </w:r>
      <w:r w:rsidRPr="00C011AD">
        <w:rPr>
          <w:rStyle w:val="libBold1Char"/>
          <w:rtl/>
        </w:rPr>
        <w:t xml:space="preserve"> نعمتتان را ب</w:t>
      </w:r>
      <w:r w:rsidRPr="00C011AD">
        <w:rPr>
          <w:rStyle w:val="libBold1Char"/>
          <w:rFonts w:hint="cs"/>
          <w:rtl/>
        </w:rPr>
        <w:t>ی</w:t>
      </w:r>
      <w:r w:rsidRPr="00C011AD">
        <w:rPr>
          <w:rStyle w:val="libBold1Char"/>
          <w:rFonts w:hint="eastAsia"/>
          <w:rtl/>
        </w:rPr>
        <w:t>فزا</w:t>
      </w:r>
      <w:r w:rsidRPr="00C011AD">
        <w:rPr>
          <w:rStyle w:val="libBold1Char"/>
          <w:rFonts w:hint="cs"/>
          <w:rtl/>
        </w:rPr>
        <w:t>یی</w:t>
      </w:r>
      <w:r w:rsidRPr="00C011AD">
        <w:rPr>
          <w:rStyle w:val="libBold1Char"/>
          <w:rFonts w:hint="eastAsia"/>
          <w:rtl/>
        </w:rPr>
        <w:t>م</w:t>
      </w:r>
      <w:r w:rsidRPr="00C011AD">
        <w:rPr>
          <w:rStyle w:val="libBold1Char"/>
          <w:rtl/>
        </w:rPr>
        <w:t xml:space="preserve"> وگر کفر ورز</w:t>
      </w:r>
      <w:r w:rsidRPr="00C011AD">
        <w:rPr>
          <w:rStyle w:val="libBold1Char"/>
          <w:rFonts w:hint="cs"/>
          <w:rtl/>
        </w:rPr>
        <w:t>ی</w:t>
      </w:r>
      <w:r w:rsidRPr="00C011AD">
        <w:rPr>
          <w:rStyle w:val="libBold1Char"/>
          <w:rFonts w:hint="eastAsia"/>
          <w:rtl/>
        </w:rPr>
        <w:t>د</w:t>
      </w:r>
      <w:r w:rsidRPr="00C011AD">
        <w:rPr>
          <w:rStyle w:val="libBold1Char"/>
          <w:rFonts w:hint="cs"/>
          <w:rtl/>
        </w:rPr>
        <w:t>ی</w:t>
      </w:r>
      <w:r w:rsidRPr="00C011AD">
        <w:rPr>
          <w:rStyle w:val="libBold1Char"/>
          <w:rFonts w:hint="eastAsia"/>
          <w:rtl/>
        </w:rPr>
        <w:t>د</w:t>
      </w:r>
      <w:r w:rsidRPr="00C011AD">
        <w:rPr>
          <w:rStyle w:val="libBold1Char"/>
          <w:rtl/>
        </w:rPr>
        <w:t xml:space="preserve"> ب</w:t>
      </w:r>
      <w:r w:rsidRPr="00C011AD">
        <w:rPr>
          <w:rStyle w:val="libBold1Char"/>
          <w:rFonts w:hint="cs"/>
          <w:rtl/>
        </w:rPr>
        <w:t>ی</w:t>
      </w:r>
      <w:r w:rsidRPr="00C011AD">
        <w:rPr>
          <w:rStyle w:val="libBold1Char"/>
          <w:rtl/>
        </w:rPr>
        <w:t xml:space="preserve"> شک عذابم سخت است</w:t>
      </w:r>
      <w:r w:rsidR="008D0D19" w:rsidRPr="00C011AD">
        <w:rPr>
          <w:rStyle w:val="libBold1Char"/>
          <w:rtl/>
          <w:lang w:bidi="fa-IR"/>
        </w:rPr>
        <w:t>.</w:t>
      </w:r>
      <w:r w:rsidR="00C011AD" w:rsidRPr="00C011AD">
        <w:rPr>
          <w:rStyle w:val="libBold1Char"/>
          <w:rFonts w:hint="cs"/>
          <w:rtl/>
        </w:rPr>
        <w:t>»</w:t>
      </w:r>
      <w:r w:rsidRPr="005A0486">
        <w:rPr>
          <w:rtl/>
          <w:lang w:bidi="fa-IR"/>
        </w:rPr>
        <w:t xml:space="preserve"> (ابراه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7)</w:t>
      </w:r>
    </w:p>
    <w:p w:rsidR="005A0486" w:rsidRPr="005A0486" w:rsidRDefault="005A0486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4F23CC">
      <w:pPr>
        <w:pStyle w:val="Heading2Center"/>
        <w:rPr>
          <w:rFonts w:hint="cs"/>
          <w:rtl/>
          <w:lang w:bidi="fa-IR"/>
        </w:rPr>
      </w:pPr>
      <w:bookmarkStart w:id="16" w:name="_Toc488231677"/>
      <w:r w:rsidRPr="005A0486">
        <w:rPr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جهان و شکل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</w:t>
      </w:r>
      <w:bookmarkEnd w:id="16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نخست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عبرت و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بر خالق جل و علا،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أت</w:t>
      </w:r>
      <w:r w:rsidRPr="005A0486">
        <w:rPr>
          <w:rtl/>
          <w:lang w:bidi="fa-IR"/>
        </w:rPr>
        <w:t xml:space="preserve"> ده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گرد 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اجزا و نظم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عالم است؛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اگر با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خرد در کار عالم،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و عم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تأمل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آن را چون خانه و سرا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تمام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بندگان خدا در آن آماده و گرد آمده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آسمان، همانند سقف، بلند گردان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شده،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بسان فرش، گستران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شده، ستارگان چون چراغها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گوهرها همانند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آن نهفته شده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سته</w:t>
      </w:r>
      <w:r w:rsidRPr="005A0486">
        <w:rPr>
          <w:rtl/>
          <w:lang w:bidi="fa-IR"/>
        </w:rPr>
        <w:t xml:space="preserve"> خود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چون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خانه را به او داده اند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در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ارش</w:t>
      </w:r>
      <w:r w:rsidRPr="005A0486">
        <w:rPr>
          <w:rtl/>
          <w:lang w:bidi="fa-IR"/>
        </w:rPr>
        <w:t xml:space="preserve"> نهاده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همه نوع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و صرف در مصالح او در آن مه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همه،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 است که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اندازه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نظم و تناسب 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ننده</w:t>
      </w:r>
      <w:r w:rsidRPr="005A0486">
        <w:rPr>
          <w:rtl/>
          <w:lang w:bidi="fa-IR"/>
        </w:rPr>
        <w:t xml:space="preserve"> آن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او همان شکل ده نظم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هماهنگ کننده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4F23CC">
        <w:rPr>
          <w:rStyle w:val="libBold1Char"/>
          <w:rtl/>
        </w:rPr>
        <w:t>براست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tl/>
        </w:rPr>
        <w:t xml:space="preserve"> که او در قدرتش جل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Fonts w:hint="eastAsia"/>
          <w:rtl/>
        </w:rPr>
        <w:t>ل</w:t>
      </w:r>
      <w:r w:rsidRPr="004F23CC">
        <w:rPr>
          <w:rStyle w:val="libBold1Char"/>
          <w:rtl/>
        </w:rPr>
        <w:t xml:space="preserve"> و در کارش بلند مرتبه و وجهش کر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Fonts w:hint="eastAsia"/>
          <w:rtl/>
        </w:rPr>
        <w:t>م</w:t>
      </w:r>
      <w:r w:rsidRPr="004F23CC">
        <w:rPr>
          <w:rStyle w:val="libBold1Char"/>
          <w:rtl/>
        </w:rPr>
        <w:t xml:space="preserve"> است</w:t>
      </w:r>
      <w:r w:rsidR="008D0D19" w:rsidRPr="004F23CC">
        <w:rPr>
          <w:rStyle w:val="libBold1Char"/>
          <w:rtl/>
          <w:lang w:bidi="fa-IR"/>
        </w:rPr>
        <w:t>.</w:t>
      </w:r>
      <w:r w:rsidRPr="004F23CC">
        <w:rPr>
          <w:rStyle w:val="libBold1Char"/>
          <w:rtl/>
        </w:rPr>
        <w:t xml:space="preserve"> خدا</w:t>
      </w:r>
      <w:r w:rsidRPr="004F23CC">
        <w:rPr>
          <w:rStyle w:val="libBold1Char"/>
          <w:rFonts w:hint="cs"/>
          <w:rtl/>
        </w:rPr>
        <w:t>یی</w:t>
      </w:r>
      <w:r w:rsidRPr="004F23CC">
        <w:rPr>
          <w:rStyle w:val="libBold1Char"/>
          <w:rtl/>
        </w:rPr>
        <w:t xml:space="preserve"> جز او ن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Fonts w:hint="eastAsia"/>
          <w:rtl/>
        </w:rPr>
        <w:t>ست</w:t>
      </w:r>
      <w:r w:rsidRPr="004F23CC">
        <w:rPr>
          <w:rStyle w:val="libBold1Char"/>
          <w:rtl/>
        </w:rPr>
        <w:t xml:space="preserve"> </w:t>
      </w:r>
      <w:r w:rsidRPr="004F23CC">
        <w:rPr>
          <w:rStyle w:val="libBold1Char"/>
          <w:rFonts w:hint="eastAsia"/>
          <w:rtl/>
        </w:rPr>
        <w:t>و</w:t>
      </w:r>
      <w:r w:rsidRPr="004F23CC">
        <w:rPr>
          <w:rStyle w:val="libBold1Char"/>
          <w:rtl/>
        </w:rPr>
        <w:t xml:space="preserve"> از آنچه منکران م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tl/>
        </w:rPr>
        <w:t xml:space="preserve"> پندارند منزه و از آنچه ملحدان به او نسبت م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tl/>
        </w:rPr>
        <w:t xml:space="preserve"> دهند برتر و جل</w:t>
      </w:r>
      <w:r w:rsidRPr="004F23CC">
        <w:rPr>
          <w:rStyle w:val="libBold1Char"/>
          <w:rFonts w:hint="cs"/>
          <w:rtl/>
        </w:rPr>
        <w:t>ی</w:t>
      </w:r>
      <w:r w:rsidRPr="004F23CC">
        <w:rPr>
          <w:rStyle w:val="libBold1Char"/>
          <w:rFonts w:hint="eastAsia"/>
          <w:rtl/>
        </w:rPr>
        <w:t>لتر</w:t>
      </w:r>
      <w:r w:rsidRPr="004F23CC">
        <w:rPr>
          <w:rStyle w:val="libBold1Char"/>
          <w:rtl/>
        </w:rPr>
        <w:t xml:space="preserve"> است</w:t>
      </w:r>
      <w:r w:rsidR="008D0D19">
        <w:rPr>
          <w:rtl/>
          <w:lang w:bidi="fa-IR"/>
        </w:rPr>
        <w:t>.</w:t>
      </w:r>
    </w:p>
    <w:p w:rsidR="005A0486" w:rsidRDefault="005A0486" w:rsidP="004F23CC">
      <w:pPr>
        <w:pStyle w:val="Heading2Center"/>
        <w:rPr>
          <w:rFonts w:hint="cs"/>
          <w:rtl/>
          <w:lang w:bidi="fa-IR"/>
        </w:rPr>
      </w:pPr>
      <w:bookmarkStart w:id="17" w:name="_Toc488231678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جن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رحم</w:t>
      </w:r>
      <w:bookmarkEnd w:id="17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سخن خود را با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انسان آغاز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بکوش که از آن پند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4F23CC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اول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>: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شد که جن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در رحم در پس سه ظلمت،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ماند: شکم، رحم، و بچه دان،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توان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اخذ غذا و دفع ناروا</w:t>
      </w:r>
    </w:p>
    <w:p w:rsidR="004F23CC" w:rsidRDefault="004F23C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را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نه صلاح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داند و نه ضرر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خون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ض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غذاست، چون آب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Default="005A0486" w:rsidP="004F23CC">
      <w:pPr>
        <w:pStyle w:val="Heading2Center"/>
        <w:rPr>
          <w:rFonts w:hint="cs"/>
          <w:rtl/>
          <w:lang w:bidi="fa-IR"/>
        </w:rPr>
      </w:pPr>
      <w:bookmarkStart w:id="18" w:name="_Toc488231679"/>
      <w:r w:rsidRPr="005A0486">
        <w:rPr>
          <w:rFonts w:hint="eastAsia"/>
          <w:rtl/>
          <w:lang w:bidi="fa-IR"/>
        </w:rPr>
        <w:t>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تولد کودک،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ه،</w:t>
      </w:r>
      <w:r w:rsidRPr="005A0486">
        <w:rPr>
          <w:rtl/>
          <w:lang w:bidi="fa-IR"/>
        </w:rPr>
        <w:t xml:space="preserve"> رشد دندان و بالغ شدن او</w:t>
      </w:r>
      <w:bookmarkEnd w:id="18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که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او کامل گردد، بدنش سخت شود، پوستش بتواند با هوا سازگار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اش تاب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نور به هم رساند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مادرش</w:t>
      </w:r>
      <w:r w:rsidRPr="005A0486">
        <w:rPr>
          <w:rtl/>
          <w:lang w:bidi="fa-IR"/>
        </w:rPr>
        <w:t xml:space="preserve"> درد زا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درد، چنان بر او سخت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جن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فشار درد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چون (از تنگنا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رحم به پهنا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جهان آمد و) متولد گشت، همان خون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بود،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با رنگ و بو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جز آنچه بود و در شکل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از پستان مادر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غذا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eastAsia"/>
          <w:rtl/>
          <w:lang w:bidi="fa-IR"/>
        </w:rPr>
        <w:t>وزاد</w:t>
      </w:r>
      <w:r w:rsidRPr="005A0486">
        <w:rPr>
          <w:rtl/>
          <w:lang w:bidi="fa-IR"/>
        </w:rPr>
        <w:t xml:space="preserve"> از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سازگارتر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آمد، زبان خود را به نشانه خواستن غذا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دهان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چرخاند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زمان پستانها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مادرش را که چونان دو مشک از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او آو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و تا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تن او تر و درونش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نرم است از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نوشد</w:t>
      </w:r>
      <w:r w:rsidR="008D0D19">
        <w:rPr>
          <w:rtl/>
          <w:lang w:bidi="fa-IR"/>
        </w:rPr>
        <w:t>.</w:t>
      </w:r>
    </w:p>
    <w:p w:rsidR="004F23CC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آنگاه که حرکت کرد و به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سخت و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نمود تا تنش استحکام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ابد،</w:t>
      </w:r>
      <w:r w:rsidRPr="005A0486">
        <w:rPr>
          <w:rtl/>
          <w:lang w:bidi="fa-IR"/>
        </w:rPr>
        <w:t xml:space="preserve"> در هر طرف، دندانها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سر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تا غذا را بجود نرم گرداند و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فرو برد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حالش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 تا آنگاه که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بلوغ نهد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وقت اگر مذکر است،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تا</w:t>
      </w:r>
      <w:r w:rsidRPr="005A0486">
        <w:rPr>
          <w:rtl/>
          <w:lang w:bidi="fa-IR"/>
        </w:rPr>
        <w:t xml:space="preserve"> نشانه مرد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عزت او باشد و از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زنان و بچگان بدور ماند و اگر مؤنث است، رخش از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راسته</w:t>
      </w:r>
      <w:r w:rsidRPr="005A0486">
        <w:rPr>
          <w:rtl/>
          <w:lang w:bidi="fa-IR"/>
        </w:rPr>
        <w:t xml:space="preserve"> ماند تا طراوت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اش دل مردان را بربا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نسل بشر ماندگار و</w:t>
      </w:r>
    </w:p>
    <w:p w:rsidR="004F23CC" w:rsidRDefault="004F23C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مراحل،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(ا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>)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مدبر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باشد؟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در رحم خون به او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همانند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آب به 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نرسد خشک و پژمرده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بزرگ شد اگر مادرش را درد زا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 چون زنده بگور در رحم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اگر در هنگام ولادت،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با او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گرسنگ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با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نامناسب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انبار</w:t>
      </w:r>
      <w:r w:rsidRPr="005A0486">
        <w:rPr>
          <w:rtl/>
          <w:lang w:bidi="fa-IR"/>
        </w:rPr>
        <w:t xml:space="preserve">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شد؟ و اگر در وقت مناسب، دندانها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بر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فرو بردن غذا ناتوان بود 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 و بدن او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کار، قوت و استحکام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افت و مادرش به خاطر او از ترب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فرزندان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گرش</w:t>
      </w:r>
      <w:r w:rsidRPr="005A0486">
        <w:rPr>
          <w:rtl/>
          <w:lang w:bidi="fa-IR"/>
        </w:rPr>
        <w:t xml:space="preserve">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ماند؟</w:t>
      </w:r>
    </w:p>
    <w:p w:rsidR="005A0486" w:rsidRDefault="005A0486" w:rsidP="004F23CC">
      <w:pPr>
        <w:pStyle w:val="Heading2Center"/>
        <w:rPr>
          <w:rFonts w:hint="cs"/>
          <w:rtl/>
          <w:lang w:bidi="fa-IR"/>
        </w:rPr>
      </w:pPr>
      <w:bookmarkStart w:id="19" w:name="_Toc488231680"/>
      <w:r w:rsidRPr="005A0486">
        <w:rPr>
          <w:rtl/>
          <w:lang w:bidi="fa-IR"/>
        </w:rPr>
        <w:t>راز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مو بر صورت</w:t>
      </w:r>
      <w:bookmarkEnd w:id="19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در صورتش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همواره به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أت</w:t>
      </w:r>
      <w:r w:rsidRPr="005A0486">
        <w:rPr>
          <w:rtl/>
          <w:lang w:bidi="fa-IR"/>
        </w:rPr>
        <w:t xml:space="preserve"> و صورت زنان و بچگان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ماند،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نه ابهت داشت و نه وقار؟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عرض کردم: آقا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من! من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ام که بزرگ و کهنسال بوده اند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نرو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حضرت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</w:t>
      </w:r>
    </w:p>
    <w:p w:rsidR="005A0486" w:rsidRPr="005A0486" w:rsidRDefault="005B64E5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B64E5">
        <w:rPr>
          <w:rStyle w:val="libBold1Char"/>
          <w:rFonts w:hint="eastAsia"/>
          <w:rtl/>
        </w:rPr>
        <w:t>ا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Fonts w:hint="eastAsia"/>
          <w:rtl/>
        </w:rPr>
        <w:t>ن</w:t>
      </w:r>
      <w:r w:rsidR="005A0486" w:rsidRPr="005B64E5">
        <w:rPr>
          <w:rStyle w:val="libBold1Char"/>
          <w:rtl/>
        </w:rPr>
        <w:t xml:space="preserve"> به خاطر اعمال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tl/>
        </w:rPr>
        <w:t xml:space="preserve"> است که از پ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Fonts w:hint="eastAsia"/>
          <w:rtl/>
        </w:rPr>
        <w:t>ش</w:t>
      </w:r>
      <w:r w:rsidR="005A0486" w:rsidRPr="005B64E5">
        <w:rPr>
          <w:rStyle w:val="libBold1Char"/>
          <w:rtl/>
        </w:rPr>
        <w:t xml:space="preserve"> فرستاده اند و خدا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tl/>
        </w:rPr>
        <w:t xml:space="preserve"> جل و علا ه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Fonts w:hint="eastAsia"/>
          <w:rtl/>
        </w:rPr>
        <w:t>چ</w:t>
      </w:r>
      <w:r w:rsidR="005A0486" w:rsidRPr="005B64E5">
        <w:rPr>
          <w:rStyle w:val="libBold1Char"/>
          <w:rtl/>
        </w:rPr>
        <w:t xml:space="preserve"> گاه بر بندگانش ستم روا نم</w:t>
      </w:r>
      <w:r w:rsidR="005A0486" w:rsidRPr="005B64E5">
        <w:rPr>
          <w:rStyle w:val="libBold1Char"/>
          <w:rFonts w:hint="cs"/>
          <w:rtl/>
        </w:rPr>
        <w:t>ی</w:t>
      </w:r>
      <w:r w:rsidR="005A0486" w:rsidRPr="005B64E5">
        <w:rPr>
          <w:rStyle w:val="libBold1Char"/>
          <w:rtl/>
        </w:rPr>
        <w:t xml:space="preserve"> دارد</w:t>
      </w:r>
      <w:r w:rsidR="008D0D19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(انفال،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5</w:t>
      </w:r>
      <w:r w:rsidR="0030285A">
        <w:rPr>
          <w:rtl/>
          <w:lang w:bidi="fa-IR"/>
        </w:rPr>
        <w:t>1</w:t>
      </w:r>
      <w:r w:rsidR="005A0486" w:rsidRPr="005A0486">
        <w:rPr>
          <w:rtl/>
          <w:lang w:bidi="fa-IR"/>
        </w:rPr>
        <w:t>)</w:t>
      </w:r>
    </w:p>
    <w:p w:rsidR="005B64E5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جز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اش رهان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اش بخش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همواره در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برآور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اوست و تأم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آنها را خود بر عهده گرفته است؟</w:t>
      </w:r>
    </w:p>
    <w:p w:rsidR="005A0486" w:rsidRPr="005A0486" w:rsidRDefault="005B64E5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اهمال و رها بودن امور به حال خود بود،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از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هدفمند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اختلال و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ضد اهمال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 نتا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اهمال نسازد)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 ناصواب و نشانه ناآگاه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کم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آن است؛ چه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در اثر اهمال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صواب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تضاد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نظم 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5B64E5">
        <w:rPr>
          <w:rStyle w:val="libBold1Char"/>
          <w:rtl/>
        </w:rPr>
        <w:t>خداوند چه بس</w:t>
      </w:r>
      <w:r w:rsidRPr="005B64E5">
        <w:rPr>
          <w:rStyle w:val="libBold1Char"/>
          <w:rFonts w:hint="cs"/>
          <w:rtl/>
        </w:rPr>
        <w:t>ی</w:t>
      </w:r>
      <w:r w:rsidRPr="005B64E5">
        <w:rPr>
          <w:rStyle w:val="libBold1Char"/>
          <w:rFonts w:hint="eastAsia"/>
          <w:rtl/>
        </w:rPr>
        <w:t>ار</w:t>
      </w:r>
      <w:r w:rsidRPr="005B64E5">
        <w:rPr>
          <w:rStyle w:val="libBold1Char"/>
          <w:rtl/>
        </w:rPr>
        <w:t xml:space="preserve"> منزه و والاتر از گفته ملحدان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(اسراء،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43)</w:t>
      </w:r>
    </w:p>
    <w:p w:rsidR="005A0486" w:rsidRDefault="005A0486" w:rsidP="005B64E5">
      <w:pPr>
        <w:pStyle w:val="Heading2Center"/>
        <w:rPr>
          <w:rFonts w:hint="cs"/>
          <w:rtl/>
          <w:lang w:bidi="fa-IR"/>
        </w:rPr>
      </w:pPr>
      <w:bookmarkStart w:id="20" w:name="_Toc488231681"/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انسان، باهوش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به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</w:t>
      </w:r>
      <w:bookmarkEnd w:id="2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نوزاد فه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عاقل به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آمد، وقت تولد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انکار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وانات،</w:t>
      </w:r>
      <w:r w:rsidRPr="005A0486">
        <w:rPr>
          <w:rtl/>
          <w:lang w:bidi="fa-IR"/>
        </w:rPr>
        <w:t xml:space="preserve"> پرندگان،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موجودات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رو به 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 و هر ساعت و هر روز پاره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اشکال مختلف شگفت عالم را که از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اش سرگشته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گمراه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بدان</w:t>
      </w:r>
      <w:r w:rsidRPr="005A0486">
        <w:rPr>
          <w:rtl/>
          <w:lang w:bidi="fa-IR"/>
        </w:rPr>
        <w:t xml:space="preserve"> که اگر عاقل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اس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ببرند (از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نامأنوس) همواره واله و سرگشته است و بخلاف کودک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کودک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شود بسرعت، زبان و آداب (آن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) را فرا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</w:p>
    <w:p w:rsidR="005B64E5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نوزاد، دانا و هوشمند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جهان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(آنقدر ناتوان است که توان راه رفتن ندارد ناچار)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بر دوشش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رند،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رش</w:t>
      </w:r>
      <w:r w:rsidRPr="005A0486">
        <w:rPr>
          <w:rtl/>
          <w:lang w:bidi="fa-IR"/>
        </w:rPr>
        <w:t xml:space="preserve"> بنوشانند، در جامه اش بپ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چند</w:t>
      </w:r>
      <w:r w:rsidRPr="005A0486">
        <w:rPr>
          <w:rtl/>
          <w:lang w:bidi="fa-IR"/>
        </w:rPr>
        <w:t xml:space="preserve"> و در گاهوارش بخوابانند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سخت احساس خوار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پست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از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او به خاطر ظرافت و طرا</w:t>
      </w:r>
      <w:r w:rsidRPr="005A0486">
        <w:rPr>
          <w:rFonts w:hint="eastAsia"/>
          <w:rtl/>
          <w:lang w:bidi="fa-IR"/>
        </w:rPr>
        <w:t>وت</w:t>
      </w:r>
      <w:r w:rsidRPr="005A0486">
        <w:rPr>
          <w:rtl/>
          <w:lang w:bidi="fa-IR"/>
        </w:rPr>
        <w:t xml:space="preserve"> و رطوبت بدن،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(در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چه بسا در هلاکت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افتاد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رشد روح</w:t>
      </w:r>
      <w:r w:rsidRPr="005A0486">
        <w:rPr>
          <w:rFonts w:hint="cs"/>
          <w:rtl/>
          <w:lang w:bidi="fa-IR"/>
        </w:rPr>
        <w:t>ی</w:t>
      </w:r>
    </w:p>
    <w:p w:rsidR="005B64E5" w:rsidRDefault="005B64E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و بدن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دلبند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محبوب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کودکان را نداشت؛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آنان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که از کار جهان و جهان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غافلند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با ذهن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شناخت اندک و ناقص خود با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رو به 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شوند، اما اندک اندک و گام به گام و در حالتها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گوناگون بر شناخت و 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افزوده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کودک،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کسب شناخت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تا آنکه از مرحله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رت</w:t>
      </w:r>
      <w:r w:rsidRPr="005A0486">
        <w:rPr>
          <w:rtl/>
          <w:lang w:bidi="fa-IR"/>
        </w:rPr>
        <w:t xml:space="preserve"> و سرگشتگ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تأمل،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نهد و با کمک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شه،</w:t>
      </w:r>
      <w:r w:rsidRPr="005A0486">
        <w:rPr>
          <w:rtl/>
          <w:lang w:bidi="fa-IR"/>
        </w:rPr>
        <w:t xml:space="preserve"> قدم در واد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تصرف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معاش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حوادث، پند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اطاعت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اشتباه و فراموش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غفلت و گناه سقوط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پس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نهفته است؛ از جمله: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کودک در گاه تولد، عقل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کامل داشت و مستقل و خودکفا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بود،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فرزند 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پدر و مادر به مصالح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ترب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کودک نهفته است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دند؛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ترب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ت،</w:t>
      </w:r>
      <w:r w:rsidRPr="005A0486">
        <w:rPr>
          <w:rtl/>
          <w:lang w:bidi="fa-IR"/>
        </w:rPr>
        <w:t xml:space="preserve"> سرپرست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رحم و شفقت بر آنان هنگام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فرزند لازم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پدر و مادر در قبا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او زحمت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 که او در سن کهنسال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از،</w:t>
      </w:r>
      <w:r w:rsidRPr="005A0486">
        <w:rPr>
          <w:rtl/>
          <w:lang w:bidi="fa-IR"/>
        </w:rPr>
        <w:t xml:space="preserve"> به آنان برسد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از آغاز، مستقل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از والد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62338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فرض،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فرزندان و والد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وند</w:t>
      </w:r>
      <w:r w:rsidRPr="005A0486">
        <w:rPr>
          <w:rtl/>
          <w:lang w:bidi="fa-IR"/>
        </w:rPr>
        <w:t xml:space="preserve"> و الفت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حاکم نبود؛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کودکان از ترب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سرپرست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پدران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بودند و از زمان تولد از پدران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جدا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پس از آن، پدر و مادرش را (و خواهر و برادرش را)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شناخت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عدم شناخت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بر سر راه ازدواج با مادر و خواهر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محارم مانع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623380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کمتر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مفسده - و بلکه شن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قب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-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طفل هوشمند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 هنگام تولد بر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نظر افکند که رخصت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عمل را از او ستانده اند و سزاوار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چگونه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خود استوار گشته و در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درشت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اندک خلل و ناصواب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</w:p>
    <w:p w:rsidR="005A0486" w:rsidRDefault="005A0486" w:rsidP="00623380">
      <w:pPr>
        <w:pStyle w:val="Heading2Center"/>
        <w:rPr>
          <w:rFonts w:hint="cs"/>
          <w:rtl/>
          <w:lang w:bidi="fa-IR"/>
        </w:rPr>
      </w:pPr>
      <w:bookmarkStart w:id="21" w:name="_Toc488231682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کودکان</w:t>
      </w:r>
      <w:bookmarkEnd w:id="21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از منافع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کودکان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آگاه باش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بدان که در مغز کودکان رطوبت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اگر در آن بماند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ناگوار به او رساند؛ مانند ناب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جز آن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آن رطوبت را از سر کودکان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سلامت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تن و 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را فراهم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پدر و مادر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راز آگاه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و مانع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که کودک از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اش سود ببرد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همواره در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کوشند که او را ساکت کنند و با فراهم کردن خواسته 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بازش دارند،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که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کردن به سود اوست و سر</w:t>
      </w:r>
      <w:r w:rsidRPr="005A0486">
        <w:rPr>
          <w:rFonts w:hint="eastAsia"/>
          <w:rtl/>
          <w:lang w:bidi="fa-IR"/>
        </w:rPr>
        <w:t>انجام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623380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چه بسا که در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ا،</w:t>
      </w:r>
      <w:r w:rsidRPr="005A0486">
        <w:rPr>
          <w:rtl/>
          <w:lang w:bidi="fa-IR"/>
        </w:rPr>
        <w:t xml:space="preserve"> منافع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نهفته باشد که معتقدان به اهمال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عالم از آن غافل اند و اگر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دانستند،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گفتند که فلان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ثمر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آنان از اسباب و علل آگاه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هرچه را که منکران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عارفان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چه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است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دانش اندک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از آن کوتاه و خالق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با دانش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</w:t>
      </w:r>
      <w:r w:rsidRPr="005A0486">
        <w:rPr>
          <w:rtl/>
          <w:lang w:bidi="fa-IR"/>
        </w:rPr>
        <w:t xml:space="preserve"> از آن آگاه است</w:t>
      </w:r>
      <w:r w:rsidR="008D0D19">
        <w:rPr>
          <w:rtl/>
          <w:lang w:bidi="fa-IR"/>
        </w:rPr>
        <w:t>.</w:t>
      </w:r>
    </w:p>
    <w:p w:rsidR="005A0486" w:rsidRPr="005A0486" w:rsidRDefault="005A0486" w:rsidP="00623380">
      <w:pPr>
        <w:pStyle w:val="libBold2"/>
        <w:rPr>
          <w:lang w:bidi="fa-IR"/>
        </w:rPr>
      </w:pPr>
      <w:r w:rsidRPr="005A0486">
        <w:rPr>
          <w:rtl/>
          <w:lang w:bidi="fa-IR"/>
        </w:rPr>
        <w:t>قداستش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کلمه اش والاست</w:t>
      </w:r>
      <w:r w:rsidR="008D0D19">
        <w:rPr>
          <w:rtl/>
          <w:lang w:bidi="fa-IR"/>
        </w:rPr>
        <w:t>.</w:t>
      </w:r>
    </w:p>
    <w:p w:rsidR="00623380" w:rsidRDefault="0062338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اما آب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دهان کودکان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گردد، رطوبت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اگر در بدنها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بماند، آثار وخ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گاه که رطوبت بدن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(و بر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عناصر، غلبه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کند) شخص، دچار کودن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کم عقل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فلج و لقوه و جز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خداوند</w:t>
      </w:r>
      <w:r w:rsidRPr="005A0486">
        <w:rPr>
          <w:rtl/>
          <w:lang w:bidi="fa-IR"/>
        </w:rPr>
        <w:t xml:space="preserve"> جل و علا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نمود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رطوبت در دوران کودک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دهانشان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رود و در بزرگ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سلامت تن برخوردار گردند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ب،</w:t>
      </w:r>
      <w:r w:rsidRPr="005A0486">
        <w:rPr>
          <w:rtl/>
          <w:lang w:bidi="fa-IR"/>
        </w:rPr>
        <w:t xml:space="preserve"> پروردگار به خاطر نادان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بر آنان منت نهاد و تفضل نمود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از داده ها و نعمتها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 او آگاه بودند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در معص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لغزش از فرمانش فرو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افتادند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9F1207">
        <w:rPr>
          <w:rStyle w:val="libBold1Char"/>
          <w:rtl/>
        </w:rPr>
        <w:t>پاک و منزه خدا</w:t>
      </w:r>
      <w:r w:rsidRPr="009F1207">
        <w:rPr>
          <w:rStyle w:val="libBold1Char"/>
          <w:rFonts w:hint="cs"/>
          <w:rtl/>
        </w:rPr>
        <w:t>یی</w:t>
      </w:r>
      <w:r w:rsidRPr="009F1207">
        <w:rPr>
          <w:rStyle w:val="libBold1Char"/>
          <w:rtl/>
        </w:rPr>
        <w:t xml:space="preserve"> که چه بزرگ است نعمتها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tl/>
        </w:rPr>
        <w:t xml:space="preserve"> او بر مستحقان و د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Fonts w:hint="eastAsia"/>
          <w:rtl/>
        </w:rPr>
        <w:t>گر</w:t>
      </w:r>
      <w:r w:rsidRPr="009F1207">
        <w:rPr>
          <w:rStyle w:val="libBold1Char"/>
          <w:rtl/>
        </w:rPr>
        <w:t xml:space="preserve"> آفر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Fonts w:hint="eastAsia"/>
          <w:rtl/>
        </w:rPr>
        <w:t>دگان</w:t>
      </w:r>
      <w:r w:rsidRPr="009F1207">
        <w:rPr>
          <w:rStyle w:val="libBold1Char"/>
          <w:rtl/>
        </w:rPr>
        <w:t>! و چه والاتر است از آنچه باطل گرا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Fonts w:hint="eastAsia"/>
          <w:rtl/>
        </w:rPr>
        <w:t>ان</w:t>
      </w:r>
      <w:r w:rsidRPr="009F1207">
        <w:rPr>
          <w:rStyle w:val="libBold1Char"/>
          <w:rtl/>
        </w:rPr>
        <w:t xml:space="preserve"> م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tl/>
        </w:rPr>
        <w:t xml:space="preserve"> پندارند</w:t>
      </w:r>
      <w:r w:rsidR="008D0D19">
        <w:rPr>
          <w:rtl/>
          <w:lang w:bidi="fa-IR"/>
        </w:rPr>
        <w:t>.</w:t>
      </w:r>
    </w:p>
    <w:p w:rsidR="005A0486" w:rsidRDefault="005A0486" w:rsidP="009F1207">
      <w:pPr>
        <w:pStyle w:val="Heading2Center"/>
        <w:rPr>
          <w:rFonts w:hint="cs"/>
          <w:rtl/>
          <w:lang w:bidi="fa-IR"/>
        </w:rPr>
      </w:pPr>
      <w:bookmarkStart w:id="22" w:name="_Toc488231683"/>
      <w:r w:rsidRPr="005A0486">
        <w:rPr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آلات مجامعت و شکل مناسب آنها</w:t>
      </w:r>
      <w:bookmarkEnd w:id="2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بنگر که چگونه در مرد و زن، آلات مجامعت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همه در صورت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 آلت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 و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قرار داد تا به قعر رحم برسد و بتواند نطفه اش را در آن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ظرف گود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هر دو آب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کجا</w:t>
      </w:r>
      <w:r w:rsidRPr="005A0486">
        <w:rPr>
          <w:rtl/>
          <w:lang w:bidi="fa-IR"/>
        </w:rPr>
        <w:t xml:space="preserve"> گرد آورد، فرزند را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(</w:t>
      </w: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تناسب رشد او) گشاده شود تا او استحکام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  <w:r w:rsidRPr="005A0486">
        <w:rPr>
          <w:rtl/>
          <w:lang w:bidi="fa-IR"/>
        </w:rPr>
        <w:t xml:space="preserve"> </w:t>
      </w:r>
      <w:r w:rsidRPr="009F1207">
        <w:rPr>
          <w:rStyle w:val="libBold1Char"/>
          <w:rtl/>
        </w:rPr>
        <w:t>بدرست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tl/>
        </w:rPr>
        <w:t xml:space="preserve"> که خدا</w:t>
      </w:r>
      <w:r w:rsidRPr="009F1207">
        <w:rPr>
          <w:rStyle w:val="libBold1Char"/>
          <w:rFonts w:hint="cs"/>
          <w:rtl/>
        </w:rPr>
        <w:t>ی</w:t>
      </w:r>
      <w:r w:rsidRPr="009F1207">
        <w:rPr>
          <w:rStyle w:val="libBold1Char"/>
          <w:rFonts w:hint="eastAsia"/>
          <w:rtl/>
        </w:rPr>
        <w:t>،</w:t>
      </w:r>
      <w:r w:rsidRPr="009F1207">
        <w:rPr>
          <w:rStyle w:val="libBold1Char"/>
          <w:rtl/>
        </w:rPr>
        <w:t xml:space="preserve"> منزه از شرک مشرکان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(سوره نمل،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63)</w:t>
      </w:r>
    </w:p>
    <w:p w:rsidR="005A0486" w:rsidRDefault="005A0486" w:rsidP="009F1207">
      <w:pPr>
        <w:pStyle w:val="Heading2Center"/>
        <w:rPr>
          <w:rFonts w:hint="cs"/>
          <w:rtl/>
          <w:lang w:bidi="fa-IR"/>
        </w:rPr>
      </w:pPr>
      <w:bookmarkStart w:id="23" w:name="_Toc488231684"/>
      <w:r w:rsidRPr="005A0486">
        <w:rPr>
          <w:rFonts w:hint="eastAsia"/>
          <w:rtl/>
          <w:lang w:bidi="fa-IR"/>
        </w:rPr>
        <w:t>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هر کدام</w:t>
      </w:r>
      <w:bookmarkEnd w:id="23"/>
    </w:p>
    <w:p w:rsidR="009F1207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تمام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جسم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آنها نهفته است</w:t>
      </w:r>
    </w:p>
    <w:p w:rsidR="009F1207" w:rsidRDefault="009F1207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دستها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کار کردن، پاها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رفتن،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دن،</w:t>
      </w:r>
      <w:r w:rsidRPr="005A0486">
        <w:rPr>
          <w:rtl/>
          <w:lang w:bidi="fa-IR"/>
        </w:rPr>
        <w:t xml:space="preserve"> دهان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خوردن، معده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هضم کردن، کبد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تصف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نمودن، منافذ خروج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دفع فضولات جسم، ظرفها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حمل آن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فرج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حفظ نسل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اند؟ اگر ژرف در کار تمام عضوها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سر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استوار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است</w:t>
      </w:r>
      <w:r w:rsidR="008D0D19">
        <w:rPr>
          <w:rtl/>
          <w:lang w:bidi="fa-IR"/>
        </w:rPr>
        <w:t>.</w:t>
      </w:r>
    </w:p>
    <w:p w:rsidR="005A0486" w:rsidRDefault="005A0486" w:rsidP="0083191F">
      <w:pPr>
        <w:pStyle w:val="Heading2Center"/>
        <w:rPr>
          <w:rFonts w:hint="cs"/>
          <w:rtl/>
          <w:lang w:bidi="fa-IR"/>
        </w:rPr>
      </w:pPr>
      <w:bookmarkStart w:id="24" w:name="_Toc488231685"/>
      <w:r w:rsidRPr="005A0486">
        <w:rPr>
          <w:rFonts w:hint="eastAsia"/>
          <w:rtl/>
          <w:lang w:bidi="fa-IR"/>
        </w:rPr>
        <w:t>پندار</w:t>
      </w:r>
      <w:r w:rsidRPr="005A0486">
        <w:rPr>
          <w:rtl/>
          <w:lang w:bidi="fa-IR"/>
        </w:rPr>
        <w:t xml:space="preserve"> اهل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و پاسخ به آنان</w:t>
      </w:r>
      <w:bookmarkEnd w:id="24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گفتم: آقا!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پندارند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از کار </w:t>
      </w:r>
      <w:r w:rsidR="0083191F" w:rsidRPr="0083191F">
        <w:rPr>
          <w:rStyle w:val="libBold1Char"/>
          <w:rFonts w:hint="cs"/>
          <w:rtl/>
        </w:rPr>
        <w:t>«</w:t>
      </w:r>
      <w:r w:rsidRPr="0083191F">
        <w:rPr>
          <w:rStyle w:val="libBold1Char"/>
          <w:rtl/>
        </w:rPr>
        <w:t>طب</w:t>
      </w:r>
      <w:r w:rsidRPr="0083191F">
        <w:rPr>
          <w:rStyle w:val="libBold1Char"/>
          <w:rFonts w:hint="cs"/>
          <w:rtl/>
        </w:rPr>
        <w:t>ی</w:t>
      </w:r>
      <w:r w:rsidRPr="0083191F">
        <w:rPr>
          <w:rStyle w:val="libBold1Char"/>
          <w:rFonts w:hint="eastAsia"/>
          <w:rtl/>
        </w:rPr>
        <w:t>عت</w:t>
      </w:r>
      <w:r w:rsidR="0083191F" w:rsidRPr="0083191F">
        <w:rPr>
          <w:rStyle w:val="libBold1Char"/>
          <w:rFonts w:hint="cs"/>
          <w:rtl/>
        </w:rPr>
        <w:t>»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بپرس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نسبت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افعال </w:t>
      </w:r>
      <w:r w:rsidR="0083191F" w:rsidRPr="0083191F">
        <w:rPr>
          <w:rStyle w:val="libBold1Char"/>
          <w:rFonts w:hint="cs"/>
          <w:rtl/>
        </w:rPr>
        <w:t>«</w:t>
      </w:r>
      <w:r w:rsidRPr="0083191F">
        <w:rPr>
          <w:rStyle w:val="libBold1Char"/>
          <w:rtl/>
        </w:rPr>
        <w:t>علم</w:t>
      </w:r>
      <w:r w:rsidR="0083191F" w:rsidRPr="0083191F">
        <w:rPr>
          <w:rStyle w:val="libBold1Char"/>
          <w:rFonts w:hint="cs"/>
          <w:rtl/>
        </w:rPr>
        <w:t>»</w:t>
      </w:r>
      <w:r w:rsidRPr="0083191F">
        <w:rPr>
          <w:rStyle w:val="libBold1Char"/>
          <w:rtl/>
        </w:rPr>
        <w:t xml:space="preserve"> </w:t>
      </w:r>
      <w:r w:rsidRPr="005A0486">
        <w:rPr>
          <w:rtl/>
          <w:lang w:bidi="fa-IR"/>
        </w:rPr>
        <w:t xml:space="preserve">و </w:t>
      </w:r>
      <w:r w:rsidR="0083191F" w:rsidRPr="0083191F">
        <w:rPr>
          <w:rStyle w:val="libBold1Char"/>
          <w:rFonts w:hint="cs"/>
          <w:rtl/>
        </w:rPr>
        <w:t>«</w:t>
      </w:r>
      <w:r w:rsidRPr="0083191F">
        <w:rPr>
          <w:rStyle w:val="libBold1Char"/>
          <w:rtl/>
        </w:rPr>
        <w:t>قدرت</w:t>
      </w:r>
      <w:r w:rsidR="0083191F" w:rsidRPr="0083191F">
        <w:rPr>
          <w:rStyle w:val="libBold1Char"/>
          <w:rFonts w:hint="cs"/>
          <w:rtl/>
        </w:rPr>
        <w:t>»</w:t>
      </w:r>
      <w:r w:rsidRPr="0083191F">
        <w:rPr>
          <w:rStyle w:val="libBold1Char"/>
          <w:rtl/>
        </w:rPr>
        <w:t xml:space="preserve"> </w:t>
      </w:r>
      <w:r w:rsidRPr="005A0486">
        <w:rPr>
          <w:rtl/>
          <w:lang w:bidi="fa-IR"/>
        </w:rPr>
        <w:t xml:space="preserve">دارد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نه؟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علم و قدرت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ثابت کردند، پس چرا از اثبات خالق سر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زنند؟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 صنعت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که بدون علم و قدرت،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اعمال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با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را انجام داده، معلوم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کار 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است و آنچه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شمارند همان سنت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که مطابق فرمان و حکمت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</w:p>
    <w:p w:rsidR="005A0486" w:rsidRDefault="005A0486" w:rsidP="0083191F">
      <w:pPr>
        <w:pStyle w:val="Heading2Center"/>
        <w:rPr>
          <w:rFonts w:hint="cs"/>
          <w:rtl/>
          <w:lang w:bidi="fa-IR"/>
        </w:rPr>
      </w:pPr>
      <w:bookmarkStart w:id="25" w:name="_Toc488231686"/>
      <w:r w:rsidRPr="005A0486">
        <w:rPr>
          <w:rtl/>
          <w:lang w:bidi="fa-IR"/>
        </w:rPr>
        <w:t>هضم غذا، ساخت خون و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آن در تمام بدن</w:t>
      </w:r>
      <w:bookmarkEnd w:id="25"/>
    </w:p>
    <w:p w:rsidR="0083191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 درباره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بدن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غذا در آغاز به معده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معده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(هضم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کند)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عصاره آن از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مجار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نازک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مانند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پالنده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به کبد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</w:p>
    <w:p w:rsidR="0083191F" w:rsidRDefault="0083191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مجار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مبادا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خشن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غل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ظ</w:t>
      </w:r>
      <w:r w:rsidRPr="005A0486">
        <w:rPr>
          <w:rtl/>
          <w:lang w:bidi="fa-IR"/>
        </w:rPr>
        <w:t xml:space="preserve"> به آن راه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کبد در 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ظرافت و نازک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تاب فشار و خشونت را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کبد،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با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به خون تبد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از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عروق و مجار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تمام بدن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بسان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و آب را به همه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مواد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آلوده در ظرفها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 قرار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آنچه از صفراست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سه</w:t>
      </w:r>
      <w:r w:rsidRPr="005A0486">
        <w:rPr>
          <w:rtl/>
          <w:lang w:bidi="fa-IR"/>
        </w:rPr>
        <w:t xml:space="preserve"> صفرا، آنچه از سوداء است به سمت طحال و آنچه از 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رطوبت است به جانب مثانه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حکمت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ترک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بدن درنگ کن که چگونه هر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قرار داده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ظرفها را چنان نهاد که مواد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فاسد را در خود گرد آورند تا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مواد در سراسر بدن منتشر نگردد و جسم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و زار ننما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870182">
        <w:rPr>
          <w:rStyle w:val="libBold1Char"/>
          <w:rtl/>
        </w:rPr>
        <w:t>چه بلند مرتبه است کس</w:t>
      </w:r>
      <w:r w:rsidRPr="00870182">
        <w:rPr>
          <w:rStyle w:val="libBold1Char"/>
          <w:rFonts w:hint="cs"/>
          <w:rtl/>
        </w:rPr>
        <w:t>ی</w:t>
      </w:r>
      <w:r w:rsidRPr="00870182">
        <w:rPr>
          <w:rStyle w:val="libBold1Char"/>
          <w:rtl/>
        </w:rPr>
        <w:t xml:space="preserve"> که تقد</w:t>
      </w:r>
      <w:r w:rsidRPr="00870182">
        <w:rPr>
          <w:rStyle w:val="libBold1Char"/>
          <w:rFonts w:hint="cs"/>
          <w:rtl/>
        </w:rPr>
        <w:t>ی</w:t>
      </w:r>
      <w:r w:rsidRPr="00870182">
        <w:rPr>
          <w:rStyle w:val="libBold1Char"/>
          <w:rFonts w:hint="eastAsia"/>
          <w:rtl/>
        </w:rPr>
        <w:t>ر</w:t>
      </w:r>
      <w:r w:rsidRPr="00870182">
        <w:rPr>
          <w:rStyle w:val="libBold1Char"/>
          <w:rtl/>
        </w:rPr>
        <w:t xml:space="preserve"> را ن</w:t>
      </w:r>
      <w:r w:rsidRPr="00870182">
        <w:rPr>
          <w:rStyle w:val="libBold1Char"/>
          <w:rFonts w:hint="cs"/>
          <w:rtl/>
        </w:rPr>
        <w:t>ی</w:t>
      </w:r>
      <w:r w:rsidRPr="00870182">
        <w:rPr>
          <w:rStyle w:val="libBold1Char"/>
          <w:rFonts w:hint="eastAsia"/>
          <w:rtl/>
        </w:rPr>
        <w:t>کو</w:t>
      </w:r>
      <w:r w:rsidRPr="00870182">
        <w:rPr>
          <w:rStyle w:val="libBold1Char"/>
          <w:rtl/>
        </w:rPr>
        <w:t xml:space="preserve"> نمود و تدب</w:t>
      </w:r>
      <w:r w:rsidRPr="00870182">
        <w:rPr>
          <w:rStyle w:val="libBold1Char"/>
          <w:rFonts w:hint="cs"/>
          <w:rtl/>
        </w:rPr>
        <w:t>ی</w:t>
      </w:r>
      <w:r w:rsidRPr="00870182">
        <w:rPr>
          <w:rStyle w:val="libBold1Char"/>
          <w:rFonts w:hint="eastAsia"/>
          <w:rtl/>
        </w:rPr>
        <w:t>ر</w:t>
      </w:r>
      <w:r w:rsidRPr="00870182">
        <w:rPr>
          <w:rStyle w:val="libBold1Char"/>
          <w:rtl/>
        </w:rPr>
        <w:t xml:space="preserve"> را استوار کرد</w:t>
      </w:r>
      <w:r w:rsidR="008D0D19" w:rsidRPr="00870182">
        <w:rPr>
          <w:rStyle w:val="libBold1Char"/>
          <w:rtl/>
          <w:lang w:bidi="fa-IR"/>
        </w:rPr>
        <w:t>.</w:t>
      </w:r>
      <w:r w:rsidRPr="00870182">
        <w:rPr>
          <w:rStyle w:val="libBold1Char"/>
          <w:rtl/>
        </w:rPr>
        <w:t xml:space="preserve"> سپاس او را چنانکه شا</w:t>
      </w:r>
      <w:r w:rsidRPr="00870182">
        <w:rPr>
          <w:rStyle w:val="libBold1Char"/>
          <w:rFonts w:hint="cs"/>
          <w:rtl/>
        </w:rPr>
        <w:t>ی</w:t>
      </w:r>
      <w:r w:rsidRPr="00870182">
        <w:rPr>
          <w:rStyle w:val="libBold1Char"/>
          <w:rFonts w:hint="eastAsia"/>
          <w:rtl/>
        </w:rPr>
        <w:t>د</w:t>
      </w:r>
      <w:r w:rsidRPr="00870182">
        <w:rPr>
          <w:rStyle w:val="libBold1Char"/>
          <w:rtl/>
        </w:rPr>
        <w:t xml:space="preserve"> و سزد</w:t>
      </w:r>
      <w:r w:rsidR="008D0D19">
        <w:rPr>
          <w:rtl/>
          <w:lang w:bidi="fa-IR"/>
        </w:rPr>
        <w:t>.</w:t>
      </w:r>
    </w:p>
    <w:p w:rsidR="005A0486" w:rsidRDefault="005A0486" w:rsidP="00870182">
      <w:pPr>
        <w:pStyle w:val="Heading2Center"/>
        <w:rPr>
          <w:rFonts w:hint="cs"/>
          <w:rtl/>
          <w:lang w:bidi="fa-IR"/>
        </w:rPr>
      </w:pPr>
      <w:bookmarkStart w:id="26" w:name="_Toc488231687"/>
      <w:r w:rsidRPr="005A0486">
        <w:rPr>
          <w:rFonts w:hint="eastAsia"/>
          <w:rtl/>
          <w:lang w:bidi="fa-IR"/>
        </w:rPr>
        <w:t>آغاز</w:t>
      </w:r>
      <w:r w:rsidRPr="005A0486">
        <w:rPr>
          <w:rtl/>
          <w:lang w:bidi="fa-IR"/>
        </w:rPr>
        <w:t xml:space="preserve"> رشد بدن و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شکل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در رحم</w:t>
      </w:r>
      <w:bookmarkEnd w:id="26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عرض کردم: رشد 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تا مرحله کمال و تمام آن را شرح ده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87018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فرمود</w:t>
      </w:r>
      <w:r w:rsidRPr="005A0486">
        <w:rPr>
          <w:rtl/>
          <w:lang w:bidi="fa-IR"/>
        </w:rPr>
        <w:t>: در آغاز، جن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در رحم -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چشم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- شکل و صورت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همچنان ادامه دارد تا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انسان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کامل و استوار با تمام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انسان، کامل و استوار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آن نهفته شده است، 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احشا و جوارح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عوامل بدن گرفته تا استخوان و گوشت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و مغز و عصب و رگها و غضروفها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جهان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 چنانکه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تمام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همه با هم هماهنگ چنان رشد</w:t>
      </w:r>
    </w:p>
    <w:p w:rsidR="00870182" w:rsidRDefault="00870182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که شکل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أت</w:t>
      </w:r>
      <w:r w:rsidRPr="005A0486">
        <w:rPr>
          <w:rtl/>
          <w:lang w:bidi="fa-IR"/>
        </w:rPr>
        <w:t xml:space="preserve"> و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ثابت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ماند، نه افزا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و نه کاست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همچنان ادامه دارد تا شخص اگر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باشد به سن بلوغ و کمالش برسد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(پ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حکمتها) جز از لطف مدبر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است؟</w:t>
      </w:r>
    </w:p>
    <w:p w:rsidR="005A0486" w:rsidRDefault="005A0486" w:rsidP="00870182">
      <w:pPr>
        <w:pStyle w:val="Heading2Center"/>
        <w:rPr>
          <w:rFonts w:hint="cs"/>
          <w:rtl/>
          <w:lang w:bidi="fa-IR"/>
        </w:rPr>
      </w:pPr>
      <w:bookmarkStart w:id="27" w:name="_Toc488231688"/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ستادن</w:t>
      </w:r>
      <w:r w:rsidRPr="005A0486">
        <w:rPr>
          <w:rtl/>
          <w:lang w:bidi="fa-IR"/>
        </w:rPr>
        <w:t xml:space="preserve"> و نشستن وجه تما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</w:t>
      </w:r>
      <w:bookmarkEnd w:id="27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بنگر که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خاطر تکر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بزرگداشت و شرافت انسان،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بر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چگونه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او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قرار داد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چنان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</w:t>
      </w:r>
      <w:r w:rsidRPr="005A0486">
        <w:rPr>
          <w:rtl/>
          <w:lang w:bidi="fa-IR"/>
        </w:rPr>
        <w:t xml:space="preserve"> و راست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تا با دست و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رو به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باشد و بتواند با دستانش کار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اگر چون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برو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افتاد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Default="005A0486" w:rsidP="00870182">
      <w:pPr>
        <w:pStyle w:val="Heading2Center"/>
        <w:rPr>
          <w:rFonts w:hint="cs"/>
          <w:rtl/>
          <w:lang w:bidi="fa-IR"/>
        </w:rPr>
      </w:pPr>
      <w:bookmarkStart w:id="28" w:name="_Toc488231689"/>
      <w:r w:rsidRPr="005A0486">
        <w:rPr>
          <w:rtl/>
          <w:lang w:bidi="fa-IR"/>
        </w:rPr>
        <w:t>اختصاص حواس پنجگانه به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بزرگداشت او</w:t>
      </w:r>
      <w:bookmarkEnd w:id="28"/>
    </w:p>
    <w:p w:rsidR="0087018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حواس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نشانه شرافت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بر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مخلوقات است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بنگر که چگونه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دگان،</w:t>
      </w:r>
      <w:r w:rsidRPr="005A0486">
        <w:rPr>
          <w:rtl/>
          <w:lang w:bidi="fa-IR"/>
        </w:rPr>
        <w:t xml:space="preserve"> چون چراغها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 فراز مناره در سر او قرار گرفته تا بتواند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کامل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در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سافله چون دستها و پاها قرار نگرفتند تا ا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آفات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مستق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ماً</w:t>
      </w:r>
      <w:r w:rsidRPr="005A0486">
        <w:rPr>
          <w:rtl/>
          <w:lang w:bidi="fa-IR"/>
        </w:rPr>
        <w:t xml:space="preserve"> با کار و ابزار در تماس نباشند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برخوردها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آنها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اورد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مانند شکم و پشت در وسط بدن قرار نگرفتند؛ تا اطلاع بر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آنها دشوار نشود</w:t>
      </w:r>
      <w:r w:rsidR="008D0D19">
        <w:rPr>
          <w:rtl/>
          <w:lang w:bidi="fa-IR"/>
        </w:rPr>
        <w:t>.</w:t>
      </w:r>
    </w:p>
    <w:p w:rsidR="005A0486" w:rsidRPr="005A0486" w:rsidRDefault="00870182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870182">
      <w:pPr>
        <w:pStyle w:val="Heading2Center"/>
        <w:rPr>
          <w:rFonts w:hint="cs"/>
          <w:rtl/>
          <w:lang w:bidi="fa-IR"/>
        </w:rPr>
      </w:pPr>
      <w:bookmarkStart w:id="29" w:name="_Toc488231690"/>
      <w:r w:rsidRPr="005A0486">
        <w:rPr>
          <w:rFonts w:hint="eastAsia"/>
          <w:rtl/>
          <w:lang w:bidi="fa-IR"/>
        </w:rPr>
        <w:t>اسرار</w:t>
      </w:r>
      <w:r w:rsidRPr="005A0486">
        <w:rPr>
          <w:rtl/>
          <w:lang w:bidi="fa-IR"/>
        </w:rPr>
        <w:t xml:space="preserve"> حواس پنجگانه</w:t>
      </w:r>
      <w:bookmarkEnd w:id="29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عضو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مناسب نبود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سر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بهتر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حواس انسان و همانند خانه و صومعه آنهاست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پنچ حس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تا پنچ محسوس را درک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درک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محسوسات عاجز نماند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تا رنگها و صورتها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صورتها و رنگها بودند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دنشان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چه سود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داشتند؟ گوش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تا صداها را بشنود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صدا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بود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گوش نبود،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آن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حسها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عکس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صادق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اما صورت و رنگ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نبود، چه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اگر گوش بود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نبود گوش به چه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شده که هر کدام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حس، محسوس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هر محسوس، حس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که آن را ادراک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همه،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حس و محسوس قرار گرفته که تنها از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آنها، حس صورت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رد؛</w:t>
      </w:r>
      <w:r w:rsidRPr="005A0486">
        <w:rPr>
          <w:rtl/>
          <w:lang w:bidi="fa-IR"/>
        </w:rPr>
        <w:t xml:space="preserve"> مانند نور و هوا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نور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رنگ و صورت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کند نبود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آن را ادراک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هوا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نبود که امواج صدا را به گوش برساند گوش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آن را ادراک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</w:t>
      </w:r>
      <w:r w:rsidR="008D0D19">
        <w:rPr>
          <w:rtl/>
          <w:lang w:bidi="fa-IR"/>
        </w:rPr>
        <w:t>.</w:t>
      </w:r>
    </w:p>
    <w:p w:rsidR="00F524F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آنچه شرح دادم، مانند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خاص حواس و محسوسات و رابطه آنها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لوازم ادراک و حس،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تأمل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کند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اعمال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جز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هدف،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از جانب خداوند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خب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</w:p>
    <w:p w:rsidR="005A0486" w:rsidRPr="005A0486" w:rsidRDefault="00F524FA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F524FA">
      <w:pPr>
        <w:pStyle w:val="Heading2Center"/>
        <w:rPr>
          <w:rFonts w:hint="cs"/>
          <w:rtl/>
          <w:lang w:bidi="fa-IR"/>
        </w:rPr>
      </w:pPr>
      <w:bookmarkStart w:id="30" w:name="_Toc488231691"/>
      <w:r w:rsidRPr="005A0486">
        <w:rPr>
          <w:rFonts w:hint="eastAsia"/>
          <w:rtl/>
          <w:lang w:bidi="fa-IR"/>
        </w:rPr>
        <w:t>حکمت</w:t>
      </w:r>
      <w:r w:rsidRPr="005A0486">
        <w:rPr>
          <w:rtl/>
          <w:lang w:bidi="fa-IR"/>
        </w:rPr>
        <w:t xml:space="preserve"> محروم بودن عده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چشم و گوش و عقل</w:t>
      </w:r>
      <w:bookmarkEnd w:id="3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حال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داشتن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محروم است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بنگر که چگونه در کارش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شخص قدمگاهش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شناسد، مقابلش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ند،</w:t>
      </w:r>
      <w:r w:rsidRPr="005A0486">
        <w:rPr>
          <w:rtl/>
          <w:lang w:bidi="fa-IR"/>
        </w:rPr>
        <w:t xml:space="preserve"> رنگها را از هم باز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شناسد، زشت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را تفاوت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ناگاه بر گودال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مشرف شود آن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دشمن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او هجوم برد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شناسدش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کتابت و تجارت و 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اغت</w:t>
      </w:r>
      <w:r w:rsidRPr="005A0486">
        <w:rPr>
          <w:rtl/>
          <w:lang w:bidi="fa-IR"/>
        </w:rPr>
        <w:t xml:space="preserve"> (زرگر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ندارد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تا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اگر از ذهن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برخوردار نباشد همانند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سنگ در حال سقوط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شنود،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در کارش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روح و لذت مخاطبه (گفت و شنود) و محاوره را از 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نغمه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دلربا و الحان راحت افزا محروم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گفتگو با او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دشوار و ملال آور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مانند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غا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و مرده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اخبار مرد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آگاه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 مشاهده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زنده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اما</w:t>
      </w:r>
      <w:r w:rsidRPr="005A0486">
        <w:rPr>
          <w:rtl/>
          <w:lang w:bidi="fa-IR"/>
        </w:rPr>
        <w:t xml:space="preserve"> اگر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نداشته باشد،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چه بسا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مصالح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را نداند و نتواند (؛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از سر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چگونه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اعضا، عقل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تا با نبود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ناقص بودن آنها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کارش رخ ندهد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او تمام و کامل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چرا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جز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انگر</w:t>
      </w:r>
      <w:r w:rsidRPr="005A0486">
        <w:rPr>
          <w:rtl/>
          <w:lang w:bidi="fa-IR"/>
        </w:rPr>
        <w:t xml:space="preserve"> خلقت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عالمانه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</w:p>
    <w:p w:rsidR="00F524F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عرض کردم: پس از چه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اعضا را ندارند و به خاطر آن 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فرمود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افتند؟</w:t>
      </w:r>
    </w:p>
    <w:p w:rsidR="005A0486" w:rsidRPr="005A0486" w:rsidRDefault="00F524FA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فرمود</w:t>
      </w:r>
      <w:r w:rsidRPr="005A0486">
        <w:rPr>
          <w:rtl/>
          <w:lang w:bidi="fa-IR"/>
        </w:rPr>
        <w:t>: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گاه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شخص مبتلا، تأد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شود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از آن،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گاه پادشاهان مردم را به خاطر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اهداف تأد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اعمال آنان، گاه پسند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کوست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دچار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بلاها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اگر (ب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نباشند و)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سپاس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به درگاهش انابه کنند، پس از مرگ از پاداش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بهره مند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تا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اگر پس از مرگ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داشته باشند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خواهند که بار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در بلاها درافتند و از پاداش و </w:t>
      </w:r>
      <w:r w:rsidRPr="005A0486">
        <w:rPr>
          <w:rFonts w:hint="eastAsia"/>
          <w:rtl/>
          <w:lang w:bidi="fa-IR"/>
        </w:rPr>
        <w:t>اجر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سود ببرند</w:t>
      </w:r>
      <w:r w:rsidR="008D0D19">
        <w:rPr>
          <w:rtl/>
          <w:lang w:bidi="fa-IR"/>
        </w:rPr>
        <w:t>.</w:t>
      </w:r>
    </w:p>
    <w:p w:rsidR="005A0486" w:rsidRDefault="005A0486" w:rsidP="00F524FA">
      <w:pPr>
        <w:pStyle w:val="Heading2Center"/>
        <w:rPr>
          <w:rFonts w:hint="cs"/>
          <w:rtl/>
          <w:lang w:bidi="fa-IR"/>
        </w:rPr>
      </w:pPr>
      <w:bookmarkStart w:id="31" w:name="_Toc488231692"/>
      <w:r w:rsidRPr="005A0486">
        <w:rPr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جفت و فرد</w:t>
      </w:r>
      <w:bookmarkEnd w:id="31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عضوها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جفت و فرد و حکمتها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درست نهفته در آن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سر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از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فرد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سود انسان نبود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سر داشته باشد؛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سر تمام حواس مورد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انسان قرار گرفته و اگر سر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به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تنظ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م بدن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انسان دو سر داشت در واقع به دو بخش تقس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گفت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با هر دو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سخن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است و اگر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شنونده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داند که به کدام توجه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</w:t>
      </w:r>
      <w:r w:rsidR="008D0D19">
        <w:rPr>
          <w:rtl/>
          <w:lang w:bidi="fa-IR"/>
        </w:rPr>
        <w:t>.</w:t>
      </w:r>
    </w:p>
    <w:p w:rsidR="00F524F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دستها</w:t>
      </w:r>
      <w:r w:rsidRPr="005A0486">
        <w:rPr>
          <w:rtl/>
          <w:lang w:bidi="fa-IR"/>
        </w:rPr>
        <w:t xml:space="preserve"> جفت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سود فراوان به انسان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در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روزمره او خلل وارد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اگر نجار و بنا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دست داشته باشند قادر به انجام کار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نخواهند بود و در فرض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</w:t>
      </w:r>
    </w:p>
    <w:p w:rsidR="00F524FA" w:rsidRDefault="00F524F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دست به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بپردازد آن استوار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کار دو 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نخواهد داشت؟</w:t>
      </w:r>
    </w:p>
    <w:p w:rsidR="005A0486" w:rsidRDefault="005A0486" w:rsidP="00F524FA">
      <w:pPr>
        <w:pStyle w:val="Heading2Center"/>
        <w:rPr>
          <w:rFonts w:hint="cs"/>
          <w:rtl/>
          <w:lang w:bidi="fa-IR"/>
        </w:rPr>
      </w:pPr>
      <w:bookmarkStart w:id="32" w:name="_Toc488231693"/>
      <w:r w:rsidRPr="005A0486">
        <w:rPr>
          <w:rFonts w:hint="eastAsia"/>
          <w:rtl/>
          <w:lang w:bidi="fa-IR"/>
        </w:rPr>
        <w:t>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دستگاه صوت</w:t>
      </w:r>
      <w:r w:rsidRPr="005A0486">
        <w:rPr>
          <w:rFonts w:hint="cs"/>
          <w:rtl/>
          <w:lang w:bidi="fa-IR"/>
        </w:rPr>
        <w:t>ی</w:t>
      </w:r>
      <w:bookmarkEnd w:id="3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صدا، سخن گفتن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ابزار آنها در انسان،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حنجره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مانند لوله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صدا را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زبان و لبها و دندانها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ادا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حروف و نغمه ها هستند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دندان ندارد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لب ندارد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کاف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زبانش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است، </w:t>
      </w:r>
      <w:r w:rsidR="00F524FA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ر</w:t>
      </w:r>
      <w:r w:rsidR="00F524FA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را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تلفظ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دستگاه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قره 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حنجره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و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بسان انبان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در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دمند تا باد داخل آن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عضلات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شش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تا صدا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همچون انگشتان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بر آن انبان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نهند تا باد در قره 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لب و دندان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 ک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حروف و نغمات را ادا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چون انگشتان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و مرتب بر دهان قره 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گذارند تا از 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در آن، صداها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مختلف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>دستگاه صوت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دانست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اما در واقع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خود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دستگاه صوت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است</w:t>
      </w:r>
      <w:r w:rsidR="008D0D19">
        <w:rPr>
          <w:rtl/>
          <w:lang w:bidi="fa-IR"/>
        </w:rPr>
        <w:t>.</w:t>
      </w:r>
    </w:p>
    <w:p w:rsidR="005A0486" w:rsidRDefault="005A0486" w:rsidP="00F524FA">
      <w:pPr>
        <w:pStyle w:val="Heading2Center"/>
        <w:rPr>
          <w:rFonts w:hint="cs"/>
          <w:rtl/>
          <w:lang w:bidi="fa-IR"/>
        </w:rPr>
      </w:pPr>
      <w:bookmarkStart w:id="33" w:name="_Toc488231694"/>
      <w:r w:rsidRPr="005A0486">
        <w:rPr>
          <w:rFonts w:hint="eastAsia"/>
          <w:rtl/>
          <w:lang w:bidi="fa-IR"/>
        </w:rPr>
        <w:t>منافع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اعضا</w:t>
      </w:r>
      <w:bookmarkEnd w:id="33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تو</w:t>
      </w:r>
      <w:r w:rsidRPr="005A0486">
        <w:rPr>
          <w:rtl/>
          <w:lang w:bidi="fa-IR"/>
        </w:rPr>
        <w:t xml:space="preserve"> را از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سخن گفتن با دستگاه صوت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حروف آگاه کردم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باز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اعضا نهفته که تو سخت بدانها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F524FA" w:rsidRDefault="00F524F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نا</w:t>
      </w:r>
      <w:r w:rsidR="005A0486" w:rsidRPr="005A048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مس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جر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مداوم هوا و وس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له</w:t>
      </w:r>
      <w:r w:rsidR="005A0486" w:rsidRPr="005A0486">
        <w:rPr>
          <w:rtl/>
          <w:lang w:bidi="fa-IR"/>
        </w:rPr>
        <w:t xml:space="preserve"> خنک کننده قلب است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اگر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</w:p>
    <w:p w:rsidR="00F524FA" w:rsidRDefault="00F524F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قطع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چه بسا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هلاکت افتد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زبان مزه ها از هم باز شناخته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تلخ، ترش از ملس، شور از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و خوشمزه از بدمزه، جدا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فرو بردن غذا و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عات</w:t>
      </w:r>
      <w:r w:rsidRPr="005A0486">
        <w:rPr>
          <w:rtl/>
          <w:lang w:bidi="fa-IR"/>
        </w:rPr>
        <w:t xml:space="preserve"> را آسان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دندانها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(گذشته از نقش آنها در ادا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حروف) غذا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جوند تا نرم گردد و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فرو رود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لبها مانند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آنها را از درون دهان نگه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افراد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خاطر نداشتن دندان، لبها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ناثابت و لرزان دارند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انسان با لبها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مکد تا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کدفعه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نشود و بتدر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و با اندازه وارد شکم شود تا در گلو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نوشنده بند نشود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درون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لبها 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دهان چون دو در بسته هستند که انسان هرگاه که خواست، آنها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هرگاه خواست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بندد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آنچه که 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معلوم گشت که هر کدام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اعضا دارا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منافع گوناگون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هستند چنانکه ابزار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چند کار به کار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د؛</w:t>
      </w:r>
      <w:r w:rsidRPr="005A0486">
        <w:rPr>
          <w:rtl/>
          <w:lang w:bidi="fa-IR"/>
        </w:rPr>
        <w:t xml:space="preserve"> مثلاً </w:t>
      </w:r>
      <w:r w:rsidR="00924DF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="00924DF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در نجار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کندن و جز آنها استفاده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Default="005A0486" w:rsidP="00924DF8">
      <w:pPr>
        <w:pStyle w:val="Heading2Center"/>
        <w:rPr>
          <w:rFonts w:hint="cs"/>
          <w:rtl/>
          <w:lang w:bidi="fa-IR"/>
        </w:rPr>
      </w:pPr>
      <w:bookmarkStart w:id="34" w:name="_Toc488231695"/>
      <w:r w:rsidRPr="005A0486">
        <w:rPr>
          <w:rtl/>
          <w:lang w:bidi="fa-IR"/>
        </w:rPr>
        <w:t>مغز و جمجمه و محافظها</w:t>
      </w:r>
      <w:bookmarkEnd w:id="34"/>
    </w:p>
    <w:p w:rsidR="00924DF8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اگر موانع کنار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 و مغز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حا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لها</w:t>
      </w:r>
      <w:r w:rsidRPr="005A0486">
        <w:rPr>
          <w:rtl/>
          <w:lang w:bidi="fa-IR"/>
        </w:rPr>
        <w:t xml:space="preserve"> و 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مختلف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ثابت ماند و از حوادث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جمجمه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کلاه خود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مغز را از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برابر ضربه ها و صدمات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سر انسان با انبوه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مو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پوست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سر باشد و آن را از گرما و سرما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حفظ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مغز را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منشأ فرمانده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احساس قرارش داده و به خاطر بلند مرتبه بودنش در بدن و حساس و</w:t>
      </w:r>
    </w:p>
    <w:p w:rsidR="00924DF8" w:rsidRDefault="00924DF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خط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بودن موقع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آن، آن را سزاوار حفظ و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نموده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در دژ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مست</w:t>
      </w:r>
      <w:r w:rsidRPr="005A0486">
        <w:rPr>
          <w:rFonts w:hint="eastAsia"/>
          <w:rtl/>
          <w:lang w:bidi="fa-IR"/>
        </w:rPr>
        <w:t>حکم</w:t>
      </w:r>
      <w:r w:rsidRPr="005A0486">
        <w:rPr>
          <w:rtl/>
          <w:lang w:bidi="fa-IR"/>
        </w:rPr>
        <w:t xml:space="preserve"> قرار داده است؟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35" w:name="_Toc488231696"/>
      <w:r w:rsidRPr="005A0486">
        <w:rPr>
          <w:rFonts w:hint="eastAsia"/>
          <w:rtl/>
          <w:lang w:bidi="fa-IR"/>
        </w:rPr>
        <w:t>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پلک چشم</w:t>
      </w:r>
      <w:bookmarkEnd w:id="35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درباره پلک چشم فکر کن و بنگر که چگونه بسان پرده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کنار آن بندها و حلقه ها تعب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شده تا هر وقت که خواهند بالا کشند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غار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قرار داده شده و با آن پرده و موها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مژه، چشم حفظ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36" w:name="_Toc488231697"/>
      <w:r w:rsidRPr="005A0486">
        <w:rPr>
          <w:rFonts w:hint="eastAsia"/>
          <w:rtl/>
          <w:lang w:bidi="fa-IR"/>
        </w:rPr>
        <w:t>قلب</w:t>
      </w:r>
      <w:r w:rsidRPr="005A0486">
        <w:rPr>
          <w:rtl/>
          <w:lang w:bidi="fa-IR"/>
        </w:rPr>
        <w:t xml:space="preserve"> و پوشش آن</w:t>
      </w:r>
      <w:bookmarkEnd w:id="36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قلب را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نهاده و با پرده محکم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پوشانده و با دنده ها و گوشت و پوست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 آنهاست آن را از صدمه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دارد؟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37" w:name="_Toc488231698"/>
      <w:r w:rsidRPr="005A0486">
        <w:rPr>
          <w:rtl/>
          <w:lang w:bidi="fa-IR"/>
        </w:rPr>
        <w:t>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مر</w:t>
      </w:r>
      <w:r w:rsidRPr="005A0486">
        <w:rPr>
          <w:rFonts w:hint="cs"/>
          <w:rtl/>
          <w:lang w:bidi="fa-IR"/>
        </w:rPr>
        <w:t>ی</w:t>
      </w:r>
      <w:bookmarkEnd w:id="37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 مجرا در گلو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خروج صدا که همان نا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متصل به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است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محل عبور غذا که به معده ختم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گلو درپوش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غذا به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نرسد و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هلاک نگرداند؟</w:t>
      </w:r>
    </w:p>
    <w:p w:rsidR="00E11AF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را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خنک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قلب قرار داد تا با کار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اش حرارت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قلب گرد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به هلاکت شخص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نجامد؟</w:t>
      </w:r>
    </w:p>
    <w:p w:rsidR="005A0486" w:rsidRPr="005A0486" w:rsidRDefault="00E11AF0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38" w:name="_Toc488231699"/>
      <w:r w:rsidRPr="005A0486">
        <w:rPr>
          <w:rFonts w:hint="eastAsia"/>
          <w:rtl/>
          <w:lang w:bidi="fa-IR"/>
        </w:rPr>
        <w:t>منافذ</w:t>
      </w:r>
      <w:r w:rsidRPr="005A0486">
        <w:rPr>
          <w:rtl/>
          <w:lang w:bidi="fa-IR"/>
        </w:rPr>
        <w:t xml:space="preserve"> خروج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مواد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bookmarkEnd w:id="38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جز</w:t>
      </w:r>
      <w:r w:rsidRPr="005A0486">
        <w:rPr>
          <w:rtl/>
          <w:lang w:bidi="fa-IR"/>
        </w:rPr>
        <w:t xml:space="preserve"> خدا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منافذ خروج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بول و غائط،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قرار داد که هرگاه خواهند ببندند و هرگاه خواهند بگشا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تا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نباشند 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فساد نکشانند؟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تا کجا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نعمتها را به شماره درآورد؟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آنچه که شمرده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آ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که مردم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شمارند</w:t>
      </w:r>
      <w:r w:rsidR="008D0D19">
        <w:rPr>
          <w:rtl/>
          <w:lang w:bidi="fa-IR"/>
        </w:rPr>
        <w:t>.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39" w:name="_Toc488231700"/>
      <w:r w:rsidRPr="005A0486">
        <w:rPr>
          <w:rFonts w:hint="eastAsia"/>
          <w:rtl/>
          <w:lang w:bidi="fa-IR"/>
        </w:rPr>
        <w:t>جهاز</w:t>
      </w:r>
      <w:r w:rsidRPr="005A0486">
        <w:rPr>
          <w:rtl/>
          <w:lang w:bidi="fa-IR"/>
        </w:rPr>
        <w:t xml:space="preserve"> هاضمه و کبد</w:t>
      </w:r>
      <w:bookmarkEnd w:id="39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جز خدا معده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سخت و با صلابت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تا غذاها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هضم کند؟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جگر را آنقدر نرم و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تا عصاره و لطافت غذا را بپذ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هضم آن از عمل معده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فتر</w:t>
      </w:r>
      <w:r w:rsidRPr="005A0486">
        <w:rPr>
          <w:rtl/>
          <w:lang w:bidi="fa-IR"/>
        </w:rPr>
        <w:t xml:space="preserve"> باشد؟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اهمال و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اعمال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هرگز؟ چه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همه به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مدبر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است که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نش،</w:t>
      </w:r>
      <w:r w:rsidRPr="005A0486">
        <w:rPr>
          <w:rtl/>
          <w:lang w:bidi="fa-IR"/>
        </w:rPr>
        <w:t xml:space="preserve"> نسبت به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قادر و دانا بود و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ناتوان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 و هم او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آگاه است</w:t>
      </w:r>
      <w:r w:rsidR="008D0D19">
        <w:rPr>
          <w:rtl/>
          <w:lang w:bidi="fa-IR"/>
        </w:rPr>
        <w:t>.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0" w:name="_Toc488231701"/>
      <w:r w:rsidRPr="005A0486">
        <w:rPr>
          <w:rtl/>
          <w:lang w:bidi="fa-IR"/>
        </w:rPr>
        <w:t>مغز، خون، ناخنها، گوش و ران</w:t>
      </w:r>
      <w:bookmarkEnd w:id="4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مفض</w:t>
      </w:r>
      <w:r w:rsidR="00E11AF0">
        <w:rPr>
          <w:rFonts w:hint="cs"/>
          <w:rtl/>
          <w:lang w:bidi="fa-IR"/>
        </w:rPr>
        <w:t>ّ</w:t>
      </w:r>
      <w:r w:rsidRPr="005A0486">
        <w:rPr>
          <w:rtl/>
          <w:lang w:bidi="fa-IR"/>
        </w:rPr>
        <w:t>ل!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که چرا مغز رق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در درون استخوانها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لوله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شکل قرار گرفته؟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حفظ و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چرا</w:t>
      </w:r>
      <w:r w:rsidRPr="005A0486">
        <w:rPr>
          <w:rtl/>
          <w:lang w:bidi="fa-IR"/>
        </w:rPr>
        <w:t xml:space="preserve"> خون روان در رگها قرار گرفت و بسان آب در ظرف شد؟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هدا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صح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آن است؟</w:t>
      </w:r>
    </w:p>
    <w:p w:rsidR="00E11AF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چرا</w:t>
      </w:r>
      <w:r w:rsidRPr="005A0486">
        <w:rPr>
          <w:rtl/>
          <w:lang w:bidi="fa-IR"/>
        </w:rPr>
        <w:t xml:space="preserve"> ناخنها بر سر انگشتان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حفظ انگشتان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شخص</w:t>
      </w:r>
    </w:p>
    <w:p w:rsidR="00E11AF0" w:rsidRDefault="00E11AF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در کار کردن است؟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چرا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گوش را مانند محبسها و دخمه ها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قرار داد؟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صدا وارد گوش شود، بشکند و به پرده گوش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نرساند؟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چرا</w:t>
      </w:r>
      <w:r w:rsidRPr="005A0486">
        <w:rPr>
          <w:rtl/>
          <w:lang w:bidi="fa-IR"/>
        </w:rPr>
        <w:t xml:space="preserve"> انسان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گوشتها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رانها و نشستنگاهها را حمل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کند؟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در گاه نشستن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سخت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مانند افراد نح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لاغر در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فتد؟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1" w:name="_Toc488231702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انسان به صورت نر و ماده</w:t>
      </w:r>
      <w:bookmarkEnd w:id="41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را نر و ماده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جز آنکه او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تناسل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آورد؟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تناسل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او را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دوار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دوار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ابزار کار به او داد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او را کارکن خلق کرد؟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کارکن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او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خلق کرد؟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اسباب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آورد؟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اسباب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را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ضامن رفع حاجتش شد؟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دگان،</w:t>
      </w:r>
      <w:r w:rsidRPr="005A0486">
        <w:rPr>
          <w:rtl/>
          <w:lang w:bidi="fa-IR"/>
        </w:rPr>
        <w:t xml:space="preserve"> با عقل و شعور ممتاز کرد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پاداش و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فر</w:t>
      </w:r>
      <w:r w:rsidRPr="005A0486">
        <w:rPr>
          <w:rtl/>
          <w:lang w:bidi="fa-IR"/>
        </w:rPr>
        <w:t xml:space="preserve"> مقرر فرمود؟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چاره داد جز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او را توان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عطا کرد؟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او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قدرت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 جز آنکه بر او حجت را تمام کرد؟</w:t>
      </w:r>
    </w:p>
    <w:p w:rsidR="00E11AF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که او قادر به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چاره کرده جز</w:t>
      </w:r>
    </w:p>
    <w:p w:rsidR="00E11AF0" w:rsidRDefault="00E11AF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کس قادر بر شکر واقع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</w:p>
    <w:p w:rsidR="00E11AF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آنچه 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خوب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نما،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ذره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سازمانده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نظم و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ب،</w:t>
      </w:r>
      <w:r w:rsidRPr="005A0486">
        <w:rPr>
          <w:rtl/>
          <w:lang w:bidi="fa-IR"/>
        </w:rPr>
        <w:t xml:space="preserve">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</w:t>
      </w:r>
      <w:r w:rsidRPr="00E11AF0">
        <w:rPr>
          <w:rStyle w:val="libBold1Char"/>
          <w:rtl/>
        </w:rPr>
        <w:t>براست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tl/>
        </w:rPr>
        <w:t xml:space="preserve"> که خداوند از آنچه وصف م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tl/>
        </w:rPr>
        <w:t xml:space="preserve"> کنند پ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Fonts w:hint="eastAsia"/>
          <w:rtl/>
        </w:rPr>
        <w:t>راسته</w:t>
      </w:r>
      <w:r w:rsidRPr="00E11AF0">
        <w:rPr>
          <w:rStyle w:val="libBold1Char"/>
          <w:rtl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(انعام،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</w:t>
      </w:r>
      <w:r w:rsidR="0030285A">
        <w:rPr>
          <w:rtl/>
          <w:lang w:bidi="fa-IR"/>
        </w:rPr>
        <w:t>1</w:t>
      </w:r>
      <w:r w:rsidRPr="005A0486">
        <w:rPr>
          <w:rtl/>
          <w:lang w:bidi="fa-IR"/>
        </w:rPr>
        <w:t>00)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2" w:name="_Toc488231703"/>
      <w:r w:rsidRPr="005A0486">
        <w:rPr>
          <w:rFonts w:hint="eastAsia"/>
          <w:rtl/>
          <w:lang w:bidi="fa-IR"/>
        </w:rPr>
        <w:t>قلب</w:t>
      </w:r>
      <w:r w:rsidRPr="005A0486">
        <w:rPr>
          <w:rtl/>
          <w:lang w:bidi="fa-IR"/>
        </w:rPr>
        <w:t xml:space="preserve">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وند</w:t>
      </w:r>
      <w:r w:rsidRPr="005A0486">
        <w:rPr>
          <w:rtl/>
          <w:lang w:bidi="fa-IR"/>
        </w:rPr>
        <w:t xml:space="preserve"> آن با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bookmarkEnd w:id="4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قلب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شرح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دهم: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بدان</w:t>
      </w:r>
      <w:r w:rsidRPr="005A0486">
        <w:rPr>
          <w:rtl/>
          <w:lang w:bidi="fa-IR"/>
        </w:rPr>
        <w:t xml:space="preserve"> در برابر روزنه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شش، روزنه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قلب است تا قلب حرارت 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تا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روزنه ها ناهماهنگ گردند و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و تقابل را از دست بدهند نس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نفس به دل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و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هوشمند و خردمند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پندارد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سر خود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باشد و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عقل او سخنش را تصد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لنگه 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 لولا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است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آن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هوده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هرگز بلکه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سازنده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لنگه، لنگه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که با هم جفت شوند و به همراه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هدف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انجام رسانند و سود بدهند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کتاست</w:t>
      </w:r>
      <w:r w:rsidRPr="005A0486">
        <w:rPr>
          <w:rtl/>
          <w:lang w:bidi="fa-IR"/>
        </w:rPr>
        <w:t xml:space="preserve"> و عقل حکم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ج</w:t>
      </w:r>
      <w:r w:rsidRPr="005A0486">
        <w:rPr>
          <w:rFonts w:hint="eastAsia"/>
          <w:rtl/>
          <w:lang w:bidi="fa-IR"/>
        </w:rPr>
        <w:t>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شود و مؤنث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 نسل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ننگ</w:t>
      </w:r>
      <w:r w:rsidRPr="005A0486">
        <w:rPr>
          <w:rtl/>
          <w:lang w:bidi="fa-IR"/>
        </w:rPr>
        <w:t xml:space="preserve"> و نفر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مرگ باد بر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مدع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فلسفه و حکمت اند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دلهاشان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شگفت کور است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هدفمند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کار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انکار کردند!</w:t>
      </w:r>
    </w:p>
    <w:p w:rsidR="005A0486" w:rsidRDefault="005A048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3" w:name="_Toc488231704"/>
      <w:r w:rsidRPr="005A0486">
        <w:rPr>
          <w:rtl/>
          <w:lang w:bidi="fa-IR"/>
        </w:rPr>
        <w:t>آلت مرد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آن</w:t>
      </w:r>
      <w:bookmarkEnd w:id="43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آلت مرد سست و آو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چگونه به قعر رحم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نطفه را در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نهاد؟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ستاده</w:t>
      </w:r>
      <w:r w:rsidRPr="005A0486">
        <w:rPr>
          <w:rtl/>
          <w:lang w:bidi="fa-IR"/>
        </w:rPr>
        <w:t xml:space="preserve"> و بلند بود شخص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سخت و بلند که در جلو داشت چگونه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بستر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حالت، گذشته از قب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المنظر بودنش، باع</w:t>
      </w:r>
      <w:r w:rsidRPr="005A0486">
        <w:rPr>
          <w:rFonts w:hint="eastAsia"/>
          <w:rtl/>
          <w:lang w:bidi="fa-IR"/>
        </w:rPr>
        <w:t>ث</w:t>
      </w:r>
      <w:r w:rsidRPr="005A0486">
        <w:rPr>
          <w:rtl/>
          <w:lang w:bidi="fa-IR"/>
        </w:rPr>
        <w:t xml:space="preserve"> تحر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دائم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شهوت مردان و زنان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خداوند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چنان کرد که غالباً به چشم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مردان از آن 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فتند؛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چنان است که در هنگام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راست شود تا نسل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نرود و باق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بماند</w:t>
      </w:r>
      <w:r w:rsidR="008D0D19">
        <w:rPr>
          <w:rtl/>
          <w:lang w:bidi="fa-IR"/>
        </w:rPr>
        <w:t>.</w:t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4" w:name="_Toc488231705"/>
      <w:r w:rsidRPr="005A0486">
        <w:rPr>
          <w:rFonts w:hint="eastAsia"/>
          <w:rtl/>
          <w:lang w:bidi="fa-IR"/>
        </w:rPr>
        <w:t>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مخرج</w:t>
      </w:r>
      <w:bookmarkEnd w:id="44"/>
    </w:p>
    <w:p w:rsidR="005A0486" w:rsidRPr="005A0486" w:rsidRDefault="005A0486" w:rsidP="009325ED">
      <w:pPr>
        <w:pStyle w:val="libNormal"/>
        <w:rPr>
          <w:lang w:bidi="fa-IR"/>
        </w:rPr>
      </w:pP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نعمتها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خداوند جل و علا در خوردن، آشام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آسان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دفع زوا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قرار داد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 و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در ساختن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سرا، مستراح در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قرار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رد؟</w:t>
      </w:r>
      <w:r w:rsidRPr="005A0486">
        <w:rPr>
          <w:rtl/>
          <w:lang w:bidi="fa-IR"/>
        </w:rPr>
        <w:t xml:space="preserve"> خداوند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مجرا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خروج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را در مخف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قرار داد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 را در پشت او ظاهر نکرد و در جلو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ننهاد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بلکه در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E11AF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رانها</w:t>
      </w:r>
      <w:r w:rsidRPr="005A0486">
        <w:rPr>
          <w:rtl/>
          <w:lang w:bidi="fa-IR"/>
        </w:rPr>
        <w:t xml:space="preserve"> و لگنها آن را با گوشت در بر گرفته اند و پوشانده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هر گاه که انسان به قضا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حاجت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گشت و به آن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أت</w:t>
      </w:r>
      <w:r w:rsidRPr="005A0486">
        <w:rPr>
          <w:rtl/>
          <w:lang w:bidi="fa-IR"/>
        </w:rPr>
        <w:t xml:space="preserve"> معمول نشست، مخرج چنان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که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فضولات را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E11AF0">
        <w:rPr>
          <w:rStyle w:val="libBold1Char"/>
          <w:rtl/>
        </w:rPr>
        <w:t>خداوند، والا مرتبه است، کس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tl/>
        </w:rPr>
        <w:t xml:space="preserve"> که نعمتها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Fonts w:hint="eastAsia"/>
          <w:rtl/>
        </w:rPr>
        <w:t>ش</w:t>
      </w:r>
      <w:r w:rsidRPr="00E11AF0">
        <w:rPr>
          <w:rStyle w:val="libBold1Char"/>
          <w:rtl/>
        </w:rPr>
        <w:t xml:space="preserve"> ع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Fonts w:hint="eastAsia"/>
          <w:rtl/>
        </w:rPr>
        <w:t>ان</w:t>
      </w:r>
      <w:r w:rsidRPr="00E11AF0">
        <w:rPr>
          <w:rStyle w:val="libBold1Char"/>
          <w:rtl/>
        </w:rPr>
        <w:t xml:space="preserve"> و عطا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Fonts w:hint="eastAsia"/>
          <w:rtl/>
        </w:rPr>
        <w:t>ش</w:t>
      </w:r>
      <w:r w:rsidRPr="00E11AF0">
        <w:rPr>
          <w:rStyle w:val="libBold1Char"/>
          <w:rtl/>
        </w:rPr>
        <w:t xml:space="preserve"> ب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tl/>
        </w:rPr>
        <w:t xml:space="preserve"> پا</w:t>
      </w:r>
      <w:r w:rsidRPr="00E11AF0">
        <w:rPr>
          <w:rStyle w:val="libBold1Char"/>
          <w:rFonts w:hint="cs"/>
          <w:rtl/>
        </w:rPr>
        <w:t>ی</w:t>
      </w:r>
      <w:r w:rsidRPr="00E11AF0">
        <w:rPr>
          <w:rStyle w:val="libBold1Char"/>
          <w:rFonts w:hint="eastAsia"/>
          <w:rtl/>
        </w:rPr>
        <w:t>ان</w:t>
      </w:r>
      <w:r w:rsidRPr="00E11AF0">
        <w:rPr>
          <w:rStyle w:val="libBold1Char"/>
          <w:rtl/>
        </w:rPr>
        <w:t xml:space="preserve"> است</w:t>
      </w:r>
      <w:r w:rsidR="008D0D19">
        <w:rPr>
          <w:rtl/>
          <w:lang w:bidi="fa-IR"/>
        </w:rPr>
        <w:t>.</w:t>
      </w:r>
    </w:p>
    <w:p w:rsidR="005A0486" w:rsidRPr="005A0486" w:rsidRDefault="00E11AF0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E11AF0">
      <w:pPr>
        <w:pStyle w:val="Heading2Center"/>
        <w:rPr>
          <w:rFonts w:hint="cs"/>
          <w:rtl/>
          <w:lang w:bidi="fa-IR"/>
        </w:rPr>
      </w:pPr>
      <w:bookmarkStart w:id="45" w:name="_Toc488231706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شگفت دندانها</w:t>
      </w:r>
      <w:bookmarkEnd w:id="45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>!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درباره دندانها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زند</w:t>
      </w:r>
      <w:r w:rsidRPr="005A0486">
        <w:rPr>
          <w:rtl/>
          <w:lang w:bidi="fa-IR"/>
        </w:rPr>
        <w:t xml:space="preserve"> تا غذا را قطع کنند و ببرند 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پهنند تا غذا را بسا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خرد گردانند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خداوند هر دو نوع را به انسان داد؛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به هر دو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Default="005A0486" w:rsidP="00BD730F">
      <w:pPr>
        <w:pStyle w:val="Heading2Center"/>
        <w:rPr>
          <w:rFonts w:hint="cs"/>
          <w:rtl/>
          <w:lang w:bidi="fa-IR"/>
        </w:rPr>
      </w:pPr>
      <w:bookmarkStart w:id="46" w:name="_Toc488231707"/>
      <w:r w:rsidRPr="005A0486">
        <w:rPr>
          <w:rtl/>
          <w:lang w:bidi="fa-IR"/>
        </w:rPr>
        <w:t>مو و ناخن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آنها</w:t>
      </w:r>
      <w:bookmarkEnd w:id="46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باز</w:t>
      </w:r>
      <w:r w:rsidRPr="005A0486">
        <w:rPr>
          <w:rtl/>
          <w:lang w:bidi="fa-IR"/>
        </w:rPr>
        <w:t xml:space="preserve"> تأمل کن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خداوند با حسن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حکمت، مو و ناخن را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رشد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بلند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کوتاه گردند، حس ندارند تا انسان به هنگام گرفتن آنها احساس درد نکند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انسان از گرفتن مو و ناخن درد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دو محذور قرار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گرفت: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هر دو را رها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تا دراز شوند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با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تح</w:t>
      </w:r>
      <w:r w:rsidRPr="005A0486">
        <w:rPr>
          <w:rFonts w:hint="eastAsia"/>
          <w:rtl/>
          <w:lang w:bidi="fa-IR"/>
        </w:rPr>
        <w:t>مل</w:t>
      </w:r>
      <w:r w:rsidRPr="005A0486">
        <w:rPr>
          <w:rtl/>
          <w:lang w:bidi="fa-IR"/>
        </w:rPr>
        <w:t xml:space="preserve"> درد، آنها را کوتاه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: به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عرض کردم: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اگر خداوند آنها را چنان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افزوده نگردند تا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اصلاح و کوتاه کردن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نباشد؟</w:t>
      </w:r>
    </w:p>
    <w:p w:rsidR="00BD730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 خداوند متعال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کار، نعمتها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نهاده که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آگاه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تا سپاس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آگاه باش! دردها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با خروج مو از منافذ بدن و با خروج ناخن از سر انگشتان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به انسان فرمان داده شده که هر هفته با نوره مال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مو تراش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کوتاه کردن ناخنها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اقدام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ناخن با شتاب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دردها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سر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عتر</w:t>
      </w:r>
      <w:r w:rsidRPr="005A0486">
        <w:rPr>
          <w:rtl/>
          <w:lang w:bidi="fa-IR"/>
        </w:rPr>
        <w:t xml:space="preserve"> خارج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شخص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نکند، رشد آنها کوتاه و اندک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دردها در بدن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مختلف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BD730F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مو در چند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که وجود آن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رنج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است جلوگ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مو در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شد؟ و اگر در دهانش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خوردن و آشام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انسان دشوار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لذت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 اگر در کف دست رشد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انسان از لمس درست </w:t>
      </w:r>
      <w:r w:rsidRPr="005A0486">
        <w:rPr>
          <w:rFonts w:hint="eastAsia"/>
          <w:rtl/>
          <w:lang w:bidi="fa-IR"/>
        </w:rPr>
        <w:t>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انجام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کارها باز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ماند؟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اگر بر فرج زن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آلت مرد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لذت مجامعت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گرفت؟ پس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 که چگونه در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سود و مصلحت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نرو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مخصوص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ست،</w:t>
      </w:r>
      <w:r w:rsidRPr="005A0486">
        <w:rPr>
          <w:rtl/>
          <w:lang w:bidi="fa-IR"/>
        </w:rPr>
        <w:t xml:space="preserve"> بلکه در چهارپا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درندگان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تول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مثل کننده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بدن آنها از مو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 و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مناطق،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قاً</w:t>
      </w:r>
      <w:r w:rsidRPr="005A0486">
        <w:rPr>
          <w:rtl/>
          <w:lang w:bidi="fa-IR"/>
        </w:rPr>
        <w:t xml:space="preserve"> به خاطر آنچه که ذکر شد، مو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 که چگونه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از هر خطا،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دور است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حکمت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است و مصلحت و سود</w:t>
      </w:r>
      <w:r w:rsidR="008D0D19">
        <w:rPr>
          <w:rtl/>
          <w:lang w:bidi="fa-IR"/>
        </w:rPr>
        <w:t>.</w:t>
      </w:r>
    </w:p>
    <w:p w:rsidR="005A0486" w:rsidRDefault="005A0486" w:rsidP="00BD730F">
      <w:pPr>
        <w:pStyle w:val="Heading2Center"/>
        <w:rPr>
          <w:rFonts w:hint="cs"/>
          <w:rtl/>
          <w:lang w:bidi="fa-IR"/>
        </w:rPr>
      </w:pPr>
      <w:bookmarkStart w:id="47" w:name="_Toc488231708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مو در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زهار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بغل</w:t>
      </w:r>
      <w:bookmarkEnd w:id="47"/>
    </w:p>
    <w:p w:rsidR="00BD730F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اصحاب</w:t>
      </w:r>
      <w:r w:rsidRPr="005A0486">
        <w:rPr>
          <w:rtl/>
          <w:lang w:bidi="fa-IR"/>
        </w:rPr>
        <w:t xml:space="preserve"> </w:t>
      </w:r>
      <w:r w:rsidR="00BD730F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مان</w:t>
      </w:r>
      <w:r w:rsidRPr="005A0486">
        <w:rPr>
          <w:rFonts w:hint="cs"/>
          <w:rtl/>
          <w:lang w:bidi="fa-IR"/>
        </w:rPr>
        <w:t>ی</w:t>
      </w:r>
      <w:r w:rsidR="00BD730F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که خواستند بر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 هدفمند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اشکال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مو در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زهار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بغل را ناروا شمردند، غافل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رشد مو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مکانها با وجود رطوبت در آنها مرتبط است و چنانکه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مرطوب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مو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رشد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رش</w:t>
      </w:r>
      <w:r w:rsidRPr="005A0486">
        <w:rPr>
          <w:rtl/>
          <w:lang w:bidi="fa-IR"/>
        </w:rPr>
        <w:t xml:space="preserve"> مواد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بدن از همه جا مناسبتر است؟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گذشته از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بدن خود برسد و از رهگذر بهداشت و نظافت، تن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سالم داشته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 کوتاه کردن موها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بدن، روح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</w:t>
      </w:r>
    </w:p>
    <w:p w:rsidR="005A0486" w:rsidRPr="005A0486" w:rsidRDefault="00BD730F" w:rsidP="009325ED">
      <w:pPr>
        <w:pStyle w:val="libNormal"/>
        <w:rPr>
          <w:lang w:bidi="fa-IR"/>
        </w:rPr>
      </w:pPr>
      <w:r w:rsidRPr="0023050A">
        <w:rPr>
          <w:rStyle w:val="libPoemTiniCharChar"/>
          <w:rtl/>
        </w:rPr>
        <w:br w:type="page"/>
      </w:r>
      <w:r w:rsidR="005A0486" w:rsidRPr="005A0486">
        <w:rPr>
          <w:rtl/>
          <w:lang w:bidi="fa-IR"/>
        </w:rPr>
        <w:lastRenderedPageBreak/>
        <w:t>آتش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ن،</w:t>
      </w:r>
      <w:r w:rsidR="005A0486" w:rsidRPr="005A0486">
        <w:rPr>
          <w:rtl/>
          <w:lang w:bidi="fa-IR"/>
        </w:rPr>
        <w:t xml:space="preserve"> تند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سرمست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خشم او شکسته شود و از پرداختن به سرگرم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گمراه کننده و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پره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نما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Default="005A0486" w:rsidP="00BD730F">
      <w:pPr>
        <w:pStyle w:val="Heading2Center"/>
        <w:rPr>
          <w:rFonts w:hint="cs"/>
          <w:rtl/>
          <w:lang w:bidi="fa-IR"/>
        </w:rPr>
      </w:pPr>
      <w:bookmarkStart w:id="48" w:name="_Toc488231709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آب دهان</w:t>
      </w:r>
      <w:bookmarkEnd w:id="48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درباره</w:t>
      </w:r>
      <w:r w:rsidRPr="005A0486">
        <w:rPr>
          <w:rtl/>
          <w:lang w:bidi="fa-IR"/>
        </w:rPr>
        <w:t xml:space="preserve"> آب دهان و مصالح آن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چنان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نمود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آب همواره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دهان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باشد تا کام و گلو را تر نگاه دارد و خشک نشوند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نامرطوب بمانند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آب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دهان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که انسان با آن آب،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</w:t>
      </w:r>
      <w:r w:rsidRPr="005A0486">
        <w:rPr>
          <w:rFonts w:hint="eastAsia"/>
          <w:rtl/>
          <w:lang w:bidi="fa-IR"/>
        </w:rPr>
        <w:t>شک</w:t>
      </w:r>
      <w:r w:rsidRPr="005A0486">
        <w:rPr>
          <w:rtl/>
          <w:lang w:bidi="fa-IR"/>
        </w:rPr>
        <w:t xml:space="preserve"> را نرم گرداند و فرو برد (بس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خشک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هلاک کرده است) بدان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رطوبت در حکم مرکب راهوار غذاست (و آن را به معده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رساند)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صفرا (و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سوداء)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کاملا به سود انسان است و اگر صفرا خشک شود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</w:t>
      </w:r>
      <w:r w:rsidRPr="005A0486">
        <w:rPr>
          <w:rFonts w:hint="eastAsia"/>
          <w:rtl/>
          <w:lang w:bidi="fa-IR"/>
        </w:rPr>
        <w:t>تد</w:t>
      </w:r>
      <w:r w:rsidR="008D0D19">
        <w:rPr>
          <w:rtl/>
          <w:lang w:bidi="fa-IR"/>
        </w:rPr>
        <w:t>.</w:t>
      </w:r>
    </w:p>
    <w:p w:rsidR="005A0486" w:rsidRDefault="005A0486" w:rsidP="00BD730F">
      <w:pPr>
        <w:pStyle w:val="Heading2Center"/>
        <w:rPr>
          <w:rFonts w:hint="cs"/>
          <w:rtl/>
          <w:lang w:bidi="fa-IR"/>
        </w:rPr>
      </w:pPr>
      <w:bookmarkStart w:id="49" w:name="_Toc488231710"/>
      <w:r w:rsidRPr="005A0486">
        <w:rPr>
          <w:rtl/>
          <w:lang w:bidi="fa-IR"/>
        </w:rPr>
        <w:t>چرا شکم انسان مانند لباس،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پ</w:t>
      </w:r>
      <w:r w:rsidRPr="005A0486">
        <w:rPr>
          <w:rtl/>
          <w:lang w:bidi="fa-IR"/>
        </w:rPr>
        <w:t xml:space="preserve"> و دکمه ندارد؟</w:t>
      </w:r>
      <w:bookmarkEnd w:id="49"/>
    </w:p>
    <w:p w:rsidR="00BD730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نادانان که بدروغ دعو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کلام و فلسفه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از سر کم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کوته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>: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که شکم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مانند قبا و بالاپوش باشد تا هرگاه که پزشک اراده کرد، آن را بگشا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درون آن را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دست در آن کند و به معالجه بپردازد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بس</w:t>
      </w:r>
      <w:r w:rsidRPr="005A0486">
        <w:rPr>
          <w:rFonts w:hint="eastAsia"/>
          <w:rtl/>
          <w:lang w:bidi="fa-IR"/>
        </w:rPr>
        <w:t>ته</w:t>
      </w:r>
      <w:r w:rsidRPr="005A0486">
        <w:rPr>
          <w:rtl/>
          <w:lang w:bidi="fa-IR"/>
        </w:rPr>
        <w:t xml:space="preserve"> و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از چشم و دست نباشد؟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پزشک تنها با دلالتها و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ناقص؛ چون: نظر در بول و معا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و لمس عرق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امور اشتباه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نادرست به درمان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پردازد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(و عدم درمان صح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>) چه بسا به مرگ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منته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BD730F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جاهلان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که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پندار واقع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شد، گذشته از آنکه انسان،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هراس و دلهره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مرگ نداشت و غرور بقا و سلامت، او را به ورطه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خوشگذران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 که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عات</w:t>
      </w:r>
      <w:r w:rsidRPr="005A0486">
        <w:rPr>
          <w:rtl/>
          <w:lang w:bidi="fa-IR"/>
        </w:rPr>
        <w:t xml:space="preserve"> شکم ترشح کند و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شود و خواب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بر هم زند و ف</w:t>
      </w:r>
      <w:r w:rsidRPr="005A0486">
        <w:rPr>
          <w:rFonts w:hint="eastAsia"/>
          <w:rtl/>
          <w:lang w:bidi="fa-IR"/>
        </w:rPr>
        <w:t>اسد</w:t>
      </w:r>
      <w:r w:rsidRPr="005A0486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ترشحات، لباس و آراستگ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را آلوده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 و در کل،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شخص را خراب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معده</w:t>
      </w:r>
      <w:r w:rsidRPr="005A0486">
        <w:rPr>
          <w:rtl/>
          <w:lang w:bidi="fa-IR"/>
        </w:rPr>
        <w:t xml:space="preserve"> و کبد و قلب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حرارت مشخص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خداوند در درون انسان قرار داده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شکم شکاف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 که چشم درون آن را بنگرد و دست به آن برسد،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سرد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دما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خارج به داخل بدن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حرارت بدن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</w:t>
      </w:r>
      <w:r w:rsidRPr="005A0486">
        <w:rPr>
          <w:rtl/>
          <w:lang w:bidi="fa-IR"/>
        </w:rPr>
        <w:t xml:space="preserve"> و آن را از حالت تعادل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نمود؛ </w:t>
      </w: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کار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احشا و درون انسان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ثمر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شخص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جز آنچه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آمده، تمام پندارها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ال</w:t>
      </w:r>
      <w:r w:rsidRPr="005A0486">
        <w:rPr>
          <w:rtl/>
          <w:lang w:bidi="fa-IR"/>
        </w:rPr>
        <w:t xml:space="preserve"> انسان ناصواب و خطاست؟</w:t>
      </w:r>
    </w:p>
    <w:p w:rsidR="005A0486" w:rsidRDefault="005A0486" w:rsidP="00BD730F">
      <w:pPr>
        <w:pStyle w:val="Heading2Center"/>
        <w:rPr>
          <w:rFonts w:hint="cs"/>
          <w:rtl/>
          <w:lang w:bidi="fa-IR"/>
        </w:rPr>
      </w:pPr>
      <w:bookmarkStart w:id="50" w:name="_Toc488231711"/>
      <w:r w:rsidRPr="005A0486">
        <w:rPr>
          <w:rFonts w:hint="eastAsia"/>
          <w:rtl/>
          <w:lang w:bidi="fa-IR"/>
        </w:rPr>
        <w:t>اسرار</w:t>
      </w:r>
      <w:r w:rsidRPr="005A0486">
        <w:rPr>
          <w:rtl/>
          <w:lang w:bidi="fa-IR"/>
        </w:rPr>
        <w:t xml:space="preserve"> خوردن 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مجامعت کردن</w:t>
      </w:r>
      <w:bookmarkEnd w:id="5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خوردن، 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دن،</w:t>
      </w:r>
      <w:r w:rsidRPr="005A0486">
        <w:rPr>
          <w:rtl/>
          <w:lang w:bidi="fa-IR"/>
        </w:rPr>
        <w:t xml:space="preserve"> مجامعت کردن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آنها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کدام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افعال، محرک و عامل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آمده: گرسنگ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عامل خوردن و 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قوام بدن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چرت زدن، عامل خواب، استراحت و تقو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بدن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شهوت (و شعله ور شدن آن) عامل مجام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و ماندگار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نسل است</w:t>
      </w:r>
      <w:r w:rsidR="008D0D19">
        <w:rPr>
          <w:rtl/>
          <w:lang w:bidi="fa-IR"/>
        </w:rPr>
        <w:t>.</w:t>
      </w:r>
    </w:p>
    <w:p w:rsidR="00BD730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انسان (گرسنه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و) در درون، تقاضا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افت،</w:t>
      </w:r>
      <w:r w:rsidRPr="005A0486">
        <w:rPr>
          <w:rtl/>
          <w:lang w:bidi="fa-IR"/>
        </w:rPr>
        <w:t xml:space="preserve"> بلکه از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بدنش به غذا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برد، چه بسا بر اثر</w:t>
      </w:r>
    </w:p>
    <w:p w:rsidR="00BD730F" w:rsidRDefault="00BD730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BD730F">
      <w:pPr>
        <w:pStyle w:val="libNormal"/>
        <w:rPr>
          <w:lang w:bidi="fa-IR"/>
        </w:rPr>
      </w:pPr>
      <w:r w:rsidRPr="005A0486">
        <w:rPr>
          <w:rtl/>
          <w:lang w:bidi="fa-IR"/>
        </w:rPr>
        <w:t>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کسالت و</w:t>
      </w:r>
      <w:r w:rsidR="008D0D19">
        <w:rPr>
          <w:rtl/>
          <w:lang w:bidi="fa-IR"/>
        </w:rPr>
        <w:t>....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 و در اثر آن، لاغر و سپس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گاه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درمان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دارو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اثر سهل انگار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عدم استفاده از آن، درد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اش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به مرگ منته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اگر انسان (بدون آنکه به طور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خوابش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) تنها با توجه به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بدن به خواب و استراحت و تقو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چه بسا بر اثر سست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تنبل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او را به ضعف جسم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دچار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به هلاکت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انجام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(ن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شهوت در درون نبود و) انسان، تنها به خاطر علاقه و به هم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فرزند به مجامعت تن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دور نبود که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نکند و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نسل انسان کاسته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ارند</w:t>
      </w:r>
      <w:r w:rsidRPr="005A0486">
        <w:rPr>
          <w:rtl/>
          <w:lang w:bidi="fa-IR"/>
        </w:rPr>
        <w:t xml:space="preserve">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فرزند 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رغبت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ندارند و به آن اهم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ن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هرکدام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افعال که قوام و سود بدن در آنهاست، در درون و به طور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محرک و عامل حرکت دهنده آن قرار داده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بدان</w:t>
      </w:r>
      <w:r w:rsidRPr="005A0486">
        <w:rPr>
          <w:rtl/>
          <w:lang w:bidi="fa-IR"/>
        </w:rPr>
        <w:t xml:space="preserve"> که در (جسم) انسان چهار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tl/>
          <w:lang w:bidi="fa-IR"/>
        </w:rPr>
        <w:t xml:space="preserve"> (و دستگاه) نهفته شده است:</w:t>
      </w:r>
    </w:p>
    <w:p w:rsidR="005A0486" w:rsidRPr="005A0486" w:rsidRDefault="0030285A" w:rsidP="009325ED">
      <w:pPr>
        <w:pStyle w:val="libNormal"/>
        <w:rPr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 xml:space="preserve"> -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جاذبه (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گرسنگ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</w:t>
      </w:r>
      <w:r w:rsidR="005A0486" w:rsidRPr="005A0486">
        <w:rPr>
          <w:rtl/>
          <w:lang w:bidi="fa-IR"/>
        </w:rPr>
        <w:t xml:space="preserve"> طلب درون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غذا) که غذا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رد</w:t>
      </w:r>
      <w:r w:rsidR="005A0486" w:rsidRPr="005A0486">
        <w:rPr>
          <w:rtl/>
          <w:lang w:bidi="fa-IR"/>
        </w:rPr>
        <w:t xml:space="preserve"> و سو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معده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فرستد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2-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ماسکه (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نگاهدارنده) که غذا را در معده و جز آن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تا عمل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انجام شود</w:t>
      </w:r>
      <w:r w:rsidR="008D0D19">
        <w:rPr>
          <w:rtl/>
          <w:lang w:bidi="fa-IR"/>
        </w:rPr>
        <w:t>.</w:t>
      </w:r>
    </w:p>
    <w:p w:rsidR="00C1487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3 -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tl/>
          <w:lang w:bidi="fa-IR"/>
        </w:rPr>
        <w:t xml:space="preserve"> (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جهاز) هاضمه که غذا را در معده طبخ (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هضم)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عصاره و اصل خالص آن را جدا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در تمام بدن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پراکند</w:t>
      </w:r>
      <w:r w:rsidR="008D0D19">
        <w:rPr>
          <w:rtl/>
          <w:lang w:bidi="fa-IR"/>
        </w:rPr>
        <w:t>.</w:t>
      </w:r>
    </w:p>
    <w:p w:rsidR="005A0486" w:rsidRPr="005A0486" w:rsidRDefault="00C14876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4 -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دافعه که زوا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غذا را پس از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دستگاه هاضمه به جانب پا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(و دفع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)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تأمل</w:t>
      </w:r>
      <w:r w:rsidRPr="005A0486">
        <w:rPr>
          <w:rtl/>
          <w:lang w:bidi="fa-IR"/>
        </w:rPr>
        <w:t xml:space="preserve"> فراوان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چهارگانه و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بدن به آنها و هم در حکمتها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نهفته در آن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جاذبه نبود انسان چگونه در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چاره جو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غذا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به آن است،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افتاد؟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نگاهدارنده و ماسکه غذا نبود، چگونه غذا در درون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</w:t>
      </w:r>
      <w:r w:rsidRPr="005A0486">
        <w:rPr>
          <w:rtl/>
          <w:lang w:bidi="fa-IR"/>
        </w:rPr>
        <w:t xml:space="preserve"> تا معده آن را هضم کند؟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هاضه نبود، چگونه غذا هضم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پخت تا خالص آن که برآورنده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سلولها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 است از آن جدا شود؟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دافعه نبود، چگونه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ها،</w:t>
      </w:r>
      <w:r w:rsidRPr="005A0486">
        <w:rPr>
          <w:rtl/>
          <w:lang w:bidi="fa-IR"/>
        </w:rPr>
        <w:t xml:space="preserve"> غذاها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قابل هضم و مانده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دستگاه هاضمه دفع و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خداوند جل و علا چگونه با لطف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حسن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خود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روها</w:t>
      </w:r>
      <w:r w:rsidRPr="005A0486">
        <w:rPr>
          <w:rtl/>
          <w:lang w:bidi="fa-IR"/>
        </w:rPr>
        <w:t xml:space="preserve"> را بر بدن گمارد تا به سود و مصلحت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آن عمل کنند؟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باره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 مثال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زنم:</w:t>
      </w:r>
    </w:p>
    <w:p w:rsidR="00C1487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بدن</w:t>
      </w:r>
      <w:r w:rsidRPr="005A0486">
        <w:rPr>
          <w:rtl/>
          <w:lang w:bidi="fa-IR"/>
        </w:rPr>
        <w:t xml:space="preserve"> به منزله خانه پادشاه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خانه غلامان، نوکران، خدمتکاران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رگران</w:t>
      </w:r>
      <w:r w:rsidRPr="005A0486">
        <w:rPr>
          <w:rtl/>
          <w:lang w:bidi="fa-IR"/>
        </w:rPr>
        <w:t xml:space="preserve"> داخل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مدبران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tl/>
          <w:lang w:bidi="fa-IR"/>
        </w:rPr>
        <w:t xml:space="preserve"> و برآور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حاجات آنان (جاذبه)،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هر چه را که وارد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سازد (ماسکه)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آن را به عمل آورد و مه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سازد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ازمندان</w:t>
      </w:r>
      <w:r w:rsidRPr="005A0486">
        <w:rPr>
          <w:rtl/>
          <w:lang w:bidi="fa-IR"/>
        </w:rPr>
        <w:t xml:space="preserve"> پخش کند (هاضمه)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خانه را از آلودگ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زوا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پاک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(دافعه)</w:t>
      </w:r>
    </w:p>
    <w:p w:rsidR="005A0486" w:rsidRPr="005A0486" w:rsidRDefault="00C14876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سخن ما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م،</w:t>
      </w:r>
      <w:r w:rsidRPr="005A0486">
        <w:rPr>
          <w:rtl/>
          <w:lang w:bidi="fa-IR"/>
        </w:rPr>
        <w:t xml:space="preserve"> پادشاه عالم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بدن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همان خانه و غلامان و حشم،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و موکلان و مدبران هم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چهارگانه به شمار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بپندار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شرح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چهارگانه و عملکرد آنها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CF799A" w:rsidRDefault="00CF799A" w:rsidP="00CF799A">
      <w:pPr>
        <w:pStyle w:val="Heading2Center"/>
        <w:rPr>
          <w:rtl/>
          <w:lang w:bidi="fa-IR"/>
        </w:rPr>
      </w:pPr>
      <w:bookmarkStart w:id="51" w:name="_Toc488231712"/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آنها</w:t>
      </w:r>
      <w:bookmarkEnd w:id="51"/>
    </w:p>
    <w:p w:rsidR="00CF799A" w:rsidRDefault="00CF799A" w:rsidP="00CF79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مفضّل! </w:t>
      </w:r>
      <w:r>
        <w:rPr>
          <w:rFonts w:hint="cs"/>
          <w:rtl/>
          <w:lang w:bidi="fa-IR"/>
        </w:rPr>
        <w:t>(</w:t>
      </w:r>
      <w:r>
        <w:rPr>
          <w:rtl/>
          <w:lang w:bidi="fa-IR"/>
        </w:rPr>
        <w:t>پس از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Fonts w:hint="cs"/>
          <w:rtl/>
          <w:lang w:bidi="fa-IR"/>
        </w:rPr>
        <w:t>)</w:t>
      </w:r>
      <w:r>
        <w:rPr>
          <w:rtl/>
          <w:lang w:bidi="fa-IR"/>
        </w:rPr>
        <w:t xml:space="preserve"> دربارة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ال،</w:t>
      </w:r>
      <w:r>
        <w:rPr>
          <w:rtl/>
          <w:lang w:bidi="fa-IR"/>
        </w:rPr>
        <w:t xml:space="preserve"> عقل، حافظه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حافظه </w:t>
      </w:r>
      <w:r>
        <w:rPr>
          <w:rFonts w:hint="cs"/>
          <w:rtl/>
          <w:lang w:bidi="fa-IR"/>
        </w:rPr>
        <w:t>(</w:t>
      </w:r>
      <w:r>
        <w:rPr>
          <w:rtl/>
          <w:lang w:bidi="fa-IR"/>
        </w:rPr>
        <w:t xml:space="preserve">وجود نداشت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)</w:t>
      </w:r>
      <w:r>
        <w:rPr>
          <w:rtl/>
          <w:lang w:bidi="fa-IR"/>
        </w:rPr>
        <w:t xml:space="preserve"> ناقص بود انسان چه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سود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ستد،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گفته و آنچه بدو گفته اند و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مضرّ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چه خلل و نارسا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تجربه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آمد؟</w:t>
      </w:r>
    </w:p>
    <w:p w:rsidR="00CF799A" w:rsidRDefault="00CF799A" w:rsidP="00CF79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هرقدر که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آن را فرا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اگر تمام عمرش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و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آموخت، 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نه از تجربه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 برد و نه از گذشته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عبرت</w:t>
      </w:r>
    </w:p>
    <w:p w:rsidR="00CF799A" w:rsidRDefault="00CF799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CF799A" w:rsidRDefault="00CF799A" w:rsidP="00CF799A">
      <w:pPr>
        <w:pStyle w:val="libNormal"/>
        <w:rPr>
          <w:rtl/>
          <w:lang w:bidi="fa-IR"/>
        </w:rPr>
      </w:pPr>
      <w:r>
        <w:rPr>
          <w:rtl/>
          <w:lang w:bidi="fa-IR"/>
        </w:rPr>
        <w:t>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از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[ و مانند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]</w:t>
      </w:r>
    </w:p>
    <w:p w:rsidR="005A0486" w:rsidRDefault="005A0486" w:rsidP="00C14876">
      <w:pPr>
        <w:pStyle w:val="Heading2Center"/>
        <w:rPr>
          <w:rFonts w:hint="cs"/>
          <w:rtl/>
          <w:lang w:bidi="fa-IR"/>
        </w:rPr>
      </w:pPr>
      <w:bookmarkStart w:id="52" w:name="_Toc488231713"/>
      <w:r w:rsidRPr="005A0486">
        <w:rPr>
          <w:rFonts w:hint="eastAsia"/>
          <w:rtl/>
          <w:lang w:bidi="fa-IR"/>
        </w:rPr>
        <w:t>نعمت</w:t>
      </w:r>
      <w:r w:rsidRPr="005A0486">
        <w:rPr>
          <w:rtl/>
          <w:lang w:bidi="fa-IR"/>
        </w:rPr>
        <w:t xml:space="preserve"> حافظه و فراموش</w:t>
      </w:r>
      <w:r w:rsidRPr="005A0486">
        <w:rPr>
          <w:rFonts w:hint="cs"/>
          <w:rtl/>
          <w:lang w:bidi="fa-IR"/>
        </w:rPr>
        <w:t>ی</w:t>
      </w:r>
      <w:bookmarkEnd w:id="5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تنها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باطن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مهم است (که اگر وجود نداشته باشد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نارسائ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انسان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نعمت حافظه تنها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همه نعمت است)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بدان</w:t>
      </w:r>
      <w:r w:rsidRPr="005A0486">
        <w:rPr>
          <w:rtl/>
          <w:lang w:bidi="fa-IR"/>
        </w:rPr>
        <w:t xml:space="preserve"> که نعمت فراموش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بزرگتر از نعمت حافظه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(نعمت) فراموش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نبود،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کس مص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بت</w:t>
      </w:r>
      <w:r w:rsidRPr="005A0486">
        <w:rPr>
          <w:rtl/>
          <w:lang w:bidi="fa-IR"/>
        </w:rPr>
        <w:t xml:space="preserve"> و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فراموش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حسرتش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افت،</w:t>
      </w:r>
      <w:r w:rsidRPr="005A0486">
        <w:rPr>
          <w:rtl/>
          <w:lang w:bidi="fa-IR"/>
        </w:rPr>
        <w:t xml:space="preserve">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اش تمام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داشتن (و عدم فراموش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آفات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از آن بهره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فرامو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غفلت سلطان (و حاکم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دشمن اوست) و 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حسد رشکبران نداشت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چگونه دو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حافظه و فراموش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ضد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گرند،</w:t>
      </w:r>
      <w:r w:rsidRPr="005A0486">
        <w:rPr>
          <w:rtl/>
          <w:lang w:bidi="fa-IR"/>
        </w:rPr>
        <w:t xml:space="preserve"> هر کدام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مصلحت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 در نهاد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نهفته شده است؟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حال</w:t>
      </w:r>
      <w:r w:rsidRPr="005A0486">
        <w:rPr>
          <w:rtl/>
          <w:lang w:bidi="fa-IR"/>
        </w:rPr>
        <w:t xml:space="preserve"> که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نعمت (خدا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علا) که ضد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گرند</w:t>
      </w:r>
      <w:r w:rsidRPr="005A0486">
        <w:rPr>
          <w:rtl/>
          <w:lang w:bidi="fa-IR"/>
        </w:rPr>
        <w:t xml:space="preserve"> به سود انسان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هر کدام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ضرور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است، چرا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(از مردم نادان و مشرک)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اء</w:t>
      </w:r>
      <w:r w:rsidRPr="005A0486">
        <w:rPr>
          <w:rtl/>
          <w:lang w:bidi="fa-IR"/>
        </w:rPr>
        <w:t xml:space="preserve"> متضاد به دو خالق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متضاد معتقد شوند؟</w:t>
      </w:r>
    </w:p>
    <w:p w:rsidR="005A0486" w:rsidRDefault="005A0486" w:rsidP="00CF799A">
      <w:pPr>
        <w:pStyle w:val="Heading2Center"/>
        <w:rPr>
          <w:rFonts w:hint="cs"/>
          <w:rtl/>
          <w:lang w:bidi="fa-IR"/>
        </w:rPr>
      </w:pPr>
      <w:bookmarkStart w:id="53" w:name="_Toc488231714"/>
      <w:r w:rsidRPr="005A0486">
        <w:rPr>
          <w:rtl/>
          <w:lang w:bidi="fa-IR"/>
        </w:rPr>
        <w:t>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وانات،</w:t>
      </w:r>
      <w:r w:rsidRPr="005A0486">
        <w:rPr>
          <w:rtl/>
          <w:lang w:bidi="fa-IR"/>
        </w:rPr>
        <w:t xml:space="preserve"> تنها انسان باح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bookmarkEnd w:id="53"/>
    </w:p>
    <w:p w:rsidR="00CF799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آنچه که خداوند جل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القدر و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الغناء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</w:p>
    <w:p w:rsidR="00CF799A" w:rsidRDefault="00CF799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تنها انسان را به آن آراست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مقصودم </w:t>
      </w:r>
      <w:r w:rsidR="00065271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="00065271">
        <w:rPr>
          <w:rFonts w:hint="cs"/>
          <w:rtl/>
          <w:lang w:bidi="fa-IR"/>
        </w:rPr>
        <w:t xml:space="preserve">» 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نبود انسان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چگاه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همان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رفت،</w:t>
      </w:r>
      <w:r w:rsidRPr="005A0486">
        <w:rPr>
          <w:rtl/>
          <w:lang w:bidi="fa-IR"/>
        </w:rPr>
        <w:t xml:space="preserve"> به وعده وفا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tl/>
          <w:lang w:bidi="fa-IR"/>
        </w:rPr>
        <w:t>(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مردم) را برآورده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ساخت، 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برحذر بود و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مرتکب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امور لازم و واجب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خاطر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انجام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هستند که اگر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 و شرمگ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شدند، حقوق والد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رعا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نمودند، صله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رحم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امانت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پس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دادند و از فاحشه برحذر نبودند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چسان تمام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انسان به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دارد و سود و مصلحت و کمال او در آنهاست، در او گرد آمده است؟</w:t>
      </w:r>
    </w:p>
    <w:p w:rsidR="005A0486" w:rsidRDefault="005A0486" w:rsidP="00065271">
      <w:pPr>
        <w:pStyle w:val="Heading2Center"/>
        <w:rPr>
          <w:rFonts w:hint="cs"/>
          <w:rtl/>
          <w:lang w:bidi="fa-IR"/>
        </w:rPr>
      </w:pPr>
      <w:bookmarkStart w:id="54" w:name="_Toc488231715"/>
      <w:r w:rsidRPr="005A0486">
        <w:rPr>
          <w:rFonts w:hint="eastAsia"/>
          <w:rtl/>
          <w:lang w:bidi="fa-IR"/>
        </w:rPr>
        <w:t>اختصاص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نطق و نوشتن</w:t>
      </w:r>
      <w:bookmarkEnd w:id="54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بنگر که چگونه خداوند - تقدست اسماءه - به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نعمت نطق عطا کرد و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tl/>
          <w:lang w:bidi="fa-IR"/>
        </w:rPr>
        <w:t xml:space="preserve"> آنچه را که در نهان و قلب دارد باز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اش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درون مردم آگاه شود؟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توان نطق در او نبود،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چهارپا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مانست که نتواند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را از درون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آگاه سازد و نه از ما 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الضم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باخبر شود</w:t>
      </w:r>
      <w:r w:rsidR="008D0D19">
        <w:rPr>
          <w:rtl/>
          <w:lang w:bidi="fa-IR"/>
        </w:rPr>
        <w:t>.</w:t>
      </w:r>
    </w:p>
    <w:p w:rsidR="0006527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قدرت</w:t>
      </w:r>
      <w:r w:rsidRPr="005A0486">
        <w:rPr>
          <w:rtl/>
          <w:lang w:bidi="fa-IR"/>
        </w:rPr>
        <w:t xml:space="preserve"> کتابت و نوشتن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(با اهم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و) مخصوص انسان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نوشتن، اخبار گذشتگان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حاضران و اخبار حاضران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حفظ و منتقل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065271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نوشتن، دانشها و علوم و آداب مختلف در قالب نوشته ها و کتابها جاودان و ماندگار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نوشتن، حساب و کتاب و روابط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انسانها در معاملات ثبت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نوشتن نبود، اخبار و حوادث روزگاران نابود و منقطع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گشت، خبر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غا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بان</w:t>
      </w:r>
      <w:r w:rsidRPr="005A0486">
        <w:rPr>
          <w:rtl/>
          <w:lang w:bidi="fa-IR"/>
        </w:rPr>
        <w:t xml:space="preserve"> به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هنشان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دانشها</w:t>
      </w:r>
      <w:r w:rsidRPr="005A0486">
        <w:rPr>
          <w:rtl/>
          <w:lang w:bidi="fa-IR"/>
        </w:rPr>
        <w:t xml:space="preserve"> مندرس و محو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شد،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آداب</w:t>
      </w:r>
      <w:r w:rsidRPr="005A0486">
        <w:rPr>
          <w:rtl/>
          <w:lang w:bidi="fa-IR"/>
        </w:rPr>
        <w:t xml:space="preserve"> (و فرهنگها)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رفت،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کار،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معاملات مردم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آمد،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مردم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توانستند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حفظ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عمل به شر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به احکام نوشته شده و روا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نقل شده که آنها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دانند بنگرند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ممکن</w:t>
      </w:r>
      <w:r w:rsidRPr="005A0486">
        <w:rPr>
          <w:rtl/>
          <w:lang w:bidi="fa-IR"/>
        </w:rPr>
        <w:t xml:space="preserve"> است پندارت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باشد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نطق در سرشت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بلکه او با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و چاره جو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سخن گفتن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خود مردم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الفاظ و کلمات را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خود اصطلاح کرده اند و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هر امت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ملت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زبان و کل</w:t>
      </w:r>
      <w:r w:rsidRPr="005A0486">
        <w:rPr>
          <w:rFonts w:hint="eastAsia"/>
          <w:rtl/>
          <w:lang w:bidi="fa-IR"/>
        </w:rPr>
        <w:t>مات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متفاوت با زبان و کلمات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امتها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عرب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سر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عبر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روم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لغتها و زبانها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اقوام منتشر است و خود آنان آنها را وضع نموده 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پاسخ پندار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مدع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گفته شود:</w:t>
      </w:r>
    </w:p>
    <w:p w:rsidR="0006527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چه انسان، خود با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و چاره جو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ابزار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  <w:r w:rsidRPr="005A0486">
        <w:rPr>
          <w:rtl/>
          <w:lang w:bidi="fa-IR"/>
        </w:rPr>
        <w:t xml:space="preserve"> جز آن است که خداوند جل و علا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او ابزار نطق و نوشتن را به ود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نهاد؟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اگر زبان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برا</w:t>
      </w:r>
      <w:r w:rsidRPr="005A0486">
        <w:rPr>
          <w:rFonts w:hint="cs"/>
          <w:rtl/>
          <w:lang w:bidi="fa-IR"/>
        </w:rPr>
        <w:t>ی</w:t>
      </w:r>
    </w:p>
    <w:p w:rsidR="00065271" w:rsidRDefault="0006527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سخن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ذهن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درک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اء</w:t>
      </w:r>
      <w:r w:rsidRPr="005A0486">
        <w:rPr>
          <w:rtl/>
          <w:lang w:bidi="fa-IR"/>
        </w:rPr>
        <w:t xml:space="preserve"> و م</w:t>
      </w:r>
      <w:r w:rsidRPr="005A0486">
        <w:rPr>
          <w:rFonts w:hint="eastAsia"/>
          <w:rtl/>
          <w:lang w:bidi="fa-IR"/>
        </w:rPr>
        <w:t>عان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نداشت،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قادر به سخن گفتن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کف دست و انگشتان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نوشتن نداشت،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توان نوشتن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او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را در نگرش و تأمل در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که نه سخن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سند؛</w:t>
      </w:r>
      <w:r w:rsidRPr="005A0486">
        <w:rPr>
          <w:rtl/>
          <w:lang w:bidi="fa-IR"/>
        </w:rPr>
        <w:t xml:space="preserve"> پس اصل و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نعمتها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سترگ،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و تفضل او بر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B878F8">
        <w:rPr>
          <w:rStyle w:val="libBold1Char"/>
          <w:rtl/>
        </w:rPr>
        <w:t>آن که سپاس گو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Fonts w:hint="eastAsia"/>
          <w:rtl/>
        </w:rPr>
        <w:t>د</w:t>
      </w:r>
      <w:r w:rsidRPr="00B878F8">
        <w:rPr>
          <w:rStyle w:val="libBold1Char"/>
          <w:rtl/>
        </w:rPr>
        <w:t xml:space="preserve"> پاداش م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tl/>
        </w:rPr>
        <w:t xml:space="preserve"> گ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Fonts w:hint="eastAsia"/>
          <w:rtl/>
        </w:rPr>
        <w:t>رد</w:t>
      </w:r>
      <w:r w:rsidRPr="00B878F8">
        <w:rPr>
          <w:rStyle w:val="libBold1Char"/>
          <w:rtl/>
        </w:rPr>
        <w:t xml:space="preserve"> و آن که کفر و ناسپاس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tl/>
        </w:rPr>
        <w:t xml:space="preserve"> ورزد ب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tl/>
        </w:rPr>
        <w:t xml:space="preserve"> ترد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Fonts w:hint="eastAsia"/>
          <w:rtl/>
        </w:rPr>
        <w:t>د</w:t>
      </w:r>
      <w:r w:rsidRPr="00B878F8">
        <w:rPr>
          <w:rStyle w:val="libBold1Char"/>
          <w:rtl/>
        </w:rPr>
        <w:t xml:space="preserve"> خدا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tl/>
        </w:rPr>
        <w:t xml:space="preserve"> جل و علا از همه عالم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Fonts w:hint="eastAsia"/>
          <w:rtl/>
        </w:rPr>
        <w:t>ان</w:t>
      </w:r>
      <w:r w:rsidRPr="00B878F8">
        <w:rPr>
          <w:rStyle w:val="libBold1Char"/>
          <w:rtl/>
        </w:rPr>
        <w:t xml:space="preserve"> ب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tl/>
        </w:rPr>
        <w:t xml:space="preserve"> ن</w:t>
      </w:r>
      <w:r w:rsidRPr="00B878F8">
        <w:rPr>
          <w:rStyle w:val="libBold1Char"/>
          <w:rFonts w:hint="cs"/>
          <w:rtl/>
        </w:rPr>
        <w:t>ی</w:t>
      </w:r>
      <w:r w:rsidRPr="00B878F8">
        <w:rPr>
          <w:rStyle w:val="libBold1Char"/>
          <w:rFonts w:hint="eastAsia"/>
          <w:rtl/>
        </w:rPr>
        <w:t>از</w:t>
      </w:r>
      <w:r w:rsidRPr="00B878F8">
        <w:rPr>
          <w:rStyle w:val="libBold1Char"/>
          <w:rtl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(سوره نمل،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40)</w:t>
      </w:r>
    </w:p>
    <w:p w:rsidR="005A0486" w:rsidRDefault="005A0486" w:rsidP="00B878F8">
      <w:pPr>
        <w:pStyle w:val="Heading2Center"/>
        <w:rPr>
          <w:rFonts w:hint="cs"/>
          <w:rtl/>
          <w:lang w:bidi="fa-IR"/>
        </w:rPr>
      </w:pPr>
      <w:bookmarkStart w:id="55" w:name="_Toc488231716"/>
      <w:r w:rsidRPr="005A0486">
        <w:rPr>
          <w:rFonts w:hint="eastAsia"/>
          <w:rtl/>
          <w:lang w:bidi="fa-IR"/>
        </w:rPr>
        <w:t>رفع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انسان</w:t>
      </w:r>
      <w:bookmarkEnd w:id="55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که خداوند جل و علا چه دانش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آموخت و عطا نمود و کدام را به او نداد؟ دانش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را به او ارزان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درباره دانش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با نشانه ها و براه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نهفته شده معرفت و شناخت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را و شناخت واجبات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چون، رعا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عدا</w:t>
      </w:r>
      <w:r w:rsidRPr="005A0486">
        <w:rPr>
          <w:rFonts w:hint="eastAsia"/>
          <w:rtl/>
          <w:lang w:bidi="fa-IR"/>
        </w:rPr>
        <w:t>لت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احسان به پدر و مادر، ادا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امانت، کمک به برادران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را به او عطا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همه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که انسان مخالف و موافق در سرشت خود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بشناسد و در فطرتشان به او اقرار و اعتراف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B878F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دانش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را به او هد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نمود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جمله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نوع دانش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به دانش زراعت و درختکار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دانش استفاده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گوسفندان و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 و اخراج آنها از دل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شناخت داروها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شفابخش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گوناگون، شناخت و بهره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معادن مختلف که از آنها جواهر استخراج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سوار شدن بر کشت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ها،</w:t>
      </w:r>
      <w:r w:rsidRPr="005A0486">
        <w:rPr>
          <w:rtl/>
          <w:lang w:bidi="fa-IR"/>
        </w:rPr>
        <w:t xml:space="preserve"> فرو رفتن در دل آب، انواع</w:t>
      </w:r>
    </w:p>
    <w:p w:rsidR="00B878F8" w:rsidRDefault="00B878F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چاره ها در شکار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پرندگان و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ان،</w:t>
      </w:r>
      <w:r w:rsidRPr="005A0486">
        <w:rPr>
          <w:rtl/>
          <w:lang w:bidi="fa-IR"/>
        </w:rPr>
        <w:t xml:space="preserve"> به کارگ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صنعتها و تجارت و بازرگان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کسب اشاره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اگر بخواه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دانشها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که به سود انسان است بر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از شمار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است و شرح آنها بدرازا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خداوند</w:t>
      </w:r>
      <w:r w:rsidRPr="005A0486">
        <w:rPr>
          <w:rtl/>
          <w:lang w:bidi="fa-IR"/>
        </w:rPr>
        <w:t xml:space="preserve"> جل و علا تنها به انسان دانشها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عطا فرمود که به سود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اوست و او را از فراگ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در شأن و طاقت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باز داشته است؛ مانند دانش 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ب،</w:t>
      </w:r>
      <w:r w:rsidRPr="005A0486">
        <w:rPr>
          <w:rtl/>
          <w:lang w:bidi="fa-IR"/>
        </w:rPr>
        <w:t xml:space="preserve"> علم به آنچه واقع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شود؛ علم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آنچه واقع شده؛ چون: دانش فوق آسمانها و درون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دانش ژرفا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آبها و بخشها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جهان، دانش شناخت درون دلها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مردم، شناخت ما 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الارحام و دانشها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چون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دانشها که از مردم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دعو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دانستن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دانشها را دارند و حال آنکه لغزشها و نادرست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سخنان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خود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بطلان ادعا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است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 که چگونه تمام دانشها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به سود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اوست به او داده شده و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شناختها محروم گشته تا نقص و کمال خود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امر هر دو به سود اوست</w:t>
      </w:r>
      <w:r w:rsidR="008D0D19">
        <w:rPr>
          <w:rtl/>
          <w:lang w:bidi="fa-IR"/>
        </w:rPr>
        <w:t>.</w:t>
      </w:r>
    </w:p>
    <w:p w:rsidR="005A0486" w:rsidRDefault="005A0486" w:rsidP="00DB021C">
      <w:pPr>
        <w:pStyle w:val="Heading2Center"/>
        <w:rPr>
          <w:rFonts w:hint="cs"/>
          <w:rtl/>
          <w:lang w:bidi="fa-IR"/>
        </w:rPr>
      </w:pPr>
      <w:bookmarkStart w:id="56" w:name="_Toc488231717"/>
      <w:r w:rsidRPr="005A0486">
        <w:rPr>
          <w:rtl/>
          <w:lang w:bidi="fa-IR"/>
        </w:rPr>
        <w:t>عدم 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به مدت عمر خود</w:t>
      </w:r>
      <w:bookmarkEnd w:id="56"/>
    </w:p>
    <w:p w:rsidR="00DB021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عدم 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به مدت عمرش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او به عمر کوتاهش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لذت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 و با علم به مرگ و انتظار آن،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گوارا و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همانند شخص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مالش نابود شده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شرف نابود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احساس فقر و نابود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eastAsia"/>
          <w:rtl/>
          <w:lang w:bidi="fa-IR"/>
        </w:rPr>
        <w:t>ال،</w:t>
      </w:r>
      <w:r w:rsidRPr="005A0486">
        <w:rPr>
          <w:rtl/>
          <w:lang w:bidi="fa-IR"/>
        </w:rPr>
        <w:t xml:space="preserve"> او را هراسناک کرده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</w:t>
      </w:r>
    </w:p>
    <w:p w:rsidR="00DB021C" w:rsidRDefault="00DB021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آنکه آثار و عواقب ناگوار شناخت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عمر بمراتب از آثار و نابود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مال بزرگتر و دشوارتر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کمبود مال جبران شدن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باعث آرامش نسب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شخص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عمر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باور داشته باشد اگر چه عمرش طول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شخص به طول عمر و بقا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اطم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ابد،</w:t>
      </w:r>
      <w:r w:rsidRPr="005A0486">
        <w:rPr>
          <w:rtl/>
          <w:lang w:bidi="fa-IR"/>
        </w:rPr>
        <w:t xml:space="preserve"> در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لذات و معاص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غرق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عمر توبه خواهد کرد همواره در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به شهوات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خشنود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 آن را از بندگانش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تو غلام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باش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سال خشم و نارضا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 را باعث شود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روز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ماه خشنودت 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تا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همه کار و همه وقت فرمان تو را نبرد و سفارشت را گوش فرا ندهد، او را بنده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صالح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07422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مگر نشده که گاه شخص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تمام اوقاتش را در معص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گناه گذرانده آنگاه توبه نموده و توبه او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رفته</w:t>
      </w:r>
      <w:r w:rsidRPr="005A0486">
        <w:rPr>
          <w:rtl/>
          <w:lang w:bidi="fa-IR"/>
        </w:rPr>
        <w:t xml:space="preserve"> شده است؟ پاسخ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: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شهوات بر انسان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گردند و از مخالفت با آنها عاجز شود، نه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اساس کار را بر ارتکاب معص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بگذارد، (تا آ</w:t>
      </w:r>
      <w:r w:rsidRPr="005A0486">
        <w:rPr>
          <w:rFonts w:hint="eastAsia"/>
          <w:rtl/>
          <w:lang w:bidi="fa-IR"/>
        </w:rPr>
        <w:t>خر</w:t>
      </w:r>
      <w:r w:rsidRPr="005A0486">
        <w:rPr>
          <w:rtl/>
          <w:lang w:bidi="fa-IR"/>
        </w:rPr>
        <w:t xml:space="preserve"> کار توبه کند) تنها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 خداوند از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گذرد و با بخشا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بر او تفضل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توجه و با قصد گناه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تا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کار توبه کند در واقع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کوشد تا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بد</w:t>
      </w:r>
      <w:r w:rsidRPr="005A0486">
        <w:rPr>
          <w:rtl/>
          <w:lang w:bidi="fa-IR"/>
        </w:rPr>
        <w:t xml:space="preserve"> که 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ست،</w:t>
      </w:r>
      <w:r w:rsidRPr="005A0486">
        <w:rPr>
          <w:rtl/>
          <w:lang w:bidi="fa-IR"/>
        </w:rPr>
        <w:t xml:space="preserve">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خواهد لذت نقد را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قول توبه نس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(به قول معروف: وعده سر خرمن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 غالباً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اشخاص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عمل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وعده خود توف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چندان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دل کندن از لذت و رفاه و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توبه بو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ژه</w:t>
      </w:r>
      <w:r w:rsidRPr="005A0486">
        <w:rPr>
          <w:rtl/>
          <w:lang w:bidi="fa-IR"/>
        </w:rPr>
        <w:t xml:space="preserve"> در دوران کهولت و ضعف بدن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دشوار (و گاه ناشدن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است</w:t>
      </w:r>
      <w:r w:rsidR="008D0D19">
        <w:rPr>
          <w:rtl/>
          <w:lang w:bidi="fa-IR"/>
        </w:rPr>
        <w:t>.</w:t>
      </w:r>
    </w:p>
    <w:p w:rsidR="0007422C" w:rsidRDefault="0007422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معلوم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بر اثر فردا فردا کردن، </w:t>
      </w:r>
      <w:r w:rsidRPr="005A0486">
        <w:rPr>
          <w:rFonts w:hint="eastAsia"/>
          <w:rtl/>
          <w:lang w:bidi="fa-IR"/>
        </w:rPr>
        <w:t>مرگ</w:t>
      </w:r>
      <w:r w:rsidRPr="005A0486">
        <w:rPr>
          <w:rtl/>
          <w:lang w:bidi="fa-IR"/>
        </w:rPr>
        <w:t xml:space="preserve"> غافلگ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رش</w:t>
      </w:r>
      <w:r w:rsidRPr="005A0486">
        <w:rPr>
          <w:rtl/>
          <w:lang w:bidi="fa-IR"/>
        </w:rPr>
        <w:t xml:space="preserve"> نکند و او را بدون توبه از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نبرد (و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او و خواسته اش جدا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فکند</w:t>
      </w:r>
      <w:r w:rsidRPr="005A0486">
        <w:rPr>
          <w:rtl/>
          <w:lang w:bidi="fa-IR"/>
        </w:rPr>
        <w:t>) چنانکه گاه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مدت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قرض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گرفته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آنقدر درنگ و فردا فردا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زمان پرداخت فرا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رسد، پولش تمام شده و قرض بر گردن او باق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بهتر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همان است که زمان مرگ و مدت عمر بر انسان ناپ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و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تا در طول عمر منتظر مرگ باشد و (با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مرگ) گناهان را ترک کند و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صالح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</w:t>
      </w:r>
      <w:r w:rsidRPr="005A0486">
        <w:rPr>
          <w:rtl/>
          <w:lang w:bidi="fa-IR"/>
        </w:rPr>
        <w:t xml:space="preserve"> را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>: الان هم که زمان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مرگ از او پنهان مانده و هر ساعت به انتظار مرگ است، باز در فساد و محرمات غرق گشته است، در پاسخ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!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وجه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همان است که گذشت و اگر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 باز از گناه برحذر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 از فساد فاصله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از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سنگدل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سرچشمه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نه از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ناصواب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گاه پزشک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نسخه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سد</w:t>
      </w:r>
      <w:r w:rsidRPr="005A0486">
        <w:rPr>
          <w:rtl/>
          <w:lang w:bidi="fa-IR"/>
        </w:rPr>
        <w:t xml:space="preserve"> که به سود اوست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اگر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از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فرمان نب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با او مخالفت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آنچه گفته پره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برحذر نباشد،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نسخه دکتر سود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بخشد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زشت و ناروا نه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پزشک که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خود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او از سخنان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بانه</w:t>
      </w:r>
      <w:r w:rsidRPr="005A0486">
        <w:rPr>
          <w:rtl/>
          <w:lang w:bidi="fa-IR"/>
        </w:rPr>
        <w:t xml:space="preserve"> پزشک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ننموده است</w:t>
      </w:r>
      <w:r w:rsidR="008D0D19">
        <w:rPr>
          <w:rtl/>
          <w:lang w:bidi="fa-IR"/>
        </w:rPr>
        <w:t>.</w:t>
      </w:r>
    </w:p>
    <w:p w:rsidR="0007422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انسان به طول بقا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(و عدم فرا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مرگ ناگهان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اطم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داشته باشد،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در طغ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گناهان بزرگ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غلتد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انتظار مرگ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در هر حال از اطم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بقا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دتر</w:t>
      </w:r>
      <w:r w:rsidRPr="005A0486">
        <w:rPr>
          <w:rtl/>
          <w:lang w:bidi="fa-IR"/>
        </w:rPr>
        <w:t xml:space="preserve"> است،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چه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مرگ غافل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موعظت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رند، اما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اثر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از معاص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بازشان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عمل صالح را برم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</w:p>
    <w:p w:rsidR="0007422C" w:rsidRDefault="0007422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دسته از اموال گرانقدر و شتران پر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tl/>
          <w:lang w:bidi="fa-IR"/>
        </w:rPr>
        <w:t xml:space="preserve"> خود بر فق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ران</w:t>
      </w:r>
      <w:r w:rsidRPr="005A0486">
        <w:rPr>
          <w:rtl/>
          <w:lang w:bidi="fa-IR"/>
        </w:rPr>
        <w:t xml:space="preserve"> و مساک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انفاق و صدقه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وصف از عدالت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به خاطر عدم آگاه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غفلت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گروه که حق خود را نا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سود خود را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برند، 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از بهره جو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استفاده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محروم گردند</w:t>
      </w:r>
      <w:r w:rsidR="008D0D19">
        <w:rPr>
          <w:rtl/>
          <w:lang w:bidi="fa-IR"/>
        </w:rPr>
        <w:t>.</w:t>
      </w:r>
    </w:p>
    <w:p w:rsidR="005A0486" w:rsidRDefault="005A0486" w:rsidP="00A87465">
      <w:pPr>
        <w:pStyle w:val="Heading2Center"/>
        <w:rPr>
          <w:rFonts w:hint="cs"/>
          <w:rtl/>
          <w:lang w:bidi="fa-IR"/>
        </w:rPr>
      </w:pPr>
      <w:bookmarkStart w:id="57" w:name="_Toc488231718"/>
      <w:r w:rsidRPr="005A0486">
        <w:rPr>
          <w:rFonts w:hint="eastAsia"/>
          <w:rtl/>
          <w:lang w:bidi="fa-IR"/>
        </w:rPr>
        <w:t>خواب</w:t>
      </w:r>
      <w:r w:rsidRPr="005A0486">
        <w:rPr>
          <w:rtl/>
          <w:lang w:bidi="fa-IR"/>
        </w:rPr>
        <w:t xml:space="preserve"> و راز در هم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راست و دروغ آن</w:t>
      </w:r>
      <w:bookmarkEnd w:id="57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درباره خوابها و حکمت درهم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راست و دروغ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تمام خوابها راست و صادق بود همه مردم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امبر</w:t>
      </w:r>
      <w:r w:rsidRPr="005A0486">
        <w:rPr>
          <w:rtl/>
          <w:lang w:bidi="fa-IR"/>
        </w:rPr>
        <w:t xml:space="preserve"> (و از اخبار 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آگاه) بودند و اگر تمام آنها نادرست و کاذب بود،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و سود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گاه راست است و مردم از آن س</w:t>
      </w:r>
      <w:r w:rsidRPr="005A0486">
        <w:rPr>
          <w:rFonts w:hint="eastAsia"/>
          <w:rtl/>
          <w:lang w:bidi="fa-IR"/>
        </w:rPr>
        <w:t>ود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 و با آن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و از بد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دروغ است تا بر خوابها اعتماد کامل نشود</w:t>
      </w:r>
      <w:r w:rsidR="008D0D19">
        <w:rPr>
          <w:rtl/>
          <w:lang w:bidi="fa-IR"/>
        </w:rPr>
        <w:t>.</w:t>
      </w:r>
    </w:p>
    <w:p w:rsidR="005A0486" w:rsidRDefault="005A0486" w:rsidP="00A87465">
      <w:pPr>
        <w:pStyle w:val="Heading2Center"/>
        <w:rPr>
          <w:rFonts w:hint="cs"/>
          <w:rtl/>
          <w:lang w:bidi="fa-IR"/>
        </w:rPr>
      </w:pPr>
      <w:bookmarkStart w:id="58" w:name="_Toc488231719"/>
      <w:r w:rsidRPr="005A0486">
        <w:rPr>
          <w:rFonts w:hint="eastAsia"/>
          <w:rtl/>
          <w:lang w:bidi="fa-IR"/>
        </w:rPr>
        <w:t>شرح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bookmarkEnd w:id="58"/>
    </w:p>
    <w:p w:rsidR="00A87465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موجودات در عالم که رافع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انسان هستند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خاک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ساختن بنا، آهن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استفاده در صنعت، چوب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ساختن کشت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جز آن، سنگ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و جز آن، مس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 ظروف طلا و نقره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معامله و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ساز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ثروت، حبوبات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غذا،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استفاده و لذت، گوشت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خوردن، بو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خوش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تلذذ، داروها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بهداشت و درمان،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چهارپا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حمل بار،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زم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سوزاندن، خاکستر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ساروج ساختن و رمل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فرش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مگر</w:t>
      </w:r>
    </w:p>
    <w:p w:rsidR="00A87465" w:rsidRDefault="00A8746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انسان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و جز آن را در شماره آورد؟!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اگر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وارد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خانه شود و تمام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مورد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مردم را در آنجا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پندارد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(و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گردآور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و خود به خود باشد؟ چگونه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خود اجازه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عالم و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هماهنگ را کار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بداند؟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 آماده ساز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مدبرانه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انسان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غلات و حبوبات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آنها را آرد کند، آرد را خم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گرداند و با آن نان و غذا بپزد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پوشاکش پشم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او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 را بزند،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سد</w:t>
      </w:r>
      <w:r w:rsidRPr="005A0486">
        <w:rPr>
          <w:rtl/>
          <w:lang w:bidi="fa-IR"/>
        </w:rPr>
        <w:t xml:space="preserve"> و ببافد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درخت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او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 را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بکارد، آب دهد و به آن برسد و از آن بهره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داروها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درمانش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و او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آنها را (از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>)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با مواد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دارو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شفابخش بسازد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گونه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</w:p>
    <w:p w:rsidR="00FC507F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تمام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ضرور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دسترس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آنها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تلاش و حرکت کند (تا برکت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>)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 سود و صلاح اوست؛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بدون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کار و تلاش و حرکت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داشت، همواره در واد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طغ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سقوط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چه بسا دست به اعمال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زد که خود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هلاک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تمام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آماده و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مزه و لذت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نداشت و گوارا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چند صباح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نزد عده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مهمان باشد و آنان غذا،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را بر طرف کنند، هر </w:t>
      </w: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از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آزرده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با خود منازعه و ناسازگار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مشغول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 اگر انسان در تمام عمر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تحص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حتاج</w:t>
      </w:r>
      <w:r w:rsidRPr="005A0486">
        <w:rPr>
          <w:rtl/>
          <w:lang w:bidi="fa-IR"/>
        </w:rPr>
        <w:t xml:space="preserve"> خود به</w:t>
      </w:r>
    </w:p>
    <w:p w:rsidR="00FC507F" w:rsidRDefault="00FC507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تلاش و حرکت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نداشته باشد کار بمراتب دشوارتر و ناگوارتر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سترگ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ک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با حرکت و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تلاش به دست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تا از سو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فکند</w:t>
      </w:r>
      <w:r w:rsidRPr="005A0486">
        <w:rPr>
          <w:rtl/>
          <w:lang w:bidi="fa-IR"/>
        </w:rPr>
        <w:t xml:space="preserve"> و از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نتواند که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که به او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اگر برسد به سود او نباشد</w:t>
      </w:r>
      <w:r w:rsidR="008D0D19">
        <w:rPr>
          <w:rtl/>
          <w:lang w:bidi="fa-IR"/>
        </w:rPr>
        <w:t>.</w:t>
      </w:r>
    </w:p>
    <w:p w:rsidR="005A0486" w:rsidRDefault="005A0486" w:rsidP="00CE0181">
      <w:pPr>
        <w:pStyle w:val="Heading2Center"/>
        <w:rPr>
          <w:rFonts w:hint="cs"/>
          <w:rtl/>
          <w:lang w:bidi="fa-IR"/>
        </w:rPr>
      </w:pPr>
      <w:bookmarkStart w:id="59" w:name="_Toc488231720"/>
      <w:r w:rsidRPr="005A0486">
        <w:rPr>
          <w:rtl/>
          <w:lang w:bidi="fa-IR"/>
        </w:rPr>
        <w:t>نان و آب، عوامل اصل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معاش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bookmarkEnd w:id="59"/>
    </w:p>
    <w:p w:rsidR="00CE018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بدان که نان و آب اصل و رأس معاش 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به شمار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حکمتها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آنها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آب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دتر</w:t>
      </w:r>
      <w:r w:rsidRPr="005A0486">
        <w:rPr>
          <w:rtl/>
          <w:lang w:bidi="fa-IR"/>
        </w:rPr>
        <w:t xml:space="preserve"> 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ازش</w:t>
      </w:r>
      <w:r w:rsidRPr="005A0486">
        <w:rPr>
          <w:rtl/>
          <w:lang w:bidi="fa-IR"/>
        </w:rPr>
        <w:t xml:space="preserve"> به نان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شک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او بر گرسنگ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صبر او در تشنگ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 خاطر آن است که بدن انسان به آب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از 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محتاج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چونکه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دن،</w:t>
      </w:r>
      <w:r w:rsidRPr="005A0486">
        <w:rPr>
          <w:rtl/>
          <w:lang w:bidi="fa-IR"/>
        </w:rPr>
        <w:t xml:space="preserve"> شستن خود و لباس (و ظروفش) و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راب</w:t>
      </w:r>
      <w:r w:rsidRPr="005A0486">
        <w:rPr>
          <w:rtl/>
          <w:lang w:bidi="fa-IR"/>
        </w:rPr>
        <w:t xml:space="preserve"> کردن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آب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مزرعه به آب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خاطر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فراوان، آب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دسترس قرار گرفته تا انسان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تحص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 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رنج فراوان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نان جز با رنج و مشقت و تلاش و حرکت به دست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انسان (به کسب حلال مشغول شود و) به خاطر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بطالت در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فساد غوطه ور نگردد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طفل را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به سن آموزش نرس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 در نزد مرب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گذارند تا از باز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فساد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چه بسا او و خانواده اش را در ا</w:t>
      </w:r>
      <w:r w:rsidRPr="005A0486">
        <w:rPr>
          <w:rFonts w:hint="eastAsia"/>
          <w:rtl/>
          <w:lang w:bidi="fa-IR"/>
        </w:rPr>
        <w:t>مر</w:t>
      </w:r>
      <w:r w:rsidRPr="005A0486">
        <w:rPr>
          <w:rtl/>
          <w:lang w:bidi="fa-IR"/>
        </w:rPr>
        <w:t xml:space="preserve"> ناگوار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فکند،</w:t>
      </w:r>
      <w:r w:rsidRPr="005A0486">
        <w:rPr>
          <w:rtl/>
          <w:lang w:bidi="fa-IR"/>
        </w:rPr>
        <w:t xml:space="preserve"> به دور ماند؟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است، اگر مشغول نباشد بر اثر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خوشحال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باعث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خود و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کانش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درک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واقع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به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بنگر که در ثروت، رفاه،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خوش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بزرگ شده اند و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که کارشان به کجا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CE0181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CE0181">
      <w:pPr>
        <w:pStyle w:val="Heading2Center"/>
        <w:rPr>
          <w:rFonts w:hint="cs"/>
          <w:rtl/>
          <w:lang w:bidi="fa-IR"/>
        </w:rPr>
      </w:pPr>
      <w:bookmarkStart w:id="60" w:name="_Toc488231721"/>
      <w:r w:rsidRPr="005A0486">
        <w:rPr>
          <w:rFonts w:hint="eastAsia"/>
          <w:rtl/>
          <w:lang w:bidi="fa-IR"/>
        </w:rPr>
        <w:t>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و 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وحوش و پرندگان</w:t>
      </w:r>
      <w:bookmarkEnd w:id="60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 و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که چرا مردم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پرندگان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جانداران چون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گله آهوان بنگر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چنان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همانندند که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شناخت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مردم را ناهمگون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چنانکه بسخت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دو کس را ک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همانندند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مردم به خاطر معاملات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دارد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با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بشناسند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معاملات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وجود ندارد تا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شناختن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پرندگان و هم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انسان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باشد، اگر دو انسان دوقلو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داً</w:t>
      </w:r>
      <w:r w:rsidRPr="005A0486">
        <w:rPr>
          <w:rtl/>
          <w:lang w:bidi="fa-IR"/>
        </w:rPr>
        <w:t xml:space="preserve">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باشند مردم در معامله با آنان در رنج و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 تا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مجازات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مشکل گاه در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اتفاق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 چه رسد به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انسا</w:t>
      </w:r>
      <w:r w:rsidRPr="005A0486">
        <w:rPr>
          <w:rFonts w:hint="eastAsia"/>
          <w:rtl/>
          <w:lang w:bidi="fa-IR"/>
        </w:rPr>
        <w:t>نها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CE0181">
        <w:rPr>
          <w:rStyle w:val="libBold1Char"/>
          <w:rtl/>
        </w:rPr>
        <w:t>چه کس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tl/>
        </w:rPr>
        <w:t xml:space="preserve"> با ا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Fonts w:hint="eastAsia"/>
          <w:rtl/>
        </w:rPr>
        <w:t>ن</w:t>
      </w:r>
      <w:r w:rsidRPr="00CE0181">
        <w:rPr>
          <w:rStyle w:val="libBold1Char"/>
          <w:rtl/>
        </w:rPr>
        <w:t xml:space="preserve"> امور دق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Fonts w:hint="eastAsia"/>
          <w:rtl/>
        </w:rPr>
        <w:t>ق</w:t>
      </w:r>
      <w:r w:rsidRPr="00CE0181">
        <w:rPr>
          <w:rStyle w:val="libBold1Char"/>
          <w:rtl/>
        </w:rPr>
        <w:t xml:space="preserve"> و ظر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Fonts w:hint="eastAsia"/>
          <w:rtl/>
        </w:rPr>
        <w:t>ف</w:t>
      </w:r>
      <w:r w:rsidRPr="00CE0181">
        <w:rPr>
          <w:rStyle w:val="libBold1Char"/>
          <w:rtl/>
        </w:rPr>
        <w:t xml:space="preserve"> که به ذهن احد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tl/>
        </w:rPr>
        <w:t xml:space="preserve"> خطور نم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tl/>
        </w:rPr>
        <w:t xml:space="preserve"> کند بر بندگانش لطف و عنا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Fonts w:hint="eastAsia"/>
          <w:rtl/>
        </w:rPr>
        <w:t>ت</w:t>
      </w:r>
      <w:r w:rsidRPr="00CE0181">
        <w:rPr>
          <w:rStyle w:val="libBold1Char"/>
          <w:rtl/>
        </w:rPr>
        <w:t xml:space="preserve"> م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tl/>
        </w:rPr>
        <w:t xml:space="preserve"> کند جز آنکه رحمتش همه چ</w:t>
      </w:r>
      <w:r w:rsidRPr="00CE0181">
        <w:rPr>
          <w:rStyle w:val="libBold1Char"/>
          <w:rFonts w:hint="cs"/>
          <w:rtl/>
        </w:rPr>
        <w:t>ی</w:t>
      </w:r>
      <w:r w:rsidRPr="00CE0181">
        <w:rPr>
          <w:rStyle w:val="libBold1Char"/>
          <w:rFonts w:hint="eastAsia"/>
          <w:rtl/>
        </w:rPr>
        <w:t>ز</w:t>
      </w:r>
      <w:r w:rsidRPr="00CE0181">
        <w:rPr>
          <w:rStyle w:val="libBold1Char"/>
          <w:rtl/>
        </w:rPr>
        <w:t xml:space="preserve"> را در بر گرفته است</w:t>
      </w:r>
      <w:r w:rsidRPr="005A0486">
        <w:rPr>
          <w:rtl/>
          <w:lang w:bidi="fa-IR"/>
        </w:rPr>
        <w:t>؟</w:t>
      </w:r>
    </w:p>
    <w:p w:rsidR="00CE018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 انسان که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وار</w:t>
      </w:r>
      <w:r w:rsidRPr="005A0486">
        <w:rPr>
          <w:rtl/>
          <w:lang w:bidi="fa-IR"/>
        </w:rPr>
        <w:t xml:space="preserve"> است خود به خود به وجود آمده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نساخته سخنش را باور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هرگز! بلکه او را به استهزا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چگونه است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را درباره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صورت جامد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جان</w:t>
      </w:r>
      <w:r w:rsidRPr="005A0486">
        <w:rPr>
          <w:rtl/>
          <w:lang w:bidi="fa-IR"/>
        </w:rPr>
        <w:t xml:space="preserve"> (بر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وار</w:t>
      </w:r>
      <w:r w:rsidRPr="005A0486">
        <w:rPr>
          <w:rtl/>
          <w:lang w:bidi="fa-IR"/>
        </w:rPr>
        <w:t>) انکار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درباره خود انسان زنده با شعور و سخنگو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</w:p>
    <w:p w:rsidR="005A0486" w:rsidRPr="005A0486" w:rsidRDefault="00CE0181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CE0181">
      <w:pPr>
        <w:pStyle w:val="Heading2Center"/>
        <w:rPr>
          <w:rFonts w:hint="cs"/>
          <w:rtl/>
          <w:lang w:bidi="fa-IR"/>
        </w:rPr>
      </w:pPr>
      <w:bookmarkStart w:id="61" w:name="_Toc488231722"/>
      <w:r w:rsidRPr="005A0486">
        <w:rPr>
          <w:rFonts w:hint="eastAsia"/>
          <w:rtl/>
          <w:lang w:bidi="fa-IR"/>
        </w:rPr>
        <w:t>رشد</w:t>
      </w:r>
      <w:r w:rsidRPr="005A0486">
        <w:rPr>
          <w:rtl/>
          <w:lang w:bidi="fa-IR"/>
        </w:rPr>
        <w:t xml:space="preserve"> بدن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و راز توقف آن</w:t>
      </w:r>
      <w:bookmarkEnd w:id="61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چرا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دائماً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اما بدن آنها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رشد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بلکه رشد آنها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حد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و پس از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</w:t>
      </w:r>
      <w:r w:rsidRPr="005A0486">
        <w:rPr>
          <w:rtl/>
          <w:lang w:bidi="fa-IR"/>
        </w:rPr>
        <w:t xml:space="preserve"> و از آن حد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گذرد؟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آن است که بدنها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گذشته از بزرگ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کوچک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مقدار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خاص داشته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رشد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به مرز که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رشد آن متوقف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همه،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ادامه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همواره در حال رشد باشند بدنها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بزرگ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اندازه ها از کنترل و حساب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کدام حد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ندارند که با آن، شناخته شوند</w:t>
      </w:r>
      <w:r w:rsidR="008D0D19">
        <w:rPr>
          <w:rtl/>
          <w:lang w:bidi="fa-IR"/>
        </w:rPr>
        <w:t>.</w:t>
      </w:r>
    </w:p>
    <w:p w:rsidR="005A0486" w:rsidRDefault="005A0486" w:rsidP="00CE0181">
      <w:pPr>
        <w:pStyle w:val="Heading2Center"/>
        <w:rPr>
          <w:rFonts w:hint="cs"/>
          <w:rtl/>
          <w:lang w:bidi="fa-IR"/>
        </w:rPr>
      </w:pPr>
      <w:bookmarkStart w:id="62" w:name="_Toc488231723"/>
      <w:r w:rsidRPr="005A0486">
        <w:rPr>
          <w:rtl/>
          <w:lang w:bidi="fa-IR"/>
        </w:rPr>
        <w:t>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و راه رفتن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</w:t>
      </w:r>
      <w:bookmarkEnd w:id="62"/>
    </w:p>
    <w:p w:rsidR="000822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چرا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وانات،</w:t>
      </w:r>
      <w:r w:rsidRPr="005A0486">
        <w:rPr>
          <w:rtl/>
          <w:lang w:bidi="fa-IR"/>
        </w:rPr>
        <w:t xml:space="preserve"> حرکت و راه رفتن، تنها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دشوار است و به اعمال و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پردقت و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پردازد؟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تحص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ضرور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خود؛ مانند: پوشاک، مسکن و کفن کردن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افتد؟ اگر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درد و رنج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انسان نرسد چگونه ا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فساد و فحشا دور ماند، در برابر جل و علا فروتن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ورزد و با مردم مهربان باشد؟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هرگاه که انسان دچار درد و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خاضع و فروتن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به سمت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رود، از او طلب سلامت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دستش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صدقه دادن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از زدن، احساس </w:t>
      </w:r>
      <w:r w:rsidRPr="005A0486">
        <w:rPr>
          <w:rFonts w:hint="eastAsia"/>
          <w:rtl/>
          <w:lang w:bidi="fa-IR"/>
        </w:rPr>
        <w:t>درد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کرد، سلطان و حاکم چگونه فاسدان را معاقبه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بزند و ستمکاران و طاغ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را خوار و فروتن کند؟ و بچه ها چگونه دانشها و حرفه ها را فرا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گرفتند؟ و غلامان و بندگان چسان در برابر</w:t>
      </w:r>
    </w:p>
    <w:p w:rsidR="0008220C" w:rsidRDefault="000822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اربابانشان فروتن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فرمانشان را گردن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نهادند؟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توب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(</w:t>
      </w:r>
      <w:r w:rsidRPr="005A0486">
        <w:rPr>
          <w:rFonts w:hint="eastAsia"/>
          <w:rtl/>
          <w:lang w:bidi="fa-IR"/>
        </w:rPr>
        <w:t>ابن</w:t>
      </w:r>
      <w:r w:rsidRPr="005A0486">
        <w:rPr>
          <w:rtl/>
          <w:lang w:bidi="fa-IR"/>
        </w:rPr>
        <w:t xml:space="preserve"> 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العوجاء)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اران</w:t>
      </w:r>
      <w:r w:rsidRPr="005A0486">
        <w:rPr>
          <w:rtl/>
          <w:lang w:bidi="fa-IR"/>
        </w:rPr>
        <w:t xml:space="preserve"> او که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 را (در کار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>) و توب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</w:t>
      </w:r>
      <w:r w:rsidRPr="005A0486">
        <w:rPr>
          <w:rtl/>
          <w:lang w:bidi="fa-IR"/>
        </w:rPr>
        <w:t xml:space="preserve"> اصحاب 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حکمت درد و رنج را انکار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</w:p>
    <w:p w:rsidR="005A0486" w:rsidRDefault="005A0486" w:rsidP="0008220C">
      <w:pPr>
        <w:pStyle w:val="Heading2Center"/>
        <w:rPr>
          <w:rFonts w:hint="cs"/>
          <w:rtl/>
          <w:lang w:bidi="fa-IR"/>
        </w:rPr>
      </w:pPr>
      <w:bookmarkStart w:id="63" w:name="_Toc488231724"/>
      <w:r w:rsidRPr="005A0486">
        <w:rPr>
          <w:rFonts w:hint="eastAsia"/>
          <w:rtl/>
          <w:lang w:bidi="fa-IR"/>
        </w:rPr>
        <w:t>تولد</w:t>
      </w:r>
      <w:r w:rsidRPr="005A0486">
        <w:rPr>
          <w:rtl/>
          <w:lang w:bidi="fa-IR"/>
        </w:rPr>
        <w:t xml:space="preserve"> نر و ماده، عامل بقا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نسل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bookmarkEnd w:id="63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از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وان،</w:t>
      </w:r>
      <w:r w:rsidRPr="005A0486">
        <w:rPr>
          <w:rtl/>
          <w:lang w:bidi="fa-IR"/>
        </w:rPr>
        <w:t xml:space="preserve"> فقط جنس نر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ماده زاده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نسل، منقطع و نابود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حکم کرده است که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اولاد </w:t>
      </w:r>
      <w:r w:rsidR="000822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ذکور</w:t>
      </w:r>
      <w:r w:rsidR="000822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</w:t>
      </w:r>
      <w:r w:rsidR="000822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اناث</w:t>
      </w:r>
      <w:r w:rsidR="000822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باشند تا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نسل ادامه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و منقطع نگردد</w:t>
      </w:r>
      <w:r w:rsidR="008D0D19">
        <w:rPr>
          <w:rtl/>
          <w:lang w:bidi="fa-IR"/>
        </w:rPr>
        <w:t>.</w:t>
      </w:r>
    </w:p>
    <w:p w:rsidR="005A0486" w:rsidRDefault="005A0486" w:rsidP="0008220C">
      <w:pPr>
        <w:pStyle w:val="Heading2Center"/>
        <w:rPr>
          <w:rFonts w:hint="cs"/>
          <w:rtl/>
          <w:lang w:bidi="fa-IR"/>
        </w:rPr>
      </w:pPr>
      <w:bookmarkStart w:id="64" w:name="_Toc488231725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مو بر زهار و رشد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مردان</w:t>
      </w:r>
      <w:bookmarkEnd w:id="64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چرا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دختر و پسر به سن بلوغ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Pr="005A0486">
        <w:rPr>
          <w:rtl/>
          <w:lang w:bidi="fa-IR"/>
        </w:rPr>
        <w:t xml:space="preserve"> بر زهار آنان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 </w:t>
      </w:r>
      <w:r w:rsidR="000822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0822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صورت زن از آن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راسته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ماند؟</w:t>
      </w:r>
    </w:p>
    <w:p w:rsidR="005A0486" w:rsidRPr="005A0486" w:rsidRDefault="005A0486" w:rsidP="0008220C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خداوند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والا مرتبه، مرد را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مراقب زن قرار داد و زن را تابع و جفت او گردان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ده،</w:t>
      </w:r>
      <w:r w:rsidRPr="005A0486">
        <w:rPr>
          <w:rtl/>
          <w:lang w:bidi="fa-IR"/>
        </w:rPr>
        <w:t xml:space="preserve"> به مرد </w:t>
      </w:r>
      <w:r w:rsidR="000822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0822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داد تا عزت و جلالت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بت</w:t>
      </w:r>
      <w:r w:rsidRPr="005A0486">
        <w:rPr>
          <w:rtl/>
          <w:lang w:bidi="fa-IR"/>
        </w:rPr>
        <w:t xml:space="preserve"> او افزوده شود و به زن نداد تا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صورت، شاداب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طراوت و ظرافت او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همبستر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مناسبتر است، نگاه داشته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رگر</w:t>
      </w:r>
      <w:r w:rsidRPr="005A0486">
        <w:rPr>
          <w:rtl/>
          <w:lang w:bidi="fa-IR"/>
        </w:rPr>
        <w:t xml:space="preserve">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چگونه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پر صواب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با حکمت و اندازه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به قدر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و مصلحت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رد؟</w:t>
      </w:r>
    </w:p>
    <w:p w:rsidR="000822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هنگام ظهر فرا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نماز به پا خاست و به من فرمود: با خواست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(بار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>) بامدادان به نزد من آ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5A0486" w:rsidRPr="005A0486" w:rsidRDefault="0008220C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شاد و سرحال از آنچه فرا گرفتم و به من داده شد و با سپاس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عزوجل بر نعمت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شناخت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مرا توف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فراگ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سخنان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داد و مورد تفضل و عنا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تم</w:t>
      </w:r>
      <w:r w:rsidRPr="005A0486">
        <w:rPr>
          <w:rtl/>
          <w:lang w:bidi="fa-IR"/>
        </w:rPr>
        <w:t xml:space="preserve"> نهاد راه خود را گرفتم و شبانگاه را با سرور تمام از آنچه از او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فرا گرفته بودم آرم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دم</w:t>
      </w:r>
      <w:r w:rsidR="008D0D19">
        <w:rPr>
          <w:rtl/>
          <w:lang w:bidi="fa-IR"/>
        </w:rPr>
        <w:t>.</w:t>
      </w:r>
    </w:p>
    <w:p w:rsidR="005A0486" w:rsidRPr="005A0486" w:rsidRDefault="0008220C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08220C">
      <w:pPr>
        <w:pStyle w:val="Heading1Center"/>
        <w:rPr>
          <w:rFonts w:hint="cs"/>
          <w:rtl/>
          <w:lang w:bidi="fa-IR"/>
        </w:rPr>
      </w:pPr>
      <w:bookmarkStart w:id="65" w:name="_Toc488231726"/>
      <w:r w:rsidRPr="005A0486">
        <w:rPr>
          <w:rtl/>
          <w:lang w:bidi="fa-IR"/>
        </w:rPr>
        <w:t>مجلس دوم</w:t>
      </w:r>
      <w:bookmarkEnd w:id="65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مفضل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در روز دوم، صبح زود به نزد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شتافتم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من اذن ورود داده شد و به امر آن حضرت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نشستم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فرمود: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سپاس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راست، او که پس از هر زمان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بعد و بعد از هر قرن قرن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پس از هر عالم عالم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تا از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عدل، آنان را که بد کردند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فر</w:t>
      </w:r>
      <w:r w:rsidRPr="005A0486">
        <w:rPr>
          <w:rtl/>
          <w:lang w:bidi="fa-IR"/>
        </w:rPr>
        <w:t xml:space="preserve"> دهد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کوکاران</w:t>
      </w:r>
      <w:r w:rsidRPr="005A0486">
        <w:rPr>
          <w:rtl/>
          <w:lang w:bidi="fa-IR"/>
        </w:rPr>
        <w:t xml:space="preserve"> را پاداش عطا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اسما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مقدس و منزه است و نعماتش فراوان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کس ستم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بلکه خود مردم به خود ستم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سخن او جل و علا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گفته است:</w:t>
      </w:r>
    </w:p>
    <w:p w:rsidR="005A0486" w:rsidRPr="005A0486" w:rsidRDefault="009324AF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هر</w:t>
      </w:r>
      <w:r w:rsidR="005A0486" w:rsidRPr="005A0486">
        <w:rPr>
          <w:rtl/>
          <w:lang w:bidi="fa-IR"/>
        </w:rPr>
        <w:t xml:space="preserve"> کس که به اندازه ذره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 پاداش آن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ند</w:t>
      </w:r>
      <w:r w:rsidR="005A0486" w:rsidRPr="005A0486">
        <w:rPr>
          <w:rtl/>
          <w:lang w:bidi="fa-IR"/>
        </w:rPr>
        <w:t xml:space="preserve"> و آنکه به قدر ذره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 ک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فر</w:t>
      </w:r>
      <w:r w:rsidR="005A0486" w:rsidRPr="005A0486">
        <w:rPr>
          <w:rtl/>
          <w:lang w:bidi="fa-IR"/>
        </w:rPr>
        <w:t xml:space="preserve"> آن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ابد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(زلزله،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7)</w:t>
      </w:r>
    </w:p>
    <w:p w:rsidR="00E67479" w:rsidRDefault="005A0486" w:rsidP="00E67479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در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قرآن 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آمده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کتاب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انگر</w:t>
      </w:r>
      <w:r w:rsidRPr="005A0486">
        <w:rPr>
          <w:rtl/>
          <w:lang w:bidi="fa-IR"/>
        </w:rPr>
        <w:t xml:space="preserve">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از پس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آن باطل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فرستاده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حم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بزرگ ما،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امبر</w:t>
      </w:r>
      <w:r w:rsidRPr="005A0486">
        <w:rPr>
          <w:rtl/>
          <w:lang w:bidi="fa-IR"/>
        </w:rPr>
        <w:t xml:space="preserve"> اکرم </w:t>
      </w:r>
      <w:r w:rsidR="00E67479" w:rsidRPr="00E67479">
        <w:rPr>
          <w:rStyle w:val="libAlaemChar"/>
          <w:rtl/>
        </w:rPr>
        <w:t>صلى‌الله‌عليه‌وآله‌وسلم</w:t>
      </w:r>
      <w:r w:rsidRPr="005A0486">
        <w:rPr>
          <w:rtl/>
          <w:lang w:bidi="fa-IR"/>
        </w:rPr>
        <w:t xml:space="preserve"> فرمود: </w:t>
      </w:r>
      <w:r w:rsidR="00E67479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</w:p>
    <w:p w:rsidR="00E67479" w:rsidRDefault="00E67479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E67479">
      <w:pPr>
        <w:pStyle w:val="libNormal"/>
        <w:rPr>
          <w:lang w:bidi="fa-IR"/>
        </w:rPr>
      </w:pPr>
      <w:r w:rsidRPr="005A0486">
        <w:rPr>
          <w:rtl/>
          <w:lang w:bidi="fa-IR"/>
        </w:rPr>
        <w:t>(پاداشها و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فرها</w:t>
      </w:r>
      <w:r w:rsidRPr="005A0486">
        <w:rPr>
          <w:rtl/>
          <w:lang w:bidi="fa-IR"/>
        </w:rPr>
        <w:t xml:space="preserve">) همان اعمال شماست که به جانب شما بازگردانده 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امام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سر (مبارک) خود را پا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انداخت، سپس (سر بلند کرد و) فرمود: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مردم همه سرگشته اند و در طغ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خود متردد و سر مستند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از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طاغوتها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(ظاهراً) چشم دارند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(در واقع) کورند 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(ظاهراً) سخنگو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ند،</w:t>
      </w:r>
      <w:r w:rsidRPr="005A0486">
        <w:rPr>
          <w:rtl/>
          <w:lang w:bidi="fa-IR"/>
        </w:rPr>
        <w:t xml:space="preserve"> اما (در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>) لالند 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شند،</w:t>
      </w:r>
      <w:r w:rsidRPr="005A0486">
        <w:rPr>
          <w:rtl/>
          <w:lang w:bidi="fa-IR"/>
        </w:rPr>
        <w:t xml:space="preserve"> (در ظاهر)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شنوند و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(در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>) کرند 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اندک و پست خشنود گشتند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پندارند که بر راه مستق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هستند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راه هوشمندان و اهل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منحرف و در چراگاه فاسدان و پل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دان</w:t>
      </w:r>
      <w:r w:rsidRPr="005A0486">
        <w:rPr>
          <w:rtl/>
          <w:lang w:bidi="fa-IR"/>
        </w:rPr>
        <w:t xml:space="preserve"> به چرا مشغول گشته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از فرا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مرگ ناگهان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امانند و از مجازات و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فر</w:t>
      </w:r>
      <w:r w:rsidRPr="005A0486">
        <w:rPr>
          <w:rtl/>
          <w:lang w:bidi="fa-IR"/>
        </w:rPr>
        <w:t xml:space="preserve"> برکنارند</w:t>
      </w:r>
      <w:r w:rsidR="008D0D19">
        <w:rPr>
          <w:rtl/>
          <w:lang w:bidi="fa-IR"/>
        </w:rPr>
        <w:t>.</w:t>
      </w:r>
    </w:p>
    <w:p w:rsidR="005A0486" w:rsidRPr="005A0486" w:rsidRDefault="005A0486" w:rsidP="00E13A8A">
      <w:pPr>
        <w:pStyle w:val="libBold2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>! چقدر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بختند! و چقدر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عذاب آنان دراز است!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(و بار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دوش او بر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دارد) و جز آنکه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رحم کند،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کدام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: از سخنان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سخت به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افتادم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فرمود: 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نکن! اگر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شناخت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خلاص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نجات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فرمود: از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آغاز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کنم تا درباره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همانند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توض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دهم:</w:t>
      </w:r>
    </w:p>
    <w:p w:rsidR="00E13A8A" w:rsidRDefault="005A0486" w:rsidP="009325ED">
      <w:pPr>
        <w:pStyle w:val="libNormal"/>
        <w:rPr>
          <w:rFonts w:hint="cs"/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ساختار و شکل 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مانند سنگ سخت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باشد در وقت کار کردن و حرکت نمودن انعطاف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نرم و سست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بر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</w:t>
      </w:r>
      <w:r w:rsidRPr="005A0486">
        <w:rPr>
          <w:rtl/>
          <w:lang w:bidi="fa-IR"/>
        </w:rPr>
        <w:t xml:space="preserve"> بلکه از گوشت نرم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گوشتها استخوانها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باصلابت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با عصب و عروق و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ها</w:t>
      </w:r>
    </w:p>
    <w:p w:rsidR="005A0486" w:rsidRPr="005A0486" w:rsidRDefault="00E13A8A" w:rsidP="009325ED">
      <w:pPr>
        <w:pStyle w:val="libNormal"/>
        <w:rPr>
          <w:lang w:bidi="fa-IR"/>
        </w:rPr>
      </w:pPr>
      <w:r w:rsidRPr="0023050A">
        <w:rPr>
          <w:rStyle w:val="libPoemTiniCharChar"/>
          <w:rtl/>
        </w:rPr>
        <w:br w:type="page"/>
      </w:r>
      <w:r w:rsidR="005A0486" w:rsidRPr="005A0486">
        <w:rPr>
          <w:rtl/>
          <w:lang w:bidi="fa-IR"/>
        </w:rPr>
        <w:lastRenderedPageBreak/>
        <w:t>همه به هم پ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وند</w:t>
      </w:r>
      <w:r w:rsidR="005A0486" w:rsidRPr="005A0486">
        <w:rPr>
          <w:rtl/>
          <w:lang w:bidi="fa-IR"/>
        </w:rPr>
        <w:t xml:space="preserve"> خورده اند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بر رو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آنها پوست محکم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عنوان محافظ، تمام بدن را فرا گرفته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ساختن مجسمه، چوبها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را با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سمان</w:t>
      </w:r>
      <w:r w:rsidRPr="005A0486">
        <w:rPr>
          <w:rtl/>
          <w:lang w:bidi="fa-IR"/>
        </w:rPr>
        <w:t xml:space="preserve"> به پارچه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بندند و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همه را صمغ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مالند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همانند آن است که ما شرح داد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چوبها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به منزله استخوانها، پارچه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نرم در حکم گوشت،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سمانها</w:t>
      </w:r>
      <w:r w:rsidRPr="005A0486">
        <w:rPr>
          <w:rtl/>
          <w:lang w:bidi="fa-IR"/>
        </w:rPr>
        <w:t xml:space="preserve"> به مثابه عصب و عروق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و آن صمغ به منزله پوست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</w:t>
      </w:r>
      <w:r w:rsidRPr="005A0486">
        <w:rPr>
          <w:rFonts w:hint="eastAsia"/>
          <w:rtl/>
          <w:lang w:bidi="fa-IR"/>
        </w:rPr>
        <w:t>ود</w:t>
      </w:r>
      <w:r w:rsidRPr="005A0486">
        <w:rPr>
          <w:rtl/>
          <w:lang w:bidi="fa-IR"/>
        </w:rPr>
        <w:t xml:space="preserve">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زنده خود به خود به وجود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مجسمه دست ساز هم خود به خود و بدون سازنده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اما اگر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خود به خود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را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مجسمه ها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اول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زنده (و بمراتب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منظمتر)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 فاسد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معتقد گرد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Default="005A0486" w:rsidP="00E13A8A">
      <w:pPr>
        <w:pStyle w:val="Heading2Center"/>
        <w:rPr>
          <w:rFonts w:hint="cs"/>
          <w:rtl/>
          <w:lang w:bidi="fa-IR"/>
        </w:rPr>
      </w:pPr>
      <w:bookmarkStart w:id="66" w:name="_Toc488231727"/>
      <w:r w:rsidRPr="005A0486">
        <w:rPr>
          <w:rFonts w:hint="eastAsia"/>
          <w:rtl/>
          <w:lang w:bidi="fa-IR"/>
        </w:rPr>
        <w:t>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bookmarkEnd w:id="66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در بدن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بنگر که مانند جسم انسان از گوشت و استخوان و رگ و عصب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و به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همانند انسان گوش و چشم داده شده تا بتوانند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برآورند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کر و کور بودند انسان از آنها بهره مند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با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رفع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از فک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ذهن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عقل محروم شده اند تا در برابر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گاه انسان از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کشد و بارها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نهد شانه خال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نکنند و از انجام کار و بردن بار امتناع نورزند</w:t>
      </w:r>
      <w:r w:rsidR="008D0D19">
        <w:rPr>
          <w:rtl/>
          <w:lang w:bidi="fa-IR"/>
        </w:rPr>
        <w:t>.</w:t>
      </w:r>
    </w:p>
    <w:p w:rsidR="00E13A8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گاه غلامان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برابر اربابان، خاضع و خوار و گوش به فرمان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و کار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انجام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دهند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عقل و ذهن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بهره دارند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پاسخ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که: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گروه از مردم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اندک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مردم حاضر</w:t>
      </w:r>
    </w:p>
    <w:p w:rsidR="00E13A8A" w:rsidRDefault="00E13A8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E13A8A">
      <w:pPr>
        <w:pStyle w:val="libNormal"/>
        <w:rPr>
          <w:lang w:bidi="fa-IR"/>
        </w:rPr>
      </w:pPr>
      <w:r w:rsidRPr="005A0486">
        <w:rPr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که مانند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بار ببرند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کنند و</w:t>
      </w:r>
      <w:r w:rsidR="008D0D19">
        <w:rPr>
          <w:rtl/>
          <w:lang w:bidi="fa-IR"/>
        </w:rPr>
        <w:t>...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اگر انسانها همانند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وانها</w:t>
      </w:r>
      <w:r w:rsidRPr="005A0486">
        <w:rPr>
          <w:rtl/>
          <w:lang w:bidi="fa-IR"/>
        </w:rPr>
        <w:t xml:space="preserve">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بپردازند از اعمال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گرشان</w:t>
      </w:r>
      <w:r w:rsidRPr="005A0486">
        <w:rPr>
          <w:rtl/>
          <w:lang w:bidi="fa-IR"/>
        </w:rPr>
        <w:t xml:space="preserve">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در برابر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شتر و استر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کار کنند (تا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اندازه او مف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باشند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کار، گذشته از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خستگ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رنج فراوان جسم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سبب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به فراگ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حرفه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نپردازند و از آنها محروم شوند</w:t>
      </w:r>
      <w:r w:rsidR="008D0D19">
        <w:rPr>
          <w:rtl/>
          <w:lang w:bidi="fa-IR"/>
        </w:rPr>
        <w:t>.</w:t>
      </w:r>
    </w:p>
    <w:p w:rsidR="005A0486" w:rsidRDefault="005A0486" w:rsidP="00E20B39">
      <w:pPr>
        <w:pStyle w:val="Heading2Center"/>
        <w:rPr>
          <w:rFonts w:hint="cs"/>
          <w:rtl/>
          <w:lang w:bidi="fa-IR"/>
        </w:rPr>
      </w:pPr>
      <w:bookmarkStart w:id="67" w:name="_Toc488231728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سه گانه</w:t>
      </w:r>
      <w:bookmarkEnd w:id="67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مصالح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سه گانه (انسان،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مرغان) تأمل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هر کدام را به 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که به مصلحت آنهاست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آنجا که انسان هوش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دارد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به کارها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چون ساخت، بازرگان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زرگر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اط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کارها بپر</w:t>
      </w:r>
      <w:r w:rsidRPr="005A0486">
        <w:rPr>
          <w:rFonts w:hint="eastAsia"/>
          <w:rtl/>
          <w:lang w:bidi="fa-IR"/>
        </w:rPr>
        <w:t>دازد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دستها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بزرگ و انگشتان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مناسب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بتواند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را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حرفه ها بپردازد</w:t>
      </w:r>
      <w:r w:rsidR="008D0D19">
        <w:rPr>
          <w:rtl/>
          <w:lang w:bidi="fa-IR"/>
        </w:rPr>
        <w:t>.</w:t>
      </w:r>
    </w:p>
    <w:p w:rsidR="005A0486" w:rsidRDefault="005A0486" w:rsidP="00E20B39">
      <w:pPr>
        <w:pStyle w:val="Heading2Center"/>
        <w:rPr>
          <w:rFonts w:hint="cs"/>
          <w:rtl/>
          <w:lang w:bidi="fa-IR"/>
        </w:rPr>
      </w:pPr>
      <w:bookmarkStart w:id="68" w:name="_Toc488231729"/>
      <w:r w:rsidRPr="005A0486">
        <w:rPr>
          <w:rtl/>
          <w:lang w:bidi="fa-IR"/>
        </w:rPr>
        <w:t>حکمتها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گوشتخوار</w:t>
      </w:r>
      <w:bookmarkEnd w:id="68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شد که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گوشتخوار از شکار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باشد؛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دستها، پنجه ها و چنگالها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سخت،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محکم و مناسب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شکار کردن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دست و پنجه و چنگال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حرفه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</w:p>
    <w:p w:rsidR="00E20B39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علفخوار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آنجا که حکمت اقتضا کرده که نه صنعت</w:t>
      </w:r>
    </w:p>
    <w:p w:rsidR="00E20B39" w:rsidRDefault="00E20B39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E20B39">
      <w:pPr>
        <w:pStyle w:val="libNormal"/>
        <w:rPr>
          <w:lang w:bidi="fa-IR"/>
        </w:rPr>
      </w:pPr>
      <w:r w:rsidRPr="005A0486">
        <w:rPr>
          <w:rtl/>
          <w:lang w:bidi="fa-IR"/>
        </w:rPr>
        <w:t>و حرفه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(همانند آنچه نام برد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>) داشته باشند و نه شکار کنند،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سُمها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از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ناهموار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چراگاهها آزار نب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Pr="005A0486">
        <w:rPr>
          <w:rtl/>
          <w:lang w:bidi="fa-IR"/>
        </w:rPr>
        <w:t xml:space="preserve">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علفخواران) سمها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همانند گو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منطبق گردد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باربر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باشند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تأمل کن که چگونه در گوشتخواران، دندانها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ز،</w:t>
      </w:r>
      <w:r w:rsidRPr="005A0486">
        <w:rPr>
          <w:rtl/>
          <w:lang w:bidi="fa-IR"/>
        </w:rPr>
        <w:t xml:space="preserve"> پنجه ها و چنگالها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دهانها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با فضا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گشاده و بزرگ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حکمت، اقتضا نموده که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از گوشت باشد، به 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اند که مناسب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هدف باشد؛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با داشتن سلاح و ابزار مناسب شکار،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پرندگان شکار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نوکها و چنگالها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شکار هستند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مقابل اگر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علفخوار چنگال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در واقع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آنان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بدان محتاج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نه شکار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نه گوشت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درنده دارا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سم بودند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خلاف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در جهت شکار کردن 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خود آنها بود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دسته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دسته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با آن صنف و طبقه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 و مناسب و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بقا و مصلحت آن است</w:t>
      </w:r>
      <w:r w:rsidR="008D0D19">
        <w:rPr>
          <w:rtl/>
          <w:lang w:bidi="fa-IR"/>
        </w:rPr>
        <w:t>.</w:t>
      </w:r>
    </w:p>
    <w:p w:rsidR="005A0486" w:rsidRDefault="005A0486" w:rsidP="00E20B39">
      <w:pPr>
        <w:pStyle w:val="Heading2Center"/>
        <w:rPr>
          <w:rFonts w:hint="cs"/>
          <w:rtl/>
          <w:lang w:bidi="fa-IR"/>
        </w:rPr>
      </w:pPr>
      <w:bookmarkStart w:id="69" w:name="_Toc488231730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استقلال بچه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bookmarkEnd w:id="69"/>
    </w:p>
    <w:p w:rsidR="00E20B39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اکنون</w:t>
      </w:r>
      <w:r w:rsidRPr="005A0486">
        <w:rPr>
          <w:rtl/>
          <w:lang w:bidi="fa-IR"/>
        </w:rPr>
        <w:t xml:space="preserve"> به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بنگر که چگونه (بلافاصله پس از تولد) خود بر پا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و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مادر خود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و مانند بچه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که به برداشتن، حمل کردن و ترب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سرپرست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باشند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خاطر آنکه مادران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</w:p>
    <w:p w:rsidR="00E20B39" w:rsidRDefault="00E20B39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همانند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که از دانش و توان رفق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سرپرست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بهره مند باشند و دستان و انگشتان مناسب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کارها را ندارند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به اولادشان چنان قدرت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داده شده که (پس از تولد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به حمل و سرپرست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باشند) مستقلانه و خود به خود بر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پرندگان؛ مانند مرغ، کبک،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هو</w:t>
      </w:r>
      <w:r w:rsidRPr="005A0486">
        <w:rPr>
          <w:rtl/>
          <w:lang w:bidi="fa-IR"/>
        </w:rPr>
        <w:t xml:space="preserve"> و ماکو پس از آنکه از تخم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افتند، اما جوجه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ف؛</w:t>
      </w:r>
      <w:r w:rsidRPr="005A0486">
        <w:rPr>
          <w:rtl/>
          <w:lang w:bidi="fa-IR"/>
        </w:rPr>
        <w:t xml:space="preserve"> مانند: جوجه کبوتر، کبوتر کوه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نوع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پرنده سرخ رنگ توان برخاستن ندارند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مقابل در نهاد مادرانشان چنان مهر و شفقت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دانه ها را در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خود جمع کرده بتدر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در دهانشان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گذارند تا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جوجه ها (قوت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و) مستقل شوند (و خود بتوانند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غذا بگردند)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لحاظ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کبوتر همانند مرغ جوجه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داده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تا مادر بتواند جوجه ها را بزرگ کند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از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نروند، پس هر دو از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خب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بهره مندند</w:t>
      </w:r>
      <w:r w:rsidR="008D0D19">
        <w:rPr>
          <w:rtl/>
          <w:lang w:bidi="fa-IR"/>
        </w:rPr>
        <w:t>.</w:t>
      </w:r>
    </w:p>
    <w:p w:rsidR="005A0486" w:rsidRDefault="005A0486" w:rsidP="00EC5642">
      <w:pPr>
        <w:pStyle w:val="Heading2Center"/>
        <w:rPr>
          <w:rFonts w:hint="cs"/>
          <w:rtl/>
          <w:lang w:bidi="fa-IR"/>
        </w:rPr>
      </w:pPr>
      <w:bookmarkStart w:id="70" w:name="_Toc488231731"/>
      <w:r w:rsidRPr="005A0486">
        <w:rPr>
          <w:rFonts w:hint="eastAsia"/>
          <w:rtl/>
          <w:lang w:bidi="fa-IR"/>
        </w:rPr>
        <w:t>پاها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و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</w:t>
      </w:r>
      <w:bookmarkEnd w:id="70"/>
    </w:p>
    <w:p w:rsidR="00EC564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بنگر که چگونه جفت جفت است تا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راه رفتن مناسب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پاها فرد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مناسب نبود؛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پاها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را (برا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حرکت)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بر پاها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کند، موجود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(چون انسان) دو پا دارد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وقت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پا را برم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بر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کند،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چهار پا دارد، دو پا را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و بر دو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برداشتها و گذاردنها بر عکس است (؛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پا از جانب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از جانب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پس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>) و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دو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جلو را</w:t>
      </w:r>
    </w:p>
    <w:p w:rsidR="00EC5642" w:rsidRDefault="00EC5642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بردارد و بر دو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عقب تک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ثابت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 چنانکه اگر دو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تخت و کرس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بردارند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از دستها (که در جلو است)، دست راست و از پاها،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چپ را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بار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دست چپ و پا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راست و به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و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در هنگام راه رفتن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</w:p>
    <w:p w:rsidR="005A0486" w:rsidRDefault="005A0486" w:rsidP="00EC5642">
      <w:pPr>
        <w:pStyle w:val="Heading2Center"/>
        <w:rPr>
          <w:rFonts w:hint="cs"/>
          <w:rtl/>
          <w:lang w:bidi="fa-IR"/>
        </w:rPr>
      </w:pPr>
      <w:bookmarkStart w:id="71" w:name="_Toc488231732"/>
      <w:r w:rsidRPr="005A0486">
        <w:rPr>
          <w:rtl/>
          <w:lang w:bidi="fa-IR"/>
        </w:rPr>
        <w:t>راز انق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در برابر انسان</w:t>
      </w:r>
      <w:bookmarkEnd w:id="71"/>
    </w:p>
    <w:p w:rsidR="00EC564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</w:t>
      </w:r>
      <w:r w:rsidR="00EC5642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درازگوش</w:t>
      </w:r>
      <w:r w:rsidR="00EC5642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اسب را از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دشوار معاف و در رفاه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اما چگونه در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کردن و بار بردن تسل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انسان است؟ و شتر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آن قدرت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چند مرد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عهده اش بر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چگونه در برابر طفل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خرد سر تسل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فرود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و منقاد 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شود؟ و گاو نر قدرتمند چگونه در برابر صاحبش مط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و خاضع است تا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وغ</w:t>
      </w:r>
      <w:r w:rsidRPr="005A0486">
        <w:rPr>
          <w:rtl/>
          <w:lang w:bidi="fa-IR"/>
        </w:rPr>
        <w:t xml:space="preserve"> را بر گردنش بگذارد و با گاو آهن شخم کند؟ و اسب نج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چگونه خود را به انبوه شمش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زند تا خواسته صاحبش را انجام دهد؟ و گله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گوسفند را چگونه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کس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چراند (و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کند)؟ اگ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گوسفندان پراکنده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 و هر کدام به سو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رفتند چگونه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شخص به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تمام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رام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اند؟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و اطاعت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عقل و درک و شعور ندارند؟ اگر آنها در کارها عقل و شعور و فهم داشتند از انق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در برابر انسان و رف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سر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شتر از ساربان و راننده اش و گاه از صاحبش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اطاعت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گوسفندان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تحت فرمان شبان گرد هم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آمدند بلکه هر کدام به سو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هم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(از انق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در برابر انسان سر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Pr="005A0486" w:rsidRDefault="00EC5642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EC5642">
      <w:pPr>
        <w:pStyle w:val="Heading2Center"/>
        <w:rPr>
          <w:rFonts w:hint="cs"/>
          <w:rtl/>
          <w:lang w:bidi="fa-IR"/>
        </w:rPr>
      </w:pPr>
      <w:bookmarkStart w:id="72" w:name="_Toc488231733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عدم شعور و عقل در درندگان</w:t>
      </w:r>
      <w:bookmarkEnd w:id="72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اگر درندگان، با عقل و هوش بودند و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مردم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کدست</w:t>
      </w:r>
      <w:r w:rsidRPr="005A0486">
        <w:rPr>
          <w:rtl/>
          <w:lang w:bidi="fa-IR"/>
        </w:rPr>
        <w:t xml:space="preserve"> و هماهنگ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(در اندک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مردم را به عجز و ناتوان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ران،</w:t>
      </w:r>
      <w:r w:rsidRPr="005A0486">
        <w:rPr>
          <w:rtl/>
          <w:lang w:bidi="fa-IR"/>
        </w:rPr>
        <w:t xml:space="preserve"> ببران، پلنگان و گرگان همه عل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مردم متحد و همدست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گشتند؛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مقابله با آنان را د</w:t>
      </w:r>
      <w:r w:rsidRPr="005A0486">
        <w:rPr>
          <w:rFonts w:hint="eastAsia"/>
          <w:rtl/>
          <w:lang w:bidi="fa-IR"/>
        </w:rPr>
        <w:t>اشت؟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باز داشته شدند و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از قدرت آنها بهراسند آنها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هراسند و کناره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طلب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(غالباً) در شبها ظاهر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خود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ند؟</w:t>
      </w:r>
      <w:r w:rsidRPr="005A0486">
        <w:rPr>
          <w:rtl/>
          <w:lang w:bidi="fa-IR"/>
        </w:rPr>
        <w:t xml:space="preserve"> آنها با تمام توان و قدرت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دارند از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</w:t>
      </w: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هراس و وحشتند و اگر نبود (که آنها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بدون درک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اند)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بر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جستند و در مساکنشان کار را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دشوار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="008D0D19">
        <w:rPr>
          <w:rtl/>
          <w:lang w:bidi="fa-IR"/>
        </w:rPr>
        <w:t>.</w:t>
      </w:r>
    </w:p>
    <w:p w:rsidR="005A0486" w:rsidRDefault="005A0486" w:rsidP="00EC5642">
      <w:pPr>
        <w:pStyle w:val="Heading2Center"/>
        <w:rPr>
          <w:rFonts w:hint="cs"/>
          <w:rtl/>
          <w:lang w:bidi="fa-IR"/>
        </w:rPr>
      </w:pPr>
      <w:bookmarkStart w:id="73" w:name="_Toc488231734"/>
      <w:r w:rsidRPr="005A0486">
        <w:rPr>
          <w:rFonts w:hint="eastAsia"/>
          <w:rtl/>
          <w:lang w:bidi="fa-IR"/>
        </w:rPr>
        <w:t>سگ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باوفا و مدافع انسان</w:t>
      </w:r>
      <w:bookmarkEnd w:id="73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درندگان، </w:t>
      </w:r>
      <w:r w:rsidR="00EC5642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سگ</w:t>
      </w:r>
      <w:r w:rsidR="00EC5642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چنان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به صاحبش مهر بورزد و از او دفاع و حما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شب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وارها</w:t>
      </w:r>
      <w:r w:rsidRPr="005A0486">
        <w:rPr>
          <w:rtl/>
          <w:lang w:bidi="fa-IR"/>
        </w:rPr>
        <w:t xml:space="preserve"> و بامها بالا رود تا خانه و صاحب خود را از شر دزدان (و مزاحمان)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EC564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مهر</w:t>
      </w:r>
      <w:r w:rsidRPr="005A0486">
        <w:rPr>
          <w:rtl/>
          <w:lang w:bidi="fa-IR"/>
        </w:rPr>
        <w:t xml:space="preserve"> و دوست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سگ و علاقه اش به صاحب خود، گاه به درجه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که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حفاظت از جان و مال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صاحبش جانش را در خطر مرگ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سگ چنان با صاحبش انس و الفت دارد که همراه او در برابر گرسنگ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تشنگ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ورزد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چرا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سگ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مهرورز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مه</w:t>
      </w:r>
      <w:r w:rsidRPr="005A0486">
        <w:rPr>
          <w:rFonts w:hint="eastAsia"/>
          <w:rtl/>
          <w:lang w:bidi="fa-IR"/>
        </w:rPr>
        <w:t>ربان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نهاده شده است؟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سگ نگاهبان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باشد؟</w:t>
      </w:r>
    </w:p>
    <w:p w:rsidR="005A0486" w:rsidRDefault="00EC5642" w:rsidP="009325ED">
      <w:pPr>
        <w:pStyle w:val="libNormal"/>
        <w:rPr>
          <w:rtl/>
          <w:lang w:bidi="fa-IR"/>
        </w:rPr>
      </w:pPr>
      <w:r w:rsidRPr="0023050A">
        <w:rPr>
          <w:rStyle w:val="libPoemTiniCharChar"/>
          <w:rtl/>
        </w:rPr>
        <w:br w:type="page"/>
      </w:r>
      <w:r w:rsidR="005A0486" w:rsidRPr="005A0486">
        <w:rPr>
          <w:rtl/>
          <w:lang w:bidi="fa-IR"/>
        </w:rPr>
        <w:lastRenderedPageBreak/>
        <w:t xml:space="preserve"> برا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آن،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برنده، چنگالها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درنده و صدا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هول انگ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و وحشت آورنده پد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آمده تا دزد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در قلمرو حفاظت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 سگ طمع کرده فرار را بر قرار ترج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ح</w:t>
      </w:r>
      <w:r w:rsidR="005A0486" w:rsidRPr="005A0486">
        <w:rPr>
          <w:rtl/>
          <w:lang w:bidi="fa-IR"/>
        </w:rPr>
        <w:t xml:space="preserve"> دهد و سگ از آن منطقه بخوب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حراست نما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Default="005A0486" w:rsidP="00EC5642">
      <w:pPr>
        <w:pStyle w:val="Heading2Center"/>
        <w:rPr>
          <w:rFonts w:hint="cs"/>
          <w:rtl/>
          <w:lang w:bidi="fa-IR"/>
        </w:rPr>
      </w:pPr>
      <w:bookmarkStart w:id="74" w:name="_Toc488231735"/>
      <w:r w:rsidRPr="005A0486">
        <w:rPr>
          <w:rtl/>
          <w:lang w:bidi="fa-IR"/>
        </w:rPr>
        <w:t>اسرار شکل صورت، دهان و دم چهارپا</w:t>
      </w:r>
      <w:bookmarkEnd w:id="74"/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صورت چهارپا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چشمانش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نهاده شده تا مقابلش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بنگرد،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واره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نخورد و در چاله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شکاف دهانش در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است و اگر شکاف دهانش همانند انسان در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 که از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بخورد،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که</w:t>
      </w:r>
      <w:r w:rsidRPr="005A0486">
        <w:rPr>
          <w:rtl/>
          <w:lang w:bidi="fa-IR"/>
        </w:rPr>
        <w:t xml:space="preserve"> انسان با دهانش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بلکه با دست در دهان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گذارد؟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نشانه تکر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بزرگداشت انسان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سا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خورنده هاست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آنجا که چهار پا 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سبزه ندارد شکاف و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دهان در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را (براحت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به دهان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بخورد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پوزه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بدانها داده شده که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دور و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را بخورند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دم و حکمتها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 بنگر:</w:t>
      </w:r>
    </w:p>
    <w:p w:rsidR="005A0486" w:rsidRPr="005A0486" w:rsidRDefault="00EC5642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1.</w:t>
      </w:r>
      <w:r w:rsidR="005A0486" w:rsidRPr="005A0486">
        <w:rPr>
          <w:rtl/>
          <w:lang w:bidi="fa-IR"/>
        </w:rPr>
        <w:t xml:space="preserve"> در حکم پوشش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شرمگاهها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</w:t>
      </w:r>
      <w:r w:rsidR="005A0486" w:rsidRPr="005A0486">
        <w:rPr>
          <w:rtl/>
          <w:lang w:bidi="fa-IR"/>
        </w:rPr>
        <w:t xml:space="preserve">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پوشاند</w:t>
      </w:r>
      <w:r w:rsidR="008D0D19">
        <w:rPr>
          <w:rtl/>
          <w:lang w:bidi="fa-IR"/>
        </w:rPr>
        <w:t>.</w:t>
      </w:r>
    </w:p>
    <w:p w:rsidR="005A0486" w:rsidRPr="005A0486" w:rsidRDefault="00EC5642" w:rsidP="009325E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2.</w:t>
      </w:r>
      <w:r w:rsidR="005A0486" w:rsidRPr="005A0486">
        <w:rPr>
          <w:rtl/>
          <w:lang w:bidi="fa-IR"/>
        </w:rPr>
        <w:t xml:space="preserve">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دبر و شکم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</w:t>
      </w:r>
      <w:r w:rsidR="005A0486" w:rsidRPr="005A0486">
        <w:rPr>
          <w:rtl/>
          <w:lang w:bidi="fa-IR"/>
        </w:rPr>
        <w:t xml:space="preserve"> آلودگ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ها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tl/>
          <w:lang w:bidi="fa-IR"/>
        </w:rPr>
        <w:t xml:space="preserve"> است که مگسان و پشه ها بر رو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آن گرد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دم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</w:t>
      </w:r>
      <w:r w:rsidR="005A0486" w:rsidRPr="005A0486">
        <w:rPr>
          <w:rtl/>
          <w:lang w:bidi="fa-IR"/>
        </w:rPr>
        <w:t xml:space="preserve"> مانند پشه پران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مگسها و پشه ها را با آن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پراند</w:t>
      </w:r>
      <w:r w:rsidR="008D0D19">
        <w:rPr>
          <w:rtl/>
          <w:lang w:bidi="fa-IR"/>
        </w:rPr>
        <w:t>.</w:t>
      </w:r>
    </w:p>
    <w:p w:rsidR="00EC5642" w:rsidRDefault="00EC5642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="005A0486" w:rsidRPr="005A0486">
        <w:rPr>
          <w:rtl/>
          <w:lang w:bidi="fa-IR"/>
        </w:rPr>
        <w:t xml:space="preserve">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وان</w:t>
      </w:r>
      <w:r w:rsidR="005A0486" w:rsidRPr="005A0486">
        <w:rPr>
          <w:rtl/>
          <w:lang w:bidi="fa-IR"/>
        </w:rPr>
        <w:t xml:space="preserve"> با حرکت دادن دم به سمت چپ و راست استراحت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 و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زمان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است که بر چهار پا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ستاده</w:t>
      </w:r>
      <w:r w:rsidR="005A0486" w:rsidRPr="005A0486">
        <w:rPr>
          <w:rtl/>
          <w:lang w:bidi="fa-IR"/>
        </w:rPr>
        <w:t xml:space="preserve"> و سنگ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بدن بر دو دست آن است در نت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جه</w:t>
      </w:r>
    </w:p>
    <w:p w:rsidR="00EC5642" w:rsidRDefault="00EC5642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EC5642">
      <w:pPr>
        <w:pStyle w:val="libNormal"/>
        <w:rPr>
          <w:lang w:bidi="fa-IR"/>
        </w:rPr>
      </w:pPr>
      <w:r w:rsidRPr="005A0486">
        <w:rPr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با حرکت دادن دم احساس 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دم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سودها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دارد که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انسان قادر به درک همه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گاه به وقت حاجت،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معلوم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گردد، از جمله: گاه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در گل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دستگ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خلاص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دم آن، دستگ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خوب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 کردن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نمودن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مو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سودها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نهاده شده است که از آن در رفع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tl/>
          <w:lang w:bidi="fa-IR"/>
        </w:rPr>
        <w:t xml:space="preserve"> بهره 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بر چهار پا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پشت آن صاف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سوار شدن مناسب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شرمگاه آن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ظاهر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نر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قادر به جفتگ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و اگر مانند فرج زنان بود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قادر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قادر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مانند مردان از رو به رو جفتگ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کند؟</w:t>
      </w:r>
    </w:p>
    <w:p w:rsidR="005A0486" w:rsidRDefault="005A0486" w:rsidP="00103420">
      <w:pPr>
        <w:pStyle w:val="Heading2Center"/>
        <w:rPr>
          <w:rFonts w:hint="cs"/>
          <w:rtl/>
          <w:lang w:bidi="fa-IR"/>
        </w:rPr>
      </w:pPr>
      <w:bookmarkStart w:id="75" w:name="_Toc488231736"/>
      <w:r w:rsidRPr="005A0486">
        <w:rPr>
          <w:rFonts w:hint="eastAsia"/>
          <w:rtl/>
          <w:lang w:bidi="fa-IR"/>
        </w:rPr>
        <w:t>اسرار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و خرطوم آن</w:t>
      </w:r>
      <w:bookmarkEnd w:id="75"/>
    </w:p>
    <w:p w:rsidR="0010342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اسرار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نهاده شده در خرطوم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تأمل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خرطوم در گرفتن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آب و خوردن آنها کار دست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(چن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و) خرطوم نداشت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قادر نبود که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بخورد،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مانند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داشته باش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آن را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غذا دراز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 که گردن ندارد خرطوم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به او داده شده که کار گردان را بکند و با آن به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ازش</w:t>
      </w:r>
      <w:r w:rsidRPr="005A0486">
        <w:rPr>
          <w:rtl/>
          <w:lang w:bidi="fa-IR"/>
        </w:rPr>
        <w:t xml:space="preserve"> برسد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جز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مهربان و عطوف بر خلق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ندارد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داده که کار همان عضو مفقود را انجام دهد؟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چگونه با عق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ستمگران</w:t>
      </w:r>
      <w:r w:rsidRPr="005A0486">
        <w:rPr>
          <w:rtl/>
          <w:lang w:bidi="fa-IR"/>
        </w:rPr>
        <w:t xml:space="preserve"> که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و خود به خود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پندارند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سازد؟</w:t>
      </w:r>
    </w:p>
    <w:p w:rsidR="005A0486" w:rsidRPr="005A0486" w:rsidRDefault="00103420" w:rsidP="0023050A">
      <w:pPr>
        <w:pStyle w:val="libPoemTiniChar"/>
        <w:rPr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چرا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همانند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نشده؟ پاسخ گفته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که: سر و گوشها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سترگ و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اند، اگر قرار بود که بر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بزرگ و مناسب آن سر و گوش قرار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آن گردن را در 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سر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بدنش متصل و چسب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کارش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خرطوم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را با آن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بخورد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شد که بدون گردن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ازش</w:t>
      </w:r>
      <w:r w:rsidRPr="005A0486">
        <w:rPr>
          <w:rtl/>
          <w:lang w:bidi="fa-IR"/>
        </w:rPr>
        <w:t xml:space="preserve"> برسد و کارش سخت نگردد</w:t>
      </w:r>
      <w:r w:rsidR="008D0D19">
        <w:rPr>
          <w:rtl/>
          <w:lang w:bidi="fa-IR"/>
        </w:rPr>
        <w:t>.</w:t>
      </w:r>
    </w:p>
    <w:p w:rsidR="005A0486" w:rsidRDefault="005A0486" w:rsidP="00103420">
      <w:pPr>
        <w:pStyle w:val="Heading2Center"/>
        <w:rPr>
          <w:rFonts w:hint="cs"/>
          <w:rtl/>
          <w:lang w:bidi="fa-IR"/>
        </w:rPr>
      </w:pPr>
      <w:bookmarkStart w:id="76" w:name="_Toc488231737"/>
      <w:r w:rsidRPr="005A0486">
        <w:rPr>
          <w:rFonts w:hint="eastAsia"/>
          <w:rtl/>
          <w:lang w:bidi="fa-IR"/>
        </w:rPr>
        <w:t>شرمگاه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ماده</w:t>
      </w:r>
      <w:bookmarkEnd w:id="76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در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شرمگاه </w:t>
      </w:r>
      <w:r w:rsidR="00103420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ماده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="00103420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بنگر که چگونه در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شکم قرار گرفته؟ هرگاه شهوت بالا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ظاهر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تا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نر بتواند با او درآو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بنگر که چگونه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فرج ماده 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ناهمگون است؟ (با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همه)، ابزار تناسل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نسل آن م</w:t>
      </w:r>
      <w:r w:rsidRPr="005A0486">
        <w:rPr>
          <w:rFonts w:hint="eastAsia"/>
          <w:rtl/>
          <w:lang w:bidi="fa-IR"/>
        </w:rPr>
        <w:t>اندگار</w:t>
      </w:r>
      <w:r w:rsidRPr="005A0486">
        <w:rPr>
          <w:rtl/>
          <w:lang w:bidi="fa-IR"/>
        </w:rPr>
        <w:t xml:space="preserve"> شود و باق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بماند</w:t>
      </w:r>
      <w:r w:rsidR="008D0D19">
        <w:rPr>
          <w:rtl/>
          <w:lang w:bidi="fa-IR"/>
        </w:rPr>
        <w:t>.</w:t>
      </w:r>
    </w:p>
    <w:p w:rsidR="005A0486" w:rsidRPr="005A0486" w:rsidRDefault="005A0486" w:rsidP="00103420">
      <w:pPr>
        <w:pStyle w:val="Heading2Center"/>
        <w:rPr>
          <w:rtl/>
          <w:lang w:bidi="fa-IR"/>
        </w:rPr>
      </w:pPr>
      <w:bookmarkStart w:id="77" w:name="_Toc488231738"/>
      <w:r w:rsidRPr="005A0486">
        <w:rPr>
          <w:rtl/>
          <w:lang w:bidi="fa-IR"/>
        </w:rPr>
        <w:t>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زرافه</w:t>
      </w:r>
      <w:bookmarkEnd w:id="77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زرافه،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اعضا و همانند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با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سر آن چون سر اسب، گردنش شتر، سمها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چون سم گاو و پوستش چون پوست پلنگ است</w:t>
      </w:r>
      <w:r w:rsidR="008D0D19">
        <w:rPr>
          <w:rtl/>
          <w:lang w:bidi="fa-IR"/>
        </w:rPr>
        <w:t>.</w:t>
      </w:r>
    </w:p>
    <w:p w:rsidR="0010342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ناآگاه و جاهل به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(و اسرار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او) پنداشته اند:</w:t>
      </w:r>
    </w:p>
    <w:p w:rsidR="005A0486" w:rsidRPr="005A0486" w:rsidRDefault="00103420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03420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از مجامعت 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>: چون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گوناگون از خشک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و در آب گرد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جملگ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علفخوار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جهند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مختلف الاعضاء به 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(!)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نادان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و ناچ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شناخت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جل قدسه ا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(؛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>) هر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هر صنف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اسب با شتر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شتر با گاو در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و مقاربت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بلکه جفتگ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دو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(از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جنس باشند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>) با هم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و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باشند، مانند: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اسب با خر که از آنها استر </w:t>
      </w: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گرگ با کفتار که از آنها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نام سمع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آنها به 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رسد؛ مانند زرافه که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اسب،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شتر و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گاو دارد، همه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را داشته باشد بلکه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آنهاست (و م</w:t>
      </w:r>
      <w:r w:rsidRPr="005A0486">
        <w:rPr>
          <w:rFonts w:hint="eastAsia"/>
          <w:rtl/>
          <w:lang w:bidi="fa-IR"/>
        </w:rPr>
        <w:t>جموعش</w:t>
      </w:r>
      <w:r w:rsidRPr="005A0486">
        <w:rPr>
          <w:rtl/>
          <w:lang w:bidi="fa-IR"/>
        </w:rPr>
        <w:t xml:space="preserve"> به مجموع آنها ماند نه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عضو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عضو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چنانکه در استر اگر به سر و گوش و سر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دم و سم آن بنگر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شکل آنها (مانند همان اعضا از اسب و درازگوش است و)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است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صدا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</w:t>
      </w:r>
      <w:r w:rsidRPr="005A0486">
        <w:rPr>
          <w:rFonts w:hint="eastAsia"/>
          <w:rtl/>
          <w:lang w:bidi="fa-IR"/>
        </w:rPr>
        <w:t>و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هه</w:t>
      </w:r>
      <w:r w:rsidRPr="005A0486">
        <w:rPr>
          <w:rtl/>
          <w:lang w:bidi="fa-IR"/>
        </w:rPr>
        <w:t xml:space="preserve"> اسب و عرعر درازگوش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خود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 است که بخلاف پندار جاهلان ثمره مجامعت 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ست،</w:t>
      </w:r>
      <w:r w:rsidRPr="005A0486">
        <w:rPr>
          <w:rtl/>
          <w:lang w:bidi="fa-IR"/>
        </w:rPr>
        <w:t xml:space="preserve"> بلکه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شگفت از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خلقت است که خداوند جل و علا آن را برهان قدرتش نهاده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ناتوان نمودن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تا دانسته شود آن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تمام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است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را در هر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که بخواهد گرد آورد و آنها را در هر جا که خواهد بپراکند و هر چه خواهد بر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هر چه</w:t>
      </w:r>
    </w:p>
    <w:p w:rsidR="00103420" w:rsidRDefault="0010342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103420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خواهد از آن بکاهد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 است که او بر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تواناست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اراده او را بر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گردن</w:t>
      </w:r>
      <w:r w:rsidRPr="005A0486">
        <w:rPr>
          <w:rtl/>
          <w:lang w:bidi="fa-IR"/>
        </w:rPr>
        <w:t xml:space="preserve"> زرافه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آن جهت دراز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که چراگاه و محل رشد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جنگلها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انبوه با درختان بر افراشته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به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 که دهانش به شاخ و برگ درختان برسد و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بخشها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درختان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Pr="005A0486" w:rsidRDefault="005A0486" w:rsidP="00970EB9">
      <w:pPr>
        <w:pStyle w:val="Heading2Center"/>
        <w:rPr>
          <w:rtl/>
          <w:lang w:bidi="fa-IR"/>
        </w:rPr>
      </w:pPr>
      <w:bookmarkStart w:id="78" w:name="_Toc488231739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و تفاوت آن با انسان</w:t>
      </w:r>
      <w:bookmarkEnd w:id="78"/>
    </w:p>
    <w:p w:rsidR="00970EB9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و 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چون: سر، صورت، شانه،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و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اعضا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از هوش و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بهرمند است و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هوش و ذکاوت به اشارات و فرمانها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پرورنده و مرب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اش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 و اکثر افعال انسان را تقل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انسان است تا انسان از آن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که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نت</w:t>
      </w:r>
      <w:r w:rsidRPr="005A0486">
        <w:rPr>
          <w:rtl/>
          <w:lang w:bidi="fa-IR"/>
        </w:rPr>
        <w:t xml:space="preserve"> و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عت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اگر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برتر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ذهن،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شه،</w:t>
      </w:r>
      <w:r w:rsidRPr="005A0486">
        <w:rPr>
          <w:rtl/>
          <w:lang w:bidi="fa-IR"/>
        </w:rPr>
        <w:t xml:space="preserve"> عقل، نطق و شعور نبود او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جسم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تفاوتها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ه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در انسان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ست؛</w:t>
      </w:r>
      <w:r w:rsidRPr="005A0486">
        <w:rPr>
          <w:rtl/>
          <w:lang w:bidi="fa-IR"/>
        </w:rPr>
        <w:t xml:space="preserve"> پوزه، دم دراز و مو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تن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پوشان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البته اگر به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ذهن و عقل و نطق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(همانند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انسان) داده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تفاوتها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جزئ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مانع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به سلک انسان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جدا کننده اصل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مون</w:t>
      </w:r>
      <w:r w:rsidRPr="005A0486">
        <w:rPr>
          <w:rtl/>
          <w:lang w:bidi="fa-IR"/>
        </w:rPr>
        <w:t xml:space="preserve"> از انسان همان ناقص بودن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شه،</w:t>
      </w:r>
      <w:r w:rsidRPr="005A0486">
        <w:rPr>
          <w:rtl/>
          <w:lang w:bidi="fa-IR"/>
        </w:rPr>
        <w:t xml:space="preserve"> ذهن و نطق است</w:t>
      </w:r>
      <w:r w:rsidR="008D0D19">
        <w:rPr>
          <w:rtl/>
          <w:lang w:bidi="fa-IR"/>
        </w:rPr>
        <w:t>.</w:t>
      </w:r>
    </w:p>
    <w:p w:rsidR="005A0486" w:rsidRPr="005A0486" w:rsidRDefault="00970EB9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70EB9">
      <w:pPr>
        <w:pStyle w:val="Heading2Center"/>
        <w:rPr>
          <w:rtl/>
          <w:lang w:bidi="fa-IR"/>
        </w:rPr>
      </w:pPr>
      <w:bookmarkStart w:id="79" w:name="_Toc488231740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پوشش جسم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</w:t>
      </w:r>
      <w:bookmarkEnd w:id="79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بنگر که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از سر لطف و مهرش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چگونه جسم آنها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با مو، کرک و پشم پوشان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تا از سرما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آفات و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در امان باشند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سمها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شکافته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از ناهموار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آزار نب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(و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کفش نداشته باش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)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بافتن (لباس و پاپوش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>) دست و انگشت مناسب ندارند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آنها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tl/>
          <w:lang w:bidi="fa-IR"/>
        </w:rPr>
        <w:t xml:space="preserve"> در نظر بوده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تجد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تبد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 تا زنده اند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tl/>
          <w:lang w:bidi="fa-IR"/>
        </w:rPr>
        <w:t xml:space="preserve"> برآورده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اما</w:t>
      </w:r>
      <w:r w:rsidRPr="005A0486">
        <w:rPr>
          <w:rtl/>
          <w:lang w:bidi="fa-IR"/>
        </w:rPr>
        <w:t xml:space="preserve"> انسان،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کار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سد</w:t>
      </w:r>
      <w:r w:rsidRPr="005A0486">
        <w:rPr>
          <w:rtl/>
          <w:lang w:bidi="fa-IR"/>
        </w:rPr>
        <w:t xml:space="preserve">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بافد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پوشاک ته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به تناسب وضعش آن را دگرگون و تعو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ض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چند جهت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به سود اوست:</w:t>
      </w:r>
    </w:p>
    <w:p w:rsidR="005A0486" w:rsidRPr="005A0486" w:rsidRDefault="002337C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1-</w:t>
      </w:r>
      <w:r w:rsidR="005A0486" w:rsidRPr="005A0486">
        <w:rPr>
          <w:rtl/>
          <w:lang w:bidi="fa-IR"/>
        </w:rPr>
        <w:t xml:space="preserve"> با اشتغال به کار ساخت پوشاک از فساد و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هودگ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به دور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ماند و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،</w:t>
      </w:r>
      <w:r w:rsidR="005A0486" w:rsidRPr="005A0486">
        <w:rPr>
          <w:rtl/>
          <w:lang w:bidi="fa-IR"/>
        </w:rPr>
        <w:t xml:space="preserve"> او را در کار عبث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افکند</w:t>
      </w:r>
      <w:r w:rsidR="008D0D19">
        <w:rPr>
          <w:rtl/>
          <w:lang w:bidi="fa-IR"/>
        </w:rPr>
        <w:t>.</w:t>
      </w:r>
    </w:p>
    <w:p w:rsidR="005A0486" w:rsidRPr="005A0486" w:rsidRDefault="002337C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2-</w:t>
      </w:r>
      <w:r w:rsidR="005A0486" w:rsidRPr="005A0486">
        <w:rPr>
          <w:rtl/>
          <w:lang w:bidi="fa-IR"/>
        </w:rPr>
        <w:t xml:space="preserve"> متناسب با وضعش از درآوردن و گاه از بر تن کردن آنها لذت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برد</w:t>
      </w:r>
      <w:r w:rsidR="008D0D19">
        <w:rPr>
          <w:rtl/>
          <w:lang w:bidi="fa-IR"/>
        </w:rPr>
        <w:t>.</w:t>
      </w:r>
    </w:p>
    <w:p w:rsidR="005A0486" w:rsidRPr="005A0486" w:rsidRDefault="002337C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3-</w:t>
      </w:r>
      <w:r w:rsidR="005A0486" w:rsidRPr="005A0486">
        <w:rPr>
          <w:rtl/>
          <w:lang w:bidi="fa-IR"/>
        </w:rPr>
        <w:t xml:space="preserve"> با حسن انتخاب خود از پوش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دن</w:t>
      </w:r>
      <w:r w:rsidR="005A0486" w:rsidRPr="005A0486">
        <w:rPr>
          <w:rtl/>
          <w:lang w:bidi="fa-IR"/>
        </w:rPr>
        <w:t xml:space="preserve"> لباسها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با</w:t>
      </w:r>
      <w:r w:rsidR="005A0486" w:rsidRPr="005A0486">
        <w:rPr>
          <w:rtl/>
          <w:lang w:bidi="fa-IR"/>
        </w:rPr>
        <w:t xml:space="preserve"> و با شکوه و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تغ</w:t>
      </w:r>
      <w:r w:rsidR="005A0486" w:rsidRPr="005A0486">
        <w:rPr>
          <w:rFonts w:hint="cs"/>
          <w:rtl/>
          <w:lang w:bidi="fa-IR"/>
        </w:rPr>
        <w:t>یی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و تبد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</w:t>
      </w:r>
      <w:r w:rsidR="005A0486" w:rsidRPr="005A0486">
        <w:rPr>
          <w:rtl/>
          <w:lang w:bidi="fa-IR"/>
        </w:rPr>
        <w:t xml:space="preserve"> آنها متلذذ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2337C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4-</w:t>
      </w:r>
      <w:r w:rsidR="005A0486" w:rsidRPr="005A0486">
        <w:rPr>
          <w:rtl/>
          <w:lang w:bidi="fa-IR"/>
        </w:rPr>
        <w:t xml:space="preserve"> با بهره 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صنعت به ساخت انواع جوراب، پاپوش و کفش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پردازد و بد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وس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له</w:t>
      </w:r>
      <w:r w:rsidR="005A0486" w:rsidRPr="005A0486">
        <w:rPr>
          <w:rtl/>
          <w:lang w:bidi="fa-IR"/>
        </w:rPr>
        <w:t xml:space="preserve"> پاها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</w:t>
      </w:r>
      <w:r w:rsidR="005A0486" w:rsidRPr="005A0486">
        <w:rPr>
          <w:rtl/>
          <w:lang w:bidi="fa-IR"/>
        </w:rPr>
        <w:t xml:space="preserve"> را حفظ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2337CA" w:rsidRDefault="002337CA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5-</w:t>
      </w:r>
      <w:r w:rsidR="005A0486" w:rsidRPr="005A0486">
        <w:rPr>
          <w:rtl/>
          <w:lang w:bidi="fa-IR"/>
        </w:rPr>
        <w:t xml:space="preserve">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کار لوازم اشتغال بس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مردم را فراهم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آورد و شمار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مردم با کار کردن 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بخش صنعت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توانند معاش و روز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خود و خانواده خود را به دست آورند</w:t>
      </w:r>
      <w:r w:rsidR="008D0D19">
        <w:rPr>
          <w:rtl/>
          <w:lang w:bidi="fa-IR"/>
        </w:rPr>
        <w:t>.</w:t>
      </w:r>
    </w:p>
    <w:p w:rsidR="005A0486" w:rsidRPr="005A0486" w:rsidRDefault="002337CA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مو، کرک و پشم در حکم پوشاک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سمها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گوناگون در حکم کفش آنهاست</w:t>
      </w:r>
      <w:r w:rsidR="008D0D19">
        <w:rPr>
          <w:rtl/>
          <w:lang w:bidi="fa-IR"/>
        </w:rPr>
        <w:t>.</w:t>
      </w:r>
    </w:p>
    <w:p w:rsidR="005A0486" w:rsidRPr="005A0486" w:rsidRDefault="005A0486" w:rsidP="002337CA">
      <w:pPr>
        <w:pStyle w:val="Heading2Center"/>
        <w:rPr>
          <w:rtl/>
          <w:lang w:bidi="fa-IR"/>
        </w:rPr>
      </w:pPr>
      <w:bookmarkStart w:id="80" w:name="_Toc488231741"/>
      <w:r w:rsidRPr="005A0486">
        <w:rPr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در وقت احساس مرگ خود را پنهان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bookmarkEnd w:id="80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شگفت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نهاده شده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آنها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مردند مانند انسانها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در خاک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نهند خود را مخف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نبود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مردار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درندگان و جز آن کجاست که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ست؟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که اندک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Pr="005A0486">
        <w:rPr>
          <w:rtl/>
          <w:lang w:bidi="fa-IR"/>
        </w:rPr>
        <w:t xml:space="preserve"> ت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نباشند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شماره آنها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مردم است سخن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راست گفته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کوه و صحرا به دسته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انبوه آهوان، گاوها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گورخران گوزنها و بزها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 درندگان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رها،</w:t>
      </w:r>
      <w:r w:rsidRPr="005A0486">
        <w:rPr>
          <w:rtl/>
          <w:lang w:bidi="fa-IR"/>
        </w:rPr>
        <w:t xml:space="preserve"> پلنگها، گرگها، کفتارها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و به حشرات و جنبندگان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به دسته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کلاغها، سنگخواره ها، غازها، کبوتران و پرندگان درنده و گوشت</w:t>
      </w:r>
      <w:r w:rsidRPr="005A0486">
        <w:rPr>
          <w:rFonts w:hint="eastAsia"/>
          <w:rtl/>
          <w:lang w:bidi="fa-IR"/>
        </w:rPr>
        <w:t>خوار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گوناگون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جز شمار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شکار کند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بدرد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کدام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احساس کردند که زمان مرگشان فرا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در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پست و گود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در همان جا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نبود تمام دشت (و کوه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>) از بو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فساد آنها فاسد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وبا در همه جا منتشر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</w:p>
    <w:p w:rsidR="002337CA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خصلت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آن را در آغاز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انسان، از به خاکسپار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کلاغ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توسط کلاغ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فرا گرفت در سرشت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نهاده شده</w:t>
      </w:r>
    </w:p>
    <w:p w:rsidR="002337CA" w:rsidRDefault="002337CA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است تا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آلودگ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گوناگون جان سالم به در برد؟</w:t>
      </w:r>
    </w:p>
    <w:p w:rsidR="005A0486" w:rsidRPr="005A0486" w:rsidRDefault="005A0486" w:rsidP="002F2104">
      <w:pPr>
        <w:pStyle w:val="Heading2Center"/>
        <w:rPr>
          <w:rtl/>
          <w:lang w:bidi="fa-IR"/>
        </w:rPr>
      </w:pPr>
      <w:bookmarkStart w:id="81" w:name="_Toc488231742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هوش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بز کوه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روباه و دلف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bookmarkEnd w:id="81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هوش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 و بنگر که خداوند جل و علا چگونه از سر لطف و رحمت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از نعمت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محروم نگردند در سرشت آنها هوش و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است</w:t>
      </w:r>
      <w:r w:rsidRPr="005A0486">
        <w:rPr>
          <w:rtl/>
          <w:lang w:bidi="fa-IR"/>
        </w:rPr>
        <w:t xml:space="preserve"> نهاد؟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نوع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 نر کوه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مارها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بر اثر آن، تشنگ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هراس آنکه مبادا سم در جانش منتشر شود و او را هلاک گرداند، بر کرانه آب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ناله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زند و صدا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ذره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اگر بنوشد بزود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هلاک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سرشت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چگونه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از هراس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آب، آن تشنگ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را بر خود هموار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سازد؟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شمند</w:t>
      </w:r>
      <w:r w:rsidRPr="005A0486">
        <w:rPr>
          <w:rtl/>
          <w:lang w:bidi="fa-IR"/>
        </w:rPr>
        <w:t xml:space="preserve"> و عاقل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غالباً 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تحمل و خو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شتن</w:t>
      </w:r>
      <w:r w:rsidRPr="005A0486">
        <w:rPr>
          <w:rtl/>
          <w:lang w:bidi="fa-IR"/>
        </w:rPr>
        <w:t xml:space="preserve"> 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</w:t>
      </w:r>
      <w:r w:rsidR="008D0D19">
        <w:rPr>
          <w:rtl/>
          <w:lang w:bidi="fa-IR"/>
        </w:rPr>
        <w:t>.</w:t>
      </w:r>
    </w:p>
    <w:p w:rsidR="005A0486" w:rsidRPr="005A0486" w:rsidRDefault="002F2104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روباه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هنگام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گرسنگ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بر او غالب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د،</w:t>
      </w:r>
      <w:r w:rsidR="005A0486" w:rsidRPr="005A0486">
        <w:rPr>
          <w:rtl/>
          <w:lang w:bidi="fa-IR"/>
        </w:rPr>
        <w:t xml:space="preserve"> به پشت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خوابد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شکمش را باد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 تا پرنده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مرده اش بپندارد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وقت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بر آن نشست روباه بر آن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جهد، به چنگش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آورد و آن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خورد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جز آن کس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نگونه</w:t>
      </w:r>
      <w:r w:rsidR="005A0486" w:rsidRPr="005A0486">
        <w:rPr>
          <w:rtl/>
          <w:lang w:bidi="fa-IR"/>
        </w:rPr>
        <w:t xml:space="preserve"> و از راه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ح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له</w:t>
      </w:r>
      <w:r w:rsidR="005A0486" w:rsidRPr="005A0486">
        <w:rPr>
          <w:rtl/>
          <w:lang w:bidi="fa-IR"/>
        </w:rPr>
        <w:t xml:space="preserve"> متکفل روز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روباه شده چه کس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</w:t>
      </w:r>
      <w:r w:rsidR="005A0486" w:rsidRPr="005A0486">
        <w:rPr>
          <w:rFonts w:hint="eastAsia"/>
          <w:rtl/>
          <w:lang w:bidi="fa-IR"/>
        </w:rPr>
        <w:t>وباه</w:t>
      </w:r>
      <w:r w:rsidR="005A0486" w:rsidRPr="005A0486">
        <w:rPr>
          <w:rtl/>
          <w:lang w:bidi="fa-IR"/>
        </w:rPr>
        <w:t xml:space="preserve">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عقل و اند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شه</w:t>
      </w:r>
      <w:r w:rsidR="005A0486" w:rsidRPr="005A0486">
        <w:rPr>
          <w:rtl/>
          <w:lang w:bidi="fa-IR"/>
        </w:rPr>
        <w:t xml:space="preserve"> را بر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رنگ</w:t>
      </w:r>
      <w:r w:rsidR="005A0486" w:rsidRPr="005A0486">
        <w:rPr>
          <w:rtl/>
          <w:lang w:bidi="fa-IR"/>
        </w:rPr>
        <w:t xml:space="preserve">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داده است؟</w:t>
      </w:r>
    </w:p>
    <w:p w:rsidR="002F210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آنجا که روباه از آن صولت و قدرت و توان حمله 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درندگان برخوردار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به او هوش و ذکاوت داده شده تا از راه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رنگ</w:t>
      </w:r>
      <w:r w:rsidRPr="005A0486">
        <w:rPr>
          <w:rtl/>
          <w:lang w:bidi="fa-IR"/>
        </w:rPr>
        <w:t xml:space="preserve"> و 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A0486" w:rsidRPr="005A0486" w:rsidRDefault="002F2104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2F2104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دلف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هم که پرنده شکار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کند، هنگام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آب است،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رنگ</w:t>
      </w:r>
      <w:r w:rsidR="005A0486" w:rsidRPr="005A0486">
        <w:rPr>
          <w:rtl/>
          <w:lang w:bidi="fa-IR"/>
        </w:rPr>
        <w:t xml:space="preserve"> او برا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شکار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نگونه</w:t>
      </w:r>
      <w:r w:rsidR="005A0486" w:rsidRPr="005A0486">
        <w:rPr>
          <w:rtl/>
          <w:lang w:bidi="fa-IR"/>
        </w:rPr>
        <w:t xml:space="preserve"> است: 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ک</w:t>
      </w:r>
      <w:r w:rsidR="005A0486" w:rsidRPr="005A0486">
        <w:rPr>
          <w:rtl/>
          <w:lang w:bidi="fa-IR"/>
        </w:rPr>
        <w:t xml:space="preserve"> ماه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رد،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کشد و آن را بر رو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آب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نهد تا بر آب بماند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آنگاه در ز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آن مخف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آب را حرکت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دهد تا از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رون</w:t>
      </w:r>
      <w:r w:rsidR="005A0486" w:rsidRPr="005A0486">
        <w:rPr>
          <w:rtl/>
          <w:lang w:bidi="fa-IR"/>
        </w:rPr>
        <w:t xml:space="preserve"> آب پ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دا</w:t>
      </w:r>
      <w:r w:rsidR="005A0486" w:rsidRPr="005A0486">
        <w:rPr>
          <w:rtl/>
          <w:lang w:bidi="fa-IR"/>
        </w:rPr>
        <w:t xml:space="preserve"> نباشد وقت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که پرنده بر ماه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نشست حمله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برد و آن را فرا چنگ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</w:p>
    <w:p w:rsidR="005A0486" w:rsidRPr="005A0486" w:rsidRDefault="005A0486" w:rsidP="002F2104">
      <w:pPr>
        <w:pStyle w:val="Heading2Center"/>
        <w:rPr>
          <w:rtl/>
          <w:lang w:bidi="fa-IR"/>
        </w:rPr>
      </w:pPr>
      <w:bookmarkStart w:id="82" w:name="_Toc488231743"/>
      <w:r w:rsidRPr="005A0486">
        <w:rPr>
          <w:rFonts w:hint="eastAsia"/>
          <w:rtl/>
          <w:lang w:bidi="fa-IR"/>
        </w:rPr>
        <w:t>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ابر</w:t>
      </w:r>
      <w:bookmarkEnd w:id="82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عرض کردم: آقا! از ماجرا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ابر بگو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 ابر (از جانب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علا)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وک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است تا هر جا که 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بربا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آهن ربا آهن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آنگاه که فصل باران و ابر است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از هراس ابر، سر 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خاک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تنها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که هوا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گرم باشد و ابر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آسمان نباشد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عرض</w:t>
      </w:r>
      <w:r w:rsidRPr="005A0486">
        <w:rPr>
          <w:rtl/>
          <w:lang w:bidi="fa-IR"/>
        </w:rPr>
        <w:t xml:space="preserve"> کردم: چرا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ابر در کم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و اگر آن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دش؟</w:t>
      </w:r>
      <w:r w:rsidRPr="005A0486">
        <w:rPr>
          <w:rtl/>
          <w:lang w:bidi="fa-IR"/>
        </w:rPr>
        <w:t xml:space="preserve"> فرمود: تا مردم را از شر آن خلاص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</w:p>
    <w:p w:rsidR="005A0486" w:rsidRPr="005A0486" w:rsidRDefault="005A0486" w:rsidP="002F2104">
      <w:pPr>
        <w:pStyle w:val="Heading2Center"/>
        <w:rPr>
          <w:rtl/>
          <w:lang w:bidi="fa-IR"/>
        </w:rPr>
      </w:pPr>
      <w:bookmarkStart w:id="83" w:name="_Toc488231744"/>
      <w:r w:rsidRPr="005A0486">
        <w:rPr>
          <w:rtl/>
          <w:lang w:bidi="fa-IR"/>
        </w:rPr>
        <w:t>مورچه،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مگس، عنکبوت و سرشت آنها</w:t>
      </w:r>
      <w:bookmarkEnd w:id="83"/>
    </w:p>
    <w:p w:rsidR="002F210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عرض کردم: آقا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من! درباره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نکات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فرمود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هر که اهل و سزاوار است درس عبرت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حال درباره مورچه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درشت و پرنده بفرما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حضرت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 در صورت کوچک مورچه بنگر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آنچه که به مصلحت اوست و به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 کمبود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مشاهده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جز حکمت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در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درشت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حکمت و</w:t>
      </w:r>
    </w:p>
    <w:p w:rsidR="002F2104" w:rsidRDefault="002F210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2F2104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حساب شده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کجا سرچشمه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="00B83F7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مور</w:t>
      </w:r>
      <w:r w:rsidR="00B83F7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همکار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انبوه آنها در گردآور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آماده کردن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بنگر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دسته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دانه ها را به محل مرتفع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 و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 انسان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تلاش مردم در انتقال غذا به خانه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بلکه مور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انسان کمر همت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بن</w:t>
      </w:r>
      <w:r w:rsidRPr="005A0486">
        <w:rPr>
          <w:rFonts w:hint="eastAsia"/>
          <w:rtl/>
          <w:lang w:bidi="fa-IR"/>
        </w:rPr>
        <w:t>دد</w:t>
      </w:r>
      <w:r w:rsidRPr="005A0486">
        <w:rPr>
          <w:rtl/>
          <w:lang w:bidi="fa-IR"/>
        </w:rPr>
        <w:t xml:space="preserve"> و جد و تلاش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همانند انسانها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حمل و انتقال دانه و غذا به لانه،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دهند؟ آنها دانه را به دو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تا دانه در لانه سبز نشود و کارشان را خراب نکند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آب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دانه ها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آنها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آورند و خشک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ز موران جز در جاها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بالا و بلند مسکن و لانه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Pr="005A0486">
        <w:rPr>
          <w:rtl/>
          <w:lang w:bidi="fa-IR"/>
        </w:rPr>
        <w:t xml:space="preserve"> تا مبادا آب در آن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و غرقشان سازد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همه نه از سر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عقل و شعور که از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و سرشت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به خاطر مصلحت در آنها نهفته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</w:t>
      </w:r>
      <w:r w:rsidR="00B83F7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ث</w:t>
      </w:r>
      <w:r w:rsidR="00B83F7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که مردم آن را </w:t>
      </w:r>
      <w:r w:rsidR="00B83F7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مگس</w:t>
      </w:r>
      <w:r w:rsidR="00B83F7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بنگر که چگونه در کسب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معاش،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مدارا به او داده شده است؟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="00B83F7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مگس</w:t>
      </w:r>
      <w:r w:rsidR="00B83F7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حس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در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مگس است، آن را مهلت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مگس مطمئن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مرده است و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از آن غفلت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ناگاه با حرکت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ق،</w:t>
      </w:r>
      <w:r w:rsidRPr="005A0486">
        <w:rPr>
          <w:rtl/>
          <w:lang w:bidi="fa-IR"/>
        </w:rPr>
        <w:t xml:space="preserve"> حساب شده و سر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با تمام وجود آن را در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ک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مبادا از چنگش آزاد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همچنان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 نگاهش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تا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حس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سست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جان شده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وقت آن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 و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زنده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</w:p>
    <w:p w:rsidR="00B83F77" w:rsidRDefault="00B83F77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5A0486" w:rsidRPr="005A0486">
        <w:rPr>
          <w:rFonts w:hint="eastAsia"/>
          <w:rtl/>
          <w:lang w:bidi="fa-IR"/>
        </w:rPr>
        <w:t>عنکبوت</w:t>
      </w:r>
      <w:r>
        <w:rPr>
          <w:rFonts w:hint="cs"/>
          <w:rtl/>
          <w:lang w:bidi="fa-IR"/>
        </w:rPr>
        <w:t>»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</w:t>
      </w:r>
      <w:r w:rsidR="005A0486" w:rsidRPr="005A0486">
        <w:rPr>
          <w:rtl/>
          <w:lang w:bidi="fa-IR"/>
        </w:rPr>
        <w:t xml:space="preserve"> آن تار را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تند و از آن به عنوان دام مگسها استفاده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در 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ن</w:t>
      </w:r>
      <w:r w:rsidR="005A0486" w:rsidRPr="005A0486">
        <w:rPr>
          <w:rtl/>
          <w:lang w:bidi="fa-IR"/>
        </w:rPr>
        <w:t xml:space="preserve"> زمان خود را در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ان</w:t>
      </w:r>
      <w:r w:rsidR="005A0486" w:rsidRPr="005A0486">
        <w:rPr>
          <w:rtl/>
          <w:lang w:bidi="fa-IR"/>
        </w:rPr>
        <w:t xml:space="preserve"> تارها پوش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ده</w:t>
      </w:r>
      <w:r w:rsidR="005A0486" w:rsidRPr="005A0486">
        <w:rPr>
          <w:rtl/>
          <w:lang w:bidi="fa-IR"/>
        </w:rPr>
        <w:t xml:space="preserve"> 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نما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="005A0486" w:rsidRPr="005A0486">
        <w:rPr>
          <w:rtl/>
          <w:lang w:bidi="fa-IR"/>
        </w:rPr>
        <w:t xml:space="preserve"> آنگاه که مگس در</w:t>
      </w:r>
    </w:p>
    <w:p w:rsidR="00B83F77" w:rsidRDefault="00B83F77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B83F77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تارش گرفتار آمد، ساعت به ساعت آن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زند و از آن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زنده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انگر</w:t>
      </w:r>
      <w:r w:rsidRPr="005A0486">
        <w:rPr>
          <w:rtl/>
          <w:lang w:bidi="fa-IR"/>
        </w:rPr>
        <w:t xml:space="preserve"> شکار سگان و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ران</w:t>
      </w:r>
      <w:r w:rsidRPr="005A0486">
        <w:rPr>
          <w:rtl/>
          <w:lang w:bidi="fa-IR"/>
        </w:rPr>
        <w:t xml:space="preserve"> است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نمونه کوچک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شکار با دام و تور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جنبنده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کوچک بنگر که چگونه در سرشت آن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تنها با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و به کارگ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ابزار و آلات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آن را انجام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در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کوچک؛ مانند: مورچه و مور و</w:t>
      </w:r>
      <w:r w:rsidR="008D0D19">
        <w:rPr>
          <w:rtl/>
          <w:lang w:bidi="fa-IR"/>
        </w:rPr>
        <w:t>..</w:t>
      </w:r>
      <w:r w:rsidRPr="005A0486">
        <w:rPr>
          <w:rtl/>
          <w:lang w:bidi="fa-IR"/>
        </w:rPr>
        <w:t xml:space="preserve"> عبرت و درس آموزنده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هست آن را به خاطر کوچک بودن آن ها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مدار؛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گا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مفهوم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نف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</w:t>
      </w:r>
      <w:r w:rsidRPr="005A0486">
        <w:rPr>
          <w:rtl/>
          <w:lang w:bidi="fa-IR"/>
        </w:rPr>
        <w:t xml:space="preserve"> و گرانقدر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کوچک و ناچ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سنج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به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قدر و ارزش آن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ارزشمند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اگر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نار</w:t>
      </w:r>
      <w:r w:rsidRPr="005A0486">
        <w:rPr>
          <w:rtl/>
          <w:lang w:bidi="fa-IR"/>
        </w:rPr>
        <w:t xml:space="preserve"> طلا را با وزنه آهن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وزن کنند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از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tl/>
          <w:lang w:bidi="fa-IR"/>
        </w:rPr>
        <w:t xml:space="preserve"> آن طلا کاسته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4" w:name="_Toc488231745"/>
      <w:r w:rsidRPr="005A0486">
        <w:rPr>
          <w:rFonts w:hint="eastAsia"/>
          <w:rtl/>
          <w:lang w:bidi="fa-IR"/>
        </w:rPr>
        <w:t>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نهفته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پرنده</w:t>
      </w:r>
      <w:bookmarkEnd w:id="84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جسم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پرنده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که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 بر آن تعلق گرفت که پرنده در آسمان باشد، تنش سبک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و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 دست و پا تنها دو پا و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پنج انگشت چهار انگشت و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 مخرج بول و فضولات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مخرج به آن داده شد</w:t>
      </w:r>
      <w:r w:rsidR="008D0D19">
        <w:rPr>
          <w:rtl/>
          <w:lang w:bidi="fa-IR"/>
        </w:rPr>
        <w:t>.</w:t>
      </w:r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چنانکه</w:t>
      </w:r>
      <w:r w:rsidRPr="005A0486">
        <w:rPr>
          <w:rtl/>
          <w:lang w:bidi="fa-IR"/>
        </w:rPr>
        <w:t xml:space="preserve"> قسمت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بار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است و آب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شکافد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رود،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و جلو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کشت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تا هوا را بشکافد و چنانکه خواهد به پرواز در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بالها و دمش پرها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نهاده شده تا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او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پرواز بلند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تمام بدنش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از پر است تا هوا در آنها</w:t>
      </w:r>
    </w:p>
    <w:p w:rsidR="00643854" w:rsidRDefault="0064385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نفوذ کند و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ارتفاع بالا بماند و پرواز 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حکمت،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تعلق گرفت که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پرندگان از دانه و گوشت باشد 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آنها را بدون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فرو برد، همانند لب و دندان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نشد بلکه منقار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سخت به آنها داده شد تا غذا را با آن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بخورند و از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شکستن دانه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(از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ن ناهموار) پاره نشود و از پاره کردن گوشت نشکند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از آنجا که پرنده دندان ندارد و دانه را سالم و گوشت را سخت و ناپخته فرو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 در درون آن حرارت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نهاده شده که دانه را چنان خرد و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که از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مستغن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خاطر نبودن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tl/>
          <w:lang w:bidi="fa-IR"/>
        </w:rPr>
        <w:t xml:space="preserve"> در انسان (اگر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دانه ها را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فرو برد) به همان شکل س</w:t>
      </w:r>
      <w:r w:rsidRPr="005A0486">
        <w:rPr>
          <w:rFonts w:hint="eastAsia"/>
          <w:rtl/>
          <w:lang w:bidi="fa-IR"/>
        </w:rPr>
        <w:t>الم</w:t>
      </w:r>
      <w:r w:rsidRPr="005A0486">
        <w:rPr>
          <w:rtl/>
          <w:lang w:bidi="fa-IR"/>
        </w:rPr>
        <w:t xml:space="preserve"> دفع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سالم در درون پرنده چنان خرد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که اثر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شد که پرندگان تخم گذارند و بچه نزا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تا در وقت پرواز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نباشند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فرزند در شکم آنها بماند تا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(چنانکه در پستانداران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است)،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آن، آنها را از برخاستن و پرواز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پرندگان چنان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با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متناسب و هماهنگ باشد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پرنده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غالباً در پرواز و گشت است، گاه هفته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 هفته 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سه هفته بر تخم خود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خوابند تا آن را بپرورانند و جوجه از تخم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چون جوجه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آمد باد در دل جوجه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دمد تا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دانش گشاده گردد و بتواند غذا را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او ر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مناسب و سازگار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بزرگ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نموده که او غذا و دانه برچ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در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</w:p>
    <w:p w:rsidR="00643854" w:rsidRDefault="0064385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643854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و آنگاه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جوجه اش دانه ها را برآورد؟ چرا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خود را در رنج و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افکند و حال آنکه عقل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ندارد و از جوجه اش انتظار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از فرزند دارند؛ مانند: فخر، عزت،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ماندگا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نام ندارد؟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خداوند</w:t>
      </w:r>
      <w:r w:rsidRPr="005A0486">
        <w:rPr>
          <w:rtl/>
          <w:lang w:bidi="fa-IR"/>
        </w:rPr>
        <w:t xml:space="preserve"> جل و علا از سر لطف و کرامت، چنان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نموده که او بدون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امور، از سر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خداداد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جوجه اش را دوست دارد و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دهد تا نسل آنها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مرغ چگونه شور تخمگذار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پرورش جوجه در سر دارد حال آنکه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لانه مناسب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 آوردن تخمها در آن ندارد؟ مرغ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زمان برانگ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تخم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گذارد و گرسنه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 تا تخمها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گرد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آنها را بپروراند و جوجه گرداند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نسل است؟ و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مرغ درک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ندارد - چرا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بقا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کوشد؟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که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</w:t>
      </w:r>
      <w:r w:rsidRPr="005A0486">
        <w:rPr>
          <w:rtl/>
          <w:lang w:bidi="fa-IR"/>
        </w:rPr>
        <w:t xml:space="preserve"> را در سرشت و غر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او نهاده است؟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5" w:name="_Toc488231746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تخم پرندگان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</w:t>
      </w:r>
      <w:bookmarkEnd w:id="85"/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تخم پرنده درس عبرت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آن، ماده زرد رنگ و آب رق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سف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نهاده شده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بخش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جوجه به هم رسد و بخش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آن است تا آنگاه که تخم را بشکافند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امور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آنجا که رشد جوجه در درون آن جداره ها و 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است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درون آن راه ندارد، در درون آن، آنقدر غذا تعب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شده که جوجه را تا هنگام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آمدن بس باشد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جوجه به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زندان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که در درون زندان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محبوس است</w:t>
      </w:r>
    </w:p>
    <w:p w:rsidR="00643854" w:rsidRDefault="0064385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زندان را دژها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فرا گرفته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راه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غذا به او وجود ندارد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غذا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لازم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مدت حبس را در کنارش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نهند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6" w:name="_Toc488231747"/>
      <w:r w:rsidRPr="005A0486">
        <w:rPr>
          <w:rtl/>
          <w:lang w:bidi="fa-IR"/>
        </w:rPr>
        <w:t>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پرنده</w:t>
      </w:r>
      <w:bookmarkEnd w:id="86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راه غذا از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تا به سنگدان بار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است و غذا تنها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آرام و اندک اندک وارد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اگر پرنده تا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دانه نخست دانه دوم را برنچ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ند،</w:t>
      </w:r>
      <w:r w:rsidRPr="005A0486">
        <w:rPr>
          <w:rtl/>
          <w:lang w:bidi="fa-IR"/>
        </w:rPr>
        <w:t xml:space="preserve"> کار او بدرازا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کشد و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او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(در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او منتظر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دانه اول به سنگدان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بلکه تند تند دانه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روانه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مرغ</w:t>
      </w:r>
      <w:r w:rsidRPr="005A0486">
        <w:rPr>
          <w:rtl/>
          <w:lang w:bidi="fa-IR"/>
        </w:rPr>
        <w:t xml:space="preserve"> از شدت توجه و هراس، دانه ها را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پرنده مانند توبره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او آو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شده تا هر چه را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بسرعت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وارد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کند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آرام آرام از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روانه سنگدان گرداند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دان،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هست و آن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پرندگان از درون خود غذا به دهان جوجه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زند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 برگرداندن غذا از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دان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کتر</w:t>
      </w:r>
      <w:r w:rsidRPr="005A0486">
        <w:rPr>
          <w:rtl/>
          <w:lang w:bidi="fa-IR"/>
        </w:rPr>
        <w:t xml:space="preserve"> و راحت تر است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7" w:name="_Toc488231748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رنگ پرندگان</w:t>
      </w:r>
      <w:bookmarkEnd w:id="87"/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منکران پنداشته اند که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رنگ و شکل پرندگان از درآم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به خود و ناهماهنگ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حساب و کتاب اخلاط سرچشمه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</w:t>
      </w:r>
    </w:p>
    <w:p w:rsidR="005A0486" w:rsidRPr="005A0486" w:rsidRDefault="00643854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رنگ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گوناگون و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هماهنگ که در طاووسها و کبکها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با قلم نقاش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 بر آنها نقش بسته چگونه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از اهمال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خود به خود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و چرا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و تصادف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اخلاط، شک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و صورت واحد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آورده است؟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اگر (ا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نقشها و رنگها) از اهمال و خود به خود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 و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نظم 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نبود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ناهماهنگ و درهم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بود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8" w:name="_Toc488231749"/>
      <w:r w:rsidRPr="005A0486">
        <w:rPr>
          <w:rFonts w:hint="eastAsia"/>
          <w:rtl/>
          <w:lang w:bidi="fa-IR"/>
        </w:rPr>
        <w:t>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 پرندگان</w:t>
      </w:r>
      <w:bookmarkEnd w:id="88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چگونگ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 پرندگان تأمل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نما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(ا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پرها) مانند لباس، از رشته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و نازک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بافته شده و مانند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نخها و تارها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مو همه به هم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وسته</w:t>
      </w:r>
      <w:r w:rsidRPr="005A0486">
        <w:rPr>
          <w:rtl/>
          <w:lang w:bidi="fa-IR"/>
        </w:rPr>
        <w:t xml:space="preserve"> و بسته اند و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آنها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از هم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گسلند، بلکه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تا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باد باشد و پرنده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پرواز کند و در هوا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پر، ستون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شکل نهاده شده تا با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 را نگاه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استحکام، توخال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تا سنگ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پرنده را از پرواز باز ندارد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89" w:name="_Toc488231750"/>
      <w:r w:rsidRPr="005A0486">
        <w:rPr>
          <w:rtl/>
          <w:lang w:bidi="fa-IR"/>
        </w:rPr>
        <w:t>راز درازپا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پرندگان</w:t>
      </w:r>
      <w:bookmarkEnd w:id="89"/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پرنده درازپا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به راز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پرنده را غالباً در آبگ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 ساق بلند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دبان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</w:t>
      </w:r>
    </w:p>
    <w:p w:rsidR="00643854" w:rsidRDefault="0064385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از بالا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برجک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دبان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درون آب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نگرد و آن را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نظر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هرگاه که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آرام آرام گام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دارد</w:t>
      </w:r>
      <w:r w:rsidRPr="005A0486">
        <w:rPr>
          <w:rtl/>
          <w:lang w:bidi="fa-IR"/>
        </w:rPr>
        <w:t xml:space="preserve"> تا آن را به دست آورد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پرنده پا کوتاه بود،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جانب 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تا آن را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رد،</w:t>
      </w:r>
      <w:r w:rsidRPr="005A0486">
        <w:rPr>
          <w:rtl/>
          <w:lang w:bidi="fa-IR"/>
        </w:rPr>
        <w:t xml:space="preserve"> شکمش با آب تماس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 و آب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شکار از هراس پا به فرار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پا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تا خواسته اش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ابد،</w:t>
      </w:r>
      <w:r w:rsidRPr="005A0486">
        <w:rPr>
          <w:rtl/>
          <w:lang w:bidi="fa-IR"/>
        </w:rPr>
        <w:t xml:space="preserve">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حاصل شود و زنده بماند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هماهنگ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پرنده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پرنده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دو ساق بلند دارد، گردن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دراز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دارد تا بتواند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را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پرنده پاها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دراز داشت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گردنش کوتاه بود، قادر نبود که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بردارد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دراز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منقارش، گردن او را در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به هدف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تا کار بر او آسان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هر چه را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نها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استوار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صواب است و تمام وجودش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با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است؟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90" w:name="_Toc488231751"/>
      <w:r w:rsidRPr="005A0486">
        <w:rPr>
          <w:rFonts w:hint="eastAsia"/>
          <w:rtl/>
          <w:lang w:bidi="fa-IR"/>
        </w:rPr>
        <w:t>گنجشکان</w:t>
      </w:r>
      <w:r w:rsidRPr="005A0486">
        <w:rPr>
          <w:rtl/>
          <w:lang w:bidi="fa-IR"/>
        </w:rPr>
        <w:t xml:space="preserve">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غذا</w:t>
      </w:r>
      <w:bookmarkEnd w:id="90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گنجشکان بنگر که چگونه در روز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غذا هستند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چه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آماده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حرکت و تلاش مداوم به آن 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و آن را از دست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همه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منزه است خدا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انشان</w:t>
      </w:r>
      <w:r w:rsidRPr="005A0486">
        <w:rPr>
          <w:rtl/>
          <w:lang w:bidi="fa-IR"/>
        </w:rPr>
        <w:t xml:space="preserve"> پراکنده است</w:t>
      </w:r>
      <w:r w:rsidR="008D0D19">
        <w:rPr>
          <w:rtl/>
          <w:lang w:bidi="fa-IR"/>
        </w:rPr>
        <w:t>.</w:t>
      </w:r>
    </w:p>
    <w:p w:rsidR="0064385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چنان کرد که دست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بر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ناممکن باشد؛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به آن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نه چنان کرد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رنج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دست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</w:p>
    <w:p w:rsidR="00643854" w:rsidRDefault="0064385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صلاح و سود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مه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آماده بود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آنقدر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خوردند که هلاک شوند و انسان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به خاطر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بطالت در سرمست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گناه و ارتکاب فواحش سقوط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91" w:name="_Toc488231752"/>
      <w:r w:rsidRPr="005A0486">
        <w:rPr>
          <w:rFonts w:hint="eastAsia"/>
          <w:rtl/>
          <w:lang w:bidi="fa-IR"/>
        </w:rPr>
        <w:t>معاش</w:t>
      </w:r>
      <w:r w:rsidRPr="005A0486">
        <w:rPr>
          <w:rtl/>
          <w:lang w:bidi="fa-IR"/>
        </w:rPr>
        <w:t xml:space="preserve"> جغد و شب پره</w:t>
      </w:r>
      <w:bookmarkEnd w:id="91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 پره ها چگونه تأم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عرض</w:t>
      </w:r>
      <w:r w:rsidRPr="005A0486">
        <w:rPr>
          <w:rtl/>
          <w:lang w:bidi="fa-IR"/>
        </w:rPr>
        <w:t xml:space="preserve"> کردم: نه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من!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امام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از انواع پشه ها، شاپرکها، ملخها و زنبورها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است که در هوا پراکنده اند؛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حشرات و موجودات در همه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آسمان وجود دارند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درک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شبانگاهان، چراغ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بالا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بام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درون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اط</w:t>
      </w:r>
      <w:r w:rsidRPr="005A0486">
        <w:rPr>
          <w:rtl/>
          <w:lang w:bidi="fa-IR"/>
        </w:rPr>
        <w:t xml:space="preserve"> بگذار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چقدر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حشرات به گرد آن جمع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پرندگان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چراغ نباشند از کجا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ند؟</w:t>
      </w:r>
      <w:r w:rsidRPr="005A0486">
        <w:rPr>
          <w:rtl/>
          <w:lang w:bidi="fa-IR"/>
        </w:rPr>
        <w:t xml:space="preserve"> اگر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دشت و صحرا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گفت: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راه دور را در ساعت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لحظه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ند؟</w:t>
      </w:r>
      <w:r w:rsidRPr="005A0486">
        <w:rPr>
          <w:rtl/>
          <w:lang w:bidi="fa-IR"/>
        </w:rPr>
        <w:t xml:space="preserve">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منطقه دور چگونه چراغ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درون خانه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</w:t>
      </w:r>
      <w:r w:rsidRPr="005A0486">
        <w:rPr>
          <w:rtl/>
          <w:lang w:bidi="fa-IR"/>
        </w:rPr>
        <w:t xml:space="preserve"> و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شتابند؟ پس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نشان آن است که حشرات در همه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آسمان پراکنده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پرندگان شب پره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هوا پرواز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از آنها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حال</w:t>
      </w:r>
      <w:r w:rsidRPr="005A0486">
        <w:rPr>
          <w:rtl/>
          <w:lang w:bidi="fa-IR"/>
        </w:rPr>
        <w:t xml:space="preserve"> بنگر که چگونه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پرندگان که تنها در شب پرواز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حشرات پراکنده در هوا فراهم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(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راز از اسرار)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حشرات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ببر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حشرات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چه بسا کسان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بپندارند که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Pr="005A0486">
        <w:rPr>
          <w:rtl/>
          <w:lang w:bidi="fa-IR"/>
        </w:rPr>
        <w:t xml:space="preserve"> و سود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آنها نهفته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5A0486" w:rsidRDefault="005A048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92" w:name="_Toc488231753"/>
      <w:r w:rsidRPr="005A0486">
        <w:rPr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شب پره (خفاش)</w:t>
      </w:r>
      <w:bookmarkEnd w:id="92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خفاش که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پرندگان و چهارپا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است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شگفت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رت</w:t>
      </w:r>
      <w:r w:rsidRPr="005A0486">
        <w:rPr>
          <w:rtl/>
          <w:lang w:bidi="fa-IR"/>
        </w:rPr>
        <w:t xml:space="preserve"> آور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البته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آن به چهارپا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کتر</w:t>
      </w:r>
      <w:r w:rsidRPr="005A0486">
        <w:rPr>
          <w:rtl/>
          <w:lang w:bidi="fa-IR"/>
        </w:rPr>
        <w:t xml:space="preserve">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دو گوش بلند، دندان و کرک دارد، بچه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بچه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بول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بر چهار دست و پا راه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که </w:t>
      </w:r>
      <w:r w:rsidRPr="005A0486">
        <w:rPr>
          <w:rFonts w:hint="eastAsia"/>
          <w:rtl/>
          <w:lang w:bidi="fa-IR"/>
        </w:rPr>
        <w:t>همه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با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پرندگان ناسازگار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خفاش</w:t>
      </w:r>
      <w:r w:rsidRPr="005A0486">
        <w:rPr>
          <w:rtl/>
          <w:lang w:bidi="fa-IR"/>
        </w:rPr>
        <w:t xml:space="preserve"> از شمار پرندگان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در شب پرواز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از حشرات پراکنده در هوا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پنداشته اند، خفاش غذا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ندارد و از نس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دو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ناصواب است:</w:t>
      </w:r>
    </w:p>
    <w:p w:rsidR="005A0486" w:rsidRPr="005A0486" w:rsidRDefault="0030285A" w:rsidP="009325E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ب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رون</w:t>
      </w:r>
      <w:r w:rsidR="005A0486" w:rsidRPr="005A0486">
        <w:rPr>
          <w:rtl/>
          <w:lang w:bidi="fa-IR"/>
        </w:rPr>
        <w:t xml:space="preserve"> شدن آلودگ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و بول از آن که جز با تغذ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توج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ه</w:t>
      </w:r>
      <w:r w:rsidR="005A0486" w:rsidRPr="005A0486">
        <w:rPr>
          <w:rtl/>
          <w:lang w:bidi="fa-IR"/>
        </w:rPr>
        <w:t xml:space="preserve"> پذ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ر</w:t>
      </w:r>
      <w:r w:rsidR="005A0486" w:rsidRPr="005A0486">
        <w:rPr>
          <w:rtl/>
          <w:lang w:bidi="fa-IR"/>
        </w:rPr>
        <w:t xml:space="preserve">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2- دندان 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خفاش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خورد داشتن دندان به چه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است؛ حال آنکه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نش،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حکمت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پرنده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انسان سودمند است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فضله اش را (در کار ساختن دارو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>) به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از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مهمتر،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شگفت (و مح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العقول) آن است که بر قدرت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جل و علا دلالت دارد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به خاطر هر مصلحت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داند و خواهد در آنچه که اراده کند تصرف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643854">
      <w:pPr>
        <w:pStyle w:val="Heading2Center"/>
        <w:rPr>
          <w:rtl/>
          <w:lang w:bidi="fa-IR"/>
        </w:rPr>
      </w:pPr>
      <w:bookmarkStart w:id="93" w:name="_Toc488231754"/>
      <w:r w:rsidRPr="005A0486">
        <w:rPr>
          <w:rFonts w:hint="eastAsia"/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ابن تمره در استفاده از خار خسک</w:t>
      </w:r>
      <w:bookmarkEnd w:id="93"/>
    </w:p>
    <w:p w:rsidR="00622BF7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اما درباره پرنده کوچک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آن </w:t>
      </w:r>
      <w:r w:rsidR="00643854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ابن ت</w:t>
      </w:r>
      <w:r w:rsidR="00643854">
        <w:rPr>
          <w:rFonts w:hint="cs"/>
          <w:rtl/>
          <w:lang w:bidi="fa-IR"/>
        </w:rPr>
        <w:t>ُ</w:t>
      </w:r>
      <w:r w:rsidRPr="005A0486">
        <w:rPr>
          <w:rtl/>
          <w:lang w:bidi="fa-IR"/>
        </w:rPr>
        <w:t>م</w:t>
      </w:r>
      <w:r w:rsidR="00643854">
        <w:rPr>
          <w:rFonts w:hint="cs"/>
          <w:rtl/>
          <w:lang w:bidi="fa-IR"/>
        </w:rPr>
        <w:t>َّ</w:t>
      </w:r>
      <w:r w:rsidRPr="005A0486">
        <w:rPr>
          <w:rtl/>
          <w:lang w:bidi="fa-IR"/>
        </w:rPr>
        <w:t>ر</w:t>
      </w:r>
      <w:r w:rsidR="00643854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ه</w:t>
      </w:r>
      <w:r w:rsidR="00643854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>: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لابه 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شاخه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لانه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ناگاه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بر لانه اش مشرف گشته و دهان را گشوده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پرنده سخت در تشو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و اضطراب افتاد و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چاره</w:t>
      </w:r>
    </w:p>
    <w:p w:rsidR="00622BF7" w:rsidRDefault="00622BF7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 که ناگاه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</w:t>
      </w:r>
      <w:r w:rsidR="00622BF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خار خ</w:t>
      </w:r>
      <w:r w:rsidR="00622BF7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س</w:t>
      </w:r>
      <w:r w:rsidR="00622BF7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ک</w:t>
      </w:r>
      <w:r w:rsidR="00622BF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را مشاهده کرد و آن را 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 را برداشت و در دهان مار افکند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آنقدر به خود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جان داد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تو را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خبر آگاه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کردم به ذهن تو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Pr="005A0486">
        <w:rPr>
          <w:rtl/>
          <w:lang w:bidi="fa-IR"/>
        </w:rPr>
        <w:t xml:space="preserve"> خطور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که </w:t>
      </w:r>
      <w:r w:rsidR="00622BF7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خار خ</w:t>
      </w:r>
      <w:r w:rsidR="00622BF7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س</w:t>
      </w:r>
      <w:r w:rsidR="00622BF7">
        <w:rPr>
          <w:rFonts w:hint="cs"/>
          <w:rtl/>
          <w:lang w:bidi="fa-IR"/>
        </w:rPr>
        <w:t>َ</w:t>
      </w:r>
      <w:r w:rsidRPr="005A0486">
        <w:rPr>
          <w:rtl/>
          <w:lang w:bidi="fa-IR"/>
        </w:rPr>
        <w:t>ک</w:t>
      </w:r>
      <w:r w:rsidR="00622BF7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سود و مصلحت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باشد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پرنده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کوچک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بزرگ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و چاره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بدان که منافع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دارند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حادثه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رخ دهد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خبر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ذکر گردد تا (ا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سودها) دانسته شود</w:t>
      </w:r>
      <w:r w:rsidR="008D0D19">
        <w:rPr>
          <w:rtl/>
          <w:lang w:bidi="fa-IR"/>
        </w:rPr>
        <w:t>.</w:t>
      </w:r>
    </w:p>
    <w:p w:rsidR="005A0486" w:rsidRPr="005A0486" w:rsidRDefault="005A0486" w:rsidP="00622BF7">
      <w:pPr>
        <w:pStyle w:val="Heading2Center"/>
        <w:rPr>
          <w:rtl/>
          <w:lang w:bidi="fa-IR"/>
        </w:rPr>
      </w:pPr>
      <w:bookmarkStart w:id="94" w:name="_Toc488231755"/>
      <w:r w:rsidRPr="005A0486">
        <w:rPr>
          <w:rFonts w:hint="eastAsia"/>
          <w:rtl/>
          <w:lang w:bidi="fa-IR"/>
        </w:rPr>
        <w:t>زنبور</w:t>
      </w:r>
      <w:r w:rsidRPr="005A0486">
        <w:rPr>
          <w:rtl/>
          <w:lang w:bidi="fa-IR"/>
        </w:rPr>
        <w:t xml:space="preserve"> عسل، از ساخت خانه تا ساخت عسل</w:t>
      </w:r>
      <w:bookmarkEnd w:id="94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زنبور عسل و همکار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در ساختن عسل بنگر و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که چگونه با ذکاوت و مهارت و دقت تمام،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شش ضلع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</w:t>
      </w:r>
      <w:r w:rsidR="008D0D19">
        <w:rPr>
          <w:rtl/>
          <w:lang w:bidi="fa-IR"/>
        </w:rPr>
        <w:t>.</w:t>
      </w:r>
    </w:p>
    <w:p w:rsidR="005A0486" w:rsidRDefault="005A0486" w:rsidP="00527824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بدرست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آن را شگفت،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که به عمل و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آن نگاه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مردم،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م،</w:t>
      </w:r>
      <w:r w:rsidRPr="005A0486">
        <w:rPr>
          <w:rtl/>
          <w:lang w:bidi="fa-IR"/>
        </w:rPr>
        <w:t xml:space="preserve"> شر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فاعل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فعل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جاهل و نادان به خود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 رسد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گران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امر</w:t>
      </w:r>
      <w:r w:rsidRPr="005A0486">
        <w:rPr>
          <w:rtl/>
          <w:lang w:bidi="fa-IR"/>
        </w:rPr>
        <w:t xml:space="preserve"> بخوب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پر واضح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صواب و حکمت (و اتقان و استوار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زنبور عسل (نادان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>) بلکه از آن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سرشت و فطرت آن را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سود رسان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مردم آن را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</w:t>
      </w:r>
      <w:r w:rsidR="00527824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مجبول</w:t>
      </w:r>
      <w:r w:rsidR="00527824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نموده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622BF7">
      <w:pPr>
        <w:pStyle w:val="Heading2Center"/>
        <w:rPr>
          <w:rtl/>
          <w:lang w:bidi="fa-IR"/>
        </w:rPr>
      </w:pPr>
      <w:bookmarkStart w:id="95" w:name="_Toc488231756"/>
      <w:r w:rsidRPr="005A0486">
        <w:rPr>
          <w:rtl/>
          <w:lang w:bidi="fa-IR"/>
        </w:rPr>
        <w:t>ملخ،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در 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!</w:t>
      </w:r>
      <w:bookmarkEnd w:id="95"/>
    </w:p>
    <w:p w:rsidR="00622BF7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ملخ بنگر،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چقدر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است!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آن</w:t>
      </w:r>
    </w:p>
    <w:p w:rsidR="00622BF7" w:rsidRDefault="00622BF7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ناتوانتر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است،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لشگرها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آن به جانب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حرکت افتند،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کس نتواند که آن جا را از دست آنها برهاند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اگر پادشاه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پادشاهان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تمام لشگر سواره و </w:t>
      </w:r>
      <w:r w:rsidRPr="005A0486">
        <w:rPr>
          <w:rFonts w:hint="eastAsia"/>
          <w:rtl/>
          <w:lang w:bidi="fa-IR"/>
        </w:rPr>
        <w:t>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اده</w:t>
      </w:r>
      <w:r w:rsidRPr="005A0486">
        <w:rPr>
          <w:rtl/>
          <w:lang w:bidi="fa-IR"/>
        </w:rPr>
        <w:t xml:space="preserve"> نظام خود را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گرداند تا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خود را از ملخها 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دهد، نتواند؟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نشانه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قدرت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اش را به جانب 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گس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دارد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نتواند در برابرش تاب آورد؟</w:t>
      </w:r>
    </w:p>
    <w:p w:rsidR="005A0486" w:rsidRPr="005A0486" w:rsidRDefault="005A0486" w:rsidP="00527824">
      <w:pPr>
        <w:pStyle w:val="Heading2Center"/>
        <w:rPr>
          <w:rtl/>
          <w:lang w:bidi="fa-IR"/>
        </w:rPr>
      </w:pPr>
      <w:bookmarkStart w:id="96" w:name="_Toc488231757"/>
      <w:r w:rsidRPr="005A0486">
        <w:rPr>
          <w:rFonts w:hint="eastAsia"/>
          <w:rtl/>
          <w:lang w:bidi="fa-IR"/>
        </w:rPr>
        <w:t>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ملخ</w:t>
      </w:r>
      <w:bookmarkEnd w:id="96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ملخها بنگر که چگونه چون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خروشان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و کوه و صحرا و شهر و روستا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پوشش چنان است که مانع تابش نور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تابناک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دست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(جز دست قدرتمند بار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علا)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خواست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لشکر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را سامان دهد و گرد </w:t>
      </w:r>
      <w:r w:rsidRPr="005A0486">
        <w:rPr>
          <w:rFonts w:hint="eastAsia"/>
          <w:rtl/>
          <w:lang w:bidi="fa-IR"/>
        </w:rPr>
        <w:t>آورد</w:t>
      </w:r>
      <w:r w:rsidRPr="005A0486">
        <w:rPr>
          <w:rtl/>
          <w:lang w:bidi="fa-IR"/>
        </w:rPr>
        <w:t xml:space="preserve"> چند سال به طول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نمونه را در اثبات قدرت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مانند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کس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نرسد به کار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بدان استدلال نما</w:t>
      </w:r>
      <w:r w:rsidR="008D0D19">
        <w:rPr>
          <w:rtl/>
          <w:lang w:bidi="fa-IR"/>
        </w:rPr>
        <w:t>.</w:t>
      </w:r>
    </w:p>
    <w:p w:rsidR="005A0486" w:rsidRPr="005A0486" w:rsidRDefault="005A0486" w:rsidP="00527824">
      <w:pPr>
        <w:pStyle w:val="Heading2Center"/>
        <w:rPr>
          <w:rtl/>
          <w:lang w:bidi="fa-IR"/>
        </w:rPr>
      </w:pPr>
      <w:bookmarkStart w:id="97" w:name="_Toc488231758"/>
      <w:r w:rsidRPr="005A0486">
        <w:rPr>
          <w:rFonts w:hint="eastAsia"/>
          <w:rtl/>
          <w:lang w:bidi="fa-IR"/>
        </w:rPr>
        <w:t>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bookmarkEnd w:id="97"/>
    </w:p>
    <w:p w:rsidR="0052782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تناسب، حکمت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 که مناسب آن است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(ا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موجود زنده) دست و پا نهاده نشده؛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به راه رفتن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 و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گاهش</w:t>
      </w:r>
      <w:r w:rsidRPr="005A0486">
        <w:rPr>
          <w:rtl/>
          <w:lang w:bidi="fa-IR"/>
        </w:rPr>
        <w:t xml:space="preserve"> آب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آن، شش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نشده؛ چونکه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آب نفس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تواند کشد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مقابل دست و پا، ب</w:t>
      </w:r>
      <w:r w:rsidRPr="005A0486">
        <w:rPr>
          <w:rFonts w:hint="eastAsia"/>
          <w:rtl/>
          <w:lang w:bidi="fa-IR"/>
        </w:rPr>
        <w:t>اله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سخت و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آن داده شده است و چنانکه قا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قران</w:t>
      </w:r>
      <w:r w:rsidRPr="005A0486">
        <w:rPr>
          <w:rtl/>
          <w:lang w:bidi="fa-IR"/>
        </w:rPr>
        <w:t xml:space="preserve"> با پارو زدن به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</w:t>
      </w:r>
    </w:p>
    <w:p w:rsidR="00527824" w:rsidRDefault="00527824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حرکت دادن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باله ها آب را به کنار زند 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بدنش با فلسها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سخت و درهم فرو رفته چون درهم فرو رفتگ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اجزا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زره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پولاد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پوشان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گشته تا از آفات و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بها</w:t>
      </w:r>
      <w:r w:rsidRPr="005A0486">
        <w:rPr>
          <w:rtl/>
          <w:lang w:bidi="fa-IR"/>
        </w:rPr>
        <w:t xml:space="preserve"> به کنار ماند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کم سو و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است و آب مانع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درست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شود؛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نقص با اعطا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شامه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جبران شده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فاصله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دور غذا و طعمه خود را بو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در جستجو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(توان در او نهاده) نبود چگونه از آن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گاهش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آگاه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 روزنه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دهان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گوش آن باعث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وند</w:t>
      </w:r>
      <w:r w:rsidRPr="005A0486">
        <w:rPr>
          <w:rtl/>
          <w:lang w:bidi="fa-IR"/>
        </w:rPr>
        <w:t xml:space="preserve"> دهان و گوش آن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آب را با دهان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از سوراخها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گوش خارج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تا مانند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از مزا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هوا سود ببرد و در 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</w:p>
    <w:p w:rsidR="005A0486" w:rsidRPr="005A0486" w:rsidRDefault="005A0486" w:rsidP="00527824">
      <w:pPr>
        <w:pStyle w:val="Heading2Center"/>
        <w:rPr>
          <w:rtl/>
          <w:lang w:bidi="fa-IR"/>
        </w:rPr>
      </w:pPr>
      <w:bookmarkStart w:id="98" w:name="_Toc488231759"/>
      <w:r w:rsidRPr="005A0486">
        <w:rPr>
          <w:rtl/>
          <w:lang w:bidi="fa-IR"/>
        </w:rPr>
        <w:t>راز کثرت نسل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bookmarkEnd w:id="98"/>
    </w:p>
    <w:p w:rsidR="0052782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در کثرت نسل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تأمل و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درون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آنقدر تخم (خاو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>) هست که به شماره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به خاطر آن است که کار بر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خواران</w:t>
      </w:r>
      <w:r w:rsidRPr="005A0486">
        <w:rPr>
          <w:rtl/>
          <w:lang w:bidi="fa-IR"/>
        </w:rPr>
        <w:t xml:space="preserve"> که شماره آنها اندک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آسان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درندگان جنگلها هم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شکار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آب پناه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وقت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اگر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آن را از آب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 که درندگان خشک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خورند، پرندگان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خورند، مردم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 و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هم ماه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به کار آمد که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در شماره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فراوان باشند</w:t>
      </w:r>
      <w:r w:rsidR="008D0D19">
        <w:rPr>
          <w:rtl/>
          <w:lang w:bidi="fa-IR"/>
        </w:rPr>
        <w:t>.</w:t>
      </w:r>
    </w:p>
    <w:p w:rsidR="005A0486" w:rsidRPr="005A0486" w:rsidRDefault="00527824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527824">
      <w:pPr>
        <w:pStyle w:val="Heading2Center"/>
        <w:rPr>
          <w:rtl/>
          <w:lang w:bidi="fa-IR"/>
        </w:rPr>
      </w:pPr>
      <w:bookmarkStart w:id="99" w:name="_Toc488231760"/>
      <w:r w:rsidRPr="005A0486">
        <w:rPr>
          <w:rFonts w:hint="eastAsia"/>
          <w:rtl/>
          <w:lang w:bidi="fa-IR"/>
        </w:rPr>
        <w:t>گستردگ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حکمت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و کوتاه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bookmarkEnd w:id="99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هرگاه</w:t>
      </w:r>
      <w:r w:rsidRPr="005A0486">
        <w:rPr>
          <w:rtl/>
          <w:lang w:bidi="fa-IR"/>
        </w:rPr>
        <w:t xml:space="preserve"> که خواست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گستردگ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حکمت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و کوتاه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دانش مخلوقان آگاه کرد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آب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صدفها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آبز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آبها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در شماره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تو از منافع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آگاه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مگر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 اثر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حوادث رخ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</w:t>
      </w:r>
      <w:r w:rsidRPr="005A0486">
        <w:rPr>
          <w:rFonts w:hint="eastAsia"/>
          <w:rtl/>
          <w:lang w:bidi="fa-IR"/>
        </w:rPr>
        <w:t>ثلاً</w:t>
      </w:r>
      <w:r w:rsidRPr="005A0486">
        <w:rPr>
          <w:rtl/>
          <w:lang w:bidi="fa-IR"/>
        </w:rPr>
        <w:t xml:space="preserve"> مردم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نوع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حلزون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بردند که رنگ قرمز را شناختند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(داستان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کشف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بود):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سگ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ساحل آب در گردش بود حلزون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 را خورد و خونش دهان او را رنگ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(آنگاه که دهان سگ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Pr="005A0486">
        <w:rPr>
          <w:rtl/>
          <w:lang w:bidi="fa-IR"/>
        </w:rPr>
        <w:t>) مردم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آن رنگ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بردند و از آن به عنوان رنگ استفاده کردند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موارد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مردم گاه 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اثر بروز وقا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آنها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</w:t>
      </w:r>
      <w:r w:rsidR="008D0D19">
        <w:rPr>
          <w:rtl/>
          <w:lang w:bidi="fa-IR"/>
        </w:rPr>
        <w:t>.</w:t>
      </w:r>
    </w:p>
    <w:p w:rsidR="00527824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مفضل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چون سخن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ظهر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اقامه نماز از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برخاست و فرمود: به خواست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 مرتبه، صبح زود به نزد من آ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خاطر تعال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آموزشها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سخت شادمان و مسرور گشتم و با سپاس از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به خاطر آنچه عطا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فرمود را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خود را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گرفتم و از خدمت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مرخص شدم و آن شب را شادمان و مسرور استراحت کردم</w:t>
      </w:r>
      <w:r w:rsidR="008D0D19">
        <w:rPr>
          <w:rtl/>
          <w:lang w:bidi="fa-IR"/>
        </w:rPr>
        <w:t>.</w:t>
      </w:r>
    </w:p>
    <w:p w:rsidR="005A0486" w:rsidRPr="005A0486" w:rsidRDefault="00527824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527824">
      <w:pPr>
        <w:pStyle w:val="Heading1Center"/>
        <w:rPr>
          <w:rtl/>
          <w:lang w:bidi="fa-IR"/>
        </w:rPr>
      </w:pPr>
      <w:bookmarkStart w:id="100" w:name="_Toc488231761"/>
      <w:r w:rsidRPr="005A0486">
        <w:rPr>
          <w:rFonts w:hint="eastAsia"/>
          <w:rtl/>
          <w:lang w:bidi="fa-IR"/>
        </w:rPr>
        <w:t>مجلس</w:t>
      </w:r>
      <w:r w:rsidRPr="005A0486">
        <w:rPr>
          <w:rtl/>
          <w:lang w:bidi="fa-IR"/>
        </w:rPr>
        <w:t xml:space="preserve"> سوم</w:t>
      </w:r>
      <w:bookmarkEnd w:id="100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روز</w:t>
      </w:r>
      <w:r w:rsidRPr="005A0486">
        <w:rPr>
          <w:rtl/>
          <w:lang w:bidi="fa-IR"/>
        </w:rPr>
        <w:t xml:space="preserve"> سوم، بامدادان به خدمت مولا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شرف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شدم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من اجازه ورود دادند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داخل شدم و با اجازه نشستم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5A0486">
        <w:rPr>
          <w:rtl/>
          <w:lang w:bidi="fa-IR"/>
        </w:rPr>
        <w:t xml:space="preserve"> فرمود: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سپاس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را که ما را برگز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 ما برنگز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علمش ما را برگز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با حلمش ما را تأ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نمود (و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</w:t>
      </w:r>
      <w:r w:rsidRPr="005A0486">
        <w:rPr>
          <w:rtl/>
          <w:lang w:bidi="fa-IR"/>
        </w:rPr>
        <w:t xml:space="preserve"> کرد) آنکه از ما جدا افتاد در آتش افتد و آنکه در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سا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درخت تنومند ما بهره مند گشت به بهشت راه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درباره اسرار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آن، حالات گوناگون او و آنچه که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باره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درس عبرت است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 شرح کردم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باز گفتم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سخن خود را به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آسمان،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ماه و ستارگان، فلک، شب و ر</w:t>
      </w:r>
      <w:r w:rsidRPr="005A0486">
        <w:rPr>
          <w:rFonts w:hint="eastAsia"/>
          <w:rtl/>
          <w:lang w:bidi="fa-IR"/>
        </w:rPr>
        <w:t>وز،</w:t>
      </w:r>
      <w:r w:rsidRPr="005A0486">
        <w:rPr>
          <w:rtl/>
          <w:lang w:bidi="fa-IR"/>
        </w:rPr>
        <w:t xml:space="preserve"> گرما و سرما، باد، جوهرها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چهارگانه؛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خاک، آب، هوا و آتش، باران، سنگها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بزرگ، کوهها، گل و لا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سنگ، نخل، درخت و براه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درسها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عبرت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آنها نهفته شده اختصاص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Default="005A048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1" w:name="_Toc488231762"/>
      <w:r w:rsidRPr="005A0486">
        <w:rPr>
          <w:rtl/>
          <w:lang w:bidi="fa-IR"/>
        </w:rPr>
        <w:t>اسرار رنگ آسمان</w:t>
      </w:r>
      <w:bookmarkEnd w:id="101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در رنگ آسمان و حکمت و صواب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آن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رنگ، مناسبتر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بهتر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رنگ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تقو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نور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پزشکان به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دگانش</w:t>
      </w:r>
      <w:r w:rsidRPr="005A0486">
        <w:rPr>
          <w:rtl/>
          <w:lang w:bidi="fa-IR"/>
        </w:rPr>
        <w:t xml:space="preserve">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سفارش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که همواره در رنگ سبز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به 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بنگرد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بان</w:t>
      </w:r>
      <w:r w:rsidRPr="005A0486">
        <w:rPr>
          <w:rtl/>
          <w:lang w:bidi="fa-IR"/>
        </w:rPr>
        <w:t xml:space="preserve"> حاذق به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او ضعف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هم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س</w:t>
      </w:r>
      <w:r w:rsidRPr="005A0486">
        <w:rPr>
          <w:rFonts w:hint="eastAsia"/>
          <w:rtl/>
          <w:lang w:bidi="fa-IR"/>
        </w:rPr>
        <w:t>فارش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که در ظرف سبز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آکنده از آب باشد بنگرد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خداوند جل و علا چگونه آسمان را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رنگ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را بربا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ضعف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چشم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پس آنچه را که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</w:t>
      </w:r>
      <w:r w:rsidRPr="005A0486">
        <w:rPr>
          <w:rtl/>
          <w:lang w:bidi="fa-IR"/>
        </w:rPr>
        <w:t xml:space="preserve"> و دانا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با آزما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و تجربه فراوان به آن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اند، در کار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وجود دارد تا اهل عبرت درس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ملحدان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20750C">
        <w:rPr>
          <w:rStyle w:val="libBold1Char"/>
          <w:rtl/>
        </w:rPr>
        <w:t>خدا</w:t>
      </w:r>
      <w:r w:rsidRPr="0020750C">
        <w:rPr>
          <w:rStyle w:val="libBold1Char"/>
          <w:rFonts w:hint="cs"/>
          <w:rtl/>
        </w:rPr>
        <w:t>ی</w:t>
      </w:r>
      <w:r w:rsidRPr="0020750C">
        <w:rPr>
          <w:rStyle w:val="libBold1Char"/>
          <w:rtl/>
        </w:rPr>
        <w:t xml:space="preserve"> ا</w:t>
      </w:r>
      <w:r w:rsidRPr="0020750C">
        <w:rPr>
          <w:rStyle w:val="libBold1Char"/>
          <w:rFonts w:hint="cs"/>
          <w:rtl/>
        </w:rPr>
        <w:t>ی</w:t>
      </w:r>
      <w:r w:rsidRPr="0020750C">
        <w:rPr>
          <w:rStyle w:val="libBold1Char"/>
          <w:rFonts w:hint="eastAsia"/>
          <w:rtl/>
        </w:rPr>
        <w:t>نان</w:t>
      </w:r>
      <w:r w:rsidRPr="0020750C">
        <w:rPr>
          <w:rStyle w:val="libBold1Char"/>
          <w:rtl/>
        </w:rPr>
        <w:t xml:space="preserve"> را بکشد از جانب حق به کدام سو</w:t>
      </w:r>
      <w:r w:rsidRPr="0020750C">
        <w:rPr>
          <w:rStyle w:val="libBold1Char"/>
          <w:rFonts w:hint="cs"/>
          <w:rtl/>
        </w:rPr>
        <w:t>ی</w:t>
      </w:r>
      <w:r w:rsidRPr="0020750C">
        <w:rPr>
          <w:rStyle w:val="libBold1Char"/>
          <w:rtl/>
        </w:rPr>
        <w:t xml:space="preserve"> م</w:t>
      </w:r>
      <w:r w:rsidRPr="0020750C">
        <w:rPr>
          <w:rStyle w:val="libBold1Char"/>
          <w:rFonts w:hint="cs"/>
          <w:rtl/>
        </w:rPr>
        <w:t>ی</w:t>
      </w:r>
      <w:r w:rsidRPr="0020750C">
        <w:rPr>
          <w:rStyle w:val="libBold1Char"/>
          <w:rtl/>
        </w:rPr>
        <w:t xml:space="preserve"> گر</w:t>
      </w:r>
      <w:r w:rsidRPr="0020750C">
        <w:rPr>
          <w:rStyle w:val="libBold1Char"/>
          <w:rFonts w:hint="cs"/>
          <w:rtl/>
        </w:rPr>
        <w:t>ی</w:t>
      </w:r>
      <w:r w:rsidRPr="0020750C">
        <w:rPr>
          <w:rStyle w:val="libBold1Char"/>
          <w:rFonts w:hint="eastAsia"/>
          <w:rtl/>
        </w:rPr>
        <w:t>زند</w:t>
      </w:r>
      <w:r w:rsidRPr="005A0486">
        <w:rPr>
          <w:rFonts w:hint="eastAsia"/>
          <w:rtl/>
          <w:lang w:bidi="fa-IR"/>
        </w:rPr>
        <w:t>؟</w:t>
      </w:r>
      <w:r w:rsidRPr="005A0486">
        <w:rPr>
          <w:rtl/>
          <w:lang w:bidi="fa-IR"/>
        </w:rPr>
        <w:t xml:space="preserve"> (سوره توبه،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30)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2" w:name="_Toc488231763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طلوع و غروب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bookmarkEnd w:id="102"/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طلوع و غروب آفتاب به خاطر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آمدن و چرخش شب و روز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طلوع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نبود کار جهان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درهم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مردم قادر به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به امور خود نبودند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آنان بود و بدون نور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گوارا نبود و از آن لذت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طلوع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داست</w:t>
      </w:r>
      <w:r w:rsidRPr="005A0486">
        <w:rPr>
          <w:rtl/>
          <w:lang w:bidi="fa-IR"/>
        </w:rPr>
        <w:t xml:space="preserve"> و به شرح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راز غروب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غروب نبود، مردم آرامش و قرار نداشتند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 آنکه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آرامش و استراحت جسم و جان و حواس و مهلت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هاضمه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هضم غذا و رساندن غذا به تمام اعضا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(اگر غروب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نبود) حرص آدم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زاد</w:t>
      </w:r>
      <w:r w:rsidRPr="005A0486">
        <w:rPr>
          <w:rtl/>
          <w:lang w:bidi="fa-IR"/>
        </w:rPr>
        <w:t xml:space="preserve">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که همواره کار کنند و بدن آنان از کار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اگر شب فرا نرسد و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حاکم نگردد به خاطر حرص و آز و جمع و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مال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آرام و قرار نداشتند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تابش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آفتاب تفت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و تمام جانداران اعم از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از حرارت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خداوند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چنان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که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پنهان شود تا مانند چراغ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که اهل خانه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افروزند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آرامش خامو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طلوع و غروب) نور و ظلمت که ضد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گرند</w:t>
      </w:r>
      <w:r w:rsidRPr="005A0486">
        <w:rPr>
          <w:rtl/>
          <w:lang w:bidi="fa-IR"/>
        </w:rPr>
        <w:t xml:space="preserve"> چنان در اطاعت اند که صلاح و قوام جهان را با هم تأم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3" w:name="_Toc488231764"/>
      <w:r w:rsidRPr="005A0486">
        <w:rPr>
          <w:rFonts w:hint="eastAsia"/>
          <w:rtl/>
          <w:lang w:bidi="fa-IR"/>
        </w:rPr>
        <w:t>حکمت</w:t>
      </w:r>
      <w:r w:rsidRPr="005A0486">
        <w:rPr>
          <w:rtl/>
          <w:lang w:bidi="fa-IR"/>
        </w:rPr>
        <w:t xml:space="preserve"> و سود فصلها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چهارگانه سال</w:t>
      </w:r>
      <w:bookmarkEnd w:id="103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در بلند و پست بودن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برپا گشتن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چهار زمان از سال و اسرار و مصالح نهفته در آنها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زمستان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حرارت (و ثمرده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به درون درخت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از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هوا متراکم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تراکم و فشار هوا ابر و باران به هم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بدن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سخت و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بهاران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همان مواد و حرارت (که در درخت و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نهفته بود)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مواد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که در زمستان ساخته و متولد شده است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درختان شکوفه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نسل و جفتگ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</w:t>
      </w:r>
      <w:r w:rsidR="008D0D19">
        <w:rPr>
          <w:rtl/>
          <w:lang w:bidi="fa-IR"/>
        </w:rPr>
        <w:t>.</w:t>
      </w:r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تابستان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هوا سخت گرم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رسند، مواد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بدنها ترشح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خشکد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 و ساز و کار آماده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20750C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پا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ز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هوا صاف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مرتفع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بدنها سالم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شب به درازا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فرصت کارها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هوا معتدل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مصالح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هست که ذکر آنها سخن را به درازا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کشاند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4" w:name="_Toc488231765"/>
      <w:r w:rsidRPr="005A0486">
        <w:rPr>
          <w:rtl/>
          <w:lang w:bidi="fa-IR"/>
        </w:rPr>
        <w:t>شناخت زمانها و فصول از طر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حرکت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bookmarkEnd w:id="104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در حرکت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برجها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دوازده گانه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گردش سال و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نهفته در آن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گشتن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باعث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شدن فصول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زمستان، تابستان، بهار و پا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ز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گردش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غلات 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رسند (و مصرف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شوند) و به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خود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رسند 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نو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رشد و نمو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سال به قدر حرکت و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حَمَل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تا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حَمَل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است؟ و از هنگام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 کنون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سال و ماه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سنجش زمان است و مردم با آن، عمر و گذشت زمان، وقت پرداخت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ون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اجازات و معاملات و امور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</w:t>
      </w:r>
      <w:r w:rsidRPr="005A0486">
        <w:rPr>
          <w:rFonts w:hint="eastAsia"/>
          <w:rtl/>
          <w:lang w:bidi="fa-IR"/>
        </w:rPr>
        <w:t>تنظ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حساب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با حرکت دوران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سال کامل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محاسبه زمان درست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طلوع و شروق آن بر جهان نهفته است؟ اگر مشرق و مطلع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جا بود، شعاع و منفعت آن به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جهات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کوهها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واره</w:t>
      </w:r>
      <w:r w:rsidRPr="005A0486">
        <w:rPr>
          <w:rtl/>
          <w:lang w:bidi="fa-IR"/>
        </w:rPr>
        <w:t xml:space="preserve"> ها باعث پوشش نور آن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گشت که در آغاز روز از مشرق طلوع کند و بر هرچه از جانب مغرب با </w:t>
      </w:r>
      <w:r w:rsidRPr="005A0486">
        <w:rPr>
          <w:rFonts w:hint="eastAsia"/>
          <w:rtl/>
          <w:lang w:bidi="fa-IR"/>
        </w:rPr>
        <w:t>آن</w:t>
      </w:r>
      <w:r w:rsidRPr="005A0486">
        <w:rPr>
          <w:rtl/>
          <w:lang w:bidi="fa-IR"/>
        </w:rPr>
        <w:t xml:space="preserve"> رو به رو شود بتابد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(نور آن) در گردش باشد و همه جهات را بپوشاند و مغرب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بر آنچه که در آغاز روز نتاب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بتابد تا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بخش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از 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و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نور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محروم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نماند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ازش</w:t>
      </w:r>
      <w:r w:rsidRPr="005A0486">
        <w:rPr>
          <w:rtl/>
          <w:lang w:bidi="fa-IR"/>
        </w:rPr>
        <w:t xml:space="preserve"> بر آورده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سال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بخش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سال را از فرمان س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چد</w:t>
      </w:r>
      <w:r w:rsidRPr="005A0486">
        <w:rPr>
          <w:rtl/>
          <w:lang w:bidi="fa-IR"/>
        </w:rPr>
        <w:t xml:space="preserve"> و نتابد حال مردم چگونه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شود؟ و اصلاً چگونه قادر به بقا خواهند بود؟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چسان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سترگ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که چاره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آنها ندارند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زوال و خستگ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در کار خود راه نافرمان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رند،</w:t>
      </w:r>
      <w:r w:rsidRPr="005A0486">
        <w:rPr>
          <w:rtl/>
          <w:lang w:bidi="fa-IR"/>
        </w:rPr>
        <w:t xml:space="preserve"> به خاطر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دت</w:t>
      </w:r>
      <w:r w:rsidRPr="005A0486">
        <w:rPr>
          <w:rtl/>
          <w:lang w:bidi="fa-IR"/>
        </w:rPr>
        <w:t xml:space="preserve"> بخش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به جهان و پ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در کارند و در مس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خود در حرکتند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5" w:name="_Toc488231766"/>
      <w:r w:rsidRPr="005A0486">
        <w:rPr>
          <w:rFonts w:hint="eastAsia"/>
          <w:rtl/>
          <w:lang w:bidi="fa-IR"/>
        </w:rPr>
        <w:t>ماه،</w:t>
      </w:r>
      <w:r w:rsidRPr="005A0486">
        <w:rPr>
          <w:rtl/>
          <w:lang w:bidi="fa-IR"/>
        </w:rPr>
        <w:t xml:space="preserve"> عامل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گشتن ماهها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قمر</w:t>
      </w:r>
      <w:r w:rsidRPr="005A0486">
        <w:rPr>
          <w:rFonts w:hint="cs"/>
          <w:rtl/>
          <w:lang w:bidi="fa-IR"/>
        </w:rPr>
        <w:t>ی</w:t>
      </w:r>
      <w:bookmarkEnd w:id="105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ماه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ماه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واضح و روشن است که مردم از آن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شناخت ماهها (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قمر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) بهره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حساب سال بر آن تنظ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افته؛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گردش آن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آمدن چهار فصل و رشد و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ماهها و سالها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قمر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 ماهها و سالها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ناهمگو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متفاوت گشت و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شد که هر ماه قمر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بگردد و گاه به زمستان و گاه در تابستان افتد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6" w:name="_Toc488231767"/>
      <w:r w:rsidRPr="005A0486">
        <w:rPr>
          <w:rFonts w:hint="eastAsia"/>
          <w:rtl/>
          <w:lang w:bidi="fa-IR"/>
        </w:rPr>
        <w:t>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نور ماه</w:t>
      </w:r>
      <w:bookmarkEnd w:id="106"/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تابش مهتاب در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آن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چه به خاطر آرامش جانداران و کاهش حرارت هوا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به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افتاد، اما مصلحت نبود که شبانگاه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مطلق حاکم باشد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 انجام نپذ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گاه مردم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که شبانه کار کنند؛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در روز وقت کم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چه بسا به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نرسند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گاه در روز گرما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هوا از حد افزون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شب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به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چون: شخم کردن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مال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خشت، چوب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جز آنها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نور ماه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کمک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اگر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افتاد در کا</w:t>
      </w:r>
      <w:r w:rsidRPr="005A0486">
        <w:rPr>
          <w:rFonts w:hint="eastAsia"/>
          <w:rtl/>
          <w:lang w:bidi="fa-IR"/>
        </w:rPr>
        <w:t>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از آن بهره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مسافران و شبروان از آن بهره و انس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ماه</w:t>
      </w:r>
      <w:r w:rsidRPr="005A0486">
        <w:rPr>
          <w:rtl/>
          <w:lang w:bidi="fa-IR"/>
        </w:rPr>
        <w:t xml:space="preserve"> در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شبها طالع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در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طلوع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همه، نور آن به نور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تا مردم در آن جنب و جوش روزانه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فتند</w:t>
      </w:r>
      <w:r w:rsidRPr="005A0486">
        <w:rPr>
          <w:rtl/>
          <w:lang w:bidi="fa-IR"/>
        </w:rPr>
        <w:t xml:space="preserve"> و از آرامش و قرار محروم نگردند و عمل شبانه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هلاکشان نسازد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علا چنان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کرده که ماه گاه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داست</w:t>
      </w:r>
      <w:r w:rsidRPr="005A0486">
        <w:rPr>
          <w:rtl/>
          <w:lang w:bidi="fa-IR"/>
        </w:rPr>
        <w:t xml:space="preserve"> و گاه ناپ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دا،</w:t>
      </w:r>
      <w:r w:rsidRPr="005A0486">
        <w:rPr>
          <w:rtl/>
          <w:lang w:bidi="fa-IR"/>
        </w:rPr>
        <w:t xml:space="preserve"> گاه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و گاه اندک است و گاه در کسوف، تا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قدرت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والا مرتبه باشد که به خاطر سود جهان و جهان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حالات را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نموده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شا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اهل عبرت درس عبرت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7" w:name="_Toc488231768"/>
      <w:r w:rsidRPr="005A0486">
        <w:rPr>
          <w:rtl/>
          <w:lang w:bidi="fa-IR"/>
        </w:rPr>
        <w:t>ستارگان و اختلاف حرکت آنها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جملگ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بتنها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حرکت اند</w:t>
      </w:r>
      <w:bookmarkEnd w:id="107"/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ستارگان و اختلاف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آنها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مدار فلک خود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و تنها با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ستارگان در حرکت اند 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ندارد، مطلق العنانند و در بروج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و راه جدا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هر کدام از ستارگان دو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حرکت متفاوت دار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: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عام و با فلک به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مغرب است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به خود و به جانب مشرق؛ مانند مورچه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 سنگ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چرخد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صورت، سنگ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به جانب راست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گردد، و مورچه به جانب چپ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مورچه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 دو حرکت مختلف دارد: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به خود است که به جلو خود متوجه است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اجبار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سنگ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او را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بر خلاف آنچه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چرخد، از پشت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چرخاند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اهل پندار باطل بپرس که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حرکات و 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(شگفت آور) ستارگان تصادف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از سر خود، با اهمال،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اند؟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بود چرا همه آنها در دا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بسته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نکردند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چرا همه مطلق العنان نبودند و در برجها به حرکت 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امدند؟</w:t>
      </w:r>
      <w:r w:rsidRPr="005A0486">
        <w:rPr>
          <w:rtl/>
          <w:lang w:bidi="fa-IR"/>
        </w:rPr>
        <w:t xml:space="preserve"> اهمال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معن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(و آن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شعور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است) پس چگونه دو حرکت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حساب شده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آن است که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حرکت هر دو گروه هدفمند، با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با حساب و کتاب و اندازه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نه خود به خود،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هدف و با اهمال چنانکه فرقه معطله و منکران پنداشته 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بپرسد: چرا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ستارگان آنگونه 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شمار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انتقال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تا حد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آزادند؟ پاسخ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: اگر همه آنها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جا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که از حرکت انتقال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ستارگان و انتقال از برج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برج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بهره و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جست؛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از انتقال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ستارگان به منازلشان به وقا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جهان و آنچه واقع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همه در انتقال بودند منازل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نداشتند که شناخته شوند؛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به انتقال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 که ثوابت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باشد چنانکه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مسافر که در حرکت است (و از منزل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منزل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منتقل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شود) با همان منازل راه مس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رش</w:t>
      </w:r>
      <w:r w:rsidRPr="005A0486">
        <w:rPr>
          <w:rtl/>
          <w:lang w:bidi="fa-IR"/>
        </w:rPr>
        <w:t xml:space="preserve"> شناخته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اگر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حال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نظم و نظام نبود و بهره ها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حرکات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 و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 کس تواند که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آن جهت که ذکر شد در کار آنها اهمال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تصادف و ناهماهنگ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است؟</w:t>
      </w:r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حرکات و مصالح و منافع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آنها نهفته، خود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20750C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بزرگتر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رهنما و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هدفمند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مدبرانه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بودن کار آنهاست</w:t>
      </w:r>
      <w:r w:rsidR="008D0D19">
        <w:rPr>
          <w:rtl/>
          <w:lang w:bidi="fa-IR"/>
        </w:rPr>
        <w:t>.</w:t>
      </w:r>
    </w:p>
    <w:p w:rsidR="005A0486" w:rsidRPr="005A0486" w:rsidRDefault="005A0486" w:rsidP="0020750C">
      <w:pPr>
        <w:pStyle w:val="Heading2Center"/>
        <w:rPr>
          <w:rtl/>
          <w:lang w:bidi="fa-IR"/>
        </w:rPr>
      </w:pPr>
      <w:bookmarkStart w:id="108" w:name="_Toc488231769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ستارگان</w:t>
      </w:r>
      <w:bookmarkEnd w:id="108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ستاره ها که چند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سال را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و چند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اند؛ مانند: ثر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ا،</w:t>
      </w:r>
      <w:r w:rsidRPr="005A0486">
        <w:rPr>
          <w:rtl/>
          <w:lang w:bidi="fa-IR"/>
        </w:rPr>
        <w:t xml:space="preserve"> جوزاء، دو ستاره شعر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جملگ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زمان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بودند مردم از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کدام در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استفاده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الان از طلوع ثور و جوزاء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هنگام غروب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برند و در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از آنها استفاده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وجود نداشت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هر کدام ظهور و غروب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دارند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نهان بودن آنها همگون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تا مردم از هر کدام عل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حده سود برند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در ظهور و مخف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ثر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جز آن تنها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مصلحت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</w:t>
      </w:r>
      <w:r w:rsidR="0020750C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هفت ستاره</w:t>
      </w:r>
      <w:r w:rsidR="0020750C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(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دب </w:t>
      </w:r>
      <w:r w:rsidRPr="005A0486">
        <w:rPr>
          <w:rFonts w:hint="eastAsia"/>
          <w:rtl/>
          <w:lang w:bidi="fa-IR"/>
        </w:rPr>
        <w:t>اکبر</w:t>
      </w:r>
      <w:r w:rsidRPr="005A0486">
        <w:rPr>
          <w:rtl/>
          <w:lang w:bidi="fa-IR"/>
        </w:rPr>
        <w:t>)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داست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مصلحت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مجموعه به منزله نشانه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است که مردم در راهها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ناشناخته در دشت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آن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گاه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غا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تا مردم شبانگاهان هرگاه که خواهند و هر جا که روند از آنها استفاده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هر د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امر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مصالح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اوقات خاص اعمال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چون: زراعت، درختکار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سفر در دشت و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آنچه که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د؛</w:t>
      </w:r>
      <w:r w:rsidRPr="005A0486">
        <w:rPr>
          <w:rtl/>
          <w:lang w:bidi="fa-IR"/>
        </w:rPr>
        <w:t xml:space="preserve"> چون، باد، گرما و سرما شناخته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مردم</w:t>
      </w:r>
      <w:r w:rsidRPr="005A0486">
        <w:rPr>
          <w:rtl/>
          <w:lang w:bidi="fa-IR"/>
        </w:rPr>
        <w:t xml:space="preserve"> در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گذر از دشتها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مخوف و وحشت زا و امواج هولناک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ستارگان راهنما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20750C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در دل آسمان گاه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آورند و گاه پشت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گاه طلوع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گاه فرو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عبرتها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نهفته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اجرام آسمان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</w:p>
    <w:p w:rsidR="0020750C" w:rsidRDefault="0020750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سرعت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فوق تصور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رون</w:t>
      </w:r>
      <w:r w:rsidRPr="005A0486">
        <w:rPr>
          <w:rtl/>
          <w:lang w:bidi="fa-IR"/>
        </w:rPr>
        <w:t xml:space="preserve"> از حد در حرکتند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ماه و ستارگان در نزد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ما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 تا به سرعت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آنها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برافروختگ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درخشش آنها مانند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نورها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رعدها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هوا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را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ربود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را از چشم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گرفت؟ چنانکه اگر گروه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قبه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احاطه شده باش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چراغها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 نور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رامون</w:t>
      </w:r>
      <w:r w:rsidRPr="005A0486">
        <w:rPr>
          <w:rtl/>
          <w:lang w:bidi="fa-IR"/>
        </w:rPr>
        <w:t xml:space="preserve"> آنان بچرخد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را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دگانشان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 و بر 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شد که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حرکت آنها در دورتر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نقاط باشد تا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را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ندهد و آنها را از کار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سرعت و شتاب در حرکتند تا از آن مقدار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بگردند و حرکت کنند باز نمانند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اندک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نورشان به ما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تا اگر شبانگاه ماه نبود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اگر ضرورت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آمد بتوان حرکت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چنانچه گاه حادثه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رخ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لازم است که انسان در دل شب آرام ننش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مطلق باشد از او حرکت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همواره بر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بماند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لطف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 و کار با اندازه و حساب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به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است و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به خاطر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شرح کرد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نور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</w:p>
    <w:p w:rsidR="005A0486" w:rsidRPr="005A0486" w:rsidRDefault="005A0486" w:rsidP="00C15AE3">
      <w:pPr>
        <w:pStyle w:val="Heading2Center"/>
        <w:rPr>
          <w:rtl/>
          <w:lang w:bidi="fa-IR"/>
        </w:rPr>
      </w:pPr>
      <w:bookmarkStart w:id="109" w:name="_Toc488231770"/>
      <w:r w:rsidRPr="005A0486">
        <w:rPr>
          <w:rFonts w:hint="eastAsia"/>
          <w:rtl/>
          <w:lang w:bidi="fa-IR"/>
        </w:rPr>
        <w:t>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ماه، ستارگان و بروج، براه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وجود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bookmarkEnd w:id="109"/>
    </w:p>
    <w:p w:rsidR="00C15AE3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(منظومه و) فلک با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ماه و ستارگان و بروجش بنگر که چگونه به طور مستمر و دائم بر جهان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تا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استوار،</w:t>
      </w:r>
    </w:p>
    <w:p w:rsidR="00C15AE3" w:rsidRDefault="00C15AE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شب و روز در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فصول چهارگانه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جانداران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اعم از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و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(و انسان) آنگونه که شرح و توض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</w:t>
      </w:r>
      <w:r w:rsidRPr="005A0486">
        <w:rPr>
          <w:rtl/>
          <w:lang w:bidi="fa-IR"/>
        </w:rPr>
        <w:t xml:space="preserve"> دادم از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منافع آنها بهره مند گردند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خردمند و عاقل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اندازه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استوار، تنها کار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اندازه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مدبر است؟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تمام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حالات و حرکات، اتفاق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از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تصادف باشد؟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در پاسخ گفت: چرا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 را درباره چرخ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چند قطعه حساب شده ساخته شده و به صلاح باغ و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درخت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آنها را آب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درباره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دستگاه با حکمت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باشد و مردم از او بشنود درباره اش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شند</w:t>
      </w:r>
      <w:r w:rsidRPr="005A0486">
        <w:rPr>
          <w:rtl/>
          <w:lang w:bidi="fa-IR"/>
        </w:rPr>
        <w:t xml:space="preserve"> و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ند؟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درباره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دولاب و چرخ چوب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اندک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استفاده در قطعه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ساخته شده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سازنده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رگر</w:t>
      </w:r>
      <w:r w:rsidRPr="005A0486">
        <w:rPr>
          <w:rtl/>
          <w:lang w:bidi="fa-IR"/>
        </w:rPr>
        <w:t xml:space="preserve"> است،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درباره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ن چرخ اعظم که به صلاح و سود تمام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است و با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نظم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العقول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قائل به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است؟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چرخ (عظ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هماهنگ و شگفت) چونان ابزار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کوچک از کار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Pr="005A0486">
        <w:rPr>
          <w:rtl/>
          <w:lang w:bidi="fa-IR"/>
        </w:rPr>
        <w:t xml:space="preserve"> و نارسا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آن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مردم چه چار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توانند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شند؟</w:t>
      </w:r>
    </w:p>
    <w:p w:rsidR="005A0486" w:rsidRPr="005A0486" w:rsidRDefault="005A0486" w:rsidP="006E78F2">
      <w:pPr>
        <w:pStyle w:val="Heading2Center"/>
        <w:rPr>
          <w:rtl/>
          <w:lang w:bidi="fa-IR"/>
        </w:rPr>
      </w:pPr>
      <w:bookmarkStart w:id="110" w:name="_Toc488231771"/>
      <w:r w:rsidRPr="005A0486">
        <w:rPr>
          <w:rtl/>
          <w:lang w:bidi="fa-IR"/>
        </w:rPr>
        <w:t>اندازه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 و روز</w:t>
      </w:r>
      <w:bookmarkEnd w:id="110"/>
    </w:p>
    <w:p w:rsidR="006E78F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اندازه شب و روز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به مصلحت مردم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(غالباً) ساعات شب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روز به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پانزده ساعت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...</w:t>
      </w:r>
    </w:p>
    <w:p w:rsidR="005A0486" w:rsidRPr="005A0486" w:rsidRDefault="006E78F2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طول روز صد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ساعت بود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صورت، تمام جانداران از انسان تا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نابود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گشتند؟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و انسان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گشتند به خاطر آن است که در طول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مدت نه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از چر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حرکت دست برم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 و نه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کار </w:t>
      </w:r>
      <w:r w:rsidRPr="005A0486">
        <w:rPr>
          <w:rFonts w:hint="eastAsia"/>
          <w:rtl/>
          <w:lang w:bidi="fa-IR"/>
        </w:rPr>
        <w:t>و</w:t>
      </w:r>
      <w:r w:rsidRPr="005A0486">
        <w:rPr>
          <w:rtl/>
          <w:lang w:bidi="fa-IR"/>
        </w:rPr>
        <w:t xml:space="preserve"> کوشش کنار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گرفت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به هلاکتشان ختم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خشک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 به خاطر آن است که نور مستمر و مداوم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حرارت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آن آنها را خشک و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سوزان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شب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است: اگر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ادامه داشت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گذشت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از حرکت و تلاش و طلب معاش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ماندند تا از گرسنگ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حرارت طب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از 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دادند و فاسد و گند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تو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را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دور از خو</w:t>
      </w:r>
      <w:r w:rsidRPr="005A0486">
        <w:rPr>
          <w:rFonts w:hint="eastAsia"/>
          <w:rtl/>
          <w:lang w:bidi="fa-IR"/>
        </w:rPr>
        <w:t>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دند</w:t>
      </w:r>
      <w:r w:rsidRPr="005A0486">
        <w:rPr>
          <w:rtl/>
          <w:lang w:bidi="fa-IR"/>
        </w:rPr>
        <w:t xml:space="preserve"> و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</w:t>
      </w:r>
      <w:r w:rsidR="008D0D19">
        <w:rPr>
          <w:rtl/>
          <w:lang w:bidi="fa-IR"/>
        </w:rPr>
        <w:t>.</w:t>
      </w:r>
    </w:p>
    <w:p w:rsidR="005A0486" w:rsidRPr="005A0486" w:rsidRDefault="005A0486" w:rsidP="006E78F2">
      <w:pPr>
        <w:pStyle w:val="Heading2Center"/>
        <w:rPr>
          <w:rtl/>
          <w:lang w:bidi="fa-IR"/>
        </w:rPr>
      </w:pPr>
      <w:bookmarkStart w:id="111" w:name="_Toc488231772"/>
      <w:r w:rsidRPr="005A0486">
        <w:rPr>
          <w:rFonts w:hint="eastAsia"/>
          <w:rtl/>
          <w:lang w:bidi="fa-IR"/>
        </w:rPr>
        <w:t>گرما</w:t>
      </w:r>
      <w:r w:rsidRPr="005A0486">
        <w:rPr>
          <w:rtl/>
          <w:lang w:bidi="fa-IR"/>
        </w:rPr>
        <w:t xml:space="preserve"> و سرما و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آن دو</w:t>
      </w:r>
      <w:bookmarkEnd w:id="111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گرما و سرما بنگر که چگونه جهان را نگاه داشته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دما با 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کاست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تعادل باعث شده اند 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فصول و تنوع هوا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سال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مصلحت انسان و تمام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آنهاست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سرما و گرما بدنها را دباغ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باعث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استحکام آنها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گرما و سرما نبود و بدنها را سرد و گرم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کردند هر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فاسد و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</w:p>
    <w:p w:rsidR="006E78F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دو بتدر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و اندک اندک وارد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</w:p>
    <w:p w:rsidR="006E78F2" w:rsidRDefault="006E78F2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و آن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اندک اندک کم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آرام آرام افزوده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تا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هر کدام در 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منتها درجه خود برسند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دو ناگهان وارد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باعث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اجسام و اب</w:t>
      </w:r>
      <w:r w:rsidRPr="005A0486">
        <w:rPr>
          <w:rFonts w:hint="eastAsia"/>
          <w:rtl/>
          <w:lang w:bidi="fa-IR"/>
        </w:rPr>
        <w:t>دان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مانند آن است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شما ناگهان از حمام داغ و پر حرارت وارد منطقه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سرد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خزده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باعث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جسم او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پس</w:t>
      </w:r>
      <w:r w:rsidRPr="005A0486">
        <w:rPr>
          <w:rtl/>
          <w:lang w:bidi="fa-IR"/>
        </w:rPr>
        <w:t xml:space="preserve"> اگر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فرموده که سرما و گرما بتدر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و اندک اندک وارد گردند به خاطر حفظ صحت و سلامت موجودات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پس چرا ناگهان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وارد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بلکه آرام آرام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 تا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سالم بماند؟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ورود و خروج دما به خاطر 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آرام بودن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بلند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کوتاه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فاصله آن با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است،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از او پرس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چرا حرکت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فاصله اندک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tl/>
          <w:lang w:bidi="fa-IR"/>
        </w:rPr>
        <w:t xml:space="preserve"> آنها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شده؟ اگر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بودن تابش نور خورش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فاصله </w:t>
      </w:r>
      <w:r w:rsidRPr="005A0486">
        <w:rPr>
          <w:rFonts w:hint="eastAsia"/>
          <w:rtl/>
          <w:lang w:bidi="fa-IR"/>
        </w:rPr>
        <w:t>مغرب</w:t>
      </w:r>
      <w:r w:rsidRPr="005A0486">
        <w:rPr>
          <w:rtl/>
          <w:lang w:bidi="fa-IR"/>
        </w:rPr>
        <w:t xml:space="preserve"> و مشرق دانسته شود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علت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پرس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هر چه پاسخ دهد همواره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پرسش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مطرح است که چرا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است؟ تا به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هدفمند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جهان هست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حرارت نبود،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تلخ، نرم و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تا تر و خشک شده اش خورده شود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اگر سرما نبود کشتزار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جوانه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زد و حبوبات، غلات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و آنقدر به دست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 که باز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بپاشند و برو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انند</w:t>
      </w:r>
      <w:r w:rsidR="008D0D19">
        <w:rPr>
          <w:rtl/>
          <w:lang w:bidi="fa-IR"/>
        </w:rPr>
        <w:t>.</w:t>
      </w:r>
    </w:p>
    <w:p w:rsidR="00EA349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سرما و گرما با آن همه سود و مصلحت باز بدن را به درد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آورند؟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شد</w:t>
      </w:r>
      <w:r w:rsidRPr="005A0486">
        <w:rPr>
          <w:rtl/>
          <w:lang w:bidi="fa-IR"/>
        </w:rPr>
        <w:t xml:space="preserve"> درس عبرت نهفته است و دل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</w:p>
    <w:p w:rsidR="00EA3498" w:rsidRDefault="00EA349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بر آنکه امر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جهان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صلاح و مصلحت آنان است</w:t>
      </w:r>
      <w:r w:rsidR="008D0D19">
        <w:rPr>
          <w:rtl/>
          <w:lang w:bidi="fa-IR"/>
        </w:rPr>
        <w:t>.</w:t>
      </w:r>
    </w:p>
    <w:p w:rsidR="005A0486" w:rsidRPr="005A0486" w:rsidRDefault="005A0486" w:rsidP="00EA3498">
      <w:pPr>
        <w:pStyle w:val="Heading2Center"/>
        <w:rPr>
          <w:rtl/>
          <w:lang w:bidi="fa-IR"/>
        </w:rPr>
      </w:pPr>
      <w:bookmarkStart w:id="112" w:name="_Toc488231773"/>
      <w:r w:rsidRPr="005A0486">
        <w:rPr>
          <w:rFonts w:hint="eastAsia"/>
          <w:rtl/>
          <w:lang w:bidi="fa-IR"/>
        </w:rPr>
        <w:t>باد</w:t>
      </w:r>
      <w:r w:rsidRPr="005A0486">
        <w:rPr>
          <w:rtl/>
          <w:lang w:bidi="fa-IR"/>
        </w:rPr>
        <w:t xml:space="preserve"> و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</w:t>
      </w:r>
      <w:bookmarkEnd w:id="112"/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تو را از باد و خواص آن آگاه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هنگام خواب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رکود باد، چگونه مص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بت</w:t>
      </w:r>
      <w:r w:rsidRPr="005A0486">
        <w:rPr>
          <w:rtl/>
          <w:lang w:bidi="fa-IR"/>
        </w:rPr>
        <w:t xml:space="preserve"> به پا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جانها را در معرض هلاکت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افکند، سالمان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و زار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ماران</w:t>
      </w:r>
      <w:r w:rsidRPr="005A0486">
        <w:rPr>
          <w:rtl/>
          <w:lang w:bidi="fa-IR"/>
        </w:rPr>
        <w:t xml:space="preserve"> را هلاک و ناکار و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را فاسد و نابود و دانه ها و سبز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آلوده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وبا را به دنبال دارد و غلات را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وزش بادها از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است که به صلاح جهان و جهان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در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</w:t>
      </w:r>
      <w:r w:rsidR="008D0D19">
        <w:rPr>
          <w:rtl/>
          <w:lang w:bidi="fa-IR"/>
        </w:rPr>
        <w:t>.</w:t>
      </w:r>
    </w:p>
    <w:p w:rsidR="005A0486" w:rsidRPr="005A0486" w:rsidRDefault="005A0486" w:rsidP="00EA3498">
      <w:pPr>
        <w:pStyle w:val="Heading2Center"/>
        <w:rPr>
          <w:rtl/>
          <w:lang w:bidi="fa-IR"/>
        </w:rPr>
      </w:pPr>
      <w:bookmarkStart w:id="113" w:name="_Toc488231774"/>
      <w:r w:rsidRPr="005A0486">
        <w:rPr>
          <w:rtl/>
          <w:lang w:bidi="fa-IR"/>
        </w:rPr>
        <w:t>هوا و اصوات</w:t>
      </w:r>
      <w:bookmarkEnd w:id="113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 xml:space="preserve">تو را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خاص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هوا آگاه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کنم: </w:t>
      </w:r>
      <w:r w:rsidR="00EA349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صدا</w:t>
      </w:r>
      <w:r w:rsidR="00EA349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اثر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بر اثر اصطکاک اجسام در </w:t>
      </w:r>
      <w:r w:rsidR="00EA349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هوا</w:t>
      </w:r>
      <w:r w:rsidR="00EA349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</w:t>
      </w:r>
      <w:r w:rsidR="00EA349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هوا</w:t>
      </w:r>
      <w:r w:rsidR="00EA349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آن را به گوشها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مردم (با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>) صدا در حاجتها و معاملات خود در طول روز و بخش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شب با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سخن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EA349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اثر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سخن، مانند نوشته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 کاغذ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ماند، در هوا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ماند، جهان از آن آکنده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ضرر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تمام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تند تند به تجد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تعو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ض</w:t>
      </w:r>
      <w:r w:rsidRPr="005A0486">
        <w:rPr>
          <w:rtl/>
          <w:lang w:bidi="fa-IR"/>
        </w:rPr>
        <w:t xml:space="preserve"> آن بپردازند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البته نه مانند نوشتن بر کاغذ؛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سخنان ملفوظ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کلمات مکتوب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- جل و علا -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هوا را چون کاغذ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قرار داده که سخنان را حمل کند و در تمام جهان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آن را محو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از نو پاک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و سف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</w:t>
      </w:r>
    </w:p>
    <w:p w:rsidR="00EA3498" w:rsidRDefault="00EA349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شود ادامه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</w:t>
      </w:r>
      <w:r w:rsidR="00EA3498">
        <w:rPr>
          <w:rFonts w:hint="cs"/>
          <w:rtl/>
          <w:lang w:bidi="fa-IR"/>
        </w:rPr>
        <w:t>«</w:t>
      </w:r>
      <w:r w:rsidRPr="005A0486">
        <w:rPr>
          <w:rtl/>
          <w:lang w:bidi="fa-IR"/>
        </w:rPr>
        <w:t>هوا</w:t>
      </w:r>
      <w:r w:rsidR="00EA3498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و مصالح نهفته در آن، درس عبرت بگ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هوا عامل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بدنهاست و با تنفس و گرفتن آن از خارج باعث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درون جسم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صداها</w:t>
      </w:r>
      <w:r w:rsidRPr="005A0486">
        <w:rPr>
          <w:rtl/>
          <w:lang w:bidi="fa-IR"/>
        </w:rPr>
        <w:t xml:space="preserve"> را از فاصله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دور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خوش را از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حمل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جانب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باد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صدا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هوا</w:t>
      </w:r>
      <w:r w:rsidRPr="005A0486">
        <w:rPr>
          <w:rtl/>
          <w:lang w:bidi="fa-IR"/>
        </w:rPr>
        <w:t xml:space="preserve"> گرما و سرما را که به سود عالم است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باد وزنده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جنس هواست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باد بدنها را خنک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ابرها را از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 تا متراکم شود، باران دهد تا سودش شامل همه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آنگاه که بار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باد ابرها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پراکند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درختها را آبستن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کند، کشت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را در حرکت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اندازد، غذاها را لط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خوردن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گرداند، آب را سرد و آتش را افروخته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سازد،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خشکاند، و خلاصه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باد نبود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پژمردند جانوران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مردند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تفت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فاسد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</w:p>
    <w:p w:rsidR="005A0486" w:rsidRPr="005A0486" w:rsidRDefault="005A0486" w:rsidP="00EA3498">
      <w:pPr>
        <w:pStyle w:val="Heading2Center"/>
        <w:rPr>
          <w:rtl/>
          <w:lang w:bidi="fa-IR"/>
        </w:rPr>
      </w:pPr>
      <w:bookmarkStart w:id="114" w:name="_Toc488231775"/>
      <w:r w:rsidRPr="005A0486">
        <w:rPr>
          <w:rFonts w:hint="eastAsia"/>
          <w:rtl/>
          <w:lang w:bidi="fa-IR"/>
        </w:rPr>
        <w:t>شکل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bookmarkEnd w:id="114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بستر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خداوند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جواهر چهارگانه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تا بطور گسترده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شود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جمله گستردگ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آن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و گسترده نبود چگونه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مساکن مردم، کشتزارها، چراگاهها، جنگلها و درختان، داروها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فراوان، معادن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 و </w:t>
      </w:r>
      <w:r w:rsidRPr="005A0486">
        <w:rPr>
          <w:rFonts w:hint="eastAsia"/>
          <w:rtl/>
          <w:lang w:bidi="fa-IR"/>
        </w:rPr>
        <w:t>پر</w:t>
      </w:r>
      <w:r w:rsidRPr="005A0486">
        <w:rPr>
          <w:rtl/>
          <w:lang w:bidi="fa-IR"/>
        </w:rPr>
        <w:t xml:space="preserve">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و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را در خود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داد؟</w:t>
      </w:r>
    </w:p>
    <w:p w:rsidR="00EA349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چه</w:t>
      </w:r>
      <w:r w:rsidRPr="005A0486">
        <w:rPr>
          <w:rtl/>
          <w:lang w:bidi="fa-IR"/>
        </w:rPr>
        <w:t xml:space="preserve"> بسا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فلاتها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خشک و دشتها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دهشت آور را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ثمر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هوده</w:t>
      </w:r>
    </w:p>
    <w:p w:rsidR="00EA3498" w:rsidRDefault="00EA349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نگارد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حال آنکه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ها،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مسکن و چراگاه آنهاست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آنگاه که مردم در اضطرار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 که از وطن خود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رحل اقامت افکنند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مناطق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چه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فلاتها و دشتها که به کاخها و بهشتها تبد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شده و مردم در آنها سکن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اند! اگر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گسترده نبود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مردم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حصار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تنگ گرفتارند و اگر ض</w:t>
      </w:r>
      <w:r w:rsidRPr="005A0486">
        <w:rPr>
          <w:rFonts w:hint="eastAsia"/>
          <w:rtl/>
          <w:lang w:bidi="fa-IR"/>
        </w:rPr>
        <w:t>رورت</w:t>
      </w:r>
      <w:r w:rsidRPr="005A0486">
        <w:rPr>
          <w:rtl/>
          <w:lang w:bidi="fa-IR"/>
        </w:rPr>
        <w:t xml:space="preserve"> و امر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ناگوار ناچارشان کرد که ترک وطن کنند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مکان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شکل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آنگونه آرام است که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حرکت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 و ساکت است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استقرار و ثبات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مردم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توانند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در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بکوشند، آرام بنش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نند،</w:t>
      </w:r>
      <w:r w:rsidRPr="005A0486">
        <w:rPr>
          <w:rtl/>
          <w:lang w:bidi="fa-IR"/>
        </w:rPr>
        <w:t xml:space="preserve">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بخوابند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تزلزل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کارشان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لرزان و ناآرام بود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قادر به ساخت بنا، نجار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هر صنعت و حرفه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نبودند و اگر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لرز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گوارا نبود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به حال مردم که در وقت وقوع زلزله زود گذر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نان</w:t>
      </w:r>
      <w:r w:rsidRPr="005A0486">
        <w:rPr>
          <w:rtl/>
          <w:lang w:bidi="fa-IR"/>
        </w:rPr>
        <w:t xml:space="preserve"> خانه و کاشانه خود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گذارند و از آنها فرار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بنگر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سخن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EA3498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چرا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لرزه ها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آمده؟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گفته شود: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لرزه و همانند آن،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مردم، غافل نشوند، به هوش باشند (که ضع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ناتوانند) و در هراس افتند و (با احساس ضعف خود و قدرت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نشگر</w:t>
      </w:r>
      <w:r w:rsidRPr="005A0486">
        <w:rPr>
          <w:rtl/>
          <w:lang w:bidi="fa-IR"/>
        </w:rPr>
        <w:t>) از گناه و فساد به دور مانند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تمام بلاها و گرفتار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در جسم و مالشان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و به سود و مصلحت و استقامت بخش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به آنان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</w:p>
    <w:p w:rsidR="00EA3498" w:rsidRDefault="00EA349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صالح باشند، باعث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در سرا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چنان پاداشها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شخص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گردد که با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نعمت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برابر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گاه صلاح و مصلحت عام و خاص در آن است که در نزول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بلاها در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شتاب شود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(سطح و پوسته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که به کار مردم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) آنگونه که خدا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ده،</w:t>
      </w:r>
      <w:r w:rsidRPr="005A0486">
        <w:rPr>
          <w:rtl/>
          <w:lang w:bidi="fa-IR"/>
        </w:rPr>
        <w:t xml:space="preserve"> سرد و خشک است، سنگ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فرق بخشها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با سنگ، خشک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سنگ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براست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همه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مانند سنگ سخت،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گشت،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تا غذا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 و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شخم و سا</w:t>
      </w:r>
      <w:r w:rsidRPr="005A0486">
        <w:rPr>
          <w:rFonts w:hint="eastAsia"/>
          <w:rtl/>
          <w:lang w:bidi="fa-IR"/>
        </w:rPr>
        <w:t>خت،</w:t>
      </w:r>
      <w:r w:rsidRPr="005A0486">
        <w:rPr>
          <w:rtl/>
          <w:lang w:bidi="fa-IR"/>
        </w:rPr>
        <w:t xml:space="preserve"> ممکن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گشت؟؟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از خشک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سنگ، کاسته شده و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(به صورت خاک) سست و نرم گشته تا بتوان با آن کار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بر آن استناد داد؟</w:t>
      </w:r>
    </w:p>
    <w:p w:rsidR="005A0486" w:rsidRPr="005A0486" w:rsidRDefault="005A0486" w:rsidP="00D97021">
      <w:pPr>
        <w:pStyle w:val="Heading2Center"/>
        <w:rPr>
          <w:rtl/>
          <w:lang w:bidi="fa-IR"/>
        </w:rPr>
      </w:pPr>
      <w:bookmarkStart w:id="115" w:name="_Toc488231776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آب و سبب کثرت آن</w:t>
      </w:r>
      <w:bookmarkEnd w:id="115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جل و علا در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نش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آن است که غالباً قسمت شمال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قسمت جنوب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بلندتر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شده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آبها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راب</w:t>
      </w:r>
      <w:r w:rsidRPr="005A0486">
        <w:rPr>
          <w:rtl/>
          <w:lang w:bidi="fa-IR"/>
        </w:rPr>
        <w:t xml:space="preserve"> گردانند و در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به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زند؟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چنانکه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سو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بام را پست 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 تا آب از آن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و بر آن 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ستد،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گونه، بخش شمال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بلندتر از بخش جنوب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نبود آب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 صورت راکد و سرگردان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و مردم قادر به بهره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آن نبودند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راهها و جاده ها را قطع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</w:p>
    <w:p w:rsidR="00D9702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اگر آب، فراوان نبود و اگر در چشمه ساران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دره ها،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رودها از آن پر نبود،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مردم؛ از قب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>: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دن،</w:t>
      </w:r>
      <w:r w:rsidRPr="005A0486">
        <w:rPr>
          <w:rtl/>
          <w:lang w:bidi="fa-IR"/>
        </w:rPr>
        <w:t xml:space="preserve"> نوشاندن به</w:t>
      </w:r>
    </w:p>
    <w:p w:rsidR="00D97021" w:rsidRDefault="00D9702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ان،</w:t>
      </w:r>
      <w:r w:rsidRPr="005A0486">
        <w:rPr>
          <w:rtl/>
          <w:lang w:bidi="fa-IR"/>
        </w:rPr>
        <w:t xml:space="preserve"> آب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کشتزارها و باغها و غلات و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پرندگان و درندگان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آبز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منافع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بسا از اهم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و عظمت آن غافل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به اندازه نبود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گذشته از آنکه آب، 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جانداران و جانوران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 و در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روندگان و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نقش اساس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با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نوش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آم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تا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نوشنده لذ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ذ</w:t>
      </w:r>
      <w:r w:rsidRPr="005A0486">
        <w:rPr>
          <w:rtl/>
          <w:lang w:bidi="fa-IR"/>
        </w:rPr>
        <w:t xml:space="preserve"> و خوش طعم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آب، بدنها و کالاها و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را از آلودگ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چرک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و پاک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کنند، خاک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کشت و کار و</w:t>
      </w:r>
      <w:r w:rsidR="008D0D19">
        <w:rPr>
          <w:rtl/>
          <w:lang w:bidi="fa-IR"/>
        </w:rPr>
        <w:t>...</w:t>
      </w:r>
      <w:r w:rsidRPr="005A0486">
        <w:rPr>
          <w:rtl/>
          <w:lang w:bidi="fa-IR"/>
        </w:rPr>
        <w:t xml:space="preserve"> 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ند،</w:t>
      </w:r>
      <w:r w:rsidRPr="005A0486">
        <w:rPr>
          <w:rtl/>
          <w:lang w:bidi="fa-IR"/>
        </w:rPr>
        <w:t xml:space="preserve"> شعله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افروخته آتش که جان و مال مردم را در معرض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قرار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فرو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نشانند، شخص خسته و افتاده با آن استحمام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از ملال و </w:t>
      </w:r>
      <w:r w:rsidRPr="005A0486">
        <w:rPr>
          <w:rFonts w:hint="eastAsia"/>
          <w:rtl/>
          <w:lang w:bidi="fa-IR"/>
        </w:rPr>
        <w:t>خستگ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درآمده سرحال و راحت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منافع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در وقت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آنها، شناخته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در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آب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که در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</w:t>
      </w:r>
      <w:r w:rsidRPr="005A0486">
        <w:rPr>
          <w:rtl/>
          <w:lang w:bidi="fa-IR"/>
        </w:rPr>
        <w:t xml:space="preserve"> گرد آمده در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>: به آن چه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است؟ بدان که جا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گاه</w:t>
      </w:r>
      <w:r w:rsidRPr="005A0486">
        <w:rPr>
          <w:rtl/>
          <w:lang w:bidi="fa-IR"/>
        </w:rPr>
        <w:t xml:space="preserve"> و مأوا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جانوران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شمار آبز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چون: انواع ماه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آب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معدن</w:t>
      </w:r>
      <w:r w:rsidRPr="005A0486">
        <w:rPr>
          <w:rtl/>
          <w:lang w:bidi="fa-IR"/>
        </w:rPr>
        <w:t xml:space="preserve"> و مخزن گوهر،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اقوت،</w:t>
      </w:r>
      <w:r w:rsidRPr="005A0486">
        <w:rPr>
          <w:rtl/>
          <w:lang w:bidi="fa-IR"/>
        </w:rPr>
        <w:t xml:space="preserve"> عنبر و انواع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از آب استخراج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آب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ساحلها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آن، انواع عودها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خوشبو و عطرها (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مست کننده) و داروها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سودمند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D9702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آب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همانند مرکب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بازرگانان بر آن سوار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کالاها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خود را از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دور دست براحت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منتقل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به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آبها از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به عراق و از عراق به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کالا حمل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</w:p>
    <w:p w:rsidR="005A0486" w:rsidRPr="005A0486" w:rsidRDefault="00D97021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اگر آب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حمل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کالاها نبود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با پشت حمل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شد، همه کالا در همان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tl/>
          <w:lang w:bidi="fa-IR"/>
        </w:rPr>
        <w:t xml:space="preserve"> و در دست صاحبانشان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هز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</w:t>
      </w:r>
      <w:r w:rsidRPr="005A0486">
        <w:rPr>
          <w:rtl/>
          <w:lang w:bidi="fa-IR"/>
        </w:rPr>
        <w:t xml:space="preserve"> حمل آنها از ارزش خود کالاها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کس به حمل آنها اقدام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کرد؛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جه،</w:t>
      </w:r>
      <w:r w:rsidRPr="005A0486">
        <w:rPr>
          <w:rtl/>
          <w:lang w:bidi="fa-IR"/>
        </w:rPr>
        <w:t xml:space="preserve"> دو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امد</w:t>
      </w:r>
      <w:r w:rsidRPr="005A0486">
        <w:rPr>
          <w:rtl/>
          <w:lang w:bidi="fa-IR"/>
        </w:rPr>
        <w:t xml:space="preserve"> داشت:</w:t>
      </w:r>
    </w:p>
    <w:p w:rsidR="005A0486" w:rsidRPr="005A0486" w:rsidRDefault="0030285A" w:rsidP="009325E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5A0486" w:rsidRPr="005A0486">
        <w:rPr>
          <w:rtl/>
          <w:lang w:bidi="fa-IR"/>
        </w:rPr>
        <w:t>- بس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ار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از 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زها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مف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5A0486" w:rsidRPr="005A0486">
        <w:rPr>
          <w:rtl/>
          <w:lang w:bidi="fa-IR"/>
        </w:rPr>
        <w:t xml:space="preserve"> که به آن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از</w:t>
      </w:r>
      <w:r w:rsidR="005A0486" w:rsidRPr="005A0486">
        <w:rPr>
          <w:rtl/>
          <w:lang w:bidi="fa-IR"/>
        </w:rPr>
        <w:t xml:space="preserve"> بود به دست ن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ازمندان</w:t>
      </w:r>
      <w:r w:rsidR="005A0486" w:rsidRPr="005A0486">
        <w:rPr>
          <w:rtl/>
          <w:lang w:bidi="fa-IR"/>
        </w:rPr>
        <w:t xml:space="preserve"> نم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tl/>
          <w:lang w:bidi="fa-IR"/>
        </w:rPr>
        <w:t xml:space="preserve"> رس</w:t>
      </w:r>
      <w:r w:rsidR="005A0486" w:rsidRPr="005A0486">
        <w:rPr>
          <w:rFonts w:hint="cs"/>
          <w:rtl/>
          <w:lang w:bidi="fa-IR"/>
        </w:rPr>
        <w:t>ی</w:t>
      </w:r>
      <w:r w:rsidR="005A0486"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2-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مردم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توانستند در راه حمل و بازرگان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درآورند و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بگذرانند</w:t>
      </w:r>
      <w:r w:rsidR="008D0D19">
        <w:rPr>
          <w:rtl/>
          <w:lang w:bidi="fa-IR"/>
        </w:rPr>
        <w:t>.</w:t>
      </w:r>
    </w:p>
    <w:p w:rsidR="005A0486" w:rsidRPr="005A0486" w:rsidRDefault="005A0486" w:rsidP="00D97021">
      <w:pPr>
        <w:pStyle w:val="Heading2Center"/>
        <w:rPr>
          <w:rtl/>
          <w:lang w:bidi="fa-IR"/>
        </w:rPr>
      </w:pPr>
      <w:bookmarkStart w:id="116" w:name="_Toc488231777"/>
      <w:r w:rsidRPr="005A0486">
        <w:rPr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هوا و سبب افزون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</w:t>
      </w:r>
      <w:bookmarkEnd w:id="116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هوا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فراوان و گسترده نبود،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خلق از دود و بخار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خفه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شدند و بخار هم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 که به ابر و مه تبد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توض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حات</w:t>
      </w:r>
      <w:r w:rsidRPr="005A0486">
        <w:rPr>
          <w:rtl/>
          <w:lang w:bidi="fa-IR"/>
        </w:rPr>
        <w:t xml:space="preserve"> کاف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درباره هوا گذشت</w:t>
      </w:r>
      <w:r w:rsidR="008D0D19">
        <w:rPr>
          <w:rtl/>
          <w:lang w:bidi="fa-IR"/>
        </w:rPr>
        <w:t>.</w:t>
      </w:r>
    </w:p>
    <w:p w:rsidR="005A0486" w:rsidRPr="005A0486" w:rsidRDefault="005A0486" w:rsidP="00D97021">
      <w:pPr>
        <w:pStyle w:val="Heading2Center"/>
        <w:rPr>
          <w:rtl/>
          <w:lang w:bidi="fa-IR"/>
        </w:rPr>
      </w:pPr>
      <w:bookmarkStart w:id="117" w:name="_Toc488231778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آتش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در اجسام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شده است</w:t>
      </w:r>
      <w:bookmarkEnd w:id="117"/>
    </w:p>
    <w:p w:rsidR="00D9702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آتش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مانند نس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و آب پراکنده بود جهان و جهان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سوزان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از آنجا که گاه گاه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بدان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 و منافع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در آن نهفته مانند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در اجسام نهاده شده است که در وقت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به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است با 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و روغن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زم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قرار بود که آتش را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با 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</w:t>
      </w:r>
      <w:r w:rsidRPr="005A0486">
        <w:rPr>
          <w:rtl/>
          <w:lang w:bidi="fa-IR"/>
        </w:rPr>
        <w:t xml:space="preserve"> روغن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زم</w:t>
      </w:r>
      <w:r w:rsidRPr="005A0486">
        <w:rPr>
          <w:rtl/>
          <w:lang w:bidi="fa-IR"/>
        </w:rPr>
        <w:t xml:space="preserve"> نگاه دارند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دشوار و گران تمام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مانند آب و هوا پراکنده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Pr="005A0486">
        <w:rPr>
          <w:rtl/>
          <w:lang w:bidi="fa-IR"/>
        </w:rPr>
        <w:t xml:space="preserve"> که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را بسوزاند بلکه به اندازه و مقدار مشخص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تا</w:t>
      </w:r>
    </w:p>
    <w:p w:rsidR="00D97021" w:rsidRDefault="00D9702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هم سود رساند و به کار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هم از رساندن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به انسان باز ماند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آتش،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ژگ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خاص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نهفته است و آن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که تنها در دسترس و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انسان است؛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سود آن تنها به انسان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آتش در اخت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او نبود در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معاش،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اما چهار پا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از آتش بهره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از آن استفاده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آنجا که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اله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تعلق گرفت، (که انسان از آتش سود برد و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نبرد) به او دستها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انگشتان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مناسب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افروختن آتش و استعمال آن عطا فرمود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اگر چه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داده نشده اما در عوض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در برابر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سرما شک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و صبر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داده شده است تا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در وقت نبودن آتش به انسان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در وقت نبودن آتش به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</w:t>
      </w:r>
      <w:r w:rsidRPr="005A0486">
        <w:rPr>
          <w:rtl/>
          <w:lang w:bidi="fa-IR"/>
        </w:rPr>
        <w:t xml:space="preserve"> نرسد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تو را از سود آتش در (بر افروختن)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به ظاهر کوچک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واقع پر ارزش و بزرگ است، آگاه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جرم صغ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همان چراغ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که مردم آن را در دست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شبانه خود را با آن رفع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ء نبود مردم گو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عمر خود را در قبر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گذراندند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زمان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 خواندن، نوشتن و حفظ کردن دارد؟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چه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شب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بافد؟ اگر در دل تار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شب بر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عارض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 و به دارو و درمان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(بدون روشنا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>) 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کرد؟</w:t>
      </w:r>
    </w:p>
    <w:p w:rsidR="00D97021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در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</w:t>
      </w:r>
      <w:r w:rsidRPr="005A0486">
        <w:rPr>
          <w:rtl/>
          <w:lang w:bidi="fa-IR"/>
        </w:rPr>
        <w:t xml:space="preserve"> و پختن خوردن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و گرم کردن بدنها و خشک نمودن اش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و تجز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و تحل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</w:t>
      </w:r>
      <w:r w:rsidRPr="005A0486">
        <w:rPr>
          <w:rtl/>
          <w:lang w:bidi="fa-IR"/>
        </w:rPr>
        <w:t xml:space="preserve"> کردن مواد به کار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آتش در شماره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واضحتر از آن است که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به ذکر داشته باشد</w:t>
      </w:r>
      <w:r w:rsidR="008D0D19">
        <w:rPr>
          <w:rtl/>
          <w:lang w:bidi="fa-IR"/>
        </w:rPr>
        <w:t>.</w:t>
      </w:r>
    </w:p>
    <w:p w:rsidR="005A0486" w:rsidRPr="005A0486" w:rsidRDefault="00D97021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3A1352">
      <w:pPr>
        <w:pStyle w:val="Heading2Center"/>
        <w:rPr>
          <w:rtl/>
          <w:lang w:bidi="fa-IR"/>
        </w:rPr>
      </w:pPr>
      <w:bookmarkStart w:id="118" w:name="_Toc488231779"/>
      <w:r w:rsidRPr="005A0486">
        <w:rPr>
          <w:rFonts w:hint="eastAsia"/>
          <w:rtl/>
          <w:lang w:bidi="fa-IR"/>
        </w:rPr>
        <w:t>نزول</w:t>
      </w:r>
      <w:r w:rsidRPr="005A0486">
        <w:rPr>
          <w:rtl/>
          <w:lang w:bidi="fa-IR"/>
        </w:rPr>
        <w:t xml:space="preserve"> باران و صاف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هوا و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ناهمگون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حالت هوا</w:t>
      </w:r>
      <w:bookmarkEnd w:id="118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به خاطر مصلحت عالم، آسمان گاه صاف و گاه باران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دو در هوا ماندگار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شک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انبار</w:t>
      </w:r>
      <w:r w:rsidRPr="005A0486">
        <w:rPr>
          <w:rtl/>
          <w:lang w:bidi="fa-IR"/>
        </w:rPr>
        <w:t xml:space="preserve"> بود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باران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و سبز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گندند؟ جسم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سست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حاصل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شود؟ هوا در سرد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</w:t>
      </w:r>
      <w:r w:rsidRPr="005A0486">
        <w:rPr>
          <w:rFonts w:hint="eastAsia"/>
          <w:rtl/>
          <w:lang w:bidi="fa-IR"/>
        </w:rPr>
        <w:t>تد؟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</w:t>
      </w:r>
      <w:r w:rsidRPr="005A0486">
        <w:rPr>
          <w:rtl/>
          <w:lang w:bidi="fa-IR"/>
        </w:rPr>
        <w:t xml:space="preserve"> و پراکنده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شوند؟ و راهها و گذرگاهها نارسا و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گردند؟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اگر هوا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صاف و آفتاب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باشد،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ن،</w:t>
      </w:r>
      <w:r w:rsidRPr="005A0486">
        <w:rPr>
          <w:rtl/>
          <w:lang w:bidi="fa-IR"/>
        </w:rPr>
        <w:t xml:space="preserve"> خشک و تفت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خشک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سوزند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آب چشمه ساران و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بارها</w:t>
      </w:r>
      <w:r w:rsidRPr="005A0486">
        <w:rPr>
          <w:rtl/>
          <w:lang w:bidi="fa-IR"/>
        </w:rPr>
        <w:t xml:space="preserve"> فرو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رود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امدها</w:t>
      </w:r>
      <w:r w:rsidRPr="005A0486">
        <w:rPr>
          <w:rtl/>
          <w:lang w:bidi="fa-IR"/>
        </w:rPr>
        <w:t xml:space="preserve"> سخت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خشک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هوا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شود انواع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اما</w:t>
      </w:r>
      <w:r w:rsidRPr="005A0486">
        <w:rPr>
          <w:rtl/>
          <w:lang w:bidi="fa-IR"/>
        </w:rPr>
        <w:t xml:space="preserve"> اگر در عالم،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پس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دار</w:t>
      </w:r>
      <w:r w:rsidRPr="005A0486">
        <w:rPr>
          <w:rtl/>
          <w:lang w:bidi="fa-IR"/>
        </w:rPr>
        <w:t xml:space="preserve"> گردد (و آسمان گاه بتابد و گاه ببارد)، هوا در اعتدال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افتد، هر کدام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دفع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همه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کو</w:t>
      </w:r>
      <w:r w:rsidRPr="005A0486">
        <w:rPr>
          <w:rtl/>
          <w:lang w:bidi="fa-IR"/>
        </w:rPr>
        <w:t xml:space="preserve"> و درست و استوار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چرا چنان نکردند که در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کدام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نباشد؟ گفته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شود: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(در دن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>) انسان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رنج و درد افتد و از گناه به دور گردد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چنانکه انسان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</w:t>
      </w:r>
      <w:r w:rsidRPr="005A0486">
        <w:rPr>
          <w:rtl/>
          <w:lang w:bidi="fa-IR"/>
        </w:rPr>
        <w:t xml:space="preserve"> سلامت و شفا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کامل به داروها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تلخ و ناگوار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که طغ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شورد به درد و سخت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</w:t>
      </w:r>
      <w:r w:rsidRPr="005A0486">
        <w:rPr>
          <w:rtl/>
          <w:lang w:bidi="fa-IR"/>
        </w:rPr>
        <w:t xml:space="preserve"> است تا در ورطه پل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Pr="005A0486">
        <w:rPr>
          <w:rtl/>
          <w:lang w:bidi="fa-IR"/>
        </w:rPr>
        <w:t xml:space="preserve"> و در راه راست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فتد</w:t>
      </w:r>
      <w:r w:rsidR="008D0D19">
        <w:rPr>
          <w:rtl/>
          <w:lang w:bidi="fa-IR"/>
        </w:rPr>
        <w:t>.</w:t>
      </w:r>
    </w:p>
    <w:p w:rsidR="003A135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پادشاه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مردمان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خود مقدار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طلا و نقره پخش کند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نزد آنان بلند مرتبه و بنام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گردد؟ حال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کجا و باران فراگ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که غلات را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ارزش آن از تمام طلا و نقره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افزونتر است کجا!</w:t>
      </w:r>
    </w:p>
    <w:p w:rsidR="005A0486" w:rsidRPr="005A0486" w:rsidRDefault="003A1352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دانه باران چه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و چه نعمت بزرگ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مردم از آن در غفلت اند؟ چه بسا حاجت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قدر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برآورده شود و او بدون توجه به نعمت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بزرگتر به خشم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ناسزا 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در حال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او در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چه سود که او از شناخت نعمتها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بزرگ محروم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3A1352">
      <w:pPr>
        <w:pStyle w:val="Heading2Center"/>
        <w:rPr>
          <w:rtl/>
          <w:lang w:bidi="fa-IR"/>
        </w:rPr>
      </w:pPr>
      <w:bookmarkStart w:id="119" w:name="_Toc488231780"/>
      <w:r w:rsidRPr="005A0486">
        <w:rPr>
          <w:rtl/>
          <w:lang w:bidi="fa-IR"/>
        </w:rPr>
        <w:t>منافع نزول باران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حکمتها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</w:t>
      </w:r>
      <w:bookmarkEnd w:id="119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حکمت نزول باران تأمل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چنان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شد که باران از بلند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تا نقاط بلند و برافراشته را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راب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از پا</w:t>
      </w:r>
      <w:r w:rsidRPr="005A0486">
        <w:rPr>
          <w:rFonts w:hint="cs"/>
          <w:rtl/>
          <w:lang w:bidi="fa-IR"/>
        </w:rPr>
        <w:t>یی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بلند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کشتزارها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کاهش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</w:t>
      </w:r>
      <w:r w:rsidRPr="005A0486">
        <w:rPr>
          <w:rFonts w:hint="eastAsia"/>
          <w:rtl/>
          <w:lang w:bidi="fa-IR"/>
        </w:rPr>
        <w:t>ت؟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نزول باران،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زنده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شود، دشتها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گسترده و دامنه کوهها کشتزار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 و غله فراوان به بار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له،</w:t>
      </w:r>
      <w:r w:rsidRPr="005A0486">
        <w:rPr>
          <w:rtl/>
          <w:lang w:bidi="fa-IR"/>
        </w:rPr>
        <w:t xml:space="preserve"> دشوار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انتقال آب از جا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به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از دوش مردم برداشته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بر سر آب،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آنان درگ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مشاجره و ستم رخ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که عز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رومند،</w:t>
      </w:r>
      <w:r w:rsidRPr="005A0486">
        <w:rPr>
          <w:rtl/>
          <w:lang w:bidi="fa-IR"/>
        </w:rPr>
        <w:t xml:space="preserve"> آن را در تحت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خود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و ناتوان از آن محروم گردد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وقت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بر آن قرار گرفت که باران از بالا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سراز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شود، اندک اندک و دانه دانه فرو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تا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فرود و آن را 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راب</w:t>
      </w:r>
      <w:r w:rsidRPr="005A0486">
        <w:rPr>
          <w:rtl/>
          <w:lang w:bidi="fa-IR"/>
        </w:rPr>
        <w:t xml:space="preserve"> سازد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ناگهان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کباره</w:t>
      </w:r>
      <w:r w:rsidRPr="005A0486">
        <w:rPr>
          <w:rtl/>
          <w:lang w:bidi="fa-IR"/>
        </w:rPr>
        <w:t xml:space="preserve"> بر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خت</w:t>
      </w:r>
      <w:r w:rsidRPr="005A0486">
        <w:rPr>
          <w:rtl/>
          <w:lang w:bidi="fa-IR"/>
        </w:rPr>
        <w:t xml:space="preserve">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نفوذ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 و کشتزارها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ستاده</w:t>
      </w:r>
      <w:r w:rsidRPr="005A0486">
        <w:rPr>
          <w:rtl/>
          <w:lang w:bidi="fa-IR"/>
        </w:rPr>
        <w:t xml:space="preserve"> را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پس بتدر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</w:t>
      </w:r>
      <w:r w:rsidRPr="005A0486">
        <w:rPr>
          <w:rtl/>
          <w:lang w:bidi="fa-IR"/>
        </w:rPr>
        <w:t xml:space="preserve"> و دانه دانه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زد</w:t>
      </w:r>
      <w:r w:rsidRPr="005A0486">
        <w:rPr>
          <w:rtl/>
          <w:lang w:bidi="fa-IR"/>
        </w:rPr>
        <w:t xml:space="preserve"> تا دانه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داخل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را برو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اند</w:t>
      </w:r>
      <w:r w:rsidRPr="005A0486">
        <w:rPr>
          <w:rtl/>
          <w:lang w:bidi="fa-IR"/>
        </w:rPr>
        <w:t xml:space="preserve"> و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و کشتزار تشنه را زندگ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بخشد</w:t>
      </w:r>
      <w:r w:rsidR="008D0D19">
        <w:rPr>
          <w:rtl/>
          <w:lang w:bidi="fa-IR"/>
        </w:rPr>
        <w:t>.</w:t>
      </w:r>
    </w:p>
    <w:p w:rsidR="003A135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نزول</w:t>
      </w:r>
      <w:r w:rsidRPr="005A0486">
        <w:rPr>
          <w:rtl/>
          <w:lang w:bidi="fa-IR"/>
        </w:rPr>
        <w:t xml:space="preserve"> باران منافع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</w:p>
    <w:p w:rsidR="005A0486" w:rsidRPr="005A0486" w:rsidRDefault="003A1352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باران،</w:t>
      </w:r>
      <w:r w:rsidRPr="005A0486">
        <w:rPr>
          <w:rtl/>
          <w:lang w:bidi="fa-IR"/>
        </w:rPr>
        <w:t xml:space="preserve"> بدنها را نرم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کند،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هوا</w:t>
      </w:r>
      <w:r w:rsidRPr="005A0486">
        <w:rPr>
          <w:rtl/>
          <w:lang w:bidi="fa-IR"/>
        </w:rPr>
        <w:t xml:space="preserve"> را صاف و پاک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گرداند و وبا را 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برد،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آفات</w:t>
      </w:r>
      <w:r w:rsidRPr="005A0486">
        <w:rPr>
          <w:rtl/>
          <w:lang w:bidi="fa-IR"/>
        </w:rPr>
        <w:t xml:space="preserve"> درختان و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را که </w:t>
      </w:r>
      <w:r w:rsidR="003A1352">
        <w:rPr>
          <w:rFonts w:hint="cs"/>
          <w:rtl/>
          <w:lang w:bidi="fa-IR"/>
        </w:rPr>
        <w:t>«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رقان</w:t>
      </w:r>
      <w:r w:rsidR="003A1352">
        <w:rPr>
          <w:rFonts w:hint="cs"/>
          <w:rtl/>
          <w:lang w:bidi="fa-IR"/>
        </w:rPr>
        <w:t>»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نامند،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(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ذکر آنها به درازا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>)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در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سالها از شدت و کثرت باران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به هم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رسد؟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نزول تگرگ غلات را نابود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سازد؟ و بخار حاصل از آن، در هوا باعث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و آفات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گردد؟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(در پاسخ) گفته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شود: گاه در نزول باران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اده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به سود انسان است و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کار از فرو رفتن در گناه و استمرار و اصرار بر آن پره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صورت مصلحت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اخرو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مهمتر و راجحتر از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احتمال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مال اوست</w:t>
      </w:r>
      <w:r w:rsidR="008D0D19">
        <w:rPr>
          <w:rtl/>
          <w:lang w:bidi="fa-IR"/>
        </w:rPr>
        <w:t>.</w:t>
      </w:r>
    </w:p>
    <w:p w:rsidR="005A0486" w:rsidRPr="005A0486" w:rsidRDefault="005A0486" w:rsidP="003A1352">
      <w:pPr>
        <w:pStyle w:val="Heading2Center"/>
        <w:rPr>
          <w:rtl/>
          <w:lang w:bidi="fa-IR"/>
        </w:rPr>
      </w:pPr>
      <w:bookmarkStart w:id="120" w:name="_Toc488231781"/>
      <w:r w:rsidRPr="005A0486">
        <w:rPr>
          <w:rFonts w:hint="eastAsia"/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کوهها</w:t>
      </w:r>
      <w:bookmarkEnd w:id="120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کوهها که از سنگ و خاک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غافلان پنداشته اند که آنها 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مصرفند، حال آنکه سود فراوان دارند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برف</w:t>
      </w:r>
      <w:r w:rsidRPr="005A0486">
        <w:rPr>
          <w:rtl/>
          <w:lang w:bidi="fa-IR"/>
        </w:rPr>
        <w:t xml:space="preserve"> بالا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کوهها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Pr="005A0486">
        <w:rPr>
          <w:rtl/>
          <w:lang w:bidi="fa-IR"/>
        </w:rPr>
        <w:t xml:space="preserve"> تا آنها که به آن محتاجند از آن بهره برند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آنچه که ذوب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چشمه ساران پر آب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جوشد چشمه ها، رودها و جو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بارها</w:t>
      </w:r>
      <w:r w:rsidRPr="005A0486">
        <w:rPr>
          <w:rtl/>
          <w:lang w:bidi="fa-IR"/>
        </w:rPr>
        <w:t xml:space="preserve">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در کوهها انواع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r w:rsidRPr="005A0486">
        <w:rPr>
          <w:rtl/>
          <w:lang w:bidi="fa-IR"/>
        </w:rPr>
        <w:t xml:space="preserve"> و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</w:t>
      </w:r>
      <w:r w:rsidRPr="005A0486">
        <w:rPr>
          <w:rtl/>
          <w:lang w:bidi="fa-IR"/>
        </w:rPr>
        <w:t xml:space="preserve"> دارو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در دشت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3A135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غارها و دره 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در آنهاست که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</w:t>
      </w:r>
      <w:r w:rsidRPr="005A0486">
        <w:rPr>
          <w:rtl/>
          <w:lang w:bidi="fa-IR"/>
        </w:rPr>
        <w:t xml:space="preserve"> وحش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درندگان موذ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پناه داده</w:t>
      </w:r>
      <w:r w:rsidR="008D0D19">
        <w:rPr>
          <w:rtl/>
          <w:lang w:bidi="fa-IR"/>
        </w:rPr>
        <w:t>.</w:t>
      </w:r>
    </w:p>
    <w:p w:rsidR="005A0486" w:rsidRPr="005A0486" w:rsidRDefault="003A1352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مردم</w:t>
      </w:r>
      <w:r w:rsidRPr="005A0486">
        <w:rPr>
          <w:rtl/>
          <w:lang w:bidi="fa-IR"/>
        </w:rPr>
        <w:t xml:space="preserve"> از کوه در برابر دشمنانشان دژها و قلعه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سخت و محکم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سنگها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به کارگ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ساختمانها و ساخت سنگ آس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استفاده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در کوهها انواع معادن و جواهر نهفته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کوهها مصالح و منافع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وجود دارد که مدبر و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آن بهتر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داند</w:t>
      </w:r>
      <w:r w:rsidR="008D0D19">
        <w:rPr>
          <w:rtl/>
          <w:lang w:bidi="fa-IR"/>
        </w:rPr>
        <w:t>.</w:t>
      </w:r>
    </w:p>
    <w:p w:rsidR="005A0486" w:rsidRPr="005A0486" w:rsidRDefault="005A0486" w:rsidP="003A1352">
      <w:pPr>
        <w:pStyle w:val="Heading2Center"/>
        <w:rPr>
          <w:rtl/>
          <w:lang w:bidi="fa-IR"/>
        </w:rPr>
      </w:pPr>
      <w:bookmarkStart w:id="121" w:name="_Toc488231782"/>
      <w:r w:rsidRPr="005A0486">
        <w:rPr>
          <w:rFonts w:hint="eastAsia"/>
          <w:rtl/>
          <w:lang w:bidi="fa-IR"/>
        </w:rPr>
        <w:t>معادن</w:t>
      </w:r>
      <w:r w:rsidRPr="005A0486">
        <w:rPr>
          <w:rtl/>
          <w:lang w:bidi="fa-IR"/>
        </w:rPr>
        <w:t xml:space="preserve"> و استفاده انسان از آنها</w:t>
      </w:r>
      <w:bookmarkEnd w:id="121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معادن که از آنها جواهر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چون: گچ، آهک، زرن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خ،</w:t>
      </w:r>
      <w:r w:rsidRPr="005A0486">
        <w:rPr>
          <w:rtl/>
          <w:lang w:bidi="fa-IR"/>
        </w:rPr>
        <w:t xml:space="preserve"> مردارسنگ، سنگ سرمه، ج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وه،</w:t>
      </w:r>
      <w:r w:rsidRPr="005A0486">
        <w:rPr>
          <w:rtl/>
          <w:lang w:bidi="fa-IR"/>
        </w:rPr>
        <w:t xml:space="preserve"> مس، سرب، نقره، طلا، زبرجد،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اقوت،</w:t>
      </w:r>
      <w:r w:rsidRPr="005A0486">
        <w:rPr>
          <w:rtl/>
          <w:lang w:bidi="fa-IR"/>
        </w:rPr>
        <w:t xml:space="preserve"> زمرد و انواع سنگها استخراج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نظاره کن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همچن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ر،</w:t>
      </w:r>
      <w:r w:rsidRPr="005A0486">
        <w:rPr>
          <w:rtl/>
          <w:lang w:bidi="fa-IR"/>
        </w:rPr>
        <w:t xml:space="preserve"> موم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ا،</w:t>
      </w:r>
      <w:r w:rsidRPr="005A0486">
        <w:rPr>
          <w:rtl/>
          <w:lang w:bidi="fa-IR"/>
        </w:rPr>
        <w:t xml:space="preserve"> گوگرد، نفت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که مردم با آنها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کنند و از آنها استفاده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بر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عاقل و خردمند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 که تمام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ذخا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شده تا در وقت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از آنها استخراج کند و استفاده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</w:p>
    <w:p w:rsidR="00332DC3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آنگاه</w:t>
      </w:r>
      <w:r w:rsidRPr="005A0486">
        <w:rPr>
          <w:rtl/>
          <w:lang w:bidi="fa-IR"/>
        </w:rPr>
        <w:t xml:space="preserve"> مردم نتوانستند مطابق حرص و طمع خود به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از آنکه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د،</w:t>
      </w:r>
      <w:r w:rsidRPr="005A0486">
        <w:rPr>
          <w:rtl/>
          <w:lang w:bidi="fa-IR"/>
        </w:rPr>
        <w:t xml:space="preserve"> دست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و چاره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تلاششان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ساختن جواهرات ثمر نداد (و به دانش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دست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افتند</w:t>
      </w:r>
      <w:r w:rsidRPr="005A0486">
        <w:rPr>
          <w:rtl/>
          <w:lang w:bidi="fa-IR"/>
        </w:rPr>
        <w:t>)؛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اگر با حرص، طمع و تلاش خود موفق گردند،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به طور گسترده ساخته و استخراج خواهند کرد و همه ج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از آنها پر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طلا و نقره آنقدر افزا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که ارزش آنها نزد مردم، سخت کاسته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از چشم مردم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ترت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نقش اساس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فا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آنها در خر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فروش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معاملات</w:t>
      </w:r>
    </w:p>
    <w:p w:rsidR="00332DC3" w:rsidRDefault="00332DC3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از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رفت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خراج</w:t>
      </w:r>
      <w:r w:rsidRPr="005A0486">
        <w:rPr>
          <w:rtl/>
          <w:lang w:bidi="fa-IR"/>
        </w:rPr>
        <w:t xml:space="preserve"> پادشاهان به عمل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آمد و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قادر به ذخ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ره</w:t>
      </w:r>
      <w:r w:rsidRPr="005A0486">
        <w:rPr>
          <w:rtl/>
          <w:lang w:bidi="fa-IR"/>
        </w:rPr>
        <w:t xml:space="preserve"> آنها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بازماندگان نبود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همه، دانش ساخت برنج (مس زرد) و ساخت 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از رمل و نقره از سرب و طلا از نقره که آن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انها</w:t>
      </w:r>
      <w:r w:rsidRPr="005A0486">
        <w:rPr>
          <w:rtl/>
          <w:lang w:bidi="fa-IR"/>
        </w:rPr>
        <w:t xml:space="preserve"> را ندارند به او داده شده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چگونه در آنچه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ندارد اراده آنان عمل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اما در آنچه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آنان است به مقصد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رسند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معادن را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عم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</w:t>
      </w:r>
      <w:r w:rsidRPr="005A0486">
        <w:rPr>
          <w:rtl/>
          <w:lang w:bidi="fa-IR"/>
        </w:rPr>
        <w:t xml:space="preserve"> نما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سخت فرو برد به دره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عظ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رسد که آب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فراوان در آن جار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است و او به ژرفا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آب نتواند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از آن عبور نتواند کرد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در پشت آن، کوهها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نقره نهفته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</w:t>
      </w:r>
      <w:r w:rsidRPr="005A0486">
        <w:rPr>
          <w:rtl/>
          <w:lang w:bidi="fa-IR"/>
        </w:rPr>
        <w:t xml:space="preserve"> در حکمت و تدب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خواهد که بندگانش قدر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قدرتش و گستردگ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خزائنش را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و بدانند که اگر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بخواهد، کوهها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از نقره بد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و ل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کن</w:t>
      </w:r>
      <w:r w:rsidRPr="005A0486">
        <w:rPr>
          <w:rtl/>
          <w:lang w:bidi="fa-IR"/>
        </w:rPr>
        <w:t xml:space="preserve"> صلاح و مصلحت آنان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ست؛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چنانکه اشاره شد - اگر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واقع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ت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ابد</w:t>
      </w:r>
      <w:r w:rsidRPr="005A0486">
        <w:rPr>
          <w:rtl/>
          <w:lang w:bidi="fa-IR"/>
        </w:rPr>
        <w:t xml:space="preserve"> ارزش جواهر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 و سودمند نخواهند بود</w:t>
      </w:r>
      <w:r w:rsidR="008D0D19">
        <w:rPr>
          <w:rtl/>
          <w:lang w:bidi="fa-IR"/>
        </w:rPr>
        <w:t>.</w:t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قت</w:t>
      </w:r>
      <w:r w:rsidRPr="005A0486">
        <w:rPr>
          <w:rtl/>
          <w:lang w:bidi="fa-IR"/>
        </w:rPr>
        <w:t xml:space="preserve"> 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در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که گاه مردم 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ء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</w:t>
      </w:r>
      <w:r w:rsidRPr="005A0486">
        <w:rPr>
          <w:rtl/>
          <w:lang w:bidi="fa-IR"/>
        </w:rPr>
        <w:t xml:space="preserve"> و ارزشمند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سازند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ش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ء ظر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ف،</w:t>
      </w:r>
      <w:r w:rsidRPr="005A0486">
        <w:rPr>
          <w:rtl/>
          <w:lang w:bidi="fa-IR"/>
        </w:rPr>
        <w:t xml:space="preserve"> تنها هنگام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ارج و نفاست برخوردار است که اندک و کم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tl/>
          <w:lang w:bidi="fa-IR"/>
        </w:rPr>
        <w:t xml:space="preserve"> باشد،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آنگاه که به طور گسترده در دسترس مردم قرار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رد</w:t>
      </w:r>
      <w:r w:rsidRPr="005A0486">
        <w:rPr>
          <w:rtl/>
          <w:lang w:bidi="fa-IR"/>
        </w:rPr>
        <w:t xml:space="preserve"> نزد آنان از ارزش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افتد و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tl/>
          <w:lang w:bidi="fa-IR"/>
        </w:rPr>
        <w:t xml:space="preserve"> آن کاسته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خلاصه</w:t>
      </w:r>
      <w:r w:rsidRPr="005A0486">
        <w:rPr>
          <w:rFonts w:hint="eastAsia"/>
          <w:rtl/>
          <w:lang w:bidi="fa-IR"/>
        </w:rPr>
        <w:t>،</w:t>
      </w:r>
      <w:r w:rsidRPr="005A0486">
        <w:rPr>
          <w:rtl/>
          <w:lang w:bidi="fa-IR"/>
        </w:rPr>
        <w:t xml:space="preserve"> ارزش و نف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</w:t>
      </w:r>
      <w:r w:rsidRPr="005A0486">
        <w:rPr>
          <w:rtl/>
          <w:lang w:bidi="fa-IR"/>
        </w:rPr>
        <w:t xml:space="preserve"> بودن هر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کم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نبود آن است</w:t>
      </w:r>
      <w:r w:rsidR="008D0D19">
        <w:rPr>
          <w:rtl/>
          <w:lang w:bidi="fa-IR"/>
        </w:rPr>
        <w:t>.</w:t>
      </w:r>
    </w:p>
    <w:p w:rsidR="005A0486" w:rsidRPr="005A0486" w:rsidRDefault="005A048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FA5C32">
      <w:pPr>
        <w:pStyle w:val="Heading2Center"/>
        <w:rPr>
          <w:rtl/>
          <w:lang w:bidi="fa-IR"/>
        </w:rPr>
      </w:pPr>
      <w:bookmarkStart w:id="122" w:name="_Toc488231783"/>
      <w:r w:rsidRPr="005A0486">
        <w:rPr>
          <w:rtl/>
          <w:lang w:bidi="fa-IR"/>
        </w:rPr>
        <w:t>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رو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ندگان</w:t>
      </w:r>
      <w:bookmarkEnd w:id="122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نکه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همه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انسان را برم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آورد و سود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بنگر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ه،</w:t>
      </w:r>
      <w:r w:rsidRPr="005A0486">
        <w:rPr>
          <w:rtl/>
          <w:lang w:bidi="fa-IR"/>
        </w:rPr>
        <w:t xml:space="preserve"> کاه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خوراک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وانات،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زم</w:t>
      </w:r>
      <w:r w:rsidRPr="005A0486">
        <w:rPr>
          <w:rtl/>
          <w:lang w:bidi="fa-IR"/>
        </w:rPr>
        <w:t xml:space="preserve">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سوختن، چوب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صنا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ع</w:t>
      </w:r>
      <w:r w:rsidRPr="005A0486">
        <w:rPr>
          <w:rtl/>
          <w:lang w:bidi="fa-IR"/>
        </w:rPr>
        <w:t xml:space="preserve"> و حرفه ها، پوست برگ،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شه،</w:t>
      </w:r>
      <w:r w:rsidRPr="005A0486">
        <w:rPr>
          <w:rtl/>
          <w:lang w:bidi="fa-IR"/>
        </w:rPr>
        <w:t xml:space="preserve"> ساقه، شاخه و صمغ درختان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منافع و کارها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مختلف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اگر 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وه</w:t>
      </w:r>
      <w:r w:rsidRPr="005A0486">
        <w:rPr>
          <w:rtl/>
          <w:lang w:bidi="fa-IR"/>
        </w:rPr>
        <w:t xml:space="preserve"> ها را به صورت آماده و گردآمده بر رو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چه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انها</w:t>
      </w:r>
      <w:r w:rsidRPr="005A0486">
        <w:rPr>
          <w:rtl/>
          <w:lang w:bidi="fa-IR"/>
        </w:rPr>
        <w:t xml:space="preserve"> به ما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در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حالت اگر چه غذا وجود داشت، اما از فوا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چوب،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زم،</w:t>
      </w:r>
      <w:r w:rsidRPr="005A0486">
        <w:rPr>
          <w:rtl/>
          <w:lang w:bidi="fa-IR"/>
        </w:rPr>
        <w:t xml:space="preserve"> کاه و 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گر</w:t>
      </w:r>
      <w:r w:rsidRPr="005A0486">
        <w:rPr>
          <w:rtl/>
          <w:lang w:bidi="fa-IR"/>
        </w:rPr>
        <w:t xml:space="preserve">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پر 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مت</w:t>
      </w:r>
      <w:r w:rsidRPr="005A0486">
        <w:rPr>
          <w:rtl/>
          <w:lang w:bidi="fa-IR"/>
        </w:rPr>
        <w:t xml:space="preserve"> و مهم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برخ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شمرد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Pr="005A0486">
        <w:rPr>
          <w:rtl/>
          <w:lang w:bidi="fa-IR"/>
        </w:rPr>
        <w:t xml:space="preserve"> محروم بود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وانگه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درختان و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اهان،</w:t>
      </w:r>
      <w:r w:rsidRPr="005A0486">
        <w:rPr>
          <w:rtl/>
          <w:lang w:bidi="fa-IR"/>
        </w:rPr>
        <w:t xml:space="preserve"> بس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>ار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</w:t>
      </w:r>
      <w:r w:rsidRPr="005A0486">
        <w:rPr>
          <w:rtl/>
          <w:lang w:bidi="fa-IR"/>
        </w:rPr>
        <w:t xml:space="preserve"> و خوش منظرند و در عالم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منظره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باتر،</w:t>
      </w:r>
      <w:r w:rsidRPr="005A0486">
        <w:rPr>
          <w:rtl/>
          <w:lang w:bidi="fa-IR"/>
        </w:rPr>
        <w:t xml:space="preserve"> با طراوت تر و خوشتر از آنها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5A0486" w:rsidRPr="005A0486" w:rsidRDefault="005A0486" w:rsidP="00FA5C32">
      <w:pPr>
        <w:pStyle w:val="Heading2Center"/>
        <w:rPr>
          <w:rtl/>
          <w:lang w:bidi="fa-IR"/>
        </w:rPr>
      </w:pPr>
      <w:bookmarkStart w:id="123" w:name="_Toc488231784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کثرت حبوبات</w:t>
      </w:r>
      <w:bookmarkEnd w:id="123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مفضل! در رشد فراوان کشتزارها و حبوبات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دانه کماب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صد دانه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شد که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دانه تنها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دانه بدهد؛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چرا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در آن نهاده شد؟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غلات و حبوبات فزون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ابند،</w:t>
      </w:r>
      <w:r w:rsidRPr="005A0486">
        <w:rPr>
          <w:rtl/>
          <w:lang w:bidi="fa-IR"/>
        </w:rPr>
        <w:t xml:space="preserve"> قوت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کشاورزان تأم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گردد و بذر سال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نده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دست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که اگر پادشاه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بخواهد سرزم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آباد کند، با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بذر کاشت و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ات</w:t>
      </w:r>
      <w:r w:rsidRPr="005A0486">
        <w:rPr>
          <w:rtl/>
          <w:lang w:bidi="fa-IR"/>
        </w:rPr>
        <w:t xml:space="preserve"> به مردم بدهد تا کشت را به عمل آورند؟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بنگر</w:t>
      </w:r>
      <w:r w:rsidRPr="005A0486">
        <w:rPr>
          <w:rtl/>
          <w:lang w:bidi="fa-IR"/>
        </w:rPr>
        <w:t xml:space="preserve"> که چگونه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امر حک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مانه</w:t>
      </w:r>
      <w:r w:rsidRPr="005A0486">
        <w:rPr>
          <w:rtl/>
          <w:lang w:bidi="fa-IR"/>
        </w:rPr>
        <w:t xml:space="preserve"> و مدبرانه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آمده و کشتزار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بذر و دانه فراوان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دهد تا هم روز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شان</w:t>
      </w:r>
      <w:r w:rsidRPr="005A0486">
        <w:rPr>
          <w:rtl/>
          <w:lang w:bidi="fa-IR"/>
        </w:rPr>
        <w:t xml:space="preserve"> حاصل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و هم بذر کشت پد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د؟</w:t>
      </w:r>
    </w:p>
    <w:p w:rsidR="00FA5C32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درخت،</w:t>
      </w:r>
      <w:r w:rsidRPr="005A0486">
        <w:rPr>
          <w:rtl/>
          <w:lang w:bidi="fa-IR"/>
        </w:rPr>
        <w:t xml:space="preserve"> 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اه</w:t>
      </w:r>
      <w:r w:rsidRPr="005A0486">
        <w:rPr>
          <w:rtl/>
          <w:lang w:bidi="fa-IR"/>
        </w:rPr>
        <w:t xml:space="preserve"> و نخل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ثمر فراوان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دهند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از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رو از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</w:t>
      </w:r>
      <w:r w:rsidRPr="005A0486">
        <w:rPr>
          <w:rtl/>
          <w:lang w:bidi="fa-IR"/>
        </w:rPr>
        <w:t xml:space="preserve"> 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و تنه،</w:t>
      </w:r>
    </w:p>
    <w:p w:rsidR="00FA5C32" w:rsidRDefault="00FA5C32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Pr="005A0486" w:rsidRDefault="005A0486" w:rsidP="00FA5C32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شاخ و برگ و ثمر فراوان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چرا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است؟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جز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مردم از آن ببرند و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کنند و با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دنها</w:t>
      </w:r>
      <w:r w:rsidRPr="005A0486">
        <w:rPr>
          <w:rtl/>
          <w:lang w:bidi="fa-IR"/>
        </w:rPr>
        <w:t xml:space="preserve">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نابود نگردد و اصل آن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بماند؟ اگر هر اصله افزا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</w:t>
      </w:r>
      <w:r w:rsidRPr="005A0486">
        <w:rPr>
          <w:rtl/>
          <w:lang w:bidi="fa-IR"/>
        </w:rPr>
        <w:t xml:space="preserve">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افت</w:t>
      </w:r>
      <w:r w:rsidRPr="005A0486">
        <w:rPr>
          <w:rtl/>
          <w:lang w:bidi="fa-IR"/>
        </w:rPr>
        <w:t xml:space="preserve"> و تنها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ماند مردم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توانستند که از آن ببرند و رفع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کنند و باز اصله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را در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بکارند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اگر آفت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بدان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رس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 xml:space="preserve"> ب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آنکه جا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داشته باشد محو و نابود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</w:p>
    <w:p w:rsidR="005A0486" w:rsidRPr="005A0486" w:rsidRDefault="005A0486" w:rsidP="0033429D">
      <w:pPr>
        <w:pStyle w:val="Heading2Center"/>
        <w:rPr>
          <w:rtl/>
          <w:lang w:bidi="fa-IR"/>
        </w:rPr>
      </w:pPr>
      <w:bookmarkStart w:id="124" w:name="_Toc488231785"/>
      <w:r w:rsidRPr="005A0486">
        <w:rPr>
          <w:rFonts w:hint="eastAsia"/>
          <w:rtl/>
          <w:lang w:bidi="fa-IR"/>
        </w:rPr>
        <w:t>راز</w:t>
      </w:r>
      <w:r w:rsidRPr="005A0486">
        <w:rPr>
          <w:rtl/>
          <w:lang w:bidi="fa-IR"/>
        </w:rPr>
        <w:t xml:space="preserve"> پوشش دانه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حبوبات</w:t>
      </w:r>
      <w:bookmarkEnd w:id="124"/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در</w:t>
      </w:r>
      <w:r w:rsidRPr="005A0486">
        <w:rPr>
          <w:rtl/>
          <w:lang w:bidi="fa-IR"/>
        </w:rPr>
        <w:t xml:space="preserve"> شکل بوته حبوبات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؛</w:t>
      </w:r>
      <w:r w:rsidRPr="005A0486">
        <w:rPr>
          <w:rtl/>
          <w:lang w:bidi="fa-IR"/>
        </w:rPr>
        <w:t xml:space="preserve"> چون: عدس، ماش، باقلا و جز آنها اند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شه</w:t>
      </w:r>
      <w:r w:rsidRPr="005A0486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دانه ها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آنها در ک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سه</w:t>
      </w:r>
      <w:r w:rsidRPr="005A0486">
        <w:rPr>
          <w:rtl/>
          <w:lang w:bidi="fa-IR"/>
        </w:rPr>
        <w:t xml:space="preserve"> ها و ظروف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نهاده شده تا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شوند، رشد و استحکام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ابند</w:t>
      </w:r>
      <w:r w:rsidRPr="005A0486">
        <w:rPr>
          <w:rtl/>
          <w:lang w:bidi="fa-IR"/>
        </w:rPr>
        <w:t xml:space="preserve"> و از آفات در امان بمانند چنانکه جفت و بچه دان جن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دق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قاً</w:t>
      </w:r>
      <w:r w:rsidRPr="005A0486">
        <w:rPr>
          <w:rtl/>
          <w:lang w:bidi="fa-IR"/>
        </w:rPr>
        <w:t xml:space="preserve"> به هم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خاطر است</w:t>
      </w:r>
      <w:r w:rsidR="008D0D19">
        <w:rPr>
          <w:rtl/>
          <w:lang w:bidi="fa-IR"/>
        </w:rPr>
        <w:t>.</w:t>
      </w:r>
    </w:p>
    <w:p w:rsidR="005A0486" w:rsidRPr="005A0486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گندم</w:t>
      </w:r>
      <w:r w:rsidRPr="005A0486">
        <w:rPr>
          <w:rtl/>
          <w:lang w:bidi="fa-IR"/>
        </w:rPr>
        <w:t xml:space="preserve"> و همانند آن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به صورت خوشه، در پوستها</w:t>
      </w:r>
      <w:r w:rsidRPr="005A0486">
        <w:rPr>
          <w:rFonts w:hint="cs"/>
          <w:rtl/>
          <w:lang w:bidi="fa-IR"/>
        </w:rPr>
        <w:t>یی</w:t>
      </w:r>
      <w:r w:rsidRPr="005A0486">
        <w:rPr>
          <w:rtl/>
          <w:lang w:bidi="fa-IR"/>
        </w:rPr>
        <w:t xml:space="preserve"> سخت نهاده شده اند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بر سر هر دانه 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چون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زه</w:t>
      </w:r>
      <w:r w:rsidRPr="005A0486">
        <w:rPr>
          <w:rtl/>
          <w:lang w:bidi="fa-IR"/>
        </w:rPr>
        <w:t xml:space="preserve"> قرار گرفته که پرندگان را از خوردن آنها باز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 تا به کارندگان و کشاورزان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نرسد</w:t>
      </w:r>
      <w:r w:rsidR="008D0D19">
        <w:rPr>
          <w:rtl/>
          <w:lang w:bidi="fa-IR"/>
        </w:rPr>
        <w:t>.</w:t>
      </w:r>
    </w:p>
    <w:p w:rsidR="0033429D" w:rsidRDefault="005A0486" w:rsidP="009325ED">
      <w:pPr>
        <w:pStyle w:val="libNormal"/>
        <w:rPr>
          <w:rtl/>
          <w:lang w:bidi="fa-IR"/>
        </w:rPr>
      </w:pPr>
      <w:r w:rsidRPr="005A0486">
        <w:rPr>
          <w:rFonts w:hint="eastAsia"/>
          <w:rtl/>
          <w:lang w:bidi="fa-IR"/>
        </w:rPr>
        <w:t>اگر</w:t>
      </w:r>
      <w:r w:rsidRPr="005A0486">
        <w:rPr>
          <w:rtl/>
          <w:lang w:bidi="fa-IR"/>
        </w:rPr>
        <w:t xml:space="preserve"> کس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بگو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</w:t>
      </w:r>
      <w:r w:rsidRPr="005A0486">
        <w:rPr>
          <w:rtl/>
          <w:lang w:bidi="fa-IR"/>
        </w:rPr>
        <w:t>: آ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</w:t>
      </w:r>
      <w:r w:rsidRPr="005A0486">
        <w:rPr>
          <w:rtl/>
          <w:lang w:bidi="fa-IR"/>
        </w:rPr>
        <w:t xml:space="preserve"> پرندگان از گندم و حبوبات نم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خورند؟ گفته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شود: بله تقد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</w:t>
      </w:r>
      <w:r w:rsidRPr="005A0486">
        <w:rPr>
          <w:rtl/>
          <w:lang w:bidi="fa-IR"/>
        </w:rPr>
        <w:t xml:space="preserve"> چن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پرنده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از آنجا که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از آفر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دگان</w:t>
      </w:r>
      <w:r w:rsidRPr="005A0486">
        <w:rPr>
          <w:rtl/>
          <w:lang w:bidi="fa-IR"/>
        </w:rPr>
        <w:t xml:space="preserve"> است از زم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خدا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جل و علا نص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ب</w:t>
      </w:r>
      <w:r w:rsidRPr="005A0486">
        <w:rPr>
          <w:rtl/>
          <w:lang w:bidi="fa-IR"/>
        </w:rPr>
        <w:t xml:space="preserve"> و سهم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دارد، ول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حبوبات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ز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نگونه</w:t>
      </w:r>
      <w:r w:rsidRPr="005A0486">
        <w:rPr>
          <w:rtl/>
          <w:lang w:bidi="fa-IR"/>
        </w:rPr>
        <w:t xml:space="preserve"> محافظت 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تا پرندگان، 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کسره</w:t>
      </w:r>
      <w:r w:rsidRPr="005A0486">
        <w:rPr>
          <w:rtl/>
          <w:lang w:bidi="fa-IR"/>
        </w:rPr>
        <w:t xml:space="preserve"> و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رانش</w:t>
      </w:r>
      <w:r w:rsidRPr="005A0486">
        <w:rPr>
          <w:rtl/>
          <w:lang w:bidi="fa-IR"/>
        </w:rPr>
        <w:t xml:space="preserve"> نکنند و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ب</w:t>
      </w:r>
      <w:r w:rsidRPr="005A0486">
        <w:rPr>
          <w:rFonts w:hint="eastAsia"/>
          <w:rtl/>
          <w:lang w:bidi="fa-IR"/>
        </w:rPr>
        <w:t>س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ار</w:t>
      </w:r>
      <w:r w:rsidRPr="005A0486">
        <w:rPr>
          <w:rtl/>
          <w:lang w:bidi="fa-IR"/>
        </w:rPr>
        <w:t xml:space="preserve"> به بار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اورند</w:t>
      </w:r>
      <w:r w:rsidR="008D0D19">
        <w:rPr>
          <w:rtl/>
          <w:lang w:bidi="fa-IR"/>
        </w:rPr>
        <w:t>.</w:t>
      </w:r>
      <w:r w:rsidRPr="005A0486">
        <w:rPr>
          <w:rtl/>
          <w:lang w:bidi="fa-IR"/>
        </w:rPr>
        <w:t xml:space="preserve"> اگر پرندگان دانه ها را ع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ان</w:t>
      </w:r>
      <w:r w:rsidRPr="005A0486">
        <w:rPr>
          <w:rtl/>
          <w:lang w:bidi="fa-IR"/>
        </w:rPr>
        <w:t xml:space="preserve"> و ناپوش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بنگرند ه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چ</w:t>
      </w:r>
      <w:r w:rsidRPr="005A0486">
        <w:rPr>
          <w:rtl/>
          <w:lang w:bidi="fa-IR"/>
        </w:rPr>
        <w:t xml:space="preserve"> منع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ندارد که به آن حمله کنند و بوته را نابود سازند وا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بسا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عمل باعث عدم تعادل تغذ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ه</w:t>
      </w:r>
      <w:r w:rsidRPr="005A0486">
        <w:rPr>
          <w:rtl/>
          <w:lang w:bidi="fa-IR"/>
        </w:rPr>
        <w:t xml:space="preserve"> پرندگان، سوء هاضمه و مرگ آنها گردد و کشتزار را هم به نابود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کشاند در نت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جه</w:t>
      </w:r>
      <w:r w:rsidRPr="005A0486">
        <w:rPr>
          <w:rtl/>
          <w:lang w:bidi="fa-IR"/>
        </w:rPr>
        <w:t xml:space="preserve"> ا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ن</w:t>
      </w:r>
      <w:r w:rsidRPr="005A0486">
        <w:rPr>
          <w:rtl/>
          <w:lang w:bidi="fa-IR"/>
        </w:rPr>
        <w:t xml:space="preserve"> موانع پ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رنده</w:t>
      </w:r>
    </w:p>
    <w:p w:rsidR="0033429D" w:rsidRDefault="0033429D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A0486" w:rsidRDefault="005A0486" w:rsidP="009325ED">
      <w:pPr>
        <w:pStyle w:val="libNormal"/>
        <w:rPr>
          <w:rtl/>
          <w:lang w:bidi="fa-IR"/>
        </w:rPr>
      </w:pPr>
      <w:r w:rsidRPr="005A0486">
        <w:rPr>
          <w:rtl/>
          <w:lang w:bidi="fa-IR"/>
        </w:rPr>
        <w:t>ب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است که دانه ها نگاهدار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شوند و پرندگان به قدر روز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</w:t>
      </w:r>
      <w:r w:rsidRPr="005A0486">
        <w:rPr>
          <w:rtl/>
          <w:lang w:bidi="fa-IR"/>
        </w:rPr>
        <w:t xml:space="preserve"> از آنها برگ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رند</w:t>
      </w:r>
      <w:r w:rsidRPr="005A0486">
        <w:rPr>
          <w:rtl/>
          <w:lang w:bidi="fa-IR"/>
        </w:rPr>
        <w:t xml:space="preserve"> و ب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شتر</w:t>
      </w:r>
      <w:r w:rsidRPr="005A0486">
        <w:rPr>
          <w:rtl/>
          <w:lang w:bidi="fa-IR"/>
        </w:rPr>
        <w:t xml:space="preserve"> آن برا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آدم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بماند؛ ز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را</w:t>
      </w:r>
      <w:r w:rsidRPr="005A0486">
        <w:rPr>
          <w:rtl/>
          <w:lang w:bidi="fa-IR"/>
        </w:rPr>
        <w:t xml:space="preserve"> او از پرندگان مهمتر و ن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ازمندتر</w:t>
      </w:r>
      <w:r w:rsidRPr="005A0486">
        <w:rPr>
          <w:rtl/>
          <w:lang w:bidi="fa-IR"/>
        </w:rPr>
        <w:t xml:space="preserve"> است و هم او زحمت و مشقت بارور</w:t>
      </w:r>
      <w:r w:rsidRPr="005A0486">
        <w:rPr>
          <w:rFonts w:hint="cs"/>
          <w:rtl/>
          <w:lang w:bidi="fa-IR"/>
        </w:rPr>
        <w:t>ی</w:t>
      </w:r>
      <w:r w:rsidRPr="005A0486">
        <w:rPr>
          <w:rtl/>
          <w:lang w:bidi="fa-IR"/>
        </w:rPr>
        <w:t xml:space="preserve"> آن را بر دوش کش</w:t>
      </w:r>
      <w:r w:rsidRPr="005A0486">
        <w:rPr>
          <w:rFonts w:hint="cs"/>
          <w:rtl/>
          <w:lang w:bidi="fa-IR"/>
        </w:rPr>
        <w:t>ی</w:t>
      </w:r>
      <w:r w:rsidRPr="005A0486">
        <w:rPr>
          <w:rFonts w:hint="eastAsia"/>
          <w:rtl/>
          <w:lang w:bidi="fa-IR"/>
        </w:rPr>
        <w:t>ده</w:t>
      </w:r>
      <w:r w:rsidRPr="005A0486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D301FE">
      <w:pPr>
        <w:pStyle w:val="Heading2Center"/>
        <w:rPr>
          <w:rtl/>
          <w:lang w:bidi="fa-IR"/>
        </w:rPr>
      </w:pPr>
      <w:bookmarkStart w:id="125" w:name="_Toc488231786"/>
      <w:r w:rsidRPr="009325ED">
        <w:rPr>
          <w:rtl/>
          <w:lang w:bidi="fa-IR"/>
        </w:rPr>
        <w:t>حکمت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درخت و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bookmarkEnd w:id="125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درختان و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نظاره کن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از آنجا که درخت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بسان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همواره به غذا محتاج است، از طرف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مانند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دهان و حرکت ندارد که غذا را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رد،</w:t>
      </w:r>
      <w:r w:rsidRPr="009325ED">
        <w:rPr>
          <w:rtl/>
          <w:lang w:bidi="fa-IR"/>
        </w:rPr>
        <w:t xml:space="preserve">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در دل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فرو رفته تا غذا را (گاه از اعماق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>)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به شاخ و برگ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رساند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پس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مانن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مادر پرورش دهنده آن است و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ها چون دهان آن است که با آنها غذا را از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چنانکه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وانات،</w:t>
      </w:r>
      <w:r w:rsidRPr="009325ED">
        <w:rPr>
          <w:rtl/>
          <w:lang w:bidi="fa-IR"/>
        </w:rPr>
        <w:t xml:space="preserve"> کودکان خود را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چگونه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ها و ستونها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مه</w:t>
      </w:r>
      <w:r w:rsidRPr="009325ED">
        <w:rPr>
          <w:rtl/>
          <w:lang w:bidi="fa-IR"/>
        </w:rPr>
        <w:t xml:space="preserve"> از هر سو با طناب بسته شده تا بر پا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ستد،</w:t>
      </w:r>
      <w:r w:rsidRPr="009325ED">
        <w:rPr>
          <w:rtl/>
          <w:lang w:bidi="fa-IR"/>
        </w:rPr>
        <w:t xml:space="preserve"> نقش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نگردد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کج نباشد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است، تمام آنها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را در دل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به هر جانب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دوان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اند تا آن را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دار</w:t>
      </w:r>
      <w:r w:rsidRPr="009325ED">
        <w:rPr>
          <w:rtl/>
          <w:lang w:bidi="fa-IR"/>
        </w:rPr>
        <w:t xml:space="preserve"> و استوار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ستاده</w:t>
      </w:r>
      <w:r w:rsidRPr="009325ED">
        <w:rPr>
          <w:rtl/>
          <w:lang w:bidi="fa-IR"/>
        </w:rPr>
        <w:t xml:space="preserve"> نگاه دارند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نبود چگونه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نخل تنومند و بلند و صنوبر و چنار بزرگ و تناور در توفانها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سهمگ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بر پا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ستادند؟</w:t>
      </w:r>
    </w:p>
    <w:p w:rsidR="00D301F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به</w:t>
      </w:r>
      <w:r w:rsidRPr="009325ED">
        <w:rPr>
          <w:rtl/>
          <w:lang w:bidi="fa-IR"/>
        </w:rPr>
        <w:t xml:space="preserve"> حکمت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جل و علا بنگر که چگونه بر حکمت کار مردم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گرفته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در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مه</w:t>
      </w:r>
      <w:r w:rsidRPr="009325ED">
        <w:rPr>
          <w:rtl/>
          <w:lang w:bidi="fa-IR"/>
        </w:rPr>
        <w:t xml:space="preserve"> ها از آن بهره گرفتند، در 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حکمت و چاره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آنان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درخت جار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شده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درخت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به پا داشتن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مه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و ستون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مه</w:t>
      </w:r>
      <w:r w:rsidRPr="009325ED">
        <w:rPr>
          <w:rtl/>
          <w:lang w:bidi="fa-IR"/>
        </w:rPr>
        <w:t xml:space="preserve"> ها از چوب درختان است، پس صناعت مردم از 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گرفته شده است</w:t>
      </w:r>
      <w:r w:rsidR="008D0D19">
        <w:rPr>
          <w:rtl/>
          <w:lang w:bidi="fa-IR"/>
        </w:rPr>
        <w:t>.</w:t>
      </w:r>
    </w:p>
    <w:p w:rsidR="009325ED" w:rsidRPr="009325ED" w:rsidRDefault="00D301FE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D301FE">
      <w:pPr>
        <w:pStyle w:val="Heading2Center"/>
        <w:rPr>
          <w:rtl/>
          <w:lang w:bidi="fa-IR"/>
        </w:rPr>
      </w:pPr>
      <w:bookmarkStart w:id="126" w:name="_Toc488231787"/>
      <w:r w:rsidRPr="009325ED">
        <w:rPr>
          <w:rFonts w:hint="eastAsia"/>
          <w:rtl/>
          <w:lang w:bidi="fa-IR"/>
        </w:rPr>
        <w:t>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و وصف برگ درختان</w:t>
      </w:r>
      <w:bookmarkEnd w:id="126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برگ بنگر و تأمل کن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سطح تمام برگ را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چون رگ پوشان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است،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بزرگترند که به صورت طول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عرض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اند و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نازک و ظر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اند و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رگها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اصل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ماهرانه بافته شده اند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بشر با دست خود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کساله</w:t>
      </w:r>
      <w:r w:rsidRPr="009325ED">
        <w:rPr>
          <w:rtl/>
          <w:lang w:bidi="fa-IR"/>
        </w:rPr>
        <w:t xml:space="preserve"> قادر به ساخت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نبود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 در کار خود به ابزار، حرکت، کار و تلاش و سخن گفتن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داشت، در 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تنها در چند روز از فصل بهار، دشت و 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و کوه و صحرا سرشار آکنده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برگها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کار جز نفوذ </w:t>
      </w:r>
      <w:r w:rsidRPr="009325ED">
        <w:rPr>
          <w:rFonts w:hint="eastAsia"/>
          <w:rtl/>
          <w:lang w:bidi="fa-IR"/>
        </w:rPr>
        <w:t>اراده</w:t>
      </w:r>
      <w:r w:rsidRPr="009325ED">
        <w:rPr>
          <w:rtl/>
          <w:lang w:bidi="fa-IR"/>
        </w:rPr>
        <w:t xml:space="preserve"> ردنپذ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سخن، تلاش و حرکت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وجود ندارد</w:t>
      </w:r>
      <w:r w:rsidR="008D0D19">
        <w:rPr>
          <w:rtl/>
          <w:lang w:bidi="fa-IR"/>
        </w:rPr>
        <w:t>.</w:t>
      </w:r>
    </w:p>
    <w:p w:rsidR="00D301F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با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حال خوب است که راز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رگها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ظر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ف،</w:t>
      </w:r>
      <w:r w:rsidRPr="009325ED">
        <w:rPr>
          <w:rtl/>
          <w:lang w:bidi="fa-IR"/>
        </w:rPr>
        <w:t xml:space="preserve"> دق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و نازک را بدان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رگها که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کسره</w:t>
      </w:r>
      <w:r w:rsidRPr="009325ED">
        <w:rPr>
          <w:rtl/>
          <w:lang w:bidi="fa-IR"/>
        </w:rPr>
        <w:t xml:space="preserve"> برگ را پوشان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به آن، آب و املاح برساند چنانکه رگها در بدن پراکنده شدند تا غذا را به تمام اجزا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بدن برسانند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در برگ، رگها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بزرگتر و اصل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(گذشته از هدف مذکو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>) کار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دارند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رگها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بزرگتر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با 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استحکام خود، برگ را نگاه دارند و برگ، سست، پژمرده و پاره پاره نگردد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رو گاه که انسانها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خواهند صفحه و برگ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پارچه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="008D0D19">
        <w:rPr>
          <w:rtl/>
          <w:lang w:bidi="fa-IR"/>
        </w:rPr>
        <w:t>...</w:t>
      </w:r>
      <w:r w:rsidRPr="009325ED">
        <w:rPr>
          <w:rtl/>
          <w:lang w:bidi="fa-IR"/>
        </w:rPr>
        <w:t xml:space="preserve"> بسازند در طول و عرض آن از چوبها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محکم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بهره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Pr="009325ED">
        <w:rPr>
          <w:rtl/>
          <w:lang w:bidi="fa-IR"/>
        </w:rPr>
        <w:t xml:space="preserve"> تا سست و لرزان نگردد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پس بدان، اگر چه آدم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گاه به کنه و حق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قت</w:t>
      </w:r>
      <w:r w:rsidRPr="009325ED">
        <w:rPr>
          <w:rtl/>
          <w:lang w:bidi="fa-IR"/>
        </w:rPr>
        <w:t xml:space="preserve"> تداب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نهفته در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رسد، اما کار و صنعت او بنوع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تگر</w:t>
      </w:r>
      <w:r w:rsidRPr="009325ED">
        <w:rPr>
          <w:rtl/>
          <w:lang w:bidi="fa-IR"/>
        </w:rPr>
        <w:t xml:space="preserve">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D301FE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D301FE">
      <w:pPr>
        <w:pStyle w:val="Heading2Center"/>
        <w:rPr>
          <w:rtl/>
          <w:lang w:bidi="fa-IR"/>
        </w:rPr>
      </w:pPr>
      <w:bookmarkStart w:id="127" w:name="_Toc488231788"/>
      <w:r w:rsidRPr="009325ED">
        <w:rPr>
          <w:rFonts w:hint="eastAsia"/>
          <w:rtl/>
          <w:lang w:bidi="fa-IR"/>
        </w:rPr>
        <w:t>هسته</w:t>
      </w:r>
      <w:r w:rsidRPr="009325ED">
        <w:rPr>
          <w:rtl/>
          <w:lang w:bidi="fa-IR"/>
        </w:rPr>
        <w:t xml:space="preserve"> و دانه درخت و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bookmarkEnd w:id="127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</w:t>
      </w:r>
      <w:r w:rsidR="00D301F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هسته</w:t>
      </w:r>
      <w:r w:rsidR="00D301F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 </w:t>
      </w:r>
      <w:r w:rsidR="00D301F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دانه</w:t>
      </w:r>
      <w:r w:rsidR="00D301F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 راز آنها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کن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هسته در دل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قرار گرفته تا اگر مانع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کاشتن خود درخت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هسته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را پر کند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گاه که به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</w:t>
      </w:r>
      <w:r w:rsidRPr="009325ED">
        <w:rPr>
          <w:rtl/>
          <w:lang w:bidi="fa-IR"/>
        </w:rPr>
        <w:t xml:space="preserve"> و گرانقدر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فراوان است، (قدر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آن) در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نگاهدار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تا اگر آفت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آنها افتاد و حا</w:t>
      </w:r>
      <w:r w:rsidRPr="009325ED">
        <w:rPr>
          <w:rFonts w:hint="eastAsia"/>
          <w:rtl/>
          <w:lang w:bidi="fa-IR"/>
        </w:rPr>
        <w:t>دثه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رخ نمود، از آن در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داشته باش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هسته سخت و محکم،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نرم و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را نگاه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نبود،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شکست، آلوده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گشت، و بزود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فاسد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هسته ها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شکنند 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خورند و از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روغن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Pr="009325ED">
        <w:rPr>
          <w:rtl/>
          <w:lang w:bidi="fa-IR"/>
        </w:rPr>
        <w:t xml:space="preserve"> و در جاها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گوناگون استفاده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حال</w:t>
      </w:r>
      <w:r w:rsidRPr="009325ED">
        <w:rPr>
          <w:rtl/>
          <w:lang w:bidi="fa-IR"/>
        </w:rPr>
        <w:t xml:space="preserve"> که از (برخ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از) فوا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هسته و دانه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آنها آگاه گشت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که چرا از هسته، خرما و از دانه، انگور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آمد؟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 که به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خرما و انگور لذ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ذ</w:t>
      </w:r>
      <w:r w:rsidRPr="009325ED">
        <w:rPr>
          <w:rtl/>
          <w:lang w:bidi="fa-IR"/>
        </w:rPr>
        <w:t xml:space="preserve"> و خوشمزه،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ناخوردن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گر؛</w:t>
      </w:r>
      <w:r w:rsidRPr="009325ED">
        <w:rPr>
          <w:rtl/>
          <w:lang w:bidi="fa-IR"/>
        </w:rPr>
        <w:t xml:space="preserve"> سرو و چنار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جز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انسان را سود و لذت رسانند؟</w:t>
      </w:r>
    </w:p>
    <w:p w:rsidR="009325ED" w:rsidRPr="009325ED" w:rsidRDefault="009325ED" w:rsidP="00D301FE">
      <w:pPr>
        <w:pStyle w:val="Heading2Center"/>
        <w:rPr>
          <w:rtl/>
          <w:lang w:bidi="fa-IR"/>
        </w:rPr>
      </w:pPr>
      <w:bookmarkStart w:id="128" w:name="_Toc488231789"/>
      <w:r w:rsidRPr="009325ED">
        <w:rPr>
          <w:rtl/>
          <w:lang w:bidi="fa-IR"/>
        </w:rPr>
        <w:t>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نهفته در مرگ درختان و تجد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آنها</w:t>
      </w:r>
      <w:bookmarkEnd w:id="128"/>
    </w:p>
    <w:p w:rsidR="00D301F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انواع تداب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نهفته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درخت بنگر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هر سال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حرارت غر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در چوب آن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ماند و مواد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از آن زاده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آنگاه در همه جا پراکنده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 و چنانکه غذاها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متنوع و لذ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ذ</w:t>
      </w:r>
      <w:r w:rsidRPr="009325ED">
        <w:rPr>
          <w:rtl/>
          <w:lang w:bidi="fa-IR"/>
        </w:rPr>
        <w:t xml:space="preserve"> را به تو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دهند،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گوناگون و گوارا و خوش طعم به تو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شاخه ها همانند دست به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 دراز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</w:t>
      </w:r>
      <w:r w:rsidRPr="009325ED">
        <w:rPr>
          <w:rtl/>
          <w:lang w:bidi="fa-IR"/>
        </w:rPr>
        <w:t xml:space="preserve"> را در اخت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ارت</w:t>
      </w:r>
    </w:p>
    <w:p w:rsidR="00D301FE" w:rsidRDefault="00D301FE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نهند،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حانها</w:t>
      </w:r>
      <w:r w:rsidRPr="009325ED">
        <w:rPr>
          <w:rtl/>
          <w:lang w:bidi="fa-IR"/>
        </w:rPr>
        <w:t xml:space="preserve"> چنان در برابر تو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ستاده</w:t>
      </w:r>
      <w:r w:rsidRPr="009325ED">
        <w:rPr>
          <w:rtl/>
          <w:lang w:bidi="fa-IR"/>
        </w:rPr>
        <w:t xml:space="preserve"> اند که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خود را به تو هد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حساب و کتاب دق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و حکمت عظ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جز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رگر</w:t>
      </w:r>
      <w:r w:rsidRPr="009325ED">
        <w:rPr>
          <w:rtl/>
          <w:lang w:bidi="fa-IR"/>
        </w:rPr>
        <w:t xml:space="preserve">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از آن 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چرا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است؟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جز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آدم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از لذت و سود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بهره رسانند؟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شگفتا</w:t>
      </w:r>
      <w:r w:rsidRPr="009325ED">
        <w:rPr>
          <w:rtl/>
          <w:lang w:bidi="fa-IR"/>
        </w:rPr>
        <w:t>! که مردم به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سپاس بر نعمت، انکار منعم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کنند!</w:t>
      </w:r>
    </w:p>
    <w:p w:rsidR="009325ED" w:rsidRPr="009325ED" w:rsidRDefault="009325ED" w:rsidP="00E42936">
      <w:pPr>
        <w:pStyle w:val="Heading2Center"/>
        <w:rPr>
          <w:rtl/>
          <w:lang w:bidi="fa-IR"/>
        </w:rPr>
      </w:pPr>
      <w:bookmarkStart w:id="129" w:name="_Toc488231790"/>
      <w:r w:rsidRPr="009325ED">
        <w:rPr>
          <w:rFonts w:hint="eastAsia"/>
          <w:rtl/>
          <w:lang w:bidi="fa-IR"/>
        </w:rPr>
        <w:t>شگفت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انار و نشانه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هدفمند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خلقت</w:t>
      </w:r>
      <w:bookmarkEnd w:id="129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حکمت آم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و مدبرانه انار درس عبرت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(اگر با دقت در آن بنگر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>) در بخشها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از آن، بلند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از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دانه ها چنان در آن در صف و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است که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با دست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دانه ها را چند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قسم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هر قسم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از 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ظر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و نازک ماه</w:t>
      </w:r>
      <w:r w:rsidRPr="009325ED">
        <w:rPr>
          <w:rFonts w:hint="eastAsia"/>
          <w:rtl/>
          <w:lang w:bidi="fa-IR"/>
        </w:rPr>
        <w:t>رانه</w:t>
      </w:r>
      <w:r w:rsidRPr="009325ED">
        <w:rPr>
          <w:rtl/>
          <w:lang w:bidi="fa-IR"/>
        </w:rPr>
        <w:t xml:space="preserve"> بافته شده و جملگ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پوست محکم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گرفته است</w:t>
      </w:r>
      <w:r w:rsidR="008D0D19">
        <w:rPr>
          <w:rtl/>
          <w:lang w:bidi="fa-IR"/>
        </w:rPr>
        <w:t>.</w:t>
      </w:r>
    </w:p>
    <w:p w:rsidR="00E42936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انار،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کسره</w:t>
      </w:r>
      <w:r w:rsidRPr="009325ED">
        <w:rPr>
          <w:rtl/>
          <w:lang w:bidi="fa-IR"/>
        </w:rPr>
        <w:t xml:space="preserve"> دانه بود راه غذا به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دانه ها بسته بود، پس مطابق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از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دانه ها قرار گرفته و ته دانه ها به آن متصل است تا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طر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به دانه ها غذا برسد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مگر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دانه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انار در درون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کاشته شده آنگاه با آن 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ها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تا سست و لرزان نباشد و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آنها هم با پوست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استوار و محکم پوشان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تا دانه ها از آفتها نگاه داشته شوند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نها</w:t>
      </w:r>
      <w:r w:rsidRPr="009325ED">
        <w:rPr>
          <w:rtl/>
          <w:lang w:bidi="fa-IR"/>
        </w:rPr>
        <w:t xml:space="preserve"> تنها اندک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شگفت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انار است و اگر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درک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افتن</w:t>
      </w:r>
      <w:r w:rsidRPr="009325ED">
        <w:rPr>
          <w:rtl/>
          <w:lang w:bidi="fa-IR"/>
        </w:rPr>
        <w:t xml:space="preserve"> معارف و دانستن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افزونتر باشد اسرار و حکمتها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است اما تا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حد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درس عبرت و راه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بس است</w:t>
      </w:r>
      <w:r w:rsidR="008D0D19">
        <w:rPr>
          <w:rtl/>
          <w:lang w:bidi="fa-IR"/>
        </w:rPr>
        <w:t>.</w:t>
      </w:r>
    </w:p>
    <w:p w:rsidR="009325ED" w:rsidRPr="009325ED" w:rsidRDefault="00E4293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E42936">
      <w:pPr>
        <w:pStyle w:val="Heading2Center"/>
        <w:rPr>
          <w:rtl/>
          <w:lang w:bidi="fa-IR"/>
        </w:rPr>
      </w:pPr>
      <w:bookmarkStart w:id="130" w:name="_Toc488231791"/>
      <w:r w:rsidRPr="009325ED">
        <w:rPr>
          <w:rFonts w:hint="eastAsia"/>
          <w:rtl/>
          <w:lang w:bidi="fa-IR"/>
        </w:rPr>
        <w:t>بوته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</w:t>
      </w:r>
      <w:bookmarkEnd w:id="130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tl/>
          <w:lang w:bidi="fa-IR"/>
        </w:rPr>
        <w:t xml:space="preserve"> و بوته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و ناتوان به بار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؛</w:t>
      </w:r>
      <w:r w:rsidRPr="009325ED">
        <w:rPr>
          <w:rtl/>
          <w:lang w:bidi="fa-IR"/>
        </w:rPr>
        <w:t xml:space="preserve"> چون: کدو، خربزه،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tl/>
          <w:lang w:bidi="fa-IR"/>
        </w:rPr>
        <w:t xml:space="preserve"> و هندوانه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دهد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و در حکمت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کار فکر کن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آنگاه که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بر آن شد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بوته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چون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بار دهد، چنان مقرر گرد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بر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بگسترد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مانند کشت و درخت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ستاد</w:t>
      </w:r>
      <w:r w:rsidRPr="009325ED">
        <w:rPr>
          <w:rtl/>
          <w:lang w:bidi="fa-IR"/>
        </w:rPr>
        <w:t xml:space="preserve"> قادر به حمل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نبود و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آنکه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برسند و کامل شوند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هم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شکست</w:t>
      </w:r>
      <w:r w:rsidR="008D0D19">
        <w:rPr>
          <w:rtl/>
          <w:lang w:bidi="fa-IR"/>
        </w:rPr>
        <w:t>.</w:t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بنگر</w:t>
      </w:r>
      <w:r w:rsidRPr="009325ED">
        <w:rPr>
          <w:rtl/>
          <w:lang w:bidi="fa-IR"/>
        </w:rPr>
        <w:t xml:space="preserve"> که چگونه شاخ و برگش بر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گسترده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به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بوته،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را بر دوش حمل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تو به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بوته کدو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خربزه بنگر که چگونه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رامونش</w:t>
      </w:r>
      <w:r w:rsidRPr="009325ED">
        <w:rPr>
          <w:rtl/>
          <w:lang w:bidi="fa-IR"/>
        </w:rPr>
        <w:t xml:space="preserve"> را چند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فرا گرفته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گربه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بر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که بچه 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پهن شده اند </w:t>
      </w:r>
      <w:r w:rsidRPr="009325ED">
        <w:rPr>
          <w:rFonts w:hint="eastAsia"/>
          <w:rtl/>
          <w:lang w:bidi="fa-IR"/>
        </w:rPr>
        <w:t>و</w:t>
      </w:r>
      <w:r w:rsidRPr="009325ED">
        <w:rPr>
          <w:rtl/>
          <w:lang w:bidi="fa-IR"/>
        </w:rPr>
        <w:t xml:space="preserve"> از آن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خورند</w:t>
      </w:r>
      <w:r w:rsidR="008D0D19">
        <w:rPr>
          <w:rtl/>
          <w:lang w:bidi="fa-IR"/>
        </w:rPr>
        <w:t>.</w:t>
      </w:r>
    </w:p>
    <w:p w:rsidR="009325ED" w:rsidRPr="009325ED" w:rsidRDefault="009325ED" w:rsidP="00E42936">
      <w:pPr>
        <w:pStyle w:val="Heading2Center"/>
        <w:rPr>
          <w:rtl/>
          <w:lang w:bidi="fa-IR"/>
        </w:rPr>
      </w:pPr>
      <w:bookmarkStart w:id="131" w:name="_Toc488231792"/>
      <w:r w:rsidRPr="009325ED">
        <w:rPr>
          <w:rtl/>
          <w:lang w:bidi="fa-IR"/>
        </w:rPr>
        <w:t>زمان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با زمان احت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اج،</w:t>
      </w:r>
      <w:r w:rsidRPr="009325ED">
        <w:rPr>
          <w:rtl/>
          <w:lang w:bidi="fa-IR"/>
        </w:rPr>
        <w:t xml:space="preserve"> هماهنگ است</w:t>
      </w:r>
      <w:bookmarkEnd w:id="131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که انواع درختان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در زمان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قابل استفاده اند که به آنها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مثلا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له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tl/>
          <w:lang w:bidi="fa-IR"/>
        </w:rPr>
        <w:t xml:space="preserve"> حرارت تابستان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رسند تا انسان با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شوق 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آنها بهره ببرد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تابستان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زمستان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گذشته از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بدن به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گذارند باع</w:t>
      </w:r>
      <w:r w:rsidRPr="009325ED">
        <w:rPr>
          <w:rFonts w:hint="eastAsia"/>
          <w:rtl/>
          <w:lang w:bidi="fa-IR"/>
        </w:rPr>
        <w:t>ث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 که مردم، آن خواست و شوق را در مصرف آنها نداشته باشند و در نت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جه</w:t>
      </w:r>
      <w:r w:rsidRPr="009325ED">
        <w:rPr>
          <w:rtl/>
          <w:lang w:bidi="fa-IR"/>
        </w:rPr>
        <w:t xml:space="preserve"> با کراهت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جانب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ها بروند</w:t>
      </w:r>
      <w:r w:rsidR="008D0D19">
        <w:rPr>
          <w:rtl/>
          <w:lang w:bidi="fa-IR"/>
        </w:rPr>
        <w:t>.</w:t>
      </w:r>
    </w:p>
    <w:p w:rsidR="00E42936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گاه که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زمستان برسد (و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آن را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فصل عرضه کنند) جز افراد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مبالات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توجه به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انبار</w:t>
      </w:r>
      <w:r w:rsidRPr="009325ED">
        <w:rPr>
          <w:rtl/>
          <w:lang w:bidi="fa-IR"/>
        </w:rPr>
        <w:t xml:space="preserve"> و سودمند،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 مصرف</w:t>
      </w:r>
    </w:p>
    <w:p w:rsidR="00E42936" w:rsidRDefault="00E42936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کند؟</w:t>
      </w:r>
    </w:p>
    <w:p w:rsidR="009325ED" w:rsidRPr="009325ED" w:rsidRDefault="009325ED" w:rsidP="00041E1E">
      <w:pPr>
        <w:pStyle w:val="Heading2Center"/>
        <w:rPr>
          <w:rtl/>
          <w:lang w:bidi="fa-IR"/>
        </w:rPr>
      </w:pPr>
      <w:bookmarkStart w:id="132" w:name="_Toc488231793"/>
      <w:r w:rsidRPr="009325ED">
        <w:rPr>
          <w:rFonts w:hint="eastAsia"/>
          <w:rtl/>
          <w:lang w:bidi="fa-IR"/>
        </w:rPr>
        <w:t>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درخت نخل و فا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شاخه ها و چوب آن</w:t>
      </w:r>
      <w:bookmarkEnd w:id="132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در نخل فکر کن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از آنجا که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نخلها شمار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ماده و به تلق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ازمندند،</w:t>
      </w:r>
      <w:r w:rsidRPr="009325ED">
        <w:rPr>
          <w:rtl/>
          <w:lang w:bidi="fa-IR"/>
        </w:rPr>
        <w:t xml:space="preserve">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نخلها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شدند تا بدون غرس، عمل لقاح انجام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نخل نر مانند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نر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با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ماده لقاح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تا او حامله گردد و خود حمل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نداشته باشد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چگونگ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شاخه نخل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کن و بنگر که چگونه مانند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با دست بافته شده دارا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تار و پود است تا 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استحکام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در زمان بر دوش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خوشه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نشکند و آس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tl/>
          <w:lang w:bidi="fa-IR"/>
        </w:rPr>
        <w:t xml:space="preserve"> نب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 از بادها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تند و توفان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صدمه 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چنان محکم و سخت باشد که در کار ساختن ساختم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و سقفها و پلها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جاها استفاده شود؟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چوب</w:t>
      </w:r>
      <w:r w:rsidRPr="009325ED">
        <w:rPr>
          <w:rtl/>
          <w:lang w:bidi="fa-IR"/>
        </w:rPr>
        <w:t xml:space="preserve"> آن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بافته شده و درهم فرو رفته و تار و پود 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استحکام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در کار ساختن ابزار محکم استفاده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دقت کن که اگر 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استحکام آن چوب سنگ بود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 که در سقفها، در و پنجره ها، کرس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ها،</w:t>
      </w:r>
      <w:r w:rsidRPr="009325ED">
        <w:rPr>
          <w:rtl/>
          <w:lang w:bidi="fa-IR"/>
        </w:rPr>
        <w:t xml:space="preserve"> جعبه ها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به کار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041E1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 و ممتاز چوب آن است که بر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آب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ماند و فرو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مردم همه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خاص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چوب آگاهند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اهم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بزرگ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کار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خبرند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خاص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در چوب نبود چگونه کشت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غول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کر</w:t>
      </w:r>
      <w:r w:rsidRPr="009325ED">
        <w:rPr>
          <w:rtl/>
          <w:lang w:bidi="fa-IR"/>
        </w:rPr>
        <w:t xml:space="preserve">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مرکبها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توانستند بارها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چون کوه را حمل کنند؟ و </w:t>
      </w:r>
      <w:r w:rsidRPr="009325ED">
        <w:rPr>
          <w:rFonts w:hint="eastAsia"/>
          <w:rtl/>
          <w:lang w:bidi="fa-IR"/>
        </w:rPr>
        <w:t>مردم</w:t>
      </w:r>
      <w:r w:rsidRPr="009325ED">
        <w:rPr>
          <w:rtl/>
          <w:lang w:bidi="fa-IR"/>
        </w:rPr>
        <w:t xml:space="preserve"> چگونه از حمل دشوار بار از سرزم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راحت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شدند؟ اگر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نبود مردم در</w:t>
      </w:r>
    </w:p>
    <w:p w:rsidR="00041E1E" w:rsidRDefault="00041E1E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افتادند و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زها</w:t>
      </w:r>
      <w:r w:rsidRPr="009325ED">
        <w:rPr>
          <w:rtl/>
          <w:lang w:bidi="fa-IR"/>
        </w:rPr>
        <w:t xml:space="preserve"> در سرزم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</w:t>
      </w:r>
      <w:r w:rsidRPr="009325ED">
        <w:rPr>
          <w:rtl/>
          <w:lang w:bidi="fa-IR"/>
        </w:rPr>
        <w:t xml:space="preserve">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کم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</w:t>
      </w:r>
      <w:r w:rsidR="008D0D19">
        <w:rPr>
          <w:rtl/>
          <w:lang w:bidi="fa-IR"/>
        </w:rPr>
        <w:t>.</w:t>
      </w:r>
    </w:p>
    <w:p w:rsidR="009325ED" w:rsidRPr="009325ED" w:rsidRDefault="009325ED" w:rsidP="00041E1E">
      <w:pPr>
        <w:pStyle w:val="Heading2Center"/>
        <w:rPr>
          <w:rtl/>
          <w:lang w:bidi="fa-IR"/>
        </w:rPr>
      </w:pPr>
      <w:bookmarkStart w:id="133" w:name="_Toc488231794"/>
      <w:r w:rsidRPr="009325ED">
        <w:rPr>
          <w:rFonts w:hint="eastAsia"/>
          <w:rtl/>
          <w:lang w:bidi="fa-IR"/>
        </w:rPr>
        <w:t>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bookmarkEnd w:id="133"/>
    </w:p>
    <w:p w:rsidR="009325ED" w:rsidRPr="009325ED" w:rsidRDefault="009325ED" w:rsidP="00041E1E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هر کدام در ته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خاص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روند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: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مانند </w:t>
      </w:r>
      <w:r w:rsidR="00041E1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شاه تره</w:t>
      </w:r>
      <w:r w:rsidR="00041E1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در عروق، اعماق و مفاصل بدن فرو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رود و مواد 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سنگ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را دفع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چون: </w:t>
      </w:r>
      <w:r w:rsidR="00041E1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افت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مون</w:t>
      </w:r>
      <w:r w:rsidR="00041E1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مواد سودا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را از بدن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کشد،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چون </w:t>
      </w:r>
      <w:r w:rsidR="00041E1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سکب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</w:t>
      </w:r>
      <w:r w:rsidR="00041E1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ورمها و همانند آنها ر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و</w:t>
      </w:r>
      <w:r w:rsidR="008D0D19">
        <w:rPr>
          <w:rtl/>
          <w:lang w:bidi="fa-IR"/>
        </w:rPr>
        <w:t>...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چه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مصالح را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ها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است؟ و چه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مردم را نسبت به آنها آگاه کرد جز آنکه آنها را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آورد؟ و چنانکه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پنداشته اند، کجا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واقع با ذهن و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و ذکاوت و تجربه آموز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به انسان عنا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شده او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تواند به آنها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ببرد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</w:t>
      </w:r>
      <w:r w:rsidRPr="009325ED">
        <w:rPr>
          <w:rtl/>
          <w:lang w:bidi="fa-IR"/>
        </w:rPr>
        <w:t xml:space="preserve"> چگونه از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ژگ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آگاهند و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درندگان، زخم خود را با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درمان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و پرنده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 حقنه کردن،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بوست</w:t>
      </w:r>
      <w:r w:rsidRPr="009325ED">
        <w:rPr>
          <w:rtl/>
          <w:lang w:bidi="fa-IR"/>
        </w:rPr>
        <w:t xml:space="preserve"> خود را درمان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موارد (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</w:t>
      </w:r>
      <w:r w:rsidRPr="009325ED">
        <w:rPr>
          <w:rtl/>
          <w:lang w:bidi="fa-IR"/>
        </w:rPr>
        <w:t xml:space="preserve"> از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استفاده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کنند)؟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چه</w:t>
      </w:r>
      <w:r w:rsidRPr="009325ED">
        <w:rPr>
          <w:rtl/>
          <w:lang w:bidi="fa-IR"/>
        </w:rPr>
        <w:t xml:space="preserve"> بسا (در آغاز) در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دشت و صحرا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ترد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بگو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مناطق که انسان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زندگ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داروها 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دند</w:t>
      </w:r>
      <w:r w:rsidRPr="009325ED">
        <w:rPr>
          <w:rtl/>
          <w:lang w:bidi="fa-IR"/>
        </w:rPr>
        <w:t xml:space="preserve"> و به کار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در 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ست،</w:t>
      </w:r>
      <w:r w:rsidRPr="009325ED">
        <w:rPr>
          <w:rtl/>
          <w:lang w:bidi="fa-IR"/>
        </w:rPr>
        <w:t xml:space="preserve"> شاخ و برگشان غذا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وانات،</w:t>
      </w:r>
      <w:r w:rsidRPr="009325ED">
        <w:rPr>
          <w:rtl/>
          <w:lang w:bidi="fa-IR"/>
        </w:rPr>
        <w:t xml:space="preserve"> دانه ها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پرندگان، چوبها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خشک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استفاده انسان است و آدم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آنها در درمان و معالجه استفاده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041E1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از بعض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دباغ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پوستها، از بعض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رنگ آم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ا،</w:t>
      </w:r>
      <w:r w:rsidRPr="009325ED">
        <w:rPr>
          <w:rtl/>
          <w:lang w:bidi="fa-IR"/>
        </w:rPr>
        <w:t xml:space="preserve"> و</w:t>
      </w:r>
      <w:r w:rsidR="008D0D19">
        <w:rPr>
          <w:rtl/>
          <w:lang w:bidi="fa-IR"/>
        </w:rPr>
        <w:t>...</w:t>
      </w:r>
      <w:r w:rsidRPr="009325ED">
        <w:rPr>
          <w:rtl/>
          <w:lang w:bidi="fa-IR"/>
        </w:rPr>
        <w:t xml:space="preserve"> استفاده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9325ED" w:rsidRPr="009325ED" w:rsidRDefault="00041E1E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tl/>
          <w:lang w:bidi="fa-IR"/>
        </w:rPr>
        <w:t xml:space="preserve"> </w:t>
      </w:r>
      <w:r w:rsidR="00041E1E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زر</w:t>
      </w:r>
      <w:r w:rsidR="00041E1E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از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زتر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کوچکتر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اهان</w:t>
      </w:r>
      <w:r w:rsidRPr="009325ED">
        <w:rPr>
          <w:rtl/>
          <w:lang w:bidi="fa-IR"/>
        </w:rPr>
        <w:t xml:space="preserve"> به شمار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tl/>
          <w:lang w:bidi="fa-IR"/>
        </w:rPr>
        <w:t xml:space="preserve"> و همانند آن، سود و مصلحت فراوان نهفته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زر</w:t>
      </w:r>
      <w:r w:rsidRPr="009325ED">
        <w:rPr>
          <w:rtl/>
          <w:lang w:bidi="fa-IR"/>
        </w:rPr>
        <w:t xml:space="preserve"> کاغذها ساخته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که پادشاهان و رعا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را به کار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حص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دست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همه مردم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برند، غلافها به دست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نگاهدار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ظروف آبگ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</w:t>
      </w:r>
      <w:r w:rsidRPr="009325ED">
        <w:rPr>
          <w:rtl/>
          <w:lang w:bidi="fa-IR"/>
        </w:rPr>
        <w:t xml:space="preserve"> و 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آن استفاده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ظرفها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شکستن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نهند تا نشکند و</w:t>
      </w:r>
      <w:r w:rsidR="008D0D19">
        <w:rPr>
          <w:rtl/>
          <w:lang w:bidi="fa-IR"/>
        </w:rPr>
        <w:t>...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در صغ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کب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و درشت و با ارزش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ارزش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مصالح فراوان نهفته شده درس عبرت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پست تر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آنها عذره انسان و سرگ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است که کثافت و نجاست در آن گرد آمده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کشتزارها و سبز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از چنان ارزش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برخوردار است که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را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رد،</w:t>
      </w:r>
      <w:r w:rsidRPr="009325ED">
        <w:rPr>
          <w:rtl/>
          <w:lang w:bidi="fa-IR"/>
        </w:rPr>
        <w:t xml:space="preserve"> تا جا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آنچنان رشد و نمو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برخوردار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مگر با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از مردم دفع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گاه به آن نزد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بدان</w:t>
      </w:r>
      <w:r w:rsidRPr="009325ED">
        <w:rPr>
          <w:rtl/>
          <w:lang w:bidi="fa-IR"/>
        </w:rPr>
        <w:t xml:space="preserve"> که منزلت و مکانت هر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حسب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</w:t>
      </w:r>
      <w:r w:rsidRPr="009325ED">
        <w:rPr>
          <w:rtl/>
          <w:lang w:bidi="fa-IR"/>
        </w:rPr>
        <w:t xml:space="preserve"> آن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بلکه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دو، دو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</w:t>
      </w:r>
      <w:r w:rsidRPr="009325ED">
        <w:rPr>
          <w:rtl/>
          <w:lang w:bidi="fa-IR"/>
        </w:rPr>
        <w:t xml:space="preserve"> متفاوتند که در دو بازار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چه بسا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بازار کاسب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ارزش و کم فا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باشد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دان</w:t>
      </w:r>
      <w:r w:rsidRPr="009325ED">
        <w:rPr>
          <w:rtl/>
          <w:lang w:bidi="fa-IR"/>
        </w:rPr>
        <w:t xml:space="preserve"> دانش، ارزشمند و بلکه نف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</w:t>
      </w:r>
      <w:r w:rsidRPr="009325ED">
        <w:rPr>
          <w:rtl/>
          <w:lang w:bidi="fa-IR"/>
        </w:rPr>
        <w:t xml:space="preserve"> باشد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پس</w:t>
      </w:r>
      <w:r w:rsidRPr="009325ED">
        <w:rPr>
          <w:rtl/>
          <w:lang w:bidi="fa-IR"/>
        </w:rPr>
        <w:t xml:space="preserve"> به خاطر کم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اعتبار مشمار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فتگان</w:t>
      </w:r>
      <w:r w:rsidRPr="009325ED">
        <w:rPr>
          <w:rtl/>
          <w:lang w:bidi="fa-IR"/>
        </w:rPr>
        <w:t xml:space="preserve"> و طالبان دانش 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به خواص عذره و مدفوع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بردند آن را با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گران و با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متها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دند</w:t>
      </w:r>
      <w:r w:rsidR="008D0D19">
        <w:rPr>
          <w:rtl/>
          <w:lang w:bidi="fa-IR"/>
        </w:rPr>
        <w:t>.</w:t>
      </w:r>
    </w:p>
    <w:p w:rsidR="00041E1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مفضل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وقت ظهر شد و مولا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اقامه نماز برخاستند و فرمودند: به خواست خدا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جل و علا بامدادان به نزد من آ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از آنچه به من آموخته بود شادمان و فرحناک بودم و خدا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در برابر نعماتش سپاس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گفتم برخاستم و شبانگاه را با سر</w:t>
      </w:r>
      <w:r w:rsidRPr="009325ED">
        <w:rPr>
          <w:rFonts w:hint="eastAsia"/>
          <w:rtl/>
          <w:lang w:bidi="fa-IR"/>
        </w:rPr>
        <w:t>ور</w:t>
      </w:r>
      <w:r w:rsidRPr="009325ED">
        <w:rPr>
          <w:rtl/>
          <w:lang w:bidi="fa-IR"/>
        </w:rPr>
        <w:t xml:space="preserve"> و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تمام آرم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دم</w:t>
      </w:r>
      <w:r w:rsidR="008D0D19">
        <w:rPr>
          <w:rtl/>
          <w:lang w:bidi="fa-IR"/>
        </w:rPr>
        <w:t>.</w:t>
      </w:r>
    </w:p>
    <w:p w:rsidR="009325ED" w:rsidRPr="009325ED" w:rsidRDefault="00041E1E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041E1E">
      <w:pPr>
        <w:pStyle w:val="Heading1Center"/>
        <w:rPr>
          <w:rtl/>
          <w:lang w:bidi="fa-IR"/>
        </w:rPr>
      </w:pPr>
      <w:bookmarkStart w:id="134" w:name="_Toc488231795"/>
      <w:r w:rsidRPr="009325ED">
        <w:rPr>
          <w:rFonts w:hint="eastAsia"/>
          <w:rtl/>
          <w:lang w:bidi="fa-IR"/>
        </w:rPr>
        <w:t>مجلس</w:t>
      </w:r>
      <w:r w:rsidRPr="009325ED">
        <w:rPr>
          <w:rtl/>
          <w:lang w:bidi="fa-IR"/>
        </w:rPr>
        <w:t xml:space="preserve"> چهارم</w:t>
      </w:r>
      <w:bookmarkEnd w:id="134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مفضل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بامداد روز چهارم، به خدمت مولا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شتافتم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به من اجازه ورود داده 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به فرمان امام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بر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نشستم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آنگاه امام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فرمود: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ماست تحم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تسب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ح</w:t>
      </w:r>
      <w:r w:rsidRPr="009325ED">
        <w:rPr>
          <w:rtl/>
          <w:lang w:bidi="fa-IR"/>
        </w:rPr>
        <w:t xml:space="preserve"> و تعظ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</w:t>
      </w:r>
      <w:r w:rsidRPr="009325ED">
        <w:rPr>
          <w:rtl/>
          <w:lang w:bidi="fa-IR"/>
        </w:rPr>
        <w:t xml:space="preserve"> اسم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از همه 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متر</w:t>
      </w:r>
      <w:r w:rsidRPr="009325ED">
        <w:rPr>
          <w:rtl/>
          <w:lang w:bidi="fa-IR"/>
        </w:rPr>
        <w:t xml:space="preserve"> و نور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از همه بزرگتر است، آن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بلند مرتبه و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tl/>
          <w:lang w:bidi="fa-IR"/>
        </w:rPr>
        <w:t xml:space="preserve"> آگاه، صاحب جلالت و اکرام،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ننده</w:t>
      </w:r>
      <w:r w:rsidRPr="009325ED">
        <w:rPr>
          <w:rtl/>
          <w:lang w:bidi="fa-IR"/>
        </w:rPr>
        <w:t xml:space="preserve"> همه هست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فان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کننده تمام عالمها و روزگاران، صاحب سر مستور و 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tl/>
          <w:lang w:bidi="fa-IR"/>
        </w:rPr>
        <w:t xml:space="preserve"> محظور و نام مخزون و علم مکنون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صلو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و برکات او بر رساننده وح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رسالت باد،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او را بش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نذ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به اذنش دعوت کننده به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خدا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چراغ روشنا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بخش برگز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تا آن که هلاک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با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</w:t>
      </w:r>
      <w:r w:rsidRPr="009325ED">
        <w:rPr>
          <w:rtl/>
          <w:lang w:bidi="fa-IR"/>
        </w:rPr>
        <w:t xml:space="preserve"> باشد و آن که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Pr="009325ED">
        <w:rPr>
          <w:rtl/>
          <w:lang w:bidi="fa-IR"/>
        </w:rPr>
        <w:t xml:space="preserve"> با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</w:t>
      </w:r>
      <w:r w:rsidRPr="009325ED">
        <w:rPr>
          <w:rtl/>
          <w:lang w:bidi="fa-IR"/>
        </w:rPr>
        <w:t xml:space="preserve"> باشد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(سوره انفال،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42)</w:t>
      </w:r>
    </w:p>
    <w:p w:rsidR="00041E1E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جانب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جل و علا بر او و خاندانش صلوات پاک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</w:t>
      </w:r>
      <w:r w:rsidRPr="009325ED">
        <w:rPr>
          <w:rtl/>
          <w:lang w:bidi="fa-IR"/>
        </w:rPr>
        <w:t xml:space="preserve"> و تح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ات</w:t>
      </w:r>
      <w:r w:rsidRPr="009325ED">
        <w:rPr>
          <w:rtl/>
          <w:lang w:bidi="fa-IR"/>
        </w:rPr>
        <w:t xml:space="preserve"> زاک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و 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نده</w:t>
      </w:r>
      <w:r w:rsidRPr="009325ED">
        <w:rPr>
          <w:rtl/>
          <w:lang w:bidi="fa-IR"/>
        </w:rPr>
        <w:t xml:space="preserve"> باد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روزگاران در گذشته و حال بر او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سلام و رحمت و برکات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باد؛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آنان شا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سته</w:t>
      </w:r>
      <w:r w:rsidRPr="009325ED">
        <w:rPr>
          <w:rtl/>
          <w:lang w:bidi="fa-IR"/>
        </w:rPr>
        <w:t xml:space="preserve"> و مستحق آن هستند</w:t>
      </w:r>
      <w:r w:rsidR="008D0D19">
        <w:rPr>
          <w:rtl/>
          <w:lang w:bidi="fa-IR"/>
        </w:rPr>
        <w:t>.</w:t>
      </w:r>
    </w:p>
    <w:p w:rsidR="009325ED" w:rsidRPr="009325ED" w:rsidRDefault="00041E1E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نش،</w:t>
      </w:r>
      <w:r w:rsidRPr="009325ED">
        <w:rPr>
          <w:rtl/>
          <w:lang w:bidi="fa-IR"/>
        </w:rPr>
        <w:t xml:space="preserve"> نمونه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هدفمند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انسان،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اه،</w:t>
      </w:r>
      <w:r w:rsidRPr="009325ED">
        <w:rPr>
          <w:rtl/>
          <w:lang w:bidi="fa-IR"/>
        </w:rPr>
        <w:t xml:space="preserve"> درخت و جز آنها را چنان برا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شرح دادم که اهل عبرت از آن عبرت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</w:t>
      </w:r>
      <w:r w:rsidRPr="009325ED">
        <w:rPr>
          <w:rtl/>
          <w:lang w:bidi="fa-IR"/>
        </w:rPr>
        <w:t xml:space="preserve"> به شرح آفتها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پردازم که گاه نادانان آنها را بهانه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Pr="009325ED">
        <w:rPr>
          <w:rtl/>
          <w:lang w:bidi="fa-IR"/>
        </w:rPr>
        <w:t xml:space="preserve">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و هدف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در کار او را انکار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به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عق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گروه معطله و اصحاب 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پردازم که حکمت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مص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بتها</w:t>
      </w:r>
      <w:r w:rsidRPr="009325ED">
        <w:rPr>
          <w:rtl/>
          <w:lang w:bidi="fa-IR"/>
        </w:rPr>
        <w:t xml:space="preserve"> و مرگ و فنا را انکار کردند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به رد ک</w:t>
      </w:r>
      <w:r w:rsidRPr="009325ED">
        <w:rPr>
          <w:rFonts w:hint="eastAsia"/>
          <w:rtl/>
          <w:lang w:bidi="fa-IR"/>
        </w:rPr>
        <w:t>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پردازم که به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اعتقاد دارند و همه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را بالعرض و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</w:t>
      </w:r>
      <w:r w:rsidRPr="00271FE6">
        <w:rPr>
          <w:rStyle w:val="libBold1Char"/>
          <w:rtl/>
        </w:rPr>
        <w:t>خدا</w:t>
      </w:r>
      <w:r w:rsidRPr="00271FE6">
        <w:rPr>
          <w:rStyle w:val="libBold1Char"/>
          <w:rFonts w:hint="cs"/>
          <w:rtl/>
        </w:rPr>
        <w:t>ی</w:t>
      </w:r>
      <w:r w:rsidRPr="00271FE6">
        <w:rPr>
          <w:rStyle w:val="libBold1Char"/>
          <w:rFonts w:hint="eastAsia"/>
          <w:rtl/>
        </w:rPr>
        <w:t>،</w:t>
      </w:r>
      <w:r w:rsidRPr="00271FE6">
        <w:rPr>
          <w:rStyle w:val="libBold1Char"/>
          <w:rtl/>
        </w:rPr>
        <w:t xml:space="preserve"> ا</w:t>
      </w:r>
      <w:r w:rsidRPr="00271FE6">
        <w:rPr>
          <w:rStyle w:val="libBold1Char"/>
          <w:rFonts w:hint="cs"/>
          <w:rtl/>
        </w:rPr>
        <w:t>ی</w:t>
      </w:r>
      <w:r w:rsidRPr="00271FE6">
        <w:rPr>
          <w:rStyle w:val="libBold1Char"/>
          <w:rFonts w:hint="eastAsia"/>
          <w:rtl/>
        </w:rPr>
        <w:t>نان</w:t>
      </w:r>
      <w:r w:rsidRPr="00271FE6">
        <w:rPr>
          <w:rStyle w:val="libBold1Char"/>
          <w:rtl/>
        </w:rPr>
        <w:t xml:space="preserve"> را بکشد از جانب حق به کدام سو</w:t>
      </w:r>
      <w:r w:rsidRPr="00271FE6">
        <w:rPr>
          <w:rStyle w:val="libBold1Char"/>
          <w:rFonts w:hint="cs"/>
          <w:rtl/>
        </w:rPr>
        <w:t>ی</w:t>
      </w:r>
      <w:r w:rsidRPr="00271FE6">
        <w:rPr>
          <w:rStyle w:val="libBold1Char"/>
          <w:rtl/>
        </w:rPr>
        <w:t xml:space="preserve"> م</w:t>
      </w:r>
      <w:r w:rsidRPr="00271FE6">
        <w:rPr>
          <w:rStyle w:val="libBold1Char"/>
          <w:rFonts w:hint="cs"/>
          <w:rtl/>
        </w:rPr>
        <w:t>ی</w:t>
      </w:r>
      <w:r w:rsidRPr="00271FE6">
        <w:rPr>
          <w:rStyle w:val="libBold1Char"/>
          <w:rtl/>
        </w:rPr>
        <w:t xml:space="preserve"> گر</w:t>
      </w:r>
      <w:r w:rsidRPr="00271FE6">
        <w:rPr>
          <w:rStyle w:val="libBold1Char"/>
          <w:rFonts w:hint="cs"/>
          <w:rtl/>
        </w:rPr>
        <w:t>ی</w:t>
      </w:r>
      <w:r w:rsidRPr="00271FE6">
        <w:rPr>
          <w:rStyle w:val="libBold1Char"/>
          <w:rFonts w:hint="eastAsia"/>
          <w:rtl/>
        </w:rPr>
        <w:t>زند</w:t>
      </w:r>
      <w:r w:rsidRPr="009325ED">
        <w:rPr>
          <w:rFonts w:hint="eastAsia"/>
          <w:rtl/>
          <w:lang w:bidi="fa-IR"/>
        </w:rPr>
        <w:t>؟</w:t>
      </w:r>
      <w:r w:rsidRPr="009325ED">
        <w:rPr>
          <w:rtl/>
          <w:lang w:bidi="fa-IR"/>
        </w:rPr>
        <w:t>! (سوره توبه،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30)</w:t>
      </w:r>
    </w:p>
    <w:p w:rsidR="009325ED" w:rsidRPr="009325ED" w:rsidRDefault="009325ED" w:rsidP="00271FE6">
      <w:pPr>
        <w:pStyle w:val="Heading2Center"/>
        <w:rPr>
          <w:rtl/>
          <w:lang w:bidi="fa-IR"/>
        </w:rPr>
      </w:pPr>
      <w:bookmarkStart w:id="135" w:name="_Toc488231796"/>
      <w:r w:rsidRPr="009325ED">
        <w:rPr>
          <w:rtl/>
          <w:lang w:bidi="fa-IR"/>
        </w:rPr>
        <w:t>بلاها، عق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نادانان و پاسخ به شبهه آنان</w:t>
      </w:r>
      <w:bookmarkEnd w:id="135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مردم نادان، بلاها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را که گاه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ند؛</w:t>
      </w:r>
      <w:r w:rsidRPr="009325ED">
        <w:rPr>
          <w:rtl/>
          <w:lang w:bidi="fa-IR"/>
        </w:rPr>
        <w:t xml:space="preserve"> چون: وبا،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رقان،</w:t>
      </w:r>
      <w:r w:rsidRPr="009325ED">
        <w:rPr>
          <w:rtl/>
          <w:lang w:bidi="fa-IR"/>
        </w:rPr>
        <w:t xml:space="preserve"> تگرگ، ملخ و</w:t>
      </w:r>
      <w:r w:rsidR="008D0D19">
        <w:rPr>
          <w:rtl/>
          <w:lang w:bidi="fa-IR"/>
        </w:rPr>
        <w:t>...</w:t>
      </w:r>
      <w:r w:rsidRPr="009325ED">
        <w:rPr>
          <w:rtl/>
          <w:lang w:bidi="fa-IR"/>
        </w:rPr>
        <w:t>(که باعث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فراوان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شوند) بهانه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Pr="009325ED">
        <w:rPr>
          <w:rtl/>
          <w:lang w:bidi="fa-IR"/>
        </w:rPr>
        <w:t xml:space="preserve"> و به انکار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و حکمت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پردازند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گروه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گفت: اگر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کار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ست،</w:t>
      </w:r>
      <w:r w:rsidRPr="009325ED">
        <w:rPr>
          <w:rtl/>
          <w:lang w:bidi="fa-IR"/>
        </w:rPr>
        <w:t xml:space="preserve"> چرا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سخت تر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آفات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آسمان بر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افتد؟ و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فرو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رود و متلاش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گاه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از طلوع کردن باز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ستد</w:t>
      </w:r>
      <w:r w:rsidRPr="009325ED">
        <w:rPr>
          <w:rtl/>
          <w:lang w:bidi="fa-IR"/>
        </w:rPr>
        <w:t xml:space="preserve"> و رودخانه ها و چشمه ساران خشک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تا قطره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آب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باد (برا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مدتها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اد</w:t>
      </w:r>
      <w:r w:rsidRPr="009325ED">
        <w:rPr>
          <w:rtl/>
          <w:lang w:bidi="fa-IR"/>
        </w:rPr>
        <w:t>)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ستد</w:t>
      </w:r>
      <w:r w:rsidRPr="009325ED">
        <w:rPr>
          <w:rtl/>
          <w:lang w:bidi="fa-IR"/>
        </w:rPr>
        <w:t xml:space="preserve"> تا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گند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و فاسد شود؟</w:t>
      </w:r>
    </w:p>
    <w:p w:rsidR="00271FE6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آب آنقدر فوران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که سرزم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را غرق کند؟</w:t>
      </w:r>
    </w:p>
    <w:p w:rsidR="009325ED" w:rsidRPr="009325ED" w:rsidRDefault="00271FE6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وبا و هجوم ملخها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بلاها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ادامه ندارد تا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عالم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نابود شود بلکه گاه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پس از چند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روند؟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جهان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 بلاها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 در امان است و تنها گاه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درد و بلاها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آسان گرفتار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شود؟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مردم ادب شوند و استقامت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ادامه ندارد، بلکه آنگاه که مردم ناام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برطرف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وقوع آنها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مردم درس </w:t>
      </w:r>
      <w:r w:rsidRPr="009325ED">
        <w:rPr>
          <w:rFonts w:hint="eastAsia"/>
          <w:rtl/>
          <w:lang w:bidi="fa-IR"/>
        </w:rPr>
        <w:t>عبرت</w:t>
      </w:r>
      <w:r w:rsidRPr="009325ED">
        <w:rPr>
          <w:rtl/>
          <w:lang w:bidi="fa-IR"/>
        </w:rPr>
        <w:t xml:space="preserve"> و موعظه و رفتن و برداشتن آنها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رحمت و لطف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ملحدان</w:t>
      </w:r>
      <w:r w:rsidRPr="009325ED">
        <w:rPr>
          <w:rtl/>
          <w:lang w:bidi="fa-IR"/>
        </w:rPr>
        <w:t xml:space="preserve"> و اصحاب 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بلاها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را که بر مردم وارد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انکار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اگر جهان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با رأفت و مهربان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داشت، چرا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و مص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بتها</w:t>
      </w:r>
      <w:r w:rsidRPr="009325ED">
        <w:rPr>
          <w:rtl/>
          <w:lang w:bidi="fa-IR"/>
        </w:rPr>
        <w:t xml:space="preserve"> در آن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د؟</w:t>
      </w:r>
      <w:r w:rsidRPr="009325ED">
        <w:rPr>
          <w:rtl/>
          <w:lang w:bidi="fa-IR"/>
        </w:rPr>
        <w:t xml:space="preserve"> آنان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خواهند که انسان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دشوار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بلا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بچ</w:t>
      </w:r>
      <w:r w:rsidRPr="009325ED">
        <w:rPr>
          <w:rFonts w:hint="eastAsia"/>
          <w:rtl/>
          <w:lang w:bidi="fa-IR"/>
        </w:rPr>
        <w:t>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او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همواره خوش باشد</w:t>
      </w:r>
      <w:r w:rsidR="008D0D19">
        <w:rPr>
          <w:rtl/>
          <w:lang w:bidi="fa-IR"/>
        </w:rPr>
        <w:t>.</w:t>
      </w:r>
    </w:p>
    <w:p w:rsidR="00271FE6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اگر انسان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باشد، استکبار، سرمست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او را به فساد در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کشانند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رفاه طلبان و کسان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امن و آسا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رشد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فسادها سقوط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گاه 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فراموش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که انسان هستند، پروردگار و سرپرست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eastAsia"/>
          <w:rtl/>
          <w:lang w:bidi="fa-IR"/>
        </w:rPr>
        <w:t>دارند،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آنان خواهد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ناخواسته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واقع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شود،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فان</w:t>
      </w:r>
      <w:r w:rsidRPr="009325ED">
        <w:rPr>
          <w:rtl/>
          <w:lang w:bidi="fa-IR"/>
        </w:rPr>
        <w:t xml:space="preserve"> را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کنند، فق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ران</w:t>
      </w:r>
      <w:r w:rsidRPr="009325ED">
        <w:rPr>
          <w:rtl/>
          <w:lang w:bidi="fa-IR"/>
        </w:rPr>
        <w:t xml:space="preserve"> را کمک رسانند، بر مبتلا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و گرفتارآمدگان رحم کنند و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ناتوانان و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چارگان</w:t>
      </w:r>
      <w:r w:rsidRPr="009325ED">
        <w:rPr>
          <w:rtl/>
          <w:lang w:bidi="fa-IR"/>
        </w:rPr>
        <w:t xml:space="preserve"> دل بسوزانند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انسان در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گرفتار آمد و طعم تلخ آنها را چش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موعظه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چشم خود را در برابر آنچه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دانست و از آنها در غفلت بود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به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وظا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خود آگاه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به آنها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پردازد</w:t>
      </w:r>
      <w:r w:rsidR="008D0D19">
        <w:rPr>
          <w:rtl/>
          <w:lang w:bidi="fa-IR"/>
        </w:rPr>
        <w:t>.</w:t>
      </w:r>
    </w:p>
    <w:p w:rsidR="009325ED" w:rsidRDefault="00271FE6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آنانکه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و مص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بتها</w:t>
      </w:r>
      <w:r w:rsidRPr="009325ED">
        <w:rPr>
          <w:rtl/>
          <w:lang w:bidi="fa-IR"/>
        </w:rPr>
        <w:t xml:space="preserve"> را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و خال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حکمت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پندارند مانند کودکان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هستند که داروها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تلخ و شفابخش را نکوهش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و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از غذاها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انبار</w:t>
      </w:r>
      <w:r w:rsidRPr="009325ED">
        <w:rPr>
          <w:rtl/>
          <w:lang w:bidi="fa-IR"/>
        </w:rPr>
        <w:t xml:space="preserve"> منع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به خشم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ند،</w:t>
      </w:r>
      <w:r w:rsidRPr="009325ED">
        <w:rPr>
          <w:rtl/>
          <w:lang w:bidi="fa-IR"/>
        </w:rPr>
        <w:t xml:space="preserve"> از ادب شدن و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زند</w:t>
      </w:r>
      <w:r w:rsidRPr="009325ED">
        <w:rPr>
          <w:rtl/>
          <w:lang w:bidi="fa-IR"/>
        </w:rPr>
        <w:t xml:space="preserve"> و دوست دارند که همواره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کار</w:t>
      </w:r>
      <w:r w:rsidRPr="009325ED">
        <w:rPr>
          <w:rtl/>
          <w:lang w:bidi="fa-IR"/>
        </w:rPr>
        <w:t xml:space="preserve"> باشند تا به سرگرم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باز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بپردازند و هر غذا و شراب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آنان از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امدها</w:t>
      </w:r>
      <w:r w:rsidRPr="009325ED">
        <w:rPr>
          <w:rtl/>
          <w:lang w:bidi="fa-IR"/>
        </w:rPr>
        <w:t xml:space="preserve"> و آثار وخ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خوشگذران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خبرند 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دانند که غذاها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خوشمزه و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انبار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چه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غذاها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بد مزه و مف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چه سود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خبر ندارند که ادب اگر چه ناگوار اما چه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امد</w:t>
      </w:r>
      <w:r w:rsidRPr="009325ED">
        <w:rPr>
          <w:rtl/>
          <w:lang w:bidi="fa-IR"/>
        </w:rPr>
        <w:t xml:space="preserve">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دارو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شفابخش اگر چه تلخ اما چه سود و منفعت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ممکن</w:t>
      </w:r>
      <w:r w:rsidRPr="009325ED">
        <w:rPr>
          <w:rtl/>
          <w:lang w:bidi="fa-IR"/>
        </w:rPr>
        <w:t xml:space="preserve"> است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چرا آدم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لغزش و گناه معصوم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نشد؟ اگر معصوم بود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نداشت که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مکاره و امور ناگوار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دار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اگر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بودند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گاه در کارها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مستحق پاداش و ثواب نبودند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(ز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کارها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اخت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نبوده است)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وقت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سرانجامش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</w:t>
      </w:r>
      <w:r w:rsidRPr="009325ED">
        <w:rPr>
          <w:rtl/>
          <w:lang w:bidi="fa-IR"/>
        </w:rPr>
        <w:t xml:space="preserve"> شود و به نها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درجه نع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خوش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برسد،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چه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که بر کارها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رش</w:t>
      </w:r>
      <w:r w:rsidRPr="009325ED">
        <w:rPr>
          <w:rtl/>
          <w:lang w:bidi="fa-IR"/>
        </w:rPr>
        <w:t xml:space="preserve"> ستا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نشود و مستحق ثواب نگردد؟</w:t>
      </w:r>
    </w:p>
    <w:p w:rsidR="00A31780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شما به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انسان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جسم و عقل او سالم است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شنهاد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به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شگاه</w:t>
      </w:r>
      <w:r w:rsidRPr="009325ED">
        <w:rPr>
          <w:rtl/>
          <w:lang w:bidi="fa-IR"/>
        </w:rPr>
        <w:t xml:space="preserve"> صاحب نعمت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برود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آنکه اندک سع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تلاش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همه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را آماده و حاضر نما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راض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شود؟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 او اندک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که با تلاش و حرکت به کف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آورد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دوست دارد و خوشحالتر است تا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نامستحقانه و بدون تلاش و کوشش به فوا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فراوان برسد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نعمتها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آخرت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است و حکمت و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در آن است که آنها را با سع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تلاش به</w:t>
      </w:r>
    </w:p>
    <w:p w:rsidR="00A31780" w:rsidRDefault="00A31780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دست آورند و مستحق و شا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سته</w:t>
      </w:r>
      <w:r w:rsidRPr="009325ED">
        <w:rPr>
          <w:rtl/>
          <w:lang w:bidi="fa-IR"/>
        </w:rPr>
        <w:t xml:space="preserve"> آنها باشند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نعمت آدم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مضاعف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در برابر سع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ک</w:t>
      </w:r>
      <w:r w:rsidRPr="009325ED">
        <w:rPr>
          <w:rFonts w:hint="eastAsia"/>
          <w:rtl/>
          <w:lang w:bidi="fa-IR"/>
        </w:rPr>
        <w:t>وشش</w:t>
      </w:r>
      <w:r w:rsidRPr="009325ED">
        <w:rPr>
          <w:rtl/>
          <w:lang w:bidi="fa-IR"/>
        </w:rPr>
        <w:t xml:space="preserve"> و مجاهده او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به او پاداش دهند و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(با داشتن اخت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tl/>
          <w:lang w:bidi="fa-IR"/>
        </w:rPr>
        <w:t xml:space="preserve"> و انتخاب عمل صالح) راه کسب استحقاق و تلاش برا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بازگردد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خوشحال و متلذذ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گاه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انسان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بدون آنکه تلاش کند و مستحق باشد نعمت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او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رسد و او شادمان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 و آرامش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ابد؟،</w:t>
      </w:r>
      <w:r w:rsidRPr="009325ED">
        <w:rPr>
          <w:rtl/>
          <w:lang w:bidi="fa-IR"/>
        </w:rPr>
        <w:t xml:space="preserve"> پس چرا در امر پاداش آخرت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باعث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خوشحال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انسان نباشد؟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اگر به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مردم گشوده شود،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چون سگ هار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و به بدتر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فسادها و ارتکاب محرمات دست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خو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را از انجام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عمل فاحشه باز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در کار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ناگوار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بر خود هموار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داند که سرانجام </w:t>
      </w:r>
      <w:r w:rsidRPr="009325ED">
        <w:rPr>
          <w:rFonts w:hint="eastAsia"/>
          <w:rtl/>
          <w:lang w:bidi="fa-IR"/>
        </w:rPr>
        <w:t>پاداش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به بهشت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مردم از حساب و عقاب روز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امت</w:t>
      </w:r>
      <w:r w:rsidRPr="009325ED">
        <w:rPr>
          <w:rtl/>
          <w:lang w:bidi="fa-IR"/>
        </w:rPr>
        <w:t xml:space="preserve"> هراس نداشتند چه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جان و ناموس و مالش در امان بود؟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کار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از آخرت در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بان</w:t>
      </w:r>
      <w:r w:rsidRPr="009325ED">
        <w:rPr>
          <w:rtl/>
          <w:lang w:bidi="fa-IR"/>
        </w:rPr>
        <w:t xml:space="preserve"> مردم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گرفت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عدالت و حکمت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معن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فا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نداشتند و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وقت حکمت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در 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به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سؤال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رفت و به آن طعنه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زدند و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جا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قرار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گرفت</w:t>
      </w:r>
      <w:r w:rsidR="008D0D19">
        <w:rPr>
          <w:rtl/>
          <w:lang w:bidi="fa-IR"/>
        </w:rPr>
        <w:t>.</w:t>
      </w:r>
    </w:p>
    <w:p w:rsidR="009325ED" w:rsidRPr="009325ED" w:rsidRDefault="009325ED" w:rsidP="00A31780">
      <w:pPr>
        <w:pStyle w:val="Heading2Center"/>
        <w:rPr>
          <w:rtl/>
          <w:lang w:bidi="fa-IR"/>
        </w:rPr>
      </w:pPr>
      <w:bookmarkStart w:id="136" w:name="_Toc488231797"/>
      <w:r w:rsidRPr="009325ED">
        <w:rPr>
          <w:rFonts w:hint="eastAsia"/>
          <w:rtl/>
          <w:lang w:bidi="fa-IR"/>
        </w:rPr>
        <w:t>چرا</w:t>
      </w:r>
      <w:r w:rsidRPr="009325ED">
        <w:rPr>
          <w:rtl/>
          <w:lang w:bidi="fa-IR"/>
        </w:rPr>
        <w:t xml:space="preserve"> بلاها هم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فاجر است و هم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صالح؟</w:t>
      </w:r>
      <w:bookmarkEnd w:id="136"/>
    </w:p>
    <w:p w:rsidR="00A31780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مردم گرفتار بلا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که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</w:t>
      </w:r>
      <w:r w:rsidRPr="009325ED">
        <w:rPr>
          <w:rtl/>
          <w:lang w:bidi="fa-IR"/>
        </w:rPr>
        <w:t xml:space="preserve"> و بدکار را فرا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رد،</w:t>
      </w:r>
      <w:r w:rsidRPr="009325ED">
        <w:rPr>
          <w:rtl/>
          <w:lang w:bidi="fa-IR"/>
        </w:rPr>
        <w:t xml:space="preserve"> گاه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انسانها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</w:t>
      </w:r>
      <w:r w:rsidRPr="009325ED">
        <w:rPr>
          <w:rtl/>
          <w:lang w:bidi="fa-IR"/>
        </w:rPr>
        <w:t xml:space="preserve"> دچار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و بدکاران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رهند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با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سازد پس چه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دارد؟</w:t>
      </w:r>
    </w:p>
    <w:p w:rsidR="009325ED" w:rsidRPr="009325ED" w:rsidRDefault="00A31780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آنان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گفت: اگر چه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گاه صالح و طالح را در بر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اما خداوند جل و علا سود هر دو را در آنها نهاده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صالحان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گرفتار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به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اد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نعمات گذشته خداوند و پروردگار خو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افتند و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 خاک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نهند و او را سپ</w:t>
      </w:r>
      <w:r w:rsidRPr="009325ED">
        <w:rPr>
          <w:rFonts w:hint="eastAsia"/>
          <w:rtl/>
          <w:lang w:bidi="fa-IR"/>
        </w:rPr>
        <w:t>اس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گزارند و شک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خود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سازند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بدکاران و فاسدان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وقت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گرفتار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شوند، قدر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شکسته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و از معص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فساد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نعمت و سلامت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هم به سود هر دو گروه است: صالحان از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و صالح بودن خود شادند و مسرور و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نعمتها بر رغبت و شوقشان به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عمل صالح افزوده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فاجران و فاسدان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به رأفت و مهر خداوندگارشان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برند و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ابند</w:t>
      </w:r>
      <w:r w:rsidRPr="009325ED">
        <w:rPr>
          <w:rtl/>
          <w:lang w:bidi="fa-IR"/>
        </w:rPr>
        <w:t xml:space="preserve"> که خداوند جل و علا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آنکه آ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سزاوار و مستحق باشند به آنان نعمت و سلامت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عطا فرموده است آنگاه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رأفت و گذشت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باعث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افراد هم نسبت به مردم رأفت ورزند و از آنان در گذرند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ممکن</w:t>
      </w:r>
      <w:r w:rsidRPr="009325ED">
        <w:rPr>
          <w:rtl/>
          <w:lang w:bidi="fa-IR"/>
        </w:rPr>
        <w:t xml:space="preserve"> است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که گفت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بلاها در مال مردم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فتد</w:t>
      </w:r>
      <w:r w:rsidRPr="009325ED">
        <w:rPr>
          <w:rtl/>
          <w:lang w:bidi="fa-IR"/>
        </w:rPr>
        <w:t xml:space="preserve"> اما 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بلا در </w:t>
      </w:r>
      <w:r w:rsidR="00A31780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جان</w:t>
      </w:r>
      <w:r w:rsidR="00A31780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آنان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فتد؛</w:t>
      </w:r>
      <w:r w:rsidRPr="009325ED">
        <w:rPr>
          <w:rtl/>
          <w:lang w:bidi="fa-IR"/>
        </w:rPr>
        <w:t xml:space="preserve"> مانند: آتش سوز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غرق شدن، 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زلزله که باعث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 که جانشان را از دست بدهند؟</w:t>
      </w:r>
    </w:p>
    <w:p w:rsidR="00975BAF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خداوند جل و علا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صلاح هر دو گروه را نهاده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صالحان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سرا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در بلاها و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راحت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(و به منزل نعمت و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رسند) فاجران و فاسدان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اگر بر اثر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بم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Pr="009325ED">
        <w:rPr>
          <w:rtl/>
          <w:lang w:bidi="fa-IR"/>
        </w:rPr>
        <w:t xml:space="preserve"> از سو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باعث کاهش عذاب آخرت آن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است و از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باعث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 که به فساد و فسق ادامه ندهند</w:t>
      </w:r>
      <w:r w:rsidR="008D0D19">
        <w:rPr>
          <w:rtl/>
          <w:lang w:bidi="fa-IR"/>
        </w:rPr>
        <w:t>.</w:t>
      </w:r>
    </w:p>
    <w:p w:rsidR="009325ED" w:rsidRPr="009325ED" w:rsidRDefault="00975BAF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کوتاه</w:t>
      </w:r>
      <w:r w:rsidRPr="009325ED">
        <w:rPr>
          <w:rtl/>
          <w:lang w:bidi="fa-IR"/>
        </w:rPr>
        <w:t xml:space="preserve"> سخن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والامرتبه، با حکمت و قدرت خود همه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امور را به سود و مصلحت همه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اگر توفان، درخت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نخل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از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درآورد سازنده ماهر، آن را بر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و در جا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فراوان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رگر</w:t>
      </w:r>
      <w:r w:rsidRPr="009325ED">
        <w:rPr>
          <w:rtl/>
          <w:lang w:bidi="fa-IR"/>
        </w:rPr>
        <w:t xml:space="preserve"> 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عالم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بلاها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مال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فرود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همه را به سود و مصلحت همه مردم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گرداند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اصلا چرا واقع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آنکه فاجران و فاسدان از سلامت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گناه و فسق و فجور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و گناهان افزونتر گرفتار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کوکاران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از تلاش و مجاهده (که لازمه آن تحمل دشوار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ناگوار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هاست</w:t>
      </w:r>
      <w:r w:rsidRPr="009325ED">
        <w:rPr>
          <w:rtl/>
          <w:lang w:bidi="fa-IR"/>
        </w:rPr>
        <w:t>) باز نمانند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غالباً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دو حالت زمان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رخ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مردم د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راحت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وفور نعمت باشند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آنان را از سقوط باز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دارد و به آنچه سود و مصلحت آنان در آن است آگاه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سازد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بلاها در امان و راحت باشند، در طغ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و معص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فرو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روند، چنانکه مردم در آغاز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بودند و چنان در معص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فساد غرق شدند که به ب</w:t>
      </w:r>
      <w:r w:rsidRPr="009325ED">
        <w:rPr>
          <w:rFonts w:hint="eastAsia"/>
          <w:rtl/>
          <w:lang w:bidi="fa-IR"/>
        </w:rPr>
        <w:t>لا</w:t>
      </w:r>
      <w:r w:rsidRPr="009325ED">
        <w:rPr>
          <w:rtl/>
          <w:lang w:bidi="fa-IR"/>
        </w:rPr>
        <w:t xml:space="preserve"> و توفان گرفتار گشتند تا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از لوث آنان پاک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9325ED" w:rsidRPr="009325ED" w:rsidRDefault="009325ED" w:rsidP="00975BAF">
      <w:pPr>
        <w:pStyle w:val="Heading2Center"/>
        <w:rPr>
          <w:rtl/>
          <w:lang w:bidi="fa-IR"/>
        </w:rPr>
      </w:pPr>
      <w:bookmarkStart w:id="137" w:name="_Toc488231798"/>
      <w:r w:rsidRPr="009325ED">
        <w:rPr>
          <w:rFonts w:hint="eastAsia"/>
          <w:rtl/>
          <w:lang w:bidi="fa-IR"/>
        </w:rPr>
        <w:t>مرگ</w:t>
      </w:r>
      <w:r w:rsidRPr="009325ED">
        <w:rPr>
          <w:rtl/>
          <w:lang w:bidi="fa-IR"/>
        </w:rPr>
        <w:t xml:space="preserve">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انتقاد جاهلان و پاسخ به آنان</w:t>
      </w:r>
      <w:bookmarkEnd w:id="137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جمله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منکران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انکار حکمت و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ذکر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کنند، مرگ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آنان معتقدند که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انسان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زنده بماند و همه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آفتها و بلاها به آنان نرسد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به عمق و نت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جه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کار توجه شود فساد آن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داست</w:t>
      </w:r>
      <w:r w:rsidR="008D0D19">
        <w:rPr>
          <w:rtl/>
          <w:lang w:bidi="fa-IR"/>
        </w:rPr>
        <w:t>.</w:t>
      </w:r>
    </w:p>
    <w:p w:rsidR="00975BAF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هر که وارد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 و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ماند و احد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مرد،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تنگ</w:t>
      </w:r>
    </w:p>
    <w:p w:rsidR="00975BAF" w:rsidRDefault="00975BAF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شد؟ و مسکنها و کشتزارها و ابزار زندگ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اندک نبود؟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رند،</w:t>
      </w:r>
      <w:r w:rsidRPr="009325ED">
        <w:rPr>
          <w:rtl/>
          <w:lang w:bidi="fa-IR"/>
        </w:rPr>
        <w:t xml:space="preserve"> بر سر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مساکن و کشتزار رقابت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انشان</w:t>
      </w:r>
      <w:r w:rsidRPr="009325ED">
        <w:rPr>
          <w:rtl/>
          <w:lang w:bidi="fa-IR"/>
        </w:rPr>
        <w:t xml:space="preserve"> جنگها رخ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دهد و خونها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زد،</w:t>
      </w:r>
      <w:r w:rsidRPr="009325ED">
        <w:rPr>
          <w:rtl/>
          <w:lang w:bidi="fa-IR"/>
        </w:rPr>
        <w:t xml:space="preserve"> چه رسد به آن</w:t>
      </w:r>
      <w:r w:rsidRPr="009325ED">
        <w:rPr>
          <w:rFonts w:hint="eastAsia"/>
          <w:rtl/>
          <w:lang w:bidi="fa-IR"/>
        </w:rPr>
        <w:t>که</w:t>
      </w:r>
      <w:r w:rsidRPr="009325ED">
        <w:rPr>
          <w:rtl/>
          <w:lang w:bidi="fa-IR"/>
        </w:rPr>
        <w:t xml:space="preserve"> به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نم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حرص و طمع و قساوت قلب بر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حاکم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مطمئن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شدند که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رند،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کس به آنچه داشت قانع و راض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شد، به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از آنان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طلب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دادند و دشوار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بلاها را فراموش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از زندگ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تمام امور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ملول و خسته و دلگرفته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گشتند چنانکه گاه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عمر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طولان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Pr="009325ED">
        <w:rPr>
          <w:rtl/>
          <w:lang w:bidi="fa-IR"/>
        </w:rPr>
        <w:t xml:space="preserve"> از زندگ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خسته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چه بسا طلب مرگ و رها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از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نما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سزاوار بود که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ناگوار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شان</w:t>
      </w:r>
      <w:r w:rsidRPr="009325ED">
        <w:rPr>
          <w:rtl/>
          <w:lang w:bidi="fa-IR"/>
        </w:rPr>
        <w:t xml:space="preserve"> برداشته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 تا تمنا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مرگ نکنند و به آن اشت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اق</w:t>
      </w:r>
      <w:r w:rsidRPr="009325ED">
        <w:rPr>
          <w:rtl/>
          <w:lang w:bidi="fa-IR"/>
        </w:rPr>
        <w:t xml:space="preserve"> نورزند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ما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پاسخ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شبهه، اشاره کرد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امر باعث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که به فساد و استکبار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آورند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را فاسد گردانند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خوب بود که توالد و تناسل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کردند تا شماره آنان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و زندگ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 آنان تنگ نشود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گفت: اگر تنها انسانها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دوره پا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نهادند و آنگاه به تول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نسل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پرداختند، غالب انسانها از نعمت بزرگ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و هم از ورود به عالم و برخوردار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نعمتها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و آخرت محروم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در همان دوره اول تمام انسانها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اند و در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نده</w:t>
      </w:r>
      <w:r w:rsidRPr="009325ED">
        <w:rPr>
          <w:rtl/>
          <w:lang w:bidi="fa-IR"/>
        </w:rPr>
        <w:t xml:space="preserve"> و تا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جهان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شوند همزمان با هم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شدند</w:t>
      </w:r>
      <w:r w:rsidR="008D0D19">
        <w:rPr>
          <w:rtl/>
          <w:lang w:bidi="fa-IR"/>
        </w:rPr>
        <w:t>.</w:t>
      </w:r>
    </w:p>
    <w:p w:rsidR="00854AE1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 باز همان مشکل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ذکر کرد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که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و روز</w:t>
      </w:r>
      <w:r w:rsidRPr="009325ED">
        <w:rPr>
          <w:rFonts w:hint="cs"/>
          <w:rtl/>
          <w:lang w:bidi="fa-IR"/>
        </w:rPr>
        <w:t>ی</w:t>
      </w:r>
    </w:p>
    <w:p w:rsidR="00854AE1" w:rsidRDefault="00854AE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 xml:space="preserve">آنان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کجا</w:t>
      </w:r>
      <w:r w:rsidRPr="009325ED">
        <w:rPr>
          <w:rtl/>
          <w:lang w:bidi="fa-IR"/>
        </w:rPr>
        <w:t xml:space="preserve"> تأم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شود،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نجا</w:t>
      </w:r>
      <w:r w:rsidRPr="009325ED">
        <w:rPr>
          <w:rtl/>
          <w:lang w:bidi="fa-IR"/>
        </w:rPr>
        <w:t xml:space="preserve"> هم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وانگه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اگر تول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مثل و توالد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انشان</w:t>
      </w:r>
      <w:r w:rsidRPr="009325ED">
        <w:rPr>
          <w:rtl/>
          <w:lang w:bidi="fa-IR"/>
        </w:rPr>
        <w:t xml:space="preserve"> نباشد، انس و الفتها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فام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خو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شاوند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کردن در وقت سخت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نها</w:t>
      </w:r>
      <w:r w:rsidRPr="009325ED">
        <w:rPr>
          <w:rtl/>
          <w:lang w:bidi="fa-IR"/>
        </w:rPr>
        <w:t xml:space="preserve"> همه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آن است که جز آنچه با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</w:t>
      </w:r>
      <w:r w:rsidRPr="009325ED">
        <w:rPr>
          <w:rFonts w:hint="eastAsia"/>
          <w:rtl/>
          <w:lang w:bidi="fa-IR"/>
        </w:rPr>
        <w:t>و</w:t>
      </w:r>
      <w:r w:rsidRPr="009325ED">
        <w:rPr>
          <w:rtl/>
          <w:lang w:bidi="fa-IR"/>
        </w:rPr>
        <w:t xml:space="preserve"> حکمت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آمده تمام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الپرداز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و اقوال و آراء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ناصواب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ثمر است</w:t>
      </w:r>
      <w:r w:rsidR="008D0D19">
        <w:rPr>
          <w:rtl/>
          <w:lang w:bidi="fa-IR"/>
        </w:rPr>
        <w:t>.</w:t>
      </w:r>
    </w:p>
    <w:p w:rsidR="009325ED" w:rsidRPr="009325ED" w:rsidRDefault="009325ED" w:rsidP="00854AE1">
      <w:pPr>
        <w:pStyle w:val="Heading2Center"/>
        <w:rPr>
          <w:rtl/>
          <w:lang w:bidi="fa-IR"/>
        </w:rPr>
      </w:pPr>
      <w:bookmarkStart w:id="138" w:name="_Toc488231799"/>
      <w:r w:rsidRPr="009325ED">
        <w:rPr>
          <w:rtl/>
          <w:lang w:bidi="fa-IR"/>
        </w:rPr>
        <w:t>اشکال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بر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و پاسخ آن</w:t>
      </w:r>
      <w:bookmarkEnd w:id="138"/>
    </w:p>
    <w:p w:rsidR="009325ED" w:rsidRPr="009325ED" w:rsidRDefault="009325ED" w:rsidP="009325ED">
      <w:pPr>
        <w:pStyle w:val="libNormal"/>
        <w:rPr>
          <w:rtl/>
          <w:lang w:bidi="fa-IR"/>
        </w:rPr>
      </w:pP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شا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گونه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بر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عالم اشکال کند که: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چه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است و حال آنکه مردم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عز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زند،</w:t>
      </w:r>
      <w:r w:rsidRPr="009325ED">
        <w:rPr>
          <w:rtl/>
          <w:lang w:bidi="fa-IR"/>
        </w:rPr>
        <w:t xml:space="preserve"> گروه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زورمندند، بر ناتوانان ستم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و مالشان را بغصب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رند،</w:t>
      </w:r>
      <w:r w:rsidRPr="009325ED">
        <w:rPr>
          <w:rtl/>
          <w:lang w:bidi="fa-IR"/>
        </w:rPr>
        <w:t xml:space="preserve"> ناتوان مورد ستم واقع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و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چارگان</w:t>
      </w:r>
      <w:r w:rsidRPr="009325ED">
        <w:rPr>
          <w:rtl/>
          <w:lang w:bidi="fa-IR"/>
        </w:rPr>
        <w:t xml:space="preserve">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مال</w:t>
      </w:r>
      <w:r w:rsidRPr="009325ED">
        <w:rPr>
          <w:rtl/>
          <w:lang w:bidi="fa-IR"/>
        </w:rPr>
        <w:t xml:space="preserve"> اقو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گردند، صالح و مؤمن، فق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گر</w:t>
      </w:r>
      <w:r w:rsidRPr="009325ED">
        <w:rPr>
          <w:rFonts w:hint="eastAsia"/>
          <w:rtl/>
          <w:lang w:bidi="fa-IR"/>
        </w:rPr>
        <w:t>فتار</w:t>
      </w:r>
      <w:r w:rsidRPr="009325ED">
        <w:rPr>
          <w:rtl/>
          <w:lang w:bidi="fa-IR"/>
        </w:rPr>
        <w:t xml:space="preserve"> و فرد فاسق و فاجر در نعمت و رفاه است و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مرتکب گناهان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 شده بزود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معاقَب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در عالم،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حساب و کتاب دق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حکومت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مناسب و حساب شده بود، به صالح، نعمت و روز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کافر و فاسق از آن محروم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گشتند و زورمن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گاه اجازه ستمگر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 ناتوان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اگر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بود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شخص گناهکار بسرعت معاقب و گرفتار عذاب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گشت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مستشکل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</w:t>
      </w:r>
    </w:p>
    <w:p w:rsidR="00854AE1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بود،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رف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tl/>
          <w:lang w:bidi="fa-IR"/>
        </w:rPr>
        <w:t xml:space="preserve"> </w:t>
      </w:r>
      <w:r w:rsidR="00854AE1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احسان</w:t>
      </w:r>
      <w:r w:rsidR="00854AE1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وجه امت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انسان از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دگان</w:t>
      </w:r>
      <w:r w:rsidRPr="009325ED">
        <w:rPr>
          <w:rtl/>
          <w:lang w:bidi="fa-IR"/>
        </w:rPr>
        <w:t xml:space="preserve"> است از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رفت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خاطر ثواب و پاداش و اعتماد و اطم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به وعده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و عمل صالح انجام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صورت، مردم به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</w:t>
      </w:r>
      <w:r w:rsidRPr="009325ED">
        <w:rPr>
          <w:rtl/>
          <w:lang w:bidi="fa-IR"/>
        </w:rPr>
        <w:t xml:space="preserve"> شب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بودند که خود اخت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نداش</w:t>
      </w:r>
      <w:r w:rsidRPr="009325ED">
        <w:rPr>
          <w:rFonts w:hint="eastAsia"/>
          <w:rtl/>
          <w:lang w:bidi="fa-IR"/>
        </w:rPr>
        <w:t>تند،</w:t>
      </w:r>
      <w:r w:rsidRPr="009325ED">
        <w:rPr>
          <w:rtl/>
          <w:lang w:bidi="fa-IR"/>
        </w:rPr>
        <w:t xml:space="preserve"> در نت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جه</w:t>
      </w:r>
      <w:r w:rsidRPr="009325ED">
        <w:rPr>
          <w:rtl/>
          <w:lang w:bidi="fa-IR"/>
        </w:rPr>
        <w:t xml:space="preserve">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</w:p>
    <w:p w:rsidR="00854AE1" w:rsidRDefault="00854AE1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ساعت به ساعت با عصا تهد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شوند و با علف تطم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tl/>
          <w:lang w:bidi="fa-IR"/>
        </w:rPr>
        <w:t xml:space="preserve"> گردند تا کار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کس به خاطر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به ثواب و هراس از عقاب کار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از مرز انسان خارج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شدند و در حد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آمدند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از امور 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آگاه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نداشتند و تنها به خاطر نعم</w:t>
      </w:r>
      <w:r w:rsidRPr="009325ED">
        <w:rPr>
          <w:rFonts w:hint="eastAsia"/>
          <w:rtl/>
          <w:lang w:bidi="fa-IR"/>
        </w:rPr>
        <w:t>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حاضر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اگر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بود شخص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کوکار،</w:t>
      </w:r>
      <w:r w:rsidRPr="009325ED">
        <w:rPr>
          <w:rtl/>
          <w:lang w:bidi="fa-IR"/>
        </w:rPr>
        <w:t xml:space="preserve"> تنها به خاطر روز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امور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عمل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کرد، و اگر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ستم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 تنها به خاطر عدم نزول عذاب آن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خلاصه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تمام اعمال مردم از امور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سرچشمه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گرفت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مان</w:t>
      </w:r>
      <w:r w:rsidRPr="009325ED">
        <w:rPr>
          <w:rtl/>
          <w:lang w:bidi="fa-IR"/>
        </w:rPr>
        <w:t xml:space="preserve"> به خدا و آنچه در نزد اوست در کا</w:t>
      </w:r>
      <w:r w:rsidRPr="009325ED">
        <w:rPr>
          <w:rFonts w:hint="eastAsia"/>
          <w:rtl/>
          <w:lang w:bidi="fa-IR"/>
        </w:rPr>
        <w:t>رشان</w:t>
      </w:r>
      <w:r w:rsidRPr="009325ED">
        <w:rPr>
          <w:rtl/>
          <w:lang w:bidi="fa-IR"/>
        </w:rPr>
        <w:t xml:space="preserve"> نبود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استحقاق ثواب و پاداش اخرو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جاودانگ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آنها را نداشت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وانگه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چنانکه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شخص اشکال کننده پنداشته است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تمکن، غنا، فقر، عاف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بلا خلاف قاعده و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اس</w:t>
      </w:r>
      <w:r w:rsidRPr="009325ED">
        <w:rPr>
          <w:rtl/>
          <w:lang w:bidi="fa-IR"/>
        </w:rPr>
        <w:t xml:space="preserve"> جار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گردند و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مواقع بر وفق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اس</w:t>
      </w:r>
      <w:r w:rsidRPr="009325ED">
        <w:rPr>
          <w:rtl/>
          <w:lang w:bidi="fa-IR"/>
        </w:rPr>
        <w:t xml:space="preserve"> است؛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رو به خاطر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</w:t>
      </w:r>
      <w:r w:rsidRPr="009325ED">
        <w:rPr>
          <w:rFonts w:hint="eastAsia"/>
          <w:rtl/>
          <w:lang w:bidi="fa-IR"/>
        </w:rPr>
        <w:t>کمت</w:t>
      </w:r>
      <w:r w:rsidRPr="009325ED">
        <w:rPr>
          <w:rtl/>
          <w:lang w:bidi="fa-IR"/>
        </w:rPr>
        <w:t xml:space="preserve">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به خاطر آنکه مردم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ال</w:t>
      </w:r>
      <w:r w:rsidRPr="009325ED">
        <w:rPr>
          <w:rtl/>
          <w:lang w:bidi="fa-IR"/>
        </w:rPr>
        <w:t xml:space="preserve"> نکنند که رزق و روز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کافران است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کوکاران</w:t>
      </w:r>
      <w:r w:rsidRPr="009325ED">
        <w:rPr>
          <w:rtl/>
          <w:lang w:bidi="fa-IR"/>
        </w:rPr>
        <w:t xml:space="preserve"> از زرق محرومند و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پندار و به خاطر روز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اد</w:t>
      </w:r>
      <w:r w:rsidRPr="009325ED">
        <w:rPr>
          <w:rtl/>
          <w:lang w:bidi="fa-IR"/>
        </w:rPr>
        <w:t xml:space="preserve"> فسق و فجور را برگز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نند،</w:t>
      </w:r>
      <w:r w:rsidRPr="009325ED">
        <w:rPr>
          <w:rtl/>
          <w:lang w:bidi="fa-IR"/>
        </w:rPr>
        <w:t xml:space="preserve">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خاطر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صالحان را توانگر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(بخلاف پندار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شخص)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فاسقان آنگاه که طغ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انشان</w:t>
      </w:r>
      <w:r w:rsidRPr="009325ED">
        <w:rPr>
          <w:rtl/>
          <w:lang w:bidi="fa-IR"/>
        </w:rPr>
        <w:t xml:space="preserve"> بالا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انشان</w:t>
      </w:r>
      <w:r w:rsidRPr="009325ED">
        <w:rPr>
          <w:rtl/>
          <w:lang w:bidi="fa-IR"/>
        </w:rPr>
        <w:t xml:space="preserve"> بر مردم و خودشان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tl/>
          <w:lang w:bidi="fa-IR"/>
        </w:rPr>
        <w:t xml:space="preserve"> افزوده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شود، در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معاقب و عذاب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</w:t>
      </w:r>
      <w:r w:rsidR="001B4628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فرعون</w:t>
      </w:r>
      <w:r w:rsidR="001B4628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غرق گشت، </w:t>
      </w:r>
      <w:r w:rsidR="001B4628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بخت نصر</w:t>
      </w:r>
      <w:r w:rsidR="001B4628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هلاک شد و </w:t>
      </w:r>
      <w:r w:rsidR="001B4628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بلب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</w:t>
      </w:r>
      <w:r w:rsidR="001B4628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به قتل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1B4628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اشرار و فاسدان، مهلت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افته</w:t>
      </w:r>
      <w:r w:rsidRPr="009325ED">
        <w:rPr>
          <w:rtl/>
          <w:lang w:bidi="fa-IR"/>
        </w:rPr>
        <w:t xml:space="preserve"> اند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ثواب 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صالحان در سرا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عطا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به خاطر مصالح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بندگان بر آنها آگاه</w:t>
      </w:r>
    </w:p>
    <w:p w:rsidR="001B4628" w:rsidRDefault="001B462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1B4628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ستند</w:t>
      </w:r>
      <w:r w:rsidRPr="009325ED">
        <w:rPr>
          <w:rtl/>
          <w:lang w:bidi="fa-IR"/>
        </w:rPr>
        <w:t xml:space="preserve">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تناف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تضاد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ندارد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حت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پادشاهان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گاه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وه</w:t>
      </w:r>
      <w:r w:rsidRPr="009325ED">
        <w:rPr>
          <w:rtl/>
          <w:lang w:bidi="fa-IR"/>
        </w:rPr>
        <w:t xml:space="preserve"> را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بردند و بر تد</w:t>
      </w:r>
      <w:r w:rsidRPr="009325ED">
        <w:rPr>
          <w:rFonts w:hint="eastAsia"/>
          <w:rtl/>
          <w:lang w:bidi="fa-IR"/>
        </w:rPr>
        <w:t>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رشان</w:t>
      </w:r>
      <w:r w:rsidRPr="009325ED">
        <w:rPr>
          <w:rtl/>
          <w:lang w:bidi="fa-IR"/>
        </w:rPr>
        <w:t xml:space="preserve"> 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بلکه اگر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تأخ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اندازند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مقدم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گردانند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آنان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اس</w:t>
      </w:r>
      <w:r w:rsidRPr="009325ED">
        <w:rPr>
          <w:rtl/>
          <w:lang w:bidi="fa-IR"/>
        </w:rPr>
        <w:t xml:space="preserve"> و قاعده آنان نشان آن است که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دارند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مانع اجرا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آنها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ست؛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خالق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ننده</w:t>
      </w:r>
      <w:r w:rsidRPr="009325ED">
        <w:rPr>
          <w:rtl/>
          <w:lang w:bidi="fa-IR"/>
        </w:rPr>
        <w:t xml:space="preserve"> تنها در سه صور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خلق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خود را مهمل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گرداند و به حال خود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گذارد: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ناتوان و عاجز است،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ناآگاه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خبر است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شرارت دارد و بد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سرشت اوست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تمام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موارد در 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او جل و علا محال و ناشدن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اگر عاجز بود قادر نبود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شگفت و عظ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را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و اگر جاهل بود،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همه حکمت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شگفت در آنها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نهاد و اگر بد خواه و شرور بود اقدام به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و انشا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دگان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کرد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حال</w:t>
      </w:r>
      <w:r w:rsidRPr="009325ED">
        <w:rPr>
          <w:rtl/>
          <w:lang w:bidi="fa-IR"/>
        </w:rPr>
        <w:t xml:space="preserve"> که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است، پس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خالق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لامحاله مدبر 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باشد اگر چه کنه و حق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قت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(در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مواقع) درک نشود؛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تداب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پادشاهان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نزد عامه مردم ناشناخته است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از اسباب آنها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خبرند و اگر بر آنها واقف شو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به صواب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کار او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برند</w:t>
      </w:r>
      <w:r w:rsidR="008D0D19">
        <w:rPr>
          <w:rtl/>
          <w:lang w:bidi="fa-IR"/>
        </w:rPr>
        <w:t>.</w:t>
      </w:r>
    </w:p>
    <w:p w:rsidR="001B4628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دارو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بر تو پوش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باشد و در آن ترد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به دو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سه بار تجربه حکم به سرد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گرم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و شک تو برطرف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شود، پس چرا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منکران و نادانان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همه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که در شماره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معتقد به جر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در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گردند؟ اگر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عالم صوابش پ</w:t>
      </w:r>
      <w:r w:rsidRPr="009325ED">
        <w:rPr>
          <w:rFonts w:hint="eastAsia"/>
          <w:rtl/>
          <w:lang w:bidi="fa-IR"/>
        </w:rPr>
        <w:t>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باشد و حکمت نهفته در آن معلوم نگردد از عقل و درا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صواب بدور است که جهان را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کسره</w:t>
      </w:r>
    </w:p>
    <w:p w:rsidR="001B4628" w:rsidRDefault="001B462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درهم و خود به خود و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بدان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م؛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آن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که چه استوار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حکمت و صواب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آن است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مسائل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ال</w:t>
      </w:r>
      <w:r w:rsidRPr="009325ED">
        <w:rPr>
          <w:rtl/>
          <w:lang w:bidi="fa-IR"/>
        </w:rPr>
        <w:t xml:space="preserve"> را از شتابزدگ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حکم کردن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باز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دار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چه رسد به آنکه اگر تمام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و حوادث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تفت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و تحق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و وارس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به حکمت و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شگفت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حکمتها چنان است که به ذهن احد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خطور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مگر آنکه بهتر از آن را 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مانه</w:t>
      </w:r>
      <w:r w:rsidRPr="009325ED">
        <w:rPr>
          <w:rtl/>
          <w:lang w:bidi="fa-IR"/>
        </w:rPr>
        <w:t xml:space="preserve"> تر از آن را در عالم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</w:p>
    <w:p w:rsidR="009325ED" w:rsidRPr="009325ED" w:rsidRDefault="009325ED" w:rsidP="005D3978">
      <w:pPr>
        <w:pStyle w:val="Heading2Center"/>
        <w:rPr>
          <w:rtl/>
          <w:lang w:bidi="fa-IR"/>
        </w:rPr>
      </w:pPr>
      <w:bookmarkStart w:id="139" w:name="_Toc488231800"/>
      <w:r w:rsidRPr="009325ED">
        <w:rPr>
          <w:rFonts w:hint="eastAsia"/>
          <w:rtl/>
          <w:lang w:bidi="fa-IR"/>
        </w:rPr>
        <w:t>نام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ونان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جهان هست</w:t>
      </w:r>
      <w:r w:rsidRPr="009325ED">
        <w:rPr>
          <w:rFonts w:hint="cs"/>
          <w:rtl/>
          <w:lang w:bidi="fa-IR"/>
        </w:rPr>
        <w:t>ی</w:t>
      </w:r>
      <w:bookmarkEnd w:id="139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بدان که نام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جهان در نزد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ونان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قوسموس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کلمه به معن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آراستگ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کسان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دعو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فلسفه و حکمت دارند نامش را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نهاده 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نامگذار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جز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در آن، حساب و کتاب دق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tl/>
          <w:lang w:bidi="fa-IR"/>
        </w:rPr>
        <w:t xml:space="preserve"> و نظم و حکمت را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دند</w:t>
      </w:r>
      <w:r w:rsidRPr="009325ED">
        <w:rPr>
          <w:rtl/>
          <w:lang w:bidi="fa-IR"/>
        </w:rPr>
        <w:t xml:space="preserve"> و راض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نها</w:t>
      </w:r>
      <w:r w:rsidRPr="009325ED">
        <w:rPr>
          <w:rtl/>
          <w:lang w:bidi="fa-IR"/>
        </w:rPr>
        <w:t xml:space="preserve"> نشدند و در </w:t>
      </w:r>
      <w:r w:rsidRPr="009325ED">
        <w:rPr>
          <w:rFonts w:hint="eastAsia"/>
          <w:rtl/>
          <w:lang w:bidi="fa-IR"/>
        </w:rPr>
        <w:t>نها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جهان هست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آراستگ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نت</w:t>
      </w:r>
      <w:r w:rsidRPr="009325ED">
        <w:rPr>
          <w:rtl/>
          <w:lang w:bidi="fa-IR"/>
        </w:rPr>
        <w:t xml:space="preserve"> نام نهادند تا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که با تمام استوار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حکمت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آن نهفته در نها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حسن و بهاء و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هست</w:t>
      </w:r>
      <w:r w:rsidR="008D0D19">
        <w:rPr>
          <w:rtl/>
          <w:lang w:bidi="fa-IR"/>
        </w:rPr>
        <w:t>.</w:t>
      </w:r>
    </w:p>
    <w:p w:rsidR="009325ED" w:rsidRPr="009325ED" w:rsidRDefault="009325ED" w:rsidP="005D3978">
      <w:pPr>
        <w:pStyle w:val="Heading2Center"/>
        <w:rPr>
          <w:rtl/>
          <w:lang w:bidi="fa-IR"/>
        </w:rPr>
      </w:pPr>
      <w:bookmarkStart w:id="140" w:name="_Toc488231801"/>
      <w:r w:rsidRPr="009325ED">
        <w:rPr>
          <w:rFonts w:hint="eastAsia"/>
          <w:rtl/>
          <w:lang w:bidi="fa-IR"/>
        </w:rPr>
        <w:t>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کور است و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حکمت را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نگرد</w:t>
      </w:r>
      <w:bookmarkEnd w:id="140"/>
    </w:p>
    <w:p w:rsidR="005D3978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در شگفت آ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قوم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طب 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نند</w:t>
      </w:r>
      <w:r w:rsidRPr="009325ED">
        <w:rPr>
          <w:rtl/>
          <w:lang w:bidi="fa-IR"/>
        </w:rPr>
        <w:t xml:space="preserve"> و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tl/>
          <w:lang w:bidi="fa-IR"/>
        </w:rPr>
        <w:t xml:space="preserve"> را بر خطا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دانند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گروه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از عالم را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نگرند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جهان را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از سر خود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شگفتا! کسان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دعو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را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نند</w:t>
      </w:r>
      <w:r w:rsidRPr="009325ED">
        <w:rPr>
          <w:rtl/>
          <w:lang w:bidi="fa-IR"/>
        </w:rPr>
        <w:t xml:space="preserve"> و زب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را به نکوهش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جل و علا گشوده 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بلکه شگفتا از کار آن 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ره</w:t>
      </w:r>
      <w:r w:rsidRPr="009325ED">
        <w:rPr>
          <w:rtl/>
          <w:lang w:bidi="fa-IR"/>
        </w:rPr>
        <w:t xml:space="preserve"> بخت (مان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>) که دعو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دانستن اسرار</w:t>
      </w:r>
    </w:p>
    <w:p w:rsidR="005D3978" w:rsidRDefault="005D397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دارد اما از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</w:t>
      </w:r>
      <w:r w:rsidRPr="009325ED">
        <w:rPr>
          <w:rtl/>
          <w:lang w:bidi="fa-IR"/>
        </w:rPr>
        <w:t xml:space="preserve">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حکمت در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کور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جهان را توأم با خطا و لغزش و ناصواب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پندارد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بلند مرتبه،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کر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را به جهل نسبت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دهد!</w:t>
      </w:r>
    </w:p>
    <w:p w:rsidR="009325ED" w:rsidRPr="009325ED" w:rsidRDefault="009325ED" w:rsidP="005D3978">
      <w:pPr>
        <w:pStyle w:val="Heading2Center"/>
        <w:rPr>
          <w:rtl/>
          <w:lang w:bidi="fa-IR"/>
        </w:rPr>
      </w:pPr>
      <w:bookmarkStart w:id="141" w:name="_Toc488231802"/>
      <w:r w:rsidRPr="009325ED">
        <w:rPr>
          <w:rtl/>
          <w:lang w:bidi="fa-IR"/>
        </w:rPr>
        <w:t xml:space="preserve">انتقاد </w:t>
      </w:r>
      <w:r w:rsidR="005D3978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معطله</w:t>
      </w:r>
      <w:r w:rsidR="005D3978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که چرا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در عقل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حس نشود</w:t>
      </w:r>
      <w:bookmarkEnd w:id="141"/>
    </w:p>
    <w:p w:rsidR="009325ED" w:rsidRPr="009325ED" w:rsidRDefault="009325ED" w:rsidP="009325ED">
      <w:pPr>
        <w:pStyle w:val="libNormal"/>
        <w:rPr>
          <w:rtl/>
          <w:lang w:bidi="fa-IR"/>
        </w:rPr>
      </w:pP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شگفت آ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گروه معطله که خواستند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حس کنند که عقل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به درک آن موفق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نتوانستند آن را درک کنند، به جحد و انکار و تکذ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ب</w:t>
      </w:r>
      <w:r w:rsidRPr="009325ED">
        <w:rPr>
          <w:rtl/>
          <w:lang w:bidi="fa-IR"/>
        </w:rPr>
        <w:t xml:space="preserve"> پرداختند و گفتند: چرا با عقل هم ادراک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داده شد: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او از عقل و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برتر است، چنانکه چشم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که برتر از آن است درک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تواند کرد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سنگ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در هوا بب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را در هوا انداخته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اعتقاد از چشم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بلکه عقل حکم به آن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عقل آن را تشخ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ص</w:t>
      </w:r>
      <w:r w:rsidRPr="009325ED">
        <w:rPr>
          <w:rtl/>
          <w:lang w:bidi="fa-IR"/>
        </w:rPr>
        <w:t xml:space="preserve"> داده است و عقل </w:t>
      </w:r>
      <w:r w:rsidRPr="009325ED">
        <w:rPr>
          <w:rFonts w:hint="eastAsia"/>
          <w:rtl/>
          <w:lang w:bidi="fa-IR"/>
        </w:rPr>
        <w:t>حکم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که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سنگ خود به خود به هوا پرتاب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دگان</w:t>
      </w:r>
      <w:r w:rsidRPr="009325ED">
        <w:rPr>
          <w:rtl/>
          <w:lang w:bidi="fa-IR"/>
        </w:rPr>
        <w:t xml:space="preserve"> از مرز و حد خود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گذرند؟ پس عقل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شناخت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ناتوان است و از حد خود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گذرد اما انسان او را با عقل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اقرار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و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Pr="009325ED">
        <w:rPr>
          <w:rtl/>
          <w:lang w:bidi="fa-IR"/>
        </w:rPr>
        <w:t xml:space="preserve"> که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داند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هست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حس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را درک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9325ED" w:rsidRPr="009325ED" w:rsidRDefault="009325ED" w:rsidP="005D3978">
      <w:pPr>
        <w:pStyle w:val="Heading2Center"/>
        <w:rPr>
          <w:rtl/>
          <w:lang w:bidi="fa-IR"/>
        </w:rPr>
      </w:pPr>
      <w:bookmarkStart w:id="142" w:name="_Toc488231803"/>
      <w:r w:rsidRPr="009325ED">
        <w:rPr>
          <w:rFonts w:hint="eastAsia"/>
          <w:rtl/>
          <w:lang w:bidi="fa-IR"/>
        </w:rPr>
        <w:t>عقل،</w:t>
      </w:r>
      <w:r w:rsidRPr="009325ED">
        <w:rPr>
          <w:rtl/>
          <w:lang w:bidi="fa-IR"/>
        </w:rPr>
        <w:t xml:space="preserve"> خدا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با شناخت اقرار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ابد،</w:t>
      </w:r>
      <w:r w:rsidRPr="009325ED">
        <w:rPr>
          <w:rtl/>
          <w:lang w:bidi="fa-IR"/>
        </w:rPr>
        <w:t xml:space="preserve"> نه احاطه ا</w:t>
      </w:r>
      <w:r w:rsidRPr="009325ED">
        <w:rPr>
          <w:rFonts w:hint="cs"/>
          <w:rtl/>
          <w:lang w:bidi="fa-IR"/>
        </w:rPr>
        <w:t>ی</w:t>
      </w:r>
      <w:bookmarkEnd w:id="142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بر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اساس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 عقل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را چنان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شناسد که او را وادار به اقرار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و نه چنانکه به او احاطه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5D3978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چگونه بنده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را مکلف ساخته که به عقل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او را</w:t>
      </w:r>
    </w:p>
    <w:p w:rsidR="005D3978" w:rsidRDefault="005D3978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بشناسد و حال آنکه عقل او قاصر از احاطه به اوست؟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بندگان تا حد توان و طاقت مکلفند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تا حد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تلاش کنند که به او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</w:t>
      </w:r>
      <w:r w:rsidRPr="009325ED">
        <w:rPr>
          <w:rtl/>
          <w:lang w:bidi="fa-IR"/>
        </w:rPr>
        <w:t xml:space="preserve"> کنند و امر و نه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او را بشنوند و فرمان ببرند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مکلف به شناخت احاطه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پادشاه بر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دستانش واجب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که بدانند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او کوتاه است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بلن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سف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است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گندمگون بلکه او اقرار و اعتراف به فرمانها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را از مردم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طلبد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وقت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فرد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آستان پادشاه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رسد، و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: </w:t>
      </w:r>
      <w:r w:rsidR="00CE0D9C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خود را بر من بنما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تا تو را خوب بشناسم و اگر نه سخنانت را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شنوم</w:t>
      </w:r>
      <w:r w:rsidR="00CE0D9C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>، سزاوار عذاب و عقاب آن پادشاه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گردد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تن</w:t>
      </w:r>
      <w:r w:rsidRPr="009325ED">
        <w:rPr>
          <w:rFonts w:hint="eastAsia"/>
          <w:rtl/>
          <w:lang w:bidi="fa-IR"/>
        </w:rPr>
        <w:t>ها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خداوند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اقرار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که بتواند بر او احاطه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ابد،</w:t>
      </w:r>
      <w:r w:rsidRPr="009325ED">
        <w:rPr>
          <w:rtl/>
          <w:lang w:bidi="fa-IR"/>
        </w:rPr>
        <w:t xml:space="preserve"> خود را در معرض سخط و خشم اله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افکنده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او را در وصف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آور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 او عز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ز،</w:t>
      </w:r>
      <w:r w:rsidRPr="009325ED">
        <w:rPr>
          <w:rtl/>
          <w:lang w:bidi="fa-IR"/>
        </w:rPr>
        <w:t xml:space="preserve">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م،</w:t>
      </w:r>
      <w:r w:rsidRPr="009325ED">
        <w:rPr>
          <w:rtl/>
          <w:lang w:bidi="fa-IR"/>
        </w:rPr>
        <w:t xml:space="preserve"> جواد و کر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است؟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 تمام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صفات،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اقرار است نه احاطه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که او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است اما کنه آن را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م،</w:t>
      </w:r>
      <w:r w:rsidRPr="009325ED">
        <w:rPr>
          <w:rtl/>
          <w:lang w:bidi="fa-IR"/>
        </w:rPr>
        <w:t xml:space="preserve"> </w:t>
      </w:r>
      <w:r w:rsidR="00CE0D9C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="00CE0D9C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 </w:t>
      </w:r>
      <w:r w:rsidR="00CE0D9C">
        <w:rPr>
          <w:rFonts w:hint="cs"/>
          <w:rtl/>
          <w:lang w:bidi="fa-IR"/>
        </w:rPr>
        <w:t>«</w:t>
      </w:r>
      <w:r w:rsidRPr="009325ED">
        <w:rPr>
          <w:rtl/>
          <w:lang w:bidi="fa-IR"/>
        </w:rPr>
        <w:t>جواد</w:t>
      </w:r>
      <w:r w:rsidR="00CE0D9C">
        <w:rPr>
          <w:rFonts w:hint="cs"/>
          <w:rtl/>
          <w:lang w:bidi="fa-IR"/>
        </w:rPr>
        <w:t>»</w:t>
      </w:r>
      <w:r w:rsidRPr="009325ED">
        <w:rPr>
          <w:rtl/>
          <w:lang w:bidi="fa-IR"/>
        </w:rPr>
        <w:t xml:space="preserve">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صفات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گونه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گاه آسمان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جوهر و کنه آن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م،</w:t>
      </w:r>
      <w:r w:rsidRPr="009325ED">
        <w:rPr>
          <w:rtl/>
          <w:lang w:bidi="fa-IR"/>
        </w:rPr>
        <w:t xml:space="preserve"> 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آن آگاه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م،</w:t>
      </w:r>
      <w:r w:rsidRPr="009325ED">
        <w:rPr>
          <w:rtl/>
          <w:lang w:bidi="fa-IR"/>
        </w:rPr>
        <w:t xml:space="preserve"> ب</w:t>
      </w:r>
      <w:r w:rsidRPr="009325ED">
        <w:rPr>
          <w:rFonts w:hint="eastAsia"/>
          <w:rtl/>
          <w:lang w:bidi="fa-IR"/>
        </w:rPr>
        <w:t>لکه</w:t>
      </w:r>
      <w:r w:rsidRPr="009325ED">
        <w:rPr>
          <w:rtl/>
          <w:lang w:bidi="fa-IR"/>
        </w:rPr>
        <w:t xml:space="preserve"> او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است و برتر از تمام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امثال است و همه امثال کوتاهتر از توان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اوست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عقل راهنما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شناخت اوست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چرا عقا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درباره او ناهمگون است؟</w:t>
      </w:r>
    </w:p>
    <w:p w:rsidR="00CE0D9C" w:rsidRDefault="009325ED" w:rsidP="009325ED">
      <w:pPr>
        <w:pStyle w:val="libNormal"/>
        <w:rPr>
          <w:rFonts w:hint="cs"/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داده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اوهام از درک مقدار عظمت و سترگ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او عاجز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گاه مردم با اوهام ناتوان و ضع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خود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خواهند او را بشناسند و به او</w:t>
      </w:r>
    </w:p>
    <w:p w:rsidR="00CE0D9C" w:rsidRDefault="00CE0D9C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CE0D9C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احاطه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</w:t>
      </w:r>
      <w:r w:rsidRPr="009325ED">
        <w:rPr>
          <w:rtl/>
          <w:lang w:bidi="fa-IR"/>
        </w:rPr>
        <w:t xml:space="preserve"> کنند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که از ادراک امور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چند که در خفا از او پست ترند، ناتوانند چگونه او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شناسند و به او احاطه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>ابند؟</w:t>
      </w:r>
    </w:p>
    <w:p w:rsidR="009325ED" w:rsidRPr="009325ED" w:rsidRDefault="009325ED" w:rsidP="006774AD">
      <w:pPr>
        <w:pStyle w:val="Heading2Center"/>
        <w:rPr>
          <w:rtl/>
          <w:lang w:bidi="fa-IR"/>
        </w:rPr>
      </w:pPr>
      <w:bookmarkStart w:id="143" w:name="_Toc488231804"/>
      <w:r w:rsidRPr="009325ED">
        <w:rPr>
          <w:rtl/>
          <w:lang w:bidi="fa-IR"/>
        </w:rPr>
        <w:t>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اختلاف فلاسفه در شکل و مقدار آن</w:t>
      </w:r>
      <w:bookmarkEnd w:id="143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جمله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امور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است که بر عالم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تابد و به کنه آن پ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برده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شود؛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رو هر کس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گفته است و فلاسفه سخن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وصف آن ذکر نکرده 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پاره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آفتاب فلک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درون آن آکنده از آتش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دهان دارد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شعله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پراکند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شمار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گفته اند: نوع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ابر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عده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گفته اند: شب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و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</w:t>
      </w:r>
      <w:r w:rsidRPr="009325ED">
        <w:rPr>
          <w:rtl/>
          <w:lang w:bidi="fa-IR"/>
        </w:rPr>
        <w:t xml:space="preserve"> است که آتش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رد</w:t>
      </w:r>
      <w:r w:rsidRPr="009325ED">
        <w:rPr>
          <w:rtl/>
          <w:lang w:bidi="fa-IR"/>
        </w:rPr>
        <w:t xml:space="preserve"> و منعکس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چند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گفته اند: جسم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از آب 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منعقد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گفته اند: اجزا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آتش است که به گردهم آمده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بعض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گفته اند: جوهر پنجم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با جواهر اربعه فرق دارد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شکل آن همرأ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عده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گفته اند: صفحه عر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ض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پاره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گفته اند: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ش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ء کرو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شکل است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مقدارش اختلاف کرده اند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برخ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دق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قاً</w:t>
      </w:r>
      <w:r w:rsidRPr="009325ED">
        <w:rPr>
          <w:rtl/>
          <w:lang w:bidi="fa-IR"/>
        </w:rPr>
        <w:t xml:space="preserve"> به اندازه و شب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عده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از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کوچکتر است</w:t>
      </w:r>
      <w:r w:rsidR="008D0D19">
        <w:rPr>
          <w:rtl/>
          <w:lang w:bidi="fa-IR"/>
        </w:rPr>
        <w:t>.</w:t>
      </w:r>
    </w:p>
    <w:p w:rsidR="006774A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شمار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از آن هم بزرگتر است</w:t>
      </w:r>
      <w:r w:rsidR="008D0D19">
        <w:rPr>
          <w:rtl/>
          <w:lang w:bidi="fa-IR"/>
        </w:rPr>
        <w:t>.</w:t>
      </w:r>
    </w:p>
    <w:p w:rsidR="009325ED" w:rsidRPr="009325ED" w:rsidRDefault="006774AD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اهل</w:t>
      </w:r>
      <w:r w:rsidRPr="009325ED">
        <w:rPr>
          <w:rtl/>
          <w:lang w:bidi="fa-IR"/>
        </w:rPr>
        <w:t xml:space="preserve"> هندسه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ند؛</w:t>
      </w:r>
      <w:r w:rsidRPr="009325ED">
        <w:rPr>
          <w:rtl/>
          <w:lang w:bidi="fa-IR"/>
        </w:rPr>
        <w:t xml:space="preserve">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صد و هفتاد مرتبه بزرگتر از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همه اختلاف نظر درباره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نشان آن است که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هنوز به کنه و حق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قت</w:t>
      </w:r>
      <w:r w:rsidRPr="009325ED">
        <w:rPr>
          <w:rtl/>
          <w:lang w:bidi="fa-IR"/>
        </w:rPr>
        <w:t xml:space="preserve"> آن دست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افته</w:t>
      </w:r>
      <w:r w:rsidRPr="009325ED">
        <w:rPr>
          <w:rtl/>
          <w:lang w:bidi="fa-IR"/>
        </w:rPr>
        <w:t xml:space="preserve"> اند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حال</w:t>
      </w:r>
      <w:r w:rsidRPr="009325ED">
        <w:rPr>
          <w:rtl/>
          <w:lang w:bidi="fa-IR"/>
        </w:rPr>
        <w:t xml:space="preserve"> که خورش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با آنکه چشم، آن را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ند،</w:t>
      </w:r>
      <w:r w:rsidRPr="009325ED">
        <w:rPr>
          <w:rtl/>
          <w:lang w:bidi="fa-IR"/>
        </w:rPr>
        <w:t xml:space="preserve"> عقلها از در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افتن</w:t>
      </w:r>
      <w:r w:rsidRPr="009325ED">
        <w:rPr>
          <w:rtl/>
          <w:lang w:bidi="fa-IR"/>
        </w:rPr>
        <w:t xml:space="preserve"> حق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قت</w:t>
      </w:r>
      <w:r w:rsidRPr="009325ED">
        <w:rPr>
          <w:rtl/>
          <w:lang w:bidi="fa-IR"/>
        </w:rPr>
        <w:t xml:space="preserve"> آن عاجز است، چگونه است موجود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فتر</w:t>
      </w:r>
      <w:r w:rsidRPr="009325ED">
        <w:rPr>
          <w:rtl/>
          <w:lang w:bidi="fa-IR"/>
        </w:rPr>
        <w:t xml:space="preserve"> از آن است که در حس و وهم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د؟</w:t>
      </w:r>
      <w:r w:rsidRPr="009325ED">
        <w:rPr>
          <w:rtl/>
          <w:lang w:bidi="fa-IR"/>
        </w:rPr>
        <w:t xml:space="preserve"> اگر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چرا پوش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شده است؟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داده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مقصود ما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که با کمک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را پوشان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و مانند مردم است که خود را در پشت در و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وار</w:t>
      </w:r>
      <w:r w:rsidRPr="009325ED">
        <w:rPr>
          <w:rtl/>
          <w:lang w:bidi="fa-IR"/>
        </w:rPr>
        <w:t xml:space="preserve"> مخف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کنند، بلکه مقصود ما آن است که: او آنقدر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است که اوهام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به آن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رسد، چنانکه نفس که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دگان</w:t>
      </w:r>
      <w:r w:rsidRPr="009325ED">
        <w:rPr>
          <w:rtl/>
          <w:lang w:bidi="fa-IR"/>
        </w:rPr>
        <w:t xml:space="preserve"> اوست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 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 آ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را مشاهده کرد</w:t>
      </w:r>
      <w:r w:rsidR="008D0D19">
        <w:rPr>
          <w:rtl/>
          <w:lang w:bidi="fa-IR"/>
        </w:rPr>
        <w:t>.</w:t>
      </w:r>
    </w:p>
    <w:p w:rsid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او - که بس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tl/>
          <w:lang w:bidi="fa-IR"/>
        </w:rPr>
        <w:t xml:space="preserve"> برتر از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گفته هاست - چرا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است؟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سخن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نادرست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است 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با همه آنها متفاوت و متبا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باشد و از همه آنها برتر باشد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براست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او منزه و والاتر از پندار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الپردازان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6774AD">
      <w:pPr>
        <w:pStyle w:val="Heading2Center"/>
        <w:rPr>
          <w:rtl/>
          <w:lang w:bidi="fa-IR"/>
        </w:rPr>
      </w:pPr>
      <w:bookmarkStart w:id="144" w:name="_Toc488231805"/>
      <w:r w:rsidRPr="009325ED">
        <w:rPr>
          <w:rtl/>
          <w:lang w:bidi="fa-IR"/>
        </w:rPr>
        <w:t>شناخت او به چهار صورت است</w:t>
      </w:r>
      <w:bookmarkEnd w:id="144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اگر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چگونه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که با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مبا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از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برتر باشد؟ در پاسخ گفته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شناخت حق چهار صورت دارد:</w:t>
      </w:r>
    </w:p>
    <w:p w:rsidR="009325ED" w:rsidRPr="009325ED" w:rsidRDefault="0030285A" w:rsidP="009325ED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325ED" w:rsidRPr="009325ED">
        <w:rPr>
          <w:rtl/>
          <w:lang w:bidi="fa-IR"/>
        </w:rPr>
        <w:t xml:space="preserve"> - بررس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tl/>
          <w:lang w:bidi="fa-IR"/>
        </w:rPr>
        <w:t xml:space="preserve"> شود که آ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Fonts w:hint="eastAsia"/>
          <w:rtl/>
          <w:lang w:bidi="fa-IR"/>
        </w:rPr>
        <w:t>ا</w:t>
      </w:r>
      <w:r w:rsidR="009325ED" w:rsidRPr="009325ED">
        <w:rPr>
          <w:rtl/>
          <w:lang w:bidi="fa-IR"/>
        </w:rPr>
        <w:t xml:space="preserve"> موجود است و 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Fonts w:hint="eastAsia"/>
          <w:rtl/>
          <w:lang w:bidi="fa-IR"/>
        </w:rPr>
        <w:t>ا</w:t>
      </w:r>
      <w:r w:rsidR="009325ED" w:rsidRPr="009325ED">
        <w:rPr>
          <w:rtl/>
          <w:lang w:bidi="fa-IR"/>
        </w:rPr>
        <w:t xml:space="preserve"> ن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6774A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2 - ذات و جوهر او شناخته شود</w:t>
      </w:r>
      <w:r w:rsidR="008D0D19">
        <w:rPr>
          <w:rtl/>
          <w:lang w:bidi="fa-IR"/>
        </w:rPr>
        <w:t>.</w:t>
      </w:r>
    </w:p>
    <w:p w:rsidR="009325ED" w:rsidRPr="009325ED" w:rsidRDefault="006774AD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3 - 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صفت او شناخته شود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4 - دانسته شود که چرا و به چه علت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است؟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در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شناختها، انسان تنها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تواند بداند که او هست و وجود 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بپرس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: او چگونه و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ست؟</w:t>
      </w:r>
      <w:r w:rsidRPr="009325ED">
        <w:rPr>
          <w:rtl/>
          <w:lang w:bidi="fa-IR"/>
        </w:rPr>
        <w:t xml:space="preserve"> جواب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م؛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شناخت کنه او ممتنع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 کمال معرفت با اوست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از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سبب او بپرس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در واقع او را از صفت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انداخته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م؛</w:t>
      </w:r>
      <w:r w:rsidRPr="009325ED">
        <w:rPr>
          <w:rtl/>
          <w:lang w:bidi="fa-IR"/>
        </w:rPr>
        <w:t xml:space="preserve">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او - جل و علا - علت و سبب هر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و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علت او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تواند باشد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وانگه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دانش و شناخت انسان به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او موجود است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تلازم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با شناخت ماه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او ندارد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اگر انسان نفسش را شناخت لازم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که حتما ماه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و 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آن را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بشناسد، امور روحان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لط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گونه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گفته شود: از قصور علم به او، او را چنان وصف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اصلاً معلوم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</w:p>
    <w:p w:rsidR="006774A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داده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او از آن جهت که عقل بخواهد به کنه او برسد و بر او احاطه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جانب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اگر با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درست و کاف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استدلال شود از هر نزد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نزد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کتر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او از سو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واضح و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داست</w:t>
      </w:r>
      <w:r w:rsidRPr="009325ED">
        <w:rPr>
          <w:rtl/>
          <w:lang w:bidi="fa-IR"/>
        </w:rPr>
        <w:t xml:space="preserve"> و بر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از سو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چنان غامض و </w:t>
      </w:r>
      <w:r w:rsidRPr="009325ED">
        <w:rPr>
          <w:rFonts w:hint="eastAsia"/>
          <w:rtl/>
          <w:lang w:bidi="fa-IR"/>
        </w:rPr>
        <w:t>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و مخف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را در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ابد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عقل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است: با شواهد و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روشن ظاهر است ول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به خود از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ها پوش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6774AD" w:rsidP="0023050A">
      <w:pPr>
        <w:pStyle w:val="libPoemTiniChar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6774AD">
      <w:pPr>
        <w:pStyle w:val="Heading2Center"/>
        <w:rPr>
          <w:rtl/>
          <w:lang w:bidi="fa-IR"/>
        </w:rPr>
      </w:pPr>
      <w:bookmarkStart w:id="145" w:name="_Toc488231806"/>
      <w:r w:rsidRPr="009325ED">
        <w:rPr>
          <w:rFonts w:hint="eastAsia"/>
          <w:rtl/>
          <w:lang w:bidi="fa-IR"/>
        </w:rPr>
        <w:t>اصحاب</w:t>
      </w:r>
      <w:r w:rsidRPr="009325ED">
        <w:rPr>
          <w:rtl/>
          <w:lang w:bidi="fa-IR"/>
        </w:rPr>
        <w:t xml:space="preserve"> طبا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tl/>
          <w:lang w:bidi="fa-IR"/>
        </w:rPr>
        <w:t xml:space="preserve"> و مناقشه سخن آنان</w:t>
      </w:r>
      <w:bookmarkEnd w:id="145"/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اهل</w:t>
      </w:r>
      <w:r w:rsidRPr="009325ED">
        <w:rPr>
          <w:rtl/>
          <w:lang w:bidi="fa-IR"/>
        </w:rPr>
        <w:t xml:space="preserve">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کار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فا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و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در آن تام و کامل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آنان حکمت را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عق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اگر به آنان گفته شود: چه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حکمت را به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داده که ه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چ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از حدش خارج نگردد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عقلها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همه تجربه باز از آن عاجزند</w:t>
      </w:r>
      <w:r w:rsidRPr="009325ED">
        <w:rPr>
          <w:rFonts w:hint="eastAsia"/>
          <w:rtl/>
          <w:lang w:bidi="fa-IR"/>
        </w:rPr>
        <w:t>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خود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حکمت و قدرت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اعمال را دارد، در واقع اقرار کرده اند به آنچه انکار کرده اند؛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نها</w:t>
      </w:r>
      <w:r w:rsidRPr="009325ED">
        <w:rPr>
          <w:rtl/>
          <w:lang w:bidi="fa-IR"/>
        </w:rPr>
        <w:t xml:space="preserve"> همه صفات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(در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اختلاف در نام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قادر و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است)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اگر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صفات را از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ندانند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رساند که فعل ازان خالق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گروه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گذشتگان، هدفمند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را در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انکار کردند و پنداشتند که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آمده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نان</w:t>
      </w:r>
      <w:r w:rsidRPr="009325ED">
        <w:rPr>
          <w:rtl/>
          <w:lang w:bidi="fa-IR"/>
        </w:rPr>
        <w:t xml:space="preserve"> بر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عق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ده</w:t>
      </w:r>
      <w:r w:rsidRPr="009325ED">
        <w:rPr>
          <w:rtl/>
          <w:lang w:bidi="fa-IR"/>
        </w:rPr>
        <w:t xml:space="preserve"> ناصواب خود به امور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چند استناد کردند که در ظاهر، خلاف قاعده است؛ مانند: تولد انسان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ناقص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انگشت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دارد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ناقص الخلقه و درهم آم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خته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گروه با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که جهان و اش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آمده اند</w:t>
      </w:r>
      <w:r w:rsidR="008D0D19">
        <w:rPr>
          <w:rtl/>
          <w:lang w:bidi="fa-IR"/>
        </w:rPr>
        <w:t>.</w:t>
      </w:r>
    </w:p>
    <w:p w:rsidR="009325ED" w:rsidRPr="009325ED" w:rsidRDefault="006774AD" w:rsidP="009325E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9325ED" w:rsidRPr="009325ED">
        <w:rPr>
          <w:rFonts w:hint="eastAsia"/>
          <w:rtl/>
          <w:lang w:bidi="fa-IR"/>
        </w:rPr>
        <w:t>ارسطاطال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»</w:t>
      </w:r>
      <w:r w:rsidR="009325ED" w:rsidRPr="009325ED">
        <w:rPr>
          <w:rtl/>
          <w:lang w:bidi="fa-IR"/>
        </w:rPr>
        <w:t xml:space="preserve"> به آنان چن</w:t>
      </w:r>
      <w:r w:rsidR="009325ED" w:rsidRPr="009325ED">
        <w:rPr>
          <w:rFonts w:hint="cs"/>
          <w:rtl/>
          <w:lang w:bidi="fa-IR"/>
        </w:rPr>
        <w:t>ی</w:t>
      </w:r>
      <w:r w:rsidR="009325ED" w:rsidRPr="009325ED">
        <w:rPr>
          <w:rFonts w:hint="eastAsia"/>
          <w:rtl/>
          <w:lang w:bidi="fa-IR"/>
        </w:rPr>
        <w:t>ن</w:t>
      </w:r>
      <w:r w:rsidR="009325ED" w:rsidRPr="009325ED">
        <w:rPr>
          <w:rtl/>
          <w:lang w:bidi="fa-IR"/>
        </w:rPr>
        <w:t xml:space="preserve"> پاسخ داده است: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گاه بالعرض و اتفاق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خاطر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لها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چند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و از راه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خود خارج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 به منزله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رون</w:t>
      </w:r>
      <w:r w:rsidRPr="009325ED">
        <w:rPr>
          <w:rtl/>
          <w:lang w:bidi="fa-IR"/>
        </w:rPr>
        <w:t xml:space="preserve"> رفتن امور از حالت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اتفاقات نادر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و به طور دائم جار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ستند،</w:t>
      </w:r>
      <w:r w:rsidRPr="009325ED">
        <w:rPr>
          <w:rtl/>
          <w:lang w:bidi="fa-IR"/>
        </w:rPr>
        <w:t xml:space="preserve"> (تا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نبود حکمت گردند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را به خاطر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امور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مهمل بشمار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>)</w:t>
      </w:r>
    </w:p>
    <w:p w:rsidR="006774A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تو غالباً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وانات</w:t>
      </w:r>
      <w:r w:rsidRPr="009325ED">
        <w:rPr>
          <w:rtl/>
          <w:lang w:bidi="fa-IR"/>
        </w:rPr>
        <w:t xml:space="preserve"> را به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صورت ثابت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مثلا انسان</w:t>
      </w:r>
    </w:p>
    <w:p w:rsidR="006774AD" w:rsidRDefault="006774AD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به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دو دست، دو پا و پنج انگشت دارد و انسانها غالباً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نگونه</w:t>
      </w:r>
      <w:r w:rsidRPr="009325ED">
        <w:rPr>
          <w:rtl/>
          <w:lang w:bidi="fa-IR"/>
        </w:rPr>
        <w:t xml:space="preserve"> اند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اگر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خلاف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صورت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به خاطر علت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که در رحم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به علت ماده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است ک</w:t>
      </w:r>
      <w:r w:rsidRPr="009325ED">
        <w:rPr>
          <w:rFonts w:hint="eastAsia"/>
          <w:rtl/>
          <w:lang w:bidi="fa-IR"/>
        </w:rPr>
        <w:t>ه</w:t>
      </w:r>
      <w:r w:rsidRPr="009325ED">
        <w:rPr>
          <w:rtl/>
          <w:lang w:bidi="fa-IR"/>
        </w:rPr>
        <w:t xml:space="preserve"> جن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از آن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چنانکه گاه انسان در کار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به کار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بندد اما گاه ابزار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ناقص است و مانع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آورد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امور و نقصها به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خاطر که ذکر شد گاه در اولاد 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وان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د،</w:t>
      </w:r>
      <w:r w:rsidRPr="009325ED">
        <w:rPr>
          <w:rtl/>
          <w:lang w:bidi="fa-IR"/>
        </w:rPr>
        <w:t xml:space="preserve"> چنانکه اح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اناً</w:t>
      </w:r>
      <w:r w:rsidRPr="009325ED">
        <w:rPr>
          <w:rtl/>
          <w:lang w:bidi="fa-IR"/>
        </w:rPr>
        <w:t xml:space="preserve"> بچه عضو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دارد،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ناقص است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مشوه و درهم 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خته</w:t>
      </w:r>
      <w:r w:rsidRPr="009325ED">
        <w:rPr>
          <w:rtl/>
          <w:lang w:bidi="fa-IR"/>
        </w:rPr>
        <w:t xml:space="preserve"> به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اما اکثر مردم سالم و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دن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 xml:space="preserve"> چنانکه اگر در کار صانع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خاطر خاص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مسأله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رخ دهد تمام کارها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حکمت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ست،</w:t>
      </w:r>
      <w:r w:rsidRPr="009325ED">
        <w:rPr>
          <w:rtl/>
          <w:lang w:bidi="fa-IR"/>
        </w:rPr>
        <w:t xml:space="preserve"> همچن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اگر در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موارد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چند رخ نمود که ظاهراً با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سازد نم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توان 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ناهماهنگ، ناصواب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پنداشت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آن را تصادف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دانست (بلکه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 است که گاه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نه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نکه</w:t>
      </w:r>
      <w:r w:rsidRPr="009325ED">
        <w:rPr>
          <w:rtl/>
          <w:lang w:bidi="fa-IR"/>
        </w:rPr>
        <w:t xml:space="preserve"> غالب را اتفاق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پندار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و نادر را کل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شمار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>)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پس</w:t>
      </w:r>
      <w:r w:rsidRPr="009325ED">
        <w:rPr>
          <w:rtl/>
          <w:lang w:bidi="fa-IR"/>
        </w:rPr>
        <w:t xml:space="preserve"> درست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که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به خاطر آنکه گاه به دل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رخ نمودن امر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کار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کار خلاف قاعده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سر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زند، آن را خلاف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و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رانه</w:t>
      </w:r>
      <w:r w:rsidRPr="009325ED">
        <w:rPr>
          <w:rtl/>
          <w:lang w:bidi="fa-IR"/>
        </w:rPr>
        <w:t xml:space="preserve"> بداند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اگر</w:t>
      </w:r>
      <w:r w:rsidRPr="009325ED">
        <w:rPr>
          <w:rtl/>
          <w:lang w:bidi="fa-IR"/>
        </w:rPr>
        <w:t xml:space="preserve"> بگو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tl/>
          <w:lang w:bidi="fa-IR"/>
        </w:rPr>
        <w:t>: چرا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وقا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د؟</w:t>
      </w:r>
    </w:p>
    <w:p w:rsidR="006774A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پاسخ</w:t>
      </w:r>
      <w:r w:rsidRPr="009325ED">
        <w:rPr>
          <w:rtl/>
          <w:lang w:bidi="fa-IR"/>
        </w:rPr>
        <w:t xml:space="preserve"> داده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شود: تا خ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ال</w:t>
      </w:r>
      <w:r w:rsidRPr="009325ED">
        <w:rPr>
          <w:rtl/>
          <w:lang w:bidi="fa-IR"/>
        </w:rPr>
        <w:t xml:space="preserve"> نشود که همه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tl/>
          <w:lang w:bidi="fa-IR"/>
        </w:rPr>
        <w:t xml:space="preserve"> ضرورتاً از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سر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زند و جز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در کار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بلکه کار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با تقد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حک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است؛ ز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را</w:t>
      </w:r>
      <w:r w:rsidRPr="009325ED">
        <w:rPr>
          <w:rtl/>
          <w:lang w:bidi="fa-IR"/>
        </w:rPr>
        <w:t xml:space="preserve">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را چنان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که در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شتر</w:t>
      </w:r>
      <w:r w:rsidRPr="009325ED">
        <w:rPr>
          <w:rtl/>
          <w:lang w:bidi="fa-IR"/>
        </w:rPr>
        <w:t xml:space="preserve"> اوقات بر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مس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باشد و گاه به خاطر وجود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و علل خاص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مس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معرو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و هم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شگ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رون</w:t>
      </w:r>
    </w:p>
    <w:p w:rsidR="006774AD" w:rsidRDefault="006774AD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رود تا بد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له</w:t>
      </w:r>
      <w:r w:rsidRPr="009325ED">
        <w:rPr>
          <w:rtl/>
          <w:lang w:bidi="fa-IR"/>
        </w:rPr>
        <w:t xml:space="preserve"> ثابت گردد که کار طب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عت</w:t>
      </w:r>
      <w:r w:rsidRPr="009325ED">
        <w:rPr>
          <w:rtl/>
          <w:lang w:bidi="fa-IR"/>
        </w:rPr>
        <w:t xml:space="preserve"> (از خود آن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</w:t>
      </w:r>
      <w:r w:rsidRPr="009325ED">
        <w:rPr>
          <w:rtl/>
          <w:lang w:bidi="fa-IR"/>
        </w:rPr>
        <w:t xml:space="preserve"> بلکه)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گر</w:t>
      </w:r>
      <w:r w:rsidRPr="009325ED">
        <w:rPr>
          <w:rtl/>
          <w:lang w:bidi="fa-IR"/>
        </w:rPr>
        <w:t xml:space="preserve"> آن را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کند و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دن</w:t>
      </w:r>
      <w:r w:rsidRPr="009325ED">
        <w:rPr>
          <w:rtl/>
          <w:lang w:bidi="fa-IR"/>
        </w:rPr>
        <w:t xml:space="preserve"> به غا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ت،</w:t>
      </w:r>
      <w:r w:rsidRPr="009325ED">
        <w:rPr>
          <w:rtl/>
          <w:lang w:bidi="fa-IR"/>
        </w:rPr>
        <w:t xml:space="preserve"> به ابداء و قدرت و اتمام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نشگر</w:t>
      </w:r>
      <w:r w:rsidRPr="009325ED">
        <w:rPr>
          <w:rtl/>
          <w:lang w:bidi="fa-IR"/>
        </w:rPr>
        <w:t xml:space="preserve"> - تبارک و تعال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-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ازمند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براست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او احسن الخالق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است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آنچه را که به تو دادم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حفظ کن و خدا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را در برابر نعماتش شکر و سپاس گو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از اول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بزرگ او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نما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اندک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دلا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</w:t>
      </w:r>
      <w:r w:rsidRPr="009325ED">
        <w:rPr>
          <w:rtl/>
          <w:lang w:bidi="fa-IR"/>
        </w:rPr>
        <w:t xml:space="preserve"> فراوان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را و شواهد تدب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Pr="009325ED">
        <w:rPr>
          <w:rtl/>
          <w:lang w:bidi="fa-IR"/>
        </w:rPr>
        <w:t xml:space="preserve"> و حکمت عالم را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و شرح کردم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در آنچه گفتم تدبر کن و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ک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</w:t>
      </w:r>
      <w:r w:rsidRPr="009325ED">
        <w:rPr>
          <w:rtl/>
          <w:lang w:bidi="fa-IR"/>
        </w:rPr>
        <w:t xml:space="preserve"> و از آنها درس عبرت بگ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عرض</w:t>
      </w:r>
      <w:r w:rsidRPr="009325ED">
        <w:rPr>
          <w:rtl/>
          <w:lang w:bidi="fa-IR"/>
        </w:rPr>
        <w:t xml:space="preserve"> کردم: آقا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من! به کمک و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شما چن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کنم، ان شاءالله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سخن را گفتم و از حال رفتم و مدهوش گشتم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هنگام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که به هوش آمدم فرمود: خود را چگونه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مفضل؟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گفتم</w:t>
      </w:r>
      <w:r w:rsidRPr="009325ED">
        <w:rPr>
          <w:rtl/>
          <w:lang w:bidi="fa-IR"/>
        </w:rPr>
        <w:t xml:space="preserve">: به 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ار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مولا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و تأ</w:t>
      </w:r>
      <w:r w:rsidRPr="009325ED">
        <w:rPr>
          <w:rFonts w:hint="cs"/>
          <w:rtl/>
          <w:lang w:bidi="fa-IR"/>
        </w:rPr>
        <w:t>یی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او از آنچه نوشتم ب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از</w:t>
      </w:r>
      <w:r w:rsidRPr="009325ED">
        <w:rPr>
          <w:rtl/>
          <w:lang w:bidi="fa-IR"/>
        </w:rPr>
        <w:t xml:space="preserve"> شدم و 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معارف گو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که در برابر من است و از رو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خوانم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مولا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را شکر و سپاس که او سزاوار و شا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سته</w:t>
      </w:r>
      <w:r w:rsidRPr="009325ED">
        <w:rPr>
          <w:rtl/>
          <w:lang w:bidi="fa-IR"/>
        </w:rPr>
        <w:t xml:space="preserve"> و مستحق حمد و شکر است</w:t>
      </w:r>
      <w:r w:rsidR="008D0D19">
        <w:rPr>
          <w:rtl/>
          <w:lang w:bidi="fa-IR"/>
        </w:rPr>
        <w:t>.</w:t>
      </w:r>
    </w:p>
    <w:p w:rsidR="00A73E85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آنگاه</w:t>
      </w:r>
      <w:r w:rsidRPr="009325ED">
        <w:rPr>
          <w:rtl/>
          <w:lang w:bidi="fa-IR"/>
        </w:rPr>
        <w:t xml:space="preserve"> امام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فرمود: 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مفضل! دل خود را فارغ گردان و ذهن و اند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شه</w:t>
      </w:r>
      <w:r w:rsidRPr="009325ED">
        <w:rPr>
          <w:rtl/>
          <w:lang w:bidi="fa-IR"/>
        </w:rPr>
        <w:t xml:space="preserve"> و آرامشت را نگاه دار که در آ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نده</w:t>
      </w:r>
      <w:r w:rsidRPr="009325ED">
        <w:rPr>
          <w:rtl/>
          <w:lang w:bidi="fa-IR"/>
        </w:rPr>
        <w:t xml:space="preserve"> از دانش ملکوت آسمانها و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شگفت در آنها و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آنها و درباره انواع فرشتگان و صفوف، مقامات و مراتب آنان تا سدرة المنته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 آفر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نش</w:t>
      </w:r>
      <w:r w:rsidRPr="009325ED">
        <w:rPr>
          <w:rtl/>
          <w:lang w:bidi="fa-IR"/>
        </w:rPr>
        <w:t xml:space="preserve"> جن و انس تا زم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ن</w:t>
      </w:r>
      <w:r w:rsidRPr="009325ED">
        <w:rPr>
          <w:rtl/>
          <w:lang w:bidi="fa-IR"/>
        </w:rPr>
        <w:t xml:space="preserve"> </w:t>
      </w:r>
      <w:r w:rsidRPr="009325ED">
        <w:rPr>
          <w:rFonts w:hint="eastAsia"/>
          <w:rtl/>
          <w:lang w:bidi="fa-IR"/>
        </w:rPr>
        <w:t>هفتم</w:t>
      </w:r>
      <w:r w:rsidRPr="009325ED">
        <w:rPr>
          <w:rtl/>
          <w:lang w:bidi="fa-IR"/>
        </w:rPr>
        <w:t xml:space="preserve"> و آنچه در تحت آن است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تو شرح خواهم کرد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آنگونه که آنچه اکنون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دان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تنها جزئ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آنها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شود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هرگاه که خواه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برو و 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</w:t>
      </w:r>
      <w:r w:rsidRPr="009325ED">
        <w:rPr>
          <w:rtl/>
          <w:lang w:bidi="fa-IR"/>
        </w:rPr>
        <w:t xml:space="preserve"> که تو مصاحب ما</w:t>
      </w:r>
      <w:r w:rsidRPr="009325ED">
        <w:rPr>
          <w:rFonts w:hint="cs"/>
          <w:rtl/>
          <w:lang w:bidi="fa-IR"/>
        </w:rPr>
        <w:t>یی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تو در نزد ما منزلت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والا و رف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tl/>
          <w:lang w:bidi="fa-IR"/>
        </w:rPr>
        <w:t xml:space="preserve"> دار</w:t>
      </w:r>
      <w:r w:rsidRPr="009325ED">
        <w:rPr>
          <w:rFonts w:hint="cs"/>
          <w:rtl/>
          <w:lang w:bidi="fa-IR"/>
        </w:rPr>
        <w:t>ی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جا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گاه</w:t>
      </w:r>
      <w:r w:rsidRPr="009325ED">
        <w:rPr>
          <w:rtl/>
          <w:lang w:bidi="fa-IR"/>
        </w:rPr>
        <w:t xml:space="preserve"> و موقع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ت</w:t>
      </w:r>
      <w:r w:rsidRPr="009325ED">
        <w:rPr>
          <w:rtl/>
          <w:lang w:bidi="fa-IR"/>
        </w:rPr>
        <w:t xml:space="preserve"> تو در قلب مؤمنان بسان آب برا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تشنه است</w:t>
      </w:r>
      <w:r w:rsidR="008D0D19">
        <w:rPr>
          <w:rtl/>
          <w:lang w:bidi="fa-IR"/>
        </w:rPr>
        <w:t>.</w:t>
      </w:r>
      <w:r w:rsidRPr="009325ED">
        <w:rPr>
          <w:rtl/>
          <w:lang w:bidi="fa-IR"/>
        </w:rPr>
        <w:t xml:space="preserve"> تا</w:t>
      </w:r>
    </w:p>
    <w:p w:rsidR="00A73E85" w:rsidRDefault="00A73E85" w:rsidP="0023050A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tl/>
          <w:lang w:bidi="fa-IR"/>
        </w:rPr>
        <w:t>خود نگفته ام</w:t>
      </w:r>
      <w:r w:rsidRPr="009325ED">
        <w:rPr>
          <w:rFonts w:hint="eastAsia"/>
          <w:rtl/>
          <w:lang w:bidi="fa-IR"/>
        </w:rPr>
        <w:t>،</w:t>
      </w:r>
      <w:r w:rsidRPr="009325ED">
        <w:rPr>
          <w:rtl/>
          <w:lang w:bidi="fa-IR"/>
        </w:rPr>
        <w:t xml:space="preserve"> آنچه را که به تو وعده کرده ام از من مطلب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  <w:r w:rsidRPr="009325ED">
        <w:rPr>
          <w:rFonts w:hint="eastAsia"/>
          <w:rtl/>
          <w:lang w:bidi="fa-IR"/>
        </w:rPr>
        <w:t>مفضل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گو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>: با چنان حالت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از نزد مولا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م</w:t>
      </w:r>
      <w:r w:rsidRPr="009325ED">
        <w:rPr>
          <w:rtl/>
          <w:lang w:bidi="fa-IR"/>
        </w:rPr>
        <w:t xml:space="preserve">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مرخص شدم که بع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است کس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آنگونه حالت مبارک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دا</w:t>
      </w:r>
      <w:r w:rsidRPr="009325ED">
        <w:rPr>
          <w:rtl/>
          <w:lang w:bidi="fa-IR"/>
        </w:rPr>
        <w:t xml:space="preserve"> کرده باشد</w:t>
      </w:r>
      <w:r w:rsidR="008D0D19">
        <w:rPr>
          <w:rtl/>
          <w:lang w:bidi="fa-IR"/>
        </w:rPr>
        <w:t>.</w:t>
      </w:r>
    </w:p>
    <w:p w:rsidR="009325ED" w:rsidRPr="009325ED" w:rsidRDefault="009325ED" w:rsidP="00A73E85">
      <w:pPr>
        <w:pStyle w:val="libBold2"/>
        <w:rPr>
          <w:rtl/>
          <w:lang w:bidi="fa-IR"/>
        </w:rPr>
      </w:pPr>
      <w:r w:rsidRPr="009325ED">
        <w:rPr>
          <w:rFonts w:hint="eastAsia"/>
          <w:rtl/>
          <w:lang w:bidi="fa-IR"/>
        </w:rPr>
        <w:t>خدا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را سپاس که ترجمه کتاب شر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ف</w:t>
      </w:r>
      <w:r w:rsidRPr="009325ED">
        <w:rPr>
          <w:rtl/>
          <w:lang w:bidi="fa-IR"/>
        </w:rPr>
        <w:t xml:space="preserve"> توح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Pr="009325ED">
        <w:rPr>
          <w:rtl/>
          <w:lang w:bidi="fa-IR"/>
        </w:rPr>
        <w:t xml:space="preserve"> مفضل در هفدهم رب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ع</w:t>
      </w:r>
      <w:r w:rsidRPr="009325ED">
        <w:rPr>
          <w:rtl/>
          <w:lang w:bidi="fa-IR"/>
        </w:rPr>
        <w:t xml:space="preserve"> الاول سال </w:t>
      </w:r>
      <w:r w:rsidR="0030285A">
        <w:rPr>
          <w:rtl/>
          <w:lang w:bidi="fa-IR"/>
        </w:rPr>
        <w:t>1</w:t>
      </w:r>
      <w:r w:rsidRPr="009325ED">
        <w:rPr>
          <w:rtl/>
          <w:lang w:bidi="fa-IR"/>
        </w:rPr>
        <w:t>4</w:t>
      </w:r>
      <w:r w:rsidR="0030285A">
        <w:rPr>
          <w:rtl/>
          <w:lang w:bidi="fa-IR"/>
        </w:rPr>
        <w:t>1</w:t>
      </w:r>
      <w:r w:rsidRPr="009325ED">
        <w:rPr>
          <w:rtl/>
          <w:lang w:bidi="fa-IR"/>
        </w:rPr>
        <w:t>5، روز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لاد</w:t>
      </w:r>
      <w:r w:rsidRPr="009325ED">
        <w:rPr>
          <w:rtl/>
          <w:lang w:bidi="fa-IR"/>
        </w:rPr>
        <w:t xml:space="preserve"> پ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امبر</w:t>
      </w:r>
      <w:r w:rsidRPr="009325ED">
        <w:rPr>
          <w:rtl/>
          <w:lang w:bidi="fa-IR"/>
        </w:rPr>
        <w:t xml:space="preserve"> گرام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</w:t>
      </w:r>
      <w:r w:rsidR="00E73E9E" w:rsidRPr="00E73E9E">
        <w:rPr>
          <w:rStyle w:val="libAlaemChar"/>
          <w:rtl/>
        </w:rPr>
        <w:t>صلى‌الله‌عليه‌وآله‌وسلم</w:t>
      </w:r>
      <w:r w:rsidRPr="009325ED">
        <w:rPr>
          <w:rtl/>
          <w:lang w:bidi="fa-IR"/>
        </w:rPr>
        <w:t xml:space="preserve"> و فرزند بزرگوارش، امام جعفر صادق </w:t>
      </w:r>
      <w:r w:rsidR="00736941" w:rsidRPr="00736941">
        <w:rPr>
          <w:rStyle w:val="libAlaemChar"/>
          <w:rtl/>
        </w:rPr>
        <w:t>عليه‌السلام</w:t>
      </w:r>
      <w:r w:rsidRPr="009325ED">
        <w:rPr>
          <w:rtl/>
          <w:lang w:bidi="fa-IR"/>
        </w:rPr>
        <w:t xml:space="preserve"> به دست بنده ناچ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ز،</w:t>
      </w:r>
      <w:r w:rsidRPr="009325ED">
        <w:rPr>
          <w:rtl/>
          <w:lang w:bidi="fa-IR"/>
        </w:rPr>
        <w:t xml:space="preserve"> نجفعل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م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رزا</w:t>
      </w:r>
      <w:r w:rsidRPr="009325ED">
        <w:rPr>
          <w:rFonts w:hint="cs"/>
          <w:rtl/>
          <w:lang w:bidi="fa-IR"/>
        </w:rPr>
        <w:t>یی</w:t>
      </w:r>
      <w:r w:rsidRPr="009325ED">
        <w:rPr>
          <w:rtl/>
          <w:lang w:bidi="fa-IR"/>
        </w:rPr>
        <w:t xml:space="preserve"> - عف</w:t>
      </w:r>
      <w:r w:rsidRPr="009325ED">
        <w:rPr>
          <w:rFonts w:hint="cs"/>
          <w:rtl/>
          <w:lang w:bidi="fa-IR"/>
        </w:rPr>
        <w:t>ی</w:t>
      </w:r>
      <w:r w:rsidRPr="009325ED">
        <w:rPr>
          <w:rtl/>
          <w:lang w:bidi="fa-IR"/>
        </w:rPr>
        <w:t xml:space="preserve"> الله عنه - به پا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ان</w:t>
      </w:r>
      <w:r w:rsidRPr="009325ED">
        <w:rPr>
          <w:rtl/>
          <w:lang w:bidi="fa-IR"/>
        </w:rPr>
        <w:t xml:space="preserve"> رس</w:t>
      </w:r>
      <w:r w:rsidRPr="009325ED">
        <w:rPr>
          <w:rFonts w:hint="cs"/>
          <w:rtl/>
          <w:lang w:bidi="fa-IR"/>
        </w:rPr>
        <w:t>ی</w:t>
      </w:r>
      <w:r w:rsidRPr="009325ED">
        <w:rPr>
          <w:rFonts w:hint="eastAsia"/>
          <w:rtl/>
          <w:lang w:bidi="fa-IR"/>
        </w:rPr>
        <w:t>د</w:t>
      </w:r>
      <w:r w:rsidR="008D0D19">
        <w:rPr>
          <w:rtl/>
          <w:lang w:bidi="fa-IR"/>
        </w:rPr>
        <w:t>.</w:t>
      </w:r>
    </w:p>
    <w:p w:rsidR="009325ED" w:rsidRPr="009325ED" w:rsidRDefault="009325ED" w:rsidP="009325ED">
      <w:pPr>
        <w:pStyle w:val="libNormal"/>
        <w:rPr>
          <w:rtl/>
          <w:lang w:bidi="fa-IR"/>
        </w:rPr>
      </w:pPr>
    </w:p>
    <w:sectPr w:rsidR="009325ED" w:rsidRPr="009325ED" w:rsidSect="00DF4488">
      <w:footerReference w:type="even" r:id="rId8"/>
      <w:footerReference w:type="default" r:id="rId9"/>
      <w:footerReference w:type="first" r:id="rId10"/>
      <w:type w:val="continuous"/>
      <w:pgSz w:w="11907" w:h="16840" w:code="9"/>
      <w:pgMar w:top="1260" w:right="1917" w:bottom="1260" w:left="216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87A" w:rsidRDefault="00B7287A">
      <w:r>
        <w:separator/>
      </w:r>
    </w:p>
  </w:endnote>
  <w:endnote w:type="continuationSeparator" w:id="0">
    <w:p w:rsidR="00B7287A" w:rsidRDefault="00B72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97" w:rsidRDefault="008F2797">
    <w:pPr>
      <w:pStyle w:val="Footer"/>
    </w:pPr>
    <w:fldSimple w:instr=" PAGE   \* MERGEFORMAT ">
      <w:r w:rsidR="00EC0B9B">
        <w:rPr>
          <w:noProof/>
          <w:rtl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97" w:rsidRDefault="008F2797">
    <w:pPr>
      <w:pStyle w:val="Footer"/>
    </w:pPr>
    <w:fldSimple w:instr=" PAGE   \* MERGEFORMAT ">
      <w:r w:rsidR="00EC0B9B">
        <w:rPr>
          <w:noProof/>
          <w:rtl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97" w:rsidRDefault="008F2797">
    <w:pPr>
      <w:pStyle w:val="Footer"/>
    </w:pPr>
    <w:fldSimple w:instr=" PAGE   \* MERGEFORMAT ">
      <w:r w:rsidR="00EC0B9B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87A" w:rsidRDefault="00B7287A">
      <w:r>
        <w:separator/>
      </w:r>
    </w:p>
  </w:footnote>
  <w:footnote w:type="continuationSeparator" w:id="0">
    <w:p w:rsidR="00B7287A" w:rsidRDefault="00B72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5ED"/>
    <w:rsid w:val="00005A19"/>
    <w:rsid w:val="00010942"/>
    <w:rsid w:val="000217A6"/>
    <w:rsid w:val="00024AA0"/>
    <w:rsid w:val="000267FE"/>
    <w:rsid w:val="00030622"/>
    <w:rsid w:val="00040272"/>
    <w:rsid w:val="00040798"/>
    <w:rsid w:val="00041E1E"/>
    <w:rsid w:val="00043023"/>
    <w:rsid w:val="00054406"/>
    <w:rsid w:val="000604C4"/>
    <w:rsid w:val="0006216A"/>
    <w:rsid w:val="00065117"/>
    <w:rsid w:val="00065271"/>
    <w:rsid w:val="00067F84"/>
    <w:rsid w:val="00071C97"/>
    <w:rsid w:val="00072203"/>
    <w:rsid w:val="0007422C"/>
    <w:rsid w:val="000761F7"/>
    <w:rsid w:val="00076A3A"/>
    <w:rsid w:val="0008220C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420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01A4"/>
    <w:rsid w:val="00133DCA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66F2C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4628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1F35A5"/>
    <w:rsid w:val="001F6EE1"/>
    <w:rsid w:val="00202C7B"/>
    <w:rsid w:val="002054C5"/>
    <w:rsid w:val="0020750C"/>
    <w:rsid w:val="00213662"/>
    <w:rsid w:val="002139CB"/>
    <w:rsid w:val="00214801"/>
    <w:rsid w:val="00224964"/>
    <w:rsid w:val="002267C7"/>
    <w:rsid w:val="00227FEE"/>
    <w:rsid w:val="0023050A"/>
    <w:rsid w:val="00232880"/>
    <w:rsid w:val="002337CA"/>
    <w:rsid w:val="00235D6F"/>
    <w:rsid w:val="00237978"/>
    <w:rsid w:val="00240F71"/>
    <w:rsid w:val="00241F59"/>
    <w:rsid w:val="0024265C"/>
    <w:rsid w:val="00244C2E"/>
    <w:rsid w:val="00247F42"/>
    <w:rsid w:val="00250E0A"/>
    <w:rsid w:val="00251E02"/>
    <w:rsid w:val="00257657"/>
    <w:rsid w:val="00263F56"/>
    <w:rsid w:val="00264F12"/>
    <w:rsid w:val="00271FE6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5B27"/>
    <w:rsid w:val="002B62E3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2104"/>
    <w:rsid w:val="002F3626"/>
    <w:rsid w:val="00301EBF"/>
    <w:rsid w:val="0030285A"/>
    <w:rsid w:val="00305CFF"/>
    <w:rsid w:val="00307056"/>
    <w:rsid w:val="003074AA"/>
    <w:rsid w:val="00307C3A"/>
    <w:rsid w:val="00310D1D"/>
    <w:rsid w:val="00317E22"/>
    <w:rsid w:val="00322466"/>
    <w:rsid w:val="00324B78"/>
    <w:rsid w:val="0032566A"/>
    <w:rsid w:val="00325A62"/>
    <w:rsid w:val="00330D70"/>
    <w:rsid w:val="00332DC3"/>
    <w:rsid w:val="003339D0"/>
    <w:rsid w:val="0033429D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352"/>
    <w:rsid w:val="003A1475"/>
    <w:rsid w:val="003A15F0"/>
    <w:rsid w:val="003A3298"/>
    <w:rsid w:val="003A4587"/>
    <w:rsid w:val="003A661E"/>
    <w:rsid w:val="003A6B2A"/>
    <w:rsid w:val="003B0162"/>
    <w:rsid w:val="003B0913"/>
    <w:rsid w:val="003B20C5"/>
    <w:rsid w:val="003B5031"/>
    <w:rsid w:val="003B6720"/>
    <w:rsid w:val="003B775B"/>
    <w:rsid w:val="003B7FA9"/>
    <w:rsid w:val="003C4CB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3F40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1994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1E36"/>
    <w:rsid w:val="00494861"/>
    <w:rsid w:val="004953C3"/>
    <w:rsid w:val="00497042"/>
    <w:rsid w:val="004A0866"/>
    <w:rsid w:val="004A5E75"/>
    <w:rsid w:val="004B17F4"/>
    <w:rsid w:val="004B3048"/>
    <w:rsid w:val="004B3F28"/>
    <w:rsid w:val="004C3E90"/>
    <w:rsid w:val="004C4336"/>
    <w:rsid w:val="004C77B5"/>
    <w:rsid w:val="004D41B1"/>
    <w:rsid w:val="004D6BCF"/>
    <w:rsid w:val="004D7678"/>
    <w:rsid w:val="004D7CD7"/>
    <w:rsid w:val="004E6E95"/>
    <w:rsid w:val="004F23CC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278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486"/>
    <w:rsid w:val="005A075E"/>
    <w:rsid w:val="005A1C39"/>
    <w:rsid w:val="005A41E3"/>
    <w:rsid w:val="005A43ED"/>
    <w:rsid w:val="005B19FB"/>
    <w:rsid w:val="005B2B23"/>
    <w:rsid w:val="005B2DE4"/>
    <w:rsid w:val="005B4DD0"/>
    <w:rsid w:val="005B56BE"/>
    <w:rsid w:val="005B64E5"/>
    <w:rsid w:val="005B68D5"/>
    <w:rsid w:val="005B7CFD"/>
    <w:rsid w:val="005C0E2F"/>
    <w:rsid w:val="005C504A"/>
    <w:rsid w:val="005D2C72"/>
    <w:rsid w:val="005D316A"/>
    <w:rsid w:val="005D3978"/>
    <w:rsid w:val="005E2913"/>
    <w:rsid w:val="005E4DD0"/>
    <w:rsid w:val="005E7821"/>
    <w:rsid w:val="005F68ED"/>
    <w:rsid w:val="00607DCE"/>
    <w:rsid w:val="006101E8"/>
    <w:rsid w:val="00613E8E"/>
    <w:rsid w:val="00614301"/>
    <w:rsid w:val="00620B12"/>
    <w:rsid w:val="006210F4"/>
    <w:rsid w:val="006224EE"/>
    <w:rsid w:val="00622BF7"/>
    <w:rsid w:val="00623380"/>
    <w:rsid w:val="00625C71"/>
    <w:rsid w:val="00627A7B"/>
    <w:rsid w:val="006357C1"/>
    <w:rsid w:val="00641A2D"/>
    <w:rsid w:val="00643854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774AD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6944"/>
    <w:rsid w:val="006B7F0E"/>
    <w:rsid w:val="006C07D6"/>
    <w:rsid w:val="006C4B43"/>
    <w:rsid w:val="006D36EC"/>
    <w:rsid w:val="006D6DC1"/>
    <w:rsid w:val="006D6F9A"/>
    <w:rsid w:val="006E2C8E"/>
    <w:rsid w:val="006E446F"/>
    <w:rsid w:val="006E6291"/>
    <w:rsid w:val="006E78F2"/>
    <w:rsid w:val="006F2E14"/>
    <w:rsid w:val="006F7CE8"/>
    <w:rsid w:val="007000EB"/>
    <w:rsid w:val="00700595"/>
    <w:rsid w:val="00701353"/>
    <w:rsid w:val="0070524C"/>
    <w:rsid w:val="00707E63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36941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0BE3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91F"/>
    <w:rsid w:val="00831B8F"/>
    <w:rsid w:val="00837259"/>
    <w:rsid w:val="0084238B"/>
    <w:rsid w:val="008426D4"/>
    <w:rsid w:val="0084318E"/>
    <w:rsid w:val="0084496F"/>
    <w:rsid w:val="00850983"/>
    <w:rsid w:val="008541F2"/>
    <w:rsid w:val="00854AE1"/>
    <w:rsid w:val="00856941"/>
    <w:rsid w:val="0085698F"/>
    <w:rsid w:val="00857A7C"/>
    <w:rsid w:val="0086345B"/>
    <w:rsid w:val="00864864"/>
    <w:rsid w:val="00866CF3"/>
    <w:rsid w:val="00870182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1F3E"/>
    <w:rsid w:val="008A225D"/>
    <w:rsid w:val="008A4630"/>
    <w:rsid w:val="008A756D"/>
    <w:rsid w:val="008B5AE2"/>
    <w:rsid w:val="008B5B7E"/>
    <w:rsid w:val="008B7CF1"/>
    <w:rsid w:val="008C0DB1"/>
    <w:rsid w:val="008C3327"/>
    <w:rsid w:val="008D0D19"/>
    <w:rsid w:val="008D1B93"/>
    <w:rsid w:val="008D5FE6"/>
    <w:rsid w:val="008D6657"/>
    <w:rsid w:val="008E1FA7"/>
    <w:rsid w:val="008E4D2E"/>
    <w:rsid w:val="008F1A24"/>
    <w:rsid w:val="008F24C2"/>
    <w:rsid w:val="008F258C"/>
    <w:rsid w:val="008F2797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4DF8"/>
    <w:rsid w:val="009257A0"/>
    <w:rsid w:val="00927601"/>
    <w:rsid w:val="00927D62"/>
    <w:rsid w:val="00931D57"/>
    <w:rsid w:val="00932192"/>
    <w:rsid w:val="009324AF"/>
    <w:rsid w:val="009325ED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53CC"/>
    <w:rsid w:val="0097061F"/>
    <w:rsid w:val="00970EB9"/>
    <w:rsid w:val="00972C70"/>
    <w:rsid w:val="009741DD"/>
    <w:rsid w:val="00974224"/>
    <w:rsid w:val="00974FF1"/>
    <w:rsid w:val="00975BAF"/>
    <w:rsid w:val="00975D74"/>
    <w:rsid w:val="00976899"/>
    <w:rsid w:val="00986588"/>
    <w:rsid w:val="00992E31"/>
    <w:rsid w:val="00995F94"/>
    <w:rsid w:val="009A24B2"/>
    <w:rsid w:val="009A3A5D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1207"/>
    <w:rsid w:val="009F2C77"/>
    <w:rsid w:val="009F4A72"/>
    <w:rsid w:val="009F5327"/>
    <w:rsid w:val="009F6DDF"/>
    <w:rsid w:val="00A00A9C"/>
    <w:rsid w:val="00A05A22"/>
    <w:rsid w:val="00A06B28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1780"/>
    <w:rsid w:val="00A33796"/>
    <w:rsid w:val="00A35A84"/>
    <w:rsid w:val="00A35EDE"/>
    <w:rsid w:val="00A36CA9"/>
    <w:rsid w:val="00A371C7"/>
    <w:rsid w:val="00A400F4"/>
    <w:rsid w:val="00A40FA4"/>
    <w:rsid w:val="00A44704"/>
    <w:rsid w:val="00A455E7"/>
    <w:rsid w:val="00A4703F"/>
    <w:rsid w:val="00A478DC"/>
    <w:rsid w:val="00A50FBD"/>
    <w:rsid w:val="00A51FCA"/>
    <w:rsid w:val="00A6076B"/>
    <w:rsid w:val="00A60B19"/>
    <w:rsid w:val="00A60E79"/>
    <w:rsid w:val="00A6486D"/>
    <w:rsid w:val="00A668D6"/>
    <w:rsid w:val="00A73E85"/>
    <w:rsid w:val="00A745EB"/>
    <w:rsid w:val="00A749A9"/>
    <w:rsid w:val="00A751DD"/>
    <w:rsid w:val="00A86979"/>
    <w:rsid w:val="00A86A9E"/>
    <w:rsid w:val="00A87465"/>
    <w:rsid w:val="00A91F7E"/>
    <w:rsid w:val="00A9330B"/>
    <w:rsid w:val="00A93392"/>
    <w:rsid w:val="00A971B5"/>
    <w:rsid w:val="00AA378D"/>
    <w:rsid w:val="00AA54FF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3BED"/>
    <w:rsid w:val="00AE0778"/>
    <w:rsid w:val="00AE1E35"/>
    <w:rsid w:val="00AE4875"/>
    <w:rsid w:val="00AE4D35"/>
    <w:rsid w:val="00AE5DAC"/>
    <w:rsid w:val="00AE6117"/>
    <w:rsid w:val="00AE64FD"/>
    <w:rsid w:val="00AE685E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10F8"/>
    <w:rsid w:val="00B37FEA"/>
    <w:rsid w:val="00B426ED"/>
    <w:rsid w:val="00B42E0C"/>
    <w:rsid w:val="00B47827"/>
    <w:rsid w:val="00B47A01"/>
    <w:rsid w:val="00B50444"/>
    <w:rsid w:val="00B506FA"/>
    <w:rsid w:val="00B51C0A"/>
    <w:rsid w:val="00B629FE"/>
    <w:rsid w:val="00B65134"/>
    <w:rsid w:val="00B70AEE"/>
    <w:rsid w:val="00B71ADF"/>
    <w:rsid w:val="00B7287A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3F77"/>
    <w:rsid w:val="00B87355"/>
    <w:rsid w:val="00B878F8"/>
    <w:rsid w:val="00B90A19"/>
    <w:rsid w:val="00B931B4"/>
    <w:rsid w:val="00B936D7"/>
    <w:rsid w:val="00B95353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D730F"/>
    <w:rsid w:val="00BE0D08"/>
    <w:rsid w:val="00BE5940"/>
    <w:rsid w:val="00BE7ED8"/>
    <w:rsid w:val="00BF3B5E"/>
    <w:rsid w:val="00C005CF"/>
    <w:rsid w:val="00C011AD"/>
    <w:rsid w:val="00C07E02"/>
    <w:rsid w:val="00C121B4"/>
    <w:rsid w:val="00C14876"/>
    <w:rsid w:val="00C1570C"/>
    <w:rsid w:val="00C15AE3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C7675"/>
    <w:rsid w:val="00CD1FC1"/>
    <w:rsid w:val="00CD66FF"/>
    <w:rsid w:val="00CD72D4"/>
    <w:rsid w:val="00CE0181"/>
    <w:rsid w:val="00CE0D9C"/>
    <w:rsid w:val="00CE30CD"/>
    <w:rsid w:val="00CF00F5"/>
    <w:rsid w:val="00CF137D"/>
    <w:rsid w:val="00CF799A"/>
    <w:rsid w:val="00D0199E"/>
    <w:rsid w:val="00D0599C"/>
    <w:rsid w:val="00D10971"/>
    <w:rsid w:val="00D113CB"/>
    <w:rsid w:val="00D20EAE"/>
    <w:rsid w:val="00D212D5"/>
    <w:rsid w:val="00D24B24"/>
    <w:rsid w:val="00D24EB0"/>
    <w:rsid w:val="00D25987"/>
    <w:rsid w:val="00D301FE"/>
    <w:rsid w:val="00D307FF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7021"/>
    <w:rsid w:val="00DA5931"/>
    <w:rsid w:val="00DA722B"/>
    <w:rsid w:val="00DB021C"/>
    <w:rsid w:val="00DB2424"/>
    <w:rsid w:val="00DB3E84"/>
    <w:rsid w:val="00DC02A0"/>
    <w:rsid w:val="00DC0B08"/>
    <w:rsid w:val="00DC0E27"/>
    <w:rsid w:val="00DC1083"/>
    <w:rsid w:val="00DC6154"/>
    <w:rsid w:val="00DD1BB4"/>
    <w:rsid w:val="00DD6547"/>
    <w:rsid w:val="00DD78A5"/>
    <w:rsid w:val="00DE4448"/>
    <w:rsid w:val="00DE49C9"/>
    <w:rsid w:val="00DE7035"/>
    <w:rsid w:val="00DF4488"/>
    <w:rsid w:val="00DF5E1E"/>
    <w:rsid w:val="00DF6442"/>
    <w:rsid w:val="00E022DC"/>
    <w:rsid w:val="00E024D3"/>
    <w:rsid w:val="00E07A7B"/>
    <w:rsid w:val="00E10B3C"/>
    <w:rsid w:val="00E11AF0"/>
    <w:rsid w:val="00E13A8A"/>
    <w:rsid w:val="00E14435"/>
    <w:rsid w:val="00E146D5"/>
    <w:rsid w:val="00E206F5"/>
    <w:rsid w:val="00E20B39"/>
    <w:rsid w:val="00E21598"/>
    <w:rsid w:val="00E24C54"/>
    <w:rsid w:val="00E259BC"/>
    <w:rsid w:val="00E25F24"/>
    <w:rsid w:val="00E264A4"/>
    <w:rsid w:val="00E40FCC"/>
    <w:rsid w:val="00E42936"/>
    <w:rsid w:val="00E43122"/>
    <w:rsid w:val="00E44003"/>
    <w:rsid w:val="00E456A5"/>
    <w:rsid w:val="00E50FF4"/>
    <w:rsid w:val="00E5512D"/>
    <w:rsid w:val="00E574E5"/>
    <w:rsid w:val="00E6232E"/>
    <w:rsid w:val="00E63C51"/>
    <w:rsid w:val="00E67479"/>
    <w:rsid w:val="00E71139"/>
    <w:rsid w:val="00E73E9E"/>
    <w:rsid w:val="00E74F63"/>
    <w:rsid w:val="00E7602E"/>
    <w:rsid w:val="00E90664"/>
    <w:rsid w:val="00E917D6"/>
    <w:rsid w:val="00E93A84"/>
    <w:rsid w:val="00E96F05"/>
    <w:rsid w:val="00EA340E"/>
    <w:rsid w:val="00EA3498"/>
    <w:rsid w:val="00EA3B1F"/>
    <w:rsid w:val="00EB55D0"/>
    <w:rsid w:val="00EB5646"/>
    <w:rsid w:val="00EB5ADB"/>
    <w:rsid w:val="00EB61F4"/>
    <w:rsid w:val="00EC0B9B"/>
    <w:rsid w:val="00EC0F78"/>
    <w:rsid w:val="00EC1A32"/>
    <w:rsid w:val="00EC1A39"/>
    <w:rsid w:val="00EC381F"/>
    <w:rsid w:val="00EC5642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59ED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24FA"/>
    <w:rsid w:val="00F53507"/>
    <w:rsid w:val="00F571FE"/>
    <w:rsid w:val="00F638A5"/>
    <w:rsid w:val="00F65587"/>
    <w:rsid w:val="00F715FC"/>
    <w:rsid w:val="00F71859"/>
    <w:rsid w:val="00F74FDC"/>
    <w:rsid w:val="00F77888"/>
    <w:rsid w:val="00F82A57"/>
    <w:rsid w:val="00F83A2C"/>
    <w:rsid w:val="00F83E9D"/>
    <w:rsid w:val="00F86C5B"/>
    <w:rsid w:val="00F903C4"/>
    <w:rsid w:val="00F94147"/>
    <w:rsid w:val="00F97A32"/>
    <w:rsid w:val="00FA3318"/>
    <w:rsid w:val="00FA3B58"/>
    <w:rsid w:val="00FA5484"/>
    <w:rsid w:val="00FA5C32"/>
    <w:rsid w:val="00FA6127"/>
    <w:rsid w:val="00FB1A72"/>
    <w:rsid w:val="00FB3EBB"/>
    <w:rsid w:val="00FB4C28"/>
    <w:rsid w:val="00FB7CFB"/>
    <w:rsid w:val="00FC002F"/>
    <w:rsid w:val="00FC2E3C"/>
    <w:rsid w:val="00FC507F"/>
    <w:rsid w:val="00FC7297"/>
    <w:rsid w:val="00FD04E0"/>
    <w:rsid w:val="00FD2A96"/>
    <w:rsid w:val="00FD2AA4"/>
    <w:rsid w:val="00FD349D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3074AA"/>
    <w:pPr>
      <w:tabs>
        <w:tab w:val="right" w:leader="dot" w:pos="7830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FD2A96"/>
    <w:pPr>
      <w:tabs>
        <w:tab w:val="right" w:leader="dot" w:pos="783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3074AA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FD2A9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D2A9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D2A9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D2A9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EC0B9B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7C48-7F80-4CFD-BD2B-43C1A190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209</TotalTime>
  <Pages>171</Pages>
  <Words>30501</Words>
  <Characters>173860</Characters>
  <Application>Microsoft Office Word</Application>
  <DocSecurity>0</DocSecurity>
  <Lines>1448</Lines>
  <Paragraphs>407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123</cp:revision>
  <cp:lastPrinted>1601-01-01T00:00:00Z</cp:lastPrinted>
  <dcterms:created xsi:type="dcterms:W3CDTF">2017-07-18T07:54:00Z</dcterms:created>
  <dcterms:modified xsi:type="dcterms:W3CDTF">2017-07-19T08:17:00Z</dcterms:modified>
</cp:coreProperties>
</file>