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CCE" w:rsidRDefault="00E87CCE" w:rsidP="009A5C6B">
      <w:pPr>
        <w:pStyle w:val="libCenterTitr"/>
      </w:pPr>
    </w:p>
    <w:p w:rsidR="00E87CCE" w:rsidRDefault="00E87CCE" w:rsidP="009A5C6B">
      <w:pPr>
        <w:pStyle w:val="libCenterTitr"/>
      </w:pPr>
    </w:p>
    <w:p w:rsidR="00E87CCE" w:rsidRDefault="00E87CCE" w:rsidP="009A5C6B">
      <w:pPr>
        <w:pStyle w:val="libCenterTitr"/>
      </w:pPr>
    </w:p>
    <w:p w:rsidR="002125FA" w:rsidRDefault="003F1EB1" w:rsidP="009A5C6B">
      <w:pPr>
        <w:pStyle w:val="libCenterTitr"/>
      </w:pPr>
      <w:r>
        <w:t>A Quick Look in t</w:t>
      </w:r>
      <w:r w:rsidR="002125FA">
        <w:t>he Holy Book</w:t>
      </w:r>
    </w:p>
    <w:p w:rsidR="00E87CCE" w:rsidRDefault="00E87CCE" w:rsidP="009A5C6B">
      <w:pPr>
        <w:pStyle w:val="libCenterBold1"/>
      </w:pPr>
    </w:p>
    <w:p w:rsidR="002125FA" w:rsidRDefault="002125FA" w:rsidP="009A5C6B">
      <w:pPr>
        <w:pStyle w:val="libCenterBold1"/>
      </w:pPr>
      <w:r>
        <w:t xml:space="preserve">Author: </w:t>
      </w:r>
      <w:proofErr w:type="spellStart"/>
      <w:r>
        <w:t>Jowad</w:t>
      </w:r>
      <w:proofErr w:type="spellEnd"/>
      <w:r>
        <w:t xml:space="preserve"> al</w:t>
      </w:r>
      <w:r w:rsidR="00B82B4B">
        <w:t>-</w:t>
      </w:r>
      <w:proofErr w:type="spellStart"/>
      <w:r>
        <w:t>Ansari</w:t>
      </w:r>
      <w:proofErr w:type="spellEnd"/>
    </w:p>
    <w:p w:rsidR="00E87CCE" w:rsidRDefault="00E87CCE" w:rsidP="002F2C92">
      <w:pPr>
        <w:pStyle w:val="libCenterBold1"/>
      </w:pPr>
    </w:p>
    <w:p w:rsidR="002125FA" w:rsidRPr="00B82B4B" w:rsidRDefault="002125FA" w:rsidP="002F2C92">
      <w:pPr>
        <w:pStyle w:val="libCenterBold1"/>
      </w:pPr>
      <w:r>
        <w:t xml:space="preserve">Publisher: </w:t>
      </w:r>
      <w:proofErr w:type="spellStart"/>
      <w:r>
        <w:t>Ansariyan</w:t>
      </w:r>
      <w:proofErr w:type="spellEnd"/>
      <w:r>
        <w:t xml:space="preserve"> Publications </w:t>
      </w:r>
      <w:r w:rsidR="00B82B4B">
        <w:t>-</w:t>
      </w:r>
      <w:r>
        <w:t xml:space="preserve"> Qu</w:t>
      </w:r>
      <w:r w:rsidRPr="00B82B4B">
        <w:t>m</w:t>
      </w:r>
    </w:p>
    <w:p w:rsidR="00E87CCE" w:rsidRDefault="00E87CCE" w:rsidP="002F2C92">
      <w:pPr>
        <w:pStyle w:val="libCenterBold1"/>
      </w:pPr>
    </w:p>
    <w:p w:rsidR="002125FA" w:rsidRDefault="002125FA" w:rsidP="002F2C92">
      <w:pPr>
        <w:pStyle w:val="libCenterBold1"/>
      </w:pPr>
      <w:r>
        <w:t>First Edition 1423</w:t>
      </w:r>
      <w:r w:rsidR="00B82B4B">
        <w:t>-</w:t>
      </w:r>
      <w:r>
        <w:t>1381</w:t>
      </w:r>
      <w:r w:rsidR="00B82B4B">
        <w:t>-</w:t>
      </w:r>
      <w:r>
        <w:t>2003</w:t>
      </w:r>
    </w:p>
    <w:p w:rsidR="00E87CCE" w:rsidRDefault="00E87CCE" w:rsidP="002F2C92">
      <w:pPr>
        <w:pStyle w:val="libCenterBold1"/>
      </w:pPr>
    </w:p>
    <w:p w:rsidR="00E87CCE" w:rsidRDefault="00E87CCE" w:rsidP="002F2C92">
      <w:pPr>
        <w:pStyle w:val="libCenterBold1"/>
      </w:pPr>
    </w:p>
    <w:p w:rsidR="00E87CCE" w:rsidRDefault="00E87CCE" w:rsidP="002F2C92">
      <w:pPr>
        <w:pStyle w:val="libCenterBold1"/>
      </w:pPr>
    </w:p>
    <w:p w:rsidR="00E87CCE" w:rsidRDefault="00E87CCE" w:rsidP="002F2C92">
      <w:pPr>
        <w:pStyle w:val="libCenterBold1"/>
      </w:pPr>
    </w:p>
    <w:p w:rsidR="00E87CCE" w:rsidRDefault="00E87CCE" w:rsidP="002F2C92">
      <w:pPr>
        <w:pStyle w:val="libCenterBold1"/>
      </w:pPr>
    </w:p>
    <w:p w:rsidR="00E87CCE" w:rsidRDefault="00E87CCE" w:rsidP="002F2C92">
      <w:pPr>
        <w:pStyle w:val="libCenterBold1"/>
      </w:pPr>
    </w:p>
    <w:p w:rsidR="00E87CCE" w:rsidRDefault="00E87CCE" w:rsidP="002F2C92">
      <w:pPr>
        <w:pStyle w:val="libCenterBold1"/>
      </w:pPr>
    </w:p>
    <w:p w:rsidR="00E87CCE" w:rsidRDefault="00E87CCE" w:rsidP="002F2C92">
      <w:pPr>
        <w:pStyle w:val="libCenterBold1"/>
      </w:pPr>
    </w:p>
    <w:p w:rsidR="00E87CCE" w:rsidRDefault="00E87CCE" w:rsidP="002F2C92">
      <w:pPr>
        <w:pStyle w:val="libCenterBold1"/>
      </w:pPr>
      <w:hyperlink r:id="rId8" w:history="1">
        <w:r w:rsidRPr="00292C2F">
          <w:rPr>
            <w:rStyle w:val="Hyperlink"/>
          </w:rPr>
          <w:t>www.alhassanain.org/english</w:t>
        </w:r>
      </w:hyperlink>
    </w:p>
    <w:p w:rsidR="0023398E" w:rsidRDefault="0023398E" w:rsidP="0023398E">
      <w:pPr>
        <w:pStyle w:val="libNormal"/>
      </w:pPr>
      <w:r>
        <w:br w:type="page"/>
      </w:r>
    </w:p>
    <w:sdt>
      <w:sdtPr>
        <w:id w:val="331650348"/>
        <w:docPartObj>
          <w:docPartGallery w:val="Table of Contents"/>
          <w:docPartUnique/>
        </w:docPartObj>
      </w:sdtPr>
      <w:sdtEndPr>
        <w:rPr>
          <w:b w:val="0"/>
          <w:bCs w:val="0"/>
        </w:rPr>
      </w:sdtEndPr>
      <w:sdtContent>
        <w:p w:rsidR="00173A8F" w:rsidRDefault="00EE093B" w:rsidP="00EB03B7">
          <w:pPr>
            <w:pStyle w:val="libCenterBold1"/>
          </w:pPr>
          <w:r>
            <w:t xml:space="preserve">Table of </w:t>
          </w:r>
          <w:r w:rsidR="00173A8F">
            <w:t>Contents</w:t>
          </w:r>
        </w:p>
        <w:p w:rsidR="00EB03B7" w:rsidRDefault="00173A8F" w:rsidP="00EB03B7">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4731309" w:history="1">
            <w:r w:rsidR="00EB03B7" w:rsidRPr="00203CB2">
              <w:rPr>
                <w:rStyle w:val="Hyperlink"/>
              </w:rPr>
              <w:t>Acknowledgement</w:t>
            </w:r>
            <w:r w:rsidR="00EB03B7">
              <w:rPr>
                <w:webHidden/>
                <w:rtl/>
              </w:rPr>
              <w:tab/>
            </w:r>
            <w:r w:rsidR="00EB03B7">
              <w:rPr>
                <w:webHidden/>
                <w:rtl/>
              </w:rPr>
              <w:fldChar w:fldCharType="begin"/>
            </w:r>
            <w:r w:rsidR="00EB03B7">
              <w:rPr>
                <w:webHidden/>
                <w:rtl/>
              </w:rPr>
              <w:instrText xml:space="preserve"> </w:instrText>
            </w:r>
            <w:r w:rsidR="00EB03B7">
              <w:rPr>
                <w:webHidden/>
              </w:rPr>
              <w:instrText>PAGEREF</w:instrText>
            </w:r>
            <w:r w:rsidR="00EB03B7">
              <w:rPr>
                <w:webHidden/>
                <w:rtl/>
              </w:rPr>
              <w:instrText xml:space="preserve"> _</w:instrText>
            </w:r>
            <w:r w:rsidR="00EB03B7">
              <w:rPr>
                <w:webHidden/>
              </w:rPr>
              <w:instrText>Toc464731309 \h</w:instrText>
            </w:r>
            <w:r w:rsidR="00EB03B7">
              <w:rPr>
                <w:webHidden/>
                <w:rtl/>
              </w:rPr>
              <w:instrText xml:space="preserve"> </w:instrText>
            </w:r>
            <w:r w:rsidR="00EB03B7">
              <w:rPr>
                <w:webHidden/>
                <w:rtl/>
              </w:rPr>
            </w:r>
            <w:r w:rsidR="00EB03B7">
              <w:rPr>
                <w:webHidden/>
                <w:rtl/>
              </w:rPr>
              <w:fldChar w:fldCharType="separate"/>
            </w:r>
            <w:r w:rsidR="008F14C4">
              <w:rPr>
                <w:webHidden/>
              </w:rPr>
              <w:t>5</w:t>
            </w:r>
            <w:r w:rsidR="00EB03B7">
              <w:rPr>
                <w:webHidden/>
                <w:rtl/>
              </w:rPr>
              <w:fldChar w:fldCharType="end"/>
            </w:r>
          </w:hyperlink>
        </w:p>
        <w:p w:rsidR="00EB03B7" w:rsidRDefault="00EB03B7" w:rsidP="00EB03B7">
          <w:pPr>
            <w:pStyle w:val="TOC1"/>
            <w:rPr>
              <w:rFonts w:asciiTheme="minorHAnsi" w:eastAsiaTheme="minorEastAsia" w:hAnsiTheme="minorHAnsi" w:cstheme="minorBidi"/>
              <w:b w:val="0"/>
              <w:bCs w:val="0"/>
              <w:color w:val="auto"/>
              <w:sz w:val="22"/>
              <w:szCs w:val="22"/>
              <w:rtl/>
            </w:rPr>
          </w:pPr>
          <w:hyperlink w:anchor="_Toc464731310" w:history="1">
            <w:r w:rsidRPr="00203CB2">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Toc464731310 \h</w:instrText>
            </w:r>
            <w:r>
              <w:rPr>
                <w:webHidden/>
                <w:rtl/>
              </w:rPr>
              <w:instrText xml:space="preserve"> </w:instrText>
            </w:r>
            <w:r>
              <w:rPr>
                <w:webHidden/>
                <w:rtl/>
              </w:rPr>
            </w:r>
            <w:r>
              <w:rPr>
                <w:webHidden/>
                <w:rtl/>
              </w:rPr>
              <w:fldChar w:fldCharType="separate"/>
            </w:r>
            <w:r w:rsidR="008F14C4">
              <w:rPr>
                <w:webHidden/>
              </w:rPr>
              <w:t>6</w:t>
            </w:r>
            <w:r>
              <w:rPr>
                <w:webHidden/>
                <w:rtl/>
              </w:rPr>
              <w:fldChar w:fldCharType="end"/>
            </w:r>
          </w:hyperlink>
        </w:p>
        <w:p w:rsidR="00EB03B7" w:rsidRDefault="00EB03B7" w:rsidP="00EB03B7">
          <w:pPr>
            <w:pStyle w:val="TOC1"/>
            <w:rPr>
              <w:rFonts w:asciiTheme="minorHAnsi" w:eastAsiaTheme="minorEastAsia" w:hAnsiTheme="minorHAnsi" w:cstheme="minorBidi"/>
              <w:b w:val="0"/>
              <w:bCs w:val="0"/>
              <w:color w:val="auto"/>
              <w:sz w:val="22"/>
              <w:szCs w:val="22"/>
              <w:rtl/>
            </w:rPr>
          </w:pPr>
          <w:hyperlink w:anchor="_Toc464731311" w:history="1">
            <w:r w:rsidRPr="00203CB2">
              <w:rPr>
                <w:rStyle w:val="Hyperlink"/>
              </w:rPr>
              <w:t>Introduction and Awakening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Toc464731311 \h</w:instrText>
            </w:r>
            <w:r>
              <w:rPr>
                <w:webHidden/>
                <w:rtl/>
              </w:rPr>
              <w:instrText xml:space="preserve"> </w:instrText>
            </w:r>
            <w:r>
              <w:rPr>
                <w:webHidden/>
                <w:rtl/>
              </w:rPr>
            </w:r>
            <w:r>
              <w:rPr>
                <w:webHidden/>
                <w:rtl/>
              </w:rPr>
              <w:fldChar w:fldCharType="separate"/>
            </w:r>
            <w:r w:rsidR="008F14C4">
              <w:rPr>
                <w:webHidden/>
              </w:rPr>
              <w:t>7</w:t>
            </w:r>
            <w:r>
              <w:rPr>
                <w:webHidden/>
                <w:rtl/>
              </w:rPr>
              <w:fldChar w:fldCharType="end"/>
            </w:r>
          </w:hyperlink>
        </w:p>
        <w:p w:rsidR="00EB03B7" w:rsidRDefault="00EB03B7" w:rsidP="00EB03B7">
          <w:pPr>
            <w:pStyle w:val="TOC1"/>
            <w:rPr>
              <w:rFonts w:asciiTheme="minorHAnsi" w:eastAsiaTheme="minorEastAsia" w:hAnsiTheme="minorHAnsi" w:cstheme="minorBidi"/>
              <w:b w:val="0"/>
              <w:bCs w:val="0"/>
              <w:color w:val="auto"/>
              <w:sz w:val="22"/>
              <w:szCs w:val="22"/>
              <w:rtl/>
            </w:rPr>
          </w:pPr>
          <w:hyperlink w:anchor="_Toc464731312" w:history="1">
            <w:r w:rsidRPr="00203CB2">
              <w:rPr>
                <w:rStyle w:val="Hyperlink"/>
              </w:rPr>
              <w:t>Is Resting being One of God’s Traits?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Toc464731312 \h</w:instrText>
            </w:r>
            <w:r>
              <w:rPr>
                <w:webHidden/>
                <w:rtl/>
              </w:rPr>
              <w:instrText xml:space="preserve"> </w:instrText>
            </w:r>
            <w:r>
              <w:rPr>
                <w:webHidden/>
                <w:rtl/>
              </w:rPr>
            </w:r>
            <w:r>
              <w:rPr>
                <w:webHidden/>
                <w:rtl/>
              </w:rPr>
              <w:fldChar w:fldCharType="separate"/>
            </w:r>
            <w:r w:rsidR="008F14C4">
              <w:rPr>
                <w:webHidden/>
              </w:rPr>
              <w:t>14</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13" w:history="1">
            <w:r w:rsidRPr="00203CB2">
              <w:rPr>
                <w:rStyle w:val="Hyperlink"/>
              </w:rPr>
              <w:t>The Old Testament is Ignorant about Geography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Toc464731313 \h</w:instrText>
            </w:r>
            <w:r>
              <w:rPr>
                <w:webHidden/>
                <w:rtl/>
              </w:rPr>
              <w:instrText xml:space="preserve"> </w:instrText>
            </w:r>
            <w:r>
              <w:rPr>
                <w:webHidden/>
                <w:rtl/>
              </w:rPr>
            </w:r>
            <w:r>
              <w:rPr>
                <w:webHidden/>
                <w:rtl/>
              </w:rPr>
              <w:fldChar w:fldCharType="separate"/>
            </w:r>
            <w:r w:rsidR="008F14C4">
              <w:rPr>
                <w:webHidden/>
              </w:rPr>
              <w:t>14</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14" w:history="1">
            <w:r w:rsidRPr="00203CB2">
              <w:rPr>
                <w:rStyle w:val="Hyperlink"/>
              </w:rPr>
              <w:t>The Old Testament Forbids Adam from Eating from the Tree of Good and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Toc464731314 \h</w:instrText>
            </w:r>
            <w:r>
              <w:rPr>
                <w:webHidden/>
                <w:rtl/>
              </w:rPr>
              <w:instrText xml:space="preserve"> </w:instrText>
            </w:r>
            <w:r>
              <w:rPr>
                <w:webHidden/>
                <w:rtl/>
              </w:rPr>
            </w:r>
            <w:r>
              <w:rPr>
                <w:webHidden/>
                <w:rtl/>
              </w:rPr>
              <w:fldChar w:fldCharType="separate"/>
            </w:r>
            <w:r w:rsidR="008F14C4">
              <w:rPr>
                <w:webHidden/>
              </w:rPr>
              <w:t>15</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15" w:history="1">
            <w:r w:rsidRPr="00203CB2">
              <w:rPr>
                <w:rStyle w:val="Hyperlink"/>
              </w:rPr>
              <w:t>How God has been Described in the Old Testament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Toc464731315 \h</w:instrText>
            </w:r>
            <w:r>
              <w:rPr>
                <w:webHidden/>
                <w:rtl/>
              </w:rPr>
              <w:instrText xml:space="preserve"> </w:instrText>
            </w:r>
            <w:r>
              <w:rPr>
                <w:webHidden/>
                <w:rtl/>
              </w:rPr>
            </w:r>
            <w:r>
              <w:rPr>
                <w:webHidden/>
                <w:rtl/>
              </w:rPr>
              <w:fldChar w:fldCharType="separate"/>
            </w:r>
            <w:r w:rsidR="008F14C4">
              <w:rPr>
                <w:webHidden/>
              </w:rPr>
              <w:t>15</w:t>
            </w:r>
            <w:r>
              <w:rPr>
                <w:webHidden/>
                <w:rtl/>
              </w:rPr>
              <w:fldChar w:fldCharType="end"/>
            </w:r>
          </w:hyperlink>
        </w:p>
        <w:p w:rsidR="00EB03B7" w:rsidRDefault="00EB03B7" w:rsidP="00EB03B7">
          <w:pPr>
            <w:pStyle w:val="TOC1"/>
            <w:rPr>
              <w:rFonts w:asciiTheme="minorHAnsi" w:eastAsiaTheme="minorEastAsia" w:hAnsiTheme="minorHAnsi" w:cstheme="minorBidi"/>
              <w:b w:val="0"/>
              <w:bCs w:val="0"/>
              <w:color w:val="auto"/>
              <w:sz w:val="22"/>
              <w:szCs w:val="22"/>
              <w:rtl/>
            </w:rPr>
          </w:pPr>
          <w:hyperlink w:anchor="_Toc464731316" w:history="1">
            <w:r w:rsidRPr="00203CB2">
              <w:rPr>
                <w:rStyle w:val="Hyperlink"/>
              </w:rPr>
              <w:t>God's Description in the Bible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Toc464731316 \h</w:instrText>
            </w:r>
            <w:r>
              <w:rPr>
                <w:webHidden/>
                <w:rtl/>
              </w:rPr>
              <w:instrText xml:space="preserve"> </w:instrText>
            </w:r>
            <w:r>
              <w:rPr>
                <w:webHidden/>
                <w:rtl/>
              </w:rPr>
            </w:r>
            <w:r>
              <w:rPr>
                <w:webHidden/>
                <w:rtl/>
              </w:rPr>
              <w:fldChar w:fldCharType="separate"/>
            </w:r>
            <w:r w:rsidR="008F14C4">
              <w:rPr>
                <w:webHidden/>
              </w:rPr>
              <w:t>19</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17" w:history="1">
            <w:r w:rsidRPr="00203CB2">
              <w:rPr>
                <w:rStyle w:val="Hyperlink"/>
              </w:rPr>
              <w:t>1. The Bible says: God has a human form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Toc464731317 \h</w:instrText>
            </w:r>
            <w:r>
              <w:rPr>
                <w:webHidden/>
                <w:rtl/>
              </w:rPr>
              <w:instrText xml:space="preserve"> </w:instrText>
            </w:r>
            <w:r>
              <w:rPr>
                <w:webHidden/>
                <w:rtl/>
              </w:rPr>
            </w:r>
            <w:r>
              <w:rPr>
                <w:webHidden/>
                <w:rtl/>
              </w:rPr>
              <w:fldChar w:fldCharType="separate"/>
            </w:r>
            <w:r w:rsidR="008F14C4">
              <w:rPr>
                <w:webHidden/>
              </w:rPr>
              <w:t>19</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18" w:history="1">
            <w:r w:rsidRPr="00203CB2">
              <w:rPr>
                <w:rStyle w:val="Hyperlink"/>
              </w:rPr>
              <w:t>2. The Bible says: God has hair and wears garments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Toc464731318 \h</w:instrText>
            </w:r>
            <w:r>
              <w:rPr>
                <w:webHidden/>
                <w:rtl/>
              </w:rPr>
              <w:instrText xml:space="preserve"> </w:instrText>
            </w:r>
            <w:r>
              <w:rPr>
                <w:webHidden/>
                <w:rtl/>
              </w:rPr>
            </w:r>
            <w:r>
              <w:rPr>
                <w:webHidden/>
                <w:rtl/>
              </w:rPr>
              <w:fldChar w:fldCharType="separate"/>
            </w:r>
            <w:r w:rsidR="008F14C4">
              <w:rPr>
                <w:webHidden/>
              </w:rPr>
              <w:t>19</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19" w:history="1">
            <w:r w:rsidRPr="00203CB2">
              <w:rPr>
                <w:rStyle w:val="Hyperlink"/>
              </w:rPr>
              <w:t>3. The Bible says: God has feet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Toc464731319 \h</w:instrText>
            </w:r>
            <w:r>
              <w:rPr>
                <w:webHidden/>
                <w:rtl/>
              </w:rPr>
              <w:instrText xml:space="preserve"> </w:instrText>
            </w:r>
            <w:r>
              <w:rPr>
                <w:webHidden/>
                <w:rtl/>
              </w:rPr>
            </w:r>
            <w:r>
              <w:rPr>
                <w:webHidden/>
                <w:rtl/>
              </w:rPr>
              <w:fldChar w:fldCharType="separate"/>
            </w:r>
            <w:r w:rsidR="008F14C4">
              <w:rPr>
                <w:webHidden/>
              </w:rPr>
              <w:t>19</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20" w:history="1">
            <w:r w:rsidRPr="00203CB2">
              <w:rPr>
                <w:rStyle w:val="Hyperlink"/>
              </w:rPr>
              <w:t>4. The Bible says: God has a place where He is seen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Toc464731320 \h</w:instrText>
            </w:r>
            <w:r>
              <w:rPr>
                <w:webHidden/>
                <w:rtl/>
              </w:rPr>
              <w:instrText xml:space="preserve"> </w:instrText>
            </w:r>
            <w:r>
              <w:rPr>
                <w:webHidden/>
                <w:rtl/>
              </w:rPr>
            </w:r>
            <w:r>
              <w:rPr>
                <w:webHidden/>
                <w:rtl/>
              </w:rPr>
              <w:fldChar w:fldCharType="separate"/>
            </w:r>
            <w:r w:rsidR="008F14C4">
              <w:rPr>
                <w:webHidden/>
              </w:rPr>
              <w:t>19</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21" w:history="1">
            <w:r w:rsidRPr="00203CB2">
              <w:rPr>
                <w:rStyle w:val="Hyperlink"/>
              </w:rPr>
              <w:t>5. The Bible says: God walks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Toc464731321 \h</w:instrText>
            </w:r>
            <w:r>
              <w:rPr>
                <w:webHidden/>
                <w:rtl/>
              </w:rPr>
              <w:instrText xml:space="preserve"> </w:instrText>
            </w:r>
            <w:r>
              <w:rPr>
                <w:webHidden/>
                <w:rtl/>
              </w:rPr>
            </w:r>
            <w:r>
              <w:rPr>
                <w:webHidden/>
                <w:rtl/>
              </w:rPr>
              <w:fldChar w:fldCharType="separate"/>
            </w:r>
            <w:r w:rsidR="008F14C4">
              <w:rPr>
                <w:webHidden/>
              </w:rPr>
              <w:t>19</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22" w:history="1">
            <w:r w:rsidRPr="00203CB2">
              <w:rPr>
                <w:rStyle w:val="Hyperlink"/>
              </w:rPr>
              <w:t>6. The Bible says: God comes down upon a place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Toc464731322 \h</w:instrText>
            </w:r>
            <w:r>
              <w:rPr>
                <w:webHidden/>
                <w:rtl/>
              </w:rPr>
              <w:instrText xml:space="preserve"> </w:instrText>
            </w:r>
            <w:r>
              <w:rPr>
                <w:webHidden/>
                <w:rtl/>
              </w:rPr>
            </w:r>
            <w:r>
              <w:rPr>
                <w:webHidden/>
                <w:rtl/>
              </w:rPr>
              <w:fldChar w:fldCharType="separate"/>
            </w:r>
            <w:r w:rsidR="008F14C4">
              <w:rPr>
                <w:webHidden/>
              </w:rPr>
              <w:t>19</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23" w:history="1">
            <w:r w:rsidRPr="00203CB2">
              <w:rPr>
                <w:rStyle w:val="Hyperlink"/>
              </w:rPr>
              <w:t>7. The Bible says: God descends on a cloud and passes before a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Toc464731323 \h</w:instrText>
            </w:r>
            <w:r>
              <w:rPr>
                <w:webHidden/>
                <w:rtl/>
              </w:rPr>
              <w:instrText xml:space="preserve"> </w:instrText>
            </w:r>
            <w:r>
              <w:rPr>
                <w:webHidden/>
                <w:rtl/>
              </w:rPr>
            </w:r>
            <w:r>
              <w:rPr>
                <w:webHidden/>
                <w:rtl/>
              </w:rPr>
              <w:fldChar w:fldCharType="separate"/>
            </w:r>
            <w:r w:rsidR="008F14C4">
              <w:rPr>
                <w:webHidden/>
              </w:rPr>
              <w:t>19</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24" w:history="1">
            <w:r w:rsidRPr="00203CB2">
              <w:rPr>
                <w:rStyle w:val="Hyperlink"/>
              </w:rPr>
              <w:t>8. The Bible says: God chose a place to stay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Toc464731324 \h</w:instrText>
            </w:r>
            <w:r>
              <w:rPr>
                <w:webHidden/>
                <w:rtl/>
              </w:rPr>
              <w:instrText xml:space="preserve"> </w:instrText>
            </w:r>
            <w:r>
              <w:rPr>
                <w:webHidden/>
                <w:rtl/>
              </w:rPr>
            </w:r>
            <w:r>
              <w:rPr>
                <w:webHidden/>
                <w:rtl/>
              </w:rPr>
              <w:fldChar w:fldCharType="separate"/>
            </w:r>
            <w:r w:rsidR="008F14C4">
              <w:rPr>
                <w:webHidden/>
              </w:rPr>
              <w:t>20</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25" w:history="1">
            <w:r w:rsidRPr="00203CB2">
              <w:rPr>
                <w:rStyle w:val="Hyperlink"/>
              </w:rPr>
              <w:t>9. The Bible says: God is ignorant; He does not know the house of the believers except by token of blood on the houses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Toc464731325 \h</w:instrText>
            </w:r>
            <w:r>
              <w:rPr>
                <w:webHidden/>
                <w:rtl/>
              </w:rPr>
              <w:instrText xml:space="preserve"> </w:instrText>
            </w:r>
            <w:r>
              <w:rPr>
                <w:webHidden/>
                <w:rtl/>
              </w:rPr>
            </w:r>
            <w:r>
              <w:rPr>
                <w:webHidden/>
                <w:rtl/>
              </w:rPr>
              <w:fldChar w:fldCharType="separate"/>
            </w:r>
            <w:r w:rsidR="008F14C4">
              <w:rPr>
                <w:webHidden/>
              </w:rPr>
              <w:t>20</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26" w:history="1">
            <w:r w:rsidRPr="00203CB2">
              <w:rPr>
                <w:rStyle w:val="Hyperlink"/>
              </w:rPr>
              <w:t>10. The Bible says: God does not know where a man was hidden or who taught the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Toc464731326 \h</w:instrText>
            </w:r>
            <w:r>
              <w:rPr>
                <w:webHidden/>
                <w:rtl/>
              </w:rPr>
              <w:instrText xml:space="preserve"> </w:instrText>
            </w:r>
            <w:r>
              <w:rPr>
                <w:webHidden/>
                <w:rtl/>
              </w:rPr>
            </w:r>
            <w:r>
              <w:rPr>
                <w:webHidden/>
                <w:rtl/>
              </w:rPr>
              <w:fldChar w:fldCharType="separate"/>
            </w:r>
            <w:r w:rsidR="008F14C4">
              <w:rPr>
                <w:webHidden/>
              </w:rPr>
              <w:t>20</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27" w:history="1">
            <w:r w:rsidRPr="00203CB2">
              <w:rPr>
                <w:rStyle w:val="Hyperlink"/>
              </w:rPr>
              <w:t>11. The Bible says: God breaks His promises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Toc464731327 \h</w:instrText>
            </w:r>
            <w:r>
              <w:rPr>
                <w:webHidden/>
                <w:rtl/>
              </w:rPr>
              <w:instrText xml:space="preserve"> </w:instrText>
            </w:r>
            <w:r>
              <w:rPr>
                <w:webHidden/>
                <w:rtl/>
              </w:rPr>
            </w:r>
            <w:r>
              <w:rPr>
                <w:webHidden/>
                <w:rtl/>
              </w:rPr>
              <w:fldChar w:fldCharType="separate"/>
            </w:r>
            <w:r w:rsidR="008F14C4">
              <w:rPr>
                <w:webHidden/>
              </w:rPr>
              <w:t>20</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28" w:history="1">
            <w:r w:rsidRPr="00203CB2">
              <w:rPr>
                <w:rStyle w:val="Hyperlink"/>
              </w:rPr>
              <w:t>12. The Bible says: God is foolish and weak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Toc464731328 \h</w:instrText>
            </w:r>
            <w:r>
              <w:rPr>
                <w:webHidden/>
                <w:rtl/>
              </w:rPr>
              <w:instrText xml:space="preserve"> </w:instrText>
            </w:r>
            <w:r>
              <w:rPr>
                <w:webHidden/>
                <w:rtl/>
              </w:rPr>
            </w:r>
            <w:r>
              <w:rPr>
                <w:webHidden/>
                <w:rtl/>
              </w:rPr>
              <w:fldChar w:fldCharType="separate"/>
            </w:r>
            <w:r w:rsidR="008F14C4">
              <w:rPr>
                <w:webHidden/>
              </w:rPr>
              <w:t>20</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29" w:history="1">
            <w:r w:rsidRPr="00203CB2">
              <w:rPr>
                <w:rStyle w:val="Hyperlink"/>
              </w:rPr>
              <w:t>13. The Bible says: God grieves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Toc464731329 \h</w:instrText>
            </w:r>
            <w:r>
              <w:rPr>
                <w:webHidden/>
                <w:rtl/>
              </w:rPr>
              <w:instrText xml:space="preserve"> </w:instrText>
            </w:r>
            <w:r>
              <w:rPr>
                <w:webHidden/>
                <w:rtl/>
              </w:rPr>
            </w:r>
            <w:r>
              <w:rPr>
                <w:webHidden/>
                <w:rtl/>
              </w:rPr>
              <w:fldChar w:fldCharType="separate"/>
            </w:r>
            <w:r w:rsidR="008F14C4">
              <w:rPr>
                <w:webHidden/>
              </w:rPr>
              <w:t>21</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30" w:history="1">
            <w:r w:rsidRPr="00203CB2">
              <w:rPr>
                <w:rStyle w:val="Hyperlink"/>
              </w:rPr>
              <w:t>14. The Bible says: God repents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Toc464731330 \h</w:instrText>
            </w:r>
            <w:r>
              <w:rPr>
                <w:webHidden/>
                <w:rtl/>
              </w:rPr>
              <w:instrText xml:space="preserve"> </w:instrText>
            </w:r>
            <w:r>
              <w:rPr>
                <w:webHidden/>
                <w:rtl/>
              </w:rPr>
            </w:r>
            <w:r>
              <w:rPr>
                <w:webHidden/>
                <w:rtl/>
              </w:rPr>
              <w:fldChar w:fldCharType="separate"/>
            </w:r>
            <w:r w:rsidR="008F14C4">
              <w:rPr>
                <w:webHidden/>
              </w:rPr>
              <w:t>21</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31" w:history="1">
            <w:r w:rsidRPr="00203CB2">
              <w:rPr>
                <w:rStyle w:val="Hyperlink"/>
              </w:rPr>
              <w:t>15. The Bible says: God feels sorry for what He has done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Toc464731331 \h</w:instrText>
            </w:r>
            <w:r>
              <w:rPr>
                <w:webHidden/>
                <w:rtl/>
              </w:rPr>
              <w:instrText xml:space="preserve"> </w:instrText>
            </w:r>
            <w:r>
              <w:rPr>
                <w:webHidden/>
                <w:rtl/>
              </w:rPr>
            </w:r>
            <w:r>
              <w:rPr>
                <w:webHidden/>
                <w:rtl/>
              </w:rPr>
              <w:fldChar w:fldCharType="separate"/>
            </w:r>
            <w:r w:rsidR="008F14C4">
              <w:rPr>
                <w:webHidden/>
              </w:rPr>
              <w:t>21</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32" w:history="1">
            <w:r w:rsidRPr="00203CB2">
              <w:rPr>
                <w:rStyle w:val="Hyperlink"/>
              </w:rPr>
              <w:t>16. God is said to have wrestled with a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Toc464731332 \h</w:instrText>
            </w:r>
            <w:r>
              <w:rPr>
                <w:webHidden/>
                <w:rtl/>
              </w:rPr>
              <w:instrText xml:space="preserve"> </w:instrText>
            </w:r>
            <w:r>
              <w:rPr>
                <w:webHidden/>
                <w:rtl/>
              </w:rPr>
            </w:r>
            <w:r>
              <w:rPr>
                <w:webHidden/>
                <w:rtl/>
              </w:rPr>
              <w:fldChar w:fldCharType="separate"/>
            </w:r>
            <w:r w:rsidR="008F14C4">
              <w:rPr>
                <w:webHidden/>
              </w:rPr>
              <w:t>21</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33" w:history="1">
            <w:r w:rsidRPr="00203CB2">
              <w:rPr>
                <w:rStyle w:val="Hyperlink"/>
              </w:rPr>
              <w:t>17. God tells a lie, while the serpent speaks the truth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Toc464731333 \h</w:instrText>
            </w:r>
            <w:r>
              <w:rPr>
                <w:webHidden/>
                <w:rtl/>
              </w:rPr>
              <w:instrText xml:space="preserve"> </w:instrText>
            </w:r>
            <w:r>
              <w:rPr>
                <w:webHidden/>
                <w:rtl/>
              </w:rPr>
            </w:r>
            <w:r>
              <w:rPr>
                <w:webHidden/>
                <w:rtl/>
              </w:rPr>
              <w:fldChar w:fldCharType="separate"/>
            </w:r>
            <w:r w:rsidR="008F14C4">
              <w:rPr>
                <w:webHidden/>
              </w:rPr>
              <w:t>21</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34" w:history="1">
            <w:r w:rsidRPr="00203CB2">
              <w:rPr>
                <w:rStyle w:val="Hyperlink"/>
              </w:rPr>
              <w:t>18. The Bible says: God came down from heaven to break the people's unity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Toc464731334 \h</w:instrText>
            </w:r>
            <w:r>
              <w:rPr>
                <w:webHidden/>
                <w:rtl/>
              </w:rPr>
              <w:instrText xml:space="preserve"> </w:instrText>
            </w:r>
            <w:r>
              <w:rPr>
                <w:webHidden/>
                <w:rtl/>
              </w:rPr>
            </w:r>
            <w:r>
              <w:rPr>
                <w:webHidden/>
                <w:rtl/>
              </w:rPr>
              <w:fldChar w:fldCharType="separate"/>
            </w:r>
            <w:r w:rsidR="008F14C4">
              <w:rPr>
                <w:webHidden/>
              </w:rPr>
              <w:t>21</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35" w:history="1">
            <w:r w:rsidRPr="00203CB2">
              <w:rPr>
                <w:rStyle w:val="Hyperlink"/>
              </w:rPr>
              <w:t>19. God contradicts himself by his actions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Toc464731335 \h</w:instrText>
            </w:r>
            <w:r>
              <w:rPr>
                <w:webHidden/>
                <w:rtl/>
              </w:rPr>
              <w:instrText xml:space="preserve"> </w:instrText>
            </w:r>
            <w:r>
              <w:rPr>
                <w:webHidden/>
                <w:rtl/>
              </w:rPr>
            </w:r>
            <w:r>
              <w:rPr>
                <w:webHidden/>
                <w:rtl/>
              </w:rPr>
              <w:fldChar w:fldCharType="separate"/>
            </w:r>
            <w:r w:rsidR="008F14C4">
              <w:rPr>
                <w:webHidden/>
              </w:rPr>
              <w:t>22</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36" w:history="1">
            <w:r w:rsidRPr="00203CB2">
              <w:rPr>
                <w:rStyle w:val="Hyperlink"/>
              </w:rPr>
              <w:t>20. God is described as an angel, or vice versa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Toc464731336 \h</w:instrText>
            </w:r>
            <w:r>
              <w:rPr>
                <w:webHidden/>
                <w:rtl/>
              </w:rPr>
              <w:instrText xml:space="preserve"> </w:instrText>
            </w:r>
            <w:r>
              <w:rPr>
                <w:webHidden/>
                <w:rtl/>
              </w:rPr>
            </w:r>
            <w:r>
              <w:rPr>
                <w:webHidden/>
                <w:rtl/>
              </w:rPr>
              <w:fldChar w:fldCharType="separate"/>
            </w:r>
            <w:r w:rsidR="008F14C4">
              <w:rPr>
                <w:webHidden/>
              </w:rPr>
              <w:t>22</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37" w:history="1">
            <w:r w:rsidRPr="00203CB2">
              <w:rPr>
                <w:rStyle w:val="Hyperlink"/>
              </w:rPr>
              <w:t>Old Testament Denies Gods' Knowledge that Adam was Naked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Toc464731337 \h</w:instrText>
            </w:r>
            <w:r>
              <w:rPr>
                <w:webHidden/>
                <w:rtl/>
              </w:rPr>
              <w:instrText xml:space="preserve"> </w:instrText>
            </w:r>
            <w:r>
              <w:rPr>
                <w:webHidden/>
                <w:rtl/>
              </w:rPr>
            </w:r>
            <w:r>
              <w:rPr>
                <w:webHidden/>
                <w:rtl/>
              </w:rPr>
              <w:fldChar w:fldCharType="separate"/>
            </w:r>
            <w:r w:rsidR="008F14C4">
              <w:rPr>
                <w:webHidden/>
              </w:rPr>
              <w:t>22</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38" w:history="1">
            <w:r w:rsidRPr="00203CB2">
              <w:rPr>
                <w:rStyle w:val="Hyperlink"/>
              </w:rPr>
              <w:t>God Making another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Toc464731338 \h</w:instrText>
            </w:r>
            <w:r>
              <w:rPr>
                <w:webHidden/>
                <w:rtl/>
              </w:rPr>
              <w:instrText xml:space="preserve"> </w:instrText>
            </w:r>
            <w:r>
              <w:rPr>
                <w:webHidden/>
                <w:rtl/>
              </w:rPr>
            </w:r>
            <w:r>
              <w:rPr>
                <w:webHidden/>
                <w:rtl/>
              </w:rPr>
              <w:fldChar w:fldCharType="separate"/>
            </w:r>
            <w:r w:rsidR="008F14C4">
              <w:rPr>
                <w:webHidden/>
              </w:rPr>
              <w:t>23</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39" w:history="1">
            <w:r w:rsidRPr="00203CB2">
              <w:rPr>
                <w:rStyle w:val="Hyperlink"/>
              </w:rPr>
              <w:t>A Short Summary on Why God Cannot be Seen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Toc464731339 \h</w:instrText>
            </w:r>
            <w:r>
              <w:rPr>
                <w:webHidden/>
                <w:rtl/>
              </w:rPr>
              <w:instrText xml:space="preserve"> </w:instrText>
            </w:r>
            <w:r>
              <w:rPr>
                <w:webHidden/>
                <w:rtl/>
              </w:rPr>
            </w:r>
            <w:r>
              <w:rPr>
                <w:webHidden/>
                <w:rtl/>
              </w:rPr>
              <w:fldChar w:fldCharType="separate"/>
            </w:r>
            <w:r w:rsidR="008F14C4">
              <w:rPr>
                <w:webHidden/>
              </w:rPr>
              <w:t>23</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40" w:history="1">
            <w:r w:rsidRPr="00203CB2">
              <w:rPr>
                <w:rStyle w:val="Hyperlink"/>
              </w:rPr>
              <w:t>The Old Testament Has Several Gods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Toc464731340 \h</w:instrText>
            </w:r>
            <w:r>
              <w:rPr>
                <w:webHidden/>
                <w:rtl/>
              </w:rPr>
              <w:instrText xml:space="preserve"> </w:instrText>
            </w:r>
            <w:r>
              <w:rPr>
                <w:webHidden/>
                <w:rtl/>
              </w:rPr>
            </w:r>
            <w:r>
              <w:rPr>
                <w:webHidden/>
                <w:rtl/>
              </w:rPr>
              <w:fldChar w:fldCharType="separate"/>
            </w:r>
            <w:r w:rsidR="008F14C4">
              <w:rPr>
                <w:webHidden/>
              </w:rPr>
              <w:t>24</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41" w:history="1">
            <w:r w:rsidRPr="00203CB2">
              <w:rPr>
                <w:rStyle w:val="Hyperlink"/>
              </w:rPr>
              <w:t>How Does the Old Testament Respect its Prophets?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Toc464731341 \h</w:instrText>
            </w:r>
            <w:r>
              <w:rPr>
                <w:webHidden/>
                <w:rtl/>
              </w:rPr>
              <w:instrText xml:space="preserve"> </w:instrText>
            </w:r>
            <w:r>
              <w:rPr>
                <w:webHidden/>
                <w:rtl/>
              </w:rPr>
            </w:r>
            <w:r>
              <w:rPr>
                <w:webHidden/>
                <w:rtl/>
              </w:rPr>
              <w:fldChar w:fldCharType="separate"/>
            </w:r>
            <w:r w:rsidR="008F14C4">
              <w:rPr>
                <w:webHidden/>
              </w:rPr>
              <w:t>24</w:t>
            </w:r>
            <w:r>
              <w:rPr>
                <w:webHidden/>
                <w:rtl/>
              </w:rPr>
              <w:fldChar w:fldCharType="end"/>
            </w:r>
          </w:hyperlink>
        </w:p>
        <w:p w:rsidR="00EB03B7" w:rsidRDefault="00EB03B7" w:rsidP="00EB03B7">
          <w:pPr>
            <w:pStyle w:val="TOC1"/>
            <w:rPr>
              <w:rFonts w:asciiTheme="minorHAnsi" w:eastAsiaTheme="minorEastAsia" w:hAnsiTheme="minorHAnsi" w:cstheme="minorBidi"/>
              <w:b w:val="0"/>
              <w:bCs w:val="0"/>
              <w:color w:val="auto"/>
              <w:sz w:val="22"/>
              <w:szCs w:val="22"/>
              <w:rtl/>
            </w:rPr>
          </w:pPr>
          <w:hyperlink w:anchor="_Toc464731342" w:history="1">
            <w:r w:rsidRPr="00203CB2">
              <w:rPr>
                <w:rStyle w:val="Hyperlink"/>
              </w:rPr>
              <w:t>Traits of The Prophets in the Bible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Toc464731342 \h</w:instrText>
            </w:r>
            <w:r>
              <w:rPr>
                <w:webHidden/>
                <w:rtl/>
              </w:rPr>
              <w:instrText xml:space="preserve"> </w:instrText>
            </w:r>
            <w:r>
              <w:rPr>
                <w:webHidden/>
                <w:rtl/>
              </w:rPr>
            </w:r>
            <w:r>
              <w:rPr>
                <w:webHidden/>
                <w:rtl/>
              </w:rPr>
              <w:fldChar w:fldCharType="separate"/>
            </w:r>
            <w:r w:rsidR="008F14C4">
              <w:rPr>
                <w:webHidden/>
              </w:rPr>
              <w:t>25</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43" w:history="1">
            <w:r w:rsidRPr="00203CB2">
              <w:rPr>
                <w:rStyle w:val="Hyperlink"/>
              </w:rPr>
              <w:t>Jesus (P)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Toc464731343 \h</w:instrText>
            </w:r>
            <w:r>
              <w:rPr>
                <w:webHidden/>
                <w:rtl/>
              </w:rPr>
              <w:instrText xml:space="preserve"> </w:instrText>
            </w:r>
            <w:r>
              <w:rPr>
                <w:webHidden/>
                <w:rtl/>
              </w:rPr>
            </w:r>
            <w:r>
              <w:rPr>
                <w:webHidden/>
                <w:rtl/>
              </w:rPr>
              <w:fldChar w:fldCharType="separate"/>
            </w:r>
            <w:r w:rsidR="008F14C4">
              <w:rPr>
                <w:webHidden/>
              </w:rPr>
              <w:t>25</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44" w:history="1">
            <w:r w:rsidRPr="00203CB2">
              <w:rPr>
                <w:rStyle w:val="Hyperlink"/>
              </w:rPr>
              <w:t>Prophet David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Toc464731344 \h</w:instrText>
            </w:r>
            <w:r>
              <w:rPr>
                <w:webHidden/>
                <w:rtl/>
              </w:rPr>
              <w:instrText xml:space="preserve"> </w:instrText>
            </w:r>
            <w:r>
              <w:rPr>
                <w:webHidden/>
                <w:rtl/>
              </w:rPr>
            </w:r>
            <w:r>
              <w:rPr>
                <w:webHidden/>
                <w:rtl/>
              </w:rPr>
              <w:fldChar w:fldCharType="separate"/>
            </w:r>
            <w:r w:rsidR="008F14C4">
              <w:rPr>
                <w:webHidden/>
              </w:rPr>
              <w:t>25</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45" w:history="1">
            <w:r w:rsidRPr="00203CB2">
              <w:rPr>
                <w:rStyle w:val="Hyperlink"/>
              </w:rPr>
              <w:t>Prophet Lot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Toc464731345 \h</w:instrText>
            </w:r>
            <w:r>
              <w:rPr>
                <w:webHidden/>
                <w:rtl/>
              </w:rPr>
              <w:instrText xml:space="preserve"> </w:instrText>
            </w:r>
            <w:r>
              <w:rPr>
                <w:webHidden/>
                <w:rtl/>
              </w:rPr>
            </w:r>
            <w:r>
              <w:rPr>
                <w:webHidden/>
                <w:rtl/>
              </w:rPr>
              <w:fldChar w:fldCharType="separate"/>
            </w:r>
            <w:r w:rsidR="008F14C4">
              <w:rPr>
                <w:webHidden/>
              </w:rPr>
              <w:t>27</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46" w:history="1">
            <w:r w:rsidRPr="00203CB2">
              <w:rPr>
                <w:rStyle w:val="Hyperlink"/>
              </w:rPr>
              <w:t>Prophet Jacob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Toc464731346 \h</w:instrText>
            </w:r>
            <w:r>
              <w:rPr>
                <w:webHidden/>
                <w:rtl/>
              </w:rPr>
              <w:instrText xml:space="preserve"> </w:instrText>
            </w:r>
            <w:r>
              <w:rPr>
                <w:webHidden/>
                <w:rtl/>
              </w:rPr>
            </w:r>
            <w:r>
              <w:rPr>
                <w:webHidden/>
                <w:rtl/>
              </w:rPr>
              <w:fldChar w:fldCharType="separate"/>
            </w:r>
            <w:r w:rsidR="008F14C4">
              <w:rPr>
                <w:webHidden/>
              </w:rPr>
              <w:t>27</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47" w:history="1">
            <w:r w:rsidRPr="00203CB2">
              <w:rPr>
                <w:rStyle w:val="Hyperlink"/>
              </w:rPr>
              <w:t>Prophet Solomon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Toc464731347 \h</w:instrText>
            </w:r>
            <w:r>
              <w:rPr>
                <w:webHidden/>
                <w:rtl/>
              </w:rPr>
              <w:instrText xml:space="preserve"> </w:instrText>
            </w:r>
            <w:r>
              <w:rPr>
                <w:webHidden/>
                <w:rtl/>
              </w:rPr>
            </w:r>
            <w:r>
              <w:rPr>
                <w:webHidden/>
                <w:rtl/>
              </w:rPr>
              <w:fldChar w:fldCharType="separate"/>
            </w:r>
            <w:r w:rsidR="008F14C4">
              <w:rPr>
                <w:webHidden/>
              </w:rPr>
              <w:t>27</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48" w:history="1">
            <w:r w:rsidRPr="00203CB2">
              <w:rPr>
                <w:rStyle w:val="Hyperlink"/>
              </w:rPr>
              <w:t>Prophet Moses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Toc464731348 \h</w:instrText>
            </w:r>
            <w:r>
              <w:rPr>
                <w:webHidden/>
                <w:rtl/>
              </w:rPr>
              <w:instrText xml:space="preserve"> </w:instrText>
            </w:r>
            <w:r>
              <w:rPr>
                <w:webHidden/>
                <w:rtl/>
              </w:rPr>
            </w:r>
            <w:r>
              <w:rPr>
                <w:webHidden/>
                <w:rtl/>
              </w:rPr>
              <w:fldChar w:fldCharType="separate"/>
            </w:r>
            <w:r w:rsidR="008F14C4">
              <w:rPr>
                <w:webHidden/>
              </w:rPr>
              <w:t>28</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49" w:history="1">
            <w:r w:rsidRPr="00203CB2">
              <w:rPr>
                <w:rStyle w:val="Hyperlink"/>
              </w:rPr>
              <w:t>Prophet Isaiah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Toc464731349 \h</w:instrText>
            </w:r>
            <w:r>
              <w:rPr>
                <w:webHidden/>
                <w:rtl/>
              </w:rPr>
              <w:instrText xml:space="preserve"> </w:instrText>
            </w:r>
            <w:r>
              <w:rPr>
                <w:webHidden/>
                <w:rtl/>
              </w:rPr>
            </w:r>
            <w:r>
              <w:rPr>
                <w:webHidden/>
                <w:rtl/>
              </w:rPr>
              <w:fldChar w:fldCharType="separate"/>
            </w:r>
            <w:r w:rsidR="008F14C4">
              <w:rPr>
                <w:webHidden/>
              </w:rPr>
              <w:t>30</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50" w:history="1">
            <w:r w:rsidRPr="00203CB2">
              <w:rPr>
                <w:rStyle w:val="Hyperlink"/>
              </w:rPr>
              <w:t>Prophet Abraham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Toc464731350 \h</w:instrText>
            </w:r>
            <w:r>
              <w:rPr>
                <w:webHidden/>
                <w:rtl/>
              </w:rPr>
              <w:instrText xml:space="preserve"> </w:instrText>
            </w:r>
            <w:r>
              <w:rPr>
                <w:webHidden/>
                <w:rtl/>
              </w:rPr>
            </w:r>
            <w:r>
              <w:rPr>
                <w:webHidden/>
                <w:rtl/>
              </w:rPr>
              <w:fldChar w:fldCharType="separate"/>
            </w:r>
            <w:r w:rsidR="008F14C4">
              <w:rPr>
                <w:webHidden/>
              </w:rPr>
              <w:t>30</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51" w:history="1">
            <w:r w:rsidRPr="00203CB2">
              <w:rPr>
                <w:rStyle w:val="Hyperlink"/>
              </w:rPr>
              <w:t>Prophet Ezekiel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Toc464731351 \h</w:instrText>
            </w:r>
            <w:r>
              <w:rPr>
                <w:webHidden/>
                <w:rtl/>
              </w:rPr>
              <w:instrText xml:space="preserve"> </w:instrText>
            </w:r>
            <w:r>
              <w:rPr>
                <w:webHidden/>
                <w:rtl/>
              </w:rPr>
            </w:r>
            <w:r>
              <w:rPr>
                <w:webHidden/>
                <w:rtl/>
              </w:rPr>
              <w:fldChar w:fldCharType="separate"/>
            </w:r>
            <w:r w:rsidR="008F14C4">
              <w:rPr>
                <w:webHidden/>
              </w:rPr>
              <w:t>30</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52" w:history="1">
            <w:r w:rsidRPr="00203CB2">
              <w:rPr>
                <w:rStyle w:val="Hyperlink"/>
              </w:rPr>
              <w:t>Is this Gospel?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Toc464731352 \h</w:instrText>
            </w:r>
            <w:r>
              <w:rPr>
                <w:webHidden/>
                <w:rtl/>
              </w:rPr>
              <w:instrText xml:space="preserve"> </w:instrText>
            </w:r>
            <w:r>
              <w:rPr>
                <w:webHidden/>
                <w:rtl/>
              </w:rPr>
            </w:r>
            <w:r>
              <w:rPr>
                <w:webHidden/>
                <w:rtl/>
              </w:rPr>
              <w:fldChar w:fldCharType="separate"/>
            </w:r>
            <w:r w:rsidR="008F14C4">
              <w:rPr>
                <w:webHidden/>
              </w:rPr>
              <w:t>31</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53" w:history="1">
            <w:r w:rsidRPr="00203CB2">
              <w:rPr>
                <w:rStyle w:val="Hyperlink"/>
              </w:rPr>
              <w:t>Prophet Hosea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Toc464731353 \h</w:instrText>
            </w:r>
            <w:r>
              <w:rPr>
                <w:webHidden/>
                <w:rtl/>
              </w:rPr>
              <w:instrText xml:space="preserve"> </w:instrText>
            </w:r>
            <w:r>
              <w:rPr>
                <w:webHidden/>
                <w:rtl/>
              </w:rPr>
            </w:r>
            <w:r>
              <w:rPr>
                <w:webHidden/>
                <w:rtl/>
              </w:rPr>
              <w:fldChar w:fldCharType="separate"/>
            </w:r>
            <w:r w:rsidR="008F14C4">
              <w:rPr>
                <w:webHidden/>
              </w:rPr>
              <w:t>31</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54" w:history="1">
            <w:r w:rsidRPr="00203CB2">
              <w:rPr>
                <w:rStyle w:val="Hyperlink"/>
              </w:rPr>
              <w:t>The Illegitimate Prophets!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Toc464731354 \h</w:instrText>
            </w:r>
            <w:r>
              <w:rPr>
                <w:webHidden/>
                <w:rtl/>
              </w:rPr>
              <w:instrText xml:space="preserve"> </w:instrText>
            </w:r>
            <w:r>
              <w:rPr>
                <w:webHidden/>
                <w:rtl/>
              </w:rPr>
            </w:r>
            <w:r>
              <w:rPr>
                <w:webHidden/>
                <w:rtl/>
              </w:rPr>
              <w:fldChar w:fldCharType="separate"/>
            </w:r>
            <w:r w:rsidR="008F14C4">
              <w:rPr>
                <w:webHidden/>
              </w:rPr>
              <w:t>32</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55" w:history="1">
            <w:r w:rsidRPr="00203CB2">
              <w:rPr>
                <w:rStyle w:val="Hyperlink"/>
              </w:rPr>
              <w:t>Old Testament Accuses Prophet Lot of Incest with His Daughters after Drinking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Toc464731355 \h</w:instrText>
            </w:r>
            <w:r>
              <w:rPr>
                <w:webHidden/>
                <w:rtl/>
              </w:rPr>
              <w:instrText xml:space="preserve"> </w:instrText>
            </w:r>
            <w:r>
              <w:rPr>
                <w:webHidden/>
                <w:rtl/>
              </w:rPr>
            </w:r>
            <w:r>
              <w:rPr>
                <w:webHidden/>
                <w:rtl/>
              </w:rPr>
              <w:fldChar w:fldCharType="separate"/>
            </w:r>
            <w:r w:rsidR="008F14C4">
              <w:rPr>
                <w:webHidden/>
              </w:rPr>
              <w:t>34</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56" w:history="1">
            <w:r w:rsidRPr="00203CB2">
              <w:rPr>
                <w:rStyle w:val="Hyperlink"/>
              </w:rPr>
              <w:t>In the Old Testament Jacob Cheats the Lord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Toc464731356 \h</w:instrText>
            </w:r>
            <w:r>
              <w:rPr>
                <w:webHidden/>
                <w:rtl/>
              </w:rPr>
              <w:instrText xml:space="preserve"> </w:instrText>
            </w:r>
            <w:r>
              <w:rPr>
                <w:webHidden/>
                <w:rtl/>
              </w:rPr>
            </w:r>
            <w:r>
              <w:rPr>
                <w:webHidden/>
                <w:rtl/>
              </w:rPr>
              <w:fldChar w:fldCharType="separate"/>
            </w:r>
            <w:r w:rsidR="008F14C4">
              <w:rPr>
                <w:webHidden/>
              </w:rPr>
              <w:t>34</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57" w:history="1">
            <w:r w:rsidRPr="00203CB2">
              <w:rPr>
                <w:rStyle w:val="Hyperlink"/>
              </w:rPr>
              <w:t>In the Old Testament God Sought to Kill Moses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Toc464731357 \h</w:instrText>
            </w:r>
            <w:r>
              <w:rPr>
                <w:webHidden/>
                <w:rtl/>
              </w:rPr>
              <w:instrText xml:space="preserve"> </w:instrText>
            </w:r>
            <w:r>
              <w:rPr>
                <w:webHidden/>
                <w:rtl/>
              </w:rPr>
            </w:r>
            <w:r>
              <w:rPr>
                <w:webHidden/>
                <w:rtl/>
              </w:rPr>
              <w:fldChar w:fldCharType="separate"/>
            </w:r>
            <w:r w:rsidR="008F14C4">
              <w:rPr>
                <w:webHidden/>
              </w:rPr>
              <w:t>36</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58" w:history="1">
            <w:r w:rsidRPr="00203CB2">
              <w:rPr>
                <w:rStyle w:val="Hyperlink"/>
              </w:rPr>
              <w:t>The Old Testament and Getting Married with Aunt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Toc464731358 \h</w:instrText>
            </w:r>
            <w:r>
              <w:rPr>
                <w:webHidden/>
                <w:rtl/>
              </w:rPr>
              <w:instrText xml:space="preserve"> </w:instrText>
            </w:r>
            <w:r>
              <w:rPr>
                <w:webHidden/>
                <w:rtl/>
              </w:rPr>
            </w:r>
            <w:r>
              <w:rPr>
                <w:webHidden/>
                <w:rtl/>
              </w:rPr>
              <w:fldChar w:fldCharType="separate"/>
            </w:r>
            <w:r w:rsidR="008F14C4">
              <w:rPr>
                <w:webHidden/>
              </w:rPr>
              <w:t>37</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59" w:history="1">
            <w:r w:rsidRPr="00203CB2">
              <w:rPr>
                <w:rStyle w:val="Hyperlink"/>
              </w:rPr>
              <w:t>Moses Becomes God and Aaron is His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Toc464731359 \h</w:instrText>
            </w:r>
            <w:r>
              <w:rPr>
                <w:webHidden/>
                <w:rtl/>
              </w:rPr>
              <w:instrText xml:space="preserve"> </w:instrText>
            </w:r>
            <w:r>
              <w:rPr>
                <w:webHidden/>
                <w:rtl/>
              </w:rPr>
            </w:r>
            <w:r>
              <w:rPr>
                <w:webHidden/>
                <w:rtl/>
              </w:rPr>
              <w:fldChar w:fldCharType="separate"/>
            </w:r>
            <w:r w:rsidR="008F14C4">
              <w:rPr>
                <w:webHidden/>
              </w:rPr>
              <w:t>37</w:t>
            </w:r>
            <w:r>
              <w:rPr>
                <w:webHidden/>
                <w:rtl/>
              </w:rPr>
              <w:fldChar w:fldCharType="end"/>
            </w:r>
          </w:hyperlink>
        </w:p>
        <w:p w:rsidR="00EB03B7" w:rsidRDefault="00EB03B7" w:rsidP="00EB03B7">
          <w:pPr>
            <w:pStyle w:val="TOC1"/>
            <w:rPr>
              <w:rFonts w:asciiTheme="minorHAnsi" w:eastAsiaTheme="minorEastAsia" w:hAnsiTheme="minorHAnsi" w:cstheme="minorBidi"/>
              <w:b w:val="0"/>
              <w:bCs w:val="0"/>
              <w:color w:val="auto"/>
              <w:sz w:val="22"/>
              <w:szCs w:val="22"/>
              <w:rtl/>
            </w:rPr>
          </w:pPr>
          <w:hyperlink w:anchor="_Toc464731360" w:history="1">
            <w:r w:rsidRPr="00203CB2">
              <w:rPr>
                <w:rStyle w:val="Hyperlink"/>
              </w:rPr>
              <w:t>Contradiction in the Old Testament (Torah)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Toc464731360 \h</w:instrText>
            </w:r>
            <w:r>
              <w:rPr>
                <w:webHidden/>
                <w:rtl/>
              </w:rPr>
              <w:instrText xml:space="preserve"> </w:instrText>
            </w:r>
            <w:r>
              <w:rPr>
                <w:webHidden/>
                <w:rtl/>
              </w:rPr>
            </w:r>
            <w:r>
              <w:rPr>
                <w:webHidden/>
                <w:rtl/>
              </w:rPr>
              <w:fldChar w:fldCharType="separate"/>
            </w:r>
            <w:r w:rsidR="008F14C4">
              <w:rPr>
                <w:webHidden/>
              </w:rPr>
              <w:t>38</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61" w:history="1">
            <w:r w:rsidRPr="00203CB2">
              <w:rPr>
                <w:rStyle w:val="Hyperlink"/>
              </w:rPr>
              <w:t>The Old Testament Allows the Killing of Women and Innocent Children</w:t>
            </w:r>
            <w:r>
              <w:rPr>
                <w:webHidden/>
                <w:rtl/>
              </w:rPr>
              <w:tab/>
            </w:r>
            <w:r w:rsidR="00D76B79">
              <w:rPr>
                <w:webHidden/>
              </w:rPr>
              <w:tab/>
            </w:r>
            <w:r w:rsidR="00D76B79">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Toc464731361 \h</w:instrText>
            </w:r>
            <w:r>
              <w:rPr>
                <w:webHidden/>
                <w:rtl/>
              </w:rPr>
              <w:instrText xml:space="preserve"> </w:instrText>
            </w:r>
            <w:r>
              <w:rPr>
                <w:webHidden/>
                <w:rtl/>
              </w:rPr>
            </w:r>
            <w:r>
              <w:rPr>
                <w:webHidden/>
                <w:rtl/>
              </w:rPr>
              <w:fldChar w:fldCharType="separate"/>
            </w:r>
            <w:r w:rsidR="008F14C4">
              <w:rPr>
                <w:webHidden/>
              </w:rPr>
              <w:t>38</w:t>
            </w:r>
            <w:r>
              <w:rPr>
                <w:webHidden/>
                <w:rtl/>
              </w:rPr>
              <w:fldChar w:fldCharType="end"/>
            </w:r>
          </w:hyperlink>
        </w:p>
        <w:p w:rsidR="00EB03B7" w:rsidRDefault="00EB03B7" w:rsidP="00EB03B7">
          <w:pPr>
            <w:pStyle w:val="TOC1"/>
            <w:rPr>
              <w:rFonts w:asciiTheme="minorHAnsi" w:eastAsiaTheme="minorEastAsia" w:hAnsiTheme="minorHAnsi" w:cstheme="minorBidi"/>
              <w:b w:val="0"/>
              <w:bCs w:val="0"/>
              <w:color w:val="auto"/>
              <w:sz w:val="22"/>
              <w:szCs w:val="22"/>
              <w:rtl/>
            </w:rPr>
          </w:pPr>
          <w:hyperlink w:anchor="_Toc464731362" w:history="1">
            <w:r w:rsidRPr="00203CB2">
              <w:rPr>
                <w:rStyle w:val="Hyperlink"/>
              </w:rPr>
              <w:t>Strange Case When Becoming a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Toc464731362 \h</w:instrText>
            </w:r>
            <w:r>
              <w:rPr>
                <w:webHidden/>
                <w:rtl/>
              </w:rPr>
              <w:instrText xml:space="preserve"> </w:instrText>
            </w:r>
            <w:r>
              <w:rPr>
                <w:webHidden/>
                <w:rtl/>
              </w:rPr>
            </w:r>
            <w:r>
              <w:rPr>
                <w:webHidden/>
                <w:rtl/>
              </w:rPr>
              <w:fldChar w:fldCharType="separate"/>
            </w:r>
            <w:r w:rsidR="008F14C4">
              <w:rPr>
                <w:webHidden/>
              </w:rPr>
              <w:t>39</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63" w:history="1">
            <w:r w:rsidRPr="00203CB2">
              <w:rPr>
                <w:rStyle w:val="Hyperlink"/>
              </w:rPr>
              <w:t>Things We Should Warn Ourselves and the People of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Toc464731363 \h</w:instrText>
            </w:r>
            <w:r>
              <w:rPr>
                <w:webHidden/>
                <w:rtl/>
              </w:rPr>
              <w:instrText xml:space="preserve"> </w:instrText>
            </w:r>
            <w:r>
              <w:rPr>
                <w:webHidden/>
                <w:rtl/>
              </w:rPr>
            </w:r>
            <w:r>
              <w:rPr>
                <w:webHidden/>
                <w:rtl/>
              </w:rPr>
              <w:fldChar w:fldCharType="separate"/>
            </w:r>
            <w:r w:rsidR="008F14C4">
              <w:rPr>
                <w:webHidden/>
              </w:rPr>
              <w:t>39</w:t>
            </w:r>
            <w:r>
              <w:rPr>
                <w:webHidden/>
                <w:rtl/>
              </w:rPr>
              <w:fldChar w:fldCharType="end"/>
            </w:r>
          </w:hyperlink>
        </w:p>
        <w:p w:rsidR="00EB03B7" w:rsidRDefault="00EB03B7" w:rsidP="00EB03B7">
          <w:pPr>
            <w:pStyle w:val="TOC1"/>
            <w:rPr>
              <w:rFonts w:asciiTheme="minorHAnsi" w:eastAsiaTheme="minorEastAsia" w:hAnsiTheme="minorHAnsi" w:cstheme="minorBidi"/>
              <w:b w:val="0"/>
              <w:bCs w:val="0"/>
              <w:color w:val="auto"/>
              <w:sz w:val="22"/>
              <w:szCs w:val="22"/>
              <w:rtl/>
            </w:rPr>
          </w:pPr>
          <w:hyperlink w:anchor="_Toc464731364" w:history="1">
            <w:r w:rsidRPr="00203CB2">
              <w:rPr>
                <w:rStyle w:val="Hyperlink"/>
              </w:rPr>
              <w:t>Contradictions in the New Testament (Engeel)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Toc464731364 \h</w:instrText>
            </w:r>
            <w:r>
              <w:rPr>
                <w:webHidden/>
                <w:rtl/>
              </w:rPr>
              <w:instrText xml:space="preserve"> </w:instrText>
            </w:r>
            <w:r>
              <w:rPr>
                <w:webHidden/>
                <w:rtl/>
              </w:rPr>
            </w:r>
            <w:r>
              <w:rPr>
                <w:webHidden/>
                <w:rtl/>
              </w:rPr>
              <w:fldChar w:fldCharType="separate"/>
            </w:r>
            <w:r w:rsidR="008F14C4">
              <w:rPr>
                <w:webHidden/>
              </w:rPr>
              <w:t>41</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65" w:history="1">
            <w:r w:rsidRPr="00203CB2">
              <w:rPr>
                <w:rStyle w:val="Hyperlink"/>
              </w:rPr>
              <w:t>Jesus (P) Approves Prophets Law and Disapproved 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Toc464731365 \h</w:instrText>
            </w:r>
            <w:r>
              <w:rPr>
                <w:webHidden/>
                <w:rtl/>
              </w:rPr>
              <w:instrText xml:space="preserve"> </w:instrText>
            </w:r>
            <w:r>
              <w:rPr>
                <w:webHidden/>
                <w:rtl/>
              </w:rPr>
            </w:r>
            <w:r>
              <w:rPr>
                <w:webHidden/>
                <w:rtl/>
              </w:rPr>
              <w:fldChar w:fldCharType="separate"/>
            </w:r>
            <w:r w:rsidR="008F14C4">
              <w:rPr>
                <w:webHidden/>
              </w:rPr>
              <w:t>41</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66" w:history="1">
            <w:r w:rsidRPr="00203CB2">
              <w:rPr>
                <w:rStyle w:val="Hyperlink"/>
              </w:rPr>
              <w:t>Jesus (P) Denies Faith from His Disciples and Contradicts 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Toc464731366 \h</w:instrText>
            </w:r>
            <w:r>
              <w:rPr>
                <w:webHidden/>
                <w:rtl/>
              </w:rPr>
              <w:instrText xml:space="preserve"> </w:instrText>
            </w:r>
            <w:r>
              <w:rPr>
                <w:webHidden/>
                <w:rtl/>
              </w:rPr>
            </w:r>
            <w:r>
              <w:rPr>
                <w:webHidden/>
                <w:rtl/>
              </w:rPr>
              <w:fldChar w:fldCharType="separate"/>
            </w:r>
            <w:r w:rsidR="008F14C4">
              <w:rPr>
                <w:webHidden/>
              </w:rPr>
              <w:t>41</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67" w:history="1">
            <w:r w:rsidRPr="00203CB2">
              <w:rPr>
                <w:rStyle w:val="Hyperlink"/>
              </w:rPr>
              <w:t>Jesus (P) Praise Simon Peter Then Contradicting 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Toc464731367 \h</w:instrText>
            </w:r>
            <w:r>
              <w:rPr>
                <w:webHidden/>
                <w:rtl/>
              </w:rPr>
              <w:instrText xml:space="preserve"> </w:instrText>
            </w:r>
            <w:r>
              <w:rPr>
                <w:webHidden/>
                <w:rtl/>
              </w:rPr>
            </w:r>
            <w:r>
              <w:rPr>
                <w:webHidden/>
                <w:rtl/>
              </w:rPr>
              <w:fldChar w:fldCharType="separate"/>
            </w:r>
            <w:r w:rsidR="008F14C4">
              <w:rPr>
                <w:webHidden/>
              </w:rPr>
              <w:t>42</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68" w:history="1">
            <w:r w:rsidRPr="00203CB2">
              <w:rPr>
                <w:rStyle w:val="Hyperlink"/>
              </w:rPr>
              <w:t>Messiah's Coming was not to Bring Peace Then Contradicting 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Toc464731368 \h</w:instrText>
            </w:r>
            <w:r>
              <w:rPr>
                <w:webHidden/>
                <w:rtl/>
              </w:rPr>
              <w:instrText xml:space="preserve"> </w:instrText>
            </w:r>
            <w:r>
              <w:rPr>
                <w:webHidden/>
                <w:rtl/>
              </w:rPr>
            </w:r>
            <w:r>
              <w:rPr>
                <w:webHidden/>
                <w:rtl/>
              </w:rPr>
              <w:fldChar w:fldCharType="separate"/>
            </w:r>
            <w:r w:rsidR="008F14C4">
              <w:rPr>
                <w:webHidden/>
              </w:rPr>
              <w:t>42</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69" w:history="1">
            <w:r w:rsidRPr="00203CB2">
              <w:rPr>
                <w:rStyle w:val="Hyperlink"/>
              </w:rPr>
              <w:t>Another Contradiction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Toc464731369 \h</w:instrText>
            </w:r>
            <w:r>
              <w:rPr>
                <w:webHidden/>
                <w:rtl/>
              </w:rPr>
              <w:instrText xml:space="preserve"> </w:instrText>
            </w:r>
            <w:r>
              <w:rPr>
                <w:webHidden/>
                <w:rtl/>
              </w:rPr>
            </w:r>
            <w:r>
              <w:rPr>
                <w:webHidden/>
                <w:rtl/>
              </w:rPr>
              <w:fldChar w:fldCharType="separate"/>
            </w:r>
            <w:r w:rsidR="008F14C4">
              <w:rPr>
                <w:webHidden/>
              </w:rPr>
              <w:t>42</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70" w:history="1">
            <w:r w:rsidRPr="00203CB2">
              <w:rPr>
                <w:rStyle w:val="Hyperlink"/>
              </w:rPr>
              <w:t>St Mark and His Strange Speech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Toc464731370 \h</w:instrText>
            </w:r>
            <w:r>
              <w:rPr>
                <w:webHidden/>
                <w:rtl/>
              </w:rPr>
              <w:instrText xml:space="preserve"> </w:instrText>
            </w:r>
            <w:r>
              <w:rPr>
                <w:webHidden/>
                <w:rtl/>
              </w:rPr>
            </w:r>
            <w:r>
              <w:rPr>
                <w:webHidden/>
                <w:rtl/>
              </w:rPr>
              <w:fldChar w:fldCharType="separate"/>
            </w:r>
            <w:r w:rsidR="008F14C4">
              <w:rPr>
                <w:webHidden/>
              </w:rPr>
              <w:t>43</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71" w:history="1">
            <w:r w:rsidRPr="00203CB2">
              <w:rPr>
                <w:rStyle w:val="Hyperlink"/>
              </w:rPr>
              <w:t>Jesus Sees All the Prophets as Thieves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Toc464731371 \h</w:instrText>
            </w:r>
            <w:r>
              <w:rPr>
                <w:webHidden/>
                <w:rtl/>
              </w:rPr>
              <w:instrText xml:space="preserve"> </w:instrText>
            </w:r>
            <w:r>
              <w:rPr>
                <w:webHidden/>
                <w:rtl/>
              </w:rPr>
            </w:r>
            <w:r>
              <w:rPr>
                <w:webHidden/>
                <w:rtl/>
              </w:rPr>
              <w:fldChar w:fldCharType="separate"/>
            </w:r>
            <w:r w:rsidR="008F14C4">
              <w:rPr>
                <w:webHidden/>
              </w:rPr>
              <w:t>43</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72" w:history="1">
            <w:r w:rsidRPr="00203CB2">
              <w:rPr>
                <w:rStyle w:val="Hyperlink"/>
              </w:rPr>
              <w:t>IS THIS NOT A CLEAR DENIAL OF THE OLD TESTAMENT?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Toc464731372 \h</w:instrText>
            </w:r>
            <w:r>
              <w:rPr>
                <w:webHidden/>
                <w:rtl/>
              </w:rPr>
              <w:instrText xml:space="preserve"> </w:instrText>
            </w:r>
            <w:r>
              <w:rPr>
                <w:webHidden/>
                <w:rtl/>
              </w:rPr>
            </w:r>
            <w:r>
              <w:rPr>
                <w:webHidden/>
                <w:rtl/>
              </w:rPr>
              <w:fldChar w:fldCharType="separate"/>
            </w:r>
            <w:r w:rsidR="008F14C4">
              <w:rPr>
                <w:webHidden/>
              </w:rPr>
              <w:t>43</w:t>
            </w:r>
            <w:r>
              <w:rPr>
                <w:webHidden/>
                <w:rtl/>
              </w:rPr>
              <w:fldChar w:fldCharType="end"/>
            </w:r>
          </w:hyperlink>
        </w:p>
        <w:p w:rsidR="00EB03B7" w:rsidRDefault="00EB03B7" w:rsidP="00EB03B7">
          <w:pPr>
            <w:pStyle w:val="TOC1"/>
            <w:rPr>
              <w:rFonts w:asciiTheme="minorHAnsi" w:eastAsiaTheme="minorEastAsia" w:hAnsiTheme="minorHAnsi" w:cstheme="minorBidi"/>
              <w:b w:val="0"/>
              <w:bCs w:val="0"/>
              <w:color w:val="auto"/>
              <w:sz w:val="22"/>
              <w:szCs w:val="22"/>
              <w:rtl/>
            </w:rPr>
          </w:pPr>
          <w:hyperlink w:anchor="_Toc464731373" w:history="1">
            <w:r w:rsidRPr="00203CB2">
              <w:rPr>
                <w:rStyle w:val="Hyperlink"/>
              </w:rPr>
              <w:t>Is the Messiah Good or Not?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Toc464731373 \h</w:instrText>
            </w:r>
            <w:r>
              <w:rPr>
                <w:webHidden/>
                <w:rtl/>
              </w:rPr>
              <w:instrText xml:space="preserve"> </w:instrText>
            </w:r>
            <w:r>
              <w:rPr>
                <w:webHidden/>
                <w:rtl/>
              </w:rPr>
            </w:r>
            <w:r>
              <w:rPr>
                <w:webHidden/>
                <w:rtl/>
              </w:rPr>
              <w:fldChar w:fldCharType="separate"/>
            </w:r>
            <w:r w:rsidR="008F14C4">
              <w:rPr>
                <w:webHidden/>
              </w:rPr>
              <w:t>45</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74" w:history="1">
            <w:r w:rsidRPr="00203CB2">
              <w:rPr>
                <w:rStyle w:val="Hyperlink"/>
              </w:rPr>
              <w:t>New Testament Says Jesus (P) Drinks Wine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Toc464731374 \h</w:instrText>
            </w:r>
            <w:r>
              <w:rPr>
                <w:webHidden/>
                <w:rtl/>
              </w:rPr>
              <w:instrText xml:space="preserve"> </w:instrText>
            </w:r>
            <w:r>
              <w:rPr>
                <w:webHidden/>
                <w:rtl/>
              </w:rPr>
            </w:r>
            <w:r>
              <w:rPr>
                <w:webHidden/>
                <w:rtl/>
              </w:rPr>
              <w:fldChar w:fldCharType="separate"/>
            </w:r>
            <w:r w:rsidR="008F14C4">
              <w:rPr>
                <w:webHidden/>
              </w:rPr>
              <w:t>45</w:t>
            </w:r>
            <w:r>
              <w:rPr>
                <w:webHidden/>
                <w:rtl/>
              </w:rPr>
              <w:fldChar w:fldCharType="end"/>
            </w:r>
          </w:hyperlink>
        </w:p>
        <w:p w:rsidR="00EB03B7" w:rsidRDefault="00EB03B7" w:rsidP="00EB03B7">
          <w:pPr>
            <w:pStyle w:val="TOC1"/>
            <w:rPr>
              <w:rFonts w:asciiTheme="minorHAnsi" w:eastAsiaTheme="minorEastAsia" w:hAnsiTheme="minorHAnsi" w:cstheme="minorBidi"/>
              <w:b w:val="0"/>
              <w:bCs w:val="0"/>
              <w:color w:val="auto"/>
              <w:sz w:val="22"/>
              <w:szCs w:val="22"/>
              <w:rtl/>
            </w:rPr>
          </w:pPr>
          <w:hyperlink w:anchor="_Toc464731375" w:history="1">
            <w:r w:rsidRPr="00203CB2">
              <w:rPr>
                <w:rStyle w:val="Hyperlink"/>
              </w:rPr>
              <w:t>The Books with the Christians Are Not Gospel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Toc464731375 \h</w:instrText>
            </w:r>
            <w:r>
              <w:rPr>
                <w:webHidden/>
                <w:rtl/>
              </w:rPr>
              <w:instrText xml:space="preserve"> </w:instrText>
            </w:r>
            <w:r>
              <w:rPr>
                <w:webHidden/>
                <w:rtl/>
              </w:rPr>
            </w:r>
            <w:r>
              <w:rPr>
                <w:webHidden/>
                <w:rtl/>
              </w:rPr>
              <w:fldChar w:fldCharType="separate"/>
            </w:r>
            <w:r w:rsidR="008F14C4">
              <w:rPr>
                <w:webHidden/>
              </w:rPr>
              <w:t>47</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76" w:history="1">
            <w:r w:rsidRPr="00203CB2">
              <w:rPr>
                <w:rStyle w:val="Hyperlink"/>
              </w:rPr>
              <w:t>We Demand With the Proof of the Authenticity of This Bible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Toc464731376 \h</w:instrText>
            </w:r>
            <w:r>
              <w:rPr>
                <w:webHidden/>
                <w:rtl/>
              </w:rPr>
              <w:instrText xml:space="preserve"> </w:instrText>
            </w:r>
            <w:r>
              <w:rPr>
                <w:webHidden/>
                <w:rtl/>
              </w:rPr>
            </w:r>
            <w:r>
              <w:rPr>
                <w:webHidden/>
                <w:rtl/>
              </w:rPr>
              <w:fldChar w:fldCharType="separate"/>
            </w:r>
            <w:r w:rsidR="008F14C4">
              <w:rPr>
                <w:webHidden/>
              </w:rPr>
              <w:t>47</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77" w:history="1">
            <w:r w:rsidRPr="00203CB2">
              <w:rPr>
                <w:rStyle w:val="Hyperlink"/>
              </w:rPr>
              <w:t>The Unity of the Bodies of Man and His Wife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Toc464731377 \h</w:instrText>
            </w:r>
            <w:r>
              <w:rPr>
                <w:webHidden/>
                <w:rtl/>
              </w:rPr>
              <w:instrText xml:space="preserve"> </w:instrText>
            </w:r>
            <w:r>
              <w:rPr>
                <w:webHidden/>
                <w:rtl/>
              </w:rPr>
            </w:r>
            <w:r>
              <w:rPr>
                <w:webHidden/>
                <w:rtl/>
              </w:rPr>
              <w:fldChar w:fldCharType="separate"/>
            </w:r>
            <w:r w:rsidR="008F14C4">
              <w:rPr>
                <w:webHidden/>
              </w:rPr>
              <w:t>47</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78" w:history="1">
            <w:r w:rsidRPr="00203CB2">
              <w:rPr>
                <w:rStyle w:val="Hyperlink"/>
              </w:rPr>
              <w:t>Another Contradiction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Toc464731378 \h</w:instrText>
            </w:r>
            <w:r>
              <w:rPr>
                <w:webHidden/>
                <w:rtl/>
              </w:rPr>
              <w:instrText xml:space="preserve"> </w:instrText>
            </w:r>
            <w:r>
              <w:rPr>
                <w:webHidden/>
                <w:rtl/>
              </w:rPr>
            </w:r>
            <w:r>
              <w:rPr>
                <w:webHidden/>
                <w:rtl/>
              </w:rPr>
              <w:fldChar w:fldCharType="separate"/>
            </w:r>
            <w:r w:rsidR="008F14C4">
              <w:rPr>
                <w:webHidden/>
              </w:rPr>
              <w:t>48</w:t>
            </w:r>
            <w:r>
              <w:rPr>
                <w:webHidden/>
                <w:rtl/>
              </w:rPr>
              <w:fldChar w:fldCharType="end"/>
            </w:r>
          </w:hyperlink>
        </w:p>
        <w:p w:rsidR="00EB03B7" w:rsidRDefault="00EB03B7" w:rsidP="00EB03B7">
          <w:pPr>
            <w:pStyle w:val="TOC1"/>
            <w:rPr>
              <w:rFonts w:asciiTheme="minorHAnsi" w:eastAsiaTheme="minorEastAsia" w:hAnsiTheme="minorHAnsi" w:cstheme="minorBidi"/>
              <w:b w:val="0"/>
              <w:bCs w:val="0"/>
              <w:color w:val="auto"/>
              <w:sz w:val="22"/>
              <w:szCs w:val="22"/>
              <w:rtl/>
            </w:rPr>
          </w:pPr>
          <w:hyperlink w:anchor="_Toc464731379" w:history="1">
            <w:r w:rsidRPr="00203CB2">
              <w:rPr>
                <w:rStyle w:val="Hyperlink"/>
              </w:rPr>
              <w:t>Difference of Opinion Regarding Jesus' Ancestry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Toc464731379 \h</w:instrText>
            </w:r>
            <w:r>
              <w:rPr>
                <w:webHidden/>
                <w:rtl/>
              </w:rPr>
              <w:instrText xml:space="preserve"> </w:instrText>
            </w:r>
            <w:r>
              <w:rPr>
                <w:webHidden/>
                <w:rtl/>
              </w:rPr>
            </w:r>
            <w:r>
              <w:rPr>
                <w:webHidden/>
                <w:rtl/>
              </w:rPr>
              <w:fldChar w:fldCharType="separate"/>
            </w:r>
            <w:r w:rsidR="008F14C4">
              <w:rPr>
                <w:webHidden/>
              </w:rPr>
              <w:t>49</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80" w:history="1">
            <w:r w:rsidRPr="00203CB2">
              <w:rPr>
                <w:rStyle w:val="Hyperlink"/>
              </w:rPr>
              <w:t>Contradiction about the Crucifixion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Toc464731380 \h</w:instrText>
            </w:r>
            <w:r>
              <w:rPr>
                <w:webHidden/>
                <w:rtl/>
              </w:rPr>
              <w:instrText xml:space="preserve"> </w:instrText>
            </w:r>
            <w:r>
              <w:rPr>
                <w:webHidden/>
                <w:rtl/>
              </w:rPr>
            </w:r>
            <w:r>
              <w:rPr>
                <w:webHidden/>
                <w:rtl/>
              </w:rPr>
              <w:fldChar w:fldCharType="separate"/>
            </w:r>
            <w:r w:rsidR="008F14C4">
              <w:rPr>
                <w:webHidden/>
              </w:rPr>
              <w:t>49</w:t>
            </w:r>
            <w:r>
              <w:rPr>
                <w:webHidden/>
                <w:rtl/>
              </w:rPr>
              <w:fldChar w:fldCharType="end"/>
            </w:r>
          </w:hyperlink>
        </w:p>
        <w:p w:rsidR="00EB03B7" w:rsidRDefault="00EB03B7" w:rsidP="00EB03B7">
          <w:pPr>
            <w:pStyle w:val="TOC1"/>
            <w:rPr>
              <w:rFonts w:asciiTheme="minorHAnsi" w:eastAsiaTheme="minorEastAsia" w:hAnsiTheme="minorHAnsi" w:cstheme="minorBidi"/>
              <w:b w:val="0"/>
              <w:bCs w:val="0"/>
              <w:color w:val="auto"/>
              <w:sz w:val="22"/>
              <w:szCs w:val="22"/>
              <w:rtl/>
            </w:rPr>
          </w:pPr>
          <w:hyperlink w:anchor="_Toc464731381" w:history="1">
            <w:r w:rsidRPr="00203CB2">
              <w:rPr>
                <w:rStyle w:val="Hyperlink"/>
              </w:rPr>
              <w:t>Jesus (P) and Gods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Toc464731381 \h</w:instrText>
            </w:r>
            <w:r>
              <w:rPr>
                <w:webHidden/>
                <w:rtl/>
              </w:rPr>
              <w:instrText xml:space="preserve"> </w:instrText>
            </w:r>
            <w:r>
              <w:rPr>
                <w:webHidden/>
                <w:rtl/>
              </w:rPr>
            </w:r>
            <w:r>
              <w:rPr>
                <w:webHidden/>
                <w:rtl/>
              </w:rPr>
              <w:fldChar w:fldCharType="separate"/>
            </w:r>
            <w:r w:rsidR="008F14C4">
              <w:rPr>
                <w:webHidden/>
              </w:rPr>
              <w:t>50</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82" w:history="1">
            <w:r w:rsidRPr="00203CB2">
              <w:rPr>
                <w:rStyle w:val="Hyperlink"/>
              </w:rPr>
              <w:t>Christians Are In A Bind With Nowhere To Go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Toc464731382 \h</w:instrText>
            </w:r>
            <w:r>
              <w:rPr>
                <w:webHidden/>
                <w:rtl/>
              </w:rPr>
              <w:instrText xml:space="preserve"> </w:instrText>
            </w:r>
            <w:r>
              <w:rPr>
                <w:webHidden/>
                <w:rtl/>
              </w:rPr>
            </w:r>
            <w:r>
              <w:rPr>
                <w:webHidden/>
                <w:rtl/>
              </w:rPr>
              <w:fldChar w:fldCharType="separate"/>
            </w:r>
            <w:r w:rsidR="008F14C4">
              <w:rPr>
                <w:webHidden/>
              </w:rPr>
              <w:t>50</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83" w:history="1">
            <w:r w:rsidRPr="00203CB2">
              <w:rPr>
                <w:rStyle w:val="Hyperlink"/>
              </w:rPr>
              <w:t>Is the Testification of Jesus (P) and God Accepted in the New Testament</w:t>
            </w:r>
            <w:r>
              <w:rPr>
                <w:webHidden/>
                <w:rtl/>
              </w:rPr>
              <w:tab/>
            </w:r>
            <w:r w:rsidR="00D76B79">
              <w:rPr>
                <w:webHidden/>
              </w:rPr>
              <w:tab/>
            </w:r>
            <w:r w:rsidR="00D76B79">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Toc464731383 \h</w:instrText>
            </w:r>
            <w:r>
              <w:rPr>
                <w:webHidden/>
                <w:rtl/>
              </w:rPr>
              <w:instrText xml:space="preserve"> </w:instrText>
            </w:r>
            <w:r>
              <w:rPr>
                <w:webHidden/>
                <w:rtl/>
              </w:rPr>
            </w:r>
            <w:r>
              <w:rPr>
                <w:webHidden/>
                <w:rtl/>
              </w:rPr>
              <w:fldChar w:fldCharType="separate"/>
            </w:r>
            <w:r w:rsidR="008F14C4">
              <w:rPr>
                <w:webHidden/>
              </w:rPr>
              <w:t>50</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84" w:history="1">
            <w:r w:rsidRPr="00203CB2">
              <w:rPr>
                <w:rStyle w:val="Hyperlink"/>
              </w:rPr>
              <w:t>The Trinity (Three-In-One) Is Not True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Toc464731384 \h</w:instrText>
            </w:r>
            <w:r>
              <w:rPr>
                <w:webHidden/>
                <w:rtl/>
              </w:rPr>
              <w:instrText xml:space="preserve"> </w:instrText>
            </w:r>
            <w:r>
              <w:rPr>
                <w:webHidden/>
                <w:rtl/>
              </w:rPr>
            </w:r>
            <w:r>
              <w:rPr>
                <w:webHidden/>
                <w:rtl/>
              </w:rPr>
              <w:fldChar w:fldCharType="separate"/>
            </w:r>
            <w:r w:rsidR="008F14C4">
              <w:rPr>
                <w:webHidden/>
              </w:rPr>
              <w:t>51</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85" w:history="1">
            <w:r w:rsidRPr="00203CB2">
              <w:rPr>
                <w:rStyle w:val="Hyperlink"/>
              </w:rPr>
              <w:t>The Word ‘Son Of Man’ Is Another Disproof of Trinity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Toc464731385 \h</w:instrText>
            </w:r>
            <w:r>
              <w:rPr>
                <w:webHidden/>
                <w:rtl/>
              </w:rPr>
              <w:instrText xml:space="preserve"> </w:instrText>
            </w:r>
            <w:r>
              <w:rPr>
                <w:webHidden/>
                <w:rtl/>
              </w:rPr>
            </w:r>
            <w:r>
              <w:rPr>
                <w:webHidden/>
                <w:rtl/>
              </w:rPr>
              <w:fldChar w:fldCharType="separate"/>
            </w:r>
            <w:r w:rsidR="008F14C4">
              <w:rPr>
                <w:webHidden/>
              </w:rPr>
              <w:t>52</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86" w:history="1">
            <w:r w:rsidRPr="00203CB2">
              <w:rPr>
                <w:rStyle w:val="Hyperlink"/>
              </w:rPr>
              <w:t>Jesus' Prayer Disproves the Trinity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Toc464731386 \h</w:instrText>
            </w:r>
            <w:r>
              <w:rPr>
                <w:webHidden/>
                <w:rtl/>
              </w:rPr>
              <w:instrText xml:space="preserve"> </w:instrText>
            </w:r>
            <w:r>
              <w:rPr>
                <w:webHidden/>
                <w:rtl/>
              </w:rPr>
            </w:r>
            <w:r>
              <w:rPr>
                <w:webHidden/>
                <w:rtl/>
              </w:rPr>
              <w:fldChar w:fldCharType="separate"/>
            </w:r>
            <w:r w:rsidR="008F14C4">
              <w:rPr>
                <w:webHidden/>
              </w:rPr>
              <w:t>52</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87" w:history="1">
            <w:r w:rsidRPr="00203CB2">
              <w:rPr>
                <w:rStyle w:val="Hyperlink"/>
              </w:rPr>
              <w:t>Christians' Belief In Trinity Has Two Meanings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Toc464731387 \h</w:instrText>
            </w:r>
            <w:r>
              <w:rPr>
                <w:webHidden/>
                <w:rtl/>
              </w:rPr>
              <w:instrText xml:space="preserve"> </w:instrText>
            </w:r>
            <w:r>
              <w:rPr>
                <w:webHidden/>
                <w:rtl/>
              </w:rPr>
            </w:r>
            <w:r>
              <w:rPr>
                <w:webHidden/>
                <w:rtl/>
              </w:rPr>
              <w:fldChar w:fldCharType="separate"/>
            </w:r>
            <w:r w:rsidR="008F14C4">
              <w:rPr>
                <w:webHidden/>
              </w:rPr>
              <w:t>53</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88" w:history="1">
            <w:r w:rsidRPr="00203CB2">
              <w:rPr>
                <w:rStyle w:val="Hyperlink"/>
              </w:rPr>
              <w:t>St John and His Strange Words About The 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Toc464731388 \h</w:instrText>
            </w:r>
            <w:r>
              <w:rPr>
                <w:webHidden/>
                <w:rtl/>
              </w:rPr>
              <w:instrText xml:space="preserve"> </w:instrText>
            </w:r>
            <w:r>
              <w:rPr>
                <w:webHidden/>
                <w:rtl/>
              </w:rPr>
            </w:r>
            <w:r>
              <w:rPr>
                <w:webHidden/>
                <w:rtl/>
              </w:rPr>
              <w:fldChar w:fldCharType="separate"/>
            </w:r>
            <w:r w:rsidR="008F14C4">
              <w:rPr>
                <w:webHidden/>
              </w:rPr>
              <w:t>53</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89" w:history="1">
            <w:r w:rsidRPr="00203CB2">
              <w:rPr>
                <w:rStyle w:val="Hyperlink"/>
              </w:rPr>
              <w:t>Jesus’ Death Was not For the Forgiveness of Others' Sins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Toc464731389 \h</w:instrText>
            </w:r>
            <w:r>
              <w:rPr>
                <w:webHidden/>
                <w:rtl/>
              </w:rPr>
              <w:instrText xml:space="preserve"> </w:instrText>
            </w:r>
            <w:r>
              <w:rPr>
                <w:webHidden/>
                <w:rtl/>
              </w:rPr>
            </w:r>
            <w:r>
              <w:rPr>
                <w:webHidden/>
                <w:rtl/>
              </w:rPr>
              <w:fldChar w:fldCharType="separate"/>
            </w:r>
            <w:r w:rsidR="008F14C4">
              <w:rPr>
                <w:webHidden/>
              </w:rPr>
              <w:t>54</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90" w:history="1">
            <w:r w:rsidRPr="00203CB2">
              <w:rPr>
                <w:rStyle w:val="Hyperlink"/>
              </w:rPr>
              <w:t>Christ Himself Is the Reason For the Crucifixion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Toc464731390 \h</w:instrText>
            </w:r>
            <w:r>
              <w:rPr>
                <w:webHidden/>
                <w:rtl/>
              </w:rPr>
              <w:instrText xml:space="preserve"> </w:instrText>
            </w:r>
            <w:r>
              <w:rPr>
                <w:webHidden/>
                <w:rtl/>
              </w:rPr>
            </w:r>
            <w:r>
              <w:rPr>
                <w:webHidden/>
                <w:rtl/>
              </w:rPr>
              <w:fldChar w:fldCharType="separate"/>
            </w:r>
            <w:r w:rsidR="008F14C4">
              <w:rPr>
                <w:webHidden/>
              </w:rPr>
              <w:t>55</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91" w:history="1">
            <w:r w:rsidRPr="00203CB2">
              <w:rPr>
                <w:rStyle w:val="Hyperlink"/>
              </w:rPr>
              <w:t>How Could We Distinguish the True Jesus Christ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Toc464731391 \h</w:instrText>
            </w:r>
            <w:r>
              <w:rPr>
                <w:webHidden/>
                <w:rtl/>
              </w:rPr>
              <w:instrText xml:space="preserve"> </w:instrText>
            </w:r>
            <w:r>
              <w:rPr>
                <w:webHidden/>
                <w:rtl/>
              </w:rPr>
            </w:r>
            <w:r>
              <w:rPr>
                <w:webHidden/>
                <w:rtl/>
              </w:rPr>
              <w:fldChar w:fldCharType="separate"/>
            </w:r>
            <w:r w:rsidR="008F14C4">
              <w:rPr>
                <w:webHidden/>
              </w:rPr>
              <w:t>56</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92" w:history="1">
            <w:r w:rsidRPr="00203CB2">
              <w:rPr>
                <w:rStyle w:val="Hyperlink"/>
              </w:rPr>
              <w:t>The One Crucified Was Not Jesus (P)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Toc464731392 \h</w:instrText>
            </w:r>
            <w:r>
              <w:rPr>
                <w:webHidden/>
                <w:rtl/>
              </w:rPr>
              <w:instrText xml:space="preserve"> </w:instrText>
            </w:r>
            <w:r>
              <w:rPr>
                <w:webHidden/>
                <w:rtl/>
              </w:rPr>
            </w:r>
            <w:r>
              <w:rPr>
                <w:webHidden/>
                <w:rtl/>
              </w:rPr>
              <w:fldChar w:fldCharType="separate"/>
            </w:r>
            <w:r w:rsidR="008F14C4">
              <w:rPr>
                <w:webHidden/>
              </w:rPr>
              <w:t>56</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93" w:history="1">
            <w:r w:rsidRPr="00203CB2">
              <w:rPr>
                <w:rStyle w:val="Hyperlink"/>
              </w:rPr>
              <w:t>Further Evidences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Toc464731393 \h</w:instrText>
            </w:r>
            <w:r>
              <w:rPr>
                <w:webHidden/>
                <w:rtl/>
              </w:rPr>
              <w:instrText xml:space="preserve"> </w:instrText>
            </w:r>
            <w:r>
              <w:rPr>
                <w:webHidden/>
                <w:rtl/>
              </w:rPr>
            </w:r>
            <w:r>
              <w:rPr>
                <w:webHidden/>
                <w:rtl/>
              </w:rPr>
              <w:fldChar w:fldCharType="separate"/>
            </w:r>
            <w:r w:rsidR="008F14C4">
              <w:rPr>
                <w:webHidden/>
              </w:rPr>
              <w:t>56</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94" w:history="1">
            <w:r w:rsidRPr="00203CB2">
              <w:rPr>
                <w:rStyle w:val="Hyperlink"/>
              </w:rPr>
              <w:t>Jesus Christ Goes To Wedding and Drinks Wine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Toc464731394 \h</w:instrText>
            </w:r>
            <w:r>
              <w:rPr>
                <w:webHidden/>
                <w:rtl/>
              </w:rPr>
              <w:instrText xml:space="preserve"> </w:instrText>
            </w:r>
            <w:r>
              <w:rPr>
                <w:webHidden/>
                <w:rtl/>
              </w:rPr>
            </w:r>
            <w:r>
              <w:rPr>
                <w:webHidden/>
                <w:rtl/>
              </w:rPr>
              <w:fldChar w:fldCharType="separate"/>
            </w:r>
            <w:r w:rsidR="008F14C4">
              <w:rPr>
                <w:webHidden/>
              </w:rPr>
              <w:t>57</w:t>
            </w:r>
            <w:r>
              <w:rPr>
                <w:webHidden/>
                <w:rtl/>
              </w:rPr>
              <w:fldChar w:fldCharType="end"/>
            </w:r>
          </w:hyperlink>
        </w:p>
        <w:p w:rsidR="00EB03B7" w:rsidRDefault="00EB03B7" w:rsidP="00EB03B7">
          <w:pPr>
            <w:pStyle w:val="TOC2"/>
            <w:rPr>
              <w:rFonts w:asciiTheme="minorHAnsi" w:eastAsiaTheme="minorEastAsia" w:hAnsiTheme="minorHAnsi" w:cstheme="minorBidi"/>
              <w:color w:val="auto"/>
              <w:sz w:val="22"/>
              <w:szCs w:val="22"/>
              <w:rtl/>
            </w:rPr>
          </w:pPr>
          <w:hyperlink w:anchor="_Toc464731395" w:history="1">
            <w:r w:rsidRPr="00203CB2">
              <w:rPr>
                <w:rStyle w:val="Hyperlink"/>
              </w:rPr>
              <w:t>Why Were These Books of the Bible Written?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Toc464731395 \h</w:instrText>
            </w:r>
            <w:r>
              <w:rPr>
                <w:webHidden/>
                <w:rtl/>
              </w:rPr>
              <w:instrText xml:space="preserve"> </w:instrText>
            </w:r>
            <w:r>
              <w:rPr>
                <w:webHidden/>
                <w:rtl/>
              </w:rPr>
            </w:r>
            <w:r>
              <w:rPr>
                <w:webHidden/>
                <w:rtl/>
              </w:rPr>
              <w:fldChar w:fldCharType="separate"/>
            </w:r>
            <w:r w:rsidR="008F14C4">
              <w:rPr>
                <w:webHidden/>
              </w:rPr>
              <w:t>58</w:t>
            </w:r>
            <w:r>
              <w:rPr>
                <w:webHidden/>
                <w:rtl/>
              </w:rPr>
              <w:fldChar w:fldCharType="end"/>
            </w:r>
          </w:hyperlink>
        </w:p>
        <w:p w:rsidR="00173A8F" w:rsidRDefault="00173A8F" w:rsidP="00EB03B7">
          <w:pPr>
            <w:pStyle w:val="libNormal"/>
          </w:pPr>
          <w:r>
            <w:fldChar w:fldCharType="end"/>
          </w:r>
        </w:p>
      </w:sdtContent>
    </w:sdt>
    <w:p w:rsidR="002125FA" w:rsidRDefault="002125FA" w:rsidP="0023398E">
      <w:pPr>
        <w:pStyle w:val="libNormal"/>
      </w:pPr>
      <w:r>
        <w:lastRenderedPageBreak/>
        <w:br w:type="page"/>
      </w:r>
    </w:p>
    <w:p w:rsidR="00B361CB" w:rsidRDefault="002125FA" w:rsidP="0023398E">
      <w:pPr>
        <w:pStyle w:val="Heading1Center"/>
      </w:pPr>
      <w:bookmarkStart w:id="0" w:name="_Toc464731309"/>
      <w:r>
        <w:lastRenderedPageBreak/>
        <w:t>Acknowledgement</w:t>
      </w:r>
      <w:bookmarkEnd w:id="0"/>
    </w:p>
    <w:p w:rsidR="002125FA" w:rsidRDefault="002125FA" w:rsidP="002125FA">
      <w:pPr>
        <w:pStyle w:val="libNormal"/>
      </w:pPr>
      <w:r>
        <w:t>I would like to dedicate this book to our living savior Imam Al</w:t>
      </w:r>
      <w:r w:rsidR="00B82B4B">
        <w:t>-</w:t>
      </w:r>
      <w:proofErr w:type="spellStart"/>
      <w:r>
        <w:t>Mahdi</w:t>
      </w:r>
      <w:proofErr w:type="spellEnd"/>
      <w:r>
        <w:t xml:space="preserve"> (P) may Allah hasten his appearance.</w:t>
      </w:r>
      <w:r w:rsidR="00B82B4B">
        <w:t xml:space="preserve"> </w:t>
      </w:r>
      <w:r>
        <w:t xml:space="preserve">I Also would like to dedicate the reward of this book to late Ayatollah </w:t>
      </w:r>
      <w:proofErr w:type="spellStart"/>
      <w:r>
        <w:t>Sayyid</w:t>
      </w:r>
      <w:proofErr w:type="spellEnd"/>
      <w:r>
        <w:t xml:space="preserve"> Mir Mohammed Al</w:t>
      </w:r>
      <w:r w:rsidR="00B82B4B">
        <w:t>-</w:t>
      </w:r>
      <w:proofErr w:type="spellStart"/>
      <w:r>
        <w:t>Qazweeni</w:t>
      </w:r>
      <w:proofErr w:type="spellEnd"/>
      <w:r>
        <w:t xml:space="preserve"> for his Arabic book (</w:t>
      </w:r>
      <w:proofErr w:type="spellStart"/>
      <w:r>
        <w:t>Natherat</w:t>
      </w:r>
      <w:proofErr w:type="spellEnd"/>
      <w:r>
        <w:t xml:space="preserve"> </w:t>
      </w:r>
      <w:proofErr w:type="spellStart"/>
      <w:r>
        <w:t>fil</w:t>
      </w:r>
      <w:r w:rsidR="00B82B4B">
        <w:t>-</w:t>
      </w:r>
      <w:r>
        <w:t>Enjeele</w:t>
      </w:r>
      <w:proofErr w:type="spellEnd"/>
      <w:r>
        <w:t xml:space="preserve"> </w:t>
      </w:r>
      <w:proofErr w:type="spellStart"/>
      <w:r>
        <w:t>Wat</w:t>
      </w:r>
      <w:r w:rsidR="00B82B4B">
        <w:t>-</w:t>
      </w:r>
      <w:r>
        <w:t>Tawrat</w:t>
      </w:r>
      <w:proofErr w:type="spellEnd"/>
      <w:r>
        <w:t>) may Allah bless his soul.</w:t>
      </w:r>
      <w:r w:rsidR="00B82B4B">
        <w:t xml:space="preserve"> </w:t>
      </w:r>
      <w:r>
        <w:t>Finally may the dear Allah reward all those who helped in one way or another in making this book come to existence.</w:t>
      </w:r>
    </w:p>
    <w:p w:rsidR="002125FA" w:rsidRDefault="002125FA" w:rsidP="0023398E">
      <w:pPr>
        <w:pStyle w:val="libNormal"/>
      </w:pPr>
      <w:r>
        <w:br w:type="page"/>
      </w:r>
    </w:p>
    <w:p w:rsidR="00B361CB" w:rsidRDefault="002125FA" w:rsidP="0023398E">
      <w:pPr>
        <w:pStyle w:val="Heading1Center"/>
      </w:pPr>
      <w:bookmarkStart w:id="1" w:name="_Toc464731310"/>
      <w:r>
        <w:lastRenderedPageBreak/>
        <w:t>Preface</w:t>
      </w:r>
      <w:bookmarkEnd w:id="1"/>
    </w:p>
    <w:p w:rsidR="00B361CB" w:rsidRDefault="002125FA" w:rsidP="002125FA">
      <w:pPr>
        <w:pStyle w:val="libNormal"/>
      </w:pPr>
      <w:r>
        <w:t>Surely, a human being cannot be a perfect being unless he is under the direct supervision of the Mighty, Perfect God. On the other hand, the Almighty Creator of this world should be perfect in every way, making no mistakes at all.</w:t>
      </w:r>
    </w:p>
    <w:p w:rsidR="00B361CB" w:rsidRDefault="002125FA" w:rsidP="002125FA">
      <w:pPr>
        <w:pStyle w:val="libNormal"/>
      </w:pPr>
      <w:r>
        <w:t>If a human being, with his/her imperfections, writes a book, that book will be written on his/her level and time will show his/her mistakes. History will reveal them.</w:t>
      </w:r>
    </w:p>
    <w:p w:rsidR="00B361CB" w:rsidRDefault="002125FA" w:rsidP="002125FA">
      <w:pPr>
        <w:pStyle w:val="libNormal"/>
      </w:pPr>
      <w:r>
        <w:t>In the ancient ages, people believed that the earth was flat! The sun revolved around the earth! At the time, they were known facts. Where are these facts today?</w:t>
      </w:r>
    </w:p>
    <w:p w:rsidR="00B361CB" w:rsidRDefault="002125FA" w:rsidP="002125FA">
      <w:pPr>
        <w:pStyle w:val="libNormal"/>
      </w:pPr>
      <w:r>
        <w:t>Theories come and go and humans live and die. So is the way of the world. But the One, the Everlasting, is always here with us and so is His Book. The Almighty Lord's Book must be perfect, with no mistakes. Should any mistake be detected, then we must deduct that the Book could not have been written by Him or under His supervision by His Prophets.</w:t>
      </w:r>
    </w:p>
    <w:p w:rsidR="00B361CB" w:rsidRDefault="002125FA" w:rsidP="002125FA">
      <w:pPr>
        <w:pStyle w:val="libNormal"/>
      </w:pPr>
      <w:r>
        <w:t>The Books which dominate the world today as Gospel, the Books of God, are the Bible and the Qur'an. We should research these two Books. We should not rely on the words, "Just believe". After all, we have a device to think with, we have a tool to undo the mistakes with, and to enable us to distinguish between right and wrong. If we did not have such power, then it really would not matter what book we followed or what belief or religion we adopted. We might as well be as animals, just eat and sleep...</w:t>
      </w:r>
    </w:p>
    <w:p w:rsidR="00B361CB" w:rsidRDefault="002125FA" w:rsidP="002125FA">
      <w:pPr>
        <w:pStyle w:val="libNormal"/>
      </w:pPr>
      <w:r>
        <w:t>As God’s book is perfect, I am a faulty, small creature in His kingdom with many mistakes, wishing by His grace to lift me up.</w:t>
      </w:r>
    </w:p>
    <w:p w:rsidR="002125FA" w:rsidRPr="00B82B4B" w:rsidRDefault="002125FA" w:rsidP="002F2C92">
      <w:pPr>
        <w:pStyle w:val="libBold1"/>
      </w:pPr>
      <w:r>
        <w:t xml:space="preserve">Imam </w:t>
      </w:r>
      <w:proofErr w:type="spellStart"/>
      <w:r>
        <w:t>Jowad</w:t>
      </w:r>
      <w:proofErr w:type="spellEnd"/>
      <w:r>
        <w:t xml:space="preserve"> Al</w:t>
      </w:r>
      <w:r w:rsidR="00B82B4B">
        <w:t>-</w:t>
      </w:r>
      <w:proofErr w:type="spellStart"/>
      <w:r>
        <w:t>Ansari</w:t>
      </w:r>
      <w:proofErr w:type="spellEnd"/>
      <w:r>
        <w:t xml:space="preserve"> PhD candidat</w:t>
      </w:r>
      <w:r w:rsidRPr="00B82B4B">
        <w:t>e</w:t>
      </w:r>
    </w:p>
    <w:p w:rsidR="002125FA" w:rsidRDefault="002125FA" w:rsidP="0023398E">
      <w:pPr>
        <w:pStyle w:val="libNormal"/>
      </w:pPr>
      <w:r>
        <w:br w:type="page"/>
      </w:r>
    </w:p>
    <w:p w:rsidR="00B361CB" w:rsidRDefault="002125FA" w:rsidP="0023398E">
      <w:pPr>
        <w:pStyle w:val="Heading1Center"/>
      </w:pPr>
      <w:bookmarkStart w:id="2" w:name="_Toc464731311"/>
      <w:r>
        <w:lastRenderedPageBreak/>
        <w:t>Introduction and Awakening</w:t>
      </w:r>
      <w:bookmarkEnd w:id="2"/>
    </w:p>
    <w:p w:rsidR="00B361CB" w:rsidRDefault="002125FA" w:rsidP="002125FA">
      <w:pPr>
        <w:pStyle w:val="libNormal"/>
      </w:pPr>
      <w:r>
        <w:t>A book cannot be Holy unless there is evidence to prove that it is from the era of the prophet in which the book has been written. Imagining or thinking that it is from that era is not enough to prove God's Word. Proof can neither be hatred nor emotional anger. If a book contains blatant atheism, contradiction or thoughts reflected by the mind or if it is illogical either in relating certain events or regarding specific laws for the people of the same religion, these factors are firm evidences in proving that either:</w:t>
      </w:r>
    </w:p>
    <w:p w:rsidR="00B361CB" w:rsidRPr="00B82B4B" w:rsidRDefault="002125FA" w:rsidP="00B82B4B">
      <w:pPr>
        <w:pStyle w:val="libNormal"/>
      </w:pPr>
      <w:r>
        <w:t xml:space="preserve">(1) </w:t>
      </w:r>
      <w:proofErr w:type="gramStart"/>
      <w:r>
        <w:t>this</w:t>
      </w:r>
      <w:proofErr w:type="gramEnd"/>
      <w:r>
        <w:t xml:space="preserve"> book is not from God; o</w:t>
      </w:r>
      <w:r w:rsidRPr="00B82B4B">
        <w:t>r</w:t>
      </w:r>
    </w:p>
    <w:p w:rsidR="00B361CB" w:rsidRDefault="002125FA" w:rsidP="002125FA">
      <w:pPr>
        <w:pStyle w:val="libNormal"/>
      </w:pPr>
      <w:r>
        <w:t xml:space="preserve">(2) </w:t>
      </w:r>
      <w:proofErr w:type="gramStart"/>
      <w:r>
        <w:t>the</w:t>
      </w:r>
      <w:proofErr w:type="gramEnd"/>
      <w:r>
        <w:t xml:space="preserve"> book is from God, but it has been changed from its original form.</w:t>
      </w:r>
    </w:p>
    <w:p w:rsidR="00B361CB" w:rsidRDefault="002125FA" w:rsidP="002125FA">
      <w:pPr>
        <w:pStyle w:val="libNormal"/>
      </w:pPr>
      <w:r>
        <w:t>If we know that the book has been changed, this will affect its degree of importance and it can no longer be used as a reference because there is a possibility that any section of the book may not be true.</w:t>
      </w:r>
    </w:p>
    <w:p w:rsidR="00B361CB" w:rsidRDefault="002125FA" w:rsidP="002125FA">
      <w:pPr>
        <w:pStyle w:val="libNormal"/>
      </w:pPr>
      <w:r>
        <w:t>If there were two books and there was the possibility that one of them were not true without knowing which one, then both of them would be unreliable. Why? Because there is a probability that each of the two books is wrong. These errors can be detected by the healthy human mind and brain.</w:t>
      </w:r>
    </w:p>
    <w:p w:rsidR="00B361CB" w:rsidRPr="00B82B4B" w:rsidRDefault="002125FA" w:rsidP="00B82B4B">
      <w:pPr>
        <w:pStyle w:val="libNormal"/>
      </w:pPr>
      <w:r>
        <w:t>So, we say to the Christians: do not expect Muslims to prove to you that the Bible (the Old and New Testaments) that you have, has not been changed and is the true Wor</w:t>
      </w:r>
      <w:r w:rsidRPr="00B82B4B">
        <w:t>d</w:t>
      </w:r>
    </w:p>
    <w:p w:rsidR="00B361CB" w:rsidRDefault="002125FA" w:rsidP="002125FA">
      <w:pPr>
        <w:pStyle w:val="libNormal"/>
      </w:pPr>
      <w:proofErr w:type="gramStart"/>
      <w:r>
        <w:t>of</w:t>
      </w:r>
      <w:proofErr w:type="gramEnd"/>
      <w:r>
        <w:t xml:space="preserve"> God. It is definitely not a Revelation sent from the Lord.</w:t>
      </w:r>
    </w:p>
    <w:p w:rsidR="00B361CB" w:rsidRDefault="002125FA" w:rsidP="002125FA">
      <w:pPr>
        <w:pStyle w:val="libNormal"/>
      </w:pPr>
      <w:r>
        <w:t>Muslims deny that these Books are an Inspiration from Almighty God.</w:t>
      </w:r>
    </w:p>
    <w:p w:rsidR="00B361CB" w:rsidRDefault="002125FA" w:rsidP="002125FA">
      <w:pPr>
        <w:pStyle w:val="libNormal"/>
      </w:pPr>
      <w:r>
        <w:t>If one who denies the facts is in doubt about their authenticity, then proof must be brought forward in justification of the fact by the one who claims to be telling the truth. This statement has been made and agreed upon by the wisdom of humankind.</w:t>
      </w:r>
    </w:p>
    <w:p w:rsidR="00B361CB" w:rsidRDefault="002125FA" w:rsidP="002125FA">
      <w:pPr>
        <w:pStyle w:val="libNormal"/>
      </w:pPr>
      <w:r>
        <w:t>Muslims are not called upon to bring evidence that their Holy Book is true because the Truth and legitimacy of the Holy Quran has yet to be questioned. However, Christians must prove to the Muslims that their Holy Book is true.</w:t>
      </w:r>
    </w:p>
    <w:p w:rsidR="00B361CB" w:rsidRDefault="002125FA" w:rsidP="002125FA">
      <w:pPr>
        <w:pStyle w:val="libNormal"/>
      </w:pPr>
      <w:r>
        <w:t>Picking up the Quran for propagation purposes would not be right for the following two reasons:</w:t>
      </w:r>
    </w:p>
    <w:p w:rsidR="00B361CB" w:rsidRDefault="002125FA" w:rsidP="002125FA">
      <w:pPr>
        <w:pStyle w:val="libNormal"/>
      </w:pPr>
      <w:r>
        <w:t xml:space="preserve"> 1. Christians do not believe that the Quran is the true Word of God in the first place, so they are unable to raise objection about it. If you believe in the authenticity of the Quran, then you must use it as a reference and hurry to become a Muslim.</w:t>
      </w:r>
    </w:p>
    <w:p w:rsidR="002125FA" w:rsidRDefault="002125FA" w:rsidP="002125FA">
      <w:pPr>
        <w:pStyle w:val="libNormal"/>
      </w:pPr>
      <w:r>
        <w:t xml:space="preserve">2. There is no single Ayah (Verse) in the Quran, which states that the original Torah and </w:t>
      </w:r>
      <w:proofErr w:type="spellStart"/>
      <w:r>
        <w:t>Ingeel</w:t>
      </w:r>
      <w:proofErr w:type="spellEnd"/>
      <w:r>
        <w:t xml:space="preserve"> (Old and New Testaments), the Inspiration as revealed to Prophets Moses and Jesus (P</w:t>
      </w:r>
      <w:proofErr w:type="gramStart"/>
      <w:r>
        <w:t>)[</w:t>
      </w:r>
      <w:proofErr w:type="gramEnd"/>
      <w:r>
        <w:t>1], are the versions that the Jews and Christians are using today.</w:t>
      </w:r>
    </w:p>
    <w:p w:rsidR="00B361CB" w:rsidRDefault="002125FA" w:rsidP="002125FA">
      <w:pPr>
        <w:pStyle w:val="libNormal"/>
      </w:pPr>
      <w:r>
        <w:t>[1] For maintaining readability, (P) is an acronym for “Peace by upon him/her/them". When it is used after the holy name of</w:t>
      </w:r>
      <w:r w:rsidR="00B82B4B">
        <w:t xml:space="preserve"> --</w:t>
      </w:r>
      <w:r>
        <w:t>&gt;</w:t>
      </w:r>
    </w:p>
    <w:p w:rsidR="00B361CB" w:rsidRDefault="002125FA" w:rsidP="002125FA">
      <w:pPr>
        <w:pStyle w:val="libNormal"/>
      </w:pPr>
      <w:r>
        <w:t>Remember that an opponent cannot play the role of the judge. In addition, we should use the opponent's own words to disprove him. Yet until today, Christians have had no proof whatsoever to convince us that the Bible in its present form is a Revelation.</w:t>
      </w:r>
    </w:p>
    <w:p w:rsidR="00B361CB" w:rsidRDefault="002125FA" w:rsidP="002125FA">
      <w:pPr>
        <w:pStyle w:val="libNormal"/>
      </w:pPr>
      <w:r>
        <w:t xml:space="preserve">There is, however, a lot of evidence to prove the contrary; that the present Bible is neither Inspiration nor Revelation from Almighty God. It </w:t>
      </w:r>
      <w:r>
        <w:lastRenderedPageBreak/>
        <w:t>would appear more convenient for them to accept the modern words of man, which are not God</w:t>
      </w:r>
      <w:r w:rsidR="00B82B4B">
        <w:t>-</w:t>
      </w:r>
      <w:r>
        <w:t>inspired.</w:t>
      </w:r>
    </w:p>
    <w:p w:rsidR="00B361CB" w:rsidRDefault="002125FA" w:rsidP="002125FA">
      <w:pPr>
        <w:pStyle w:val="libNormal"/>
      </w:pPr>
      <w:r>
        <w:t>Here we have produced some evidence as a summary to prove that the so</w:t>
      </w:r>
      <w:r w:rsidR="00B82B4B">
        <w:t>-</w:t>
      </w:r>
      <w:r>
        <w:t>­called Old Testament is not the original Old Testament as was revealed to Moses (P) and was not written for him in his own era. Look at what has been recorded in the Book of Deuteronomy Chapter 34, Verse 5:</w:t>
      </w:r>
    </w:p>
    <w:p w:rsidR="00B361CB" w:rsidRDefault="002125FA" w:rsidP="002125FA">
      <w:pPr>
        <w:pStyle w:val="libNormal"/>
      </w:pPr>
      <w:r>
        <w:t xml:space="preserve">"And Moses the servant of the Lord died there in Moab, as the Lord had said. He buried him in Moab, in the valley opposite Beth </w:t>
      </w:r>
      <w:proofErr w:type="spellStart"/>
      <w:r>
        <w:t>Peor</w:t>
      </w:r>
      <w:proofErr w:type="spellEnd"/>
      <w:r>
        <w:t>, but to this day no</w:t>
      </w:r>
      <w:r w:rsidR="00B82B4B">
        <w:t>-</w:t>
      </w:r>
      <w:r>
        <w:t>one knows where his grave is."</w:t>
      </w:r>
    </w:p>
    <w:p w:rsidR="00B361CB" w:rsidRDefault="002125FA" w:rsidP="002125FA">
      <w:pPr>
        <w:pStyle w:val="libNormal"/>
      </w:pPr>
      <w:r>
        <w:t>This frank statement clearly shows the time</w:t>
      </w:r>
      <w:r w:rsidR="00B82B4B">
        <w:t>-</w:t>
      </w:r>
      <w:r>
        <w:t>span between Moses' era and the writing of the Old Testament.</w:t>
      </w:r>
    </w:p>
    <w:p w:rsidR="00B361CB" w:rsidRDefault="002125FA" w:rsidP="002125FA">
      <w:pPr>
        <w:pStyle w:val="libNormal"/>
      </w:pPr>
      <w:r>
        <w:t>Also in Kings II 22:8:</w:t>
      </w:r>
    </w:p>
    <w:p w:rsidR="00B361CB" w:rsidRDefault="002125FA" w:rsidP="002125FA">
      <w:pPr>
        <w:pStyle w:val="libNormal"/>
      </w:pPr>
      <w:r>
        <w:t>"</w:t>
      </w:r>
      <w:proofErr w:type="spellStart"/>
      <w:r>
        <w:t>Hilkijah</w:t>
      </w:r>
      <w:proofErr w:type="spellEnd"/>
      <w:r>
        <w:t xml:space="preserve"> the high priest said to </w:t>
      </w:r>
      <w:proofErr w:type="spellStart"/>
      <w:r>
        <w:t>Shaphan</w:t>
      </w:r>
      <w:proofErr w:type="spellEnd"/>
      <w:r>
        <w:t xml:space="preserve"> the secretary, 'I have found the Book of the Law in the temple of the Lord.' He gave it to </w:t>
      </w:r>
      <w:proofErr w:type="spellStart"/>
      <w:r>
        <w:t>Shaphan</w:t>
      </w:r>
      <w:proofErr w:type="spellEnd"/>
      <w:r>
        <w:t>, who read it."</w:t>
      </w:r>
    </w:p>
    <w:p w:rsidR="002125FA" w:rsidRDefault="002125FA" w:rsidP="002125FA">
      <w:pPr>
        <w:pStyle w:val="libNormal"/>
      </w:pPr>
      <w:r>
        <w:t xml:space="preserve">It is clear from this text that the Book of the Law, the Old Testament, was lost before </w:t>
      </w:r>
      <w:proofErr w:type="spellStart"/>
      <w:r>
        <w:t>Yoshia's</w:t>
      </w:r>
      <w:proofErr w:type="spellEnd"/>
      <w:r>
        <w:t xml:space="preserve"> time.</w:t>
      </w:r>
    </w:p>
    <w:p w:rsidR="00B361CB" w:rsidRDefault="002125FA" w:rsidP="002125FA">
      <w:pPr>
        <w:pStyle w:val="libNormal"/>
      </w:pPr>
      <w:r>
        <w:t>&lt;</w:t>
      </w:r>
      <w:r w:rsidR="00B82B4B">
        <w:t>--</w:t>
      </w:r>
      <w:r>
        <w:t xml:space="preserve"> Prophet Muhammad, it means 'Peace be upon him and his family.'</w:t>
      </w:r>
    </w:p>
    <w:p w:rsidR="00B361CB" w:rsidRDefault="002125FA" w:rsidP="002125FA">
      <w:pPr>
        <w:pStyle w:val="libNormal"/>
      </w:pPr>
      <w:r>
        <w:t>Now let us read what is written in Kings II 24:13 and compare it to Kings II 25:9:</w:t>
      </w:r>
    </w:p>
    <w:p w:rsidR="00B361CB" w:rsidRDefault="002125FA" w:rsidP="002125FA">
      <w:pPr>
        <w:pStyle w:val="libNormal"/>
      </w:pPr>
      <w:r>
        <w:t>"As the Lord had declared, Nebuchadnezzar removed all the treasures from the temple of the Lord and from the royal palace, and took away all the gold articles that Solomon, king of Israel, had made for the temple of the Lord."</w:t>
      </w:r>
    </w:p>
    <w:p w:rsidR="00B361CB" w:rsidRDefault="002125FA" w:rsidP="002125FA">
      <w:pPr>
        <w:pStyle w:val="libNormal"/>
      </w:pPr>
      <w:r>
        <w:t>He set fire to the temple of the Lord, the royal palace and all the houses of Jerusalem."</w:t>
      </w:r>
    </w:p>
    <w:p w:rsidR="00B361CB" w:rsidRDefault="002125FA" w:rsidP="002125FA">
      <w:pPr>
        <w:pStyle w:val="libNormal"/>
      </w:pPr>
      <w:r>
        <w:t>Please note the obvious contradiction. You can see that the Muslim belief that the Old Testament is nothing but propaganda and that the Original Bible has been altered, is true. I will clarify this point by adding for the sake of the reader other evidence that leads us to the certainty that it has been changed.</w:t>
      </w:r>
    </w:p>
    <w:p w:rsidR="00B361CB" w:rsidRDefault="002125FA" w:rsidP="002125FA">
      <w:pPr>
        <w:pStyle w:val="libNormal"/>
      </w:pPr>
      <w:r>
        <w:t>1)</w:t>
      </w:r>
      <w:r w:rsidR="00B82B4B">
        <w:t xml:space="preserve"> </w:t>
      </w:r>
      <w:r>
        <w:t>For obvious mistakes in the Bible, proving that it cannot be Revelation, look for an example in Genesis 46:15, when he named Daniel's sons and daughters, there were 34, and then it is written:</w:t>
      </w:r>
    </w:p>
    <w:p w:rsidR="00B361CB" w:rsidRDefault="002125FA" w:rsidP="002125FA">
      <w:pPr>
        <w:pStyle w:val="libNormal"/>
      </w:pPr>
      <w:r>
        <w:t xml:space="preserve">"All sons and daughters of him were thirty </w:t>
      </w:r>
      <w:r w:rsidR="00B82B4B">
        <w:t>-</w:t>
      </w:r>
      <w:r>
        <w:t>three in all."</w:t>
      </w:r>
    </w:p>
    <w:p w:rsidR="00B361CB" w:rsidRDefault="002125FA" w:rsidP="002125FA">
      <w:pPr>
        <w:pStyle w:val="libNormal"/>
      </w:pPr>
      <w:r>
        <w:t>2)</w:t>
      </w:r>
      <w:r w:rsidR="00B82B4B">
        <w:t xml:space="preserve"> </w:t>
      </w:r>
      <w:r>
        <w:t>For a clear contradiction, which should be impossible in God's Book and inspiration, see Exodus 33:23, where it is written:</w:t>
      </w:r>
    </w:p>
    <w:p w:rsidR="00B361CB" w:rsidRDefault="002125FA" w:rsidP="002125FA">
      <w:pPr>
        <w:pStyle w:val="libNormal"/>
      </w:pPr>
      <w:r>
        <w:t>"Then I will remove my hand and you will see my back; but my face must not be seen."</w:t>
      </w:r>
    </w:p>
    <w:p w:rsidR="00B361CB" w:rsidRDefault="002125FA" w:rsidP="002125FA">
      <w:pPr>
        <w:pStyle w:val="libNormal"/>
      </w:pPr>
      <w:r>
        <w:t>Also in Verse 20, it is clearly written:</w:t>
      </w:r>
    </w:p>
    <w:p w:rsidR="00B361CB" w:rsidRDefault="002125FA" w:rsidP="002125FA">
      <w:pPr>
        <w:pStyle w:val="libNormal"/>
      </w:pPr>
      <w:r>
        <w:t>"But, he said, if you cannot see my face, for no</w:t>
      </w:r>
      <w:r w:rsidR="00B82B4B">
        <w:t>-</w:t>
      </w:r>
      <w:r>
        <w:t>one may see me and live."</w:t>
      </w:r>
    </w:p>
    <w:p w:rsidR="00B361CB" w:rsidRDefault="002125FA" w:rsidP="002125FA">
      <w:pPr>
        <w:pStyle w:val="libNormal"/>
      </w:pPr>
      <w:r>
        <w:t>Now read Verse 11:</w:t>
      </w:r>
    </w:p>
    <w:p w:rsidR="00B361CB" w:rsidRDefault="002125FA" w:rsidP="002125FA">
      <w:pPr>
        <w:pStyle w:val="libNormal"/>
      </w:pPr>
      <w:r>
        <w:t>"The LORD would speak to Moses face to face, as a man speaks with his friend."</w:t>
      </w:r>
    </w:p>
    <w:p w:rsidR="00B361CB" w:rsidRDefault="002125FA" w:rsidP="002125FA">
      <w:pPr>
        <w:pStyle w:val="libNormal"/>
      </w:pPr>
      <w:r>
        <w:t>1)</w:t>
      </w:r>
      <w:r w:rsidR="00B82B4B">
        <w:t xml:space="preserve"> </w:t>
      </w:r>
      <w:r>
        <w:t>Another contradiction appears in the Book of Chronicles I 7:6:</w:t>
      </w:r>
    </w:p>
    <w:p w:rsidR="00B361CB" w:rsidRDefault="002125FA" w:rsidP="002125FA">
      <w:pPr>
        <w:pStyle w:val="libNormal"/>
      </w:pPr>
      <w:r>
        <w:t xml:space="preserve">"Three sons of Benjamin: </w:t>
      </w:r>
      <w:proofErr w:type="spellStart"/>
      <w:r>
        <w:t>Bela</w:t>
      </w:r>
      <w:proofErr w:type="spellEnd"/>
      <w:r>
        <w:t xml:space="preserve">, </w:t>
      </w:r>
      <w:proofErr w:type="spellStart"/>
      <w:r>
        <w:t>Beker</w:t>
      </w:r>
      <w:proofErr w:type="spellEnd"/>
      <w:r>
        <w:t xml:space="preserve"> and </w:t>
      </w:r>
      <w:proofErr w:type="spellStart"/>
      <w:r>
        <w:t>Jediael</w:t>
      </w:r>
      <w:proofErr w:type="spellEnd"/>
      <w:r>
        <w:t>."</w:t>
      </w:r>
    </w:p>
    <w:p w:rsidR="00B361CB" w:rsidRDefault="002125FA" w:rsidP="002125FA">
      <w:pPr>
        <w:pStyle w:val="libNormal"/>
      </w:pPr>
      <w:r>
        <w:t>In 8:1 of the same Book:</w:t>
      </w:r>
    </w:p>
    <w:p w:rsidR="00B361CB" w:rsidRDefault="002125FA" w:rsidP="002125FA">
      <w:pPr>
        <w:pStyle w:val="libNormal"/>
      </w:pPr>
      <w:r>
        <w:lastRenderedPageBreak/>
        <w:t xml:space="preserve">"Benjamin was the father of </w:t>
      </w:r>
      <w:proofErr w:type="spellStart"/>
      <w:r>
        <w:t>Bela</w:t>
      </w:r>
      <w:proofErr w:type="spellEnd"/>
      <w:r>
        <w:t xml:space="preserve"> his firstborn, </w:t>
      </w:r>
      <w:proofErr w:type="spellStart"/>
      <w:r>
        <w:t>Ashbel</w:t>
      </w:r>
      <w:proofErr w:type="spellEnd"/>
      <w:r>
        <w:t xml:space="preserve"> the second </w:t>
      </w:r>
      <w:proofErr w:type="spellStart"/>
      <w:r>
        <w:t>Aharah</w:t>
      </w:r>
      <w:proofErr w:type="spellEnd"/>
      <w:r>
        <w:t xml:space="preserve"> the third, </w:t>
      </w:r>
      <w:proofErr w:type="spellStart"/>
      <w:r>
        <w:t>Nohah</w:t>
      </w:r>
      <w:proofErr w:type="spellEnd"/>
      <w:r>
        <w:t xml:space="preserve"> the fourth and </w:t>
      </w:r>
      <w:proofErr w:type="spellStart"/>
      <w:r>
        <w:t>Rapha</w:t>
      </w:r>
      <w:proofErr w:type="spellEnd"/>
      <w:r>
        <w:t xml:space="preserve"> the fifth."</w:t>
      </w:r>
    </w:p>
    <w:p w:rsidR="00B361CB" w:rsidRDefault="002125FA" w:rsidP="002125FA">
      <w:pPr>
        <w:pStyle w:val="libNormal"/>
      </w:pPr>
      <w:r>
        <w:t>Now check Genesis 46:21:</w:t>
      </w:r>
    </w:p>
    <w:p w:rsidR="00B361CB" w:rsidRDefault="002125FA" w:rsidP="002125FA">
      <w:pPr>
        <w:pStyle w:val="libNormal"/>
      </w:pPr>
      <w:proofErr w:type="gramStart"/>
      <w:r>
        <w:t xml:space="preserve">"The sons of Benjamin, </w:t>
      </w:r>
      <w:proofErr w:type="spellStart"/>
      <w:r>
        <w:t>Bela</w:t>
      </w:r>
      <w:proofErr w:type="spellEnd"/>
      <w:r>
        <w:t xml:space="preserve">, </w:t>
      </w:r>
      <w:proofErr w:type="spellStart"/>
      <w:r>
        <w:t>Beker</w:t>
      </w:r>
      <w:proofErr w:type="spellEnd"/>
      <w:r>
        <w:t xml:space="preserve">, </w:t>
      </w:r>
      <w:proofErr w:type="spellStart"/>
      <w:r>
        <w:t>Ashbel</w:t>
      </w:r>
      <w:proofErr w:type="spellEnd"/>
      <w:r>
        <w:t xml:space="preserve">, Gera, </w:t>
      </w:r>
      <w:proofErr w:type="spellStart"/>
      <w:r>
        <w:t>Naaman</w:t>
      </w:r>
      <w:proofErr w:type="spellEnd"/>
      <w:r>
        <w:t xml:space="preserve">, </w:t>
      </w:r>
      <w:proofErr w:type="spellStart"/>
      <w:r>
        <w:t>Ehi</w:t>
      </w:r>
      <w:proofErr w:type="spellEnd"/>
      <w:r>
        <w:t xml:space="preserve">, Rosh </w:t>
      </w:r>
      <w:proofErr w:type="spellStart"/>
      <w:r>
        <w:t>Muppim</w:t>
      </w:r>
      <w:proofErr w:type="spellEnd"/>
      <w:r>
        <w:t xml:space="preserve">, </w:t>
      </w:r>
      <w:proofErr w:type="spellStart"/>
      <w:r>
        <w:t>Huppim</w:t>
      </w:r>
      <w:proofErr w:type="spellEnd"/>
      <w:r>
        <w:t xml:space="preserve"> and </w:t>
      </w:r>
      <w:proofErr w:type="spellStart"/>
      <w:r>
        <w:t>Ard</w:t>
      </w:r>
      <w:proofErr w:type="spellEnd"/>
      <w:r>
        <w:t>."</w:t>
      </w:r>
      <w:proofErr w:type="gramEnd"/>
    </w:p>
    <w:p w:rsidR="00B361CB" w:rsidRDefault="002125FA" w:rsidP="002125FA">
      <w:pPr>
        <w:pStyle w:val="libNormal"/>
      </w:pPr>
      <w:r>
        <w:t>In this instance, Benjamin has 10 sons.</w:t>
      </w:r>
    </w:p>
    <w:p w:rsidR="00B361CB" w:rsidRDefault="002125FA" w:rsidP="002125FA">
      <w:pPr>
        <w:pStyle w:val="libNormal"/>
      </w:pPr>
      <w:r>
        <w:t>Other contradictions arise in several places in the Old Testament, such as Genesis 5:1:</w:t>
      </w:r>
    </w:p>
    <w:p w:rsidR="00B361CB" w:rsidRDefault="002125FA" w:rsidP="002125FA">
      <w:pPr>
        <w:pStyle w:val="libNormal"/>
      </w:pPr>
      <w:r>
        <w:t>"When God created man, he made him in the likeness of God."</w:t>
      </w:r>
    </w:p>
    <w:p w:rsidR="00B361CB" w:rsidRDefault="002125FA" w:rsidP="002125FA">
      <w:pPr>
        <w:pStyle w:val="libNormal"/>
      </w:pPr>
      <w:r>
        <w:t>Then in Isaiah 40:18:</w:t>
      </w:r>
    </w:p>
    <w:p w:rsidR="00B361CB" w:rsidRDefault="002125FA" w:rsidP="002125FA">
      <w:pPr>
        <w:pStyle w:val="libNormal"/>
      </w:pPr>
      <w:r>
        <w:t xml:space="preserve"> "To whom, then, will you compare God?"</w:t>
      </w:r>
    </w:p>
    <w:p w:rsidR="00B361CB" w:rsidRDefault="002125FA" w:rsidP="002125FA">
      <w:pPr>
        <w:pStyle w:val="libNormal"/>
      </w:pPr>
      <w:r>
        <w:t>Isaiah 46:5:</w:t>
      </w:r>
    </w:p>
    <w:p w:rsidR="00B361CB" w:rsidRDefault="002125FA" w:rsidP="002125FA">
      <w:pPr>
        <w:pStyle w:val="libNormal"/>
      </w:pPr>
      <w:r>
        <w:t>"To whom will you compare me or count me equal?"</w:t>
      </w:r>
    </w:p>
    <w:p w:rsidR="00B361CB" w:rsidRDefault="002125FA" w:rsidP="002125FA">
      <w:pPr>
        <w:pStyle w:val="libNormal"/>
      </w:pPr>
      <w:r>
        <w:t>Each one of these subjects and many more are worthy evidence for people who have some understanding and a living conscience. They can surely determine that the original Books have been destroyed and today's versions cannot be held as reliable.</w:t>
      </w:r>
    </w:p>
    <w:p w:rsidR="00B361CB" w:rsidRDefault="002125FA" w:rsidP="002125FA">
      <w:pPr>
        <w:pStyle w:val="libNormal"/>
      </w:pPr>
      <w:r>
        <w:t>What I have shown you is a drop in the ocean, the tip of the iceberg.</w:t>
      </w:r>
    </w:p>
    <w:p w:rsidR="00B361CB" w:rsidRPr="00B82B4B" w:rsidRDefault="002125FA" w:rsidP="00B82B4B">
      <w:pPr>
        <w:pStyle w:val="libNormal"/>
      </w:pPr>
      <w:r>
        <w:t>However, this amount should be sufficient for the wise, non</w:t>
      </w:r>
      <w:r w:rsidR="00B82B4B">
        <w:t>-</w:t>
      </w:r>
      <w:r>
        <w:t>fanatic human being to determine that this Ol</w:t>
      </w:r>
      <w:r w:rsidRPr="00B82B4B">
        <w:t>d</w:t>
      </w:r>
    </w:p>
    <w:p w:rsidR="00B361CB" w:rsidRDefault="002125FA" w:rsidP="002125FA">
      <w:pPr>
        <w:pStyle w:val="libNormal"/>
      </w:pPr>
      <w:r>
        <w:t>Testament (Torah) is not God's words and that it could not have been sent by Him.</w:t>
      </w:r>
    </w:p>
    <w:p w:rsidR="00B361CB" w:rsidRDefault="002125FA" w:rsidP="002125FA">
      <w:pPr>
        <w:pStyle w:val="libNormal"/>
      </w:pPr>
      <w:r>
        <w:t>By the same token, the Christian's New Testament (</w:t>
      </w:r>
      <w:proofErr w:type="spellStart"/>
      <w:r>
        <w:t>Ingeel</w:t>
      </w:r>
      <w:proofErr w:type="spellEnd"/>
      <w:r>
        <w:t>) is also not the original New Testament as sent to Jesus (P). It is impossible that it be the Revelation from the Mighty God for the following reasons:</w:t>
      </w:r>
    </w:p>
    <w:p w:rsidR="00B361CB" w:rsidRDefault="002125FA" w:rsidP="002125FA">
      <w:pPr>
        <w:pStyle w:val="libNormal"/>
      </w:pPr>
      <w:r>
        <w:t>1. First in St Luke 1:1, we read:</w:t>
      </w:r>
    </w:p>
    <w:p w:rsidR="00B361CB" w:rsidRDefault="002125FA" w:rsidP="002125FA">
      <w:pPr>
        <w:pStyle w:val="libNormal"/>
      </w:pPr>
      <w:r>
        <w:t>"Many have undertaken to draw up an account of things that have fulfilled among us..."</w:t>
      </w:r>
    </w:p>
    <w:p w:rsidR="00B361CB" w:rsidRDefault="002125FA" w:rsidP="002125FA">
      <w:pPr>
        <w:pStyle w:val="libNormal"/>
      </w:pPr>
      <w:proofErr w:type="gramStart"/>
      <w:r>
        <w:t>An "account"?</w:t>
      </w:r>
      <w:proofErr w:type="gramEnd"/>
      <w:r>
        <w:t xml:space="preserve"> Tales cannot be taken as evidence or proof of Revelation.</w:t>
      </w:r>
    </w:p>
    <w:p w:rsidR="00B361CB" w:rsidRDefault="002125FA" w:rsidP="002125FA">
      <w:pPr>
        <w:pStyle w:val="libNormal"/>
      </w:pPr>
      <w:r>
        <w:t xml:space="preserve"> 2. A difference of opinion appears between St Matthew and St Luke as regards Jesus' ancestry. If we look in St Matthew 1:6, we find Jesus (P) is related to Solomon, son of David (P) and the number of his forefathers from Joseph to Abraham (P) 40 generations.</w:t>
      </w:r>
    </w:p>
    <w:p w:rsidR="00B361CB" w:rsidRDefault="002125FA" w:rsidP="002125FA">
      <w:pPr>
        <w:pStyle w:val="libNormal"/>
      </w:pPr>
      <w:r>
        <w:t>Then in St Luke 3:31, Luke relates him to Nathan, son of David, and made the number of forefathers 55 generations.</w:t>
      </w:r>
    </w:p>
    <w:p w:rsidR="00B361CB" w:rsidRDefault="002125FA" w:rsidP="002125FA">
      <w:pPr>
        <w:pStyle w:val="libNormal"/>
      </w:pPr>
      <w:r>
        <w:t>3. According to St John 21:24:</w:t>
      </w:r>
    </w:p>
    <w:p w:rsidR="00B361CB" w:rsidRDefault="002125FA" w:rsidP="002125FA">
      <w:pPr>
        <w:pStyle w:val="libNormal"/>
      </w:pPr>
      <w:r>
        <w:t>"This is the disciple who testifies to these things and who wrote them down. We know that his testimony is true. Jesus did many other things as well. If every one of them were written down, I suppose that even the whole world would not have room for the books that would be written."</w:t>
      </w:r>
    </w:p>
    <w:p w:rsidR="00B361CB" w:rsidRDefault="002125FA" w:rsidP="002125FA">
      <w:pPr>
        <w:pStyle w:val="libNormal"/>
      </w:pPr>
      <w:r>
        <w:t>It is clear from this text that John did not assort the Book, but claims to have done so. You see that his claim is not correct and that it is not acceptable to the logical human brain, let alone if he were a Prophet with Revelation.</w:t>
      </w:r>
    </w:p>
    <w:p w:rsidR="00B361CB" w:rsidRDefault="002125FA" w:rsidP="002125FA">
      <w:pPr>
        <w:pStyle w:val="libNormal"/>
      </w:pPr>
      <w:r>
        <w:t>Let us suppose that Jesus (P), every second of his life, performed a miracle and each one was noted down, the pages would not fill a house, let alone the whole world, as suggested by John.</w:t>
      </w:r>
    </w:p>
    <w:p w:rsidR="00B361CB" w:rsidRDefault="002125FA" w:rsidP="002125FA">
      <w:pPr>
        <w:pStyle w:val="libNormal"/>
      </w:pPr>
      <w:r>
        <w:lastRenderedPageBreak/>
        <w:t>These two verses place substantial doubt on the Book of St Luke. As far as reliability goes, it is comparable to the Book of St Mark.</w:t>
      </w:r>
    </w:p>
    <w:p w:rsidR="00B361CB" w:rsidRDefault="002125FA" w:rsidP="002125FA">
      <w:pPr>
        <w:pStyle w:val="libNormal"/>
      </w:pPr>
      <w:r>
        <w:t xml:space="preserve"> Let us now look at Corinthians I 7:25:</w:t>
      </w:r>
    </w:p>
    <w:p w:rsidR="00B361CB" w:rsidRDefault="002125FA" w:rsidP="002125FA">
      <w:pPr>
        <w:pStyle w:val="libNormal"/>
      </w:pPr>
      <w:r>
        <w:t xml:space="preserve">"Now about virgins; I have no command from the Lord, but I give a </w:t>
      </w:r>
      <w:proofErr w:type="spellStart"/>
      <w:r>
        <w:t>judgement</w:t>
      </w:r>
      <w:proofErr w:type="spellEnd"/>
      <w:r>
        <w:t xml:space="preserve"> as one who by the Lord's mercy is trustworthy."</w:t>
      </w:r>
    </w:p>
    <w:p w:rsidR="00B361CB" w:rsidRDefault="002125FA" w:rsidP="002125FA">
      <w:pPr>
        <w:pStyle w:val="libNormal"/>
      </w:pPr>
      <w:r>
        <w:t>Is that not clear testimony that he was making laws based on his own ideas, desires and thoughts, regardless of Revelation or Inspiration, using guesswork and supposition? So we must presume that his book is entirely guesswork, otherwise, how can we differentiate between Truth, Revelation and man­made writings?</w:t>
      </w:r>
    </w:p>
    <w:p w:rsidR="00B361CB" w:rsidRDefault="002125FA" w:rsidP="002125FA">
      <w:pPr>
        <w:pStyle w:val="libNormal"/>
      </w:pPr>
      <w:r>
        <w:t>Many other pieces of evidence in the Bible show that the people who wrote it had not carried out research or investigated thoroughly. Therefore, it is clear proof and evidence that the Old and New Testaments are not God's Words.</w:t>
      </w:r>
    </w:p>
    <w:p w:rsidR="00B361CB" w:rsidRDefault="002125FA" w:rsidP="002125FA">
      <w:pPr>
        <w:pStyle w:val="libNormal"/>
      </w:pPr>
      <w:r>
        <w:t>But since the Old and New Testament is still a Holy Book for the Jews and Christians, a book they believe in and insist that it has come from the Lord, we hold this against them. We have proofs and evidence for our debate.</w:t>
      </w:r>
    </w:p>
    <w:p w:rsidR="00B361CB" w:rsidRPr="00B82B4B" w:rsidRDefault="002125FA" w:rsidP="00B82B4B">
      <w:pPr>
        <w:pStyle w:val="libNormal"/>
      </w:pPr>
      <w:r>
        <w:t xml:space="preserve">Let us now look at the statements of the Old and New Testament testifying the coming of the Last Messenger of the Lord </w:t>
      </w:r>
      <w:r w:rsidR="00B82B4B">
        <w:t>--</w:t>
      </w:r>
      <w:r>
        <w:t xml:space="preserve">the one who would be the seal of the Prophets </w:t>
      </w:r>
      <w:r w:rsidR="00B82B4B">
        <w:t>--</w:t>
      </w:r>
      <w:r>
        <w:t>Prophet Muhammad after Jesus (P). Such testimonie</w:t>
      </w:r>
      <w:r w:rsidRPr="00B82B4B">
        <w:t>s</w:t>
      </w:r>
    </w:p>
    <w:p w:rsidR="00B361CB" w:rsidRDefault="002125FA" w:rsidP="002125FA">
      <w:pPr>
        <w:pStyle w:val="libNormal"/>
      </w:pPr>
      <w:proofErr w:type="gramStart"/>
      <w:r>
        <w:t>are</w:t>
      </w:r>
      <w:proofErr w:type="gramEnd"/>
      <w:r>
        <w:t xml:space="preserve"> mentioned in several places. In Deuteronomy 18:18 it is written:</w:t>
      </w:r>
    </w:p>
    <w:p w:rsidR="00B361CB" w:rsidRDefault="002125FA" w:rsidP="002125FA">
      <w:pPr>
        <w:pStyle w:val="libNormal"/>
      </w:pPr>
      <w:r>
        <w:t xml:space="preserve">"I will raise up for them a prophet like you from among their brethren; I will put my words in his mouth, and he will tell them </w:t>
      </w:r>
      <w:proofErr w:type="spellStart"/>
      <w:r>
        <w:t>every thing</w:t>
      </w:r>
      <w:proofErr w:type="spellEnd"/>
      <w:r>
        <w:t xml:space="preserve"> I command him."</w:t>
      </w:r>
    </w:p>
    <w:p w:rsidR="00B361CB" w:rsidRDefault="002125FA" w:rsidP="002125FA">
      <w:pPr>
        <w:pStyle w:val="libNormal"/>
      </w:pPr>
      <w:r>
        <w:t>These words do not apply to anyone but Prophet Muhammad (P) for the following reasons:</w:t>
      </w:r>
    </w:p>
    <w:p w:rsidR="00B361CB" w:rsidRDefault="002125FA" w:rsidP="002125FA">
      <w:pPr>
        <w:pStyle w:val="libNormal"/>
      </w:pPr>
      <w:r>
        <w:t>(1) If we look at Deuteronomy 34:10, we see:</w:t>
      </w:r>
    </w:p>
    <w:p w:rsidR="00B361CB" w:rsidRDefault="002125FA" w:rsidP="002125FA">
      <w:pPr>
        <w:pStyle w:val="libNormal"/>
      </w:pPr>
      <w:r>
        <w:t>"Since then, no prophet has risen in Israel like Moses, whom the Lord knew face to face"</w:t>
      </w:r>
    </w:p>
    <w:p w:rsidR="00B361CB" w:rsidRDefault="002125FA" w:rsidP="002125FA">
      <w:pPr>
        <w:pStyle w:val="libNormal"/>
      </w:pPr>
      <w:r>
        <w:t>Taking this analytically, we see that it could mean that Moses was better than Jesus (P) because Jesus (P), unlike Moses, was from Israel only on his mother's side. Therefore, the Bible meant someone other than Jesus (P). That person is Prophet Muhammad (P).</w:t>
      </w:r>
    </w:p>
    <w:p w:rsidR="00B361CB" w:rsidRDefault="002125FA" w:rsidP="002125FA">
      <w:pPr>
        <w:pStyle w:val="libNormal"/>
      </w:pPr>
      <w:r>
        <w:t>Also in Deuteronomy 18:18:</w:t>
      </w:r>
    </w:p>
    <w:p w:rsidR="00B361CB" w:rsidRDefault="002125FA" w:rsidP="002125FA">
      <w:pPr>
        <w:pStyle w:val="libNormal"/>
      </w:pPr>
      <w:r>
        <w:t>"I will put my words in his mouth"</w:t>
      </w:r>
    </w:p>
    <w:p w:rsidR="00B361CB" w:rsidRDefault="002125FA" w:rsidP="002125FA">
      <w:pPr>
        <w:pStyle w:val="libNormal"/>
      </w:pPr>
      <w:r>
        <w:t>This is a clear reference to the Holy Quran, the Miracle and the Word of God as spoken by Prophet Muhammad (P). From the beginning, Almighty God has challenged the whole world with it and He will continue to do so until the end of time. No one can, or ever will, be able to reproduce even one small verse (Ayah) or chapter (</w:t>
      </w:r>
      <w:proofErr w:type="spellStart"/>
      <w:r>
        <w:t>Surah</w:t>
      </w:r>
      <w:proofErr w:type="spellEnd"/>
      <w:r>
        <w:t>), or anything resembling the words and their meanings.</w:t>
      </w:r>
    </w:p>
    <w:p w:rsidR="00B361CB" w:rsidRDefault="002125FA" w:rsidP="002125FA">
      <w:pPr>
        <w:pStyle w:val="libNormal"/>
      </w:pPr>
      <w:r>
        <w:t>In Deuteronomy 18:19 it is written:</w:t>
      </w:r>
    </w:p>
    <w:p w:rsidR="00B361CB" w:rsidRDefault="002125FA" w:rsidP="002125FA">
      <w:pPr>
        <w:pStyle w:val="libNormal"/>
      </w:pPr>
      <w:r>
        <w:t>"If anyone does not listen to my words that the prophet speaks in my name, I myself will call him to account"</w:t>
      </w:r>
    </w:p>
    <w:p w:rsidR="00B361CB" w:rsidRPr="00B82B4B" w:rsidRDefault="002125FA" w:rsidP="00B82B4B">
      <w:pPr>
        <w:pStyle w:val="libNormal"/>
      </w:pPr>
      <w:r>
        <w:t>If you look at Prophet Muhammad's life, you will see that God did take his revenge. The people who disobeye</w:t>
      </w:r>
      <w:r w:rsidRPr="00B82B4B">
        <w:t>d</w:t>
      </w:r>
    </w:p>
    <w:p w:rsidR="00B361CB" w:rsidRDefault="002125FA" w:rsidP="002125FA">
      <w:pPr>
        <w:pStyle w:val="libNormal"/>
      </w:pPr>
      <w:r>
        <w:lastRenderedPageBreak/>
        <w:t>Prophet Muhammad (P) and fought against him lost the war against remarkable odds; and his religion, Islam, spread throughout the Arabian Peninsula in a short period of time.</w:t>
      </w:r>
    </w:p>
    <w:p w:rsidR="00B361CB" w:rsidRDefault="002125FA" w:rsidP="002125FA">
      <w:pPr>
        <w:pStyle w:val="libNormal"/>
      </w:pPr>
      <w:r>
        <w:t>If we look back at Deuteronomy 18:18 and the phrase "among their brothers" and trace Prophet Muhammad's (P) ancestral tree, we see that it goes back to Ishmael, the brother of Isaiah (P). Therefore, who else could the Last Messenger be, other than Prophet Muhammad (P)?</w:t>
      </w:r>
    </w:p>
    <w:p w:rsidR="00B361CB" w:rsidRDefault="002125FA" w:rsidP="002125FA">
      <w:pPr>
        <w:pStyle w:val="libNormal"/>
      </w:pPr>
      <w:r>
        <w:t>Now let us look at Deuteronomy 33:1:</w:t>
      </w:r>
    </w:p>
    <w:p w:rsidR="00B361CB" w:rsidRDefault="002125FA" w:rsidP="002125FA">
      <w:pPr>
        <w:pStyle w:val="libNormal"/>
      </w:pPr>
      <w:r>
        <w:t xml:space="preserve">"The Lord came from Sinai and dawned over them from </w:t>
      </w:r>
      <w:proofErr w:type="spellStart"/>
      <w:r>
        <w:t>Seir</w:t>
      </w:r>
      <w:proofErr w:type="spellEnd"/>
      <w:r>
        <w:t xml:space="preserve">; he shone forth from Mount </w:t>
      </w:r>
      <w:proofErr w:type="spellStart"/>
      <w:r>
        <w:t>Paran</w:t>
      </w:r>
      <w:proofErr w:type="spellEnd"/>
      <w:r>
        <w:t>. He came with myriads of holy ones from the south, from his mountain slopes."</w:t>
      </w:r>
    </w:p>
    <w:p w:rsidR="00B361CB" w:rsidRDefault="002125FA" w:rsidP="002125FA">
      <w:pPr>
        <w:pStyle w:val="libNormal"/>
      </w:pPr>
      <w:r>
        <w:t xml:space="preserve">Now let us consider the order in which the Prophets of the Lord appeared. Moses came from Sinai bringing God's Laws, and religion rose with the arrival of Jesus (P) from </w:t>
      </w:r>
      <w:proofErr w:type="spellStart"/>
      <w:r>
        <w:t>Seir</w:t>
      </w:r>
      <w:proofErr w:type="spellEnd"/>
      <w:r>
        <w:t xml:space="preserve">, which is in the Palestine Mountains beside Bethlehem. The one who "shone forth from Mount </w:t>
      </w:r>
      <w:proofErr w:type="spellStart"/>
      <w:r>
        <w:t>Paran</w:t>
      </w:r>
      <w:proofErr w:type="spellEnd"/>
      <w:r>
        <w:t>" of the Mecca Mountains was the last of the Messengers, Prophet Muhammad (P), with the greatest miracle of all, the Holy Quran. This statement is so clear and obvious that it cannot be denied.</w:t>
      </w:r>
    </w:p>
    <w:p w:rsidR="00B361CB" w:rsidRDefault="002125FA" w:rsidP="002125FA">
      <w:pPr>
        <w:pStyle w:val="libNormal"/>
      </w:pPr>
      <w:r>
        <w:t>What we read in Psalms 72:1</w:t>
      </w:r>
      <w:r w:rsidR="00B82B4B">
        <w:t>-</w:t>
      </w:r>
      <w:r>
        <w:t>17 describes the characteristics of the Prophet Muhammad:</w:t>
      </w:r>
    </w:p>
    <w:p w:rsidR="00B361CB" w:rsidRDefault="002125FA" w:rsidP="002125FA">
      <w:pPr>
        <w:pStyle w:val="libNormal"/>
      </w:pPr>
      <w:r>
        <w:t>1. Endow the king with your justice, 0 God, the royal son with your righteousness.</w:t>
      </w:r>
    </w:p>
    <w:p w:rsidR="00B361CB" w:rsidRDefault="002125FA" w:rsidP="002125FA">
      <w:pPr>
        <w:pStyle w:val="libNormal"/>
      </w:pPr>
      <w:r>
        <w:t>2. He will judge your people in righteousness, your afflicted ones with justice.</w:t>
      </w:r>
    </w:p>
    <w:p w:rsidR="00B361CB" w:rsidRDefault="002125FA" w:rsidP="002125FA">
      <w:pPr>
        <w:pStyle w:val="libNormal"/>
      </w:pPr>
      <w:r>
        <w:t>3. The mountains will bring prosperity to the people, the hills and the fruit of righteousness.</w:t>
      </w:r>
    </w:p>
    <w:p w:rsidR="00B361CB" w:rsidRDefault="002125FA" w:rsidP="002125FA">
      <w:pPr>
        <w:pStyle w:val="libNormal"/>
      </w:pPr>
      <w:r>
        <w:t>4. He will defend the afflicted among the people and save the children of the needy; he will crush the oppressor.</w:t>
      </w:r>
    </w:p>
    <w:p w:rsidR="00B361CB" w:rsidRDefault="002125FA" w:rsidP="002125FA">
      <w:pPr>
        <w:pStyle w:val="libNormal"/>
      </w:pPr>
      <w:r>
        <w:t>5. He will endure as long as the sun, as long as the moon, through all generations.</w:t>
      </w:r>
    </w:p>
    <w:p w:rsidR="00B361CB" w:rsidRDefault="002125FA" w:rsidP="002125FA">
      <w:pPr>
        <w:pStyle w:val="libNormal"/>
      </w:pPr>
      <w:r>
        <w:t>6. He will be like rain falling on a mown field, like showers watering the earth.</w:t>
      </w:r>
    </w:p>
    <w:p w:rsidR="00B361CB" w:rsidRDefault="002125FA" w:rsidP="002125FA">
      <w:pPr>
        <w:pStyle w:val="libNormal"/>
      </w:pPr>
      <w:r>
        <w:t>7. In his days, the righteous will flourish; prosperity will abound till the moon is no more.</w:t>
      </w:r>
    </w:p>
    <w:p w:rsidR="00B361CB" w:rsidRDefault="002125FA" w:rsidP="002125FA">
      <w:pPr>
        <w:pStyle w:val="libNormal"/>
      </w:pPr>
      <w:r>
        <w:t>8. He will rule from sea to sea and from the River to the ends of the earth.</w:t>
      </w:r>
    </w:p>
    <w:p w:rsidR="00B361CB" w:rsidRDefault="002125FA" w:rsidP="002125FA">
      <w:pPr>
        <w:pStyle w:val="libNormal"/>
      </w:pPr>
      <w:r>
        <w:t>9. The desert tribes will bow before him and his enemies will lick the dust.</w:t>
      </w:r>
    </w:p>
    <w:p w:rsidR="00B361CB" w:rsidRDefault="002125FA" w:rsidP="002125FA">
      <w:pPr>
        <w:pStyle w:val="libNormal"/>
      </w:pPr>
      <w:r>
        <w:t xml:space="preserve">10. The kings of </w:t>
      </w:r>
      <w:proofErr w:type="spellStart"/>
      <w:r>
        <w:t>Tarshish</w:t>
      </w:r>
      <w:proofErr w:type="spellEnd"/>
      <w:r>
        <w:t xml:space="preserve"> and of distant shores will bring tribute to him; the kings of Sheba and </w:t>
      </w:r>
      <w:proofErr w:type="spellStart"/>
      <w:r>
        <w:t>Seba</w:t>
      </w:r>
      <w:proofErr w:type="spellEnd"/>
      <w:r>
        <w:t xml:space="preserve"> will present him gifts.</w:t>
      </w:r>
    </w:p>
    <w:p w:rsidR="00B361CB" w:rsidRDefault="002125FA" w:rsidP="002125FA">
      <w:pPr>
        <w:pStyle w:val="libNormal"/>
      </w:pPr>
      <w:r>
        <w:t>11. All kings will bow down to him and all nations will serve him.</w:t>
      </w:r>
    </w:p>
    <w:p w:rsidR="00B361CB" w:rsidRDefault="002125FA" w:rsidP="002125FA">
      <w:pPr>
        <w:pStyle w:val="libNormal"/>
      </w:pPr>
      <w:r>
        <w:t>12. For he will deliver the needy who cry out, the afflicted who have no­ one to help.</w:t>
      </w:r>
    </w:p>
    <w:p w:rsidR="00B361CB" w:rsidRDefault="002125FA" w:rsidP="002125FA">
      <w:pPr>
        <w:pStyle w:val="libNormal"/>
      </w:pPr>
      <w:r>
        <w:t>13. He will take pity on the weak and the needy and save the needy from death.</w:t>
      </w:r>
    </w:p>
    <w:p w:rsidR="00B361CB" w:rsidRDefault="002125FA" w:rsidP="002125FA">
      <w:pPr>
        <w:pStyle w:val="libNormal"/>
      </w:pPr>
      <w:r>
        <w:t>14. He will rescue them from oppression and violence, for precious is their blood in high sight.</w:t>
      </w:r>
    </w:p>
    <w:p w:rsidR="00B361CB" w:rsidRDefault="002125FA" w:rsidP="002125FA">
      <w:pPr>
        <w:pStyle w:val="libNormal"/>
      </w:pPr>
      <w:r>
        <w:lastRenderedPageBreak/>
        <w:t xml:space="preserve">15. Long may he live May god from Sheba be given to </w:t>
      </w:r>
      <w:proofErr w:type="gramStart"/>
      <w:r>
        <w:t>him.</w:t>
      </w:r>
      <w:proofErr w:type="gramEnd"/>
      <w:r>
        <w:t xml:space="preserve"> May people ever pray for him and bless him all day long.</w:t>
      </w:r>
    </w:p>
    <w:p w:rsidR="00B361CB" w:rsidRDefault="002125FA" w:rsidP="002125FA">
      <w:pPr>
        <w:pStyle w:val="libNormal"/>
      </w:pPr>
      <w:r>
        <w:t>16. Let corn abound throughout the land on the tops of the hills may it sway. Let its fruit flourish like Lebanon; let it thrive like the grass of the field.</w:t>
      </w:r>
    </w:p>
    <w:p w:rsidR="00B361CB" w:rsidRDefault="002125FA" w:rsidP="002125FA">
      <w:pPr>
        <w:pStyle w:val="libNormal"/>
      </w:pPr>
      <w:r>
        <w:t>17. May his name endure forever; may it continue as long as the sun. All nations will be blessed through him, and they will call him blessed.</w:t>
      </w:r>
    </w:p>
    <w:p w:rsidR="00B361CB" w:rsidRDefault="002125FA" w:rsidP="002125FA">
      <w:pPr>
        <w:pStyle w:val="libNormal"/>
      </w:pPr>
      <w:r>
        <w:t>I have written it out in its entirety to show that it contains Prophet Muhammad's (P) characteristic and no one else's. If you search, you will see that these traits can only correspond to him.</w:t>
      </w:r>
    </w:p>
    <w:p w:rsidR="00B361CB" w:rsidRDefault="002125FA" w:rsidP="002125FA">
      <w:pPr>
        <w:pStyle w:val="libNormal"/>
      </w:pPr>
      <w:r>
        <w:t>In Isaiah 42:1</w:t>
      </w:r>
      <w:r w:rsidR="00B82B4B">
        <w:t>-</w:t>
      </w:r>
      <w:r>
        <w:t>4, there is further description:</w:t>
      </w:r>
    </w:p>
    <w:p w:rsidR="00B361CB" w:rsidRDefault="002125FA" w:rsidP="002125FA">
      <w:pPr>
        <w:pStyle w:val="libNormal"/>
      </w:pPr>
      <w:r>
        <w:t>1. "Here is my servant, whom I uphold, my chosen one in whom I delight; and he will bring justice to the nations.</w:t>
      </w:r>
    </w:p>
    <w:p w:rsidR="00B361CB" w:rsidRDefault="002125FA" w:rsidP="002125FA">
      <w:pPr>
        <w:pStyle w:val="libNormal"/>
      </w:pPr>
      <w:r>
        <w:t>2. He will not shout or cry out, or raise his voice in the streets.</w:t>
      </w:r>
    </w:p>
    <w:p w:rsidR="00B361CB" w:rsidRDefault="002125FA" w:rsidP="002125FA">
      <w:pPr>
        <w:pStyle w:val="libNormal"/>
      </w:pPr>
      <w:r>
        <w:t xml:space="preserve">3. A bruised reed he will not break, and a </w:t>
      </w:r>
      <w:proofErr w:type="spellStart"/>
      <w:r>
        <w:t>smouldering</w:t>
      </w:r>
      <w:proofErr w:type="spellEnd"/>
      <w:r>
        <w:t xml:space="preserve"> wick he will not snuff out. In faithfulness, he will bring forth justice;</w:t>
      </w:r>
    </w:p>
    <w:p w:rsidR="00B361CB" w:rsidRDefault="002125FA" w:rsidP="002125FA">
      <w:pPr>
        <w:pStyle w:val="libNormal"/>
      </w:pPr>
      <w:r>
        <w:t>4. He will not falter or be discouraged till he establishes justice on earth. In his law the island will put their hope."</w:t>
      </w:r>
    </w:p>
    <w:p w:rsidR="00B361CB" w:rsidRDefault="002125FA" w:rsidP="002125FA">
      <w:pPr>
        <w:pStyle w:val="libNormal"/>
      </w:pPr>
      <w:r>
        <w:t>This last sentence has also been quoted in another translation of the Bible as "and Israel shall await his laws", which leaves us in no doubt that Prophet Muhammad (P) is the subject.</w:t>
      </w:r>
    </w:p>
    <w:p w:rsidR="00B361CB" w:rsidRDefault="002125FA" w:rsidP="002125FA">
      <w:pPr>
        <w:pStyle w:val="libNormal"/>
      </w:pPr>
      <w:r>
        <w:t>5. In Habakkuk 3:3, we have:</w:t>
      </w:r>
    </w:p>
    <w:p w:rsidR="00B361CB" w:rsidRDefault="002125FA" w:rsidP="002125FA">
      <w:pPr>
        <w:pStyle w:val="libNormal"/>
      </w:pPr>
      <w:r>
        <w:t xml:space="preserve">"God came from </w:t>
      </w:r>
      <w:proofErr w:type="spellStart"/>
      <w:r>
        <w:t>Teman</w:t>
      </w:r>
      <w:proofErr w:type="spellEnd"/>
      <w:r>
        <w:t xml:space="preserve">, the Holy One from Mount </w:t>
      </w:r>
      <w:proofErr w:type="spellStart"/>
      <w:r>
        <w:t>Paran</w:t>
      </w:r>
      <w:proofErr w:type="spellEnd"/>
      <w:r>
        <w:t>."</w:t>
      </w:r>
    </w:p>
    <w:p w:rsidR="00B361CB" w:rsidRDefault="002125FA" w:rsidP="002125FA">
      <w:pPr>
        <w:pStyle w:val="libNormal"/>
      </w:pPr>
      <w:r>
        <w:t xml:space="preserve">Mount </w:t>
      </w:r>
      <w:proofErr w:type="spellStart"/>
      <w:r>
        <w:t>Paran</w:t>
      </w:r>
      <w:proofErr w:type="spellEnd"/>
      <w:r>
        <w:t xml:space="preserve"> is another name for the Mecca Mountains, so since no other Messenger came from Mecca, the Holy One must be Prophet Muhammad (P)</w:t>
      </w:r>
    </w:p>
    <w:p w:rsidR="00B361CB" w:rsidRDefault="002125FA" w:rsidP="002125FA">
      <w:pPr>
        <w:pStyle w:val="libNormal"/>
      </w:pPr>
      <w:r>
        <w:t>6. In John 14:16, Jesus (P) himself says:</w:t>
      </w:r>
    </w:p>
    <w:p w:rsidR="00B361CB" w:rsidRDefault="002125FA" w:rsidP="002125FA">
      <w:pPr>
        <w:pStyle w:val="libNormal"/>
      </w:pPr>
      <w:r>
        <w:t xml:space="preserve">"And I will ask the Father, and he will give you another </w:t>
      </w:r>
      <w:proofErr w:type="spellStart"/>
      <w:r>
        <w:t>Counsellor</w:t>
      </w:r>
      <w:proofErr w:type="spellEnd"/>
      <w:r>
        <w:t xml:space="preserve"> to be with you for ever </w:t>
      </w:r>
      <w:r w:rsidR="00B82B4B">
        <w:t>-</w:t>
      </w:r>
      <w:r>
        <w:t xml:space="preserve"> the Spirit of truth."</w:t>
      </w:r>
    </w:p>
    <w:p w:rsidR="00B361CB" w:rsidRDefault="002125FA" w:rsidP="002125FA">
      <w:pPr>
        <w:pStyle w:val="libNormal"/>
      </w:pPr>
      <w:r>
        <w:t>He means here a Prophet whose religion will stay till the Last Day, meaning Prophet Muhammad (P).</w:t>
      </w:r>
    </w:p>
    <w:p w:rsidR="00B361CB" w:rsidRDefault="002125FA" w:rsidP="002125FA">
      <w:pPr>
        <w:pStyle w:val="libNormal"/>
      </w:pPr>
      <w:r>
        <w:t>7. In John 14:26, we read:</w:t>
      </w:r>
    </w:p>
    <w:p w:rsidR="00B361CB" w:rsidRDefault="002125FA" w:rsidP="002125FA">
      <w:pPr>
        <w:pStyle w:val="libNormal"/>
      </w:pPr>
      <w:r>
        <w:t xml:space="preserve">"But the </w:t>
      </w:r>
      <w:proofErr w:type="spellStart"/>
      <w:r>
        <w:t>Counsellor</w:t>
      </w:r>
      <w:proofErr w:type="spellEnd"/>
      <w:r>
        <w:t>, the Holy Spirit, whom the Father will send in my name, will teach you all things and will remind you of everything I have said to you."</w:t>
      </w:r>
    </w:p>
    <w:p w:rsidR="00B361CB" w:rsidRDefault="002125FA" w:rsidP="002125FA">
      <w:pPr>
        <w:pStyle w:val="libNormal"/>
      </w:pPr>
      <w:r>
        <w:t xml:space="preserve">Again, this can only apply to Prophet Muhammad (P) as God taught him everything, teaching him </w:t>
      </w:r>
      <w:proofErr w:type="spellStart"/>
      <w:r>
        <w:t>Judgement</w:t>
      </w:r>
      <w:proofErr w:type="spellEnd"/>
      <w:r>
        <w:t xml:space="preserve"> in all matters.</w:t>
      </w:r>
    </w:p>
    <w:p w:rsidR="00B361CB" w:rsidRDefault="002125FA" w:rsidP="002125FA">
      <w:pPr>
        <w:pStyle w:val="libNormal"/>
      </w:pPr>
      <w:r>
        <w:t>A couple of matters may need clarification:</w:t>
      </w:r>
    </w:p>
    <w:p w:rsidR="00B361CB" w:rsidRDefault="002125FA" w:rsidP="002125FA">
      <w:pPr>
        <w:pStyle w:val="libNormal"/>
      </w:pPr>
      <w:r>
        <w:t>A. The words "Holy Spirit" should not be misunderstood. A "Holy Ghost" or "Holy Spirit" could be any holy person or holy living being, such as Angels.</w:t>
      </w:r>
    </w:p>
    <w:p w:rsidR="00B361CB" w:rsidRDefault="002125FA" w:rsidP="002125FA">
      <w:pPr>
        <w:pStyle w:val="libNormal"/>
      </w:pPr>
      <w:r>
        <w:t>B. We should point out that God has never sent an Angel or Spirit as a Prophet or law</w:t>
      </w:r>
      <w:r w:rsidR="00B82B4B">
        <w:t>-</w:t>
      </w:r>
      <w:r>
        <w:t>giver for the people of all nations.</w:t>
      </w:r>
    </w:p>
    <w:p w:rsidR="00B361CB" w:rsidRDefault="002125FA" w:rsidP="002125FA">
      <w:pPr>
        <w:pStyle w:val="libNormal"/>
      </w:pPr>
      <w:r>
        <w:t>The "</w:t>
      </w:r>
      <w:proofErr w:type="spellStart"/>
      <w:r>
        <w:t>Counsellor</w:t>
      </w:r>
      <w:proofErr w:type="spellEnd"/>
      <w:r>
        <w:t>, the Holy Spirit" is explained as Prophet Muhammad.</w:t>
      </w:r>
    </w:p>
    <w:p w:rsidR="00B361CB" w:rsidRDefault="002125FA" w:rsidP="002125FA">
      <w:pPr>
        <w:pStyle w:val="libNormal"/>
      </w:pPr>
      <w:r>
        <w:t>8. Let us now look at a statement made by Jesus (P) in John 14:30:</w:t>
      </w:r>
    </w:p>
    <w:p w:rsidR="00B361CB" w:rsidRDefault="002125FA" w:rsidP="002125FA">
      <w:pPr>
        <w:pStyle w:val="libNormal"/>
      </w:pPr>
      <w:r>
        <w:t>"I will not speak with you much longer, for the prince of this world is coming."</w:t>
      </w:r>
    </w:p>
    <w:p w:rsidR="00B361CB" w:rsidRDefault="002125FA" w:rsidP="002125FA">
      <w:pPr>
        <w:pStyle w:val="libNormal"/>
      </w:pPr>
      <w:r>
        <w:lastRenderedPageBreak/>
        <w:t>The "prince of this world", whom Jesus (P) announces will succeed him is Prophet Muhammad (P).</w:t>
      </w:r>
    </w:p>
    <w:p w:rsidR="00B361CB" w:rsidRDefault="002125FA" w:rsidP="002125FA">
      <w:pPr>
        <w:pStyle w:val="libNormal"/>
      </w:pPr>
      <w:r>
        <w:t>9. In John 15:26, there is further mention of a successor:</w:t>
      </w:r>
    </w:p>
    <w:p w:rsidR="00B361CB" w:rsidRDefault="002125FA" w:rsidP="002125FA">
      <w:pPr>
        <w:pStyle w:val="libNormal"/>
      </w:pPr>
      <w:r>
        <w:t xml:space="preserve">"When the </w:t>
      </w:r>
      <w:proofErr w:type="spellStart"/>
      <w:r>
        <w:t>Counsellor</w:t>
      </w:r>
      <w:proofErr w:type="spellEnd"/>
      <w:r>
        <w:t xml:space="preserve"> </w:t>
      </w:r>
      <w:proofErr w:type="spellStart"/>
      <w:r>
        <w:t>comest</w:t>
      </w:r>
      <w:proofErr w:type="spellEnd"/>
      <w:r>
        <w:t xml:space="preserve"> whom I will send to you from the Father, the Spirit of Truth who goes out from the Father, he will testify about what does it mean to me; "</w:t>
      </w:r>
    </w:p>
    <w:p w:rsidR="00B361CB" w:rsidRPr="00B82B4B" w:rsidRDefault="002125FA" w:rsidP="00B82B4B">
      <w:pPr>
        <w:pStyle w:val="libNormal"/>
      </w:pPr>
      <w:r>
        <w:t>This statement clearly requires no explanation. What does it mean to you when you read it? "I will send to you from the Father," of course it means from God, as no other can send Prophets. "He will testify about me," means that he believes in the teachings of Jesus (P). All of these section</w:t>
      </w:r>
      <w:r w:rsidRPr="00B82B4B">
        <w:t>s</w:t>
      </w:r>
    </w:p>
    <w:p w:rsidR="002125FA" w:rsidRDefault="002125FA" w:rsidP="002125FA">
      <w:pPr>
        <w:pStyle w:val="libNormal"/>
      </w:pPr>
      <w:proofErr w:type="gramStart"/>
      <w:r>
        <w:t>of</w:t>
      </w:r>
      <w:proofErr w:type="gramEnd"/>
      <w:r>
        <w:t xml:space="preserve"> the Bible proclaim loudly the coming of Prophet Muhammad (P). It is proof for everyone, and they must therefore follow Prophet Muhammad's (P) law and his religion, being Islam. Otherwise they will be judged and punished on the Day of </w:t>
      </w:r>
      <w:proofErr w:type="spellStart"/>
      <w:r>
        <w:t>Judgement</w:t>
      </w:r>
      <w:proofErr w:type="spellEnd"/>
      <w:r>
        <w:t xml:space="preserve"> for failing to accept what is written in their own Holy Book i.e. to follow the teachings of Prophet Muhammad (P) and to believe and apply the Islamic religion.</w:t>
      </w:r>
    </w:p>
    <w:p w:rsidR="002125FA" w:rsidRDefault="002125FA" w:rsidP="0023398E">
      <w:pPr>
        <w:pStyle w:val="libNormal"/>
      </w:pPr>
      <w:r>
        <w:br w:type="page"/>
      </w:r>
    </w:p>
    <w:p w:rsidR="00B361CB" w:rsidRDefault="002125FA" w:rsidP="0023398E">
      <w:pPr>
        <w:pStyle w:val="Heading1Center"/>
      </w:pPr>
      <w:bookmarkStart w:id="3" w:name="_Toc464731312"/>
      <w:r>
        <w:lastRenderedPageBreak/>
        <w:t xml:space="preserve">Is </w:t>
      </w:r>
      <w:proofErr w:type="gramStart"/>
      <w:r>
        <w:t>Resting</w:t>
      </w:r>
      <w:proofErr w:type="gramEnd"/>
      <w:r>
        <w:t xml:space="preserve"> being One of God’s Traits?</w:t>
      </w:r>
      <w:bookmarkEnd w:id="3"/>
    </w:p>
    <w:p w:rsidR="00B361CB" w:rsidRDefault="002125FA" w:rsidP="002125FA">
      <w:pPr>
        <w:pStyle w:val="libNormal"/>
      </w:pPr>
      <w:r>
        <w:t>In the Old Testament, in the Book of Genesis, Chapter 2, Verse 2, the following is written:</w:t>
      </w:r>
    </w:p>
    <w:p w:rsidR="00B361CB" w:rsidRDefault="002125FA" w:rsidP="002125FA">
      <w:pPr>
        <w:pStyle w:val="libNormal"/>
      </w:pPr>
      <w:r>
        <w:t>"By the seventh day, God had finished the work he had been doing so on the seventh day he rested from all his work."</w:t>
      </w:r>
    </w:p>
    <w:p w:rsidR="00B361CB" w:rsidRDefault="002125FA" w:rsidP="002125FA">
      <w:pPr>
        <w:pStyle w:val="libNormal"/>
      </w:pPr>
      <w:r>
        <w:t>All are in agreement; God, His Prophet and all of God's wise creatures know that the word "rest" implies getting tired. This trait is a characteristic of the mortal creatures, existing and depending on God. God is the Creator, existing by Himself. Nothing tires Him, whether large or small; and if God wanted to do anything, he would say, "Be", and it would be. So, it is not wise to give this characteristic to Almighty God, otherwise, He would be the same as His creatures</w:t>
      </w:r>
      <w:r w:rsidR="00B82B4B">
        <w:t xml:space="preserve"> - </w:t>
      </w:r>
      <w:r>
        <w:t>needful, and in order to carry out jobs, he would require tools and machinery and would have to work and use energy. Almighty God is the Creator. It is not smart to say that He rested on the seventh day, as in the Old Testament.</w:t>
      </w:r>
    </w:p>
    <w:p w:rsidR="00B361CB" w:rsidRDefault="002125FA" w:rsidP="002125FA">
      <w:pPr>
        <w:pStyle w:val="libNormal"/>
      </w:pPr>
      <w:r>
        <w:t>Another point that we should mention is that it is impossible for the Almighty Lord to tire, or for His state to change because if God were to change, it would suggest that in some way He is in fact incomplete, imperfect.</w:t>
      </w:r>
    </w:p>
    <w:p w:rsidR="00B361CB" w:rsidRPr="00B82B4B" w:rsidRDefault="002125FA" w:rsidP="00B82B4B">
      <w:pPr>
        <w:pStyle w:val="libNormal"/>
      </w:pPr>
      <w:r>
        <w:t>Therefore, if you believe in the Perfection of God, prove to yourself that the rest is wrong, that this section of the Old Testament contradicts God's Holiness. God th</w:t>
      </w:r>
      <w:r w:rsidRPr="00B82B4B">
        <w:t>e</w:t>
      </w:r>
    </w:p>
    <w:p w:rsidR="002125FA" w:rsidRDefault="002125FA" w:rsidP="002125FA">
      <w:pPr>
        <w:pStyle w:val="libNormal"/>
      </w:pPr>
      <w:r>
        <w:t>Omnipotent, the Omniscient, has no need for rest. To rest is the trait of a creature that is weak and we must not doubt that a thing that contradicts God's Holiness cannot be a statement from God Himself. This, therefore, cannot be Inspiration.</w:t>
      </w:r>
    </w:p>
    <w:p w:rsidR="00B361CB" w:rsidRPr="00B82B4B" w:rsidRDefault="002125FA" w:rsidP="00B82B4B">
      <w:pPr>
        <w:pStyle w:val="Heading2Center"/>
      </w:pPr>
      <w:bookmarkStart w:id="4" w:name="_Toc464731313"/>
      <w:r>
        <w:t>The Old Testament is Ignorant about Geograph</w:t>
      </w:r>
      <w:r w:rsidRPr="00B82B4B">
        <w:t>y</w:t>
      </w:r>
      <w:bookmarkEnd w:id="4"/>
    </w:p>
    <w:p w:rsidR="00B361CB" w:rsidRDefault="002125FA" w:rsidP="002125FA">
      <w:pPr>
        <w:pStyle w:val="libNormal"/>
      </w:pPr>
      <w:r>
        <w:t>In Genesis 2:10</w:t>
      </w:r>
      <w:r w:rsidR="00B82B4B">
        <w:t>-</w:t>
      </w:r>
      <w:r>
        <w:t>14, we have this account:</w:t>
      </w:r>
    </w:p>
    <w:p w:rsidR="00B361CB" w:rsidRDefault="002125FA" w:rsidP="002125FA">
      <w:pPr>
        <w:pStyle w:val="libNormal"/>
      </w:pPr>
      <w:r>
        <w:t>10. A river watering the garden flowed from Eden, and from there it divided; it had four headstreams.</w:t>
      </w:r>
    </w:p>
    <w:p w:rsidR="00B361CB" w:rsidRDefault="002125FA" w:rsidP="002125FA">
      <w:pPr>
        <w:pStyle w:val="libNormal"/>
      </w:pPr>
      <w:r>
        <w:t xml:space="preserve">11. The name of the first is the </w:t>
      </w:r>
      <w:proofErr w:type="spellStart"/>
      <w:r>
        <w:t>Pishon</w:t>
      </w:r>
      <w:proofErr w:type="spellEnd"/>
      <w:r>
        <w:t xml:space="preserve">; it winds through the entire land of </w:t>
      </w:r>
      <w:proofErr w:type="spellStart"/>
      <w:r>
        <w:t>Havilah</w:t>
      </w:r>
      <w:proofErr w:type="spellEnd"/>
      <w:r>
        <w:t>, where there is gold.</w:t>
      </w:r>
    </w:p>
    <w:p w:rsidR="00B361CB" w:rsidRDefault="002125FA" w:rsidP="002125FA">
      <w:pPr>
        <w:pStyle w:val="libNormal"/>
      </w:pPr>
      <w:r>
        <w:t>12. (The gold of that land is good; aromatic resin and onyx are also there.)</w:t>
      </w:r>
    </w:p>
    <w:p w:rsidR="00B361CB" w:rsidRDefault="002125FA" w:rsidP="002125FA">
      <w:pPr>
        <w:pStyle w:val="libNormal"/>
      </w:pPr>
      <w:r>
        <w:t xml:space="preserve">13. The name of the second river is the </w:t>
      </w:r>
      <w:proofErr w:type="spellStart"/>
      <w:r>
        <w:t>Gihon</w:t>
      </w:r>
      <w:proofErr w:type="spellEnd"/>
      <w:r>
        <w:t>; it winds through the entire land of Cush.</w:t>
      </w:r>
    </w:p>
    <w:p w:rsidR="00B361CB" w:rsidRDefault="002125FA" w:rsidP="002125FA">
      <w:pPr>
        <w:pStyle w:val="libNormal"/>
      </w:pPr>
      <w:r>
        <w:t xml:space="preserve">14. The name of the third river is the Tigris; it runs along the east side of </w:t>
      </w:r>
      <w:proofErr w:type="spellStart"/>
      <w:r>
        <w:t>Asshur</w:t>
      </w:r>
      <w:proofErr w:type="spellEnd"/>
      <w:r>
        <w:t>. And the fourth river is the Euphrates."</w:t>
      </w:r>
    </w:p>
    <w:p w:rsidR="00B361CB" w:rsidRDefault="002125FA" w:rsidP="002125FA">
      <w:pPr>
        <w:pStyle w:val="libNormal"/>
      </w:pPr>
      <w:r>
        <w:t xml:space="preserve">It is obvious for anyone who knows some geography that there is no city of Eden except in Yemen on </w:t>
      </w:r>
      <w:proofErr w:type="spellStart"/>
      <w:r>
        <w:t>Boghas</w:t>
      </w:r>
      <w:proofErr w:type="spellEnd"/>
      <w:r>
        <w:t xml:space="preserve"> </w:t>
      </w:r>
      <w:proofErr w:type="spellStart"/>
      <w:r>
        <w:t>Bab</w:t>
      </w:r>
      <w:proofErr w:type="spellEnd"/>
      <w:r>
        <w:t xml:space="preserve"> Al Mandeb. Yemen is south of Saudi Arabia; the Euphrates and the </w:t>
      </w:r>
      <w:proofErr w:type="spellStart"/>
      <w:r>
        <w:t>Hiddekel</w:t>
      </w:r>
      <w:proofErr w:type="spellEnd"/>
      <w:r>
        <w:t xml:space="preserve"> Rivers are in Iraq, and from their Delta they pour into the Persian Gulf. The Tigris rises in the Armenian mountains in Eastern Turkey and flows southeast through Baghdad and joins the Euphrates in southeast Iraq. The Euphrates also rises in East Turkey, flowing south across Syria and Iraq to join the Tigris, forming the Shatt</w:t>
      </w:r>
      <w:r w:rsidR="00B82B4B">
        <w:t>-</w:t>
      </w:r>
      <w:r>
        <w:t>al</w:t>
      </w:r>
      <w:r w:rsidR="00B82B4B">
        <w:t>-</w:t>
      </w:r>
      <w:r>
        <w:t>Arab, which flows to the head of the Persian Gulf. So where is that in relation to Eden?</w:t>
      </w:r>
    </w:p>
    <w:p w:rsidR="002125FA" w:rsidRDefault="002125FA" w:rsidP="002125FA">
      <w:pPr>
        <w:pStyle w:val="libNormal"/>
      </w:pPr>
      <w:r>
        <w:lastRenderedPageBreak/>
        <w:t xml:space="preserve">The rivers </w:t>
      </w:r>
      <w:proofErr w:type="spellStart"/>
      <w:r>
        <w:t>Pison</w:t>
      </w:r>
      <w:proofErr w:type="spellEnd"/>
      <w:r>
        <w:t xml:space="preserve"> and </w:t>
      </w:r>
      <w:proofErr w:type="spellStart"/>
      <w:r>
        <w:t>Gihon</w:t>
      </w:r>
      <w:proofErr w:type="spellEnd"/>
      <w:r>
        <w:t>, however, are to be found in China. How could this be God's Gospel?</w:t>
      </w:r>
    </w:p>
    <w:p w:rsidR="00B361CB" w:rsidRPr="00B82B4B" w:rsidRDefault="002125FA" w:rsidP="00B82B4B">
      <w:pPr>
        <w:pStyle w:val="Heading2Center"/>
      </w:pPr>
      <w:bookmarkStart w:id="5" w:name="_Toc464731314"/>
      <w:r>
        <w:t>The Old Testament Forbids Adam from Eating from the Tree of Good and Evi</w:t>
      </w:r>
      <w:r w:rsidRPr="00B82B4B">
        <w:t>l</w:t>
      </w:r>
      <w:bookmarkEnd w:id="5"/>
    </w:p>
    <w:p w:rsidR="00B361CB" w:rsidRDefault="002125FA" w:rsidP="002125FA">
      <w:pPr>
        <w:pStyle w:val="libNormal"/>
      </w:pPr>
      <w:r>
        <w:t>In Genesis 2:16 we read:</w:t>
      </w:r>
    </w:p>
    <w:p w:rsidR="00B361CB" w:rsidRDefault="002125FA" w:rsidP="002125FA">
      <w:pPr>
        <w:pStyle w:val="libNormal"/>
      </w:pPr>
      <w:r>
        <w:t>"And the Lord God commanded the man, "You are free to eat from any tree in the garden; but you must not eat from the tree of the knowledge of good and evil, for when you eat of it, you will surely die."</w:t>
      </w:r>
    </w:p>
    <w:p w:rsidR="00B361CB" w:rsidRDefault="002125FA" w:rsidP="002125FA">
      <w:pPr>
        <w:pStyle w:val="libNormal"/>
      </w:pPr>
      <w:r>
        <w:t>Because Adam did not, in fact, die after eating from the tree after God had warned him, "you will surely die," is to accuse God of lying. This is impossible. God does not lie and to suggest such a thing is an insult to God's Holiness. How can they say that their Book is a Holy Book, a Gospel in view of this?</w:t>
      </w:r>
    </w:p>
    <w:p w:rsidR="00B361CB" w:rsidRDefault="002125FA" w:rsidP="002125FA">
      <w:pPr>
        <w:pStyle w:val="libNormal"/>
      </w:pPr>
      <w:r>
        <w:t xml:space="preserve">Another point is that God forbade Adam from eating what would give him knowledge of good and evil. This, too, is unthinkable. God did not create his creatures except to show them good and evil. It is for this reason that God sent His Prophets to warn us and to tell us of the rewards of doing </w:t>
      </w:r>
      <w:proofErr w:type="gramStart"/>
      <w:r>
        <w:t>good</w:t>
      </w:r>
      <w:proofErr w:type="gramEnd"/>
      <w:r>
        <w:t xml:space="preserve"> over evil. So how could it be that God forbade Adam from eating what would give him knowledge of good and evil? This would contradict the reason for Creation.</w:t>
      </w:r>
    </w:p>
    <w:p w:rsidR="00B361CB" w:rsidRDefault="002125FA" w:rsidP="002125FA">
      <w:pPr>
        <w:pStyle w:val="libNormal"/>
      </w:pPr>
      <w:r>
        <w:t>Some people may suggest that "spiritual death" is implied, but this argument is unfounded. In the Old Testament, it is written that Adam and Eve were naked and felt no shame. If they were feeling shame, then we can deny “spiritual death", therefore "die" must mean in the physical sense.</w:t>
      </w:r>
    </w:p>
    <w:p w:rsidR="00B361CB" w:rsidRPr="00B82B4B" w:rsidRDefault="002125FA" w:rsidP="00B82B4B">
      <w:pPr>
        <w:pStyle w:val="Heading2Center"/>
      </w:pPr>
      <w:bookmarkStart w:id="6" w:name="_Toc464731315"/>
      <w:r>
        <w:t>How God has been Described in the Old Testamen</w:t>
      </w:r>
      <w:r w:rsidRPr="00B82B4B">
        <w:t>t</w:t>
      </w:r>
      <w:bookmarkEnd w:id="6"/>
    </w:p>
    <w:p w:rsidR="00B361CB" w:rsidRDefault="002125FA" w:rsidP="002125FA">
      <w:pPr>
        <w:pStyle w:val="libNormal"/>
      </w:pPr>
      <w:r>
        <w:t>It does not take much to see that God's Holiness has been ridiculed in the Old Testament. It is so far from reality. With much sorrow, this is what we see.</w:t>
      </w:r>
    </w:p>
    <w:p w:rsidR="00B361CB" w:rsidRDefault="002125FA" w:rsidP="002125FA">
      <w:pPr>
        <w:pStyle w:val="libNormal"/>
      </w:pPr>
      <w:r>
        <w:t>1. Before the Creation of the World, God's spirit was moving on the surface of the water. (Genesis 1:2)</w:t>
      </w:r>
    </w:p>
    <w:p w:rsidR="00B361CB" w:rsidRDefault="002125FA" w:rsidP="002125FA">
      <w:pPr>
        <w:pStyle w:val="libNormal"/>
      </w:pPr>
      <w:r>
        <w:t>"Now the earth was formless and empty, darkness was over the surface of the deep, and the Spirit of God was hovering over the waters."</w:t>
      </w:r>
    </w:p>
    <w:p w:rsidR="00B361CB" w:rsidRDefault="002125FA" w:rsidP="002125FA">
      <w:pPr>
        <w:pStyle w:val="libNormal"/>
      </w:pPr>
      <w:r>
        <w:t>2. God became tired from Creating and rested. (Genesis 2:2)</w:t>
      </w:r>
    </w:p>
    <w:p w:rsidR="00B361CB" w:rsidRDefault="002125FA" w:rsidP="002125FA">
      <w:pPr>
        <w:pStyle w:val="libNormal"/>
      </w:pPr>
      <w:r>
        <w:t>"By the seventh day God had finished the work he had been doing so, on the seventh day he rested from all his work."</w:t>
      </w:r>
    </w:p>
    <w:p w:rsidR="00B361CB" w:rsidRDefault="002125FA" w:rsidP="002125FA">
      <w:pPr>
        <w:pStyle w:val="libNormal"/>
      </w:pPr>
      <w:r>
        <w:t>3. God created man in his own image. (Genesis 1:27)</w:t>
      </w:r>
    </w:p>
    <w:p w:rsidR="00B361CB" w:rsidRDefault="002125FA" w:rsidP="002125FA">
      <w:pPr>
        <w:pStyle w:val="libNormal"/>
      </w:pPr>
      <w:r>
        <w:t>"So God created man in his own image, in the image of God he created him; male and female he created them."</w:t>
      </w:r>
    </w:p>
    <w:p w:rsidR="00B361CB" w:rsidRDefault="002125FA" w:rsidP="002125FA">
      <w:pPr>
        <w:pStyle w:val="libNormal"/>
      </w:pPr>
      <w:r>
        <w:t>Genesis 5:1:</w:t>
      </w:r>
    </w:p>
    <w:p w:rsidR="00B361CB" w:rsidRDefault="002125FA" w:rsidP="002125FA">
      <w:pPr>
        <w:pStyle w:val="libNormal"/>
      </w:pPr>
      <w:r>
        <w:t>"When God created man, he made him in the likeness of God."</w:t>
      </w:r>
    </w:p>
    <w:p w:rsidR="00B361CB" w:rsidRDefault="002125FA" w:rsidP="002125FA">
      <w:pPr>
        <w:pStyle w:val="libNormal"/>
      </w:pPr>
      <w:r>
        <w:t>Genesis 9:6:</w:t>
      </w:r>
    </w:p>
    <w:p w:rsidR="00B361CB" w:rsidRDefault="002125FA" w:rsidP="002125FA">
      <w:pPr>
        <w:pStyle w:val="libNormal"/>
      </w:pPr>
      <w:r>
        <w:t>"Whoever sheds the blood of man, by man shall his blood be shed; for in the image of God has God made man."</w:t>
      </w:r>
    </w:p>
    <w:p w:rsidR="00B361CB" w:rsidRDefault="002125FA" w:rsidP="002125FA">
      <w:pPr>
        <w:pStyle w:val="libNormal"/>
      </w:pPr>
      <w:r>
        <w:t>4. God of the Old Testament is a body and can be seen. See Exodus 24:9</w:t>
      </w:r>
      <w:r w:rsidR="00B82B4B">
        <w:t>-</w:t>
      </w:r>
      <w:r>
        <w:t>11:</w:t>
      </w:r>
    </w:p>
    <w:p w:rsidR="00B361CB" w:rsidRDefault="002125FA" w:rsidP="00B82B4B">
      <w:pPr>
        <w:pStyle w:val="libNormal"/>
      </w:pPr>
      <w:r>
        <w:t xml:space="preserve">"Moses and Aaron, </w:t>
      </w:r>
      <w:proofErr w:type="spellStart"/>
      <w:r>
        <w:t>Nadab</w:t>
      </w:r>
      <w:proofErr w:type="spellEnd"/>
      <w:r>
        <w:t xml:space="preserve"> and </w:t>
      </w:r>
      <w:proofErr w:type="spellStart"/>
      <w:r>
        <w:t>Abihu</w:t>
      </w:r>
      <w:proofErr w:type="spellEnd"/>
      <w:r>
        <w:t xml:space="preserve">, and the seventy elders of Israel went up and saw the God of Israel. Under his feet was something like a </w:t>
      </w:r>
      <w:r>
        <w:lastRenderedPageBreak/>
        <w:t>pavement made of sapphire, clear as the sky itself. But God did not raise his han</w:t>
      </w:r>
      <w:r w:rsidRPr="00B82B4B">
        <w:t>d</w:t>
      </w:r>
      <w:r w:rsidR="00B82B4B">
        <w:t xml:space="preserve"> </w:t>
      </w:r>
      <w:r>
        <w:t>against these leaders of the Israelites; they saw God, and they ate and drank."</w:t>
      </w:r>
    </w:p>
    <w:p w:rsidR="00B361CB" w:rsidRDefault="002125FA" w:rsidP="002125FA">
      <w:pPr>
        <w:pStyle w:val="libNormal"/>
      </w:pPr>
      <w:r>
        <w:t>5. God in the Old Testament wrestles with his Prophet Jacob and is beaten. (Genesis 32:24</w:t>
      </w:r>
      <w:r w:rsidR="00B82B4B">
        <w:t>-</w:t>
      </w:r>
      <w:r>
        <w:t>28)</w:t>
      </w:r>
    </w:p>
    <w:p w:rsidR="00B361CB" w:rsidRDefault="002125FA" w:rsidP="002125FA">
      <w:pPr>
        <w:pStyle w:val="libNormal"/>
      </w:pPr>
      <w:r>
        <w:t>"So Jacob was left alone, and a man wrestled with him till daybreak. When the man saw that he could not overpower him, he touched the socket of Jacob's hip so that his hip was wrenched as he wrestled with the man. Then the man said, "Let me go, for it is daybreak. But Jacob replied, "I will not let you go unless you bless me." The man asked, "What is your name?" "Jacob," he answered. Then the man said, "Your name will no longer be Jacob, but Israel, because you have struggled with God and with men and have overcome."</w:t>
      </w:r>
    </w:p>
    <w:p w:rsidR="00B361CB" w:rsidRDefault="002125FA" w:rsidP="002125FA">
      <w:pPr>
        <w:pStyle w:val="libNormal"/>
      </w:pPr>
      <w:r>
        <w:t>6. God walks in Adam's garden and cannot see Adam as he is hiding behind a tree. Also, God cheats and lies. (Genesis 3:1</w:t>
      </w:r>
      <w:r w:rsidR="00B82B4B">
        <w:t>-</w:t>
      </w:r>
      <w:r>
        <w:t>24)</w:t>
      </w:r>
    </w:p>
    <w:p w:rsidR="00B361CB" w:rsidRDefault="002125FA" w:rsidP="002125FA">
      <w:pPr>
        <w:pStyle w:val="libNormal"/>
      </w:pPr>
      <w:r>
        <w:t xml:space="preserve">3:1 </w:t>
      </w:r>
      <w:proofErr w:type="gramStart"/>
      <w:r>
        <w:t>Now</w:t>
      </w:r>
      <w:proofErr w:type="gramEnd"/>
      <w:r>
        <w:t xml:space="preserve"> the serpent was more subtle than any beast of the field which Jehovah God had made. And he said unto the woman, Yea, hath God said, </w:t>
      </w:r>
      <w:proofErr w:type="gramStart"/>
      <w:r>
        <w:t>Ye</w:t>
      </w:r>
      <w:proofErr w:type="gramEnd"/>
      <w:r>
        <w:t xml:space="preserve"> shall not eat of any tree of the garden?</w:t>
      </w:r>
    </w:p>
    <w:p w:rsidR="00B361CB" w:rsidRDefault="002125FA" w:rsidP="002125FA">
      <w:pPr>
        <w:pStyle w:val="libNormal"/>
      </w:pPr>
      <w:r>
        <w:t xml:space="preserve">2 And the woman said unto the serpent, </w:t>
      </w:r>
      <w:proofErr w:type="gramStart"/>
      <w:r>
        <w:t>Of</w:t>
      </w:r>
      <w:proofErr w:type="gramEnd"/>
      <w:r>
        <w:t xml:space="preserve"> the fruit of the trees of the garden we may eat:</w:t>
      </w:r>
    </w:p>
    <w:p w:rsidR="00B361CB" w:rsidRDefault="002125FA" w:rsidP="002125FA">
      <w:pPr>
        <w:pStyle w:val="libNormal"/>
      </w:pPr>
      <w:r>
        <w:t xml:space="preserve">3 but of the fruit of the tree which is in the midst of the garden, God hath said, </w:t>
      </w:r>
      <w:proofErr w:type="gramStart"/>
      <w:r>
        <w:t>Ye</w:t>
      </w:r>
      <w:proofErr w:type="gramEnd"/>
      <w:r>
        <w:t xml:space="preserve"> shall not eat of it, neither shall ye touch it, lest ye die.</w:t>
      </w:r>
    </w:p>
    <w:p w:rsidR="00B361CB" w:rsidRDefault="002125FA" w:rsidP="002125FA">
      <w:pPr>
        <w:pStyle w:val="libNormal"/>
      </w:pPr>
      <w:r>
        <w:t xml:space="preserve">4 And the serpent said unto the woman, </w:t>
      </w:r>
      <w:proofErr w:type="gramStart"/>
      <w:r>
        <w:t>Ye</w:t>
      </w:r>
      <w:proofErr w:type="gramEnd"/>
      <w:r>
        <w:t xml:space="preserve"> shall not surely die:</w:t>
      </w:r>
    </w:p>
    <w:p w:rsidR="00B361CB" w:rsidRDefault="002125FA" w:rsidP="002125FA">
      <w:pPr>
        <w:pStyle w:val="libNormal"/>
      </w:pPr>
      <w:r>
        <w:t>5 for God doth know that in the day ye eat thereof, then your eyes shall be opened, and ye shall be as God, knowing good and evil.</w:t>
      </w:r>
    </w:p>
    <w:p w:rsidR="00B361CB" w:rsidRDefault="002125FA" w:rsidP="002125FA">
      <w:pPr>
        <w:pStyle w:val="libNormal"/>
      </w:pPr>
      <w:r>
        <w:t>6 And when the woman saw that the tree was good for food, and that it was a delight to the eyes, and that the tree was to be desired to make one wise, she took of the fruit thereof, and did eat; and she gave also unto her husband with her, and he did eat.</w:t>
      </w:r>
    </w:p>
    <w:p w:rsidR="00B361CB" w:rsidRDefault="002125FA" w:rsidP="002125FA">
      <w:pPr>
        <w:pStyle w:val="libNormal"/>
      </w:pPr>
      <w:r>
        <w:t>7 And the eyes of them both were opened, and they knew that they were naked; and they sewed fig</w:t>
      </w:r>
      <w:r w:rsidR="00B82B4B">
        <w:t>-</w:t>
      </w:r>
      <w:r>
        <w:t>leaves together, and made themselves aprons.</w:t>
      </w:r>
    </w:p>
    <w:p w:rsidR="00B361CB" w:rsidRDefault="002125FA" w:rsidP="002125FA">
      <w:pPr>
        <w:pStyle w:val="libNormal"/>
      </w:pPr>
      <w:r>
        <w:t>8 And they heard the voice of Jehovah God walking in the garden in the cool of the day: and the man and his wife hid themselves from the presence of Jehovah God amongst the trees of the garden.</w:t>
      </w:r>
    </w:p>
    <w:p w:rsidR="00B361CB" w:rsidRDefault="002125FA" w:rsidP="002125FA">
      <w:pPr>
        <w:pStyle w:val="libNormal"/>
      </w:pPr>
      <w:r>
        <w:t xml:space="preserve">9 And Jehovah God called unto the man, and said unto him, </w:t>
      </w:r>
      <w:proofErr w:type="gramStart"/>
      <w:r>
        <w:t>Where</w:t>
      </w:r>
      <w:proofErr w:type="gramEnd"/>
      <w:r>
        <w:t xml:space="preserve"> art thou?</w:t>
      </w:r>
    </w:p>
    <w:p w:rsidR="00B361CB" w:rsidRDefault="002125FA" w:rsidP="002125FA">
      <w:pPr>
        <w:pStyle w:val="libNormal"/>
      </w:pPr>
      <w:r>
        <w:t>10 And he said, I heard thy voice in the garden, and I was afraid, because I was naked; and I hid myself.</w:t>
      </w:r>
    </w:p>
    <w:p w:rsidR="00B361CB" w:rsidRDefault="002125FA" w:rsidP="002125FA">
      <w:pPr>
        <w:pStyle w:val="libNormal"/>
      </w:pPr>
      <w:r>
        <w:t xml:space="preserve">11 And he said, </w:t>
      </w:r>
      <w:proofErr w:type="gramStart"/>
      <w:r>
        <w:t>Who</w:t>
      </w:r>
      <w:proofErr w:type="gramEnd"/>
      <w:r>
        <w:t xml:space="preserve"> told thee that thou </w:t>
      </w:r>
      <w:proofErr w:type="spellStart"/>
      <w:r>
        <w:t>wast</w:t>
      </w:r>
      <w:proofErr w:type="spellEnd"/>
      <w:r>
        <w:t xml:space="preserve"> naked? Hast thou eaten of the tree, whereof I commanded thee that thou </w:t>
      </w:r>
      <w:proofErr w:type="spellStart"/>
      <w:r>
        <w:t>shouldest</w:t>
      </w:r>
      <w:proofErr w:type="spellEnd"/>
      <w:r>
        <w:t xml:space="preserve"> not eat?</w:t>
      </w:r>
    </w:p>
    <w:p w:rsidR="00B361CB" w:rsidRDefault="002125FA" w:rsidP="002125FA">
      <w:pPr>
        <w:pStyle w:val="libNormal"/>
      </w:pPr>
      <w:r>
        <w:t xml:space="preserve">12 And the man said, </w:t>
      </w:r>
      <w:proofErr w:type="gramStart"/>
      <w:r>
        <w:t>The</w:t>
      </w:r>
      <w:proofErr w:type="gramEnd"/>
      <w:r>
        <w:t xml:space="preserve"> woman whom thou </w:t>
      </w:r>
      <w:proofErr w:type="spellStart"/>
      <w:r>
        <w:t>gavest</w:t>
      </w:r>
      <w:proofErr w:type="spellEnd"/>
      <w:r>
        <w:t xml:space="preserve"> to be with me, she gave me of the tree, and I did eat.</w:t>
      </w:r>
    </w:p>
    <w:p w:rsidR="00B361CB" w:rsidRDefault="002125FA" w:rsidP="002125FA">
      <w:pPr>
        <w:pStyle w:val="libNormal"/>
      </w:pPr>
      <w:r>
        <w:t xml:space="preserve">13 And Jehovah God said unto the woman, </w:t>
      </w:r>
      <w:proofErr w:type="gramStart"/>
      <w:r>
        <w:t>What</w:t>
      </w:r>
      <w:proofErr w:type="gramEnd"/>
      <w:r>
        <w:t xml:space="preserve"> is this thou hast done? And the woman said, </w:t>
      </w:r>
      <w:proofErr w:type="gramStart"/>
      <w:r>
        <w:t>The</w:t>
      </w:r>
      <w:proofErr w:type="gramEnd"/>
      <w:r>
        <w:t xml:space="preserve"> serpent beguiled me, and I did eat.</w:t>
      </w:r>
    </w:p>
    <w:p w:rsidR="00B361CB" w:rsidRDefault="002125FA" w:rsidP="002125FA">
      <w:pPr>
        <w:pStyle w:val="libNormal"/>
      </w:pPr>
      <w:r>
        <w:t xml:space="preserve">14 And Jehovah God said unto the serpent, </w:t>
      </w:r>
      <w:proofErr w:type="gramStart"/>
      <w:r>
        <w:t>Because</w:t>
      </w:r>
      <w:proofErr w:type="gramEnd"/>
      <w:r>
        <w:t xml:space="preserve"> thou hast done this, cursed art thou above all cattle, and above every beast of the field; upon thy belly </w:t>
      </w:r>
      <w:proofErr w:type="spellStart"/>
      <w:r>
        <w:t>shalt</w:t>
      </w:r>
      <w:proofErr w:type="spellEnd"/>
      <w:r>
        <w:t xml:space="preserve"> thou go, and dust </w:t>
      </w:r>
      <w:proofErr w:type="spellStart"/>
      <w:r>
        <w:t>shalt</w:t>
      </w:r>
      <w:proofErr w:type="spellEnd"/>
      <w:r>
        <w:t xml:space="preserve"> thou eat all the days of thy life:</w:t>
      </w:r>
    </w:p>
    <w:p w:rsidR="00B361CB" w:rsidRDefault="002125FA" w:rsidP="002125FA">
      <w:pPr>
        <w:pStyle w:val="libNormal"/>
      </w:pPr>
      <w:r>
        <w:lastRenderedPageBreak/>
        <w:t xml:space="preserve">15 and I will put enmity between thee and the woman, and between thy seed and her seed: he shall bruise thy head, and thou </w:t>
      </w:r>
      <w:proofErr w:type="spellStart"/>
      <w:r>
        <w:t>shalt</w:t>
      </w:r>
      <w:proofErr w:type="spellEnd"/>
      <w:r>
        <w:t xml:space="preserve"> bruise his heel.</w:t>
      </w:r>
    </w:p>
    <w:p w:rsidR="00B361CB" w:rsidRPr="00B82B4B" w:rsidRDefault="002125FA" w:rsidP="00B82B4B">
      <w:pPr>
        <w:pStyle w:val="libNormal"/>
      </w:pPr>
      <w:r>
        <w:t xml:space="preserve">16 Unto the woman he said, I will greatly multiply thy pain and thy conception; in pain thou </w:t>
      </w:r>
      <w:proofErr w:type="spellStart"/>
      <w:r>
        <w:t>shalt</w:t>
      </w:r>
      <w:proofErr w:type="spellEnd"/>
      <w:r>
        <w:t xml:space="preserve"> bring fort</w:t>
      </w:r>
      <w:r w:rsidRPr="00B82B4B">
        <w:t>h</w:t>
      </w:r>
    </w:p>
    <w:p w:rsidR="00B361CB" w:rsidRDefault="002125FA" w:rsidP="002125FA">
      <w:pPr>
        <w:pStyle w:val="libNormal"/>
      </w:pPr>
      <w:proofErr w:type="gramStart"/>
      <w:r>
        <w:t>children</w:t>
      </w:r>
      <w:proofErr w:type="gramEnd"/>
      <w:r>
        <w:t xml:space="preserve">; and thy desire shall be to thy husband, and he shall rule over </w:t>
      </w:r>
      <w:proofErr w:type="spellStart"/>
      <w:r>
        <w:t>thee</w:t>
      </w:r>
      <w:proofErr w:type="spellEnd"/>
      <w:r>
        <w:t>.</w:t>
      </w:r>
    </w:p>
    <w:p w:rsidR="00B361CB" w:rsidRDefault="002125FA" w:rsidP="002125FA">
      <w:pPr>
        <w:pStyle w:val="libNormal"/>
      </w:pPr>
      <w:r>
        <w:t xml:space="preserve">17 And unto Adam he said, Because thou hast hearkened unto the voice of thy wife, and hast eaten of the tree, of which I commanded thee, saying, Thou </w:t>
      </w:r>
      <w:proofErr w:type="spellStart"/>
      <w:r>
        <w:t>shalt</w:t>
      </w:r>
      <w:proofErr w:type="spellEnd"/>
      <w:r>
        <w:t xml:space="preserve"> not eat of it: cursed is the ground for thy sake; in toil </w:t>
      </w:r>
      <w:proofErr w:type="spellStart"/>
      <w:r>
        <w:t>shalt</w:t>
      </w:r>
      <w:proofErr w:type="spellEnd"/>
      <w:r>
        <w:t xml:space="preserve"> thou eat of it all the days of thy life;</w:t>
      </w:r>
    </w:p>
    <w:p w:rsidR="00B361CB" w:rsidRDefault="002125FA" w:rsidP="002125FA">
      <w:pPr>
        <w:pStyle w:val="libNormal"/>
      </w:pPr>
      <w:r>
        <w:t xml:space="preserve">18 thorns also and thistles shall it bring forth to thee; and thou </w:t>
      </w:r>
      <w:proofErr w:type="spellStart"/>
      <w:r>
        <w:t>shalt</w:t>
      </w:r>
      <w:proofErr w:type="spellEnd"/>
      <w:r>
        <w:t xml:space="preserve"> eat the herb of the field;</w:t>
      </w:r>
    </w:p>
    <w:p w:rsidR="00B361CB" w:rsidRDefault="002125FA" w:rsidP="002125FA">
      <w:pPr>
        <w:pStyle w:val="libNormal"/>
      </w:pPr>
      <w:r>
        <w:t xml:space="preserve">19 in the sweat of thy face </w:t>
      </w:r>
      <w:proofErr w:type="spellStart"/>
      <w:r>
        <w:t>shalt</w:t>
      </w:r>
      <w:proofErr w:type="spellEnd"/>
      <w:r>
        <w:t xml:space="preserve"> thou eat bread, till thou return unto the ground; for out of it </w:t>
      </w:r>
      <w:proofErr w:type="spellStart"/>
      <w:r>
        <w:t>wast</w:t>
      </w:r>
      <w:proofErr w:type="spellEnd"/>
      <w:r>
        <w:t xml:space="preserve"> thou taken: for dust thou art, and unto dust </w:t>
      </w:r>
      <w:proofErr w:type="spellStart"/>
      <w:r>
        <w:t>shalt</w:t>
      </w:r>
      <w:proofErr w:type="spellEnd"/>
      <w:r>
        <w:t xml:space="preserve"> thou return.</w:t>
      </w:r>
    </w:p>
    <w:p w:rsidR="00B361CB" w:rsidRDefault="002125FA" w:rsidP="002125FA">
      <w:pPr>
        <w:pStyle w:val="libNormal"/>
      </w:pPr>
      <w:r>
        <w:t>20 And the man called his wife’s name Eve; because she was the mother of all living.</w:t>
      </w:r>
    </w:p>
    <w:p w:rsidR="00B361CB" w:rsidRDefault="002125FA" w:rsidP="002125FA">
      <w:pPr>
        <w:pStyle w:val="libNormal"/>
      </w:pPr>
      <w:r>
        <w:t>21 And Jehovah God made for Adam and for his wife coats of skins, and clothed them.</w:t>
      </w:r>
    </w:p>
    <w:p w:rsidR="00B361CB" w:rsidRDefault="002125FA" w:rsidP="002125FA">
      <w:pPr>
        <w:pStyle w:val="libNormal"/>
      </w:pPr>
      <w:r>
        <w:t xml:space="preserve">22 And Jehovah God said, Behold, the man is become as one of us, to know good and evil; and now, lest he put forth his hand, and take also of the tree of life, and eat, and live </w:t>
      </w:r>
      <w:proofErr w:type="spellStart"/>
      <w:r>
        <w:t>for ever</w:t>
      </w:r>
      <w:proofErr w:type="spellEnd"/>
      <w:r w:rsidR="00B82B4B">
        <w:t xml:space="preserve"> - </w:t>
      </w:r>
    </w:p>
    <w:p w:rsidR="00B361CB" w:rsidRDefault="002125FA" w:rsidP="002125FA">
      <w:pPr>
        <w:pStyle w:val="libNormal"/>
      </w:pPr>
      <w:r>
        <w:t xml:space="preserve">23 therefore Jehovah God sent him forth from the </w:t>
      </w:r>
      <w:proofErr w:type="gramStart"/>
      <w:r>
        <w:t>garden</w:t>
      </w:r>
      <w:proofErr w:type="gramEnd"/>
      <w:r>
        <w:t xml:space="preserve"> of Eden, to till the ground from whence he was taken.</w:t>
      </w:r>
    </w:p>
    <w:p w:rsidR="00B361CB" w:rsidRDefault="002125FA" w:rsidP="002125FA">
      <w:pPr>
        <w:pStyle w:val="libNormal"/>
      </w:pPr>
      <w:r>
        <w:t xml:space="preserve">24 So he drove out the man; and he placed at the east of the </w:t>
      </w:r>
      <w:proofErr w:type="gramStart"/>
      <w:r>
        <w:t>garden</w:t>
      </w:r>
      <w:proofErr w:type="gramEnd"/>
      <w:r>
        <w:t xml:space="preserve"> of Eden the Cherubim, and the flame of a sword which turned every way, to keep the way of the tree of life.</w:t>
      </w:r>
    </w:p>
    <w:p w:rsidR="00B361CB" w:rsidRDefault="002125FA" w:rsidP="002125FA">
      <w:pPr>
        <w:pStyle w:val="libNormal"/>
      </w:pPr>
      <w:r>
        <w:t>7. God feels sorrow. (Genesis 6:6)</w:t>
      </w:r>
    </w:p>
    <w:p w:rsidR="00B361CB" w:rsidRDefault="002125FA" w:rsidP="002125FA">
      <w:pPr>
        <w:pStyle w:val="libNormal"/>
      </w:pPr>
      <w:r>
        <w:t>"The Lord was grieved that he had made man on the earth, and his heart was filled with pain."</w:t>
      </w:r>
    </w:p>
    <w:p w:rsidR="00B361CB" w:rsidRDefault="002125FA" w:rsidP="002125FA">
      <w:pPr>
        <w:pStyle w:val="libNormal"/>
      </w:pPr>
      <w:r>
        <w:t>8. God confuses the language of the people. (Genesis 11:1</w:t>
      </w:r>
      <w:r w:rsidR="00B82B4B">
        <w:t>-</w:t>
      </w:r>
      <w:r>
        <w:t>9)</w:t>
      </w:r>
    </w:p>
    <w:p w:rsidR="00B361CB" w:rsidRDefault="002125FA" w:rsidP="002125FA">
      <w:pPr>
        <w:pStyle w:val="libNormal"/>
      </w:pPr>
      <w:r>
        <w:t>"If as one people speaking the same language they have begun to do this, then nothing they plan to do will be impossible for them. Come, let us go down and confuse their language so they will not understand each other."</w:t>
      </w:r>
    </w:p>
    <w:p w:rsidR="00B361CB" w:rsidRDefault="002125FA" w:rsidP="002125FA">
      <w:pPr>
        <w:pStyle w:val="libNormal"/>
      </w:pPr>
      <w:r>
        <w:t>9. God doubts the message He is receiving. (Genesis 18:20)</w:t>
      </w:r>
    </w:p>
    <w:p w:rsidR="00B361CB" w:rsidRDefault="002125FA" w:rsidP="002125FA">
      <w:pPr>
        <w:pStyle w:val="libNormal"/>
      </w:pPr>
      <w:r>
        <w:t>"Then the Lord said, "The outcry against Sodom and Gomorrah is so great and their sin so grievous that I will go down see if what they have done is as bad as the outcry that has reached me. If not I will know."</w:t>
      </w:r>
    </w:p>
    <w:p w:rsidR="00B361CB" w:rsidRDefault="002125FA" w:rsidP="002125FA">
      <w:pPr>
        <w:pStyle w:val="libNormal"/>
      </w:pPr>
      <w:r>
        <w:t>10. The Lord speaks evil. (Kings I 22:22)</w:t>
      </w:r>
    </w:p>
    <w:p w:rsidR="00B361CB" w:rsidRDefault="002125FA" w:rsidP="002125FA">
      <w:pPr>
        <w:pStyle w:val="libNormal"/>
      </w:pPr>
      <w:r>
        <w:t>"I will go out and be a lying spirit in the mouths of all his prophets, he said</w:t>
      </w:r>
      <w:proofErr w:type="gramStart"/>
      <w:r>
        <w:t>. "</w:t>
      </w:r>
      <w:proofErr w:type="gramEnd"/>
      <w:r>
        <w:t>You will succeed in luring him," said the Lord. "Go and do it." "So now the Lord has put a lying spirit in the mouths of all these prophets of yours. The Lord has decreed disaster for you."</w:t>
      </w:r>
    </w:p>
    <w:p w:rsidR="00B361CB" w:rsidRDefault="002125FA" w:rsidP="002125FA">
      <w:pPr>
        <w:pStyle w:val="libNormal"/>
      </w:pPr>
      <w:r>
        <w:t>These are some of the characteristics that the Old Testament gives to Almighty God; characteristics, which even the lowest of God’s Creatures, do not have. This is the Biblical description of God</w:t>
      </w:r>
      <w:r w:rsidR="00B82B4B">
        <w:t xml:space="preserve"> - </w:t>
      </w:r>
      <w:r>
        <w:t>lies and untruths. Surely Moses did not teach people this about their Lord; he led people to the Truth, not to lies and evil.</w:t>
      </w:r>
    </w:p>
    <w:p w:rsidR="00B361CB" w:rsidRDefault="002125FA" w:rsidP="002125FA">
      <w:pPr>
        <w:pStyle w:val="libNormal"/>
      </w:pPr>
      <w:r>
        <w:lastRenderedPageBreak/>
        <w:t>One of the most amazing things is that the Old Testament makes God out to be a liar and the snake to be an honest creature. Any wise man can see that when God said to Adam and Eve that they would "surely die" if they ate from the forbidden tree, and the snake told them otherwise; the fact that they did not die after disobeying God proves the snake right. This cannot be Gospel.</w:t>
      </w:r>
    </w:p>
    <w:p w:rsidR="00B361CB" w:rsidRDefault="002125FA" w:rsidP="002125FA">
      <w:pPr>
        <w:pStyle w:val="libNormal"/>
      </w:pPr>
      <w:r>
        <w:t xml:space="preserve">In the Holy Quran, a </w:t>
      </w:r>
      <w:proofErr w:type="spellStart"/>
      <w:r>
        <w:t>Surah</w:t>
      </w:r>
      <w:proofErr w:type="spellEnd"/>
      <w:r>
        <w:t xml:space="preserve"> (no. 112) reads:</w:t>
      </w:r>
    </w:p>
    <w:p w:rsidR="00B361CB" w:rsidRPr="00B82B4B" w:rsidRDefault="002125FA" w:rsidP="00B82B4B">
      <w:pPr>
        <w:pStyle w:val="libBoldItalic"/>
      </w:pPr>
      <w:r>
        <w:t>In the Name of God, Most Beneficent, Most Mercifu</w:t>
      </w:r>
      <w:r w:rsidRPr="00B82B4B">
        <w:t>l</w:t>
      </w:r>
    </w:p>
    <w:p w:rsidR="00B361CB" w:rsidRDefault="002125FA" w:rsidP="002125FA">
      <w:pPr>
        <w:pStyle w:val="libNormal"/>
      </w:pPr>
      <w:r>
        <w:t>1. Say He, God, is one (alone),</w:t>
      </w:r>
    </w:p>
    <w:p w:rsidR="00B361CB" w:rsidRDefault="002125FA" w:rsidP="002125FA">
      <w:pPr>
        <w:pStyle w:val="libNormal"/>
      </w:pPr>
      <w:r>
        <w:t xml:space="preserve">2. God, the Needless (Indivisible, </w:t>
      </w:r>
      <w:proofErr w:type="spellStart"/>
      <w:r>
        <w:t>Uni</w:t>
      </w:r>
      <w:proofErr w:type="spellEnd"/>
      <w:r w:rsidR="00B82B4B">
        <w:t>-</w:t>
      </w:r>
      <w:r>
        <w:t>One),</w:t>
      </w:r>
    </w:p>
    <w:p w:rsidR="00B361CB" w:rsidRDefault="002125FA" w:rsidP="002125FA">
      <w:pPr>
        <w:pStyle w:val="libNormal"/>
      </w:pPr>
      <w:r>
        <w:t xml:space="preserve">3. He </w:t>
      </w:r>
      <w:proofErr w:type="spellStart"/>
      <w:r>
        <w:t>begetteth</w:t>
      </w:r>
      <w:proofErr w:type="spellEnd"/>
      <w:r>
        <w:t xml:space="preserve"> not, nor is He begotten,</w:t>
      </w:r>
    </w:p>
    <w:p w:rsidR="00B361CB" w:rsidRDefault="002125FA" w:rsidP="002125FA">
      <w:pPr>
        <w:pStyle w:val="libNormal"/>
      </w:pPr>
      <w:r>
        <w:t>4. And there is none like unto Him."</w:t>
      </w:r>
    </w:p>
    <w:p w:rsidR="00B361CB" w:rsidRDefault="002125FA" w:rsidP="002125FA">
      <w:pPr>
        <w:pStyle w:val="libNormal"/>
      </w:pPr>
      <w:r>
        <w:t>This is how God is described in the Holy Quran.</w:t>
      </w:r>
    </w:p>
    <w:p w:rsidR="002125FA" w:rsidRDefault="002125FA" w:rsidP="002125FA">
      <w:pPr>
        <w:pStyle w:val="libNormal"/>
      </w:pPr>
      <w:r>
        <w:t>Now let us see how the Holy Bible describes Him in our next chapter.</w:t>
      </w:r>
    </w:p>
    <w:p w:rsidR="002125FA" w:rsidRDefault="002125FA" w:rsidP="0023398E">
      <w:pPr>
        <w:pStyle w:val="libNormal"/>
      </w:pPr>
      <w:r>
        <w:br w:type="page"/>
      </w:r>
    </w:p>
    <w:p w:rsidR="00B361CB" w:rsidRDefault="002125FA" w:rsidP="0023398E">
      <w:pPr>
        <w:pStyle w:val="Heading1Center"/>
      </w:pPr>
      <w:bookmarkStart w:id="7" w:name="_Toc464731316"/>
      <w:r>
        <w:lastRenderedPageBreak/>
        <w:t>God's Description in the Bible</w:t>
      </w:r>
      <w:bookmarkEnd w:id="7"/>
    </w:p>
    <w:p w:rsidR="002125FA" w:rsidRDefault="002125FA" w:rsidP="002125FA">
      <w:pPr>
        <w:pStyle w:val="libNormal"/>
      </w:pPr>
      <w:r>
        <w:t>What kind of God do you think is the God of the Bible? If God has a body and hair; and resides in a certain place; and does not know what is hidden behind a tree; and deceives people and breaks a promise, then what would a man be?</w:t>
      </w:r>
    </w:p>
    <w:p w:rsidR="00B361CB" w:rsidRPr="00B82B4B" w:rsidRDefault="002125FA" w:rsidP="00B82B4B">
      <w:pPr>
        <w:pStyle w:val="Heading2Center"/>
      </w:pPr>
      <w:bookmarkStart w:id="8" w:name="_Toc464731317"/>
      <w:r>
        <w:t>1. The Bible says: God has a human for</w:t>
      </w:r>
      <w:r w:rsidRPr="00B82B4B">
        <w:t>m</w:t>
      </w:r>
      <w:bookmarkEnd w:id="8"/>
    </w:p>
    <w:p w:rsidR="00B361CB" w:rsidRDefault="002125FA" w:rsidP="002125FA">
      <w:pPr>
        <w:pStyle w:val="libNormal"/>
      </w:pPr>
      <w:r>
        <w:t>In the Bible, according to Genesis 1:26</w:t>
      </w:r>
      <w:r w:rsidR="00B82B4B">
        <w:t>-</w:t>
      </w:r>
      <w:r>
        <w:t>27:</w:t>
      </w:r>
    </w:p>
    <w:p w:rsidR="002125FA" w:rsidRDefault="002125FA" w:rsidP="002125FA">
      <w:pPr>
        <w:pStyle w:val="libNormal"/>
      </w:pPr>
      <w:r>
        <w:t>"Then God said, "Let us make man in our image, in our likeness, and let them rule over the fish of the sea and the birds of the air, over the livestock, over all the earth, and over all the creatures that move along the ground." So God created man in his own image, in the image of God he created him; male and female he created them."</w:t>
      </w:r>
    </w:p>
    <w:p w:rsidR="00B361CB" w:rsidRPr="00B82B4B" w:rsidRDefault="002125FA" w:rsidP="00B82B4B">
      <w:pPr>
        <w:pStyle w:val="Heading2Center"/>
      </w:pPr>
      <w:bookmarkStart w:id="9" w:name="_Toc464731318"/>
      <w:r>
        <w:t>2. The Bible says: God has hair and wears garment</w:t>
      </w:r>
      <w:r w:rsidRPr="00B82B4B">
        <w:t>s</w:t>
      </w:r>
      <w:bookmarkEnd w:id="9"/>
    </w:p>
    <w:p w:rsidR="00B361CB" w:rsidRDefault="002125FA" w:rsidP="002125FA">
      <w:pPr>
        <w:pStyle w:val="libNormal"/>
      </w:pPr>
      <w:r>
        <w:t>Daniel 7:9:</w:t>
      </w:r>
    </w:p>
    <w:p w:rsidR="002125FA" w:rsidRDefault="002125FA" w:rsidP="002125FA">
      <w:pPr>
        <w:pStyle w:val="libNormal"/>
      </w:pPr>
      <w:r>
        <w:t xml:space="preserve">"As I looked, thrones were set in place, and the Ancient of Days took his seat. His clothing was as white as snow; the hair of his head was white like wool. His throne was </w:t>
      </w:r>
      <w:proofErr w:type="gramStart"/>
      <w:r>
        <w:t>flaming</w:t>
      </w:r>
      <w:proofErr w:type="gramEnd"/>
      <w:r>
        <w:t xml:space="preserve"> with fire, and its wheels were all ablaze."</w:t>
      </w:r>
    </w:p>
    <w:p w:rsidR="00B361CB" w:rsidRPr="00B82B4B" w:rsidRDefault="002125FA" w:rsidP="00B82B4B">
      <w:pPr>
        <w:pStyle w:val="Heading2Center"/>
      </w:pPr>
      <w:bookmarkStart w:id="10" w:name="_Toc464731319"/>
      <w:r>
        <w:t>3. The Bible says: God has fee</w:t>
      </w:r>
      <w:r w:rsidRPr="00B82B4B">
        <w:t>t</w:t>
      </w:r>
      <w:bookmarkEnd w:id="10"/>
    </w:p>
    <w:p w:rsidR="00B361CB" w:rsidRDefault="002125FA" w:rsidP="002125FA">
      <w:pPr>
        <w:pStyle w:val="libNormal"/>
      </w:pPr>
      <w:r>
        <w:t>Exodus 24:10</w:t>
      </w:r>
      <w:r w:rsidR="00B82B4B">
        <w:t>-</w:t>
      </w:r>
      <w:r>
        <w:t>11:</w:t>
      </w:r>
    </w:p>
    <w:p w:rsidR="00B361CB" w:rsidRPr="00B82B4B" w:rsidRDefault="002125FA" w:rsidP="00B82B4B">
      <w:pPr>
        <w:pStyle w:val="libNormal"/>
      </w:pPr>
      <w:r>
        <w:t>“And that saw the God of Israel. Under his feet was something like a pavement made of sapphire, clear as th</w:t>
      </w:r>
      <w:r w:rsidRPr="00B82B4B">
        <w:t>e</w:t>
      </w:r>
    </w:p>
    <w:p w:rsidR="002125FA" w:rsidRDefault="002125FA" w:rsidP="002125FA">
      <w:pPr>
        <w:pStyle w:val="libNormal"/>
      </w:pPr>
      <w:proofErr w:type="gramStart"/>
      <w:r>
        <w:t>sky</w:t>
      </w:r>
      <w:proofErr w:type="gramEnd"/>
      <w:r>
        <w:t xml:space="preserve"> itself. But God did not raise his hand against these leaders of the Israelites; they saw God and they ate and drank."</w:t>
      </w:r>
    </w:p>
    <w:p w:rsidR="00B361CB" w:rsidRPr="00B82B4B" w:rsidRDefault="002125FA" w:rsidP="00B82B4B">
      <w:pPr>
        <w:pStyle w:val="Heading2Center"/>
      </w:pPr>
      <w:bookmarkStart w:id="11" w:name="_Toc464731320"/>
      <w:r>
        <w:t>4. The Bible says: God has a place where He is see</w:t>
      </w:r>
      <w:r w:rsidRPr="00B82B4B">
        <w:t>n</w:t>
      </w:r>
      <w:bookmarkEnd w:id="11"/>
    </w:p>
    <w:p w:rsidR="00B361CB" w:rsidRDefault="002125FA" w:rsidP="002125FA">
      <w:pPr>
        <w:pStyle w:val="libNormal"/>
      </w:pPr>
      <w:r>
        <w:t>Revelation 4:2:</w:t>
      </w:r>
    </w:p>
    <w:p w:rsidR="002125FA" w:rsidRDefault="002125FA" w:rsidP="002125FA">
      <w:pPr>
        <w:pStyle w:val="libNormal"/>
      </w:pPr>
      <w:r>
        <w:t>"At once I was in the Spirit, and there before me was a throne in heaven with someone sitting on it. And the one who sat there had the appearance of jasper and carnelian. A rainbow, resembling an emerald, encircled the throne."</w:t>
      </w:r>
    </w:p>
    <w:p w:rsidR="00B361CB" w:rsidRPr="00B82B4B" w:rsidRDefault="002125FA" w:rsidP="00B82B4B">
      <w:pPr>
        <w:pStyle w:val="Heading2Center"/>
      </w:pPr>
      <w:bookmarkStart w:id="12" w:name="_Toc464731321"/>
      <w:r>
        <w:t>5. The Bible says: God walk</w:t>
      </w:r>
      <w:r w:rsidRPr="00B82B4B">
        <w:t>s</w:t>
      </w:r>
      <w:bookmarkEnd w:id="12"/>
    </w:p>
    <w:p w:rsidR="00B361CB" w:rsidRDefault="002125FA" w:rsidP="002125FA">
      <w:pPr>
        <w:pStyle w:val="libNormal"/>
      </w:pPr>
      <w:r>
        <w:t>Genesis 3:8:</w:t>
      </w:r>
    </w:p>
    <w:p w:rsidR="002125FA" w:rsidRDefault="002125FA" w:rsidP="002125FA">
      <w:pPr>
        <w:pStyle w:val="libNormal"/>
      </w:pPr>
      <w:r>
        <w:t>"Then the man and his wife heard the sound of the Lord God as he was walking in the garden in the cool of the day, and they hid from the Lord God among the trees of the garden."</w:t>
      </w:r>
    </w:p>
    <w:p w:rsidR="00B361CB" w:rsidRPr="00B82B4B" w:rsidRDefault="002125FA" w:rsidP="00B82B4B">
      <w:pPr>
        <w:pStyle w:val="Heading2Center"/>
      </w:pPr>
      <w:bookmarkStart w:id="13" w:name="_Toc464731322"/>
      <w:r>
        <w:t>6. The Bible says: God comes down upon a plac</w:t>
      </w:r>
      <w:r w:rsidRPr="00B82B4B">
        <w:t>e</w:t>
      </w:r>
      <w:bookmarkEnd w:id="13"/>
    </w:p>
    <w:p w:rsidR="00B361CB" w:rsidRDefault="002125FA" w:rsidP="002125FA">
      <w:pPr>
        <w:pStyle w:val="libNormal"/>
      </w:pPr>
      <w:r>
        <w:t>Exodus 19:20:</w:t>
      </w:r>
    </w:p>
    <w:p w:rsidR="002125FA" w:rsidRDefault="002125FA" w:rsidP="002125FA">
      <w:pPr>
        <w:pStyle w:val="libNormal"/>
      </w:pPr>
      <w:r>
        <w:t>"The Lord descended to the top of Mount Sinai and called Moses to the top of the mountain. So, Moses went up... "</w:t>
      </w:r>
    </w:p>
    <w:p w:rsidR="00B361CB" w:rsidRPr="00B82B4B" w:rsidRDefault="002125FA" w:rsidP="00B82B4B">
      <w:pPr>
        <w:pStyle w:val="Heading2Center"/>
      </w:pPr>
      <w:bookmarkStart w:id="14" w:name="_Toc464731323"/>
      <w:r>
        <w:t>7. The Bible says: God descends on a cloud and passes before a ma</w:t>
      </w:r>
      <w:r w:rsidRPr="00B82B4B">
        <w:t>n</w:t>
      </w:r>
      <w:bookmarkEnd w:id="14"/>
    </w:p>
    <w:p w:rsidR="00B361CB" w:rsidRDefault="002125FA" w:rsidP="002125FA">
      <w:pPr>
        <w:pStyle w:val="libNormal"/>
      </w:pPr>
      <w:r>
        <w:t>Exodus 34:5:</w:t>
      </w:r>
    </w:p>
    <w:p w:rsidR="002125FA" w:rsidRDefault="002125FA" w:rsidP="00B82B4B">
      <w:pPr>
        <w:pStyle w:val="libNormal"/>
      </w:pPr>
      <w:r>
        <w:t xml:space="preserve">"Then the Lord came down in the cloud and stood there with him and proclaimed his name, the Lord. And he passed in front of Moses, </w:t>
      </w:r>
      <w:r>
        <w:lastRenderedPageBreak/>
        <w:t>proclaiming, "The Lord, th</w:t>
      </w:r>
      <w:r w:rsidRPr="00B82B4B">
        <w:t>e</w:t>
      </w:r>
      <w:r w:rsidR="00B82B4B">
        <w:t xml:space="preserve"> </w:t>
      </w:r>
      <w:r>
        <w:t>compassionate and gracious God, slow to anger, abounding in love and faithfulness."</w:t>
      </w:r>
    </w:p>
    <w:p w:rsidR="00B361CB" w:rsidRPr="00B82B4B" w:rsidRDefault="002125FA" w:rsidP="00B82B4B">
      <w:pPr>
        <w:pStyle w:val="Heading2Center"/>
      </w:pPr>
      <w:bookmarkStart w:id="15" w:name="_Toc464731324"/>
      <w:r>
        <w:t>8. The Bible says: God chose a place to sta</w:t>
      </w:r>
      <w:r w:rsidRPr="00B82B4B">
        <w:t>y</w:t>
      </w:r>
      <w:bookmarkEnd w:id="15"/>
    </w:p>
    <w:p w:rsidR="00B361CB" w:rsidRDefault="002125FA" w:rsidP="002125FA">
      <w:pPr>
        <w:pStyle w:val="libNormal"/>
      </w:pPr>
      <w:r>
        <w:t>Psalms 132:13:</w:t>
      </w:r>
    </w:p>
    <w:p w:rsidR="002125FA" w:rsidRDefault="002125FA" w:rsidP="002125FA">
      <w:pPr>
        <w:pStyle w:val="libNormal"/>
      </w:pPr>
      <w:r>
        <w:t>"For the Lord has chosen Zion, he had desired it for his dwelling."</w:t>
      </w:r>
    </w:p>
    <w:p w:rsidR="00B361CB" w:rsidRPr="00B82B4B" w:rsidRDefault="002125FA" w:rsidP="00B82B4B">
      <w:pPr>
        <w:pStyle w:val="Heading2Center"/>
      </w:pPr>
      <w:bookmarkStart w:id="16" w:name="_Toc464731325"/>
      <w:r>
        <w:t>9. The Bible says: God is ignorant; He does not know the house of the believers except by token of blood on the house</w:t>
      </w:r>
      <w:r w:rsidRPr="00B82B4B">
        <w:t>s</w:t>
      </w:r>
      <w:bookmarkEnd w:id="16"/>
    </w:p>
    <w:p w:rsidR="00B361CB" w:rsidRDefault="002125FA" w:rsidP="002125FA">
      <w:pPr>
        <w:pStyle w:val="libNormal"/>
      </w:pPr>
      <w:r>
        <w:t>Exodus 12:12</w:t>
      </w:r>
      <w:r w:rsidR="00B82B4B">
        <w:t>-</w:t>
      </w:r>
      <w:r>
        <w:t>13:</w:t>
      </w:r>
    </w:p>
    <w:p w:rsidR="002125FA" w:rsidRDefault="002125FA" w:rsidP="002125FA">
      <w:pPr>
        <w:pStyle w:val="libNormal"/>
      </w:pPr>
      <w:r>
        <w:t xml:space="preserve">"On that same night I will pass through Egypt and strike down every firstborn </w:t>
      </w:r>
      <w:r w:rsidR="00B82B4B">
        <w:t>-</w:t>
      </w:r>
      <w:r>
        <w:t xml:space="preserve"> both men and animals </w:t>
      </w:r>
      <w:r w:rsidR="00B82B4B">
        <w:t>-</w:t>
      </w:r>
      <w:r>
        <w:t xml:space="preserve"> and I will bring judgment on all the gods of Egypt. I am the Lord. The blood will be a sign for you on the houses where you are; and when I see the blood, I will pass over you. No destructive plague will touch you when I strike Egypt."</w:t>
      </w:r>
    </w:p>
    <w:p w:rsidR="00B361CB" w:rsidRPr="00B82B4B" w:rsidRDefault="002125FA" w:rsidP="00B82B4B">
      <w:pPr>
        <w:pStyle w:val="Heading2Center"/>
      </w:pPr>
      <w:bookmarkStart w:id="17" w:name="_Toc464731326"/>
      <w:r>
        <w:t>10. The Bible says: God does not know where a man was hidden or who taught the ma</w:t>
      </w:r>
      <w:r w:rsidRPr="00B82B4B">
        <w:t>n</w:t>
      </w:r>
      <w:bookmarkEnd w:id="17"/>
    </w:p>
    <w:p w:rsidR="00B361CB" w:rsidRDefault="002125FA" w:rsidP="002125FA">
      <w:pPr>
        <w:pStyle w:val="libNormal"/>
      </w:pPr>
      <w:r>
        <w:t>Genesis 3:9</w:t>
      </w:r>
      <w:r w:rsidR="00B82B4B">
        <w:t>-</w:t>
      </w:r>
      <w:r>
        <w:t>11:</w:t>
      </w:r>
    </w:p>
    <w:p w:rsidR="002125FA" w:rsidRDefault="002125FA" w:rsidP="002125FA">
      <w:pPr>
        <w:pStyle w:val="libNormal"/>
      </w:pPr>
      <w:r>
        <w:t>"But the Lord God called to the man, "Where are you?" He answered, "I heard you in the garden, and I was afraid because I was naked; so I hid." And he said, "Who told you that you were naked? Have you eaten from the tree that I commanded you not to eat from?"</w:t>
      </w:r>
    </w:p>
    <w:p w:rsidR="00B361CB" w:rsidRPr="00B82B4B" w:rsidRDefault="002125FA" w:rsidP="00B82B4B">
      <w:pPr>
        <w:pStyle w:val="Heading2Center"/>
      </w:pPr>
      <w:bookmarkStart w:id="18" w:name="_Toc464731327"/>
      <w:r>
        <w:t>11. The Bible says: God breaks His promise</w:t>
      </w:r>
      <w:r w:rsidRPr="00B82B4B">
        <w:t>s</w:t>
      </w:r>
      <w:bookmarkEnd w:id="18"/>
    </w:p>
    <w:p w:rsidR="00B361CB" w:rsidRDefault="002125FA" w:rsidP="002125FA">
      <w:pPr>
        <w:pStyle w:val="libNormal"/>
      </w:pPr>
      <w:r>
        <w:t>Samuel I 2:30</w:t>
      </w:r>
      <w:r w:rsidR="00B82B4B">
        <w:t>-</w:t>
      </w:r>
      <w:r>
        <w:t>31:</w:t>
      </w:r>
    </w:p>
    <w:p w:rsidR="00B361CB" w:rsidRPr="00B82B4B" w:rsidRDefault="002125FA" w:rsidP="00B82B4B">
      <w:pPr>
        <w:pStyle w:val="libNormal"/>
      </w:pPr>
      <w:r>
        <w:t>"Therefore the Lord, the God of Israel, declares, "I promised that your house and your father's house woul</w:t>
      </w:r>
      <w:r w:rsidRPr="00B82B4B">
        <w:t>d</w:t>
      </w:r>
    </w:p>
    <w:p w:rsidR="00B361CB" w:rsidRDefault="002125FA" w:rsidP="002125FA">
      <w:pPr>
        <w:pStyle w:val="libNormal"/>
      </w:pPr>
      <w:proofErr w:type="gramStart"/>
      <w:r>
        <w:t>minister</w:t>
      </w:r>
      <w:proofErr w:type="gramEnd"/>
      <w:r>
        <w:t xml:space="preserve"> before me </w:t>
      </w:r>
      <w:proofErr w:type="spellStart"/>
      <w:r>
        <w:t>for ever</w:t>
      </w:r>
      <w:proofErr w:type="spellEnd"/>
      <w:r>
        <w:t xml:space="preserve">." But now, the Lord declares: "Far be it from me. Those who </w:t>
      </w:r>
      <w:proofErr w:type="spellStart"/>
      <w:r>
        <w:t>honour</w:t>
      </w:r>
      <w:proofErr w:type="spellEnd"/>
      <w:r>
        <w:t xml:space="preserve"> me I will </w:t>
      </w:r>
      <w:proofErr w:type="spellStart"/>
      <w:r>
        <w:t>honour</w:t>
      </w:r>
      <w:proofErr w:type="spellEnd"/>
      <w:r>
        <w:t>, but those who despise me will be disdained. The time is coming when I will cut short your strength and the strength of your father's house, so that there will not be an old man in your family line"</w:t>
      </w:r>
    </w:p>
    <w:p w:rsidR="00B361CB" w:rsidRDefault="002125FA" w:rsidP="002125FA">
      <w:pPr>
        <w:pStyle w:val="libNormal"/>
      </w:pPr>
      <w:r>
        <w:t>God is far from this false accusation. For example, God is said to have promised Eli that his priesthood would be forever, for him and his descendants, but later He did not fulfill that promise.</w:t>
      </w:r>
    </w:p>
    <w:p w:rsidR="00B361CB" w:rsidRDefault="002125FA" w:rsidP="002125FA">
      <w:pPr>
        <w:pStyle w:val="libNormal"/>
      </w:pPr>
      <w:r>
        <w:t>Also in Samuel I13: 13</w:t>
      </w:r>
      <w:r w:rsidR="00B82B4B">
        <w:t>-</w:t>
      </w:r>
      <w:r>
        <w:t>14:</w:t>
      </w:r>
    </w:p>
    <w:p w:rsidR="00B361CB" w:rsidRDefault="002125FA" w:rsidP="002125FA">
      <w:pPr>
        <w:pStyle w:val="libNormal"/>
      </w:pPr>
      <w:r>
        <w:t>"You acted foolishly," Samuel said. "You have not kept the command the Lord your God gave you; if you had, he would have established your kingdom over Israel for all time. But now your kingdom will not endure, the Lord has sought out a man after his own heart and appointed him leader of his people, because you have not kept the Lord's command."</w:t>
      </w:r>
    </w:p>
    <w:p w:rsidR="002125FA" w:rsidRDefault="002125FA" w:rsidP="002125FA">
      <w:pPr>
        <w:pStyle w:val="libNormal"/>
      </w:pPr>
      <w:r>
        <w:t>God is far from such a false accusation i.e. promising Saul that his kingdom would be forever, but later breaking it and giving his kingdom to another man.</w:t>
      </w:r>
    </w:p>
    <w:p w:rsidR="00B361CB" w:rsidRPr="00B82B4B" w:rsidRDefault="002125FA" w:rsidP="00B82B4B">
      <w:pPr>
        <w:pStyle w:val="Heading2Center"/>
      </w:pPr>
      <w:bookmarkStart w:id="19" w:name="_Toc464731328"/>
      <w:r>
        <w:t>12. The Bible says: God is foolish and wea</w:t>
      </w:r>
      <w:r w:rsidRPr="00B82B4B">
        <w:t>k</w:t>
      </w:r>
      <w:bookmarkEnd w:id="19"/>
    </w:p>
    <w:p w:rsidR="00B361CB" w:rsidRDefault="002125FA" w:rsidP="002125FA">
      <w:pPr>
        <w:pStyle w:val="libNormal"/>
      </w:pPr>
      <w:r>
        <w:t>Corinthians I 1:25:</w:t>
      </w:r>
    </w:p>
    <w:p w:rsidR="002125FA" w:rsidRDefault="002125FA" w:rsidP="002125FA">
      <w:pPr>
        <w:pStyle w:val="libNormal"/>
      </w:pPr>
      <w:r>
        <w:t>"For the foolishness of God is wiser than man's wisdom, and the weakness of God is stronger than man's strength."</w:t>
      </w:r>
    </w:p>
    <w:p w:rsidR="00B361CB" w:rsidRPr="00B82B4B" w:rsidRDefault="002125FA" w:rsidP="00B82B4B">
      <w:pPr>
        <w:pStyle w:val="Heading2Center"/>
      </w:pPr>
      <w:bookmarkStart w:id="20" w:name="_Toc464731329"/>
      <w:r>
        <w:lastRenderedPageBreak/>
        <w:t>13. The Bible says: God grieve</w:t>
      </w:r>
      <w:r w:rsidRPr="00B82B4B">
        <w:t>s</w:t>
      </w:r>
      <w:bookmarkEnd w:id="20"/>
    </w:p>
    <w:p w:rsidR="00B361CB" w:rsidRDefault="002125FA" w:rsidP="002125FA">
      <w:pPr>
        <w:pStyle w:val="libNormal"/>
      </w:pPr>
      <w:r>
        <w:t>Samuel I15:10:</w:t>
      </w:r>
    </w:p>
    <w:p w:rsidR="00B361CB" w:rsidRDefault="002125FA" w:rsidP="002125FA">
      <w:pPr>
        <w:pStyle w:val="libNormal"/>
      </w:pPr>
      <w:r>
        <w:t>"Then the word of the Lord came to Samuel: "I am grieved that I have made Saul king, because he has turned away from me and has not carried out my instructions."</w:t>
      </w:r>
    </w:p>
    <w:p w:rsidR="00B361CB" w:rsidRPr="00B82B4B" w:rsidRDefault="002125FA" w:rsidP="00B82B4B">
      <w:pPr>
        <w:pStyle w:val="Heading2Center"/>
      </w:pPr>
      <w:bookmarkStart w:id="21" w:name="_Toc464731330"/>
      <w:r>
        <w:t>14. The Bible says: God repent</w:t>
      </w:r>
      <w:r w:rsidRPr="00B82B4B">
        <w:t>s</w:t>
      </w:r>
      <w:bookmarkEnd w:id="21"/>
    </w:p>
    <w:p w:rsidR="00B361CB" w:rsidRDefault="002125FA" w:rsidP="002125FA">
      <w:pPr>
        <w:pStyle w:val="libNormal"/>
      </w:pPr>
      <w:r>
        <w:t>Exodus 32:14:</w:t>
      </w:r>
    </w:p>
    <w:p w:rsidR="002125FA" w:rsidRDefault="002125FA" w:rsidP="002125FA">
      <w:pPr>
        <w:pStyle w:val="libNormal"/>
      </w:pPr>
      <w:r>
        <w:t>"Then God repented and did not bring on his people the disaster he had threatened."</w:t>
      </w:r>
    </w:p>
    <w:p w:rsidR="00B361CB" w:rsidRPr="00B82B4B" w:rsidRDefault="002125FA" w:rsidP="00B82B4B">
      <w:pPr>
        <w:pStyle w:val="Heading2Center"/>
      </w:pPr>
      <w:bookmarkStart w:id="22" w:name="_Toc464731331"/>
      <w:r>
        <w:t>15. The Bible says: God feels sorry for what He has don</w:t>
      </w:r>
      <w:r w:rsidRPr="00B82B4B">
        <w:t>e</w:t>
      </w:r>
      <w:bookmarkEnd w:id="22"/>
    </w:p>
    <w:p w:rsidR="00B361CB" w:rsidRDefault="002125FA" w:rsidP="002125FA">
      <w:pPr>
        <w:pStyle w:val="libNormal"/>
      </w:pPr>
      <w:r>
        <w:t>Genesis 6:6</w:t>
      </w:r>
      <w:r w:rsidR="00B82B4B">
        <w:t>-</w:t>
      </w:r>
      <w:r>
        <w:t>7:</w:t>
      </w:r>
    </w:p>
    <w:p w:rsidR="002125FA" w:rsidRDefault="002125FA" w:rsidP="002125FA">
      <w:pPr>
        <w:pStyle w:val="libNormal"/>
      </w:pPr>
      <w:r>
        <w:t xml:space="preserve">"The LORD was grieved that he had made man on the earth, and his heart was filled with pain. So, the LORD said, "I will wipe mankind, whom I have created, from the face of the earth </w:t>
      </w:r>
      <w:r w:rsidR="00B82B4B">
        <w:t>-</w:t>
      </w:r>
      <w:r>
        <w:t xml:space="preserve"> men and animals, and creatures that move along the </w:t>
      </w:r>
      <w:proofErr w:type="gramStart"/>
      <w:r>
        <w:t>ground,</w:t>
      </w:r>
      <w:proofErr w:type="gramEnd"/>
      <w:r>
        <w:t xml:space="preserve"> and birds of the air </w:t>
      </w:r>
      <w:r w:rsidR="00B82B4B">
        <w:t>-</w:t>
      </w:r>
      <w:r>
        <w:t xml:space="preserve"> for I am grieved that I have made them."</w:t>
      </w:r>
    </w:p>
    <w:p w:rsidR="00B361CB" w:rsidRPr="00B82B4B" w:rsidRDefault="002125FA" w:rsidP="00B82B4B">
      <w:pPr>
        <w:pStyle w:val="Heading2Center"/>
      </w:pPr>
      <w:bookmarkStart w:id="23" w:name="_Toc464731332"/>
      <w:r>
        <w:t>16. God is said to have wrestled with a ma</w:t>
      </w:r>
      <w:r w:rsidRPr="00B82B4B">
        <w:t>n</w:t>
      </w:r>
      <w:bookmarkEnd w:id="23"/>
    </w:p>
    <w:p w:rsidR="00B361CB" w:rsidRDefault="002125FA" w:rsidP="002125FA">
      <w:pPr>
        <w:pStyle w:val="libNormal"/>
      </w:pPr>
      <w:r>
        <w:t>Genesis 32:24</w:t>
      </w:r>
      <w:r w:rsidR="00B82B4B">
        <w:t>-</w:t>
      </w:r>
      <w:r>
        <w:t>30:</w:t>
      </w:r>
    </w:p>
    <w:p w:rsidR="00B361CB" w:rsidRDefault="002125FA" w:rsidP="002125FA">
      <w:pPr>
        <w:pStyle w:val="libNormal"/>
      </w:pPr>
      <w:r>
        <w:t xml:space="preserve">"So Jacob was left alone, and a man wrestled with him till daybreak. When the man saw that he could not overpower him, he touched the socket of Jacob's hip so that hi hip was wrenched as he wrestled with the man. "Let me go, for it is daybreak." But Jacob replied, "I will not let you go unless you bless me." The man asked him, "What is your name?" "Jacob," he answered. Then the man said, "Your name will no longer be Jacob, but Israel, because you have struggled with God and with men and have overcome. Jacob said, "Please tell me your name." But he replied, "Why do you ask my name?" Then he blessed him there. So Jacob called the place </w:t>
      </w:r>
      <w:proofErr w:type="spellStart"/>
      <w:r>
        <w:t>Peniel</w:t>
      </w:r>
      <w:proofErr w:type="spellEnd"/>
      <w:r>
        <w:t>, saying, "It is because I saw God face to face, and yet my life was spared."</w:t>
      </w:r>
    </w:p>
    <w:p w:rsidR="00B361CB" w:rsidRPr="00B82B4B" w:rsidRDefault="002125FA" w:rsidP="00B82B4B">
      <w:pPr>
        <w:pStyle w:val="Heading2Center"/>
      </w:pPr>
      <w:bookmarkStart w:id="24" w:name="_Toc464731333"/>
      <w:r>
        <w:t>17. God tells a lie, while the serpent speaks the trut</w:t>
      </w:r>
      <w:r w:rsidRPr="00B82B4B">
        <w:t>h</w:t>
      </w:r>
      <w:bookmarkEnd w:id="24"/>
    </w:p>
    <w:p w:rsidR="00B361CB" w:rsidRDefault="002125FA" w:rsidP="002125FA">
      <w:pPr>
        <w:pStyle w:val="libNormal"/>
      </w:pPr>
      <w:r>
        <w:t>Genesis 3:3</w:t>
      </w:r>
      <w:r w:rsidR="00B82B4B">
        <w:t>-</w:t>
      </w:r>
      <w:r>
        <w:t>5:</w:t>
      </w:r>
    </w:p>
    <w:p w:rsidR="00B361CB" w:rsidRDefault="002125FA" w:rsidP="002125FA">
      <w:pPr>
        <w:pStyle w:val="libNormal"/>
      </w:pPr>
      <w:r>
        <w:t>"But God did say, "You must not eat fruit from the tree that is in the middle of the garden, and you must not touch it, or you will die." "You will not surely die," the serpent said to the woman, "For God knows that when you eat of it your eyes will be opened, and you will be like God, knowing good and evil."</w:t>
      </w:r>
    </w:p>
    <w:p w:rsidR="002125FA" w:rsidRDefault="002125FA" w:rsidP="002125FA">
      <w:pPr>
        <w:pStyle w:val="libNormal"/>
      </w:pPr>
      <w:r>
        <w:t>The chapter continues by saying that Adam and Eve went on to eat from the forbidden fruit and events ensued which cannot be attributable to Almighty God.</w:t>
      </w:r>
    </w:p>
    <w:p w:rsidR="00B361CB" w:rsidRPr="00B82B4B" w:rsidRDefault="002125FA" w:rsidP="00B82B4B">
      <w:pPr>
        <w:pStyle w:val="Heading2Center"/>
      </w:pPr>
      <w:bookmarkStart w:id="25" w:name="_Toc464731334"/>
      <w:r>
        <w:t>18. The Bible says: God came down from heaven to break the people's unit</w:t>
      </w:r>
      <w:r w:rsidRPr="00B82B4B">
        <w:t>y</w:t>
      </w:r>
      <w:bookmarkEnd w:id="25"/>
    </w:p>
    <w:p w:rsidR="00B361CB" w:rsidRDefault="002125FA" w:rsidP="002125FA">
      <w:pPr>
        <w:pStyle w:val="libNormal"/>
      </w:pPr>
      <w:r>
        <w:t>God is said to have come down from heaven in order to break the unity between the people by making them unable to understand each other's language. Is it for that reason that God is afraid of their unity?</w:t>
      </w:r>
    </w:p>
    <w:p w:rsidR="00B361CB" w:rsidRPr="00B82B4B" w:rsidRDefault="002125FA" w:rsidP="00B82B4B">
      <w:pPr>
        <w:pStyle w:val="libNormal"/>
      </w:pPr>
      <w:r>
        <w:lastRenderedPageBreak/>
        <w:t xml:space="preserve">"Now the whole world had one language and a common speech. As men moved eastwards, they found a plain in Shinar and settled there. They said to each other, "Come, let's make bricks and bake them thoroughly." They used bread instead of stone, and tar instead of </w:t>
      </w:r>
      <w:proofErr w:type="spellStart"/>
      <w:r>
        <w:t>morter</w:t>
      </w:r>
      <w:proofErr w:type="spellEnd"/>
      <w:r>
        <w:t>. Then they said, "Come, let us build ourselves a city, with a tower that reaches to heavens, so that we may make a name for ourselves and not be scattered over the face of the whole earth." But the LORD came down to see the city and the tower that the men were building. The LORD said, "If as one people speaking the same language they have begun to do this, then nothing they plan to do will be impossible for them. Come, let us go down and confuse their language so they will not understand each other." So, the LOR</w:t>
      </w:r>
      <w:r w:rsidRPr="00B82B4B">
        <w:t>D</w:t>
      </w:r>
    </w:p>
    <w:p w:rsidR="002125FA" w:rsidRDefault="002125FA" w:rsidP="002125FA">
      <w:pPr>
        <w:pStyle w:val="libNormal"/>
      </w:pPr>
      <w:proofErr w:type="gramStart"/>
      <w:r>
        <w:t>scattered</w:t>
      </w:r>
      <w:proofErr w:type="gramEnd"/>
      <w:r>
        <w:t xml:space="preserve"> them from there over all the earth, and they stopped building the city. That is why it is called Babel </w:t>
      </w:r>
      <w:r w:rsidR="00B82B4B">
        <w:t>-</w:t>
      </w:r>
      <w:r>
        <w:t xml:space="preserve"> because there the LORD confused the language of the whole world. From there the LORD scattered them over the face of the whole earth."</w:t>
      </w:r>
    </w:p>
    <w:p w:rsidR="00B361CB" w:rsidRPr="00B82B4B" w:rsidRDefault="002125FA" w:rsidP="00B82B4B">
      <w:pPr>
        <w:pStyle w:val="Heading2Center"/>
      </w:pPr>
      <w:bookmarkStart w:id="26" w:name="_Toc464731335"/>
      <w:r>
        <w:t>19. God contradicts himself by his action</w:t>
      </w:r>
      <w:r w:rsidRPr="00B82B4B">
        <w:t>s</w:t>
      </w:r>
      <w:bookmarkEnd w:id="26"/>
    </w:p>
    <w:p w:rsidR="00B361CB" w:rsidRDefault="002125FA" w:rsidP="002125FA">
      <w:pPr>
        <w:pStyle w:val="libNormal"/>
      </w:pPr>
      <w:r>
        <w:t>Genesis 6:3:</w:t>
      </w:r>
    </w:p>
    <w:p w:rsidR="00B361CB" w:rsidRDefault="002125FA" w:rsidP="002125FA">
      <w:pPr>
        <w:pStyle w:val="libNormal"/>
      </w:pPr>
      <w:r>
        <w:t>"Then the LORD said, "My Spirit will not contend with man forever, for he is mortal; his days will be a hundred and twenty years."</w:t>
      </w:r>
    </w:p>
    <w:p w:rsidR="00B361CB" w:rsidRDefault="002125FA" w:rsidP="002125FA">
      <w:pPr>
        <w:pStyle w:val="libNormal"/>
      </w:pPr>
      <w:r>
        <w:t>Let us look at Genesis 9:28 to see if God abided by his words or if in fact He contradicted Himself:</w:t>
      </w:r>
    </w:p>
    <w:p w:rsidR="00B361CB" w:rsidRDefault="002125FA" w:rsidP="002125FA">
      <w:pPr>
        <w:pStyle w:val="libNormal"/>
      </w:pPr>
      <w:r>
        <w:t>"After the flood, Noah lived 350 years. Altogether, Noah lived 950 years, and then he died."</w:t>
      </w:r>
    </w:p>
    <w:p w:rsidR="002125FA" w:rsidRDefault="002125FA" w:rsidP="002125FA">
      <w:pPr>
        <w:pStyle w:val="libNormal"/>
      </w:pPr>
      <w:r>
        <w:t>It is thus clear that the 120 years already specified as man's lifetime by God have been surpassed.</w:t>
      </w:r>
    </w:p>
    <w:p w:rsidR="00B361CB" w:rsidRPr="00B82B4B" w:rsidRDefault="002125FA" w:rsidP="00B82B4B">
      <w:pPr>
        <w:pStyle w:val="Heading2Center"/>
      </w:pPr>
      <w:bookmarkStart w:id="27" w:name="_Toc464731336"/>
      <w:r>
        <w:t>20. God is described as an angel, or vice vers</w:t>
      </w:r>
      <w:r w:rsidRPr="00B82B4B">
        <w:t>a</w:t>
      </w:r>
      <w:bookmarkEnd w:id="27"/>
    </w:p>
    <w:p w:rsidR="00B361CB" w:rsidRDefault="002125FA" w:rsidP="002125FA">
      <w:pPr>
        <w:pStyle w:val="libNormal"/>
      </w:pPr>
      <w:r>
        <w:t>Genesis 16:9:</w:t>
      </w:r>
    </w:p>
    <w:p w:rsidR="00B361CB" w:rsidRDefault="002125FA" w:rsidP="002125FA">
      <w:pPr>
        <w:pStyle w:val="libNormal"/>
      </w:pPr>
      <w:r>
        <w:t>"Then the angel of the LORD told her, "Go back to your mistress and submit to her. The angel added, "I will so increase your descendants that they will be too numerous to count. The angel of the LORD also said to her, "You are now with child and you will have a son. You shall name him Ishmael, for the LORD has heard of your misery. He will be a wild donkey of a man; his hand will be against everyone and everyone's hand against him, and he will live in hostility towards all his brothers." She gave this name to LORD who spoke to her: "You are the God who sees me," for she said, "I have now seen the One who sees me.”</w:t>
      </w:r>
    </w:p>
    <w:p w:rsidR="002125FA" w:rsidRDefault="002125FA" w:rsidP="002125FA">
      <w:pPr>
        <w:pStyle w:val="libNormal"/>
      </w:pPr>
      <w:r>
        <w:t>How can these statements be Gospel or Revelation? Wisdom alone tells us that this cannot possibly be the case. These traits cannot be associated with Almighty God. The statements are therefore all wrong.</w:t>
      </w:r>
    </w:p>
    <w:p w:rsidR="00B361CB" w:rsidRPr="00B82B4B" w:rsidRDefault="002125FA" w:rsidP="00B82B4B">
      <w:pPr>
        <w:pStyle w:val="Heading2Center"/>
      </w:pPr>
      <w:bookmarkStart w:id="28" w:name="_Toc464731337"/>
      <w:r>
        <w:t>Old Testament Denies Gods' Knowledge that Adam was Nake</w:t>
      </w:r>
      <w:r w:rsidRPr="00B82B4B">
        <w:t>d</w:t>
      </w:r>
      <w:bookmarkEnd w:id="28"/>
    </w:p>
    <w:p w:rsidR="00B361CB" w:rsidRDefault="002125FA" w:rsidP="002125FA">
      <w:pPr>
        <w:pStyle w:val="libNormal"/>
      </w:pPr>
      <w:proofErr w:type="gramStart"/>
      <w:r>
        <w:t>According to Genesis 3:11, God is said to have asked Adam, "Who told you that you were naked?"</w:t>
      </w:r>
      <w:proofErr w:type="gramEnd"/>
      <w:r>
        <w:t xml:space="preserve"> If God did not know that Adam was naked, then why was he questioning him about it? If we read further into the verse, we see that God apparently did not know that Adam had for sure eaten from the </w:t>
      </w:r>
      <w:r>
        <w:lastRenderedPageBreak/>
        <w:t>forbidden tree and, too, questioned him about that. Adam explains that Eve had given him the fruit.</w:t>
      </w:r>
    </w:p>
    <w:p w:rsidR="00B361CB" w:rsidRDefault="002125FA" w:rsidP="002125FA">
      <w:pPr>
        <w:pStyle w:val="libNormal"/>
      </w:pPr>
      <w:r>
        <w:t>How can we therefore raise the Old Testament to the level of God's Gospel? The only level it should attain is that of ignorance.</w:t>
      </w:r>
    </w:p>
    <w:p w:rsidR="002125FA" w:rsidRDefault="002125FA" w:rsidP="002125FA">
      <w:pPr>
        <w:pStyle w:val="libNormal"/>
      </w:pPr>
      <w:r>
        <w:t>Now, as regards the serpent. The Lord; Almighty God damned the serpent in the Old Testament for showing Adam (God's chosen Creation) the way to the knowledge of good and evil. Knowing the difference between good and evil is a great virtue and we should thank the ones who show us how to attain this great virtue, which will show us the way to Heaven. Therefore, this indeed cannot be Gospel from God.</w:t>
      </w:r>
    </w:p>
    <w:p w:rsidR="00B361CB" w:rsidRPr="00B82B4B" w:rsidRDefault="002125FA" w:rsidP="00B82B4B">
      <w:pPr>
        <w:pStyle w:val="Heading2Center"/>
      </w:pPr>
      <w:bookmarkStart w:id="29" w:name="_Toc464731338"/>
      <w:r>
        <w:t>God Making another Go</w:t>
      </w:r>
      <w:r w:rsidRPr="00B82B4B">
        <w:t>d</w:t>
      </w:r>
      <w:bookmarkEnd w:id="29"/>
    </w:p>
    <w:p w:rsidR="00B361CB" w:rsidRDefault="002125FA" w:rsidP="002125FA">
      <w:pPr>
        <w:pStyle w:val="libNormal"/>
      </w:pPr>
      <w:r>
        <w:t>Progressing through the Old Testament, we come across another astonishing point:</w:t>
      </w:r>
    </w:p>
    <w:p w:rsidR="00B361CB" w:rsidRDefault="002125FA" w:rsidP="002125FA">
      <w:pPr>
        <w:pStyle w:val="libNormal"/>
      </w:pPr>
      <w:r>
        <w:t>Exodus 7:1:</w:t>
      </w:r>
    </w:p>
    <w:p w:rsidR="00B361CB" w:rsidRDefault="002125FA" w:rsidP="002125FA">
      <w:pPr>
        <w:pStyle w:val="libNormal"/>
      </w:pPr>
      <w:r>
        <w:t>"Then the LORD said to Moses, "See, I have made you like God to Pharaoh, and your brother Aaron will be your prophet."</w:t>
      </w:r>
    </w:p>
    <w:p w:rsidR="00B361CB" w:rsidRDefault="002125FA" w:rsidP="002125FA">
      <w:pPr>
        <w:pStyle w:val="libNormal"/>
      </w:pPr>
      <w:r>
        <w:t>Are we to assume from this statement that God is not the only God, because He Himself sees others as partners for Himself, and they in turn have prophets?</w:t>
      </w:r>
    </w:p>
    <w:p w:rsidR="00B361CB" w:rsidRDefault="002125FA" w:rsidP="002125FA">
      <w:pPr>
        <w:pStyle w:val="libNormal"/>
      </w:pPr>
      <w:r>
        <w:t>You may, by now, have some feeling as to how the writers of the Old Testament have injured the Lord God and how bravely they have changed His words, construing them and even turning them into lies. Please give it careful consideration and you will see that anyone with a little wisdom would ask, 'Why should God create another God besides Himself and give him a prophet?' Are these not blind statements and man</w:t>
      </w:r>
      <w:r w:rsidR="00B82B4B">
        <w:t>-</w:t>
      </w:r>
      <w:r>
        <w:t>made lies?</w:t>
      </w:r>
    </w:p>
    <w:p w:rsidR="002125FA" w:rsidRDefault="002125FA" w:rsidP="002125FA">
      <w:pPr>
        <w:pStyle w:val="libNormal"/>
      </w:pPr>
      <w:r>
        <w:t>Dear Christian friend, how could you believe such a thing to be the Gospel from God?</w:t>
      </w:r>
    </w:p>
    <w:p w:rsidR="00B361CB" w:rsidRPr="00B82B4B" w:rsidRDefault="002125FA" w:rsidP="00B82B4B">
      <w:pPr>
        <w:pStyle w:val="Heading2Center"/>
      </w:pPr>
      <w:bookmarkStart w:id="30" w:name="_Toc464731339"/>
      <w:r>
        <w:t>A Short Summary on Why God Cannot be See</w:t>
      </w:r>
      <w:r w:rsidRPr="00B82B4B">
        <w:t>n</w:t>
      </w:r>
      <w:bookmarkEnd w:id="30"/>
    </w:p>
    <w:p w:rsidR="00B361CB" w:rsidRDefault="002125FA" w:rsidP="002125FA">
      <w:pPr>
        <w:pStyle w:val="libNormal"/>
      </w:pPr>
      <w:r>
        <w:t xml:space="preserve">Every matter or body is a physical property that has been created. It cannot be considered a creator. Everybody or physical matter that we can see depends on several things; first, a place; this the law of physics, to fill a certain area, and, second, light, which has to be reflected from its body and enter our eyes in order for us to see other forms such as shape, direction, </w:t>
      </w:r>
      <w:proofErr w:type="spellStart"/>
      <w:r>
        <w:t>colour</w:t>
      </w:r>
      <w:proofErr w:type="spellEnd"/>
      <w:r>
        <w:t xml:space="preserve"> or other things, such as temperature and pressure in order to beget form.</w:t>
      </w:r>
    </w:p>
    <w:p w:rsidR="00B361CB" w:rsidRPr="00B82B4B" w:rsidRDefault="002125FA" w:rsidP="00B82B4B">
      <w:pPr>
        <w:pStyle w:val="libNormal"/>
      </w:pPr>
      <w:r>
        <w:t>This is not the place to give a course in physics but we see from the aforementioned discussion that if God were matter, He would need all of the above and much more. This is surely impossible for God. Besides, a body is limited by three dimensions. To be in one place, Go</w:t>
      </w:r>
      <w:r w:rsidRPr="00B82B4B">
        <w:t>d</w:t>
      </w:r>
    </w:p>
    <w:p w:rsidR="00B361CB" w:rsidRDefault="002125FA" w:rsidP="002125FA">
      <w:pPr>
        <w:pStyle w:val="libNormal"/>
      </w:pPr>
      <w:proofErr w:type="gramStart"/>
      <w:r>
        <w:t>would</w:t>
      </w:r>
      <w:proofErr w:type="gramEnd"/>
      <w:r>
        <w:t xml:space="preserve"> need to walk, but God is everywhere, so how could he be a physical body. Almighty God is independent of all needs.</w:t>
      </w:r>
    </w:p>
    <w:p w:rsidR="00B361CB" w:rsidRDefault="002125FA" w:rsidP="002125FA">
      <w:pPr>
        <w:pStyle w:val="libNormal"/>
      </w:pPr>
      <w:r>
        <w:t>In Genesis 3:8, the following is written:</w:t>
      </w:r>
    </w:p>
    <w:p w:rsidR="00B361CB" w:rsidRDefault="002125FA" w:rsidP="002125FA">
      <w:pPr>
        <w:pStyle w:val="libNormal"/>
      </w:pPr>
      <w:r>
        <w:t>"Then the man and his wife heard the sound of the LORD God as he was walking in the garden in the cool of the day, and they hid from the LORD God among the trees of the garden."</w:t>
      </w:r>
    </w:p>
    <w:p w:rsidR="002125FA" w:rsidRDefault="002125FA" w:rsidP="002125FA">
      <w:pPr>
        <w:pStyle w:val="libNormal"/>
      </w:pPr>
      <w:r>
        <w:t>This idea may be good for making movies, but not for the wise, thinking human being.</w:t>
      </w:r>
    </w:p>
    <w:p w:rsidR="00B361CB" w:rsidRPr="00B82B4B" w:rsidRDefault="002125FA" w:rsidP="00B82B4B">
      <w:pPr>
        <w:pStyle w:val="Heading2Center"/>
      </w:pPr>
      <w:bookmarkStart w:id="31" w:name="_Toc464731340"/>
      <w:r>
        <w:lastRenderedPageBreak/>
        <w:t>The Old Testament Has Several God</w:t>
      </w:r>
      <w:r w:rsidRPr="00B82B4B">
        <w:t>s</w:t>
      </w:r>
      <w:bookmarkEnd w:id="31"/>
    </w:p>
    <w:p w:rsidR="00B361CB" w:rsidRDefault="002125FA" w:rsidP="002125FA">
      <w:pPr>
        <w:pStyle w:val="libNormal"/>
      </w:pPr>
      <w:r>
        <w:t>In Genesis 3:22 it is written:</w:t>
      </w:r>
    </w:p>
    <w:p w:rsidR="00B361CB" w:rsidRDefault="002125FA" w:rsidP="002125FA">
      <w:pPr>
        <w:pStyle w:val="libNormal"/>
      </w:pPr>
      <w:r>
        <w:t>"And the LORD God said, "The man has now become like one of us, knowing good and evil."</w:t>
      </w:r>
    </w:p>
    <w:p w:rsidR="00B361CB" w:rsidRDefault="002125FA" w:rsidP="002125FA">
      <w:pPr>
        <w:pStyle w:val="libNormal"/>
      </w:pPr>
      <w:r>
        <w:t>Once again, we cannot relate these words to Glorious God. This phrase means, quite clearly, that other gods exist besides God, and that Adam is going to be like one of them, knowing good and evil. This cannot be Gospel from God by any means.</w:t>
      </w:r>
    </w:p>
    <w:p w:rsidR="00B361CB" w:rsidRDefault="002125FA" w:rsidP="002125FA">
      <w:pPr>
        <w:pStyle w:val="libNormal"/>
      </w:pPr>
      <w:r>
        <w:t>The Old Testament also implies that God is afraid of Adam, as we see from Genesis 3:22:</w:t>
      </w:r>
    </w:p>
    <w:p w:rsidR="00B361CB" w:rsidRDefault="002125FA" w:rsidP="002125FA">
      <w:pPr>
        <w:pStyle w:val="libNormal"/>
      </w:pPr>
      <w:r>
        <w:t xml:space="preserve">"He must not be allowed to reach out his hand and take also from the tree of life and eat, and live </w:t>
      </w:r>
      <w:proofErr w:type="spellStart"/>
      <w:r>
        <w:t>for ever</w:t>
      </w:r>
      <w:proofErr w:type="spellEnd"/>
      <w:r>
        <w:t>."</w:t>
      </w:r>
    </w:p>
    <w:p w:rsidR="00B361CB" w:rsidRDefault="002125FA" w:rsidP="002125FA">
      <w:pPr>
        <w:pStyle w:val="libNormal"/>
      </w:pPr>
      <w:r>
        <w:t>This is truly amazing. Could God not make Adam blind, so as not to see the tree, or take the power from Adam's hands so that he could not reach it? Maybe the Old Testament is saying that God is powerless! No wise man would ever think that. More than that, it is saying that God is holding grudges against Adam (P) and even hates him. By no means can this be Gospel.</w:t>
      </w:r>
    </w:p>
    <w:p w:rsidR="00B361CB" w:rsidRDefault="002125FA" w:rsidP="002125FA">
      <w:pPr>
        <w:pStyle w:val="libNormal"/>
      </w:pPr>
      <w:r>
        <w:t>In verse 24, we read:</w:t>
      </w:r>
    </w:p>
    <w:p w:rsidR="00B361CB" w:rsidRDefault="002125FA" w:rsidP="002125FA">
      <w:pPr>
        <w:pStyle w:val="libNormal"/>
      </w:pPr>
      <w:r>
        <w:t>"After he drove the man out, he placed on the east side of the Garden of Eden cherubim and a flaming sword flashing back and forth to guard the way to the tree of life."</w:t>
      </w:r>
    </w:p>
    <w:p w:rsidR="002125FA" w:rsidRDefault="002125FA" w:rsidP="002125FA">
      <w:pPr>
        <w:pStyle w:val="libNormal"/>
      </w:pPr>
      <w:r>
        <w:t>If we analyze this statement we may ask this question: What is the use of driving Adam out of the garden when such a powerful guard existed to guard the tree of life? The guard is a flaming sword turning in every direction to protect the tree. Are we to believe that the flaming sword would not have affected Adam? And if so, it would have been little more than a toy the Lord was playing with. What kind of Gospel is this?</w:t>
      </w:r>
    </w:p>
    <w:p w:rsidR="00B361CB" w:rsidRPr="00B82B4B" w:rsidRDefault="002125FA" w:rsidP="00B82B4B">
      <w:pPr>
        <w:pStyle w:val="Heading2Center"/>
      </w:pPr>
      <w:bookmarkStart w:id="32" w:name="_Toc464731341"/>
      <w:r>
        <w:t>How Does the Old Testament Respect its Prophets</w:t>
      </w:r>
      <w:r w:rsidRPr="00B82B4B">
        <w:t>?</w:t>
      </w:r>
      <w:bookmarkEnd w:id="32"/>
    </w:p>
    <w:p w:rsidR="00B361CB" w:rsidRDefault="002125FA" w:rsidP="002125FA">
      <w:pPr>
        <w:pStyle w:val="libNormal"/>
      </w:pPr>
      <w:r>
        <w:t>In Genesis 9:20 we read the following:</w:t>
      </w:r>
    </w:p>
    <w:p w:rsidR="00B361CB" w:rsidRDefault="002125FA" w:rsidP="002125FA">
      <w:pPr>
        <w:pStyle w:val="libNormal"/>
      </w:pPr>
      <w:r>
        <w:t>"Noah, a man of the soil, proceeded to plant a vineyard. When he drank some of its wine, he became drunk and lay uncovered inside his tent."</w:t>
      </w:r>
    </w:p>
    <w:p w:rsidR="00B361CB" w:rsidRDefault="002125FA" w:rsidP="002125FA">
      <w:pPr>
        <w:pStyle w:val="libNormal"/>
      </w:pPr>
      <w:r>
        <w:t>Could even the lowest degree of believers be accused of such behavior? Let alone such a great Prophet, God's messenger, whose words and actions are an example to all people for total obedience to God. What I mean is that Noah is the symbol of Truth and Reality. People of the Book look up to him, his Holiness would not permit him to behave in such a way, especially the consumption of wine. I will explain the prohibition of wine later.</w:t>
      </w:r>
    </w:p>
    <w:p w:rsidR="00B361CB" w:rsidRDefault="002125FA" w:rsidP="002125FA">
      <w:pPr>
        <w:pStyle w:val="libNormal"/>
      </w:pPr>
      <w:r>
        <w:t xml:space="preserve">Only the wisest human being can be a Prophet, a messenger of God. A drunk cannot be a prophet and this is certainly not a wise man's </w:t>
      </w:r>
      <w:proofErr w:type="spellStart"/>
      <w:r>
        <w:t>behaviour</w:t>
      </w:r>
      <w:proofErr w:type="spellEnd"/>
      <w:r>
        <w:t>.</w:t>
      </w:r>
    </w:p>
    <w:p w:rsidR="002125FA" w:rsidRDefault="002125FA" w:rsidP="002125FA">
      <w:pPr>
        <w:pStyle w:val="libNormal"/>
      </w:pPr>
      <w:r>
        <w:t>Let us see what kind of prophets the Bible has.</w:t>
      </w:r>
    </w:p>
    <w:p w:rsidR="002125FA" w:rsidRDefault="002125FA" w:rsidP="0023398E">
      <w:pPr>
        <w:pStyle w:val="libNormal"/>
      </w:pPr>
      <w:r>
        <w:br w:type="page"/>
      </w:r>
    </w:p>
    <w:p w:rsidR="002125FA" w:rsidRDefault="002125FA" w:rsidP="0023398E">
      <w:pPr>
        <w:pStyle w:val="Heading1Center"/>
      </w:pPr>
      <w:bookmarkStart w:id="33" w:name="_Toc464731342"/>
      <w:r>
        <w:lastRenderedPageBreak/>
        <w:t xml:space="preserve">Traits of </w:t>
      </w:r>
      <w:proofErr w:type="gramStart"/>
      <w:r>
        <w:t>The</w:t>
      </w:r>
      <w:proofErr w:type="gramEnd"/>
      <w:r>
        <w:t xml:space="preserve"> Prophets in the Bible</w:t>
      </w:r>
      <w:bookmarkEnd w:id="33"/>
    </w:p>
    <w:p w:rsidR="00B361CB" w:rsidRDefault="002125FA" w:rsidP="00B82B4B">
      <w:pPr>
        <w:pStyle w:val="Heading2Center"/>
      </w:pPr>
      <w:bookmarkStart w:id="34" w:name="_Toc464731343"/>
      <w:r>
        <w:t>Jesus (P)</w:t>
      </w:r>
      <w:bookmarkEnd w:id="34"/>
    </w:p>
    <w:p w:rsidR="00B361CB" w:rsidRDefault="002125FA" w:rsidP="002125FA">
      <w:pPr>
        <w:pStyle w:val="libNormal"/>
      </w:pPr>
      <w:r>
        <w:t>1. The Bible, in John 7:2</w:t>
      </w:r>
      <w:r w:rsidR="00B82B4B">
        <w:t>-</w:t>
      </w:r>
      <w:r>
        <w:t>10, accuses Jesus (P) of lying:</w:t>
      </w:r>
    </w:p>
    <w:p w:rsidR="00B361CB" w:rsidRDefault="002125FA" w:rsidP="002125FA">
      <w:pPr>
        <w:pStyle w:val="libNormal"/>
      </w:pPr>
      <w:r>
        <w:t>"But when the Jewish Feast of Tabernacles was near, Jesus' brothers said to him, "You ought to leave here and go to Judea, so that your disciples may see the miracles you do. No one who wants to become a public figure acts in secret. Since you are doing these things, show yourself to the world." For even his own brothers did not believe in him. Therefore Jesus told them, "The right time for me has not yet come; for you any time is right. The world cannot hate you, but it hates me because I testify that what it does is evil. You go to the Feast. I am not yet going up to this Feast, because for me the right time has not yet come." Having said this, he stayed in Galilee. However, after his brothers had left for the Feast, he went also, not publicly, but in secret."</w:t>
      </w:r>
    </w:p>
    <w:p w:rsidR="00B361CB" w:rsidRDefault="002125FA" w:rsidP="002125FA">
      <w:pPr>
        <w:pStyle w:val="libNormal"/>
      </w:pPr>
      <w:r>
        <w:t xml:space="preserve">2. The Bible in John 13:23 </w:t>
      </w:r>
      <w:proofErr w:type="gramStart"/>
      <w:r>
        <w:t>says</w:t>
      </w:r>
      <w:proofErr w:type="gramEnd"/>
      <w:r>
        <w:t xml:space="preserve"> that Jesus (P) set his disciple on his bosom and loved him:</w:t>
      </w:r>
    </w:p>
    <w:p w:rsidR="00B361CB" w:rsidRDefault="002125FA" w:rsidP="002125FA">
      <w:pPr>
        <w:pStyle w:val="libNormal"/>
      </w:pPr>
      <w:r>
        <w:t xml:space="preserve">"One of them, the disciple whom Jesus loved, was reclining next to him. Simon Peter motioned to this disciple and said, "Ask him which one he means." Leaning back against Jesus, he asked him, "Lord, who </w:t>
      </w:r>
      <w:proofErr w:type="gramStart"/>
      <w:r>
        <w:t>is it</w:t>
      </w:r>
      <w:proofErr w:type="gramEnd"/>
      <w:r>
        <w:t>?"</w:t>
      </w:r>
    </w:p>
    <w:p w:rsidR="00B361CB" w:rsidRDefault="002125FA" w:rsidP="002125FA">
      <w:pPr>
        <w:pStyle w:val="libNormal"/>
      </w:pPr>
      <w:r>
        <w:t>3. In Galatians 3:13, Jesus (P) is accursed:</w:t>
      </w:r>
    </w:p>
    <w:p w:rsidR="00B361CB" w:rsidRDefault="002125FA" w:rsidP="002125FA">
      <w:pPr>
        <w:pStyle w:val="libNormal"/>
      </w:pPr>
      <w:r>
        <w:t>"Christ redeemed us from the curse of the law by becoming a curse for us, for it is written: "Cursed is everyone who is hung on a tree."</w:t>
      </w:r>
    </w:p>
    <w:p w:rsidR="00B361CB" w:rsidRDefault="002125FA" w:rsidP="002125FA">
      <w:pPr>
        <w:pStyle w:val="libNormal"/>
      </w:pPr>
      <w:r>
        <w:t>4. The Bible says that Jesus (P) is the son of God. Does a man's son become his Lord?</w:t>
      </w:r>
    </w:p>
    <w:p w:rsidR="00B361CB" w:rsidRDefault="002125FA" w:rsidP="002125FA">
      <w:pPr>
        <w:pStyle w:val="libNormal"/>
      </w:pPr>
      <w:r>
        <w:t>Matthew 1:1:</w:t>
      </w:r>
    </w:p>
    <w:p w:rsidR="00B361CB" w:rsidRDefault="002125FA" w:rsidP="002125FA">
      <w:pPr>
        <w:pStyle w:val="libNormal"/>
      </w:pPr>
      <w:r>
        <w:t>"A record of the genealogy of Jesus the son of David, the son of Abraham…"</w:t>
      </w:r>
    </w:p>
    <w:p w:rsidR="00B361CB" w:rsidRDefault="002125FA" w:rsidP="002125FA">
      <w:pPr>
        <w:pStyle w:val="libNormal"/>
      </w:pPr>
      <w:r>
        <w:t>See now Matthew 22:41</w:t>
      </w:r>
      <w:r w:rsidR="00B82B4B">
        <w:t>-</w:t>
      </w:r>
      <w:r>
        <w:t>45:</w:t>
      </w:r>
    </w:p>
    <w:p w:rsidR="002125FA" w:rsidRDefault="002125FA" w:rsidP="002125FA">
      <w:pPr>
        <w:pStyle w:val="libNormal"/>
      </w:pPr>
      <w:r>
        <w:t xml:space="preserve">"While the Pharisees were gathered together, Jesus asked them, "What do you think about the Christ? Whose son is he?" "The son of David," they replied. He said to them, "How is it then that David, speaking by the Spirit, calls him "Lord" For he says, "The Lord said to my Lord, "Sit at my right hand until I put your enemies under your feet." </w:t>
      </w:r>
      <w:proofErr w:type="gramStart"/>
      <w:r>
        <w:t>If then David calls him "Lord", how can he be his son?"</w:t>
      </w:r>
      <w:proofErr w:type="gramEnd"/>
    </w:p>
    <w:p w:rsidR="00B361CB" w:rsidRPr="00B82B4B" w:rsidRDefault="002125FA" w:rsidP="00B82B4B">
      <w:pPr>
        <w:pStyle w:val="Heading2Center"/>
      </w:pPr>
      <w:bookmarkStart w:id="35" w:name="_Toc464731344"/>
      <w:r>
        <w:t>Prophet Davi</w:t>
      </w:r>
      <w:r w:rsidRPr="00B82B4B">
        <w:t>d</w:t>
      </w:r>
      <w:bookmarkEnd w:id="35"/>
    </w:p>
    <w:p w:rsidR="00B361CB" w:rsidRDefault="002125FA" w:rsidP="002125FA">
      <w:pPr>
        <w:pStyle w:val="libNormal"/>
      </w:pPr>
      <w:r>
        <w:t>In the Bible, Prophet David is accused of committing adultery and other sins.</w:t>
      </w:r>
    </w:p>
    <w:p w:rsidR="00B361CB" w:rsidRDefault="002125FA" w:rsidP="002125FA">
      <w:pPr>
        <w:pStyle w:val="libNormal"/>
      </w:pPr>
      <w:r>
        <w:t>Samuel II 11:2</w:t>
      </w:r>
      <w:r w:rsidR="00B82B4B">
        <w:t>-</w:t>
      </w:r>
      <w:r>
        <w:t>27:</w:t>
      </w:r>
    </w:p>
    <w:p w:rsidR="00B361CB" w:rsidRDefault="002125FA" w:rsidP="002125FA">
      <w:pPr>
        <w:pStyle w:val="libNormal"/>
      </w:pPr>
      <w:r>
        <w:t xml:space="preserve">"One evening, David got up from his bed and walked around on the roof of the palace. From the roof, he saw a woman bathing. The woman was very beautiful, and David sent someone to find out about her. The man said, "Is this Bathsheba not the daughter of </w:t>
      </w:r>
      <w:proofErr w:type="spellStart"/>
      <w:r>
        <w:t>Eliam</w:t>
      </w:r>
      <w:proofErr w:type="spellEnd"/>
      <w:r>
        <w:t xml:space="preserve"> and wife of Uriah the Hittite?" Then David sent messengers to get her. She came to him, and he slept with her. (She had purified herself from her uncleanness.) Then she went back home. The woman conceived and sent word to David, saying, "I am pregnant." So, David sent this word to </w:t>
      </w:r>
      <w:proofErr w:type="spellStart"/>
      <w:r>
        <w:t>Joab</w:t>
      </w:r>
      <w:proofErr w:type="spellEnd"/>
      <w:r>
        <w:t xml:space="preserve">: "Send me Uriah the Hittite." And </w:t>
      </w:r>
      <w:proofErr w:type="spellStart"/>
      <w:r>
        <w:t>Joab</w:t>
      </w:r>
      <w:proofErr w:type="spellEnd"/>
      <w:r>
        <w:t xml:space="preserve"> sent him to David. When Uriah came to him, David asked him </w:t>
      </w:r>
      <w:r>
        <w:lastRenderedPageBreak/>
        <w:t xml:space="preserve">how </w:t>
      </w:r>
      <w:proofErr w:type="spellStart"/>
      <w:r>
        <w:t>Joab</w:t>
      </w:r>
      <w:proofErr w:type="spellEnd"/>
      <w:r>
        <w:t xml:space="preserve"> was, how the soldiers were and how the war was going. Then David said to Uriah, "Go down to your house and wash your feet."</w:t>
      </w:r>
    </w:p>
    <w:p w:rsidR="00B361CB" w:rsidRPr="00B82B4B" w:rsidRDefault="002125FA" w:rsidP="00B82B4B">
      <w:pPr>
        <w:pStyle w:val="libNormal"/>
      </w:pPr>
      <w:r>
        <w:t>So, Uriah left the palace, and a gift from the king was sent after him. But Uriah slept at the entrance to the palace with all his master's servants and did not go down to his house. When David was told, "</w:t>
      </w:r>
      <w:proofErr w:type="gramStart"/>
      <w:r>
        <w:t>Uriah,</w:t>
      </w:r>
      <w:proofErr w:type="gramEnd"/>
      <w:r>
        <w:t xml:space="preserve"> did not go home," he asked him, "Have you not just come from a distance? Why did you not go home?" Uriah said to David, "The ark and Israel and Judah are staying in tents, and my master </w:t>
      </w:r>
      <w:proofErr w:type="spellStart"/>
      <w:r>
        <w:t>Joab</w:t>
      </w:r>
      <w:proofErr w:type="spellEnd"/>
      <w:r>
        <w:t xml:space="preserve"> and my lord's men are camped in the open fields. How could I go to my house to eat and drink and lie with my wife? As surely as you live, I will not do such a thing!" Then David said to him, "Stay here one more day, and tomorrow I will send you back." So, Uriah remained in Jerusalem that day and the next. At David's invitation, he ate and drank with him, and David made him drunk. But in the evening Uriah went out to sleep on his mat among his master's servants; he did not go home. In the morning, David wrote a letter to </w:t>
      </w:r>
      <w:proofErr w:type="spellStart"/>
      <w:r>
        <w:t>Joab</w:t>
      </w:r>
      <w:proofErr w:type="spellEnd"/>
      <w:r>
        <w:t xml:space="preserve"> and sent it with Uriah. In it he wrote, "Put Uriah in the front line where the fighting is fiercest. Then withdraw from him so that he will be struck down and die. So, while </w:t>
      </w:r>
      <w:proofErr w:type="spellStart"/>
      <w:r>
        <w:t>Joab</w:t>
      </w:r>
      <w:proofErr w:type="spellEnd"/>
      <w:r>
        <w:t xml:space="preserve"> had the city under siege, he put Uriah at a place where he knew the strongest defenders were. When the men of the city came out and fought against </w:t>
      </w:r>
      <w:proofErr w:type="spellStart"/>
      <w:r>
        <w:t>Joab</w:t>
      </w:r>
      <w:proofErr w:type="spellEnd"/>
      <w:r>
        <w:t xml:space="preserve">, some of the men in David's army fell; moreover, Uriah the Hittite was dead. </w:t>
      </w:r>
      <w:proofErr w:type="spellStart"/>
      <w:r>
        <w:t>Joab</w:t>
      </w:r>
      <w:proofErr w:type="spellEnd"/>
      <w:r>
        <w:t xml:space="preserve"> sent David a full account of the battle. He instructed the messenger: "When you have finished giving the king this account of the battle, the king's anger may flare up, and he may ask you, "Why did you get so close to the city to fight? Didn't you know they would shoot arrows from the wall? Who killed </w:t>
      </w:r>
      <w:proofErr w:type="spellStart"/>
      <w:r>
        <w:t>Abimelech</w:t>
      </w:r>
      <w:proofErr w:type="spellEnd"/>
      <w:r>
        <w:t xml:space="preserve"> son of </w:t>
      </w:r>
      <w:proofErr w:type="spellStart"/>
      <w:r>
        <w:t>Jerub</w:t>
      </w:r>
      <w:r w:rsidR="00B82B4B">
        <w:t>-</w:t>
      </w:r>
      <w:r>
        <w:t>Besheth</w:t>
      </w:r>
      <w:proofErr w:type="spellEnd"/>
      <w:r>
        <w:t xml:space="preserve">? Didn't a woman throw an upper milestone on home from the wall, so that he did in </w:t>
      </w:r>
      <w:proofErr w:type="spellStart"/>
      <w:r>
        <w:t>Thabes</w:t>
      </w:r>
      <w:proofErr w:type="spellEnd"/>
      <w:r>
        <w:t xml:space="preserve">? Why did you get so close to the wall?" If he asks you this, then says to him, "Also, your servant Uriah the Hittite is dead." The messenger set out, and when he arrived, he told David everything </w:t>
      </w:r>
      <w:proofErr w:type="spellStart"/>
      <w:r>
        <w:t>Joab</w:t>
      </w:r>
      <w:proofErr w:type="spellEnd"/>
      <w:r>
        <w:t xml:space="preserve"> ha</w:t>
      </w:r>
      <w:r w:rsidRPr="00B82B4B">
        <w:t>d</w:t>
      </w:r>
    </w:p>
    <w:p w:rsidR="00B361CB" w:rsidRDefault="002125FA" w:rsidP="002125FA">
      <w:pPr>
        <w:pStyle w:val="libNormal"/>
      </w:pPr>
      <w:proofErr w:type="gramStart"/>
      <w:r>
        <w:t>sent</w:t>
      </w:r>
      <w:proofErr w:type="gramEnd"/>
      <w:r>
        <w:t xml:space="preserve"> him to say. The messenger said to David, "The men overpowered us and came out against us in the open, but we drove them back to the entrance to the city gate. Then the archers shot arrows at your servant from the wall, and some of the king's men died. Moreover, your servant Uriah the Hittite is dead." David told the messenger, "Say this to </w:t>
      </w:r>
      <w:proofErr w:type="spellStart"/>
      <w:r>
        <w:t>Joab</w:t>
      </w:r>
      <w:proofErr w:type="spellEnd"/>
      <w:r>
        <w:t xml:space="preserve">: "Don't let this upset you; the sword devours one as well as another. Press the attack against the city, and destroy it." Say this to encourage </w:t>
      </w:r>
      <w:proofErr w:type="spellStart"/>
      <w:r>
        <w:t>Joab</w:t>
      </w:r>
      <w:proofErr w:type="spellEnd"/>
      <w:r>
        <w:t>." When Uriah's wife heard that her husband was dead, she mourned for him. After the time of mourning was over, David had her brought to his house, and she became his wife and bore him a son. But the thing David had done displeased the LORD."</w:t>
      </w:r>
    </w:p>
    <w:p w:rsidR="00B361CB" w:rsidRDefault="002125FA" w:rsidP="002125FA">
      <w:pPr>
        <w:pStyle w:val="libNormal"/>
      </w:pPr>
      <w:r>
        <w:t>Have you ever heard such a story of cunning as the killing of Uriah, of how David committed adultery with the wife of Uriah and then made him drink wine so that he could lay with his wife, and then finally sent him to the battlefield to be killed, and how he was killed!</w:t>
      </w:r>
    </w:p>
    <w:p w:rsidR="00B361CB" w:rsidRDefault="002125FA" w:rsidP="002125FA">
      <w:pPr>
        <w:pStyle w:val="libNormal"/>
      </w:pPr>
      <w:r>
        <w:t>Now let us read about the offspring of that married woman who committed adultery with David! In Matthew 1:6, we have:</w:t>
      </w:r>
    </w:p>
    <w:p w:rsidR="00B361CB" w:rsidRDefault="002125FA" w:rsidP="002125FA">
      <w:pPr>
        <w:pStyle w:val="libNormal"/>
      </w:pPr>
      <w:proofErr w:type="gramStart"/>
      <w:r>
        <w:t>"And Jesse the father of King David.</w:t>
      </w:r>
      <w:proofErr w:type="gramEnd"/>
      <w:r>
        <w:t xml:space="preserve"> David was the father of Solomon, whose mother had been Uriah's wife."</w:t>
      </w:r>
    </w:p>
    <w:p w:rsidR="00B361CB" w:rsidRDefault="002125FA" w:rsidP="002125FA">
      <w:pPr>
        <w:pStyle w:val="libNormal"/>
      </w:pPr>
      <w:r>
        <w:t>In Samuel II 12:9, we read:</w:t>
      </w:r>
    </w:p>
    <w:p w:rsidR="00B361CB" w:rsidRDefault="002125FA" w:rsidP="002125FA">
      <w:pPr>
        <w:pStyle w:val="libNormal"/>
      </w:pPr>
      <w:r>
        <w:lastRenderedPageBreak/>
        <w:t>"Why did you despise the word of the LORD by doing what is evil in his eyes? You struck down Uriah the Hittite with the sword and took his wife to be your own. You killed him with the sword of the Ammonites."</w:t>
      </w:r>
    </w:p>
    <w:p w:rsidR="00B361CB" w:rsidRDefault="002125FA" w:rsidP="002125FA">
      <w:pPr>
        <w:pStyle w:val="libNormal"/>
      </w:pPr>
      <w:r>
        <w:t>Now see how God seeks revenge, in Verse 11:</w:t>
      </w:r>
    </w:p>
    <w:p w:rsidR="00B361CB" w:rsidRPr="00B82B4B" w:rsidRDefault="002125FA" w:rsidP="00B82B4B">
      <w:pPr>
        <w:pStyle w:val="libNormal"/>
      </w:pPr>
      <w:r>
        <w:t xml:space="preserve">"This is what the LORD says: "Out of your own household I am going to bring calamity upon you. Before </w:t>
      </w:r>
      <w:proofErr w:type="gramStart"/>
      <w:r>
        <w:t>your</w:t>
      </w:r>
      <w:proofErr w:type="gramEnd"/>
      <w:r>
        <w:t xml:space="preserve"> ver</w:t>
      </w:r>
      <w:r w:rsidRPr="00B82B4B">
        <w:t>y</w:t>
      </w:r>
    </w:p>
    <w:p w:rsidR="00B361CB" w:rsidRDefault="002125FA" w:rsidP="002125FA">
      <w:pPr>
        <w:pStyle w:val="libNormal"/>
      </w:pPr>
      <w:proofErr w:type="gramStart"/>
      <w:r>
        <w:t>eyes</w:t>
      </w:r>
      <w:proofErr w:type="gramEnd"/>
      <w:r>
        <w:t xml:space="preserve"> I will take your wives and give them to one who is close to you, and he will lie with your wives in broad daylight. You did it in secret, but I will do this thing in broad daylight before all Israel."</w:t>
      </w:r>
    </w:p>
    <w:p w:rsidR="00B361CB" w:rsidRDefault="002125FA" w:rsidP="002125FA">
      <w:pPr>
        <w:pStyle w:val="libNormal"/>
      </w:pPr>
      <w:r>
        <w:t>According to Chapter 16:22, the threat was carried out:</w:t>
      </w:r>
    </w:p>
    <w:p w:rsidR="002125FA" w:rsidRDefault="002125FA" w:rsidP="002125FA">
      <w:pPr>
        <w:pStyle w:val="libNormal"/>
      </w:pPr>
      <w:r>
        <w:t>"So they pitched a tent for Absalom on the roof, and he lay with his father's concubines in the sight of all Israel."</w:t>
      </w:r>
    </w:p>
    <w:p w:rsidR="00B361CB" w:rsidRPr="00B82B4B" w:rsidRDefault="002125FA" w:rsidP="00B82B4B">
      <w:pPr>
        <w:pStyle w:val="Heading2Center"/>
      </w:pPr>
      <w:bookmarkStart w:id="36" w:name="_Toc464731345"/>
      <w:r>
        <w:t>Prophet Lo</w:t>
      </w:r>
      <w:r w:rsidRPr="00B82B4B">
        <w:t>t</w:t>
      </w:r>
      <w:bookmarkEnd w:id="36"/>
    </w:p>
    <w:p w:rsidR="002125FA" w:rsidRDefault="002125FA" w:rsidP="002125FA">
      <w:pPr>
        <w:pStyle w:val="libNormal"/>
      </w:pPr>
      <w:r>
        <w:t>Later on, a hair</w:t>
      </w:r>
      <w:r w:rsidR="00B82B4B">
        <w:t>-</w:t>
      </w:r>
      <w:r>
        <w:t>raising accusation about Prophet Lot will be given in details.</w:t>
      </w:r>
    </w:p>
    <w:p w:rsidR="00B361CB" w:rsidRPr="00B82B4B" w:rsidRDefault="002125FA" w:rsidP="00B82B4B">
      <w:pPr>
        <w:pStyle w:val="Heading2Center"/>
      </w:pPr>
      <w:bookmarkStart w:id="37" w:name="_Toc464731346"/>
      <w:r>
        <w:t>Prophet Jaco</w:t>
      </w:r>
      <w:r w:rsidRPr="00B82B4B">
        <w:t>b</w:t>
      </w:r>
      <w:bookmarkEnd w:id="37"/>
    </w:p>
    <w:p w:rsidR="00B361CB" w:rsidRDefault="002125FA" w:rsidP="002125FA">
      <w:pPr>
        <w:pStyle w:val="libNormal"/>
      </w:pPr>
      <w:r>
        <w:t>In Genesis 29:11, Prophet Jacob is accused of kissing a strange woman:</w:t>
      </w:r>
    </w:p>
    <w:p w:rsidR="00B361CB" w:rsidRDefault="002125FA" w:rsidP="002125FA">
      <w:pPr>
        <w:pStyle w:val="libNormal"/>
      </w:pPr>
      <w:r>
        <w:t>“Then Jacob kissed Rachel and began to weep aloud.”</w:t>
      </w:r>
    </w:p>
    <w:p w:rsidR="00B361CB" w:rsidRDefault="002125FA" w:rsidP="002125FA">
      <w:pPr>
        <w:pStyle w:val="libNormal"/>
      </w:pPr>
      <w:r>
        <w:t>Then, in Genesis 27:1</w:t>
      </w:r>
      <w:r w:rsidR="00B82B4B">
        <w:t>-</w:t>
      </w:r>
      <w:r>
        <w:t>35, he is accused of deceiving. Later on, this story will be discussed with details.</w:t>
      </w:r>
    </w:p>
    <w:p w:rsidR="00B361CB" w:rsidRDefault="002125FA" w:rsidP="002125FA">
      <w:pPr>
        <w:pStyle w:val="libNormal"/>
      </w:pPr>
      <w:r>
        <w:t xml:space="preserve">It is a strange accusation that a prophet should kiss a woman or drink wine, or deceive his father in order to get blessing. Is it possible that these words are </w:t>
      </w:r>
      <w:proofErr w:type="gramStart"/>
      <w:r>
        <w:t>True</w:t>
      </w:r>
      <w:proofErr w:type="gramEnd"/>
      <w:r>
        <w:t>? No, because these are NOT Revelation.</w:t>
      </w:r>
    </w:p>
    <w:p w:rsidR="00B361CB" w:rsidRDefault="002125FA" w:rsidP="002125FA">
      <w:pPr>
        <w:pStyle w:val="libNormal"/>
      </w:pPr>
      <w:r>
        <w:t xml:space="preserve">You, yourself, read the Bible. See for </w:t>
      </w:r>
      <w:proofErr w:type="gramStart"/>
      <w:r>
        <w:t>yourself</w:t>
      </w:r>
      <w:proofErr w:type="gramEnd"/>
      <w:r>
        <w:t xml:space="preserve"> the accusations made towards the children of the Prophets. Even if we suppose them to be true, it is not appropriate to mention them. Read how Dinah, the daughter of Prophet Jacob is accused of adultery in Genesis 34:1:</w:t>
      </w:r>
    </w:p>
    <w:p w:rsidR="00B361CB" w:rsidRDefault="002125FA" w:rsidP="002125FA">
      <w:pPr>
        <w:pStyle w:val="libNormal"/>
      </w:pPr>
      <w:r>
        <w:t xml:space="preserve">"Now Dinah, the daughter of Leah had borne to Jacob, went out to visit the women of the land. When </w:t>
      </w:r>
      <w:proofErr w:type="spellStart"/>
      <w:r>
        <w:t>Shechem</w:t>
      </w:r>
      <w:proofErr w:type="spellEnd"/>
      <w:r>
        <w:t xml:space="preserve"> son of </w:t>
      </w:r>
      <w:proofErr w:type="spellStart"/>
      <w:r>
        <w:t>Hamor</w:t>
      </w:r>
      <w:proofErr w:type="spellEnd"/>
      <w:r>
        <w:t xml:space="preserve"> the </w:t>
      </w:r>
      <w:proofErr w:type="spellStart"/>
      <w:r>
        <w:t>Hivite</w:t>
      </w:r>
      <w:proofErr w:type="spellEnd"/>
      <w:r>
        <w:t>, the ruler of that area, saw her, he took her and violated her.”</w:t>
      </w:r>
    </w:p>
    <w:p w:rsidR="002125FA" w:rsidRDefault="002125FA" w:rsidP="002125FA">
      <w:pPr>
        <w:pStyle w:val="libNormal"/>
      </w:pPr>
      <w:r>
        <w:t>These are not God’s words, indeed.</w:t>
      </w:r>
    </w:p>
    <w:p w:rsidR="00B361CB" w:rsidRPr="00B82B4B" w:rsidRDefault="002125FA" w:rsidP="00B82B4B">
      <w:pPr>
        <w:pStyle w:val="Heading2Center"/>
      </w:pPr>
      <w:bookmarkStart w:id="38" w:name="_Toc464731347"/>
      <w:r>
        <w:t>Prophet Solomo</w:t>
      </w:r>
      <w:r w:rsidRPr="00B82B4B">
        <w:t>n</w:t>
      </w:r>
      <w:bookmarkEnd w:id="38"/>
    </w:p>
    <w:p w:rsidR="00B361CB" w:rsidRDefault="002125FA" w:rsidP="002125FA">
      <w:pPr>
        <w:pStyle w:val="libNormal"/>
      </w:pPr>
      <w:r>
        <w:t>See Kings I 11:1</w:t>
      </w:r>
      <w:r w:rsidR="00B82B4B">
        <w:t>-</w:t>
      </w:r>
      <w:r>
        <w:t>10 for the following report:</w:t>
      </w:r>
    </w:p>
    <w:p w:rsidR="00B361CB" w:rsidRDefault="002125FA" w:rsidP="002125FA">
      <w:pPr>
        <w:pStyle w:val="libNormal"/>
      </w:pPr>
      <w:r>
        <w:t>"King Solomon, however, loved many foreign women besides Pharaoh's daughter</w:t>
      </w:r>
      <w:r w:rsidR="00B82B4B">
        <w:t xml:space="preserve"> - </w:t>
      </w:r>
      <w:r>
        <w:t xml:space="preserve">Moabites, Ammonites, </w:t>
      </w:r>
      <w:proofErr w:type="spellStart"/>
      <w:r>
        <w:t>Sidonians</w:t>
      </w:r>
      <w:proofErr w:type="spellEnd"/>
      <w:r>
        <w:t xml:space="preserve"> and Hittites. They were from nations about which the LORD had told the Israelites, "You must not intermarry with them, because they will surely turn your hearts after their gods." Nevertheless, Solomon held fast to them in love. He had seven hundred wives of royal birth and three hundred concubines, and his wives led him astray. As Solomon grew old, his wives turned his heart after other gods, and his heart was not fully devoted to the LORD his God, as the heart of David his father had been. He followed Ashtoreth the goddess of the </w:t>
      </w:r>
      <w:proofErr w:type="spellStart"/>
      <w:r>
        <w:t>Sidonians</w:t>
      </w:r>
      <w:proofErr w:type="spellEnd"/>
      <w:r>
        <w:t xml:space="preserve">, and </w:t>
      </w:r>
      <w:proofErr w:type="spellStart"/>
      <w:r>
        <w:t>Molech</w:t>
      </w:r>
      <w:proofErr w:type="spellEnd"/>
      <w:r>
        <w:t xml:space="preserve"> the detestable god of the Ammonites. So Solomon did evil in the eyes of the LORD; he did not follow the LORD completely, as David his father had done. On a hill east of Jerusalem, Solomon built a high place for </w:t>
      </w:r>
      <w:proofErr w:type="spellStart"/>
      <w:r>
        <w:t>Chemosh</w:t>
      </w:r>
      <w:proofErr w:type="spellEnd"/>
      <w:r>
        <w:t xml:space="preserve"> the detestable god of Moab, and for </w:t>
      </w:r>
      <w:proofErr w:type="spellStart"/>
      <w:r>
        <w:t>Molech</w:t>
      </w:r>
      <w:proofErr w:type="spellEnd"/>
      <w:r>
        <w:t xml:space="preserve"> the </w:t>
      </w:r>
      <w:r>
        <w:lastRenderedPageBreak/>
        <w:t>detestable god of the Ammonites. He did the same for all his foreign wives, who burned incense and offered sacrifices to their gods. The LORD became angry with Solomon because his heart had turned away from the LORD, the God of Israel, who had appeared to him twice. Although he had forbidden Solomon to follow other gods, Solomon did not keep the LORD's command.”</w:t>
      </w:r>
    </w:p>
    <w:p w:rsidR="00B361CB" w:rsidRDefault="002125FA" w:rsidP="002125FA">
      <w:pPr>
        <w:pStyle w:val="libNormal"/>
      </w:pPr>
      <w:r>
        <w:t xml:space="preserve">How can God accuse a Prophet of things </w:t>
      </w:r>
      <w:proofErr w:type="spellStart"/>
      <w:r>
        <w:t>admonishable</w:t>
      </w:r>
      <w:proofErr w:type="spellEnd"/>
      <w:r>
        <w:t>?</w:t>
      </w:r>
    </w:p>
    <w:p w:rsidR="00B361CB" w:rsidRDefault="002125FA" w:rsidP="002125FA">
      <w:pPr>
        <w:pStyle w:val="libNormal"/>
      </w:pPr>
      <w:r>
        <w:t>These are not God's words.</w:t>
      </w:r>
    </w:p>
    <w:p w:rsidR="00B361CB" w:rsidRPr="00B82B4B" w:rsidRDefault="002125FA" w:rsidP="00B82B4B">
      <w:pPr>
        <w:pStyle w:val="Heading2Center"/>
      </w:pPr>
      <w:bookmarkStart w:id="39" w:name="_Toc464731348"/>
      <w:r>
        <w:t>Prophet Mose</w:t>
      </w:r>
      <w:r w:rsidRPr="00B82B4B">
        <w:t>s</w:t>
      </w:r>
      <w:bookmarkEnd w:id="39"/>
    </w:p>
    <w:p w:rsidR="00B361CB" w:rsidRPr="00B82B4B" w:rsidRDefault="002125FA" w:rsidP="00B82B4B">
      <w:pPr>
        <w:pStyle w:val="libNormal"/>
      </w:pPr>
      <w:r>
        <w:t>Though previously mentioned, let us re</w:t>
      </w:r>
      <w:r w:rsidR="00B82B4B">
        <w:t>-</w:t>
      </w:r>
      <w:r>
        <w:t xml:space="preserve">state the allegations made against Moses (P). Is it possible that there could be so much hatred between God and his Prophet that God sought to kill him? It is impossible, yet the Bible claims that this was the case and that Moses’ life was saved by </w:t>
      </w:r>
      <w:proofErr w:type="spellStart"/>
      <w:r>
        <w:t>Zippora</w:t>
      </w:r>
      <w:r w:rsidRPr="00B82B4B">
        <w:t>h</w:t>
      </w:r>
      <w:proofErr w:type="spellEnd"/>
    </w:p>
    <w:p w:rsidR="00B361CB" w:rsidRDefault="002125FA" w:rsidP="002125FA">
      <w:pPr>
        <w:pStyle w:val="libNormal"/>
      </w:pPr>
      <w:r>
        <w:t>Exodus 4:14:</w:t>
      </w:r>
    </w:p>
    <w:p w:rsidR="00B361CB" w:rsidRDefault="002125FA" w:rsidP="002125FA">
      <w:pPr>
        <w:pStyle w:val="libNormal"/>
      </w:pPr>
      <w:r>
        <w:t>"Then the LORD's anger burned against Moses and he said, "What about your brother, Aaron the Levite? I know he can speak well. He is already on his way to meet you, and his heart will be glad when he sees you."</w:t>
      </w:r>
    </w:p>
    <w:p w:rsidR="00B361CB" w:rsidRDefault="002125FA" w:rsidP="002125FA">
      <w:pPr>
        <w:pStyle w:val="libNormal"/>
      </w:pPr>
      <w:r>
        <w:t>Exodus 4:24:</w:t>
      </w:r>
    </w:p>
    <w:p w:rsidR="00B361CB" w:rsidRDefault="002125FA" w:rsidP="002125FA">
      <w:pPr>
        <w:pStyle w:val="libNormal"/>
      </w:pPr>
      <w:r>
        <w:t xml:space="preserve">"At a lodging place on the way, the LORD met Moses and he was about to kill him. But </w:t>
      </w:r>
      <w:proofErr w:type="spellStart"/>
      <w:r>
        <w:t>Zipporah</w:t>
      </w:r>
      <w:proofErr w:type="spellEnd"/>
      <w:r>
        <w:t xml:space="preserve"> took a flint knife, cut off her son's foreskin and touched Moses' feet with it. "Surely you are a bridegroom of blood to me," she said.</w:t>
      </w:r>
    </w:p>
    <w:p w:rsidR="00B361CB" w:rsidRDefault="002125FA" w:rsidP="002125FA">
      <w:pPr>
        <w:pStyle w:val="libNormal"/>
      </w:pPr>
      <w:r>
        <w:t>Now let us consider whether it is credible that a Prophet can be such a tyrant person that he commanded children and others to be killed, and cities be destroyed. It is impossible and incredible that a Prophet does such things and oppresses people. But the Bible clearly says that Moses did that.</w:t>
      </w:r>
    </w:p>
    <w:p w:rsidR="00B361CB" w:rsidRDefault="002125FA" w:rsidP="002125FA">
      <w:pPr>
        <w:pStyle w:val="libNormal"/>
      </w:pPr>
      <w:r>
        <w:t>Numbers 31:7:</w:t>
      </w:r>
    </w:p>
    <w:p w:rsidR="00B361CB" w:rsidRPr="00B82B4B" w:rsidRDefault="002125FA" w:rsidP="00B82B4B">
      <w:pPr>
        <w:pStyle w:val="libNormal"/>
      </w:pPr>
      <w:r>
        <w:t xml:space="preserve">"They fought against </w:t>
      </w:r>
      <w:proofErr w:type="spellStart"/>
      <w:r>
        <w:t>Midian</w:t>
      </w:r>
      <w:proofErr w:type="spellEnd"/>
      <w:r>
        <w:t xml:space="preserve">, as the LORD commanded Moses, and killed every man. Among their victims were </w:t>
      </w:r>
      <w:proofErr w:type="spellStart"/>
      <w:r>
        <w:t>Evi</w:t>
      </w:r>
      <w:proofErr w:type="spellEnd"/>
      <w:r>
        <w:t xml:space="preserve">, </w:t>
      </w:r>
      <w:proofErr w:type="spellStart"/>
      <w:r>
        <w:t>Rekem</w:t>
      </w:r>
      <w:proofErr w:type="spellEnd"/>
      <w:r>
        <w:t xml:space="preserve">, </w:t>
      </w:r>
      <w:proofErr w:type="spellStart"/>
      <w:r>
        <w:t>Zur</w:t>
      </w:r>
      <w:proofErr w:type="spellEnd"/>
      <w:r>
        <w:t xml:space="preserve">, </w:t>
      </w:r>
      <w:proofErr w:type="spellStart"/>
      <w:r>
        <w:t>Hur</w:t>
      </w:r>
      <w:proofErr w:type="spellEnd"/>
      <w:r>
        <w:t xml:space="preserve"> and Reba</w:t>
      </w:r>
      <w:r w:rsidR="00B82B4B">
        <w:t xml:space="preserve"> - </w:t>
      </w:r>
      <w:r>
        <w:t xml:space="preserve">the five kings of </w:t>
      </w:r>
      <w:proofErr w:type="spellStart"/>
      <w:r>
        <w:t>Midian</w:t>
      </w:r>
      <w:proofErr w:type="spellEnd"/>
      <w:r>
        <w:t xml:space="preserve">. They also killed Balaam son of </w:t>
      </w:r>
      <w:proofErr w:type="spellStart"/>
      <w:r>
        <w:t>Beor</w:t>
      </w:r>
      <w:proofErr w:type="spellEnd"/>
      <w:r>
        <w:t xml:space="preserve"> with the sword. The Israelites captured the </w:t>
      </w:r>
      <w:proofErr w:type="spellStart"/>
      <w:r>
        <w:t>Midianite</w:t>
      </w:r>
      <w:proofErr w:type="spellEnd"/>
      <w:r>
        <w:t xml:space="preserve"> women and children and took all the </w:t>
      </w:r>
      <w:proofErr w:type="spellStart"/>
      <w:r>
        <w:t>Midianite</w:t>
      </w:r>
      <w:proofErr w:type="spellEnd"/>
      <w:r>
        <w:t xml:space="preserve"> herds, flocks and goods as plunder. They burned all the towns where the </w:t>
      </w:r>
      <w:proofErr w:type="spellStart"/>
      <w:r>
        <w:t>Midianites</w:t>
      </w:r>
      <w:proofErr w:type="spellEnd"/>
      <w:r>
        <w:t xml:space="preserve"> ha</w:t>
      </w:r>
      <w:r w:rsidRPr="00B82B4B">
        <w:t>d</w:t>
      </w:r>
    </w:p>
    <w:p w:rsidR="00B361CB" w:rsidRDefault="002125FA" w:rsidP="002125FA">
      <w:pPr>
        <w:pStyle w:val="libNormal"/>
      </w:pPr>
      <w:proofErr w:type="gramStart"/>
      <w:r>
        <w:t>settled</w:t>
      </w:r>
      <w:proofErr w:type="gramEnd"/>
      <w:r>
        <w:t xml:space="preserve">, as well as all their camps. They took all the plunder and spoils, including the people and animals, and brought the captives, spoils and plunder to Moses and </w:t>
      </w:r>
      <w:proofErr w:type="spellStart"/>
      <w:r>
        <w:t>Eleazar</w:t>
      </w:r>
      <w:proofErr w:type="spellEnd"/>
      <w:r>
        <w:t xml:space="preserve"> the priest and the Israelite assembly at their camp on the plains of Moab, by the Jordan across from Jericho. Moses, </w:t>
      </w:r>
      <w:proofErr w:type="spellStart"/>
      <w:r>
        <w:t>Eleazar</w:t>
      </w:r>
      <w:proofErr w:type="spellEnd"/>
      <w:r>
        <w:t xml:space="preserve"> the priest and all the leaders of the community went to meet them outside the camp. Moses was angry with the officers of the army </w:t>
      </w:r>
      <w:r w:rsidR="00B82B4B">
        <w:t>-</w:t>
      </w:r>
      <w:r>
        <w:t xml:space="preserve"> the commanders of thousands and commanders of hundreds </w:t>
      </w:r>
      <w:r w:rsidR="00B82B4B">
        <w:t>-</w:t>
      </w:r>
      <w:r>
        <w:t xml:space="preserve"> who returned from the battle. "Have you allowed all the women to live?" he asked them. "They were the ones who followed Balaam's advice and were the means of turning the Israelites away from the LORD in what happened at </w:t>
      </w:r>
      <w:proofErr w:type="spellStart"/>
      <w:r>
        <w:t>Peor</w:t>
      </w:r>
      <w:proofErr w:type="spellEnd"/>
      <w:r>
        <w:t xml:space="preserve">, so that a plague struck the LORD's people. Now kill all the man who has slept with a man, but save for yourselves every girl who has never slept with a man. All of you who have killed anyone or touched anyone who was killed must stay outside the camp seven days. On the third and seventh days, you must purify yourselves and captives. Purify every garment as well as </w:t>
      </w:r>
      <w:r>
        <w:lastRenderedPageBreak/>
        <w:t xml:space="preserve">everything made of leather, goat hair or wood. Then </w:t>
      </w:r>
      <w:proofErr w:type="spellStart"/>
      <w:r>
        <w:t>Eleazar</w:t>
      </w:r>
      <w:proofErr w:type="spellEnd"/>
      <w:r>
        <w:t xml:space="preserve"> the priest said to the soldiers who had gone into battle, "This is the requirement of the law that the LORD gave Moses. Gold, silver, bronze, iron, tin, lead and anything else that can withstand fire must be put through the fire and then it </w:t>
      </w:r>
      <w:proofErr w:type="spellStart"/>
      <w:r>
        <w:t>wall</w:t>
      </w:r>
      <w:proofErr w:type="spellEnd"/>
      <w:r>
        <w:t xml:space="preserve"> be clean. But it must also be purified with the water of cleansing. And whatever cannot withstand fire must be put through that water. On the seventh day, wash your clothes and you will be clean. Then you may come into the camp." The LORD said to Moses, "You and </w:t>
      </w:r>
      <w:proofErr w:type="spellStart"/>
      <w:r>
        <w:t>Eleazar</w:t>
      </w:r>
      <w:proofErr w:type="spellEnd"/>
      <w:r>
        <w:t xml:space="preserve"> the priest and the family heads of the community are to count all the people and animals that were captured. Divide the spoils between the soldiers who took part in the battle and the rest of the community. From the soldiers who fought in the battle, set apart as tribute for the LORD one out of every five hundred,</w:t>
      </w:r>
    </w:p>
    <w:p w:rsidR="00B361CB" w:rsidRDefault="002125FA" w:rsidP="002125FA">
      <w:pPr>
        <w:pStyle w:val="libNormal"/>
      </w:pPr>
      <w:proofErr w:type="gramStart"/>
      <w:r>
        <w:t>whether</w:t>
      </w:r>
      <w:proofErr w:type="gramEnd"/>
      <w:r>
        <w:t xml:space="preserve"> persons, cattle, donkeys, sheep or goats. Take this tribute from their half share and give it to </w:t>
      </w:r>
      <w:proofErr w:type="spellStart"/>
      <w:r>
        <w:t>Eleazar</w:t>
      </w:r>
      <w:proofErr w:type="spellEnd"/>
      <w:r>
        <w:t xml:space="preserve"> the priest as the LORD's part. From the Israelites' half, select one out of every fifty, whether persons cattle, donkeys, sheep, goats or other animals. Give them to the Levite who </w:t>
      </w:r>
      <w:proofErr w:type="gramStart"/>
      <w:r>
        <w:t>are</w:t>
      </w:r>
      <w:proofErr w:type="gramEnd"/>
      <w:r>
        <w:t xml:space="preserve"> responsible for the care of the LORD's tabernacle." So, Moses and </w:t>
      </w:r>
      <w:proofErr w:type="spellStart"/>
      <w:r>
        <w:t>Eleazar</w:t>
      </w:r>
      <w:proofErr w:type="spellEnd"/>
      <w:r>
        <w:t xml:space="preserve"> the priest did as the LORD commanded Moses. The plunder remaining from the spoils that the soldiers took was 675,000 sheep, 72,000 cattle, 61,000 donkeys and 32,000 women who had never slept with a man."</w:t>
      </w:r>
    </w:p>
    <w:p w:rsidR="00B361CB" w:rsidRDefault="002125FA" w:rsidP="002125FA">
      <w:pPr>
        <w:pStyle w:val="libNormal"/>
      </w:pPr>
      <w:r>
        <w:t>The number of those killed is greater than the number of those spared! On another occasion, no lives were spared!</w:t>
      </w:r>
    </w:p>
    <w:p w:rsidR="00B361CB" w:rsidRDefault="002125FA" w:rsidP="002125FA">
      <w:pPr>
        <w:pStyle w:val="libNormal"/>
      </w:pPr>
      <w:r>
        <w:t>Deuteronomy 2:31:</w:t>
      </w:r>
    </w:p>
    <w:p w:rsidR="00B361CB" w:rsidRDefault="002125FA" w:rsidP="002125FA">
      <w:pPr>
        <w:pStyle w:val="libNormal"/>
      </w:pPr>
      <w:r>
        <w:t xml:space="preserve">"The LORD said to me, "See, I have begun to deliver </w:t>
      </w:r>
      <w:proofErr w:type="spellStart"/>
      <w:r>
        <w:t>Sihon</w:t>
      </w:r>
      <w:proofErr w:type="spellEnd"/>
      <w:r>
        <w:t xml:space="preserve"> and his country over to you. Now begin to conquer and possess his land." When </w:t>
      </w:r>
      <w:proofErr w:type="spellStart"/>
      <w:r>
        <w:t>Sihon</w:t>
      </w:r>
      <w:proofErr w:type="spellEnd"/>
      <w:r>
        <w:t xml:space="preserve"> and all his army came out to meet us in battle at </w:t>
      </w:r>
      <w:proofErr w:type="spellStart"/>
      <w:r>
        <w:t>Jahaz</w:t>
      </w:r>
      <w:proofErr w:type="spellEnd"/>
      <w:r>
        <w:t xml:space="preserve">, the LORD our God delivered him over to us and we struck him down, together with his sons and his whole army. At that time, we took all his towns and completely destroyed them </w:t>
      </w:r>
      <w:r w:rsidR="00B82B4B">
        <w:t>-</w:t>
      </w:r>
      <w:r>
        <w:t xml:space="preserve"> men, women and children. We left no survivors. But the livestock and the plunder from the towns we had captured we carried off for ourselves."</w:t>
      </w:r>
    </w:p>
    <w:p w:rsidR="00B361CB" w:rsidRDefault="002125FA" w:rsidP="002125FA">
      <w:pPr>
        <w:pStyle w:val="libNormal"/>
      </w:pPr>
      <w:r>
        <w:t>Here the Bible alleges that Moses killed men, women and children at God's command!</w:t>
      </w:r>
    </w:p>
    <w:p w:rsidR="00B361CB" w:rsidRDefault="002125FA" w:rsidP="002125FA">
      <w:pPr>
        <w:pStyle w:val="libNormal"/>
      </w:pPr>
      <w:r>
        <w:t>Deuteronomy 20:13:</w:t>
      </w:r>
    </w:p>
    <w:p w:rsidR="00B361CB" w:rsidRPr="00B82B4B" w:rsidRDefault="002125FA" w:rsidP="00B82B4B">
      <w:pPr>
        <w:pStyle w:val="libNormal"/>
      </w:pPr>
      <w:r>
        <w:t>"When the LORD your God delivers it into your hand, put to the sword all the men in it. As for the women, the children, the livestock and everything else in the city, you may take these as plunder for yourselves. And you may use the plunder the LORD your God gives you from your enemies. This is how you are to treat all the cities that ar</w:t>
      </w:r>
      <w:r w:rsidRPr="00B82B4B">
        <w:t>e</w:t>
      </w:r>
    </w:p>
    <w:p w:rsidR="00B361CB" w:rsidRDefault="002125FA" w:rsidP="002125FA">
      <w:pPr>
        <w:pStyle w:val="libNormal"/>
      </w:pPr>
      <w:proofErr w:type="gramStart"/>
      <w:r>
        <w:t>at</w:t>
      </w:r>
      <w:proofErr w:type="gramEnd"/>
      <w:r>
        <w:t xml:space="preserve"> a distance from you and do not belong to the nations nearby. However, in the cities of the nations the LORD your God is giving you an inheritance; do not leave alive anything that breathes. Completely destroy them </w:t>
      </w:r>
      <w:r w:rsidR="00B82B4B">
        <w:t>-</w:t>
      </w:r>
      <w:r>
        <w:t xml:space="preserve">the Hittites, Amorites, Canaanites, </w:t>
      </w:r>
      <w:proofErr w:type="spellStart"/>
      <w:r>
        <w:t>Perizzites</w:t>
      </w:r>
      <w:proofErr w:type="spellEnd"/>
      <w:r>
        <w:t xml:space="preserve">, </w:t>
      </w:r>
      <w:proofErr w:type="spellStart"/>
      <w:r>
        <w:t>Hivites</w:t>
      </w:r>
      <w:proofErr w:type="spellEnd"/>
      <w:r>
        <w:t xml:space="preserve"> and </w:t>
      </w:r>
      <w:proofErr w:type="spellStart"/>
      <w:r>
        <w:t>Jebusites</w:t>
      </w:r>
      <w:proofErr w:type="spellEnd"/>
      <w:r w:rsidR="00B82B4B">
        <w:t>-</w:t>
      </w:r>
      <w:r>
        <w:t xml:space="preserve"> as the LORD your God has commanded you."</w:t>
      </w:r>
    </w:p>
    <w:p w:rsidR="00B361CB" w:rsidRDefault="002125FA" w:rsidP="002125FA">
      <w:pPr>
        <w:pStyle w:val="libNormal"/>
      </w:pPr>
      <w:r>
        <w:t>What kind of humanity is the Bible teaching? Nothing that breathes shall be saved!</w:t>
      </w:r>
    </w:p>
    <w:p w:rsidR="00B361CB" w:rsidRDefault="002125FA" w:rsidP="002125FA">
      <w:pPr>
        <w:pStyle w:val="libNormal"/>
      </w:pPr>
      <w:r>
        <w:t xml:space="preserve">Can a Prophet be angry with God enough to request that God blot him from his </w:t>
      </w:r>
      <w:proofErr w:type="spellStart"/>
      <w:r>
        <w:t>Prophethood</w:t>
      </w:r>
      <w:proofErr w:type="spellEnd"/>
      <w:r>
        <w:t>? No, he cannot!</w:t>
      </w:r>
    </w:p>
    <w:p w:rsidR="00B361CB" w:rsidRDefault="002125FA" w:rsidP="002125FA">
      <w:pPr>
        <w:pStyle w:val="libNormal"/>
      </w:pPr>
      <w:r>
        <w:lastRenderedPageBreak/>
        <w:t>In Exodus 32:31, we find Moses saying:</w:t>
      </w:r>
    </w:p>
    <w:p w:rsidR="002125FA" w:rsidRDefault="002125FA" w:rsidP="002125FA">
      <w:pPr>
        <w:pStyle w:val="libNormal"/>
      </w:pPr>
      <w:r>
        <w:t xml:space="preserve">"So Moses went back to the LORD and said, "Oh, what a great sin these people have committed! They have made themselves gods of gold. But now, please forgive their sin </w:t>
      </w:r>
      <w:r w:rsidR="00B82B4B">
        <w:t>-</w:t>
      </w:r>
      <w:r>
        <w:t xml:space="preserve"> but if not, then blot me out of the book you have written."</w:t>
      </w:r>
    </w:p>
    <w:p w:rsidR="00B361CB" w:rsidRPr="00B82B4B" w:rsidRDefault="002125FA" w:rsidP="00B82B4B">
      <w:pPr>
        <w:pStyle w:val="Heading2Center"/>
      </w:pPr>
      <w:bookmarkStart w:id="40" w:name="_Toc464731349"/>
      <w:r>
        <w:t>Prophet Isaia</w:t>
      </w:r>
      <w:r w:rsidRPr="00B82B4B">
        <w:t>h</w:t>
      </w:r>
      <w:bookmarkEnd w:id="40"/>
    </w:p>
    <w:p w:rsidR="00B361CB" w:rsidRDefault="002125FA" w:rsidP="002125FA">
      <w:pPr>
        <w:pStyle w:val="libNormal"/>
      </w:pPr>
      <w:r>
        <w:t>The Bible in Isaiah 20:2 accuses Prophet Isaiah of walking naked:</w:t>
      </w:r>
    </w:p>
    <w:p w:rsidR="00B361CB" w:rsidRDefault="002125FA" w:rsidP="002125FA">
      <w:pPr>
        <w:pStyle w:val="libNormal"/>
      </w:pPr>
      <w:r>
        <w:t xml:space="preserve">“At that time, the LORD spoke through Isaiah son of </w:t>
      </w:r>
      <w:proofErr w:type="spellStart"/>
      <w:r>
        <w:t>Amoz</w:t>
      </w:r>
      <w:proofErr w:type="spellEnd"/>
      <w:r>
        <w:t xml:space="preserve">. He said to him, "Take off the sackcloth from your body and the sandals from your feet." And he did so, going around stripped and barefoot. Then the LORD said, "Just as my servant Isaiah has gone stripped and barefoot for three years, as a sign and portent against Egypt and Cush, so the king of Assyria will lead away stripped and barefoot the Egyptian captives and </w:t>
      </w:r>
      <w:proofErr w:type="spellStart"/>
      <w:r>
        <w:t>Cushite</w:t>
      </w:r>
      <w:proofErr w:type="spellEnd"/>
      <w:r>
        <w:t xml:space="preserve"> exiles, young and old, with buttocks </w:t>
      </w:r>
      <w:proofErr w:type="gramStart"/>
      <w:r>
        <w:t>bared</w:t>
      </w:r>
      <w:proofErr w:type="gramEnd"/>
      <w:r>
        <w:t xml:space="preserve"> </w:t>
      </w:r>
      <w:r w:rsidR="00B82B4B">
        <w:t>-</w:t>
      </w:r>
      <w:r>
        <w:t xml:space="preserve"> to Egypt’s shame."</w:t>
      </w:r>
    </w:p>
    <w:p w:rsidR="00B361CB" w:rsidRDefault="002125FA" w:rsidP="002125FA">
      <w:pPr>
        <w:pStyle w:val="libNormal"/>
      </w:pPr>
      <w:r>
        <w:t>Is this Gospel? CERTAINLY NOT!</w:t>
      </w:r>
    </w:p>
    <w:p w:rsidR="00B361CB" w:rsidRPr="00B82B4B" w:rsidRDefault="002125FA" w:rsidP="00B82B4B">
      <w:pPr>
        <w:pStyle w:val="Heading2Center"/>
      </w:pPr>
      <w:bookmarkStart w:id="41" w:name="_Toc464731350"/>
      <w:r>
        <w:t>Prophet Abraha</w:t>
      </w:r>
      <w:r w:rsidRPr="00B82B4B">
        <w:t>m</w:t>
      </w:r>
      <w:bookmarkEnd w:id="41"/>
    </w:p>
    <w:p w:rsidR="00B361CB" w:rsidRDefault="002125FA" w:rsidP="002125FA">
      <w:pPr>
        <w:pStyle w:val="libNormal"/>
      </w:pPr>
      <w:r>
        <w:t>The Bible, in Genesis 15:1</w:t>
      </w:r>
      <w:r w:rsidR="00B82B4B">
        <w:t>-</w:t>
      </w:r>
      <w:r>
        <w:t>11, accuses Abraham of doubting God:</w:t>
      </w:r>
    </w:p>
    <w:p w:rsidR="002125FA" w:rsidRDefault="002125FA" w:rsidP="002125FA">
      <w:pPr>
        <w:pStyle w:val="libNormal"/>
      </w:pPr>
      <w:r>
        <w:t xml:space="preserve">"After this, the word of the LORD came to Abram in a vision: "Do not be afraid, Abram. I am your shield, your very great reward.” But Abram said, "O, Sovereign LORD, what can you </w:t>
      </w:r>
      <w:proofErr w:type="gramStart"/>
      <w:r>
        <w:t>give</w:t>
      </w:r>
      <w:proofErr w:type="gramEnd"/>
      <w:r>
        <w:t xml:space="preserve"> me since I remain childless, and the one who will inherit my estate is </w:t>
      </w:r>
      <w:proofErr w:type="spellStart"/>
      <w:r>
        <w:t>Eliezer</w:t>
      </w:r>
      <w:proofErr w:type="spellEnd"/>
      <w:r>
        <w:t xml:space="preserve"> of Damascus? And Abram said, "You have given me no children; so a servant in my household will be my heir." Then the word of the LORD came to him: "This man will not be your heir, but a son coming from your own body will be your heir." He took him outside and said, "Look up at the heavens and count the stars </w:t>
      </w:r>
      <w:r w:rsidR="00B82B4B">
        <w:t>-</w:t>
      </w:r>
      <w:r>
        <w:t xml:space="preserve"> if indeed you can count them." Then he said to him, "So shall your offspring be." Abram believed the LORD, and he credited it to him as righteousness. He also said to him, "I am the LORD, who brought you out of Ur of the Chaldeans to give you this land to take possession of it." But Abram said, "O Sovereign LORD, how can I know that I shall gain possession of it?" So the LORD said to him "Bring me a heifer, a goat and a ram, each three years old, along with a dove and a young pigeon." Abram brought all these to him, cut them in two and arranged the halves opposite each other; the birds, however, he did not cut in half. Then birds of prey came down on the carcasses, but Abram drove them away."</w:t>
      </w:r>
    </w:p>
    <w:p w:rsidR="00B361CB" w:rsidRPr="00B82B4B" w:rsidRDefault="002125FA" w:rsidP="00B82B4B">
      <w:pPr>
        <w:pStyle w:val="Heading2Center"/>
      </w:pPr>
      <w:bookmarkStart w:id="42" w:name="_Toc464731351"/>
      <w:r>
        <w:t>Prophet Ezekie</w:t>
      </w:r>
      <w:r w:rsidRPr="00B82B4B">
        <w:t>l</w:t>
      </w:r>
      <w:bookmarkEnd w:id="42"/>
    </w:p>
    <w:p w:rsidR="00B361CB" w:rsidRDefault="002125FA" w:rsidP="002125FA">
      <w:pPr>
        <w:pStyle w:val="libNormal"/>
      </w:pPr>
      <w:r>
        <w:t>According to the Book of Ezekiel 4:12, Prophet Ezekiel is asked by God to eat bread baked with human excrement! Why should God command such a thing?</w:t>
      </w:r>
    </w:p>
    <w:p w:rsidR="00B361CB" w:rsidRPr="00B82B4B" w:rsidRDefault="002125FA" w:rsidP="00B82B4B">
      <w:pPr>
        <w:pStyle w:val="libNormal"/>
      </w:pPr>
      <w:r>
        <w:t>"Eat the food as you would a barley cake; bake it in the sight of the people, using human excrement for fuel." Th</w:t>
      </w:r>
      <w:r w:rsidRPr="00B82B4B">
        <w:t>e</w:t>
      </w:r>
    </w:p>
    <w:p w:rsidR="00B361CB" w:rsidRDefault="002125FA" w:rsidP="002125FA">
      <w:pPr>
        <w:pStyle w:val="libNormal"/>
      </w:pPr>
      <w:r>
        <w:t xml:space="preserve">LORD said, "In this way the people of Israel will eat defiled food among the nations where I will drive them." But Prophet Ezekiel was wise enough </w:t>
      </w:r>
      <w:r w:rsidR="00B82B4B">
        <w:t>-</w:t>
      </w:r>
      <w:r>
        <w:t xml:space="preserve"> how could he eat bread baked over human excrement? "Then he said, "Not so, Sovereign LORD I have never defiled myself. From my youth until now I have never eaten anything found dead or torn by wild animals. No unclean </w:t>
      </w:r>
      <w:r>
        <w:lastRenderedPageBreak/>
        <w:t xml:space="preserve">meat has ever entered my mouth." "Very well," he said, "I will let you </w:t>
      </w:r>
      <w:proofErr w:type="spellStart"/>
      <w:r>
        <w:t>bake</w:t>
      </w:r>
      <w:proofErr w:type="spellEnd"/>
      <w:r>
        <w:t xml:space="preserve"> your bread over cow manure instead of human excrement."</w:t>
      </w:r>
    </w:p>
    <w:p w:rsidR="00B361CB" w:rsidRPr="00B82B4B" w:rsidRDefault="002125FA" w:rsidP="00B82B4B">
      <w:pPr>
        <w:pStyle w:val="Heading2Center"/>
      </w:pPr>
      <w:bookmarkStart w:id="43" w:name="_Toc464731352"/>
      <w:r>
        <w:t>Is this Gospel</w:t>
      </w:r>
      <w:r w:rsidRPr="00B82B4B">
        <w:t>?</w:t>
      </w:r>
      <w:bookmarkEnd w:id="43"/>
    </w:p>
    <w:p w:rsidR="00B361CB" w:rsidRDefault="002125FA" w:rsidP="002125FA">
      <w:pPr>
        <w:pStyle w:val="libNormal"/>
      </w:pPr>
      <w:r>
        <w:t xml:space="preserve">Later we see that Prophet Ezekiel is commanded by God to shave his head and his beard. Why would God command his Prophet to do such a nonsensical thing while a Prophet is a role model for all people? </w:t>
      </w:r>
      <w:proofErr w:type="gramStart"/>
      <w:r>
        <w:t>After commanding him to cook over human excrement, then changing it to cow manure, and now commanding him to shave his head and beard.</w:t>
      </w:r>
      <w:proofErr w:type="gramEnd"/>
      <w:r>
        <w:t xml:space="preserve"> Why? This is nonsense!</w:t>
      </w:r>
    </w:p>
    <w:p w:rsidR="00B361CB" w:rsidRDefault="002125FA" w:rsidP="002125FA">
      <w:pPr>
        <w:pStyle w:val="libNormal"/>
      </w:pPr>
      <w:r>
        <w:t>See Ezekiel 5:1:</w:t>
      </w:r>
    </w:p>
    <w:p w:rsidR="00B361CB" w:rsidRDefault="002125FA" w:rsidP="002125FA">
      <w:pPr>
        <w:pStyle w:val="libNormal"/>
      </w:pPr>
      <w:r>
        <w:t xml:space="preserve">"Now, son of man, take a sharp sword and use it as a barber's razor to shave your head and your beard. Then take a set of scales and divide up the hair. </w:t>
      </w:r>
      <w:proofErr w:type="gramStart"/>
      <w:r>
        <w:t>When the days of your siege come to an end, burn a third of the hair with fire inside the city.</w:t>
      </w:r>
      <w:proofErr w:type="gramEnd"/>
      <w:r>
        <w:t xml:space="preserve"> Take a third and strike it with the sword all around the city. And scatter a third to the wind. </w:t>
      </w:r>
      <w:proofErr w:type="gramStart"/>
      <w:r>
        <w:t>For I will pursue them with drawn sword."</w:t>
      </w:r>
      <w:proofErr w:type="gramEnd"/>
    </w:p>
    <w:p w:rsidR="00B361CB" w:rsidRDefault="002125FA" w:rsidP="002125FA">
      <w:pPr>
        <w:pStyle w:val="libNormal"/>
      </w:pPr>
      <w:r>
        <w:t>Now let us ask ourselves, would it be appropriate for God to cause the death of the Prophet’s wife as a sign for the people, when it would have been possible for Him to explain in words? We would argue that this would not be appropriate; however, we see in the Bible that Prophet Ezekiel is twice subjected to this.</w:t>
      </w:r>
    </w:p>
    <w:p w:rsidR="00B361CB" w:rsidRDefault="002125FA" w:rsidP="002125FA">
      <w:pPr>
        <w:pStyle w:val="libNormal"/>
      </w:pPr>
      <w:r>
        <w:t>Ezekiel 24:15:</w:t>
      </w:r>
    </w:p>
    <w:p w:rsidR="002125FA" w:rsidRDefault="002125FA" w:rsidP="002125FA">
      <w:pPr>
        <w:pStyle w:val="libNormal"/>
      </w:pPr>
      <w:r>
        <w:t xml:space="preserve">"The word of the LORD came to me: "Son of man, with one blow I am about to take away from you the delight of your eyes. Yet do not lament or weep or shed any tears. Groan quietly; do not mourn for the dead. Bind your turban upon you and put your sandals on your feet; do not cover the lower part of your face or eat the customary food of mourners." So I spoke to the people in the morning, and in the evening my wife died. The next morning I did as I had been commanded. Then the people asked me, "Won't you tell us what these things have to do with us?" So I said to them, "The world of the LORD came to me: Say to the house of Israel, "This is what the Sovereign LORD says: I am about to desecrate my sanctuary </w:t>
      </w:r>
      <w:r w:rsidR="00B82B4B">
        <w:t>-</w:t>
      </w:r>
      <w:r>
        <w:t xml:space="preserve"> the stronghold in which you take pride, the delight of your eyes, the object of your affection. The sons and daughters you left behind will fall by the sword. And you will do as I have done. You will not cover the lower part of your face or eat the customary food of mourners. You will keep your turbans on your heads and your sandals on your feet. You will not mourn or weep but will waste away because of your sins and groan among yourselves. Ezekiel will be a sign to you; you will do just as he has done. When this happens, you will know that I am the Sovereign LORD."</w:t>
      </w:r>
    </w:p>
    <w:p w:rsidR="00B361CB" w:rsidRPr="00B82B4B" w:rsidRDefault="002125FA" w:rsidP="00B82B4B">
      <w:pPr>
        <w:pStyle w:val="Heading2Center"/>
      </w:pPr>
      <w:bookmarkStart w:id="44" w:name="_Toc464731353"/>
      <w:r>
        <w:t>Prophet Hose</w:t>
      </w:r>
      <w:r w:rsidRPr="00B82B4B">
        <w:t>a</w:t>
      </w:r>
      <w:bookmarkEnd w:id="44"/>
    </w:p>
    <w:p w:rsidR="00B361CB" w:rsidRDefault="002125FA" w:rsidP="002125FA">
      <w:pPr>
        <w:pStyle w:val="libNormal"/>
      </w:pPr>
      <w:r>
        <w:t>How is it appropriate that God should command His Prophet to take an adulterous wife? Why is it that? Is it because the nation was fornicating, departing from the way of the LORD? Or was it a warning to the children of Israel by naming the children born to that woman? Or was it just for the sake of mentioning the fornication of the Prophet? God would NEVER command any of his prophets to behave in such a way!</w:t>
      </w:r>
    </w:p>
    <w:p w:rsidR="00B361CB" w:rsidRDefault="002125FA" w:rsidP="002125FA">
      <w:pPr>
        <w:pStyle w:val="libNormal"/>
      </w:pPr>
      <w:r>
        <w:lastRenderedPageBreak/>
        <w:t>Yet we read in Hosea 1:2:</w:t>
      </w:r>
    </w:p>
    <w:p w:rsidR="00B361CB" w:rsidRDefault="002125FA" w:rsidP="002125FA">
      <w:pPr>
        <w:pStyle w:val="libNormal"/>
      </w:pPr>
      <w:r>
        <w:t xml:space="preserve">"When the LORD began to speak through Hosea, the LORD said to him, "Go take to yourself an adulterous wife and children of unfaithfulness, because the land is guilty with adultery and departing from the LORD. So he married </w:t>
      </w:r>
      <w:proofErr w:type="spellStart"/>
      <w:r>
        <w:t>Gomer</w:t>
      </w:r>
      <w:proofErr w:type="spellEnd"/>
      <w:r>
        <w:t xml:space="preserve"> daughter of </w:t>
      </w:r>
      <w:proofErr w:type="spellStart"/>
      <w:r>
        <w:t>Diblaim</w:t>
      </w:r>
      <w:proofErr w:type="spellEnd"/>
      <w:r>
        <w:t xml:space="preserve">, and she conceived and bore him a son. Then the LORD said to Hosea, "Call him </w:t>
      </w:r>
      <w:proofErr w:type="spellStart"/>
      <w:r>
        <w:t>Jezreel</w:t>
      </w:r>
      <w:proofErr w:type="spellEnd"/>
      <w:r>
        <w:t xml:space="preserve">, because I will soon punish the house of Jehu for the massacre at </w:t>
      </w:r>
      <w:proofErr w:type="spellStart"/>
      <w:r>
        <w:t>Jezreel</w:t>
      </w:r>
      <w:proofErr w:type="spellEnd"/>
      <w:r>
        <w:t>, and I will put an end to the kingdom of Israel."</w:t>
      </w:r>
    </w:p>
    <w:p w:rsidR="00B361CB" w:rsidRDefault="002125FA" w:rsidP="002125FA">
      <w:pPr>
        <w:pStyle w:val="libNormal"/>
      </w:pPr>
      <w:r>
        <w:t>Then in Chapter 2:2, we read further:</w:t>
      </w:r>
    </w:p>
    <w:p w:rsidR="00B361CB" w:rsidRDefault="002125FA" w:rsidP="002125FA">
      <w:pPr>
        <w:pStyle w:val="libNormal"/>
      </w:pPr>
      <w:r>
        <w:t>"Rebuke your mother, rebuke her, for she is not my wife, and I am not her husband. Let her remove the adulterous look from her face and the unfaithfulness from between her breasts. Otherwise I will strip her naked and make her as bare as on the day she was born; I will make her like a desert, turn her into a parched land, and slay her with thirst. I will not show my love to her children, because they are the children of adultery. Their mother has been unfaithful and has conceived them in disgrace. She said, "I will go after my lovers, who give me my food and my water, my wool and my linen, my oil and my drink."</w:t>
      </w:r>
    </w:p>
    <w:p w:rsidR="00B361CB" w:rsidRDefault="002125FA" w:rsidP="002125FA">
      <w:pPr>
        <w:pStyle w:val="libNormal"/>
      </w:pPr>
      <w:r>
        <w:t>Then in Chapter 3:1, we read still further:</w:t>
      </w:r>
    </w:p>
    <w:p w:rsidR="00B361CB" w:rsidRDefault="002125FA" w:rsidP="002125FA">
      <w:pPr>
        <w:pStyle w:val="libNormal"/>
      </w:pPr>
      <w:r>
        <w:t xml:space="preserve">"The LORD said to me, "Go, show your love to your wife again, though she is loved by another and is an </w:t>
      </w:r>
      <w:proofErr w:type="spellStart"/>
      <w:r>
        <w:t>adulteress</w:t>
      </w:r>
      <w:proofErr w:type="spellEnd"/>
      <w:r>
        <w:t>. Love her as the LORD loves Israelites, though they turn to other gods and love the sacred raisin</w:t>
      </w:r>
      <w:r w:rsidR="00B82B4B">
        <w:t>-</w:t>
      </w:r>
      <w:r>
        <w:t>cakes." So I bought her for fifteen shekels of silver and about a homer and a half of barley. Then I told her, "You are to live with me for many days, you must not be a prostitute or be intimate with any man, and I will live with you." For the Israelites will live for many days without king or prince, without sacrifice or sacred stones, without ephod or idol."</w:t>
      </w:r>
    </w:p>
    <w:p w:rsidR="002125FA" w:rsidRDefault="002125FA" w:rsidP="002125FA">
      <w:pPr>
        <w:pStyle w:val="libNormal"/>
      </w:pPr>
      <w:r>
        <w:t>It is a disgrace for such a story to be written in an ordinary book, let alone THE HOLY BOOK! If a Prophet behaves like this, how would others behave? Is it proper to attribute such words to God?</w:t>
      </w:r>
    </w:p>
    <w:p w:rsidR="00B361CB" w:rsidRDefault="002125FA" w:rsidP="00B82B4B">
      <w:pPr>
        <w:pStyle w:val="Heading2Center"/>
      </w:pPr>
      <w:bookmarkStart w:id="45" w:name="_Toc464731354"/>
      <w:r>
        <w:t>The Illegitimate Prophets!</w:t>
      </w:r>
      <w:bookmarkEnd w:id="45"/>
    </w:p>
    <w:p w:rsidR="00B361CB" w:rsidRDefault="002125FA" w:rsidP="002125FA">
      <w:pPr>
        <w:pStyle w:val="libNormal"/>
      </w:pPr>
      <w:r>
        <w:t xml:space="preserve">Can a Prophet be a bastard or the son of an </w:t>
      </w:r>
      <w:proofErr w:type="spellStart"/>
      <w:r>
        <w:t>adulteress</w:t>
      </w:r>
      <w:proofErr w:type="spellEnd"/>
      <w:r>
        <w:t>?</w:t>
      </w:r>
    </w:p>
    <w:p w:rsidR="00B361CB" w:rsidRDefault="002125FA" w:rsidP="002125FA">
      <w:pPr>
        <w:pStyle w:val="libNormal"/>
      </w:pPr>
      <w:r>
        <w:t>NO, HE CANNOT!</w:t>
      </w:r>
    </w:p>
    <w:p w:rsidR="00B361CB" w:rsidRDefault="002125FA" w:rsidP="002125FA">
      <w:pPr>
        <w:pStyle w:val="libNormal"/>
      </w:pPr>
      <w:r>
        <w:t xml:space="preserve">This is because it is a disgrace for a child to be born out of wedlock. He will be disgraced before the people. Therefore, people will neither listen to him, nor accept his words. As this is not in accordance with </w:t>
      </w:r>
      <w:proofErr w:type="spellStart"/>
      <w:r>
        <w:t>Prophethood</w:t>
      </w:r>
      <w:proofErr w:type="spellEnd"/>
      <w:r>
        <w:t>, God did not send any bastard to be His Prophet!</w:t>
      </w:r>
    </w:p>
    <w:p w:rsidR="00B361CB" w:rsidRDefault="002125FA" w:rsidP="002125FA">
      <w:pPr>
        <w:pStyle w:val="libNormal"/>
      </w:pPr>
      <w:r>
        <w:t>In Deuteronomy 23:2, the Bible clearly states:</w:t>
      </w:r>
    </w:p>
    <w:p w:rsidR="00B361CB" w:rsidRDefault="002125FA" w:rsidP="002125FA">
      <w:pPr>
        <w:pStyle w:val="libNormal"/>
      </w:pPr>
      <w:r>
        <w:t xml:space="preserve">"No one born of </w:t>
      </w:r>
      <w:proofErr w:type="gramStart"/>
      <w:r>
        <w:t>a forbidden marriage nor</w:t>
      </w:r>
      <w:proofErr w:type="gramEnd"/>
      <w:r>
        <w:t xml:space="preserve"> any of his descendants may enter the assembly of the LORD, even down to the tenth generation."</w:t>
      </w:r>
    </w:p>
    <w:p w:rsidR="00B361CB" w:rsidRDefault="002125FA" w:rsidP="002125FA">
      <w:pPr>
        <w:pStyle w:val="libNormal"/>
      </w:pPr>
      <w:r>
        <w:t>Hence, NO PROPHET CAN BE A BASTARD.</w:t>
      </w:r>
    </w:p>
    <w:p w:rsidR="00B361CB" w:rsidRDefault="002125FA" w:rsidP="002125FA">
      <w:pPr>
        <w:pStyle w:val="libNormal"/>
      </w:pPr>
      <w:r>
        <w:t>In contradiction to this statement, the Bible says that certain Prophets WERE bastards!</w:t>
      </w:r>
    </w:p>
    <w:p w:rsidR="00B361CB" w:rsidRDefault="002125FA" w:rsidP="002125FA">
      <w:pPr>
        <w:pStyle w:val="libNormal"/>
      </w:pPr>
      <w:r>
        <w:t>Judges 11:1 says the following:</w:t>
      </w:r>
    </w:p>
    <w:p w:rsidR="00B361CB" w:rsidRDefault="002125FA" w:rsidP="002125FA">
      <w:pPr>
        <w:pStyle w:val="libNormal"/>
      </w:pPr>
      <w:r>
        <w:t>"</w:t>
      </w:r>
      <w:proofErr w:type="spellStart"/>
      <w:r>
        <w:t>Jephthah</w:t>
      </w:r>
      <w:proofErr w:type="spellEnd"/>
      <w:r>
        <w:t xml:space="preserve"> the </w:t>
      </w:r>
      <w:proofErr w:type="spellStart"/>
      <w:r>
        <w:t>Gileadite</w:t>
      </w:r>
      <w:proofErr w:type="spellEnd"/>
      <w:r>
        <w:t xml:space="preserve"> was a mighty warrior. His father was Gilead; his mother was a prostitute. Gilead's </w:t>
      </w:r>
      <w:proofErr w:type="gramStart"/>
      <w:r>
        <w:t>wife,</w:t>
      </w:r>
      <w:proofErr w:type="gramEnd"/>
      <w:r>
        <w:t xml:space="preserve"> also bore him sons, and when they were grown up, they drove </w:t>
      </w:r>
      <w:proofErr w:type="spellStart"/>
      <w:r>
        <w:t>Jephthah</w:t>
      </w:r>
      <w:proofErr w:type="spellEnd"/>
      <w:r>
        <w:t xml:space="preserve"> away. "You are not going to get any </w:t>
      </w:r>
      <w:r>
        <w:lastRenderedPageBreak/>
        <w:t>inheritance in our family," they said, "because you are the son of another woman.”</w:t>
      </w:r>
    </w:p>
    <w:p w:rsidR="00B361CB" w:rsidRDefault="002125FA" w:rsidP="002125FA">
      <w:pPr>
        <w:pStyle w:val="libNormal"/>
      </w:pPr>
      <w:r>
        <w:t>Now see Verse 29:</w:t>
      </w:r>
    </w:p>
    <w:p w:rsidR="00B361CB" w:rsidRPr="00B82B4B" w:rsidRDefault="002125FA" w:rsidP="00B82B4B">
      <w:pPr>
        <w:pStyle w:val="libNormal"/>
      </w:pPr>
      <w:r>
        <w:t xml:space="preserve">"Then the Spirit of the LORD came upon </w:t>
      </w:r>
      <w:proofErr w:type="spellStart"/>
      <w:r>
        <w:t>Jephthah</w:t>
      </w:r>
      <w:proofErr w:type="spellEnd"/>
      <w:r>
        <w:t xml:space="preserve">. He crossed Gilead and Manasseh, passed through </w:t>
      </w:r>
      <w:proofErr w:type="spellStart"/>
      <w:r>
        <w:t>Mizpah</w:t>
      </w:r>
      <w:proofErr w:type="spellEnd"/>
      <w:r>
        <w:t xml:space="preserve"> o</w:t>
      </w:r>
      <w:r w:rsidRPr="00B82B4B">
        <w:t>f</w:t>
      </w:r>
    </w:p>
    <w:p w:rsidR="00B361CB" w:rsidRDefault="002125FA" w:rsidP="002125FA">
      <w:pPr>
        <w:pStyle w:val="libNormal"/>
      </w:pPr>
      <w:r>
        <w:t>Gilead, and from there he advanced against the Ammonites.”</w:t>
      </w:r>
    </w:p>
    <w:p w:rsidR="00B361CB" w:rsidRDefault="002125FA" w:rsidP="002125FA">
      <w:pPr>
        <w:pStyle w:val="libNormal"/>
      </w:pPr>
      <w:r>
        <w:t>This means that he WAS a Prophet, an inspired one!</w:t>
      </w:r>
    </w:p>
    <w:p w:rsidR="00B361CB" w:rsidRDefault="002125FA" w:rsidP="002125FA">
      <w:pPr>
        <w:pStyle w:val="libNormal"/>
      </w:pPr>
      <w:r>
        <w:t>We have already mentioned the allegations made against Prophet David, of how he committed adultery with Bathsheba, the wife of Uriah, and how he made Uriah drunk so that he could lay with his wife and then sent him off to the battlefront to be killed. Therefore, according to the Bible, Solomon is, God forbid, an illegitimate son of David!</w:t>
      </w:r>
    </w:p>
    <w:p w:rsidR="00B361CB" w:rsidRDefault="002125FA" w:rsidP="002125FA">
      <w:pPr>
        <w:pStyle w:val="libNormal"/>
      </w:pPr>
      <w:r>
        <w:t>See Samuel II 12:24:</w:t>
      </w:r>
    </w:p>
    <w:p w:rsidR="00B361CB" w:rsidRDefault="002125FA" w:rsidP="002125FA">
      <w:pPr>
        <w:pStyle w:val="libNormal"/>
      </w:pPr>
      <w:r>
        <w:t>"Then David comforted his wife Bathsheba, and he went to her and lay with her. She gave birth to a son and they named him Solomon. The LORD loved him."</w:t>
      </w:r>
    </w:p>
    <w:p w:rsidR="00B361CB" w:rsidRDefault="002125FA" w:rsidP="002125FA">
      <w:pPr>
        <w:pStyle w:val="libNormal"/>
      </w:pPr>
      <w:r>
        <w:t xml:space="preserve">Now see how the Bible alleges that Jesus (P) also is of the descendants of </w:t>
      </w:r>
      <w:proofErr w:type="spellStart"/>
      <w:r>
        <w:t>Pharez</w:t>
      </w:r>
      <w:proofErr w:type="spellEnd"/>
      <w:r>
        <w:t>, an illegitimate son of Judah, born to his daughter</w:t>
      </w:r>
      <w:r w:rsidR="00B82B4B">
        <w:t>-</w:t>
      </w:r>
      <w:r>
        <w:t>in</w:t>
      </w:r>
      <w:r w:rsidR="00B82B4B">
        <w:t>-</w:t>
      </w:r>
      <w:r>
        <w:t>law, Tamar.</w:t>
      </w:r>
    </w:p>
    <w:p w:rsidR="00B361CB" w:rsidRDefault="002125FA" w:rsidP="002125FA">
      <w:pPr>
        <w:pStyle w:val="libNormal"/>
      </w:pPr>
      <w:r>
        <w:t>Matthew 1:1</w:t>
      </w:r>
      <w:r w:rsidR="00B82B4B">
        <w:t>-</w:t>
      </w:r>
      <w:r>
        <w:t>16:</w:t>
      </w:r>
    </w:p>
    <w:p w:rsidR="00B361CB" w:rsidRPr="00B82B4B" w:rsidRDefault="002125FA" w:rsidP="00B82B4B">
      <w:pPr>
        <w:pStyle w:val="libNormal"/>
      </w:pPr>
      <w:r>
        <w:t xml:space="preserve">"A record of the genealogy of Jesus the son of David, the son of Abraham: Abraham was the father of Isaac, Isaac the father of Jacob, Jacob the father of Judah and his brothers, Judah the father of Perez and </w:t>
      </w:r>
      <w:proofErr w:type="spellStart"/>
      <w:r>
        <w:t>Zerah</w:t>
      </w:r>
      <w:proofErr w:type="spellEnd"/>
      <w:r>
        <w:t xml:space="preserve">, whose mother was Tamar, Perez the father of </w:t>
      </w:r>
      <w:proofErr w:type="spellStart"/>
      <w:r>
        <w:t>Hezron</w:t>
      </w:r>
      <w:proofErr w:type="spellEnd"/>
      <w:r>
        <w:t xml:space="preserve">, </w:t>
      </w:r>
      <w:proofErr w:type="spellStart"/>
      <w:r>
        <w:t>Hezron</w:t>
      </w:r>
      <w:proofErr w:type="spellEnd"/>
      <w:r>
        <w:t xml:space="preserve"> the father of Ram, Ram the father of </w:t>
      </w:r>
      <w:proofErr w:type="spellStart"/>
      <w:r>
        <w:t>Amminadab</w:t>
      </w:r>
      <w:proofErr w:type="spellEnd"/>
      <w:r>
        <w:t xml:space="preserve">, </w:t>
      </w:r>
      <w:proofErr w:type="spellStart"/>
      <w:r>
        <w:t>Amminadab</w:t>
      </w:r>
      <w:proofErr w:type="spellEnd"/>
      <w:r>
        <w:t xml:space="preserve"> the father of </w:t>
      </w:r>
      <w:proofErr w:type="spellStart"/>
      <w:r>
        <w:t>Nahshon</w:t>
      </w:r>
      <w:proofErr w:type="spellEnd"/>
      <w:r>
        <w:t xml:space="preserve">, </w:t>
      </w:r>
      <w:proofErr w:type="spellStart"/>
      <w:r>
        <w:t>Nahshon</w:t>
      </w:r>
      <w:proofErr w:type="spellEnd"/>
      <w:r>
        <w:t xml:space="preserve"> the father of Salmon, Salmon the father of Boaz, whose mothers was </w:t>
      </w:r>
      <w:proofErr w:type="spellStart"/>
      <w:r>
        <w:t>Rahab</w:t>
      </w:r>
      <w:proofErr w:type="spellEnd"/>
      <w:r>
        <w:t xml:space="preserve">, Boaz the father of </w:t>
      </w:r>
      <w:proofErr w:type="spellStart"/>
      <w:r>
        <w:t>Obed</w:t>
      </w:r>
      <w:proofErr w:type="spellEnd"/>
      <w:r>
        <w:t xml:space="preserve">, whose mother was Ruth, </w:t>
      </w:r>
      <w:proofErr w:type="spellStart"/>
      <w:r>
        <w:t>Obed</w:t>
      </w:r>
      <w:proofErr w:type="spellEnd"/>
      <w:r>
        <w:t xml:space="preserve"> the father of Jesse, and Jesse the father of King David. David was the father of Solomon, whose mother had been Uriah's wife, Solomon the father of </w:t>
      </w:r>
      <w:proofErr w:type="spellStart"/>
      <w:r>
        <w:t>Rehoboam</w:t>
      </w:r>
      <w:proofErr w:type="spellEnd"/>
      <w:r>
        <w:t xml:space="preserve">, </w:t>
      </w:r>
      <w:proofErr w:type="spellStart"/>
      <w:r>
        <w:t>Rehoboam</w:t>
      </w:r>
      <w:proofErr w:type="spellEnd"/>
      <w:r>
        <w:t xml:space="preserve"> the father of </w:t>
      </w:r>
      <w:proofErr w:type="spellStart"/>
      <w:r>
        <w:t>Abijah</w:t>
      </w:r>
      <w:proofErr w:type="spellEnd"/>
      <w:r>
        <w:t xml:space="preserve">, </w:t>
      </w:r>
      <w:proofErr w:type="spellStart"/>
      <w:r>
        <w:t>Abijah</w:t>
      </w:r>
      <w:proofErr w:type="spellEnd"/>
      <w:r>
        <w:t xml:space="preserve"> the father of </w:t>
      </w:r>
      <w:proofErr w:type="spellStart"/>
      <w:r>
        <w:t>Asa</w:t>
      </w:r>
      <w:proofErr w:type="spellEnd"/>
      <w:r>
        <w:t xml:space="preserve">, </w:t>
      </w:r>
      <w:proofErr w:type="spellStart"/>
      <w:r>
        <w:t>Asa</w:t>
      </w:r>
      <w:proofErr w:type="spellEnd"/>
      <w:r>
        <w:t xml:space="preserve"> the father of Jehoshaphat, Jehoshaphat the father o</w:t>
      </w:r>
      <w:r w:rsidRPr="00B82B4B">
        <w:t>f</w:t>
      </w:r>
    </w:p>
    <w:p w:rsidR="00B361CB" w:rsidRDefault="002125FA" w:rsidP="002125FA">
      <w:pPr>
        <w:pStyle w:val="libNormal"/>
      </w:pPr>
      <w:proofErr w:type="spellStart"/>
      <w:r>
        <w:t>Joram</w:t>
      </w:r>
      <w:proofErr w:type="spellEnd"/>
      <w:r>
        <w:t xml:space="preserve">, </w:t>
      </w:r>
      <w:proofErr w:type="spellStart"/>
      <w:r>
        <w:t>Joram</w:t>
      </w:r>
      <w:proofErr w:type="spellEnd"/>
      <w:r>
        <w:t xml:space="preserve"> the father of </w:t>
      </w:r>
      <w:proofErr w:type="spellStart"/>
      <w:r>
        <w:t>Uzziah</w:t>
      </w:r>
      <w:proofErr w:type="spellEnd"/>
      <w:r>
        <w:t xml:space="preserve">, </w:t>
      </w:r>
      <w:proofErr w:type="spellStart"/>
      <w:r>
        <w:t>Uzziah</w:t>
      </w:r>
      <w:proofErr w:type="spellEnd"/>
      <w:r>
        <w:t xml:space="preserve"> the father of </w:t>
      </w:r>
      <w:proofErr w:type="spellStart"/>
      <w:r>
        <w:t>Jotham</w:t>
      </w:r>
      <w:proofErr w:type="spellEnd"/>
      <w:r>
        <w:t xml:space="preserve">, </w:t>
      </w:r>
      <w:proofErr w:type="spellStart"/>
      <w:r>
        <w:t>Jotham</w:t>
      </w:r>
      <w:proofErr w:type="spellEnd"/>
      <w:r>
        <w:t xml:space="preserve"> the father of </w:t>
      </w:r>
      <w:proofErr w:type="spellStart"/>
      <w:r>
        <w:t>Ahaz</w:t>
      </w:r>
      <w:proofErr w:type="spellEnd"/>
      <w:r>
        <w:t xml:space="preserve">, </w:t>
      </w:r>
      <w:proofErr w:type="spellStart"/>
      <w:r>
        <w:t>Ahaz</w:t>
      </w:r>
      <w:proofErr w:type="spellEnd"/>
      <w:r>
        <w:t xml:space="preserve"> the father of Hezekiah, Hezekiah the father of Manasseh, Manasseh the father of </w:t>
      </w:r>
      <w:proofErr w:type="spellStart"/>
      <w:r>
        <w:t>Amon</w:t>
      </w:r>
      <w:proofErr w:type="spellEnd"/>
      <w:r>
        <w:t xml:space="preserve">, </w:t>
      </w:r>
      <w:proofErr w:type="spellStart"/>
      <w:r>
        <w:t>Amon</w:t>
      </w:r>
      <w:proofErr w:type="spellEnd"/>
      <w:r>
        <w:t xml:space="preserve"> the father of Josiah, and Josiah the father of </w:t>
      </w:r>
      <w:proofErr w:type="spellStart"/>
      <w:r>
        <w:t>Jeconiah</w:t>
      </w:r>
      <w:proofErr w:type="spellEnd"/>
      <w:r>
        <w:t xml:space="preserve"> and his brothers at the time of the exile to Babylon. After the exile to Babylon: </w:t>
      </w:r>
      <w:proofErr w:type="spellStart"/>
      <w:r>
        <w:t>Jeconiah</w:t>
      </w:r>
      <w:proofErr w:type="spellEnd"/>
      <w:r>
        <w:t xml:space="preserve"> was the father of </w:t>
      </w:r>
      <w:proofErr w:type="spellStart"/>
      <w:r>
        <w:t>Shealtiel</w:t>
      </w:r>
      <w:proofErr w:type="spellEnd"/>
      <w:r>
        <w:t xml:space="preserve">, </w:t>
      </w:r>
      <w:proofErr w:type="spellStart"/>
      <w:r>
        <w:t>Shealtiel</w:t>
      </w:r>
      <w:proofErr w:type="spellEnd"/>
      <w:r>
        <w:t xml:space="preserve"> the father of </w:t>
      </w:r>
      <w:proofErr w:type="spellStart"/>
      <w:r>
        <w:t>Zerubbabel</w:t>
      </w:r>
      <w:proofErr w:type="spellEnd"/>
      <w:r>
        <w:t xml:space="preserve">, </w:t>
      </w:r>
      <w:proofErr w:type="spellStart"/>
      <w:r>
        <w:t>Zerubbabel</w:t>
      </w:r>
      <w:proofErr w:type="spellEnd"/>
      <w:r>
        <w:t xml:space="preserve"> the </w:t>
      </w:r>
      <w:proofErr w:type="spellStart"/>
      <w:r>
        <w:t>fathr</w:t>
      </w:r>
      <w:proofErr w:type="spellEnd"/>
      <w:r>
        <w:t xml:space="preserve"> of </w:t>
      </w:r>
      <w:proofErr w:type="spellStart"/>
      <w:r>
        <w:t>Abiud</w:t>
      </w:r>
      <w:proofErr w:type="spellEnd"/>
      <w:r>
        <w:t xml:space="preserve">, </w:t>
      </w:r>
      <w:proofErr w:type="spellStart"/>
      <w:r>
        <w:t>Abiud</w:t>
      </w:r>
      <w:proofErr w:type="spellEnd"/>
      <w:r>
        <w:t xml:space="preserve"> the father of </w:t>
      </w:r>
      <w:proofErr w:type="spellStart"/>
      <w:r>
        <w:t>Eliakim</w:t>
      </w:r>
      <w:proofErr w:type="spellEnd"/>
      <w:r>
        <w:t xml:space="preserve">, </w:t>
      </w:r>
      <w:proofErr w:type="spellStart"/>
      <w:r>
        <w:t>Eliakim</w:t>
      </w:r>
      <w:proofErr w:type="spellEnd"/>
      <w:r>
        <w:t xml:space="preserve"> the father of </w:t>
      </w:r>
      <w:proofErr w:type="spellStart"/>
      <w:r>
        <w:t>Azor</w:t>
      </w:r>
      <w:proofErr w:type="spellEnd"/>
      <w:r>
        <w:t xml:space="preserve">, </w:t>
      </w:r>
      <w:proofErr w:type="spellStart"/>
      <w:r>
        <w:t>Azor</w:t>
      </w:r>
      <w:proofErr w:type="spellEnd"/>
      <w:r>
        <w:t xml:space="preserve"> the father of </w:t>
      </w:r>
      <w:proofErr w:type="spellStart"/>
      <w:r>
        <w:t>Zadok</w:t>
      </w:r>
      <w:proofErr w:type="spellEnd"/>
      <w:r>
        <w:t xml:space="preserve">, </w:t>
      </w:r>
      <w:proofErr w:type="spellStart"/>
      <w:r>
        <w:t>Zadok</w:t>
      </w:r>
      <w:proofErr w:type="spellEnd"/>
      <w:r>
        <w:t xml:space="preserve"> the father of </w:t>
      </w:r>
      <w:proofErr w:type="spellStart"/>
      <w:r>
        <w:t>Akim</w:t>
      </w:r>
      <w:proofErr w:type="spellEnd"/>
      <w:r>
        <w:t xml:space="preserve">, </w:t>
      </w:r>
      <w:proofErr w:type="spellStart"/>
      <w:r>
        <w:t>Akim</w:t>
      </w:r>
      <w:proofErr w:type="spellEnd"/>
      <w:r>
        <w:t xml:space="preserve"> the father of </w:t>
      </w:r>
      <w:proofErr w:type="spellStart"/>
      <w:r>
        <w:t>Eliud</w:t>
      </w:r>
      <w:proofErr w:type="spellEnd"/>
      <w:r>
        <w:t xml:space="preserve">, </w:t>
      </w:r>
      <w:proofErr w:type="spellStart"/>
      <w:r>
        <w:t>Eliud</w:t>
      </w:r>
      <w:proofErr w:type="spellEnd"/>
      <w:r>
        <w:t xml:space="preserve"> the father of </w:t>
      </w:r>
      <w:proofErr w:type="spellStart"/>
      <w:r>
        <w:t>Eleazar</w:t>
      </w:r>
      <w:proofErr w:type="spellEnd"/>
      <w:r>
        <w:t xml:space="preserve">, </w:t>
      </w:r>
      <w:proofErr w:type="spellStart"/>
      <w:r>
        <w:t>Eleazar</w:t>
      </w:r>
      <w:proofErr w:type="spellEnd"/>
      <w:r>
        <w:t xml:space="preserve"> the father of </w:t>
      </w:r>
      <w:proofErr w:type="spellStart"/>
      <w:r>
        <w:t>Matthan</w:t>
      </w:r>
      <w:proofErr w:type="spellEnd"/>
      <w:r>
        <w:t xml:space="preserve">, </w:t>
      </w:r>
      <w:proofErr w:type="spellStart"/>
      <w:r>
        <w:t>Matthan</w:t>
      </w:r>
      <w:proofErr w:type="spellEnd"/>
      <w:r>
        <w:t xml:space="preserve"> the father of Jacob, and Jacob the father of Joseph, the husband of Mary, of whom was born Jesus who is called Christ.</w:t>
      </w:r>
    </w:p>
    <w:p w:rsidR="002125FA" w:rsidRDefault="002125FA" w:rsidP="002125FA">
      <w:pPr>
        <w:pStyle w:val="libNormal"/>
      </w:pPr>
      <w:r>
        <w:t>May Allah (GOD) forgive us for reproducing these blasphemies! But it is necessary to do so in order to show how the Bible makes allegations against God and His Holy Prophets and to enable us to wean people out of disbelief and correct their transgressions. We DO NOT believe these stories to be the Word of God or Revelation. They are man</w:t>
      </w:r>
      <w:r w:rsidR="00B82B4B">
        <w:t>-</w:t>
      </w:r>
      <w:r>
        <w:t>made fabrications!</w:t>
      </w:r>
    </w:p>
    <w:p w:rsidR="00B361CB" w:rsidRPr="00B82B4B" w:rsidRDefault="002125FA" w:rsidP="00B82B4B">
      <w:pPr>
        <w:pStyle w:val="Heading2Center"/>
      </w:pPr>
      <w:bookmarkStart w:id="46" w:name="_Toc464731355"/>
      <w:r>
        <w:lastRenderedPageBreak/>
        <w:t>Old Testament Accuses Prophet Lot of Incest with His Daughters after Drinkin</w:t>
      </w:r>
      <w:r w:rsidRPr="00B82B4B">
        <w:t>g</w:t>
      </w:r>
      <w:bookmarkEnd w:id="46"/>
    </w:p>
    <w:p w:rsidR="00B361CB" w:rsidRDefault="002125FA" w:rsidP="002125FA">
      <w:pPr>
        <w:pStyle w:val="libNormal"/>
      </w:pPr>
      <w:r>
        <w:t>In the Book of Genesis 19:30</w:t>
      </w:r>
      <w:r w:rsidR="00B82B4B">
        <w:t>-</w:t>
      </w:r>
      <w:r>
        <w:t>38, the following allegation is made against Prophet Lot:</w:t>
      </w:r>
    </w:p>
    <w:p w:rsidR="00B361CB" w:rsidRDefault="002125FA" w:rsidP="002125FA">
      <w:pPr>
        <w:pStyle w:val="libNormal"/>
      </w:pPr>
      <w:r>
        <w:t xml:space="preserve">"Lot and his two daughters left </w:t>
      </w:r>
      <w:proofErr w:type="spellStart"/>
      <w:r>
        <w:t>Zoar</w:t>
      </w:r>
      <w:proofErr w:type="spellEnd"/>
      <w:r>
        <w:t xml:space="preserve"> and settled in the mountains, for he was afraid to stay in </w:t>
      </w:r>
      <w:proofErr w:type="spellStart"/>
      <w:r>
        <w:t>Zoar</w:t>
      </w:r>
      <w:proofErr w:type="spellEnd"/>
      <w:r>
        <w:t>. He and his two daughters lived in a cave. One day the older daughter said to the younger, "Our father is old, and there is no man around here to lie with us, as is the custom all over the earth. Let's get our father to drink wine and then lie with him and preserve our family line through our father." That night they got their father to drink wine,</w:t>
      </w:r>
    </w:p>
    <w:p w:rsidR="00B361CB" w:rsidRDefault="002125FA" w:rsidP="002125FA">
      <w:pPr>
        <w:pStyle w:val="libNormal"/>
      </w:pPr>
      <w:proofErr w:type="gramStart"/>
      <w:r>
        <w:t>and</w:t>
      </w:r>
      <w:proofErr w:type="gramEnd"/>
      <w:r>
        <w:t xml:space="preserve"> the older daughter went in and lay with him. He was not aware of it when she lay down or when she got up. The next day the older daughter said to the younger, "Last night I lay with my father. Let's get him to drink wine again tonight, and you go in and lie with him so we can preserve our family line through our father." So, they got their father to drink wine that night also, and the younger daughter went and lay with him. Again, he was not aware of it when she lay down or when she got up. </w:t>
      </w:r>
      <w:proofErr w:type="gramStart"/>
      <w:r>
        <w:t>So both of Lot's daughters became pregnant by their father.</w:t>
      </w:r>
      <w:proofErr w:type="gramEnd"/>
      <w:r>
        <w:t xml:space="preserve"> The older daughter had a son, and she named him Moab; he is the father of the Moabites of today. The younger daughter also had a son, and she named him Ben</w:t>
      </w:r>
      <w:r w:rsidR="00B82B4B">
        <w:t>-</w:t>
      </w:r>
      <w:proofErr w:type="spellStart"/>
      <w:r>
        <w:t>Ammi</w:t>
      </w:r>
      <w:proofErr w:type="spellEnd"/>
      <w:r>
        <w:t>; he is the father of the Ammonites of today."</w:t>
      </w:r>
    </w:p>
    <w:p w:rsidR="00B361CB" w:rsidRDefault="002125FA" w:rsidP="002125FA">
      <w:pPr>
        <w:pStyle w:val="libNormal"/>
      </w:pPr>
      <w:r>
        <w:t>Did you ever hear a story such as this, such lies in the Old Testament, such immorality! The Old Testament is hurting Prophet Lot with this allegation of incest with both of his daughters who had never known a man, as stated by Prophet Lot earlier in Genesis 19:8:</w:t>
      </w:r>
    </w:p>
    <w:p w:rsidR="00B361CB" w:rsidRDefault="002125FA" w:rsidP="002125FA">
      <w:pPr>
        <w:pStyle w:val="libNormal"/>
      </w:pPr>
      <w:r>
        <w:t>"Look, I have two daughters who have never slept with a man."</w:t>
      </w:r>
    </w:p>
    <w:p w:rsidR="002125FA" w:rsidRDefault="002125FA" w:rsidP="002125FA">
      <w:pPr>
        <w:pStyle w:val="libNormal"/>
      </w:pPr>
      <w:r>
        <w:t>How can Prophet Lot, a man of God, a Prophet sent to divert people from sins and evil, commit incest with his virgin daughters? I summon all you Christians; do you believe such a story? This is the act of the most sinful human being.</w:t>
      </w:r>
    </w:p>
    <w:p w:rsidR="00B361CB" w:rsidRPr="00B82B4B" w:rsidRDefault="002125FA" w:rsidP="00B82B4B">
      <w:pPr>
        <w:pStyle w:val="Heading2Center"/>
      </w:pPr>
      <w:bookmarkStart w:id="47" w:name="_Toc464731356"/>
      <w:r>
        <w:t>In the Old Testament Jacob Cheats the Lor</w:t>
      </w:r>
      <w:r w:rsidRPr="00B82B4B">
        <w:t>d</w:t>
      </w:r>
      <w:bookmarkEnd w:id="47"/>
    </w:p>
    <w:p w:rsidR="00B361CB" w:rsidRDefault="002125FA" w:rsidP="002125FA">
      <w:pPr>
        <w:pStyle w:val="libNormal"/>
      </w:pPr>
      <w:r>
        <w:t>In Genesis 27:1</w:t>
      </w:r>
      <w:r w:rsidR="00B82B4B">
        <w:t>-</w:t>
      </w:r>
      <w:r>
        <w:t>25, we read that Isaac was old and his eyesight was weak. He told his eldest son, Esau, to go hunting and to prepare the kill as savory meat; such as he loves, so that he may bless his son.</w:t>
      </w:r>
    </w:p>
    <w:p w:rsidR="00B361CB" w:rsidRDefault="002125FA" w:rsidP="002125FA">
      <w:pPr>
        <w:pStyle w:val="libNormal"/>
      </w:pPr>
      <w:r>
        <w:t>Rebecca, Esau and Jacob's mother, overheard the conversation between father and son and instructed Jacob, the younger son, to bring two goats, which she would prepare as savory meat for his father, in order to take the blessing. He was to wear the goatskins in order to fool his father into believing that he was his brother. Jacob was afraid the plan would fail and that he would be cursed, but his mother reassured him.</w:t>
      </w:r>
    </w:p>
    <w:p w:rsidR="00B361CB" w:rsidRDefault="002125FA" w:rsidP="002125FA">
      <w:pPr>
        <w:pStyle w:val="libNormal"/>
      </w:pPr>
      <w:r>
        <w:t>So, they did as they planned, and Jacob took the food to his father. Isaac wondered that the task had been accomplished so quickly. He also wondered that he was hearing Jacob's voice and not Esau's. He could not see well, so he wanted to touch his son. Although the voice was Jacob's, the skin he felt was Esau's, so he took the meat, and blessed Jacob unknowingly.</w:t>
      </w:r>
    </w:p>
    <w:p w:rsidR="00B361CB" w:rsidRDefault="002125FA" w:rsidP="002125FA">
      <w:pPr>
        <w:pStyle w:val="libNormal"/>
      </w:pPr>
      <w:r>
        <w:lastRenderedPageBreak/>
        <w:t xml:space="preserve">When Esau came back, his father </w:t>
      </w:r>
      <w:proofErr w:type="spellStart"/>
      <w:r>
        <w:t>realised</w:t>
      </w:r>
      <w:proofErr w:type="spellEnd"/>
      <w:r>
        <w:t xml:space="preserve"> that he had been tricked, but it was too late, as the blessing had already gone to Jacob. Jacob was not the master.</w:t>
      </w:r>
    </w:p>
    <w:p w:rsidR="00B361CB" w:rsidRDefault="002125FA" w:rsidP="002125FA">
      <w:pPr>
        <w:pStyle w:val="libNormal"/>
      </w:pPr>
      <w:r>
        <w:t>This story resembles one of the stories of "One Thousand and One Nights", not words from the Creator of the Heavens and Earth. Therefore, I summon to you, clear</w:t>
      </w:r>
      <w:r w:rsidR="00B82B4B">
        <w:t>-</w:t>
      </w:r>
      <w:r>
        <w:t>minded people. It is clear that these stories have been put together by someone who does not care about religion. These stories are not God's Gospel. If we analyze this story, we can be sure that these Statements are not Revelation. Let us look at these points:</w:t>
      </w:r>
    </w:p>
    <w:p w:rsidR="00B361CB" w:rsidRPr="00B82B4B" w:rsidRDefault="002125FA" w:rsidP="00B82B4B">
      <w:pPr>
        <w:pStyle w:val="libNormal"/>
      </w:pPr>
      <w:r>
        <w:t>1. The blessing was made, based solely on the preparation of the food, to please Isaac. We surely know that the only goal of God's Prophet is to obey God's command. Their desire is to spread God's Word amongst the people, not to enjoy food, for the sake of blessing someone and making him into a Prophet. The emphasis should be strictly o</w:t>
      </w:r>
      <w:r w:rsidRPr="00B82B4B">
        <w:t>n</w:t>
      </w:r>
    </w:p>
    <w:p w:rsidR="00B361CB" w:rsidRDefault="002125FA" w:rsidP="002125FA">
      <w:pPr>
        <w:pStyle w:val="libNormal"/>
      </w:pPr>
      <w:proofErr w:type="gramStart"/>
      <w:r>
        <w:t>the</w:t>
      </w:r>
      <w:proofErr w:type="gramEnd"/>
      <w:r>
        <w:t xml:space="preserve"> qualified person being a man of God and having spiritual cleanliness.</w:t>
      </w:r>
    </w:p>
    <w:p w:rsidR="00B361CB" w:rsidRDefault="002125FA" w:rsidP="002125FA">
      <w:pPr>
        <w:pStyle w:val="libNormal"/>
      </w:pPr>
      <w:r>
        <w:t xml:space="preserve">2. The Old Testament claims that the blessing of the </w:t>
      </w:r>
      <w:proofErr w:type="spellStart"/>
      <w:r>
        <w:t>Prophethood</w:t>
      </w:r>
      <w:proofErr w:type="spellEnd"/>
      <w:r>
        <w:t xml:space="preserve"> went to the wrong person because it was Esau's right and not Jacob's, but through trickery and cheating, Jacob acquired the blessing.</w:t>
      </w:r>
    </w:p>
    <w:p w:rsidR="00B361CB" w:rsidRDefault="002125FA" w:rsidP="002125FA">
      <w:pPr>
        <w:pStyle w:val="libNormal"/>
      </w:pPr>
      <w:r>
        <w:t>Cheating cannot undo what God has commanded. Cheating alone would not enable Jacob to take the blessing and to become a Prophet.</w:t>
      </w:r>
    </w:p>
    <w:p w:rsidR="00B361CB" w:rsidRDefault="002125FA" w:rsidP="002125FA">
      <w:pPr>
        <w:pStyle w:val="libNormal"/>
      </w:pPr>
      <w:r>
        <w:t>3. The Old Testament shows Isaac to be a fool, not knowing the difference between human skin and animal skin worn as clothing!</w:t>
      </w:r>
    </w:p>
    <w:p w:rsidR="00B361CB" w:rsidRDefault="002125FA" w:rsidP="002125FA">
      <w:pPr>
        <w:pStyle w:val="libNormal"/>
      </w:pPr>
      <w:r>
        <w:t>4. It portrays Prophet Isaac as being unwise. Although he was in doubt as to the identity of the person, he did not investigate further. He could have called a reliable, trustworthy third person as a witness regarding such as important issue.</w:t>
      </w:r>
    </w:p>
    <w:p w:rsidR="00B361CB" w:rsidRDefault="002125FA" w:rsidP="002125FA">
      <w:pPr>
        <w:pStyle w:val="libNormal"/>
      </w:pPr>
      <w:r>
        <w:t>5. In Verse 25 we read:</w:t>
      </w:r>
    </w:p>
    <w:p w:rsidR="00B361CB" w:rsidRDefault="002125FA" w:rsidP="002125FA">
      <w:pPr>
        <w:pStyle w:val="libNormal"/>
      </w:pPr>
      <w:r>
        <w:t>"Jacob brought it to him and he ate; and he brought some wine and he drank."</w:t>
      </w:r>
    </w:p>
    <w:p w:rsidR="00B361CB" w:rsidRDefault="002125FA" w:rsidP="002125FA">
      <w:pPr>
        <w:pStyle w:val="libNormal"/>
      </w:pPr>
      <w:r>
        <w:t>If we look in the Book of Proverbs 20:1 we read:</w:t>
      </w:r>
    </w:p>
    <w:p w:rsidR="00B361CB" w:rsidRDefault="002125FA" w:rsidP="002125FA">
      <w:pPr>
        <w:pStyle w:val="libNormal"/>
      </w:pPr>
      <w:r>
        <w:t>"Wine is a mocker and beer a brawler; whoever is led astray by them is not wise."</w:t>
      </w:r>
    </w:p>
    <w:p w:rsidR="00B361CB" w:rsidRDefault="002125FA" w:rsidP="002125FA">
      <w:pPr>
        <w:pStyle w:val="libNormal"/>
      </w:pPr>
      <w:r>
        <w:t>Therefore, it would not make sense for a Messenger to drink, when the Bible itself advises against wine. Also in Luke 1: 15 we read as part of John the Baptist's story, son of Zachariah:</w:t>
      </w:r>
    </w:p>
    <w:p w:rsidR="00B361CB" w:rsidRDefault="002125FA" w:rsidP="002125FA">
      <w:pPr>
        <w:pStyle w:val="libNormal"/>
      </w:pPr>
      <w:proofErr w:type="gramStart"/>
      <w:r>
        <w:t>"For he will be great in the sight of the Lord.</w:t>
      </w:r>
      <w:proofErr w:type="gramEnd"/>
      <w:r>
        <w:t xml:space="preserve"> He is never to take wine or other fermented drink, and he will be filled with the Holy Spirit even from birth."</w:t>
      </w:r>
    </w:p>
    <w:p w:rsidR="002125FA" w:rsidRDefault="002125FA" w:rsidP="002125FA">
      <w:pPr>
        <w:pStyle w:val="libNormal"/>
      </w:pPr>
      <w:r>
        <w:t>This is enough proof as to why the consumption of wine is forbidden. Why, then, would a Prophet consume it?</w:t>
      </w:r>
    </w:p>
    <w:p w:rsidR="00B361CB" w:rsidRPr="00B82B4B" w:rsidRDefault="002125FA" w:rsidP="00B82B4B">
      <w:pPr>
        <w:pStyle w:val="libNormal"/>
      </w:pPr>
      <w:r>
        <w:t>Judah Commits Adultery with His Daughter</w:t>
      </w:r>
      <w:r w:rsidR="00B82B4B">
        <w:t>-</w:t>
      </w:r>
      <w:r>
        <w:t>in</w:t>
      </w:r>
      <w:r w:rsidR="00B82B4B">
        <w:t>-</w:t>
      </w:r>
      <w:r>
        <w:t>La</w:t>
      </w:r>
      <w:r w:rsidRPr="00B82B4B">
        <w:t>w</w:t>
      </w:r>
    </w:p>
    <w:p w:rsidR="00B361CB" w:rsidRDefault="002125FA" w:rsidP="002125FA">
      <w:pPr>
        <w:pStyle w:val="libNormal"/>
      </w:pPr>
      <w:r>
        <w:t>See the Book of Genesis 38:13</w:t>
      </w:r>
      <w:r w:rsidR="00B82B4B">
        <w:t>-</w:t>
      </w:r>
      <w:r>
        <w:t>28:</w:t>
      </w:r>
    </w:p>
    <w:p w:rsidR="00B361CB" w:rsidRPr="00B82B4B" w:rsidRDefault="002125FA" w:rsidP="00B82B4B">
      <w:pPr>
        <w:pStyle w:val="libNormal"/>
      </w:pPr>
      <w:r>
        <w:t>"When Tamar was told, "Your father</w:t>
      </w:r>
      <w:r w:rsidR="00B82B4B">
        <w:t>-</w:t>
      </w:r>
      <w:r>
        <w:t>in</w:t>
      </w:r>
      <w:r w:rsidR="00B82B4B">
        <w:t>-</w:t>
      </w:r>
      <w:r>
        <w:t xml:space="preserve">law is on his way to </w:t>
      </w:r>
      <w:proofErr w:type="spellStart"/>
      <w:r>
        <w:t>Timnah</w:t>
      </w:r>
      <w:proofErr w:type="spellEnd"/>
      <w:r>
        <w:t xml:space="preserve"> to shear his sheep," she took off her widow's clothes, covered herself with a veil to disguise </w:t>
      </w:r>
      <w:proofErr w:type="gramStart"/>
      <w:r>
        <w:t>herself</w:t>
      </w:r>
      <w:proofErr w:type="gramEnd"/>
      <w:r>
        <w:t xml:space="preserve">, and then sat down at the entrance to </w:t>
      </w:r>
      <w:proofErr w:type="spellStart"/>
      <w:r>
        <w:t>Enaim</w:t>
      </w:r>
      <w:proofErr w:type="spellEnd"/>
      <w:r>
        <w:t xml:space="preserve">, which is on the road to </w:t>
      </w:r>
      <w:proofErr w:type="spellStart"/>
      <w:r>
        <w:t>Timnah</w:t>
      </w:r>
      <w:proofErr w:type="spellEnd"/>
      <w:r>
        <w:t xml:space="preserve">. </w:t>
      </w:r>
      <w:proofErr w:type="gramStart"/>
      <w:r>
        <w:t xml:space="preserve">For she saw that, though </w:t>
      </w:r>
      <w:proofErr w:type="spellStart"/>
      <w:r>
        <w:t>Shelah</w:t>
      </w:r>
      <w:proofErr w:type="spellEnd"/>
      <w:r>
        <w:t xml:space="preserve"> had now grown up, she had not been given to him as his wife.</w:t>
      </w:r>
      <w:proofErr w:type="gramEnd"/>
      <w:r>
        <w:t xml:space="preserve"> When Judah saw her, he thought she was a prostitute, for she had covered her face. Not realizing that she was </w:t>
      </w:r>
      <w:r>
        <w:lastRenderedPageBreak/>
        <w:t>his daughter</w:t>
      </w:r>
      <w:r w:rsidR="00B82B4B">
        <w:t>-</w:t>
      </w:r>
      <w:r>
        <w:t>in</w:t>
      </w:r>
      <w:r w:rsidR="00B82B4B">
        <w:t>-</w:t>
      </w:r>
      <w:r>
        <w:t xml:space="preserve">law, he went over to her by the roadside and said, "Come now, let me sleep with you.” "And what will you give me to sleep with you?" she asked. "I'll send you a young goat from my flock," he said. "Will you give me something as a pledge until send it?" she asked. He said, "What pledge should I give you?” “Your seal and its cord, and the staff in your hand," she answered. So he gave them to her and slept with her, and she became pregnant by him. After she left, she took off her veil and put on her widow's clothes again. Meanwhile Judah sent the young goat by his friend the </w:t>
      </w:r>
      <w:proofErr w:type="spellStart"/>
      <w:r>
        <w:t>Adullamite</w:t>
      </w:r>
      <w:proofErr w:type="spellEnd"/>
      <w:r>
        <w:t xml:space="preserve"> in order to get his pledge back from the woman, but he did not find her. He asked the men who lived there, "Where is the shrine prostitute who was beside the road at </w:t>
      </w:r>
      <w:proofErr w:type="spellStart"/>
      <w:r>
        <w:t>Enaim</w:t>
      </w:r>
      <w:proofErr w:type="spellEnd"/>
      <w:r>
        <w:t>?" "There hasn't been any shrine prostitute here," they said. So he went back to Judah and said, "I didn't find her. Besides, the men who lived there said, "There hasn't been any shrine prostitute here." Then Judah said, "Let her keep what she has, or we will become a laughing</w:t>
      </w:r>
      <w:r w:rsidR="00B82B4B">
        <w:t>-</w:t>
      </w:r>
      <w:r>
        <w:t>stock. After all, I did send her this young goat, but you didn't find her." About three months later Judah was told, "Your daughter</w:t>
      </w:r>
      <w:r w:rsidR="00B82B4B">
        <w:t>-</w:t>
      </w:r>
      <w:r>
        <w:t>in</w:t>
      </w:r>
      <w:r w:rsidR="00B82B4B">
        <w:t>-</w:t>
      </w:r>
      <w:r>
        <w:t>law Tamar i</w:t>
      </w:r>
      <w:r w:rsidRPr="00B82B4B">
        <w:t>s</w:t>
      </w:r>
    </w:p>
    <w:p w:rsidR="00B361CB" w:rsidRDefault="002125FA" w:rsidP="002125FA">
      <w:pPr>
        <w:pStyle w:val="libNormal"/>
      </w:pPr>
      <w:proofErr w:type="gramStart"/>
      <w:r>
        <w:t>guilty</w:t>
      </w:r>
      <w:proofErr w:type="gramEnd"/>
      <w:r>
        <w:t xml:space="preserve"> of prostitution, and as a result she is now pregnant." Judah said, "Bring her out and have her burned to death.” As she was being brought out, she sent a message to her father</w:t>
      </w:r>
      <w:r w:rsidR="00B82B4B">
        <w:t>-</w:t>
      </w:r>
      <w:r>
        <w:t>in</w:t>
      </w:r>
      <w:r w:rsidR="00B82B4B">
        <w:t>-</w:t>
      </w:r>
      <w:r>
        <w:t xml:space="preserve">law. "I am pregnant by the man who owns these," she said. And she added, "See if you </w:t>
      </w:r>
      <w:proofErr w:type="spellStart"/>
      <w:r>
        <w:t>recognise</w:t>
      </w:r>
      <w:proofErr w:type="spellEnd"/>
      <w:r>
        <w:t xml:space="preserve"> whose seal and cord and staff these are." Judah recognized them and said, "She is more righteous than I, since I wouldn't give her to my son </w:t>
      </w:r>
      <w:proofErr w:type="spellStart"/>
      <w:r>
        <w:t>Shelah</w:t>
      </w:r>
      <w:proofErr w:type="spellEnd"/>
      <w:r>
        <w:t>." And he did not sleep with her again. When the time came for her to give birth, there were twin boys in her womb."</w:t>
      </w:r>
    </w:p>
    <w:p w:rsidR="00B361CB" w:rsidRDefault="002125FA" w:rsidP="002125FA">
      <w:pPr>
        <w:pStyle w:val="libNormal"/>
      </w:pPr>
      <w:r>
        <w:t>Do you not see how the Old Testament insult, degrade, humiliates and strips God's Prophets of their dignity, bringing them down to the level of the most evil sinners?</w:t>
      </w:r>
    </w:p>
    <w:p w:rsidR="002125FA" w:rsidRDefault="002125FA" w:rsidP="002125FA">
      <w:pPr>
        <w:pStyle w:val="libNormal"/>
      </w:pPr>
      <w:r>
        <w:t xml:space="preserve">When they found out about her prostitution, why was she not killed? Then Judah says, "She is more righteous than I" </w:t>
      </w:r>
      <w:r w:rsidR="00B82B4B">
        <w:t>-</w:t>
      </w:r>
      <w:r>
        <w:t xml:space="preserve"> how does this make sense? Did she not put herself in the position, selling herself to him? He simply found her there. What is more astonishing and very strange in this ugly story is the fact that he did not </w:t>
      </w:r>
      <w:proofErr w:type="spellStart"/>
      <w:r>
        <w:t>recognise</w:t>
      </w:r>
      <w:proofErr w:type="spellEnd"/>
      <w:r>
        <w:t xml:space="preserve"> her when he removed her cover! Is the fact that Judah ordered her to be burnet, but released her in order to keep her dignity when he knew the reason for her action</w:t>
      </w:r>
      <w:r w:rsidR="00B82B4B">
        <w:t xml:space="preserve"> - </w:t>
      </w:r>
      <w:r>
        <w:t>was this fact the reason why Judah says, "She is more righteous than I?"</w:t>
      </w:r>
    </w:p>
    <w:p w:rsidR="00B361CB" w:rsidRPr="00B82B4B" w:rsidRDefault="002125FA" w:rsidP="00B82B4B">
      <w:pPr>
        <w:pStyle w:val="Heading2Center"/>
      </w:pPr>
      <w:bookmarkStart w:id="48" w:name="_Toc464731357"/>
      <w:r>
        <w:t>In the Old Testament God Sought to Kill Mose</w:t>
      </w:r>
      <w:r w:rsidRPr="00B82B4B">
        <w:t>s</w:t>
      </w:r>
      <w:bookmarkEnd w:id="48"/>
    </w:p>
    <w:p w:rsidR="00B361CB" w:rsidRDefault="002125FA" w:rsidP="002125FA">
      <w:pPr>
        <w:pStyle w:val="libNormal"/>
      </w:pPr>
      <w:r>
        <w:t>God sent Moses to Pharaoh to perform miracles, but in Exodus 4:24, we read:</w:t>
      </w:r>
    </w:p>
    <w:p w:rsidR="00B361CB" w:rsidRDefault="002125FA" w:rsidP="002125FA">
      <w:pPr>
        <w:pStyle w:val="libNormal"/>
      </w:pPr>
      <w:r>
        <w:t>"At a lodging place on the way, the LORD met Moses and was about to kill him."</w:t>
      </w:r>
    </w:p>
    <w:p w:rsidR="00B361CB" w:rsidRDefault="002125FA" w:rsidP="002125FA">
      <w:pPr>
        <w:pStyle w:val="libNormal"/>
      </w:pPr>
      <w:r>
        <w:t>Is it plausible that God is sending Moses to Pharaoh to lead them to the unity of God? Then when he met him,</w:t>
      </w:r>
    </w:p>
    <w:p w:rsidR="00B361CB" w:rsidRDefault="002125FA" w:rsidP="002125FA">
      <w:pPr>
        <w:pStyle w:val="libNormal"/>
      </w:pPr>
      <w:r>
        <w:t>God wanted to kill him? What made Him think of making Moses a messenger in the first place, then wanting to kill him without Moses having committed any sin warranting such punishment? Moses was only going to obey God's order. What for is such a contradiction people have put in the Bible</w:t>
      </w:r>
      <w:r w:rsidR="00B82B4B">
        <w:t xml:space="preserve"> - </w:t>
      </w:r>
      <w:r>
        <w:t>a contradiction that is not acceptable by anyone!</w:t>
      </w:r>
    </w:p>
    <w:p w:rsidR="00B361CB" w:rsidRDefault="002125FA" w:rsidP="002125FA">
      <w:pPr>
        <w:pStyle w:val="libNormal"/>
      </w:pPr>
      <w:r>
        <w:lastRenderedPageBreak/>
        <w:t>Among the individuals who deserve some sort of credit for evilness was Aaron, and of course, the Old Testament did not forget to give him his due! What kind of an insult is it to say that Aaron made a god in the form of a calf of gold for the people to worship?</w:t>
      </w:r>
    </w:p>
    <w:p w:rsidR="00B361CB" w:rsidRDefault="002125FA" w:rsidP="002125FA">
      <w:pPr>
        <w:pStyle w:val="libNormal"/>
      </w:pPr>
      <w:r>
        <w:t>In Exodus 32:21, we read:</w:t>
      </w:r>
    </w:p>
    <w:p w:rsidR="002125FA" w:rsidRDefault="002125FA" w:rsidP="002125FA">
      <w:pPr>
        <w:pStyle w:val="libNormal"/>
      </w:pPr>
      <w:r>
        <w:t>"He said to Aaron, "What did these people do to you that you led them into such great sin?"</w:t>
      </w:r>
    </w:p>
    <w:p w:rsidR="00B361CB" w:rsidRPr="00B82B4B" w:rsidRDefault="002125FA" w:rsidP="00B82B4B">
      <w:pPr>
        <w:pStyle w:val="Heading2Center"/>
      </w:pPr>
      <w:bookmarkStart w:id="49" w:name="_Toc464731358"/>
      <w:r>
        <w:t>The Old Testament and Getting Married with Aun</w:t>
      </w:r>
      <w:r w:rsidRPr="00B82B4B">
        <w:t>t</w:t>
      </w:r>
      <w:bookmarkEnd w:id="49"/>
    </w:p>
    <w:p w:rsidR="00B361CB" w:rsidRDefault="002125FA" w:rsidP="002125FA">
      <w:pPr>
        <w:pStyle w:val="libNormal"/>
      </w:pPr>
      <w:r>
        <w:t>In Exodus 6:20, we read:</w:t>
      </w:r>
    </w:p>
    <w:p w:rsidR="00B361CB" w:rsidRDefault="002125FA" w:rsidP="002125FA">
      <w:pPr>
        <w:pStyle w:val="libNormal"/>
      </w:pPr>
      <w:r>
        <w:t>"</w:t>
      </w:r>
      <w:proofErr w:type="spellStart"/>
      <w:r>
        <w:t>Amram</w:t>
      </w:r>
      <w:proofErr w:type="spellEnd"/>
      <w:r>
        <w:t xml:space="preserve"> married his father's sister </w:t>
      </w:r>
      <w:proofErr w:type="spellStart"/>
      <w:r>
        <w:t>Jochebed</w:t>
      </w:r>
      <w:proofErr w:type="spellEnd"/>
      <w:r>
        <w:t xml:space="preserve"> who bore him Aaron and Moses. </w:t>
      </w:r>
      <w:proofErr w:type="spellStart"/>
      <w:r>
        <w:t>Amram</w:t>
      </w:r>
      <w:proofErr w:type="spellEnd"/>
      <w:r>
        <w:t xml:space="preserve"> lived 137 years.”</w:t>
      </w:r>
    </w:p>
    <w:p w:rsidR="002125FA" w:rsidRDefault="002125FA" w:rsidP="002125FA">
      <w:pPr>
        <w:pStyle w:val="libNormal"/>
      </w:pPr>
      <w:r>
        <w:t>I guess the people who wrote the Bible stories did not think! Why should they attach such terrible sins to such great Prophets? To marry such a close relative is against wisdom and religion. How can it be gospel and revelation?</w:t>
      </w:r>
    </w:p>
    <w:p w:rsidR="00B361CB" w:rsidRPr="00B82B4B" w:rsidRDefault="002125FA" w:rsidP="00B82B4B">
      <w:pPr>
        <w:pStyle w:val="Heading2Center"/>
      </w:pPr>
      <w:bookmarkStart w:id="50" w:name="_Toc464731359"/>
      <w:r>
        <w:t>Moses Becomes God and Aaron is His Prophe</w:t>
      </w:r>
      <w:r w:rsidRPr="00B82B4B">
        <w:t>t</w:t>
      </w:r>
      <w:bookmarkEnd w:id="50"/>
    </w:p>
    <w:p w:rsidR="00B361CB" w:rsidRDefault="002125FA" w:rsidP="002125FA">
      <w:pPr>
        <w:pStyle w:val="libNormal"/>
      </w:pPr>
      <w:r>
        <w:t>Let us read the following in Exodus 7:1:</w:t>
      </w:r>
    </w:p>
    <w:p w:rsidR="00B361CB" w:rsidRDefault="002125FA" w:rsidP="002125FA">
      <w:pPr>
        <w:pStyle w:val="libNormal"/>
      </w:pPr>
      <w:r>
        <w:t>"Then the LORD said to Moses, "See, I have made you like god to Pharaoh, and your brother Aaron will be your prophet."</w:t>
      </w:r>
    </w:p>
    <w:p w:rsidR="00B361CB" w:rsidRDefault="002125FA" w:rsidP="002125FA">
      <w:pPr>
        <w:pStyle w:val="libNormal"/>
      </w:pPr>
      <w:r>
        <w:t xml:space="preserve">See how brave the writers of the Bible are! How dare they change God's words and replace them with such irony, and then claim that it came from God? How can a wise man say that God made another god with him, and made a </w:t>
      </w:r>
      <w:proofErr w:type="spellStart"/>
      <w:r>
        <w:t>Prophet</w:t>
      </w:r>
      <w:proofErr w:type="spellEnd"/>
      <w:r>
        <w:t xml:space="preserve"> for the other god? Is this not the product of someone’s imagination</w:t>
      </w:r>
      <w:r w:rsidR="00B82B4B">
        <w:t xml:space="preserve"> - </w:t>
      </w:r>
      <w:r>
        <w:t>someone who has had the support of other, like</w:t>
      </w:r>
      <w:r w:rsidR="00B82B4B">
        <w:t>-</w:t>
      </w:r>
      <w:r>
        <w:t>minded persons in producing this story?</w:t>
      </w:r>
    </w:p>
    <w:p w:rsidR="002125FA" w:rsidRDefault="002125FA" w:rsidP="002125FA">
      <w:pPr>
        <w:pStyle w:val="libNormal"/>
      </w:pPr>
      <w:r>
        <w:t>My Christian friends, how can you believe that this comes from God?</w:t>
      </w:r>
    </w:p>
    <w:p w:rsidR="002125FA" w:rsidRDefault="002125FA" w:rsidP="0023398E">
      <w:pPr>
        <w:pStyle w:val="libNormal"/>
      </w:pPr>
      <w:r>
        <w:br w:type="page"/>
      </w:r>
    </w:p>
    <w:p w:rsidR="00B361CB" w:rsidRDefault="002125FA" w:rsidP="0023398E">
      <w:pPr>
        <w:pStyle w:val="Heading1Center"/>
      </w:pPr>
      <w:bookmarkStart w:id="51" w:name="_Toc464731360"/>
      <w:r>
        <w:lastRenderedPageBreak/>
        <w:t>Contradiction in the Old Testament (Torah)</w:t>
      </w:r>
      <w:bookmarkEnd w:id="51"/>
    </w:p>
    <w:p w:rsidR="00B361CB" w:rsidRDefault="002125FA" w:rsidP="002125FA">
      <w:pPr>
        <w:pStyle w:val="libNormal"/>
      </w:pPr>
      <w:r>
        <w:t>In the Book of Exodus 33:20, we read the following:</w:t>
      </w:r>
    </w:p>
    <w:p w:rsidR="00B361CB" w:rsidRDefault="002125FA" w:rsidP="002125FA">
      <w:pPr>
        <w:pStyle w:val="libNormal"/>
      </w:pPr>
      <w:r>
        <w:t>"But, he said, “You cannot see my face, for no one may see me and live."</w:t>
      </w:r>
    </w:p>
    <w:p w:rsidR="00B361CB" w:rsidRDefault="002125FA" w:rsidP="002125FA">
      <w:pPr>
        <w:pStyle w:val="libNormal"/>
      </w:pPr>
      <w:r>
        <w:t>Now compare this to what is written in the Book of Genesis 32:30:</w:t>
      </w:r>
    </w:p>
    <w:p w:rsidR="00B361CB" w:rsidRDefault="002125FA" w:rsidP="002125FA">
      <w:pPr>
        <w:pStyle w:val="libNormal"/>
      </w:pPr>
      <w:r>
        <w:t xml:space="preserve">So Jacob called the place </w:t>
      </w:r>
      <w:proofErr w:type="spellStart"/>
      <w:r>
        <w:t>Peniel</w:t>
      </w:r>
      <w:proofErr w:type="spellEnd"/>
      <w:r>
        <w:t>, saying, "It is because I saw God face to face, and yet my life was spared."</w:t>
      </w:r>
    </w:p>
    <w:p w:rsidR="00B361CB" w:rsidRDefault="002125FA" w:rsidP="002125FA">
      <w:pPr>
        <w:pStyle w:val="libNormal"/>
      </w:pPr>
      <w:r>
        <w:t>Everyone can for sure see this blatant contradiction. Is this contradiction acceptable? Now we must question whether God can in fact be seen or not! If He CAN be seen, then why not before Moses? And if He CANNOT be seen, then why did he appear before Jacob?</w:t>
      </w:r>
    </w:p>
    <w:p w:rsidR="00B361CB" w:rsidRDefault="002125FA" w:rsidP="002125FA">
      <w:pPr>
        <w:pStyle w:val="libNormal"/>
      </w:pPr>
      <w:r>
        <w:t>Now, for a further contradiction regarding Moses, see Exodus 33:11:</w:t>
      </w:r>
    </w:p>
    <w:p w:rsidR="00B361CB" w:rsidRDefault="002125FA" w:rsidP="002125FA">
      <w:pPr>
        <w:pStyle w:val="libNormal"/>
      </w:pPr>
      <w:r>
        <w:t>"The LORD would speak to Moses face to face, as a man speaks with his friend.</w:t>
      </w:r>
    </w:p>
    <w:p w:rsidR="00B361CB" w:rsidRDefault="002125FA" w:rsidP="002125FA">
      <w:pPr>
        <w:pStyle w:val="libNormal"/>
      </w:pPr>
      <w:r>
        <w:t>What are we to believe?</w:t>
      </w:r>
    </w:p>
    <w:p w:rsidR="00B361CB" w:rsidRDefault="002125FA" w:rsidP="002125FA">
      <w:pPr>
        <w:pStyle w:val="libNormal"/>
      </w:pPr>
      <w:r>
        <w:t>Many great scientists and philosophers have proven that God cannot be seen because of the limitations and weaknesses that humans have. Many things exist but the human eye cannot see them. Human eyesight is weaker than that of some animals.</w:t>
      </w:r>
    </w:p>
    <w:p w:rsidR="002125FA" w:rsidRDefault="002125FA" w:rsidP="002125FA">
      <w:pPr>
        <w:pStyle w:val="libNormal"/>
      </w:pPr>
      <w:r>
        <w:t>How therefore can the Old Testament say that people have seen God? This contradicts all knowledge that we have!</w:t>
      </w:r>
    </w:p>
    <w:p w:rsidR="00B361CB" w:rsidRPr="00B82B4B" w:rsidRDefault="002125FA" w:rsidP="00B82B4B">
      <w:pPr>
        <w:pStyle w:val="Heading2Center"/>
      </w:pPr>
      <w:bookmarkStart w:id="52" w:name="_Toc464731361"/>
      <w:r>
        <w:t>The Old Testament Allows the Killing of Women and Innocent Childre</w:t>
      </w:r>
      <w:r w:rsidRPr="00B82B4B">
        <w:t>n</w:t>
      </w:r>
      <w:bookmarkEnd w:id="52"/>
    </w:p>
    <w:p w:rsidR="00B361CB" w:rsidRDefault="002125FA" w:rsidP="002125FA">
      <w:pPr>
        <w:pStyle w:val="libNormal"/>
      </w:pPr>
      <w:r>
        <w:t>In the Book of Numbers 31:17, we read the following:</w:t>
      </w:r>
    </w:p>
    <w:p w:rsidR="00B361CB" w:rsidRDefault="002125FA" w:rsidP="002125FA">
      <w:pPr>
        <w:pStyle w:val="libNormal"/>
      </w:pPr>
      <w:r>
        <w:t>"Now kill all the boys. And kill every woman who has slept with a man.”</w:t>
      </w:r>
    </w:p>
    <w:p w:rsidR="00B361CB" w:rsidRDefault="002125FA" w:rsidP="002125FA">
      <w:pPr>
        <w:pStyle w:val="libNormal"/>
      </w:pPr>
      <w:r>
        <w:t>Also, see Deuteronomy 2:34:</w:t>
      </w:r>
    </w:p>
    <w:p w:rsidR="00B361CB" w:rsidRDefault="002125FA" w:rsidP="002125FA">
      <w:pPr>
        <w:pStyle w:val="libNormal"/>
      </w:pPr>
      <w:r>
        <w:t>"At that time we took all his towns and completely destroyed them ­men, women and children."</w:t>
      </w:r>
    </w:p>
    <w:p w:rsidR="00B361CB" w:rsidRDefault="002125FA" w:rsidP="002125FA">
      <w:pPr>
        <w:pStyle w:val="libNormal"/>
      </w:pPr>
      <w:r>
        <w:t>The thought of this terrible holocaust drains the eyes of tears and fills the human heart with pain and sorrow. We could relate such acts of destructions to the likes of Genghis Khan, but surely not to Moses, the Messenger of God (P). Think about it, what is the use of killing women and innocent children? What sin have they committed to deserve such massacre? And what kind of wisdom and religion would allow such a miserable thing to happen? I am sure that the people who wrote the Old and New Testaments did so to allow the killing and murdering of the people of Palestine, especially in support of Zionism today. Their excuse will be that the Bible allows them to take such acts of oppression, putting them out of their own homes and their own country and killing them.</w:t>
      </w:r>
    </w:p>
    <w:p w:rsidR="002125FA" w:rsidRDefault="002125FA" w:rsidP="002125FA">
      <w:pPr>
        <w:pStyle w:val="libNormal"/>
      </w:pPr>
      <w:r>
        <w:t>Can this be considered Gospel? No, by any means!</w:t>
      </w:r>
    </w:p>
    <w:p w:rsidR="002125FA" w:rsidRDefault="002125FA" w:rsidP="0023398E">
      <w:pPr>
        <w:pStyle w:val="libNormal"/>
      </w:pPr>
      <w:r>
        <w:br w:type="page"/>
      </w:r>
    </w:p>
    <w:p w:rsidR="00B361CB" w:rsidRDefault="002125FA" w:rsidP="0023398E">
      <w:pPr>
        <w:pStyle w:val="Heading1Center"/>
      </w:pPr>
      <w:bookmarkStart w:id="53" w:name="_Toc464731362"/>
      <w:r>
        <w:lastRenderedPageBreak/>
        <w:t>Strange Case When Becoming a Prophet</w:t>
      </w:r>
      <w:bookmarkEnd w:id="53"/>
    </w:p>
    <w:p w:rsidR="00B361CB" w:rsidRDefault="002125FA" w:rsidP="002125FA">
      <w:pPr>
        <w:pStyle w:val="libNormal"/>
      </w:pPr>
      <w:r>
        <w:t>In the Old Testament, Samuel I 10:5, we read the following:</w:t>
      </w:r>
    </w:p>
    <w:p w:rsidR="00B361CB" w:rsidRDefault="002125FA" w:rsidP="002125FA">
      <w:pPr>
        <w:pStyle w:val="libNormal"/>
      </w:pPr>
      <w:r>
        <w:t xml:space="preserve">"After that you will go to </w:t>
      </w:r>
      <w:proofErr w:type="spellStart"/>
      <w:r>
        <w:t>Gibeah</w:t>
      </w:r>
      <w:proofErr w:type="spellEnd"/>
      <w:r>
        <w:t xml:space="preserve"> of God, where there is a Philistine outpost. As you approach the town, you will meet a procession of prophets coming down from the high place with lyres, tambourines, flutes and harps being played before them, and they will be prophesying. The Spirit of the LORD will come upon you in power, and you will prophesy with them; and you will be changed into a different person.”</w:t>
      </w:r>
    </w:p>
    <w:p w:rsidR="00B361CB" w:rsidRDefault="002125FA" w:rsidP="002125FA">
      <w:pPr>
        <w:pStyle w:val="libNormal"/>
      </w:pPr>
      <w:r>
        <w:t>What is really strange, and I must question it, is the relationship between the musical instruments and prophesy? Prophecy is about taking God's message to the people. Musical instruments are the devil's work!</w:t>
      </w:r>
    </w:p>
    <w:p w:rsidR="00B361CB" w:rsidRDefault="002125FA" w:rsidP="002125FA">
      <w:pPr>
        <w:pStyle w:val="libNormal"/>
      </w:pPr>
      <w:r>
        <w:t>If you find this surprising, then look now at Samuel I 19:19, where we read the following:</w:t>
      </w:r>
    </w:p>
    <w:p w:rsidR="00B361CB" w:rsidRPr="00B82B4B" w:rsidRDefault="002125FA" w:rsidP="00B82B4B">
      <w:pPr>
        <w:pStyle w:val="libNormal"/>
      </w:pPr>
      <w:r>
        <w:t xml:space="preserve">"Word came to Saul: "David is in </w:t>
      </w:r>
      <w:proofErr w:type="spellStart"/>
      <w:r>
        <w:t>Naioth</w:t>
      </w:r>
      <w:proofErr w:type="spellEnd"/>
      <w:r>
        <w:t xml:space="preserve"> at Ramah;" so he sent men to capture him. But when they saw a group of prophets prophesying with Samuel standing there as their leader, the Spirit of God came upon Saul's men and they also prophesied. Saul was told about it, and he sent more men, and they prophesied too. Saul sent men a third time, and they also prophesied. Finally, he himself left for Ramah and went to the great cistern at </w:t>
      </w:r>
      <w:proofErr w:type="spellStart"/>
      <w:r>
        <w:t>Sechu</w:t>
      </w:r>
      <w:proofErr w:type="spellEnd"/>
      <w:r>
        <w:t xml:space="preserve">. And he asked, "Where are Samuel and David?" "Over at </w:t>
      </w:r>
      <w:proofErr w:type="spellStart"/>
      <w:r>
        <w:t>Naioth</w:t>
      </w:r>
      <w:proofErr w:type="spellEnd"/>
      <w:r>
        <w:t xml:space="preserve"> at Ramah. But the Spirit of God came even upon him, and h</w:t>
      </w:r>
      <w:r w:rsidRPr="00B82B4B">
        <w:t>e</w:t>
      </w:r>
    </w:p>
    <w:p w:rsidR="00B361CB" w:rsidRDefault="002125FA" w:rsidP="002125FA">
      <w:pPr>
        <w:pStyle w:val="libNormal"/>
      </w:pPr>
      <w:proofErr w:type="gramStart"/>
      <w:r>
        <w:t>walked</w:t>
      </w:r>
      <w:proofErr w:type="gramEnd"/>
      <w:r>
        <w:t xml:space="preserve"> along prophesying until he came to </w:t>
      </w:r>
      <w:proofErr w:type="spellStart"/>
      <w:r>
        <w:t>Naioth</w:t>
      </w:r>
      <w:proofErr w:type="spellEnd"/>
      <w:r>
        <w:t xml:space="preserve">. He stripped off his robes and also prophesied in Samuel's presence. He </w:t>
      </w:r>
      <w:proofErr w:type="gramStart"/>
      <w:r>
        <w:t>lay</w:t>
      </w:r>
      <w:proofErr w:type="gramEnd"/>
      <w:r>
        <w:t xml:space="preserve"> that way all that day and night. This is why people say, "Is Saul also among the prophets?"</w:t>
      </w:r>
    </w:p>
    <w:p w:rsidR="00B361CB" w:rsidRDefault="002125FA" w:rsidP="002125FA">
      <w:pPr>
        <w:pStyle w:val="libNormal"/>
      </w:pPr>
      <w:r>
        <w:t>Now, if you can, please tell me the meaning of this prophecy? Why all the playing and fooling around? What is this joke? Even the lowest of men would not think about doing this. So how could the New Testament allow such a thing to be related about God's messengers; the highest and wisest of all humankind?</w:t>
      </w:r>
    </w:p>
    <w:p w:rsidR="002125FA" w:rsidRDefault="002125FA" w:rsidP="002125FA">
      <w:pPr>
        <w:pStyle w:val="libNormal"/>
      </w:pPr>
      <w:r>
        <w:t>After all, is it possible that Christians still do not doubt its authenticity as Gospel?</w:t>
      </w:r>
    </w:p>
    <w:p w:rsidR="00B361CB" w:rsidRPr="00B82B4B" w:rsidRDefault="002125FA" w:rsidP="00B82B4B">
      <w:pPr>
        <w:pStyle w:val="Heading2Center"/>
      </w:pPr>
      <w:bookmarkStart w:id="54" w:name="_Toc464731363"/>
      <w:r>
        <w:t>Things We Should Warn Ourselves and the People o</w:t>
      </w:r>
      <w:r w:rsidRPr="00B82B4B">
        <w:t>f</w:t>
      </w:r>
      <w:bookmarkEnd w:id="54"/>
    </w:p>
    <w:p w:rsidR="00B361CB" w:rsidRDefault="002125FA" w:rsidP="002125FA">
      <w:pPr>
        <w:pStyle w:val="libNormal"/>
      </w:pPr>
      <w:r>
        <w:t>1. We ask the Jews and Christians to look deeply with their wisdom and clear vision at what we have said about the Old and New Testaments. We have shown clearly the contradictions as well as how God's dignity and Holiness have been attacked.</w:t>
      </w:r>
    </w:p>
    <w:p w:rsidR="00B361CB" w:rsidRDefault="002125FA" w:rsidP="002125FA">
      <w:pPr>
        <w:pStyle w:val="libNormal"/>
      </w:pPr>
      <w:r>
        <w:t>2. The accusations and allegations aimed at the Prophets and God's messengers should convince the Jews and Christians that these words cannot be Gospel, could not have been sent by the Lord. Almighty God is complete; therefore, the Revelation should be one hundred percent PERFECT, without a SINGLE contradiction, or mistake, and should be void of evil in relation to the Prophets.</w:t>
      </w:r>
    </w:p>
    <w:p w:rsidR="00B361CB" w:rsidRDefault="002125FA" w:rsidP="002125FA">
      <w:pPr>
        <w:pStyle w:val="libNormal"/>
      </w:pPr>
      <w:r>
        <w:t>No wise man would doubt that they have deviated from the Truth. The hands of evil have changed the Holy Book, construed its words and falsified the Book. Wise people should think carefully and know that this is wrong.</w:t>
      </w:r>
    </w:p>
    <w:p w:rsidR="00B361CB" w:rsidRDefault="002125FA" w:rsidP="002125FA">
      <w:pPr>
        <w:pStyle w:val="libNormal"/>
      </w:pPr>
      <w:r>
        <w:t>Considerable doubt therefore emerges regarding the remainder of the Old Testament. Presumably, the remainder, likewise, is full of falsehoods!</w:t>
      </w:r>
    </w:p>
    <w:p w:rsidR="00B361CB" w:rsidRDefault="002125FA" w:rsidP="002125FA">
      <w:pPr>
        <w:pStyle w:val="libNormal"/>
      </w:pPr>
      <w:r>
        <w:lastRenderedPageBreak/>
        <w:t>People who believe that this Book is Holy, or from God, do so for one of two reasons; either ignorance or insanity.</w:t>
      </w:r>
    </w:p>
    <w:p w:rsidR="00B361CB" w:rsidRDefault="002125FA" w:rsidP="002125FA">
      <w:pPr>
        <w:pStyle w:val="libNormal"/>
      </w:pPr>
      <w:r>
        <w:t>Due to all of these obvious mistakes, Muslims rightly condemn the Jews and Christians as they associate themselves with these mistakes.</w:t>
      </w:r>
    </w:p>
    <w:p w:rsidR="00B361CB" w:rsidRDefault="002125FA" w:rsidP="002125FA">
      <w:pPr>
        <w:pStyle w:val="libNormal"/>
      </w:pPr>
      <w:r>
        <w:t>We have just finished a small portion of what exists in the Old Testament.</w:t>
      </w:r>
    </w:p>
    <w:p w:rsidR="002125FA" w:rsidRDefault="002125FA" w:rsidP="002125FA">
      <w:pPr>
        <w:pStyle w:val="libNormal"/>
      </w:pPr>
      <w:r>
        <w:t>Now let us look at the New Testament to see why it is not fit to be called Gospel from God, and to let the Jews and Christians know that these lies cannot be taken as any reference. They are wrong, they are evil, and they deviate from the Truth.</w:t>
      </w:r>
    </w:p>
    <w:p w:rsidR="002125FA" w:rsidRDefault="002125FA" w:rsidP="0023398E">
      <w:pPr>
        <w:pStyle w:val="libNormal"/>
      </w:pPr>
      <w:r>
        <w:br w:type="page"/>
      </w:r>
    </w:p>
    <w:p w:rsidR="00B361CB" w:rsidRDefault="002125FA" w:rsidP="0023398E">
      <w:pPr>
        <w:pStyle w:val="Heading1Center"/>
      </w:pPr>
      <w:bookmarkStart w:id="55" w:name="_Toc464731364"/>
      <w:r>
        <w:lastRenderedPageBreak/>
        <w:t>Contradictions in the New Testament (</w:t>
      </w:r>
      <w:proofErr w:type="spellStart"/>
      <w:r>
        <w:t>Engeel</w:t>
      </w:r>
      <w:proofErr w:type="spellEnd"/>
      <w:r>
        <w:t>)</w:t>
      </w:r>
      <w:bookmarkEnd w:id="55"/>
    </w:p>
    <w:p w:rsidR="002125FA" w:rsidRDefault="002125FA" w:rsidP="002125FA">
      <w:pPr>
        <w:pStyle w:val="libNormal"/>
      </w:pPr>
      <w:r>
        <w:t>I would like to write to the intelligent, enlightened Christian people about the strange contradiction they have called the New Testament (</w:t>
      </w:r>
      <w:proofErr w:type="spellStart"/>
      <w:r>
        <w:t>Engeel</w:t>
      </w:r>
      <w:proofErr w:type="spellEnd"/>
      <w:r>
        <w:t>), to let them know that it is not a Holy Book and that it cannot be from Almighty God.</w:t>
      </w:r>
    </w:p>
    <w:p w:rsidR="00B361CB" w:rsidRPr="00B82B4B" w:rsidRDefault="002125FA" w:rsidP="00B82B4B">
      <w:pPr>
        <w:pStyle w:val="Heading2Center"/>
      </w:pPr>
      <w:bookmarkStart w:id="56" w:name="_Toc464731365"/>
      <w:r>
        <w:t>Jesus (P) Approves Prophets Law and Disapproved i</w:t>
      </w:r>
      <w:r w:rsidRPr="00B82B4B">
        <w:t>t</w:t>
      </w:r>
      <w:bookmarkEnd w:id="56"/>
    </w:p>
    <w:p w:rsidR="00B361CB" w:rsidRDefault="002125FA" w:rsidP="002125FA">
      <w:pPr>
        <w:pStyle w:val="libNormal"/>
      </w:pPr>
      <w:r>
        <w:t>In Matthew 5:17, we read:</w:t>
      </w:r>
    </w:p>
    <w:p w:rsidR="00B361CB" w:rsidRDefault="002125FA" w:rsidP="002125FA">
      <w:pPr>
        <w:pStyle w:val="libNormal"/>
      </w:pPr>
      <w:r>
        <w:t xml:space="preserve">"Do not think that I have come to abolish the Law or the Prophets; I have not come to abolish them but to fulfill them. I tell you the truth, until heaven and earth disappear, not the smallest letter, not the least stroke of a pen, will by any means disappear from the Law until everything is accomplished </w:t>
      </w:r>
      <w:r w:rsidR="00B82B4B">
        <w:t>-</w:t>
      </w:r>
      <w:r>
        <w:t xml:space="preserve"> Anyone who breaks one of the least of these commandments and teaches others to do the same will be called least in the kingdom of heaven, but whoever practices and teaches these commands will be called great in the kingdom of heaven. </w:t>
      </w:r>
      <w:proofErr w:type="gramStart"/>
      <w:r>
        <w:t>For I tell you that unless your righteousness surpasses that of the Pharisees and the teachers of the law, you will certainly not enter the kingdom of heaven."</w:t>
      </w:r>
      <w:proofErr w:type="gramEnd"/>
    </w:p>
    <w:p w:rsidR="00B361CB" w:rsidRDefault="002125FA" w:rsidP="002125FA">
      <w:pPr>
        <w:pStyle w:val="libNormal"/>
      </w:pPr>
      <w:r>
        <w:t>But if you read from Verse 31 onwards, you will see that Jesus (P) contradicts what he has just said. You will see that he wipes out former laws and introduces new ones:</w:t>
      </w:r>
    </w:p>
    <w:p w:rsidR="00B361CB" w:rsidRPr="00B82B4B" w:rsidRDefault="002125FA" w:rsidP="00B82B4B">
      <w:pPr>
        <w:pStyle w:val="libNormal"/>
      </w:pPr>
      <w:r>
        <w:t>"It has been said, "Anyone who divorces his wife must give her a certificate of divorce." But I tell you that anyone wh</w:t>
      </w:r>
      <w:r w:rsidRPr="00B82B4B">
        <w:t>o</w:t>
      </w:r>
    </w:p>
    <w:p w:rsidR="00B361CB" w:rsidRDefault="002125FA" w:rsidP="002125FA">
      <w:pPr>
        <w:pStyle w:val="libNormal"/>
      </w:pPr>
      <w:proofErr w:type="gramStart"/>
      <w:r>
        <w:t>divorces</w:t>
      </w:r>
      <w:proofErr w:type="gramEnd"/>
      <w:r>
        <w:t xml:space="preserve"> his wife, except for marital unfaithfulness, causes her to commit adultery, and anyone who marries a woman so divorced commits adultery. Again you have heard that it was said to the people long ago, "Do not break your oath, but keep the oaths you have made to the Lord." But I tell </w:t>
      </w:r>
      <w:proofErr w:type="gramStart"/>
      <w:r>
        <w:t>you,</w:t>
      </w:r>
      <w:proofErr w:type="gramEnd"/>
      <w:r>
        <w:t xml:space="preserve"> do not swear at all, either by heaven, for it is God's throne, or by the earth, for it is His footstool; or by Jerusalem, for it is the city of the great king. And do not swear by your head, for you cannot make even one hair white or black. Simply let your “yes" be "Yes" and </w:t>
      </w:r>
      <w:proofErr w:type="gramStart"/>
      <w:r>
        <w:t>your</w:t>
      </w:r>
      <w:proofErr w:type="gramEnd"/>
      <w:r>
        <w:t xml:space="preserve"> "No" be "No"; anything beyond this comes from the evil one. "You have heard that it was said, "Eye for eye, and tooth for tooth." But I tell you, </w:t>
      </w:r>
      <w:proofErr w:type="gramStart"/>
      <w:r>
        <w:t>Do</w:t>
      </w:r>
      <w:proofErr w:type="gramEnd"/>
      <w:r>
        <w:t xml:space="preserve"> not resist an evil person. If someone strikes you on the right cheek, turn to him the other also. And if someone wants to sue you and take your tunic, let him have your cloak as well. If someone forces you to go one mile, go with him two miles. Give to the one who asks you, and do not turn away from the one who wants to borrow from you. You have heard that it was said, "Love your </w:t>
      </w:r>
      <w:proofErr w:type="spellStart"/>
      <w:r>
        <w:t>neighbour</w:t>
      </w:r>
      <w:proofErr w:type="spellEnd"/>
      <w:r>
        <w:t xml:space="preserve"> and hate your enemy." But I tell you: Love your enemy, bless those who curse you, do </w:t>
      </w:r>
      <w:proofErr w:type="gramStart"/>
      <w:r>
        <w:t>good</w:t>
      </w:r>
      <w:proofErr w:type="gramEnd"/>
      <w:r>
        <w:t xml:space="preserve"> to those who hate you, and pray for those who persecute you."</w:t>
      </w:r>
    </w:p>
    <w:p w:rsidR="002125FA" w:rsidRDefault="002125FA" w:rsidP="002125FA">
      <w:pPr>
        <w:pStyle w:val="libNormal"/>
      </w:pPr>
      <w:r>
        <w:t>Surely, you see that in the first section it was written that Jesus (P) did not come to change the laws, and in the second section, he actually did change the laws.</w:t>
      </w:r>
    </w:p>
    <w:p w:rsidR="00B361CB" w:rsidRPr="00B82B4B" w:rsidRDefault="002125FA" w:rsidP="00B82B4B">
      <w:pPr>
        <w:pStyle w:val="Heading2Center"/>
      </w:pPr>
      <w:bookmarkStart w:id="57" w:name="_Toc464731366"/>
      <w:r>
        <w:t xml:space="preserve">Jesus (P) Denies Faith from His Disciples and </w:t>
      </w:r>
      <w:proofErr w:type="gramStart"/>
      <w:r>
        <w:t>Contradicts</w:t>
      </w:r>
      <w:proofErr w:type="gramEnd"/>
      <w:r>
        <w:t xml:space="preserve"> i</w:t>
      </w:r>
      <w:r w:rsidRPr="00B82B4B">
        <w:t>t</w:t>
      </w:r>
      <w:bookmarkEnd w:id="57"/>
    </w:p>
    <w:p w:rsidR="00B361CB" w:rsidRDefault="002125FA" w:rsidP="002125FA">
      <w:pPr>
        <w:pStyle w:val="libNormal"/>
      </w:pPr>
      <w:r>
        <w:t>In Matthew 5:14, we read the following speech from Jesus (P) to his disciples:</w:t>
      </w:r>
    </w:p>
    <w:p w:rsidR="00B361CB" w:rsidRDefault="002125FA" w:rsidP="002125FA">
      <w:pPr>
        <w:pStyle w:val="libNormal"/>
      </w:pPr>
      <w:r>
        <w:t>"You are the light of the world. A city on a hill cannot be hidden."</w:t>
      </w:r>
    </w:p>
    <w:p w:rsidR="00B361CB" w:rsidRDefault="002125FA" w:rsidP="002125FA">
      <w:pPr>
        <w:pStyle w:val="libNormal"/>
      </w:pPr>
      <w:r>
        <w:t>Then, in 17:20, we read the following:</w:t>
      </w:r>
    </w:p>
    <w:p w:rsidR="00B361CB" w:rsidRDefault="002125FA" w:rsidP="002125FA">
      <w:pPr>
        <w:pStyle w:val="libNormal"/>
      </w:pPr>
      <w:r>
        <w:lastRenderedPageBreak/>
        <w:t>"He replied, "Because you have so little faith. I tell you the truth, if you have faith as small as a mustard seed, you can say to this mountain, "Move from here to there" and it will move. Nothing will be impossible for you."</w:t>
      </w:r>
    </w:p>
    <w:p w:rsidR="002125FA" w:rsidRDefault="002125FA" w:rsidP="002125FA">
      <w:pPr>
        <w:pStyle w:val="libNormal"/>
      </w:pPr>
      <w:r>
        <w:t>Undoubtedly, everyone can see how he reassures his disciples of their faith and then contradicts himself. It is very clear.</w:t>
      </w:r>
    </w:p>
    <w:p w:rsidR="00B361CB" w:rsidRPr="00B82B4B" w:rsidRDefault="002125FA" w:rsidP="00B82B4B">
      <w:pPr>
        <w:pStyle w:val="Heading2Center"/>
      </w:pPr>
      <w:bookmarkStart w:id="58" w:name="_Toc464731367"/>
      <w:r>
        <w:t xml:space="preserve">Jesus (P) Praise Simon Peter Then </w:t>
      </w:r>
      <w:proofErr w:type="gramStart"/>
      <w:r>
        <w:t>Contradicting</w:t>
      </w:r>
      <w:proofErr w:type="gramEnd"/>
      <w:r>
        <w:t xml:space="preserve"> i</w:t>
      </w:r>
      <w:r w:rsidRPr="00B82B4B">
        <w:t>t</w:t>
      </w:r>
      <w:bookmarkEnd w:id="58"/>
    </w:p>
    <w:p w:rsidR="00B361CB" w:rsidRDefault="002125FA" w:rsidP="002125FA">
      <w:pPr>
        <w:pStyle w:val="libNormal"/>
      </w:pPr>
      <w:r>
        <w:t>In Matthew 16:15, we read the following:</w:t>
      </w:r>
    </w:p>
    <w:p w:rsidR="00B361CB" w:rsidRDefault="002125FA" w:rsidP="002125FA">
      <w:pPr>
        <w:pStyle w:val="libNormal"/>
      </w:pPr>
      <w:r>
        <w:t>"But what about you?” he asked. "Who do you say I am?" Simon Peter answered, "You are the Christ, the Son of the living God.” Jesus replied, "Blessed are you, Simon son of Jonah, for this was not revealed to you by man, but by my Father in heaven. And I tell you that you are Peter, and on this rock I will build my church, and the gates of Hades will not overcome it. I will give you the keys of the kingdom of heaven; whatever you bind on earth will be bound in heaven, and whatever you loose on earth will be loosed in heaven."</w:t>
      </w:r>
    </w:p>
    <w:p w:rsidR="00B361CB" w:rsidRDefault="002125FA" w:rsidP="002125FA">
      <w:pPr>
        <w:pStyle w:val="libNormal"/>
      </w:pPr>
      <w:r>
        <w:t>Now see Verse 23:</w:t>
      </w:r>
    </w:p>
    <w:p w:rsidR="00B361CB" w:rsidRDefault="002125FA" w:rsidP="002125FA">
      <w:pPr>
        <w:pStyle w:val="libNormal"/>
      </w:pPr>
      <w:r>
        <w:t>"Jesus turned and said to Peter, "Out of my sight, Satan! You are a stumbling block to me; you do not have in mind the things of God, but the things of men."</w:t>
      </w:r>
    </w:p>
    <w:p w:rsidR="00B361CB" w:rsidRPr="00B82B4B" w:rsidRDefault="002125FA" w:rsidP="00B82B4B">
      <w:pPr>
        <w:pStyle w:val="libNormal"/>
      </w:pPr>
      <w:r>
        <w:t xml:space="preserve">Look carefully at this contradiction. Jesus (P) says to his disciples that they are </w:t>
      </w:r>
      <w:r w:rsidRPr="00B82B4B">
        <w:t>t</w:t>
      </w:r>
      <w:r>
        <w:t>he light of the world because they lead people to the Knowledge, the Truth, and then at other times he accuses them of being very unfaithful. He says that Peter is the best of his followers, says he shall have the keys of the kingdom of heaven and then late</w:t>
      </w:r>
      <w:r w:rsidRPr="00B82B4B">
        <w:t>r</w:t>
      </w:r>
    </w:p>
    <w:p w:rsidR="002125FA" w:rsidRDefault="002125FA" w:rsidP="002125FA">
      <w:pPr>
        <w:pStyle w:val="libNormal"/>
      </w:pPr>
      <w:proofErr w:type="gramStart"/>
      <w:r>
        <w:t>calls</w:t>
      </w:r>
      <w:proofErr w:type="gramEnd"/>
      <w:r>
        <w:t xml:space="preserve"> him ‘Satan!’ How does one's mind accept such a contradiction and say that it is Gospel from God in its present form?</w:t>
      </w:r>
    </w:p>
    <w:p w:rsidR="00B361CB" w:rsidRPr="00B82B4B" w:rsidRDefault="002125FA" w:rsidP="00B82B4B">
      <w:pPr>
        <w:pStyle w:val="Heading2Center"/>
      </w:pPr>
      <w:bookmarkStart w:id="59" w:name="_Toc464731368"/>
      <w:r>
        <w:t xml:space="preserve">Messiah's Coming was not to Bring Peace Then </w:t>
      </w:r>
      <w:proofErr w:type="gramStart"/>
      <w:r>
        <w:t>Contradicting</w:t>
      </w:r>
      <w:proofErr w:type="gramEnd"/>
      <w:r>
        <w:t xml:space="preserve"> i</w:t>
      </w:r>
      <w:r w:rsidRPr="00B82B4B">
        <w:t>t</w:t>
      </w:r>
      <w:bookmarkEnd w:id="59"/>
    </w:p>
    <w:p w:rsidR="00B361CB" w:rsidRDefault="002125FA" w:rsidP="002125FA">
      <w:pPr>
        <w:pStyle w:val="libNormal"/>
      </w:pPr>
      <w:r>
        <w:t>In Matthew 10:34, we read the following:</w:t>
      </w:r>
    </w:p>
    <w:p w:rsidR="00B361CB" w:rsidRDefault="002125FA" w:rsidP="002125FA">
      <w:pPr>
        <w:pStyle w:val="libNormal"/>
      </w:pPr>
      <w:r>
        <w:t>"Do not suppose that I have come to bring peace to the earth. I did not come to bring peace, but a sword. For I have come to turn a man against his father, a daughter against her mother, a daughter</w:t>
      </w:r>
      <w:r w:rsidR="00B82B4B">
        <w:t>-</w:t>
      </w:r>
      <w:r>
        <w:t>in</w:t>
      </w:r>
      <w:r w:rsidR="00B82B4B">
        <w:t>-</w:t>
      </w:r>
      <w:r>
        <w:t>law against her mother</w:t>
      </w:r>
      <w:r w:rsidR="00B82B4B">
        <w:t>-</w:t>
      </w:r>
      <w:r>
        <w:t>in</w:t>
      </w:r>
      <w:r w:rsidR="00B82B4B">
        <w:t>-</w:t>
      </w:r>
      <w:r>
        <w:t>law, a man's enemies will be the members of his own household."</w:t>
      </w:r>
    </w:p>
    <w:p w:rsidR="00B361CB" w:rsidRDefault="002125FA" w:rsidP="002125FA">
      <w:pPr>
        <w:pStyle w:val="libNormal"/>
      </w:pPr>
      <w:r>
        <w:t xml:space="preserve"> Now compare this with Chapter 5:44:</w:t>
      </w:r>
    </w:p>
    <w:p w:rsidR="00B361CB" w:rsidRDefault="002125FA" w:rsidP="002125FA">
      <w:pPr>
        <w:pStyle w:val="libNormal"/>
      </w:pPr>
      <w:r>
        <w:t xml:space="preserve"> "But I tell you: Love your enemies, bless those who curse you, do </w:t>
      </w:r>
      <w:proofErr w:type="gramStart"/>
      <w:r>
        <w:t>good</w:t>
      </w:r>
      <w:proofErr w:type="gramEnd"/>
      <w:r>
        <w:t xml:space="preserve"> to those who hate you and pray for those who persecute you."</w:t>
      </w:r>
    </w:p>
    <w:p w:rsidR="002125FA" w:rsidRDefault="002125FA" w:rsidP="002125FA">
      <w:pPr>
        <w:pStyle w:val="libNormal"/>
      </w:pPr>
      <w:r>
        <w:t>Everyone knows that God's Gospel contain NO contradictions! If, on his arrival, he was set man at variance against his nearest and dearest, let alone his enemies, then why did he contradict himself?</w:t>
      </w:r>
    </w:p>
    <w:p w:rsidR="00B361CB" w:rsidRPr="00B82B4B" w:rsidRDefault="002125FA" w:rsidP="00B82B4B">
      <w:pPr>
        <w:pStyle w:val="Heading2Center"/>
      </w:pPr>
      <w:bookmarkStart w:id="60" w:name="_Toc464731369"/>
      <w:r>
        <w:t>Another Contradictio</w:t>
      </w:r>
      <w:r w:rsidRPr="00B82B4B">
        <w:t>n</w:t>
      </w:r>
      <w:bookmarkEnd w:id="60"/>
    </w:p>
    <w:p w:rsidR="00B361CB" w:rsidRDefault="002125FA" w:rsidP="002125FA">
      <w:pPr>
        <w:pStyle w:val="libNormal"/>
      </w:pPr>
      <w:r>
        <w:t>If the previous contradiction surprised you, then look at the following and you will be in no doubt that this cannot be Gospel. In Matthew 19:19, we read the following:</w:t>
      </w:r>
    </w:p>
    <w:p w:rsidR="00B361CB" w:rsidRDefault="002125FA" w:rsidP="002125FA">
      <w:pPr>
        <w:pStyle w:val="libNormal"/>
      </w:pPr>
      <w:r>
        <w:t>"</w:t>
      </w:r>
      <w:proofErr w:type="spellStart"/>
      <w:r>
        <w:t>Honour</w:t>
      </w:r>
      <w:proofErr w:type="spellEnd"/>
      <w:r>
        <w:t xml:space="preserve"> your father and mother and love your </w:t>
      </w:r>
      <w:proofErr w:type="spellStart"/>
      <w:r>
        <w:t>neighbour</w:t>
      </w:r>
      <w:proofErr w:type="spellEnd"/>
      <w:r>
        <w:t xml:space="preserve"> as yourself."</w:t>
      </w:r>
    </w:p>
    <w:p w:rsidR="00B361CB" w:rsidRDefault="002125FA" w:rsidP="002125FA">
      <w:pPr>
        <w:pStyle w:val="libNormal"/>
      </w:pPr>
      <w:r>
        <w:t>Now see Luke 14:26:</w:t>
      </w:r>
    </w:p>
    <w:p w:rsidR="00B361CB" w:rsidRDefault="002125FA" w:rsidP="002125FA">
      <w:pPr>
        <w:pStyle w:val="libNormal"/>
      </w:pPr>
      <w:r>
        <w:lastRenderedPageBreak/>
        <w:t xml:space="preserve">"If anyone comes to me and does not hate his father and mother, his wife and children, his brothers and sisters </w:t>
      </w:r>
      <w:r w:rsidR="00B82B4B">
        <w:t>-</w:t>
      </w:r>
      <w:r>
        <w:t xml:space="preserve"> yes, even his own life </w:t>
      </w:r>
      <w:r w:rsidR="00B82B4B">
        <w:t>-</w:t>
      </w:r>
      <w:r>
        <w:t xml:space="preserve"> he cannot be my disciple."</w:t>
      </w:r>
    </w:p>
    <w:p w:rsidR="00B361CB" w:rsidRDefault="002125FA" w:rsidP="002125FA">
      <w:pPr>
        <w:pStyle w:val="libNormal"/>
      </w:pPr>
      <w:r>
        <w:t>In Mark 10:19, we read the following:</w:t>
      </w:r>
    </w:p>
    <w:p w:rsidR="00B361CB" w:rsidRDefault="002125FA" w:rsidP="002125FA">
      <w:pPr>
        <w:pStyle w:val="libNormal"/>
      </w:pPr>
      <w:r>
        <w:t xml:space="preserve">"You know the commandments: "Do not murder, do not commit adultery, do not steal, do not give false testimony, do not defraud, </w:t>
      </w:r>
      <w:proofErr w:type="spellStart"/>
      <w:r>
        <w:t>honour</w:t>
      </w:r>
      <w:proofErr w:type="spellEnd"/>
      <w:r>
        <w:t xml:space="preserve"> your father and mother.”</w:t>
      </w:r>
    </w:p>
    <w:p w:rsidR="00B361CB" w:rsidRDefault="002125FA" w:rsidP="002125FA">
      <w:pPr>
        <w:pStyle w:val="libNormal"/>
      </w:pPr>
      <w:r>
        <w:t>Now see Matthew 10:37:</w:t>
      </w:r>
    </w:p>
    <w:p w:rsidR="00B361CB" w:rsidRDefault="002125FA" w:rsidP="002125FA">
      <w:pPr>
        <w:pStyle w:val="libNormal"/>
      </w:pPr>
      <w:r>
        <w:t>"Anyone who loves his father or mother more than me is not worthy of me; anyone who loves his son or daughter more than me is not worthy of me.”</w:t>
      </w:r>
    </w:p>
    <w:p w:rsidR="00B361CB" w:rsidRDefault="002125FA" w:rsidP="002125FA">
      <w:pPr>
        <w:pStyle w:val="libNormal"/>
      </w:pPr>
      <w:r>
        <w:t>Now see Mark 10:29:</w:t>
      </w:r>
    </w:p>
    <w:p w:rsidR="00B361CB" w:rsidRDefault="002125FA" w:rsidP="002125FA">
      <w:pPr>
        <w:pStyle w:val="libNormal"/>
      </w:pPr>
      <w:r>
        <w:t>"I tell you the truth," Jesus replied, "no one who has left home or brothers or sisters or mother or father or children or fields for me and the gospel will fail to receive a hundred times as much in this present age (homes, brothers, sisters, mothers, children and fields ­and with them, persecutions) and in the age to come, eternal life."</w:t>
      </w:r>
    </w:p>
    <w:p w:rsidR="002125FA" w:rsidRDefault="002125FA" w:rsidP="002125FA">
      <w:pPr>
        <w:pStyle w:val="libNormal"/>
      </w:pPr>
      <w:r>
        <w:t>As you have seen, these are some of the contradictions to be found in the Books of St Matthew, St Mark and St Luke.</w:t>
      </w:r>
    </w:p>
    <w:p w:rsidR="00B361CB" w:rsidRPr="00B82B4B" w:rsidRDefault="002125FA" w:rsidP="00B82B4B">
      <w:pPr>
        <w:pStyle w:val="Heading2Center"/>
      </w:pPr>
      <w:bookmarkStart w:id="61" w:name="_Toc464731370"/>
      <w:r>
        <w:t>St Mark and His Strange Speec</w:t>
      </w:r>
      <w:r w:rsidRPr="00B82B4B">
        <w:t>h</w:t>
      </w:r>
      <w:bookmarkEnd w:id="61"/>
    </w:p>
    <w:p w:rsidR="00B361CB" w:rsidRDefault="002125FA" w:rsidP="002125FA">
      <w:pPr>
        <w:pStyle w:val="libNormal"/>
      </w:pPr>
      <w:r>
        <w:t>What is strange in St Mark's speech is that he claims Jesus (P) says in Chapter 12:31:</w:t>
      </w:r>
    </w:p>
    <w:p w:rsidR="00B361CB" w:rsidRDefault="002125FA" w:rsidP="002125FA">
      <w:pPr>
        <w:pStyle w:val="libNormal"/>
      </w:pPr>
      <w:r>
        <w:t xml:space="preserve">"...Love your </w:t>
      </w:r>
      <w:proofErr w:type="spellStart"/>
      <w:r>
        <w:t>neighbour</w:t>
      </w:r>
      <w:proofErr w:type="spellEnd"/>
      <w:r>
        <w:t xml:space="preserve"> as yourself."</w:t>
      </w:r>
    </w:p>
    <w:p w:rsidR="00B361CB" w:rsidRDefault="002125FA" w:rsidP="002125FA">
      <w:pPr>
        <w:pStyle w:val="libNormal"/>
      </w:pPr>
      <w:r>
        <w:t>In Chapter 10:30, he has mentioned the rewards a man receives for leaving his family:</w:t>
      </w:r>
    </w:p>
    <w:p w:rsidR="00B361CB" w:rsidRDefault="002125FA" w:rsidP="002125FA">
      <w:pPr>
        <w:pStyle w:val="libNormal"/>
      </w:pPr>
      <w:r>
        <w:t>"No one who has left home or brothers or sisters or mother or father or children or fields for me and the gospel will fail to receive a hundred times as much in this present age (homes, brothers, sisters, mothers, children and fields and with them persecutions) and in the age to come, eternal life."</w:t>
      </w:r>
    </w:p>
    <w:p w:rsidR="002125FA" w:rsidRDefault="002125FA" w:rsidP="002125FA">
      <w:pPr>
        <w:pStyle w:val="libNormal"/>
      </w:pPr>
      <w:r>
        <w:t>The basic contradiction aside, I suggest that the idea of having two mothers and fathers, let alone hundredfold, is unimaginable to the human mind unless the New Testament can see that it is biologically feasible to have more than one set of parents! The Lord is above making such statements!</w:t>
      </w:r>
    </w:p>
    <w:p w:rsidR="00B361CB" w:rsidRPr="00B82B4B" w:rsidRDefault="002125FA" w:rsidP="00B82B4B">
      <w:pPr>
        <w:pStyle w:val="Heading2Center"/>
      </w:pPr>
      <w:bookmarkStart w:id="62" w:name="_Toc464731371"/>
      <w:r>
        <w:t>Jesus Sees All the Prophets as Thieve</w:t>
      </w:r>
      <w:r w:rsidRPr="00B82B4B">
        <w:t>s</w:t>
      </w:r>
      <w:bookmarkEnd w:id="62"/>
    </w:p>
    <w:p w:rsidR="00B361CB" w:rsidRDefault="002125FA" w:rsidP="002125FA">
      <w:pPr>
        <w:pStyle w:val="libNormal"/>
      </w:pPr>
      <w:r>
        <w:t>In the Book of St John Chapter 10:7, Jesus (P) said:</w:t>
      </w:r>
    </w:p>
    <w:p w:rsidR="00B361CB" w:rsidRDefault="002125FA" w:rsidP="002125FA">
      <w:pPr>
        <w:pStyle w:val="libNormal"/>
      </w:pPr>
      <w:r>
        <w:t>"Therefore, Jesus said again, "I tell you the truth, I am the gate for the sheep. All whoever came before me were thieves and robbers, but the sheep did not listen to them."</w:t>
      </w:r>
    </w:p>
    <w:p w:rsidR="00B361CB" w:rsidRPr="00B82B4B" w:rsidRDefault="002125FA" w:rsidP="00B82B4B">
      <w:pPr>
        <w:pStyle w:val="Heading2Center"/>
      </w:pPr>
      <w:bookmarkStart w:id="63" w:name="_Toc464731372"/>
      <w:r>
        <w:t>IS THIS NOT A CLEAR DENIAL OF THE OLD TESTAMENT</w:t>
      </w:r>
      <w:r w:rsidRPr="00B82B4B">
        <w:t>?</w:t>
      </w:r>
      <w:bookmarkEnd w:id="63"/>
    </w:p>
    <w:p w:rsidR="00B361CB" w:rsidRDefault="002125FA" w:rsidP="002125FA">
      <w:pPr>
        <w:pStyle w:val="libNormal"/>
      </w:pPr>
      <w:r>
        <w:t>This is clearly opposite to Matthew 5:17, where Jesus (P) says:</w:t>
      </w:r>
    </w:p>
    <w:p w:rsidR="00B361CB" w:rsidRDefault="002125FA" w:rsidP="002125FA">
      <w:pPr>
        <w:pStyle w:val="libNormal"/>
      </w:pPr>
      <w:r>
        <w:t>"Do not think that I have come to abolish the law or the Prophets; I have not come to abolish them but to fulfill them."</w:t>
      </w:r>
    </w:p>
    <w:p w:rsidR="002125FA" w:rsidRDefault="002125FA" w:rsidP="002125FA">
      <w:pPr>
        <w:pStyle w:val="libNormal"/>
      </w:pPr>
      <w:r>
        <w:t>How do Christians accept such talk; God's Prophets are thieves and robbers! And believe this to be GOSPEL?</w:t>
      </w:r>
    </w:p>
    <w:p w:rsidR="002125FA" w:rsidRDefault="002125FA" w:rsidP="0023398E">
      <w:pPr>
        <w:pStyle w:val="libNormal"/>
      </w:pPr>
      <w:r>
        <w:lastRenderedPageBreak/>
        <w:br w:type="page"/>
      </w:r>
    </w:p>
    <w:p w:rsidR="00B361CB" w:rsidRDefault="002125FA" w:rsidP="0023398E">
      <w:pPr>
        <w:pStyle w:val="Heading1Center"/>
      </w:pPr>
      <w:bookmarkStart w:id="64" w:name="_Toc464731373"/>
      <w:r>
        <w:lastRenderedPageBreak/>
        <w:t>Is the Messiah Good or Not?</w:t>
      </w:r>
      <w:bookmarkEnd w:id="64"/>
    </w:p>
    <w:p w:rsidR="00B361CB" w:rsidRDefault="002125FA" w:rsidP="002125FA">
      <w:pPr>
        <w:pStyle w:val="libNormal"/>
      </w:pPr>
      <w:r>
        <w:t>In Matthew 19:16, we read the following:</w:t>
      </w:r>
    </w:p>
    <w:p w:rsidR="00B361CB" w:rsidRDefault="002125FA" w:rsidP="002125FA">
      <w:pPr>
        <w:pStyle w:val="libNormal"/>
      </w:pPr>
      <w:r>
        <w:t xml:space="preserve">"Now a man came up to Jesus and asked, "Teacher, what good thing must I do to get eternal life?" "Why do you ask me about what is good?" Jesus replied. "There is only </w:t>
      </w:r>
      <w:proofErr w:type="gramStart"/>
      <w:r>
        <w:t>One</w:t>
      </w:r>
      <w:proofErr w:type="gramEnd"/>
      <w:r>
        <w:t xml:space="preserve"> who is good. If you want to enter life, obey the commandments."</w:t>
      </w:r>
    </w:p>
    <w:p w:rsidR="00B361CB" w:rsidRDefault="002125FA" w:rsidP="002125FA">
      <w:pPr>
        <w:pStyle w:val="libNormal"/>
      </w:pPr>
      <w:r>
        <w:t>In Mark 10:17, we read this:</w:t>
      </w:r>
    </w:p>
    <w:p w:rsidR="00B361CB" w:rsidRDefault="002125FA" w:rsidP="002125FA">
      <w:pPr>
        <w:pStyle w:val="libNormal"/>
      </w:pPr>
      <w:r>
        <w:t>"As Jesus started on his way, a man ran up to him and fell on his knees before him, "Good teacher," he asked, "what must I do to inherit eternal life?" "Why do you call me good?" Jesus answered. "No one is good except God alone."</w:t>
      </w:r>
    </w:p>
    <w:p w:rsidR="00B361CB" w:rsidRDefault="002125FA" w:rsidP="002125FA">
      <w:pPr>
        <w:pStyle w:val="libNormal"/>
      </w:pPr>
      <w:r>
        <w:t>Also in Luke 18:18, we read:</w:t>
      </w:r>
    </w:p>
    <w:p w:rsidR="00B361CB" w:rsidRDefault="002125FA" w:rsidP="002125FA">
      <w:pPr>
        <w:pStyle w:val="libNormal"/>
      </w:pPr>
      <w:r>
        <w:t>"A certain ruler asked him; "Good teacher, what must I do to inherit eternal life?” "Why do you call me good?" Jesus answered. "No one is good except God alone."</w:t>
      </w:r>
    </w:p>
    <w:p w:rsidR="00B361CB" w:rsidRDefault="002125FA" w:rsidP="002125FA">
      <w:pPr>
        <w:pStyle w:val="libNormal"/>
      </w:pPr>
      <w:r>
        <w:t>Then in John 10:11, he contradicts all of the previous statements by saying:</w:t>
      </w:r>
    </w:p>
    <w:p w:rsidR="00B361CB" w:rsidRDefault="002125FA" w:rsidP="002125FA">
      <w:pPr>
        <w:pStyle w:val="libNormal"/>
      </w:pPr>
      <w:r>
        <w:t>"I am the good shepherd. The good shepherd lays down his life for the sheep."</w:t>
      </w:r>
    </w:p>
    <w:p w:rsidR="00B361CB" w:rsidRDefault="002125FA" w:rsidP="002125FA">
      <w:pPr>
        <w:pStyle w:val="libNormal"/>
      </w:pPr>
      <w:r>
        <w:t>There is no doubt that the simultaneous denial and approval of anything is clearly a contradiction. See Luke 6:45 for further contradiction:</w:t>
      </w:r>
    </w:p>
    <w:p w:rsidR="00B361CB" w:rsidRDefault="002125FA" w:rsidP="002125FA">
      <w:pPr>
        <w:pStyle w:val="libNormal"/>
      </w:pPr>
      <w:r>
        <w:t>"The good man brings good things out of the good stored up in his heart, and the evil man brings evil things out of the evil stored up in his heart. For out of the overflow of his heart his mouth speaks."</w:t>
      </w:r>
    </w:p>
    <w:p w:rsidR="002125FA" w:rsidRDefault="002125FA" w:rsidP="002125FA">
      <w:pPr>
        <w:pStyle w:val="libNormal"/>
      </w:pPr>
      <w:r>
        <w:t>This means that good can and does exist in many of the Messenger's followers as well as in the Messengers themselves. And as you see, it contradicts the previous speeches of the New Testament.</w:t>
      </w:r>
    </w:p>
    <w:p w:rsidR="00B361CB" w:rsidRPr="00B82B4B" w:rsidRDefault="002125FA" w:rsidP="00B82B4B">
      <w:pPr>
        <w:pStyle w:val="Heading2Center"/>
      </w:pPr>
      <w:bookmarkStart w:id="65" w:name="_Toc464731374"/>
      <w:r>
        <w:t>New Testament Says Jesus (P) Drinks Win</w:t>
      </w:r>
      <w:r w:rsidRPr="00B82B4B">
        <w:t>e</w:t>
      </w:r>
      <w:bookmarkEnd w:id="65"/>
    </w:p>
    <w:p w:rsidR="00B361CB" w:rsidRDefault="002125FA" w:rsidP="002125FA">
      <w:pPr>
        <w:pStyle w:val="libNormal"/>
      </w:pPr>
      <w:r>
        <w:t>In Matthew 26:26, we read the following:</w:t>
      </w:r>
    </w:p>
    <w:p w:rsidR="00B361CB" w:rsidRDefault="002125FA" w:rsidP="002125FA">
      <w:pPr>
        <w:pStyle w:val="libNormal"/>
      </w:pPr>
      <w:r>
        <w:t>"While they were eating, Jesus took bread, gave thanks and broke it, and gave it to his disciples, saying, "Take and eat; this is my body. Then he took the cup, gave thanks and offered it to them, saying, "Drink from it, all of you. This is my blood of the new covenant, which is poured out for many for the forgiveness of sins. I tell you, I will not drink of this fruit of the vine from now on until that day when I drink it anew with you in my father's kingdom."</w:t>
      </w:r>
    </w:p>
    <w:p w:rsidR="00B361CB" w:rsidRDefault="002125FA" w:rsidP="002125FA">
      <w:pPr>
        <w:pStyle w:val="libNormal"/>
      </w:pPr>
      <w:r>
        <w:t>This is another example from the New Testament, of misleading today's believers, creating a bad image of God's Prophets, claiming they drink wine, which is forbidden in all the major religions. With regard to this subject, there are some features and issues that are unbelievable and I will clarify for the readers so that they see for themselves that this book is not Gospel from God, and to show them that its authors either wanted to attack the Holiness of God and the dignity of His Prophets, or they were in fact ignorant about religious ethics. Thus, they introduced into their writings things that cannot be believed to be God's Gospel. Here are some of the points:</w:t>
      </w:r>
    </w:p>
    <w:p w:rsidR="00B361CB" w:rsidRPr="00B82B4B" w:rsidRDefault="002125FA" w:rsidP="00B82B4B">
      <w:pPr>
        <w:pStyle w:val="libNormal"/>
      </w:pPr>
      <w:r>
        <w:t xml:space="preserve">(1) About the bread that Jesus (P) divided and gave to the disciples saying it was his body; this must be untrue. Even two wise persons could </w:t>
      </w:r>
      <w:r>
        <w:lastRenderedPageBreak/>
        <w:t xml:space="preserve">not agree on such a false issue. </w:t>
      </w:r>
      <w:proofErr w:type="gramStart"/>
      <w:r>
        <w:t>The reason being that he was sitting with them with his physical body.</w:t>
      </w:r>
      <w:proofErr w:type="gramEnd"/>
      <w:r>
        <w:t xml:space="preserve"> What Jesus (P) gave them wa</w:t>
      </w:r>
      <w:r w:rsidRPr="00B82B4B">
        <w:t>s</w:t>
      </w:r>
    </w:p>
    <w:p w:rsidR="00B361CB" w:rsidRDefault="002125FA" w:rsidP="002125FA">
      <w:pPr>
        <w:pStyle w:val="libNormal"/>
      </w:pPr>
      <w:proofErr w:type="gramStart"/>
      <w:r>
        <w:t>nothing</w:t>
      </w:r>
      <w:proofErr w:type="gramEnd"/>
      <w:r>
        <w:t xml:space="preserve"> but bread made from flour to eat and they ate it together. His complete body was there nothing has changed at all.</w:t>
      </w:r>
    </w:p>
    <w:p w:rsidR="00B361CB" w:rsidRDefault="002125FA" w:rsidP="002125FA">
      <w:pPr>
        <w:pStyle w:val="libNormal"/>
      </w:pPr>
      <w:r>
        <w:t>2. The wine in the cup, described as Jesus’ blood is similarly quite untrue. His blood was flowing through his body. None was shed. In addition, Jesus (P) did tell them clearly that what was in the cup was in fact the fruit of the vine (wine).</w:t>
      </w:r>
    </w:p>
    <w:p w:rsidR="00B361CB" w:rsidRDefault="002125FA" w:rsidP="002125FA">
      <w:pPr>
        <w:pStyle w:val="libNormal"/>
      </w:pPr>
      <w:r>
        <w:t xml:space="preserve">3. His thankfulness for the drinking of wine </w:t>
      </w:r>
      <w:r w:rsidR="00B82B4B">
        <w:t>-</w:t>
      </w:r>
      <w:r>
        <w:t xml:space="preserve"> which is forbidden by God's Gospel </w:t>
      </w:r>
      <w:r w:rsidR="00B82B4B">
        <w:t>-</w:t>
      </w:r>
      <w:r>
        <w:t xml:space="preserve"> is not sensible. Such a thing is impossible for God's Prophet, thank God.</w:t>
      </w:r>
    </w:p>
    <w:p w:rsidR="00B361CB" w:rsidRDefault="002125FA" w:rsidP="002125FA">
      <w:pPr>
        <w:pStyle w:val="libNormal"/>
      </w:pPr>
      <w:r>
        <w:t>However, if we compare this to another Verse, it would appear that he in fact took the cup and became drunk. See Matthew 11:19:</w:t>
      </w:r>
    </w:p>
    <w:p w:rsidR="00B361CB" w:rsidRDefault="002125FA" w:rsidP="002125FA">
      <w:pPr>
        <w:pStyle w:val="libNormal"/>
      </w:pPr>
      <w:r>
        <w:t>"The Son of Man</w:t>
      </w:r>
      <w:r w:rsidR="00B82B4B">
        <w:t>-</w:t>
      </w:r>
      <w:r>
        <w:t>tame eating and drinking, and they say, "Here is a glutton and a drunkard, a friend of tax collectors and "sinners." But wisdom is proved right by her actions."</w:t>
      </w:r>
    </w:p>
    <w:p w:rsidR="002125FA" w:rsidRDefault="002125FA" w:rsidP="002125FA">
      <w:pPr>
        <w:pStyle w:val="libNormal"/>
      </w:pPr>
      <w:r>
        <w:t>The Holiness of the Lord's Prophet is far above accusations of drinking wine or committing such sins. Also, the true New Testament (</w:t>
      </w:r>
      <w:proofErr w:type="spellStart"/>
      <w:r>
        <w:t>Engeel</w:t>
      </w:r>
      <w:proofErr w:type="spellEnd"/>
      <w:r>
        <w:t xml:space="preserve">), which was reveled by God to Jesus (P), is more </w:t>
      </w:r>
      <w:proofErr w:type="gramStart"/>
      <w:r>
        <w:t>Exalted</w:t>
      </w:r>
      <w:proofErr w:type="gramEnd"/>
      <w:r>
        <w:t xml:space="preserve"> than to be tainted by such worthless contradiction.</w:t>
      </w:r>
    </w:p>
    <w:p w:rsidR="002125FA" w:rsidRDefault="002125FA" w:rsidP="0023398E">
      <w:pPr>
        <w:pStyle w:val="libNormal"/>
      </w:pPr>
      <w:r>
        <w:br w:type="page"/>
      </w:r>
    </w:p>
    <w:p w:rsidR="00B361CB" w:rsidRDefault="002125FA" w:rsidP="0023398E">
      <w:pPr>
        <w:pStyle w:val="Heading1Center"/>
      </w:pPr>
      <w:bookmarkStart w:id="66" w:name="_Toc464731375"/>
      <w:r>
        <w:lastRenderedPageBreak/>
        <w:t>The Books with the Christians Are Not Gospel</w:t>
      </w:r>
      <w:bookmarkEnd w:id="66"/>
    </w:p>
    <w:p w:rsidR="00B361CB" w:rsidRDefault="002125FA" w:rsidP="002125FA">
      <w:pPr>
        <w:pStyle w:val="libNormal"/>
      </w:pPr>
      <w:r>
        <w:t>If the Christians and Jews who have these books think about the contradictions and false information therein, they will realize that these books cannot be Gospel and cannot be said to come from God.</w:t>
      </w:r>
    </w:p>
    <w:p w:rsidR="002125FA" w:rsidRDefault="002125FA" w:rsidP="002125FA">
      <w:pPr>
        <w:pStyle w:val="libNormal"/>
      </w:pPr>
      <w:r>
        <w:t>We know for sure that the Messiah's book is True and faultless. Christians themselves have complete evidence that Jesus (P) did not put the Bible together. The Books of the New Testament are proof that Jesus (P) himself did not put the books together, and are proof that those who did compile it were not perfect humans. They could make mistakes and could possibly lie. In addition, it may be of little significance to them if they construe the words or change them whether intentionally or unintentionally. These faults, however, are unable to discredit Jesus (P) or his true "</w:t>
      </w:r>
      <w:proofErr w:type="spellStart"/>
      <w:r>
        <w:t>Engeel</w:t>
      </w:r>
      <w:proofErr w:type="spellEnd"/>
      <w:r>
        <w:t>."</w:t>
      </w:r>
    </w:p>
    <w:p w:rsidR="00B361CB" w:rsidRPr="00B82B4B" w:rsidRDefault="002125FA" w:rsidP="00B82B4B">
      <w:pPr>
        <w:pStyle w:val="Heading2Center"/>
      </w:pPr>
      <w:bookmarkStart w:id="67" w:name="_Toc464731376"/>
      <w:r>
        <w:t>We Demand With the Proof of the Authenticity of This Bibl</w:t>
      </w:r>
      <w:r w:rsidRPr="00B82B4B">
        <w:t>e</w:t>
      </w:r>
      <w:bookmarkEnd w:id="67"/>
    </w:p>
    <w:p w:rsidR="00B361CB" w:rsidRDefault="002125FA" w:rsidP="002125FA">
      <w:pPr>
        <w:pStyle w:val="libNormal"/>
      </w:pPr>
      <w:r>
        <w:t>We appeal to the Christians of today; we demand of you the following: first, bring us the scientific evidence proving that what Matthew, Mark, Luke and John have written is THE true GOSPEL.</w:t>
      </w:r>
    </w:p>
    <w:p w:rsidR="00B361CB" w:rsidRPr="00B82B4B" w:rsidRDefault="002125FA" w:rsidP="00B82B4B">
      <w:pPr>
        <w:pStyle w:val="libNormal"/>
      </w:pPr>
      <w:r>
        <w:t xml:space="preserve">Second, assuming that the first demand is met, though I say this merely to facilitate matters, how could Matthew, Mark, Luke and John collate this amount of information? Was it collected by Jesus (P) himself or under </w:t>
      </w:r>
      <w:proofErr w:type="gramStart"/>
      <w:r>
        <w:t>hi</w:t>
      </w:r>
      <w:r w:rsidRPr="00B82B4B">
        <w:t>s</w:t>
      </w:r>
      <w:proofErr w:type="gramEnd"/>
    </w:p>
    <w:p w:rsidR="00B361CB" w:rsidRDefault="002125FA" w:rsidP="002125FA">
      <w:pPr>
        <w:pStyle w:val="libNormal"/>
      </w:pPr>
      <w:proofErr w:type="gramStart"/>
      <w:r>
        <w:t>command</w:t>
      </w:r>
      <w:proofErr w:type="gramEnd"/>
      <w:r>
        <w:t>? If it was collected by Jesus (P) himself or under his supervision, then how is it that the books of the Bible contain an abundance of contradictions and obscenities aimed at God and his pure, clean Prophets, certainly not by Jesus’ command!</w:t>
      </w:r>
    </w:p>
    <w:p w:rsidR="00B361CB" w:rsidRDefault="002125FA" w:rsidP="002125FA">
      <w:pPr>
        <w:pStyle w:val="libNormal"/>
      </w:pPr>
      <w:r>
        <w:t>Anyone making these allegations against Jesus (P) is stabbing him as well as his religion in the back.</w:t>
      </w:r>
    </w:p>
    <w:p w:rsidR="002125FA" w:rsidRDefault="002125FA" w:rsidP="002125FA">
      <w:pPr>
        <w:pStyle w:val="libNormal"/>
      </w:pPr>
      <w:r>
        <w:t xml:space="preserve">All wise people know that any religious information intended for the general public ought to have been written either by Jesus (P) in person or by someone delegated by him to carry out the work under his supervision thus ensuring that the work be both free of error and to avoid corruption. Since none of the information was apparently collated in this way, it is time for you to wake up to the truth! This has been my aim </w:t>
      </w:r>
      <w:r w:rsidR="00B82B4B">
        <w:t>-</w:t>
      </w:r>
      <w:r>
        <w:t xml:space="preserve"> to awaken you from evil, to steer you away from these wicked ways and contradictions; God is above all of such!</w:t>
      </w:r>
    </w:p>
    <w:p w:rsidR="00B361CB" w:rsidRPr="00B82B4B" w:rsidRDefault="002125FA" w:rsidP="00B82B4B">
      <w:pPr>
        <w:pStyle w:val="Heading2Center"/>
      </w:pPr>
      <w:bookmarkStart w:id="68" w:name="_Toc464731377"/>
      <w:r>
        <w:t>The Unity of the Bodies of Man and His Wif</w:t>
      </w:r>
      <w:r w:rsidRPr="00B82B4B">
        <w:t>e</w:t>
      </w:r>
      <w:bookmarkEnd w:id="68"/>
    </w:p>
    <w:p w:rsidR="00B361CB" w:rsidRDefault="002125FA" w:rsidP="002125FA">
      <w:pPr>
        <w:pStyle w:val="libNormal"/>
      </w:pPr>
      <w:r>
        <w:t>In Matthew 19:3, we read the following:</w:t>
      </w:r>
    </w:p>
    <w:p w:rsidR="00B361CB" w:rsidRDefault="002125FA" w:rsidP="002125FA">
      <w:pPr>
        <w:pStyle w:val="libNormal"/>
      </w:pPr>
      <w:r>
        <w:t>"Some Pharisees came to him to test him. They asked, "Is it lawful for a man to divorce his wife for any and every reason?" "Haven't you read," he replied, "that at the beginning the Creator made them male and female, and said, "For this reason a man will leave his father and mother and be united to his wife, and the two will become one flesh?" So they are no longer two, but one. Therefore what God has joined together, let man not separate."</w:t>
      </w:r>
    </w:p>
    <w:p w:rsidR="00B361CB" w:rsidRPr="00B82B4B" w:rsidRDefault="002125FA" w:rsidP="00B82B4B">
      <w:pPr>
        <w:pStyle w:val="libNormal"/>
      </w:pPr>
      <w:r>
        <w:t xml:space="preserve">Let the Christians with their wisdom look closely at this </w:t>
      </w:r>
      <w:proofErr w:type="spellStart"/>
      <w:r>
        <w:t>judgement</w:t>
      </w:r>
      <w:proofErr w:type="spellEnd"/>
      <w:r>
        <w:t>. They will see that it totally opposes all physical laws. A man and his wife are two individuals. They cannot become one body. God gave them love an</w:t>
      </w:r>
      <w:r w:rsidRPr="00B82B4B">
        <w:t>d</w:t>
      </w:r>
    </w:p>
    <w:p w:rsidR="002125FA" w:rsidRDefault="002125FA" w:rsidP="002125FA">
      <w:pPr>
        <w:pStyle w:val="libNormal"/>
      </w:pPr>
      <w:proofErr w:type="gramStart"/>
      <w:r>
        <w:t>compassion</w:t>
      </w:r>
      <w:proofErr w:type="gramEnd"/>
      <w:r>
        <w:t xml:space="preserve">, which may, or may not, later be eroded. This is how it has been since Creation. How would the argument be if there were two or even three wives and one man? Could they, too, </w:t>
      </w:r>
      <w:proofErr w:type="gramStart"/>
      <w:r>
        <w:t>be</w:t>
      </w:r>
      <w:proofErr w:type="gramEnd"/>
      <w:r>
        <w:t xml:space="preserve"> one?</w:t>
      </w:r>
    </w:p>
    <w:p w:rsidR="00B361CB" w:rsidRPr="00B82B4B" w:rsidRDefault="002125FA" w:rsidP="00B82B4B">
      <w:pPr>
        <w:pStyle w:val="Heading2Center"/>
      </w:pPr>
      <w:bookmarkStart w:id="69" w:name="_Toc464731378"/>
      <w:r>
        <w:lastRenderedPageBreak/>
        <w:t>Another Contradictio</w:t>
      </w:r>
      <w:r w:rsidRPr="00B82B4B">
        <w:t>n</w:t>
      </w:r>
      <w:bookmarkEnd w:id="69"/>
    </w:p>
    <w:p w:rsidR="00B361CB" w:rsidRDefault="002125FA" w:rsidP="002125FA">
      <w:pPr>
        <w:pStyle w:val="libNormal"/>
      </w:pPr>
      <w:r>
        <w:t>In Matthew 19:8, we read the following:</w:t>
      </w:r>
    </w:p>
    <w:p w:rsidR="00B361CB" w:rsidRDefault="002125FA" w:rsidP="002125FA">
      <w:pPr>
        <w:pStyle w:val="libNormal"/>
      </w:pPr>
      <w:r>
        <w:t>"Jesus replied, "Moses permitted you to divorce your wives because your hearts were hard. But it was not this way from the beginning."</w:t>
      </w:r>
    </w:p>
    <w:p w:rsidR="00B361CB" w:rsidRDefault="002125FA" w:rsidP="002125FA">
      <w:pPr>
        <w:pStyle w:val="libNormal"/>
      </w:pPr>
      <w:r>
        <w:t>Here there are two points I would like to make. The first is that Jesus (P), by now forbidding divorce, is changing and opposing the law of previous Prophets. The second is that hard</w:t>
      </w:r>
      <w:r w:rsidR="00B82B4B">
        <w:t>-</w:t>
      </w:r>
      <w:r>
        <w:t>heartedness is a poor excuse for divorce, but it does prove the point that the bodies of the husband and wife are two when they divorce. They are two people who through the sanctity of marriage may become physically one, which divorce would not allow.</w:t>
      </w:r>
    </w:p>
    <w:p w:rsidR="002125FA" w:rsidRDefault="002125FA" w:rsidP="002125FA">
      <w:pPr>
        <w:pStyle w:val="libNormal"/>
      </w:pPr>
      <w:r>
        <w:t>We see around us today much hard</w:t>
      </w:r>
      <w:r w:rsidR="00B82B4B">
        <w:t>-</w:t>
      </w:r>
      <w:r>
        <w:t>heartedness, wars, bloodshed, the killing of millions of people in poor nations to fulfill one's hunger for power. Also cruelty, while the New Testament screams, "If someone strikes you on the right cheek, turn to him the other also." (Matthew 5:39) Look at the world today and you will see Christians fighting with evil. This is worth notice.</w:t>
      </w:r>
    </w:p>
    <w:p w:rsidR="002125FA" w:rsidRDefault="002125FA" w:rsidP="0023398E">
      <w:pPr>
        <w:pStyle w:val="libNormal"/>
      </w:pPr>
      <w:r>
        <w:br w:type="page"/>
      </w:r>
    </w:p>
    <w:p w:rsidR="00B361CB" w:rsidRDefault="002125FA" w:rsidP="0023398E">
      <w:pPr>
        <w:pStyle w:val="Heading1Center"/>
      </w:pPr>
      <w:bookmarkStart w:id="70" w:name="_Toc464731379"/>
      <w:r>
        <w:lastRenderedPageBreak/>
        <w:t>Difference of Opinion Regarding Jesus' Ancestry</w:t>
      </w:r>
      <w:bookmarkEnd w:id="70"/>
    </w:p>
    <w:p w:rsidR="00B361CB" w:rsidRDefault="002125FA" w:rsidP="002125FA">
      <w:pPr>
        <w:pStyle w:val="libNormal"/>
      </w:pPr>
      <w:r>
        <w:t>St Matthew and St Luke have a difference of opinion regarding Jesus’ ancestry according to their respective Books. In the Books of St Mark and St John, no mention is made of his ancestry.</w:t>
      </w:r>
    </w:p>
    <w:p w:rsidR="00B361CB" w:rsidRDefault="002125FA" w:rsidP="002125FA">
      <w:pPr>
        <w:pStyle w:val="libNormal"/>
      </w:pPr>
      <w:r>
        <w:t>(1) St Matthew, in 1:16, states that Joseph is the son of Jacob:</w:t>
      </w:r>
    </w:p>
    <w:p w:rsidR="00B361CB" w:rsidRDefault="002125FA" w:rsidP="002125FA">
      <w:pPr>
        <w:pStyle w:val="libNormal"/>
      </w:pPr>
      <w:proofErr w:type="gramStart"/>
      <w:r>
        <w:t>“And Jacob the father of Joseph, the husband of Mary, of whom was born Jesus (P), who is called Christ.”</w:t>
      </w:r>
      <w:proofErr w:type="gramEnd"/>
    </w:p>
    <w:p w:rsidR="00B361CB" w:rsidRDefault="002125FA" w:rsidP="002125FA">
      <w:pPr>
        <w:pStyle w:val="libNormal"/>
      </w:pPr>
      <w:r>
        <w:t xml:space="preserve">St Luke, in 3:23, states that Joseph is the son of </w:t>
      </w:r>
      <w:proofErr w:type="spellStart"/>
      <w:r>
        <w:t>Heli</w:t>
      </w:r>
      <w:proofErr w:type="spellEnd"/>
      <w:r>
        <w:t>:</w:t>
      </w:r>
    </w:p>
    <w:p w:rsidR="00B361CB" w:rsidRDefault="002125FA" w:rsidP="002125FA">
      <w:pPr>
        <w:pStyle w:val="libNormal"/>
      </w:pPr>
      <w:proofErr w:type="gramStart"/>
      <w:r>
        <w:t>“Now Jesus himself was about thirty years old when he began his ministry.</w:t>
      </w:r>
      <w:proofErr w:type="gramEnd"/>
      <w:r>
        <w:t xml:space="preserve"> He was the son, so it was thought, of Joseph, the son of </w:t>
      </w:r>
      <w:proofErr w:type="spellStart"/>
      <w:r>
        <w:t>Heli</w:t>
      </w:r>
      <w:proofErr w:type="spellEnd"/>
      <w:r>
        <w:t>,”</w:t>
      </w:r>
    </w:p>
    <w:p w:rsidR="00B361CB" w:rsidRDefault="002125FA" w:rsidP="002125FA">
      <w:pPr>
        <w:pStyle w:val="libNormal"/>
      </w:pPr>
      <w:r>
        <w:t>(2) St Matthew relates the ancestors of Jesus (P) back to Solomon, son of King David, in 1:6:</w:t>
      </w:r>
    </w:p>
    <w:p w:rsidR="00B361CB" w:rsidRDefault="002125FA" w:rsidP="002125FA">
      <w:pPr>
        <w:pStyle w:val="libNormal"/>
      </w:pPr>
      <w:proofErr w:type="gramStart"/>
      <w:r>
        <w:t>"And Jesse the father of King David.</w:t>
      </w:r>
      <w:proofErr w:type="gramEnd"/>
      <w:r>
        <w:t xml:space="preserve"> David was the father of Solomon, whose mother had been Uriah's wife."</w:t>
      </w:r>
    </w:p>
    <w:p w:rsidR="00B361CB" w:rsidRDefault="002125FA" w:rsidP="002125FA">
      <w:pPr>
        <w:pStyle w:val="libNormal"/>
      </w:pPr>
      <w:r>
        <w:t>St Luke, on the other hand, in 3:31, relates him to Nathan, son of David, brother of Solomon:</w:t>
      </w:r>
    </w:p>
    <w:p w:rsidR="00B361CB" w:rsidRDefault="002125FA" w:rsidP="002125FA">
      <w:pPr>
        <w:pStyle w:val="libNormal"/>
      </w:pPr>
      <w:r>
        <w:t xml:space="preserve">“…the son of </w:t>
      </w:r>
      <w:proofErr w:type="spellStart"/>
      <w:r>
        <w:t>Melea</w:t>
      </w:r>
      <w:proofErr w:type="spellEnd"/>
      <w:r>
        <w:t xml:space="preserve">, the son of </w:t>
      </w:r>
      <w:proofErr w:type="spellStart"/>
      <w:r>
        <w:t>Menna</w:t>
      </w:r>
      <w:proofErr w:type="spellEnd"/>
      <w:r>
        <w:t xml:space="preserve">, the son of </w:t>
      </w:r>
      <w:proofErr w:type="spellStart"/>
      <w:r>
        <w:t>Mattatha</w:t>
      </w:r>
      <w:proofErr w:type="spellEnd"/>
      <w:r>
        <w:t>, the son of Nathan, the son of David.”</w:t>
      </w:r>
    </w:p>
    <w:p w:rsidR="00B361CB" w:rsidRDefault="002125FA" w:rsidP="002125FA">
      <w:pPr>
        <w:pStyle w:val="libNormal"/>
      </w:pPr>
      <w:r>
        <w:t>(3) St Matthew names 26 fathers between Jesus (P) and Solomon's father, David. St Luke, on the other hand, names 42! Surely, this contradiction is enough evidence to prove that these Books cannot be Gospel!</w:t>
      </w:r>
    </w:p>
    <w:p w:rsidR="00B361CB" w:rsidRPr="00B82B4B" w:rsidRDefault="002125FA" w:rsidP="00B82B4B">
      <w:pPr>
        <w:pStyle w:val="Heading2Center"/>
      </w:pPr>
      <w:bookmarkStart w:id="71" w:name="_Toc464731380"/>
      <w:r>
        <w:t>Contradiction about the Crucifixio</w:t>
      </w:r>
      <w:r w:rsidRPr="00B82B4B">
        <w:t>n</w:t>
      </w:r>
      <w:bookmarkEnd w:id="71"/>
    </w:p>
    <w:p w:rsidR="00B361CB" w:rsidRDefault="002125FA" w:rsidP="002125FA">
      <w:pPr>
        <w:pStyle w:val="libNormal"/>
      </w:pPr>
      <w:r>
        <w:t>If we look at St Luke 23:46, we find:</w:t>
      </w:r>
    </w:p>
    <w:p w:rsidR="00B361CB" w:rsidRDefault="002125FA" w:rsidP="002125FA">
      <w:pPr>
        <w:pStyle w:val="libNormal"/>
      </w:pPr>
      <w:r>
        <w:t>"Jesus called out with a loud voice, "Father, into your hands I commit my spirit." When he had said this, he breathed his last."</w:t>
      </w:r>
    </w:p>
    <w:p w:rsidR="00B361CB" w:rsidRDefault="002125FA" w:rsidP="002125FA">
      <w:pPr>
        <w:pStyle w:val="libNormal"/>
      </w:pPr>
      <w:r>
        <w:t>Compare this to St Matthew's account in 27:46:</w:t>
      </w:r>
    </w:p>
    <w:p w:rsidR="00B361CB" w:rsidRDefault="002125FA" w:rsidP="002125FA">
      <w:pPr>
        <w:pStyle w:val="libNormal"/>
      </w:pPr>
      <w:r>
        <w:t xml:space="preserve"> "About the ninth hour Jesus cried out in a loud voice, "</w:t>
      </w:r>
      <w:proofErr w:type="spellStart"/>
      <w:r>
        <w:t>Eloi</w:t>
      </w:r>
      <w:proofErr w:type="spellEnd"/>
      <w:r>
        <w:t xml:space="preserve">, </w:t>
      </w:r>
      <w:proofErr w:type="spellStart"/>
      <w:r>
        <w:t>Eloi</w:t>
      </w:r>
      <w:proofErr w:type="spellEnd"/>
      <w:r>
        <w:t xml:space="preserve">, </w:t>
      </w:r>
      <w:proofErr w:type="spellStart"/>
      <w:r>
        <w:t>lema</w:t>
      </w:r>
      <w:proofErr w:type="spellEnd"/>
      <w:r>
        <w:t xml:space="preserve"> </w:t>
      </w:r>
      <w:proofErr w:type="spellStart"/>
      <w:r>
        <w:t>sabachthani</w:t>
      </w:r>
      <w:proofErr w:type="spellEnd"/>
      <w:r>
        <w:t>?" meaning, "My God, my God, why you forsaken me?"</w:t>
      </w:r>
    </w:p>
    <w:p w:rsidR="002125FA" w:rsidRDefault="002125FA" w:rsidP="002125FA">
      <w:pPr>
        <w:pStyle w:val="libNormal"/>
      </w:pPr>
      <w:r>
        <w:t>I have written out the verses for you, but please go back and look at the Bible.</w:t>
      </w:r>
    </w:p>
    <w:p w:rsidR="002125FA" w:rsidRDefault="002125FA" w:rsidP="0023398E">
      <w:pPr>
        <w:pStyle w:val="libNormal"/>
      </w:pPr>
      <w:r>
        <w:br w:type="page"/>
      </w:r>
    </w:p>
    <w:p w:rsidR="00B361CB" w:rsidRDefault="002125FA" w:rsidP="0023398E">
      <w:pPr>
        <w:pStyle w:val="Heading1Center"/>
      </w:pPr>
      <w:bookmarkStart w:id="72" w:name="_Toc464731381"/>
      <w:r>
        <w:lastRenderedPageBreak/>
        <w:t>Jesus (P) and Gods</w:t>
      </w:r>
      <w:bookmarkEnd w:id="72"/>
    </w:p>
    <w:p w:rsidR="00B361CB" w:rsidRDefault="002125FA" w:rsidP="002125FA">
      <w:pPr>
        <w:pStyle w:val="libNormal"/>
      </w:pPr>
      <w:r>
        <w:t>See St John 10:34, where Jesus (P) spoke to the Jews about ‘gods’ as plural, not one God:</w:t>
      </w:r>
    </w:p>
    <w:p w:rsidR="00B361CB" w:rsidRDefault="002125FA" w:rsidP="002125FA">
      <w:pPr>
        <w:pStyle w:val="libNormal"/>
      </w:pPr>
      <w:r>
        <w:t>"Jesus answered them, "Is it not written in your Law, "I have said you are gods" If he called them ‘gods,’ to whom the word of God came (and the Scripture cannot be broken) what about the one whom the Father set apart as his very own and sent into the world?"</w:t>
      </w:r>
    </w:p>
    <w:p w:rsidR="00B361CB" w:rsidRDefault="002125FA" w:rsidP="002125FA">
      <w:pPr>
        <w:pStyle w:val="libNormal"/>
      </w:pPr>
      <w:r>
        <w:t>Compare this to his prayer in 17:3, where he contradicts himself by saying:</w:t>
      </w:r>
    </w:p>
    <w:p w:rsidR="00B361CB" w:rsidRDefault="002125FA" w:rsidP="002125FA">
      <w:pPr>
        <w:pStyle w:val="libNormal"/>
      </w:pPr>
      <w:r>
        <w:t>"Now this is eternal life: that they may know you, the only true God, and Jesus, whom you have sent."</w:t>
      </w:r>
    </w:p>
    <w:p w:rsidR="002125FA" w:rsidRDefault="002125FA" w:rsidP="002125FA">
      <w:pPr>
        <w:pStyle w:val="libNormal"/>
      </w:pPr>
      <w:r>
        <w:t>I wonder what Christians would say about this issue? Is it really wise, in terms of religion, for Jesus (P), God's Messenger, to mention other Gods, and then to contradict himself by saying there is only one God? How could this be Gospel?</w:t>
      </w:r>
    </w:p>
    <w:p w:rsidR="00B361CB" w:rsidRPr="00B82B4B" w:rsidRDefault="002125FA" w:rsidP="00B82B4B">
      <w:pPr>
        <w:pStyle w:val="Heading2Center"/>
      </w:pPr>
      <w:bookmarkStart w:id="73" w:name="_Toc464731382"/>
      <w:r>
        <w:t xml:space="preserve">Christians Are In </w:t>
      </w:r>
      <w:proofErr w:type="gramStart"/>
      <w:r>
        <w:t>A</w:t>
      </w:r>
      <w:proofErr w:type="gramEnd"/>
      <w:r>
        <w:t xml:space="preserve"> Bind With Nowhere To G</w:t>
      </w:r>
      <w:r w:rsidRPr="00B82B4B">
        <w:t>o</w:t>
      </w:r>
      <w:bookmarkEnd w:id="73"/>
    </w:p>
    <w:p w:rsidR="00B361CB" w:rsidRDefault="002125FA" w:rsidP="002125FA">
      <w:pPr>
        <w:pStyle w:val="libNormal"/>
      </w:pPr>
      <w:r>
        <w:t>We are going to impress on the Christians in such a way that they cannot shun this matter. As we see it, they have two matters, which need to be confronted:</w:t>
      </w:r>
    </w:p>
    <w:p w:rsidR="00B361CB" w:rsidRDefault="002125FA" w:rsidP="002125FA">
      <w:pPr>
        <w:pStyle w:val="libNormal"/>
      </w:pPr>
      <w:r>
        <w:t>(1) We have shown that these Books, the Old and New Testaments of their Bible have clearly deviated from the Truth, and in their present form, cannot be considered to be Gospel, the Word of God; therefore, they must condemn them, renounce them.</w:t>
      </w:r>
    </w:p>
    <w:p w:rsidR="00B361CB" w:rsidRDefault="002125FA" w:rsidP="002125FA">
      <w:pPr>
        <w:pStyle w:val="libNormal"/>
      </w:pPr>
      <w:r>
        <w:t>(2) To acknowledge that Jesus (P), who brought these books full of blatant contradictions, is not the Messenger of God.</w:t>
      </w:r>
    </w:p>
    <w:p w:rsidR="00B361CB" w:rsidRDefault="002125FA" w:rsidP="002125FA">
      <w:pPr>
        <w:pStyle w:val="libNormal"/>
      </w:pPr>
      <w:r>
        <w:t>If you accept our first argument, that the Books are not Gospel, then your religion is clearly wrong. The Gospel from the Lord should not contain contradictions, false allegations and scandal. Their ‘Gospel’ clearly contains all of the aforementioned. My advice is that they should turn to the clean, pure, faultless religion of Islam, and hasten to become Muslims. Thus, they should believe in Muhammad (P), the Last Messenger of God.</w:t>
      </w:r>
    </w:p>
    <w:p w:rsidR="00B361CB" w:rsidRDefault="002125FA" w:rsidP="002125FA">
      <w:pPr>
        <w:pStyle w:val="libNormal"/>
      </w:pPr>
      <w:r>
        <w:t>We have shown that the Bible alleges that God's Prophets drink wine and commit unthinkable sins, causing God's angels to scream loudly and cry in shame. There is mention of the existence of other Gods.</w:t>
      </w:r>
    </w:p>
    <w:p w:rsidR="00B361CB" w:rsidRDefault="002125FA" w:rsidP="002125FA">
      <w:pPr>
        <w:pStyle w:val="libNormal"/>
      </w:pPr>
      <w:r>
        <w:t>To believe in the second point, that Jesus (P) who brought these books is not a Messenger would justify your relaxed attitude about the allegations made against him and the contradictions contained in the Books! May we ask Christians why they hold so fast to this Book? Are there no educated, knowledgeable people among you? Are you unable to distinguish right from wrong and acknowledge that this Book is not from God?</w:t>
      </w:r>
    </w:p>
    <w:p w:rsidR="002125FA" w:rsidRDefault="002125FA" w:rsidP="002125FA">
      <w:pPr>
        <w:pStyle w:val="libNormal"/>
      </w:pPr>
      <w:r>
        <w:t>It is impossible for such a great person as Jesus (P) to be a liar! I summon every educated, open</w:t>
      </w:r>
      <w:r w:rsidR="00B82B4B">
        <w:t>-</w:t>
      </w:r>
      <w:r>
        <w:t xml:space="preserve">minded Christian how you can believe in God and gods simultaneously, and how you can believe that Jesus (P) came, not to change the laws of previous Prophets, </w:t>
      </w:r>
      <w:proofErr w:type="gramStart"/>
      <w:r>
        <w:t>then</w:t>
      </w:r>
      <w:proofErr w:type="gramEnd"/>
      <w:r>
        <w:t xml:space="preserve"> did just that?</w:t>
      </w:r>
    </w:p>
    <w:p w:rsidR="00B361CB" w:rsidRPr="00B82B4B" w:rsidRDefault="002125FA" w:rsidP="00B82B4B">
      <w:pPr>
        <w:pStyle w:val="Heading2Center"/>
      </w:pPr>
      <w:bookmarkStart w:id="74" w:name="_Toc464731383"/>
      <w:r>
        <w:t xml:space="preserve">Is the </w:t>
      </w:r>
      <w:proofErr w:type="spellStart"/>
      <w:r>
        <w:t>Testification</w:t>
      </w:r>
      <w:proofErr w:type="spellEnd"/>
      <w:r>
        <w:t xml:space="preserve"> of Jesus (P) and God Accepted in the New </w:t>
      </w:r>
      <w:proofErr w:type="gramStart"/>
      <w:r>
        <w:t>Testamen</w:t>
      </w:r>
      <w:r w:rsidRPr="00B82B4B">
        <w:t>t</w:t>
      </w:r>
      <w:bookmarkEnd w:id="74"/>
      <w:proofErr w:type="gramEnd"/>
    </w:p>
    <w:p w:rsidR="00B361CB" w:rsidRDefault="002125FA" w:rsidP="002125FA">
      <w:pPr>
        <w:pStyle w:val="libNormal"/>
      </w:pPr>
      <w:r>
        <w:lastRenderedPageBreak/>
        <w:t>In John 8:17, we read the following:</w:t>
      </w:r>
    </w:p>
    <w:p w:rsidR="00B361CB" w:rsidRDefault="002125FA" w:rsidP="002125FA">
      <w:pPr>
        <w:pStyle w:val="libNormal"/>
      </w:pPr>
      <w:r>
        <w:t xml:space="preserve">"In your own Law it is written that the testimony of two men is valid. I am one who testifies for </w:t>
      </w:r>
      <w:proofErr w:type="gramStart"/>
      <w:r>
        <w:t>myself</w:t>
      </w:r>
      <w:proofErr w:type="gramEnd"/>
      <w:r>
        <w:t xml:space="preserve">; my other witness is the one who sent me </w:t>
      </w:r>
      <w:r w:rsidR="00B82B4B">
        <w:t>-</w:t>
      </w:r>
      <w:r>
        <w:t xml:space="preserve"> the Father.”</w:t>
      </w:r>
    </w:p>
    <w:p w:rsidR="002125FA" w:rsidRDefault="002125FA" w:rsidP="002125FA">
      <w:pPr>
        <w:pStyle w:val="libNormal"/>
      </w:pPr>
      <w:r>
        <w:t>If this statement was true and everyone could testify for himself using God as his witness, morals would be lost, crime would spread, oppression and robbery would become everyone's business. So, injustice would spread in society and people would have no security as regards their money, family or life. Show us how such a terrible law could be revealed from God and be Gospel!</w:t>
      </w:r>
    </w:p>
    <w:p w:rsidR="00B361CB" w:rsidRPr="00B82B4B" w:rsidRDefault="002125FA" w:rsidP="00B82B4B">
      <w:pPr>
        <w:pStyle w:val="Heading2Center"/>
      </w:pPr>
      <w:bookmarkStart w:id="75" w:name="_Toc464731384"/>
      <w:r>
        <w:t>The Trinity (Three</w:t>
      </w:r>
      <w:r w:rsidR="00B82B4B">
        <w:t>-</w:t>
      </w:r>
      <w:r>
        <w:t>In</w:t>
      </w:r>
      <w:r w:rsidR="00B82B4B">
        <w:t>-</w:t>
      </w:r>
      <w:r>
        <w:t>One) Is Not Tru</w:t>
      </w:r>
      <w:r w:rsidRPr="00B82B4B">
        <w:t>e</w:t>
      </w:r>
      <w:bookmarkEnd w:id="75"/>
    </w:p>
    <w:p w:rsidR="00B361CB" w:rsidRDefault="002125FA" w:rsidP="002125FA">
      <w:pPr>
        <w:pStyle w:val="libNormal"/>
      </w:pPr>
      <w:r>
        <w:t>The Trinity was invented by some narrow</w:t>
      </w:r>
      <w:r w:rsidR="00B82B4B">
        <w:t>-</w:t>
      </w:r>
      <w:r>
        <w:t>minded people whose ability to think was quite limited but the idea has become accepted through history. People who belong to the Dark Ages, mindless imita­tion, using no logic or wisdom or brain, have imitated it. If they would give it some thought, they would find themselves definitely wrong and their belief to be uncertain.</w:t>
      </w:r>
    </w:p>
    <w:p w:rsidR="00B361CB" w:rsidRDefault="002125FA" w:rsidP="002125FA">
      <w:pPr>
        <w:pStyle w:val="libNormal"/>
      </w:pPr>
      <w:r>
        <w:t xml:space="preserve">What is more astonishing is that this poison of Trinity flows in their veins and in their brains. Surprisingly, in this age of scientific techn­ology, with today's knowledge and the era of traveling to the moon, space­ships, atoms and electronic brains, I do not know how they can accept it, especially when it was rejected by all Prophets among </w:t>
      </w:r>
      <w:proofErr w:type="gramStart"/>
      <w:r>
        <w:t>whom</w:t>
      </w:r>
      <w:proofErr w:type="gramEnd"/>
      <w:r>
        <w:t xml:space="preserve"> was God's Messenger, Jesus (P).</w:t>
      </w:r>
    </w:p>
    <w:p w:rsidR="00B361CB" w:rsidRDefault="002125FA" w:rsidP="002125FA">
      <w:pPr>
        <w:pStyle w:val="libNormal"/>
      </w:pPr>
      <w:r>
        <w:t>In John 17:3, we read the following:</w:t>
      </w:r>
    </w:p>
    <w:p w:rsidR="00B361CB" w:rsidRDefault="002125FA" w:rsidP="002125FA">
      <w:pPr>
        <w:pStyle w:val="libNormal"/>
      </w:pPr>
      <w:r>
        <w:t>"Now this is eternal life: that they may know you, the only true God, and Jesus, whom you have sent."</w:t>
      </w:r>
    </w:p>
    <w:p w:rsidR="00B361CB" w:rsidRDefault="002125FA" w:rsidP="002125FA">
      <w:pPr>
        <w:pStyle w:val="libNormal"/>
      </w:pPr>
      <w:r>
        <w:t>See also John 20:17:</w:t>
      </w:r>
    </w:p>
    <w:p w:rsidR="00B361CB" w:rsidRPr="00B82B4B" w:rsidRDefault="002125FA" w:rsidP="00B82B4B">
      <w:pPr>
        <w:pStyle w:val="libNormal"/>
      </w:pPr>
      <w:r>
        <w:t>"Jesus said, "Do not hold on to me, for I have not yet returned to the Father. Go instead to my brothers and tel</w:t>
      </w:r>
      <w:r w:rsidRPr="00B82B4B">
        <w:t>l</w:t>
      </w:r>
    </w:p>
    <w:p w:rsidR="00B361CB" w:rsidRDefault="002125FA" w:rsidP="002125FA">
      <w:pPr>
        <w:pStyle w:val="libNormal"/>
      </w:pPr>
      <w:proofErr w:type="gramStart"/>
      <w:r>
        <w:t>them</w:t>
      </w:r>
      <w:proofErr w:type="gramEnd"/>
      <w:r>
        <w:t>: I am returning to my Father and your Father, to my God and your God."</w:t>
      </w:r>
    </w:p>
    <w:p w:rsidR="00B361CB" w:rsidRDefault="002125FA" w:rsidP="002125FA">
      <w:pPr>
        <w:pStyle w:val="libNormal"/>
      </w:pPr>
      <w:r>
        <w:t>From these statements, you see that Jesus (P) is equal to his brothers, God being their God and his God, no more, no less.</w:t>
      </w:r>
    </w:p>
    <w:p w:rsidR="00B361CB" w:rsidRDefault="002125FA" w:rsidP="002125FA">
      <w:pPr>
        <w:pStyle w:val="libNormal"/>
      </w:pPr>
      <w:r>
        <w:t>See also Matthew 10:40:</w:t>
      </w:r>
    </w:p>
    <w:p w:rsidR="00B361CB" w:rsidRDefault="002125FA" w:rsidP="002125FA">
      <w:pPr>
        <w:pStyle w:val="libNormal"/>
      </w:pPr>
      <w:r>
        <w:t>"He who receives you receives me, and he who receives me receives the one who sent me."</w:t>
      </w:r>
    </w:p>
    <w:p w:rsidR="00B361CB" w:rsidRDefault="002125FA" w:rsidP="002125FA">
      <w:pPr>
        <w:pStyle w:val="libNormal"/>
      </w:pPr>
      <w:r>
        <w:t>From this statement, you understand that Jesus (P) is God's Messenger. He is not united with God; no one is united with HIM. Also, it is impossible for the sender, and the one sent to be one. God and Jesus (P) are therefore two separate identities.</w:t>
      </w:r>
    </w:p>
    <w:p w:rsidR="00B361CB" w:rsidRDefault="002125FA" w:rsidP="002125FA">
      <w:pPr>
        <w:pStyle w:val="libNormal"/>
      </w:pPr>
      <w:r>
        <w:t>In Matthew 17:22, we read:</w:t>
      </w:r>
    </w:p>
    <w:p w:rsidR="00B361CB" w:rsidRDefault="002125FA" w:rsidP="002125FA">
      <w:pPr>
        <w:pStyle w:val="libNormal"/>
      </w:pPr>
      <w:r>
        <w:t>"When they came together in Galilee, he said to them, "The Son of Man is going to be betrayed into the hands of men. They will kill him, and on the third day he will be raised to life." And the disciples were filled with grief."</w:t>
      </w:r>
    </w:p>
    <w:p w:rsidR="00B361CB" w:rsidRDefault="002125FA" w:rsidP="002125FA">
      <w:pPr>
        <w:pStyle w:val="libNormal"/>
      </w:pPr>
      <w:r>
        <w:t xml:space="preserve">We summon you, our dear Christian friends, look with your wisdom's eye, ask, </w:t>
      </w:r>
      <w:proofErr w:type="gramStart"/>
      <w:r>
        <w:t>is</w:t>
      </w:r>
      <w:proofErr w:type="gramEnd"/>
      <w:r>
        <w:t xml:space="preserve"> it possible for the Son of Man to be Almighty God, with such traits as omniscience and eternal existence? Are we to suppose then that Jesus (P) was God, being hung on the cross to die?</w:t>
      </w:r>
    </w:p>
    <w:p w:rsidR="00B361CB" w:rsidRDefault="002125FA" w:rsidP="002125FA">
      <w:pPr>
        <w:pStyle w:val="libNormal"/>
      </w:pPr>
      <w:r>
        <w:t>In Mark 10:17, we read the following:</w:t>
      </w:r>
    </w:p>
    <w:p w:rsidR="00B361CB" w:rsidRDefault="002125FA" w:rsidP="002125FA">
      <w:pPr>
        <w:pStyle w:val="libNormal"/>
      </w:pPr>
      <w:r>
        <w:lastRenderedPageBreak/>
        <w:t>"As Jesus started on his way, a man ran up to him and fell on his knees before him</w:t>
      </w:r>
      <w:proofErr w:type="gramStart"/>
      <w:r>
        <w:t>. "</w:t>
      </w:r>
      <w:proofErr w:type="gramEnd"/>
      <w:r>
        <w:t>Good teacher," he asked, “what must I do to inherit eternal life?" “Why do you call me good?" Jesus answered. "No one is good except God alone.”</w:t>
      </w:r>
    </w:p>
    <w:p w:rsidR="00B361CB" w:rsidRPr="00B82B4B" w:rsidRDefault="002125FA" w:rsidP="00B82B4B">
      <w:pPr>
        <w:pStyle w:val="libNormal"/>
      </w:pPr>
      <w:r>
        <w:t xml:space="preserve">Do you not understand from this statement that Jesus (P) denies the word ‘good’ for anyone, even himself, but </w:t>
      </w:r>
      <w:proofErr w:type="gramStart"/>
      <w:r>
        <w:t>fo</w:t>
      </w:r>
      <w:r w:rsidRPr="00B82B4B">
        <w:t>r</w:t>
      </w:r>
      <w:proofErr w:type="gramEnd"/>
    </w:p>
    <w:p w:rsidR="00B361CB" w:rsidRDefault="002125FA" w:rsidP="002125FA">
      <w:pPr>
        <w:pStyle w:val="libNormal"/>
      </w:pPr>
      <w:proofErr w:type="gramStart"/>
      <w:r>
        <w:t>God alone.</w:t>
      </w:r>
      <w:proofErr w:type="gramEnd"/>
      <w:r>
        <w:t xml:space="preserve"> He is therefore neither God nor united with God. In reality, if we are ‘good,’ it is due to God, and God, Who </w:t>
      </w:r>
      <w:proofErr w:type="gramStart"/>
      <w:r>
        <w:t>makes</w:t>
      </w:r>
      <w:proofErr w:type="gramEnd"/>
      <w:r>
        <w:t xml:space="preserve"> others good, is Himself good.</w:t>
      </w:r>
    </w:p>
    <w:p w:rsidR="002125FA" w:rsidRDefault="002125FA" w:rsidP="002125FA">
      <w:pPr>
        <w:pStyle w:val="libNormal"/>
      </w:pPr>
      <w:r>
        <w:t>The reason therefore why Jesus (P) denied being good is to show that he is merely a Messenger.</w:t>
      </w:r>
    </w:p>
    <w:p w:rsidR="00B361CB" w:rsidRPr="00B82B4B" w:rsidRDefault="002125FA" w:rsidP="00B82B4B">
      <w:pPr>
        <w:pStyle w:val="Heading2Center"/>
      </w:pPr>
      <w:bookmarkStart w:id="76" w:name="_Toc464731385"/>
      <w:r>
        <w:t xml:space="preserve">The Word ‘Son </w:t>
      </w:r>
      <w:proofErr w:type="gramStart"/>
      <w:r>
        <w:t>Of</w:t>
      </w:r>
      <w:proofErr w:type="gramEnd"/>
      <w:r>
        <w:t xml:space="preserve"> Man’ Is Another Disproof of Trinit</w:t>
      </w:r>
      <w:r w:rsidRPr="00B82B4B">
        <w:t>y</w:t>
      </w:r>
      <w:bookmarkEnd w:id="76"/>
    </w:p>
    <w:p w:rsidR="00B361CB" w:rsidRDefault="002125FA" w:rsidP="002125FA">
      <w:pPr>
        <w:pStyle w:val="libNormal"/>
      </w:pPr>
      <w:r>
        <w:t>In Mark 12:28, we read:</w:t>
      </w:r>
    </w:p>
    <w:p w:rsidR="00B361CB" w:rsidRDefault="002125FA" w:rsidP="002125FA">
      <w:pPr>
        <w:pStyle w:val="libNormal"/>
      </w:pPr>
      <w:r>
        <w:t xml:space="preserve">"One of the teachers of the law came and heard them debating. Noticing that Jesus had given them a good answer, he asked him, "Of all the commandments, which is the most important?" "The most important </w:t>
      </w:r>
      <w:proofErr w:type="gramStart"/>
      <w:r>
        <w:t>one,"</w:t>
      </w:r>
      <w:proofErr w:type="gramEnd"/>
      <w:r>
        <w:t xml:space="preserve"> answered Jesus, "is this: "Hear, O Israel, the Lord our God, the Lord is One.”</w:t>
      </w:r>
    </w:p>
    <w:p w:rsidR="00B361CB" w:rsidRDefault="002125FA" w:rsidP="002125FA">
      <w:pPr>
        <w:pStyle w:val="libNormal"/>
      </w:pPr>
      <w:r>
        <w:t>Then in Verse 32:</w:t>
      </w:r>
    </w:p>
    <w:p w:rsidR="00B361CB" w:rsidRDefault="002125FA" w:rsidP="002125FA">
      <w:pPr>
        <w:pStyle w:val="libNormal"/>
      </w:pPr>
      <w:r>
        <w:t>"Well said, teacher," the man replied. "You are right in saying that God is one and there is no other but him."</w:t>
      </w:r>
    </w:p>
    <w:p w:rsidR="00B361CB" w:rsidRDefault="002125FA" w:rsidP="002125FA">
      <w:pPr>
        <w:pStyle w:val="libNormal"/>
      </w:pPr>
      <w:r>
        <w:t>In Mark 14:21, Jesus (P) calls himself the ‘Son of Man,’ which disproves the Trinity:</w:t>
      </w:r>
    </w:p>
    <w:p w:rsidR="002125FA" w:rsidRDefault="002125FA" w:rsidP="002125FA">
      <w:pPr>
        <w:pStyle w:val="libNormal"/>
      </w:pPr>
      <w:r>
        <w:t>"The Son of Man will go just as it is written about him. But woe to that man for him who betrays the Son of Man! It would better for him if he had not been born."</w:t>
      </w:r>
    </w:p>
    <w:p w:rsidR="00B361CB" w:rsidRPr="00B82B4B" w:rsidRDefault="002125FA" w:rsidP="00B82B4B">
      <w:pPr>
        <w:pStyle w:val="Heading2Center"/>
      </w:pPr>
      <w:bookmarkStart w:id="77" w:name="_Toc464731386"/>
      <w:r>
        <w:t>Jesus' Prayer Disproves the Trinit</w:t>
      </w:r>
      <w:r w:rsidRPr="00B82B4B">
        <w:t>y</w:t>
      </w:r>
      <w:bookmarkEnd w:id="77"/>
    </w:p>
    <w:p w:rsidR="00B361CB" w:rsidRDefault="002125FA" w:rsidP="002125FA">
      <w:pPr>
        <w:pStyle w:val="libNormal"/>
      </w:pPr>
      <w:r>
        <w:t>If we look at Mark 14:35, we read the following:</w:t>
      </w:r>
    </w:p>
    <w:p w:rsidR="00B361CB" w:rsidRDefault="002125FA" w:rsidP="002125FA">
      <w:pPr>
        <w:pStyle w:val="libNormal"/>
      </w:pPr>
      <w:r>
        <w:t>"Going a little farther, he fell to the ground and prayed that if possible the hour might pass from him. “Abba, Father,” he said, “Everything is possible for you. Take this cup from me. Yet not what I will, but what you will.”</w:t>
      </w:r>
    </w:p>
    <w:p w:rsidR="00B361CB" w:rsidRDefault="002125FA" w:rsidP="002125FA">
      <w:pPr>
        <w:pStyle w:val="libNormal"/>
      </w:pPr>
      <w:r>
        <w:t xml:space="preserve">Had the Messiah been joined with God, or IS God as some </w:t>
      </w:r>
      <w:proofErr w:type="gramStart"/>
      <w:r>
        <w:t>Christians</w:t>
      </w:r>
      <w:proofErr w:type="gramEnd"/>
      <w:r>
        <w:t xml:space="preserve"> claim, then to whom was Jesus (P) praying? To whom was he calling out and pleading with? For whom did he fall on the ground, in prostration? Would a wise man say he was praying to himself and not to God, or was he praying to the other part that unites him with God? The Lord is Mightier than to be blasphemed!</w:t>
      </w:r>
    </w:p>
    <w:p w:rsidR="00B361CB" w:rsidRDefault="002125FA" w:rsidP="002125FA">
      <w:pPr>
        <w:pStyle w:val="libNormal"/>
      </w:pPr>
      <w:r>
        <w:t>Also, in Mark 14:62, we read the following:</w:t>
      </w:r>
    </w:p>
    <w:p w:rsidR="00B361CB" w:rsidRDefault="002125FA" w:rsidP="002125FA">
      <w:pPr>
        <w:pStyle w:val="libNormal"/>
      </w:pPr>
      <w:r>
        <w:t>"I am," said Jesus, "and you will see the Son of Man sitting at the right hand of the Mighty One and coming on the clouds of heaven."</w:t>
      </w:r>
    </w:p>
    <w:p w:rsidR="00B361CB" w:rsidRDefault="002125FA" w:rsidP="002125FA">
      <w:pPr>
        <w:pStyle w:val="libNormal"/>
      </w:pPr>
      <w:r>
        <w:t>Also read Jesus’ words in Luke 4:24:</w:t>
      </w:r>
    </w:p>
    <w:p w:rsidR="00B361CB" w:rsidRDefault="002125FA" w:rsidP="002125FA">
      <w:pPr>
        <w:pStyle w:val="libNormal"/>
      </w:pPr>
      <w:r>
        <w:t>"I tell you the truth," he continued, "</w:t>
      </w:r>
      <w:proofErr w:type="gramStart"/>
      <w:r>
        <w:t>no</w:t>
      </w:r>
      <w:proofErr w:type="gramEnd"/>
      <w:r>
        <w:t xml:space="preserve"> prophet is accepted in his home town."</w:t>
      </w:r>
    </w:p>
    <w:p w:rsidR="00B361CB" w:rsidRDefault="002125FA" w:rsidP="002125FA">
      <w:pPr>
        <w:pStyle w:val="libNormal"/>
      </w:pPr>
      <w:r>
        <w:t>In Luke 6:12, we read the following:</w:t>
      </w:r>
    </w:p>
    <w:p w:rsidR="00B361CB" w:rsidRDefault="002125FA" w:rsidP="002125FA">
      <w:pPr>
        <w:pStyle w:val="libNormal"/>
      </w:pPr>
      <w:r>
        <w:t>"One of those days Jesus went out into the hills to pray, and spent the night praying to God."</w:t>
      </w:r>
    </w:p>
    <w:p w:rsidR="00B361CB" w:rsidRDefault="002125FA" w:rsidP="002125FA">
      <w:pPr>
        <w:pStyle w:val="libNormal"/>
      </w:pPr>
      <w:r>
        <w:lastRenderedPageBreak/>
        <w:t xml:space="preserve">From the Books of Matthew, Mark, Luke and John, we conclude </w:t>
      </w:r>
      <w:r w:rsidR="00B82B4B">
        <w:t>-</w:t>
      </w:r>
      <w:r>
        <w:t>and have given quotations as evidence</w:t>
      </w:r>
      <w:r w:rsidR="00B82B4B">
        <w:t>-</w:t>
      </w:r>
      <w:r>
        <w:t xml:space="preserve"> that Jesus (P), like the rest of God's great faithful servants, spent his nights in prayer in order to gain closeness to God. Can this be Trinity?</w:t>
      </w:r>
    </w:p>
    <w:p w:rsidR="002125FA" w:rsidRDefault="002125FA" w:rsidP="002125FA">
      <w:pPr>
        <w:pStyle w:val="libNormal"/>
      </w:pPr>
      <w:r>
        <w:t>Why do Christians then deviate from logic and from what the Gospel tells them? How can Christians disobey Jesus (P) and believe in the Trinity after clear statements from the abovementioned chapters clearly disprove it!</w:t>
      </w:r>
    </w:p>
    <w:p w:rsidR="00B361CB" w:rsidRPr="00B82B4B" w:rsidRDefault="002125FA" w:rsidP="00B82B4B">
      <w:pPr>
        <w:pStyle w:val="Heading2Center"/>
      </w:pPr>
      <w:bookmarkStart w:id="78" w:name="_Toc464731387"/>
      <w:r>
        <w:t xml:space="preserve">Christians' Belief </w:t>
      </w:r>
      <w:proofErr w:type="gramStart"/>
      <w:r>
        <w:t>In</w:t>
      </w:r>
      <w:proofErr w:type="gramEnd"/>
      <w:r>
        <w:t xml:space="preserve"> Trinity Has Two Meaning</w:t>
      </w:r>
      <w:r w:rsidRPr="00B82B4B">
        <w:t>s</w:t>
      </w:r>
      <w:bookmarkEnd w:id="78"/>
    </w:p>
    <w:p w:rsidR="00B361CB" w:rsidRDefault="002125FA" w:rsidP="002125FA">
      <w:pPr>
        <w:pStyle w:val="libNormal"/>
      </w:pPr>
      <w:r>
        <w:t>To isolate and examine this point, we can say that the Trinity has two meanings:</w:t>
      </w:r>
    </w:p>
    <w:p w:rsidR="00B361CB" w:rsidRPr="00B82B4B" w:rsidRDefault="002125FA" w:rsidP="00B82B4B">
      <w:pPr>
        <w:pStyle w:val="libNormal"/>
      </w:pPr>
      <w:r>
        <w:t>(1) Christians may argue that each of the three identities</w:t>
      </w:r>
      <w:r w:rsidR="00B82B4B">
        <w:t xml:space="preserve"> - </w:t>
      </w:r>
      <w:r>
        <w:t>God, Jesus (P) and the Holy Spirit</w:t>
      </w:r>
      <w:r w:rsidR="00B82B4B">
        <w:t xml:space="preserve"> - </w:t>
      </w:r>
      <w:r>
        <w:t>does not have an independent personality. If the ego were to be taken from each one of them, then the unity could occur and they could be one, o</w:t>
      </w:r>
      <w:r w:rsidRPr="00B82B4B">
        <w:t>r</w:t>
      </w:r>
    </w:p>
    <w:p w:rsidR="00B361CB" w:rsidRDefault="002125FA" w:rsidP="002125FA">
      <w:pPr>
        <w:pStyle w:val="libNormal"/>
      </w:pPr>
      <w:r>
        <w:t>(2) They may argue that each one does have an independent personality, an ego.</w:t>
      </w:r>
    </w:p>
    <w:p w:rsidR="00B361CB" w:rsidRDefault="002125FA" w:rsidP="002125FA">
      <w:pPr>
        <w:pStyle w:val="libNormal"/>
      </w:pPr>
      <w:r>
        <w:t>If they argue with the first point, the Trinity will be disproved. We know that each of the identities exists independently. Each one is distinguished from the others with special traits and different characteristics making each one a unique entity. Therefore, it is impossible for the three of them to be one. The concept of Trinity is thus unfounded.</w:t>
      </w:r>
    </w:p>
    <w:p w:rsidR="00B361CB" w:rsidRDefault="002125FA" w:rsidP="002125FA">
      <w:pPr>
        <w:pStyle w:val="libNormal"/>
      </w:pPr>
      <w:r>
        <w:t>On the other hand, if they put forward the second argument, the Trinity, oneness and unity will also be disproved. We have already shown that each of the identities has a unique personality, making him differ from the others. So again, it is impossible for them to be three and one simultaneously, just as it is impossible for them to be one and three simultaneously. Philosophically speaking, the above statement regarding the Trinity is the equivalent of saying that an egg is larger than the earth, or one is half of four, or a part is larger than a whole, and the darkness of night is white, and the light of day is black… etc.</w:t>
      </w:r>
    </w:p>
    <w:p w:rsidR="00B361CB" w:rsidRDefault="002125FA" w:rsidP="002125FA">
      <w:pPr>
        <w:pStyle w:val="libNormal"/>
      </w:pPr>
      <w:r>
        <w:t>These are impossibilities, indeed quite unthinkable. The Trinity also is unbelievable!</w:t>
      </w:r>
    </w:p>
    <w:p w:rsidR="00B361CB" w:rsidRPr="00B82B4B" w:rsidRDefault="002125FA" w:rsidP="00B82B4B">
      <w:pPr>
        <w:pStyle w:val="Heading2Center"/>
      </w:pPr>
      <w:bookmarkStart w:id="79" w:name="_Toc464731388"/>
      <w:r>
        <w:t xml:space="preserve">St John and His Strange Words </w:t>
      </w:r>
      <w:proofErr w:type="gramStart"/>
      <w:r>
        <w:t>About</w:t>
      </w:r>
      <w:proofErr w:type="gramEnd"/>
      <w:r>
        <w:t xml:space="preserve"> The Wor</w:t>
      </w:r>
      <w:r w:rsidRPr="00B82B4B">
        <w:t>d</w:t>
      </w:r>
      <w:bookmarkEnd w:id="79"/>
    </w:p>
    <w:p w:rsidR="00B361CB" w:rsidRDefault="002125FA" w:rsidP="002125FA">
      <w:pPr>
        <w:pStyle w:val="libNormal"/>
      </w:pPr>
      <w:r>
        <w:t>Now read a statement that will really surprise you! See John 1:1:</w:t>
      </w:r>
    </w:p>
    <w:p w:rsidR="00B361CB" w:rsidRDefault="002125FA" w:rsidP="002125FA">
      <w:pPr>
        <w:pStyle w:val="libNormal"/>
      </w:pPr>
      <w:r>
        <w:t>"In the beginning was the Word, and the Word was with God, and the Word was God. He was with God in the beginning."</w:t>
      </w:r>
    </w:p>
    <w:p w:rsidR="00B361CB" w:rsidRDefault="002125FA" w:rsidP="002125FA">
      <w:pPr>
        <w:pStyle w:val="libNormal"/>
      </w:pPr>
      <w:r>
        <w:t>It is not right for St John to make such a statement without thinking about it. Likewise, it is not right for anyone to believe in it without thinking about its meaning. I will show you, dear reader, how worthless these words are, just to awaken you and let you move towards the Knowledge of Truth and to believe in the right principle.</w:t>
      </w:r>
    </w:p>
    <w:p w:rsidR="00B361CB" w:rsidRDefault="002125FA" w:rsidP="002125FA">
      <w:pPr>
        <w:pStyle w:val="libNormal"/>
      </w:pPr>
      <w:r>
        <w:t xml:space="preserve">To </w:t>
      </w:r>
      <w:proofErr w:type="spellStart"/>
      <w:r>
        <w:t>analyse</w:t>
      </w:r>
      <w:proofErr w:type="spellEnd"/>
      <w:r>
        <w:t xml:space="preserve"> the ‘Word was with God’ means that the ‘word’ is a thing that exists and God is another thing that, too, exists. It is like saying, ‘Abraham has a dime and Moses has a dollar.’ Each has its own existent characteristics. This leads us to two points for discussion:</w:t>
      </w:r>
    </w:p>
    <w:p w:rsidR="00B361CB" w:rsidRPr="00B82B4B" w:rsidRDefault="002125FA" w:rsidP="00B82B4B">
      <w:pPr>
        <w:pStyle w:val="libNormal"/>
      </w:pPr>
      <w:r>
        <w:t>(1) The aforementioned ‘Word’ is eternal, absolute, rich, knowledgeable and can do everything just as God can, an</w:t>
      </w:r>
      <w:r w:rsidRPr="00B82B4B">
        <w:t>d</w:t>
      </w:r>
    </w:p>
    <w:p w:rsidR="00B361CB" w:rsidRDefault="002125FA" w:rsidP="002125FA">
      <w:pPr>
        <w:pStyle w:val="libNormal"/>
      </w:pPr>
      <w:r>
        <w:lastRenderedPageBreak/>
        <w:t>(2) The ‘Word’ is not as described in the first argument; rather it is a creature depending on God's support in its existence.</w:t>
      </w:r>
    </w:p>
    <w:p w:rsidR="00B361CB" w:rsidRDefault="002125FA" w:rsidP="002125FA">
      <w:pPr>
        <w:pStyle w:val="libNormal"/>
      </w:pPr>
      <w:r>
        <w:t>If we are to believe the first point, then this means that the ‘Word’ is another god, which would be vain to say. The statement in John 17:3 ‘the only true God’ would be contradictory.</w:t>
      </w:r>
    </w:p>
    <w:p w:rsidR="00B361CB" w:rsidRPr="00B82B4B" w:rsidRDefault="002125FA" w:rsidP="00B82B4B">
      <w:pPr>
        <w:pStyle w:val="libNormal"/>
      </w:pPr>
      <w:r>
        <w:t>If we are to believe the second point, then this means that the ‘word’ was created by God and is under his power. I</w:t>
      </w:r>
      <w:r w:rsidRPr="00B82B4B">
        <w:t>n</w:t>
      </w:r>
    </w:p>
    <w:p w:rsidR="002125FA" w:rsidRDefault="002125FA" w:rsidP="002125FA">
      <w:pPr>
        <w:pStyle w:val="libNormal"/>
      </w:pPr>
      <w:proofErr w:type="gramStart"/>
      <w:r>
        <w:t>this</w:t>
      </w:r>
      <w:proofErr w:type="gramEnd"/>
      <w:r>
        <w:t xml:space="preserve"> case, it cannot be a god in itself because it is impossible to say that the creator is the created and the created is the creator. They must be two complete beings, being opposites.</w:t>
      </w:r>
    </w:p>
    <w:p w:rsidR="00B361CB" w:rsidRPr="00B82B4B" w:rsidRDefault="002125FA" w:rsidP="00B82B4B">
      <w:pPr>
        <w:pStyle w:val="Heading2Center"/>
      </w:pPr>
      <w:bookmarkStart w:id="80" w:name="_Toc464731389"/>
      <w:proofErr w:type="gramStart"/>
      <w:r>
        <w:t>Jesus’ Death Was not For the Forgiveness of Others'</w:t>
      </w:r>
      <w:proofErr w:type="gramEnd"/>
      <w:r>
        <w:t xml:space="preserve"> Sin</w:t>
      </w:r>
      <w:r w:rsidRPr="00B82B4B">
        <w:t>s</w:t>
      </w:r>
      <w:bookmarkEnd w:id="80"/>
    </w:p>
    <w:p w:rsidR="00B361CB" w:rsidRDefault="002125FA" w:rsidP="002125FA">
      <w:pPr>
        <w:pStyle w:val="libNormal"/>
      </w:pPr>
      <w:r>
        <w:t>Christians believe that Jesus (P) agreed on his crucifixion and by his own freewill gave his life for the forgiveness of the believers’ sins.</w:t>
      </w:r>
    </w:p>
    <w:p w:rsidR="00B361CB" w:rsidRDefault="002125FA" w:rsidP="002125FA">
      <w:pPr>
        <w:pStyle w:val="libNormal"/>
      </w:pPr>
      <w:r>
        <w:t>If we are to suppose that the crucifixion of Christ was true, it would still not be justified nor would it be sufficient for the forgiveness of the sins of all followers. To argue this point, let us look at Matthew 6:14:</w:t>
      </w:r>
    </w:p>
    <w:p w:rsidR="00B361CB" w:rsidRDefault="002125FA" w:rsidP="002125FA">
      <w:pPr>
        <w:pStyle w:val="libNormal"/>
      </w:pPr>
      <w:proofErr w:type="gramStart"/>
      <w:r>
        <w:t>"For if you forgive men when they sin against you, your heavenly Father will also forgive you."</w:t>
      </w:r>
      <w:proofErr w:type="gramEnd"/>
    </w:p>
    <w:p w:rsidR="00B361CB" w:rsidRDefault="002125FA" w:rsidP="002125FA">
      <w:pPr>
        <w:pStyle w:val="libNormal"/>
      </w:pPr>
      <w:r>
        <w:t>See also Luke 11:4:</w:t>
      </w:r>
    </w:p>
    <w:p w:rsidR="00B361CB" w:rsidRDefault="002125FA" w:rsidP="002125FA">
      <w:pPr>
        <w:pStyle w:val="libNormal"/>
      </w:pPr>
      <w:r>
        <w:t>"Forgive us our sins, for we also forgive everyone who sins against us."</w:t>
      </w:r>
    </w:p>
    <w:p w:rsidR="00B361CB" w:rsidRDefault="002125FA" w:rsidP="002125FA">
      <w:pPr>
        <w:pStyle w:val="libNormal"/>
      </w:pPr>
      <w:r>
        <w:t>As you can clearly see from the two previously mentioned quotations, it is written that sinners will not be forgiven their sins unless they forgive those who have sinned against them. If they do not have it in their hearts to forgive, then God in turn will not forgive them.</w:t>
      </w:r>
    </w:p>
    <w:p w:rsidR="00B361CB" w:rsidRDefault="002125FA" w:rsidP="002125FA">
      <w:pPr>
        <w:pStyle w:val="libNormal"/>
      </w:pPr>
      <w:r>
        <w:t>In St John 20:23, it is stated that Christ said:</w:t>
      </w:r>
    </w:p>
    <w:p w:rsidR="00B361CB" w:rsidRDefault="002125FA" w:rsidP="002125FA">
      <w:pPr>
        <w:pStyle w:val="libNormal"/>
      </w:pPr>
      <w:r>
        <w:t>"If you forgive anyone his sins, they are forgiven, if you do not forgive them, they are not forgiven."</w:t>
      </w:r>
    </w:p>
    <w:p w:rsidR="00B361CB" w:rsidRDefault="002125FA" w:rsidP="002125FA">
      <w:pPr>
        <w:pStyle w:val="libNormal"/>
      </w:pPr>
      <w:r>
        <w:t>As we have seen, these Books of the Bible do agree that the crucifixion of Christ was not for the forgiveness of sins of his followers or others. This fact is supported by Matthew 26:37:</w:t>
      </w:r>
    </w:p>
    <w:p w:rsidR="00B361CB" w:rsidRDefault="002125FA" w:rsidP="002125FA">
      <w:pPr>
        <w:pStyle w:val="libNormal"/>
      </w:pPr>
      <w:r>
        <w:t>"He took Peter and the two sons of Zebedee along with him and he began to be sorrowful and troubled. Then he said to them, "My soul is overwhelmed with sorrow to the point of death. Stay here and keep watch with me. Going a little farther, he fell with his face to the ground and prayed, "My Father, if it is possible, may this cup be taken from me. Yet not as I will, but as you will."</w:t>
      </w:r>
    </w:p>
    <w:p w:rsidR="00B361CB" w:rsidRDefault="002125FA" w:rsidP="002125FA">
      <w:pPr>
        <w:pStyle w:val="libNormal"/>
      </w:pPr>
      <w:r>
        <w:t>This statement of Jesus (P) is clear evidence that he was not ready for death, let alone to carry people's sins. Also, how can they say he agreed to it when we see him sad and sorrowful pleading with the Lord not to take his life?</w:t>
      </w:r>
    </w:p>
    <w:p w:rsidR="00B361CB" w:rsidRDefault="002125FA" w:rsidP="002125FA">
      <w:pPr>
        <w:pStyle w:val="libNormal"/>
      </w:pPr>
      <w:r>
        <w:t>Also, see Matthew 27:46:</w:t>
      </w:r>
    </w:p>
    <w:p w:rsidR="00B361CB" w:rsidRDefault="002125FA" w:rsidP="002125FA">
      <w:pPr>
        <w:pStyle w:val="libNormal"/>
      </w:pPr>
      <w:r>
        <w:t>"About the ninth hour Jesus cried out in a loud voice, "</w:t>
      </w:r>
      <w:proofErr w:type="spellStart"/>
      <w:r>
        <w:t>Eloi</w:t>
      </w:r>
      <w:proofErr w:type="spellEnd"/>
      <w:r>
        <w:t xml:space="preserve">, </w:t>
      </w:r>
      <w:proofErr w:type="spellStart"/>
      <w:r>
        <w:t>Eloi</w:t>
      </w:r>
      <w:proofErr w:type="spellEnd"/>
      <w:r>
        <w:t xml:space="preserve">, lama </w:t>
      </w:r>
      <w:proofErr w:type="spellStart"/>
      <w:r>
        <w:t>sabachthani</w:t>
      </w:r>
      <w:proofErr w:type="spellEnd"/>
      <w:r>
        <w:t>?" meaning, "My God, my God, why have you forsaken me? When some of those standing there heard this, they said, "He's calling Elijah." Immediately one of them ran and got a sponge. He filled it with vinegar, put it in the stitch, and offered it to Jesus to drink. But the rest said, "Leave him alone. Let's see if Elijah comes to save him." and when Jesus cried out again in a loud voice, he gave up his spirit."</w:t>
      </w:r>
    </w:p>
    <w:p w:rsidR="00B361CB" w:rsidRDefault="002125FA" w:rsidP="002125FA">
      <w:pPr>
        <w:pStyle w:val="libNormal"/>
      </w:pPr>
      <w:r>
        <w:lastRenderedPageBreak/>
        <w:t>This cry shows that Jesus (P) did not want death. No further explanation is needed.</w:t>
      </w:r>
    </w:p>
    <w:p w:rsidR="00B361CB" w:rsidRDefault="002125FA" w:rsidP="002125FA">
      <w:pPr>
        <w:pStyle w:val="libNormal"/>
      </w:pPr>
      <w:r>
        <w:t>St Mark, in 15:34, repeats the same words as Matthew 27:46 “My God, my God, why have you forsaken me?”</w:t>
      </w:r>
    </w:p>
    <w:p w:rsidR="00B361CB" w:rsidRDefault="002125FA" w:rsidP="002125FA">
      <w:pPr>
        <w:pStyle w:val="libNormal"/>
      </w:pPr>
      <w:r>
        <w:t>Matthew 26:39 and Luke 22:42 repeat the same words:</w:t>
      </w:r>
    </w:p>
    <w:p w:rsidR="00B361CB" w:rsidRDefault="002125FA" w:rsidP="002125FA">
      <w:pPr>
        <w:pStyle w:val="libNormal"/>
      </w:pPr>
      <w:r>
        <w:t>“Father, if you are willing, take this cup from me; yet not my will, but yours be done."</w:t>
      </w:r>
    </w:p>
    <w:p w:rsidR="00B361CB" w:rsidRPr="00B82B4B" w:rsidRDefault="002125FA" w:rsidP="00B82B4B">
      <w:pPr>
        <w:pStyle w:val="libNormal"/>
      </w:pPr>
      <w:r>
        <w:t xml:space="preserve">If you think about the previous quotations, you will see that had Jesus (P) been willing to be crucified and agreed willingly, then why </w:t>
      </w:r>
      <w:proofErr w:type="gramStart"/>
      <w:r>
        <w:t>had he</w:t>
      </w:r>
      <w:proofErr w:type="gramEnd"/>
      <w:r>
        <w:t xml:space="preserve"> repeatedly asked the Lord t</w:t>
      </w:r>
      <w:r w:rsidRPr="00B82B4B">
        <w:t>o</w:t>
      </w:r>
    </w:p>
    <w:p w:rsidR="00B361CB" w:rsidRDefault="002125FA" w:rsidP="002125FA">
      <w:pPr>
        <w:pStyle w:val="libNormal"/>
      </w:pPr>
      <w:proofErr w:type="gramStart"/>
      <w:r>
        <w:t>spare</w:t>
      </w:r>
      <w:proofErr w:type="gramEnd"/>
      <w:r>
        <w:t xml:space="preserve"> him? This surely opposes his agreement? Let me give you other examples and evidences that refute the Christians’ claims that Jesus’ crucifixion guarantees forgiveness of the believers' sins.</w:t>
      </w:r>
    </w:p>
    <w:p w:rsidR="00B361CB" w:rsidRDefault="002125FA" w:rsidP="002125FA">
      <w:pPr>
        <w:pStyle w:val="libNormal"/>
      </w:pPr>
      <w:r>
        <w:t>In Matthew 26</w:t>
      </w:r>
      <w:r w:rsidR="00B82B4B">
        <w:t>-</w:t>
      </w:r>
      <w:r>
        <w:t>24, Mark 14:21 and in Luke 22:22, we find the following words:</w:t>
      </w:r>
    </w:p>
    <w:p w:rsidR="00B361CB" w:rsidRDefault="002125FA" w:rsidP="002125FA">
      <w:pPr>
        <w:pStyle w:val="libNormal"/>
      </w:pPr>
      <w:r>
        <w:t xml:space="preserve">“The Son of Man will go just as it is written about him. </w:t>
      </w:r>
      <w:proofErr w:type="gramStart"/>
      <w:r>
        <w:t>But woe to that man who betrays the Son of Man.</w:t>
      </w:r>
      <w:proofErr w:type="gramEnd"/>
      <w:r>
        <w:t xml:space="preserve"> It would be better for him if he had not been born.”</w:t>
      </w:r>
    </w:p>
    <w:p w:rsidR="00B361CB" w:rsidRDefault="002125FA" w:rsidP="002125FA">
      <w:pPr>
        <w:pStyle w:val="libNormal"/>
      </w:pPr>
      <w:r>
        <w:t>You surely see that if that man, Judas, who betrayed Jesus (</w:t>
      </w:r>
      <w:proofErr w:type="gramStart"/>
      <w:r>
        <w:t>P)</w:t>
      </w:r>
      <w:proofErr w:type="gramEnd"/>
      <w:r>
        <w:t xml:space="preserve"> had not been born, then Jesus (P) would not have been killed at all! If Jesus (P) were satisfied with the fact that he was going to die on the cross anyway, he would not condemn Judas, as he did not commit a sin to deserve damnation.</w:t>
      </w:r>
    </w:p>
    <w:p w:rsidR="002125FA" w:rsidRDefault="002125FA" w:rsidP="002125FA">
      <w:pPr>
        <w:pStyle w:val="libNormal"/>
      </w:pPr>
      <w:r>
        <w:t>Also, if Jesus (P) really was giving up his life willingly and God loved him too, then he should be blessed for having saved all the sons of Christianity from their sins.</w:t>
      </w:r>
    </w:p>
    <w:p w:rsidR="00B361CB" w:rsidRPr="00B82B4B" w:rsidRDefault="002125FA" w:rsidP="00B82B4B">
      <w:pPr>
        <w:pStyle w:val="Heading2Center"/>
      </w:pPr>
      <w:bookmarkStart w:id="81" w:name="_Toc464731390"/>
      <w:r>
        <w:t xml:space="preserve">Christ Himself Is the Reason </w:t>
      </w:r>
      <w:proofErr w:type="gramStart"/>
      <w:r>
        <w:t>For</w:t>
      </w:r>
      <w:proofErr w:type="gramEnd"/>
      <w:r>
        <w:t xml:space="preserve"> the Crucifixio</w:t>
      </w:r>
      <w:r w:rsidRPr="00B82B4B">
        <w:t>n</w:t>
      </w:r>
      <w:bookmarkEnd w:id="81"/>
    </w:p>
    <w:p w:rsidR="00B361CB" w:rsidRDefault="002125FA" w:rsidP="002125FA">
      <w:pPr>
        <w:pStyle w:val="libNormal"/>
      </w:pPr>
      <w:r>
        <w:t>In Matthew 26:28, we read:</w:t>
      </w:r>
    </w:p>
    <w:p w:rsidR="00B361CB" w:rsidRDefault="002125FA" w:rsidP="002125FA">
      <w:pPr>
        <w:pStyle w:val="libNormal"/>
      </w:pPr>
      <w:r>
        <w:t>"This is my blood of the new covenant, which is poured out for many for the forgiveness of sins."</w:t>
      </w:r>
    </w:p>
    <w:p w:rsidR="00B361CB" w:rsidRDefault="002125FA" w:rsidP="002125FA">
      <w:pPr>
        <w:pStyle w:val="libNormal"/>
      </w:pPr>
      <w:r>
        <w:t>In Mark 14:24, we read:</w:t>
      </w:r>
    </w:p>
    <w:p w:rsidR="00B361CB" w:rsidRDefault="002125FA" w:rsidP="002125FA">
      <w:pPr>
        <w:pStyle w:val="libNormal"/>
      </w:pPr>
      <w:r>
        <w:t>"This is my blood of the new covenant, which is poured out for many."</w:t>
      </w:r>
    </w:p>
    <w:p w:rsidR="00B361CB" w:rsidRDefault="002125FA" w:rsidP="002125FA">
      <w:pPr>
        <w:pStyle w:val="libNormal"/>
      </w:pPr>
      <w:r>
        <w:t>In Luke 22:20, we read:</w:t>
      </w:r>
    </w:p>
    <w:p w:rsidR="00B361CB" w:rsidRDefault="002125FA" w:rsidP="002125FA">
      <w:pPr>
        <w:pStyle w:val="libNormal"/>
      </w:pPr>
      <w:r>
        <w:t>"This cup is the new covenant in my blood, which is poured out for you."</w:t>
      </w:r>
    </w:p>
    <w:p w:rsidR="00B361CB" w:rsidRDefault="002125FA" w:rsidP="002125FA">
      <w:pPr>
        <w:pStyle w:val="libNormal"/>
      </w:pPr>
      <w:r>
        <w:t>Why then should Jesus (P) damn the traitor, when he knew that by his death, the sins of others would be forgiven?</w:t>
      </w:r>
    </w:p>
    <w:p w:rsidR="00B361CB" w:rsidRDefault="002125FA" w:rsidP="002125FA">
      <w:pPr>
        <w:pStyle w:val="libNormal"/>
      </w:pPr>
      <w:r>
        <w:t>In John 19:11, we read the following:</w:t>
      </w:r>
    </w:p>
    <w:p w:rsidR="00B361CB" w:rsidRDefault="002125FA" w:rsidP="002125FA">
      <w:pPr>
        <w:pStyle w:val="libNormal"/>
      </w:pPr>
      <w:r>
        <w:t>"Jesus answered, "You would have no power over me if it were not given to you from above. Therefore the one who handed me over to you is guilty of greater sin."</w:t>
      </w:r>
    </w:p>
    <w:p w:rsidR="00B361CB" w:rsidRDefault="002125FA" w:rsidP="002125FA">
      <w:pPr>
        <w:pStyle w:val="libNormal"/>
      </w:pPr>
      <w:r>
        <w:t>In contradiction to this last quotation, read John 18:3</w:t>
      </w:r>
      <w:r w:rsidR="00B82B4B">
        <w:t>-</w:t>
      </w:r>
      <w:r>
        <w:t>8:</w:t>
      </w:r>
    </w:p>
    <w:p w:rsidR="00B361CB" w:rsidRDefault="002125FA" w:rsidP="002125FA">
      <w:pPr>
        <w:pStyle w:val="libNormal"/>
      </w:pPr>
      <w:r>
        <w:t>"So Judas came to the grove, guiding a detachment of soldiers and some officials from the chief priests and Pharisees</w:t>
      </w:r>
      <w:r w:rsidR="00B82B4B">
        <w:t>-</w:t>
      </w:r>
      <w:r>
        <w:t xml:space="preserve"> They were carrying torches, lanterns and weapons. Jesus, knowing all that was going to happen to him, went out and asked them, "Who is it you want?" "Jesus of Nazareth," they replied. “I am he,” Jesus said. (And Judas the traitor was standing there with them.) When Jesus said, "I am he,” they drew back and fell to the ground. Again he asked them, "Who is it you want?" And they said, "Jesus of </w:t>
      </w:r>
      <w:r>
        <w:lastRenderedPageBreak/>
        <w:t>Nazareth." "I told you that I am he," Jesus answered. "If you are looking for me, then let these men go."</w:t>
      </w:r>
    </w:p>
    <w:p w:rsidR="00B361CB" w:rsidRDefault="002125FA" w:rsidP="002125FA">
      <w:pPr>
        <w:pStyle w:val="libNormal"/>
      </w:pPr>
      <w:r>
        <w:t>Let the Christians read this conversation and they will find that is he, Jesus (P) himself, who discloses his identity, therefore betraying himself to the killers. In this case, is it Jesus (P) who is ‘guilty of a greater sin’ and for whom ‘it would be better for him if he had not been born?’ God Forbid!</w:t>
      </w:r>
    </w:p>
    <w:p w:rsidR="00B361CB" w:rsidRDefault="002125FA" w:rsidP="002125FA">
      <w:pPr>
        <w:pStyle w:val="libNormal"/>
      </w:pPr>
      <w:r>
        <w:t>In view of all these contradictions, do you, as a free, educated individual, see that these words cannot be Gospel?</w:t>
      </w:r>
    </w:p>
    <w:p w:rsidR="00B361CB" w:rsidRPr="00B82B4B" w:rsidRDefault="002125FA" w:rsidP="00B82B4B">
      <w:pPr>
        <w:pStyle w:val="Heading2Center"/>
      </w:pPr>
      <w:bookmarkStart w:id="82" w:name="_Toc464731391"/>
      <w:r>
        <w:t xml:space="preserve">How Could We Distinguish the True Jesus </w:t>
      </w:r>
      <w:proofErr w:type="gramStart"/>
      <w:r>
        <w:t>Chris</w:t>
      </w:r>
      <w:r w:rsidRPr="00B82B4B">
        <w:t>t</w:t>
      </w:r>
      <w:bookmarkEnd w:id="82"/>
      <w:proofErr w:type="gramEnd"/>
    </w:p>
    <w:p w:rsidR="00B361CB" w:rsidRDefault="002125FA" w:rsidP="002125FA">
      <w:pPr>
        <w:pStyle w:val="libNormal"/>
      </w:pPr>
      <w:r>
        <w:t>Christians say that Jesus (P) proves he is God's Messenger due to the miracles that he performs. If we look at the contemporary Bible, our doubts are raised, due to several statements.</w:t>
      </w:r>
    </w:p>
    <w:p w:rsidR="00B361CB" w:rsidRDefault="002125FA" w:rsidP="002125FA">
      <w:pPr>
        <w:pStyle w:val="libNormal"/>
      </w:pPr>
      <w:r>
        <w:t>In Matthew 24:23, we read the following:</w:t>
      </w:r>
    </w:p>
    <w:p w:rsidR="00B361CB" w:rsidRDefault="002125FA" w:rsidP="002125FA">
      <w:pPr>
        <w:pStyle w:val="libNormal"/>
      </w:pPr>
      <w:r>
        <w:t xml:space="preserve">"At that time if anyone says to you, "Look, here is the Christ”! </w:t>
      </w:r>
      <w:proofErr w:type="gramStart"/>
      <w:r>
        <w:t>or</w:t>
      </w:r>
      <w:proofErr w:type="gramEnd"/>
      <w:r>
        <w:t xml:space="preserve"> "There he is!” do not believe it. For false </w:t>
      </w:r>
      <w:proofErr w:type="spellStart"/>
      <w:r>
        <w:t>Christs</w:t>
      </w:r>
      <w:proofErr w:type="spellEnd"/>
      <w:r>
        <w:t xml:space="preserve"> and false prophets will appear and perform great signs and miracles to deceive even the elect if that were possible."</w:t>
      </w:r>
    </w:p>
    <w:p w:rsidR="002125FA" w:rsidRDefault="002125FA" w:rsidP="002125FA">
      <w:pPr>
        <w:pStyle w:val="libNormal"/>
      </w:pPr>
      <w:r>
        <w:t>These words are repeated in Mark 13:21. How can a person believe that this Jesus (P) is the true? How can we judge and determine the genuine Jesus (P)? With all the previously men­tioned contradictions, these Books of the Bible do not help us to find him!</w:t>
      </w:r>
    </w:p>
    <w:p w:rsidR="00B361CB" w:rsidRDefault="002125FA" w:rsidP="00B82B4B">
      <w:pPr>
        <w:pStyle w:val="Heading2Center"/>
      </w:pPr>
      <w:bookmarkStart w:id="83" w:name="_Toc464731392"/>
      <w:r>
        <w:t>The One Crucified Was Not Jesus (P)</w:t>
      </w:r>
      <w:bookmarkEnd w:id="83"/>
    </w:p>
    <w:p w:rsidR="00B361CB" w:rsidRDefault="002125FA" w:rsidP="002125FA">
      <w:pPr>
        <w:pStyle w:val="libNormal"/>
      </w:pPr>
      <w:r>
        <w:t>In order to clarify this point and prove that Jesus (P) was neither crucified nor killed, we look at Matthew 26:63:</w:t>
      </w:r>
    </w:p>
    <w:p w:rsidR="00B361CB" w:rsidRDefault="002125FA" w:rsidP="002125FA">
      <w:pPr>
        <w:pStyle w:val="libNormal"/>
      </w:pPr>
      <w:r>
        <w:t>"Then the high priest stood up and said to Jesus, "Are you not going to answer? What is this testimony that these men are bringing against you?" But Jesus remained silent. The high priest said to him, "I charge you under oath by the living God: Tell us if you are the Christ, the Son of God." "Yes, it is as you say," Jesus replied. "But I say to all of you: In the future you will see the Son of Man sitting at the right hand of the Mighty One and coming on the clouds of heaven."</w:t>
      </w:r>
    </w:p>
    <w:p w:rsidR="00B361CB" w:rsidRDefault="002125FA" w:rsidP="002125FA">
      <w:pPr>
        <w:pStyle w:val="libNormal"/>
      </w:pPr>
      <w:r>
        <w:t>Also in Luke 22:70 we read:</w:t>
      </w:r>
    </w:p>
    <w:p w:rsidR="00B361CB" w:rsidRDefault="002125FA" w:rsidP="002125FA">
      <w:pPr>
        <w:pStyle w:val="libNormal"/>
      </w:pPr>
      <w:r>
        <w:t>"They all asked, "Are you then the Son of God?" He replied, "You are right in saying I am."</w:t>
      </w:r>
    </w:p>
    <w:p w:rsidR="002125FA" w:rsidRDefault="002125FA" w:rsidP="002125FA">
      <w:pPr>
        <w:pStyle w:val="libNormal"/>
      </w:pPr>
      <w:r>
        <w:t xml:space="preserve">If we </w:t>
      </w:r>
      <w:proofErr w:type="spellStart"/>
      <w:r>
        <w:t>analyse</w:t>
      </w:r>
      <w:proofErr w:type="spellEnd"/>
      <w:r>
        <w:t xml:space="preserve"> critically the answers, we see that Jesus (P) at no point stated that he was Jesus (P) but agreed with them when they said so. This is a worthy indication for us in determining that this man was not in fact Jesus (P) himself and that they crucified someone else in his place. This was actually happened.</w:t>
      </w:r>
    </w:p>
    <w:p w:rsidR="00B361CB" w:rsidRPr="00B82B4B" w:rsidRDefault="002125FA" w:rsidP="00B82B4B">
      <w:pPr>
        <w:pStyle w:val="Heading2Center"/>
      </w:pPr>
      <w:bookmarkStart w:id="84" w:name="_Toc464731393"/>
      <w:r>
        <w:t>Further Evidence</w:t>
      </w:r>
      <w:r w:rsidRPr="00B82B4B">
        <w:t>s</w:t>
      </w:r>
      <w:bookmarkEnd w:id="84"/>
    </w:p>
    <w:p w:rsidR="00B361CB" w:rsidRDefault="002125FA" w:rsidP="002125FA">
      <w:pPr>
        <w:pStyle w:val="libNormal"/>
      </w:pPr>
      <w:r>
        <w:t>Here is a further piece of evidence as proof that the one crucified was not Jesus (P) as previously mentioned in Matthew 26:63.</w:t>
      </w:r>
    </w:p>
    <w:p w:rsidR="00B361CB" w:rsidRDefault="002125FA" w:rsidP="002125FA">
      <w:pPr>
        <w:pStyle w:val="libNormal"/>
      </w:pPr>
      <w:r>
        <w:t>Please see Luke 22:66:</w:t>
      </w:r>
    </w:p>
    <w:p w:rsidR="00B361CB" w:rsidRDefault="002125FA" w:rsidP="002125FA">
      <w:pPr>
        <w:pStyle w:val="libNormal"/>
      </w:pPr>
      <w:r>
        <w:t xml:space="preserve">"At daybreak the council of the elders of the people, both the chief priests and teachers of the law, met together, and Jesus was led before them, "If you are the Christ, tell us." Jesus answered, "If I tell you, you will not believe </w:t>
      </w:r>
      <w:r>
        <w:lastRenderedPageBreak/>
        <w:t>me, and if I asked you, you would not answer. But from now on, the Son of Man will be seated at the right hand of the mighty God."</w:t>
      </w:r>
    </w:p>
    <w:p w:rsidR="00B361CB" w:rsidRDefault="002125FA" w:rsidP="002125FA">
      <w:pPr>
        <w:pStyle w:val="libNormal"/>
      </w:pPr>
      <w:r>
        <w:t xml:space="preserve">These paragraphs really unveil the truth. Were they so ignorant that they did not </w:t>
      </w:r>
      <w:proofErr w:type="spellStart"/>
      <w:r>
        <w:t>recognise</w:t>
      </w:r>
      <w:proofErr w:type="spellEnd"/>
      <w:r>
        <w:t xml:space="preserve"> him? The one crucified tried to show them that he was not Christ. They did not believe him, even when he told them, and while they were taking him to be crucified, Jesus (P) was sitting at the ‘right hand of the power of God.’ How much evidence do you need to convince you that the man crucified was not Jesus (P)? It is as is exactly written in the Holy Quran. Jesus (P) was substituted, that is why the answer ‘You are right in saying I am’ is given.</w:t>
      </w:r>
    </w:p>
    <w:p w:rsidR="00B361CB" w:rsidRDefault="002125FA" w:rsidP="002125FA">
      <w:pPr>
        <w:pStyle w:val="libNormal"/>
      </w:pPr>
      <w:r>
        <w:t>Even back in Jesus' home, there was confusion as his identity. See Mark 6:3:</w:t>
      </w:r>
    </w:p>
    <w:p w:rsidR="00B361CB" w:rsidRDefault="002125FA" w:rsidP="002125FA">
      <w:pPr>
        <w:pStyle w:val="libNormal"/>
      </w:pPr>
      <w:r>
        <w:t xml:space="preserve">"Isn't this the carpenter? </w:t>
      </w:r>
      <w:proofErr w:type="gramStart"/>
      <w:r>
        <w:t>Isn't</w:t>
      </w:r>
      <w:proofErr w:type="gramEnd"/>
      <w:r>
        <w:t xml:space="preserve"> this Mary's son and the brother of James, </w:t>
      </w:r>
      <w:proofErr w:type="spellStart"/>
      <w:r>
        <w:t>Joses</w:t>
      </w:r>
      <w:proofErr w:type="spellEnd"/>
      <w:r>
        <w:t>, Judas and Simon? Aren't his sisters are here with us?"</w:t>
      </w:r>
    </w:p>
    <w:p w:rsidR="002125FA" w:rsidRDefault="002125FA" w:rsidP="002125FA">
      <w:pPr>
        <w:pStyle w:val="libNormal"/>
      </w:pPr>
      <w:r>
        <w:t>We say that the crucified one was not Jesus (P).</w:t>
      </w:r>
    </w:p>
    <w:p w:rsidR="00B361CB" w:rsidRPr="00B82B4B" w:rsidRDefault="002125FA" w:rsidP="00B82B4B">
      <w:pPr>
        <w:pStyle w:val="Heading2Center"/>
      </w:pPr>
      <w:bookmarkStart w:id="85" w:name="_Toc464731394"/>
      <w:r>
        <w:t>Jesus Christ Goes To Wedding and Drinks Win</w:t>
      </w:r>
      <w:r w:rsidRPr="00B82B4B">
        <w:t>e</w:t>
      </w:r>
      <w:bookmarkEnd w:id="85"/>
    </w:p>
    <w:p w:rsidR="00B361CB" w:rsidRDefault="002125FA" w:rsidP="002125FA">
      <w:pPr>
        <w:pStyle w:val="libNormal"/>
      </w:pPr>
      <w:r>
        <w:t>In John 2 1</w:t>
      </w:r>
      <w:r w:rsidR="00B82B4B">
        <w:t>-</w:t>
      </w:r>
      <w:r>
        <w:t>11, we read the following:</w:t>
      </w:r>
    </w:p>
    <w:p w:rsidR="00B361CB" w:rsidRDefault="002125FA" w:rsidP="002125FA">
      <w:pPr>
        <w:pStyle w:val="libNormal"/>
      </w:pPr>
      <w:r>
        <w:t xml:space="preserve">"On the third day a wedding took place at Cana in Galilee. Jesus' mother was there, and Jesus and his disciples had also been invited to the wedding. When the wine was gone, Jesus' mother said to him, "They have no more wine." "Dear woman, why do you involve me?" Jesus replied, “My time has not yet come.” His mother said to the servants, "Do whatever he tells you." </w:t>
      </w:r>
      <w:proofErr w:type="gramStart"/>
      <w:r>
        <w:t>Nearby stood six stone water jars, the kind used by the Jews for ceremonial washing, each holding from twenty to thirty gallons.</w:t>
      </w:r>
      <w:proofErr w:type="gramEnd"/>
      <w:r>
        <w:t xml:space="preserve"> Jesus said to the servants, "Fill the jars with water;" so they filled them to the brim. Then he told them, "Now draw some out and take it to the master of the banquet." They did so, and the master of the banquet tasted the water that had been turned into wine. He did not realize where it had come from, though the servants who had drawn the water knew. Then he called the bridegroom aside and said, "Everyone brings out the choice wine first and then the cheaper wine after the guests have had too much to drink; but you have saved the best till now." This, the first of his miraculous signs, Jesus performed in Cana of Galilee. He thus revealed his glory, and his disciples put their faith in him."</w:t>
      </w:r>
    </w:p>
    <w:p w:rsidR="00B361CB" w:rsidRDefault="002125FA" w:rsidP="002125FA">
      <w:pPr>
        <w:pStyle w:val="libNormal"/>
      </w:pPr>
      <w:r>
        <w:t>It is written in all of God's religions that liquor is the root of all the sins and evil, all the troubles, and problems and God has forbidden it through His Prophets and Messengers. It can also be proven logically and scientif­ically that liquor makes for social health and economic problems. Read the statement in Habakkuk 2:5:</w:t>
      </w:r>
    </w:p>
    <w:p w:rsidR="00B361CB" w:rsidRDefault="002125FA" w:rsidP="002125FA">
      <w:pPr>
        <w:pStyle w:val="libNormal"/>
      </w:pPr>
      <w:r>
        <w:t>"Indeed, wine betrays him; he is arrogant and never at rest. Because he is as greedy as the grave and like death is never satisfied, he gathers to himself all the nations and takes captive all the peoples."</w:t>
      </w:r>
    </w:p>
    <w:p w:rsidR="00B361CB" w:rsidRDefault="002125FA" w:rsidP="002125FA">
      <w:pPr>
        <w:pStyle w:val="libNormal"/>
      </w:pPr>
      <w:r>
        <w:t>Also in Hosea 4:11, we read the following:</w:t>
      </w:r>
    </w:p>
    <w:p w:rsidR="00B361CB" w:rsidRDefault="002125FA" w:rsidP="002125FA">
      <w:pPr>
        <w:pStyle w:val="libNormal"/>
      </w:pPr>
      <w:r>
        <w:t>“To prostitution, to old wine and new, which take away the understand­ing of my people...</w:t>
      </w:r>
      <w:proofErr w:type="gramStart"/>
      <w:r>
        <w:t>"</w:t>
      </w:r>
      <w:proofErr w:type="gramEnd"/>
    </w:p>
    <w:p w:rsidR="00B361CB" w:rsidRDefault="002125FA" w:rsidP="002125FA">
      <w:pPr>
        <w:pStyle w:val="libNormal"/>
      </w:pPr>
      <w:r>
        <w:t>I add that it also destroys wisdom, brings indignity to a person and angers the Lord.</w:t>
      </w:r>
    </w:p>
    <w:p w:rsidR="00B361CB" w:rsidRDefault="002125FA" w:rsidP="002125FA">
      <w:pPr>
        <w:pStyle w:val="libNormal"/>
      </w:pPr>
      <w:r>
        <w:t>See also Isaiah 5:11:</w:t>
      </w:r>
    </w:p>
    <w:p w:rsidR="00B361CB" w:rsidRDefault="002125FA" w:rsidP="002125FA">
      <w:pPr>
        <w:pStyle w:val="libNormal"/>
      </w:pPr>
      <w:r>
        <w:lastRenderedPageBreak/>
        <w:t xml:space="preserve">“Rise </w:t>
      </w:r>
      <w:proofErr w:type="spellStart"/>
      <w:r>
        <w:t>earl</w:t>
      </w:r>
      <w:proofErr w:type="spellEnd"/>
      <w:r>
        <w:t xml:space="preserve"> in the morning to run after their drinks </w:t>
      </w:r>
      <w:proofErr w:type="gramStart"/>
      <w:r>
        <w:t>who</w:t>
      </w:r>
      <w:proofErr w:type="gramEnd"/>
      <w:r>
        <w:t xml:space="preserve"> stay up late at night till they are inflamed with wine.”</w:t>
      </w:r>
    </w:p>
    <w:p w:rsidR="00B361CB" w:rsidRDefault="002125FA" w:rsidP="002125FA">
      <w:pPr>
        <w:pStyle w:val="libNormal"/>
      </w:pPr>
      <w:r>
        <w:t>See also Luke 1:13</w:t>
      </w:r>
      <w:r w:rsidR="00B82B4B">
        <w:t>-</w:t>
      </w:r>
      <w:r>
        <w:t>15:</w:t>
      </w:r>
    </w:p>
    <w:p w:rsidR="00B361CB" w:rsidRDefault="002125FA" w:rsidP="002125FA">
      <w:pPr>
        <w:pStyle w:val="libNormal"/>
      </w:pPr>
      <w:r>
        <w:t>"But the angel said to him: "Do not be afraid, Zechariah; your prayer has been heard. Your wife Elizabeth will bear you a son, and you are to give him the name John. He will be a joy and delight to you, and many will rejoice because of his birth, for he will be great in the sight of the Lord. He is never to take wine or other fermented drink, and he will be filled with the Holy Spirit even from birth."</w:t>
      </w:r>
    </w:p>
    <w:p w:rsidR="00B361CB" w:rsidRDefault="002125FA" w:rsidP="002125FA">
      <w:pPr>
        <w:pStyle w:val="libNormal"/>
      </w:pPr>
      <w:r>
        <w:t>See also Proverbs 20:1:</w:t>
      </w:r>
    </w:p>
    <w:p w:rsidR="00B361CB" w:rsidRDefault="002125FA" w:rsidP="002125FA">
      <w:pPr>
        <w:pStyle w:val="libNormal"/>
      </w:pPr>
      <w:r>
        <w:t>"Wine is a mocker and beer a brawler; whoever is led astray by them is not wise."</w:t>
      </w:r>
    </w:p>
    <w:p w:rsidR="00B361CB" w:rsidRDefault="002125FA" w:rsidP="002125FA">
      <w:pPr>
        <w:pStyle w:val="libNormal"/>
      </w:pPr>
      <w:r>
        <w:t>These and a great deal more statements from the Old and New Testaments lead us to believe in the prohibition of wine.</w:t>
      </w:r>
    </w:p>
    <w:p w:rsidR="00B361CB" w:rsidRDefault="002125FA" w:rsidP="002125FA">
      <w:pPr>
        <w:pStyle w:val="libNormal"/>
      </w:pPr>
      <w:r>
        <w:t>We read in Proverbs that the one who drinks is not wise. The one who is not wise is not fit to be a Prophet as Prophecy entails a higher degree of wisdom.</w:t>
      </w:r>
    </w:p>
    <w:p w:rsidR="002125FA" w:rsidRDefault="002125FA" w:rsidP="002125FA">
      <w:pPr>
        <w:pStyle w:val="libNormal"/>
      </w:pPr>
      <w:r>
        <w:t>The reality is that in both the Old and New Testaments, Jesus (P) is accused of drinking and sinning, God forbid! Jesus (P) is above that. These stories, therefore, are not Revelation!</w:t>
      </w:r>
    </w:p>
    <w:p w:rsidR="00B361CB" w:rsidRPr="00B82B4B" w:rsidRDefault="002125FA" w:rsidP="00B82B4B">
      <w:pPr>
        <w:pStyle w:val="Heading2Center"/>
      </w:pPr>
      <w:bookmarkStart w:id="86" w:name="_Toc464731395"/>
      <w:r>
        <w:t>Why Were These Books of the Bible Written</w:t>
      </w:r>
      <w:r w:rsidRPr="00B82B4B">
        <w:t>?</w:t>
      </w:r>
      <w:bookmarkEnd w:id="86"/>
    </w:p>
    <w:p w:rsidR="00B361CB" w:rsidRDefault="002125FA" w:rsidP="002125FA">
      <w:pPr>
        <w:pStyle w:val="libNormal"/>
      </w:pPr>
      <w:r>
        <w:t>It should now be clear to you dear Christian readers that the people who wrote these Books of the Bible had no other intentions but to deceive the people, conceal Reality and to curve the Truth in order to convince the people that this is the religion which came with Jesus (P) by pushing them away from the True religion as sent by God through Jesus (P).</w:t>
      </w:r>
    </w:p>
    <w:p w:rsidR="00B361CB" w:rsidRDefault="002125FA" w:rsidP="002125FA">
      <w:pPr>
        <w:pStyle w:val="libNormal"/>
      </w:pPr>
      <w:r>
        <w:t xml:space="preserve">Jesus (P) himself did warn the people about false </w:t>
      </w:r>
      <w:proofErr w:type="spellStart"/>
      <w:r>
        <w:t>Christs</w:t>
      </w:r>
      <w:proofErr w:type="spellEnd"/>
      <w:r>
        <w:t xml:space="preserve"> and false Prophets; so, it is not surprising to see how some of the writers of the Bible humiliate Christ, raising all sorts of allegations as they come to mind, just to make money. After all, religion was a form of profit</w:t>
      </w:r>
      <w:r w:rsidR="00B82B4B">
        <w:t>-</w:t>
      </w:r>
      <w:r>
        <w:t>making business!</w:t>
      </w:r>
    </w:p>
    <w:p w:rsidR="002125FA" w:rsidRDefault="002125FA" w:rsidP="002125FA">
      <w:pPr>
        <w:pStyle w:val="libNormal"/>
      </w:pPr>
      <w:r>
        <w:t>What surprises us, however, is how can they believe in these lies? How can they allow themselves to be cheated by these detestable, disgusting stories and say ‘it is Gospel’ and accept it as their religion without questioning, without knowing and without feeling.</w:t>
      </w:r>
    </w:p>
    <w:p w:rsidR="00B361CB" w:rsidRDefault="002125FA" w:rsidP="0023398E">
      <w:pPr>
        <w:pStyle w:val="libNormal"/>
      </w:pPr>
      <w:r>
        <w:br w:type="page"/>
      </w:r>
    </w:p>
    <w:p w:rsidR="00413479" w:rsidRDefault="00413479" w:rsidP="0023398E">
      <w:pPr>
        <w:pStyle w:val="libCenterBold1"/>
      </w:pPr>
    </w:p>
    <w:p w:rsidR="006E41DC" w:rsidRDefault="006E41DC" w:rsidP="0023398E">
      <w:pPr>
        <w:pStyle w:val="libCenterBold1"/>
      </w:pPr>
    </w:p>
    <w:p w:rsidR="006E41DC" w:rsidRDefault="006E41DC" w:rsidP="0023398E">
      <w:pPr>
        <w:pStyle w:val="libCenterBold1"/>
      </w:pPr>
    </w:p>
    <w:p w:rsidR="00D9044C" w:rsidRDefault="00D9044C" w:rsidP="0023398E">
      <w:pPr>
        <w:pStyle w:val="libCenterBold1"/>
      </w:pPr>
    </w:p>
    <w:p w:rsidR="00D9044C" w:rsidRDefault="00D9044C" w:rsidP="0023398E">
      <w:pPr>
        <w:pStyle w:val="libCenterBold1"/>
      </w:pPr>
    </w:p>
    <w:p w:rsidR="006E41DC" w:rsidRDefault="006E41DC" w:rsidP="0023398E">
      <w:pPr>
        <w:pStyle w:val="libCenterBold1"/>
      </w:pPr>
    </w:p>
    <w:p w:rsidR="006E41DC" w:rsidRDefault="006E41DC" w:rsidP="0023398E">
      <w:pPr>
        <w:pStyle w:val="libCenterBold1"/>
      </w:pPr>
    </w:p>
    <w:p w:rsidR="006E41DC" w:rsidRDefault="006E41DC" w:rsidP="0023398E">
      <w:pPr>
        <w:pStyle w:val="libCenterBold1"/>
      </w:pPr>
    </w:p>
    <w:p w:rsidR="006E41DC" w:rsidRDefault="006E41DC" w:rsidP="006E41DC">
      <w:pPr>
        <w:pStyle w:val="libCenterBold1"/>
      </w:pPr>
    </w:p>
    <w:p w:rsidR="006E41DC" w:rsidRDefault="006E41DC" w:rsidP="006E41DC">
      <w:pPr>
        <w:pStyle w:val="libCenterBold1"/>
      </w:pPr>
      <w:hyperlink r:id="rId9" w:history="1">
        <w:r w:rsidRPr="00292C2F">
          <w:rPr>
            <w:rStyle w:val="Hyperlink"/>
          </w:rPr>
          <w:t>www.alhassanain.org/english</w:t>
        </w:r>
      </w:hyperlink>
    </w:p>
    <w:sectPr w:rsidR="006E41DC"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1D15" w:rsidRDefault="00121D15" w:rsidP="00113C59">
      <w:r>
        <w:separator/>
      </w:r>
    </w:p>
  </w:endnote>
  <w:endnote w:type="continuationSeparator" w:id="0">
    <w:p w:rsidR="00121D15" w:rsidRDefault="00121D1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B6D" w:rsidRDefault="00663B6D" w:rsidP="00745C1D">
    <w:pPr>
      <w:pStyle w:val="Footer"/>
      <w:tabs>
        <w:tab w:val="clear" w:pos="4153"/>
        <w:tab w:val="clear" w:pos="8306"/>
      </w:tabs>
    </w:pPr>
    <w:fldSimple w:instr=" PAGE   \* MERGEFORMAT ">
      <w:r w:rsidR="008F14C4">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B6D" w:rsidRDefault="00663B6D" w:rsidP="00113C59">
    <w:pPr>
      <w:pStyle w:val="Footer"/>
    </w:pPr>
    <w:fldSimple w:instr=" PAGE   \* MERGEFORMAT ">
      <w:r w:rsidR="008F14C4">
        <w:rPr>
          <w:noProof/>
        </w:rPr>
        <w:t>3</w:t>
      </w:r>
    </w:fldSimple>
  </w:p>
  <w:p w:rsidR="00663B6D" w:rsidRDefault="00663B6D"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B6D" w:rsidRDefault="00663B6D" w:rsidP="00745C1D">
    <w:pPr>
      <w:pStyle w:val="Footer"/>
      <w:tabs>
        <w:tab w:val="clear" w:pos="4153"/>
        <w:tab w:val="clear" w:pos="8306"/>
      </w:tabs>
    </w:pPr>
    <w:fldSimple w:instr=" PAGE   \* MERGEFORMAT ">
      <w:r w:rsidR="008F14C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1D15" w:rsidRDefault="00121D15" w:rsidP="00113C59">
      <w:r>
        <w:separator/>
      </w:r>
    </w:p>
  </w:footnote>
  <w:footnote w:type="continuationSeparator" w:id="0">
    <w:p w:rsidR="00121D15" w:rsidRDefault="00121D1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B6D" w:rsidRDefault="00663B6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B6D" w:rsidRDefault="00663B6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BoldItalicUnderlineCha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A5C6B"/>
    <w:rsid w:val="00005A19"/>
    <w:rsid w:val="000267FE"/>
    <w:rsid w:val="00040798"/>
    <w:rsid w:val="00043023"/>
    <w:rsid w:val="00051FD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1661B"/>
    <w:rsid w:val="00121D15"/>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3A8F"/>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25FA"/>
    <w:rsid w:val="002139CB"/>
    <w:rsid w:val="00214801"/>
    <w:rsid w:val="002177A1"/>
    <w:rsid w:val="00224964"/>
    <w:rsid w:val="002267C7"/>
    <w:rsid w:val="00227FEE"/>
    <w:rsid w:val="0023398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5409"/>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2C9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1EB1"/>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3B6D"/>
    <w:rsid w:val="006644E3"/>
    <w:rsid w:val="00665B79"/>
    <w:rsid w:val="006726F6"/>
    <w:rsid w:val="00672E5A"/>
    <w:rsid w:val="00682902"/>
    <w:rsid w:val="00684527"/>
    <w:rsid w:val="0068652E"/>
    <w:rsid w:val="00687928"/>
    <w:rsid w:val="0069163F"/>
    <w:rsid w:val="00691DBB"/>
    <w:rsid w:val="006A7D4D"/>
    <w:rsid w:val="006B5C71"/>
    <w:rsid w:val="006B7F0E"/>
    <w:rsid w:val="006C1EE9"/>
    <w:rsid w:val="006C3A27"/>
    <w:rsid w:val="006C4B43"/>
    <w:rsid w:val="006D36EC"/>
    <w:rsid w:val="006D41DF"/>
    <w:rsid w:val="006D6DC1"/>
    <w:rsid w:val="006D6F9A"/>
    <w:rsid w:val="006E2C8E"/>
    <w:rsid w:val="006E41DC"/>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6916"/>
    <w:rsid w:val="008B5AE2"/>
    <w:rsid w:val="008B5B7E"/>
    <w:rsid w:val="008C0DB1"/>
    <w:rsid w:val="008C3327"/>
    <w:rsid w:val="008D5FE6"/>
    <w:rsid w:val="008D6657"/>
    <w:rsid w:val="008E1FA7"/>
    <w:rsid w:val="008E4D2E"/>
    <w:rsid w:val="008E625A"/>
    <w:rsid w:val="008F14C4"/>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5C6B"/>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61CB"/>
    <w:rsid w:val="00B37FEA"/>
    <w:rsid w:val="00B426ED"/>
    <w:rsid w:val="00B42E0C"/>
    <w:rsid w:val="00B47827"/>
    <w:rsid w:val="00B506FA"/>
    <w:rsid w:val="00B55A74"/>
    <w:rsid w:val="00B629FE"/>
    <w:rsid w:val="00B65134"/>
    <w:rsid w:val="00B70AEE"/>
    <w:rsid w:val="00B71ADF"/>
    <w:rsid w:val="00B73110"/>
    <w:rsid w:val="00B731C0"/>
    <w:rsid w:val="00B731F9"/>
    <w:rsid w:val="00B7343D"/>
    <w:rsid w:val="00B7501C"/>
    <w:rsid w:val="00B76530"/>
    <w:rsid w:val="00B76B70"/>
    <w:rsid w:val="00B77EF4"/>
    <w:rsid w:val="00B81F23"/>
    <w:rsid w:val="00B82A3A"/>
    <w:rsid w:val="00B82B4B"/>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1057"/>
    <w:rsid w:val="00CD72D4"/>
    <w:rsid w:val="00CE30CD"/>
    <w:rsid w:val="00CF137D"/>
    <w:rsid w:val="00D10971"/>
    <w:rsid w:val="00D20EAE"/>
    <w:rsid w:val="00D212D5"/>
    <w:rsid w:val="00D24B24"/>
    <w:rsid w:val="00D24EB0"/>
    <w:rsid w:val="00D25987"/>
    <w:rsid w:val="00D302F5"/>
    <w:rsid w:val="00D311F7"/>
    <w:rsid w:val="00D32B5F"/>
    <w:rsid w:val="00D33A32"/>
    <w:rsid w:val="00D404A6"/>
    <w:rsid w:val="00D46C32"/>
    <w:rsid w:val="00D52EC6"/>
    <w:rsid w:val="00D53C02"/>
    <w:rsid w:val="00D544E3"/>
    <w:rsid w:val="00D54728"/>
    <w:rsid w:val="00D66EE9"/>
    <w:rsid w:val="00D67101"/>
    <w:rsid w:val="00D70D85"/>
    <w:rsid w:val="00D718B1"/>
    <w:rsid w:val="00D7331A"/>
    <w:rsid w:val="00D7499D"/>
    <w:rsid w:val="00D76B79"/>
    <w:rsid w:val="00D84ECA"/>
    <w:rsid w:val="00D854D7"/>
    <w:rsid w:val="00D9044C"/>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7CCE"/>
    <w:rsid w:val="00E90664"/>
    <w:rsid w:val="00E94883"/>
    <w:rsid w:val="00E96F05"/>
    <w:rsid w:val="00EA340E"/>
    <w:rsid w:val="00EA3B1F"/>
    <w:rsid w:val="00EB03B7"/>
    <w:rsid w:val="00EB55D0"/>
    <w:rsid w:val="00EB5646"/>
    <w:rsid w:val="00EB5ADB"/>
    <w:rsid w:val="00EB74A9"/>
    <w:rsid w:val="00EC0F78"/>
    <w:rsid w:val="00EC1A32"/>
    <w:rsid w:val="00EC1A39"/>
    <w:rsid w:val="00EC5C01"/>
    <w:rsid w:val="00ED3DFD"/>
    <w:rsid w:val="00ED3F21"/>
    <w:rsid w:val="00ED57DD"/>
    <w:rsid w:val="00EE093B"/>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numPr>
        <w:numId w:val="2"/>
      </w:numPr>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B82B4B"/>
    <w:rPr>
      <w:rFonts w:ascii="Tahoma" w:hAnsi="Tahoma" w:cs="Tahoma"/>
      <w:sz w:val="16"/>
      <w:szCs w:val="16"/>
    </w:rPr>
  </w:style>
  <w:style w:type="character" w:customStyle="1" w:styleId="DocumentMapChar">
    <w:name w:val="Document Map Char"/>
    <w:basedOn w:val="DefaultParagraphFont"/>
    <w:link w:val="DocumentMap"/>
    <w:rsid w:val="00B82B4B"/>
    <w:rPr>
      <w:rFonts w:ascii="Tahoma" w:hAnsi="Tahoma" w:cs="Tahoma"/>
      <w:color w:val="000000"/>
      <w:sz w:val="16"/>
      <w:szCs w:val="16"/>
    </w:rPr>
  </w:style>
  <w:style w:type="paragraph" w:styleId="TOC6">
    <w:name w:val="toc 6"/>
    <w:basedOn w:val="Normal"/>
    <w:next w:val="Normal"/>
    <w:autoRedefine/>
    <w:uiPriority w:val="39"/>
    <w:unhideWhenUsed/>
    <w:rsid w:val="00E94883"/>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E94883"/>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E94883"/>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E94883"/>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muharram\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2DBB2-77DB-4351-8DAC-4FFCAA114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38</TotalTime>
  <Pages>59</Pages>
  <Words>20998</Words>
  <Characters>119693</Characters>
  <Application>Microsoft Office Word</Application>
  <DocSecurity>0</DocSecurity>
  <Lines>997</Lines>
  <Paragraphs>280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140411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25</cp:revision>
  <cp:lastPrinted>1601-01-01T00:00:00Z</cp:lastPrinted>
  <dcterms:created xsi:type="dcterms:W3CDTF">2016-10-20T08:59:00Z</dcterms:created>
  <dcterms:modified xsi:type="dcterms:W3CDTF">2016-10-20T09:37:00Z</dcterms:modified>
</cp:coreProperties>
</file>