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90A" w:rsidRDefault="00BB390A" w:rsidP="00FC0A8D">
      <w:pPr>
        <w:pStyle w:val="libCenterTitr"/>
      </w:pPr>
    </w:p>
    <w:p w:rsidR="008205F0" w:rsidRPr="008205F0" w:rsidRDefault="008205F0" w:rsidP="008205F0">
      <w:pPr>
        <w:pStyle w:val="libCenterBold1"/>
      </w:pPr>
      <w:r w:rsidRPr="008205F0">
        <w:t>Alhassanain (p) Network for Islamic Heritage and Thought</w:t>
      </w:r>
    </w:p>
    <w:p w:rsidR="00BB390A" w:rsidRDefault="00BB390A" w:rsidP="00FC0A8D">
      <w:pPr>
        <w:pStyle w:val="libCenterTitr"/>
      </w:pPr>
    </w:p>
    <w:p w:rsidR="008205F0" w:rsidRDefault="008205F0" w:rsidP="00FC0A8D">
      <w:pPr>
        <w:pStyle w:val="libCenterTitr"/>
      </w:pPr>
    </w:p>
    <w:p w:rsidR="00FC0A8D" w:rsidRDefault="00FC536B" w:rsidP="00FC0A8D">
      <w:pPr>
        <w:pStyle w:val="libCenterTitr"/>
      </w:pPr>
      <w:r>
        <w:t>Kumayl bin Ziyad</w:t>
      </w:r>
      <w:r w:rsidR="003E40BB">
        <w:t>:</w:t>
      </w:r>
    </w:p>
    <w:p w:rsidR="00BB390A" w:rsidRDefault="00BB390A" w:rsidP="00FC0A8D">
      <w:pPr>
        <w:pStyle w:val="libCenterBold1"/>
      </w:pPr>
    </w:p>
    <w:p w:rsidR="00FC536B" w:rsidRDefault="00FC536B" w:rsidP="00FC0A8D">
      <w:pPr>
        <w:pStyle w:val="libCenterBold1"/>
      </w:pPr>
      <w:r>
        <w:t>Biography of</w:t>
      </w:r>
      <w:r w:rsidR="003E40BB">
        <w:t xml:space="preserve"> the companion of Imam 'Ali (a)</w:t>
      </w:r>
    </w:p>
    <w:p w:rsidR="00BB390A" w:rsidRDefault="00BB390A" w:rsidP="00FC0A8D">
      <w:pPr>
        <w:pStyle w:val="libCenterBold1"/>
      </w:pPr>
    </w:p>
    <w:p w:rsidR="00BB390A" w:rsidRDefault="00BB390A" w:rsidP="00FC0A8D">
      <w:pPr>
        <w:pStyle w:val="libCenterBold1"/>
      </w:pPr>
    </w:p>
    <w:p w:rsidR="00BB390A" w:rsidRDefault="00BB390A" w:rsidP="00FC0A8D">
      <w:pPr>
        <w:pStyle w:val="libCenterBold1"/>
      </w:pPr>
    </w:p>
    <w:p w:rsidR="00FC0A8D" w:rsidRDefault="00FC536B" w:rsidP="00FC0A8D">
      <w:pPr>
        <w:pStyle w:val="libCenterBold1"/>
      </w:pPr>
      <w:r>
        <w:t>Author(s): Kamal al-Sayyid</w:t>
      </w:r>
    </w:p>
    <w:p w:rsidR="00BB390A" w:rsidRDefault="00BB390A" w:rsidP="00FC0A8D">
      <w:pPr>
        <w:pStyle w:val="libCenterBold1"/>
      </w:pPr>
    </w:p>
    <w:p w:rsidR="00BB390A" w:rsidRDefault="00BB390A" w:rsidP="00FC0A8D">
      <w:pPr>
        <w:pStyle w:val="libCenterBold1"/>
      </w:pPr>
    </w:p>
    <w:p w:rsidR="00BB390A" w:rsidRDefault="00BB390A" w:rsidP="00FC0A8D">
      <w:pPr>
        <w:pStyle w:val="libCenterBold1"/>
      </w:pPr>
    </w:p>
    <w:p w:rsidR="00FC536B" w:rsidRDefault="00FC536B" w:rsidP="00FC0A8D">
      <w:pPr>
        <w:pStyle w:val="libCenterBold1"/>
      </w:pPr>
      <w:r>
        <w:t xml:space="preserve">Publisher(s): Ansariyan Publications </w:t>
      </w:r>
      <w:r w:rsidR="00BB390A">
        <w:t>–</w:t>
      </w:r>
      <w:r>
        <w:t xml:space="preserve"> Qum</w:t>
      </w:r>
    </w:p>
    <w:p w:rsidR="00BB390A" w:rsidRDefault="00BB390A" w:rsidP="00FC0A8D">
      <w:pPr>
        <w:pStyle w:val="libCenterBold1"/>
      </w:pPr>
    </w:p>
    <w:p w:rsidR="00BB390A" w:rsidRDefault="00BB390A" w:rsidP="00FC0A8D">
      <w:pPr>
        <w:pStyle w:val="libCenterBold1"/>
      </w:pPr>
    </w:p>
    <w:p w:rsidR="00BB390A" w:rsidRDefault="00BB390A" w:rsidP="00FC0A8D">
      <w:pPr>
        <w:pStyle w:val="libCenterBold1"/>
      </w:pPr>
    </w:p>
    <w:p w:rsidR="00BB390A" w:rsidRDefault="00BB390A" w:rsidP="00FC0A8D">
      <w:pPr>
        <w:pStyle w:val="libCenterBold1"/>
      </w:pPr>
    </w:p>
    <w:p w:rsidR="00BB390A" w:rsidRDefault="00BB390A" w:rsidP="00FC0A8D">
      <w:pPr>
        <w:pStyle w:val="libCenterBold1"/>
      </w:pPr>
    </w:p>
    <w:p w:rsidR="00BB390A" w:rsidRDefault="00BB390A" w:rsidP="00FC0A8D">
      <w:pPr>
        <w:pStyle w:val="libCenterBold1"/>
      </w:pPr>
    </w:p>
    <w:p w:rsidR="00BB390A" w:rsidRDefault="00BB390A" w:rsidP="00FC0A8D">
      <w:pPr>
        <w:pStyle w:val="libCenterBold1"/>
      </w:pPr>
    </w:p>
    <w:p w:rsidR="00BB390A" w:rsidRDefault="000C7F6A" w:rsidP="00FC0A8D">
      <w:pPr>
        <w:pStyle w:val="libCenterBold1"/>
      </w:pPr>
      <w:hyperlink r:id="rId8" w:history="1">
        <w:r w:rsidR="00BB390A" w:rsidRPr="002A2A38">
          <w:rPr>
            <w:rStyle w:val="Hyperlink"/>
          </w:rPr>
          <w:t>www.alhassanain.org/english</w:t>
        </w:r>
      </w:hyperlink>
    </w:p>
    <w:p w:rsidR="009D1F63" w:rsidRDefault="009D1F63" w:rsidP="009D1F63">
      <w:pPr>
        <w:pStyle w:val="libNormal"/>
      </w:pPr>
      <w:r>
        <w:br w:type="page"/>
      </w:r>
    </w:p>
    <w:sdt>
      <w:sdtPr>
        <w:rPr>
          <w:rStyle w:val="libNormalChar"/>
          <w:b w:val="0"/>
          <w:bCs w:val="0"/>
        </w:rPr>
        <w:id w:val="4839822"/>
        <w:docPartObj>
          <w:docPartGallery w:val="Table of Contents"/>
          <w:docPartUnique/>
        </w:docPartObj>
      </w:sdtPr>
      <w:sdtEndPr>
        <w:rPr>
          <w:rStyle w:val="DefaultParagraphFont"/>
        </w:rPr>
      </w:sdtEndPr>
      <w:sdtContent>
        <w:p w:rsidR="00AE186C" w:rsidRDefault="00AE186C" w:rsidP="00AE186C">
          <w:pPr>
            <w:pStyle w:val="libCenterBold1"/>
          </w:pPr>
          <w:r>
            <w:t>Table of Contents</w:t>
          </w:r>
        </w:p>
        <w:p w:rsidR="00AE186C" w:rsidRDefault="000C7F6A" w:rsidP="00AE186C">
          <w:pPr>
            <w:pStyle w:val="TOC1"/>
            <w:rPr>
              <w:rFonts w:asciiTheme="minorHAnsi" w:eastAsiaTheme="minorEastAsia" w:hAnsiTheme="minorHAnsi" w:cstheme="minorBidi"/>
              <w:b w:val="0"/>
              <w:bCs w:val="0"/>
              <w:color w:val="auto"/>
              <w:sz w:val="22"/>
              <w:szCs w:val="22"/>
              <w:rtl/>
            </w:rPr>
          </w:pPr>
          <w:r w:rsidRPr="000C7F6A">
            <w:fldChar w:fldCharType="begin"/>
          </w:r>
          <w:r w:rsidR="00AE186C">
            <w:instrText xml:space="preserve"> TOC \o "1-3" \h \z \u </w:instrText>
          </w:r>
          <w:r w:rsidRPr="000C7F6A">
            <w:fldChar w:fldCharType="separate"/>
          </w:r>
          <w:hyperlink w:anchor="_Toc443380651" w:history="1">
            <w:r w:rsidR="00AE186C" w:rsidRPr="00C82B6C">
              <w:rPr>
                <w:rStyle w:val="Hyperlink"/>
              </w:rPr>
              <w:t>Kumayl bin Ziyad</w:t>
            </w:r>
            <w:r w:rsidR="00AE186C">
              <w:rPr>
                <w:webHidden/>
                <w:rtl/>
              </w:rPr>
              <w:tab/>
            </w:r>
            <w:r>
              <w:rPr>
                <w:webHidden/>
                <w:rtl/>
              </w:rPr>
              <w:fldChar w:fldCharType="begin"/>
            </w:r>
            <w:r w:rsidR="00AE186C">
              <w:rPr>
                <w:webHidden/>
                <w:rtl/>
              </w:rPr>
              <w:instrText xml:space="preserve"> </w:instrText>
            </w:r>
            <w:r w:rsidR="00AE186C">
              <w:rPr>
                <w:webHidden/>
              </w:rPr>
              <w:instrText>PAGEREF</w:instrText>
            </w:r>
            <w:r w:rsidR="00AE186C">
              <w:rPr>
                <w:webHidden/>
                <w:rtl/>
              </w:rPr>
              <w:instrText xml:space="preserve"> _</w:instrText>
            </w:r>
            <w:r w:rsidR="00AE186C">
              <w:rPr>
                <w:webHidden/>
              </w:rPr>
              <w:instrText>Toc443380651 \h</w:instrText>
            </w:r>
            <w:r w:rsidR="00AE186C">
              <w:rPr>
                <w:webHidden/>
                <w:rtl/>
              </w:rPr>
              <w:instrText xml:space="preserve"> </w:instrText>
            </w:r>
            <w:r>
              <w:rPr>
                <w:webHidden/>
                <w:rtl/>
              </w:rPr>
            </w:r>
            <w:r>
              <w:rPr>
                <w:webHidden/>
                <w:rtl/>
              </w:rPr>
              <w:fldChar w:fldCharType="separate"/>
            </w:r>
            <w:r w:rsidR="00371345">
              <w:rPr>
                <w:webHidden/>
              </w:rPr>
              <w:t>3</w:t>
            </w:r>
            <w:r>
              <w:rPr>
                <w:webHidden/>
                <w:rtl/>
              </w:rPr>
              <w:fldChar w:fldCharType="end"/>
            </w:r>
          </w:hyperlink>
        </w:p>
        <w:p w:rsidR="00AE186C" w:rsidRDefault="000C7F6A" w:rsidP="00AE186C">
          <w:pPr>
            <w:pStyle w:val="TOC1"/>
            <w:rPr>
              <w:rFonts w:asciiTheme="minorHAnsi" w:eastAsiaTheme="minorEastAsia" w:hAnsiTheme="minorHAnsi" w:cstheme="minorBidi"/>
              <w:b w:val="0"/>
              <w:bCs w:val="0"/>
              <w:color w:val="auto"/>
              <w:sz w:val="22"/>
              <w:szCs w:val="22"/>
              <w:rtl/>
            </w:rPr>
          </w:pPr>
          <w:hyperlink w:anchor="_Toc443380652" w:history="1">
            <w:r w:rsidR="00AE186C" w:rsidRPr="00C82B6C">
              <w:rPr>
                <w:rStyle w:val="Hyperlink"/>
              </w:rPr>
              <w:t>Whose supplication is it?</w:t>
            </w:r>
            <w:r w:rsidR="00AE186C">
              <w:rPr>
                <w:webHidden/>
                <w:rtl/>
              </w:rPr>
              <w:tab/>
            </w:r>
            <w:r>
              <w:rPr>
                <w:webHidden/>
                <w:rtl/>
              </w:rPr>
              <w:fldChar w:fldCharType="begin"/>
            </w:r>
            <w:r w:rsidR="00AE186C">
              <w:rPr>
                <w:webHidden/>
                <w:rtl/>
              </w:rPr>
              <w:instrText xml:space="preserve"> </w:instrText>
            </w:r>
            <w:r w:rsidR="00AE186C">
              <w:rPr>
                <w:webHidden/>
              </w:rPr>
              <w:instrText>PAGEREF</w:instrText>
            </w:r>
            <w:r w:rsidR="00AE186C">
              <w:rPr>
                <w:webHidden/>
                <w:rtl/>
              </w:rPr>
              <w:instrText xml:space="preserve"> _</w:instrText>
            </w:r>
            <w:r w:rsidR="00AE186C">
              <w:rPr>
                <w:webHidden/>
              </w:rPr>
              <w:instrText>Toc443380652 \h</w:instrText>
            </w:r>
            <w:r w:rsidR="00AE186C">
              <w:rPr>
                <w:webHidden/>
                <w:rtl/>
              </w:rPr>
              <w:instrText xml:space="preserve"> </w:instrText>
            </w:r>
            <w:r>
              <w:rPr>
                <w:webHidden/>
                <w:rtl/>
              </w:rPr>
            </w:r>
            <w:r>
              <w:rPr>
                <w:webHidden/>
                <w:rtl/>
              </w:rPr>
              <w:fldChar w:fldCharType="separate"/>
            </w:r>
            <w:r w:rsidR="00371345">
              <w:rPr>
                <w:webHidden/>
              </w:rPr>
              <w:t>4</w:t>
            </w:r>
            <w:r>
              <w:rPr>
                <w:webHidden/>
                <w:rtl/>
              </w:rPr>
              <w:fldChar w:fldCharType="end"/>
            </w:r>
          </w:hyperlink>
        </w:p>
        <w:p w:rsidR="00AE186C" w:rsidRDefault="000C7F6A" w:rsidP="00AE186C">
          <w:pPr>
            <w:pStyle w:val="TOC2"/>
            <w:rPr>
              <w:rFonts w:asciiTheme="minorHAnsi" w:eastAsiaTheme="minorEastAsia" w:hAnsiTheme="minorHAnsi" w:cstheme="minorBidi"/>
              <w:color w:val="auto"/>
              <w:sz w:val="22"/>
              <w:szCs w:val="22"/>
              <w:rtl/>
            </w:rPr>
          </w:pPr>
          <w:hyperlink w:anchor="_Toc443380653" w:history="1">
            <w:r w:rsidR="00AE186C" w:rsidRPr="00C82B6C">
              <w:rPr>
                <w:rStyle w:val="Hyperlink"/>
              </w:rPr>
              <w:t>Who was Kumayl?</w:t>
            </w:r>
            <w:r w:rsidR="00AE186C">
              <w:rPr>
                <w:webHidden/>
                <w:rtl/>
              </w:rPr>
              <w:tab/>
            </w:r>
            <w:r>
              <w:rPr>
                <w:webHidden/>
                <w:rtl/>
              </w:rPr>
              <w:fldChar w:fldCharType="begin"/>
            </w:r>
            <w:r w:rsidR="00AE186C">
              <w:rPr>
                <w:webHidden/>
                <w:rtl/>
              </w:rPr>
              <w:instrText xml:space="preserve"> </w:instrText>
            </w:r>
            <w:r w:rsidR="00AE186C">
              <w:rPr>
                <w:webHidden/>
              </w:rPr>
              <w:instrText>PAGEREF</w:instrText>
            </w:r>
            <w:r w:rsidR="00AE186C">
              <w:rPr>
                <w:webHidden/>
                <w:rtl/>
              </w:rPr>
              <w:instrText xml:space="preserve"> _</w:instrText>
            </w:r>
            <w:r w:rsidR="00AE186C">
              <w:rPr>
                <w:webHidden/>
              </w:rPr>
              <w:instrText>Toc443380653 \h</w:instrText>
            </w:r>
            <w:r w:rsidR="00AE186C">
              <w:rPr>
                <w:webHidden/>
                <w:rtl/>
              </w:rPr>
              <w:instrText xml:space="preserve"> </w:instrText>
            </w:r>
            <w:r>
              <w:rPr>
                <w:webHidden/>
                <w:rtl/>
              </w:rPr>
            </w:r>
            <w:r>
              <w:rPr>
                <w:webHidden/>
                <w:rtl/>
              </w:rPr>
              <w:fldChar w:fldCharType="separate"/>
            </w:r>
            <w:r w:rsidR="00371345">
              <w:rPr>
                <w:webHidden/>
              </w:rPr>
              <w:t>4</w:t>
            </w:r>
            <w:r>
              <w:rPr>
                <w:webHidden/>
                <w:rtl/>
              </w:rPr>
              <w:fldChar w:fldCharType="end"/>
            </w:r>
          </w:hyperlink>
        </w:p>
        <w:p w:rsidR="00AE186C" w:rsidRDefault="000C7F6A" w:rsidP="00AE186C">
          <w:pPr>
            <w:pStyle w:val="TOC1"/>
            <w:rPr>
              <w:rFonts w:asciiTheme="minorHAnsi" w:eastAsiaTheme="minorEastAsia" w:hAnsiTheme="minorHAnsi" w:cstheme="minorBidi"/>
              <w:b w:val="0"/>
              <w:bCs w:val="0"/>
              <w:color w:val="auto"/>
              <w:sz w:val="22"/>
              <w:szCs w:val="22"/>
              <w:rtl/>
            </w:rPr>
          </w:pPr>
          <w:hyperlink w:anchor="_Toc443380654" w:history="1">
            <w:r w:rsidR="00AE186C" w:rsidRPr="00C82B6C">
              <w:rPr>
                <w:rStyle w:val="Hyperlink"/>
              </w:rPr>
              <w:t>The Beginning</w:t>
            </w:r>
            <w:r w:rsidR="00AE186C">
              <w:rPr>
                <w:webHidden/>
                <w:rtl/>
              </w:rPr>
              <w:tab/>
            </w:r>
            <w:r>
              <w:rPr>
                <w:webHidden/>
                <w:rtl/>
              </w:rPr>
              <w:fldChar w:fldCharType="begin"/>
            </w:r>
            <w:r w:rsidR="00AE186C">
              <w:rPr>
                <w:webHidden/>
                <w:rtl/>
              </w:rPr>
              <w:instrText xml:space="preserve"> </w:instrText>
            </w:r>
            <w:r w:rsidR="00AE186C">
              <w:rPr>
                <w:webHidden/>
              </w:rPr>
              <w:instrText>PAGEREF</w:instrText>
            </w:r>
            <w:r w:rsidR="00AE186C">
              <w:rPr>
                <w:webHidden/>
                <w:rtl/>
              </w:rPr>
              <w:instrText xml:space="preserve"> _</w:instrText>
            </w:r>
            <w:r w:rsidR="00AE186C">
              <w:rPr>
                <w:webHidden/>
              </w:rPr>
              <w:instrText>Toc443380654 \h</w:instrText>
            </w:r>
            <w:r w:rsidR="00AE186C">
              <w:rPr>
                <w:webHidden/>
                <w:rtl/>
              </w:rPr>
              <w:instrText xml:space="preserve"> </w:instrText>
            </w:r>
            <w:r>
              <w:rPr>
                <w:webHidden/>
                <w:rtl/>
              </w:rPr>
            </w:r>
            <w:r>
              <w:rPr>
                <w:webHidden/>
                <w:rtl/>
              </w:rPr>
              <w:fldChar w:fldCharType="separate"/>
            </w:r>
            <w:r w:rsidR="00371345">
              <w:rPr>
                <w:webHidden/>
              </w:rPr>
              <w:t>5</w:t>
            </w:r>
            <w:r>
              <w:rPr>
                <w:webHidden/>
                <w:rtl/>
              </w:rPr>
              <w:fldChar w:fldCharType="end"/>
            </w:r>
          </w:hyperlink>
        </w:p>
        <w:p w:rsidR="00AE186C" w:rsidRDefault="000C7F6A" w:rsidP="00AE186C">
          <w:pPr>
            <w:pStyle w:val="TOC1"/>
            <w:rPr>
              <w:rFonts w:asciiTheme="minorHAnsi" w:eastAsiaTheme="minorEastAsia" w:hAnsiTheme="minorHAnsi" w:cstheme="minorBidi"/>
              <w:b w:val="0"/>
              <w:bCs w:val="0"/>
              <w:color w:val="auto"/>
              <w:sz w:val="22"/>
              <w:szCs w:val="22"/>
              <w:rtl/>
            </w:rPr>
          </w:pPr>
          <w:hyperlink w:anchor="_Toc443380655" w:history="1">
            <w:r w:rsidR="00AE186C" w:rsidRPr="00C82B6C">
              <w:rPr>
                <w:rStyle w:val="Hyperlink"/>
              </w:rPr>
              <w:t>Al-Khidr's Supplication</w:t>
            </w:r>
            <w:r w:rsidR="00AE186C">
              <w:rPr>
                <w:webHidden/>
                <w:rtl/>
              </w:rPr>
              <w:tab/>
            </w:r>
            <w:r>
              <w:rPr>
                <w:webHidden/>
                <w:rtl/>
              </w:rPr>
              <w:fldChar w:fldCharType="begin"/>
            </w:r>
            <w:r w:rsidR="00AE186C">
              <w:rPr>
                <w:webHidden/>
                <w:rtl/>
              </w:rPr>
              <w:instrText xml:space="preserve"> </w:instrText>
            </w:r>
            <w:r w:rsidR="00AE186C">
              <w:rPr>
                <w:webHidden/>
              </w:rPr>
              <w:instrText>PAGEREF</w:instrText>
            </w:r>
            <w:r w:rsidR="00AE186C">
              <w:rPr>
                <w:webHidden/>
                <w:rtl/>
              </w:rPr>
              <w:instrText xml:space="preserve"> _</w:instrText>
            </w:r>
            <w:r w:rsidR="00AE186C">
              <w:rPr>
                <w:webHidden/>
              </w:rPr>
              <w:instrText>Toc443380655 \h</w:instrText>
            </w:r>
            <w:r w:rsidR="00AE186C">
              <w:rPr>
                <w:webHidden/>
                <w:rtl/>
              </w:rPr>
              <w:instrText xml:space="preserve"> </w:instrText>
            </w:r>
            <w:r>
              <w:rPr>
                <w:webHidden/>
                <w:rtl/>
              </w:rPr>
            </w:r>
            <w:r>
              <w:rPr>
                <w:webHidden/>
                <w:rtl/>
              </w:rPr>
              <w:fldChar w:fldCharType="separate"/>
            </w:r>
            <w:r w:rsidR="00371345">
              <w:rPr>
                <w:webHidden/>
              </w:rPr>
              <w:t>6</w:t>
            </w:r>
            <w:r>
              <w:rPr>
                <w:webHidden/>
                <w:rtl/>
              </w:rPr>
              <w:fldChar w:fldCharType="end"/>
            </w:r>
          </w:hyperlink>
        </w:p>
        <w:p w:rsidR="00AE186C" w:rsidRDefault="000C7F6A" w:rsidP="00AE186C">
          <w:pPr>
            <w:pStyle w:val="TOC1"/>
            <w:rPr>
              <w:rFonts w:asciiTheme="minorHAnsi" w:eastAsiaTheme="minorEastAsia" w:hAnsiTheme="minorHAnsi" w:cstheme="minorBidi"/>
              <w:b w:val="0"/>
              <w:bCs w:val="0"/>
              <w:color w:val="auto"/>
              <w:sz w:val="22"/>
              <w:szCs w:val="22"/>
              <w:rtl/>
            </w:rPr>
          </w:pPr>
          <w:hyperlink w:anchor="_Toc443380656" w:history="1">
            <w:r w:rsidR="00AE186C" w:rsidRPr="00C82B6C">
              <w:rPr>
                <w:rStyle w:val="Hyperlink"/>
              </w:rPr>
              <w:t>Al Hajjaj</w:t>
            </w:r>
            <w:r w:rsidR="00AE186C">
              <w:rPr>
                <w:webHidden/>
                <w:rtl/>
              </w:rPr>
              <w:tab/>
            </w:r>
            <w:r>
              <w:rPr>
                <w:webHidden/>
                <w:rtl/>
              </w:rPr>
              <w:fldChar w:fldCharType="begin"/>
            </w:r>
            <w:r w:rsidR="00AE186C">
              <w:rPr>
                <w:webHidden/>
                <w:rtl/>
              </w:rPr>
              <w:instrText xml:space="preserve"> </w:instrText>
            </w:r>
            <w:r w:rsidR="00AE186C">
              <w:rPr>
                <w:webHidden/>
              </w:rPr>
              <w:instrText>PAGEREF</w:instrText>
            </w:r>
            <w:r w:rsidR="00AE186C">
              <w:rPr>
                <w:webHidden/>
                <w:rtl/>
              </w:rPr>
              <w:instrText xml:space="preserve"> _</w:instrText>
            </w:r>
            <w:r w:rsidR="00AE186C">
              <w:rPr>
                <w:webHidden/>
              </w:rPr>
              <w:instrText>Toc443380656 \h</w:instrText>
            </w:r>
            <w:r w:rsidR="00AE186C">
              <w:rPr>
                <w:webHidden/>
                <w:rtl/>
              </w:rPr>
              <w:instrText xml:space="preserve"> </w:instrText>
            </w:r>
            <w:r>
              <w:rPr>
                <w:webHidden/>
                <w:rtl/>
              </w:rPr>
            </w:r>
            <w:r>
              <w:rPr>
                <w:webHidden/>
                <w:rtl/>
              </w:rPr>
              <w:fldChar w:fldCharType="separate"/>
            </w:r>
            <w:r w:rsidR="00371345">
              <w:rPr>
                <w:webHidden/>
              </w:rPr>
              <w:t>8</w:t>
            </w:r>
            <w:r>
              <w:rPr>
                <w:webHidden/>
                <w:rtl/>
              </w:rPr>
              <w:fldChar w:fldCharType="end"/>
            </w:r>
          </w:hyperlink>
        </w:p>
        <w:p w:rsidR="00AE186C" w:rsidRDefault="000C7F6A" w:rsidP="00AE186C">
          <w:pPr>
            <w:pStyle w:val="TOC1"/>
            <w:rPr>
              <w:rFonts w:asciiTheme="minorHAnsi" w:eastAsiaTheme="minorEastAsia" w:hAnsiTheme="minorHAnsi" w:cstheme="minorBidi"/>
              <w:b w:val="0"/>
              <w:bCs w:val="0"/>
              <w:color w:val="auto"/>
              <w:sz w:val="22"/>
              <w:szCs w:val="22"/>
              <w:rtl/>
            </w:rPr>
          </w:pPr>
          <w:hyperlink w:anchor="_Toc443380657" w:history="1">
            <w:r w:rsidR="00AE186C" w:rsidRPr="00C82B6C">
              <w:rPr>
                <w:rStyle w:val="Hyperlink"/>
              </w:rPr>
              <w:t>The Revolution</w:t>
            </w:r>
            <w:r w:rsidR="00AE186C">
              <w:rPr>
                <w:webHidden/>
                <w:rtl/>
              </w:rPr>
              <w:tab/>
            </w:r>
            <w:r>
              <w:rPr>
                <w:webHidden/>
                <w:rtl/>
              </w:rPr>
              <w:fldChar w:fldCharType="begin"/>
            </w:r>
            <w:r w:rsidR="00AE186C">
              <w:rPr>
                <w:webHidden/>
                <w:rtl/>
              </w:rPr>
              <w:instrText xml:space="preserve"> </w:instrText>
            </w:r>
            <w:r w:rsidR="00AE186C">
              <w:rPr>
                <w:webHidden/>
              </w:rPr>
              <w:instrText>PAGEREF</w:instrText>
            </w:r>
            <w:r w:rsidR="00AE186C">
              <w:rPr>
                <w:webHidden/>
                <w:rtl/>
              </w:rPr>
              <w:instrText xml:space="preserve"> _</w:instrText>
            </w:r>
            <w:r w:rsidR="00AE186C">
              <w:rPr>
                <w:webHidden/>
              </w:rPr>
              <w:instrText>Toc443380657 \h</w:instrText>
            </w:r>
            <w:r w:rsidR="00AE186C">
              <w:rPr>
                <w:webHidden/>
                <w:rtl/>
              </w:rPr>
              <w:instrText xml:space="preserve"> </w:instrText>
            </w:r>
            <w:r>
              <w:rPr>
                <w:webHidden/>
                <w:rtl/>
              </w:rPr>
            </w:r>
            <w:r>
              <w:rPr>
                <w:webHidden/>
                <w:rtl/>
              </w:rPr>
              <w:fldChar w:fldCharType="separate"/>
            </w:r>
            <w:r w:rsidR="00371345">
              <w:rPr>
                <w:webHidden/>
              </w:rPr>
              <w:t>9</w:t>
            </w:r>
            <w:r>
              <w:rPr>
                <w:webHidden/>
                <w:rtl/>
              </w:rPr>
              <w:fldChar w:fldCharType="end"/>
            </w:r>
          </w:hyperlink>
        </w:p>
        <w:p w:rsidR="00AE186C" w:rsidRDefault="000C7F6A" w:rsidP="00AE186C">
          <w:pPr>
            <w:pStyle w:val="TOC1"/>
            <w:rPr>
              <w:rFonts w:asciiTheme="minorHAnsi" w:eastAsiaTheme="minorEastAsia" w:hAnsiTheme="minorHAnsi" w:cstheme="minorBidi"/>
              <w:b w:val="0"/>
              <w:bCs w:val="0"/>
              <w:color w:val="auto"/>
              <w:sz w:val="22"/>
              <w:szCs w:val="22"/>
              <w:rtl/>
            </w:rPr>
          </w:pPr>
          <w:hyperlink w:anchor="_Toc443380658" w:history="1">
            <w:r w:rsidR="00AE186C" w:rsidRPr="00C82B6C">
              <w:rPr>
                <w:rStyle w:val="Hyperlink"/>
              </w:rPr>
              <w:t>Abid al-Rahman bin al-Ashath</w:t>
            </w:r>
            <w:r w:rsidR="00AE186C">
              <w:rPr>
                <w:webHidden/>
                <w:rtl/>
              </w:rPr>
              <w:tab/>
            </w:r>
            <w:r>
              <w:rPr>
                <w:webHidden/>
                <w:rtl/>
              </w:rPr>
              <w:fldChar w:fldCharType="begin"/>
            </w:r>
            <w:r w:rsidR="00AE186C">
              <w:rPr>
                <w:webHidden/>
                <w:rtl/>
              </w:rPr>
              <w:instrText xml:space="preserve"> </w:instrText>
            </w:r>
            <w:r w:rsidR="00AE186C">
              <w:rPr>
                <w:webHidden/>
              </w:rPr>
              <w:instrText>PAGEREF</w:instrText>
            </w:r>
            <w:r w:rsidR="00AE186C">
              <w:rPr>
                <w:webHidden/>
                <w:rtl/>
              </w:rPr>
              <w:instrText xml:space="preserve"> _</w:instrText>
            </w:r>
            <w:r w:rsidR="00AE186C">
              <w:rPr>
                <w:webHidden/>
              </w:rPr>
              <w:instrText>Toc443380658 \h</w:instrText>
            </w:r>
            <w:r w:rsidR="00AE186C">
              <w:rPr>
                <w:webHidden/>
                <w:rtl/>
              </w:rPr>
              <w:instrText xml:space="preserve"> </w:instrText>
            </w:r>
            <w:r>
              <w:rPr>
                <w:webHidden/>
                <w:rtl/>
              </w:rPr>
            </w:r>
            <w:r>
              <w:rPr>
                <w:webHidden/>
                <w:rtl/>
              </w:rPr>
              <w:fldChar w:fldCharType="separate"/>
            </w:r>
            <w:r w:rsidR="00371345">
              <w:rPr>
                <w:webHidden/>
              </w:rPr>
              <w:t>10</w:t>
            </w:r>
            <w:r>
              <w:rPr>
                <w:webHidden/>
                <w:rtl/>
              </w:rPr>
              <w:fldChar w:fldCharType="end"/>
            </w:r>
          </w:hyperlink>
        </w:p>
        <w:p w:rsidR="00AE186C" w:rsidRDefault="000C7F6A" w:rsidP="00AE186C">
          <w:pPr>
            <w:pStyle w:val="TOC1"/>
            <w:rPr>
              <w:rFonts w:asciiTheme="minorHAnsi" w:eastAsiaTheme="minorEastAsia" w:hAnsiTheme="minorHAnsi" w:cstheme="minorBidi"/>
              <w:b w:val="0"/>
              <w:bCs w:val="0"/>
              <w:color w:val="auto"/>
              <w:sz w:val="22"/>
              <w:szCs w:val="22"/>
              <w:rtl/>
            </w:rPr>
          </w:pPr>
          <w:hyperlink w:anchor="_Toc443380659" w:history="1">
            <w:r w:rsidR="00AE186C" w:rsidRPr="00C82B6C">
              <w:rPr>
                <w:rStyle w:val="Hyperlink"/>
              </w:rPr>
              <w:t>The Fights</w:t>
            </w:r>
            <w:r w:rsidR="00AE186C">
              <w:rPr>
                <w:webHidden/>
                <w:rtl/>
              </w:rPr>
              <w:tab/>
            </w:r>
            <w:r>
              <w:rPr>
                <w:webHidden/>
                <w:rtl/>
              </w:rPr>
              <w:fldChar w:fldCharType="begin"/>
            </w:r>
            <w:r w:rsidR="00AE186C">
              <w:rPr>
                <w:webHidden/>
                <w:rtl/>
              </w:rPr>
              <w:instrText xml:space="preserve"> </w:instrText>
            </w:r>
            <w:r w:rsidR="00AE186C">
              <w:rPr>
                <w:webHidden/>
              </w:rPr>
              <w:instrText>PAGEREF</w:instrText>
            </w:r>
            <w:r w:rsidR="00AE186C">
              <w:rPr>
                <w:webHidden/>
                <w:rtl/>
              </w:rPr>
              <w:instrText xml:space="preserve"> _</w:instrText>
            </w:r>
            <w:r w:rsidR="00AE186C">
              <w:rPr>
                <w:webHidden/>
              </w:rPr>
              <w:instrText>Toc443380659 \h</w:instrText>
            </w:r>
            <w:r w:rsidR="00AE186C">
              <w:rPr>
                <w:webHidden/>
                <w:rtl/>
              </w:rPr>
              <w:instrText xml:space="preserve"> </w:instrText>
            </w:r>
            <w:r>
              <w:rPr>
                <w:webHidden/>
                <w:rtl/>
              </w:rPr>
            </w:r>
            <w:r>
              <w:rPr>
                <w:webHidden/>
                <w:rtl/>
              </w:rPr>
              <w:fldChar w:fldCharType="separate"/>
            </w:r>
            <w:r w:rsidR="00371345">
              <w:rPr>
                <w:webHidden/>
              </w:rPr>
              <w:t>12</w:t>
            </w:r>
            <w:r>
              <w:rPr>
                <w:webHidden/>
                <w:rtl/>
              </w:rPr>
              <w:fldChar w:fldCharType="end"/>
            </w:r>
          </w:hyperlink>
        </w:p>
        <w:p w:rsidR="00AE186C" w:rsidRDefault="000C7F6A" w:rsidP="00AE186C">
          <w:pPr>
            <w:pStyle w:val="TOC1"/>
            <w:rPr>
              <w:rFonts w:asciiTheme="minorHAnsi" w:eastAsiaTheme="minorEastAsia" w:hAnsiTheme="minorHAnsi" w:cstheme="minorBidi"/>
              <w:b w:val="0"/>
              <w:bCs w:val="0"/>
              <w:color w:val="auto"/>
              <w:sz w:val="22"/>
              <w:szCs w:val="22"/>
              <w:rtl/>
            </w:rPr>
          </w:pPr>
          <w:hyperlink w:anchor="_Toc443380660" w:history="1">
            <w:r w:rsidR="00AE186C" w:rsidRPr="00C82B6C">
              <w:rPr>
                <w:rStyle w:val="Hyperlink"/>
              </w:rPr>
              <w:t>The Battle of Deer al-Jamajum</w:t>
            </w:r>
            <w:r w:rsidR="00AE186C">
              <w:rPr>
                <w:webHidden/>
                <w:rtl/>
              </w:rPr>
              <w:tab/>
            </w:r>
            <w:r>
              <w:rPr>
                <w:webHidden/>
                <w:rtl/>
              </w:rPr>
              <w:fldChar w:fldCharType="begin"/>
            </w:r>
            <w:r w:rsidR="00AE186C">
              <w:rPr>
                <w:webHidden/>
                <w:rtl/>
              </w:rPr>
              <w:instrText xml:space="preserve"> </w:instrText>
            </w:r>
            <w:r w:rsidR="00AE186C">
              <w:rPr>
                <w:webHidden/>
              </w:rPr>
              <w:instrText>PAGEREF</w:instrText>
            </w:r>
            <w:r w:rsidR="00AE186C">
              <w:rPr>
                <w:webHidden/>
                <w:rtl/>
              </w:rPr>
              <w:instrText xml:space="preserve"> _</w:instrText>
            </w:r>
            <w:r w:rsidR="00AE186C">
              <w:rPr>
                <w:webHidden/>
              </w:rPr>
              <w:instrText>Toc443380660 \h</w:instrText>
            </w:r>
            <w:r w:rsidR="00AE186C">
              <w:rPr>
                <w:webHidden/>
                <w:rtl/>
              </w:rPr>
              <w:instrText xml:space="preserve"> </w:instrText>
            </w:r>
            <w:r>
              <w:rPr>
                <w:webHidden/>
                <w:rtl/>
              </w:rPr>
            </w:r>
            <w:r>
              <w:rPr>
                <w:webHidden/>
                <w:rtl/>
              </w:rPr>
              <w:fldChar w:fldCharType="separate"/>
            </w:r>
            <w:r w:rsidR="00371345">
              <w:rPr>
                <w:webHidden/>
              </w:rPr>
              <w:t>13</w:t>
            </w:r>
            <w:r>
              <w:rPr>
                <w:webHidden/>
                <w:rtl/>
              </w:rPr>
              <w:fldChar w:fldCharType="end"/>
            </w:r>
          </w:hyperlink>
        </w:p>
        <w:p w:rsidR="00AE186C" w:rsidRDefault="000C7F6A" w:rsidP="00AE186C">
          <w:pPr>
            <w:pStyle w:val="TOC1"/>
            <w:rPr>
              <w:rFonts w:asciiTheme="minorHAnsi" w:eastAsiaTheme="minorEastAsia" w:hAnsiTheme="minorHAnsi" w:cstheme="minorBidi"/>
              <w:b w:val="0"/>
              <w:bCs w:val="0"/>
              <w:color w:val="auto"/>
              <w:sz w:val="22"/>
              <w:szCs w:val="22"/>
              <w:rtl/>
            </w:rPr>
          </w:pPr>
          <w:hyperlink w:anchor="_Toc443380661" w:history="1">
            <w:r w:rsidR="00AE186C" w:rsidRPr="00C82B6C">
              <w:rPr>
                <w:rStyle w:val="Hyperlink"/>
              </w:rPr>
              <w:t>The End</w:t>
            </w:r>
            <w:r w:rsidR="00AE186C">
              <w:rPr>
                <w:webHidden/>
                <w:rtl/>
              </w:rPr>
              <w:tab/>
            </w:r>
            <w:r>
              <w:rPr>
                <w:webHidden/>
                <w:rtl/>
              </w:rPr>
              <w:fldChar w:fldCharType="begin"/>
            </w:r>
            <w:r w:rsidR="00AE186C">
              <w:rPr>
                <w:webHidden/>
                <w:rtl/>
              </w:rPr>
              <w:instrText xml:space="preserve"> </w:instrText>
            </w:r>
            <w:r w:rsidR="00AE186C">
              <w:rPr>
                <w:webHidden/>
              </w:rPr>
              <w:instrText>PAGEREF</w:instrText>
            </w:r>
            <w:r w:rsidR="00AE186C">
              <w:rPr>
                <w:webHidden/>
                <w:rtl/>
              </w:rPr>
              <w:instrText xml:space="preserve"> _</w:instrText>
            </w:r>
            <w:r w:rsidR="00AE186C">
              <w:rPr>
                <w:webHidden/>
              </w:rPr>
              <w:instrText>Toc443380661 \h</w:instrText>
            </w:r>
            <w:r w:rsidR="00AE186C">
              <w:rPr>
                <w:webHidden/>
                <w:rtl/>
              </w:rPr>
              <w:instrText xml:space="preserve"> </w:instrText>
            </w:r>
            <w:r>
              <w:rPr>
                <w:webHidden/>
                <w:rtl/>
              </w:rPr>
            </w:r>
            <w:r>
              <w:rPr>
                <w:webHidden/>
                <w:rtl/>
              </w:rPr>
              <w:fldChar w:fldCharType="separate"/>
            </w:r>
            <w:r w:rsidR="00371345">
              <w:rPr>
                <w:webHidden/>
              </w:rPr>
              <w:t>14</w:t>
            </w:r>
            <w:r>
              <w:rPr>
                <w:webHidden/>
                <w:rtl/>
              </w:rPr>
              <w:fldChar w:fldCharType="end"/>
            </w:r>
          </w:hyperlink>
        </w:p>
        <w:p w:rsidR="00AE186C" w:rsidRDefault="000C7F6A" w:rsidP="00AE186C">
          <w:pPr>
            <w:pStyle w:val="TOC1"/>
            <w:rPr>
              <w:rFonts w:asciiTheme="minorHAnsi" w:eastAsiaTheme="minorEastAsia" w:hAnsiTheme="minorHAnsi" w:cstheme="minorBidi"/>
              <w:b w:val="0"/>
              <w:bCs w:val="0"/>
              <w:color w:val="auto"/>
              <w:sz w:val="22"/>
              <w:szCs w:val="22"/>
              <w:rtl/>
            </w:rPr>
          </w:pPr>
          <w:hyperlink w:anchor="_Toc443380662" w:history="1">
            <w:r w:rsidR="00AE186C" w:rsidRPr="00C82B6C">
              <w:rPr>
                <w:rStyle w:val="Hyperlink"/>
              </w:rPr>
              <w:t>Kumayl's Memories</w:t>
            </w:r>
            <w:r w:rsidR="00AE186C">
              <w:rPr>
                <w:webHidden/>
                <w:rtl/>
              </w:rPr>
              <w:tab/>
            </w:r>
            <w:r>
              <w:rPr>
                <w:webHidden/>
                <w:rtl/>
              </w:rPr>
              <w:fldChar w:fldCharType="begin"/>
            </w:r>
            <w:r w:rsidR="00AE186C">
              <w:rPr>
                <w:webHidden/>
                <w:rtl/>
              </w:rPr>
              <w:instrText xml:space="preserve"> </w:instrText>
            </w:r>
            <w:r w:rsidR="00AE186C">
              <w:rPr>
                <w:webHidden/>
              </w:rPr>
              <w:instrText>PAGEREF</w:instrText>
            </w:r>
            <w:r w:rsidR="00AE186C">
              <w:rPr>
                <w:webHidden/>
                <w:rtl/>
              </w:rPr>
              <w:instrText xml:space="preserve"> _</w:instrText>
            </w:r>
            <w:r w:rsidR="00AE186C">
              <w:rPr>
                <w:webHidden/>
              </w:rPr>
              <w:instrText>Toc443380662 \h</w:instrText>
            </w:r>
            <w:r w:rsidR="00AE186C">
              <w:rPr>
                <w:webHidden/>
                <w:rtl/>
              </w:rPr>
              <w:instrText xml:space="preserve"> </w:instrText>
            </w:r>
            <w:r>
              <w:rPr>
                <w:webHidden/>
                <w:rtl/>
              </w:rPr>
            </w:r>
            <w:r>
              <w:rPr>
                <w:webHidden/>
                <w:rtl/>
              </w:rPr>
              <w:fldChar w:fldCharType="separate"/>
            </w:r>
            <w:r w:rsidR="00371345">
              <w:rPr>
                <w:webHidden/>
              </w:rPr>
              <w:t>15</w:t>
            </w:r>
            <w:r>
              <w:rPr>
                <w:webHidden/>
                <w:rtl/>
              </w:rPr>
              <w:fldChar w:fldCharType="end"/>
            </w:r>
          </w:hyperlink>
        </w:p>
        <w:p w:rsidR="00AE186C" w:rsidRDefault="000C7F6A" w:rsidP="00AE186C">
          <w:pPr>
            <w:pStyle w:val="TOC1"/>
            <w:rPr>
              <w:rFonts w:asciiTheme="minorHAnsi" w:eastAsiaTheme="minorEastAsia" w:hAnsiTheme="minorHAnsi" w:cstheme="minorBidi"/>
              <w:b w:val="0"/>
              <w:bCs w:val="0"/>
              <w:color w:val="auto"/>
              <w:sz w:val="22"/>
              <w:szCs w:val="22"/>
              <w:rtl/>
            </w:rPr>
          </w:pPr>
          <w:hyperlink w:anchor="_Toc443380663" w:history="1">
            <w:r w:rsidR="00AE186C" w:rsidRPr="00C82B6C">
              <w:rPr>
                <w:rStyle w:val="Hyperlink"/>
              </w:rPr>
              <w:t>Why did Kumayl surrender?</w:t>
            </w:r>
            <w:r w:rsidR="00AE186C">
              <w:rPr>
                <w:webHidden/>
                <w:rtl/>
              </w:rPr>
              <w:tab/>
            </w:r>
            <w:r>
              <w:rPr>
                <w:webHidden/>
                <w:rtl/>
              </w:rPr>
              <w:fldChar w:fldCharType="begin"/>
            </w:r>
            <w:r w:rsidR="00AE186C">
              <w:rPr>
                <w:webHidden/>
                <w:rtl/>
              </w:rPr>
              <w:instrText xml:space="preserve"> </w:instrText>
            </w:r>
            <w:r w:rsidR="00AE186C">
              <w:rPr>
                <w:webHidden/>
              </w:rPr>
              <w:instrText>PAGEREF</w:instrText>
            </w:r>
            <w:r w:rsidR="00AE186C">
              <w:rPr>
                <w:webHidden/>
                <w:rtl/>
              </w:rPr>
              <w:instrText xml:space="preserve"> _</w:instrText>
            </w:r>
            <w:r w:rsidR="00AE186C">
              <w:rPr>
                <w:webHidden/>
              </w:rPr>
              <w:instrText>Toc443380663 \h</w:instrText>
            </w:r>
            <w:r w:rsidR="00AE186C">
              <w:rPr>
                <w:webHidden/>
                <w:rtl/>
              </w:rPr>
              <w:instrText xml:space="preserve"> </w:instrText>
            </w:r>
            <w:r>
              <w:rPr>
                <w:webHidden/>
                <w:rtl/>
              </w:rPr>
            </w:r>
            <w:r>
              <w:rPr>
                <w:webHidden/>
                <w:rtl/>
              </w:rPr>
              <w:fldChar w:fldCharType="separate"/>
            </w:r>
            <w:r w:rsidR="00371345">
              <w:rPr>
                <w:webHidden/>
              </w:rPr>
              <w:t>16</w:t>
            </w:r>
            <w:r>
              <w:rPr>
                <w:webHidden/>
                <w:rtl/>
              </w:rPr>
              <w:fldChar w:fldCharType="end"/>
            </w:r>
          </w:hyperlink>
        </w:p>
        <w:p w:rsidR="00AE186C" w:rsidRDefault="000C7F6A" w:rsidP="00AE186C">
          <w:pPr>
            <w:pStyle w:val="TOC1"/>
            <w:rPr>
              <w:rFonts w:asciiTheme="minorHAnsi" w:eastAsiaTheme="minorEastAsia" w:hAnsiTheme="minorHAnsi" w:cstheme="minorBidi"/>
              <w:b w:val="0"/>
              <w:bCs w:val="0"/>
              <w:color w:val="auto"/>
              <w:sz w:val="22"/>
              <w:szCs w:val="22"/>
              <w:rtl/>
            </w:rPr>
          </w:pPr>
          <w:hyperlink w:anchor="_Toc443380664" w:history="1">
            <w:r w:rsidR="00AE186C" w:rsidRPr="00C82B6C">
              <w:rPr>
                <w:rStyle w:val="Hyperlink"/>
              </w:rPr>
              <w:t>Before Al-Hajjaj</w:t>
            </w:r>
            <w:r w:rsidR="00AE186C">
              <w:rPr>
                <w:webHidden/>
                <w:rtl/>
              </w:rPr>
              <w:tab/>
            </w:r>
            <w:r>
              <w:rPr>
                <w:webHidden/>
                <w:rtl/>
              </w:rPr>
              <w:fldChar w:fldCharType="begin"/>
            </w:r>
            <w:r w:rsidR="00AE186C">
              <w:rPr>
                <w:webHidden/>
                <w:rtl/>
              </w:rPr>
              <w:instrText xml:space="preserve"> </w:instrText>
            </w:r>
            <w:r w:rsidR="00AE186C">
              <w:rPr>
                <w:webHidden/>
              </w:rPr>
              <w:instrText>PAGEREF</w:instrText>
            </w:r>
            <w:r w:rsidR="00AE186C">
              <w:rPr>
                <w:webHidden/>
                <w:rtl/>
              </w:rPr>
              <w:instrText xml:space="preserve"> _</w:instrText>
            </w:r>
            <w:r w:rsidR="00AE186C">
              <w:rPr>
                <w:webHidden/>
              </w:rPr>
              <w:instrText>Toc443380664 \h</w:instrText>
            </w:r>
            <w:r w:rsidR="00AE186C">
              <w:rPr>
                <w:webHidden/>
                <w:rtl/>
              </w:rPr>
              <w:instrText xml:space="preserve"> </w:instrText>
            </w:r>
            <w:r>
              <w:rPr>
                <w:webHidden/>
                <w:rtl/>
              </w:rPr>
            </w:r>
            <w:r>
              <w:rPr>
                <w:webHidden/>
                <w:rtl/>
              </w:rPr>
              <w:fldChar w:fldCharType="separate"/>
            </w:r>
            <w:r w:rsidR="00371345">
              <w:rPr>
                <w:webHidden/>
              </w:rPr>
              <w:t>17</w:t>
            </w:r>
            <w:r>
              <w:rPr>
                <w:webHidden/>
                <w:rtl/>
              </w:rPr>
              <w:fldChar w:fldCharType="end"/>
            </w:r>
          </w:hyperlink>
        </w:p>
        <w:p w:rsidR="00AE186C" w:rsidRDefault="000C7F6A" w:rsidP="00AE186C">
          <w:pPr>
            <w:pStyle w:val="TOC1"/>
            <w:rPr>
              <w:rFonts w:asciiTheme="minorHAnsi" w:eastAsiaTheme="minorEastAsia" w:hAnsiTheme="minorHAnsi" w:cstheme="minorBidi"/>
              <w:b w:val="0"/>
              <w:bCs w:val="0"/>
              <w:color w:val="auto"/>
              <w:sz w:val="22"/>
              <w:szCs w:val="22"/>
              <w:rtl/>
            </w:rPr>
          </w:pPr>
          <w:hyperlink w:anchor="_Toc443380665" w:history="1">
            <w:r w:rsidR="00AE186C" w:rsidRPr="00C82B6C">
              <w:rPr>
                <w:rStyle w:val="Hyperlink"/>
              </w:rPr>
              <w:t>Kumayl's Shrine</w:t>
            </w:r>
            <w:r w:rsidR="00AE186C">
              <w:rPr>
                <w:webHidden/>
                <w:rtl/>
              </w:rPr>
              <w:tab/>
            </w:r>
            <w:r>
              <w:rPr>
                <w:webHidden/>
                <w:rtl/>
              </w:rPr>
              <w:fldChar w:fldCharType="begin"/>
            </w:r>
            <w:r w:rsidR="00AE186C">
              <w:rPr>
                <w:webHidden/>
                <w:rtl/>
              </w:rPr>
              <w:instrText xml:space="preserve"> </w:instrText>
            </w:r>
            <w:r w:rsidR="00AE186C">
              <w:rPr>
                <w:webHidden/>
              </w:rPr>
              <w:instrText>PAGEREF</w:instrText>
            </w:r>
            <w:r w:rsidR="00AE186C">
              <w:rPr>
                <w:webHidden/>
                <w:rtl/>
              </w:rPr>
              <w:instrText xml:space="preserve"> _</w:instrText>
            </w:r>
            <w:r w:rsidR="00AE186C">
              <w:rPr>
                <w:webHidden/>
              </w:rPr>
              <w:instrText>Toc443380665 \h</w:instrText>
            </w:r>
            <w:r w:rsidR="00AE186C">
              <w:rPr>
                <w:webHidden/>
                <w:rtl/>
              </w:rPr>
              <w:instrText xml:space="preserve"> </w:instrText>
            </w:r>
            <w:r>
              <w:rPr>
                <w:webHidden/>
                <w:rtl/>
              </w:rPr>
            </w:r>
            <w:r>
              <w:rPr>
                <w:webHidden/>
                <w:rtl/>
              </w:rPr>
              <w:fldChar w:fldCharType="separate"/>
            </w:r>
            <w:r w:rsidR="00371345">
              <w:rPr>
                <w:webHidden/>
              </w:rPr>
              <w:t>18</w:t>
            </w:r>
            <w:r>
              <w:rPr>
                <w:webHidden/>
                <w:rtl/>
              </w:rPr>
              <w:fldChar w:fldCharType="end"/>
            </w:r>
          </w:hyperlink>
        </w:p>
        <w:p w:rsidR="00AE186C" w:rsidRDefault="000C7F6A" w:rsidP="008645D6">
          <w:pPr>
            <w:pStyle w:val="libNormal"/>
          </w:pPr>
          <w:r>
            <w:fldChar w:fldCharType="end"/>
          </w:r>
        </w:p>
      </w:sdtContent>
    </w:sdt>
    <w:p w:rsidR="00FC536B" w:rsidRDefault="00FC536B" w:rsidP="00BF5264">
      <w:pPr>
        <w:pStyle w:val="libNormal"/>
      </w:pPr>
      <w:r>
        <w:br w:type="page"/>
      </w:r>
    </w:p>
    <w:p w:rsidR="00FC0A8D" w:rsidRDefault="00FC536B" w:rsidP="000B40AC">
      <w:pPr>
        <w:pStyle w:val="Heading1Center"/>
      </w:pPr>
      <w:bookmarkStart w:id="0" w:name="_Toc443380651"/>
      <w:r>
        <w:lastRenderedPageBreak/>
        <w:t>Kumayl bin Ziyad</w:t>
      </w:r>
      <w:bookmarkEnd w:id="0"/>
    </w:p>
    <w:p w:rsidR="00FC0A8D" w:rsidRDefault="00FC536B" w:rsidP="00FC536B">
      <w:pPr>
        <w:pStyle w:val="libNormal"/>
      </w:pPr>
      <w:r>
        <w:t>On Thursday night, the Muslims finish the night prayers. They sit down in lines. They implore Allah, the Merciful Creator, to forgive them their sins. They ask Him to be pleased with them.</w:t>
      </w:r>
    </w:p>
    <w:p w:rsidR="00FC0A8D" w:rsidRDefault="00FC536B" w:rsidP="00FC536B">
      <w:pPr>
        <w:pStyle w:val="libNormal"/>
      </w:pPr>
      <w:r>
        <w:t>Sweet words flow out of the mosque minarets. The words fly high in the clear sky full of stars:</w:t>
      </w:r>
    </w:p>
    <w:p w:rsidR="00FC0A8D" w:rsidRDefault="00FC536B" w:rsidP="00FC536B">
      <w:pPr>
        <w:pStyle w:val="libNormal"/>
      </w:pPr>
      <w:r>
        <w:t>Allah, I implore You with Your mercy that has included everything,</w:t>
      </w:r>
    </w:p>
    <w:p w:rsidR="00FC0A8D" w:rsidRDefault="00FC536B" w:rsidP="00FC536B">
      <w:pPr>
        <w:pStyle w:val="libNormal"/>
      </w:pPr>
      <w:r>
        <w:t>And with Your power with which you have overcome everything,</w:t>
      </w:r>
    </w:p>
    <w:p w:rsidR="00FC536B" w:rsidRDefault="00FC536B" w:rsidP="00FC536B">
      <w:pPr>
        <w:pStyle w:val="libNormal"/>
      </w:pPr>
      <w:r>
        <w:t>And everything has yielded to it...</w:t>
      </w:r>
    </w:p>
    <w:p w:rsidR="00FC536B" w:rsidRDefault="00FC536B" w:rsidP="00BF5264">
      <w:pPr>
        <w:pStyle w:val="libNormal"/>
      </w:pPr>
      <w:r>
        <w:br w:type="page"/>
      </w:r>
    </w:p>
    <w:p w:rsidR="00FC0A8D" w:rsidRDefault="00FC536B" w:rsidP="000B40AC">
      <w:pPr>
        <w:pStyle w:val="Heading1Center"/>
      </w:pPr>
      <w:bookmarkStart w:id="1" w:name="_Toc443380652"/>
      <w:r>
        <w:lastRenderedPageBreak/>
        <w:t>Whose supplication is it?</w:t>
      </w:r>
      <w:bookmarkEnd w:id="1"/>
    </w:p>
    <w:p w:rsidR="00FC536B" w:rsidRDefault="00FC536B" w:rsidP="00FC536B">
      <w:pPr>
        <w:pStyle w:val="libNormal"/>
      </w:pPr>
      <w:r>
        <w:t>What's the story of this supplication?</w:t>
      </w:r>
    </w:p>
    <w:p w:rsidR="00FC0A8D" w:rsidRDefault="00FC536B" w:rsidP="00F0726A">
      <w:pPr>
        <w:pStyle w:val="Heading2Center"/>
      </w:pPr>
      <w:bookmarkStart w:id="2" w:name="_Toc443380653"/>
      <w:r>
        <w:t>Who was Kumayl?</w:t>
      </w:r>
      <w:bookmarkEnd w:id="2"/>
    </w:p>
    <w:p w:rsidR="00FC0A8D" w:rsidRDefault="00FC536B" w:rsidP="00FC536B">
      <w:pPr>
        <w:pStyle w:val="libNormal"/>
      </w:pPr>
      <w:r>
        <w:t>He was Kumayl bin Ziyad al-Nakhay. He was one of Imam Ali's companions. He was a noble man. His people obeyed him. He came from Yemen. His family inhabited Kufa during Imam Ali's Caliphate.</w:t>
      </w:r>
    </w:p>
    <w:p w:rsidR="00FC536B" w:rsidRDefault="00FC536B" w:rsidP="00FC536B">
      <w:pPr>
        <w:pStyle w:val="libNormal"/>
      </w:pPr>
      <w:r>
        <w:t>Abid al-Rahman bin al-Ashath led a revolution against al-Hajjaj. Kumayl joined the revolution. He led the Qur'an Readers Battalion.</w:t>
      </w: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0726A" w:rsidRDefault="00F0726A" w:rsidP="00F0726A">
      <w:pPr>
        <w:pStyle w:val="libCenter"/>
      </w:pPr>
      <w:r>
        <w:rPr>
          <w:noProof/>
        </w:rPr>
        <w:drawing>
          <wp:inline distT="0" distB="0" distL="0" distR="0">
            <wp:extent cx="4680585" cy="3253458"/>
            <wp:effectExtent l="19050" t="0" r="5715" b="0"/>
            <wp:docPr id="3" name="Picture 3" descr="D:\barkatullah\books\new books\jamadi 01\kumayl_bin_ziya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jamadi 01\kumayl_bin_ziyad\01.jpg"/>
                    <pic:cNvPicPr>
                      <a:picLocks noChangeAspect="1" noChangeArrowheads="1"/>
                    </pic:cNvPicPr>
                  </pic:nvPicPr>
                  <pic:blipFill>
                    <a:blip r:embed="rId9"/>
                    <a:srcRect/>
                    <a:stretch>
                      <a:fillRect/>
                    </a:stretch>
                  </pic:blipFill>
                  <pic:spPr bwMode="auto">
                    <a:xfrm>
                      <a:off x="0" y="0"/>
                      <a:ext cx="4680585" cy="3253458"/>
                    </a:xfrm>
                    <a:prstGeom prst="rect">
                      <a:avLst/>
                    </a:prstGeom>
                    <a:noFill/>
                    <a:ln w="9525">
                      <a:noFill/>
                      <a:miter lim="800000"/>
                      <a:headEnd/>
                      <a:tailEnd/>
                    </a:ln>
                  </pic:spPr>
                </pic:pic>
              </a:graphicData>
            </a:graphic>
          </wp:inline>
        </w:drawing>
      </w: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C536B" w:rsidRDefault="00FC536B" w:rsidP="00BF5264">
      <w:pPr>
        <w:pStyle w:val="libNormal"/>
      </w:pPr>
      <w:r>
        <w:br w:type="page"/>
      </w:r>
    </w:p>
    <w:p w:rsidR="00FC0A8D" w:rsidRDefault="00FC536B" w:rsidP="000B40AC">
      <w:pPr>
        <w:pStyle w:val="Heading1Center"/>
      </w:pPr>
      <w:bookmarkStart w:id="3" w:name="_Toc443380654"/>
      <w:r>
        <w:lastRenderedPageBreak/>
        <w:t>The Beginning</w:t>
      </w:r>
      <w:bookmarkEnd w:id="3"/>
    </w:p>
    <w:p w:rsidR="00FC0A8D" w:rsidRDefault="00FC536B" w:rsidP="00FC536B">
      <w:pPr>
        <w:pStyle w:val="libNormal"/>
      </w:pPr>
      <w:r>
        <w:t>Our Master Muhammad [s] said:</w:t>
      </w:r>
    </w:p>
    <w:p w:rsidR="00FC0A8D" w:rsidRDefault="00FC536B" w:rsidP="00FC536B">
      <w:pPr>
        <w:pStyle w:val="libNormal"/>
      </w:pPr>
      <w:r>
        <w:t>I'm the city of knowledge and Ali is its gate.</w:t>
      </w:r>
    </w:p>
    <w:p w:rsidR="00FC0A8D" w:rsidRDefault="00FC536B" w:rsidP="00FC536B">
      <w:pPr>
        <w:pStyle w:val="libNormal"/>
      </w:pPr>
      <w:r>
        <w:t>Imam Ali [a] was a great scholar. He said:</w:t>
      </w:r>
    </w:p>
    <w:p w:rsidR="00FC0A8D" w:rsidRDefault="00FC536B" w:rsidP="00FC536B">
      <w:pPr>
        <w:pStyle w:val="libNormal"/>
      </w:pPr>
      <w:r>
        <w:t>Allah's Apostle has taught me a thousand doors of knowledge. Each door leads to a thousand doors.</w:t>
      </w:r>
    </w:p>
    <w:p w:rsidR="00FC0A8D" w:rsidRDefault="00FC536B" w:rsidP="00FC536B">
      <w:pPr>
        <w:pStyle w:val="libNormal"/>
      </w:pPr>
      <w:r>
        <w:t>He also said:</w:t>
      </w:r>
    </w:p>
    <w:p w:rsidR="00FC0A8D" w:rsidRDefault="00FC536B" w:rsidP="00FC536B">
      <w:pPr>
        <w:pStyle w:val="libNormal"/>
      </w:pPr>
      <w:r>
        <w:t>The Zakat (alms) of knowledge is to publish it.</w:t>
      </w:r>
    </w:p>
    <w:p w:rsidR="00FC0A8D" w:rsidRDefault="00FC536B" w:rsidP="00FC536B">
      <w:pPr>
        <w:pStyle w:val="libNormal"/>
      </w:pPr>
      <w:r>
        <w:t>So, Imam Ali [a] taught his companion whatever they wanted. One day, he took Kumayl with him outside Kufa. It was night. The sky was full of stars. Northern fresh breeze was blowing.</w:t>
      </w:r>
    </w:p>
    <w:p w:rsidR="00FC0A8D" w:rsidRDefault="00FC536B" w:rsidP="00FC536B">
      <w:pPr>
        <w:pStyle w:val="libNormal"/>
      </w:pPr>
      <w:r>
        <w:t>Imam Ali [a] said to his companions: Kumayl, these hearts are containers (of knowledge). The best of them are those that best preserve knowledge. Therefore, preserve what I say to you:</w:t>
      </w:r>
    </w:p>
    <w:p w:rsidR="00FC0A8D" w:rsidRDefault="00FC536B" w:rsidP="00FC536B">
      <w:pPr>
        <w:pStyle w:val="libNormal"/>
      </w:pPr>
      <w:r>
        <w:t>There are three classes of people. The first class knows Allah. The second learns knowledge as means of salvation. And the third is rabble: followers of every crier, who bend with every breeze. These men do not seek to be illuminated by the light of learning, nor do they resort to any authority.</w:t>
      </w:r>
    </w:p>
    <w:p w:rsidR="00FC0A8D" w:rsidRDefault="00FC536B" w:rsidP="00FC536B">
      <w:pPr>
        <w:pStyle w:val="libNormal"/>
      </w:pPr>
      <w:r>
        <w:t>Kumayl, knowledge is better than wealth. Knowledge guards you while you guard wealth. Wealth is diminished by expenditure while knowledge is increased even by giving it away.</w:t>
      </w:r>
    </w:p>
    <w:p w:rsidR="00FC536B" w:rsidRDefault="00FC536B" w:rsidP="00FC536B">
      <w:pPr>
        <w:pStyle w:val="libNormal"/>
      </w:pPr>
      <w:r>
        <w:t>Kumayl, those who amass wealth die even as they live while those who have knowledge will continue to exist for as long as time lasts.</w:t>
      </w:r>
    </w:p>
    <w:p w:rsidR="00FC536B" w:rsidRDefault="00FC536B" w:rsidP="00BF5264">
      <w:pPr>
        <w:pStyle w:val="libNormal"/>
      </w:pPr>
      <w:r>
        <w:br w:type="page"/>
      </w:r>
    </w:p>
    <w:p w:rsidR="00FC0A8D" w:rsidRDefault="00FC536B" w:rsidP="000B40AC">
      <w:pPr>
        <w:pStyle w:val="Heading1Center"/>
      </w:pPr>
      <w:bookmarkStart w:id="4" w:name="_Toc443380655"/>
      <w:r>
        <w:lastRenderedPageBreak/>
        <w:t>Al-Khidr's Supplication</w:t>
      </w:r>
      <w:bookmarkEnd w:id="4"/>
    </w:p>
    <w:p w:rsidR="00FC0A8D" w:rsidRDefault="00FC536B" w:rsidP="00FC536B">
      <w:pPr>
        <w:pStyle w:val="libNormal"/>
      </w:pPr>
      <w:r>
        <w:t>Imam Ali [a] was sitting with a group of his companions. One of them asked him about the explanation of the following Holy Verse:</w:t>
      </w:r>
    </w:p>
    <w:p w:rsidR="00FC0A8D" w:rsidRDefault="00FC536B" w:rsidP="00FC536B">
      <w:pPr>
        <w:pStyle w:val="libNormal"/>
      </w:pPr>
      <w:r>
        <w:t>Therein every wise affair is made distinct.</w:t>
      </w:r>
    </w:p>
    <w:p w:rsidR="00FC0A8D" w:rsidRDefault="00FC536B" w:rsidP="00FC536B">
      <w:pPr>
        <w:pStyle w:val="libNormal"/>
      </w:pPr>
      <w:r>
        <w:t>The Imam said:</w:t>
      </w:r>
    </w:p>
    <w:p w:rsidR="00FC0A8D" w:rsidRDefault="00FC536B" w:rsidP="00FC536B">
      <w:pPr>
        <w:pStyle w:val="libNormal"/>
      </w:pPr>
      <w:r>
        <w:t>It's on 15th Shaaban.</w:t>
      </w:r>
    </w:p>
    <w:p w:rsidR="00FC0A8D" w:rsidRDefault="00FC536B" w:rsidP="00FC536B">
      <w:pPr>
        <w:pStyle w:val="libNormal"/>
      </w:pPr>
      <w:r>
        <w:t>Then he added:</w:t>
      </w:r>
    </w:p>
    <w:p w:rsidR="00FC0A8D" w:rsidRDefault="00FC536B" w:rsidP="00FC536B">
      <w:pPr>
        <w:pStyle w:val="libNormal"/>
      </w:pPr>
      <w:r>
        <w:t>By Allah, man faces his fate on Shaaban 15th. So, man must implore Allah at such a night. He must recite al-Khidr's supplication. Certainly Allah accepts it.</w:t>
      </w:r>
    </w:p>
    <w:p w:rsidR="00FC0A8D" w:rsidRDefault="00FC536B" w:rsidP="00FC536B">
      <w:pPr>
        <w:pStyle w:val="libNormal"/>
      </w:pPr>
      <w:r>
        <w:t>The meeting was over. The Imam went home.</w:t>
      </w:r>
    </w:p>
    <w:p w:rsidR="00FC0A8D" w:rsidRDefault="00FC536B" w:rsidP="00FC536B">
      <w:pPr>
        <w:pStyle w:val="libNormal"/>
      </w:pPr>
      <w:r>
        <w:t>The evening came. Then it got dark. People went to bed. At that hour, Kumayl got up. He went to Imam Ali's house. He had question.</w:t>
      </w:r>
    </w:p>
    <w:p w:rsidR="00FC0A8D" w:rsidRDefault="00FC536B" w:rsidP="00FC536B">
      <w:pPr>
        <w:pStyle w:val="libNormal"/>
      </w:pPr>
      <w:r>
        <w:t>Kumayl knocked the door. Imam Ali [a] said:</w:t>
      </w:r>
    </w:p>
    <w:p w:rsidR="00FC0A8D" w:rsidRDefault="00FC536B" w:rsidP="00FC536B">
      <w:pPr>
        <w:pStyle w:val="libNormal"/>
      </w:pPr>
      <w:r>
        <w:t>Kumayl, what has brought you?</w:t>
      </w:r>
    </w:p>
    <w:p w:rsidR="00FC0A8D" w:rsidRDefault="00FC536B" w:rsidP="00FC536B">
      <w:pPr>
        <w:pStyle w:val="libNormal"/>
      </w:pPr>
      <w:r>
        <w:t>Kumayl, politely said:</w:t>
      </w:r>
    </w:p>
    <w:p w:rsidR="00FC0A8D" w:rsidRDefault="00FC536B" w:rsidP="00FC536B">
      <w:pPr>
        <w:pStyle w:val="libNormal"/>
      </w:pPr>
      <w:r>
        <w:t>Amirul Mu'mineen, al-Khidr's supplication.</w:t>
      </w:r>
    </w:p>
    <w:p w:rsidR="00FC0A8D" w:rsidRDefault="00FC536B" w:rsidP="00FC536B">
      <w:pPr>
        <w:pStyle w:val="libNormal"/>
      </w:pPr>
      <w:r>
        <w:t>The Imam said kindly:</w:t>
      </w:r>
    </w:p>
    <w:p w:rsidR="00FC0A8D" w:rsidRDefault="00FC536B" w:rsidP="00FC536B">
      <w:pPr>
        <w:pStyle w:val="libNormal"/>
      </w:pPr>
      <w:r>
        <w:t>Kumayl, please sit down.</w:t>
      </w:r>
    </w:p>
    <w:p w:rsidR="00FC0A8D" w:rsidRDefault="00FC536B" w:rsidP="00FC536B">
      <w:pPr>
        <w:pStyle w:val="libNormal"/>
      </w:pPr>
      <w:r>
        <w:t>The he added:</w:t>
      </w:r>
    </w:p>
    <w:p w:rsidR="00FC0A8D" w:rsidRDefault="00FC536B" w:rsidP="00FC536B">
      <w:pPr>
        <w:pStyle w:val="libNormal"/>
      </w:pPr>
      <w:r>
        <w:t>I'll read you a supplication. Read it on Thursday nights.</w:t>
      </w:r>
    </w:p>
    <w:p w:rsidR="00FC536B" w:rsidRDefault="00FC536B" w:rsidP="00FC536B">
      <w:pPr>
        <w:pStyle w:val="libNormal"/>
      </w:pPr>
      <w:r>
        <w:t>The Imam began reading the supplication. Kumayl was writing it. Nowadays, millions of Muslims read the supplication. They call it Kumayl's supplication.</w:t>
      </w: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0726A" w:rsidRDefault="00F0726A" w:rsidP="00F0726A">
      <w:pPr>
        <w:pStyle w:val="libCenter"/>
      </w:pPr>
      <w:r>
        <w:rPr>
          <w:noProof/>
        </w:rPr>
        <w:drawing>
          <wp:inline distT="0" distB="0" distL="0" distR="0">
            <wp:extent cx="4680585" cy="2997781"/>
            <wp:effectExtent l="19050" t="0" r="5715" b="0"/>
            <wp:docPr id="2" name="Picture 2" descr="D:\barkatullah\books\new books\jamadi 01\kumayl_bin_ziyad\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jamadi 01\kumayl_bin_ziyad\02.jpg"/>
                    <pic:cNvPicPr>
                      <a:picLocks noChangeAspect="1" noChangeArrowheads="1"/>
                    </pic:cNvPicPr>
                  </pic:nvPicPr>
                  <pic:blipFill>
                    <a:blip r:embed="rId10"/>
                    <a:srcRect/>
                    <a:stretch>
                      <a:fillRect/>
                    </a:stretch>
                  </pic:blipFill>
                  <pic:spPr bwMode="auto">
                    <a:xfrm>
                      <a:off x="0" y="0"/>
                      <a:ext cx="4680585" cy="2997781"/>
                    </a:xfrm>
                    <a:prstGeom prst="rect">
                      <a:avLst/>
                    </a:prstGeom>
                    <a:noFill/>
                    <a:ln w="9525">
                      <a:noFill/>
                      <a:miter lim="800000"/>
                      <a:headEnd/>
                      <a:tailEnd/>
                    </a:ln>
                  </pic:spPr>
                </pic:pic>
              </a:graphicData>
            </a:graphic>
          </wp:inline>
        </w:drawing>
      </w: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C536B" w:rsidRDefault="00FC536B" w:rsidP="00FC536B">
      <w:pPr>
        <w:pStyle w:val="libNormal"/>
      </w:pPr>
      <w:r w:rsidRPr="00FC536B">
        <w:lastRenderedPageBreak/>
        <w:t>Thursday night, when you are free, then read Kumayl's supplication. Faith will shine in your heart. It will illuminate the way of your life as it had illuminated the way of Kumayl's life.</w:t>
      </w:r>
    </w:p>
    <w:p w:rsidR="00FC536B" w:rsidRDefault="00FC536B" w:rsidP="00BF5264">
      <w:pPr>
        <w:pStyle w:val="libNormal"/>
      </w:pPr>
      <w:r>
        <w:br w:type="page"/>
      </w:r>
    </w:p>
    <w:p w:rsidR="00FC0A8D" w:rsidRDefault="00FC536B" w:rsidP="000B40AC">
      <w:pPr>
        <w:pStyle w:val="Heading1Center"/>
      </w:pPr>
      <w:bookmarkStart w:id="5" w:name="_Toc443380656"/>
      <w:r>
        <w:lastRenderedPageBreak/>
        <w:t>Al Hajjaj</w:t>
      </w:r>
      <w:bookmarkEnd w:id="5"/>
    </w:p>
    <w:p w:rsidR="00FC0A8D" w:rsidRDefault="00FC536B" w:rsidP="00FC536B">
      <w:pPr>
        <w:pStyle w:val="libNormal"/>
      </w:pPr>
      <w:r>
        <w:t>Imam Ali passed away. Mu'awiyah became a Caliph. Unjust rulers succeeded him. Life in Kufa became unbearable.</w:t>
      </w:r>
    </w:p>
    <w:p w:rsidR="00FC0A8D" w:rsidRDefault="00FC536B" w:rsidP="00FC536B">
      <w:pPr>
        <w:pStyle w:val="libNormal"/>
      </w:pPr>
      <w:r>
        <w:t>The rulers imprisoned and killed the God-fearing followers of Ahlul Bayt.</w:t>
      </w:r>
    </w:p>
    <w:p w:rsidR="00FC0A8D" w:rsidRDefault="00FC536B" w:rsidP="00FC536B">
      <w:pPr>
        <w:pStyle w:val="libNormal"/>
      </w:pPr>
      <w:r>
        <w:t>Ziyad bin Abeeh ruled Kufa. Then his son Ubaidullah succeeded him. The latter killed the Prophet's grandson. Besides he killed seventy of his companions and his family.</w:t>
      </w:r>
    </w:p>
    <w:p w:rsidR="00FC0A8D" w:rsidRDefault="00FC536B" w:rsidP="00FC536B">
      <w:pPr>
        <w:pStyle w:val="libNormal"/>
      </w:pPr>
      <w:r>
        <w:t>Al-Hajjaj did his best to please the Umayyad rulers. He filled his prison with innocent men and women. In his prison, there were fifty thousand men and thirty thousand women.</w:t>
      </w:r>
    </w:p>
    <w:p w:rsidR="00FC0A8D" w:rsidRDefault="00FC536B" w:rsidP="00FC536B">
      <w:pPr>
        <w:pStyle w:val="libNormal"/>
      </w:pPr>
      <w:r>
        <w:t>The prison was roofless. The prisoners were subjected to sun and heat in summer. And they were subjected to rain and cold in winter.</w:t>
      </w:r>
    </w:p>
    <w:p w:rsidR="00FC0A8D" w:rsidRDefault="00FC536B" w:rsidP="00FC536B">
      <w:pPr>
        <w:pStyle w:val="libNormal"/>
      </w:pPr>
      <w:r>
        <w:t>A person had been in prison for months. One day his mother went to the prison to visit him. She was astonished to see him. She said:</w:t>
      </w:r>
    </w:p>
    <w:p w:rsidR="00FC0A8D" w:rsidRDefault="00FC536B" w:rsidP="00FC536B">
      <w:pPr>
        <w:pStyle w:val="libNormal"/>
      </w:pPr>
      <w:r>
        <w:t>He's not my son. My son is white. This young man is a Negro. I don't know him.</w:t>
      </w:r>
    </w:p>
    <w:p w:rsidR="00FC536B" w:rsidRDefault="00FC536B" w:rsidP="00FC536B">
      <w:pPr>
        <w:pStyle w:val="libNormal"/>
      </w:pPr>
      <w:r>
        <w:t>The young man reminded his mother of some marks. The mother became certain of her son. She burst into tears. Then she died of sadness.</w:t>
      </w:r>
    </w:p>
    <w:p w:rsidR="00FC536B" w:rsidRDefault="00FC536B" w:rsidP="00BF5264">
      <w:pPr>
        <w:pStyle w:val="libNormal"/>
      </w:pPr>
      <w:r>
        <w:br w:type="page"/>
      </w:r>
    </w:p>
    <w:p w:rsidR="00FC0A8D" w:rsidRDefault="00FC536B" w:rsidP="000B40AC">
      <w:pPr>
        <w:pStyle w:val="Heading1Center"/>
      </w:pPr>
      <w:bookmarkStart w:id="6" w:name="_Toc443380657"/>
      <w:r>
        <w:lastRenderedPageBreak/>
        <w:t>The Revolution</w:t>
      </w:r>
      <w:bookmarkEnd w:id="6"/>
    </w:p>
    <w:p w:rsidR="00FC0A8D" w:rsidRDefault="00FC536B" w:rsidP="00FC536B">
      <w:pPr>
        <w:pStyle w:val="libNormal"/>
      </w:pPr>
      <w:r>
        <w:t>Al-Hajjaj hated the Ahlul Bayt and their followers very much. So, he filled the prisons with Shias. They had no fault but they loved Muhammad's family.</w:t>
      </w:r>
    </w:p>
    <w:p w:rsidR="00FC0A8D" w:rsidRDefault="00FC536B" w:rsidP="00FC536B">
      <w:pPr>
        <w:pStyle w:val="libNormal"/>
      </w:pPr>
      <w:r>
        <w:t>Al-Hajjaj was unjust. People hated him. They asked Abid al-Malik to remove him from office. Abid al-Malik refused because al-Hajjaj wanted to strengthen the Umayyad rule with fire and sword.</w:t>
      </w:r>
    </w:p>
    <w:p w:rsidR="00FC536B" w:rsidRDefault="00FC536B" w:rsidP="00FC536B">
      <w:pPr>
        <w:pStyle w:val="libNormal"/>
      </w:pPr>
      <w:r>
        <w:t>Al-Hajjaj was wicked. He sent people to fight and occupy lands. He forced them to join the invading armies. He wanted them to get the booty of the conquered lands. In the meantime, he wanted to get rid of them.</w:t>
      </w:r>
    </w:p>
    <w:p w:rsidR="00FC536B" w:rsidRDefault="00FC536B" w:rsidP="00BF5264">
      <w:pPr>
        <w:pStyle w:val="libNormal"/>
      </w:pPr>
      <w:r>
        <w:br w:type="page"/>
      </w:r>
    </w:p>
    <w:p w:rsidR="00FC0A8D" w:rsidRDefault="00FC536B" w:rsidP="000B40AC">
      <w:pPr>
        <w:pStyle w:val="Heading1Center"/>
      </w:pPr>
      <w:bookmarkStart w:id="7" w:name="_Toc443380658"/>
      <w:r>
        <w:lastRenderedPageBreak/>
        <w:t>Abid al-Rahman bin al-Ashath</w:t>
      </w:r>
      <w:bookmarkEnd w:id="7"/>
    </w:p>
    <w:p w:rsidR="00FC0A8D" w:rsidRDefault="00FC536B" w:rsidP="00FC536B">
      <w:pPr>
        <w:pStyle w:val="libNormal"/>
      </w:pPr>
      <w:r>
        <w:t>King Ratbil ruled Turkey. Al-Hajjaj sent Abid al-Rahman bin al-Ashath to Turkey to invade it. Abid al-Rahman went deep into the Turkish land. He won victories at some battles. So, he sent al-Hajjaj a letter. In the letters he asked him to stop fighting to refresh his fighters.</w:t>
      </w:r>
    </w:p>
    <w:p w:rsidR="00FC0A8D" w:rsidRDefault="00FC536B" w:rsidP="00FC536B">
      <w:pPr>
        <w:pStyle w:val="libNormal"/>
      </w:pPr>
      <w:r>
        <w:t>Al-Hajjaj's answer was full of abuses. Meanwhile, he ordered Abid al-Rahman to go deeper into the Turkish lands.</w:t>
      </w:r>
    </w:p>
    <w:p w:rsidR="00FC0A8D" w:rsidRDefault="00FC536B" w:rsidP="00FC536B">
      <w:pPr>
        <w:pStyle w:val="libNormal"/>
      </w:pPr>
      <w:r>
        <w:t>Abid al-Rahman and his fighters knew al-Hajjaj's wicked aims. So, they decided to revolt against al-Hajjaj and Abid al-Malik.</w:t>
      </w:r>
    </w:p>
    <w:p w:rsidR="00FC0A8D" w:rsidRDefault="00FC536B" w:rsidP="00FC536B">
      <w:pPr>
        <w:pStyle w:val="libNormal"/>
      </w:pPr>
      <w:r>
        <w:t>After Abid al-Rahman had announced the revolution, he came back from Turkey. Many people supported him. The Qur'an readers were the first to support him.</w:t>
      </w:r>
    </w:p>
    <w:p w:rsidR="00FC0A8D" w:rsidRDefault="00FC536B" w:rsidP="00FC536B">
      <w:pPr>
        <w:pStyle w:val="libNormal"/>
      </w:pPr>
      <w:r>
        <w:t>The Qur'an readers formed a battalion. Kumayl bin Ziyad led the battalion.</w:t>
      </w: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0726A" w:rsidRDefault="00F0726A" w:rsidP="00F0726A">
      <w:pPr>
        <w:pStyle w:val="libCenter"/>
      </w:pPr>
      <w:r>
        <w:rPr>
          <w:noProof/>
        </w:rPr>
        <w:drawing>
          <wp:inline distT="0" distB="0" distL="0" distR="0">
            <wp:extent cx="3241675" cy="4832985"/>
            <wp:effectExtent l="19050" t="0" r="0" b="0"/>
            <wp:docPr id="4" name="Picture 4" descr="D:\barkatullah\books\new books\jamadi 01\kumayl_bin_ziyad\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arkatullah\books\new books\jamadi 01\kumayl_bin_ziyad\03.jpg"/>
                    <pic:cNvPicPr>
                      <a:picLocks noChangeAspect="1" noChangeArrowheads="1"/>
                    </pic:cNvPicPr>
                  </pic:nvPicPr>
                  <pic:blipFill>
                    <a:blip r:embed="rId11"/>
                    <a:srcRect/>
                    <a:stretch>
                      <a:fillRect/>
                    </a:stretch>
                  </pic:blipFill>
                  <pic:spPr bwMode="auto">
                    <a:xfrm>
                      <a:off x="0" y="0"/>
                      <a:ext cx="3241675" cy="4832985"/>
                    </a:xfrm>
                    <a:prstGeom prst="rect">
                      <a:avLst/>
                    </a:prstGeom>
                    <a:noFill/>
                    <a:ln w="9525">
                      <a:noFill/>
                      <a:miter lim="800000"/>
                      <a:headEnd/>
                      <a:tailEnd/>
                    </a:ln>
                  </pic:spPr>
                </pic:pic>
              </a:graphicData>
            </a:graphic>
          </wp:inline>
        </w:drawing>
      </w: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C0A8D" w:rsidRDefault="00FC536B" w:rsidP="00FC536B">
      <w:pPr>
        <w:pStyle w:val="libNormal"/>
      </w:pPr>
      <w:r>
        <w:t>Because the Kufians suffered from persecution, they also supported the revolution.</w:t>
      </w:r>
    </w:p>
    <w:p w:rsidR="00FC0A8D" w:rsidRDefault="00FC536B" w:rsidP="00FC536B">
      <w:pPr>
        <w:pStyle w:val="libNormal"/>
      </w:pPr>
      <w:r>
        <w:t>The number of revolutionaries was over one hundred people. This number included the Qur'an readers, worshippers, poets, religious jurists, and the commoners. Half the number were foreigners. They suffered from racial discrimination. The Umayyads preferred Arabs to non-Arabs.</w:t>
      </w:r>
    </w:p>
    <w:p w:rsidR="00FC0A8D" w:rsidRDefault="00FC536B" w:rsidP="00FC536B">
      <w:pPr>
        <w:pStyle w:val="libNormal"/>
      </w:pPr>
      <w:r>
        <w:t>Saeed bin Jubair, the most famous jurist, was among the revolutionaries. He made people eager to start the revolution.</w:t>
      </w:r>
    </w:p>
    <w:p w:rsidR="00FC536B" w:rsidRDefault="00FC536B" w:rsidP="00FC536B">
      <w:pPr>
        <w:pStyle w:val="libNormal"/>
      </w:pPr>
      <w:r>
        <w:t>Poets urged Abid al-Rahman to go on revolting to end persecution.</w:t>
      </w:r>
    </w:p>
    <w:p w:rsidR="00FC536B" w:rsidRDefault="00FC536B" w:rsidP="00BF5264">
      <w:pPr>
        <w:pStyle w:val="libNormal"/>
      </w:pPr>
      <w:r>
        <w:br w:type="page"/>
      </w:r>
    </w:p>
    <w:p w:rsidR="00FC0A8D" w:rsidRDefault="00FC536B" w:rsidP="000B40AC">
      <w:pPr>
        <w:pStyle w:val="Heading1Center"/>
      </w:pPr>
      <w:bookmarkStart w:id="8" w:name="_Toc443380659"/>
      <w:r>
        <w:lastRenderedPageBreak/>
        <w:t>The Fights</w:t>
      </w:r>
      <w:bookmarkEnd w:id="8"/>
    </w:p>
    <w:p w:rsidR="00FC0A8D" w:rsidRDefault="00FC536B" w:rsidP="00FC536B">
      <w:pPr>
        <w:pStyle w:val="libNormal"/>
      </w:pPr>
      <w:r>
        <w:t>In 81 A.H., Abid al-Rahman advanced towards Iraq. Violent fights took place there. The revolutionaries defeated al-Hajjaj's army. They freed many cities such as Sajestan and Kirman in Iran, Basrah and Kufa in Iraq.</w:t>
      </w:r>
    </w:p>
    <w:p w:rsidR="00FC0A8D" w:rsidRDefault="00FC536B" w:rsidP="00FC536B">
      <w:pPr>
        <w:pStyle w:val="libNormal"/>
      </w:pPr>
      <w:r>
        <w:t>Abid al-Malik sent a man to Abid al-Rahman to hold talks with him. He accepted some conditions such as removing al-Hajjaj from office.</w:t>
      </w:r>
    </w:p>
    <w:p w:rsidR="00FC0A8D" w:rsidRDefault="00FC536B" w:rsidP="00FC536B">
      <w:pPr>
        <w:pStyle w:val="libNormal"/>
      </w:pPr>
      <w:r>
        <w:t>People rejoiced at their freedom and victory. So, they insisted on removing Abid al-Malik from the office, for he appointed al-Hajjaj ruler over them.</w:t>
      </w:r>
    </w:p>
    <w:p w:rsidR="00FC536B" w:rsidRDefault="00FC536B" w:rsidP="00FC536B">
      <w:pPr>
        <w:pStyle w:val="libNormal"/>
      </w:pPr>
      <w:r>
        <w:t>Abid al-Malik sent military supplies to support al-Hajjaj. The army in Khurasan joined him, too.c</w:t>
      </w:r>
    </w:p>
    <w:p w:rsidR="00FC536B" w:rsidRDefault="00FC536B" w:rsidP="00BF5264">
      <w:pPr>
        <w:pStyle w:val="libNormal"/>
      </w:pPr>
      <w:r>
        <w:br w:type="page"/>
      </w:r>
    </w:p>
    <w:p w:rsidR="00FC0A8D" w:rsidRDefault="00FC536B" w:rsidP="000B40AC">
      <w:pPr>
        <w:pStyle w:val="Heading1Center"/>
      </w:pPr>
      <w:bookmarkStart w:id="9" w:name="_Toc443380660"/>
      <w:r>
        <w:lastRenderedPageBreak/>
        <w:t>The Battle of Deer al-Jamajum</w:t>
      </w:r>
      <w:bookmarkEnd w:id="9"/>
    </w:p>
    <w:p w:rsidR="00FC0A8D" w:rsidRDefault="00FC536B" w:rsidP="00FC536B">
      <w:pPr>
        <w:pStyle w:val="libNormal"/>
      </w:pPr>
      <w:r>
        <w:t>The two armies met at Deer al-Jamajum. A violent fight took place between the two sides. Al-Hajjaj defeated Abid al-Rahman.</w:t>
      </w:r>
    </w:p>
    <w:p w:rsidR="00FC0A8D" w:rsidRDefault="00FC536B" w:rsidP="00FC536B">
      <w:pPr>
        <w:pStyle w:val="libNormal"/>
      </w:pPr>
      <w:r>
        <w:t>Abid al-Rahman's army scattered. Some fighters escaped. Some passed away. Abid al-Rahman himself took refuge in Turkey. Some revolutionaries such as Saeed bin Jubair and Kumayl bin Ziyad disappeared.</w:t>
      </w:r>
    </w:p>
    <w:p w:rsidR="00FC536B" w:rsidRDefault="00FC536B" w:rsidP="00FC536B">
      <w:pPr>
        <w:pStyle w:val="libNormal"/>
      </w:pPr>
      <w:r>
        <w:t>Al-Hajjaj began looking for the revolutionaries. He managed to execute some of them. And some were able to hide from him.</w:t>
      </w:r>
    </w:p>
    <w:p w:rsidR="00FC536B" w:rsidRDefault="00FC536B" w:rsidP="00BF5264">
      <w:pPr>
        <w:pStyle w:val="libNormal"/>
      </w:pPr>
      <w:r>
        <w:br w:type="page"/>
      </w:r>
    </w:p>
    <w:p w:rsidR="00FC0A8D" w:rsidRDefault="00FC536B" w:rsidP="000B40AC">
      <w:pPr>
        <w:pStyle w:val="Heading1Center"/>
      </w:pPr>
      <w:bookmarkStart w:id="10" w:name="_Toc443380661"/>
      <w:r>
        <w:lastRenderedPageBreak/>
        <w:t>The End</w:t>
      </w:r>
      <w:bookmarkEnd w:id="10"/>
    </w:p>
    <w:p w:rsidR="00FC0A8D" w:rsidRDefault="00FC536B" w:rsidP="00FC536B">
      <w:pPr>
        <w:pStyle w:val="libNormal"/>
      </w:pPr>
      <w:r>
        <w:t>After Deer al-Jamajum Battle, Kumayl bin Ziyad was far away from spies.</w:t>
      </w:r>
    </w:p>
    <w:p w:rsidR="00FC0A8D" w:rsidRDefault="00FC536B" w:rsidP="00FC536B">
      <w:pPr>
        <w:pStyle w:val="libNormal"/>
      </w:pPr>
      <w:r>
        <w:t>The police were looking for Kumayl everywhere.</w:t>
      </w:r>
    </w:p>
    <w:p w:rsidR="00FC536B" w:rsidRDefault="00FC536B" w:rsidP="00FC536B">
      <w:pPr>
        <w:pStyle w:val="libNormal"/>
      </w:pPr>
      <w:r>
        <w:t>Al-Hajjaj used a new way to arrest Kumayl. He ordered the police to annoy Kumayl followers. He deprived them of money. So, their economic condition was bad. Kumayl heard about that. Thus, he decided to surrender. The police took him to al-Hajjaj.</w:t>
      </w:r>
    </w:p>
    <w:p w:rsidR="00FC536B" w:rsidRDefault="00FC536B" w:rsidP="00BF5264">
      <w:pPr>
        <w:pStyle w:val="libNormal"/>
      </w:pPr>
      <w:r>
        <w:br w:type="page"/>
      </w:r>
    </w:p>
    <w:p w:rsidR="00FC0A8D" w:rsidRDefault="00FC536B" w:rsidP="000B40AC">
      <w:pPr>
        <w:pStyle w:val="Heading1Center"/>
      </w:pPr>
      <w:bookmarkStart w:id="11" w:name="_Toc443380662"/>
      <w:r>
        <w:lastRenderedPageBreak/>
        <w:t>Kumayl's Memories</w:t>
      </w:r>
      <w:bookmarkEnd w:id="11"/>
    </w:p>
    <w:p w:rsidR="00FC0A8D" w:rsidRDefault="00FC536B" w:rsidP="00FC536B">
      <w:pPr>
        <w:pStyle w:val="libNormal"/>
      </w:pPr>
      <w:r>
        <w:t>Kumayl bravely walked with the police. In the meantime, he recalled the beautiful days with his teacher and leader, Imam Ali [a].</w:t>
      </w:r>
    </w:p>
    <w:p w:rsidR="00FC0A8D" w:rsidRDefault="00FC536B" w:rsidP="00FC536B">
      <w:pPr>
        <w:pStyle w:val="libNormal"/>
      </w:pPr>
      <w:r>
        <w:t>Kumayl remembered the days when he was a soldier in the Imam's army. He remembered his fights against the disloyal, the unjust and the apostates.</w:t>
      </w:r>
    </w:p>
    <w:p w:rsidR="00FC0A8D" w:rsidRDefault="00FC536B" w:rsidP="00FC536B">
      <w:pPr>
        <w:pStyle w:val="libNormal"/>
      </w:pPr>
      <w:r>
        <w:t>Kumayl remembered the day when he led an army of four hundred fighters to face a raid by Mu'awiyah's army.</w:t>
      </w:r>
    </w:p>
    <w:p w:rsidR="00FC0A8D" w:rsidRDefault="00FC536B" w:rsidP="00FC536B">
      <w:pPr>
        <w:pStyle w:val="libNormal"/>
      </w:pPr>
      <w:r>
        <w:t>Kumayl remembered the day when he chased the invaders of Kirkeesya. He remembered the Imam's scolding letter because he left the borders of his country without soldiers.</w:t>
      </w:r>
    </w:p>
    <w:p w:rsidR="00FC0A8D" w:rsidRDefault="00FC536B" w:rsidP="00FC536B">
      <w:pPr>
        <w:pStyle w:val="libNormal"/>
      </w:pPr>
      <w:r>
        <w:t>The Imam's letter read as follows:</w:t>
      </w:r>
    </w:p>
    <w:p w:rsidR="00FC536B" w:rsidRDefault="00FC536B" w:rsidP="00FC536B">
      <w:pPr>
        <w:pStyle w:val="libNormal"/>
      </w:pPr>
      <w:r>
        <w:t>Certainly, you have deeply gone into Kirkeesya. And you have left the positions without protection. The idea is incorrect. You have become a bridge for your enemies to protect your friends.</w:t>
      </w:r>
    </w:p>
    <w:p w:rsidR="00FC536B" w:rsidRDefault="00FC536B" w:rsidP="00BF5264">
      <w:pPr>
        <w:pStyle w:val="libNormal"/>
      </w:pPr>
      <w:r>
        <w:br w:type="page"/>
      </w:r>
    </w:p>
    <w:p w:rsidR="00FC0A8D" w:rsidRDefault="00FC536B" w:rsidP="000B40AC">
      <w:pPr>
        <w:pStyle w:val="Heading1Center"/>
      </w:pPr>
      <w:bookmarkStart w:id="12" w:name="_Toc443380663"/>
      <w:r>
        <w:lastRenderedPageBreak/>
        <w:t>Why did Kumayl surrender?</w:t>
      </w:r>
      <w:bookmarkEnd w:id="12"/>
    </w:p>
    <w:p w:rsidR="00FC0A8D" w:rsidRDefault="00FC536B" w:rsidP="00FC536B">
      <w:pPr>
        <w:pStyle w:val="libNormal"/>
      </w:pPr>
      <w:r>
        <w:t>Kumayl believed in Allah and the hereafter. He loved all people. He loved his family and his tribe.</w:t>
      </w:r>
    </w:p>
    <w:p w:rsidR="00FC0A8D" w:rsidRDefault="00FC536B" w:rsidP="00FC536B">
      <w:pPr>
        <w:pStyle w:val="libNormal"/>
      </w:pPr>
      <w:r>
        <w:t>Al-Hajjaj mistreated Kumayl's family and tribe. So, Kumayl surrendered to save them from persecution.</w:t>
      </w:r>
    </w:p>
    <w:p w:rsidR="00FC0A8D" w:rsidRDefault="00FC536B" w:rsidP="00FC536B">
      <w:pPr>
        <w:pStyle w:val="libNormal"/>
      </w:pPr>
      <w:r>
        <w:t>Kumayl remembered Imam Ali's words:</w:t>
      </w:r>
    </w:p>
    <w:p w:rsidR="00FC536B" w:rsidRDefault="00FC536B" w:rsidP="00FC536B">
      <w:pPr>
        <w:pStyle w:val="libNormal"/>
      </w:pPr>
      <w:r>
        <w:t>Kumayl, order your family to do good. Order them to help people at night.</w:t>
      </w:r>
    </w:p>
    <w:p w:rsidR="00FC536B" w:rsidRDefault="00FC536B" w:rsidP="00BF5264">
      <w:pPr>
        <w:pStyle w:val="libNormal"/>
      </w:pPr>
      <w:r>
        <w:br w:type="page"/>
      </w:r>
    </w:p>
    <w:p w:rsidR="00FC0A8D" w:rsidRDefault="00FC536B" w:rsidP="000B40AC">
      <w:pPr>
        <w:pStyle w:val="Heading1Center"/>
      </w:pPr>
      <w:bookmarkStart w:id="13" w:name="_Toc443380664"/>
      <w:r>
        <w:lastRenderedPageBreak/>
        <w:t>Before Al-Hajjaj</w:t>
      </w:r>
      <w:bookmarkEnd w:id="13"/>
    </w:p>
    <w:p w:rsidR="00FC0A8D" w:rsidRDefault="00FC536B" w:rsidP="00FC536B">
      <w:pPr>
        <w:pStyle w:val="libNormal"/>
      </w:pPr>
      <w:r>
        <w:t>Kumayl's face was bright. His beard was white. His heart was certain.</w:t>
      </w:r>
    </w:p>
    <w:p w:rsidR="00FC0A8D" w:rsidRDefault="00FC536B" w:rsidP="00FC536B">
      <w:pPr>
        <w:pStyle w:val="libNormal"/>
      </w:pPr>
      <w:r>
        <w:t>Kumayl came into al-Hajjaj's palace. He saw al-Hajjaj sitting and his guards standing around him. He saw a headsman carrying a sword.</w:t>
      </w:r>
    </w:p>
    <w:p w:rsidR="00FC0A8D" w:rsidRDefault="00FC536B" w:rsidP="00FC536B">
      <w:pPr>
        <w:pStyle w:val="libNormal"/>
      </w:pPr>
      <w:r>
        <w:t>Kumayl knew that al-Hajjaj would kill him, for Imam Ali had told him about that.</w:t>
      </w:r>
    </w:p>
    <w:p w:rsidR="00FC0A8D" w:rsidRDefault="00FC536B" w:rsidP="00FC536B">
      <w:pPr>
        <w:pStyle w:val="libNormal"/>
      </w:pPr>
      <w:r>
        <w:t>Paying no attention to al-Hajjaj, Kumayl said:</w:t>
      </w:r>
    </w:p>
    <w:p w:rsidR="00FC0A8D" w:rsidRDefault="00FC536B" w:rsidP="00FC536B">
      <w:pPr>
        <w:pStyle w:val="libNormal"/>
      </w:pPr>
      <w:r>
        <w:t>My master, Imam Ali [a] has told me that you will kill me. Allah's enemy, do whatever you like! And know that Judgement Day will be after killing.</w:t>
      </w:r>
    </w:p>
    <w:p w:rsidR="00FC0A8D" w:rsidRDefault="00FC536B" w:rsidP="00FC536B">
      <w:pPr>
        <w:pStyle w:val="libNormal"/>
      </w:pPr>
      <w:r>
        <w:t>Al-Hajjaj said:</w:t>
      </w:r>
    </w:p>
    <w:p w:rsidR="00FC0A8D" w:rsidRDefault="00FC536B" w:rsidP="00FC536B">
      <w:pPr>
        <w:pStyle w:val="libNormal"/>
      </w:pPr>
      <w:r>
        <w:t>Disown Ali to save your soul.</w:t>
      </w:r>
    </w:p>
    <w:p w:rsidR="00FC0A8D" w:rsidRDefault="00FC536B" w:rsidP="00FC536B">
      <w:pPr>
        <w:pStyle w:val="libNormal"/>
      </w:pPr>
      <w:r>
        <w:t>Kumayl said:</w:t>
      </w:r>
    </w:p>
    <w:p w:rsidR="00FC0A8D" w:rsidRDefault="00FC536B" w:rsidP="00FC536B">
      <w:pPr>
        <w:pStyle w:val="libNormal"/>
      </w:pPr>
      <w:r>
        <w:t>Show me a religion better than Ali's.</w:t>
      </w:r>
    </w:p>
    <w:p w:rsidR="00FC536B" w:rsidRDefault="00FC536B" w:rsidP="00FC536B">
      <w:pPr>
        <w:pStyle w:val="libNormal"/>
      </w:pPr>
      <w:r>
        <w:t>Al-Hajjaj ordered the headsman to behead Kumayl.</w:t>
      </w:r>
    </w:p>
    <w:p w:rsidR="00FC536B" w:rsidRDefault="00FC536B" w:rsidP="00BF5264">
      <w:pPr>
        <w:pStyle w:val="libNormal"/>
      </w:pPr>
      <w:r>
        <w:br w:type="page"/>
      </w:r>
    </w:p>
    <w:p w:rsidR="00FC0A8D" w:rsidRDefault="00FC536B" w:rsidP="000B40AC">
      <w:pPr>
        <w:pStyle w:val="Heading1Center"/>
      </w:pPr>
      <w:bookmarkStart w:id="14" w:name="_Toc443380665"/>
      <w:r>
        <w:lastRenderedPageBreak/>
        <w:t>Kumayl's Shrine</w:t>
      </w:r>
      <w:bookmarkEnd w:id="14"/>
    </w:p>
    <w:p w:rsidR="00FC0A8D" w:rsidRDefault="00FC536B" w:rsidP="00FC536B">
      <w:pPr>
        <w:pStyle w:val="libNormal"/>
      </w:pPr>
      <w:r>
        <w:t>Nowadays, the visitor sees Kumayl's shrine on a hill at Wadi al-Salam in the holy city of Najaf.</w:t>
      </w:r>
    </w:p>
    <w:p w:rsidR="00FC536B" w:rsidRDefault="00FC536B" w:rsidP="00FC536B">
      <w:pPr>
        <w:pStyle w:val="libNormal"/>
      </w:pPr>
      <w:r>
        <w:t>On Thursday nights, sweet words fly high in the sky full of stars. The words remind people of that great martyr whose name is connected with the supplication. So, his name will be immortal.</w:t>
      </w: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0726A" w:rsidRDefault="00F0726A" w:rsidP="00F0726A">
      <w:pPr>
        <w:pStyle w:val="libCenter"/>
      </w:pPr>
      <w:r>
        <w:rPr>
          <w:noProof/>
        </w:rPr>
        <w:drawing>
          <wp:inline distT="0" distB="0" distL="0" distR="0">
            <wp:extent cx="2466975" cy="1847850"/>
            <wp:effectExtent l="19050" t="0" r="9525" b="0"/>
            <wp:docPr id="1" name="Picture 1" descr="D:\barkatullah\books\new books\jamadi 01\kumayl_bin_ziyad\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 01\kumayl_bin_ziyad\04.jpg"/>
                    <pic:cNvPicPr>
                      <a:picLocks noChangeAspect="1" noChangeArrowheads="1"/>
                    </pic:cNvPicPr>
                  </pic:nvPicPr>
                  <pic:blipFill>
                    <a:blip r:embed="rId12"/>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0726A" w:rsidRDefault="00F0726A" w:rsidP="00F0726A">
      <w:pPr>
        <w:pStyle w:val="libCenter"/>
      </w:pPr>
    </w:p>
    <w:p w:rsidR="00F0726A" w:rsidRDefault="00F0726A" w:rsidP="00FC536B">
      <w:pPr>
        <w:pStyle w:val="libNormal"/>
      </w:pPr>
    </w:p>
    <w:p w:rsidR="00FC0A8D" w:rsidRDefault="00FC536B" w:rsidP="00BF5264">
      <w:pPr>
        <w:pStyle w:val="libNormal"/>
      </w:pPr>
      <w:r>
        <w:br w:type="page"/>
      </w:r>
    </w:p>
    <w:p w:rsidR="00A00FE7" w:rsidRDefault="00A00FE7" w:rsidP="00A00FE7">
      <w:pPr>
        <w:pStyle w:val="libCenterBold1"/>
      </w:pPr>
    </w:p>
    <w:p w:rsidR="00A00FE7" w:rsidRDefault="00A00FE7" w:rsidP="00A00FE7">
      <w:pPr>
        <w:pStyle w:val="libCenterBold1"/>
      </w:pPr>
    </w:p>
    <w:p w:rsidR="00A00FE7" w:rsidRDefault="00A00FE7" w:rsidP="00A00FE7">
      <w:pPr>
        <w:pStyle w:val="libCenterBold1"/>
      </w:pPr>
    </w:p>
    <w:p w:rsidR="00A00FE7" w:rsidRDefault="00A00FE7" w:rsidP="00A00FE7">
      <w:pPr>
        <w:pStyle w:val="libCenterBold1"/>
      </w:pPr>
    </w:p>
    <w:p w:rsidR="00A00FE7" w:rsidRDefault="00A00FE7" w:rsidP="00A00FE7">
      <w:pPr>
        <w:pStyle w:val="libCenterBold1"/>
      </w:pPr>
    </w:p>
    <w:p w:rsidR="00A00FE7" w:rsidRDefault="00A00FE7" w:rsidP="00A00FE7">
      <w:pPr>
        <w:pStyle w:val="libCenterBold1"/>
      </w:pPr>
    </w:p>
    <w:p w:rsidR="00A00FE7" w:rsidRDefault="00A00FE7" w:rsidP="00A00FE7">
      <w:pPr>
        <w:pStyle w:val="libCenterBold1"/>
      </w:pPr>
    </w:p>
    <w:p w:rsidR="00A00FE7" w:rsidRDefault="00A00FE7" w:rsidP="00A00FE7">
      <w:pPr>
        <w:pStyle w:val="libCenterBold1"/>
      </w:pPr>
    </w:p>
    <w:p w:rsidR="00A00FE7" w:rsidRDefault="00A00FE7" w:rsidP="00A00FE7">
      <w:pPr>
        <w:pStyle w:val="libCenterBold1"/>
      </w:pPr>
    </w:p>
    <w:p w:rsidR="00A00FE7" w:rsidRDefault="00A00FE7" w:rsidP="00A00FE7">
      <w:pPr>
        <w:pStyle w:val="libCenterBold1"/>
      </w:pPr>
    </w:p>
    <w:p w:rsidR="00A00FE7" w:rsidRDefault="00A00FE7" w:rsidP="00A00FE7">
      <w:pPr>
        <w:pStyle w:val="libCenterBold1"/>
      </w:pPr>
      <w:r>
        <w:t>All rights reserved for Al-Hassanain (p) Network, Imam Hussain (p) Foundation</w:t>
      </w:r>
    </w:p>
    <w:p w:rsidR="00A00FE7" w:rsidRDefault="00A00FE7" w:rsidP="00A00FE7">
      <w:pPr>
        <w:pStyle w:val="libCenterBold1"/>
      </w:pPr>
    </w:p>
    <w:p w:rsidR="00A00FE7" w:rsidRDefault="00A00FE7" w:rsidP="00A00FE7">
      <w:pPr>
        <w:pStyle w:val="libCenterBold1"/>
      </w:pPr>
      <w:r>
        <w:t>Alhassanain (p) Network for Islamic Heritage and Thought</w:t>
      </w:r>
    </w:p>
    <w:p w:rsidR="00A00FE7" w:rsidRDefault="00A00FE7" w:rsidP="00A00FE7">
      <w:pPr>
        <w:pStyle w:val="libCenterBold1"/>
      </w:pPr>
    </w:p>
    <w:p w:rsidR="00413479" w:rsidRDefault="000C7F6A" w:rsidP="00A00FE7">
      <w:pPr>
        <w:pStyle w:val="libCenterBold1"/>
      </w:pPr>
      <w:hyperlink r:id="rId13" w:history="1">
        <w:r w:rsidR="00A00FE7" w:rsidRPr="002A2A38">
          <w:rPr>
            <w:rStyle w:val="Hyperlink"/>
          </w:rPr>
          <w:t>www.alhassanain.org/english</w:t>
        </w:r>
      </w:hyperlink>
    </w:p>
    <w:sectPr w:rsidR="00413479" w:rsidSect="00FC0A8D">
      <w:headerReference w:type="even" r:id="rId14"/>
      <w:footerReference w:type="even" r:id="rId15"/>
      <w:footerReference w:type="default" r:id="rId16"/>
      <w:headerReference w:type="first" r:id="rId17"/>
      <w:footerReference w:type="first" r:id="rId18"/>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4342" w:rsidRDefault="00FD4342" w:rsidP="00113C59">
      <w:r>
        <w:separator/>
      </w:r>
    </w:p>
  </w:endnote>
  <w:endnote w:type="continuationSeparator" w:id="1">
    <w:p w:rsidR="00FD4342" w:rsidRDefault="00FD434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C7F6A" w:rsidP="00745C1D">
    <w:pPr>
      <w:pStyle w:val="Footer"/>
      <w:tabs>
        <w:tab w:val="clear" w:pos="4153"/>
        <w:tab w:val="clear" w:pos="8306"/>
      </w:tabs>
    </w:pPr>
    <w:fldSimple w:instr=" PAGE   \* MERGEFORMAT ">
      <w:r w:rsidR="00FC0A8D">
        <w:rPr>
          <w:noProof/>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C7F6A" w:rsidP="00FC0A8D">
    <w:pPr>
      <w:pStyle w:val="libCenter"/>
    </w:pPr>
    <w:fldSimple w:instr=" PAGE   \* MERGEFORMAT ">
      <w:r w:rsidR="00371345">
        <w:rPr>
          <w:noProof/>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C7F6A" w:rsidP="00745C1D">
    <w:pPr>
      <w:pStyle w:val="Footer"/>
      <w:tabs>
        <w:tab w:val="clear" w:pos="4153"/>
        <w:tab w:val="clear" w:pos="8306"/>
      </w:tabs>
    </w:pPr>
    <w:fldSimple w:instr=" PAGE   \* MERGEFORMAT ">
      <w:r w:rsidR="00FC0A8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4342" w:rsidRDefault="00FD4342" w:rsidP="00113C59">
      <w:r>
        <w:separator/>
      </w:r>
    </w:p>
  </w:footnote>
  <w:footnote w:type="continuationSeparator" w:id="1">
    <w:p w:rsidR="00FD4342" w:rsidRDefault="00FD434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FC0A8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40AC"/>
    <w:rsid w:val="000C0A89"/>
    <w:rsid w:val="000C7722"/>
    <w:rsid w:val="000C7F6A"/>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0D18"/>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019C"/>
    <w:rsid w:val="001D41A1"/>
    <w:rsid w:val="001E11FF"/>
    <w:rsid w:val="001E25DC"/>
    <w:rsid w:val="001E5959"/>
    <w:rsid w:val="001F0713"/>
    <w:rsid w:val="001F3B19"/>
    <w:rsid w:val="00202C7B"/>
    <w:rsid w:val="002054C5"/>
    <w:rsid w:val="002139CB"/>
    <w:rsid w:val="00214801"/>
    <w:rsid w:val="002177A1"/>
    <w:rsid w:val="00224964"/>
    <w:rsid w:val="002267C7"/>
    <w:rsid w:val="00227FEE"/>
    <w:rsid w:val="00241F59"/>
    <w:rsid w:val="0024265C"/>
    <w:rsid w:val="002439A9"/>
    <w:rsid w:val="00244C2E"/>
    <w:rsid w:val="00250544"/>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2A1"/>
    <w:rsid w:val="002E4D3D"/>
    <w:rsid w:val="002E5CA1"/>
    <w:rsid w:val="002E6022"/>
    <w:rsid w:val="002F3626"/>
    <w:rsid w:val="00301EBF"/>
    <w:rsid w:val="00307C3A"/>
    <w:rsid w:val="00310D1D"/>
    <w:rsid w:val="00314114"/>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1345"/>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40BB"/>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2C2D"/>
    <w:rsid w:val="004F58BA"/>
    <w:rsid w:val="005022E5"/>
    <w:rsid w:val="00512375"/>
    <w:rsid w:val="00515171"/>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7D60"/>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6603"/>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05F0"/>
    <w:rsid w:val="00821393"/>
    <w:rsid w:val="00821493"/>
    <w:rsid w:val="00826B87"/>
    <w:rsid w:val="00831B8F"/>
    <w:rsid w:val="008340ED"/>
    <w:rsid w:val="00835393"/>
    <w:rsid w:val="00837259"/>
    <w:rsid w:val="0084238B"/>
    <w:rsid w:val="0084318E"/>
    <w:rsid w:val="0084496F"/>
    <w:rsid w:val="00850983"/>
    <w:rsid w:val="00856941"/>
    <w:rsid w:val="00857A7C"/>
    <w:rsid w:val="008645D6"/>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1F63"/>
    <w:rsid w:val="009D3969"/>
    <w:rsid w:val="009D6CB0"/>
    <w:rsid w:val="009E03BE"/>
    <w:rsid w:val="009E07BB"/>
    <w:rsid w:val="009E4824"/>
    <w:rsid w:val="009E67C9"/>
    <w:rsid w:val="009E6DE8"/>
    <w:rsid w:val="009E7AB9"/>
    <w:rsid w:val="009F2C77"/>
    <w:rsid w:val="009F4A72"/>
    <w:rsid w:val="009F5327"/>
    <w:rsid w:val="009F6DDF"/>
    <w:rsid w:val="00A00A9C"/>
    <w:rsid w:val="00A00FE7"/>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86C"/>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1008"/>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390A"/>
    <w:rsid w:val="00BB5951"/>
    <w:rsid w:val="00BB5C83"/>
    <w:rsid w:val="00BB643C"/>
    <w:rsid w:val="00BC499A"/>
    <w:rsid w:val="00BC717E"/>
    <w:rsid w:val="00BC7435"/>
    <w:rsid w:val="00BD4DFE"/>
    <w:rsid w:val="00BD593F"/>
    <w:rsid w:val="00BD6706"/>
    <w:rsid w:val="00BE0D08"/>
    <w:rsid w:val="00BE7ED8"/>
    <w:rsid w:val="00BF5264"/>
    <w:rsid w:val="00C07677"/>
    <w:rsid w:val="00C1570C"/>
    <w:rsid w:val="00C22361"/>
    <w:rsid w:val="00C26D89"/>
    <w:rsid w:val="00C31833"/>
    <w:rsid w:val="00C33018"/>
    <w:rsid w:val="00C33B4D"/>
    <w:rsid w:val="00C35A49"/>
    <w:rsid w:val="00C36AF1"/>
    <w:rsid w:val="00C37458"/>
    <w:rsid w:val="00C37AF7"/>
    <w:rsid w:val="00C45E29"/>
    <w:rsid w:val="00C5636F"/>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0726A"/>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0A8D"/>
    <w:rsid w:val="00FC536B"/>
    <w:rsid w:val="00FD04E0"/>
    <w:rsid w:val="00FD4342"/>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0726A"/>
    <w:rPr>
      <w:rFonts w:ascii="Tahoma" w:hAnsi="Tahoma" w:cs="Tahoma"/>
      <w:sz w:val="16"/>
      <w:szCs w:val="16"/>
    </w:rPr>
  </w:style>
  <w:style w:type="character" w:customStyle="1" w:styleId="DocumentMapChar">
    <w:name w:val="Document Map Char"/>
    <w:basedOn w:val="DefaultParagraphFont"/>
    <w:link w:val="DocumentMap"/>
    <w:rsid w:val="00F0726A"/>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yperlink" Target="http://www.alhassanain.org/english"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03B0B-A42E-4F72-B85E-730797AED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15</TotalTime>
  <Pages>1</Pages>
  <Words>1734</Words>
  <Characters>9890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20</cp:revision>
  <cp:lastPrinted>2016-02-16T06:42:00Z</cp:lastPrinted>
  <dcterms:created xsi:type="dcterms:W3CDTF">2016-02-16T06:07:00Z</dcterms:created>
  <dcterms:modified xsi:type="dcterms:W3CDTF">2016-02-16T06:43:00Z</dcterms:modified>
</cp:coreProperties>
</file>