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EFD" w:rsidRDefault="00F46EFD" w:rsidP="00494D4F">
      <w:pPr>
        <w:pStyle w:val="libCenterTitr"/>
        <w:rPr>
          <w:rtl/>
        </w:rPr>
      </w:pPr>
    </w:p>
    <w:p w:rsidR="00F46EFD" w:rsidRDefault="00F46EFD" w:rsidP="00F46EFD">
      <w:pPr>
        <w:pStyle w:val="libCenterBold1"/>
        <w:rPr>
          <w:rtl/>
        </w:rPr>
      </w:pPr>
      <w:proofErr w:type="spellStart"/>
      <w:r w:rsidRPr="00F46EFD">
        <w:t>Alhassanain</w:t>
      </w:r>
      <w:proofErr w:type="spellEnd"/>
      <w:r w:rsidRPr="00F46EFD">
        <w:t xml:space="preserve"> (p) Network for Islamic Heritage and Thought</w:t>
      </w:r>
    </w:p>
    <w:p w:rsidR="00F46EFD" w:rsidRDefault="00F46EFD" w:rsidP="00494D4F">
      <w:pPr>
        <w:pStyle w:val="libCenterTitr"/>
        <w:rPr>
          <w:rtl/>
        </w:rPr>
      </w:pPr>
    </w:p>
    <w:p w:rsidR="00F46EFD" w:rsidRDefault="00F46EFD" w:rsidP="00494D4F">
      <w:pPr>
        <w:pStyle w:val="libCenterTitr"/>
        <w:rPr>
          <w:rtl/>
        </w:rPr>
      </w:pPr>
    </w:p>
    <w:p w:rsidR="00B73579" w:rsidRDefault="00B73579" w:rsidP="00494D4F">
      <w:pPr>
        <w:pStyle w:val="libCenterTitr"/>
      </w:pPr>
      <w:r>
        <w:t>Remembering Karbala</w:t>
      </w:r>
      <w:r w:rsidR="00494D4F">
        <w:t xml:space="preserve"> </w:t>
      </w:r>
      <w:r>
        <w:t>Once Again</w:t>
      </w:r>
    </w:p>
    <w:p w:rsidR="00B73579" w:rsidRDefault="00B73579" w:rsidP="00494D4F">
      <w:pPr>
        <w:pStyle w:val="libCenterBold1"/>
      </w:pPr>
      <w:r w:rsidRPr="00494D4F">
        <w:t>Selected</w:t>
      </w:r>
      <w:r>
        <w:t xml:space="preserve"> </w:t>
      </w:r>
      <w:proofErr w:type="spellStart"/>
      <w:r>
        <w:t>Marsias</w:t>
      </w:r>
      <w:proofErr w:type="spellEnd"/>
      <w:r>
        <w:t xml:space="preserve"> of Meer Anis and </w:t>
      </w:r>
      <w:proofErr w:type="spellStart"/>
      <w:r>
        <w:t>Mirza</w:t>
      </w:r>
      <w:proofErr w:type="spellEnd"/>
      <w:r>
        <w:t xml:space="preserve"> </w:t>
      </w:r>
      <w:proofErr w:type="spellStart"/>
      <w:r>
        <w:t>Dabeer</w:t>
      </w:r>
      <w:proofErr w:type="spellEnd"/>
    </w:p>
    <w:p w:rsidR="00F46EFD" w:rsidRDefault="00F46EFD" w:rsidP="00494D4F">
      <w:pPr>
        <w:pStyle w:val="libCenterBold1"/>
      </w:pPr>
    </w:p>
    <w:p w:rsidR="00B73579" w:rsidRDefault="00B73579" w:rsidP="00494D4F">
      <w:pPr>
        <w:pStyle w:val="libCenterBold1"/>
      </w:pPr>
      <w:r>
        <w:t>Translated by</w:t>
      </w:r>
      <w:r w:rsidR="00494D4F">
        <w:t xml:space="preserve">: </w:t>
      </w:r>
      <w:proofErr w:type="spellStart"/>
      <w:r>
        <w:t>Syeda</w:t>
      </w:r>
      <w:proofErr w:type="spellEnd"/>
      <w:r>
        <w:t xml:space="preserve"> B. </w:t>
      </w:r>
      <w:proofErr w:type="spellStart"/>
      <w:r>
        <w:t>Raza</w:t>
      </w:r>
      <w:proofErr w:type="spellEnd"/>
    </w:p>
    <w:p w:rsidR="00B73579" w:rsidRDefault="00B73579" w:rsidP="00494D4F">
      <w:pPr>
        <w:pStyle w:val="libCenterBold1"/>
      </w:pPr>
      <w:r>
        <w:t>Published in the U.S.A April 2003</w:t>
      </w:r>
    </w:p>
    <w:p w:rsidR="00F46EFD" w:rsidRDefault="00F46EFD" w:rsidP="00494D4F">
      <w:pPr>
        <w:pStyle w:val="libCenterBold1"/>
      </w:pPr>
    </w:p>
    <w:p w:rsidR="00B73579" w:rsidRDefault="00B73579" w:rsidP="00494D4F">
      <w:pPr>
        <w:pStyle w:val="libCenterBold1"/>
        <w:rPr>
          <w:rtl/>
        </w:rPr>
      </w:pPr>
      <w:r>
        <w:t xml:space="preserve">First edition, printed in </w:t>
      </w:r>
      <w:proofErr w:type="spellStart"/>
      <w:r>
        <w:t>Hyderbarad</w:t>
      </w:r>
      <w:proofErr w:type="spellEnd"/>
      <w:r>
        <w:t>, India in early 2003</w:t>
      </w:r>
    </w:p>
    <w:p w:rsidR="00F46EFD" w:rsidRDefault="00F46EFD" w:rsidP="00494D4F">
      <w:pPr>
        <w:pStyle w:val="libCenterBold1"/>
        <w:rPr>
          <w:rtl/>
        </w:rPr>
      </w:pPr>
    </w:p>
    <w:p w:rsidR="00F46EFD" w:rsidRDefault="00F46EFD" w:rsidP="00494D4F">
      <w:pPr>
        <w:pStyle w:val="libCenterBold1"/>
        <w:rPr>
          <w:rtl/>
        </w:rPr>
      </w:pPr>
    </w:p>
    <w:p w:rsidR="00F46EFD" w:rsidRDefault="00F46EFD" w:rsidP="00494D4F">
      <w:pPr>
        <w:pStyle w:val="libCenterBold1"/>
        <w:rPr>
          <w:rtl/>
        </w:rPr>
      </w:pPr>
    </w:p>
    <w:p w:rsidR="00F46EFD" w:rsidRDefault="00F46EFD" w:rsidP="00494D4F">
      <w:pPr>
        <w:pStyle w:val="libCenterBold1"/>
        <w:rPr>
          <w:rtl/>
        </w:rPr>
      </w:pPr>
    </w:p>
    <w:p w:rsidR="00F46EFD" w:rsidRDefault="00F46EFD" w:rsidP="00494D4F">
      <w:pPr>
        <w:pStyle w:val="libCenterBold1"/>
        <w:rPr>
          <w:rtl/>
        </w:rPr>
      </w:pPr>
    </w:p>
    <w:p w:rsidR="00F46EFD" w:rsidRDefault="00A204DD" w:rsidP="00494D4F">
      <w:pPr>
        <w:pStyle w:val="libCenterBold1"/>
        <w:rPr>
          <w:lang w:bidi="ur-PK"/>
        </w:rPr>
      </w:pPr>
      <w:hyperlink r:id="rId8" w:history="1">
        <w:r w:rsidR="00F46EFD" w:rsidRPr="0041098D">
          <w:rPr>
            <w:rStyle w:val="Hyperlink"/>
            <w:lang w:bidi="ur-PK"/>
          </w:rPr>
          <w:t>www.alhassanain.org/english</w:t>
        </w:r>
      </w:hyperlink>
    </w:p>
    <w:p w:rsidR="00581026" w:rsidRDefault="00581026" w:rsidP="00581026">
      <w:pPr>
        <w:pStyle w:val="libNormal"/>
      </w:pPr>
      <w:r>
        <w:br w:type="page"/>
      </w:r>
    </w:p>
    <w:sdt>
      <w:sdtPr>
        <w:rPr>
          <w:rStyle w:val="libNormalChar"/>
        </w:rPr>
        <w:id w:val="13986532"/>
        <w:docPartObj>
          <w:docPartGallery w:val="Table of Contents"/>
          <w:docPartUnique/>
        </w:docPartObj>
      </w:sdtPr>
      <w:sdtEndPr>
        <w:rPr>
          <w:rStyle w:val="DefaultParagraphFont"/>
          <w:b w:val="0"/>
          <w:bCs w:val="0"/>
        </w:rPr>
      </w:sdtEndPr>
      <w:sdtContent>
        <w:p w:rsidR="005A2070" w:rsidRDefault="005A2070" w:rsidP="005A2070">
          <w:pPr>
            <w:pStyle w:val="libCenterBold1"/>
          </w:pPr>
          <w:r>
            <w:t>Table of Contents</w:t>
          </w:r>
        </w:p>
        <w:p w:rsidR="005A2070" w:rsidRDefault="00A204DD" w:rsidP="005A2070">
          <w:pPr>
            <w:pStyle w:val="TOC1"/>
            <w:rPr>
              <w:rFonts w:asciiTheme="minorHAnsi" w:eastAsiaTheme="minorEastAsia" w:hAnsiTheme="minorHAnsi" w:cstheme="minorBidi"/>
              <w:b w:val="0"/>
              <w:bCs w:val="0"/>
              <w:color w:val="auto"/>
              <w:sz w:val="22"/>
              <w:szCs w:val="22"/>
              <w:rtl/>
            </w:rPr>
          </w:pPr>
          <w:r w:rsidRPr="00A204DD">
            <w:fldChar w:fldCharType="begin"/>
          </w:r>
          <w:r w:rsidR="005A2070">
            <w:instrText xml:space="preserve"> TOC \o "1-3" \h \z \u </w:instrText>
          </w:r>
          <w:r w:rsidRPr="00A204DD">
            <w:fldChar w:fldCharType="separate"/>
          </w:r>
          <w:hyperlink w:anchor="_Toc443827475" w:history="1">
            <w:r w:rsidR="005A2070" w:rsidRPr="0089000B">
              <w:rPr>
                <w:rStyle w:val="Hyperlink"/>
              </w:rPr>
              <w:t>Acknowledgements</w:t>
            </w:r>
            <w:r w:rsidR="005A2070">
              <w:rPr>
                <w:webHidden/>
                <w:rtl/>
              </w:rPr>
              <w:tab/>
            </w:r>
            <w:r>
              <w:rPr>
                <w:webHidden/>
                <w:rtl/>
              </w:rPr>
              <w:fldChar w:fldCharType="begin"/>
            </w:r>
            <w:r w:rsidR="005A2070">
              <w:rPr>
                <w:webHidden/>
                <w:rtl/>
              </w:rPr>
              <w:instrText xml:space="preserve"> </w:instrText>
            </w:r>
            <w:r w:rsidR="005A2070">
              <w:rPr>
                <w:webHidden/>
              </w:rPr>
              <w:instrText>PAGEREF</w:instrText>
            </w:r>
            <w:r w:rsidR="005A2070">
              <w:rPr>
                <w:webHidden/>
                <w:rtl/>
              </w:rPr>
              <w:instrText xml:space="preserve"> _</w:instrText>
            </w:r>
            <w:r w:rsidR="005A2070">
              <w:rPr>
                <w:webHidden/>
              </w:rPr>
              <w:instrText>Toc443827475 \h</w:instrText>
            </w:r>
            <w:r w:rsidR="005A2070">
              <w:rPr>
                <w:webHidden/>
                <w:rtl/>
              </w:rPr>
              <w:instrText xml:space="preserve"> </w:instrText>
            </w:r>
            <w:r>
              <w:rPr>
                <w:webHidden/>
                <w:rtl/>
              </w:rPr>
            </w:r>
            <w:r>
              <w:rPr>
                <w:webHidden/>
                <w:rtl/>
              </w:rPr>
              <w:fldChar w:fldCharType="separate"/>
            </w:r>
            <w:r w:rsidR="00CE1D11">
              <w:rPr>
                <w:webHidden/>
              </w:rPr>
              <w:t>3</w:t>
            </w:r>
            <w:r>
              <w:rPr>
                <w:webHidden/>
                <w:rtl/>
              </w:rPr>
              <w:fldChar w:fldCharType="end"/>
            </w:r>
          </w:hyperlink>
        </w:p>
        <w:p w:rsidR="005A2070" w:rsidRDefault="00A204DD" w:rsidP="005A2070">
          <w:pPr>
            <w:pStyle w:val="TOC1"/>
            <w:rPr>
              <w:rFonts w:asciiTheme="minorHAnsi" w:eastAsiaTheme="minorEastAsia" w:hAnsiTheme="minorHAnsi" w:cstheme="minorBidi"/>
              <w:b w:val="0"/>
              <w:bCs w:val="0"/>
              <w:color w:val="auto"/>
              <w:sz w:val="22"/>
              <w:szCs w:val="22"/>
              <w:rtl/>
            </w:rPr>
          </w:pPr>
          <w:hyperlink w:anchor="_Toc443827476" w:history="1">
            <w:r w:rsidR="005A2070" w:rsidRPr="0089000B">
              <w:rPr>
                <w:rStyle w:val="Hyperlink"/>
              </w:rPr>
              <w:t>About the Translator</w:t>
            </w:r>
            <w:r w:rsidR="005A2070">
              <w:rPr>
                <w:webHidden/>
                <w:rtl/>
              </w:rPr>
              <w:tab/>
            </w:r>
            <w:r>
              <w:rPr>
                <w:webHidden/>
                <w:rtl/>
              </w:rPr>
              <w:fldChar w:fldCharType="begin"/>
            </w:r>
            <w:r w:rsidR="005A2070">
              <w:rPr>
                <w:webHidden/>
                <w:rtl/>
              </w:rPr>
              <w:instrText xml:space="preserve"> </w:instrText>
            </w:r>
            <w:r w:rsidR="005A2070">
              <w:rPr>
                <w:webHidden/>
              </w:rPr>
              <w:instrText>PAGEREF</w:instrText>
            </w:r>
            <w:r w:rsidR="005A2070">
              <w:rPr>
                <w:webHidden/>
                <w:rtl/>
              </w:rPr>
              <w:instrText xml:space="preserve"> _</w:instrText>
            </w:r>
            <w:r w:rsidR="005A2070">
              <w:rPr>
                <w:webHidden/>
              </w:rPr>
              <w:instrText>Toc443827476 \h</w:instrText>
            </w:r>
            <w:r w:rsidR="005A2070">
              <w:rPr>
                <w:webHidden/>
                <w:rtl/>
              </w:rPr>
              <w:instrText xml:space="preserve"> </w:instrText>
            </w:r>
            <w:r>
              <w:rPr>
                <w:webHidden/>
                <w:rtl/>
              </w:rPr>
            </w:r>
            <w:r>
              <w:rPr>
                <w:webHidden/>
                <w:rtl/>
              </w:rPr>
              <w:fldChar w:fldCharType="separate"/>
            </w:r>
            <w:r w:rsidR="00CE1D11">
              <w:rPr>
                <w:webHidden/>
              </w:rPr>
              <w:t>4</w:t>
            </w:r>
            <w:r>
              <w:rPr>
                <w:webHidden/>
                <w:rtl/>
              </w:rPr>
              <w:fldChar w:fldCharType="end"/>
            </w:r>
          </w:hyperlink>
        </w:p>
        <w:p w:rsidR="005A2070" w:rsidRDefault="00A204DD" w:rsidP="005A2070">
          <w:pPr>
            <w:pStyle w:val="TOC1"/>
            <w:rPr>
              <w:rFonts w:asciiTheme="minorHAnsi" w:eastAsiaTheme="minorEastAsia" w:hAnsiTheme="minorHAnsi" w:cstheme="minorBidi"/>
              <w:b w:val="0"/>
              <w:bCs w:val="0"/>
              <w:color w:val="auto"/>
              <w:sz w:val="22"/>
              <w:szCs w:val="22"/>
              <w:rtl/>
            </w:rPr>
          </w:pPr>
          <w:hyperlink w:anchor="_Toc443827477" w:history="1">
            <w:r w:rsidR="005A2070" w:rsidRPr="0089000B">
              <w:rPr>
                <w:rStyle w:val="Hyperlink"/>
              </w:rPr>
              <w:t>Introduction</w:t>
            </w:r>
            <w:r w:rsidR="005A2070">
              <w:rPr>
                <w:webHidden/>
                <w:rtl/>
              </w:rPr>
              <w:tab/>
            </w:r>
            <w:r>
              <w:rPr>
                <w:webHidden/>
                <w:rtl/>
              </w:rPr>
              <w:fldChar w:fldCharType="begin"/>
            </w:r>
            <w:r w:rsidR="005A2070">
              <w:rPr>
                <w:webHidden/>
                <w:rtl/>
              </w:rPr>
              <w:instrText xml:space="preserve"> </w:instrText>
            </w:r>
            <w:r w:rsidR="005A2070">
              <w:rPr>
                <w:webHidden/>
              </w:rPr>
              <w:instrText>PAGEREF</w:instrText>
            </w:r>
            <w:r w:rsidR="005A2070">
              <w:rPr>
                <w:webHidden/>
                <w:rtl/>
              </w:rPr>
              <w:instrText xml:space="preserve"> _</w:instrText>
            </w:r>
            <w:r w:rsidR="005A2070">
              <w:rPr>
                <w:webHidden/>
              </w:rPr>
              <w:instrText>Toc443827477 \h</w:instrText>
            </w:r>
            <w:r w:rsidR="005A2070">
              <w:rPr>
                <w:webHidden/>
                <w:rtl/>
              </w:rPr>
              <w:instrText xml:space="preserve"> </w:instrText>
            </w:r>
            <w:r>
              <w:rPr>
                <w:webHidden/>
                <w:rtl/>
              </w:rPr>
            </w:r>
            <w:r>
              <w:rPr>
                <w:webHidden/>
                <w:rtl/>
              </w:rPr>
              <w:fldChar w:fldCharType="separate"/>
            </w:r>
            <w:r w:rsidR="00CE1D11">
              <w:rPr>
                <w:webHidden/>
              </w:rPr>
              <w:t>5</w:t>
            </w:r>
            <w:r>
              <w:rPr>
                <w:webHidden/>
                <w:rtl/>
              </w:rPr>
              <w:fldChar w:fldCharType="end"/>
            </w:r>
          </w:hyperlink>
        </w:p>
        <w:p w:rsidR="005A2070" w:rsidRDefault="00A204DD" w:rsidP="005A2070">
          <w:pPr>
            <w:pStyle w:val="TOC1"/>
            <w:rPr>
              <w:rFonts w:asciiTheme="minorHAnsi" w:eastAsiaTheme="minorEastAsia" w:hAnsiTheme="minorHAnsi" w:cstheme="minorBidi"/>
              <w:b w:val="0"/>
              <w:bCs w:val="0"/>
              <w:color w:val="auto"/>
              <w:sz w:val="22"/>
              <w:szCs w:val="22"/>
              <w:rtl/>
            </w:rPr>
          </w:pPr>
          <w:hyperlink w:anchor="_Toc443827478" w:history="1">
            <w:r w:rsidR="005A2070" w:rsidRPr="0089000B">
              <w:rPr>
                <w:rStyle w:val="Hyperlink"/>
              </w:rPr>
              <w:t>Marsiya n. 1: Husain Leaves Medina</w:t>
            </w:r>
            <w:r w:rsidR="005A2070">
              <w:rPr>
                <w:webHidden/>
                <w:rtl/>
              </w:rPr>
              <w:tab/>
            </w:r>
            <w:r>
              <w:rPr>
                <w:webHidden/>
                <w:rtl/>
              </w:rPr>
              <w:fldChar w:fldCharType="begin"/>
            </w:r>
            <w:r w:rsidR="005A2070">
              <w:rPr>
                <w:webHidden/>
                <w:rtl/>
              </w:rPr>
              <w:instrText xml:space="preserve"> </w:instrText>
            </w:r>
            <w:r w:rsidR="005A2070">
              <w:rPr>
                <w:webHidden/>
              </w:rPr>
              <w:instrText>PAGEREF</w:instrText>
            </w:r>
            <w:r w:rsidR="005A2070">
              <w:rPr>
                <w:webHidden/>
                <w:rtl/>
              </w:rPr>
              <w:instrText xml:space="preserve"> _</w:instrText>
            </w:r>
            <w:r w:rsidR="005A2070">
              <w:rPr>
                <w:webHidden/>
              </w:rPr>
              <w:instrText>Toc443827478 \h</w:instrText>
            </w:r>
            <w:r w:rsidR="005A2070">
              <w:rPr>
                <w:webHidden/>
                <w:rtl/>
              </w:rPr>
              <w:instrText xml:space="preserve"> </w:instrText>
            </w:r>
            <w:r>
              <w:rPr>
                <w:webHidden/>
                <w:rtl/>
              </w:rPr>
            </w:r>
            <w:r>
              <w:rPr>
                <w:webHidden/>
                <w:rtl/>
              </w:rPr>
              <w:fldChar w:fldCharType="separate"/>
            </w:r>
            <w:r w:rsidR="00CE1D11">
              <w:rPr>
                <w:webHidden/>
              </w:rPr>
              <w:t>6</w:t>
            </w:r>
            <w:r>
              <w:rPr>
                <w:webHidden/>
                <w:rtl/>
              </w:rPr>
              <w:fldChar w:fldCharType="end"/>
            </w:r>
          </w:hyperlink>
        </w:p>
        <w:p w:rsidR="005A2070" w:rsidRDefault="00A204DD" w:rsidP="005A2070">
          <w:pPr>
            <w:pStyle w:val="TOC2"/>
            <w:rPr>
              <w:rFonts w:asciiTheme="minorHAnsi" w:eastAsiaTheme="minorEastAsia" w:hAnsiTheme="minorHAnsi" w:cstheme="minorBidi"/>
              <w:color w:val="auto"/>
              <w:sz w:val="22"/>
              <w:szCs w:val="22"/>
              <w:rtl/>
            </w:rPr>
          </w:pPr>
          <w:hyperlink w:anchor="_Toc443827479" w:history="1">
            <w:r w:rsidR="005A2070" w:rsidRPr="0089000B">
              <w:rPr>
                <w:rStyle w:val="Hyperlink"/>
              </w:rPr>
              <w:t>The Journey of Imam Husain (‘a): Leaving Medina</w:t>
            </w:r>
            <w:r w:rsidR="005A2070">
              <w:rPr>
                <w:webHidden/>
                <w:rtl/>
              </w:rPr>
              <w:tab/>
            </w:r>
            <w:r>
              <w:rPr>
                <w:webHidden/>
                <w:rtl/>
              </w:rPr>
              <w:fldChar w:fldCharType="begin"/>
            </w:r>
            <w:r w:rsidR="005A2070">
              <w:rPr>
                <w:webHidden/>
                <w:rtl/>
              </w:rPr>
              <w:instrText xml:space="preserve"> </w:instrText>
            </w:r>
            <w:r w:rsidR="005A2070">
              <w:rPr>
                <w:webHidden/>
              </w:rPr>
              <w:instrText>PAGEREF</w:instrText>
            </w:r>
            <w:r w:rsidR="005A2070">
              <w:rPr>
                <w:webHidden/>
                <w:rtl/>
              </w:rPr>
              <w:instrText xml:space="preserve"> _</w:instrText>
            </w:r>
            <w:r w:rsidR="005A2070">
              <w:rPr>
                <w:webHidden/>
              </w:rPr>
              <w:instrText>Toc443827479 \h</w:instrText>
            </w:r>
            <w:r w:rsidR="005A2070">
              <w:rPr>
                <w:webHidden/>
                <w:rtl/>
              </w:rPr>
              <w:instrText xml:space="preserve"> </w:instrText>
            </w:r>
            <w:r>
              <w:rPr>
                <w:webHidden/>
                <w:rtl/>
              </w:rPr>
            </w:r>
            <w:r>
              <w:rPr>
                <w:webHidden/>
                <w:rtl/>
              </w:rPr>
              <w:fldChar w:fldCharType="separate"/>
            </w:r>
            <w:r w:rsidR="00CE1D11">
              <w:rPr>
                <w:webHidden/>
              </w:rPr>
              <w:t>6</w:t>
            </w:r>
            <w:r>
              <w:rPr>
                <w:webHidden/>
                <w:rtl/>
              </w:rPr>
              <w:fldChar w:fldCharType="end"/>
            </w:r>
          </w:hyperlink>
        </w:p>
        <w:p w:rsidR="005A2070" w:rsidRDefault="00A204DD" w:rsidP="005A2070">
          <w:pPr>
            <w:pStyle w:val="TOC3"/>
            <w:rPr>
              <w:rFonts w:asciiTheme="minorHAnsi" w:eastAsiaTheme="minorEastAsia" w:hAnsiTheme="minorHAnsi" w:cstheme="minorBidi"/>
              <w:noProof/>
              <w:color w:val="auto"/>
              <w:sz w:val="22"/>
              <w:szCs w:val="22"/>
              <w:rtl/>
            </w:rPr>
          </w:pPr>
          <w:hyperlink w:anchor="_Toc443827480" w:history="1">
            <w:r w:rsidR="005A2070" w:rsidRPr="0089000B">
              <w:rPr>
                <w:rStyle w:val="Hyperlink"/>
                <w:noProof/>
              </w:rPr>
              <w:t>("Ghar Sejab Behre Safar Sayyid a Aalam Nikle")</w:t>
            </w:r>
            <w:r w:rsidR="005A2070">
              <w:rPr>
                <w:noProof/>
                <w:webHidden/>
                <w:rtl/>
              </w:rPr>
              <w:tab/>
            </w:r>
            <w:r>
              <w:rPr>
                <w:noProof/>
                <w:webHidden/>
                <w:rtl/>
              </w:rPr>
              <w:fldChar w:fldCharType="begin"/>
            </w:r>
            <w:r w:rsidR="005A2070">
              <w:rPr>
                <w:noProof/>
                <w:webHidden/>
                <w:rtl/>
              </w:rPr>
              <w:instrText xml:space="preserve"> </w:instrText>
            </w:r>
            <w:r w:rsidR="005A2070">
              <w:rPr>
                <w:noProof/>
                <w:webHidden/>
              </w:rPr>
              <w:instrText>PAGEREF</w:instrText>
            </w:r>
            <w:r w:rsidR="005A2070">
              <w:rPr>
                <w:noProof/>
                <w:webHidden/>
                <w:rtl/>
              </w:rPr>
              <w:instrText xml:space="preserve"> _</w:instrText>
            </w:r>
            <w:r w:rsidR="005A2070">
              <w:rPr>
                <w:noProof/>
                <w:webHidden/>
              </w:rPr>
              <w:instrText>Toc443827480 \h</w:instrText>
            </w:r>
            <w:r w:rsidR="005A2070">
              <w:rPr>
                <w:noProof/>
                <w:webHidden/>
                <w:rtl/>
              </w:rPr>
              <w:instrText xml:space="preserve"> </w:instrText>
            </w:r>
            <w:r>
              <w:rPr>
                <w:noProof/>
                <w:webHidden/>
                <w:rtl/>
              </w:rPr>
            </w:r>
            <w:r>
              <w:rPr>
                <w:noProof/>
                <w:webHidden/>
                <w:rtl/>
              </w:rPr>
              <w:fldChar w:fldCharType="separate"/>
            </w:r>
            <w:r w:rsidR="00CE1D11">
              <w:rPr>
                <w:noProof/>
                <w:webHidden/>
              </w:rPr>
              <w:t>6</w:t>
            </w:r>
            <w:r>
              <w:rPr>
                <w:noProof/>
                <w:webHidden/>
                <w:rtl/>
              </w:rPr>
              <w:fldChar w:fldCharType="end"/>
            </w:r>
          </w:hyperlink>
        </w:p>
        <w:p w:rsidR="005A2070" w:rsidRDefault="00A204DD" w:rsidP="005A2070">
          <w:pPr>
            <w:pStyle w:val="TOC1"/>
            <w:rPr>
              <w:rFonts w:asciiTheme="minorHAnsi" w:eastAsiaTheme="minorEastAsia" w:hAnsiTheme="minorHAnsi" w:cstheme="minorBidi"/>
              <w:b w:val="0"/>
              <w:bCs w:val="0"/>
              <w:color w:val="auto"/>
              <w:sz w:val="22"/>
              <w:szCs w:val="22"/>
              <w:rtl/>
            </w:rPr>
          </w:pPr>
          <w:hyperlink w:anchor="_Toc443827481" w:history="1">
            <w:r w:rsidR="005A2070" w:rsidRPr="0089000B">
              <w:rPr>
                <w:rStyle w:val="Hyperlink"/>
              </w:rPr>
              <w:t>Marsiya n. 2: Hurr: The Warrior Friend</w:t>
            </w:r>
            <w:r w:rsidR="005A2070">
              <w:rPr>
                <w:webHidden/>
                <w:rtl/>
              </w:rPr>
              <w:tab/>
            </w:r>
            <w:r>
              <w:rPr>
                <w:webHidden/>
                <w:rtl/>
              </w:rPr>
              <w:fldChar w:fldCharType="begin"/>
            </w:r>
            <w:r w:rsidR="005A2070">
              <w:rPr>
                <w:webHidden/>
                <w:rtl/>
              </w:rPr>
              <w:instrText xml:space="preserve"> </w:instrText>
            </w:r>
            <w:r w:rsidR="005A2070">
              <w:rPr>
                <w:webHidden/>
              </w:rPr>
              <w:instrText>PAGEREF</w:instrText>
            </w:r>
            <w:r w:rsidR="005A2070">
              <w:rPr>
                <w:webHidden/>
                <w:rtl/>
              </w:rPr>
              <w:instrText xml:space="preserve"> _</w:instrText>
            </w:r>
            <w:r w:rsidR="005A2070">
              <w:rPr>
                <w:webHidden/>
              </w:rPr>
              <w:instrText>Toc443827481 \h</w:instrText>
            </w:r>
            <w:r w:rsidR="005A2070">
              <w:rPr>
                <w:webHidden/>
                <w:rtl/>
              </w:rPr>
              <w:instrText xml:space="preserve"> </w:instrText>
            </w:r>
            <w:r>
              <w:rPr>
                <w:webHidden/>
                <w:rtl/>
              </w:rPr>
            </w:r>
            <w:r>
              <w:rPr>
                <w:webHidden/>
                <w:rtl/>
              </w:rPr>
              <w:fldChar w:fldCharType="separate"/>
            </w:r>
            <w:r w:rsidR="00CE1D11">
              <w:rPr>
                <w:webHidden/>
              </w:rPr>
              <w:t>8</w:t>
            </w:r>
            <w:r>
              <w:rPr>
                <w:webHidden/>
                <w:rtl/>
              </w:rPr>
              <w:fldChar w:fldCharType="end"/>
            </w:r>
          </w:hyperlink>
        </w:p>
        <w:p w:rsidR="005A2070" w:rsidRDefault="00A204DD" w:rsidP="005A2070">
          <w:pPr>
            <w:pStyle w:val="TOC2"/>
            <w:rPr>
              <w:rFonts w:asciiTheme="minorHAnsi" w:eastAsiaTheme="minorEastAsia" w:hAnsiTheme="minorHAnsi" w:cstheme="minorBidi"/>
              <w:color w:val="auto"/>
              <w:sz w:val="22"/>
              <w:szCs w:val="22"/>
              <w:rtl/>
            </w:rPr>
          </w:pPr>
          <w:hyperlink w:anchor="_Toc443827482" w:history="1">
            <w:r w:rsidR="005A2070" w:rsidRPr="0089000B">
              <w:rPr>
                <w:rStyle w:val="Hyperlink"/>
              </w:rPr>
              <w:t>The Warrior Friend of Imam Husain (‘a) Respected Hurr</w:t>
            </w:r>
            <w:r w:rsidR="005A2070">
              <w:rPr>
                <w:webHidden/>
                <w:rtl/>
              </w:rPr>
              <w:tab/>
            </w:r>
            <w:r>
              <w:rPr>
                <w:webHidden/>
                <w:rtl/>
              </w:rPr>
              <w:fldChar w:fldCharType="begin"/>
            </w:r>
            <w:r w:rsidR="005A2070">
              <w:rPr>
                <w:webHidden/>
                <w:rtl/>
              </w:rPr>
              <w:instrText xml:space="preserve"> </w:instrText>
            </w:r>
            <w:r w:rsidR="005A2070">
              <w:rPr>
                <w:webHidden/>
              </w:rPr>
              <w:instrText>PAGEREF</w:instrText>
            </w:r>
            <w:r w:rsidR="005A2070">
              <w:rPr>
                <w:webHidden/>
                <w:rtl/>
              </w:rPr>
              <w:instrText xml:space="preserve"> _</w:instrText>
            </w:r>
            <w:r w:rsidR="005A2070">
              <w:rPr>
                <w:webHidden/>
              </w:rPr>
              <w:instrText>Toc443827482 \h</w:instrText>
            </w:r>
            <w:r w:rsidR="005A2070">
              <w:rPr>
                <w:webHidden/>
                <w:rtl/>
              </w:rPr>
              <w:instrText xml:space="preserve"> </w:instrText>
            </w:r>
            <w:r>
              <w:rPr>
                <w:webHidden/>
                <w:rtl/>
              </w:rPr>
            </w:r>
            <w:r>
              <w:rPr>
                <w:webHidden/>
                <w:rtl/>
              </w:rPr>
              <w:fldChar w:fldCharType="separate"/>
            </w:r>
            <w:r w:rsidR="00CE1D11">
              <w:rPr>
                <w:webHidden/>
              </w:rPr>
              <w:t>8</w:t>
            </w:r>
            <w:r>
              <w:rPr>
                <w:webHidden/>
                <w:rtl/>
              </w:rPr>
              <w:fldChar w:fldCharType="end"/>
            </w:r>
          </w:hyperlink>
        </w:p>
        <w:p w:rsidR="005A2070" w:rsidRDefault="00A204DD" w:rsidP="005A2070">
          <w:pPr>
            <w:pStyle w:val="TOC3"/>
            <w:rPr>
              <w:rFonts w:asciiTheme="minorHAnsi" w:eastAsiaTheme="minorEastAsia" w:hAnsiTheme="minorHAnsi" w:cstheme="minorBidi"/>
              <w:noProof/>
              <w:color w:val="auto"/>
              <w:sz w:val="22"/>
              <w:szCs w:val="22"/>
              <w:rtl/>
            </w:rPr>
          </w:pPr>
          <w:hyperlink w:anchor="_Toc443827483" w:history="1">
            <w:r w:rsidR="005A2070" w:rsidRPr="0089000B">
              <w:rPr>
                <w:rStyle w:val="Hyperlink"/>
                <w:noProof/>
              </w:rPr>
              <w:t>("Run mein jab Shah Id taraf se Hurr a Deendaar Aaya")</w:t>
            </w:r>
            <w:r w:rsidR="005A2070">
              <w:rPr>
                <w:noProof/>
                <w:webHidden/>
                <w:rtl/>
              </w:rPr>
              <w:tab/>
            </w:r>
            <w:r>
              <w:rPr>
                <w:noProof/>
                <w:webHidden/>
                <w:rtl/>
              </w:rPr>
              <w:fldChar w:fldCharType="begin"/>
            </w:r>
            <w:r w:rsidR="005A2070">
              <w:rPr>
                <w:noProof/>
                <w:webHidden/>
                <w:rtl/>
              </w:rPr>
              <w:instrText xml:space="preserve"> </w:instrText>
            </w:r>
            <w:r w:rsidR="005A2070">
              <w:rPr>
                <w:noProof/>
                <w:webHidden/>
              </w:rPr>
              <w:instrText>PAGEREF</w:instrText>
            </w:r>
            <w:r w:rsidR="005A2070">
              <w:rPr>
                <w:noProof/>
                <w:webHidden/>
                <w:rtl/>
              </w:rPr>
              <w:instrText xml:space="preserve"> _</w:instrText>
            </w:r>
            <w:r w:rsidR="005A2070">
              <w:rPr>
                <w:noProof/>
                <w:webHidden/>
              </w:rPr>
              <w:instrText>Toc443827483 \h</w:instrText>
            </w:r>
            <w:r w:rsidR="005A2070">
              <w:rPr>
                <w:noProof/>
                <w:webHidden/>
                <w:rtl/>
              </w:rPr>
              <w:instrText xml:space="preserve"> </w:instrText>
            </w:r>
            <w:r>
              <w:rPr>
                <w:noProof/>
                <w:webHidden/>
                <w:rtl/>
              </w:rPr>
            </w:r>
            <w:r>
              <w:rPr>
                <w:noProof/>
                <w:webHidden/>
                <w:rtl/>
              </w:rPr>
              <w:fldChar w:fldCharType="separate"/>
            </w:r>
            <w:r w:rsidR="00CE1D11">
              <w:rPr>
                <w:noProof/>
                <w:webHidden/>
              </w:rPr>
              <w:t>8</w:t>
            </w:r>
            <w:r>
              <w:rPr>
                <w:noProof/>
                <w:webHidden/>
                <w:rtl/>
              </w:rPr>
              <w:fldChar w:fldCharType="end"/>
            </w:r>
          </w:hyperlink>
        </w:p>
        <w:p w:rsidR="005A2070" w:rsidRDefault="00A204DD" w:rsidP="005A2070">
          <w:pPr>
            <w:pStyle w:val="TOC1"/>
            <w:rPr>
              <w:rFonts w:asciiTheme="minorHAnsi" w:eastAsiaTheme="minorEastAsia" w:hAnsiTheme="minorHAnsi" w:cstheme="minorBidi"/>
              <w:b w:val="0"/>
              <w:bCs w:val="0"/>
              <w:color w:val="auto"/>
              <w:sz w:val="22"/>
              <w:szCs w:val="22"/>
              <w:rtl/>
            </w:rPr>
          </w:pPr>
          <w:hyperlink w:anchor="_Toc443827484" w:history="1">
            <w:r w:rsidR="005A2070" w:rsidRPr="0089000B">
              <w:rPr>
                <w:rStyle w:val="Hyperlink"/>
              </w:rPr>
              <w:t>Marsiya n. 3: Sacrifice of Aon and Muhammad</w:t>
            </w:r>
            <w:r w:rsidR="005A2070">
              <w:rPr>
                <w:webHidden/>
                <w:rtl/>
              </w:rPr>
              <w:tab/>
            </w:r>
            <w:r>
              <w:rPr>
                <w:webHidden/>
                <w:rtl/>
              </w:rPr>
              <w:fldChar w:fldCharType="begin"/>
            </w:r>
            <w:r w:rsidR="005A2070">
              <w:rPr>
                <w:webHidden/>
                <w:rtl/>
              </w:rPr>
              <w:instrText xml:space="preserve"> </w:instrText>
            </w:r>
            <w:r w:rsidR="005A2070">
              <w:rPr>
                <w:webHidden/>
              </w:rPr>
              <w:instrText>PAGEREF</w:instrText>
            </w:r>
            <w:r w:rsidR="005A2070">
              <w:rPr>
                <w:webHidden/>
                <w:rtl/>
              </w:rPr>
              <w:instrText xml:space="preserve"> _</w:instrText>
            </w:r>
            <w:r w:rsidR="005A2070">
              <w:rPr>
                <w:webHidden/>
              </w:rPr>
              <w:instrText>Toc443827484 \h</w:instrText>
            </w:r>
            <w:r w:rsidR="005A2070">
              <w:rPr>
                <w:webHidden/>
                <w:rtl/>
              </w:rPr>
              <w:instrText xml:space="preserve"> </w:instrText>
            </w:r>
            <w:r>
              <w:rPr>
                <w:webHidden/>
                <w:rtl/>
              </w:rPr>
            </w:r>
            <w:r>
              <w:rPr>
                <w:webHidden/>
                <w:rtl/>
              </w:rPr>
              <w:fldChar w:fldCharType="separate"/>
            </w:r>
            <w:r w:rsidR="00CE1D11">
              <w:rPr>
                <w:webHidden/>
              </w:rPr>
              <w:t>10</w:t>
            </w:r>
            <w:r>
              <w:rPr>
                <w:webHidden/>
                <w:rtl/>
              </w:rPr>
              <w:fldChar w:fldCharType="end"/>
            </w:r>
          </w:hyperlink>
        </w:p>
        <w:p w:rsidR="005A2070" w:rsidRDefault="00A204DD" w:rsidP="005A2070">
          <w:pPr>
            <w:pStyle w:val="TOC2"/>
            <w:rPr>
              <w:rFonts w:asciiTheme="minorHAnsi" w:eastAsiaTheme="minorEastAsia" w:hAnsiTheme="minorHAnsi" w:cstheme="minorBidi"/>
              <w:color w:val="auto"/>
              <w:sz w:val="22"/>
              <w:szCs w:val="22"/>
              <w:rtl/>
            </w:rPr>
          </w:pPr>
          <w:hyperlink w:anchor="_Toc443827485" w:history="1">
            <w:r w:rsidR="005A2070" w:rsidRPr="0089000B">
              <w:rPr>
                <w:rStyle w:val="Hyperlink"/>
              </w:rPr>
              <w:t>The Sacrifice of Zainab’s Sons Most Reverred Aon and Muhammad (‘a)</w:t>
            </w:r>
            <w:r w:rsidR="005A2070">
              <w:rPr>
                <w:webHidden/>
                <w:rtl/>
              </w:rPr>
              <w:tab/>
            </w:r>
            <w:r w:rsidR="00F77953">
              <w:rPr>
                <w:webHidden/>
              </w:rPr>
              <w:tab/>
            </w:r>
            <w:r w:rsidR="00F77953">
              <w:rPr>
                <w:webHidden/>
              </w:rPr>
              <w:tab/>
            </w:r>
            <w:r>
              <w:rPr>
                <w:webHidden/>
                <w:rtl/>
              </w:rPr>
              <w:fldChar w:fldCharType="begin"/>
            </w:r>
            <w:r w:rsidR="005A2070">
              <w:rPr>
                <w:webHidden/>
                <w:rtl/>
              </w:rPr>
              <w:instrText xml:space="preserve"> </w:instrText>
            </w:r>
            <w:r w:rsidR="005A2070">
              <w:rPr>
                <w:webHidden/>
              </w:rPr>
              <w:instrText>PAGEREF</w:instrText>
            </w:r>
            <w:r w:rsidR="005A2070">
              <w:rPr>
                <w:webHidden/>
                <w:rtl/>
              </w:rPr>
              <w:instrText xml:space="preserve"> _</w:instrText>
            </w:r>
            <w:r w:rsidR="005A2070">
              <w:rPr>
                <w:webHidden/>
              </w:rPr>
              <w:instrText>Toc443827485 \h</w:instrText>
            </w:r>
            <w:r w:rsidR="005A2070">
              <w:rPr>
                <w:webHidden/>
                <w:rtl/>
              </w:rPr>
              <w:instrText xml:space="preserve"> </w:instrText>
            </w:r>
            <w:r>
              <w:rPr>
                <w:webHidden/>
                <w:rtl/>
              </w:rPr>
            </w:r>
            <w:r>
              <w:rPr>
                <w:webHidden/>
                <w:rtl/>
              </w:rPr>
              <w:fldChar w:fldCharType="separate"/>
            </w:r>
            <w:r w:rsidR="00CE1D11">
              <w:rPr>
                <w:webHidden/>
              </w:rPr>
              <w:t>10</w:t>
            </w:r>
            <w:r>
              <w:rPr>
                <w:webHidden/>
                <w:rtl/>
              </w:rPr>
              <w:fldChar w:fldCharType="end"/>
            </w:r>
          </w:hyperlink>
        </w:p>
        <w:p w:rsidR="005A2070" w:rsidRDefault="00A204DD" w:rsidP="005A2070">
          <w:pPr>
            <w:pStyle w:val="TOC3"/>
            <w:rPr>
              <w:rFonts w:asciiTheme="minorHAnsi" w:eastAsiaTheme="minorEastAsia" w:hAnsiTheme="minorHAnsi" w:cstheme="minorBidi"/>
              <w:noProof/>
              <w:color w:val="auto"/>
              <w:sz w:val="22"/>
              <w:szCs w:val="22"/>
              <w:rtl/>
            </w:rPr>
          </w:pPr>
          <w:hyperlink w:anchor="_Toc443827486" w:history="1">
            <w:r w:rsidR="005A2070" w:rsidRPr="0089000B">
              <w:rPr>
                <w:rStyle w:val="Hyperlink"/>
                <w:noProof/>
              </w:rPr>
              <w:t>("Jab Zainab e Ghareeb ke run mein pisar lade" )</w:t>
            </w:r>
            <w:r w:rsidR="005A2070">
              <w:rPr>
                <w:noProof/>
                <w:webHidden/>
                <w:rtl/>
              </w:rPr>
              <w:tab/>
            </w:r>
            <w:r>
              <w:rPr>
                <w:noProof/>
                <w:webHidden/>
                <w:rtl/>
              </w:rPr>
              <w:fldChar w:fldCharType="begin"/>
            </w:r>
            <w:r w:rsidR="005A2070">
              <w:rPr>
                <w:noProof/>
                <w:webHidden/>
                <w:rtl/>
              </w:rPr>
              <w:instrText xml:space="preserve"> </w:instrText>
            </w:r>
            <w:r w:rsidR="005A2070">
              <w:rPr>
                <w:noProof/>
                <w:webHidden/>
              </w:rPr>
              <w:instrText>PAGEREF</w:instrText>
            </w:r>
            <w:r w:rsidR="005A2070">
              <w:rPr>
                <w:noProof/>
                <w:webHidden/>
                <w:rtl/>
              </w:rPr>
              <w:instrText xml:space="preserve"> _</w:instrText>
            </w:r>
            <w:r w:rsidR="005A2070">
              <w:rPr>
                <w:noProof/>
                <w:webHidden/>
              </w:rPr>
              <w:instrText>Toc443827486 \h</w:instrText>
            </w:r>
            <w:r w:rsidR="005A2070">
              <w:rPr>
                <w:noProof/>
                <w:webHidden/>
                <w:rtl/>
              </w:rPr>
              <w:instrText xml:space="preserve"> </w:instrText>
            </w:r>
            <w:r>
              <w:rPr>
                <w:noProof/>
                <w:webHidden/>
                <w:rtl/>
              </w:rPr>
            </w:r>
            <w:r>
              <w:rPr>
                <w:noProof/>
                <w:webHidden/>
                <w:rtl/>
              </w:rPr>
              <w:fldChar w:fldCharType="separate"/>
            </w:r>
            <w:r w:rsidR="00CE1D11">
              <w:rPr>
                <w:noProof/>
                <w:webHidden/>
              </w:rPr>
              <w:t>10</w:t>
            </w:r>
            <w:r>
              <w:rPr>
                <w:noProof/>
                <w:webHidden/>
                <w:rtl/>
              </w:rPr>
              <w:fldChar w:fldCharType="end"/>
            </w:r>
          </w:hyperlink>
        </w:p>
        <w:p w:rsidR="005A2070" w:rsidRDefault="00A204DD" w:rsidP="005A2070">
          <w:pPr>
            <w:pStyle w:val="TOC1"/>
            <w:rPr>
              <w:rFonts w:asciiTheme="minorHAnsi" w:eastAsiaTheme="minorEastAsia" w:hAnsiTheme="minorHAnsi" w:cstheme="minorBidi"/>
              <w:b w:val="0"/>
              <w:bCs w:val="0"/>
              <w:color w:val="auto"/>
              <w:sz w:val="22"/>
              <w:szCs w:val="22"/>
              <w:rtl/>
            </w:rPr>
          </w:pPr>
          <w:hyperlink w:anchor="_Toc443827487" w:history="1">
            <w:r w:rsidR="005A2070" w:rsidRPr="0089000B">
              <w:rPr>
                <w:rStyle w:val="Hyperlink"/>
              </w:rPr>
              <w:t>Marsiya n. 4: A Baby is Slaughtered</w:t>
            </w:r>
            <w:r w:rsidR="005A2070">
              <w:rPr>
                <w:webHidden/>
                <w:rtl/>
              </w:rPr>
              <w:tab/>
            </w:r>
            <w:r>
              <w:rPr>
                <w:webHidden/>
                <w:rtl/>
              </w:rPr>
              <w:fldChar w:fldCharType="begin"/>
            </w:r>
            <w:r w:rsidR="005A2070">
              <w:rPr>
                <w:webHidden/>
                <w:rtl/>
              </w:rPr>
              <w:instrText xml:space="preserve"> </w:instrText>
            </w:r>
            <w:r w:rsidR="005A2070">
              <w:rPr>
                <w:webHidden/>
              </w:rPr>
              <w:instrText>PAGEREF</w:instrText>
            </w:r>
            <w:r w:rsidR="005A2070">
              <w:rPr>
                <w:webHidden/>
                <w:rtl/>
              </w:rPr>
              <w:instrText xml:space="preserve"> _</w:instrText>
            </w:r>
            <w:r w:rsidR="005A2070">
              <w:rPr>
                <w:webHidden/>
              </w:rPr>
              <w:instrText>Toc443827487 \h</w:instrText>
            </w:r>
            <w:r w:rsidR="005A2070">
              <w:rPr>
                <w:webHidden/>
                <w:rtl/>
              </w:rPr>
              <w:instrText xml:space="preserve"> </w:instrText>
            </w:r>
            <w:r>
              <w:rPr>
                <w:webHidden/>
                <w:rtl/>
              </w:rPr>
            </w:r>
            <w:r>
              <w:rPr>
                <w:webHidden/>
                <w:rtl/>
              </w:rPr>
              <w:fldChar w:fldCharType="separate"/>
            </w:r>
            <w:r w:rsidR="00CE1D11">
              <w:rPr>
                <w:webHidden/>
              </w:rPr>
              <w:t>12</w:t>
            </w:r>
            <w:r>
              <w:rPr>
                <w:webHidden/>
                <w:rtl/>
              </w:rPr>
              <w:fldChar w:fldCharType="end"/>
            </w:r>
          </w:hyperlink>
        </w:p>
        <w:p w:rsidR="005A2070" w:rsidRDefault="00A204DD" w:rsidP="005A2070">
          <w:pPr>
            <w:pStyle w:val="TOC2"/>
            <w:rPr>
              <w:rFonts w:asciiTheme="minorHAnsi" w:eastAsiaTheme="minorEastAsia" w:hAnsiTheme="minorHAnsi" w:cstheme="minorBidi"/>
              <w:color w:val="auto"/>
              <w:sz w:val="22"/>
              <w:szCs w:val="22"/>
              <w:rtl/>
            </w:rPr>
          </w:pPr>
          <w:hyperlink w:anchor="_Toc443827488" w:history="1">
            <w:r w:rsidR="005A2070" w:rsidRPr="0089000B">
              <w:rPr>
                <w:rStyle w:val="Hyperlink"/>
              </w:rPr>
              <w:t>The Slaughter of a Baby: Most Revered Ali Asghar (‘a)</w:t>
            </w:r>
            <w:r w:rsidR="005A2070">
              <w:rPr>
                <w:webHidden/>
                <w:rtl/>
              </w:rPr>
              <w:tab/>
            </w:r>
            <w:r>
              <w:rPr>
                <w:webHidden/>
                <w:rtl/>
              </w:rPr>
              <w:fldChar w:fldCharType="begin"/>
            </w:r>
            <w:r w:rsidR="005A2070">
              <w:rPr>
                <w:webHidden/>
                <w:rtl/>
              </w:rPr>
              <w:instrText xml:space="preserve"> </w:instrText>
            </w:r>
            <w:r w:rsidR="005A2070">
              <w:rPr>
                <w:webHidden/>
              </w:rPr>
              <w:instrText>PAGEREF</w:instrText>
            </w:r>
            <w:r w:rsidR="005A2070">
              <w:rPr>
                <w:webHidden/>
                <w:rtl/>
              </w:rPr>
              <w:instrText xml:space="preserve"> _</w:instrText>
            </w:r>
            <w:r w:rsidR="005A2070">
              <w:rPr>
                <w:webHidden/>
              </w:rPr>
              <w:instrText>Toc443827488 \h</w:instrText>
            </w:r>
            <w:r w:rsidR="005A2070">
              <w:rPr>
                <w:webHidden/>
                <w:rtl/>
              </w:rPr>
              <w:instrText xml:space="preserve"> </w:instrText>
            </w:r>
            <w:r>
              <w:rPr>
                <w:webHidden/>
                <w:rtl/>
              </w:rPr>
            </w:r>
            <w:r>
              <w:rPr>
                <w:webHidden/>
                <w:rtl/>
              </w:rPr>
              <w:fldChar w:fldCharType="separate"/>
            </w:r>
            <w:r w:rsidR="00CE1D11">
              <w:rPr>
                <w:webHidden/>
              </w:rPr>
              <w:t>12</w:t>
            </w:r>
            <w:r>
              <w:rPr>
                <w:webHidden/>
                <w:rtl/>
              </w:rPr>
              <w:fldChar w:fldCharType="end"/>
            </w:r>
          </w:hyperlink>
        </w:p>
        <w:p w:rsidR="005A2070" w:rsidRDefault="00A204DD" w:rsidP="005A2070">
          <w:pPr>
            <w:pStyle w:val="TOC3"/>
            <w:rPr>
              <w:rFonts w:asciiTheme="minorHAnsi" w:eastAsiaTheme="minorEastAsia" w:hAnsiTheme="minorHAnsi" w:cstheme="minorBidi"/>
              <w:noProof/>
              <w:color w:val="auto"/>
              <w:sz w:val="22"/>
              <w:szCs w:val="22"/>
              <w:rtl/>
            </w:rPr>
          </w:pPr>
          <w:hyperlink w:anchor="_Toc443827489" w:history="1">
            <w:r w:rsidR="005A2070" w:rsidRPr="0089000B">
              <w:rPr>
                <w:rStyle w:val="Hyperlink"/>
                <w:noProof/>
              </w:rPr>
              <w:t>("Banu ke sheerquar ko haftum se pyaas hai")</w:t>
            </w:r>
            <w:r w:rsidR="005A2070">
              <w:rPr>
                <w:noProof/>
                <w:webHidden/>
                <w:rtl/>
              </w:rPr>
              <w:tab/>
            </w:r>
            <w:r>
              <w:rPr>
                <w:noProof/>
                <w:webHidden/>
                <w:rtl/>
              </w:rPr>
              <w:fldChar w:fldCharType="begin"/>
            </w:r>
            <w:r w:rsidR="005A2070">
              <w:rPr>
                <w:noProof/>
                <w:webHidden/>
                <w:rtl/>
              </w:rPr>
              <w:instrText xml:space="preserve"> </w:instrText>
            </w:r>
            <w:r w:rsidR="005A2070">
              <w:rPr>
                <w:noProof/>
                <w:webHidden/>
              </w:rPr>
              <w:instrText>PAGEREF</w:instrText>
            </w:r>
            <w:r w:rsidR="005A2070">
              <w:rPr>
                <w:noProof/>
                <w:webHidden/>
                <w:rtl/>
              </w:rPr>
              <w:instrText xml:space="preserve"> _</w:instrText>
            </w:r>
            <w:r w:rsidR="005A2070">
              <w:rPr>
                <w:noProof/>
                <w:webHidden/>
              </w:rPr>
              <w:instrText>Toc443827489 \h</w:instrText>
            </w:r>
            <w:r w:rsidR="005A2070">
              <w:rPr>
                <w:noProof/>
                <w:webHidden/>
                <w:rtl/>
              </w:rPr>
              <w:instrText xml:space="preserve"> </w:instrText>
            </w:r>
            <w:r>
              <w:rPr>
                <w:noProof/>
                <w:webHidden/>
                <w:rtl/>
              </w:rPr>
            </w:r>
            <w:r>
              <w:rPr>
                <w:noProof/>
                <w:webHidden/>
                <w:rtl/>
              </w:rPr>
              <w:fldChar w:fldCharType="separate"/>
            </w:r>
            <w:r w:rsidR="00CE1D11">
              <w:rPr>
                <w:noProof/>
                <w:webHidden/>
              </w:rPr>
              <w:t>12</w:t>
            </w:r>
            <w:r>
              <w:rPr>
                <w:noProof/>
                <w:webHidden/>
                <w:rtl/>
              </w:rPr>
              <w:fldChar w:fldCharType="end"/>
            </w:r>
          </w:hyperlink>
        </w:p>
        <w:p w:rsidR="005A2070" w:rsidRDefault="00A204DD" w:rsidP="005A2070">
          <w:pPr>
            <w:pStyle w:val="TOC1"/>
            <w:rPr>
              <w:rFonts w:asciiTheme="minorHAnsi" w:eastAsiaTheme="minorEastAsia" w:hAnsiTheme="minorHAnsi" w:cstheme="minorBidi"/>
              <w:b w:val="0"/>
              <w:bCs w:val="0"/>
              <w:color w:val="auto"/>
              <w:sz w:val="22"/>
              <w:szCs w:val="22"/>
              <w:rtl/>
            </w:rPr>
          </w:pPr>
          <w:hyperlink w:anchor="_Toc443827490" w:history="1">
            <w:r w:rsidR="005A2070" w:rsidRPr="0089000B">
              <w:rPr>
                <w:rStyle w:val="Hyperlink"/>
              </w:rPr>
              <w:t>Marsiya n. 5: An Eighteen Year Old Soldier</w:t>
            </w:r>
            <w:r w:rsidR="005A2070">
              <w:rPr>
                <w:webHidden/>
                <w:rtl/>
              </w:rPr>
              <w:tab/>
            </w:r>
            <w:r>
              <w:rPr>
                <w:webHidden/>
                <w:rtl/>
              </w:rPr>
              <w:fldChar w:fldCharType="begin"/>
            </w:r>
            <w:r w:rsidR="005A2070">
              <w:rPr>
                <w:webHidden/>
                <w:rtl/>
              </w:rPr>
              <w:instrText xml:space="preserve"> </w:instrText>
            </w:r>
            <w:r w:rsidR="005A2070">
              <w:rPr>
                <w:webHidden/>
              </w:rPr>
              <w:instrText>PAGEREF</w:instrText>
            </w:r>
            <w:r w:rsidR="005A2070">
              <w:rPr>
                <w:webHidden/>
                <w:rtl/>
              </w:rPr>
              <w:instrText xml:space="preserve"> _</w:instrText>
            </w:r>
            <w:r w:rsidR="005A2070">
              <w:rPr>
                <w:webHidden/>
              </w:rPr>
              <w:instrText>Toc443827490 \h</w:instrText>
            </w:r>
            <w:r w:rsidR="005A2070">
              <w:rPr>
                <w:webHidden/>
                <w:rtl/>
              </w:rPr>
              <w:instrText xml:space="preserve"> </w:instrText>
            </w:r>
            <w:r>
              <w:rPr>
                <w:webHidden/>
                <w:rtl/>
              </w:rPr>
            </w:r>
            <w:r>
              <w:rPr>
                <w:webHidden/>
                <w:rtl/>
              </w:rPr>
              <w:fldChar w:fldCharType="separate"/>
            </w:r>
            <w:r w:rsidR="00CE1D11">
              <w:rPr>
                <w:webHidden/>
              </w:rPr>
              <w:t>14</w:t>
            </w:r>
            <w:r>
              <w:rPr>
                <w:webHidden/>
                <w:rtl/>
              </w:rPr>
              <w:fldChar w:fldCharType="end"/>
            </w:r>
          </w:hyperlink>
        </w:p>
        <w:p w:rsidR="005A2070" w:rsidRDefault="00A204DD" w:rsidP="005A2070">
          <w:pPr>
            <w:pStyle w:val="TOC2"/>
            <w:rPr>
              <w:rFonts w:asciiTheme="minorHAnsi" w:eastAsiaTheme="minorEastAsia" w:hAnsiTheme="minorHAnsi" w:cstheme="minorBidi"/>
              <w:color w:val="auto"/>
              <w:sz w:val="22"/>
              <w:szCs w:val="22"/>
              <w:rtl/>
            </w:rPr>
          </w:pPr>
          <w:hyperlink w:anchor="_Toc443827491" w:history="1">
            <w:r w:rsidR="005A2070" w:rsidRPr="0089000B">
              <w:rPr>
                <w:rStyle w:val="Hyperlink"/>
              </w:rPr>
              <w:t>Husain’s Eighteen Year old Soldier: Most Revered Ali Akbar (‘a)</w:t>
            </w:r>
            <w:r w:rsidR="005A2070">
              <w:rPr>
                <w:webHidden/>
                <w:rtl/>
              </w:rPr>
              <w:tab/>
            </w:r>
            <w:r>
              <w:rPr>
                <w:webHidden/>
                <w:rtl/>
              </w:rPr>
              <w:fldChar w:fldCharType="begin"/>
            </w:r>
            <w:r w:rsidR="005A2070">
              <w:rPr>
                <w:webHidden/>
                <w:rtl/>
              </w:rPr>
              <w:instrText xml:space="preserve"> </w:instrText>
            </w:r>
            <w:r w:rsidR="005A2070">
              <w:rPr>
                <w:webHidden/>
              </w:rPr>
              <w:instrText>PAGEREF</w:instrText>
            </w:r>
            <w:r w:rsidR="005A2070">
              <w:rPr>
                <w:webHidden/>
                <w:rtl/>
              </w:rPr>
              <w:instrText xml:space="preserve"> _</w:instrText>
            </w:r>
            <w:r w:rsidR="005A2070">
              <w:rPr>
                <w:webHidden/>
              </w:rPr>
              <w:instrText>Toc443827491 \h</w:instrText>
            </w:r>
            <w:r w:rsidR="005A2070">
              <w:rPr>
                <w:webHidden/>
                <w:rtl/>
              </w:rPr>
              <w:instrText xml:space="preserve"> </w:instrText>
            </w:r>
            <w:r>
              <w:rPr>
                <w:webHidden/>
                <w:rtl/>
              </w:rPr>
            </w:r>
            <w:r>
              <w:rPr>
                <w:webHidden/>
                <w:rtl/>
              </w:rPr>
              <w:fldChar w:fldCharType="separate"/>
            </w:r>
            <w:r w:rsidR="00CE1D11">
              <w:rPr>
                <w:webHidden/>
              </w:rPr>
              <w:t>14</w:t>
            </w:r>
            <w:r>
              <w:rPr>
                <w:webHidden/>
                <w:rtl/>
              </w:rPr>
              <w:fldChar w:fldCharType="end"/>
            </w:r>
          </w:hyperlink>
        </w:p>
        <w:p w:rsidR="005A2070" w:rsidRDefault="00A204DD" w:rsidP="005A2070">
          <w:pPr>
            <w:pStyle w:val="TOC3"/>
            <w:rPr>
              <w:rFonts w:asciiTheme="minorHAnsi" w:eastAsiaTheme="minorEastAsia" w:hAnsiTheme="minorHAnsi" w:cstheme="minorBidi"/>
              <w:noProof/>
              <w:color w:val="auto"/>
              <w:sz w:val="22"/>
              <w:szCs w:val="22"/>
              <w:rtl/>
            </w:rPr>
          </w:pPr>
          <w:hyperlink w:anchor="_Toc443827492" w:history="1">
            <w:r w:rsidR="005A2070" w:rsidRPr="0089000B">
              <w:rPr>
                <w:rStyle w:val="Hyperlink"/>
                <w:noProof/>
              </w:rPr>
              <w:t>("Daulat koi dunya mein pisar se nahin behtar")</w:t>
            </w:r>
            <w:r w:rsidR="005A2070">
              <w:rPr>
                <w:noProof/>
                <w:webHidden/>
                <w:rtl/>
              </w:rPr>
              <w:tab/>
            </w:r>
            <w:r>
              <w:rPr>
                <w:noProof/>
                <w:webHidden/>
                <w:rtl/>
              </w:rPr>
              <w:fldChar w:fldCharType="begin"/>
            </w:r>
            <w:r w:rsidR="005A2070">
              <w:rPr>
                <w:noProof/>
                <w:webHidden/>
                <w:rtl/>
              </w:rPr>
              <w:instrText xml:space="preserve"> </w:instrText>
            </w:r>
            <w:r w:rsidR="005A2070">
              <w:rPr>
                <w:noProof/>
                <w:webHidden/>
              </w:rPr>
              <w:instrText>PAGEREF</w:instrText>
            </w:r>
            <w:r w:rsidR="005A2070">
              <w:rPr>
                <w:noProof/>
                <w:webHidden/>
                <w:rtl/>
              </w:rPr>
              <w:instrText xml:space="preserve"> _</w:instrText>
            </w:r>
            <w:r w:rsidR="005A2070">
              <w:rPr>
                <w:noProof/>
                <w:webHidden/>
              </w:rPr>
              <w:instrText>Toc443827492 \h</w:instrText>
            </w:r>
            <w:r w:rsidR="005A2070">
              <w:rPr>
                <w:noProof/>
                <w:webHidden/>
                <w:rtl/>
              </w:rPr>
              <w:instrText xml:space="preserve"> </w:instrText>
            </w:r>
            <w:r>
              <w:rPr>
                <w:noProof/>
                <w:webHidden/>
                <w:rtl/>
              </w:rPr>
            </w:r>
            <w:r>
              <w:rPr>
                <w:noProof/>
                <w:webHidden/>
                <w:rtl/>
              </w:rPr>
              <w:fldChar w:fldCharType="separate"/>
            </w:r>
            <w:r w:rsidR="00CE1D11">
              <w:rPr>
                <w:noProof/>
                <w:webHidden/>
              </w:rPr>
              <w:t>14</w:t>
            </w:r>
            <w:r>
              <w:rPr>
                <w:noProof/>
                <w:webHidden/>
                <w:rtl/>
              </w:rPr>
              <w:fldChar w:fldCharType="end"/>
            </w:r>
          </w:hyperlink>
        </w:p>
        <w:p w:rsidR="005A2070" w:rsidRDefault="00A204DD" w:rsidP="005A2070">
          <w:pPr>
            <w:pStyle w:val="TOC1"/>
            <w:rPr>
              <w:rFonts w:asciiTheme="minorHAnsi" w:eastAsiaTheme="minorEastAsia" w:hAnsiTheme="minorHAnsi" w:cstheme="minorBidi"/>
              <w:b w:val="0"/>
              <w:bCs w:val="0"/>
              <w:color w:val="auto"/>
              <w:sz w:val="22"/>
              <w:szCs w:val="22"/>
              <w:rtl/>
            </w:rPr>
          </w:pPr>
          <w:hyperlink w:anchor="_Toc443827493" w:history="1">
            <w:r w:rsidR="005A2070" w:rsidRPr="0089000B">
              <w:rPr>
                <w:rStyle w:val="Hyperlink"/>
              </w:rPr>
              <w:t>Marsiya n. 6: Qasim: The Pride and Joy</w:t>
            </w:r>
            <w:r w:rsidR="005A2070">
              <w:rPr>
                <w:webHidden/>
                <w:rtl/>
              </w:rPr>
              <w:tab/>
            </w:r>
            <w:r>
              <w:rPr>
                <w:webHidden/>
                <w:rtl/>
              </w:rPr>
              <w:fldChar w:fldCharType="begin"/>
            </w:r>
            <w:r w:rsidR="005A2070">
              <w:rPr>
                <w:webHidden/>
                <w:rtl/>
              </w:rPr>
              <w:instrText xml:space="preserve"> </w:instrText>
            </w:r>
            <w:r w:rsidR="005A2070">
              <w:rPr>
                <w:webHidden/>
              </w:rPr>
              <w:instrText>PAGEREF</w:instrText>
            </w:r>
            <w:r w:rsidR="005A2070">
              <w:rPr>
                <w:webHidden/>
                <w:rtl/>
              </w:rPr>
              <w:instrText xml:space="preserve"> _</w:instrText>
            </w:r>
            <w:r w:rsidR="005A2070">
              <w:rPr>
                <w:webHidden/>
              </w:rPr>
              <w:instrText>Toc443827493 \h</w:instrText>
            </w:r>
            <w:r w:rsidR="005A2070">
              <w:rPr>
                <w:webHidden/>
                <w:rtl/>
              </w:rPr>
              <w:instrText xml:space="preserve"> </w:instrText>
            </w:r>
            <w:r>
              <w:rPr>
                <w:webHidden/>
                <w:rtl/>
              </w:rPr>
            </w:r>
            <w:r>
              <w:rPr>
                <w:webHidden/>
                <w:rtl/>
              </w:rPr>
              <w:fldChar w:fldCharType="separate"/>
            </w:r>
            <w:r w:rsidR="00CE1D11">
              <w:rPr>
                <w:webHidden/>
              </w:rPr>
              <w:t>17</w:t>
            </w:r>
            <w:r>
              <w:rPr>
                <w:webHidden/>
                <w:rtl/>
              </w:rPr>
              <w:fldChar w:fldCharType="end"/>
            </w:r>
          </w:hyperlink>
        </w:p>
        <w:p w:rsidR="005A2070" w:rsidRDefault="00A204DD" w:rsidP="005A2070">
          <w:pPr>
            <w:pStyle w:val="TOC2"/>
            <w:rPr>
              <w:rFonts w:asciiTheme="minorHAnsi" w:eastAsiaTheme="minorEastAsia" w:hAnsiTheme="minorHAnsi" w:cstheme="minorBidi"/>
              <w:color w:val="auto"/>
              <w:sz w:val="22"/>
              <w:szCs w:val="22"/>
              <w:rtl/>
            </w:rPr>
          </w:pPr>
          <w:hyperlink w:anchor="_Toc443827494" w:history="1">
            <w:r w:rsidR="005A2070" w:rsidRPr="0089000B">
              <w:rPr>
                <w:rStyle w:val="Hyperlink"/>
              </w:rPr>
              <w:t>Imam Hasans Pride and Joy: Most Revered Qasim (‘a)</w:t>
            </w:r>
            <w:r w:rsidR="005A2070">
              <w:rPr>
                <w:webHidden/>
                <w:rtl/>
              </w:rPr>
              <w:tab/>
            </w:r>
            <w:r>
              <w:rPr>
                <w:webHidden/>
                <w:rtl/>
              </w:rPr>
              <w:fldChar w:fldCharType="begin"/>
            </w:r>
            <w:r w:rsidR="005A2070">
              <w:rPr>
                <w:webHidden/>
                <w:rtl/>
              </w:rPr>
              <w:instrText xml:space="preserve"> </w:instrText>
            </w:r>
            <w:r w:rsidR="005A2070">
              <w:rPr>
                <w:webHidden/>
              </w:rPr>
              <w:instrText>PAGEREF</w:instrText>
            </w:r>
            <w:r w:rsidR="005A2070">
              <w:rPr>
                <w:webHidden/>
                <w:rtl/>
              </w:rPr>
              <w:instrText xml:space="preserve"> _</w:instrText>
            </w:r>
            <w:r w:rsidR="005A2070">
              <w:rPr>
                <w:webHidden/>
              </w:rPr>
              <w:instrText>Toc443827494 \h</w:instrText>
            </w:r>
            <w:r w:rsidR="005A2070">
              <w:rPr>
                <w:webHidden/>
                <w:rtl/>
              </w:rPr>
              <w:instrText xml:space="preserve"> </w:instrText>
            </w:r>
            <w:r>
              <w:rPr>
                <w:webHidden/>
                <w:rtl/>
              </w:rPr>
            </w:r>
            <w:r>
              <w:rPr>
                <w:webHidden/>
                <w:rtl/>
              </w:rPr>
              <w:fldChar w:fldCharType="separate"/>
            </w:r>
            <w:r w:rsidR="00CE1D11">
              <w:rPr>
                <w:webHidden/>
              </w:rPr>
              <w:t>17</w:t>
            </w:r>
            <w:r>
              <w:rPr>
                <w:webHidden/>
                <w:rtl/>
              </w:rPr>
              <w:fldChar w:fldCharType="end"/>
            </w:r>
          </w:hyperlink>
        </w:p>
        <w:p w:rsidR="005A2070" w:rsidRDefault="00A204DD" w:rsidP="005A2070">
          <w:pPr>
            <w:pStyle w:val="TOC3"/>
            <w:rPr>
              <w:rFonts w:asciiTheme="minorHAnsi" w:eastAsiaTheme="minorEastAsia" w:hAnsiTheme="minorHAnsi" w:cstheme="minorBidi"/>
              <w:noProof/>
              <w:color w:val="auto"/>
              <w:sz w:val="22"/>
              <w:szCs w:val="22"/>
              <w:rtl/>
            </w:rPr>
          </w:pPr>
          <w:hyperlink w:anchor="_Toc443827495" w:history="1">
            <w:r w:rsidR="005A2070" w:rsidRPr="0089000B">
              <w:rPr>
                <w:rStyle w:val="Hyperlink"/>
                <w:noProof/>
              </w:rPr>
              <w:t>(" Zaqmee jo run mein Qasim a gulpayrahun hua")</w:t>
            </w:r>
            <w:r w:rsidR="005A2070">
              <w:rPr>
                <w:noProof/>
                <w:webHidden/>
                <w:rtl/>
              </w:rPr>
              <w:tab/>
            </w:r>
            <w:r>
              <w:rPr>
                <w:noProof/>
                <w:webHidden/>
                <w:rtl/>
              </w:rPr>
              <w:fldChar w:fldCharType="begin"/>
            </w:r>
            <w:r w:rsidR="005A2070">
              <w:rPr>
                <w:noProof/>
                <w:webHidden/>
                <w:rtl/>
              </w:rPr>
              <w:instrText xml:space="preserve"> </w:instrText>
            </w:r>
            <w:r w:rsidR="005A2070">
              <w:rPr>
                <w:noProof/>
                <w:webHidden/>
              </w:rPr>
              <w:instrText>PAGEREF</w:instrText>
            </w:r>
            <w:r w:rsidR="005A2070">
              <w:rPr>
                <w:noProof/>
                <w:webHidden/>
                <w:rtl/>
              </w:rPr>
              <w:instrText xml:space="preserve"> _</w:instrText>
            </w:r>
            <w:r w:rsidR="005A2070">
              <w:rPr>
                <w:noProof/>
                <w:webHidden/>
              </w:rPr>
              <w:instrText>Toc443827495 \h</w:instrText>
            </w:r>
            <w:r w:rsidR="005A2070">
              <w:rPr>
                <w:noProof/>
                <w:webHidden/>
                <w:rtl/>
              </w:rPr>
              <w:instrText xml:space="preserve"> </w:instrText>
            </w:r>
            <w:r>
              <w:rPr>
                <w:noProof/>
                <w:webHidden/>
                <w:rtl/>
              </w:rPr>
            </w:r>
            <w:r>
              <w:rPr>
                <w:noProof/>
                <w:webHidden/>
                <w:rtl/>
              </w:rPr>
              <w:fldChar w:fldCharType="separate"/>
            </w:r>
            <w:r w:rsidR="00CE1D11">
              <w:rPr>
                <w:noProof/>
                <w:webHidden/>
              </w:rPr>
              <w:t>17</w:t>
            </w:r>
            <w:r>
              <w:rPr>
                <w:noProof/>
                <w:webHidden/>
                <w:rtl/>
              </w:rPr>
              <w:fldChar w:fldCharType="end"/>
            </w:r>
          </w:hyperlink>
        </w:p>
        <w:p w:rsidR="005A2070" w:rsidRDefault="00A204DD" w:rsidP="005A2070">
          <w:pPr>
            <w:pStyle w:val="TOC1"/>
            <w:rPr>
              <w:rFonts w:asciiTheme="minorHAnsi" w:eastAsiaTheme="minorEastAsia" w:hAnsiTheme="minorHAnsi" w:cstheme="minorBidi"/>
              <w:b w:val="0"/>
              <w:bCs w:val="0"/>
              <w:color w:val="auto"/>
              <w:sz w:val="22"/>
              <w:szCs w:val="22"/>
              <w:rtl/>
            </w:rPr>
          </w:pPr>
          <w:hyperlink w:anchor="_Toc443827496" w:history="1">
            <w:r w:rsidR="005A2070" w:rsidRPr="0089000B">
              <w:rPr>
                <w:rStyle w:val="Hyperlink"/>
              </w:rPr>
              <w:t>Marsiya n. 7: The Brother and Standard Bearer</w:t>
            </w:r>
            <w:r w:rsidR="005A2070">
              <w:rPr>
                <w:webHidden/>
                <w:rtl/>
              </w:rPr>
              <w:tab/>
            </w:r>
            <w:r>
              <w:rPr>
                <w:webHidden/>
                <w:rtl/>
              </w:rPr>
              <w:fldChar w:fldCharType="begin"/>
            </w:r>
            <w:r w:rsidR="005A2070">
              <w:rPr>
                <w:webHidden/>
                <w:rtl/>
              </w:rPr>
              <w:instrText xml:space="preserve"> </w:instrText>
            </w:r>
            <w:r w:rsidR="005A2070">
              <w:rPr>
                <w:webHidden/>
              </w:rPr>
              <w:instrText>PAGEREF</w:instrText>
            </w:r>
            <w:r w:rsidR="005A2070">
              <w:rPr>
                <w:webHidden/>
                <w:rtl/>
              </w:rPr>
              <w:instrText xml:space="preserve"> _</w:instrText>
            </w:r>
            <w:r w:rsidR="005A2070">
              <w:rPr>
                <w:webHidden/>
              </w:rPr>
              <w:instrText>Toc443827496 \h</w:instrText>
            </w:r>
            <w:r w:rsidR="005A2070">
              <w:rPr>
                <w:webHidden/>
                <w:rtl/>
              </w:rPr>
              <w:instrText xml:space="preserve"> </w:instrText>
            </w:r>
            <w:r>
              <w:rPr>
                <w:webHidden/>
                <w:rtl/>
              </w:rPr>
            </w:r>
            <w:r>
              <w:rPr>
                <w:webHidden/>
                <w:rtl/>
              </w:rPr>
              <w:fldChar w:fldCharType="separate"/>
            </w:r>
            <w:r w:rsidR="00CE1D11">
              <w:rPr>
                <w:webHidden/>
              </w:rPr>
              <w:t>19</w:t>
            </w:r>
            <w:r>
              <w:rPr>
                <w:webHidden/>
                <w:rtl/>
              </w:rPr>
              <w:fldChar w:fldCharType="end"/>
            </w:r>
          </w:hyperlink>
        </w:p>
        <w:p w:rsidR="005A2070" w:rsidRDefault="00A204DD" w:rsidP="005A2070">
          <w:pPr>
            <w:pStyle w:val="TOC2"/>
            <w:rPr>
              <w:rFonts w:asciiTheme="minorHAnsi" w:eastAsiaTheme="minorEastAsia" w:hAnsiTheme="minorHAnsi" w:cstheme="minorBidi"/>
              <w:color w:val="auto"/>
              <w:sz w:val="22"/>
              <w:szCs w:val="22"/>
              <w:rtl/>
            </w:rPr>
          </w:pPr>
          <w:hyperlink w:anchor="_Toc443827497" w:history="1">
            <w:r w:rsidR="005A2070" w:rsidRPr="0089000B">
              <w:rPr>
                <w:rStyle w:val="Hyperlink"/>
              </w:rPr>
              <w:t>Imam Husain’s Beloved Brother and Standard Bearer of the Army: Most Revered Abbas ibn Ali (‘a)</w:t>
            </w:r>
            <w:r w:rsidR="005A2070">
              <w:rPr>
                <w:webHidden/>
                <w:rtl/>
              </w:rPr>
              <w:tab/>
            </w:r>
            <w:r>
              <w:rPr>
                <w:webHidden/>
                <w:rtl/>
              </w:rPr>
              <w:fldChar w:fldCharType="begin"/>
            </w:r>
            <w:r w:rsidR="005A2070">
              <w:rPr>
                <w:webHidden/>
                <w:rtl/>
              </w:rPr>
              <w:instrText xml:space="preserve"> </w:instrText>
            </w:r>
            <w:r w:rsidR="005A2070">
              <w:rPr>
                <w:webHidden/>
              </w:rPr>
              <w:instrText>PAGEREF</w:instrText>
            </w:r>
            <w:r w:rsidR="005A2070">
              <w:rPr>
                <w:webHidden/>
                <w:rtl/>
              </w:rPr>
              <w:instrText xml:space="preserve"> _</w:instrText>
            </w:r>
            <w:r w:rsidR="005A2070">
              <w:rPr>
                <w:webHidden/>
              </w:rPr>
              <w:instrText>Toc443827497 \h</w:instrText>
            </w:r>
            <w:r w:rsidR="005A2070">
              <w:rPr>
                <w:webHidden/>
                <w:rtl/>
              </w:rPr>
              <w:instrText xml:space="preserve"> </w:instrText>
            </w:r>
            <w:r>
              <w:rPr>
                <w:webHidden/>
                <w:rtl/>
              </w:rPr>
            </w:r>
            <w:r>
              <w:rPr>
                <w:webHidden/>
                <w:rtl/>
              </w:rPr>
              <w:fldChar w:fldCharType="separate"/>
            </w:r>
            <w:r w:rsidR="00CE1D11">
              <w:rPr>
                <w:webHidden/>
              </w:rPr>
              <w:t>19</w:t>
            </w:r>
            <w:r>
              <w:rPr>
                <w:webHidden/>
                <w:rtl/>
              </w:rPr>
              <w:fldChar w:fldCharType="end"/>
            </w:r>
          </w:hyperlink>
        </w:p>
        <w:p w:rsidR="005A2070" w:rsidRDefault="00A204DD" w:rsidP="005A2070">
          <w:pPr>
            <w:pStyle w:val="TOC3"/>
            <w:rPr>
              <w:rFonts w:asciiTheme="minorHAnsi" w:eastAsiaTheme="minorEastAsia" w:hAnsiTheme="minorHAnsi" w:cstheme="minorBidi"/>
              <w:noProof/>
              <w:color w:val="auto"/>
              <w:sz w:val="22"/>
              <w:szCs w:val="22"/>
              <w:rtl/>
            </w:rPr>
          </w:pPr>
          <w:hyperlink w:anchor="_Toc443827498" w:history="1">
            <w:r w:rsidR="005A2070" w:rsidRPr="0089000B">
              <w:rPr>
                <w:rStyle w:val="Hyperlink"/>
                <w:noProof/>
              </w:rPr>
              <w:t>("Jab Ibne Bu Turaab ba rue zameen gira" )</w:t>
            </w:r>
            <w:r w:rsidR="005A2070">
              <w:rPr>
                <w:noProof/>
                <w:webHidden/>
                <w:rtl/>
              </w:rPr>
              <w:tab/>
            </w:r>
            <w:r>
              <w:rPr>
                <w:noProof/>
                <w:webHidden/>
                <w:rtl/>
              </w:rPr>
              <w:fldChar w:fldCharType="begin"/>
            </w:r>
            <w:r w:rsidR="005A2070">
              <w:rPr>
                <w:noProof/>
                <w:webHidden/>
                <w:rtl/>
              </w:rPr>
              <w:instrText xml:space="preserve"> </w:instrText>
            </w:r>
            <w:r w:rsidR="005A2070">
              <w:rPr>
                <w:noProof/>
                <w:webHidden/>
              </w:rPr>
              <w:instrText>PAGEREF</w:instrText>
            </w:r>
            <w:r w:rsidR="005A2070">
              <w:rPr>
                <w:noProof/>
                <w:webHidden/>
                <w:rtl/>
              </w:rPr>
              <w:instrText xml:space="preserve"> _</w:instrText>
            </w:r>
            <w:r w:rsidR="005A2070">
              <w:rPr>
                <w:noProof/>
                <w:webHidden/>
              </w:rPr>
              <w:instrText>Toc443827498 \h</w:instrText>
            </w:r>
            <w:r w:rsidR="005A2070">
              <w:rPr>
                <w:noProof/>
                <w:webHidden/>
                <w:rtl/>
              </w:rPr>
              <w:instrText xml:space="preserve"> </w:instrText>
            </w:r>
            <w:r>
              <w:rPr>
                <w:noProof/>
                <w:webHidden/>
                <w:rtl/>
              </w:rPr>
            </w:r>
            <w:r>
              <w:rPr>
                <w:noProof/>
                <w:webHidden/>
                <w:rtl/>
              </w:rPr>
              <w:fldChar w:fldCharType="separate"/>
            </w:r>
            <w:r w:rsidR="00CE1D11">
              <w:rPr>
                <w:noProof/>
                <w:webHidden/>
              </w:rPr>
              <w:t>19</w:t>
            </w:r>
            <w:r>
              <w:rPr>
                <w:noProof/>
                <w:webHidden/>
                <w:rtl/>
              </w:rPr>
              <w:fldChar w:fldCharType="end"/>
            </w:r>
          </w:hyperlink>
        </w:p>
        <w:p w:rsidR="005A2070" w:rsidRDefault="00A204DD" w:rsidP="005A2070">
          <w:pPr>
            <w:pStyle w:val="TOC1"/>
            <w:rPr>
              <w:rFonts w:asciiTheme="minorHAnsi" w:eastAsiaTheme="minorEastAsia" w:hAnsiTheme="minorHAnsi" w:cstheme="minorBidi"/>
              <w:b w:val="0"/>
              <w:bCs w:val="0"/>
              <w:color w:val="auto"/>
              <w:sz w:val="22"/>
              <w:szCs w:val="22"/>
              <w:rtl/>
            </w:rPr>
          </w:pPr>
          <w:hyperlink w:anchor="_Toc443827499" w:history="1">
            <w:r w:rsidR="005A2070" w:rsidRPr="0089000B">
              <w:rPr>
                <w:rStyle w:val="Hyperlink"/>
              </w:rPr>
              <w:t>Marsiya n. 8: The Prophet’s Grandson</w:t>
            </w:r>
            <w:r w:rsidR="005A2070">
              <w:rPr>
                <w:webHidden/>
                <w:rtl/>
              </w:rPr>
              <w:tab/>
            </w:r>
            <w:r>
              <w:rPr>
                <w:webHidden/>
                <w:rtl/>
              </w:rPr>
              <w:fldChar w:fldCharType="begin"/>
            </w:r>
            <w:r w:rsidR="005A2070">
              <w:rPr>
                <w:webHidden/>
                <w:rtl/>
              </w:rPr>
              <w:instrText xml:space="preserve"> </w:instrText>
            </w:r>
            <w:r w:rsidR="005A2070">
              <w:rPr>
                <w:webHidden/>
              </w:rPr>
              <w:instrText>PAGEREF</w:instrText>
            </w:r>
            <w:r w:rsidR="005A2070">
              <w:rPr>
                <w:webHidden/>
                <w:rtl/>
              </w:rPr>
              <w:instrText xml:space="preserve"> _</w:instrText>
            </w:r>
            <w:r w:rsidR="005A2070">
              <w:rPr>
                <w:webHidden/>
              </w:rPr>
              <w:instrText>Toc443827499 \h</w:instrText>
            </w:r>
            <w:r w:rsidR="005A2070">
              <w:rPr>
                <w:webHidden/>
                <w:rtl/>
              </w:rPr>
              <w:instrText xml:space="preserve"> </w:instrText>
            </w:r>
            <w:r>
              <w:rPr>
                <w:webHidden/>
                <w:rtl/>
              </w:rPr>
            </w:r>
            <w:r>
              <w:rPr>
                <w:webHidden/>
                <w:rtl/>
              </w:rPr>
              <w:fldChar w:fldCharType="separate"/>
            </w:r>
            <w:r w:rsidR="00CE1D11">
              <w:rPr>
                <w:webHidden/>
              </w:rPr>
              <w:t>21</w:t>
            </w:r>
            <w:r>
              <w:rPr>
                <w:webHidden/>
                <w:rtl/>
              </w:rPr>
              <w:fldChar w:fldCharType="end"/>
            </w:r>
          </w:hyperlink>
        </w:p>
        <w:p w:rsidR="005A2070" w:rsidRDefault="00A204DD" w:rsidP="005A2070">
          <w:pPr>
            <w:pStyle w:val="TOC2"/>
            <w:rPr>
              <w:rFonts w:asciiTheme="minorHAnsi" w:eastAsiaTheme="minorEastAsia" w:hAnsiTheme="minorHAnsi" w:cstheme="minorBidi"/>
              <w:color w:val="auto"/>
              <w:sz w:val="22"/>
              <w:szCs w:val="22"/>
              <w:rtl/>
            </w:rPr>
          </w:pPr>
          <w:hyperlink w:anchor="_Toc443827500" w:history="1">
            <w:r w:rsidR="005A2070" w:rsidRPr="0089000B">
              <w:rPr>
                <w:rStyle w:val="Hyperlink"/>
              </w:rPr>
              <w:t>The Prophet’s Grandson: Most Revered Imam Husain (‘a)</w:t>
            </w:r>
            <w:r w:rsidR="005A2070">
              <w:rPr>
                <w:webHidden/>
                <w:rtl/>
              </w:rPr>
              <w:tab/>
            </w:r>
            <w:r>
              <w:rPr>
                <w:webHidden/>
                <w:rtl/>
              </w:rPr>
              <w:fldChar w:fldCharType="begin"/>
            </w:r>
            <w:r w:rsidR="005A2070">
              <w:rPr>
                <w:webHidden/>
                <w:rtl/>
              </w:rPr>
              <w:instrText xml:space="preserve"> </w:instrText>
            </w:r>
            <w:r w:rsidR="005A2070">
              <w:rPr>
                <w:webHidden/>
              </w:rPr>
              <w:instrText>PAGEREF</w:instrText>
            </w:r>
            <w:r w:rsidR="005A2070">
              <w:rPr>
                <w:webHidden/>
                <w:rtl/>
              </w:rPr>
              <w:instrText xml:space="preserve"> _</w:instrText>
            </w:r>
            <w:r w:rsidR="005A2070">
              <w:rPr>
                <w:webHidden/>
              </w:rPr>
              <w:instrText>Toc443827500 \h</w:instrText>
            </w:r>
            <w:r w:rsidR="005A2070">
              <w:rPr>
                <w:webHidden/>
                <w:rtl/>
              </w:rPr>
              <w:instrText xml:space="preserve"> </w:instrText>
            </w:r>
            <w:r>
              <w:rPr>
                <w:webHidden/>
                <w:rtl/>
              </w:rPr>
            </w:r>
            <w:r>
              <w:rPr>
                <w:webHidden/>
                <w:rtl/>
              </w:rPr>
              <w:fldChar w:fldCharType="separate"/>
            </w:r>
            <w:r w:rsidR="00CE1D11">
              <w:rPr>
                <w:webHidden/>
              </w:rPr>
              <w:t>21</w:t>
            </w:r>
            <w:r>
              <w:rPr>
                <w:webHidden/>
                <w:rtl/>
              </w:rPr>
              <w:fldChar w:fldCharType="end"/>
            </w:r>
          </w:hyperlink>
        </w:p>
        <w:p w:rsidR="005A2070" w:rsidRDefault="00A204DD" w:rsidP="005A2070">
          <w:pPr>
            <w:pStyle w:val="TOC3"/>
            <w:rPr>
              <w:rFonts w:asciiTheme="minorHAnsi" w:eastAsiaTheme="minorEastAsia" w:hAnsiTheme="minorHAnsi" w:cstheme="minorBidi"/>
              <w:noProof/>
              <w:color w:val="auto"/>
              <w:sz w:val="22"/>
              <w:szCs w:val="22"/>
              <w:rtl/>
            </w:rPr>
          </w:pPr>
          <w:hyperlink w:anchor="_Toc443827501" w:history="1">
            <w:r w:rsidR="005A2070" w:rsidRPr="0089000B">
              <w:rPr>
                <w:rStyle w:val="Hyperlink"/>
                <w:noProof/>
              </w:rPr>
              <w:t>("Jab qaatema ba qaer hue foj a Shah kaa" )</w:t>
            </w:r>
            <w:r w:rsidR="005A2070">
              <w:rPr>
                <w:noProof/>
                <w:webHidden/>
                <w:rtl/>
              </w:rPr>
              <w:tab/>
            </w:r>
            <w:r>
              <w:rPr>
                <w:noProof/>
                <w:webHidden/>
                <w:rtl/>
              </w:rPr>
              <w:fldChar w:fldCharType="begin"/>
            </w:r>
            <w:r w:rsidR="005A2070">
              <w:rPr>
                <w:noProof/>
                <w:webHidden/>
                <w:rtl/>
              </w:rPr>
              <w:instrText xml:space="preserve"> </w:instrText>
            </w:r>
            <w:r w:rsidR="005A2070">
              <w:rPr>
                <w:noProof/>
                <w:webHidden/>
              </w:rPr>
              <w:instrText>PAGEREF</w:instrText>
            </w:r>
            <w:r w:rsidR="005A2070">
              <w:rPr>
                <w:noProof/>
                <w:webHidden/>
                <w:rtl/>
              </w:rPr>
              <w:instrText xml:space="preserve"> _</w:instrText>
            </w:r>
            <w:r w:rsidR="005A2070">
              <w:rPr>
                <w:noProof/>
                <w:webHidden/>
              </w:rPr>
              <w:instrText>Toc443827501 \h</w:instrText>
            </w:r>
            <w:r w:rsidR="005A2070">
              <w:rPr>
                <w:noProof/>
                <w:webHidden/>
                <w:rtl/>
              </w:rPr>
              <w:instrText xml:space="preserve"> </w:instrText>
            </w:r>
            <w:r>
              <w:rPr>
                <w:noProof/>
                <w:webHidden/>
                <w:rtl/>
              </w:rPr>
            </w:r>
            <w:r>
              <w:rPr>
                <w:noProof/>
                <w:webHidden/>
                <w:rtl/>
              </w:rPr>
              <w:fldChar w:fldCharType="separate"/>
            </w:r>
            <w:r w:rsidR="00CE1D11">
              <w:rPr>
                <w:noProof/>
                <w:webHidden/>
              </w:rPr>
              <w:t>21</w:t>
            </w:r>
            <w:r>
              <w:rPr>
                <w:noProof/>
                <w:webHidden/>
                <w:rtl/>
              </w:rPr>
              <w:fldChar w:fldCharType="end"/>
            </w:r>
          </w:hyperlink>
        </w:p>
        <w:p w:rsidR="005A2070" w:rsidRDefault="00A204DD" w:rsidP="005A2070">
          <w:pPr>
            <w:pStyle w:val="TOC1"/>
            <w:rPr>
              <w:rFonts w:asciiTheme="minorHAnsi" w:eastAsiaTheme="minorEastAsia" w:hAnsiTheme="minorHAnsi" w:cstheme="minorBidi"/>
              <w:b w:val="0"/>
              <w:bCs w:val="0"/>
              <w:color w:val="auto"/>
              <w:sz w:val="22"/>
              <w:szCs w:val="22"/>
              <w:rtl/>
            </w:rPr>
          </w:pPr>
          <w:hyperlink w:anchor="_Toc443827502" w:history="1">
            <w:r w:rsidR="005A2070" w:rsidRPr="0089000B">
              <w:rPr>
                <w:rStyle w:val="Hyperlink"/>
              </w:rPr>
              <w:t>Marsiya n. 9: A Visit to the Prisoners of War</w:t>
            </w:r>
            <w:r w:rsidR="005A2070">
              <w:rPr>
                <w:webHidden/>
                <w:rtl/>
              </w:rPr>
              <w:tab/>
            </w:r>
            <w:r>
              <w:rPr>
                <w:webHidden/>
                <w:rtl/>
              </w:rPr>
              <w:fldChar w:fldCharType="begin"/>
            </w:r>
            <w:r w:rsidR="005A2070">
              <w:rPr>
                <w:webHidden/>
                <w:rtl/>
              </w:rPr>
              <w:instrText xml:space="preserve"> </w:instrText>
            </w:r>
            <w:r w:rsidR="005A2070">
              <w:rPr>
                <w:webHidden/>
              </w:rPr>
              <w:instrText>PAGEREF</w:instrText>
            </w:r>
            <w:r w:rsidR="005A2070">
              <w:rPr>
                <w:webHidden/>
                <w:rtl/>
              </w:rPr>
              <w:instrText xml:space="preserve"> _</w:instrText>
            </w:r>
            <w:r w:rsidR="005A2070">
              <w:rPr>
                <w:webHidden/>
              </w:rPr>
              <w:instrText>Toc443827502 \h</w:instrText>
            </w:r>
            <w:r w:rsidR="005A2070">
              <w:rPr>
                <w:webHidden/>
                <w:rtl/>
              </w:rPr>
              <w:instrText xml:space="preserve"> </w:instrText>
            </w:r>
            <w:r>
              <w:rPr>
                <w:webHidden/>
                <w:rtl/>
              </w:rPr>
            </w:r>
            <w:r>
              <w:rPr>
                <w:webHidden/>
                <w:rtl/>
              </w:rPr>
              <w:fldChar w:fldCharType="separate"/>
            </w:r>
            <w:r w:rsidR="00CE1D11">
              <w:rPr>
                <w:webHidden/>
              </w:rPr>
              <w:t>24</w:t>
            </w:r>
            <w:r>
              <w:rPr>
                <w:webHidden/>
                <w:rtl/>
              </w:rPr>
              <w:fldChar w:fldCharType="end"/>
            </w:r>
          </w:hyperlink>
        </w:p>
        <w:p w:rsidR="005A2070" w:rsidRDefault="00A204DD" w:rsidP="005A2070">
          <w:pPr>
            <w:pStyle w:val="TOC2"/>
            <w:rPr>
              <w:rFonts w:asciiTheme="minorHAnsi" w:eastAsiaTheme="minorEastAsia" w:hAnsiTheme="minorHAnsi" w:cstheme="minorBidi"/>
              <w:color w:val="auto"/>
              <w:sz w:val="22"/>
              <w:szCs w:val="22"/>
              <w:rtl/>
            </w:rPr>
          </w:pPr>
          <w:hyperlink w:anchor="_Toc443827503" w:history="1">
            <w:r w:rsidR="005A2070" w:rsidRPr="0089000B">
              <w:rPr>
                <w:rStyle w:val="Hyperlink"/>
              </w:rPr>
              <w:t>Hind, Wife of the Cursed Yazid Visits the Prisoners of War</w:t>
            </w:r>
            <w:r w:rsidR="005A2070">
              <w:rPr>
                <w:webHidden/>
                <w:rtl/>
              </w:rPr>
              <w:tab/>
            </w:r>
            <w:r>
              <w:rPr>
                <w:webHidden/>
                <w:rtl/>
              </w:rPr>
              <w:fldChar w:fldCharType="begin"/>
            </w:r>
            <w:r w:rsidR="005A2070">
              <w:rPr>
                <w:webHidden/>
                <w:rtl/>
              </w:rPr>
              <w:instrText xml:space="preserve"> </w:instrText>
            </w:r>
            <w:r w:rsidR="005A2070">
              <w:rPr>
                <w:webHidden/>
              </w:rPr>
              <w:instrText>PAGEREF</w:instrText>
            </w:r>
            <w:r w:rsidR="005A2070">
              <w:rPr>
                <w:webHidden/>
                <w:rtl/>
              </w:rPr>
              <w:instrText xml:space="preserve"> _</w:instrText>
            </w:r>
            <w:r w:rsidR="005A2070">
              <w:rPr>
                <w:webHidden/>
              </w:rPr>
              <w:instrText>Toc443827503 \h</w:instrText>
            </w:r>
            <w:r w:rsidR="005A2070">
              <w:rPr>
                <w:webHidden/>
                <w:rtl/>
              </w:rPr>
              <w:instrText xml:space="preserve"> </w:instrText>
            </w:r>
            <w:r>
              <w:rPr>
                <w:webHidden/>
                <w:rtl/>
              </w:rPr>
            </w:r>
            <w:r>
              <w:rPr>
                <w:webHidden/>
                <w:rtl/>
              </w:rPr>
              <w:fldChar w:fldCharType="separate"/>
            </w:r>
            <w:r w:rsidR="00CE1D11">
              <w:rPr>
                <w:webHidden/>
              </w:rPr>
              <w:t>24</w:t>
            </w:r>
            <w:r>
              <w:rPr>
                <w:webHidden/>
                <w:rtl/>
              </w:rPr>
              <w:fldChar w:fldCharType="end"/>
            </w:r>
          </w:hyperlink>
        </w:p>
        <w:p w:rsidR="005A2070" w:rsidRDefault="00A204DD" w:rsidP="005A2070">
          <w:pPr>
            <w:pStyle w:val="TOC3"/>
            <w:rPr>
              <w:rFonts w:asciiTheme="minorHAnsi" w:eastAsiaTheme="minorEastAsia" w:hAnsiTheme="minorHAnsi" w:cstheme="minorBidi"/>
              <w:noProof/>
              <w:color w:val="auto"/>
              <w:sz w:val="22"/>
              <w:szCs w:val="22"/>
              <w:rtl/>
            </w:rPr>
          </w:pPr>
          <w:hyperlink w:anchor="_Toc443827504" w:history="1">
            <w:r w:rsidR="005A2070" w:rsidRPr="0089000B">
              <w:rPr>
                <w:rStyle w:val="Hyperlink"/>
                <w:noProof/>
              </w:rPr>
              <w:t>(" Qaid qaane mein talatum hai ke Hind aatee hai" )</w:t>
            </w:r>
            <w:r w:rsidR="005A2070">
              <w:rPr>
                <w:noProof/>
                <w:webHidden/>
                <w:rtl/>
              </w:rPr>
              <w:tab/>
            </w:r>
            <w:r>
              <w:rPr>
                <w:noProof/>
                <w:webHidden/>
                <w:rtl/>
              </w:rPr>
              <w:fldChar w:fldCharType="begin"/>
            </w:r>
            <w:r w:rsidR="005A2070">
              <w:rPr>
                <w:noProof/>
                <w:webHidden/>
                <w:rtl/>
              </w:rPr>
              <w:instrText xml:space="preserve"> </w:instrText>
            </w:r>
            <w:r w:rsidR="005A2070">
              <w:rPr>
                <w:noProof/>
                <w:webHidden/>
              </w:rPr>
              <w:instrText>PAGEREF</w:instrText>
            </w:r>
            <w:r w:rsidR="005A2070">
              <w:rPr>
                <w:noProof/>
                <w:webHidden/>
                <w:rtl/>
              </w:rPr>
              <w:instrText xml:space="preserve"> _</w:instrText>
            </w:r>
            <w:r w:rsidR="005A2070">
              <w:rPr>
                <w:noProof/>
                <w:webHidden/>
              </w:rPr>
              <w:instrText>Toc443827504 \h</w:instrText>
            </w:r>
            <w:r w:rsidR="005A2070">
              <w:rPr>
                <w:noProof/>
                <w:webHidden/>
                <w:rtl/>
              </w:rPr>
              <w:instrText xml:space="preserve"> </w:instrText>
            </w:r>
            <w:r>
              <w:rPr>
                <w:noProof/>
                <w:webHidden/>
                <w:rtl/>
              </w:rPr>
            </w:r>
            <w:r>
              <w:rPr>
                <w:noProof/>
                <w:webHidden/>
                <w:rtl/>
              </w:rPr>
              <w:fldChar w:fldCharType="separate"/>
            </w:r>
            <w:r w:rsidR="00CE1D11">
              <w:rPr>
                <w:noProof/>
                <w:webHidden/>
              </w:rPr>
              <w:t>24</w:t>
            </w:r>
            <w:r>
              <w:rPr>
                <w:noProof/>
                <w:webHidden/>
                <w:rtl/>
              </w:rPr>
              <w:fldChar w:fldCharType="end"/>
            </w:r>
          </w:hyperlink>
        </w:p>
        <w:p w:rsidR="005A2070" w:rsidRDefault="00A204DD" w:rsidP="005A2070">
          <w:pPr>
            <w:pStyle w:val="TOC1"/>
            <w:rPr>
              <w:rFonts w:asciiTheme="minorHAnsi" w:eastAsiaTheme="minorEastAsia" w:hAnsiTheme="minorHAnsi" w:cstheme="minorBidi"/>
              <w:b w:val="0"/>
              <w:bCs w:val="0"/>
              <w:color w:val="auto"/>
              <w:sz w:val="22"/>
              <w:szCs w:val="22"/>
              <w:rtl/>
            </w:rPr>
          </w:pPr>
          <w:hyperlink w:anchor="_Toc443827505" w:history="1">
            <w:r w:rsidR="005A2070" w:rsidRPr="0089000B">
              <w:rPr>
                <w:rStyle w:val="Hyperlink"/>
              </w:rPr>
              <w:t>Marsiya n. 10: A Beloved Daughter</w:t>
            </w:r>
            <w:r w:rsidR="005A2070">
              <w:rPr>
                <w:webHidden/>
                <w:rtl/>
              </w:rPr>
              <w:tab/>
            </w:r>
            <w:r>
              <w:rPr>
                <w:webHidden/>
                <w:rtl/>
              </w:rPr>
              <w:fldChar w:fldCharType="begin"/>
            </w:r>
            <w:r w:rsidR="005A2070">
              <w:rPr>
                <w:webHidden/>
                <w:rtl/>
              </w:rPr>
              <w:instrText xml:space="preserve"> </w:instrText>
            </w:r>
            <w:r w:rsidR="005A2070">
              <w:rPr>
                <w:webHidden/>
              </w:rPr>
              <w:instrText>PAGEREF</w:instrText>
            </w:r>
            <w:r w:rsidR="005A2070">
              <w:rPr>
                <w:webHidden/>
                <w:rtl/>
              </w:rPr>
              <w:instrText xml:space="preserve"> _</w:instrText>
            </w:r>
            <w:r w:rsidR="005A2070">
              <w:rPr>
                <w:webHidden/>
              </w:rPr>
              <w:instrText>Toc443827505 \h</w:instrText>
            </w:r>
            <w:r w:rsidR="005A2070">
              <w:rPr>
                <w:webHidden/>
                <w:rtl/>
              </w:rPr>
              <w:instrText xml:space="preserve"> </w:instrText>
            </w:r>
            <w:r>
              <w:rPr>
                <w:webHidden/>
                <w:rtl/>
              </w:rPr>
            </w:r>
            <w:r>
              <w:rPr>
                <w:webHidden/>
                <w:rtl/>
              </w:rPr>
              <w:fldChar w:fldCharType="separate"/>
            </w:r>
            <w:r w:rsidR="00CE1D11">
              <w:rPr>
                <w:webHidden/>
              </w:rPr>
              <w:t>27</w:t>
            </w:r>
            <w:r>
              <w:rPr>
                <w:webHidden/>
                <w:rtl/>
              </w:rPr>
              <w:fldChar w:fldCharType="end"/>
            </w:r>
          </w:hyperlink>
        </w:p>
        <w:p w:rsidR="005A2070" w:rsidRDefault="00A204DD" w:rsidP="005A2070">
          <w:pPr>
            <w:pStyle w:val="TOC2"/>
            <w:rPr>
              <w:rFonts w:asciiTheme="minorHAnsi" w:eastAsiaTheme="minorEastAsia" w:hAnsiTheme="minorHAnsi" w:cstheme="minorBidi"/>
              <w:color w:val="auto"/>
              <w:sz w:val="22"/>
              <w:szCs w:val="22"/>
              <w:rtl/>
            </w:rPr>
          </w:pPr>
          <w:hyperlink w:anchor="_Toc443827506" w:history="1">
            <w:r w:rsidR="005A2070" w:rsidRPr="0089000B">
              <w:rPr>
                <w:rStyle w:val="Hyperlink"/>
              </w:rPr>
              <w:t>The Imam’s Beloved Daughter: Most Reveled Sakina (‘a)</w:t>
            </w:r>
            <w:r w:rsidR="005A2070">
              <w:rPr>
                <w:webHidden/>
                <w:rtl/>
              </w:rPr>
              <w:tab/>
            </w:r>
            <w:r>
              <w:rPr>
                <w:webHidden/>
                <w:rtl/>
              </w:rPr>
              <w:fldChar w:fldCharType="begin"/>
            </w:r>
            <w:r w:rsidR="005A2070">
              <w:rPr>
                <w:webHidden/>
                <w:rtl/>
              </w:rPr>
              <w:instrText xml:space="preserve"> </w:instrText>
            </w:r>
            <w:r w:rsidR="005A2070">
              <w:rPr>
                <w:webHidden/>
              </w:rPr>
              <w:instrText>PAGEREF</w:instrText>
            </w:r>
            <w:r w:rsidR="005A2070">
              <w:rPr>
                <w:webHidden/>
                <w:rtl/>
              </w:rPr>
              <w:instrText xml:space="preserve"> _</w:instrText>
            </w:r>
            <w:r w:rsidR="005A2070">
              <w:rPr>
                <w:webHidden/>
              </w:rPr>
              <w:instrText>Toc443827506 \h</w:instrText>
            </w:r>
            <w:r w:rsidR="005A2070">
              <w:rPr>
                <w:webHidden/>
                <w:rtl/>
              </w:rPr>
              <w:instrText xml:space="preserve"> </w:instrText>
            </w:r>
            <w:r>
              <w:rPr>
                <w:webHidden/>
                <w:rtl/>
              </w:rPr>
            </w:r>
            <w:r>
              <w:rPr>
                <w:webHidden/>
                <w:rtl/>
              </w:rPr>
              <w:fldChar w:fldCharType="separate"/>
            </w:r>
            <w:r w:rsidR="00CE1D11">
              <w:rPr>
                <w:webHidden/>
              </w:rPr>
              <w:t>27</w:t>
            </w:r>
            <w:r>
              <w:rPr>
                <w:webHidden/>
                <w:rtl/>
              </w:rPr>
              <w:fldChar w:fldCharType="end"/>
            </w:r>
          </w:hyperlink>
        </w:p>
        <w:p w:rsidR="005A2070" w:rsidRDefault="00A204DD" w:rsidP="005A2070">
          <w:pPr>
            <w:pStyle w:val="TOC3"/>
            <w:rPr>
              <w:rFonts w:asciiTheme="minorHAnsi" w:eastAsiaTheme="minorEastAsia" w:hAnsiTheme="minorHAnsi" w:cstheme="minorBidi"/>
              <w:noProof/>
              <w:color w:val="auto"/>
              <w:sz w:val="22"/>
              <w:szCs w:val="22"/>
              <w:rtl/>
            </w:rPr>
          </w:pPr>
          <w:hyperlink w:anchor="_Toc443827507" w:history="1">
            <w:r w:rsidR="005A2070" w:rsidRPr="0089000B">
              <w:rPr>
                <w:rStyle w:val="Hyperlink"/>
                <w:noProof/>
              </w:rPr>
              <w:t>(" Bevon kaa mulke Shaam mein jis dum guzar hua" )</w:t>
            </w:r>
            <w:r w:rsidR="005A2070">
              <w:rPr>
                <w:noProof/>
                <w:webHidden/>
                <w:rtl/>
              </w:rPr>
              <w:tab/>
            </w:r>
            <w:r>
              <w:rPr>
                <w:noProof/>
                <w:webHidden/>
                <w:rtl/>
              </w:rPr>
              <w:fldChar w:fldCharType="begin"/>
            </w:r>
            <w:r w:rsidR="005A2070">
              <w:rPr>
                <w:noProof/>
                <w:webHidden/>
                <w:rtl/>
              </w:rPr>
              <w:instrText xml:space="preserve"> </w:instrText>
            </w:r>
            <w:r w:rsidR="005A2070">
              <w:rPr>
                <w:noProof/>
                <w:webHidden/>
              </w:rPr>
              <w:instrText>PAGEREF</w:instrText>
            </w:r>
            <w:r w:rsidR="005A2070">
              <w:rPr>
                <w:noProof/>
                <w:webHidden/>
                <w:rtl/>
              </w:rPr>
              <w:instrText xml:space="preserve"> _</w:instrText>
            </w:r>
            <w:r w:rsidR="005A2070">
              <w:rPr>
                <w:noProof/>
                <w:webHidden/>
              </w:rPr>
              <w:instrText>Toc443827507 \h</w:instrText>
            </w:r>
            <w:r w:rsidR="005A2070">
              <w:rPr>
                <w:noProof/>
                <w:webHidden/>
                <w:rtl/>
              </w:rPr>
              <w:instrText xml:space="preserve"> </w:instrText>
            </w:r>
            <w:r>
              <w:rPr>
                <w:noProof/>
                <w:webHidden/>
                <w:rtl/>
              </w:rPr>
            </w:r>
            <w:r>
              <w:rPr>
                <w:noProof/>
                <w:webHidden/>
                <w:rtl/>
              </w:rPr>
              <w:fldChar w:fldCharType="separate"/>
            </w:r>
            <w:r w:rsidR="00CE1D11">
              <w:rPr>
                <w:noProof/>
                <w:webHidden/>
              </w:rPr>
              <w:t>27</w:t>
            </w:r>
            <w:r>
              <w:rPr>
                <w:noProof/>
                <w:webHidden/>
                <w:rtl/>
              </w:rPr>
              <w:fldChar w:fldCharType="end"/>
            </w:r>
          </w:hyperlink>
        </w:p>
        <w:p w:rsidR="005A2070" w:rsidRDefault="00A204DD" w:rsidP="005A2070">
          <w:pPr>
            <w:pStyle w:val="TOC1"/>
            <w:rPr>
              <w:rFonts w:asciiTheme="minorHAnsi" w:eastAsiaTheme="minorEastAsia" w:hAnsiTheme="minorHAnsi" w:cstheme="minorBidi"/>
              <w:b w:val="0"/>
              <w:bCs w:val="0"/>
              <w:color w:val="auto"/>
              <w:sz w:val="22"/>
              <w:szCs w:val="22"/>
              <w:rtl/>
            </w:rPr>
          </w:pPr>
          <w:hyperlink w:anchor="_Toc443827508" w:history="1">
            <w:r w:rsidR="005A2070" w:rsidRPr="0089000B">
              <w:rPr>
                <w:rStyle w:val="Hyperlink"/>
              </w:rPr>
              <w:t>Marsiya n. 11: The Return to the Plains of Karbala</w:t>
            </w:r>
            <w:r w:rsidR="005A2070">
              <w:rPr>
                <w:webHidden/>
                <w:rtl/>
              </w:rPr>
              <w:tab/>
            </w:r>
            <w:r>
              <w:rPr>
                <w:webHidden/>
                <w:rtl/>
              </w:rPr>
              <w:fldChar w:fldCharType="begin"/>
            </w:r>
            <w:r w:rsidR="005A2070">
              <w:rPr>
                <w:webHidden/>
                <w:rtl/>
              </w:rPr>
              <w:instrText xml:space="preserve"> </w:instrText>
            </w:r>
            <w:r w:rsidR="005A2070">
              <w:rPr>
                <w:webHidden/>
              </w:rPr>
              <w:instrText>PAGEREF</w:instrText>
            </w:r>
            <w:r w:rsidR="005A2070">
              <w:rPr>
                <w:webHidden/>
                <w:rtl/>
              </w:rPr>
              <w:instrText xml:space="preserve"> _</w:instrText>
            </w:r>
            <w:r w:rsidR="005A2070">
              <w:rPr>
                <w:webHidden/>
              </w:rPr>
              <w:instrText>Toc443827508 \h</w:instrText>
            </w:r>
            <w:r w:rsidR="005A2070">
              <w:rPr>
                <w:webHidden/>
                <w:rtl/>
              </w:rPr>
              <w:instrText xml:space="preserve"> </w:instrText>
            </w:r>
            <w:r>
              <w:rPr>
                <w:webHidden/>
                <w:rtl/>
              </w:rPr>
            </w:r>
            <w:r>
              <w:rPr>
                <w:webHidden/>
                <w:rtl/>
              </w:rPr>
              <w:fldChar w:fldCharType="separate"/>
            </w:r>
            <w:r w:rsidR="00CE1D11">
              <w:rPr>
                <w:webHidden/>
              </w:rPr>
              <w:t>30</w:t>
            </w:r>
            <w:r>
              <w:rPr>
                <w:webHidden/>
                <w:rtl/>
              </w:rPr>
              <w:fldChar w:fldCharType="end"/>
            </w:r>
          </w:hyperlink>
        </w:p>
        <w:p w:rsidR="005A2070" w:rsidRDefault="00A204DD" w:rsidP="005A2070">
          <w:pPr>
            <w:pStyle w:val="TOC2"/>
            <w:rPr>
              <w:rFonts w:asciiTheme="minorHAnsi" w:eastAsiaTheme="minorEastAsia" w:hAnsiTheme="minorHAnsi" w:cstheme="minorBidi"/>
              <w:color w:val="auto"/>
              <w:sz w:val="22"/>
              <w:szCs w:val="22"/>
              <w:rtl/>
            </w:rPr>
          </w:pPr>
          <w:hyperlink w:anchor="_Toc443827509" w:history="1">
            <w:r w:rsidR="005A2070" w:rsidRPr="0089000B">
              <w:rPr>
                <w:rStyle w:val="Hyperlink"/>
              </w:rPr>
              <w:t>Most Reverred Zainab (‘a) Returns to Karbala Chehlum</w:t>
            </w:r>
            <w:r w:rsidR="005A2070">
              <w:rPr>
                <w:webHidden/>
                <w:rtl/>
              </w:rPr>
              <w:tab/>
            </w:r>
            <w:r>
              <w:rPr>
                <w:webHidden/>
                <w:rtl/>
              </w:rPr>
              <w:fldChar w:fldCharType="begin"/>
            </w:r>
            <w:r w:rsidR="005A2070">
              <w:rPr>
                <w:webHidden/>
                <w:rtl/>
              </w:rPr>
              <w:instrText xml:space="preserve"> </w:instrText>
            </w:r>
            <w:r w:rsidR="005A2070">
              <w:rPr>
                <w:webHidden/>
              </w:rPr>
              <w:instrText>PAGEREF</w:instrText>
            </w:r>
            <w:r w:rsidR="005A2070">
              <w:rPr>
                <w:webHidden/>
                <w:rtl/>
              </w:rPr>
              <w:instrText xml:space="preserve"> _</w:instrText>
            </w:r>
            <w:r w:rsidR="005A2070">
              <w:rPr>
                <w:webHidden/>
              </w:rPr>
              <w:instrText>Toc443827509 \h</w:instrText>
            </w:r>
            <w:r w:rsidR="005A2070">
              <w:rPr>
                <w:webHidden/>
                <w:rtl/>
              </w:rPr>
              <w:instrText xml:space="preserve"> </w:instrText>
            </w:r>
            <w:r>
              <w:rPr>
                <w:webHidden/>
                <w:rtl/>
              </w:rPr>
            </w:r>
            <w:r>
              <w:rPr>
                <w:webHidden/>
                <w:rtl/>
              </w:rPr>
              <w:fldChar w:fldCharType="separate"/>
            </w:r>
            <w:r w:rsidR="00CE1D11">
              <w:rPr>
                <w:webHidden/>
              </w:rPr>
              <w:t>30</w:t>
            </w:r>
            <w:r>
              <w:rPr>
                <w:webHidden/>
                <w:rtl/>
              </w:rPr>
              <w:fldChar w:fldCharType="end"/>
            </w:r>
          </w:hyperlink>
        </w:p>
        <w:p w:rsidR="005A2070" w:rsidRDefault="00A204DD" w:rsidP="005A2070">
          <w:pPr>
            <w:pStyle w:val="TOC3"/>
            <w:rPr>
              <w:rFonts w:asciiTheme="minorHAnsi" w:eastAsiaTheme="minorEastAsia" w:hAnsiTheme="minorHAnsi" w:cstheme="minorBidi"/>
              <w:noProof/>
              <w:color w:val="auto"/>
              <w:sz w:val="22"/>
              <w:szCs w:val="22"/>
              <w:rtl/>
            </w:rPr>
          </w:pPr>
          <w:hyperlink w:anchor="_Toc443827510" w:history="1">
            <w:r w:rsidR="005A2070" w:rsidRPr="0089000B">
              <w:rPr>
                <w:rStyle w:val="Hyperlink"/>
                <w:noProof/>
              </w:rPr>
              <w:t>("Chehlum jo Karbala mein bahattar ka ho chuka")</w:t>
            </w:r>
            <w:r w:rsidR="005A2070">
              <w:rPr>
                <w:noProof/>
                <w:webHidden/>
                <w:rtl/>
              </w:rPr>
              <w:tab/>
            </w:r>
            <w:r>
              <w:rPr>
                <w:noProof/>
                <w:webHidden/>
                <w:rtl/>
              </w:rPr>
              <w:fldChar w:fldCharType="begin"/>
            </w:r>
            <w:r w:rsidR="005A2070">
              <w:rPr>
                <w:noProof/>
                <w:webHidden/>
                <w:rtl/>
              </w:rPr>
              <w:instrText xml:space="preserve"> </w:instrText>
            </w:r>
            <w:r w:rsidR="005A2070">
              <w:rPr>
                <w:noProof/>
                <w:webHidden/>
              </w:rPr>
              <w:instrText>PAGEREF</w:instrText>
            </w:r>
            <w:r w:rsidR="005A2070">
              <w:rPr>
                <w:noProof/>
                <w:webHidden/>
                <w:rtl/>
              </w:rPr>
              <w:instrText xml:space="preserve"> _</w:instrText>
            </w:r>
            <w:r w:rsidR="005A2070">
              <w:rPr>
                <w:noProof/>
                <w:webHidden/>
              </w:rPr>
              <w:instrText>Toc443827510 \h</w:instrText>
            </w:r>
            <w:r w:rsidR="005A2070">
              <w:rPr>
                <w:noProof/>
                <w:webHidden/>
                <w:rtl/>
              </w:rPr>
              <w:instrText xml:space="preserve"> </w:instrText>
            </w:r>
            <w:r>
              <w:rPr>
                <w:noProof/>
                <w:webHidden/>
                <w:rtl/>
              </w:rPr>
            </w:r>
            <w:r>
              <w:rPr>
                <w:noProof/>
                <w:webHidden/>
                <w:rtl/>
              </w:rPr>
              <w:fldChar w:fldCharType="separate"/>
            </w:r>
            <w:r w:rsidR="00CE1D11">
              <w:rPr>
                <w:noProof/>
                <w:webHidden/>
              </w:rPr>
              <w:t>30</w:t>
            </w:r>
            <w:r>
              <w:rPr>
                <w:noProof/>
                <w:webHidden/>
                <w:rtl/>
              </w:rPr>
              <w:fldChar w:fldCharType="end"/>
            </w:r>
          </w:hyperlink>
        </w:p>
        <w:p w:rsidR="005A2070" w:rsidRDefault="00A204DD" w:rsidP="005A2070">
          <w:pPr>
            <w:pStyle w:val="TOC1"/>
            <w:rPr>
              <w:rFonts w:asciiTheme="minorHAnsi" w:eastAsiaTheme="minorEastAsia" w:hAnsiTheme="minorHAnsi" w:cstheme="minorBidi"/>
              <w:b w:val="0"/>
              <w:bCs w:val="0"/>
              <w:color w:val="auto"/>
              <w:sz w:val="22"/>
              <w:szCs w:val="22"/>
              <w:rtl/>
            </w:rPr>
          </w:pPr>
          <w:hyperlink w:anchor="_Toc443827511" w:history="1">
            <w:r w:rsidR="005A2070" w:rsidRPr="0089000B">
              <w:rPr>
                <w:rStyle w:val="Hyperlink"/>
              </w:rPr>
              <w:t>Note</w:t>
            </w:r>
            <w:r w:rsidR="005A2070">
              <w:rPr>
                <w:webHidden/>
                <w:rtl/>
              </w:rPr>
              <w:tab/>
            </w:r>
            <w:r>
              <w:rPr>
                <w:webHidden/>
                <w:rtl/>
              </w:rPr>
              <w:fldChar w:fldCharType="begin"/>
            </w:r>
            <w:r w:rsidR="005A2070">
              <w:rPr>
                <w:webHidden/>
                <w:rtl/>
              </w:rPr>
              <w:instrText xml:space="preserve"> </w:instrText>
            </w:r>
            <w:r w:rsidR="005A2070">
              <w:rPr>
                <w:webHidden/>
              </w:rPr>
              <w:instrText>PAGEREF</w:instrText>
            </w:r>
            <w:r w:rsidR="005A2070">
              <w:rPr>
                <w:webHidden/>
                <w:rtl/>
              </w:rPr>
              <w:instrText xml:space="preserve"> _</w:instrText>
            </w:r>
            <w:r w:rsidR="005A2070">
              <w:rPr>
                <w:webHidden/>
              </w:rPr>
              <w:instrText>Toc443827511 \h</w:instrText>
            </w:r>
            <w:r w:rsidR="005A2070">
              <w:rPr>
                <w:webHidden/>
                <w:rtl/>
              </w:rPr>
              <w:instrText xml:space="preserve"> </w:instrText>
            </w:r>
            <w:r>
              <w:rPr>
                <w:webHidden/>
                <w:rtl/>
              </w:rPr>
            </w:r>
            <w:r>
              <w:rPr>
                <w:webHidden/>
                <w:rtl/>
              </w:rPr>
              <w:fldChar w:fldCharType="separate"/>
            </w:r>
            <w:r w:rsidR="00CE1D11">
              <w:rPr>
                <w:webHidden/>
              </w:rPr>
              <w:t>32</w:t>
            </w:r>
            <w:r>
              <w:rPr>
                <w:webHidden/>
                <w:rtl/>
              </w:rPr>
              <w:fldChar w:fldCharType="end"/>
            </w:r>
          </w:hyperlink>
        </w:p>
        <w:p w:rsidR="005A2070" w:rsidRDefault="00A204DD" w:rsidP="005A2070">
          <w:pPr>
            <w:pStyle w:val="libNormal"/>
          </w:pPr>
          <w:r>
            <w:fldChar w:fldCharType="end"/>
          </w:r>
        </w:p>
      </w:sdtContent>
    </w:sdt>
    <w:p w:rsidR="00494D4F" w:rsidRDefault="00494D4F" w:rsidP="00D16736">
      <w:pPr>
        <w:pStyle w:val="libNormal"/>
      </w:pPr>
      <w:r>
        <w:br w:type="page"/>
      </w:r>
    </w:p>
    <w:p w:rsidR="00B73579" w:rsidRDefault="00B73579" w:rsidP="00494D4F">
      <w:pPr>
        <w:pStyle w:val="Heading1Center"/>
      </w:pPr>
      <w:bookmarkStart w:id="0" w:name="_Toc443827475"/>
      <w:r>
        <w:lastRenderedPageBreak/>
        <w:t>Acknowledgements</w:t>
      </w:r>
      <w:bookmarkEnd w:id="0"/>
    </w:p>
    <w:p w:rsidR="00B73579" w:rsidRDefault="00B73579" w:rsidP="00F77764">
      <w:pPr>
        <w:pStyle w:val="libNormal"/>
      </w:pPr>
      <w:r>
        <w:t xml:space="preserve">I am eternally indebted to my parents, </w:t>
      </w:r>
      <w:proofErr w:type="spellStart"/>
      <w:r>
        <w:t>Sayyid</w:t>
      </w:r>
      <w:proofErr w:type="spellEnd"/>
      <w:r>
        <w:t xml:space="preserve"> Muhammad </w:t>
      </w:r>
      <w:proofErr w:type="spellStart"/>
      <w:r>
        <w:t>Raza</w:t>
      </w:r>
      <w:proofErr w:type="spellEnd"/>
      <w:r>
        <w:t xml:space="preserve"> and </w:t>
      </w:r>
      <w:proofErr w:type="spellStart"/>
      <w:r>
        <w:t>Maleka</w:t>
      </w:r>
      <w:proofErr w:type="spellEnd"/>
      <w:r>
        <w:t xml:space="preserve"> </w:t>
      </w:r>
      <w:proofErr w:type="spellStart"/>
      <w:r>
        <w:t>Zainab</w:t>
      </w:r>
      <w:proofErr w:type="spellEnd"/>
      <w:r>
        <w:t xml:space="preserve"> </w:t>
      </w:r>
      <w:proofErr w:type="spellStart"/>
      <w:r>
        <w:t>Banu</w:t>
      </w:r>
      <w:proofErr w:type="spellEnd"/>
      <w:r>
        <w:t xml:space="preserve">, who raised me to love the </w:t>
      </w:r>
      <w:proofErr w:type="spellStart"/>
      <w:r>
        <w:t>Ahlul</w:t>
      </w:r>
      <w:proofErr w:type="spellEnd"/>
      <w:r>
        <w:t xml:space="preserve"> </w:t>
      </w:r>
      <w:proofErr w:type="spellStart"/>
      <w:r>
        <w:t>Baith</w:t>
      </w:r>
      <w:proofErr w:type="spellEnd"/>
      <w:r>
        <w:t xml:space="preserve"> and who taught me the Urdu language; I have also learned much, both in terms of inspiration and guidance, from </w:t>
      </w:r>
      <w:proofErr w:type="spellStart"/>
      <w:r>
        <w:t>Hasan</w:t>
      </w:r>
      <w:proofErr w:type="spellEnd"/>
      <w:r>
        <w:t xml:space="preserve"> Abdullah </w:t>
      </w:r>
      <w:proofErr w:type="spellStart"/>
      <w:r>
        <w:t>Moosavi</w:t>
      </w:r>
      <w:proofErr w:type="spellEnd"/>
      <w:r>
        <w:t>, an Urdu poet (Al Mir), residing in Hyderabad, India and who also happens to be my maternal uncle;</w:t>
      </w:r>
    </w:p>
    <w:p w:rsidR="00B73579" w:rsidRDefault="00B73579" w:rsidP="00494D4F">
      <w:pPr>
        <w:pStyle w:val="libNormal"/>
      </w:pPr>
      <w:r>
        <w:t xml:space="preserve">My children, </w:t>
      </w:r>
      <w:proofErr w:type="spellStart"/>
      <w:r>
        <w:t>Mehdi</w:t>
      </w:r>
      <w:proofErr w:type="spellEnd"/>
      <w:r>
        <w:t xml:space="preserve"> and </w:t>
      </w:r>
      <w:proofErr w:type="spellStart"/>
      <w:r>
        <w:t>Abiha</w:t>
      </w:r>
      <w:proofErr w:type="spellEnd"/>
      <w:r>
        <w:t xml:space="preserve">, inspired and motivated me to translate the </w:t>
      </w:r>
      <w:proofErr w:type="spellStart"/>
      <w:r>
        <w:t>marsias</w:t>
      </w:r>
      <w:proofErr w:type="spellEnd"/>
      <w:r>
        <w:t xml:space="preserve"> and continually oblige me by struggling to learn Urdu; It would be inexcusable to not mention my sisters, Sarah </w:t>
      </w:r>
      <w:proofErr w:type="spellStart"/>
      <w:r>
        <w:t>Naqvi</w:t>
      </w:r>
      <w:proofErr w:type="spellEnd"/>
      <w:r>
        <w:t xml:space="preserve"> and </w:t>
      </w:r>
      <w:proofErr w:type="spellStart"/>
      <w:r>
        <w:t>Soghra</w:t>
      </w:r>
      <w:proofErr w:type="spellEnd"/>
      <w:r>
        <w:t xml:space="preserve"> </w:t>
      </w:r>
      <w:proofErr w:type="spellStart"/>
      <w:r>
        <w:t>Raza</w:t>
      </w:r>
      <w:proofErr w:type="spellEnd"/>
      <w:r>
        <w:t xml:space="preserve">, who have always encouraged my poetic blabber and listen patiently (or at least pretend to listen) to my ramblings; their respective husbands, </w:t>
      </w:r>
      <w:proofErr w:type="spellStart"/>
      <w:r>
        <w:t>Luthfe</w:t>
      </w:r>
      <w:proofErr w:type="spellEnd"/>
      <w:r>
        <w:t xml:space="preserve"> </w:t>
      </w:r>
      <w:proofErr w:type="spellStart"/>
      <w:r>
        <w:t>Naqvi</w:t>
      </w:r>
      <w:proofErr w:type="spellEnd"/>
      <w:r>
        <w:t xml:space="preserve"> and </w:t>
      </w:r>
      <w:proofErr w:type="spellStart"/>
      <w:r>
        <w:t>Sayyid</w:t>
      </w:r>
      <w:proofErr w:type="spellEnd"/>
      <w:r>
        <w:t xml:space="preserve"> </w:t>
      </w:r>
      <w:proofErr w:type="spellStart"/>
      <w:r>
        <w:t>Qayem</w:t>
      </w:r>
      <w:proofErr w:type="spellEnd"/>
      <w:r>
        <w:t xml:space="preserve"> Husain have also assisted in the circulation of this book; Finally, my many thanks to the readers of Meer Anis' and </w:t>
      </w:r>
      <w:proofErr w:type="spellStart"/>
      <w:r>
        <w:t>Mirza</w:t>
      </w:r>
      <w:proofErr w:type="spellEnd"/>
      <w:r>
        <w:t xml:space="preserve"> </w:t>
      </w:r>
      <w:proofErr w:type="spellStart"/>
      <w:r>
        <w:t>Dabeer's</w:t>
      </w:r>
      <w:proofErr w:type="spellEnd"/>
      <w:r>
        <w:t xml:space="preserve"> </w:t>
      </w:r>
      <w:proofErr w:type="spellStart"/>
      <w:r>
        <w:t>marsias</w:t>
      </w:r>
      <w:proofErr w:type="spellEnd"/>
      <w:r>
        <w:t xml:space="preserve"> in Hyderabad, India, whose beautiful recitation of the </w:t>
      </w:r>
      <w:proofErr w:type="spellStart"/>
      <w:r>
        <w:t>marsias</w:t>
      </w:r>
      <w:proofErr w:type="spellEnd"/>
      <w:r>
        <w:t xml:space="preserve"> fostered in me a love for the poetry, the reading of which I continue to enjoy to this day.</w:t>
      </w:r>
    </w:p>
    <w:p w:rsidR="00494D4F" w:rsidRDefault="00494D4F" w:rsidP="00D16736">
      <w:pPr>
        <w:pStyle w:val="libNormal"/>
      </w:pPr>
      <w:r>
        <w:br w:type="page"/>
      </w:r>
    </w:p>
    <w:p w:rsidR="00B73579" w:rsidRDefault="00B73579" w:rsidP="00494D4F">
      <w:pPr>
        <w:pStyle w:val="Heading1Center"/>
      </w:pPr>
      <w:bookmarkStart w:id="1" w:name="_Toc443827476"/>
      <w:r>
        <w:lastRenderedPageBreak/>
        <w:t>About the Translator</w:t>
      </w:r>
      <w:bookmarkEnd w:id="1"/>
    </w:p>
    <w:p w:rsidR="00B73579" w:rsidRDefault="00B73579" w:rsidP="00494D4F">
      <w:pPr>
        <w:pStyle w:val="libNormal"/>
      </w:pPr>
      <w:proofErr w:type="spellStart"/>
      <w:r>
        <w:t>Syeda</w:t>
      </w:r>
      <w:proofErr w:type="spellEnd"/>
      <w:r>
        <w:t xml:space="preserve"> B. </w:t>
      </w:r>
      <w:proofErr w:type="spellStart"/>
      <w:r>
        <w:t>Naqvi</w:t>
      </w:r>
      <w:proofErr w:type="spellEnd"/>
      <w:r>
        <w:t xml:space="preserve"> was born in Hyderabad, India. She migrated to the United States in 1987 and has since lived in </w:t>
      </w:r>
      <w:proofErr w:type="spellStart"/>
      <w:r>
        <w:t>Maryiand</w:t>
      </w:r>
      <w:proofErr w:type="spellEnd"/>
      <w:r>
        <w:t xml:space="preserve">. She is a mother of two children, </w:t>
      </w:r>
      <w:proofErr w:type="spellStart"/>
      <w:r>
        <w:t>Mehdi</w:t>
      </w:r>
      <w:proofErr w:type="spellEnd"/>
      <w:r>
        <w:t xml:space="preserve"> and </w:t>
      </w:r>
      <w:proofErr w:type="spellStart"/>
      <w:r>
        <w:t>Abiha</w:t>
      </w:r>
      <w:proofErr w:type="spellEnd"/>
      <w:r>
        <w:t>. She is also an attorney practicing in the Washington, D.C. metropolitan area.</w:t>
      </w:r>
    </w:p>
    <w:p w:rsidR="00494D4F" w:rsidRDefault="00494D4F" w:rsidP="00D16736">
      <w:pPr>
        <w:pStyle w:val="libNormal"/>
      </w:pPr>
      <w:r>
        <w:br w:type="page"/>
      </w:r>
    </w:p>
    <w:p w:rsidR="00B73579" w:rsidRDefault="00B73579" w:rsidP="00494D4F">
      <w:pPr>
        <w:pStyle w:val="Heading1Center"/>
      </w:pPr>
      <w:bookmarkStart w:id="2" w:name="_Toc443827477"/>
      <w:r>
        <w:lastRenderedPageBreak/>
        <w:t>Introduction</w:t>
      </w:r>
      <w:bookmarkEnd w:id="2"/>
    </w:p>
    <w:p w:rsidR="00B73579" w:rsidRPr="00494D4F" w:rsidRDefault="00B73579" w:rsidP="00494D4F">
      <w:pPr>
        <w:pStyle w:val="libNormal"/>
      </w:pPr>
      <w:r w:rsidRPr="00494D4F">
        <w:t xml:space="preserve">Meer Anis or </w:t>
      </w:r>
      <w:proofErr w:type="spellStart"/>
      <w:r w:rsidRPr="00494D4F">
        <w:t>Mirza</w:t>
      </w:r>
      <w:proofErr w:type="spellEnd"/>
      <w:r w:rsidRPr="00494D4F">
        <w:t xml:space="preserve"> </w:t>
      </w:r>
      <w:proofErr w:type="spellStart"/>
      <w:r w:rsidRPr="00494D4F">
        <w:t>Dabeer</w:t>
      </w:r>
      <w:proofErr w:type="spellEnd"/>
      <w:r w:rsidRPr="00494D4F">
        <w:t xml:space="preserve"> </w:t>
      </w:r>
      <w:proofErr w:type="gramStart"/>
      <w:r w:rsidRPr="00494D4F">
        <w:t>need</w:t>
      </w:r>
      <w:proofErr w:type="gramEnd"/>
      <w:r w:rsidRPr="00494D4F">
        <w:t xml:space="preserve"> no introduction. The translation of their immortal </w:t>
      </w:r>
      <w:proofErr w:type="spellStart"/>
      <w:r w:rsidRPr="00494D4F">
        <w:t>marsias</w:t>
      </w:r>
      <w:proofErr w:type="spellEnd"/>
      <w:r w:rsidRPr="00494D4F">
        <w:t xml:space="preserve"> perhaps does. The Urdu speaking </w:t>
      </w:r>
      <w:proofErr w:type="spellStart"/>
      <w:r w:rsidRPr="00494D4F">
        <w:t>Shias</w:t>
      </w:r>
      <w:proofErr w:type="spellEnd"/>
      <w:r w:rsidRPr="00494D4F">
        <w:t xml:space="preserve"> who have had the pleasure of reading and hearing Meer Anis' and </w:t>
      </w:r>
      <w:proofErr w:type="spellStart"/>
      <w:r w:rsidRPr="00494D4F">
        <w:t>Mirza</w:t>
      </w:r>
      <w:proofErr w:type="spellEnd"/>
      <w:r w:rsidRPr="00494D4F">
        <w:t xml:space="preserve"> </w:t>
      </w:r>
      <w:proofErr w:type="spellStart"/>
      <w:r w:rsidRPr="00494D4F">
        <w:t>Dabeer's</w:t>
      </w:r>
      <w:proofErr w:type="spellEnd"/>
      <w:r w:rsidRPr="00494D4F">
        <w:t xml:space="preserve"> </w:t>
      </w:r>
      <w:proofErr w:type="spellStart"/>
      <w:r w:rsidRPr="00494D4F">
        <w:t>marsias</w:t>
      </w:r>
      <w:proofErr w:type="spellEnd"/>
      <w:r w:rsidRPr="00494D4F">
        <w:t xml:space="preserve"> can attest that nothing else can evoke with such clarity and such depth the memory, the emotion and the pathos of Karbala, as do these </w:t>
      </w:r>
      <w:proofErr w:type="spellStart"/>
      <w:r w:rsidRPr="00494D4F">
        <w:t>marsias</w:t>
      </w:r>
      <w:proofErr w:type="spellEnd"/>
      <w:r w:rsidRPr="00494D4F">
        <w:t xml:space="preserve">. In Hyderabad, India where I grew up, Muharram and these </w:t>
      </w:r>
      <w:proofErr w:type="spellStart"/>
      <w:r w:rsidRPr="00494D4F">
        <w:t>marsias</w:t>
      </w:r>
      <w:proofErr w:type="spellEnd"/>
      <w:r w:rsidRPr="00494D4F">
        <w:t xml:space="preserve"> are synonymous. The recitation of the </w:t>
      </w:r>
      <w:proofErr w:type="spellStart"/>
      <w:r w:rsidRPr="00494D4F">
        <w:t>marsias</w:t>
      </w:r>
      <w:proofErr w:type="spellEnd"/>
      <w:r w:rsidRPr="00494D4F">
        <w:t xml:space="preserve"> there has reached an art form, passed on for generations, refined and evolving with every new reader.</w:t>
      </w:r>
    </w:p>
    <w:p w:rsidR="00B73579" w:rsidRPr="00494D4F" w:rsidRDefault="00B73579" w:rsidP="00494D4F">
      <w:pPr>
        <w:pStyle w:val="libNormal"/>
      </w:pPr>
      <w:r w:rsidRPr="00494D4F">
        <w:t xml:space="preserve">The </w:t>
      </w:r>
      <w:proofErr w:type="spellStart"/>
      <w:r w:rsidRPr="00494D4F">
        <w:t>Shias</w:t>
      </w:r>
      <w:proofErr w:type="spellEnd"/>
      <w:r w:rsidRPr="00494D4F">
        <w:t xml:space="preserve"> owe much to Meer Anis and </w:t>
      </w:r>
      <w:proofErr w:type="spellStart"/>
      <w:r w:rsidRPr="00494D4F">
        <w:t>Mirza</w:t>
      </w:r>
      <w:proofErr w:type="spellEnd"/>
      <w:r w:rsidRPr="00494D4F">
        <w:t xml:space="preserve"> </w:t>
      </w:r>
      <w:proofErr w:type="spellStart"/>
      <w:r w:rsidRPr="00494D4F">
        <w:t>Dabeer</w:t>
      </w:r>
      <w:proofErr w:type="spellEnd"/>
      <w:r w:rsidRPr="00494D4F">
        <w:t xml:space="preserve"> who put into words for them, in a heart wrenching, exquisitely human form, the Divine glory of Prophet's Muhammad's household, the tragedy of Karbala, the clash between good and evil, and the ultimate triumph of good. A </w:t>
      </w:r>
      <w:proofErr w:type="spellStart"/>
      <w:r w:rsidRPr="00494D4F">
        <w:t>Majlis</w:t>
      </w:r>
      <w:proofErr w:type="spellEnd"/>
      <w:r w:rsidRPr="00494D4F">
        <w:t xml:space="preserve"> in the Urdu speaking </w:t>
      </w:r>
      <w:proofErr w:type="spellStart"/>
      <w:r w:rsidRPr="00494D4F">
        <w:t>Shia</w:t>
      </w:r>
      <w:proofErr w:type="spellEnd"/>
      <w:r w:rsidRPr="00494D4F">
        <w:t xml:space="preserve"> community without the </w:t>
      </w:r>
      <w:proofErr w:type="spellStart"/>
      <w:r w:rsidRPr="00494D4F">
        <w:t>marsias</w:t>
      </w:r>
      <w:proofErr w:type="spellEnd"/>
      <w:r w:rsidRPr="00494D4F">
        <w:t xml:space="preserve"> of Meer Anis or </w:t>
      </w:r>
      <w:proofErr w:type="spellStart"/>
      <w:r w:rsidRPr="00494D4F">
        <w:t>Mirza</w:t>
      </w:r>
      <w:proofErr w:type="spellEnd"/>
      <w:r w:rsidRPr="00494D4F">
        <w:t xml:space="preserve"> </w:t>
      </w:r>
      <w:proofErr w:type="spellStart"/>
      <w:r w:rsidRPr="00494D4F">
        <w:t>Dabeer</w:t>
      </w:r>
      <w:proofErr w:type="spellEnd"/>
      <w:r w:rsidRPr="00494D4F">
        <w:t xml:space="preserve"> is inconceivable.</w:t>
      </w:r>
    </w:p>
    <w:p w:rsidR="00B73579" w:rsidRPr="00494D4F" w:rsidRDefault="00B73579" w:rsidP="00494D4F">
      <w:pPr>
        <w:pStyle w:val="libNormal"/>
      </w:pPr>
      <w:r w:rsidRPr="00494D4F">
        <w:t xml:space="preserve">Yet those of us who live in the West have been forced to accept the undeniable fact that our children will probably never experience the beauty of Meer Anis' or </w:t>
      </w:r>
      <w:proofErr w:type="spellStart"/>
      <w:r w:rsidRPr="00494D4F">
        <w:t>Mirza</w:t>
      </w:r>
      <w:proofErr w:type="spellEnd"/>
      <w:r w:rsidRPr="00494D4F">
        <w:t xml:space="preserve"> </w:t>
      </w:r>
      <w:proofErr w:type="spellStart"/>
      <w:r w:rsidRPr="00494D4F">
        <w:t>Dabeer's</w:t>
      </w:r>
      <w:proofErr w:type="spellEnd"/>
      <w:r w:rsidRPr="00494D4F">
        <w:t xml:space="preserve"> words. The thought is painful; the loss of significant proportions. Who, if not Meer Anis or </w:t>
      </w:r>
      <w:proofErr w:type="spellStart"/>
      <w:r w:rsidRPr="00494D4F">
        <w:t>Mirza</w:t>
      </w:r>
      <w:proofErr w:type="spellEnd"/>
      <w:r w:rsidRPr="00494D4F">
        <w:t xml:space="preserve"> </w:t>
      </w:r>
      <w:proofErr w:type="spellStart"/>
      <w:r w:rsidRPr="00494D4F">
        <w:t>Dabeer</w:t>
      </w:r>
      <w:proofErr w:type="spellEnd"/>
      <w:r w:rsidRPr="00494D4F">
        <w:t xml:space="preserve">, can bring Karbala to life for our </w:t>
      </w:r>
      <w:proofErr w:type="gramStart"/>
      <w:r w:rsidRPr="00494D4F">
        <w:t>children.?</w:t>
      </w:r>
      <w:proofErr w:type="gramEnd"/>
      <w:r w:rsidRPr="00494D4F">
        <w:t xml:space="preserve"> Who will tell the tale as well as they did? A tale told in a manner so as to evoke within us grief, pain, and above all, love for the </w:t>
      </w:r>
      <w:proofErr w:type="spellStart"/>
      <w:r w:rsidRPr="00494D4F">
        <w:t>Ahlul</w:t>
      </w:r>
      <w:proofErr w:type="spellEnd"/>
      <w:r w:rsidRPr="00494D4F">
        <w:t xml:space="preserve"> </w:t>
      </w:r>
      <w:proofErr w:type="spellStart"/>
      <w:r w:rsidRPr="00494D4F">
        <w:t>Baith</w:t>
      </w:r>
      <w:proofErr w:type="spellEnd"/>
      <w:r w:rsidRPr="00494D4F">
        <w:t xml:space="preserve">? I lamented at the thought that nobody can do all this as well as Meer Anis or </w:t>
      </w:r>
      <w:proofErr w:type="spellStart"/>
      <w:r w:rsidRPr="00494D4F">
        <w:t>Mirza</w:t>
      </w:r>
      <w:proofErr w:type="spellEnd"/>
      <w:r w:rsidRPr="00494D4F">
        <w:t xml:space="preserve"> </w:t>
      </w:r>
      <w:proofErr w:type="spellStart"/>
      <w:r w:rsidRPr="00494D4F">
        <w:t>Dabeer</w:t>
      </w:r>
      <w:proofErr w:type="spellEnd"/>
      <w:r w:rsidRPr="00494D4F">
        <w:t>. I continue to believe that this will remain true forever.</w:t>
      </w:r>
    </w:p>
    <w:p w:rsidR="00B73579" w:rsidRPr="00494D4F" w:rsidRDefault="00B73579" w:rsidP="00494D4F">
      <w:pPr>
        <w:pStyle w:val="libNormal"/>
      </w:pPr>
      <w:r w:rsidRPr="00494D4F">
        <w:t xml:space="preserve">The idea of translating Meer Anis' and </w:t>
      </w:r>
      <w:proofErr w:type="spellStart"/>
      <w:r w:rsidRPr="00494D4F">
        <w:t>Mirza</w:t>
      </w:r>
      <w:proofErr w:type="spellEnd"/>
      <w:r w:rsidRPr="00494D4F">
        <w:t xml:space="preserve"> </w:t>
      </w:r>
      <w:proofErr w:type="spellStart"/>
      <w:r w:rsidRPr="00494D4F">
        <w:t>Dabeer's</w:t>
      </w:r>
      <w:proofErr w:type="spellEnd"/>
      <w:r w:rsidRPr="00494D4F">
        <w:t xml:space="preserve"> </w:t>
      </w:r>
      <w:proofErr w:type="spellStart"/>
      <w:r w:rsidRPr="00494D4F">
        <w:t>marsias</w:t>
      </w:r>
      <w:proofErr w:type="spellEnd"/>
      <w:r w:rsidRPr="00494D4F">
        <w:t xml:space="preserve"> was born from this sense of loss; after all, if our children cannot understand the words of these memorable poets because they don't know Urdu, why not bring the words to them in the language that they do understand? This book is a humble attempt to accomplish this task</w:t>
      </w:r>
    </w:p>
    <w:p w:rsidR="00B73579" w:rsidRPr="00494D4F" w:rsidRDefault="00B73579" w:rsidP="00494D4F">
      <w:pPr>
        <w:pStyle w:val="libNormal"/>
      </w:pPr>
      <w:r w:rsidRPr="00494D4F">
        <w:t xml:space="preserve">I must apologize to the reader, however, for the numerous deficiencies in my translation. </w:t>
      </w:r>
      <w:proofErr w:type="gramStart"/>
      <w:r w:rsidRPr="00494D4F">
        <w:t>while</w:t>
      </w:r>
      <w:proofErr w:type="gramEnd"/>
      <w:r w:rsidRPr="00494D4F">
        <w:t xml:space="preserve"> I have tried to adhere to Meer Anis' and </w:t>
      </w:r>
      <w:proofErr w:type="spellStart"/>
      <w:r w:rsidRPr="00494D4F">
        <w:t>Mirza</w:t>
      </w:r>
      <w:proofErr w:type="spellEnd"/>
      <w:r w:rsidRPr="00494D4F">
        <w:t xml:space="preserve"> </w:t>
      </w:r>
      <w:proofErr w:type="spellStart"/>
      <w:r w:rsidRPr="00494D4F">
        <w:t>Dabeer's</w:t>
      </w:r>
      <w:proofErr w:type="spellEnd"/>
      <w:r w:rsidRPr="00494D4F">
        <w:t xml:space="preserve"> words as much as possible, in my attempt to maintain a rhythm in the verses, I have often lapsed in this effort. I also apologize for the mistakes, the incongruities, or the gaps with which the reader may find my translation to be riddled. Despite all this though, it is my hope that the translation gives the reader a sense, albeit slight, of the beauty of Meer Anis' and </w:t>
      </w:r>
      <w:proofErr w:type="spellStart"/>
      <w:r w:rsidRPr="00494D4F">
        <w:t>Mirza</w:t>
      </w:r>
      <w:proofErr w:type="spellEnd"/>
      <w:r w:rsidRPr="00494D4F">
        <w:t xml:space="preserve"> </w:t>
      </w:r>
      <w:proofErr w:type="spellStart"/>
      <w:r w:rsidRPr="00494D4F">
        <w:t>Dabeer's</w:t>
      </w:r>
      <w:proofErr w:type="spellEnd"/>
      <w:r w:rsidRPr="00494D4F">
        <w:t xml:space="preserve"> memorable poetry</w:t>
      </w:r>
    </w:p>
    <w:p w:rsidR="00494D4F" w:rsidRDefault="00494D4F" w:rsidP="00D16736">
      <w:pPr>
        <w:pStyle w:val="libNormal"/>
      </w:pPr>
      <w:r>
        <w:br w:type="page"/>
      </w:r>
    </w:p>
    <w:p w:rsidR="00B73579" w:rsidRDefault="00B73579" w:rsidP="00494D4F">
      <w:pPr>
        <w:pStyle w:val="Heading1Center"/>
      </w:pPr>
      <w:bookmarkStart w:id="3" w:name="_Toc443827478"/>
      <w:proofErr w:type="spellStart"/>
      <w:r>
        <w:lastRenderedPageBreak/>
        <w:t>Marsiya</w:t>
      </w:r>
      <w:proofErr w:type="spellEnd"/>
      <w:r>
        <w:t xml:space="preserve"> n. 1</w:t>
      </w:r>
      <w:r w:rsidR="00494D4F">
        <w:t xml:space="preserve">: </w:t>
      </w:r>
      <w:r>
        <w:t>Husain Leaves Medina</w:t>
      </w:r>
      <w:bookmarkEnd w:id="3"/>
    </w:p>
    <w:p w:rsidR="00B73579" w:rsidRDefault="00B73579" w:rsidP="00494D4F">
      <w:pPr>
        <w:pStyle w:val="Heading2Center"/>
      </w:pPr>
      <w:bookmarkStart w:id="4" w:name="_Toc443827479"/>
      <w:r>
        <w:t>The Journey of Imam Husain (‘a)</w:t>
      </w:r>
      <w:r w:rsidR="00494D4F">
        <w:t xml:space="preserve">: </w:t>
      </w:r>
      <w:r>
        <w:t>Leaving Medina</w:t>
      </w:r>
      <w:bookmarkEnd w:id="4"/>
    </w:p>
    <w:p w:rsidR="00B73579" w:rsidRDefault="00B73579" w:rsidP="005F41BE">
      <w:pPr>
        <w:pStyle w:val="Heading3Center"/>
      </w:pPr>
      <w:bookmarkStart w:id="5" w:name="_Toc443827480"/>
      <w:r>
        <w:t>("</w:t>
      </w:r>
      <w:proofErr w:type="spellStart"/>
      <w:r>
        <w:t>Ghar</w:t>
      </w:r>
      <w:proofErr w:type="spellEnd"/>
      <w:r>
        <w:t xml:space="preserve"> </w:t>
      </w:r>
      <w:proofErr w:type="spellStart"/>
      <w:r>
        <w:t>Sejab</w:t>
      </w:r>
      <w:proofErr w:type="spellEnd"/>
      <w:r>
        <w:t xml:space="preserve"> </w:t>
      </w:r>
      <w:proofErr w:type="spellStart"/>
      <w:r>
        <w:t>Behre</w:t>
      </w:r>
      <w:proofErr w:type="spellEnd"/>
      <w:r>
        <w:t xml:space="preserve"> Safar </w:t>
      </w:r>
      <w:proofErr w:type="spellStart"/>
      <w:r>
        <w:t>Sayyid</w:t>
      </w:r>
      <w:proofErr w:type="spellEnd"/>
      <w:r>
        <w:t xml:space="preserve"> </w:t>
      </w:r>
      <w:proofErr w:type="gramStart"/>
      <w:r>
        <w:t>a</w:t>
      </w:r>
      <w:proofErr w:type="gramEnd"/>
      <w:r>
        <w:t xml:space="preserve"> </w:t>
      </w:r>
      <w:proofErr w:type="spellStart"/>
      <w:r>
        <w:t>Aalam</w:t>
      </w:r>
      <w:proofErr w:type="spellEnd"/>
      <w:r>
        <w:t xml:space="preserve"> </w:t>
      </w:r>
      <w:proofErr w:type="spellStart"/>
      <w:r>
        <w:t>Nikle</w:t>
      </w:r>
      <w:proofErr w:type="spellEnd"/>
      <w:r>
        <w:t>")</w:t>
      </w:r>
      <w:bookmarkEnd w:id="5"/>
    </w:p>
    <w:p w:rsidR="00B73579" w:rsidRDefault="00B73579" w:rsidP="00B73579">
      <w:pPr>
        <w:pStyle w:val="libCenter"/>
      </w:pPr>
      <w:r>
        <w:t>When the Noble Prince left His home</w:t>
      </w:r>
    </w:p>
    <w:p w:rsidR="00B73579" w:rsidRDefault="00B73579" w:rsidP="00B73579">
      <w:pPr>
        <w:pStyle w:val="libCenter"/>
      </w:pPr>
      <w:r>
        <w:t>His eyes were teary and His heart did mourn</w:t>
      </w:r>
    </w:p>
    <w:p w:rsidR="00B73579" w:rsidRDefault="00B73579" w:rsidP="00B73579">
      <w:pPr>
        <w:pStyle w:val="libCenter"/>
      </w:pPr>
      <w:r>
        <w:t>As friends and sons followed behind</w:t>
      </w:r>
    </w:p>
    <w:p w:rsidR="00B73579" w:rsidRDefault="00B73579" w:rsidP="00B73579">
      <w:pPr>
        <w:pStyle w:val="libCenter"/>
      </w:pPr>
      <w:r>
        <w:t>He cried out "Destiny, here I come."</w:t>
      </w:r>
    </w:p>
    <w:p w:rsidR="00B73579" w:rsidRDefault="00B73579" w:rsidP="00B73579">
      <w:pPr>
        <w:pStyle w:val="libCenter"/>
      </w:pPr>
      <w:r>
        <w:t>"I've heard the cries of Zahra all night</w:t>
      </w:r>
    </w:p>
    <w:p w:rsidR="00B73579" w:rsidRDefault="00B73579" w:rsidP="00B73579">
      <w:pPr>
        <w:pStyle w:val="libCenter"/>
      </w:pPr>
      <w:r>
        <w:t>The forsaken wilderness is in my sight"</w:t>
      </w:r>
    </w:p>
    <w:p w:rsidR="00B73579" w:rsidRDefault="00B73579" w:rsidP="00B73579">
      <w:pPr>
        <w:pStyle w:val="libCenter"/>
      </w:pPr>
      <w:r>
        <w:t>Then towards the Prophet's tomb He glanced</w:t>
      </w:r>
    </w:p>
    <w:p w:rsidR="00B73579" w:rsidRDefault="00B73579" w:rsidP="00B73579">
      <w:pPr>
        <w:pStyle w:val="libCenter"/>
      </w:pPr>
      <w:r>
        <w:t>He bowed His head in a respectful stance</w:t>
      </w:r>
    </w:p>
    <w:p w:rsidR="00B73579" w:rsidRDefault="00B73579" w:rsidP="00B73579">
      <w:pPr>
        <w:pStyle w:val="libCenter"/>
      </w:pPr>
      <w:r>
        <w:t>Then approaching the tomb, He knelt and bowed</w:t>
      </w:r>
    </w:p>
    <w:p w:rsidR="00B73579" w:rsidRDefault="00B73579" w:rsidP="00B73579">
      <w:pPr>
        <w:pStyle w:val="libCenter"/>
      </w:pPr>
      <w:r>
        <w:t xml:space="preserve">"Do I have </w:t>
      </w:r>
      <w:proofErr w:type="gramStart"/>
      <w:r>
        <w:t>Your</w:t>
      </w:r>
      <w:proofErr w:type="gramEnd"/>
      <w:r>
        <w:t xml:space="preserve"> permission to leaves" He asked</w:t>
      </w:r>
    </w:p>
    <w:p w:rsidR="00B73579" w:rsidRDefault="00B73579" w:rsidP="00B73579">
      <w:pPr>
        <w:pStyle w:val="libCenter"/>
      </w:pPr>
      <w:r>
        <w:t>"Today I depart from this home and this land</w:t>
      </w:r>
    </w:p>
    <w:p w:rsidR="00B73579" w:rsidRDefault="00B73579" w:rsidP="00B73579">
      <w:pPr>
        <w:pStyle w:val="libCenter"/>
      </w:pPr>
      <w:r>
        <w:t>Your grandson leaves this country's sands"</w:t>
      </w:r>
    </w:p>
    <w:p w:rsidR="00B73579" w:rsidRDefault="00B73579" w:rsidP="00B73579">
      <w:pPr>
        <w:pStyle w:val="libCenter"/>
      </w:pPr>
      <w:r>
        <w:t>"Though mankind sleeps with peace in its homes</w:t>
      </w:r>
    </w:p>
    <w:p w:rsidR="00B73579" w:rsidRDefault="00B73579" w:rsidP="00B73579">
      <w:pPr>
        <w:pStyle w:val="libCenter"/>
      </w:pPr>
      <w:r>
        <w:t>This peace is denied to me alone</w:t>
      </w:r>
    </w:p>
    <w:p w:rsidR="00B73579" w:rsidRDefault="00B73579" w:rsidP="00B73579">
      <w:pPr>
        <w:pStyle w:val="libCenter"/>
      </w:pPr>
      <w:r>
        <w:t>The cry of my family breaks my heart</w:t>
      </w:r>
    </w:p>
    <w:p w:rsidR="00B73579" w:rsidRDefault="00B73579" w:rsidP="00B73579">
      <w:pPr>
        <w:pStyle w:val="libCenter"/>
      </w:pPr>
      <w:r>
        <w:t>Where must we go with babes in our arms?"</w:t>
      </w:r>
    </w:p>
    <w:p w:rsidR="00B73579" w:rsidRDefault="00B73579" w:rsidP="00B73579">
      <w:pPr>
        <w:pStyle w:val="libCenter"/>
      </w:pPr>
      <w:r>
        <w:t>"Neither jungle nor city can shelter me now</w:t>
      </w:r>
    </w:p>
    <w:p w:rsidR="00B73579" w:rsidRDefault="00B73579" w:rsidP="00B73579">
      <w:pPr>
        <w:pStyle w:val="libCenter"/>
      </w:pPr>
      <w:r>
        <w:t>To send me to my grave, they've taken a vow'</w:t>
      </w:r>
    </w:p>
    <w:p w:rsidR="00B73579" w:rsidRDefault="00B73579" w:rsidP="00B73579">
      <w:pPr>
        <w:pStyle w:val="libCenter"/>
      </w:pPr>
      <w:r>
        <w:t>"The enemy swords await my neck</w:t>
      </w:r>
    </w:p>
    <w:p w:rsidR="00B73579" w:rsidRDefault="00B73579" w:rsidP="00B73579">
      <w:pPr>
        <w:pStyle w:val="libCenter"/>
      </w:pPr>
      <w:r>
        <w:t>On my friends and family havoc will wreck</w:t>
      </w:r>
    </w:p>
    <w:p w:rsidR="00B73579" w:rsidRDefault="00B73579" w:rsidP="00B73579">
      <w:pPr>
        <w:pStyle w:val="libCenter"/>
      </w:pPr>
      <w:r>
        <w:t>You had warned my Mother of these days my Lord</w:t>
      </w:r>
    </w:p>
    <w:p w:rsidR="00B73579" w:rsidRDefault="00B73579" w:rsidP="00B73579">
      <w:pPr>
        <w:pStyle w:val="libCenter"/>
      </w:pPr>
      <w:r>
        <w:t xml:space="preserve">She had cried and </w:t>
      </w:r>
      <w:proofErr w:type="gramStart"/>
      <w:r>
        <w:t>Her</w:t>
      </w:r>
      <w:proofErr w:type="gramEnd"/>
      <w:r>
        <w:t xml:space="preserve"> heart had filled with dread"</w:t>
      </w:r>
    </w:p>
    <w:p w:rsidR="00B73579" w:rsidRDefault="00B73579" w:rsidP="00B73579">
      <w:pPr>
        <w:pStyle w:val="libCenter"/>
      </w:pPr>
      <w:r>
        <w:t>"But pray do not forget this forlorn Grandson</w:t>
      </w:r>
    </w:p>
    <w:p w:rsidR="00B73579" w:rsidRDefault="00B73579" w:rsidP="00B73579">
      <w:pPr>
        <w:pStyle w:val="libCenter"/>
      </w:pPr>
      <w:r>
        <w:t xml:space="preserve">Who'll be beheaded under the blazing </w:t>
      </w:r>
      <w:proofErr w:type="gramStart"/>
      <w:r>
        <w:t>sun</w:t>
      </w:r>
      <w:proofErr w:type="gramEnd"/>
      <w:r>
        <w:t>"</w:t>
      </w:r>
    </w:p>
    <w:p w:rsidR="00B73579" w:rsidRDefault="00B73579" w:rsidP="00B73579">
      <w:pPr>
        <w:pStyle w:val="libCenter"/>
      </w:pPr>
      <w:r>
        <w:t>"In this heat, even birds stay close to their nests</w:t>
      </w:r>
    </w:p>
    <w:p w:rsidR="00B73579" w:rsidRDefault="00B73579" w:rsidP="00B73579">
      <w:pPr>
        <w:pStyle w:val="libCenter"/>
      </w:pPr>
      <w:proofErr w:type="gramStart"/>
      <w:r>
        <w:t>it's</w:t>
      </w:r>
      <w:proofErr w:type="gramEnd"/>
      <w:r>
        <w:t xml:space="preserve"> the month of fasting, but leave I must</w:t>
      </w:r>
    </w:p>
    <w:p w:rsidR="00B73579" w:rsidRDefault="00B73579" w:rsidP="00B73579">
      <w:pPr>
        <w:pStyle w:val="libCenter"/>
      </w:pPr>
      <w:r>
        <w:t>For danger lurks wherever I stop</w:t>
      </w:r>
    </w:p>
    <w:p w:rsidR="00B73579" w:rsidRDefault="00B73579" w:rsidP="00B73579">
      <w:pPr>
        <w:pStyle w:val="libCenter"/>
      </w:pPr>
      <w:r>
        <w:t>My children or family can find no rest"</w:t>
      </w:r>
    </w:p>
    <w:p w:rsidR="00B73579" w:rsidRDefault="00B73579" w:rsidP="00B73579">
      <w:pPr>
        <w:pStyle w:val="libCenter"/>
      </w:pPr>
      <w:r>
        <w:t>"My Lord, I've tired of living thus</w:t>
      </w:r>
    </w:p>
    <w:p w:rsidR="00B73579" w:rsidRDefault="00B73579" w:rsidP="00B73579">
      <w:pPr>
        <w:pStyle w:val="libCenter"/>
      </w:pPr>
      <w:r>
        <w:t xml:space="preserve">Come, take me, hide me in </w:t>
      </w:r>
      <w:proofErr w:type="gramStart"/>
      <w:r>
        <w:t>Your</w:t>
      </w:r>
      <w:proofErr w:type="gramEnd"/>
      <w:r>
        <w:t xml:space="preserve"> grave's dust"</w:t>
      </w:r>
    </w:p>
    <w:p w:rsidR="00B73579" w:rsidRDefault="00B73579" w:rsidP="00B73579">
      <w:pPr>
        <w:pStyle w:val="libCenter"/>
      </w:pPr>
      <w:r>
        <w:t>Inconsolable He wept at His Grandfather's tomb</w:t>
      </w:r>
    </w:p>
    <w:p w:rsidR="00B73579" w:rsidRDefault="00B73579" w:rsidP="00B73579">
      <w:pPr>
        <w:pStyle w:val="libCenter"/>
      </w:pPr>
      <w:r>
        <w:t>The tomb did tremble and darkness loomed</w:t>
      </w:r>
    </w:p>
    <w:p w:rsidR="00B73579" w:rsidRDefault="00B73579" w:rsidP="00B73579">
      <w:pPr>
        <w:pStyle w:val="libCenter"/>
      </w:pPr>
      <w:r>
        <w:t>Then the voice of the Prophet filled the air</w:t>
      </w:r>
    </w:p>
    <w:p w:rsidR="00B73579" w:rsidRDefault="00B73579" w:rsidP="00B73579">
      <w:pPr>
        <w:pStyle w:val="libCenter"/>
      </w:pPr>
      <w:r>
        <w:t>"My noble son, your foes are doomed"</w:t>
      </w:r>
    </w:p>
    <w:p w:rsidR="00B73579" w:rsidRDefault="00B73579" w:rsidP="00B73579">
      <w:pPr>
        <w:pStyle w:val="libCenter"/>
      </w:pPr>
      <w:r>
        <w:t>"Forgetting how much I hold you close</w:t>
      </w:r>
    </w:p>
    <w:p w:rsidR="00B73579" w:rsidRDefault="00B73579" w:rsidP="00B73579">
      <w:pPr>
        <w:pStyle w:val="libCenter"/>
      </w:pPr>
      <w:r>
        <w:t>They seek to kill you, your wretched foes"</w:t>
      </w:r>
    </w:p>
    <w:p w:rsidR="00B73579" w:rsidRDefault="00B73579" w:rsidP="00B73579">
      <w:pPr>
        <w:pStyle w:val="libCenter"/>
      </w:pPr>
      <w:r>
        <w:t>"My patient, my noble, my pious Grandson</w:t>
      </w:r>
    </w:p>
    <w:p w:rsidR="00B73579" w:rsidRDefault="00B73579" w:rsidP="00B73579">
      <w:pPr>
        <w:pStyle w:val="libCenter"/>
      </w:pPr>
      <w:r>
        <w:t>My virtuous, my truthful, my brave Grandson</w:t>
      </w:r>
    </w:p>
    <w:p w:rsidR="00B73579" w:rsidRDefault="00B73579" w:rsidP="00B73579">
      <w:pPr>
        <w:pStyle w:val="libCenter"/>
      </w:pPr>
      <w:r>
        <w:t xml:space="preserve">Woe to the people who forsake </w:t>
      </w:r>
      <w:proofErr w:type="gramStart"/>
      <w:r>
        <w:t>You</w:t>
      </w:r>
      <w:proofErr w:type="gramEnd"/>
      <w:r>
        <w:t xml:space="preserve"> now</w:t>
      </w:r>
    </w:p>
    <w:p w:rsidR="00B73579" w:rsidRDefault="00B73579" w:rsidP="00B73579">
      <w:pPr>
        <w:pStyle w:val="libCenter"/>
      </w:pPr>
      <w:r>
        <w:t>My honor, my pride, my dearest Grandson"</w:t>
      </w:r>
    </w:p>
    <w:p w:rsidR="00B73579" w:rsidRDefault="00B73579" w:rsidP="00B73579">
      <w:pPr>
        <w:pStyle w:val="libCenter"/>
      </w:pPr>
      <w:r>
        <w:t xml:space="preserve">"I'll be Your </w:t>
      </w:r>
      <w:proofErr w:type="gramStart"/>
      <w:r>
        <w:t>company</w:t>
      </w:r>
      <w:proofErr w:type="gramEnd"/>
      <w:r>
        <w:t>, forever and now</w:t>
      </w:r>
    </w:p>
    <w:p w:rsidR="00B73579" w:rsidRDefault="00B73579" w:rsidP="00B73579">
      <w:pPr>
        <w:pStyle w:val="libCenter"/>
      </w:pPr>
      <w:r>
        <w:t xml:space="preserve">Abandoning my tomb with </w:t>
      </w:r>
      <w:proofErr w:type="gramStart"/>
      <w:r>
        <w:t>You</w:t>
      </w:r>
      <w:proofErr w:type="gramEnd"/>
      <w:r>
        <w:t xml:space="preserve"> I will go"</w:t>
      </w:r>
    </w:p>
    <w:p w:rsidR="00B73579" w:rsidRDefault="00B73579" w:rsidP="00B73579">
      <w:pPr>
        <w:pStyle w:val="libCenter"/>
      </w:pPr>
      <w:r>
        <w:t>Heartened, the Grandson rose and bowed</w:t>
      </w:r>
    </w:p>
    <w:p w:rsidR="00B73579" w:rsidRDefault="00B73579" w:rsidP="00B73579">
      <w:pPr>
        <w:pStyle w:val="libCenter"/>
      </w:pPr>
      <w:r>
        <w:t>And His noble sister cried out loud</w:t>
      </w:r>
    </w:p>
    <w:p w:rsidR="00B73579" w:rsidRDefault="00B73579" w:rsidP="00B73579">
      <w:pPr>
        <w:pStyle w:val="libCenter"/>
      </w:pPr>
      <w:r>
        <w:lastRenderedPageBreak/>
        <w:t>"Let us go my Brother to our Mother's grave</w:t>
      </w:r>
    </w:p>
    <w:p w:rsidR="00B73579" w:rsidRDefault="00B73579" w:rsidP="00B73579">
      <w:pPr>
        <w:pStyle w:val="libCenter"/>
      </w:pPr>
      <w:r>
        <w:t>To bid farewell and kiss the shroud"</w:t>
      </w:r>
    </w:p>
    <w:p w:rsidR="00B73579" w:rsidRDefault="00B73579" w:rsidP="00B73579">
      <w:pPr>
        <w:pStyle w:val="libCenter"/>
      </w:pPr>
      <w:r>
        <w:t>"Why must I weep here in the palanquin?</w:t>
      </w:r>
    </w:p>
    <w:p w:rsidR="00B73579" w:rsidRDefault="00B73579" w:rsidP="00B73579">
      <w:pPr>
        <w:pStyle w:val="libCenter"/>
      </w:pPr>
      <w:proofErr w:type="gramStart"/>
      <w:r>
        <w:t>With strangers around and in this din?"</w:t>
      </w:r>
      <w:proofErr w:type="gramEnd"/>
    </w:p>
    <w:p w:rsidR="00B73579" w:rsidRDefault="00B73579" w:rsidP="00B73579">
      <w:pPr>
        <w:pStyle w:val="libCenter"/>
      </w:pPr>
      <w:r>
        <w:t>So He led His family to Zahra's grave</w:t>
      </w:r>
    </w:p>
    <w:p w:rsidR="00B73579" w:rsidRDefault="00B73579" w:rsidP="00B73579">
      <w:pPr>
        <w:pStyle w:val="libCenter"/>
      </w:pPr>
      <w:r>
        <w:t xml:space="preserve">And </w:t>
      </w:r>
      <w:proofErr w:type="spellStart"/>
      <w:r>
        <w:t>Zainab</w:t>
      </w:r>
      <w:proofErr w:type="spellEnd"/>
      <w:r>
        <w:t xml:space="preserve"> alighted at a somber pace</w:t>
      </w:r>
    </w:p>
    <w:p w:rsidR="00B73579" w:rsidRDefault="00B73579" w:rsidP="00B73579">
      <w:pPr>
        <w:pStyle w:val="libCenter"/>
      </w:pPr>
      <w:r>
        <w:t>And they bowed and kissed their mother's tomb</w:t>
      </w:r>
    </w:p>
    <w:p w:rsidR="00B73579" w:rsidRDefault="00B73579" w:rsidP="00B73579">
      <w:pPr>
        <w:pStyle w:val="libCenter"/>
      </w:pPr>
      <w:r>
        <w:t>And around Him He felt His Mother's embrace</w:t>
      </w:r>
    </w:p>
    <w:p w:rsidR="00B73579" w:rsidRDefault="00B73579" w:rsidP="00B73579">
      <w:pPr>
        <w:pStyle w:val="libCenter"/>
      </w:pPr>
      <w:r>
        <w:t>And He heard His Mother weep at His plight</w:t>
      </w:r>
    </w:p>
    <w:p w:rsidR="00B73579" w:rsidRDefault="00B73579" w:rsidP="00B73579">
      <w:pPr>
        <w:pStyle w:val="libCenter"/>
      </w:pPr>
      <w:r>
        <w:t>"O Mother," He cried, "Bid me farewell tonight"</w:t>
      </w:r>
    </w:p>
    <w:p w:rsidR="00B73579" w:rsidRDefault="00B73579" w:rsidP="00B73579">
      <w:pPr>
        <w:pStyle w:val="libCenter"/>
      </w:pPr>
      <w:r>
        <w:t>"Not yet," She cried</w:t>
      </w:r>
      <w:proofErr w:type="gramStart"/>
      <w:r>
        <w:t>,,,</w:t>
      </w:r>
      <w:proofErr w:type="gramEnd"/>
      <w:r>
        <w:t xml:space="preserve"> I must see </w:t>
      </w:r>
      <w:proofErr w:type="spellStart"/>
      <w:r>
        <w:t>Abbas</w:t>
      </w:r>
      <w:proofErr w:type="spellEnd"/>
      <w:r>
        <w:t>,,</w:t>
      </w:r>
    </w:p>
    <w:p w:rsidR="00B73579" w:rsidRDefault="00B73579" w:rsidP="00B73579">
      <w:pPr>
        <w:pStyle w:val="libCenter"/>
      </w:pPr>
      <w:r>
        <w:t>"Then I will bid you farewell soon alas!</w:t>
      </w:r>
    </w:p>
    <w:p w:rsidR="00B73579" w:rsidRDefault="00B73579" w:rsidP="00B73579">
      <w:pPr>
        <w:pStyle w:val="libCenter"/>
      </w:pPr>
      <w:r>
        <w:t>He's born of another, but my son no less"</w:t>
      </w:r>
    </w:p>
    <w:p w:rsidR="00B73579" w:rsidRDefault="00B73579" w:rsidP="00B73579">
      <w:pPr>
        <w:pStyle w:val="libCenter"/>
      </w:pPr>
      <w:r>
        <w:t xml:space="preserve">Hearing this Husain called "Hither </w:t>
      </w:r>
      <w:proofErr w:type="spellStart"/>
      <w:r>
        <w:t>Abbas</w:t>
      </w:r>
      <w:proofErr w:type="spellEnd"/>
      <w:r>
        <w:t>"</w:t>
      </w:r>
    </w:p>
    <w:p w:rsidR="00B73579" w:rsidRDefault="00B73579" w:rsidP="00B73579">
      <w:pPr>
        <w:pStyle w:val="libCenter"/>
      </w:pPr>
      <w:r>
        <w:t>"Do not proceed we leave not yet</w:t>
      </w:r>
    </w:p>
    <w:p w:rsidR="00B73579" w:rsidRDefault="00B73579" w:rsidP="00B73579">
      <w:pPr>
        <w:pStyle w:val="libCenter"/>
      </w:pPr>
      <w:r>
        <w:t>My mother summons you to her grave instead"</w:t>
      </w:r>
    </w:p>
    <w:p w:rsidR="00B73579" w:rsidRDefault="00B73579" w:rsidP="00B73579">
      <w:pPr>
        <w:pStyle w:val="libCenter"/>
      </w:pPr>
      <w:r>
        <w:t xml:space="preserve">Hearing this </w:t>
      </w:r>
      <w:proofErr w:type="spellStart"/>
      <w:r>
        <w:t>Abbas</w:t>
      </w:r>
      <w:proofErr w:type="spellEnd"/>
      <w:r>
        <w:t xml:space="preserve"> slowed his horse's pace</w:t>
      </w:r>
    </w:p>
    <w:p w:rsidR="00B73579" w:rsidRDefault="00B73579" w:rsidP="00B73579">
      <w:pPr>
        <w:pStyle w:val="libCenter"/>
      </w:pPr>
      <w:r>
        <w:t>And came and knelt at the foot of the grave</w:t>
      </w:r>
    </w:p>
    <w:p w:rsidR="00B73579" w:rsidRDefault="00B73579" w:rsidP="00B73579">
      <w:pPr>
        <w:pStyle w:val="libCenter"/>
      </w:pPr>
      <w:r>
        <w:t>And Zahra cried "My beloved son"</w:t>
      </w:r>
    </w:p>
    <w:p w:rsidR="00B73579" w:rsidRDefault="00B73579" w:rsidP="00B73579">
      <w:pPr>
        <w:pStyle w:val="libCenter"/>
      </w:pPr>
      <w:r>
        <w:t>"I leave Husain's safety up to you beware!"</w:t>
      </w:r>
    </w:p>
    <w:p w:rsidR="00B73579" w:rsidRDefault="00B73579" w:rsidP="00B73579">
      <w:pPr>
        <w:pStyle w:val="libCenter"/>
      </w:pPr>
      <w:r>
        <w:t>"You are a friend to Husain in these lonely times</w:t>
      </w:r>
    </w:p>
    <w:p w:rsidR="00B73579" w:rsidRDefault="00B73579" w:rsidP="00B73579">
      <w:pPr>
        <w:pStyle w:val="libCenter"/>
      </w:pPr>
      <w:r>
        <w:t>Farewell, protect him from his enemies' designs"</w:t>
      </w:r>
    </w:p>
    <w:p w:rsidR="00494D4F" w:rsidRDefault="00494D4F" w:rsidP="00D16736">
      <w:pPr>
        <w:pStyle w:val="libNormal"/>
      </w:pPr>
      <w:r>
        <w:br w:type="page"/>
      </w:r>
    </w:p>
    <w:p w:rsidR="00B73579" w:rsidRDefault="00494D4F" w:rsidP="00494D4F">
      <w:pPr>
        <w:pStyle w:val="Heading1Center"/>
      </w:pPr>
      <w:bookmarkStart w:id="6" w:name="_Toc443827481"/>
      <w:proofErr w:type="spellStart"/>
      <w:r>
        <w:lastRenderedPageBreak/>
        <w:t>Marsiya</w:t>
      </w:r>
      <w:proofErr w:type="spellEnd"/>
      <w:r>
        <w:t xml:space="preserve"> n. 2: </w:t>
      </w:r>
      <w:proofErr w:type="spellStart"/>
      <w:r w:rsidR="00B73579">
        <w:t>Hurr</w:t>
      </w:r>
      <w:proofErr w:type="spellEnd"/>
      <w:r w:rsidR="00B73579">
        <w:t>: The Warrior Friend</w:t>
      </w:r>
      <w:bookmarkEnd w:id="6"/>
    </w:p>
    <w:p w:rsidR="00B73579" w:rsidRDefault="00B73579" w:rsidP="00494D4F">
      <w:pPr>
        <w:pStyle w:val="Heading2Center"/>
      </w:pPr>
      <w:bookmarkStart w:id="7" w:name="_Toc443827482"/>
      <w:r>
        <w:t>The Warrior Friend of Imam Husain (‘a)</w:t>
      </w:r>
      <w:r w:rsidR="00494D4F">
        <w:t xml:space="preserve"> </w:t>
      </w:r>
      <w:r>
        <w:t xml:space="preserve">Respected </w:t>
      </w:r>
      <w:proofErr w:type="spellStart"/>
      <w:r>
        <w:t>Hurr</w:t>
      </w:r>
      <w:bookmarkEnd w:id="7"/>
      <w:proofErr w:type="spellEnd"/>
    </w:p>
    <w:p w:rsidR="00B73579" w:rsidRDefault="00B73579" w:rsidP="005F41BE">
      <w:pPr>
        <w:pStyle w:val="Heading3Center"/>
      </w:pPr>
      <w:bookmarkStart w:id="8" w:name="_Toc443827483"/>
      <w:r>
        <w:t xml:space="preserve">("Run </w:t>
      </w:r>
      <w:proofErr w:type="spellStart"/>
      <w:r>
        <w:t>mein</w:t>
      </w:r>
      <w:proofErr w:type="spellEnd"/>
      <w:r>
        <w:t xml:space="preserve"> jab Shah Id </w:t>
      </w:r>
      <w:proofErr w:type="spellStart"/>
      <w:r>
        <w:t>taraf</w:t>
      </w:r>
      <w:proofErr w:type="spellEnd"/>
      <w:r>
        <w:t xml:space="preserve"> se </w:t>
      </w:r>
      <w:proofErr w:type="spellStart"/>
      <w:r>
        <w:t>Hurr</w:t>
      </w:r>
      <w:proofErr w:type="spellEnd"/>
      <w:r>
        <w:t xml:space="preserve"> a </w:t>
      </w:r>
      <w:proofErr w:type="spellStart"/>
      <w:r>
        <w:t>Deendaar</w:t>
      </w:r>
      <w:proofErr w:type="spellEnd"/>
      <w:r>
        <w:t xml:space="preserve"> </w:t>
      </w:r>
      <w:proofErr w:type="spellStart"/>
      <w:r>
        <w:t>Aaya</w:t>
      </w:r>
      <w:proofErr w:type="spellEnd"/>
      <w:r>
        <w:t>")</w:t>
      </w:r>
      <w:bookmarkEnd w:id="8"/>
    </w:p>
    <w:p w:rsidR="00B73579" w:rsidRDefault="00B73579" w:rsidP="00B73579">
      <w:pPr>
        <w:pStyle w:val="libCenter"/>
      </w:pPr>
      <w:r>
        <w:t xml:space="preserve">When </w:t>
      </w:r>
      <w:proofErr w:type="spellStart"/>
      <w:r>
        <w:t>Hurr</w:t>
      </w:r>
      <w:proofErr w:type="spellEnd"/>
      <w:r>
        <w:t xml:space="preserve"> left the camp of the Noble Prince</w:t>
      </w:r>
    </w:p>
    <w:p w:rsidR="00B73579" w:rsidRDefault="00B73579" w:rsidP="00B73579">
      <w:pPr>
        <w:pStyle w:val="libCenter"/>
      </w:pPr>
      <w:r>
        <w:t>And came to battle His enemies thence</w:t>
      </w:r>
    </w:p>
    <w:p w:rsidR="00B73579" w:rsidRDefault="00B73579" w:rsidP="00B73579">
      <w:pPr>
        <w:pStyle w:val="libCenter"/>
      </w:pPr>
      <w:r>
        <w:t xml:space="preserve">A murmur rippled through </w:t>
      </w:r>
      <w:proofErr w:type="spellStart"/>
      <w:r>
        <w:t>Yazid's</w:t>
      </w:r>
      <w:proofErr w:type="spellEnd"/>
      <w:r>
        <w:t xml:space="preserve"> camp</w:t>
      </w:r>
    </w:p>
    <w:p w:rsidR="00B73579" w:rsidRDefault="00B73579" w:rsidP="00B73579">
      <w:pPr>
        <w:pStyle w:val="libCenter"/>
      </w:pPr>
      <w:r>
        <w:t xml:space="preserve">"Here comes a friend of </w:t>
      </w:r>
      <w:proofErr w:type="spellStart"/>
      <w:r>
        <w:t>Hyder's</w:t>
      </w:r>
      <w:proofErr w:type="spellEnd"/>
      <w:r>
        <w:t xml:space="preserve"> clan"</w:t>
      </w:r>
    </w:p>
    <w:p w:rsidR="00B73579" w:rsidRDefault="00B73579" w:rsidP="00B73579">
      <w:pPr>
        <w:pStyle w:val="libCenter"/>
      </w:pPr>
      <w:r>
        <w:t>"A strange light lights up his path</w:t>
      </w:r>
    </w:p>
    <w:p w:rsidR="00B73579" w:rsidRDefault="00B73579" w:rsidP="00B73579">
      <w:pPr>
        <w:pStyle w:val="libCenter"/>
      </w:pPr>
      <w:r>
        <w:t>As though angels in his company he hath"</w:t>
      </w:r>
    </w:p>
    <w:p w:rsidR="00B73579" w:rsidRDefault="00B73579" w:rsidP="00B73579">
      <w:pPr>
        <w:pStyle w:val="libCenter"/>
      </w:pPr>
      <w:r>
        <w:t xml:space="preserve">Hearing this, the son of </w:t>
      </w:r>
      <w:proofErr w:type="spellStart"/>
      <w:r>
        <w:t>Saad</w:t>
      </w:r>
      <w:proofErr w:type="spellEnd"/>
      <w:r>
        <w:t xml:space="preserve"> cried</w:t>
      </w:r>
    </w:p>
    <w:p w:rsidR="00B73579" w:rsidRDefault="00B73579" w:rsidP="00B73579">
      <w:pPr>
        <w:pStyle w:val="libCenter"/>
      </w:pPr>
      <w:r>
        <w:t>"Rain arrows and spears with a measured tide"</w:t>
      </w:r>
    </w:p>
    <w:p w:rsidR="00B73579" w:rsidRDefault="00B73579" w:rsidP="00B73579">
      <w:pPr>
        <w:pStyle w:val="libCenter"/>
      </w:pPr>
      <w:r>
        <w:t>The army geared for a massive attack</w:t>
      </w:r>
    </w:p>
    <w:p w:rsidR="00B73579" w:rsidRDefault="00B73579" w:rsidP="00B73579">
      <w:pPr>
        <w:pStyle w:val="libCenter"/>
      </w:pPr>
      <w:r>
        <w:t>And the lone soldier held his spear by his side</w:t>
      </w:r>
    </w:p>
    <w:p w:rsidR="00B73579" w:rsidRDefault="00B73579" w:rsidP="00B73579">
      <w:pPr>
        <w:pStyle w:val="libCenter"/>
      </w:pPr>
      <w:r>
        <w:t xml:space="preserve">Seeing </w:t>
      </w:r>
      <w:proofErr w:type="spellStart"/>
      <w:r>
        <w:t>Hurr</w:t>
      </w:r>
      <w:proofErr w:type="spellEnd"/>
      <w:r>
        <w:t xml:space="preserve"> tremble with rage and might</w:t>
      </w:r>
    </w:p>
    <w:p w:rsidR="00B73579" w:rsidRDefault="00B73579" w:rsidP="00B73579">
      <w:pPr>
        <w:pStyle w:val="libCenter"/>
      </w:pPr>
      <w:r>
        <w:t>The murderers scurried like rats in the night</w:t>
      </w:r>
    </w:p>
    <w:p w:rsidR="00B73579" w:rsidRDefault="00B73579" w:rsidP="00B73579">
      <w:pPr>
        <w:pStyle w:val="libCenter"/>
      </w:pPr>
      <w:proofErr w:type="spellStart"/>
      <w:r>
        <w:t>Abbas</w:t>
      </w:r>
      <w:proofErr w:type="spellEnd"/>
      <w:r>
        <w:t xml:space="preserve"> applauded </w:t>
      </w:r>
      <w:proofErr w:type="spellStart"/>
      <w:r>
        <w:t>Hurr's</w:t>
      </w:r>
      <w:proofErr w:type="spellEnd"/>
      <w:r>
        <w:t xml:space="preserve"> battle skills</w:t>
      </w:r>
    </w:p>
    <w:p w:rsidR="00B73579" w:rsidRDefault="00B73579" w:rsidP="00B73579">
      <w:pPr>
        <w:pStyle w:val="libCenter"/>
      </w:pPr>
      <w:r>
        <w:t>And Akbar admired, standing still</w:t>
      </w:r>
    </w:p>
    <w:p w:rsidR="00B73579" w:rsidRDefault="00B73579" w:rsidP="00B73579">
      <w:pPr>
        <w:pStyle w:val="libCenter"/>
      </w:pPr>
      <w:proofErr w:type="spellStart"/>
      <w:r>
        <w:t>Qasim</w:t>
      </w:r>
      <w:proofErr w:type="spellEnd"/>
      <w:r>
        <w:t xml:space="preserve"> cried often "Bravo dear </w:t>
      </w:r>
      <w:proofErr w:type="spellStart"/>
      <w:r>
        <w:t>Hurr</w:t>
      </w:r>
      <w:proofErr w:type="spellEnd"/>
      <w:r>
        <w:t>"</w:t>
      </w:r>
    </w:p>
    <w:p w:rsidR="00B73579" w:rsidRDefault="00B73579" w:rsidP="00B73579">
      <w:pPr>
        <w:pStyle w:val="libCenter"/>
      </w:pPr>
      <w:r>
        <w:t>And the Noble Prince himself would smile</w:t>
      </w:r>
    </w:p>
    <w:p w:rsidR="00B73579" w:rsidRDefault="00B73579" w:rsidP="00B73579">
      <w:pPr>
        <w:pStyle w:val="libCenter"/>
      </w:pPr>
      <w:r>
        <w:t>Listening to the applause from his Master's camp</w:t>
      </w:r>
    </w:p>
    <w:p w:rsidR="00B73579" w:rsidRDefault="00B73579" w:rsidP="00B73579">
      <w:pPr>
        <w:pStyle w:val="libCenter"/>
      </w:pPr>
      <w:proofErr w:type="spellStart"/>
      <w:r>
        <w:t>Hurr</w:t>
      </w:r>
      <w:proofErr w:type="spellEnd"/>
      <w:r>
        <w:t xml:space="preserve"> would smile and bow at every chance</w:t>
      </w:r>
    </w:p>
    <w:p w:rsidR="00B73579" w:rsidRDefault="00B73579" w:rsidP="00B73579">
      <w:pPr>
        <w:pStyle w:val="libCenter"/>
      </w:pPr>
      <w:r>
        <w:t>Alas as he bowed, the army slacked</w:t>
      </w:r>
    </w:p>
    <w:p w:rsidR="00B73579" w:rsidRDefault="00B73579" w:rsidP="00B73579">
      <w:pPr>
        <w:pStyle w:val="libCenter"/>
      </w:pPr>
      <w:r>
        <w:t>And assailed the soldier from behind his back</w:t>
      </w:r>
    </w:p>
    <w:p w:rsidR="00B73579" w:rsidRDefault="00B73579" w:rsidP="00B73579">
      <w:pPr>
        <w:pStyle w:val="libCenter"/>
      </w:pPr>
      <w:r>
        <w:t xml:space="preserve">And thousands surrounded the lonely </w:t>
      </w:r>
      <w:proofErr w:type="spellStart"/>
      <w:r>
        <w:t>Hurr</w:t>
      </w:r>
      <w:proofErr w:type="spellEnd"/>
    </w:p>
    <w:p w:rsidR="00B73579" w:rsidRDefault="00B73579" w:rsidP="00B73579">
      <w:pPr>
        <w:pStyle w:val="libCenter"/>
      </w:pPr>
      <w:r>
        <w:t>As he braced, the massive army attacked</w:t>
      </w:r>
    </w:p>
    <w:p w:rsidR="00B73579" w:rsidRDefault="00B73579" w:rsidP="00B73579">
      <w:pPr>
        <w:pStyle w:val="libCenter"/>
      </w:pPr>
      <w:r>
        <w:t>Close by his heart he felt a spear</w:t>
      </w:r>
    </w:p>
    <w:p w:rsidR="00B73579" w:rsidRDefault="00B73579" w:rsidP="00B73579">
      <w:pPr>
        <w:pStyle w:val="libCenter"/>
      </w:pPr>
      <w:r>
        <w:t>And he sensed that Death was very near</w:t>
      </w:r>
    </w:p>
    <w:p w:rsidR="00B73579" w:rsidRDefault="00B73579" w:rsidP="00B73579">
      <w:pPr>
        <w:pStyle w:val="libCenter"/>
      </w:pPr>
      <w:r>
        <w:t>The arrows poured at his lurching chest</w:t>
      </w:r>
    </w:p>
    <w:p w:rsidR="00B73579" w:rsidRDefault="00B73579" w:rsidP="00B73579">
      <w:pPr>
        <w:pStyle w:val="libCenter"/>
      </w:pPr>
      <w:r>
        <w:t>He doubled over seeking some rest</w:t>
      </w:r>
    </w:p>
    <w:p w:rsidR="00B73579" w:rsidRDefault="00B73579" w:rsidP="00B73579">
      <w:pPr>
        <w:pStyle w:val="libCenter"/>
      </w:pPr>
      <w:r>
        <w:t xml:space="preserve">Watching </w:t>
      </w:r>
      <w:proofErr w:type="spellStart"/>
      <w:r>
        <w:t>Hurr's</w:t>
      </w:r>
      <w:proofErr w:type="spellEnd"/>
      <w:r>
        <w:t xml:space="preserve"> state, Alder cried</w:t>
      </w:r>
    </w:p>
    <w:p w:rsidR="00B73579" w:rsidRDefault="00B73579" w:rsidP="00B73579">
      <w:pPr>
        <w:pStyle w:val="libCenter"/>
      </w:pPr>
      <w:r>
        <w:t xml:space="preserve">"May I </w:t>
      </w:r>
      <w:proofErr w:type="spellStart"/>
      <w:r>
        <w:t>go</w:t>
      </w:r>
      <w:proofErr w:type="spellEnd"/>
      <w:r>
        <w:t xml:space="preserve"> my Master to save our guest?"</w:t>
      </w:r>
    </w:p>
    <w:p w:rsidR="00B73579" w:rsidRDefault="00B73579" w:rsidP="00B73579">
      <w:pPr>
        <w:pStyle w:val="libCenter"/>
      </w:pPr>
      <w:r>
        <w:t>"The devoted servant of Zahra and Ali</w:t>
      </w:r>
    </w:p>
    <w:p w:rsidR="00B73579" w:rsidRDefault="00B73579" w:rsidP="00B73579">
      <w:pPr>
        <w:pStyle w:val="libCenter"/>
      </w:pPr>
      <w:r>
        <w:t>Now falls to the ground without a plea"</w:t>
      </w:r>
    </w:p>
    <w:p w:rsidR="00B73579" w:rsidRDefault="00B73579" w:rsidP="00B73579">
      <w:pPr>
        <w:pStyle w:val="libCenter"/>
      </w:pPr>
      <w:r>
        <w:t xml:space="preserve">The Noble Prince seeing </w:t>
      </w:r>
      <w:proofErr w:type="spellStart"/>
      <w:r>
        <w:t>Hurr's</w:t>
      </w:r>
      <w:proofErr w:type="spellEnd"/>
      <w:r>
        <w:t xml:space="preserve"> plight</w:t>
      </w:r>
    </w:p>
    <w:p w:rsidR="00B73579" w:rsidRDefault="00B73579" w:rsidP="00B73579">
      <w:pPr>
        <w:pStyle w:val="libCenter"/>
      </w:pPr>
      <w:proofErr w:type="gramStart"/>
      <w:r>
        <w:t>wept</w:t>
      </w:r>
      <w:proofErr w:type="gramEnd"/>
      <w:r>
        <w:t xml:space="preserve"> with sorrow at the sight</w:t>
      </w:r>
    </w:p>
    <w:p w:rsidR="00B73579" w:rsidRDefault="00B73579" w:rsidP="00B73579">
      <w:pPr>
        <w:pStyle w:val="libCenter"/>
      </w:pPr>
      <w:r>
        <w:t>And replied to Akbar "Not you my son"</w:t>
      </w:r>
    </w:p>
    <w:p w:rsidR="00B73579" w:rsidRDefault="00B73579" w:rsidP="00B73579">
      <w:pPr>
        <w:pStyle w:val="libCenter"/>
      </w:pPr>
      <w:proofErr w:type="gramStart"/>
      <w:r>
        <w:t>" I</w:t>
      </w:r>
      <w:proofErr w:type="gramEnd"/>
      <w:r>
        <w:t xml:space="preserve"> will be the one to go by his side"</w:t>
      </w:r>
    </w:p>
    <w:p w:rsidR="00B73579" w:rsidRDefault="00B73579" w:rsidP="00B73579">
      <w:pPr>
        <w:pStyle w:val="libCenter"/>
      </w:pPr>
      <w:r>
        <w:t>"To whom can I express the sorrow I bear?</w:t>
      </w:r>
    </w:p>
    <w:p w:rsidR="00B73579" w:rsidRDefault="00B73579" w:rsidP="00B73579">
      <w:pPr>
        <w:pStyle w:val="libCenter"/>
      </w:pPr>
      <w:r>
        <w:t>He is my guest and I must take his care"</w:t>
      </w:r>
    </w:p>
    <w:p w:rsidR="00B73579" w:rsidRDefault="00B73579" w:rsidP="00B73579">
      <w:pPr>
        <w:pStyle w:val="libCenter"/>
      </w:pPr>
      <w:r>
        <w:t xml:space="preserve">Saying this </w:t>
      </w:r>
      <w:proofErr w:type="spellStart"/>
      <w:r>
        <w:t>Shabeer</w:t>
      </w:r>
      <w:proofErr w:type="spellEnd"/>
      <w:r>
        <w:t xml:space="preserve"> then mounted His horse</w:t>
      </w:r>
    </w:p>
    <w:p w:rsidR="00B73579" w:rsidRDefault="00B73579" w:rsidP="00B73579">
      <w:pPr>
        <w:pStyle w:val="libCenter"/>
      </w:pPr>
      <w:r>
        <w:t>In a glimpse the battlefield He crossed</w:t>
      </w:r>
    </w:p>
    <w:p w:rsidR="00B73579" w:rsidRDefault="00B73579" w:rsidP="00B73579">
      <w:pPr>
        <w:pStyle w:val="libCenter"/>
      </w:pPr>
      <w:r>
        <w:t xml:space="preserve">There </w:t>
      </w:r>
      <w:proofErr w:type="spellStart"/>
      <w:r>
        <w:t>Hurr</w:t>
      </w:r>
      <w:proofErr w:type="spellEnd"/>
      <w:r>
        <w:t xml:space="preserve"> fell on the scorching sand</w:t>
      </w:r>
    </w:p>
    <w:p w:rsidR="00B73579" w:rsidRDefault="00B73579" w:rsidP="00B73579">
      <w:pPr>
        <w:pStyle w:val="libCenter"/>
      </w:pPr>
      <w:r>
        <w:t>And the Prince found him breathing his last</w:t>
      </w:r>
    </w:p>
    <w:p w:rsidR="00B73579" w:rsidRDefault="00B73579" w:rsidP="00B73579">
      <w:pPr>
        <w:pStyle w:val="libCenter"/>
      </w:pPr>
      <w:r>
        <w:t>He held His guest and wept in pain</w:t>
      </w:r>
    </w:p>
    <w:p w:rsidR="00B73579" w:rsidRDefault="00B73579" w:rsidP="00B73579">
      <w:pPr>
        <w:pStyle w:val="libCenter"/>
      </w:pPr>
      <w:r>
        <w:t xml:space="preserve">And watched </w:t>
      </w:r>
      <w:proofErr w:type="spellStart"/>
      <w:r>
        <w:t>Hurr</w:t>
      </w:r>
      <w:proofErr w:type="spellEnd"/>
      <w:r>
        <w:t xml:space="preserve"> rub his heels in the sand</w:t>
      </w:r>
    </w:p>
    <w:p w:rsidR="00B73579" w:rsidRDefault="00B73579" w:rsidP="00B73579">
      <w:pPr>
        <w:pStyle w:val="libCenter"/>
      </w:pPr>
      <w:r>
        <w:t xml:space="preserve">He wiped </w:t>
      </w:r>
      <w:proofErr w:type="spellStart"/>
      <w:r>
        <w:t>Hurr's</w:t>
      </w:r>
      <w:proofErr w:type="spellEnd"/>
      <w:r>
        <w:t xml:space="preserve"> brow and held him close</w:t>
      </w:r>
    </w:p>
    <w:p w:rsidR="00B73579" w:rsidRDefault="00B73579" w:rsidP="00B73579">
      <w:pPr>
        <w:pStyle w:val="libCenter"/>
      </w:pPr>
      <w:r>
        <w:t>And watched in misery as the blood flowed</w:t>
      </w:r>
    </w:p>
    <w:p w:rsidR="00B73579" w:rsidRDefault="00B73579" w:rsidP="00B73579">
      <w:pPr>
        <w:pStyle w:val="libCenter"/>
      </w:pPr>
      <w:r>
        <w:lastRenderedPageBreak/>
        <w:t>And cried "Your wounds have broken my back"</w:t>
      </w:r>
    </w:p>
    <w:p w:rsidR="00B73579" w:rsidRDefault="00B73579" w:rsidP="00B73579">
      <w:pPr>
        <w:pStyle w:val="libCenter"/>
      </w:pPr>
      <w:r>
        <w:t>"Yet another friend I've lost in my woes"</w:t>
      </w:r>
    </w:p>
    <w:p w:rsidR="00B73579" w:rsidRDefault="00B73579" w:rsidP="00B73579">
      <w:pPr>
        <w:pStyle w:val="libCenter"/>
      </w:pPr>
      <w:r>
        <w:t>"You fell to the ground but didn't call for help</w:t>
      </w:r>
    </w:p>
    <w:p w:rsidR="00B73579" w:rsidRDefault="00B73579" w:rsidP="00B73579">
      <w:pPr>
        <w:pStyle w:val="libCenter"/>
      </w:pPr>
      <w:r>
        <w:t>Come open your eyes my brother, my friend"</w:t>
      </w:r>
    </w:p>
    <w:p w:rsidR="00B73579" w:rsidRDefault="00B73579" w:rsidP="00B73579">
      <w:pPr>
        <w:pStyle w:val="libCenter"/>
      </w:pPr>
      <w:r>
        <w:t>Hut opened his bruised and bloodied eyes</w:t>
      </w:r>
    </w:p>
    <w:p w:rsidR="00B73579" w:rsidRDefault="00B73579" w:rsidP="00B73579">
      <w:pPr>
        <w:pStyle w:val="libCenter"/>
      </w:pPr>
      <w:r>
        <w:t>Saw the glorious face of the Prince in sight</w:t>
      </w:r>
    </w:p>
    <w:p w:rsidR="00B73579" w:rsidRDefault="00B73579" w:rsidP="00B73579">
      <w:pPr>
        <w:pStyle w:val="libCenter"/>
      </w:pPr>
      <w:r>
        <w:t>Saw his head cradled in the Prince's lap</w:t>
      </w:r>
    </w:p>
    <w:p w:rsidR="00B73579" w:rsidRDefault="00B73579" w:rsidP="00B73579">
      <w:pPr>
        <w:pStyle w:val="libCenter"/>
      </w:pPr>
      <w:r>
        <w:t>And smiled at his fortune and in delight</w:t>
      </w:r>
    </w:p>
    <w:p w:rsidR="00B73579" w:rsidRDefault="00B73579" w:rsidP="00B73579">
      <w:pPr>
        <w:pStyle w:val="libCenter"/>
      </w:pPr>
      <w:r>
        <w:t>The Prince then asked "What do you sees"</w:t>
      </w:r>
    </w:p>
    <w:p w:rsidR="00B73579" w:rsidRDefault="00B73579" w:rsidP="00B73579">
      <w:pPr>
        <w:pStyle w:val="libCenter"/>
      </w:pPr>
      <w:proofErr w:type="spellStart"/>
      <w:r>
        <w:t>Hurr</w:t>
      </w:r>
      <w:proofErr w:type="spellEnd"/>
      <w:r>
        <w:t xml:space="preserve"> replied "The heavens have opened to me'</w:t>
      </w:r>
    </w:p>
    <w:p w:rsidR="00B73579" w:rsidRDefault="00B73579" w:rsidP="00B73579">
      <w:pPr>
        <w:pStyle w:val="libCenter"/>
      </w:pPr>
      <w:r>
        <w:t>“I see angels descend from the skies for me</w:t>
      </w:r>
    </w:p>
    <w:p w:rsidR="00B73579" w:rsidRDefault="00B73579" w:rsidP="00B73579">
      <w:pPr>
        <w:pStyle w:val="libCenter"/>
      </w:pPr>
      <w:r>
        <w:t>Even in Death's face, a love I can see</w:t>
      </w:r>
    </w:p>
    <w:p w:rsidR="00B73579" w:rsidRDefault="00B73579" w:rsidP="00B73579">
      <w:pPr>
        <w:pStyle w:val="libCenter"/>
      </w:pPr>
      <w:r>
        <w:t xml:space="preserve">Here comes </w:t>
      </w:r>
      <w:proofErr w:type="spellStart"/>
      <w:r>
        <w:t>Hyder</w:t>
      </w:r>
      <w:proofErr w:type="spellEnd"/>
      <w:r>
        <w:t xml:space="preserve"> Oh my good fortune!</w:t>
      </w:r>
    </w:p>
    <w:p w:rsidR="00B73579" w:rsidRDefault="00B73579" w:rsidP="00B73579">
      <w:pPr>
        <w:pStyle w:val="libCenter"/>
      </w:pPr>
      <w:r>
        <w:t xml:space="preserve">I see </w:t>
      </w:r>
      <w:proofErr w:type="spellStart"/>
      <w:r>
        <w:t>Shabbar</w:t>
      </w:r>
      <w:proofErr w:type="spellEnd"/>
      <w:r>
        <w:t xml:space="preserve"> with him, boundless is my glee!"</w:t>
      </w:r>
    </w:p>
    <w:p w:rsidR="00B73579" w:rsidRDefault="00B73579" w:rsidP="00B73579">
      <w:pPr>
        <w:pStyle w:val="libCenter"/>
      </w:pPr>
      <w:r>
        <w:t>"I see Muhammad’s Daughter bareheaded in grief</w:t>
      </w:r>
    </w:p>
    <w:p w:rsidR="00B73579" w:rsidRDefault="00B73579" w:rsidP="00B73579">
      <w:pPr>
        <w:pStyle w:val="libCenter"/>
      </w:pPr>
      <w:r>
        <w:t>And Muhammad Himself comes to me receive"</w:t>
      </w:r>
    </w:p>
    <w:p w:rsidR="00B73579" w:rsidRDefault="00B73579" w:rsidP="00B73579">
      <w:pPr>
        <w:pStyle w:val="libCenter"/>
      </w:pPr>
      <w:r>
        <w:t xml:space="preserve">Then </w:t>
      </w:r>
      <w:proofErr w:type="spellStart"/>
      <w:r>
        <w:t>Hurr's</w:t>
      </w:r>
      <w:proofErr w:type="spellEnd"/>
      <w:r>
        <w:t xml:space="preserve"> face contorted in pain</w:t>
      </w:r>
    </w:p>
    <w:p w:rsidR="00B73579" w:rsidRDefault="00B73579" w:rsidP="00B73579">
      <w:pPr>
        <w:pStyle w:val="libCenter"/>
      </w:pPr>
      <w:r>
        <w:t>He looked at Husain and whispered His name</w:t>
      </w:r>
    </w:p>
    <w:p w:rsidR="00B73579" w:rsidRDefault="00B73579" w:rsidP="00B73579">
      <w:pPr>
        <w:pStyle w:val="libCenter"/>
      </w:pPr>
      <w:r>
        <w:t>And the Prince cried "So you depart my friend"</w:t>
      </w:r>
    </w:p>
    <w:p w:rsidR="00B73579" w:rsidRDefault="00B73579" w:rsidP="00B73579">
      <w:pPr>
        <w:pStyle w:val="libCenter"/>
      </w:pPr>
      <w:proofErr w:type="spellStart"/>
      <w:r>
        <w:t>Hurr's</w:t>
      </w:r>
      <w:proofErr w:type="spellEnd"/>
      <w:r>
        <w:t xml:space="preserve"> soul departed and his body went limp</w:t>
      </w:r>
    </w:p>
    <w:p w:rsidR="00B73579" w:rsidRDefault="00B73579" w:rsidP="00B73579">
      <w:pPr>
        <w:pStyle w:val="libCenter"/>
      </w:pPr>
      <w:r>
        <w:t>Even in death his glance toward Husain</w:t>
      </w:r>
    </w:p>
    <w:p w:rsidR="00B73579" w:rsidRDefault="00B73579" w:rsidP="00B73579">
      <w:pPr>
        <w:pStyle w:val="libCenter"/>
      </w:pPr>
      <w:r>
        <w:t>A smile on his lips, forgotten the pain.</w:t>
      </w:r>
    </w:p>
    <w:p w:rsidR="00494D4F" w:rsidRDefault="00494D4F" w:rsidP="00D16736">
      <w:pPr>
        <w:pStyle w:val="libNormal"/>
      </w:pPr>
      <w:r>
        <w:br w:type="page"/>
      </w:r>
    </w:p>
    <w:p w:rsidR="00B73579" w:rsidRDefault="00494D4F" w:rsidP="00494D4F">
      <w:pPr>
        <w:pStyle w:val="Heading1Center"/>
      </w:pPr>
      <w:bookmarkStart w:id="9" w:name="_Toc443827484"/>
      <w:proofErr w:type="spellStart"/>
      <w:r>
        <w:lastRenderedPageBreak/>
        <w:t>Marsiya</w:t>
      </w:r>
      <w:proofErr w:type="spellEnd"/>
      <w:r>
        <w:t xml:space="preserve"> n. 3: </w:t>
      </w:r>
      <w:r w:rsidR="00B73579">
        <w:t>Sacrifice of Aon and Muhammad</w:t>
      </w:r>
      <w:bookmarkEnd w:id="9"/>
    </w:p>
    <w:p w:rsidR="00B73579" w:rsidRDefault="00B73579" w:rsidP="00494D4F">
      <w:pPr>
        <w:pStyle w:val="Heading2Center"/>
      </w:pPr>
      <w:bookmarkStart w:id="10" w:name="_Toc443827485"/>
      <w:r>
        <w:t xml:space="preserve">The Sacrifice of </w:t>
      </w:r>
      <w:proofErr w:type="spellStart"/>
      <w:r>
        <w:t>Zainab’s</w:t>
      </w:r>
      <w:proofErr w:type="spellEnd"/>
      <w:r>
        <w:t xml:space="preserve"> Sons</w:t>
      </w:r>
      <w:r w:rsidR="00494D4F">
        <w:t xml:space="preserve"> </w:t>
      </w:r>
      <w:r>
        <w:t xml:space="preserve">Most </w:t>
      </w:r>
      <w:proofErr w:type="spellStart"/>
      <w:r>
        <w:t>Reverred</w:t>
      </w:r>
      <w:proofErr w:type="spellEnd"/>
      <w:r>
        <w:t xml:space="preserve"> Aon and Muhammad (‘a)</w:t>
      </w:r>
      <w:bookmarkEnd w:id="10"/>
    </w:p>
    <w:p w:rsidR="00B73579" w:rsidRDefault="00B73579" w:rsidP="005F41BE">
      <w:pPr>
        <w:pStyle w:val="Heading3Center"/>
      </w:pPr>
      <w:bookmarkStart w:id="11" w:name="_Toc443827486"/>
      <w:r>
        <w:t xml:space="preserve">("Jab </w:t>
      </w:r>
      <w:proofErr w:type="spellStart"/>
      <w:r>
        <w:t>Zainab</w:t>
      </w:r>
      <w:proofErr w:type="spellEnd"/>
      <w:r>
        <w:t xml:space="preserve"> e </w:t>
      </w:r>
      <w:proofErr w:type="spellStart"/>
      <w:r>
        <w:t>Ghareeb</w:t>
      </w:r>
      <w:proofErr w:type="spellEnd"/>
      <w:r>
        <w:t xml:space="preserve"> </w:t>
      </w:r>
      <w:proofErr w:type="spellStart"/>
      <w:r>
        <w:t>ke</w:t>
      </w:r>
      <w:proofErr w:type="spellEnd"/>
      <w:r>
        <w:t xml:space="preserve"> run </w:t>
      </w:r>
      <w:proofErr w:type="spellStart"/>
      <w:r>
        <w:t>mein</w:t>
      </w:r>
      <w:proofErr w:type="spellEnd"/>
      <w:r>
        <w:t xml:space="preserve"> </w:t>
      </w:r>
      <w:proofErr w:type="spellStart"/>
      <w:r>
        <w:t>pisar</w:t>
      </w:r>
      <w:proofErr w:type="spellEnd"/>
      <w:r>
        <w:t xml:space="preserve"> lade</w:t>
      </w:r>
      <w:proofErr w:type="gramStart"/>
      <w:r>
        <w:t>" )</w:t>
      </w:r>
      <w:bookmarkEnd w:id="11"/>
      <w:proofErr w:type="gramEnd"/>
    </w:p>
    <w:p w:rsidR="00B73579" w:rsidRDefault="00B73579" w:rsidP="00B73579">
      <w:pPr>
        <w:pStyle w:val="libCenter"/>
      </w:pPr>
      <w:r>
        <w:t xml:space="preserve">When in Karbala </w:t>
      </w:r>
      <w:proofErr w:type="spellStart"/>
      <w:r>
        <w:t>Zainab's</w:t>
      </w:r>
      <w:proofErr w:type="spellEnd"/>
      <w:r>
        <w:t xml:space="preserve"> children fought</w:t>
      </w:r>
    </w:p>
    <w:p w:rsidR="00B73579" w:rsidRDefault="00B73579" w:rsidP="00B73579">
      <w:pPr>
        <w:pStyle w:val="libCenter"/>
      </w:pPr>
      <w:r>
        <w:t>The two alone with the massive army fought</w:t>
      </w:r>
    </w:p>
    <w:p w:rsidR="00B73579" w:rsidRDefault="00B73579" w:rsidP="00B73579">
      <w:pPr>
        <w:pStyle w:val="libCenter"/>
      </w:pPr>
      <w:r>
        <w:t>With the courage and valor of Ali they fought</w:t>
      </w:r>
    </w:p>
    <w:p w:rsidR="00B73579" w:rsidRDefault="00B73579" w:rsidP="00B73579">
      <w:pPr>
        <w:pStyle w:val="libCenter"/>
      </w:pPr>
      <w:r>
        <w:t>Oh like lions the grandsons of a Lion fought</w:t>
      </w:r>
    </w:p>
    <w:p w:rsidR="00B73579" w:rsidRDefault="00B73579" w:rsidP="00B73579">
      <w:pPr>
        <w:pStyle w:val="libCenter"/>
      </w:pPr>
      <w:r>
        <w:t>Gallantry inherited from the Grand Amir</w:t>
      </w:r>
    </w:p>
    <w:p w:rsidR="00B73579" w:rsidRDefault="00B73579" w:rsidP="00B73579">
      <w:pPr>
        <w:pStyle w:val="libCenter"/>
      </w:pPr>
      <w:r>
        <w:t xml:space="preserve">Such vigor can come only from </w:t>
      </w:r>
      <w:proofErr w:type="spellStart"/>
      <w:r>
        <w:t>Zainab</w:t>
      </w:r>
      <w:proofErr w:type="spellEnd"/>
      <w:r>
        <w:t xml:space="preserve"> and Ali</w:t>
      </w:r>
    </w:p>
    <w:p w:rsidR="00B73579" w:rsidRDefault="00B73579" w:rsidP="00B73579">
      <w:pPr>
        <w:pStyle w:val="libCenter"/>
      </w:pPr>
      <w:proofErr w:type="spellStart"/>
      <w:r>
        <w:t>Zainab</w:t>
      </w:r>
      <w:proofErr w:type="spellEnd"/>
      <w:r>
        <w:t xml:space="preserve"> waited barefoot by the door</w:t>
      </w:r>
    </w:p>
    <w:p w:rsidR="00B73579" w:rsidRDefault="00B73579" w:rsidP="00B73579">
      <w:pPr>
        <w:pStyle w:val="libCenter"/>
      </w:pPr>
      <w:r>
        <w:t xml:space="preserve">And </w:t>
      </w:r>
      <w:proofErr w:type="spellStart"/>
      <w:r>
        <w:t>Abbas</w:t>
      </w:r>
      <w:proofErr w:type="spellEnd"/>
      <w:r>
        <w:t xml:space="preserve"> reported their progress in the war</w:t>
      </w:r>
    </w:p>
    <w:p w:rsidR="00B73579" w:rsidRDefault="00B73579" w:rsidP="00B73579">
      <w:pPr>
        <w:pStyle w:val="libCenter"/>
      </w:pPr>
      <w:r>
        <w:t>"Noble sister do not cry nor worry for them</w:t>
      </w:r>
    </w:p>
    <w:p w:rsidR="00B73579" w:rsidRDefault="00B73579" w:rsidP="00B73579">
      <w:pPr>
        <w:pStyle w:val="libCenter"/>
      </w:pPr>
      <w:r>
        <w:t>Your sons have vanquished thousands more"</w:t>
      </w:r>
    </w:p>
    <w:p w:rsidR="00B73579" w:rsidRDefault="00B73579" w:rsidP="00B73579">
      <w:pPr>
        <w:pStyle w:val="libCenter"/>
      </w:pPr>
      <w:r>
        <w:t>"Their strength reminds the world of Khyber today</w:t>
      </w:r>
    </w:p>
    <w:p w:rsidR="00B73579" w:rsidRDefault="00B73579" w:rsidP="00B73579">
      <w:pPr>
        <w:pStyle w:val="libCenter"/>
      </w:pPr>
      <w:r>
        <w:t xml:space="preserve">Victorious they will </w:t>
      </w:r>
      <w:proofErr w:type="gramStart"/>
      <w:r>
        <w:t>return,</w:t>
      </w:r>
      <w:proofErr w:type="gramEnd"/>
      <w:r>
        <w:t xml:space="preserve"> the enemy they will slay"</w:t>
      </w:r>
    </w:p>
    <w:p w:rsidR="00B73579" w:rsidRDefault="00B73579" w:rsidP="00B73579">
      <w:pPr>
        <w:pStyle w:val="libCenter"/>
      </w:pPr>
      <w:r>
        <w:t xml:space="preserve">With tears in her eyes </w:t>
      </w:r>
      <w:proofErr w:type="spellStart"/>
      <w:r>
        <w:t>Zainab</w:t>
      </w:r>
      <w:proofErr w:type="spellEnd"/>
      <w:r>
        <w:t xml:space="preserve"> replied</w:t>
      </w:r>
    </w:p>
    <w:p w:rsidR="00B73579" w:rsidRDefault="00B73579" w:rsidP="00B73579">
      <w:pPr>
        <w:pStyle w:val="libCenter"/>
      </w:pPr>
      <w:r>
        <w:t xml:space="preserve">"May Allah bless them with success and </w:t>
      </w:r>
      <w:proofErr w:type="gramStart"/>
      <w:r>
        <w:t>might</w:t>
      </w:r>
      <w:proofErr w:type="gramEnd"/>
    </w:p>
    <w:p w:rsidR="00B73579" w:rsidRDefault="00B73579" w:rsidP="00B73579">
      <w:pPr>
        <w:pStyle w:val="libCenter"/>
      </w:pPr>
      <w:r>
        <w:t>The two are alone, fighting thousands today</w:t>
      </w:r>
    </w:p>
    <w:p w:rsidR="00B73579" w:rsidRDefault="00B73579" w:rsidP="00B73579">
      <w:pPr>
        <w:pStyle w:val="libCenter"/>
      </w:pPr>
      <w:r>
        <w:t xml:space="preserve">Their fate rests with </w:t>
      </w:r>
      <w:proofErr w:type="gramStart"/>
      <w:r>
        <w:t>God,</w:t>
      </w:r>
      <w:proofErr w:type="gramEnd"/>
      <w:r>
        <w:t xml:space="preserve"> He will do what is right"</w:t>
      </w:r>
    </w:p>
    <w:p w:rsidR="00B73579" w:rsidRDefault="00B73579" w:rsidP="00B73579">
      <w:pPr>
        <w:pStyle w:val="libCenter"/>
      </w:pPr>
      <w:r>
        <w:t>"Though helpless, I trust the Almighty God</w:t>
      </w:r>
    </w:p>
    <w:p w:rsidR="00B73579" w:rsidRDefault="00B73579" w:rsidP="00B73579">
      <w:pPr>
        <w:pStyle w:val="libCenter"/>
      </w:pPr>
      <w:r>
        <w:t>He will grant me the wish I've always sought"</w:t>
      </w:r>
    </w:p>
    <w:p w:rsidR="00B73579" w:rsidRDefault="00B73579" w:rsidP="00B73579">
      <w:pPr>
        <w:pStyle w:val="libCenter"/>
      </w:pPr>
      <w:r>
        <w:t>"Oh my brother, I do not fret for them today</w:t>
      </w:r>
    </w:p>
    <w:p w:rsidR="00B73579" w:rsidRDefault="00B73579" w:rsidP="00B73579">
      <w:pPr>
        <w:pStyle w:val="libCenter"/>
      </w:pPr>
      <w:r>
        <w:t>They may die or get trampled by the army, yet I say</w:t>
      </w:r>
    </w:p>
    <w:p w:rsidR="00B73579" w:rsidRDefault="00B73579" w:rsidP="00B73579">
      <w:pPr>
        <w:pStyle w:val="libCenter"/>
      </w:pPr>
      <w:r>
        <w:t>`If a thousand sons I had, let them all so get killed</w:t>
      </w:r>
    </w:p>
    <w:p w:rsidR="00B73579" w:rsidRDefault="00B73579" w:rsidP="00B73579">
      <w:pPr>
        <w:pStyle w:val="libCenter"/>
      </w:pPr>
      <w:r>
        <w:t>To save the Son of Fatima, this price I will pay'</w:t>
      </w:r>
    </w:p>
    <w:p w:rsidR="00B73579" w:rsidRDefault="00B73579" w:rsidP="00B73579">
      <w:pPr>
        <w:pStyle w:val="libCenter"/>
      </w:pPr>
      <w:r>
        <w:t>"In Husain's stead, let me bear all the pain</w:t>
      </w:r>
    </w:p>
    <w:p w:rsidR="00B73579" w:rsidRDefault="00B73579" w:rsidP="00B73579">
      <w:pPr>
        <w:pStyle w:val="libCenter"/>
      </w:pPr>
      <w:r>
        <w:t>Even if nobody lives, yet live my Husain"</w:t>
      </w:r>
    </w:p>
    <w:p w:rsidR="00B73579" w:rsidRDefault="00B73579" w:rsidP="00B73579">
      <w:pPr>
        <w:pStyle w:val="libCenter"/>
      </w:pPr>
      <w:r>
        <w:t xml:space="preserve">As </w:t>
      </w:r>
      <w:proofErr w:type="spellStart"/>
      <w:r>
        <w:t>Abbas</w:t>
      </w:r>
      <w:proofErr w:type="spellEnd"/>
      <w:r>
        <w:t xml:space="preserve"> and </w:t>
      </w:r>
      <w:proofErr w:type="spellStart"/>
      <w:r>
        <w:t>Zainab</w:t>
      </w:r>
      <w:proofErr w:type="spellEnd"/>
      <w:r>
        <w:t xml:space="preserve"> spoke thus, Husain cried</w:t>
      </w:r>
    </w:p>
    <w:p w:rsidR="00B73579" w:rsidRDefault="00B73579" w:rsidP="00B73579">
      <w:pPr>
        <w:pStyle w:val="libCenter"/>
      </w:pPr>
      <w:r>
        <w:t xml:space="preserve">"Oh </w:t>
      </w:r>
      <w:proofErr w:type="spellStart"/>
      <w:r>
        <w:t>Abbas</w:t>
      </w:r>
      <w:proofErr w:type="spellEnd"/>
      <w:r>
        <w:t>, the children are gone from my sight"</w:t>
      </w:r>
    </w:p>
    <w:p w:rsidR="00B73579" w:rsidRDefault="00B73579" w:rsidP="00B73579">
      <w:pPr>
        <w:pStyle w:val="libCenter"/>
      </w:pPr>
      <w:proofErr w:type="spellStart"/>
      <w:r>
        <w:t>Abbas</w:t>
      </w:r>
      <w:proofErr w:type="spellEnd"/>
      <w:r>
        <w:t xml:space="preserve"> charged at the battlefield</w:t>
      </w:r>
    </w:p>
    <w:p w:rsidR="00B73579" w:rsidRDefault="00B73579" w:rsidP="00B73579">
      <w:pPr>
        <w:pStyle w:val="libCenter"/>
      </w:pPr>
      <w:r>
        <w:t>On his way he heard Ali Akbar's cries</w:t>
      </w:r>
    </w:p>
    <w:p w:rsidR="00B73579" w:rsidRDefault="00B73579" w:rsidP="00B73579">
      <w:pPr>
        <w:pStyle w:val="libCenter"/>
      </w:pPr>
      <w:r>
        <w:t>"We live to witness this day and to weep?</w:t>
      </w:r>
    </w:p>
    <w:p w:rsidR="00B73579" w:rsidRDefault="00B73579" w:rsidP="00B73579">
      <w:pPr>
        <w:pStyle w:val="libCenter"/>
      </w:pPr>
      <w:r>
        <w:t>Let us get their bodies, on the sands they sleep"</w:t>
      </w:r>
    </w:p>
    <w:p w:rsidR="00B73579" w:rsidRDefault="00B73579" w:rsidP="00B73579">
      <w:pPr>
        <w:pStyle w:val="libCenter"/>
      </w:pPr>
      <w:proofErr w:type="spellStart"/>
      <w:r>
        <w:t>Abbas</w:t>
      </w:r>
      <w:proofErr w:type="spellEnd"/>
      <w:r>
        <w:t xml:space="preserve"> charged, by his side his spear</w:t>
      </w:r>
    </w:p>
    <w:p w:rsidR="00B73579" w:rsidRDefault="00B73579" w:rsidP="00B73579">
      <w:pPr>
        <w:pStyle w:val="libCenter"/>
      </w:pPr>
      <w:r>
        <w:t>And Husain grief stricken, bare headed was near</w:t>
      </w:r>
    </w:p>
    <w:p w:rsidR="00B73579" w:rsidRDefault="00B73579" w:rsidP="00B73579">
      <w:pPr>
        <w:pStyle w:val="libCenter"/>
      </w:pPr>
      <w:r>
        <w:t>The army retreated seeing them approach</w:t>
      </w:r>
    </w:p>
    <w:p w:rsidR="00B73579" w:rsidRDefault="00B73579" w:rsidP="00B73579">
      <w:pPr>
        <w:pStyle w:val="libCenter"/>
      </w:pPr>
      <w:r>
        <w:t>Dying on the sands lay the youth so dear</w:t>
      </w:r>
    </w:p>
    <w:p w:rsidR="00B73579" w:rsidRDefault="00B73579" w:rsidP="00B73579">
      <w:pPr>
        <w:pStyle w:val="libCenter"/>
      </w:pPr>
      <w:r>
        <w:t>Though apart in battle, yet together in death</w:t>
      </w:r>
    </w:p>
    <w:p w:rsidR="00B73579" w:rsidRDefault="00B73579" w:rsidP="00B73579">
      <w:pPr>
        <w:pStyle w:val="libCenter"/>
      </w:pPr>
      <w:r>
        <w:t>Still clutching their swords, wounded their chests</w:t>
      </w:r>
    </w:p>
    <w:p w:rsidR="00B73579" w:rsidRDefault="00B73579" w:rsidP="00B73579">
      <w:pPr>
        <w:pStyle w:val="libCenter"/>
      </w:pPr>
      <w:r>
        <w:t>Seeing His sister's sons in this state</w:t>
      </w:r>
    </w:p>
    <w:p w:rsidR="00B73579" w:rsidRDefault="00B73579" w:rsidP="00B73579">
      <w:pPr>
        <w:pStyle w:val="libCenter"/>
      </w:pPr>
      <w:r>
        <w:t>Crushed like flowers, trampled in haste</w:t>
      </w:r>
    </w:p>
    <w:p w:rsidR="00B73579" w:rsidRDefault="00B73579" w:rsidP="00B73579">
      <w:pPr>
        <w:pStyle w:val="libCenter"/>
      </w:pPr>
      <w:r>
        <w:t>Their brow and long hair matted with dust</w:t>
      </w:r>
    </w:p>
    <w:p w:rsidR="00B73579" w:rsidRDefault="00B73579" w:rsidP="00B73579">
      <w:pPr>
        <w:pStyle w:val="libCenter"/>
      </w:pPr>
      <w:r>
        <w:t>Lips blue with thirst, bruised the face</w:t>
      </w:r>
    </w:p>
    <w:p w:rsidR="00B73579" w:rsidRDefault="00B73579" w:rsidP="00B73579">
      <w:pPr>
        <w:pStyle w:val="libCenter"/>
      </w:pPr>
      <w:r>
        <w:t>Their brows gashed and battered, their clothing torn</w:t>
      </w:r>
    </w:p>
    <w:p w:rsidR="00B73579" w:rsidRDefault="00B73579" w:rsidP="00B73579">
      <w:pPr>
        <w:pStyle w:val="libCenter"/>
      </w:pPr>
      <w:r>
        <w:t>Ribs mashed and broken by the enemy swords</w:t>
      </w:r>
    </w:p>
    <w:p w:rsidR="00B73579" w:rsidRDefault="00B73579" w:rsidP="00B73579">
      <w:pPr>
        <w:pStyle w:val="libCenter"/>
      </w:pPr>
      <w:r>
        <w:t>Husain cried, holding their bodies close</w:t>
      </w:r>
    </w:p>
    <w:p w:rsidR="00B73579" w:rsidRDefault="00B73579" w:rsidP="00B73579">
      <w:pPr>
        <w:pStyle w:val="libCenter"/>
      </w:pPr>
      <w:r>
        <w:lastRenderedPageBreak/>
        <w:t>"Come open your eyes, watch my tears floes'</w:t>
      </w:r>
    </w:p>
    <w:p w:rsidR="00B73579" w:rsidRDefault="00B73579" w:rsidP="00B73579">
      <w:pPr>
        <w:pStyle w:val="libCenter"/>
      </w:pPr>
      <w:r>
        <w:t>In Death' slumber, heavy lidded were their eyes</w:t>
      </w:r>
    </w:p>
    <w:p w:rsidR="00B73579" w:rsidRDefault="00B73579" w:rsidP="00B73579">
      <w:pPr>
        <w:pStyle w:val="libCenter"/>
      </w:pPr>
      <w:proofErr w:type="spellStart"/>
      <w:r>
        <w:t>Abbas</w:t>
      </w:r>
      <w:proofErr w:type="spellEnd"/>
      <w:r>
        <w:t xml:space="preserve"> felt their pulse and wept in woe</w:t>
      </w:r>
    </w:p>
    <w:p w:rsidR="00B73579" w:rsidRDefault="00B73579" w:rsidP="00B73579">
      <w:pPr>
        <w:pStyle w:val="libCenter"/>
      </w:pPr>
      <w:r>
        <w:t>"Raised in my lap, yet dying in my sight?"</w:t>
      </w:r>
    </w:p>
    <w:p w:rsidR="00B73579" w:rsidRDefault="00B73579" w:rsidP="00B73579">
      <w:pPr>
        <w:pStyle w:val="libCenter"/>
      </w:pPr>
      <w:r>
        <w:t>Husain held the dear boys in His arms and cried</w:t>
      </w:r>
    </w:p>
    <w:p w:rsidR="00B73579" w:rsidRDefault="00B73579" w:rsidP="00B73579">
      <w:pPr>
        <w:pStyle w:val="libCenter"/>
      </w:pPr>
      <w:r>
        <w:t xml:space="preserve">Alongside </w:t>
      </w:r>
      <w:proofErr w:type="spellStart"/>
      <w:r>
        <w:t>Abbas</w:t>
      </w:r>
      <w:proofErr w:type="spellEnd"/>
      <w:r>
        <w:t xml:space="preserve"> in sorrow wept</w:t>
      </w:r>
    </w:p>
    <w:p w:rsidR="00B73579" w:rsidRDefault="00B73579" w:rsidP="00B73579">
      <w:pPr>
        <w:pStyle w:val="libCenter"/>
      </w:pPr>
      <w:r>
        <w:t>And cried "Oh here comes the shadow of Death"</w:t>
      </w:r>
    </w:p>
    <w:p w:rsidR="00B73579" w:rsidRDefault="00B73579" w:rsidP="00B73579">
      <w:pPr>
        <w:pStyle w:val="libCenter"/>
      </w:pPr>
      <w:r>
        <w:t>And weeping in pain, Husain replied</w:t>
      </w:r>
    </w:p>
    <w:p w:rsidR="00B73579" w:rsidRDefault="00B73579" w:rsidP="00B73579">
      <w:pPr>
        <w:pStyle w:val="libCenter"/>
      </w:pPr>
      <w:r>
        <w:t>"The two now depart to eternally rest"</w:t>
      </w:r>
    </w:p>
    <w:p w:rsidR="00B73579" w:rsidRDefault="00B73579" w:rsidP="00B73579">
      <w:pPr>
        <w:pStyle w:val="libCenter"/>
      </w:pPr>
      <w:r>
        <w:t>"Within the camp, the hopeful mother waits</w:t>
      </w:r>
    </w:p>
    <w:p w:rsidR="00B73579" w:rsidRDefault="00B73579" w:rsidP="00B73579">
      <w:pPr>
        <w:pStyle w:val="libCenter"/>
      </w:pPr>
      <w:r>
        <w:t>Now we take their bodies to her in this state"</w:t>
      </w:r>
    </w:p>
    <w:p w:rsidR="00B73579" w:rsidRDefault="00B73579" w:rsidP="00B73579">
      <w:pPr>
        <w:pStyle w:val="libCenter"/>
      </w:pPr>
      <w:r>
        <w:t xml:space="preserve">But </w:t>
      </w:r>
      <w:proofErr w:type="spellStart"/>
      <w:r>
        <w:t>Zainab's</w:t>
      </w:r>
      <w:proofErr w:type="spellEnd"/>
      <w:r>
        <w:t xml:space="preserve"> heart knew that they lived no more</w:t>
      </w:r>
    </w:p>
    <w:p w:rsidR="00B73579" w:rsidRDefault="00B73579" w:rsidP="00B73579">
      <w:pPr>
        <w:pStyle w:val="libCenter"/>
      </w:pPr>
      <w:r>
        <w:t>Quiet in grief, she sat down by the door</w:t>
      </w:r>
    </w:p>
    <w:p w:rsidR="00B73579" w:rsidRDefault="00B73579" w:rsidP="00B73579">
      <w:pPr>
        <w:pStyle w:val="libCenter"/>
      </w:pPr>
      <w:r>
        <w:t>And Husain brought in her blood soaked sons</w:t>
      </w:r>
    </w:p>
    <w:p w:rsidR="00B73579" w:rsidRDefault="00B73579" w:rsidP="00B73579">
      <w:pPr>
        <w:pStyle w:val="libCenter"/>
      </w:pPr>
      <w:r>
        <w:t xml:space="preserve">And said "Oh </w:t>
      </w:r>
      <w:proofErr w:type="spellStart"/>
      <w:r>
        <w:t>Zainab</w:t>
      </w:r>
      <w:proofErr w:type="spellEnd"/>
      <w:r>
        <w:t>, my heart is torn"</w:t>
      </w:r>
    </w:p>
    <w:p w:rsidR="00B73579" w:rsidRDefault="00B73579" w:rsidP="00B73579">
      <w:pPr>
        <w:pStyle w:val="libCenter"/>
      </w:pPr>
      <w:r>
        <w:t>"What has happened, what is lost, how can I say?</w:t>
      </w:r>
    </w:p>
    <w:p w:rsidR="00B73579" w:rsidRDefault="00B73579" w:rsidP="00B73579">
      <w:pPr>
        <w:pStyle w:val="libCenter"/>
      </w:pPr>
      <w:r>
        <w:t>I hoped they would live, but they died on the way"</w:t>
      </w:r>
    </w:p>
    <w:p w:rsidR="00B73579" w:rsidRDefault="00B73579" w:rsidP="00B73579">
      <w:pPr>
        <w:pStyle w:val="libCenter"/>
      </w:pPr>
      <w:r>
        <w:t xml:space="preserve">Hearing this </w:t>
      </w:r>
      <w:proofErr w:type="spellStart"/>
      <w:r>
        <w:t>Zainab</w:t>
      </w:r>
      <w:proofErr w:type="spellEnd"/>
      <w:r>
        <w:t xml:space="preserve"> rose, weeping in pain</w:t>
      </w:r>
    </w:p>
    <w:p w:rsidR="00B73579" w:rsidRDefault="00B73579" w:rsidP="00B73579">
      <w:pPr>
        <w:pStyle w:val="libCenter"/>
      </w:pPr>
      <w:r>
        <w:t>And hugged their bruised bodies, uttering their names</w:t>
      </w:r>
    </w:p>
    <w:p w:rsidR="00B73579" w:rsidRDefault="00B73579" w:rsidP="00B73579">
      <w:pPr>
        <w:pStyle w:val="libCenter"/>
      </w:pPr>
      <w:r>
        <w:t>She praised their valor and their sacrifice</w:t>
      </w:r>
    </w:p>
    <w:p w:rsidR="00B73579" w:rsidRDefault="00B73579" w:rsidP="00B73579">
      <w:pPr>
        <w:pStyle w:val="libCenter"/>
      </w:pPr>
      <w:r>
        <w:t>And cried "Come wake up now, weeps my Husain"</w:t>
      </w:r>
    </w:p>
    <w:p w:rsidR="00B73579" w:rsidRDefault="00B73579" w:rsidP="00B73579">
      <w:pPr>
        <w:pStyle w:val="libCenter"/>
      </w:pPr>
      <w:proofErr w:type="gramStart"/>
      <w:r>
        <w:t>" Wake</w:t>
      </w:r>
      <w:proofErr w:type="gramEnd"/>
      <w:r>
        <w:t xml:space="preserve"> up, walk bravely and show me your swords</w:t>
      </w:r>
    </w:p>
    <w:p w:rsidR="00B73579" w:rsidRDefault="00B73579" w:rsidP="00B73579">
      <w:pPr>
        <w:pStyle w:val="libCenter"/>
      </w:pPr>
      <w:r>
        <w:t>The Imam needs you, so sleep no more."</w:t>
      </w:r>
    </w:p>
    <w:p w:rsidR="00494D4F" w:rsidRDefault="00494D4F" w:rsidP="00D16736">
      <w:pPr>
        <w:pStyle w:val="libNormal"/>
      </w:pPr>
      <w:r>
        <w:br w:type="page"/>
      </w:r>
    </w:p>
    <w:p w:rsidR="00B73579" w:rsidRDefault="00494D4F" w:rsidP="00494D4F">
      <w:pPr>
        <w:pStyle w:val="Heading1Center"/>
      </w:pPr>
      <w:bookmarkStart w:id="12" w:name="_Toc443827487"/>
      <w:proofErr w:type="spellStart"/>
      <w:r>
        <w:lastRenderedPageBreak/>
        <w:t>Marsiya</w:t>
      </w:r>
      <w:proofErr w:type="spellEnd"/>
      <w:r>
        <w:t xml:space="preserve"> n. 4: </w:t>
      </w:r>
      <w:r w:rsidR="00B73579">
        <w:t xml:space="preserve">A Baby is </w:t>
      </w:r>
      <w:proofErr w:type="gramStart"/>
      <w:r w:rsidR="00B73579">
        <w:t>Slaughtered</w:t>
      </w:r>
      <w:bookmarkEnd w:id="12"/>
      <w:proofErr w:type="gramEnd"/>
    </w:p>
    <w:p w:rsidR="00B73579" w:rsidRDefault="00B73579" w:rsidP="00494D4F">
      <w:pPr>
        <w:pStyle w:val="Heading2Center"/>
      </w:pPr>
      <w:bookmarkStart w:id="13" w:name="_Toc443827488"/>
      <w:r>
        <w:t>The Slaughter of a Baby</w:t>
      </w:r>
      <w:r w:rsidR="00494D4F">
        <w:t xml:space="preserve">: </w:t>
      </w:r>
      <w:r>
        <w:t xml:space="preserve">Most Revered Ali </w:t>
      </w:r>
      <w:proofErr w:type="spellStart"/>
      <w:r>
        <w:t>Asghar</w:t>
      </w:r>
      <w:proofErr w:type="spellEnd"/>
      <w:r>
        <w:t xml:space="preserve"> (‘a)</w:t>
      </w:r>
      <w:bookmarkEnd w:id="13"/>
    </w:p>
    <w:p w:rsidR="00B73579" w:rsidRDefault="00B73579" w:rsidP="005F41BE">
      <w:pPr>
        <w:pStyle w:val="Heading3Center"/>
      </w:pPr>
      <w:bookmarkStart w:id="14" w:name="_Toc443827489"/>
      <w:r>
        <w:t>("</w:t>
      </w:r>
      <w:proofErr w:type="spellStart"/>
      <w:r>
        <w:t>Banu</w:t>
      </w:r>
      <w:proofErr w:type="spellEnd"/>
      <w:r>
        <w:t xml:space="preserve"> </w:t>
      </w:r>
      <w:proofErr w:type="spellStart"/>
      <w:r>
        <w:t>ke</w:t>
      </w:r>
      <w:proofErr w:type="spellEnd"/>
      <w:r>
        <w:t xml:space="preserve"> </w:t>
      </w:r>
      <w:proofErr w:type="spellStart"/>
      <w:r>
        <w:t>sheerquar</w:t>
      </w:r>
      <w:proofErr w:type="spellEnd"/>
      <w:r>
        <w:t xml:space="preserve"> </w:t>
      </w:r>
      <w:proofErr w:type="spellStart"/>
      <w:r>
        <w:t>ko</w:t>
      </w:r>
      <w:proofErr w:type="spellEnd"/>
      <w:r>
        <w:t xml:space="preserve"> </w:t>
      </w:r>
      <w:proofErr w:type="spellStart"/>
      <w:r>
        <w:t>haftum</w:t>
      </w:r>
      <w:proofErr w:type="spellEnd"/>
      <w:r>
        <w:t xml:space="preserve"> se </w:t>
      </w:r>
      <w:proofErr w:type="spellStart"/>
      <w:r>
        <w:t>pyaas</w:t>
      </w:r>
      <w:proofErr w:type="spellEnd"/>
      <w:r>
        <w:t xml:space="preserve"> </w:t>
      </w:r>
      <w:proofErr w:type="spellStart"/>
      <w:r>
        <w:t>hai</w:t>
      </w:r>
      <w:proofErr w:type="spellEnd"/>
      <w:r>
        <w:t>")</w:t>
      </w:r>
      <w:bookmarkEnd w:id="14"/>
    </w:p>
    <w:p w:rsidR="00B73579" w:rsidRDefault="00B73579" w:rsidP="00B73579">
      <w:pPr>
        <w:pStyle w:val="libCenter"/>
      </w:pPr>
      <w:proofErr w:type="spellStart"/>
      <w:r>
        <w:t>Banu's</w:t>
      </w:r>
      <w:proofErr w:type="spellEnd"/>
      <w:r>
        <w:t xml:space="preserve"> son has had no water for days</w:t>
      </w:r>
    </w:p>
    <w:p w:rsidR="00B73579" w:rsidRDefault="00B73579" w:rsidP="00B73579">
      <w:pPr>
        <w:pStyle w:val="libCenter"/>
      </w:pPr>
      <w:r>
        <w:t>His pulse is weak and his mother prays</w:t>
      </w:r>
    </w:p>
    <w:p w:rsidR="00B73579" w:rsidRDefault="00B73579" w:rsidP="00B73579">
      <w:pPr>
        <w:pStyle w:val="libCenter"/>
      </w:pPr>
      <w:r>
        <w:t>No hope in sight of getting water or milk</w:t>
      </w:r>
    </w:p>
    <w:p w:rsidR="00B73579" w:rsidRDefault="00B73579" w:rsidP="00B73579">
      <w:pPr>
        <w:pStyle w:val="libCenter"/>
      </w:pPr>
      <w:r>
        <w:t>Helpless, she lingers by his cradle in a daze</w:t>
      </w:r>
    </w:p>
    <w:p w:rsidR="00B73579" w:rsidRDefault="00B73579" w:rsidP="00B73579">
      <w:pPr>
        <w:pStyle w:val="libCenter"/>
      </w:pPr>
      <w:r>
        <w:t xml:space="preserve">"Pray tell me, what shall I do now </w:t>
      </w:r>
      <w:proofErr w:type="spellStart"/>
      <w:r>
        <w:t>Ya</w:t>
      </w:r>
      <w:proofErr w:type="spellEnd"/>
      <w:r>
        <w:t xml:space="preserve"> Husain?</w:t>
      </w:r>
    </w:p>
    <w:p w:rsidR="00B73579" w:rsidRDefault="00B73579" w:rsidP="00B73579">
      <w:pPr>
        <w:pStyle w:val="libCenter"/>
      </w:pPr>
      <w:r>
        <w:t>The baby's eyes now roll back in pain"</w:t>
      </w:r>
    </w:p>
    <w:p w:rsidR="00B73579" w:rsidRDefault="00B73579" w:rsidP="00B73579">
      <w:pPr>
        <w:pStyle w:val="libCenter"/>
      </w:pPr>
      <w:proofErr w:type="gramStart"/>
      <w:r>
        <w:t xml:space="preserve">"Oh </w:t>
      </w:r>
      <w:proofErr w:type="spellStart"/>
      <w:r>
        <w:t>Ya</w:t>
      </w:r>
      <w:proofErr w:type="spellEnd"/>
      <w:r>
        <w:t xml:space="preserve"> Ali, </w:t>
      </w:r>
      <w:proofErr w:type="spellStart"/>
      <w:r>
        <w:t>Ya</w:t>
      </w:r>
      <w:proofErr w:type="spellEnd"/>
      <w:r>
        <w:t xml:space="preserve"> Ali where can I go?</w:t>
      </w:r>
      <w:proofErr w:type="gramEnd"/>
    </w:p>
    <w:p w:rsidR="00B73579" w:rsidRDefault="00B73579" w:rsidP="00B73579">
      <w:pPr>
        <w:pStyle w:val="libCenter"/>
      </w:pPr>
      <w:r>
        <w:t>I cannot watch my baby suffer so</w:t>
      </w:r>
    </w:p>
    <w:p w:rsidR="00B73579" w:rsidRDefault="00B73579" w:rsidP="00B73579">
      <w:pPr>
        <w:pStyle w:val="libCenter"/>
      </w:pPr>
      <w:r>
        <w:t xml:space="preserve">How do I find a way to make him </w:t>
      </w:r>
      <w:proofErr w:type="gramStart"/>
      <w:r>
        <w:t>lives</w:t>
      </w:r>
      <w:proofErr w:type="gramEnd"/>
    </w:p>
    <w:p w:rsidR="00B73579" w:rsidRDefault="00B73579" w:rsidP="00B73579">
      <w:pPr>
        <w:pStyle w:val="libCenter"/>
      </w:pPr>
      <w:proofErr w:type="spellStart"/>
      <w:r>
        <w:t>Ya</w:t>
      </w:r>
      <w:proofErr w:type="spellEnd"/>
      <w:r>
        <w:t xml:space="preserve"> Ali he needs </w:t>
      </w:r>
      <w:proofErr w:type="gramStart"/>
      <w:r>
        <w:t>water, that</w:t>
      </w:r>
      <w:proofErr w:type="gramEnd"/>
      <w:r>
        <w:t xml:space="preserve"> I cannot give"</w:t>
      </w:r>
    </w:p>
    <w:p w:rsidR="00B73579" w:rsidRDefault="00B73579" w:rsidP="00B73579">
      <w:pPr>
        <w:pStyle w:val="libCenter"/>
      </w:pPr>
      <w:proofErr w:type="gramStart"/>
      <w:r>
        <w:t>" Last</w:t>
      </w:r>
      <w:proofErr w:type="gramEnd"/>
      <w:r>
        <w:t xml:space="preserve"> night I saw him open his eyes</w:t>
      </w:r>
    </w:p>
    <w:p w:rsidR="00B73579" w:rsidRDefault="00B73579" w:rsidP="00B73579">
      <w:pPr>
        <w:pStyle w:val="libCenter"/>
      </w:pPr>
      <w:r>
        <w:t>But today he lays still, doesn't move, doesn't cry"</w:t>
      </w:r>
    </w:p>
    <w:p w:rsidR="00B73579" w:rsidRDefault="00B73579" w:rsidP="00B73579">
      <w:pPr>
        <w:pStyle w:val="libCenter"/>
      </w:pPr>
      <w:r>
        <w:t>Then everyone said, "</w:t>
      </w:r>
      <w:proofErr w:type="spellStart"/>
      <w:r>
        <w:t>Lets</w:t>
      </w:r>
      <w:proofErr w:type="spellEnd"/>
      <w:r>
        <w:t xml:space="preserve"> call the Imam</w:t>
      </w:r>
    </w:p>
    <w:p w:rsidR="00B73579" w:rsidRDefault="00B73579" w:rsidP="00B73579">
      <w:pPr>
        <w:pStyle w:val="libCenter"/>
      </w:pPr>
      <w:r>
        <w:t>For God's sake somebody, go get the Imam</w:t>
      </w:r>
    </w:p>
    <w:p w:rsidR="00B73579" w:rsidRDefault="00B73579" w:rsidP="00B73579">
      <w:pPr>
        <w:pStyle w:val="libCenter"/>
      </w:pPr>
      <w:r>
        <w:t>The baby is dying, go tell the Imam</w:t>
      </w:r>
    </w:p>
    <w:p w:rsidR="00B73579" w:rsidRDefault="00B73579" w:rsidP="00B73579">
      <w:pPr>
        <w:pStyle w:val="libCenter"/>
      </w:pPr>
      <w:r>
        <w:t>His face is blue, his body calm"</w:t>
      </w:r>
    </w:p>
    <w:p w:rsidR="00B73579" w:rsidRDefault="00B73579" w:rsidP="00B73579">
      <w:pPr>
        <w:pStyle w:val="libCenter"/>
      </w:pPr>
      <w:r>
        <w:t>"Taking Alder's body to lay it to rest</w:t>
      </w:r>
    </w:p>
    <w:p w:rsidR="00B73579" w:rsidRDefault="00B73579" w:rsidP="00B73579">
      <w:pPr>
        <w:pStyle w:val="libCenter"/>
      </w:pPr>
      <w:r>
        <w:t>The Imam is on his way, with grief beset"</w:t>
      </w:r>
    </w:p>
    <w:p w:rsidR="00B73579" w:rsidRDefault="00B73579" w:rsidP="00B73579">
      <w:pPr>
        <w:pStyle w:val="libCenter"/>
      </w:pPr>
      <w:r>
        <w:t>His face stained with the blood of His 18 year old</w:t>
      </w:r>
    </w:p>
    <w:p w:rsidR="00B73579" w:rsidRDefault="00B73579" w:rsidP="00B73579">
      <w:pPr>
        <w:pStyle w:val="libCenter"/>
      </w:pPr>
      <w:r>
        <w:t>The Imam entered, His head bowed</w:t>
      </w:r>
    </w:p>
    <w:p w:rsidR="00B73579" w:rsidRDefault="00B73579" w:rsidP="00B73579">
      <w:pPr>
        <w:pStyle w:val="libCenter"/>
      </w:pPr>
      <w:r>
        <w:t>And everyone led Him to the baby's crib</w:t>
      </w:r>
    </w:p>
    <w:p w:rsidR="00B73579" w:rsidRDefault="00B73579" w:rsidP="00B73579">
      <w:pPr>
        <w:pStyle w:val="libCenter"/>
      </w:pPr>
      <w:r>
        <w:t>And showed Him the baby's still fingers and toes</w:t>
      </w:r>
    </w:p>
    <w:p w:rsidR="00B73579" w:rsidRDefault="00B73579" w:rsidP="00B73579">
      <w:pPr>
        <w:pStyle w:val="libCenter"/>
      </w:pPr>
      <w:r>
        <w:t>"He barely breathes Oh Noble Prince" they cried</w:t>
      </w:r>
    </w:p>
    <w:p w:rsidR="00B73579" w:rsidRDefault="00B73579" w:rsidP="00B73579">
      <w:pPr>
        <w:pStyle w:val="libCenter"/>
      </w:pPr>
      <w:r>
        <w:t>"Sometimes you would think he had already died"</w:t>
      </w:r>
    </w:p>
    <w:p w:rsidR="00B73579" w:rsidRDefault="00B73579" w:rsidP="00B73579">
      <w:pPr>
        <w:pStyle w:val="libCenter"/>
      </w:pPr>
      <w:r>
        <w:t>At the head of the crib, the Prince knelt down</w:t>
      </w:r>
    </w:p>
    <w:p w:rsidR="00B73579" w:rsidRDefault="00B73579" w:rsidP="00B73579">
      <w:pPr>
        <w:pStyle w:val="libCenter"/>
      </w:pPr>
      <w:proofErr w:type="gramStart"/>
      <w:r>
        <w:t>in</w:t>
      </w:r>
      <w:proofErr w:type="gramEnd"/>
      <w:r>
        <w:t xml:space="preserve"> the baby's ear He whispered, head bowed</w:t>
      </w:r>
    </w:p>
    <w:p w:rsidR="00B73579" w:rsidRDefault="00B73579" w:rsidP="00B73579">
      <w:pPr>
        <w:pStyle w:val="libCenter"/>
      </w:pPr>
      <w:r>
        <w:t>Hearing the Prince's voice, the baby smiled</w:t>
      </w:r>
    </w:p>
    <w:p w:rsidR="00B73579" w:rsidRDefault="00B73579" w:rsidP="00B73579">
      <w:pPr>
        <w:pStyle w:val="libCenter"/>
      </w:pPr>
      <w:r>
        <w:t>Toward Husain he extended his arms and glowed</w:t>
      </w:r>
    </w:p>
    <w:p w:rsidR="00B73579" w:rsidRDefault="00B73579" w:rsidP="00B73579">
      <w:pPr>
        <w:pStyle w:val="libCenter"/>
      </w:pPr>
      <w:r>
        <w:t xml:space="preserve">"It's a miracle my father," </w:t>
      </w:r>
      <w:proofErr w:type="spellStart"/>
      <w:r>
        <w:t>Sakina</w:t>
      </w:r>
      <w:proofErr w:type="spellEnd"/>
      <w:r>
        <w:t xml:space="preserve"> cried</w:t>
      </w:r>
    </w:p>
    <w:p w:rsidR="00B73579" w:rsidRDefault="00B73579" w:rsidP="00B73579">
      <w:pPr>
        <w:pStyle w:val="libCenter"/>
      </w:pPr>
      <w:r>
        <w:t>"Oh mother, my brother has opened his eyes"</w:t>
      </w:r>
    </w:p>
    <w:p w:rsidR="00B73579" w:rsidRDefault="00B73579" w:rsidP="00B73579">
      <w:pPr>
        <w:pStyle w:val="libCenter"/>
      </w:pPr>
      <w:r>
        <w:t>The baby in His arms, the Prince left the camp</w:t>
      </w:r>
    </w:p>
    <w:p w:rsidR="00B73579" w:rsidRDefault="00B73579" w:rsidP="00B73579">
      <w:pPr>
        <w:pStyle w:val="libCenter"/>
      </w:pPr>
      <w:r>
        <w:t>And Death followed, eyeing them askance</w:t>
      </w:r>
    </w:p>
    <w:p w:rsidR="00B73579" w:rsidRDefault="00B73579" w:rsidP="00B73579">
      <w:pPr>
        <w:pStyle w:val="libCenter"/>
      </w:pPr>
      <w:r>
        <w:t>To shelter her baby from the midday sun</w:t>
      </w:r>
    </w:p>
    <w:p w:rsidR="00B73579" w:rsidRDefault="00B73579" w:rsidP="00B73579">
      <w:pPr>
        <w:pStyle w:val="libCenter"/>
      </w:pPr>
      <w:r>
        <w:t>The mother draped a sheet over the Imam's arms</w:t>
      </w:r>
    </w:p>
    <w:p w:rsidR="00B73579" w:rsidRDefault="00B73579" w:rsidP="00B73579">
      <w:pPr>
        <w:pStyle w:val="libCenter"/>
      </w:pPr>
      <w:r>
        <w:t xml:space="preserve">Holding </w:t>
      </w:r>
      <w:proofErr w:type="spellStart"/>
      <w:r>
        <w:t>Asghar</w:t>
      </w:r>
      <w:proofErr w:type="spellEnd"/>
      <w:r>
        <w:t xml:space="preserve"> close, Husain walked, head bowed</w:t>
      </w:r>
    </w:p>
    <w:p w:rsidR="00B73579" w:rsidRDefault="00B73579" w:rsidP="00B73579">
      <w:pPr>
        <w:pStyle w:val="libCenter"/>
      </w:pPr>
      <w:proofErr w:type="gramStart"/>
      <w:r>
        <w:t>in</w:t>
      </w:r>
      <w:proofErr w:type="gramEnd"/>
      <w:r>
        <w:t xml:space="preserve"> the arms of the heavens, a snow white cloud</w:t>
      </w:r>
    </w:p>
    <w:p w:rsidR="00B73579" w:rsidRDefault="00B73579" w:rsidP="00B73579">
      <w:pPr>
        <w:pStyle w:val="libCenter"/>
      </w:pPr>
      <w:r>
        <w:t>As He neared the lowly enemy, Husain paused</w:t>
      </w:r>
    </w:p>
    <w:p w:rsidR="00B73579" w:rsidRDefault="00B73579" w:rsidP="00B73579">
      <w:pPr>
        <w:pStyle w:val="libCenter"/>
      </w:pPr>
      <w:r>
        <w:t>Couldn't ask for water, couldn't utter the words</w:t>
      </w:r>
    </w:p>
    <w:p w:rsidR="00B73579" w:rsidRDefault="00B73579" w:rsidP="00B73579">
      <w:pPr>
        <w:pStyle w:val="libCenter"/>
      </w:pPr>
      <w:proofErr w:type="gramStart"/>
      <w:r>
        <w:t>with</w:t>
      </w:r>
      <w:proofErr w:type="gramEnd"/>
      <w:r>
        <w:t xml:space="preserve"> embarrassment He paled and His body tensed</w:t>
      </w:r>
    </w:p>
    <w:p w:rsidR="00B73579" w:rsidRDefault="00B73579" w:rsidP="00B73579">
      <w:pPr>
        <w:pStyle w:val="libCenter"/>
      </w:pPr>
      <w:r>
        <w:t>So He removed the sheet from the baby's face</w:t>
      </w:r>
    </w:p>
    <w:p w:rsidR="00B73579" w:rsidRDefault="00B73579" w:rsidP="00B73579">
      <w:pPr>
        <w:pStyle w:val="libCenter"/>
      </w:pPr>
      <w:r>
        <w:t>Head bowed, he said, "I've brought my son to you</w:t>
      </w:r>
    </w:p>
    <w:p w:rsidR="00B73579" w:rsidRDefault="00B73579" w:rsidP="00B73579">
      <w:pPr>
        <w:pStyle w:val="libCenter"/>
      </w:pPr>
      <w:r>
        <w:t xml:space="preserve">Seeking water </w:t>
      </w:r>
      <w:proofErr w:type="spellStart"/>
      <w:r>
        <w:t>Asghar</w:t>
      </w:r>
      <w:proofErr w:type="spellEnd"/>
      <w:r>
        <w:t xml:space="preserve"> now has come to you"</w:t>
      </w:r>
    </w:p>
    <w:p w:rsidR="00B73579" w:rsidRDefault="00B73579" w:rsidP="00B73579">
      <w:pPr>
        <w:pStyle w:val="libCenter"/>
      </w:pPr>
      <w:r>
        <w:t>Then He kissed His baby's parched lips and looked</w:t>
      </w:r>
    </w:p>
    <w:p w:rsidR="00B73579" w:rsidRDefault="00B73579" w:rsidP="00B73579">
      <w:pPr>
        <w:pStyle w:val="libCenter"/>
      </w:pPr>
      <w:r>
        <w:t>And whispered "My son I've said what I could</w:t>
      </w:r>
    </w:p>
    <w:p w:rsidR="00B73579" w:rsidRDefault="00B73579" w:rsidP="00B73579">
      <w:pPr>
        <w:pStyle w:val="libCenter"/>
      </w:pPr>
      <w:r>
        <w:lastRenderedPageBreak/>
        <w:t>There is nothing else to say now Oh my son</w:t>
      </w:r>
    </w:p>
    <w:p w:rsidR="00B73579" w:rsidRDefault="00B73579" w:rsidP="00B73579">
      <w:pPr>
        <w:pStyle w:val="libCenter"/>
      </w:pPr>
      <w:proofErr w:type="gramStart"/>
      <w:r>
        <w:t>maybe</w:t>
      </w:r>
      <w:proofErr w:type="gramEnd"/>
      <w:r>
        <w:t xml:space="preserve"> you can show them your dry, parched tongue"</w:t>
      </w:r>
    </w:p>
    <w:p w:rsidR="00B73579" w:rsidRDefault="00B73579" w:rsidP="00B73579">
      <w:pPr>
        <w:pStyle w:val="libCenter"/>
      </w:pPr>
      <w:r>
        <w:t>And the baby obeyed, licked his lips dry</w:t>
      </w:r>
    </w:p>
    <w:p w:rsidR="00B73579" w:rsidRDefault="00B73579" w:rsidP="00B73579">
      <w:pPr>
        <w:pStyle w:val="libCenter"/>
      </w:pPr>
      <w:r>
        <w:t>And Husain shuddered and looked up to the skies</w:t>
      </w:r>
    </w:p>
    <w:p w:rsidR="00B73579" w:rsidRDefault="00B73579" w:rsidP="00B73579">
      <w:pPr>
        <w:pStyle w:val="libCenter"/>
      </w:pPr>
      <w:r>
        <w:t>And as Husain looked to the heavens so</w:t>
      </w:r>
    </w:p>
    <w:p w:rsidR="00B73579" w:rsidRDefault="00B73579" w:rsidP="00B73579">
      <w:pPr>
        <w:pStyle w:val="libCenter"/>
      </w:pPr>
      <w:r>
        <w:t xml:space="preserve">The cursed </w:t>
      </w:r>
      <w:proofErr w:type="spellStart"/>
      <w:r>
        <w:t>Hurmula</w:t>
      </w:r>
      <w:proofErr w:type="spellEnd"/>
      <w:r>
        <w:t xml:space="preserve"> strung an arrow in his bow</w:t>
      </w:r>
    </w:p>
    <w:p w:rsidR="00B73579" w:rsidRDefault="00B73579" w:rsidP="00B73579">
      <w:pPr>
        <w:pStyle w:val="libCenter"/>
      </w:pPr>
      <w:r>
        <w:t xml:space="preserve">And aimed the arrow at </w:t>
      </w:r>
      <w:proofErr w:type="spellStart"/>
      <w:r>
        <w:t>Asghar's</w:t>
      </w:r>
      <w:proofErr w:type="spellEnd"/>
      <w:r>
        <w:t xml:space="preserve"> throat</w:t>
      </w:r>
    </w:p>
    <w:p w:rsidR="00B73579" w:rsidRDefault="00B73579" w:rsidP="00B73579">
      <w:pPr>
        <w:pStyle w:val="libCenter"/>
      </w:pPr>
      <w:r>
        <w:t xml:space="preserve">Pulling taut the </w:t>
      </w:r>
      <w:proofErr w:type="gramStart"/>
      <w:r>
        <w:t>bow,</w:t>
      </w:r>
      <w:proofErr w:type="gramEnd"/>
      <w:r>
        <w:t xml:space="preserve"> let the arrow go</w:t>
      </w:r>
    </w:p>
    <w:p w:rsidR="00B73579" w:rsidRDefault="00B73579" w:rsidP="00B73579">
      <w:pPr>
        <w:pStyle w:val="libCenter"/>
      </w:pPr>
      <w:r>
        <w:t>As the tiny neck the arrow gashed</w:t>
      </w:r>
    </w:p>
    <w:p w:rsidR="00B73579" w:rsidRDefault="00B73579" w:rsidP="00B73579">
      <w:pPr>
        <w:pStyle w:val="libCenter"/>
      </w:pPr>
      <w:proofErr w:type="spellStart"/>
      <w:r>
        <w:t>Asghar</w:t>
      </w:r>
      <w:proofErr w:type="spellEnd"/>
      <w:r>
        <w:t xml:space="preserve"> lurched and clung to his dad</w:t>
      </w:r>
    </w:p>
    <w:p w:rsidR="00B73579" w:rsidRDefault="00B73579" w:rsidP="00B73579">
      <w:pPr>
        <w:pStyle w:val="libCenter"/>
      </w:pPr>
      <w:r>
        <w:t>A six month baby and an arrows force</w:t>
      </w:r>
    </w:p>
    <w:p w:rsidR="00B73579" w:rsidRDefault="00B73579" w:rsidP="00B73579">
      <w:pPr>
        <w:pStyle w:val="libCenter"/>
      </w:pPr>
      <w:r>
        <w:t>Blood poured from the tiny, thirsty throat</w:t>
      </w:r>
    </w:p>
    <w:p w:rsidR="00B73579" w:rsidRDefault="00B73579" w:rsidP="00B73579">
      <w:pPr>
        <w:pStyle w:val="libCenter"/>
      </w:pPr>
      <w:r>
        <w:t>Once more he lurched and then went still</w:t>
      </w:r>
    </w:p>
    <w:p w:rsidR="00B73579" w:rsidRDefault="00B73579" w:rsidP="00B73579">
      <w:pPr>
        <w:pStyle w:val="libCenter"/>
      </w:pPr>
      <w:r>
        <w:t>His cap fell to the ground and he breathed his last</w:t>
      </w:r>
    </w:p>
    <w:p w:rsidR="00B73579" w:rsidRDefault="00B73579" w:rsidP="00B73579">
      <w:pPr>
        <w:pStyle w:val="libCenter"/>
      </w:pPr>
      <w:r>
        <w:t>The tiny fists curled over his chest, body numb</w:t>
      </w:r>
    </w:p>
    <w:p w:rsidR="00B73579" w:rsidRDefault="00B73579" w:rsidP="00B73579">
      <w:pPr>
        <w:pStyle w:val="libCenter"/>
      </w:pPr>
      <w:r>
        <w:t>A minute ago he was sucking his thumbs</w:t>
      </w:r>
    </w:p>
    <w:p w:rsidR="00B73579" w:rsidRDefault="00B73579" w:rsidP="00B73579">
      <w:pPr>
        <w:pStyle w:val="libCenter"/>
      </w:pPr>
      <w:r>
        <w:t>And the desolate Father, watched His son</w:t>
      </w:r>
    </w:p>
    <w:p w:rsidR="00B73579" w:rsidRDefault="00B73579" w:rsidP="00B73579">
      <w:pPr>
        <w:pStyle w:val="libCenter"/>
      </w:pPr>
      <w:proofErr w:type="gramStart"/>
      <w:r>
        <w:t>saw</w:t>
      </w:r>
      <w:proofErr w:type="gramEnd"/>
      <w:r>
        <w:t xml:space="preserve"> the devastation the enemy's arrow had done</w:t>
      </w:r>
    </w:p>
    <w:p w:rsidR="00B73579" w:rsidRDefault="00B73579" w:rsidP="00B73579">
      <w:pPr>
        <w:pStyle w:val="libCenter"/>
      </w:pPr>
      <w:r>
        <w:t>And watched the baby in the throes of death</w:t>
      </w:r>
    </w:p>
    <w:p w:rsidR="00B73579" w:rsidRDefault="00B73579" w:rsidP="00B73579">
      <w:pPr>
        <w:pStyle w:val="libCenter"/>
      </w:pPr>
      <w:r>
        <w:t>The tiny hands groping at the injured neck</w:t>
      </w:r>
    </w:p>
    <w:p w:rsidR="00B73579" w:rsidRDefault="00B73579" w:rsidP="00B73579">
      <w:pPr>
        <w:pStyle w:val="libCenter"/>
      </w:pPr>
      <w:r>
        <w:t>The lifeless eyes rolling back in the head</w:t>
      </w:r>
    </w:p>
    <w:p w:rsidR="00B73579" w:rsidRDefault="00B73579" w:rsidP="00B73579">
      <w:pPr>
        <w:pStyle w:val="libCenter"/>
      </w:pPr>
      <w:r>
        <w:t>Blood gushing forth from the battered neck</w:t>
      </w:r>
    </w:p>
    <w:p w:rsidR="00B73579" w:rsidRDefault="00B73579" w:rsidP="00B73579">
      <w:pPr>
        <w:pStyle w:val="libCenter"/>
      </w:pPr>
      <w:r>
        <w:t>Gently pulling out the arrow from the neck</w:t>
      </w:r>
    </w:p>
    <w:p w:rsidR="00B73579" w:rsidRDefault="00B73579" w:rsidP="00B73579">
      <w:pPr>
        <w:pStyle w:val="libCenter"/>
      </w:pPr>
      <w:r>
        <w:t>Husain lifted His son toward the heaven and said</w:t>
      </w:r>
    </w:p>
    <w:p w:rsidR="00B73579" w:rsidRDefault="00B73579" w:rsidP="00B73579">
      <w:pPr>
        <w:pStyle w:val="libCenter"/>
      </w:pPr>
      <w:r>
        <w:t>"My God please accept my last sacrifice</w:t>
      </w:r>
    </w:p>
    <w:p w:rsidR="00B73579" w:rsidRDefault="00B73579" w:rsidP="00B73579">
      <w:pPr>
        <w:pStyle w:val="libCenter"/>
      </w:pPr>
      <w:r>
        <w:t>For your cause, in your path, my son is now dead"</w:t>
      </w:r>
    </w:p>
    <w:p w:rsidR="00B73579" w:rsidRDefault="00B73579" w:rsidP="00B73579">
      <w:pPr>
        <w:pStyle w:val="libCenter"/>
      </w:pPr>
      <w:r>
        <w:t>"Little in age but magnanimous in deeds</w:t>
      </w:r>
    </w:p>
    <w:p w:rsidR="00B73579" w:rsidRDefault="00B73579" w:rsidP="00B73579">
      <w:pPr>
        <w:pStyle w:val="libCenter"/>
      </w:pPr>
      <w:r>
        <w:t>Thus are the children of Allah's creed"</w:t>
      </w:r>
    </w:p>
    <w:p w:rsidR="00494D4F" w:rsidRDefault="00494D4F" w:rsidP="00D16736">
      <w:pPr>
        <w:pStyle w:val="libNormal"/>
      </w:pPr>
      <w:r>
        <w:br w:type="page"/>
      </w:r>
    </w:p>
    <w:p w:rsidR="00B73579" w:rsidRDefault="00494D4F" w:rsidP="00494D4F">
      <w:pPr>
        <w:pStyle w:val="Heading1Center"/>
      </w:pPr>
      <w:bookmarkStart w:id="15" w:name="_Toc443827490"/>
      <w:proofErr w:type="spellStart"/>
      <w:r>
        <w:lastRenderedPageBreak/>
        <w:t>Marsiya</w:t>
      </w:r>
      <w:proofErr w:type="spellEnd"/>
      <w:r>
        <w:t xml:space="preserve"> n. 5: </w:t>
      </w:r>
      <w:r w:rsidR="00B73579">
        <w:t>An Eighteen Year Old Soldier</w:t>
      </w:r>
      <w:bookmarkEnd w:id="15"/>
    </w:p>
    <w:p w:rsidR="00B73579" w:rsidRDefault="00B73579" w:rsidP="00494D4F">
      <w:pPr>
        <w:pStyle w:val="Heading2Center"/>
      </w:pPr>
      <w:bookmarkStart w:id="16" w:name="_Toc443827491"/>
      <w:r>
        <w:t>Husain’s Eighteen Year old Soldier</w:t>
      </w:r>
      <w:r w:rsidR="00494D4F">
        <w:t xml:space="preserve">: </w:t>
      </w:r>
      <w:r>
        <w:t>Most Revered Ali Akbar (‘a)</w:t>
      </w:r>
      <w:bookmarkEnd w:id="16"/>
    </w:p>
    <w:p w:rsidR="00B73579" w:rsidRDefault="00B73579" w:rsidP="005F41BE">
      <w:pPr>
        <w:pStyle w:val="Heading3Center"/>
      </w:pPr>
      <w:bookmarkStart w:id="17" w:name="_Toc443827492"/>
      <w:r>
        <w:t>("</w:t>
      </w:r>
      <w:proofErr w:type="spellStart"/>
      <w:r>
        <w:t>Daulat</w:t>
      </w:r>
      <w:proofErr w:type="spellEnd"/>
      <w:r>
        <w:t xml:space="preserve"> </w:t>
      </w:r>
      <w:proofErr w:type="spellStart"/>
      <w:r>
        <w:t>koi</w:t>
      </w:r>
      <w:proofErr w:type="spellEnd"/>
      <w:r>
        <w:t xml:space="preserve"> </w:t>
      </w:r>
      <w:proofErr w:type="spellStart"/>
      <w:r>
        <w:t>dunya</w:t>
      </w:r>
      <w:proofErr w:type="spellEnd"/>
      <w:r>
        <w:t xml:space="preserve"> </w:t>
      </w:r>
      <w:proofErr w:type="spellStart"/>
      <w:r>
        <w:t>mein</w:t>
      </w:r>
      <w:proofErr w:type="spellEnd"/>
      <w:r>
        <w:t xml:space="preserve"> </w:t>
      </w:r>
      <w:proofErr w:type="spellStart"/>
      <w:r>
        <w:t>pisar</w:t>
      </w:r>
      <w:proofErr w:type="spellEnd"/>
      <w:r>
        <w:t xml:space="preserve"> se </w:t>
      </w:r>
      <w:proofErr w:type="spellStart"/>
      <w:r>
        <w:t>nahin</w:t>
      </w:r>
      <w:proofErr w:type="spellEnd"/>
      <w:r>
        <w:t xml:space="preserve"> </w:t>
      </w:r>
      <w:proofErr w:type="spellStart"/>
      <w:r>
        <w:t>behtar</w:t>
      </w:r>
      <w:proofErr w:type="spellEnd"/>
      <w:r>
        <w:t>")</w:t>
      </w:r>
      <w:bookmarkEnd w:id="17"/>
    </w:p>
    <w:p w:rsidR="00B73579" w:rsidRDefault="00B73579" w:rsidP="00B73579">
      <w:pPr>
        <w:pStyle w:val="libCenter"/>
      </w:pPr>
      <w:r>
        <w:t>No greater wealth than your children in this world</w:t>
      </w:r>
    </w:p>
    <w:p w:rsidR="00B73579" w:rsidRDefault="00B73579" w:rsidP="00B73579">
      <w:pPr>
        <w:pStyle w:val="libCenter"/>
      </w:pPr>
      <w:r>
        <w:t>No greater peace than their peace in this world</w:t>
      </w:r>
    </w:p>
    <w:p w:rsidR="00B73579" w:rsidRDefault="00B73579" w:rsidP="00B73579">
      <w:pPr>
        <w:pStyle w:val="libCenter"/>
      </w:pPr>
      <w:proofErr w:type="gramStart"/>
      <w:r>
        <w:t>just</w:t>
      </w:r>
      <w:proofErr w:type="gramEnd"/>
      <w:r>
        <w:t xml:space="preserve"> as no better flavor than a freshly picked fruit</w:t>
      </w:r>
    </w:p>
    <w:p w:rsidR="00B73579" w:rsidRDefault="00B73579" w:rsidP="00B73579">
      <w:pPr>
        <w:pStyle w:val="libCenter"/>
      </w:pPr>
      <w:r>
        <w:t>Or the fragrance of a rose with dew in its swirls</w:t>
      </w:r>
    </w:p>
    <w:p w:rsidR="00B73579" w:rsidRDefault="00B73579" w:rsidP="00B73579">
      <w:pPr>
        <w:pStyle w:val="libCenter"/>
      </w:pPr>
      <w:r>
        <w:t>Soothing your troubled heart, they make you whole</w:t>
      </w:r>
    </w:p>
    <w:p w:rsidR="00B73579" w:rsidRDefault="00B73579" w:rsidP="00B73579">
      <w:pPr>
        <w:pStyle w:val="libCenter"/>
      </w:pPr>
      <w:r>
        <w:t xml:space="preserve">They are your </w:t>
      </w:r>
      <w:proofErr w:type="gramStart"/>
      <w:r>
        <w:t>comfort,</w:t>
      </w:r>
      <w:proofErr w:type="gramEnd"/>
      <w:r>
        <w:t xml:space="preserve"> they calm your troubled soul</w:t>
      </w:r>
    </w:p>
    <w:p w:rsidR="00B73579" w:rsidRDefault="00B73579" w:rsidP="00B73579">
      <w:pPr>
        <w:pStyle w:val="libCenter"/>
      </w:pPr>
      <w:r>
        <w:t>Ask a master of the loss of a household destroyed</w:t>
      </w:r>
    </w:p>
    <w:p w:rsidR="00B73579" w:rsidRDefault="00B73579" w:rsidP="00B73579">
      <w:pPr>
        <w:pStyle w:val="libCenter"/>
      </w:pPr>
      <w:r>
        <w:t>Ask the members of the household who can only cry</w:t>
      </w:r>
    </w:p>
    <w:p w:rsidR="00B73579" w:rsidRDefault="00B73579" w:rsidP="00B73579">
      <w:pPr>
        <w:pStyle w:val="libCenter"/>
      </w:pPr>
      <w:r>
        <w:t>Ask a parent of the ruin the death of a child brings</w:t>
      </w:r>
    </w:p>
    <w:p w:rsidR="00B73579" w:rsidRDefault="00B73579" w:rsidP="00B73579">
      <w:pPr>
        <w:pStyle w:val="libCenter"/>
      </w:pPr>
      <w:r>
        <w:t>Ask Husain of Akbar's parting, the answer is in his sighs</w:t>
      </w:r>
    </w:p>
    <w:p w:rsidR="00B73579" w:rsidRDefault="00B73579" w:rsidP="00B73579">
      <w:pPr>
        <w:pStyle w:val="libCenter"/>
      </w:pPr>
      <w:proofErr w:type="gramStart"/>
      <w:r>
        <w:t>May a</w:t>
      </w:r>
      <w:proofErr w:type="gramEnd"/>
      <w:r>
        <w:t xml:space="preserve"> parent never so suffer, nor a child thus part</w:t>
      </w:r>
    </w:p>
    <w:p w:rsidR="00B73579" w:rsidRDefault="00B73579" w:rsidP="00B73579">
      <w:pPr>
        <w:pStyle w:val="libCenter"/>
      </w:pPr>
      <w:r>
        <w:t>In the tears of a mourning parent, is the blood of a bleeding</w:t>
      </w:r>
    </w:p>
    <w:p w:rsidR="00B73579" w:rsidRDefault="00B73579" w:rsidP="00B73579">
      <w:pPr>
        <w:pStyle w:val="libCenter"/>
      </w:pPr>
      <w:proofErr w:type="gramStart"/>
      <w:r>
        <w:t>heart</w:t>
      </w:r>
      <w:proofErr w:type="gramEnd"/>
    </w:p>
    <w:p w:rsidR="00B73579" w:rsidRDefault="00B73579" w:rsidP="00B73579">
      <w:pPr>
        <w:pStyle w:val="libCenter"/>
      </w:pPr>
      <w:r>
        <w:t>When the dastardly arrows pierced Akbar's heart</w:t>
      </w:r>
    </w:p>
    <w:p w:rsidR="00B73579" w:rsidRDefault="00B73579" w:rsidP="00B73579">
      <w:pPr>
        <w:pStyle w:val="libCenter"/>
      </w:pPr>
      <w:r>
        <w:t>His breathing became labored and almost stopped</w:t>
      </w:r>
    </w:p>
    <w:p w:rsidR="00B73579" w:rsidRDefault="00B73579" w:rsidP="00B73579">
      <w:pPr>
        <w:pStyle w:val="libCenter"/>
      </w:pPr>
      <w:r>
        <w:t>He thought of Husain, as he fell from his horse</w:t>
      </w:r>
    </w:p>
    <w:p w:rsidR="00B73579" w:rsidRDefault="00B73579" w:rsidP="00B73579">
      <w:pPr>
        <w:pStyle w:val="libCenter"/>
      </w:pPr>
      <w:r>
        <w:t>And he cried out "Oh Father from you now I part"</w:t>
      </w:r>
    </w:p>
    <w:p w:rsidR="00B73579" w:rsidRDefault="00B73579" w:rsidP="00B73579">
      <w:pPr>
        <w:pStyle w:val="libCenter"/>
      </w:pPr>
      <w:r>
        <w:t>"Pray come to this wounded son, so alone, so bruised</w:t>
      </w:r>
    </w:p>
    <w:p w:rsidR="00B73579" w:rsidRDefault="00B73579" w:rsidP="00B73579">
      <w:pPr>
        <w:pStyle w:val="libCenter"/>
      </w:pPr>
      <w:r>
        <w:t>Come help your Ali Akbar, whom you're about to lose"</w:t>
      </w:r>
    </w:p>
    <w:p w:rsidR="00B73579" w:rsidRDefault="00B73579" w:rsidP="00B73579">
      <w:pPr>
        <w:pStyle w:val="libCenter"/>
      </w:pPr>
      <w:r>
        <w:t>Hearing His son's cries, Husain's heart sank</w:t>
      </w:r>
    </w:p>
    <w:p w:rsidR="00B73579" w:rsidRDefault="00B73579" w:rsidP="00B73579">
      <w:pPr>
        <w:pStyle w:val="libCenter"/>
      </w:pPr>
      <w:r>
        <w:t xml:space="preserve">His legs gave </w:t>
      </w:r>
      <w:proofErr w:type="gramStart"/>
      <w:r>
        <w:t>way,</w:t>
      </w:r>
      <w:proofErr w:type="gramEnd"/>
      <w:r>
        <w:t xml:space="preserve"> He dropped often to the sands</w:t>
      </w:r>
    </w:p>
    <w:p w:rsidR="00B73579" w:rsidRDefault="00B73579" w:rsidP="00B73579">
      <w:pPr>
        <w:pStyle w:val="libCenter"/>
      </w:pPr>
      <w:r>
        <w:t>With every breath He felt He could breathe no more</w:t>
      </w:r>
    </w:p>
    <w:p w:rsidR="00B73579" w:rsidRDefault="00B73579" w:rsidP="00B73579">
      <w:pPr>
        <w:pStyle w:val="libCenter"/>
      </w:pPr>
      <w:r>
        <w:t xml:space="preserve">"Oh </w:t>
      </w:r>
      <w:proofErr w:type="spellStart"/>
      <w:r>
        <w:t>Asadullah</w:t>
      </w:r>
      <w:proofErr w:type="spellEnd"/>
      <w:r>
        <w:t>" He cried, clutched His heart in pain</w:t>
      </w:r>
    </w:p>
    <w:p w:rsidR="00B73579" w:rsidRDefault="00B73579" w:rsidP="00B73579">
      <w:pPr>
        <w:pStyle w:val="libCenter"/>
      </w:pPr>
      <w:r>
        <w:t>With shock His face ashen, desert dust in His hair</w:t>
      </w:r>
    </w:p>
    <w:p w:rsidR="00B73579" w:rsidRDefault="00B73579" w:rsidP="00B73579">
      <w:pPr>
        <w:pStyle w:val="libCenter"/>
      </w:pPr>
      <w:r>
        <w:t>Trembling, He rose again; blinded, He stared</w:t>
      </w:r>
    </w:p>
    <w:p w:rsidR="00B73579" w:rsidRDefault="00B73579" w:rsidP="00B73579">
      <w:pPr>
        <w:pStyle w:val="libCenter"/>
      </w:pPr>
      <w:r>
        <w:t>He shouted "Oh Ali Akbar, which way do I comes</w:t>
      </w:r>
    </w:p>
    <w:p w:rsidR="00B73579" w:rsidRDefault="00B73579" w:rsidP="00B73579">
      <w:pPr>
        <w:pStyle w:val="libCenter"/>
      </w:pPr>
      <w:r>
        <w:t>Do I search in the sand dunes under the blazing sun?</w:t>
      </w:r>
    </w:p>
    <w:p w:rsidR="00B73579" w:rsidRDefault="00B73579" w:rsidP="00B73579">
      <w:pPr>
        <w:pStyle w:val="libCenter"/>
      </w:pPr>
      <w:r>
        <w:t xml:space="preserve">My heart </w:t>
      </w:r>
      <w:proofErr w:type="gramStart"/>
      <w:r>
        <w:t>palpitates,</w:t>
      </w:r>
      <w:proofErr w:type="gramEnd"/>
      <w:r>
        <w:t xml:space="preserve"> do I seek the enemy's help?</w:t>
      </w:r>
    </w:p>
    <w:p w:rsidR="00B73579" w:rsidRDefault="00B73579" w:rsidP="00B73579">
      <w:pPr>
        <w:pStyle w:val="libCenter"/>
      </w:pPr>
      <w:r>
        <w:t xml:space="preserve">I will come to you, I'll find you, </w:t>
      </w:r>
      <w:proofErr w:type="gramStart"/>
      <w:r>
        <w:t>to</w:t>
      </w:r>
      <w:proofErr w:type="gramEnd"/>
      <w:r>
        <w:t xml:space="preserve"> me you cannot come"</w:t>
      </w:r>
    </w:p>
    <w:p w:rsidR="00B73579" w:rsidRDefault="00B73579" w:rsidP="00B73579">
      <w:pPr>
        <w:pStyle w:val="libCenter"/>
      </w:pPr>
      <w:r>
        <w:t>"Your loss has robbed your parents of every wish to live</w:t>
      </w:r>
    </w:p>
    <w:p w:rsidR="00B73579" w:rsidRDefault="00B73579" w:rsidP="00B73579">
      <w:pPr>
        <w:pStyle w:val="libCenter"/>
      </w:pPr>
      <w:r>
        <w:t>Me you were supposed to bury, the job to me you give"</w:t>
      </w:r>
    </w:p>
    <w:p w:rsidR="00B73579" w:rsidRDefault="00B73579" w:rsidP="00B73579">
      <w:pPr>
        <w:pStyle w:val="libCenter"/>
      </w:pPr>
      <w:r>
        <w:t xml:space="preserve">"Alter, call out my name, </w:t>
      </w:r>
      <w:proofErr w:type="gramStart"/>
      <w:r>
        <w:t>ask</w:t>
      </w:r>
      <w:proofErr w:type="gramEnd"/>
      <w:r>
        <w:t xml:space="preserve"> me once more to come</w:t>
      </w:r>
    </w:p>
    <w:p w:rsidR="00B73579" w:rsidRDefault="00B73579" w:rsidP="00B73579">
      <w:pPr>
        <w:pStyle w:val="libCenter"/>
      </w:pPr>
      <w:r>
        <w:t xml:space="preserve">Call your desolate </w:t>
      </w:r>
      <w:proofErr w:type="gramStart"/>
      <w:r>
        <w:t>father,</w:t>
      </w:r>
      <w:proofErr w:type="gramEnd"/>
      <w:r>
        <w:t xml:space="preserve"> call me, my precious son</w:t>
      </w:r>
    </w:p>
    <w:p w:rsidR="00B73579" w:rsidRDefault="00B73579" w:rsidP="00B73579">
      <w:pPr>
        <w:pStyle w:val="libCenter"/>
      </w:pPr>
      <w:r>
        <w:t>Call for your isolated, your heart broken father now</w:t>
      </w:r>
    </w:p>
    <w:p w:rsidR="00B73579" w:rsidRDefault="00B73579" w:rsidP="00B73579">
      <w:pPr>
        <w:pStyle w:val="libCenter"/>
      </w:pPr>
      <w:r>
        <w:t>Call your anxious father so that I may come"</w:t>
      </w:r>
    </w:p>
    <w:p w:rsidR="00B73579" w:rsidRDefault="00B73579" w:rsidP="00B73579">
      <w:pPr>
        <w:pStyle w:val="libCenter"/>
      </w:pPr>
      <w:r>
        <w:t>"</w:t>
      </w:r>
      <w:proofErr w:type="gramStart"/>
      <w:r>
        <w:t>whatever</w:t>
      </w:r>
      <w:proofErr w:type="gramEnd"/>
      <w:r>
        <w:t xml:space="preserve"> God wills must happen, let it be, let it be</w:t>
      </w:r>
    </w:p>
    <w:p w:rsidR="00B73579" w:rsidRDefault="00B73579" w:rsidP="00B73579">
      <w:pPr>
        <w:pStyle w:val="libCenter"/>
      </w:pPr>
      <w:r>
        <w:t>So I must be beheaded, so what, let it be"</w:t>
      </w:r>
    </w:p>
    <w:p w:rsidR="00B73579" w:rsidRDefault="00B73579" w:rsidP="00B73579">
      <w:pPr>
        <w:pStyle w:val="libCenter"/>
      </w:pPr>
      <w:r>
        <w:t>Stumbling and falling, Husain found His injured son</w:t>
      </w:r>
    </w:p>
    <w:p w:rsidR="00B73579" w:rsidRDefault="00B73579" w:rsidP="00B73579">
      <w:pPr>
        <w:pStyle w:val="libCenter"/>
      </w:pPr>
      <w:r>
        <w:t>Lodged in Akbar's heart was an arrow, damage done</w:t>
      </w:r>
    </w:p>
    <w:p w:rsidR="00B73579" w:rsidRDefault="00B73579" w:rsidP="00B73579">
      <w:pPr>
        <w:pStyle w:val="libCenter"/>
      </w:pPr>
      <w:r>
        <w:t>He felt as though the arrow had pierced His own heart</w:t>
      </w:r>
    </w:p>
    <w:p w:rsidR="00B73579" w:rsidRDefault="00B73579" w:rsidP="00B73579">
      <w:pPr>
        <w:pStyle w:val="libCenter"/>
      </w:pPr>
      <w:r>
        <w:t>He clutched at His chest, Oh Akbar, so young</w:t>
      </w:r>
    </w:p>
    <w:p w:rsidR="00B73579" w:rsidRDefault="00B73579" w:rsidP="00B73579">
      <w:pPr>
        <w:pStyle w:val="libCenter"/>
      </w:pPr>
      <w:r>
        <w:t>He heard Akbar's labored breath, his toil to hide the pain</w:t>
      </w:r>
    </w:p>
    <w:p w:rsidR="00B73579" w:rsidRDefault="00B73579" w:rsidP="00B73579">
      <w:pPr>
        <w:pStyle w:val="libCenter"/>
      </w:pPr>
      <w:r>
        <w:t>The son dying before His eyes, the Father watched in vain</w:t>
      </w:r>
    </w:p>
    <w:p w:rsidR="00B73579" w:rsidRDefault="00B73579" w:rsidP="00B73579">
      <w:pPr>
        <w:pStyle w:val="libCenter"/>
      </w:pPr>
      <w:r>
        <w:lastRenderedPageBreak/>
        <w:t>Lips dry, ashen faced, hair matted with dust</w:t>
      </w:r>
    </w:p>
    <w:p w:rsidR="00B73579" w:rsidRDefault="00B73579" w:rsidP="00B73579">
      <w:pPr>
        <w:pStyle w:val="libCenter"/>
      </w:pPr>
      <w:proofErr w:type="gramStart"/>
      <w:r>
        <w:t>in</w:t>
      </w:r>
      <w:proofErr w:type="gramEnd"/>
      <w:r>
        <w:t xml:space="preserve"> his eyes a distant look, his body bruised and cut</w:t>
      </w:r>
    </w:p>
    <w:p w:rsidR="00B73579" w:rsidRDefault="00B73579" w:rsidP="00B73579">
      <w:pPr>
        <w:pStyle w:val="libCenter"/>
      </w:pPr>
      <w:r>
        <w:t>Shoulders and neck wounded with arrows and swords</w:t>
      </w:r>
    </w:p>
    <w:p w:rsidR="00B73579" w:rsidRDefault="00B73579" w:rsidP="00B73579">
      <w:pPr>
        <w:pStyle w:val="libCenter"/>
      </w:pPr>
      <w:r>
        <w:t>Blood smeared on his face, on his cheeks tears of hurt</w:t>
      </w:r>
    </w:p>
    <w:p w:rsidR="00B73579" w:rsidRDefault="00B73579" w:rsidP="00B73579">
      <w:pPr>
        <w:pStyle w:val="libCenter"/>
      </w:pPr>
      <w:r>
        <w:t>His lips whispering, "My master hasn't come yet</w:t>
      </w:r>
    </w:p>
    <w:p w:rsidR="00B73579" w:rsidRDefault="00B73579" w:rsidP="00B73579">
      <w:pPr>
        <w:pStyle w:val="libCenter"/>
      </w:pPr>
      <w:r>
        <w:t>My Father isn't here and I'm so close to my death"</w:t>
      </w:r>
    </w:p>
    <w:p w:rsidR="00B73579" w:rsidRDefault="00B73579" w:rsidP="00B73579">
      <w:pPr>
        <w:pStyle w:val="libCenter"/>
      </w:pPr>
      <w:r>
        <w:t>"Oh listen my fluttering heart, beat till He gets here</w:t>
      </w:r>
    </w:p>
    <w:p w:rsidR="00B73579" w:rsidRDefault="00B73579" w:rsidP="00B73579">
      <w:pPr>
        <w:pStyle w:val="libCenter"/>
      </w:pPr>
      <w:r>
        <w:t>Stay Oh parting life, the Lord of Gin and men is near</w:t>
      </w:r>
    </w:p>
    <w:p w:rsidR="00B73579" w:rsidRDefault="00B73579" w:rsidP="00B73579">
      <w:pPr>
        <w:pStyle w:val="libCenter"/>
      </w:pPr>
      <w:r>
        <w:t>Linger Oh departing soul, the Imam must come</w:t>
      </w:r>
    </w:p>
    <w:p w:rsidR="00B73579" w:rsidRDefault="00B73579" w:rsidP="00B73579">
      <w:pPr>
        <w:pStyle w:val="libCenter"/>
      </w:pPr>
      <w:proofErr w:type="gramStart"/>
      <w:r>
        <w:t>Await</w:t>
      </w:r>
      <w:proofErr w:type="gramEnd"/>
      <w:r>
        <w:t xml:space="preserve"> Him Oh Death, do you hear?"</w:t>
      </w:r>
    </w:p>
    <w:p w:rsidR="00B73579" w:rsidRDefault="00B73579" w:rsidP="00B73579">
      <w:pPr>
        <w:pStyle w:val="libCenter"/>
      </w:pPr>
      <w:r>
        <w:t>"It is my wish to see Him once then I may die</w:t>
      </w:r>
    </w:p>
    <w:p w:rsidR="00B73579" w:rsidRDefault="00B73579" w:rsidP="00B73579">
      <w:pPr>
        <w:pStyle w:val="libCenter"/>
      </w:pPr>
      <w:r>
        <w:t>In His laps, in His arms, once more I wish to lie"</w:t>
      </w:r>
    </w:p>
    <w:p w:rsidR="00B73579" w:rsidRDefault="00B73579" w:rsidP="00B73579">
      <w:pPr>
        <w:pStyle w:val="libCenter"/>
      </w:pPr>
      <w:r>
        <w:t>"I am here Ali Akbar," said Husain, "I have come"</w:t>
      </w:r>
    </w:p>
    <w:p w:rsidR="00B73579" w:rsidRDefault="00B73579" w:rsidP="00B73579">
      <w:pPr>
        <w:pStyle w:val="libCenter"/>
      </w:pPr>
      <w:r>
        <w:t>"Get up my beloved, my dearest, lovely son</w:t>
      </w:r>
    </w:p>
    <w:p w:rsidR="00B73579" w:rsidRDefault="00B73579" w:rsidP="00B73579">
      <w:pPr>
        <w:pStyle w:val="libCenter"/>
      </w:pPr>
      <w:r>
        <w:t>You're waiting for me, your eyes searching the battlefield</w:t>
      </w:r>
    </w:p>
    <w:p w:rsidR="00B73579" w:rsidRDefault="00B73579" w:rsidP="00B73579">
      <w:pPr>
        <w:pStyle w:val="libCenter"/>
      </w:pPr>
      <w:r>
        <w:t>Your forlorn father is here, your wait for me is done"</w:t>
      </w:r>
    </w:p>
    <w:p w:rsidR="00B73579" w:rsidRDefault="00B73579" w:rsidP="00B73579">
      <w:pPr>
        <w:pStyle w:val="libCenter"/>
      </w:pPr>
      <w:r>
        <w:t xml:space="preserve">"Say something Akbar, open your eyes, </w:t>
      </w:r>
      <w:proofErr w:type="gramStart"/>
      <w:r>
        <w:t>look</w:t>
      </w:r>
      <w:proofErr w:type="gramEnd"/>
      <w:r>
        <w:t xml:space="preserve"> at me</w:t>
      </w:r>
    </w:p>
    <w:p w:rsidR="00B73579" w:rsidRDefault="00B73579" w:rsidP="00B73579">
      <w:pPr>
        <w:pStyle w:val="libCenter"/>
      </w:pPr>
      <w:r>
        <w:t>I'll hold you so my miserable face you can see"</w:t>
      </w:r>
    </w:p>
    <w:p w:rsidR="00B73579" w:rsidRDefault="00B73579" w:rsidP="00B73579">
      <w:pPr>
        <w:pStyle w:val="libCenter"/>
      </w:pPr>
      <w:r>
        <w:t>"You moan in pain, in your neck an arrow is stuck</w:t>
      </w:r>
    </w:p>
    <w:p w:rsidR="00B73579" w:rsidRDefault="00B73579" w:rsidP="00B73579">
      <w:pPr>
        <w:pStyle w:val="libCenter"/>
      </w:pPr>
      <w:r>
        <w:t xml:space="preserve">Does it hurt to moves </w:t>
      </w:r>
      <w:proofErr w:type="gramStart"/>
      <w:r>
        <w:t>Should</w:t>
      </w:r>
      <w:proofErr w:type="gramEnd"/>
      <w:r>
        <w:t xml:space="preserve"> I let your rest on the dust?</w:t>
      </w:r>
    </w:p>
    <w:p w:rsidR="00B73579" w:rsidRDefault="00B73579" w:rsidP="00B73579">
      <w:pPr>
        <w:pStyle w:val="libCenter"/>
      </w:pPr>
      <w:r>
        <w:t>My world has come crashing down on me today</w:t>
      </w:r>
    </w:p>
    <w:p w:rsidR="00B73579" w:rsidRDefault="00B73579" w:rsidP="00B73579">
      <w:pPr>
        <w:pStyle w:val="libCenter"/>
      </w:pPr>
      <w:r>
        <w:t xml:space="preserve">I've raised you in my </w:t>
      </w:r>
      <w:proofErr w:type="gramStart"/>
      <w:r>
        <w:t>lap,</w:t>
      </w:r>
      <w:proofErr w:type="gramEnd"/>
      <w:r>
        <w:t xml:space="preserve"> do I watch you die thus?"</w:t>
      </w:r>
    </w:p>
    <w:p w:rsidR="00B73579" w:rsidRDefault="00B73579" w:rsidP="00B73579">
      <w:pPr>
        <w:pStyle w:val="libCenter"/>
      </w:pPr>
      <w:r>
        <w:t>"Your liver comes gushing out of your wounded chest</w:t>
      </w:r>
    </w:p>
    <w:p w:rsidR="00B73579" w:rsidRDefault="00B73579" w:rsidP="00B73579">
      <w:pPr>
        <w:pStyle w:val="libCenter"/>
      </w:pPr>
      <w:r>
        <w:t xml:space="preserve">Through the open wounds I see </w:t>
      </w:r>
      <w:proofErr w:type="gramStart"/>
      <w:r>
        <w:t>your</w:t>
      </w:r>
      <w:proofErr w:type="gramEnd"/>
      <w:r>
        <w:t xml:space="preserve"> broken ribs no less"</w:t>
      </w:r>
    </w:p>
    <w:p w:rsidR="00B73579" w:rsidRDefault="00B73579" w:rsidP="00B73579">
      <w:pPr>
        <w:pStyle w:val="libCenter"/>
      </w:pPr>
      <w:r>
        <w:t>"Oh Ali Akbar, Ali Alter, say something, talk to me</w:t>
      </w:r>
    </w:p>
    <w:p w:rsidR="00B73579" w:rsidRDefault="00B73579" w:rsidP="00B73579">
      <w:pPr>
        <w:pStyle w:val="libCenter"/>
      </w:pPr>
      <w:r>
        <w:t>Open your eyes Ali Akbar, so my face you can see</w:t>
      </w:r>
    </w:p>
    <w:p w:rsidR="00B73579" w:rsidRDefault="00B73579" w:rsidP="00B73579">
      <w:pPr>
        <w:pStyle w:val="libCenter"/>
      </w:pPr>
      <w:r>
        <w:t>If you're leaving, say goodbye, do not so quietly go</w:t>
      </w:r>
    </w:p>
    <w:p w:rsidR="00B73579" w:rsidRDefault="00B73579" w:rsidP="00B73579">
      <w:pPr>
        <w:pStyle w:val="libCenter"/>
      </w:pPr>
      <w:r>
        <w:t>You must die and I live, how can it be? "</w:t>
      </w:r>
    </w:p>
    <w:p w:rsidR="00B73579" w:rsidRDefault="00B73579" w:rsidP="00B73579">
      <w:pPr>
        <w:pStyle w:val="libCenter"/>
      </w:pPr>
      <w:r>
        <w:t>"Even tired grooms do not sleep soundly as you do</w:t>
      </w:r>
    </w:p>
    <w:p w:rsidR="00B73579" w:rsidRDefault="00B73579" w:rsidP="00B73579">
      <w:pPr>
        <w:pStyle w:val="libCenter"/>
      </w:pPr>
      <w:r>
        <w:t>I weep for you in pain, and yet you do not move"</w:t>
      </w:r>
    </w:p>
    <w:p w:rsidR="00B73579" w:rsidRDefault="00B73579" w:rsidP="00B73579">
      <w:pPr>
        <w:pStyle w:val="libCenter"/>
      </w:pPr>
      <w:r>
        <w:t>In his unconscious state Akbar heard Husain's cries</w:t>
      </w:r>
    </w:p>
    <w:p w:rsidR="00B73579" w:rsidRDefault="00B73579" w:rsidP="00B73579">
      <w:pPr>
        <w:pStyle w:val="libCenter"/>
      </w:pPr>
      <w:r>
        <w:t>The obedient son opened his arms and sighed</w:t>
      </w:r>
    </w:p>
    <w:p w:rsidR="00B73579" w:rsidRDefault="00B73579" w:rsidP="00B73579">
      <w:pPr>
        <w:pStyle w:val="libCenter"/>
      </w:pPr>
      <w:r>
        <w:t>Husain held Akbar to His chest and wept in pain</w:t>
      </w:r>
    </w:p>
    <w:p w:rsidR="00B73579" w:rsidRDefault="00B73579" w:rsidP="00B73579">
      <w:pPr>
        <w:pStyle w:val="libCenter"/>
      </w:pPr>
      <w:r>
        <w:t>Showed the thirsty son, His own tongue, parched and dry</w:t>
      </w:r>
    </w:p>
    <w:p w:rsidR="00B73579" w:rsidRDefault="00B73579" w:rsidP="00B73579">
      <w:pPr>
        <w:pStyle w:val="libCenter"/>
      </w:pPr>
      <w:r>
        <w:t>And said "Oh dearest Akbar, not a drop I could find</w:t>
      </w:r>
    </w:p>
    <w:p w:rsidR="00B73579" w:rsidRDefault="00B73579" w:rsidP="00B73579">
      <w:pPr>
        <w:pStyle w:val="libCenter"/>
      </w:pPr>
      <w:r>
        <w:t>I couldn't get any water, Oh dearest son of mine"</w:t>
      </w:r>
    </w:p>
    <w:p w:rsidR="00B73579" w:rsidRDefault="00B73579" w:rsidP="00B73579">
      <w:pPr>
        <w:pStyle w:val="libCenter"/>
      </w:pPr>
      <w:r>
        <w:t>Tears flowed from Akbar's bloodied eyes</w:t>
      </w:r>
    </w:p>
    <w:p w:rsidR="00B73579" w:rsidRDefault="00B73579" w:rsidP="00B73579">
      <w:pPr>
        <w:pStyle w:val="libCenter"/>
      </w:pPr>
      <w:r>
        <w:t>He looked at Husain heard his father's cries</w:t>
      </w:r>
    </w:p>
    <w:p w:rsidR="00B73579" w:rsidRDefault="00B73579" w:rsidP="00B73579">
      <w:pPr>
        <w:pStyle w:val="libCenter"/>
      </w:pPr>
      <w:r>
        <w:t>And whispered "Mother Zahra has come for me"</w:t>
      </w:r>
    </w:p>
    <w:p w:rsidR="00B73579" w:rsidRDefault="00B73579" w:rsidP="00B73579">
      <w:pPr>
        <w:pStyle w:val="libCenter"/>
      </w:pPr>
      <w:r>
        <w:t>He took his last breath, shuddered and sighed</w:t>
      </w:r>
    </w:p>
    <w:p w:rsidR="00B73579" w:rsidRDefault="00B73579" w:rsidP="00B73579">
      <w:pPr>
        <w:pStyle w:val="libCenter"/>
      </w:pPr>
      <w:r>
        <w:t>Eyes open toward Husain, Ali Akbar passed away</w:t>
      </w:r>
    </w:p>
    <w:p w:rsidR="00B73579" w:rsidRDefault="00B73579" w:rsidP="00B73579">
      <w:pPr>
        <w:pStyle w:val="libCenter"/>
      </w:pPr>
      <w:r>
        <w:t xml:space="preserve">Resting in his Father's arms, nothing more did he </w:t>
      </w:r>
      <w:proofErr w:type="gramStart"/>
      <w:r>
        <w:t>say</w:t>
      </w:r>
      <w:proofErr w:type="gramEnd"/>
    </w:p>
    <w:p w:rsidR="00B73579" w:rsidRDefault="00B73579" w:rsidP="00B73579">
      <w:pPr>
        <w:pStyle w:val="libCenter"/>
      </w:pPr>
      <w:r>
        <w:t>Historians say that the moment Akbar died</w:t>
      </w:r>
    </w:p>
    <w:p w:rsidR="00B73579" w:rsidRDefault="00B73579" w:rsidP="00B73579">
      <w:pPr>
        <w:pStyle w:val="libCenter"/>
      </w:pPr>
      <w:proofErr w:type="spellStart"/>
      <w:r>
        <w:t>Zainab</w:t>
      </w:r>
      <w:proofErr w:type="spellEnd"/>
      <w:r>
        <w:t xml:space="preserve"> left the camp, "Oh my Ali Akbar" she cried</w:t>
      </w:r>
    </w:p>
    <w:p w:rsidR="00B73579" w:rsidRDefault="00B73579" w:rsidP="00B73579">
      <w:pPr>
        <w:pStyle w:val="libCenter"/>
      </w:pPr>
      <w:r>
        <w:t>Her chador now forgotten, so intense was her grief</w:t>
      </w:r>
    </w:p>
    <w:p w:rsidR="00B73579" w:rsidRDefault="00B73579" w:rsidP="00B73579">
      <w:pPr>
        <w:pStyle w:val="libCenter"/>
      </w:pPr>
      <w:r>
        <w:t>The ladies followed her, wailing, teary eyed</w:t>
      </w:r>
    </w:p>
    <w:p w:rsidR="00B73579" w:rsidRDefault="00B73579" w:rsidP="00B73579">
      <w:pPr>
        <w:pStyle w:val="libCenter"/>
      </w:pPr>
      <w:r>
        <w:t>The desert air echoed with their grief stricken cries</w:t>
      </w:r>
    </w:p>
    <w:p w:rsidR="00B73579" w:rsidRDefault="00B73579" w:rsidP="00B73579">
      <w:pPr>
        <w:pStyle w:val="libCenter"/>
      </w:pPr>
      <w:r>
        <w:t>"Oh Ali Akbar, Ali Akbar" in unison they cried</w:t>
      </w:r>
    </w:p>
    <w:p w:rsidR="00B73579" w:rsidRDefault="00B73579" w:rsidP="00B73579">
      <w:pPr>
        <w:pStyle w:val="libCenter"/>
      </w:pPr>
      <w:r>
        <w:lastRenderedPageBreak/>
        <w:t>"Take me to Akbar, show me where he lies</w:t>
      </w:r>
    </w:p>
    <w:p w:rsidR="00B73579" w:rsidRDefault="00B73579" w:rsidP="00B73579">
      <w:pPr>
        <w:pStyle w:val="libCenter"/>
      </w:pPr>
      <w:r>
        <w:t xml:space="preserve">Have mercy on me, guide me, </w:t>
      </w:r>
      <w:proofErr w:type="gramStart"/>
      <w:r>
        <w:t>hear</w:t>
      </w:r>
      <w:proofErr w:type="gramEnd"/>
      <w:r>
        <w:t xml:space="preserve"> my painful cries</w:t>
      </w:r>
    </w:p>
    <w:p w:rsidR="00B73579" w:rsidRDefault="00B73579" w:rsidP="00B73579">
      <w:pPr>
        <w:pStyle w:val="libCenter"/>
      </w:pPr>
      <w:r>
        <w:t>My Brother sits alone with His wounded, youthful son</w:t>
      </w:r>
    </w:p>
    <w:p w:rsidR="00B73579" w:rsidRDefault="00B73579" w:rsidP="00B73579">
      <w:pPr>
        <w:pStyle w:val="libCenter"/>
      </w:pPr>
      <w:r>
        <w:t xml:space="preserve">Behind a cloud hides my moon, show me" </w:t>
      </w:r>
      <w:proofErr w:type="spellStart"/>
      <w:r>
        <w:t>Zainab</w:t>
      </w:r>
      <w:proofErr w:type="spellEnd"/>
      <w:r>
        <w:t xml:space="preserve"> cried</w:t>
      </w:r>
    </w:p>
    <w:p w:rsidR="00B73579" w:rsidRDefault="00B73579" w:rsidP="00B73579">
      <w:pPr>
        <w:pStyle w:val="libCenter"/>
      </w:pPr>
      <w:r>
        <w:t>"In grief I'm now blinded, where must I go?</w:t>
      </w:r>
    </w:p>
    <w:p w:rsidR="00B73579" w:rsidRDefault="00B73579" w:rsidP="00B73579">
      <w:pPr>
        <w:pStyle w:val="libCenter"/>
      </w:pPr>
      <w:r>
        <w:t>I'm searching for my son, look at my tears flow"</w:t>
      </w:r>
    </w:p>
    <w:p w:rsidR="00B73579" w:rsidRDefault="00B73579" w:rsidP="00B73579">
      <w:pPr>
        <w:pStyle w:val="libCenter"/>
      </w:pPr>
      <w:r>
        <w:t xml:space="preserve">Hearing </w:t>
      </w:r>
      <w:proofErr w:type="spellStart"/>
      <w:r>
        <w:t>Zainab's</w:t>
      </w:r>
      <w:proofErr w:type="spellEnd"/>
      <w:r>
        <w:t xml:space="preserve"> cries Husain ran to her side</w:t>
      </w:r>
    </w:p>
    <w:p w:rsidR="00B73579" w:rsidRDefault="00B73579" w:rsidP="00B73579">
      <w:pPr>
        <w:pStyle w:val="libCenter"/>
      </w:pPr>
      <w:r>
        <w:t>Covering her with His cloak, her face He tried to hide</w:t>
      </w:r>
    </w:p>
    <w:p w:rsidR="00B73579" w:rsidRDefault="00B73579" w:rsidP="00B73579">
      <w:pPr>
        <w:pStyle w:val="libCenter"/>
      </w:pPr>
      <w:proofErr w:type="gramStart"/>
      <w:r>
        <w:t xml:space="preserve">And said "My </w:t>
      </w:r>
      <w:proofErr w:type="spellStart"/>
      <w:r>
        <w:t>Zainab</w:t>
      </w:r>
      <w:proofErr w:type="spellEnd"/>
      <w:r>
        <w:t>, why did you leave the camp?</w:t>
      </w:r>
      <w:proofErr w:type="gramEnd"/>
    </w:p>
    <w:p w:rsidR="00B73579" w:rsidRDefault="00B73579" w:rsidP="00B73579">
      <w:pPr>
        <w:pStyle w:val="libCenter"/>
      </w:pPr>
      <w:r>
        <w:t>Oh daughter of Ali, dead is my joy and pride"</w:t>
      </w:r>
    </w:p>
    <w:p w:rsidR="00B73579" w:rsidRDefault="00B73579" w:rsidP="00B73579">
      <w:pPr>
        <w:pStyle w:val="libCenter"/>
      </w:pPr>
      <w:r>
        <w:t>"Bruised with spears, he lies on the desert floor</w:t>
      </w:r>
    </w:p>
    <w:p w:rsidR="00B73579" w:rsidRDefault="00B73579" w:rsidP="00B73579">
      <w:pPr>
        <w:pStyle w:val="libCenter"/>
      </w:pPr>
      <w:r>
        <w:t>What do you wish to see Oh Sister? Akbar is no more"</w:t>
      </w:r>
    </w:p>
    <w:p w:rsidR="00494D4F" w:rsidRDefault="00494D4F" w:rsidP="00D16736">
      <w:pPr>
        <w:pStyle w:val="libNormal"/>
      </w:pPr>
      <w:r>
        <w:br w:type="page"/>
      </w:r>
    </w:p>
    <w:p w:rsidR="00B73579" w:rsidRDefault="00494D4F" w:rsidP="00494D4F">
      <w:pPr>
        <w:pStyle w:val="Heading1Center"/>
      </w:pPr>
      <w:bookmarkStart w:id="18" w:name="_Toc443827493"/>
      <w:proofErr w:type="spellStart"/>
      <w:r>
        <w:lastRenderedPageBreak/>
        <w:t>Marsiya</w:t>
      </w:r>
      <w:proofErr w:type="spellEnd"/>
      <w:r>
        <w:t xml:space="preserve"> n. 6: </w:t>
      </w:r>
      <w:proofErr w:type="spellStart"/>
      <w:r w:rsidR="00B73579">
        <w:t>Qasim</w:t>
      </w:r>
      <w:proofErr w:type="spellEnd"/>
      <w:r w:rsidR="00B73579">
        <w:t>: The Pride and Joy</w:t>
      </w:r>
      <w:bookmarkEnd w:id="18"/>
    </w:p>
    <w:p w:rsidR="00B73579" w:rsidRDefault="00B73579" w:rsidP="00494D4F">
      <w:pPr>
        <w:pStyle w:val="Heading2Center"/>
      </w:pPr>
      <w:bookmarkStart w:id="19" w:name="_Toc443827494"/>
      <w:r>
        <w:t xml:space="preserve">Imam </w:t>
      </w:r>
      <w:proofErr w:type="spellStart"/>
      <w:r>
        <w:t>Hasans</w:t>
      </w:r>
      <w:proofErr w:type="spellEnd"/>
      <w:r>
        <w:t xml:space="preserve"> Pride and Joy</w:t>
      </w:r>
      <w:r w:rsidR="00494D4F">
        <w:t xml:space="preserve">: </w:t>
      </w:r>
      <w:r>
        <w:t xml:space="preserve">Most Revered </w:t>
      </w:r>
      <w:proofErr w:type="spellStart"/>
      <w:r>
        <w:t>Qasim</w:t>
      </w:r>
      <w:proofErr w:type="spellEnd"/>
      <w:r>
        <w:t xml:space="preserve"> (‘a)</w:t>
      </w:r>
      <w:bookmarkEnd w:id="19"/>
    </w:p>
    <w:p w:rsidR="00B73579" w:rsidRDefault="00B73579" w:rsidP="005F41BE">
      <w:pPr>
        <w:pStyle w:val="Heading3Center"/>
      </w:pPr>
      <w:bookmarkStart w:id="20" w:name="_Toc443827495"/>
      <w:r>
        <w:t xml:space="preserve">(" </w:t>
      </w:r>
      <w:proofErr w:type="spellStart"/>
      <w:r>
        <w:t>Zaqmee</w:t>
      </w:r>
      <w:proofErr w:type="spellEnd"/>
      <w:r>
        <w:t xml:space="preserve"> </w:t>
      </w:r>
      <w:proofErr w:type="spellStart"/>
      <w:proofErr w:type="gramStart"/>
      <w:r>
        <w:t>jo</w:t>
      </w:r>
      <w:proofErr w:type="spellEnd"/>
      <w:proofErr w:type="gramEnd"/>
      <w:r>
        <w:t xml:space="preserve"> run </w:t>
      </w:r>
      <w:proofErr w:type="spellStart"/>
      <w:r>
        <w:t>mein</w:t>
      </w:r>
      <w:proofErr w:type="spellEnd"/>
      <w:r>
        <w:t xml:space="preserve"> </w:t>
      </w:r>
      <w:proofErr w:type="spellStart"/>
      <w:r>
        <w:t>Qasim</w:t>
      </w:r>
      <w:proofErr w:type="spellEnd"/>
      <w:r>
        <w:t xml:space="preserve"> a </w:t>
      </w:r>
      <w:proofErr w:type="spellStart"/>
      <w:r>
        <w:t>gulpayrahun</w:t>
      </w:r>
      <w:proofErr w:type="spellEnd"/>
      <w:r>
        <w:t xml:space="preserve"> </w:t>
      </w:r>
      <w:proofErr w:type="spellStart"/>
      <w:r>
        <w:t>hua</w:t>
      </w:r>
      <w:proofErr w:type="spellEnd"/>
      <w:r>
        <w:t>")</w:t>
      </w:r>
      <w:bookmarkEnd w:id="20"/>
    </w:p>
    <w:p w:rsidR="00B73579" w:rsidRDefault="00B73579" w:rsidP="00B73579">
      <w:pPr>
        <w:pStyle w:val="libCenter"/>
      </w:pPr>
      <w:r>
        <w:t xml:space="preserve">When in the battle of Karbala </w:t>
      </w:r>
      <w:proofErr w:type="spellStart"/>
      <w:r>
        <w:t>Qasim</w:t>
      </w:r>
      <w:proofErr w:type="spellEnd"/>
      <w:r>
        <w:t xml:space="preserve"> fell from his mount</w:t>
      </w:r>
    </w:p>
    <w:p w:rsidR="00B73579" w:rsidRDefault="00B73579" w:rsidP="00B73579">
      <w:pPr>
        <w:pStyle w:val="libCenter"/>
      </w:pPr>
      <w:r>
        <w:t xml:space="preserve">Blood soaked his </w:t>
      </w:r>
      <w:proofErr w:type="gramStart"/>
      <w:r>
        <w:t>garments, that</w:t>
      </w:r>
      <w:proofErr w:type="gramEnd"/>
      <w:r>
        <w:t xml:space="preserve"> became his shroud</w:t>
      </w:r>
    </w:p>
    <w:p w:rsidR="00B73579" w:rsidRDefault="00B73579" w:rsidP="00B73579">
      <w:pPr>
        <w:pStyle w:val="libCenter"/>
      </w:pPr>
      <w:r>
        <w:t>The heavens shook with the Prophet's mournful cries</w:t>
      </w:r>
    </w:p>
    <w:p w:rsidR="00B73579" w:rsidRDefault="00B73579" w:rsidP="00B73579">
      <w:pPr>
        <w:pStyle w:val="libCenter"/>
      </w:pPr>
      <w:r>
        <w:t>And the army's gleeful cries could be heard loud</w:t>
      </w:r>
    </w:p>
    <w:p w:rsidR="00B73579" w:rsidRDefault="00B73579" w:rsidP="00B73579">
      <w:pPr>
        <w:pStyle w:val="libCenter"/>
      </w:pPr>
      <w:r>
        <w:t xml:space="preserve">They shouted </w:t>
      </w:r>
      <w:proofErr w:type="gramStart"/>
      <w:r>
        <w:t>" We've</w:t>
      </w:r>
      <w:proofErr w:type="gramEnd"/>
      <w:r>
        <w:t xml:space="preserve"> trampled the garden of Husain</w:t>
      </w:r>
    </w:p>
    <w:p w:rsidR="00B73579" w:rsidRDefault="00B73579" w:rsidP="00B73579">
      <w:pPr>
        <w:pStyle w:val="libCenter"/>
      </w:pPr>
      <w:r>
        <w:t xml:space="preserve">Come </w:t>
      </w:r>
      <w:proofErr w:type="gramStart"/>
      <w:r>
        <w:t>soldiers,</w:t>
      </w:r>
      <w:proofErr w:type="gramEnd"/>
      <w:r>
        <w:t xml:space="preserve"> douse the light of </w:t>
      </w:r>
      <w:proofErr w:type="spellStart"/>
      <w:r>
        <w:t>Hasan's</w:t>
      </w:r>
      <w:proofErr w:type="spellEnd"/>
      <w:r>
        <w:t xml:space="preserve"> lamp"</w:t>
      </w:r>
    </w:p>
    <w:p w:rsidR="00B73579" w:rsidRDefault="00B73579" w:rsidP="00B73579">
      <w:pPr>
        <w:pStyle w:val="libCenter"/>
      </w:pPr>
      <w:r>
        <w:t xml:space="preserve">Upon hearing the shouts, to </w:t>
      </w:r>
      <w:proofErr w:type="spellStart"/>
      <w:r>
        <w:t>Abbas</w:t>
      </w:r>
      <w:proofErr w:type="spellEnd"/>
      <w:r>
        <w:t xml:space="preserve"> Husain turned</w:t>
      </w:r>
    </w:p>
    <w:p w:rsidR="00B73579" w:rsidRDefault="00B73579" w:rsidP="00B73579">
      <w:pPr>
        <w:pStyle w:val="libCenter"/>
      </w:pPr>
      <w:r>
        <w:t xml:space="preserve">And said "For </w:t>
      </w:r>
      <w:proofErr w:type="spellStart"/>
      <w:r>
        <w:t>Qasim</w:t>
      </w:r>
      <w:proofErr w:type="spellEnd"/>
      <w:r>
        <w:t xml:space="preserve"> now we must </w:t>
      </w:r>
      <w:proofErr w:type="gramStart"/>
      <w:r>
        <w:t>mourn.?</w:t>
      </w:r>
      <w:proofErr w:type="gramEnd"/>
    </w:p>
    <w:p w:rsidR="00B73579" w:rsidRDefault="00B73579" w:rsidP="00B73579">
      <w:pPr>
        <w:pStyle w:val="libCenter"/>
      </w:pPr>
      <w:r>
        <w:t xml:space="preserve">The battle is over, </w:t>
      </w:r>
      <w:proofErr w:type="spellStart"/>
      <w:r>
        <w:t>Qasim's</w:t>
      </w:r>
      <w:proofErr w:type="spellEnd"/>
      <w:r>
        <w:t xml:space="preserve"> fate is sealed</w:t>
      </w:r>
    </w:p>
    <w:p w:rsidR="00B73579" w:rsidRDefault="00B73579" w:rsidP="00B73579">
      <w:pPr>
        <w:pStyle w:val="libCenter"/>
      </w:pPr>
      <w:r>
        <w:t xml:space="preserve">Death's shadow now approaches the child of </w:t>
      </w:r>
      <w:proofErr w:type="spellStart"/>
      <w:r>
        <w:t>Hasan</w:t>
      </w:r>
      <w:proofErr w:type="spellEnd"/>
      <w:r>
        <w:t>"</w:t>
      </w:r>
    </w:p>
    <w:p w:rsidR="00B73579" w:rsidRDefault="00B73579" w:rsidP="00B73579">
      <w:pPr>
        <w:pStyle w:val="libCenter"/>
      </w:pPr>
      <w:r>
        <w:t>"Call for Ali Akbar now, let us pray, let us pray</w:t>
      </w:r>
    </w:p>
    <w:p w:rsidR="00B73579" w:rsidRDefault="00B73579" w:rsidP="00B73579">
      <w:pPr>
        <w:pStyle w:val="libCenter"/>
      </w:pPr>
      <w:r>
        <w:t>Bare headed we will pray that death be stayed"</w:t>
      </w:r>
    </w:p>
    <w:p w:rsidR="00B73579" w:rsidRDefault="00B73579" w:rsidP="00B73579">
      <w:pPr>
        <w:pStyle w:val="libCenter"/>
      </w:pPr>
      <w:r>
        <w:t xml:space="preserve">Toward </w:t>
      </w:r>
      <w:proofErr w:type="spellStart"/>
      <w:r>
        <w:t>Kaaba</w:t>
      </w:r>
      <w:proofErr w:type="spellEnd"/>
      <w:r>
        <w:t xml:space="preserve"> then the imam faced</w:t>
      </w:r>
    </w:p>
    <w:p w:rsidR="00B73579" w:rsidRDefault="00B73579" w:rsidP="00B73579">
      <w:pPr>
        <w:pStyle w:val="libCenter"/>
      </w:pPr>
      <w:r>
        <w:t>To the heavens He looked, His hands raised</w:t>
      </w:r>
    </w:p>
    <w:p w:rsidR="00B73579" w:rsidRDefault="00B73579" w:rsidP="00B73579">
      <w:pPr>
        <w:pStyle w:val="libCenter"/>
      </w:pPr>
      <w:r>
        <w:t>And cried out "Oh my wondrous, almighty God</w:t>
      </w:r>
    </w:p>
    <w:p w:rsidR="00B73579" w:rsidRDefault="00B73579" w:rsidP="00B73579">
      <w:pPr>
        <w:pStyle w:val="libCenter"/>
      </w:pPr>
      <w:r>
        <w:t xml:space="preserve">From the hands of the enemy may </w:t>
      </w:r>
      <w:proofErr w:type="spellStart"/>
      <w:r>
        <w:t>Qasim</w:t>
      </w:r>
      <w:proofErr w:type="spellEnd"/>
      <w:r>
        <w:t xml:space="preserve"> be </w:t>
      </w:r>
      <w:proofErr w:type="gramStart"/>
      <w:r>
        <w:t>saved</w:t>
      </w:r>
      <w:proofErr w:type="gramEnd"/>
      <w:r>
        <w:t>"</w:t>
      </w:r>
    </w:p>
    <w:p w:rsidR="00B73579" w:rsidRDefault="00B73579" w:rsidP="00B73579">
      <w:pPr>
        <w:pStyle w:val="libCenter"/>
      </w:pPr>
      <w:r>
        <w:t>"You are the protector of all, Oh merciful God</w:t>
      </w:r>
    </w:p>
    <w:p w:rsidR="00B73579" w:rsidRDefault="00B73579" w:rsidP="00B73579">
      <w:pPr>
        <w:pStyle w:val="libCenter"/>
      </w:pPr>
      <w:r>
        <w:t>Save the fatherless child from the evil swords"</w:t>
      </w:r>
    </w:p>
    <w:p w:rsidR="00B73579" w:rsidRDefault="00B73579" w:rsidP="00B73579">
      <w:pPr>
        <w:pStyle w:val="libCenter"/>
      </w:pPr>
      <w:r>
        <w:t xml:space="preserve">And everyone prayed for </w:t>
      </w:r>
      <w:proofErr w:type="spellStart"/>
      <w:r>
        <w:t>Qasim</w:t>
      </w:r>
      <w:proofErr w:type="spellEnd"/>
      <w:r>
        <w:t xml:space="preserve">, </w:t>
      </w:r>
      <w:proofErr w:type="spellStart"/>
      <w:r>
        <w:t>Hasan's</w:t>
      </w:r>
      <w:proofErr w:type="spellEnd"/>
      <w:r>
        <w:t xml:space="preserve"> son</w:t>
      </w:r>
    </w:p>
    <w:p w:rsidR="00B73579" w:rsidRDefault="00B73579" w:rsidP="00B73579">
      <w:pPr>
        <w:pStyle w:val="libCenter"/>
      </w:pPr>
      <w:proofErr w:type="gramStart"/>
      <w:r>
        <w:t>in</w:t>
      </w:r>
      <w:proofErr w:type="gramEnd"/>
      <w:r>
        <w:t xml:space="preserve"> grief </w:t>
      </w:r>
      <w:proofErr w:type="spellStart"/>
      <w:r>
        <w:t>Zainab's</w:t>
      </w:r>
      <w:proofErr w:type="spellEnd"/>
      <w:r>
        <w:t xml:space="preserve"> hair was hastily undone</w:t>
      </w:r>
    </w:p>
    <w:p w:rsidR="00B73579" w:rsidRDefault="00B73579" w:rsidP="00B73579">
      <w:pPr>
        <w:pStyle w:val="libCenter"/>
      </w:pPr>
      <w:r>
        <w:t xml:space="preserve">And </w:t>
      </w:r>
      <w:proofErr w:type="spellStart"/>
      <w:r>
        <w:t>Banu’s</w:t>
      </w:r>
      <w:proofErr w:type="spellEnd"/>
      <w:r>
        <w:t xml:space="preserve"> heart trembled and wept for </w:t>
      </w:r>
      <w:proofErr w:type="spellStart"/>
      <w:r>
        <w:t>Qasim</w:t>
      </w:r>
      <w:proofErr w:type="spellEnd"/>
    </w:p>
    <w:p w:rsidR="00B73579" w:rsidRDefault="00B73579" w:rsidP="00B73579">
      <w:pPr>
        <w:pStyle w:val="libCenter"/>
      </w:pPr>
      <w:r>
        <w:t>And his mother cried "Tell me, how is my son?"</w:t>
      </w:r>
    </w:p>
    <w:p w:rsidR="00B73579" w:rsidRDefault="00B73579" w:rsidP="00B73579">
      <w:pPr>
        <w:pStyle w:val="libCenter"/>
      </w:pPr>
      <w:proofErr w:type="gramStart"/>
      <w:r>
        <w:t>with</w:t>
      </w:r>
      <w:proofErr w:type="gramEnd"/>
      <w:r>
        <w:t xml:space="preserve"> shock, </w:t>
      </w:r>
      <w:proofErr w:type="spellStart"/>
      <w:r>
        <w:t>Abid's</w:t>
      </w:r>
      <w:proofErr w:type="spellEnd"/>
      <w:r>
        <w:t xml:space="preserve"> feverish body turned cold</w:t>
      </w:r>
    </w:p>
    <w:p w:rsidR="00B73579" w:rsidRDefault="00B73579" w:rsidP="00B73579">
      <w:pPr>
        <w:pStyle w:val="libCenter"/>
      </w:pPr>
      <w:r>
        <w:t xml:space="preserve">And </w:t>
      </w:r>
      <w:proofErr w:type="spellStart"/>
      <w:r>
        <w:t>Qasim's</w:t>
      </w:r>
      <w:proofErr w:type="spellEnd"/>
      <w:r>
        <w:t xml:space="preserve"> little brother paled as fear took hold</w:t>
      </w:r>
    </w:p>
    <w:p w:rsidR="00B73579" w:rsidRDefault="00B73579" w:rsidP="00B73579">
      <w:pPr>
        <w:pStyle w:val="libCenter"/>
      </w:pPr>
      <w:r>
        <w:t>While adults and children in the camp prayed</w:t>
      </w:r>
    </w:p>
    <w:p w:rsidR="00B73579" w:rsidRDefault="00B73579" w:rsidP="00B73579">
      <w:pPr>
        <w:pStyle w:val="libCenter"/>
      </w:pPr>
      <w:r>
        <w:t xml:space="preserve">The army surrounded </w:t>
      </w:r>
      <w:proofErr w:type="spellStart"/>
      <w:r>
        <w:t>Qasim</w:t>
      </w:r>
      <w:proofErr w:type="spellEnd"/>
      <w:r>
        <w:t>, ready to slay</w:t>
      </w:r>
    </w:p>
    <w:p w:rsidR="00B73579" w:rsidRDefault="00B73579" w:rsidP="00B73579">
      <w:pPr>
        <w:pStyle w:val="libCenter"/>
      </w:pPr>
      <w:r>
        <w:t>Their arrows and spears blocked his way, circled him</w:t>
      </w:r>
    </w:p>
    <w:p w:rsidR="00B73579" w:rsidRDefault="00B73579" w:rsidP="00B73579">
      <w:pPr>
        <w:pStyle w:val="libCenter"/>
      </w:pPr>
      <w:r>
        <w:t>And thousands of swords flashed in the air</w:t>
      </w:r>
    </w:p>
    <w:p w:rsidR="00B73579" w:rsidRDefault="00B73579" w:rsidP="00B73579">
      <w:pPr>
        <w:pStyle w:val="libCenter"/>
      </w:pPr>
      <w:r>
        <w:t>His face flushed, chest ridded with wounds</w:t>
      </w:r>
    </w:p>
    <w:p w:rsidR="00B73579" w:rsidRDefault="00B73579" w:rsidP="00B73579">
      <w:pPr>
        <w:pStyle w:val="libCenter"/>
      </w:pPr>
      <w:r>
        <w:t>Blood dripped from his body, like sweat at high noon</w:t>
      </w:r>
    </w:p>
    <w:p w:rsidR="00B73579" w:rsidRDefault="00B73579" w:rsidP="00B73579">
      <w:pPr>
        <w:pStyle w:val="libCenter"/>
      </w:pPr>
      <w:r>
        <w:t>He leaned over his horse, weak and giddy with thirst</w:t>
      </w:r>
    </w:p>
    <w:p w:rsidR="00B73579" w:rsidRDefault="00B73579" w:rsidP="00B73579">
      <w:pPr>
        <w:pStyle w:val="libCenter"/>
      </w:pPr>
      <w:r>
        <w:t>Then a deadly arrow his chest pierced</w:t>
      </w:r>
    </w:p>
    <w:p w:rsidR="00B73579" w:rsidRDefault="00B73579" w:rsidP="00B73579">
      <w:pPr>
        <w:pStyle w:val="libCenter"/>
      </w:pPr>
      <w:r>
        <w:t xml:space="preserve">The evil </w:t>
      </w:r>
      <w:proofErr w:type="spellStart"/>
      <w:r>
        <w:t>Sheesh</w:t>
      </w:r>
      <w:proofErr w:type="spellEnd"/>
      <w:r>
        <w:t xml:space="preserve"> stabbed a spear into his heart</w:t>
      </w:r>
    </w:p>
    <w:p w:rsidR="00B73579" w:rsidRDefault="00B73579" w:rsidP="00B73579">
      <w:pPr>
        <w:pStyle w:val="libCenter"/>
      </w:pPr>
      <w:r>
        <w:t xml:space="preserve">As </w:t>
      </w:r>
      <w:proofErr w:type="spellStart"/>
      <w:r>
        <w:t>Qasim</w:t>
      </w:r>
      <w:proofErr w:type="spellEnd"/>
      <w:r>
        <w:t xml:space="preserve"> fell, at his back an arrow lurched</w:t>
      </w:r>
    </w:p>
    <w:p w:rsidR="00B73579" w:rsidRDefault="00B73579" w:rsidP="00B73579">
      <w:pPr>
        <w:pStyle w:val="libCenter"/>
      </w:pPr>
      <w:r>
        <w:t xml:space="preserve">Tariq's spear assaulted, </w:t>
      </w:r>
      <w:proofErr w:type="spellStart"/>
      <w:r>
        <w:t>Qasim</w:t>
      </w:r>
      <w:proofErr w:type="spellEnd"/>
      <w:r>
        <w:t xml:space="preserve"> cried out in pain</w:t>
      </w:r>
    </w:p>
    <w:p w:rsidR="00B73579" w:rsidRDefault="00B73579" w:rsidP="00B73579">
      <w:pPr>
        <w:pStyle w:val="libCenter"/>
      </w:pPr>
      <w:r>
        <w:t>"Oh Imam, I've fallen, Oh come now dear Husain"</w:t>
      </w:r>
    </w:p>
    <w:p w:rsidR="00B73579" w:rsidRDefault="00B73579" w:rsidP="00B73579">
      <w:pPr>
        <w:pStyle w:val="libCenter"/>
      </w:pPr>
      <w:r>
        <w:t xml:space="preserve">With </w:t>
      </w:r>
      <w:proofErr w:type="spellStart"/>
      <w:r>
        <w:t>Zulfiqaar</w:t>
      </w:r>
      <w:proofErr w:type="spellEnd"/>
      <w:r>
        <w:t xml:space="preserve"> in hand, Husain charged at the field</w:t>
      </w:r>
    </w:p>
    <w:p w:rsidR="00B73579" w:rsidRDefault="00B73579" w:rsidP="00B73579">
      <w:pPr>
        <w:pStyle w:val="libCenter"/>
      </w:pPr>
      <w:r>
        <w:t>Seeing Him, the evil army trembled and keeled</w:t>
      </w:r>
    </w:p>
    <w:p w:rsidR="00B73579" w:rsidRDefault="00B73579" w:rsidP="00B73579">
      <w:pPr>
        <w:pStyle w:val="libCenter"/>
      </w:pPr>
      <w:r>
        <w:t>In terror the soldiers scattered, their horses neighed</w:t>
      </w:r>
    </w:p>
    <w:p w:rsidR="00B73579" w:rsidRDefault="00B73579" w:rsidP="00B73579">
      <w:pPr>
        <w:pStyle w:val="libCenter"/>
      </w:pPr>
      <w:r>
        <w:t>The killers panicked and fled, took to their heels</w:t>
      </w:r>
    </w:p>
    <w:p w:rsidR="00B73579" w:rsidRDefault="00B73579" w:rsidP="00B73579">
      <w:pPr>
        <w:pStyle w:val="libCenter"/>
      </w:pPr>
      <w:r>
        <w:t>As the army took flight, trampled and rushed</w:t>
      </w:r>
    </w:p>
    <w:p w:rsidR="00B73579" w:rsidRDefault="00B73579" w:rsidP="00B73579">
      <w:pPr>
        <w:pStyle w:val="libCenter"/>
      </w:pPr>
      <w:r>
        <w:t xml:space="preserve">With the hooves of a thousand horses, </w:t>
      </w:r>
      <w:proofErr w:type="spellStart"/>
      <w:r>
        <w:t>Qasim's</w:t>
      </w:r>
      <w:proofErr w:type="spellEnd"/>
      <w:r>
        <w:t xml:space="preserve"> was crushed</w:t>
      </w:r>
    </w:p>
    <w:p w:rsidR="00B73579" w:rsidRDefault="00B73579" w:rsidP="00B73579">
      <w:pPr>
        <w:pStyle w:val="libCenter"/>
      </w:pPr>
      <w:r>
        <w:t xml:space="preserve">When Husain reached </w:t>
      </w:r>
      <w:proofErr w:type="spellStart"/>
      <w:r>
        <w:t>Qasim</w:t>
      </w:r>
      <w:proofErr w:type="spellEnd"/>
      <w:r>
        <w:t>, what a sight He saw</w:t>
      </w:r>
    </w:p>
    <w:p w:rsidR="00B73579" w:rsidRDefault="00B73579" w:rsidP="00B73579">
      <w:pPr>
        <w:pStyle w:val="libCenter"/>
      </w:pPr>
      <w:r>
        <w:t>His lips parched with thirst, with pain his body raw</w:t>
      </w:r>
    </w:p>
    <w:p w:rsidR="00B73579" w:rsidRDefault="00B73579" w:rsidP="00B73579">
      <w:pPr>
        <w:pStyle w:val="libCenter"/>
      </w:pPr>
      <w:r>
        <w:lastRenderedPageBreak/>
        <w:t xml:space="preserve">Grief stricken Husain wrapped </w:t>
      </w:r>
      <w:proofErr w:type="spellStart"/>
      <w:r>
        <w:t>Qasim</w:t>
      </w:r>
      <w:proofErr w:type="spellEnd"/>
      <w:r>
        <w:t xml:space="preserve"> in His arms</w:t>
      </w:r>
    </w:p>
    <w:p w:rsidR="00B73579" w:rsidRDefault="00B73579" w:rsidP="00B73579">
      <w:pPr>
        <w:pStyle w:val="libCenter"/>
      </w:pPr>
      <w:proofErr w:type="spellStart"/>
      <w:r>
        <w:t>Qasim's</w:t>
      </w:r>
      <w:proofErr w:type="spellEnd"/>
      <w:r>
        <w:t xml:space="preserve"> soul departed, not a breath did he draw</w:t>
      </w:r>
    </w:p>
    <w:p w:rsidR="00B73579" w:rsidRDefault="00B73579" w:rsidP="00B73579">
      <w:pPr>
        <w:pStyle w:val="libCenter"/>
      </w:pPr>
      <w:r>
        <w:t xml:space="preserve">Husain gathered </w:t>
      </w:r>
      <w:proofErr w:type="spellStart"/>
      <w:r>
        <w:t>Qasim's</w:t>
      </w:r>
      <w:proofErr w:type="spellEnd"/>
      <w:r>
        <w:t xml:space="preserve"> body, the limbs crushed, torn</w:t>
      </w:r>
    </w:p>
    <w:p w:rsidR="00B73579" w:rsidRDefault="00B73579" w:rsidP="00B73579">
      <w:pPr>
        <w:pStyle w:val="libCenter"/>
      </w:pPr>
      <w:r>
        <w:t>Marked with hooves the body of the thirteen year old</w:t>
      </w:r>
    </w:p>
    <w:p w:rsidR="00494D4F" w:rsidRDefault="00494D4F" w:rsidP="00D16736">
      <w:pPr>
        <w:pStyle w:val="libNormal"/>
      </w:pPr>
      <w:r>
        <w:br w:type="page"/>
      </w:r>
    </w:p>
    <w:p w:rsidR="00B73579" w:rsidRDefault="00B73579" w:rsidP="00494D4F">
      <w:pPr>
        <w:pStyle w:val="Heading1Center"/>
      </w:pPr>
      <w:bookmarkStart w:id="21" w:name="_Toc443827496"/>
      <w:proofErr w:type="spellStart"/>
      <w:r>
        <w:lastRenderedPageBreak/>
        <w:t>Mars</w:t>
      </w:r>
      <w:r w:rsidR="00494D4F">
        <w:t>iya</w:t>
      </w:r>
      <w:proofErr w:type="spellEnd"/>
      <w:r w:rsidR="00494D4F">
        <w:t xml:space="preserve"> n. 7: </w:t>
      </w:r>
      <w:r>
        <w:t>The Brother and Standard Bearer</w:t>
      </w:r>
      <w:bookmarkEnd w:id="21"/>
    </w:p>
    <w:p w:rsidR="00B73579" w:rsidRDefault="00B73579" w:rsidP="00494D4F">
      <w:pPr>
        <w:pStyle w:val="Heading2Center"/>
      </w:pPr>
      <w:bookmarkStart w:id="22" w:name="_Toc443827497"/>
      <w:r>
        <w:t>Imam Husain’s Beloved Brother and Standard Bearer of the Army</w:t>
      </w:r>
      <w:r w:rsidR="00494D4F">
        <w:t xml:space="preserve">: </w:t>
      </w:r>
      <w:r>
        <w:t xml:space="preserve">Most Revered </w:t>
      </w:r>
      <w:proofErr w:type="spellStart"/>
      <w:r>
        <w:t>Abbas</w:t>
      </w:r>
      <w:proofErr w:type="spellEnd"/>
      <w:r>
        <w:t xml:space="preserve"> </w:t>
      </w:r>
      <w:proofErr w:type="spellStart"/>
      <w:r>
        <w:t>ibn</w:t>
      </w:r>
      <w:proofErr w:type="spellEnd"/>
      <w:r>
        <w:t xml:space="preserve"> Ali (‘a)</w:t>
      </w:r>
      <w:bookmarkEnd w:id="22"/>
    </w:p>
    <w:p w:rsidR="00B73579" w:rsidRDefault="00B73579" w:rsidP="005F41BE">
      <w:pPr>
        <w:pStyle w:val="Heading3Center"/>
      </w:pPr>
      <w:bookmarkStart w:id="23" w:name="_Toc443827498"/>
      <w:r>
        <w:t xml:space="preserve">("Jab </w:t>
      </w:r>
      <w:proofErr w:type="spellStart"/>
      <w:r>
        <w:t>Ibne</w:t>
      </w:r>
      <w:proofErr w:type="spellEnd"/>
      <w:r>
        <w:t xml:space="preserve"> Bu </w:t>
      </w:r>
      <w:proofErr w:type="spellStart"/>
      <w:r>
        <w:t>Turaab</w:t>
      </w:r>
      <w:proofErr w:type="spellEnd"/>
      <w:r>
        <w:t xml:space="preserve"> </w:t>
      </w:r>
      <w:proofErr w:type="spellStart"/>
      <w:r>
        <w:t>ba</w:t>
      </w:r>
      <w:proofErr w:type="spellEnd"/>
      <w:r>
        <w:t xml:space="preserve"> rue </w:t>
      </w:r>
      <w:proofErr w:type="spellStart"/>
      <w:r>
        <w:t>zameen</w:t>
      </w:r>
      <w:proofErr w:type="spellEnd"/>
      <w:r>
        <w:t xml:space="preserve"> </w:t>
      </w:r>
      <w:proofErr w:type="spellStart"/>
      <w:r>
        <w:t>gira</w:t>
      </w:r>
      <w:proofErr w:type="spellEnd"/>
      <w:proofErr w:type="gramStart"/>
      <w:r>
        <w:t>" )</w:t>
      </w:r>
      <w:bookmarkEnd w:id="23"/>
      <w:proofErr w:type="gramEnd"/>
    </w:p>
    <w:p w:rsidR="00B73579" w:rsidRDefault="00B73579" w:rsidP="00B73579">
      <w:pPr>
        <w:pStyle w:val="libCenter"/>
      </w:pPr>
      <w:r>
        <w:t xml:space="preserve">When to the ground the son of Abu </w:t>
      </w:r>
      <w:proofErr w:type="spellStart"/>
      <w:r>
        <w:t>Turaab</w:t>
      </w:r>
      <w:proofErr w:type="spellEnd"/>
      <w:r>
        <w:t xml:space="preserve"> fell</w:t>
      </w:r>
    </w:p>
    <w:p w:rsidR="00B73579" w:rsidRDefault="00B73579" w:rsidP="00B73579">
      <w:pPr>
        <w:pStyle w:val="libCenter"/>
      </w:pPr>
      <w:r>
        <w:t>With arms severed, the brave warrior fell</w:t>
      </w:r>
    </w:p>
    <w:p w:rsidR="00B73579" w:rsidRDefault="00B73579" w:rsidP="00B73579">
      <w:pPr>
        <w:pStyle w:val="libCenter"/>
      </w:pPr>
      <w:r>
        <w:t>And the banner he held fell with him to the ground</w:t>
      </w:r>
    </w:p>
    <w:p w:rsidR="00B73579" w:rsidRDefault="00B73579" w:rsidP="00B73579">
      <w:pPr>
        <w:pStyle w:val="libCenter"/>
      </w:pPr>
      <w:r>
        <w:t>And Fatima cried out as he lay still</w:t>
      </w:r>
    </w:p>
    <w:p w:rsidR="00B73579" w:rsidRDefault="00B73579" w:rsidP="00B73579">
      <w:pPr>
        <w:pStyle w:val="libCenter"/>
      </w:pPr>
      <w:r>
        <w:t>"Any moment now, behead him they will</w:t>
      </w:r>
    </w:p>
    <w:p w:rsidR="00B73579" w:rsidRDefault="00B73579" w:rsidP="00B73579">
      <w:pPr>
        <w:pStyle w:val="libCenter"/>
      </w:pPr>
      <w:r>
        <w:t>A living symbol of Ali, surely they will kill"</w:t>
      </w:r>
    </w:p>
    <w:p w:rsidR="00B73579" w:rsidRDefault="00B73579" w:rsidP="00B73579">
      <w:pPr>
        <w:pStyle w:val="libCenter"/>
      </w:pPr>
      <w:r>
        <w:t>The Prince heard the cry, to the battlefield He ran</w:t>
      </w:r>
    </w:p>
    <w:p w:rsidR="00B73579" w:rsidRDefault="00B73579" w:rsidP="00B73579">
      <w:pPr>
        <w:pStyle w:val="libCenter"/>
      </w:pPr>
      <w:r>
        <w:t>In His haste, He stumbled falling often to the sands</w:t>
      </w:r>
    </w:p>
    <w:p w:rsidR="00B73579" w:rsidRDefault="00B73579" w:rsidP="00B73579">
      <w:pPr>
        <w:pStyle w:val="libCenter"/>
      </w:pPr>
      <w:r>
        <w:t xml:space="preserve">His legs </w:t>
      </w:r>
      <w:proofErr w:type="gramStart"/>
      <w:r>
        <w:t>trembled,</w:t>
      </w:r>
      <w:proofErr w:type="gramEnd"/>
      <w:r>
        <w:t xml:space="preserve"> He grabbed His young son's arm</w:t>
      </w:r>
    </w:p>
    <w:p w:rsidR="00B73579" w:rsidRDefault="00B73579" w:rsidP="00B73579">
      <w:pPr>
        <w:pStyle w:val="libCenter"/>
      </w:pPr>
      <w:r>
        <w:t>And cried "O Akbar, lead the way in this new land"</w:t>
      </w:r>
    </w:p>
    <w:p w:rsidR="00B73579" w:rsidRDefault="00B73579" w:rsidP="00B73579">
      <w:pPr>
        <w:pStyle w:val="libCenter"/>
      </w:pPr>
      <w:r>
        <w:t>"Pray, move the crowding army from the river barks</w:t>
      </w:r>
    </w:p>
    <w:p w:rsidR="00B73579" w:rsidRDefault="00B73579" w:rsidP="00B73579">
      <w:pPr>
        <w:pStyle w:val="libCenter"/>
      </w:pPr>
      <w:r>
        <w:t>Lead me to my brother, the delay I cannot stand"</w:t>
      </w:r>
    </w:p>
    <w:p w:rsidR="00B73579" w:rsidRDefault="00B73579" w:rsidP="00B73579">
      <w:pPr>
        <w:pStyle w:val="libCenter"/>
      </w:pPr>
      <w:r>
        <w:t>"Oh Akbar, my life is ruined alas</w:t>
      </w:r>
    </w:p>
    <w:p w:rsidR="00B73579" w:rsidRDefault="00B73579" w:rsidP="00B73579">
      <w:pPr>
        <w:pStyle w:val="libCenter"/>
      </w:pPr>
      <w:r>
        <w:t>My back is broken, this pain shall never pass</w:t>
      </w:r>
    </w:p>
    <w:p w:rsidR="00B73579" w:rsidRDefault="00B73579" w:rsidP="00B73579">
      <w:pPr>
        <w:pStyle w:val="libCenter"/>
      </w:pPr>
      <w:r>
        <w:t>It's as though I've lost my Father once again</w:t>
      </w:r>
    </w:p>
    <w:p w:rsidR="00B73579" w:rsidRDefault="00B73579" w:rsidP="00B73579">
      <w:pPr>
        <w:pStyle w:val="libCenter"/>
      </w:pPr>
      <w:r>
        <w:t>Oh the pain, like a knife, cuts right through my heart"</w:t>
      </w:r>
    </w:p>
    <w:p w:rsidR="00B73579" w:rsidRDefault="00B73579" w:rsidP="00B73579">
      <w:pPr>
        <w:pStyle w:val="libCenter"/>
      </w:pPr>
      <w:r>
        <w:t xml:space="preserve">"Condolences to my </w:t>
      </w:r>
      <w:proofErr w:type="gramStart"/>
      <w:r>
        <w:t>Father,</w:t>
      </w:r>
      <w:proofErr w:type="gramEnd"/>
      <w:r>
        <w:t xml:space="preserve"> turn me toward Najaf</w:t>
      </w:r>
    </w:p>
    <w:p w:rsidR="00B73579" w:rsidRDefault="00B73579" w:rsidP="00B73579">
      <w:pPr>
        <w:pStyle w:val="libCenter"/>
      </w:pPr>
      <w:r>
        <w:t>And let go my hands so I can mourn thus"</w:t>
      </w:r>
    </w:p>
    <w:p w:rsidR="00B73579" w:rsidRDefault="00B73579" w:rsidP="00B73579">
      <w:pPr>
        <w:pStyle w:val="libCenter"/>
      </w:pPr>
      <w:r>
        <w:t>Akbar led Husain to His brother's side</w:t>
      </w:r>
    </w:p>
    <w:p w:rsidR="00B73579" w:rsidRDefault="00B73579" w:rsidP="00B73579">
      <w:pPr>
        <w:pStyle w:val="libCenter"/>
      </w:pPr>
      <w:r>
        <w:t xml:space="preserve">And Husain saw that </w:t>
      </w:r>
      <w:proofErr w:type="spellStart"/>
      <w:r>
        <w:t>Abbas</w:t>
      </w:r>
      <w:proofErr w:type="spellEnd"/>
      <w:r>
        <w:t xml:space="preserve"> was ready to die</w:t>
      </w:r>
    </w:p>
    <w:p w:rsidR="00B73579" w:rsidRDefault="00B73579" w:rsidP="00B73579">
      <w:pPr>
        <w:pStyle w:val="libCenter"/>
      </w:pPr>
      <w:r>
        <w:t xml:space="preserve">But hearing Husain's wails, </w:t>
      </w:r>
      <w:proofErr w:type="spellStart"/>
      <w:r>
        <w:t>Abbas</w:t>
      </w:r>
      <w:proofErr w:type="spellEnd"/>
      <w:r>
        <w:t xml:space="preserve"> opened his eyes</w:t>
      </w:r>
    </w:p>
    <w:p w:rsidR="00B73579" w:rsidRDefault="00B73579" w:rsidP="00B73579">
      <w:pPr>
        <w:pStyle w:val="libCenter"/>
      </w:pPr>
      <w:r>
        <w:t>Akbar showed Husain the severed arms by his side</w:t>
      </w:r>
    </w:p>
    <w:p w:rsidR="00B73579" w:rsidRDefault="00B73579" w:rsidP="00B73579">
      <w:pPr>
        <w:pStyle w:val="libCenter"/>
      </w:pPr>
      <w:r>
        <w:t>Seeing the severed arms, Husain fell to the ground</w:t>
      </w:r>
    </w:p>
    <w:p w:rsidR="00B73579" w:rsidRDefault="00B73579" w:rsidP="00B73579">
      <w:pPr>
        <w:pStyle w:val="libCenter"/>
      </w:pPr>
      <w:r>
        <w:t>And hugged His brother, looking helplessly around</w:t>
      </w:r>
    </w:p>
    <w:p w:rsidR="00B73579" w:rsidRDefault="00B73579" w:rsidP="00B73579">
      <w:pPr>
        <w:pStyle w:val="libCenter"/>
      </w:pPr>
      <w:r>
        <w:t xml:space="preserve">And </w:t>
      </w:r>
      <w:proofErr w:type="spellStart"/>
      <w:r>
        <w:t>Abbas</w:t>
      </w:r>
      <w:proofErr w:type="spellEnd"/>
      <w:r>
        <w:t xml:space="preserve"> stirred and opened his eyes</w:t>
      </w:r>
    </w:p>
    <w:p w:rsidR="00B73579" w:rsidRDefault="00B73579" w:rsidP="00B73579">
      <w:pPr>
        <w:pStyle w:val="libCenter"/>
      </w:pPr>
      <w:r>
        <w:t>And cried, "Oh my Lord, have I lost my sight?</w:t>
      </w:r>
    </w:p>
    <w:p w:rsidR="00B73579" w:rsidRDefault="00B73579" w:rsidP="00B73579">
      <w:pPr>
        <w:pStyle w:val="libCenter"/>
      </w:pPr>
      <w:r>
        <w:t xml:space="preserve">Why don't I see you, where are you Oh my </w:t>
      </w:r>
      <w:proofErr w:type="gramStart"/>
      <w:r>
        <w:t>Lord</w:t>
      </w:r>
      <w:proofErr w:type="gramEnd"/>
      <w:r>
        <w:t>”</w:t>
      </w:r>
    </w:p>
    <w:p w:rsidR="00B73579" w:rsidRDefault="00B73579" w:rsidP="00B73579">
      <w:pPr>
        <w:pStyle w:val="libCenter"/>
      </w:pPr>
      <w:r>
        <w:t>Husain said, "My brother in your stead I will die"</w:t>
      </w:r>
    </w:p>
    <w:p w:rsidR="00B73579" w:rsidRDefault="00B73579" w:rsidP="00B73579">
      <w:pPr>
        <w:pStyle w:val="libCenter"/>
      </w:pPr>
      <w:r>
        <w:t>"Look at my plight, as you depart from me</w:t>
      </w:r>
    </w:p>
    <w:p w:rsidR="00B73579" w:rsidRDefault="00B73579" w:rsidP="00B73579">
      <w:pPr>
        <w:pStyle w:val="libCenter"/>
      </w:pPr>
      <w:r>
        <w:t>This parting of brothers, how can it be? "</w:t>
      </w:r>
    </w:p>
    <w:p w:rsidR="00B73579" w:rsidRDefault="00B73579" w:rsidP="00B73579">
      <w:pPr>
        <w:pStyle w:val="libCenter"/>
      </w:pPr>
      <w:r>
        <w:t xml:space="preserve">"Your beloved </w:t>
      </w:r>
      <w:proofErr w:type="spellStart"/>
      <w:r>
        <w:t>Sakina</w:t>
      </w:r>
      <w:proofErr w:type="spellEnd"/>
      <w:r>
        <w:t xml:space="preserve"> waits for you by the camps</w:t>
      </w:r>
    </w:p>
    <w:p w:rsidR="00B73579" w:rsidRDefault="00B73579" w:rsidP="00B73579">
      <w:pPr>
        <w:pStyle w:val="libCenter"/>
      </w:pPr>
      <w:r>
        <w:t>And the thirsty children surround her, holding hands</w:t>
      </w:r>
    </w:p>
    <w:p w:rsidR="00B73579" w:rsidRDefault="00B73579" w:rsidP="00B73579">
      <w:pPr>
        <w:pStyle w:val="libCenter"/>
      </w:pPr>
      <w:r>
        <w:t xml:space="preserve">And </w:t>
      </w:r>
      <w:proofErr w:type="spellStart"/>
      <w:r>
        <w:t>Sakina</w:t>
      </w:r>
      <w:proofErr w:type="spellEnd"/>
      <w:r>
        <w:t xml:space="preserve"> counsels them patience and says</w:t>
      </w:r>
    </w:p>
    <w:p w:rsidR="00B73579" w:rsidRDefault="00B73579" w:rsidP="00B73579">
      <w:pPr>
        <w:pStyle w:val="libCenter"/>
      </w:pPr>
      <w:r>
        <w:t xml:space="preserve">"Look at Ali </w:t>
      </w:r>
      <w:proofErr w:type="spellStart"/>
      <w:r>
        <w:t>Asghar</w:t>
      </w:r>
      <w:proofErr w:type="spellEnd"/>
      <w:r>
        <w:t>, toward the door his glance"</w:t>
      </w:r>
    </w:p>
    <w:p w:rsidR="00B73579" w:rsidRDefault="00B73579" w:rsidP="00B73579">
      <w:pPr>
        <w:pStyle w:val="libCenter"/>
      </w:pPr>
      <w:r>
        <w:t>"For three days there's no water in the camps</w:t>
      </w:r>
    </w:p>
    <w:p w:rsidR="00B73579" w:rsidRDefault="00B73579" w:rsidP="00B73579">
      <w:pPr>
        <w:pStyle w:val="libCenter"/>
      </w:pPr>
      <w:r>
        <w:t xml:space="preserve">My </w:t>
      </w:r>
      <w:proofErr w:type="spellStart"/>
      <w:r>
        <w:t>Ammu</w:t>
      </w:r>
      <w:proofErr w:type="spellEnd"/>
      <w:r>
        <w:t xml:space="preserve"> will come soon from the river banks"</w:t>
      </w:r>
    </w:p>
    <w:p w:rsidR="00B73579" w:rsidRDefault="00B73579" w:rsidP="00B73579">
      <w:pPr>
        <w:pStyle w:val="libCenter"/>
      </w:pPr>
      <w:r>
        <w:t xml:space="preserve">But </w:t>
      </w:r>
      <w:proofErr w:type="spellStart"/>
      <w:r>
        <w:t>Abbas</w:t>
      </w:r>
      <w:proofErr w:type="spellEnd"/>
      <w:r>
        <w:t xml:space="preserve"> answered, "My Imam I depart</w:t>
      </w:r>
    </w:p>
    <w:p w:rsidR="00B73579" w:rsidRDefault="00B73579" w:rsidP="00B73579">
      <w:pPr>
        <w:pStyle w:val="libCenter"/>
      </w:pPr>
      <w:r>
        <w:t>It is my will though that once I've passed</w:t>
      </w:r>
    </w:p>
    <w:p w:rsidR="00B73579" w:rsidRDefault="00B73579" w:rsidP="00B73579">
      <w:pPr>
        <w:pStyle w:val="libCenter"/>
      </w:pPr>
      <w:r>
        <w:t xml:space="preserve">Please leave my body on the shores of </w:t>
      </w:r>
      <w:proofErr w:type="spellStart"/>
      <w:r>
        <w:t>Furat</w:t>
      </w:r>
      <w:proofErr w:type="spellEnd"/>
    </w:p>
    <w:p w:rsidR="00B73579" w:rsidRDefault="00B73579" w:rsidP="00B73579">
      <w:pPr>
        <w:pStyle w:val="libCenter"/>
      </w:pPr>
      <w:r>
        <w:t>Here will be my grave, that's a wish of my heart"</w:t>
      </w:r>
    </w:p>
    <w:p w:rsidR="00B73579" w:rsidRDefault="00B73579" w:rsidP="00B73579">
      <w:pPr>
        <w:pStyle w:val="libCenter"/>
      </w:pPr>
      <w:r>
        <w:t>"Do not carry my body back to the camps</w:t>
      </w:r>
    </w:p>
    <w:p w:rsidR="00B73579" w:rsidRDefault="00B73579" w:rsidP="00B73579">
      <w:pPr>
        <w:pStyle w:val="libCenter"/>
      </w:pPr>
      <w:proofErr w:type="spellStart"/>
      <w:r>
        <w:t>Hyder's</w:t>
      </w:r>
      <w:proofErr w:type="spellEnd"/>
      <w:r>
        <w:t xml:space="preserve"> son will stay forever on the banks."</w:t>
      </w:r>
    </w:p>
    <w:p w:rsidR="00B73579" w:rsidRDefault="00B73579" w:rsidP="00B73579">
      <w:pPr>
        <w:pStyle w:val="libCenter"/>
      </w:pPr>
      <w:r>
        <w:t>"May I make another wish, Oh my beloved Lord?</w:t>
      </w:r>
    </w:p>
    <w:p w:rsidR="00B73579" w:rsidRDefault="00B73579" w:rsidP="00B73579">
      <w:pPr>
        <w:pStyle w:val="libCenter"/>
      </w:pPr>
      <w:r>
        <w:lastRenderedPageBreak/>
        <w:t>I wish the ladies not leave their abode</w:t>
      </w:r>
    </w:p>
    <w:p w:rsidR="00B73579" w:rsidRDefault="00B73579" w:rsidP="00B73579">
      <w:pPr>
        <w:pStyle w:val="libCenter"/>
      </w:pPr>
      <w:r>
        <w:t xml:space="preserve">And </w:t>
      </w:r>
      <w:proofErr w:type="spellStart"/>
      <w:r>
        <w:t>Sakina</w:t>
      </w:r>
      <w:proofErr w:type="spellEnd"/>
      <w:r>
        <w:t xml:space="preserve"> not see my injured body so</w:t>
      </w:r>
    </w:p>
    <w:p w:rsidR="00B73579" w:rsidRDefault="00B73579" w:rsidP="00B73579">
      <w:pPr>
        <w:pStyle w:val="libCenter"/>
      </w:pPr>
      <w:r>
        <w:t>And a last dying wish grant to me my God"</w:t>
      </w:r>
    </w:p>
    <w:p w:rsidR="00B73579" w:rsidRDefault="00B73579" w:rsidP="00B73579">
      <w:pPr>
        <w:pStyle w:val="libCenter"/>
      </w:pPr>
      <w:r>
        <w:t xml:space="preserve">"That your </w:t>
      </w:r>
      <w:proofErr w:type="gramStart"/>
      <w:r>
        <w:t>presence, Oh Imam illumine</w:t>
      </w:r>
      <w:proofErr w:type="gramEnd"/>
      <w:r>
        <w:t xml:space="preserve"> my grave</w:t>
      </w:r>
    </w:p>
    <w:p w:rsidR="00B73579" w:rsidRDefault="00B73579" w:rsidP="00B73579">
      <w:pPr>
        <w:pStyle w:val="libCenter"/>
      </w:pPr>
      <w:r>
        <w:t>And your cloak be my shroud, it's a wish I crave"</w:t>
      </w:r>
    </w:p>
    <w:p w:rsidR="00B73579" w:rsidRDefault="00B73579" w:rsidP="00B73579">
      <w:pPr>
        <w:pStyle w:val="libCenter"/>
      </w:pPr>
      <w:r>
        <w:t xml:space="preserve">So Husain draped </w:t>
      </w:r>
      <w:proofErr w:type="spellStart"/>
      <w:r>
        <w:t>Abbas</w:t>
      </w:r>
      <w:proofErr w:type="spellEnd"/>
      <w:r>
        <w:t xml:space="preserve"> in His cloak</w:t>
      </w:r>
    </w:p>
    <w:p w:rsidR="00B73579" w:rsidRDefault="00B73579" w:rsidP="00B73579">
      <w:pPr>
        <w:pStyle w:val="libCenter"/>
      </w:pPr>
      <w:r>
        <w:t>"Are you happy my brother?" He asked tear soaked</w:t>
      </w:r>
    </w:p>
    <w:p w:rsidR="00B73579" w:rsidRDefault="00B73579" w:rsidP="00B73579">
      <w:pPr>
        <w:pStyle w:val="libCenter"/>
      </w:pPr>
      <w:proofErr w:type="gramStart"/>
      <w:r>
        <w:t>" But</w:t>
      </w:r>
      <w:proofErr w:type="gramEnd"/>
      <w:r>
        <w:t xml:space="preserve"> the army will rob you of this cloak tonight</w:t>
      </w:r>
    </w:p>
    <w:p w:rsidR="00B73579" w:rsidRDefault="00B73579" w:rsidP="00B73579">
      <w:pPr>
        <w:pStyle w:val="libCenter"/>
      </w:pPr>
      <w:r>
        <w:t>You won't have it for long, such is destiny's stroke"</w:t>
      </w:r>
    </w:p>
    <w:p w:rsidR="00B73579" w:rsidRDefault="00B73579" w:rsidP="00B73579">
      <w:pPr>
        <w:pStyle w:val="libCenter"/>
      </w:pPr>
      <w:r>
        <w:t>"The enemy will loot everything tonight</w:t>
      </w:r>
    </w:p>
    <w:p w:rsidR="00B73579" w:rsidRDefault="00B73579" w:rsidP="00B73579">
      <w:pPr>
        <w:pStyle w:val="libCenter"/>
      </w:pPr>
      <w:r>
        <w:t>Without chadors, our women will caulk in daylight"</w:t>
      </w:r>
    </w:p>
    <w:p w:rsidR="00B73579" w:rsidRDefault="00B73579" w:rsidP="00B73579">
      <w:pPr>
        <w:pStyle w:val="libCenter"/>
      </w:pPr>
      <w:r>
        <w:t xml:space="preserve">Hearing this </w:t>
      </w:r>
      <w:proofErr w:type="spellStart"/>
      <w:r>
        <w:t>Abbas</w:t>
      </w:r>
      <w:proofErr w:type="spellEnd"/>
      <w:r>
        <w:t xml:space="preserve"> shuddered and opened his eyes</w:t>
      </w:r>
    </w:p>
    <w:p w:rsidR="00B73579" w:rsidRDefault="00B73579" w:rsidP="00B73579">
      <w:pPr>
        <w:pStyle w:val="libCenter"/>
      </w:pPr>
      <w:r>
        <w:t>On the Imam's feet he rested his sight</w:t>
      </w:r>
    </w:p>
    <w:p w:rsidR="00B73579" w:rsidRDefault="00B73579" w:rsidP="00B73579">
      <w:pPr>
        <w:pStyle w:val="libCenter"/>
      </w:pPr>
      <w:r>
        <w:t>In the throes of death, then he glanced at Husain</w:t>
      </w:r>
    </w:p>
    <w:p w:rsidR="00B73579" w:rsidRDefault="00B73579" w:rsidP="00B73579">
      <w:pPr>
        <w:pStyle w:val="libCenter"/>
      </w:pPr>
      <w:r>
        <w:t>Dread at Husain’s words now in his dying eyes</w:t>
      </w:r>
    </w:p>
    <w:p w:rsidR="00B73579" w:rsidRDefault="00B73579" w:rsidP="00B73579">
      <w:pPr>
        <w:pStyle w:val="libCenter"/>
      </w:pPr>
      <w:r>
        <w:t xml:space="preserve">Then </w:t>
      </w:r>
      <w:proofErr w:type="spellStart"/>
      <w:r>
        <w:t>Abbas</w:t>
      </w:r>
      <w:proofErr w:type="spellEnd"/>
      <w:r>
        <w:t xml:space="preserve"> went still as Husain watched</w:t>
      </w:r>
    </w:p>
    <w:p w:rsidR="00B73579" w:rsidRDefault="00B73579" w:rsidP="00B73579">
      <w:pPr>
        <w:pStyle w:val="libCenter"/>
      </w:pPr>
      <w:r>
        <w:t>A brother lost his life as a brother watched</w:t>
      </w:r>
    </w:p>
    <w:p w:rsidR="00494D4F" w:rsidRDefault="00494D4F" w:rsidP="00D16736">
      <w:pPr>
        <w:pStyle w:val="libNormal"/>
      </w:pPr>
      <w:r>
        <w:br w:type="page"/>
      </w:r>
    </w:p>
    <w:p w:rsidR="00B73579" w:rsidRDefault="00494D4F" w:rsidP="00494D4F">
      <w:pPr>
        <w:pStyle w:val="Heading1Center"/>
      </w:pPr>
      <w:bookmarkStart w:id="24" w:name="_Toc443827499"/>
      <w:proofErr w:type="spellStart"/>
      <w:r>
        <w:lastRenderedPageBreak/>
        <w:t>Marsiya</w:t>
      </w:r>
      <w:proofErr w:type="spellEnd"/>
      <w:r>
        <w:t xml:space="preserve"> n. 8: </w:t>
      </w:r>
      <w:proofErr w:type="gramStart"/>
      <w:r w:rsidR="00B73579">
        <w:t>The</w:t>
      </w:r>
      <w:proofErr w:type="gramEnd"/>
      <w:r w:rsidR="00B73579">
        <w:t xml:space="preserve"> Prophet’s Grandson</w:t>
      </w:r>
      <w:bookmarkEnd w:id="24"/>
    </w:p>
    <w:p w:rsidR="00B73579" w:rsidRDefault="00B73579" w:rsidP="00494D4F">
      <w:pPr>
        <w:pStyle w:val="Heading2Center"/>
      </w:pPr>
      <w:bookmarkStart w:id="25" w:name="_Toc443827500"/>
      <w:r>
        <w:t>The Prophet’s Grandson</w:t>
      </w:r>
      <w:r w:rsidR="00494D4F">
        <w:t xml:space="preserve">: </w:t>
      </w:r>
      <w:r>
        <w:t>Most Revered Imam Husain (‘a)</w:t>
      </w:r>
      <w:bookmarkEnd w:id="25"/>
    </w:p>
    <w:p w:rsidR="00B73579" w:rsidRDefault="00B73579" w:rsidP="005F41BE">
      <w:pPr>
        <w:pStyle w:val="Heading3Center"/>
      </w:pPr>
      <w:bookmarkStart w:id="26" w:name="_Toc443827501"/>
      <w:r>
        <w:t xml:space="preserve">("Jab </w:t>
      </w:r>
      <w:proofErr w:type="spellStart"/>
      <w:r>
        <w:t>qaatema</w:t>
      </w:r>
      <w:proofErr w:type="spellEnd"/>
      <w:r>
        <w:t xml:space="preserve"> </w:t>
      </w:r>
      <w:proofErr w:type="spellStart"/>
      <w:r>
        <w:t>ba</w:t>
      </w:r>
      <w:proofErr w:type="spellEnd"/>
      <w:r>
        <w:t xml:space="preserve"> </w:t>
      </w:r>
      <w:proofErr w:type="spellStart"/>
      <w:r>
        <w:t>qaer</w:t>
      </w:r>
      <w:proofErr w:type="spellEnd"/>
      <w:r>
        <w:t xml:space="preserve"> hue </w:t>
      </w:r>
      <w:proofErr w:type="spellStart"/>
      <w:r>
        <w:t>foj</w:t>
      </w:r>
      <w:proofErr w:type="spellEnd"/>
      <w:r>
        <w:t xml:space="preserve"> a Shah </w:t>
      </w:r>
      <w:proofErr w:type="spellStart"/>
      <w:r>
        <w:t>kaa</w:t>
      </w:r>
      <w:proofErr w:type="spellEnd"/>
      <w:proofErr w:type="gramStart"/>
      <w:r>
        <w:t>" )</w:t>
      </w:r>
      <w:bookmarkEnd w:id="26"/>
      <w:proofErr w:type="gramEnd"/>
    </w:p>
    <w:p w:rsidR="00B73579" w:rsidRDefault="00B73579" w:rsidP="00B73579">
      <w:pPr>
        <w:pStyle w:val="libCenter"/>
      </w:pPr>
      <w:r>
        <w:t>When the army of the Prince was no more</w:t>
      </w:r>
    </w:p>
    <w:p w:rsidR="00B73579" w:rsidRDefault="00B73579" w:rsidP="00B73579">
      <w:pPr>
        <w:pStyle w:val="libCenter"/>
      </w:pPr>
      <w:r>
        <w:t xml:space="preserve">Thirsty, it had departed to </w:t>
      </w:r>
      <w:proofErr w:type="spellStart"/>
      <w:r>
        <w:t>Kausar's</w:t>
      </w:r>
      <w:proofErr w:type="spellEnd"/>
      <w:r>
        <w:t xml:space="preserve"> shores</w:t>
      </w:r>
    </w:p>
    <w:p w:rsidR="00B73579" w:rsidRDefault="00B73579" w:rsidP="00B73579">
      <w:pPr>
        <w:pStyle w:val="libCenter"/>
      </w:pPr>
      <w:r>
        <w:t>His friends murdered, His family destroyed</w:t>
      </w:r>
    </w:p>
    <w:p w:rsidR="00B73579" w:rsidRDefault="00B73579" w:rsidP="00B73579">
      <w:pPr>
        <w:pStyle w:val="libCenter"/>
      </w:pPr>
      <w:r>
        <w:t>The home of the Prophet was plundered to the core</w:t>
      </w:r>
    </w:p>
    <w:p w:rsidR="00B73579" w:rsidRDefault="00B73579" w:rsidP="00B73579">
      <w:pPr>
        <w:pStyle w:val="libCenter"/>
      </w:pPr>
      <w:r>
        <w:t>No brother or friend or loved ones remained</w:t>
      </w:r>
    </w:p>
    <w:p w:rsidR="00B73579" w:rsidRDefault="00B73579" w:rsidP="00B73579">
      <w:pPr>
        <w:pStyle w:val="libCenter"/>
      </w:pPr>
      <w:r>
        <w:t>Two sisters to mourn, and there was Husain</w:t>
      </w:r>
    </w:p>
    <w:p w:rsidR="00B73579" w:rsidRDefault="00B73579" w:rsidP="00B73579">
      <w:pPr>
        <w:pStyle w:val="libCenter"/>
      </w:pPr>
      <w:r>
        <w:t>Earlier in the day, sons and friends were around</w:t>
      </w:r>
    </w:p>
    <w:p w:rsidR="00B73579" w:rsidRDefault="00B73579" w:rsidP="00B73579">
      <w:pPr>
        <w:pStyle w:val="libCenter"/>
      </w:pPr>
      <w:r>
        <w:t>But by the afternoon, everyone was gone</w:t>
      </w:r>
    </w:p>
    <w:p w:rsidR="00B73579" w:rsidRDefault="00B73579" w:rsidP="00B73579">
      <w:pPr>
        <w:pStyle w:val="libCenter"/>
      </w:pPr>
      <w:r>
        <w:t>The sun blazed, wind blew, the desert scorched</w:t>
      </w:r>
    </w:p>
    <w:p w:rsidR="00B73579" w:rsidRDefault="00B73579" w:rsidP="00B73579">
      <w:pPr>
        <w:pStyle w:val="libCenter"/>
      </w:pPr>
      <w:r>
        <w:t>The tents flapped with a desolate sound</w:t>
      </w:r>
    </w:p>
    <w:p w:rsidR="00B73579" w:rsidRDefault="00B73579" w:rsidP="00B73579">
      <w:pPr>
        <w:pStyle w:val="libCenter"/>
      </w:pPr>
      <w:r>
        <w:t>Husain was surrounded, alone in His pain</w:t>
      </w:r>
    </w:p>
    <w:p w:rsidR="00B73579" w:rsidRDefault="00B73579" w:rsidP="00B73579">
      <w:pPr>
        <w:pStyle w:val="libCenter"/>
      </w:pPr>
      <w:r>
        <w:t>A commander but no army, all had been slain</w:t>
      </w:r>
    </w:p>
    <w:p w:rsidR="00B73579" w:rsidRDefault="00B73579" w:rsidP="00B73579">
      <w:pPr>
        <w:pStyle w:val="libCenter"/>
      </w:pPr>
      <w:r>
        <w:t xml:space="preserve">"Why delay </w:t>
      </w:r>
      <w:proofErr w:type="spellStart"/>
      <w:r>
        <w:t>oh</w:t>
      </w:r>
      <w:proofErr w:type="spellEnd"/>
      <w:r>
        <w:t xml:space="preserve"> Death" in misery He asked</w:t>
      </w:r>
    </w:p>
    <w:p w:rsidR="00B73579" w:rsidRDefault="00B73579" w:rsidP="00B73579">
      <w:pPr>
        <w:pStyle w:val="libCenter"/>
      </w:pPr>
      <w:r>
        <w:t>"Why must I live after Alder has passed?</w:t>
      </w:r>
    </w:p>
    <w:p w:rsidR="00B73579" w:rsidRDefault="00B73579" w:rsidP="00B73579">
      <w:pPr>
        <w:pStyle w:val="libCenter"/>
      </w:pPr>
      <w:r>
        <w:t>Every moment feels like a lifetime to me</w:t>
      </w:r>
    </w:p>
    <w:p w:rsidR="00B73579" w:rsidRDefault="00B73579" w:rsidP="00B73579">
      <w:pPr>
        <w:pStyle w:val="libCenter"/>
      </w:pPr>
      <w:r>
        <w:t>Only in Death will my pain pass"</w:t>
      </w:r>
    </w:p>
    <w:p w:rsidR="00B73579" w:rsidRDefault="00B73579" w:rsidP="00B73579">
      <w:pPr>
        <w:pStyle w:val="libCenter"/>
      </w:pPr>
      <w:r>
        <w:t>"I should have died when Akbar was killed</w:t>
      </w:r>
    </w:p>
    <w:p w:rsidR="00B73579" w:rsidRDefault="00B73579" w:rsidP="00B73579">
      <w:pPr>
        <w:pStyle w:val="libCenter"/>
      </w:pPr>
      <w:r>
        <w:t>I should've been beheaded, that is my will"</w:t>
      </w:r>
    </w:p>
    <w:p w:rsidR="00B73579" w:rsidRDefault="00B73579" w:rsidP="00B73579">
      <w:pPr>
        <w:pStyle w:val="libCenter"/>
      </w:pPr>
      <w:r>
        <w:t>"Yet I remain, I live, after everyone has died</w:t>
      </w:r>
    </w:p>
    <w:p w:rsidR="00B73579" w:rsidRDefault="00B73579" w:rsidP="00B73579">
      <w:pPr>
        <w:pStyle w:val="libCenter"/>
      </w:pPr>
      <w:r>
        <w:t>Alone I shed tears with no one by my side</w:t>
      </w:r>
    </w:p>
    <w:p w:rsidR="00B73579" w:rsidRDefault="00B73579" w:rsidP="00B73579">
      <w:pPr>
        <w:pStyle w:val="libCenter"/>
      </w:pPr>
      <w:r>
        <w:t>Enduring the loss of my sons in this war</w:t>
      </w:r>
    </w:p>
    <w:p w:rsidR="00B73579" w:rsidRDefault="00B73579" w:rsidP="00B73579">
      <w:pPr>
        <w:pStyle w:val="libCenter"/>
      </w:pPr>
      <w:r>
        <w:t>In my old age to bury them, to struggle and cry</w:t>
      </w:r>
    </w:p>
    <w:p w:rsidR="00B73579" w:rsidRDefault="00B73579" w:rsidP="00B73579">
      <w:pPr>
        <w:pStyle w:val="libCenter"/>
      </w:pPr>
      <w:r>
        <w:t>"No son by me when I succumb to death</w:t>
      </w:r>
    </w:p>
    <w:p w:rsidR="00B73579" w:rsidRDefault="00B73579" w:rsidP="00B73579">
      <w:pPr>
        <w:pStyle w:val="libCenter"/>
      </w:pPr>
      <w:r>
        <w:t xml:space="preserve">No support if I stumble, no place </w:t>
      </w:r>
      <w:proofErr w:type="spellStart"/>
      <w:r>
        <w:t>whereon</w:t>
      </w:r>
      <w:proofErr w:type="spellEnd"/>
      <w:r>
        <w:t xml:space="preserve"> to rest"</w:t>
      </w:r>
    </w:p>
    <w:p w:rsidR="00B73579" w:rsidRDefault="00B73579" w:rsidP="00B73579">
      <w:pPr>
        <w:pStyle w:val="libCenter"/>
      </w:pPr>
      <w:r>
        <w:t>He glanced at Akbar's body on the desert sand</w:t>
      </w:r>
    </w:p>
    <w:p w:rsidR="00B73579" w:rsidRDefault="00B73579" w:rsidP="00B73579">
      <w:pPr>
        <w:pStyle w:val="libCenter"/>
      </w:pPr>
      <w:r>
        <w:t>He clutched His chest and cried out in pain</w:t>
      </w:r>
    </w:p>
    <w:p w:rsidR="00B73579" w:rsidRDefault="00B73579" w:rsidP="00B73579">
      <w:pPr>
        <w:pStyle w:val="libCenter"/>
      </w:pPr>
      <w:r>
        <w:t>"Oh Akbar you rest, your hair on the dust strewn</w:t>
      </w:r>
    </w:p>
    <w:p w:rsidR="00B73579" w:rsidRDefault="00B73579" w:rsidP="00B73579">
      <w:pPr>
        <w:pStyle w:val="libCenter"/>
      </w:pPr>
      <w:r>
        <w:t>Come help me, I am falling, rise from Death's daze"</w:t>
      </w:r>
    </w:p>
    <w:p w:rsidR="00B73579" w:rsidRDefault="00B73579" w:rsidP="00B73579">
      <w:pPr>
        <w:pStyle w:val="libCenter"/>
      </w:pPr>
      <w:r>
        <w:t>"In Death's slumber you forget your father my son</w:t>
      </w:r>
    </w:p>
    <w:p w:rsidR="00B73579" w:rsidRDefault="00B73579" w:rsidP="00B73579">
      <w:pPr>
        <w:pStyle w:val="libCenter"/>
      </w:pPr>
      <w:r>
        <w:t xml:space="preserve">Say your </w:t>
      </w:r>
      <w:proofErr w:type="spellStart"/>
      <w:r>
        <w:t>Namaz</w:t>
      </w:r>
      <w:proofErr w:type="spellEnd"/>
      <w:r>
        <w:t xml:space="preserve"> (</w:t>
      </w:r>
      <w:proofErr w:type="spellStart"/>
      <w:r>
        <w:t>Salat</w:t>
      </w:r>
      <w:proofErr w:type="spellEnd"/>
      <w:r>
        <w:t>) alongside under the blazing sun"</w:t>
      </w:r>
    </w:p>
    <w:p w:rsidR="00B73579" w:rsidRDefault="00B73579" w:rsidP="00B73579">
      <w:pPr>
        <w:pStyle w:val="libCenter"/>
      </w:pPr>
      <w:r>
        <w:t xml:space="preserve">"From the banks of the </w:t>
      </w:r>
      <w:proofErr w:type="spellStart"/>
      <w:r>
        <w:t>Furat</w:t>
      </w:r>
      <w:proofErr w:type="spellEnd"/>
      <w:r>
        <w:t xml:space="preserve">, </w:t>
      </w:r>
      <w:proofErr w:type="spellStart"/>
      <w:r>
        <w:t>Abbas</w:t>
      </w:r>
      <w:proofErr w:type="spellEnd"/>
      <w:r>
        <w:t xml:space="preserve"> come to me</w:t>
      </w:r>
    </w:p>
    <w:p w:rsidR="00B73579" w:rsidRDefault="00B73579" w:rsidP="00B73579">
      <w:pPr>
        <w:pStyle w:val="libCenter"/>
      </w:pPr>
      <w:r>
        <w:t>My wounds burn with the heat, I'm thirsty, come see</w:t>
      </w:r>
    </w:p>
    <w:p w:rsidR="00B73579" w:rsidRDefault="00B73579" w:rsidP="00B73579">
      <w:pPr>
        <w:pStyle w:val="libCenter"/>
      </w:pPr>
      <w:r>
        <w:t>Sprinkle on my body, water if you can find</w:t>
      </w:r>
    </w:p>
    <w:p w:rsidR="00B73579" w:rsidRDefault="00B73579" w:rsidP="00B73579">
      <w:pPr>
        <w:pStyle w:val="libCenter"/>
      </w:pPr>
      <w:r>
        <w:t xml:space="preserve">I'm dying, say goodbye, come to me, </w:t>
      </w:r>
      <w:proofErr w:type="gramStart"/>
      <w:r>
        <w:t>come</w:t>
      </w:r>
      <w:proofErr w:type="gramEnd"/>
      <w:r>
        <w:t xml:space="preserve"> to me"</w:t>
      </w:r>
    </w:p>
    <w:p w:rsidR="00B73579" w:rsidRDefault="00B73579" w:rsidP="00B73579">
      <w:pPr>
        <w:pStyle w:val="libCenter"/>
      </w:pPr>
      <w:r>
        <w:t xml:space="preserve">"In death you sleep soundly, what can </w:t>
      </w:r>
      <w:proofErr w:type="spellStart"/>
      <w:r>
        <w:t>Shabeer</w:t>
      </w:r>
      <w:proofErr w:type="spellEnd"/>
      <w:r>
        <w:t xml:space="preserve"> say?</w:t>
      </w:r>
    </w:p>
    <w:p w:rsidR="00B73579" w:rsidRDefault="00B73579" w:rsidP="00B73579">
      <w:pPr>
        <w:pStyle w:val="libCenter"/>
      </w:pPr>
      <w:r>
        <w:t>May no one be as wretched as me I pray'</w:t>
      </w:r>
    </w:p>
    <w:p w:rsidR="00B73579" w:rsidRDefault="00B73579" w:rsidP="00B73579">
      <w:pPr>
        <w:pStyle w:val="libCenter"/>
      </w:pPr>
      <w:r>
        <w:t>"Since you've left, every bone inside me hurts</w:t>
      </w:r>
    </w:p>
    <w:p w:rsidR="00B73579" w:rsidRDefault="00B73579" w:rsidP="00B73579">
      <w:pPr>
        <w:pStyle w:val="libCenter"/>
      </w:pPr>
      <w:r>
        <w:t xml:space="preserve">My brow, neck, eyes, my joints, and head </w:t>
      </w:r>
      <w:proofErr w:type="gramStart"/>
      <w:r>
        <w:t>hurts</w:t>
      </w:r>
      <w:proofErr w:type="gramEnd"/>
    </w:p>
    <w:p w:rsidR="00B73579" w:rsidRDefault="00B73579" w:rsidP="00B73579">
      <w:pPr>
        <w:pStyle w:val="libCenter"/>
      </w:pPr>
      <w:r>
        <w:t>My heart, back, chest, every muscle is full of pain</w:t>
      </w:r>
    </w:p>
    <w:p w:rsidR="00B73579" w:rsidRDefault="00B73579" w:rsidP="00B73579">
      <w:pPr>
        <w:pStyle w:val="libCenter"/>
      </w:pPr>
      <w:r>
        <w:t>Distraught I am my son, every vein within me hurts"</w:t>
      </w:r>
    </w:p>
    <w:p w:rsidR="00B73579" w:rsidRDefault="00B73579" w:rsidP="00B73579">
      <w:pPr>
        <w:pStyle w:val="libCenter"/>
      </w:pPr>
      <w:r>
        <w:t>"I've battled a thousand soldiers, I'm soaked in blood</w:t>
      </w:r>
    </w:p>
    <w:p w:rsidR="00B73579" w:rsidRDefault="00B73579" w:rsidP="00B73579">
      <w:pPr>
        <w:pStyle w:val="libCenter"/>
      </w:pPr>
      <w:r>
        <w:t>Young ones I've buried, with pain my heart floods"</w:t>
      </w:r>
    </w:p>
    <w:p w:rsidR="00B73579" w:rsidRDefault="00B73579" w:rsidP="00B73579">
      <w:pPr>
        <w:pStyle w:val="libCenter"/>
      </w:pPr>
      <w:r>
        <w:t xml:space="preserve">Impatiently </w:t>
      </w:r>
      <w:proofErr w:type="spellStart"/>
      <w:r>
        <w:t>Saad's</w:t>
      </w:r>
      <w:proofErr w:type="spellEnd"/>
      <w:r>
        <w:t xml:space="preserve"> son addressed the army thus</w:t>
      </w:r>
    </w:p>
    <w:p w:rsidR="00B73579" w:rsidRDefault="00B73579" w:rsidP="00B73579">
      <w:pPr>
        <w:pStyle w:val="libCenter"/>
      </w:pPr>
      <w:r>
        <w:t>"Come on brave soldiers, surround Husain we must"</w:t>
      </w:r>
    </w:p>
    <w:p w:rsidR="00B73579" w:rsidRDefault="00B73579" w:rsidP="00B73579">
      <w:pPr>
        <w:pStyle w:val="libCenter"/>
      </w:pPr>
      <w:r>
        <w:lastRenderedPageBreak/>
        <w:t>They turned toward Husain, attacked and besieged</w:t>
      </w:r>
    </w:p>
    <w:p w:rsidR="00B73579" w:rsidRDefault="00B73579" w:rsidP="00B73579">
      <w:pPr>
        <w:pStyle w:val="libCenter"/>
      </w:pPr>
      <w:r>
        <w:t>Thousands bearing arrows, armed with swords the rest</w:t>
      </w:r>
    </w:p>
    <w:p w:rsidR="00B73579" w:rsidRDefault="00B73579" w:rsidP="00B73579">
      <w:pPr>
        <w:pStyle w:val="libCenter"/>
      </w:pPr>
      <w:proofErr w:type="gramStart"/>
      <w:r>
        <w:t>midst</w:t>
      </w:r>
      <w:proofErr w:type="gramEnd"/>
      <w:r>
        <w:t xml:space="preserve"> archers, stone throwers, Husain stood alone</w:t>
      </w:r>
    </w:p>
    <w:p w:rsidR="00B73579" w:rsidRDefault="00B73579" w:rsidP="00B73579">
      <w:pPr>
        <w:pStyle w:val="libCenter"/>
      </w:pPr>
      <w:r>
        <w:t>Spears flashed in the sun, thousands against one</w:t>
      </w:r>
    </w:p>
    <w:p w:rsidR="00B73579" w:rsidRDefault="00B73579" w:rsidP="00B73579">
      <w:pPr>
        <w:pStyle w:val="libCenter"/>
      </w:pPr>
      <w:r>
        <w:t>Surrounded by the massive army, all alone</w:t>
      </w:r>
    </w:p>
    <w:p w:rsidR="00B73579" w:rsidRDefault="00B73579" w:rsidP="00B73579">
      <w:pPr>
        <w:pStyle w:val="libCenter"/>
      </w:pPr>
      <w:r>
        <w:t>Spears and swords charged, He stood all alone</w:t>
      </w:r>
    </w:p>
    <w:p w:rsidR="00B73579" w:rsidRDefault="00B73579" w:rsidP="00B73579">
      <w:pPr>
        <w:pStyle w:val="libCenter"/>
      </w:pPr>
      <w:r>
        <w:t>Arrows inflicted fatal blows, Husain was all alone</w:t>
      </w:r>
    </w:p>
    <w:p w:rsidR="00B73579" w:rsidRDefault="00B73579" w:rsidP="00B73579">
      <w:pPr>
        <w:pStyle w:val="libCenter"/>
      </w:pPr>
      <w:r>
        <w:t>Target of a thousand blows, Husain was all alone</w:t>
      </w:r>
    </w:p>
    <w:p w:rsidR="00B73579" w:rsidRDefault="00B73579" w:rsidP="00B73579">
      <w:pPr>
        <w:pStyle w:val="libCenter"/>
      </w:pPr>
      <w:proofErr w:type="gramStart"/>
      <w:r>
        <w:t>in</w:t>
      </w:r>
      <w:proofErr w:type="gramEnd"/>
      <w:r>
        <w:t xml:space="preserve"> the gloom of </w:t>
      </w:r>
      <w:proofErr w:type="spellStart"/>
      <w:r>
        <w:t>Shaam's</w:t>
      </w:r>
      <w:proofErr w:type="spellEnd"/>
      <w:r>
        <w:t xml:space="preserve"> army, like the moon His Being</w:t>
      </w:r>
    </w:p>
    <w:p w:rsidR="00B73579" w:rsidRDefault="00B73579" w:rsidP="00B73579">
      <w:pPr>
        <w:pStyle w:val="libCenter"/>
      </w:pPr>
      <w:proofErr w:type="gramStart"/>
      <w:r>
        <w:t>glowed</w:t>
      </w:r>
      <w:proofErr w:type="gramEnd"/>
    </w:p>
    <w:p w:rsidR="00B73579" w:rsidRDefault="00B73579" w:rsidP="00B73579">
      <w:pPr>
        <w:pStyle w:val="libCenter"/>
      </w:pPr>
      <w:r>
        <w:t>The world had turned against Him, toward Him its fury</w:t>
      </w:r>
    </w:p>
    <w:p w:rsidR="00B73579" w:rsidRDefault="00B73579" w:rsidP="00B73579">
      <w:pPr>
        <w:pStyle w:val="libCenter"/>
      </w:pPr>
      <w:proofErr w:type="gramStart"/>
      <w:r>
        <w:t>flowed</w:t>
      </w:r>
      <w:proofErr w:type="gramEnd"/>
    </w:p>
    <w:p w:rsidR="00B73579" w:rsidRDefault="00B73579" w:rsidP="00B73579">
      <w:pPr>
        <w:pStyle w:val="libCenter"/>
      </w:pPr>
      <w:r>
        <w:t xml:space="preserve">Alas the wretched army knew not a </w:t>
      </w:r>
      <w:proofErr w:type="spellStart"/>
      <w:r>
        <w:t>Sayyid's</w:t>
      </w:r>
      <w:proofErr w:type="spellEnd"/>
      <w:r>
        <w:t xml:space="preserve"> worth</w:t>
      </w:r>
    </w:p>
    <w:p w:rsidR="00B73579" w:rsidRDefault="00B73579" w:rsidP="00B73579">
      <w:pPr>
        <w:pStyle w:val="libCenter"/>
      </w:pPr>
      <w:r>
        <w:t>They pierced His noble body with arrows and spears</w:t>
      </w:r>
    </w:p>
    <w:p w:rsidR="00B73579" w:rsidRDefault="00B73579" w:rsidP="00B73579">
      <w:pPr>
        <w:pStyle w:val="libCenter"/>
      </w:pPr>
      <w:r>
        <w:t>Aiming at Him their swords, they sought to massacre Him</w:t>
      </w:r>
    </w:p>
    <w:p w:rsidR="00B73579" w:rsidRDefault="00B73579" w:rsidP="00B73579">
      <w:pPr>
        <w:pStyle w:val="libCenter"/>
      </w:pPr>
      <w:r>
        <w:t>They circled, surrounded Him, each seeking to kill him first</w:t>
      </w:r>
    </w:p>
    <w:p w:rsidR="00B73579" w:rsidRDefault="00B73579" w:rsidP="00B73579">
      <w:pPr>
        <w:pStyle w:val="libCenter"/>
      </w:pPr>
      <w:r>
        <w:t>These were the Prophet's followers, they attacked His own</w:t>
      </w:r>
    </w:p>
    <w:p w:rsidR="00B73579" w:rsidRDefault="00B73579" w:rsidP="00B73579">
      <w:pPr>
        <w:pStyle w:val="libCenter"/>
      </w:pPr>
      <w:r>
        <w:t>Grandson</w:t>
      </w:r>
    </w:p>
    <w:p w:rsidR="00B73579" w:rsidRDefault="00B73579" w:rsidP="00B73579">
      <w:pPr>
        <w:pStyle w:val="libCenter"/>
      </w:pPr>
      <w:r>
        <w:t>Your Imam was unaided under the scorching sun</w:t>
      </w:r>
    </w:p>
    <w:p w:rsidR="00B73579" w:rsidRDefault="00B73579" w:rsidP="00B73579">
      <w:pPr>
        <w:pStyle w:val="libCenter"/>
      </w:pPr>
      <w:r>
        <w:t>Husain fell from His horse, no friend to aid His descent</w:t>
      </w:r>
    </w:p>
    <w:p w:rsidR="00B73579" w:rsidRDefault="00B73579" w:rsidP="00B73579">
      <w:pPr>
        <w:pStyle w:val="libCenter"/>
      </w:pPr>
      <w:r>
        <w:t>No one to pull the arrows from His riddled chest</w:t>
      </w:r>
    </w:p>
    <w:p w:rsidR="00B73579" w:rsidRDefault="00B73579" w:rsidP="00B73579">
      <w:pPr>
        <w:pStyle w:val="libCenter"/>
      </w:pPr>
      <w:r>
        <w:t>His friends and loved ones dead, Husain now all alone</w:t>
      </w:r>
    </w:p>
    <w:p w:rsidR="00B73579" w:rsidRDefault="00B73579" w:rsidP="00B73579">
      <w:pPr>
        <w:pStyle w:val="libCenter"/>
      </w:pPr>
      <w:r>
        <w:t>Weak with thirst and hunger, nowhere to go, no rest</w:t>
      </w:r>
    </w:p>
    <w:p w:rsidR="00B73579" w:rsidRDefault="00B73579" w:rsidP="00B73579">
      <w:pPr>
        <w:pStyle w:val="libCenter"/>
      </w:pPr>
      <w:r>
        <w:t>Facing a treacherous army, drowning in their flood</w:t>
      </w:r>
    </w:p>
    <w:p w:rsidR="00B73579" w:rsidRDefault="00B73579" w:rsidP="00B73579">
      <w:pPr>
        <w:pStyle w:val="libCenter"/>
      </w:pPr>
      <w:proofErr w:type="gramStart"/>
      <w:r>
        <w:t>in</w:t>
      </w:r>
      <w:proofErr w:type="gramEnd"/>
      <w:r>
        <w:t xml:space="preserve"> every face around Him, a hunger to spill His blood</w:t>
      </w:r>
    </w:p>
    <w:p w:rsidR="00B73579" w:rsidRDefault="00B73579" w:rsidP="00B73579">
      <w:pPr>
        <w:pStyle w:val="libCenter"/>
      </w:pPr>
      <w:r>
        <w:t>It felt as though the heavens fell to the earth that day</w:t>
      </w:r>
    </w:p>
    <w:p w:rsidR="00B73579" w:rsidRDefault="00B73579" w:rsidP="00B73579">
      <w:pPr>
        <w:pStyle w:val="libCenter"/>
      </w:pPr>
      <w:r>
        <w:t>Wounded the son of Fatima, on His horse swayed</w:t>
      </w:r>
    </w:p>
    <w:p w:rsidR="00B73579" w:rsidRDefault="00B73579" w:rsidP="00B73579">
      <w:pPr>
        <w:pStyle w:val="libCenter"/>
      </w:pPr>
      <w:r>
        <w:t>The in um of the universe, the Prophet's dear Grandson</w:t>
      </w:r>
    </w:p>
    <w:p w:rsidR="00B73579" w:rsidRDefault="00B73579" w:rsidP="00B73579">
      <w:pPr>
        <w:pStyle w:val="libCenter"/>
      </w:pPr>
      <w:r>
        <w:t>Precariously He swayed and fell to the earth that day</w:t>
      </w:r>
    </w:p>
    <w:p w:rsidR="00B73579" w:rsidRDefault="00B73579" w:rsidP="00B73579">
      <w:pPr>
        <w:pStyle w:val="libCenter"/>
      </w:pPr>
      <w:r>
        <w:t>Oh the thousand bruises on His body as He fell!</w:t>
      </w:r>
    </w:p>
    <w:p w:rsidR="00B73579" w:rsidRDefault="00B73579" w:rsidP="00B73579">
      <w:pPr>
        <w:pStyle w:val="libCenter"/>
      </w:pPr>
      <w:r>
        <w:t>Imagine the pain and hurt when to the sands He fell!</w:t>
      </w:r>
    </w:p>
    <w:p w:rsidR="00B73579" w:rsidRDefault="00B73579" w:rsidP="00B73579">
      <w:pPr>
        <w:pStyle w:val="libCenter"/>
      </w:pPr>
      <w:proofErr w:type="spellStart"/>
      <w:r>
        <w:t>Fizza</w:t>
      </w:r>
      <w:proofErr w:type="spellEnd"/>
      <w:r>
        <w:t xml:space="preserve"> took the news to the ladies within</w:t>
      </w:r>
    </w:p>
    <w:p w:rsidR="00B73579" w:rsidRDefault="00B73579" w:rsidP="00B73579">
      <w:pPr>
        <w:pStyle w:val="libCenter"/>
      </w:pPr>
      <w:r>
        <w:t>"The Imam is surrounded Oh what a sin"</w:t>
      </w:r>
    </w:p>
    <w:p w:rsidR="00B73579" w:rsidRDefault="00B73579" w:rsidP="00B73579">
      <w:pPr>
        <w:pStyle w:val="libCenter"/>
      </w:pPr>
      <w:r>
        <w:t xml:space="preserve">Hearing this </w:t>
      </w:r>
      <w:proofErr w:type="spellStart"/>
      <w:r>
        <w:t>Abid</w:t>
      </w:r>
      <w:proofErr w:type="spellEnd"/>
      <w:r>
        <w:t xml:space="preserve"> stood up from his bed and fell</w:t>
      </w:r>
    </w:p>
    <w:p w:rsidR="00B73579" w:rsidRDefault="00B73579" w:rsidP="00B73579">
      <w:pPr>
        <w:pStyle w:val="libCenter"/>
      </w:pPr>
      <w:proofErr w:type="gramStart"/>
      <w:r>
        <w:t>in</w:t>
      </w:r>
      <w:proofErr w:type="gramEnd"/>
      <w:r>
        <w:t xml:space="preserve"> panic the ladies ran out into the din</w:t>
      </w:r>
    </w:p>
    <w:p w:rsidR="00B73579" w:rsidRDefault="00B73579" w:rsidP="00B73579">
      <w:pPr>
        <w:pStyle w:val="libCenter"/>
      </w:pPr>
      <w:r>
        <w:t xml:space="preserve">With </w:t>
      </w:r>
      <w:proofErr w:type="spellStart"/>
      <w:r>
        <w:t>Zainab's</w:t>
      </w:r>
      <w:proofErr w:type="spellEnd"/>
      <w:r>
        <w:t xml:space="preserve"> cries heaven and earth quaked</w:t>
      </w:r>
    </w:p>
    <w:p w:rsidR="00B73579" w:rsidRDefault="00B73579" w:rsidP="00B73579">
      <w:pPr>
        <w:pStyle w:val="libCenter"/>
      </w:pPr>
      <w:r>
        <w:t>Stumbling she ran into the field, her eyes seeking Husain</w:t>
      </w:r>
    </w:p>
    <w:p w:rsidR="00B73579" w:rsidRDefault="00B73579" w:rsidP="00B73579">
      <w:pPr>
        <w:pStyle w:val="libCenter"/>
      </w:pPr>
      <w:proofErr w:type="gramStart"/>
      <w:r>
        <w:t>" Where</w:t>
      </w:r>
      <w:proofErr w:type="gramEnd"/>
      <w:r>
        <w:t xml:space="preserve"> is my brother? " She cried, running every way</w:t>
      </w:r>
    </w:p>
    <w:p w:rsidR="00B73579" w:rsidRDefault="00B73579" w:rsidP="00B73579">
      <w:pPr>
        <w:pStyle w:val="libCenter"/>
      </w:pPr>
      <w:r>
        <w:t>"All's wealth is lost, plundered here today</w:t>
      </w:r>
    </w:p>
    <w:p w:rsidR="00B73579" w:rsidRDefault="00B73579" w:rsidP="00B73579">
      <w:pPr>
        <w:pStyle w:val="libCenter"/>
      </w:pPr>
      <w:r>
        <w:t>Show me the way to the river, take me to the battlefield</w:t>
      </w:r>
    </w:p>
    <w:p w:rsidR="00B73579" w:rsidRDefault="00B73579" w:rsidP="00B73579">
      <w:pPr>
        <w:pStyle w:val="libCenter"/>
      </w:pPr>
      <w:r>
        <w:t>Show me where my Brother lies, wounded, show me pray'</w:t>
      </w:r>
    </w:p>
    <w:p w:rsidR="00B73579" w:rsidRDefault="00B73579" w:rsidP="00B73579">
      <w:pPr>
        <w:pStyle w:val="libCenter"/>
      </w:pPr>
      <w:r>
        <w:t xml:space="preserve">"The heavens are no </w:t>
      </w:r>
      <w:proofErr w:type="gramStart"/>
      <w:r>
        <w:t>help,</w:t>
      </w:r>
      <w:proofErr w:type="gramEnd"/>
      <w:r>
        <w:t xml:space="preserve"> let me pass Oh blessed earth</w:t>
      </w:r>
    </w:p>
    <w:p w:rsidR="00B73579" w:rsidRDefault="00B73579" w:rsidP="00B73579">
      <w:pPr>
        <w:pStyle w:val="libCenter"/>
      </w:pPr>
      <w:r>
        <w:t>I've come searching for Husain, wounded, alone, He hurts"</w:t>
      </w:r>
    </w:p>
    <w:p w:rsidR="00B73579" w:rsidRDefault="00B73579" w:rsidP="00B73579">
      <w:pPr>
        <w:pStyle w:val="libCenter"/>
      </w:pPr>
      <w:r>
        <w:t xml:space="preserve">"I'm </w:t>
      </w:r>
      <w:proofErr w:type="spellStart"/>
      <w:r>
        <w:t>Syeda</w:t>
      </w:r>
      <w:proofErr w:type="spellEnd"/>
      <w:r>
        <w:t xml:space="preserve"> have mercy, help me find the way to Him</w:t>
      </w:r>
    </w:p>
    <w:p w:rsidR="00B73579" w:rsidRDefault="00B73579" w:rsidP="00B73579">
      <w:pPr>
        <w:pStyle w:val="libCenter"/>
      </w:pPr>
      <w:r>
        <w:t>I'm Ali's daughter help me, save yourself from sin</w:t>
      </w:r>
    </w:p>
    <w:p w:rsidR="00B73579" w:rsidRDefault="00B73579" w:rsidP="00B73579">
      <w:pPr>
        <w:pStyle w:val="libCenter"/>
      </w:pPr>
      <w:r>
        <w:t xml:space="preserve">May you live happily, find peace after </w:t>
      </w:r>
      <w:proofErr w:type="gramStart"/>
      <w:r>
        <w:t>death</w:t>
      </w:r>
      <w:proofErr w:type="gramEnd"/>
    </w:p>
    <w:p w:rsidR="00B73579" w:rsidRDefault="00B73579" w:rsidP="00B73579">
      <w:pPr>
        <w:pStyle w:val="libCenter"/>
      </w:pPr>
      <w:r>
        <w:t xml:space="preserve">Show me where the </w:t>
      </w:r>
      <w:proofErr w:type="spellStart"/>
      <w:r>
        <w:t>Sayyid</w:t>
      </w:r>
      <w:proofErr w:type="spellEnd"/>
      <w:r>
        <w:t xml:space="preserve"> lies, pray take me to Him"</w:t>
      </w:r>
    </w:p>
    <w:p w:rsidR="00B73579" w:rsidRDefault="00B73579" w:rsidP="00B73579">
      <w:pPr>
        <w:pStyle w:val="libCenter"/>
      </w:pPr>
      <w:r>
        <w:t xml:space="preserve">"We've lost </w:t>
      </w:r>
      <w:proofErr w:type="gramStart"/>
      <w:r>
        <w:t>everyone,</w:t>
      </w:r>
      <w:proofErr w:type="gramEnd"/>
      <w:r>
        <w:t xml:space="preserve"> we're ruined in this new land</w:t>
      </w:r>
    </w:p>
    <w:p w:rsidR="00B73579" w:rsidRDefault="00B73579" w:rsidP="00B73579">
      <w:pPr>
        <w:pStyle w:val="libCenter"/>
      </w:pPr>
      <w:r>
        <w:lastRenderedPageBreak/>
        <w:t>We're residents of Medina, against thousands today we</w:t>
      </w:r>
    </w:p>
    <w:p w:rsidR="00B73579" w:rsidRDefault="00B73579" w:rsidP="00B73579">
      <w:pPr>
        <w:pStyle w:val="libCenter"/>
      </w:pPr>
      <w:proofErr w:type="gramStart"/>
      <w:r>
        <w:t>stand</w:t>
      </w:r>
      <w:proofErr w:type="gramEnd"/>
      <w:r>
        <w:t>"</w:t>
      </w:r>
    </w:p>
    <w:p w:rsidR="00B73579" w:rsidRDefault="00B73579" w:rsidP="00B73579">
      <w:pPr>
        <w:pStyle w:val="libCenter"/>
      </w:pPr>
      <w:r>
        <w:t>Then she heard Husain's groans, sensed her Brother near</w:t>
      </w:r>
    </w:p>
    <w:p w:rsidR="00B73579" w:rsidRDefault="00B73579" w:rsidP="00B73579">
      <w:pPr>
        <w:pStyle w:val="libCenter"/>
      </w:pPr>
      <w:r>
        <w:t xml:space="preserve">And </w:t>
      </w:r>
      <w:proofErr w:type="spellStart"/>
      <w:r>
        <w:t>Zainab</w:t>
      </w:r>
      <w:proofErr w:type="spellEnd"/>
      <w:r>
        <w:t xml:space="preserve"> ran to where a the sound came clear</w:t>
      </w:r>
    </w:p>
    <w:p w:rsidR="00B73579" w:rsidRDefault="00B73579" w:rsidP="00B73579">
      <w:pPr>
        <w:pStyle w:val="libCenter"/>
      </w:pPr>
      <w:r>
        <w:t xml:space="preserve">She watched in disbelief as </w:t>
      </w:r>
      <w:proofErr w:type="spellStart"/>
      <w:r>
        <w:t>Shimer</w:t>
      </w:r>
      <w:proofErr w:type="spellEnd"/>
      <w:r>
        <w:t xml:space="preserve"> beheaded Husain</w:t>
      </w:r>
    </w:p>
    <w:p w:rsidR="00B73579" w:rsidRDefault="00B73579" w:rsidP="00B73579">
      <w:pPr>
        <w:pStyle w:val="libCenter"/>
      </w:pPr>
      <w:r>
        <w:t xml:space="preserve">She covered her </w:t>
      </w:r>
      <w:proofErr w:type="gramStart"/>
      <w:r>
        <w:t>face,</w:t>
      </w:r>
      <w:proofErr w:type="gramEnd"/>
      <w:r>
        <w:t xml:space="preserve"> fell to the earth, in shock and fear</w:t>
      </w:r>
    </w:p>
    <w:p w:rsidR="00B73579" w:rsidRDefault="00B73579" w:rsidP="00B73579">
      <w:pPr>
        <w:pStyle w:val="libCenter"/>
      </w:pPr>
      <w:r>
        <w:t>With grief her heart shattered, she silently prayed</w:t>
      </w:r>
    </w:p>
    <w:p w:rsidR="00B73579" w:rsidRDefault="00B73579" w:rsidP="00B73579">
      <w:pPr>
        <w:pStyle w:val="libCenter"/>
      </w:pPr>
      <w:r>
        <w:t>The severed head of her Brother, she saw on a spear raised.</w:t>
      </w:r>
    </w:p>
    <w:p w:rsidR="00494D4F" w:rsidRDefault="00494D4F" w:rsidP="00D16736">
      <w:pPr>
        <w:pStyle w:val="libNormal"/>
      </w:pPr>
      <w:r>
        <w:br w:type="page"/>
      </w:r>
    </w:p>
    <w:p w:rsidR="00B73579" w:rsidRDefault="00494D4F" w:rsidP="005F41BE">
      <w:pPr>
        <w:pStyle w:val="Heading1Center"/>
      </w:pPr>
      <w:bookmarkStart w:id="27" w:name="_Toc443827502"/>
      <w:proofErr w:type="spellStart"/>
      <w:r>
        <w:lastRenderedPageBreak/>
        <w:t>Marsiya</w:t>
      </w:r>
      <w:proofErr w:type="spellEnd"/>
      <w:r>
        <w:t xml:space="preserve"> n. 9: </w:t>
      </w:r>
      <w:r w:rsidR="00B73579">
        <w:t xml:space="preserve">A Visit to </w:t>
      </w:r>
      <w:r w:rsidR="00B73579" w:rsidRPr="005F41BE">
        <w:t>the</w:t>
      </w:r>
      <w:r w:rsidR="00B73579">
        <w:t xml:space="preserve"> Prisoners of War</w:t>
      </w:r>
      <w:bookmarkEnd w:id="27"/>
    </w:p>
    <w:p w:rsidR="00B73579" w:rsidRDefault="00B73579" w:rsidP="005F41BE">
      <w:pPr>
        <w:pStyle w:val="Heading2Center"/>
      </w:pPr>
      <w:bookmarkStart w:id="28" w:name="_Toc443827503"/>
      <w:r>
        <w:t xml:space="preserve">Hind, Wife of the Cursed </w:t>
      </w:r>
      <w:proofErr w:type="spellStart"/>
      <w:r>
        <w:t>Yazid</w:t>
      </w:r>
      <w:proofErr w:type="spellEnd"/>
      <w:r w:rsidR="00494D4F">
        <w:t xml:space="preserve"> </w:t>
      </w:r>
      <w:r>
        <w:t>Visits the Prisoners of War</w:t>
      </w:r>
      <w:bookmarkEnd w:id="28"/>
    </w:p>
    <w:p w:rsidR="00B73579" w:rsidRDefault="00B73579" w:rsidP="005F41BE">
      <w:pPr>
        <w:pStyle w:val="Heading3Center"/>
      </w:pPr>
      <w:bookmarkStart w:id="29" w:name="_Toc443827504"/>
      <w:r>
        <w:t xml:space="preserve">(" </w:t>
      </w:r>
      <w:proofErr w:type="spellStart"/>
      <w:r>
        <w:t>Qaid</w:t>
      </w:r>
      <w:proofErr w:type="spellEnd"/>
      <w:r>
        <w:t xml:space="preserve"> </w:t>
      </w:r>
      <w:proofErr w:type="spellStart"/>
      <w:r>
        <w:t>qaane</w:t>
      </w:r>
      <w:proofErr w:type="spellEnd"/>
      <w:r>
        <w:t xml:space="preserve"> </w:t>
      </w:r>
      <w:proofErr w:type="spellStart"/>
      <w:r>
        <w:t>mein</w:t>
      </w:r>
      <w:proofErr w:type="spellEnd"/>
      <w:r>
        <w:t xml:space="preserve"> </w:t>
      </w:r>
      <w:proofErr w:type="spellStart"/>
      <w:r>
        <w:t>talatum</w:t>
      </w:r>
      <w:proofErr w:type="spellEnd"/>
      <w:r>
        <w:t xml:space="preserve"> </w:t>
      </w:r>
      <w:proofErr w:type="spellStart"/>
      <w:r>
        <w:t>hai</w:t>
      </w:r>
      <w:proofErr w:type="spellEnd"/>
      <w:r>
        <w:t xml:space="preserve"> </w:t>
      </w:r>
      <w:proofErr w:type="spellStart"/>
      <w:r>
        <w:t>ke</w:t>
      </w:r>
      <w:proofErr w:type="spellEnd"/>
      <w:r>
        <w:t xml:space="preserve"> Hind </w:t>
      </w:r>
      <w:proofErr w:type="spellStart"/>
      <w:r>
        <w:t>aatee</w:t>
      </w:r>
      <w:proofErr w:type="spellEnd"/>
      <w:r>
        <w:t xml:space="preserve"> </w:t>
      </w:r>
      <w:proofErr w:type="spellStart"/>
      <w:r>
        <w:t>hai</w:t>
      </w:r>
      <w:proofErr w:type="spellEnd"/>
      <w:proofErr w:type="gramStart"/>
      <w:r>
        <w:t>" )</w:t>
      </w:r>
      <w:bookmarkEnd w:id="29"/>
      <w:proofErr w:type="gramEnd"/>
    </w:p>
    <w:p w:rsidR="00B73579" w:rsidRDefault="00B73579" w:rsidP="00B73579">
      <w:pPr>
        <w:pStyle w:val="libCenter"/>
      </w:pPr>
      <w:r>
        <w:t>The prisoners are informed that Hind is on her way</w:t>
      </w:r>
    </w:p>
    <w:p w:rsidR="00B73579" w:rsidRDefault="00B73579" w:rsidP="00B73579">
      <w:pPr>
        <w:pStyle w:val="libCenter"/>
      </w:pPr>
      <w:r>
        <w:t xml:space="preserve">Beset with humiliation is </w:t>
      </w:r>
      <w:proofErr w:type="spellStart"/>
      <w:r>
        <w:t>Zainab's</w:t>
      </w:r>
      <w:proofErr w:type="spellEnd"/>
      <w:r>
        <w:t xml:space="preserve"> state</w:t>
      </w:r>
    </w:p>
    <w:p w:rsidR="00B73579" w:rsidRDefault="00B73579" w:rsidP="00B73579">
      <w:pPr>
        <w:pStyle w:val="libCenter"/>
      </w:pPr>
      <w:r>
        <w:t>Agitated, distraught, embarrassed, distressed</w:t>
      </w:r>
    </w:p>
    <w:p w:rsidR="00B73579" w:rsidRDefault="00B73579" w:rsidP="00B73579">
      <w:pPr>
        <w:pStyle w:val="libCenter"/>
      </w:pPr>
      <w:r>
        <w:t>Beside herself with grief, she cries out her prayers</w:t>
      </w:r>
    </w:p>
    <w:p w:rsidR="00B73579" w:rsidRDefault="00B73579" w:rsidP="00B73579">
      <w:pPr>
        <w:pStyle w:val="libCenter"/>
      </w:pPr>
      <w:r>
        <w:t>"Unyielding the earth, distant the sky</w:t>
      </w:r>
    </w:p>
    <w:p w:rsidR="00B73579" w:rsidRDefault="00B73579" w:rsidP="00B73579">
      <w:pPr>
        <w:pStyle w:val="libCenter"/>
      </w:pPr>
      <w:r>
        <w:t>Come pray Oh ladies that I rather die"</w:t>
      </w:r>
    </w:p>
    <w:p w:rsidR="00B73579" w:rsidRDefault="00B73579" w:rsidP="00B73579">
      <w:pPr>
        <w:pStyle w:val="libCenter"/>
      </w:pPr>
      <w:r>
        <w:t xml:space="preserve">"What must I do now in this moment of </w:t>
      </w:r>
      <w:proofErr w:type="gramStart"/>
      <w:r>
        <w:t>sham</w:t>
      </w:r>
      <w:proofErr w:type="gramEnd"/>
    </w:p>
    <w:p w:rsidR="00B73579" w:rsidRDefault="00B73579" w:rsidP="00B73579">
      <w:pPr>
        <w:pStyle w:val="libCenter"/>
      </w:pPr>
      <w:r>
        <w:t>Save me from humiliation in Akbar's name</w:t>
      </w:r>
    </w:p>
    <w:p w:rsidR="00B73579" w:rsidRDefault="00B73579" w:rsidP="00B73579">
      <w:pPr>
        <w:pStyle w:val="libCenter"/>
      </w:pPr>
      <w:r>
        <w:t xml:space="preserve">Make a circle around </w:t>
      </w:r>
      <w:proofErr w:type="gramStart"/>
      <w:r>
        <w:t>me,</w:t>
      </w:r>
      <w:proofErr w:type="gramEnd"/>
      <w:r>
        <w:t xml:space="preserve"> conceal me in your midst</w:t>
      </w:r>
    </w:p>
    <w:p w:rsidR="00B73579" w:rsidRDefault="00B73579" w:rsidP="00B73579">
      <w:pPr>
        <w:pStyle w:val="libCenter"/>
      </w:pPr>
      <w:r>
        <w:t>Hide me in a corner, away from such disdain"</w:t>
      </w:r>
    </w:p>
    <w:p w:rsidR="00B73579" w:rsidRDefault="00B73579" w:rsidP="00B73579">
      <w:pPr>
        <w:pStyle w:val="libCenter"/>
      </w:pPr>
      <w:r>
        <w:t>"I'm bare headed, no chador, hide me you must</w:t>
      </w:r>
    </w:p>
    <w:p w:rsidR="00B73579" w:rsidRDefault="00B73579" w:rsidP="00B73579">
      <w:pPr>
        <w:pStyle w:val="libCenter"/>
      </w:pPr>
      <w:r>
        <w:t>Hind is coming, cover me with the prison's dust"</w:t>
      </w:r>
    </w:p>
    <w:p w:rsidR="00B73579" w:rsidRDefault="00B73579" w:rsidP="00B73579">
      <w:pPr>
        <w:pStyle w:val="libCenter"/>
      </w:pPr>
      <w:r>
        <w:t>"At Hind's arrival, why mustn't I be dismayed?</w:t>
      </w:r>
    </w:p>
    <w:p w:rsidR="00B73579" w:rsidRDefault="00B73579" w:rsidP="00B73579">
      <w:pPr>
        <w:pStyle w:val="libCenter"/>
      </w:pPr>
      <w:r>
        <w:t>I'm the daughter of Ali, now in prison I stay</w:t>
      </w:r>
    </w:p>
    <w:p w:rsidR="00B73579" w:rsidRDefault="00B73579" w:rsidP="00B73579">
      <w:pPr>
        <w:pStyle w:val="libCenter"/>
      </w:pPr>
      <w:r>
        <w:t>The prison walls I wish would part, wrap me within</w:t>
      </w:r>
    </w:p>
    <w:p w:rsidR="00B73579" w:rsidRDefault="00B73579" w:rsidP="00B73579">
      <w:pPr>
        <w:pStyle w:val="libCenter"/>
      </w:pPr>
      <w:r>
        <w:t>Or escape to Karbala, where my dear Brother lays"</w:t>
      </w:r>
    </w:p>
    <w:p w:rsidR="00B73579" w:rsidRDefault="00B73579" w:rsidP="00B73579">
      <w:pPr>
        <w:pStyle w:val="libCenter"/>
      </w:pPr>
      <w:r>
        <w:t>"In the desert of Karbala, I will feel no disgrace</w:t>
      </w:r>
    </w:p>
    <w:p w:rsidR="00B73579" w:rsidRDefault="00B73579" w:rsidP="00B73579">
      <w:pPr>
        <w:pStyle w:val="libCenter"/>
      </w:pPr>
      <w:proofErr w:type="gramStart"/>
      <w:r>
        <w:t>Un</w:t>
      </w:r>
      <w:proofErr w:type="gramEnd"/>
      <w:r>
        <w:t xml:space="preserve"> shrouded is my Brother, uncovered my face"</w:t>
      </w:r>
    </w:p>
    <w:p w:rsidR="00B73579" w:rsidRDefault="00B73579" w:rsidP="00B73579">
      <w:pPr>
        <w:pStyle w:val="libCenter"/>
      </w:pPr>
      <w:r>
        <w:t xml:space="preserve">Then </w:t>
      </w:r>
      <w:proofErr w:type="spellStart"/>
      <w:r>
        <w:t>Fizza</w:t>
      </w:r>
      <w:proofErr w:type="spellEnd"/>
      <w:r>
        <w:t xml:space="preserve"> cried out "My Lady, I see her now'</w:t>
      </w:r>
    </w:p>
    <w:p w:rsidR="00B73579" w:rsidRDefault="00B73579" w:rsidP="00B73579">
      <w:pPr>
        <w:pStyle w:val="libCenter"/>
      </w:pPr>
      <w:r>
        <w:t>"With glory and fanfare Hind comes, people bow</w:t>
      </w:r>
    </w:p>
    <w:p w:rsidR="00B73579" w:rsidRDefault="00B73579" w:rsidP="00B73579">
      <w:pPr>
        <w:pStyle w:val="libCenter"/>
      </w:pPr>
      <w:r>
        <w:t>Her maids in chador, yet Hind's head is bare</w:t>
      </w:r>
    </w:p>
    <w:p w:rsidR="00B73579" w:rsidRDefault="00B73579" w:rsidP="00B73579">
      <w:pPr>
        <w:pStyle w:val="libCenter"/>
      </w:pPr>
      <w:r>
        <w:t>Accompanied by guards, the trumpets play loud"</w:t>
      </w:r>
    </w:p>
    <w:p w:rsidR="00B73579" w:rsidRDefault="00B73579" w:rsidP="00B73579">
      <w:pPr>
        <w:pStyle w:val="libCenter"/>
      </w:pPr>
      <w:r>
        <w:t>"Her pace is unhurried, she pauses often times</w:t>
      </w:r>
    </w:p>
    <w:p w:rsidR="00B73579" w:rsidRDefault="00B73579" w:rsidP="00B73579">
      <w:pPr>
        <w:pStyle w:val="libCenter"/>
      </w:pPr>
      <w:r>
        <w:t>Frequently she stops to weep at the prison sights"</w:t>
      </w:r>
    </w:p>
    <w:p w:rsidR="00B73579" w:rsidRDefault="00B73579" w:rsidP="00B73579">
      <w:pPr>
        <w:pStyle w:val="libCenter"/>
      </w:pPr>
      <w:r>
        <w:t>Hind cries "At the prisoners' sobs, I'm distraught"</w:t>
      </w:r>
    </w:p>
    <w:p w:rsidR="00B73579" w:rsidRDefault="00B73579" w:rsidP="00B73579">
      <w:pPr>
        <w:pStyle w:val="libCenter"/>
      </w:pPr>
      <w:r>
        <w:t>"Their wails of `</w:t>
      </w:r>
      <w:proofErr w:type="spellStart"/>
      <w:r>
        <w:t>Yaa</w:t>
      </w:r>
      <w:proofErr w:type="spellEnd"/>
      <w:r>
        <w:t xml:space="preserve"> Husain' with pain are fraught</w:t>
      </w:r>
    </w:p>
    <w:p w:rsidR="00B73579" w:rsidRDefault="00B73579" w:rsidP="00B73579">
      <w:pPr>
        <w:pStyle w:val="libCenter"/>
      </w:pPr>
      <w:proofErr w:type="gramStart"/>
      <w:r>
        <w:t>who</w:t>
      </w:r>
      <w:proofErr w:type="gramEnd"/>
      <w:r>
        <w:t xml:space="preserve"> killed their leader, why do these prisoners weep?</w:t>
      </w:r>
    </w:p>
    <w:p w:rsidR="00B73579" w:rsidRDefault="00B73579" w:rsidP="00B73579">
      <w:pPr>
        <w:pStyle w:val="libCenter"/>
      </w:pPr>
      <w:r>
        <w:t xml:space="preserve">Was he a </w:t>
      </w:r>
      <w:proofErr w:type="spellStart"/>
      <w:r>
        <w:t>Sayyid</w:t>
      </w:r>
      <w:proofErr w:type="spellEnd"/>
      <w:r>
        <w:t>? Tell me, keep from me not"</w:t>
      </w:r>
    </w:p>
    <w:p w:rsidR="00B73579" w:rsidRDefault="00B73579" w:rsidP="00B73579">
      <w:pPr>
        <w:pStyle w:val="libCenter"/>
      </w:pPr>
      <w:r>
        <w:t>"My heart is burdened, I weep in pain</w:t>
      </w:r>
    </w:p>
    <w:p w:rsidR="00B73579" w:rsidRDefault="00B73579" w:rsidP="00B73579">
      <w:pPr>
        <w:pStyle w:val="libCenter"/>
      </w:pPr>
      <w:r>
        <w:t>I see Fatima, bare headed in grief, complain"</w:t>
      </w:r>
    </w:p>
    <w:p w:rsidR="00B73579" w:rsidRDefault="00B73579" w:rsidP="00B73579">
      <w:pPr>
        <w:pStyle w:val="libCenter"/>
      </w:pPr>
      <w:r>
        <w:t>"I am certain a terrible wrong has been done</w:t>
      </w:r>
    </w:p>
    <w:p w:rsidR="00B73579" w:rsidRDefault="00B73579" w:rsidP="00B73579">
      <w:pPr>
        <w:pStyle w:val="libCenter"/>
      </w:pPr>
      <w:r>
        <w:t xml:space="preserve">The angels </w:t>
      </w:r>
      <w:proofErr w:type="gramStart"/>
      <w:r>
        <w:t>grieve,</w:t>
      </w:r>
      <w:proofErr w:type="gramEnd"/>
      <w:r>
        <w:t xml:space="preserve"> grieve the moon and the sun</w:t>
      </w:r>
    </w:p>
    <w:p w:rsidR="00B73579" w:rsidRDefault="00B73579" w:rsidP="00B73579">
      <w:pPr>
        <w:pStyle w:val="libCenter"/>
      </w:pPr>
      <w:r>
        <w:t xml:space="preserve">I must go to </w:t>
      </w:r>
      <w:proofErr w:type="gramStart"/>
      <w:r>
        <w:t>Najaf,</w:t>
      </w:r>
      <w:proofErr w:type="gramEnd"/>
      <w:r>
        <w:t xml:space="preserve"> I find no peace these days</w:t>
      </w:r>
    </w:p>
    <w:p w:rsidR="00B73579" w:rsidRDefault="00B73579" w:rsidP="00B73579">
      <w:pPr>
        <w:pStyle w:val="libCenter"/>
      </w:pPr>
      <w:r>
        <w:t>Only Ali can help me, he is the one"</w:t>
      </w:r>
    </w:p>
    <w:p w:rsidR="00B73579" w:rsidRDefault="00B73579" w:rsidP="00B73579">
      <w:pPr>
        <w:pStyle w:val="libCenter"/>
      </w:pPr>
      <w:r>
        <w:t xml:space="preserve">"If all is well, my </w:t>
      </w:r>
      <w:proofErr w:type="spellStart"/>
      <w:r>
        <w:t>Maula</w:t>
      </w:r>
      <w:proofErr w:type="spellEnd"/>
      <w:r>
        <w:t xml:space="preserve"> sleeps in peace</w:t>
      </w:r>
    </w:p>
    <w:p w:rsidR="00B73579" w:rsidRDefault="00B73579" w:rsidP="00B73579">
      <w:pPr>
        <w:pStyle w:val="libCenter"/>
      </w:pPr>
      <w:proofErr w:type="gramStart"/>
      <w:r>
        <w:t>if</w:t>
      </w:r>
      <w:proofErr w:type="gramEnd"/>
      <w:r>
        <w:t xml:space="preserve"> not, then restless in his grave, he weeps"</w:t>
      </w:r>
    </w:p>
    <w:p w:rsidR="00B73579" w:rsidRDefault="00B73579" w:rsidP="00B73579">
      <w:pPr>
        <w:pStyle w:val="libCenter"/>
      </w:pPr>
      <w:r>
        <w:t>Just then Hind's entourage drew closer in</w:t>
      </w:r>
    </w:p>
    <w:p w:rsidR="00B73579" w:rsidRDefault="00B73579" w:rsidP="00B73579">
      <w:pPr>
        <w:pStyle w:val="libCenter"/>
      </w:pPr>
      <w:r>
        <w:t>And saw a Noble Youth bound in chains, laying still</w:t>
      </w:r>
    </w:p>
    <w:p w:rsidR="00B73579" w:rsidRDefault="00B73579" w:rsidP="00B73579">
      <w:pPr>
        <w:pStyle w:val="libCenter"/>
      </w:pPr>
      <w:r>
        <w:t>Gaunt and withered for lack of water or food</w:t>
      </w:r>
    </w:p>
    <w:p w:rsidR="00B73579" w:rsidRDefault="00B73579" w:rsidP="00B73579">
      <w:pPr>
        <w:pStyle w:val="libCenter"/>
      </w:pPr>
      <w:r>
        <w:t>His face and body bruised with spears and whips</w:t>
      </w:r>
    </w:p>
    <w:p w:rsidR="00B73579" w:rsidRDefault="00B73579" w:rsidP="00B73579">
      <w:pPr>
        <w:pStyle w:val="libCenter"/>
      </w:pPr>
      <w:r>
        <w:t>As He quivers with weakness starvation brings</w:t>
      </w:r>
    </w:p>
    <w:p w:rsidR="00B73579" w:rsidRDefault="00B73579" w:rsidP="00B73579">
      <w:pPr>
        <w:pStyle w:val="libCenter"/>
      </w:pPr>
      <w:r>
        <w:t>A rattling is heard from His shackles and chains</w:t>
      </w:r>
    </w:p>
    <w:p w:rsidR="00B73579" w:rsidRDefault="00B73579" w:rsidP="00B73579">
      <w:pPr>
        <w:pStyle w:val="libCenter"/>
      </w:pPr>
      <w:r>
        <w:t>The royal maidens turned to Hind and cried</w:t>
      </w:r>
    </w:p>
    <w:p w:rsidR="00B73579" w:rsidRDefault="00B73579" w:rsidP="00B73579">
      <w:pPr>
        <w:pStyle w:val="libCenter"/>
      </w:pPr>
      <w:r>
        <w:t>"In this dark prison, He glows like a light</w:t>
      </w:r>
    </w:p>
    <w:p w:rsidR="00B73579" w:rsidRDefault="00B73579" w:rsidP="00B73579">
      <w:pPr>
        <w:pStyle w:val="libCenter"/>
      </w:pPr>
      <w:r>
        <w:lastRenderedPageBreak/>
        <w:t>Engrossed in prayer, He's oblivious to us all</w:t>
      </w:r>
    </w:p>
    <w:p w:rsidR="00B73579" w:rsidRDefault="00B73579" w:rsidP="00B73579">
      <w:pPr>
        <w:pStyle w:val="libCenter"/>
      </w:pPr>
      <w:r>
        <w:t xml:space="preserve">Why imprison </w:t>
      </w:r>
      <w:proofErr w:type="gramStart"/>
      <w:r>
        <w:t>Him.?</w:t>
      </w:r>
      <w:proofErr w:type="gramEnd"/>
      <w:r>
        <w:t xml:space="preserve"> He most certainly will die"</w:t>
      </w:r>
    </w:p>
    <w:p w:rsidR="00B73579" w:rsidRDefault="00B73579" w:rsidP="00B73579">
      <w:pPr>
        <w:pStyle w:val="libCenter"/>
      </w:pPr>
      <w:r>
        <w:t>"Who bound Him in shackles, ropes and chains?</w:t>
      </w:r>
    </w:p>
    <w:p w:rsidR="00B73579" w:rsidRDefault="00B73579" w:rsidP="00B73579">
      <w:pPr>
        <w:pStyle w:val="libCenter"/>
      </w:pPr>
      <w:r>
        <w:t xml:space="preserve">To </w:t>
      </w:r>
      <w:proofErr w:type="spellStart"/>
      <w:r>
        <w:t>Maula</w:t>
      </w:r>
      <w:proofErr w:type="spellEnd"/>
      <w:r>
        <w:t xml:space="preserve"> Ali He's related we're certain Oh Hind"</w:t>
      </w:r>
    </w:p>
    <w:p w:rsidR="00B73579" w:rsidRDefault="00B73579" w:rsidP="00B73579">
      <w:pPr>
        <w:pStyle w:val="libCenter"/>
      </w:pPr>
      <w:r>
        <w:t>Hind approached the imam in great distress</w:t>
      </w:r>
    </w:p>
    <w:p w:rsidR="00B73579" w:rsidRDefault="00B73579" w:rsidP="00B73579">
      <w:pPr>
        <w:pStyle w:val="libCenter"/>
      </w:pPr>
      <w:proofErr w:type="gramStart"/>
      <w:r>
        <w:t>moving</w:t>
      </w:r>
      <w:proofErr w:type="gramEnd"/>
      <w:r>
        <w:t xml:space="preserve"> the chains, her head on His feet she placed</w:t>
      </w:r>
    </w:p>
    <w:p w:rsidR="00B73579" w:rsidRDefault="00B73579" w:rsidP="00B73579">
      <w:pPr>
        <w:pStyle w:val="libCenter"/>
      </w:pPr>
      <w:r>
        <w:t>"Who is it?" He called and Hind replied</w:t>
      </w:r>
    </w:p>
    <w:p w:rsidR="00B73579" w:rsidRDefault="00B73579" w:rsidP="00B73579">
      <w:pPr>
        <w:pStyle w:val="libCenter"/>
      </w:pPr>
      <w:r>
        <w:t xml:space="preserve">"A servant of </w:t>
      </w:r>
      <w:proofErr w:type="spellStart"/>
      <w:r>
        <w:t>Shabeer</w:t>
      </w:r>
      <w:proofErr w:type="spellEnd"/>
      <w:r>
        <w:t>, my salaam to you I say"</w:t>
      </w:r>
    </w:p>
    <w:p w:rsidR="00B73579" w:rsidRDefault="00B73579" w:rsidP="00B73579">
      <w:pPr>
        <w:pStyle w:val="libCenter"/>
      </w:pPr>
      <w:r>
        <w:t xml:space="preserve">"Oh Prisoner </w:t>
      </w:r>
      <w:proofErr w:type="spellStart"/>
      <w:r>
        <w:t>its</w:t>
      </w:r>
      <w:proofErr w:type="spellEnd"/>
      <w:r>
        <w:t xml:space="preserve"> time to state </w:t>
      </w:r>
      <w:proofErr w:type="gramStart"/>
      <w:r>
        <w:t>Your</w:t>
      </w:r>
      <w:proofErr w:type="gramEnd"/>
      <w:r>
        <w:t xml:space="preserve"> last will</w:t>
      </w:r>
    </w:p>
    <w:p w:rsidR="00B73579" w:rsidRDefault="00B73579" w:rsidP="00B73579">
      <w:pPr>
        <w:pStyle w:val="libCenter"/>
      </w:pPr>
      <w:r>
        <w:t xml:space="preserve">You're close to death, are </w:t>
      </w:r>
      <w:proofErr w:type="gramStart"/>
      <w:r>
        <w:t>You</w:t>
      </w:r>
      <w:proofErr w:type="gramEnd"/>
      <w:r>
        <w:t xml:space="preserve"> prepared still?"</w:t>
      </w:r>
    </w:p>
    <w:p w:rsidR="00B73579" w:rsidRDefault="00B73579" w:rsidP="00B73579">
      <w:pPr>
        <w:pStyle w:val="libCenter"/>
      </w:pPr>
      <w:r>
        <w:t>"Your last will 1 will honor, do not fret Oh dying one</w:t>
      </w:r>
    </w:p>
    <w:p w:rsidR="00B73579" w:rsidRDefault="00B73579" w:rsidP="00B73579">
      <w:pPr>
        <w:pStyle w:val="libCenter"/>
      </w:pPr>
      <w:r>
        <w:t xml:space="preserve">I'll walk with </w:t>
      </w:r>
      <w:proofErr w:type="gramStart"/>
      <w:r>
        <w:t>Your</w:t>
      </w:r>
      <w:proofErr w:type="gramEnd"/>
      <w:r>
        <w:t xml:space="preserve"> coffin, barefoot under the sun</w:t>
      </w:r>
    </w:p>
    <w:p w:rsidR="00B73579" w:rsidRDefault="00B73579" w:rsidP="00B73579">
      <w:pPr>
        <w:pStyle w:val="libCenter"/>
      </w:pPr>
      <w:r>
        <w:t xml:space="preserve">Pray tell me about </w:t>
      </w:r>
      <w:proofErr w:type="gramStart"/>
      <w:r>
        <w:t>You</w:t>
      </w:r>
      <w:proofErr w:type="gramEnd"/>
      <w:r>
        <w:t>, tell me Your name"</w:t>
      </w:r>
    </w:p>
    <w:p w:rsidR="00B73579" w:rsidRDefault="00B73579" w:rsidP="00B73579">
      <w:pPr>
        <w:pStyle w:val="libCenter"/>
      </w:pPr>
      <w:r>
        <w:t>He replied "For forty more years live I must"</w:t>
      </w:r>
    </w:p>
    <w:p w:rsidR="00B73579" w:rsidRDefault="00B73579" w:rsidP="00B73579">
      <w:pPr>
        <w:pStyle w:val="libCenter"/>
      </w:pPr>
      <w:r>
        <w:t>"You can call me a captive, a helpless soul</w:t>
      </w:r>
    </w:p>
    <w:p w:rsidR="00B73579" w:rsidRDefault="00B73579" w:rsidP="00B73579">
      <w:pPr>
        <w:pStyle w:val="libCenter"/>
      </w:pPr>
      <w:r>
        <w:t>I'm a prisoner in shackles, I'm ill, such is my lore"</w:t>
      </w:r>
    </w:p>
    <w:p w:rsidR="00B73579" w:rsidRDefault="00B73579" w:rsidP="00B73579">
      <w:pPr>
        <w:pStyle w:val="libCenter"/>
      </w:pPr>
      <w:r>
        <w:t xml:space="preserve">"What ails </w:t>
      </w:r>
      <w:proofErr w:type="gramStart"/>
      <w:r>
        <w:t>You</w:t>
      </w:r>
      <w:proofErr w:type="gramEnd"/>
      <w:r>
        <w:t>?" She asked "Orphan hood" He replied</w:t>
      </w:r>
    </w:p>
    <w:p w:rsidR="00B73579" w:rsidRDefault="00B73579" w:rsidP="00B73579">
      <w:pPr>
        <w:pStyle w:val="libCenter"/>
      </w:pPr>
      <w:r>
        <w:t>"The cures" Hind inquired "His mourning" He cried</w:t>
      </w:r>
    </w:p>
    <w:p w:rsidR="00B73579" w:rsidRDefault="00B73579" w:rsidP="00B73579">
      <w:pPr>
        <w:pStyle w:val="libCenter"/>
      </w:pPr>
      <w:r>
        <w:t xml:space="preserve">"And </w:t>
      </w:r>
      <w:proofErr w:type="gramStart"/>
      <w:r>
        <w:t>Your</w:t>
      </w:r>
      <w:proofErr w:type="gramEnd"/>
      <w:r>
        <w:t xml:space="preserve"> homes" asked Hind, "Nowhere" said the imam</w:t>
      </w:r>
    </w:p>
    <w:p w:rsidR="00B73579" w:rsidRDefault="00B73579" w:rsidP="00B73579">
      <w:pPr>
        <w:pStyle w:val="libCenter"/>
      </w:pPr>
      <w:proofErr w:type="gramStart"/>
      <w:r>
        <w:t>"Your caretaker?"</w:t>
      </w:r>
      <w:proofErr w:type="gramEnd"/>
      <w:r>
        <w:t xml:space="preserve"> She asked "Oblivion" He replied</w:t>
      </w:r>
    </w:p>
    <w:p w:rsidR="00B73579" w:rsidRDefault="00B73579" w:rsidP="00B73579">
      <w:pPr>
        <w:pStyle w:val="libCenter"/>
      </w:pPr>
      <w:r>
        <w:t>Hind asked Him the reason for His mournful sighs</w:t>
      </w:r>
    </w:p>
    <w:p w:rsidR="00B73579" w:rsidRDefault="00B73579" w:rsidP="00B73579">
      <w:pPr>
        <w:pStyle w:val="libCenter"/>
      </w:pPr>
      <w:r>
        <w:t>He showed her the bruises on His back in reply</w:t>
      </w:r>
    </w:p>
    <w:p w:rsidR="00B73579" w:rsidRDefault="00B73579" w:rsidP="00B73579">
      <w:pPr>
        <w:pStyle w:val="libCenter"/>
      </w:pPr>
      <w:r>
        <w:t xml:space="preserve">"Why do they punish </w:t>
      </w:r>
      <w:proofErr w:type="gramStart"/>
      <w:r>
        <w:t>You</w:t>
      </w:r>
      <w:proofErr w:type="gramEnd"/>
      <w:r>
        <w:t xml:space="preserve"> so?" Hind cried</w:t>
      </w:r>
    </w:p>
    <w:p w:rsidR="00B73579" w:rsidRDefault="00B73579" w:rsidP="00B73579">
      <w:pPr>
        <w:pStyle w:val="libCenter"/>
      </w:pPr>
      <w:r>
        <w:t>"Not a faulty deed have I done," He replied</w:t>
      </w:r>
    </w:p>
    <w:p w:rsidR="00B73579" w:rsidRDefault="00B73579" w:rsidP="00B73579">
      <w:pPr>
        <w:pStyle w:val="libCenter"/>
      </w:pPr>
      <w:r>
        <w:t xml:space="preserve">Hind then asked, "Since when are </w:t>
      </w:r>
      <w:proofErr w:type="gramStart"/>
      <w:r>
        <w:t>You</w:t>
      </w:r>
      <w:proofErr w:type="gramEnd"/>
      <w:r>
        <w:t xml:space="preserve"> so chained"</w:t>
      </w:r>
    </w:p>
    <w:p w:rsidR="00B73579" w:rsidRDefault="00B73579" w:rsidP="00B73579">
      <w:pPr>
        <w:pStyle w:val="libCenter"/>
      </w:pPr>
      <w:r>
        <w:t>"It was the 10th' of Muharram when they bound me" He</w:t>
      </w:r>
    </w:p>
    <w:p w:rsidR="00B73579" w:rsidRDefault="00B73579" w:rsidP="00B73579">
      <w:pPr>
        <w:pStyle w:val="libCenter"/>
      </w:pPr>
      <w:proofErr w:type="gramStart"/>
      <w:r>
        <w:t>sighed</w:t>
      </w:r>
      <w:proofErr w:type="gramEnd"/>
    </w:p>
    <w:p w:rsidR="00B73579" w:rsidRDefault="00B73579" w:rsidP="00B73579">
      <w:pPr>
        <w:pStyle w:val="libCenter"/>
      </w:pPr>
      <w:r>
        <w:t>"For my shroud I own not a piece of cloth</w:t>
      </w:r>
    </w:p>
    <w:p w:rsidR="00B73579" w:rsidRDefault="00B73579" w:rsidP="00B73579">
      <w:pPr>
        <w:pStyle w:val="libCenter"/>
      </w:pPr>
      <w:r>
        <w:t>My Father's body I've left on the sands, burning hot"</w:t>
      </w:r>
    </w:p>
    <w:p w:rsidR="00B73579" w:rsidRDefault="00B73579" w:rsidP="00B73579">
      <w:pPr>
        <w:pStyle w:val="libCenter"/>
      </w:pPr>
      <w:r>
        <w:t xml:space="preserve">Hind then turned toward </w:t>
      </w:r>
      <w:proofErr w:type="spellStart"/>
      <w:r>
        <w:t>Zainab</w:t>
      </w:r>
      <w:proofErr w:type="spellEnd"/>
      <w:r>
        <w:t xml:space="preserve"> and cried</w:t>
      </w:r>
    </w:p>
    <w:p w:rsidR="00B73579" w:rsidRDefault="00B73579" w:rsidP="00B73579">
      <w:pPr>
        <w:pStyle w:val="libCenter"/>
      </w:pPr>
      <w:r>
        <w:t>"Looks like Fatima in prison, Oh what a plight"</w:t>
      </w:r>
    </w:p>
    <w:p w:rsidR="00B73579" w:rsidRDefault="00B73579" w:rsidP="00B73579">
      <w:pPr>
        <w:pStyle w:val="libCenter"/>
      </w:pPr>
      <w:r>
        <w:t xml:space="preserve">She then stared at </w:t>
      </w:r>
      <w:proofErr w:type="spellStart"/>
      <w:r>
        <w:t>Banu</w:t>
      </w:r>
      <w:proofErr w:type="spellEnd"/>
      <w:r>
        <w:t>, and in amazement said</w:t>
      </w:r>
    </w:p>
    <w:p w:rsidR="00B73579" w:rsidRDefault="00B73579" w:rsidP="00B73579">
      <w:pPr>
        <w:pStyle w:val="libCenter"/>
      </w:pPr>
      <w:r>
        <w:t>"It's a princess from Iran in prison, what a sight"</w:t>
      </w:r>
    </w:p>
    <w:p w:rsidR="00B73579" w:rsidRDefault="00B73579" w:rsidP="00B73579">
      <w:pPr>
        <w:pStyle w:val="libCenter"/>
      </w:pPr>
      <w:r>
        <w:t>"I'm speechless at the sights I have seen today"</w:t>
      </w:r>
    </w:p>
    <w:p w:rsidR="00B73579" w:rsidRDefault="00B73579" w:rsidP="00B73579">
      <w:pPr>
        <w:pStyle w:val="libCenter"/>
      </w:pPr>
      <w:r>
        <w:t>"</w:t>
      </w:r>
      <w:proofErr w:type="spellStart"/>
      <w:r>
        <w:t>Kulthum</w:t>
      </w:r>
      <w:proofErr w:type="spellEnd"/>
      <w:r>
        <w:t xml:space="preserve"> and </w:t>
      </w:r>
      <w:proofErr w:type="spellStart"/>
      <w:r>
        <w:t>Zainab</w:t>
      </w:r>
      <w:proofErr w:type="spellEnd"/>
      <w:r>
        <w:t xml:space="preserve"> in </w:t>
      </w:r>
      <w:proofErr w:type="gramStart"/>
      <w:r>
        <w:t>prison.?</w:t>
      </w:r>
      <w:proofErr w:type="gramEnd"/>
      <w:r>
        <w:t xml:space="preserve"> Oh what a day'</w:t>
      </w:r>
    </w:p>
    <w:p w:rsidR="00B73579" w:rsidRDefault="00B73579" w:rsidP="00B73579">
      <w:pPr>
        <w:pStyle w:val="libCenter"/>
      </w:pPr>
      <w:proofErr w:type="spellStart"/>
      <w:r>
        <w:t>Zainab</w:t>
      </w:r>
      <w:proofErr w:type="spellEnd"/>
      <w:r>
        <w:t xml:space="preserve"> cried "Oh Hind, do not mention these names"</w:t>
      </w:r>
    </w:p>
    <w:p w:rsidR="00B73579" w:rsidRDefault="00B73579" w:rsidP="00B73579">
      <w:pPr>
        <w:pStyle w:val="libCenter"/>
      </w:pPr>
      <w:r>
        <w:t>"Would such ladies be in prison? Imagine the shame"</w:t>
      </w:r>
    </w:p>
    <w:p w:rsidR="00B73579" w:rsidRDefault="00B73579" w:rsidP="00B73579">
      <w:pPr>
        <w:pStyle w:val="libCenter"/>
      </w:pPr>
      <w:r>
        <w:t>"Of Fatima's daughters, do not so speak</w:t>
      </w:r>
    </w:p>
    <w:p w:rsidR="00B73579" w:rsidRDefault="00B73579" w:rsidP="00B73579">
      <w:pPr>
        <w:pStyle w:val="libCenter"/>
      </w:pPr>
      <w:r>
        <w:t xml:space="preserve">"Hold your </w:t>
      </w:r>
      <w:proofErr w:type="gramStart"/>
      <w:r>
        <w:t>speech,</w:t>
      </w:r>
      <w:proofErr w:type="gramEnd"/>
      <w:r>
        <w:t xml:space="preserve"> seek pardon in Allah's name"</w:t>
      </w:r>
    </w:p>
    <w:p w:rsidR="00B73579" w:rsidRDefault="00B73579" w:rsidP="00B73579">
      <w:pPr>
        <w:pStyle w:val="libCenter"/>
      </w:pPr>
      <w:r>
        <w:t>"</w:t>
      </w:r>
      <w:proofErr w:type="gramStart"/>
      <w:r>
        <w:t>with</w:t>
      </w:r>
      <w:proofErr w:type="gramEnd"/>
      <w:r>
        <w:t xml:space="preserve"> reverence of whom the Prophet did speak</w:t>
      </w:r>
    </w:p>
    <w:p w:rsidR="00B73579" w:rsidRDefault="00B73579" w:rsidP="00B73579">
      <w:pPr>
        <w:pStyle w:val="libCenter"/>
      </w:pPr>
      <w:r>
        <w:t>Will the Muslims capture them, their chadors steal?"</w:t>
      </w:r>
    </w:p>
    <w:p w:rsidR="00B73579" w:rsidRDefault="00B73579" w:rsidP="00B73579">
      <w:pPr>
        <w:pStyle w:val="libCenter"/>
      </w:pPr>
      <w:r>
        <w:t>"The Lady who was buried in the dark of the night</w:t>
      </w:r>
    </w:p>
    <w:p w:rsidR="00B73579" w:rsidRDefault="00B73579" w:rsidP="00B73579">
      <w:pPr>
        <w:pStyle w:val="libCenter"/>
      </w:pPr>
      <w:r>
        <w:t>Bare headed her daughters would roam in daylight?</w:t>
      </w:r>
    </w:p>
    <w:p w:rsidR="00B73579" w:rsidRDefault="00B73579" w:rsidP="00B73579">
      <w:pPr>
        <w:pStyle w:val="libCenter"/>
      </w:pPr>
      <w:r>
        <w:t>Of whom the Prophet spoke highly, with love</w:t>
      </w:r>
    </w:p>
    <w:p w:rsidR="00B73579" w:rsidRDefault="00B73579" w:rsidP="00B73579">
      <w:pPr>
        <w:pStyle w:val="libCenter"/>
      </w:pPr>
      <w:r>
        <w:t>The Muslims will loot and with them they will fight?"</w:t>
      </w:r>
    </w:p>
    <w:p w:rsidR="00B73579" w:rsidRDefault="00B73579" w:rsidP="00B73579">
      <w:pPr>
        <w:pStyle w:val="libCenter"/>
      </w:pPr>
      <w:r>
        <w:t xml:space="preserve">"Oh Hind, in public the </w:t>
      </w:r>
      <w:proofErr w:type="spellStart"/>
      <w:r>
        <w:t>kin</w:t>
      </w:r>
      <w:proofErr w:type="spellEnd"/>
      <w:r>
        <w:t xml:space="preserve"> of Muhammad parade</w:t>
      </w:r>
    </w:p>
    <w:p w:rsidR="00B73579" w:rsidRDefault="00B73579" w:rsidP="00B73579">
      <w:pPr>
        <w:pStyle w:val="libCenter"/>
      </w:pPr>
      <w:r>
        <w:t>The heavens didn't fall and the earth didn't quakes"</w:t>
      </w:r>
    </w:p>
    <w:p w:rsidR="00B73579" w:rsidRDefault="00B73579" w:rsidP="00B73579">
      <w:pPr>
        <w:pStyle w:val="libCenter"/>
      </w:pPr>
      <w:r>
        <w:t xml:space="preserve">Horrified, in distress, Hind fell on </w:t>
      </w:r>
      <w:proofErr w:type="spellStart"/>
      <w:r>
        <w:t>Zainab's</w:t>
      </w:r>
      <w:proofErr w:type="spellEnd"/>
      <w:r>
        <w:t xml:space="preserve"> feet</w:t>
      </w:r>
    </w:p>
    <w:p w:rsidR="00B73579" w:rsidRDefault="00B73579" w:rsidP="00B73579">
      <w:pPr>
        <w:pStyle w:val="libCenter"/>
      </w:pPr>
      <w:r>
        <w:lastRenderedPageBreak/>
        <w:t>"Pray forgive me" She cried, "Do not sit still"</w:t>
      </w:r>
    </w:p>
    <w:p w:rsidR="00B73579" w:rsidRDefault="00B73579" w:rsidP="00B73579">
      <w:pPr>
        <w:pStyle w:val="libCenter"/>
      </w:pPr>
      <w:r>
        <w:t>"Behead me for speaking with such disrespect"</w:t>
      </w:r>
    </w:p>
    <w:p w:rsidR="00B73579" w:rsidRDefault="00B73579" w:rsidP="00B73579">
      <w:pPr>
        <w:pStyle w:val="libCenter"/>
      </w:pPr>
      <w:r>
        <w:t>"Curse me," Hind cried "Of me speak ill"</w:t>
      </w:r>
    </w:p>
    <w:p w:rsidR="00B73579" w:rsidRDefault="00B73579" w:rsidP="00B73579">
      <w:pPr>
        <w:pStyle w:val="libCenter"/>
      </w:pPr>
      <w:r>
        <w:t xml:space="preserve">"When I mention </w:t>
      </w:r>
      <w:proofErr w:type="spellStart"/>
      <w:r>
        <w:t>Shabeer's</w:t>
      </w:r>
      <w:proofErr w:type="spellEnd"/>
      <w:r>
        <w:t xml:space="preserve"> name, you weep in pain</w:t>
      </w:r>
    </w:p>
    <w:p w:rsidR="00B73579" w:rsidRDefault="00B73579" w:rsidP="00B73579">
      <w:pPr>
        <w:pStyle w:val="libCenter"/>
      </w:pPr>
      <w:r>
        <w:t>When I ask your names, you bow your heads in shame."</w:t>
      </w:r>
    </w:p>
    <w:p w:rsidR="00494D4F" w:rsidRDefault="00494D4F" w:rsidP="00D16736">
      <w:pPr>
        <w:pStyle w:val="libNormal"/>
      </w:pPr>
      <w:r>
        <w:br w:type="page"/>
      </w:r>
    </w:p>
    <w:p w:rsidR="00B73579" w:rsidRDefault="00B73579" w:rsidP="00494D4F">
      <w:pPr>
        <w:pStyle w:val="Heading1Center"/>
      </w:pPr>
      <w:bookmarkStart w:id="30" w:name="_Toc443827505"/>
      <w:proofErr w:type="spellStart"/>
      <w:r>
        <w:lastRenderedPageBreak/>
        <w:t>Marsiy</w:t>
      </w:r>
      <w:r w:rsidR="00494D4F">
        <w:t>a</w:t>
      </w:r>
      <w:proofErr w:type="spellEnd"/>
      <w:r w:rsidR="00494D4F">
        <w:t xml:space="preserve"> n. 10: </w:t>
      </w:r>
      <w:r>
        <w:t>A Beloved Daughter</w:t>
      </w:r>
      <w:bookmarkEnd w:id="30"/>
    </w:p>
    <w:p w:rsidR="00B73579" w:rsidRDefault="00B73579" w:rsidP="00494D4F">
      <w:pPr>
        <w:pStyle w:val="Heading2Center"/>
      </w:pPr>
      <w:bookmarkStart w:id="31" w:name="_Toc443827506"/>
      <w:r>
        <w:t>The Imam’s Beloved Daughter</w:t>
      </w:r>
      <w:r w:rsidR="00494D4F">
        <w:t xml:space="preserve">: </w:t>
      </w:r>
      <w:r>
        <w:t xml:space="preserve">Most Reveled </w:t>
      </w:r>
      <w:proofErr w:type="spellStart"/>
      <w:r>
        <w:t>Sakina</w:t>
      </w:r>
      <w:proofErr w:type="spellEnd"/>
      <w:r>
        <w:t xml:space="preserve"> (‘a)</w:t>
      </w:r>
      <w:bookmarkEnd w:id="31"/>
    </w:p>
    <w:p w:rsidR="00B73579" w:rsidRDefault="00B73579" w:rsidP="005F41BE">
      <w:pPr>
        <w:pStyle w:val="Heading3Center"/>
      </w:pPr>
      <w:bookmarkStart w:id="32" w:name="_Toc443827507"/>
      <w:r>
        <w:t xml:space="preserve">(" </w:t>
      </w:r>
      <w:proofErr w:type="spellStart"/>
      <w:r>
        <w:t>Bevon</w:t>
      </w:r>
      <w:proofErr w:type="spellEnd"/>
      <w:r>
        <w:t xml:space="preserve"> </w:t>
      </w:r>
      <w:proofErr w:type="spellStart"/>
      <w:r>
        <w:t>kaa</w:t>
      </w:r>
      <w:proofErr w:type="spellEnd"/>
      <w:r>
        <w:t xml:space="preserve"> </w:t>
      </w:r>
      <w:proofErr w:type="spellStart"/>
      <w:r>
        <w:t>mulke</w:t>
      </w:r>
      <w:proofErr w:type="spellEnd"/>
      <w:r>
        <w:t xml:space="preserve"> </w:t>
      </w:r>
      <w:proofErr w:type="spellStart"/>
      <w:r>
        <w:t>Shaam</w:t>
      </w:r>
      <w:proofErr w:type="spellEnd"/>
      <w:r>
        <w:t xml:space="preserve"> </w:t>
      </w:r>
      <w:proofErr w:type="spellStart"/>
      <w:r>
        <w:t>mein</w:t>
      </w:r>
      <w:proofErr w:type="spellEnd"/>
      <w:r>
        <w:t xml:space="preserve"> </w:t>
      </w:r>
      <w:proofErr w:type="spellStart"/>
      <w:r>
        <w:t>jis</w:t>
      </w:r>
      <w:proofErr w:type="spellEnd"/>
      <w:r>
        <w:t xml:space="preserve"> </w:t>
      </w:r>
      <w:proofErr w:type="spellStart"/>
      <w:r>
        <w:t>dum</w:t>
      </w:r>
      <w:proofErr w:type="spellEnd"/>
      <w:r>
        <w:t xml:space="preserve"> </w:t>
      </w:r>
      <w:proofErr w:type="spellStart"/>
      <w:r>
        <w:t>guzar</w:t>
      </w:r>
      <w:proofErr w:type="spellEnd"/>
      <w:r>
        <w:t xml:space="preserve"> </w:t>
      </w:r>
      <w:proofErr w:type="spellStart"/>
      <w:r>
        <w:t>hua</w:t>
      </w:r>
      <w:proofErr w:type="spellEnd"/>
      <w:proofErr w:type="gramStart"/>
      <w:r>
        <w:t>" )</w:t>
      </w:r>
      <w:bookmarkEnd w:id="32"/>
      <w:proofErr w:type="gramEnd"/>
    </w:p>
    <w:p w:rsidR="00B73579" w:rsidRDefault="00B73579" w:rsidP="00B73579">
      <w:pPr>
        <w:pStyle w:val="libCenter"/>
      </w:pPr>
      <w:r>
        <w:t xml:space="preserve">When in </w:t>
      </w:r>
      <w:proofErr w:type="spellStart"/>
      <w:r>
        <w:t>Shaam</w:t>
      </w:r>
      <w:proofErr w:type="spellEnd"/>
      <w:r>
        <w:t xml:space="preserve"> the caravan of widows arrived</w:t>
      </w:r>
    </w:p>
    <w:p w:rsidR="00B73579" w:rsidRDefault="00B73579" w:rsidP="00B73579">
      <w:pPr>
        <w:pStyle w:val="libCenter"/>
      </w:pPr>
      <w:r>
        <w:t>In embarrassment they bowed their heads and cried</w:t>
      </w:r>
    </w:p>
    <w:p w:rsidR="00B73579" w:rsidRDefault="00B73579" w:rsidP="00B73579">
      <w:pPr>
        <w:pStyle w:val="libCenter"/>
      </w:pPr>
      <w:r>
        <w:t>Seeing the spectators lined up on the streets</w:t>
      </w:r>
    </w:p>
    <w:p w:rsidR="00B73579" w:rsidRDefault="00B73579" w:rsidP="00B73579">
      <w:pPr>
        <w:pStyle w:val="libCenter"/>
      </w:pPr>
      <w:r>
        <w:t>Tears of humiliation filled their eyes</w:t>
      </w:r>
    </w:p>
    <w:p w:rsidR="00B73579" w:rsidRDefault="00B73579" w:rsidP="00B73579">
      <w:pPr>
        <w:pStyle w:val="libCenter"/>
      </w:pPr>
      <w:r>
        <w:t>Having trailed through the roads, shops and streets</w:t>
      </w:r>
    </w:p>
    <w:p w:rsidR="00B73579" w:rsidRDefault="00B73579" w:rsidP="00B73579">
      <w:pPr>
        <w:pStyle w:val="libCenter"/>
      </w:pPr>
      <w:r>
        <w:t xml:space="preserve">The Queens reached the court of the infamous </w:t>
      </w:r>
      <w:proofErr w:type="spellStart"/>
      <w:r>
        <w:t>Yazid</w:t>
      </w:r>
      <w:proofErr w:type="spellEnd"/>
    </w:p>
    <w:p w:rsidR="00B73579" w:rsidRDefault="00B73579" w:rsidP="00B73579">
      <w:pPr>
        <w:pStyle w:val="libCenter"/>
      </w:pPr>
      <w:r>
        <w:t xml:space="preserve">There </w:t>
      </w:r>
      <w:proofErr w:type="spellStart"/>
      <w:r>
        <w:t>Yazid</w:t>
      </w:r>
      <w:proofErr w:type="spellEnd"/>
      <w:r>
        <w:t xml:space="preserve"> conversed with </w:t>
      </w:r>
      <w:proofErr w:type="spellStart"/>
      <w:r>
        <w:t>Abid</w:t>
      </w:r>
      <w:proofErr w:type="spellEnd"/>
      <w:r>
        <w:t xml:space="preserve"> at length</w:t>
      </w:r>
    </w:p>
    <w:p w:rsidR="00B73579" w:rsidRDefault="00B73579" w:rsidP="00B73579">
      <w:pPr>
        <w:pStyle w:val="libCenter"/>
      </w:pPr>
      <w:r>
        <w:t xml:space="preserve">Hearing </w:t>
      </w:r>
      <w:proofErr w:type="spellStart"/>
      <w:r>
        <w:t>Abid's</w:t>
      </w:r>
      <w:proofErr w:type="spellEnd"/>
      <w:r>
        <w:t xml:space="preserve"> responses, the attendees wept</w:t>
      </w:r>
    </w:p>
    <w:p w:rsidR="00B73579" w:rsidRDefault="00B73579" w:rsidP="00B73579">
      <w:pPr>
        <w:pStyle w:val="libCenter"/>
      </w:pPr>
      <w:r>
        <w:t xml:space="preserve">Disgraced, </w:t>
      </w:r>
      <w:proofErr w:type="spellStart"/>
      <w:r>
        <w:t>Yazid</w:t>
      </w:r>
      <w:proofErr w:type="spellEnd"/>
      <w:r>
        <w:t xml:space="preserve"> brought the confrontation to a close</w:t>
      </w:r>
    </w:p>
    <w:p w:rsidR="00B73579" w:rsidRDefault="00B73579" w:rsidP="00B73579">
      <w:pPr>
        <w:pStyle w:val="libCenter"/>
      </w:pPr>
      <w:r>
        <w:t xml:space="preserve">Enraged at </w:t>
      </w:r>
      <w:proofErr w:type="spellStart"/>
      <w:r>
        <w:t>Sajjad's</w:t>
      </w:r>
      <w:proofErr w:type="spellEnd"/>
      <w:r>
        <w:t xml:space="preserve"> character and strength</w:t>
      </w:r>
    </w:p>
    <w:p w:rsidR="00B73579" w:rsidRDefault="00B73579" w:rsidP="00B73579">
      <w:pPr>
        <w:pStyle w:val="libCenter"/>
      </w:pPr>
      <w:proofErr w:type="gramStart"/>
      <w:r>
        <w:t>while</w:t>
      </w:r>
      <w:proofErr w:type="gramEnd"/>
      <w:r>
        <w:t xml:space="preserve"> all spectators went back to their homes</w:t>
      </w:r>
    </w:p>
    <w:p w:rsidR="00B73579" w:rsidRDefault="00B73579" w:rsidP="00B73579">
      <w:pPr>
        <w:pStyle w:val="libCenter"/>
      </w:pPr>
      <w:r>
        <w:t>To prison the kin of the Prophet went on</w:t>
      </w:r>
    </w:p>
    <w:p w:rsidR="00B73579" w:rsidRDefault="00B73579" w:rsidP="00B73579">
      <w:pPr>
        <w:pStyle w:val="libCenter"/>
      </w:pPr>
      <w:r>
        <w:t>In the dark prison, they sat heads bowed</w:t>
      </w:r>
    </w:p>
    <w:p w:rsidR="00B73579" w:rsidRDefault="00B73579" w:rsidP="00B73579">
      <w:pPr>
        <w:pStyle w:val="libCenter"/>
      </w:pPr>
      <w:r>
        <w:t xml:space="preserve">Frightened of the darkness, </w:t>
      </w:r>
      <w:proofErr w:type="spellStart"/>
      <w:r>
        <w:t>Sakina</w:t>
      </w:r>
      <w:proofErr w:type="spellEnd"/>
      <w:r>
        <w:t xml:space="preserve"> looked around</w:t>
      </w:r>
    </w:p>
    <w:p w:rsidR="00B73579" w:rsidRDefault="00B73579" w:rsidP="00B73579">
      <w:pPr>
        <w:pStyle w:val="libCenter"/>
      </w:pPr>
      <w:r>
        <w:t xml:space="preserve">So exhausted was </w:t>
      </w:r>
      <w:proofErr w:type="spellStart"/>
      <w:r>
        <w:t>Abid</w:t>
      </w:r>
      <w:proofErr w:type="spellEnd"/>
      <w:r>
        <w:t xml:space="preserve"> from His journeys on foot</w:t>
      </w:r>
    </w:p>
    <w:p w:rsidR="00B73579" w:rsidRDefault="00B73579" w:rsidP="00B73579">
      <w:pPr>
        <w:pStyle w:val="libCenter"/>
      </w:pPr>
      <w:r>
        <w:t>He dropped to the floor without a sound</w:t>
      </w:r>
    </w:p>
    <w:p w:rsidR="00B73579" w:rsidRDefault="00B73579" w:rsidP="00B73579">
      <w:pPr>
        <w:pStyle w:val="libCenter"/>
      </w:pPr>
      <w:r>
        <w:t>Many nights He had stayed up, many miles He had walked</w:t>
      </w:r>
    </w:p>
    <w:p w:rsidR="00B73579" w:rsidRDefault="00B73579" w:rsidP="00B73579">
      <w:pPr>
        <w:pStyle w:val="libCenter"/>
      </w:pPr>
      <w:r>
        <w:t>He slept now, resting His ahead on the wall</w:t>
      </w:r>
    </w:p>
    <w:p w:rsidR="00B73579" w:rsidRDefault="00B73579" w:rsidP="00B73579">
      <w:pPr>
        <w:pStyle w:val="libCenter"/>
      </w:pPr>
      <w:r>
        <w:t>"</w:t>
      </w:r>
      <w:proofErr w:type="gramStart"/>
      <w:r>
        <w:t>why</w:t>
      </w:r>
      <w:proofErr w:type="gramEnd"/>
      <w:r>
        <w:t xml:space="preserve"> is it so dark" </w:t>
      </w:r>
      <w:proofErr w:type="spellStart"/>
      <w:r>
        <w:t>Sakina</w:t>
      </w:r>
      <w:proofErr w:type="spellEnd"/>
      <w:r>
        <w:t xml:space="preserve"> wanted to know</w:t>
      </w:r>
    </w:p>
    <w:p w:rsidR="00B73579" w:rsidRDefault="00B73579" w:rsidP="00B73579">
      <w:pPr>
        <w:pStyle w:val="libCenter"/>
      </w:pPr>
      <w:r>
        <w:t>"What place is this mother, where no air flows?</w:t>
      </w:r>
    </w:p>
    <w:p w:rsidR="00B73579" w:rsidRDefault="00B73579" w:rsidP="00B73579">
      <w:pPr>
        <w:pStyle w:val="libCenter"/>
      </w:pPr>
      <w:r>
        <w:t>The darkness is smothering, I can't see a thing</w:t>
      </w:r>
    </w:p>
    <w:p w:rsidR="00B73579" w:rsidRDefault="00B73579" w:rsidP="00B73579">
      <w:pPr>
        <w:pStyle w:val="libCenter"/>
      </w:pPr>
      <w:r>
        <w:t>Not the earth beneath or the sky above"</w:t>
      </w:r>
    </w:p>
    <w:p w:rsidR="00B73579" w:rsidRDefault="00B73579" w:rsidP="00B73579">
      <w:pPr>
        <w:pStyle w:val="libCenter"/>
      </w:pPr>
      <w:r>
        <w:t>"We cannot stay here, no one will survive</w:t>
      </w:r>
    </w:p>
    <w:p w:rsidR="00B73579" w:rsidRDefault="00B73579" w:rsidP="00B73579">
      <w:pPr>
        <w:pStyle w:val="libCenter"/>
      </w:pPr>
      <w:r>
        <w:t>Won't lamps be lit when evening arrives?"</w:t>
      </w:r>
    </w:p>
    <w:p w:rsidR="00B73579" w:rsidRDefault="00B73579" w:rsidP="00B73579">
      <w:pPr>
        <w:pStyle w:val="libCenter"/>
      </w:pPr>
      <w:r>
        <w:t>"If it stays this dark, I will certainly not last</w:t>
      </w:r>
    </w:p>
    <w:p w:rsidR="00B73579" w:rsidRDefault="00B73579" w:rsidP="00B73579">
      <w:pPr>
        <w:pStyle w:val="libCenter"/>
      </w:pPr>
      <w:r>
        <w:t>I'm convinced that this night will not pass</w:t>
      </w:r>
    </w:p>
    <w:p w:rsidR="00B73579" w:rsidRDefault="00B73579" w:rsidP="00B73579">
      <w:pPr>
        <w:pStyle w:val="libCenter"/>
      </w:pPr>
      <w:r>
        <w:t>My Father would cradle me on his chest at night</w:t>
      </w:r>
    </w:p>
    <w:p w:rsidR="00B73579" w:rsidRDefault="00B73579" w:rsidP="00B73579">
      <w:pPr>
        <w:pStyle w:val="libCenter"/>
      </w:pPr>
      <w:r>
        <w:t>Now sleep on the dirt? I cannot alas"</w:t>
      </w:r>
    </w:p>
    <w:p w:rsidR="00B73579" w:rsidRDefault="00B73579" w:rsidP="00B73579">
      <w:pPr>
        <w:pStyle w:val="libCenter"/>
      </w:pPr>
      <w:r>
        <w:t>"If a lamp blew out, I'd wake with a start</w:t>
      </w:r>
    </w:p>
    <w:p w:rsidR="00B73579" w:rsidRDefault="00B73579" w:rsidP="00B73579">
      <w:pPr>
        <w:pStyle w:val="libCenter"/>
      </w:pPr>
      <w:r>
        <w:t xml:space="preserve">Have I ever, Oh Mother, slept in the </w:t>
      </w:r>
      <w:proofErr w:type="gramStart"/>
      <w:r>
        <w:t>dark</w:t>
      </w:r>
      <w:proofErr w:type="gramEnd"/>
      <w:r>
        <w:t>"</w:t>
      </w:r>
    </w:p>
    <w:p w:rsidR="00B73579" w:rsidRDefault="00B73579" w:rsidP="00B73579">
      <w:pPr>
        <w:pStyle w:val="libCenter"/>
      </w:pPr>
      <w:r>
        <w:t xml:space="preserve">Her mother replied, wiping </w:t>
      </w:r>
      <w:proofErr w:type="spellStart"/>
      <w:r>
        <w:t>Sakina's</w:t>
      </w:r>
      <w:proofErr w:type="spellEnd"/>
      <w:r>
        <w:t xml:space="preserve"> tears</w:t>
      </w:r>
    </w:p>
    <w:p w:rsidR="00B73579" w:rsidRDefault="00B73579" w:rsidP="00B73579">
      <w:pPr>
        <w:pStyle w:val="libCenter"/>
      </w:pPr>
      <w:r>
        <w:t>"Hush my little one, lest the guards hear</w:t>
      </w:r>
    </w:p>
    <w:p w:rsidR="00B73579" w:rsidRDefault="00B73579" w:rsidP="00B73579">
      <w:pPr>
        <w:pStyle w:val="libCenter"/>
      </w:pPr>
      <w:r>
        <w:t>Morning will come soon, the dark will be gone</w:t>
      </w:r>
    </w:p>
    <w:p w:rsidR="00B73579" w:rsidRDefault="00B73579" w:rsidP="00B73579">
      <w:pPr>
        <w:pStyle w:val="libCenter"/>
      </w:pPr>
      <w:r>
        <w:t>The moon will illumine this place my dear"</w:t>
      </w:r>
    </w:p>
    <w:p w:rsidR="00B73579" w:rsidRDefault="00B73579" w:rsidP="00B73579">
      <w:pPr>
        <w:pStyle w:val="libCenter"/>
      </w:pPr>
      <w:r>
        <w:t>"The breeze will flow, the night will cool down</w:t>
      </w:r>
    </w:p>
    <w:p w:rsidR="00B73579" w:rsidRDefault="00B73579" w:rsidP="00B73579">
      <w:pPr>
        <w:pStyle w:val="libCenter"/>
      </w:pPr>
      <w:r>
        <w:t>I'll hold you in my arms, rest Oh little one"</w:t>
      </w:r>
    </w:p>
    <w:p w:rsidR="00B73579" w:rsidRDefault="00B73579" w:rsidP="00B73579">
      <w:pPr>
        <w:pStyle w:val="libCenter"/>
      </w:pPr>
      <w:r>
        <w:t>Thus the mother consoled, cajoled and calmed</w:t>
      </w:r>
    </w:p>
    <w:p w:rsidR="00B73579" w:rsidRDefault="00B73579" w:rsidP="00B73579">
      <w:pPr>
        <w:pStyle w:val="libCenter"/>
      </w:pPr>
      <w:r>
        <w:t>The girl was restless, the night stretched on</w:t>
      </w:r>
    </w:p>
    <w:p w:rsidR="00B73579" w:rsidRDefault="00B73579" w:rsidP="00B73579">
      <w:pPr>
        <w:pStyle w:val="libCenter"/>
      </w:pPr>
      <w:proofErr w:type="spellStart"/>
      <w:r>
        <w:t>Sakina</w:t>
      </w:r>
      <w:proofErr w:type="spellEnd"/>
      <w:r>
        <w:t xml:space="preserve"> sobbed and wept through the night</w:t>
      </w:r>
    </w:p>
    <w:p w:rsidR="00B73579" w:rsidRDefault="00B73579" w:rsidP="00B73579">
      <w:pPr>
        <w:pStyle w:val="libCenter"/>
      </w:pPr>
      <w:r>
        <w:t>Weary she curled up in her mother's arms</w:t>
      </w:r>
    </w:p>
    <w:p w:rsidR="00B73579" w:rsidRDefault="00B73579" w:rsidP="00B73579">
      <w:pPr>
        <w:pStyle w:val="libCenter"/>
      </w:pPr>
      <w:r>
        <w:t>Her frail body weak and drowsy, she slept</w:t>
      </w:r>
    </w:p>
    <w:p w:rsidR="00B73579" w:rsidRDefault="00B73579" w:rsidP="00B73579">
      <w:pPr>
        <w:pStyle w:val="libCenter"/>
      </w:pPr>
      <w:r>
        <w:t xml:space="preserve">And </w:t>
      </w:r>
      <w:proofErr w:type="spellStart"/>
      <w:r>
        <w:t>Banu</w:t>
      </w:r>
      <w:proofErr w:type="spellEnd"/>
      <w:r>
        <w:t xml:space="preserve"> held </w:t>
      </w:r>
      <w:proofErr w:type="spellStart"/>
      <w:r>
        <w:t>Sakina</w:t>
      </w:r>
      <w:proofErr w:type="spellEnd"/>
      <w:r>
        <w:t xml:space="preserve"> in her arms and wept</w:t>
      </w:r>
    </w:p>
    <w:p w:rsidR="00B73579" w:rsidRDefault="00B73579" w:rsidP="00B73579">
      <w:pPr>
        <w:pStyle w:val="libCenter"/>
      </w:pPr>
      <w:r>
        <w:t xml:space="preserve">Within moments </w:t>
      </w:r>
      <w:proofErr w:type="spellStart"/>
      <w:r>
        <w:t>Sakina</w:t>
      </w:r>
      <w:proofErr w:type="spellEnd"/>
      <w:r>
        <w:t xml:space="preserve"> was restless again</w:t>
      </w:r>
    </w:p>
    <w:p w:rsidR="00B73579" w:rsidRDefault="00B73579" w:rsidP="00B73579">
      <w:pPr>
        <w:pStyle w:val="libCenter"/>
      </w:pPr>
      <w:r>
        <w:t>She dreamt of her Father, His presence she felt</w:t>
      </w:r>
    </w:p>
    <w:p w:rsidR="00B73579" w:rsidRDefault="00B73579" w:rsidP="00B73579">
      <w:pPr>
        <w:pStyle w:val="libCenter"/>
      </w:pPr>
      <w:r>
        <w:lastRenderedPageBreak/>
        <w:t>Stretching wide her arms, she woke with a start</w:t>
      </w:r>
    </w:p>
    <w:p w:rsidR="00B73579" w:rsidRDefault="00B73579" w:rsidP="00B73579">
      <w:pPr>
        <w:pStyle w:val="libCenter"/>
      </w:pPr>
      <w:r>
        <w:t>And peered in the darkness, her eyes seeking Him</w:t>
      </w:r>
    </w:p>
    <w:p w:rsidR="00B73579" w:rsidRDefault="00B73579" w:rsidP="00B73579">
      <w:pPr>
        <w:pStyle w:val="libCenter"/>
      </w:pPr>
      <w:r>
        <w:t>She cried "Oh Mother, not a thing I can see</w:t>
      </w:r>
    </w:p>
    <w:p w:rsidR="00B73579" w:rsidRDefault="00B73579" w:rsidP="00B73579">
      <w:pPr>
        <w:pStyle w:val="libCenter"/>
      </w:pPr>
      <w:r>
        <w:t>My Father was here, tell me where is Hue"</w:t>
      </w:r>
    </w:p>
    <w:p w:rsidR="00B73579" w:rsidRDefault="00B73579" w:rsidP="00B73579">
      <w:pPr>
        <w:pStyle w:val="libCenter"/>
      </w:pPr>
      <w:r>
        <w:t xml:space="preserve">Everyone wept at </w:t>
      </w:r>
      <w:proofErr w:type="spellStart"/>
      <w:r>
        <w:t>Sakina's</w:t>
      </w:r>
      <w:proofErr w:type="spellEnd"/>
      <w:r>
        <w:t xml:space="preserve"> state</w:t>
      </w:r>
    </w:p>
    <w:p w:rsidR="00B73579" w:rsidRDefault="00B73579" w:rsidP="00B73579">
      <w:pPr>
        <w:pStyle w:val="libCenter"/>
      </w:pPr>
      <w:r>
        <w:t>And so did the prison guard, hiding his face</w:t>
      </w:r>
    </w:p>
    <w:p w:rsidR="00B73579" w:rsidRDefault="00B73579" w:rsidP="00B73579">
      <w:pPr>
        <w:pStyle w:val="libCenter"/>
      </w:pPr>
      <w:r>
        <w:t xml:space="preserve">And </w:t>
      </w:r>
      <w:proofErr w:type="spellStart"/>
      <w:r>
        <w:t>Yazid</w:t>
      </w:r>
      <w:proofErr w:type="spellEnd"/>
      <w:r>
        <w:t xml:space="preserve"> learned of </w:t>
      </w:r>
      <w:proofErr w:type="spellStart"/>
      <w:r>
        <w:t>Sakina's</w:t>
      </w:r>
      <w:proofErr w:type="spellEnd"/>
      <w:r>
        <w:t xml:space="preserve"> distress</w:t>
      </w:r>
    </w:p>
    <w:p w:rsidR="00B73579" w:rsidRDefault="00B73579" w:rsidP="00B73579">
      <w:pPr>
        <w:pStyle w:val="libCenter"/>
      </w:pPr>
      <w:r>
        <w:t>That she's crying for her Father, for Him she prays</w:t>
      </w:r>
    </w:p>
    <w:p w:rsidR="00B73579" w:rsidRDefault="00B73579" w:rsidP="00B73579">
      <w:pPr>
        <w:pStyle w:val="libCenter"/>
      </w:pPr>
      <w:r>
        <w:t>Inconsolable she weeps, nothing calms her down</w:t>
      </w:r>
    </w:p>
    <w:p w:rsidR="00B73579" w:rsidRDefault="00B73579" w:rsidP="00B73579">
      <w:pPr>
        <w:pStyle w:val="libCenter"/>
      </w:pPr>
      <w:r>
        <w:t>She wants her Father, she wants Him now</w:t>
      </w:r>
    </w:p>
    <w:p w:rsidR="00B73579" w:rsidRDefault="00B73579" w:rsidP="00B73579">
      <w:pPr>
        <w:pStyle w:val="libCenter"/>
      </w:pPr>
      <w:r>
        <w:t xml:space="preserve">"Then take His head" </w:t>
      </w:r>
      <w:proofErr w:type="spellStart"/>
      <w:r>
        <w:t>Yazid</w:t>
      </w:r>
      <w:proofErr w:type="spellEnd"/>
      <w:r>
        <w:t xml:space="preserve"> ordered his men</w:t>
      </w:r>
    </w:p>
    <w:p w:rsidR="00B73579" w:rsidRDefault="00B73579" w:rsidP="00B73579">
      <w:pPr>
        <w:pStyle w:val="libCenter"/>
      </w:pPr>
      <w:r>
        <w:t>And Husain's severed head was carried thence</w:t>
      </w:r>
    </w:p>
    <w:p w:rsidR="00B73579" w:rsidRDefault="00B73579" w:rsidP="00B73579">
      <w:pPr>
        <w:pStyle w:val="libCenter"/>
      </w:pPr>
      <w:r>
        <w:t>Its glory and radiance lighting the path</w:t>
      </w:r>
    </w:p>
    <w:p w:rsidR="00B73579" w:rsidRDefault="00B73579" w:rsidP="00B73579">
      <w:pPr>
        <w:pStyle w:val="libCenter"/>
      </w:pPr>
      <w:r>
        <w:t xml:space="preserve">Fragrant and glorious </w:t>
      </w:r>
      <w:proofErr w:type="gramStart"/>
      <w:r>
        <w:t>Its</w:t>
      </w:r>
      <w:proofErr w:type="gramEnd"/>
      <w:r>
        <w:t xml:space="preserve"> noble presence</w:t>
      </w:r>
    </w:p>
    <w:p w:rsidR="00B73579" w:rsidRDefault="00B73579" w:rsidP="00B73579">
      <w:pPr>
        <w:pStyle w:val="libCenter"/>
      </w:pPr>
      <w:r>
        <w:t>Sensing the approach, the prisoners hastily rose</w:t>
      </w:r>
    </w:p>
    <w:p w:rsidR="00B73579" w:rsidRDefault="00B73579" w:rsidP="00B73579">
      <w:pPr>
        <w:pStyle w:val="libCenter"/>
      </w:pPr>
      <w:proofErr w:type="gramStart"/>
      <w:r>
        <w:t>impatiently</w:t>
      </w:r>
      <w:proofErr w:type="gramEnd"/>
      <w:r>
        <w:t xml:space="preserve"> </w:t>
      </w:r>
      <w:proofErr w:type="spellStart"/>
      <w:r>
        <w:t>Sakina</w:t>
      </w:r>
      <w:proofErr w:type="spellEnd"/>
      <w:r>
        <w:t xml:space="preserve"> waited by the door</w:t>
      </w:r>
    </w:p>
    <w:p w:rsidR="00B73579" w:rsidRDefault="00B73579" w:rsidP="00B73579">
      <w:pPr>
        <w:pStyle w:val="libCenter"/>
      </w:pPr>
      <w:r>
        <w:t>Anxious to see Him, smiling through her tears</w:t>
      </w:r>
    </w:p>
    <w:p w:rsidR="00B73579" w:rsidRDefault="00B73579" w:rsidP="00B73579">
      <w:pPr>
        <w:pStyle w:val="libCenter"/>
      </w:pPr>
      <w:r>
        <w:t>The air grew fragrant as His head drew near</w:t>
      </w:r>
    </w:p>
    <w:p w:rsidR="00B73579" w:rsidRDefault="00B73579" w:rsidP="00B73579">
      <w:pPr>
        <w:pStyle w:val="libCenter"/>
      </w:pPr>
      <w:r>
        <w:t>With His halo the prison aura transformed</w:t>
      </w:r>
    </w:p>
    <w:p w:rsidR="00B73579" w:rsidRDefault="00B73579" w:rsidP="00B73579">
      <w:pPr>
        <w:pStyle w:val="libCenter"/>
      </w:pPr>
      <w:r>
        <w:t xml:space="preserve">Gone with the gloom was </w:t>
      </w:r>
      <w:proofErr w:type="spellStart"/>
      <w:r>
        <w:t>Sakina's</w:t>
      </w:r>
      <w:proofErr w:type="spellEnd"/>
      <w:r>
        <w:t xml:space="preserve"> fear</w:t>
      </w:r>
    </w:p>
    <w:p w:rsidR="00B73579" w:rsidRDefault="00B73579" w:rsidP="00B73579">
      <w:pPr>
        <w:pStyle w:val="libCenter"/>
      </w:pPr>
      <w:r>
        <w:t>In reception the prisoners lined up at the door</w:t>
      </w:r>
    </w:p>
    <w:p w:rsidR="00B73579" w:rsidRDefault="00B73579" w:rsidP="00B73579">
      <w:pPr>
        <w:pStyle w:val="libCenter"/>
      </w:pPr>
      <w:proofErr w:type="gramStart"/>
      <w:r>
        <w:t>in</w:t>
      </w:r>
      <w:proofErr w:type="gramEnd"/>
      <w:r>
        <w:t xml:space="preserve"> respect and salutation </w:t>
      </w:r>
      <w:proofErr w:type="spellStart"/>
      <w:r>
        <w:t>Abid</w:t>
      </w:r>
      <w:proofErr w:type="spellEnd"/>
      <w:r>
        <w:t xml:space="preserve"> arose</w:t>
      </w:r>
    </w:p>
    <w:p w:rsidR="00B73579" w:rsidRDefault="00B73579" w:rsidP="00B73579">
      <w:pPr>
        <w:pStyle w:val="libCenter"/>
      </w:pPr>
      <w:r>
        <w:t xml:space="preserve">To receive her Father, </w:t>
      </w:r>
      <w:proofErr w:type="spellStart"/>
      <w:r>
        <w:t>Sakina</w:t>
      </w:r>
      <w:proofErr w:type="spellEnd"/>
      <w:r>
        <w:t xml:space="preserve"> held out her dress</w:t>
      </w:r>
    </w:p>
    <w:p w:rsidR="00B73579" w:rsidRDefault="00B73579" w:rsidP="00B73579">
      <w:pPr>
        <w:pStyle w:val="libCenter"/>
      </w:pPr>
      <w:r>
        <w:t>And hugged His head close to her chest</w:t>
      </w:r>
    </w:p>
    <w:p w:rsidR="00B73579" w:rsidRDefault="00B73579" w:rsidP="00B73579">
      <w:pPr>
        <w:pStyle w:val="libCenter"/>
      </w:pPr>
      <w:r>
        <w:t xml:space="preserve">She kissed His forehead, His cheeks, </w:t>
      </w:r>
      <w:proofErr w:type="gramStart"/>
      <w:r>
        <w:t>His</w:t>
      </w:r>
      <w:proofErr w:type="gramEnd"/>
      <w:r>
        <w:t xml:space="preserve"> lips</w:t>
      </w:r>
    </w:p>
    <w:p w:rsidR="00B73579" w:rsidRDefault="00B73579" w:rsidP="00B73579">
      <w:pPr>
        <w:pStyle w:val="libCenter"/>
      </w:pPr>
      <w:r>
        <w:t>The prisoners circled her in awe and respect</w:t>
      </w:r>
    </w:p>
    <w:p w:rsidR="00B73579" w:rsidRDefault="00B73579" w:rsidP="00B73579">
      <w:pPr>
        <w:pStyle w:val="libCenter"/>
      </w:pPr>
      <w:r>
        <w:t xml:space="preserve">Where </w:t>
      </w:r>
      <w:proofErr w:type="spellStart"/>
      <w:r>
        <w:t>Zainab</w:t>
      </w:r>
      <w:proofErr w:type="spellEnd"/>
      <w:r>
        <w:t xml:space="preserve"> stood hair strewn, head bare</w:t>
      </w:r>
    </w:p>
    <w:p w:rsidR="00B73579" w:rsidRDefault="00B73579" w:rsidP="00B73579">
      <w:pPr>
        <w:pStyle w:val="libCenter"/>
      </w:pPr>
      <w:r>
        <w:t>Husain's glance was affixed to her face</w:t>
      </w:r>
    </w:p>
    <w:p w:rsidR="00B73579" w:rsidRDefault="00B73579" w:rsidP="00B73579">
      <w:pPr>
        <w:pStyle w:val="libCenter"/>
      </w:pPr>
      <w:r>
        <w:t>Holding her Father's severed head</w:t>
      </w:r>
    </w:p>
    <w:p w:rsidR="00B73579" w:rsidRDefault="00B73579" w:rsidP="00B73579">
      <w:pPr>
        <w:pStyle w:val="libCenter"/>
      </w:pPr>
      <w:proofErr w:type="spellStart"/>
      <w:r>
        <w:t>Sakina</w:t>
      </w:r>
      <w:proofErr w:type="spellEnd"/>
      <w:r>
        <w:t xml:space="preserve"> sat on the floor and said</w:t>
      </w:r>
    </w:p>
    <w:p w:rsidR="00B73579" w:rsidRDefault="00B73579" w:rsidP="00B73579">
      <w:pPr>
        <w:pStyle w:val="libCenter"/>
      </w:pPr>
      <w:r>
        <w:t>Words of love, of her loss, her pain</w:t>
      </w:r>
    </w:p>
    <w:p w:rsidR="00B73579" w:rsidRDefault="00B73579" w:rsidP="00B73579">
      <w:pPr>
        <w:pStyle w:val="libCenter"/>
      </w:pPr>
      <w:r>
        <w:t>Then unconscious she was, close to death</w:t>
      </w:r>
    </w:p>
    <w:p w:rsidR="00B73579" w:rsidRDefault="00B73579" w:rsidP="00B73579">
      <w:pPr>
        <w:pStyle w:val="libCenter"/>
      </w:pPr>
      <w:r>
        <w:t>Her face resting on her Father's face</w:t>
      </w:r>
    </w:p>
    <w:p w:rsidR="00B73579" w:rsidRDefault="00B73579" w:rsidP="00B73579">
      <w:pPr>
        <w:pStyle w:val="libCenter"/>
      </w:pPr>
      <w:r>
        <w:t>She sighed, shuddered and took her last breath</w:t>
      </w:r>
    </w:p>
    <w:p w:rsidR="00B73579" w:rsidRDefault="00B73579" w:rsidP="00B73579">
      <w:pPr>
        <w:pStyle w:val="libCenter"/>
      </w:pPr>
      <w:r>
        <w:t>Her silence at first gave no one alarm</w:t>
      </w:r>
    </w:p>
    <w:p w:rsidR="00B73579" w:rsidRDefault="00B73579" w:rsidP="00B73579">
      <w:pPr>
        <w:pStyle w:val="libCenter"/>
      </w:pPr>
      <w:r>
        <w:t>For everyone thought she was feeling calm</w:t>
      </w:r>
    </w:p>
    <w:p w:rsidR="00B73579" w:rsidRDefault="00B73579" w:rsidP="00B73579">
      <w:pPr>
        <w:pStyle w:val="libCenter"/>
      </w:pPr>
      <w:r>
        <w:t>But as the silence stretched, the mother said</w:t>
      </w:r>
    </w:p>
    <w:p w:rsidR="00B73579" w:rsidRDefault="00B73579" w:rsidP="00B73579">
      <w:pPr>
        <w:pStyle w:val="libCenter"/>
      </w:pPr>
      <w:r>
        <w:t xml:space="preserve">"Wake up dear </w:t>
      </w:r>
      <w:proofErr w:type="spellStart"/>
      <w:r>
        <w:t>Sakina</w:t>
      </w:r>
      <w:proofErr w:type="spellEnd"/>
      <w:r>
        <w:t xml:space="preserve">, pass the head to </w:t>
      </w:r>
      <w:proofErr w:type="spellStart"/>
      <w:r>
        <w:t>you</w:t>
      </w:r>
      <w:proofErr w:type="spellEnd"/>
      <w:r>
        <w:t xml:space="preserve"> Aunt"</w:t>
      </w:r>
    </w:p>
    <w:p w:rsidR="00B73579" w:rsidRDefault="00B73579" w:rsidP="00B73579">
      <w:pPr>
        <w:pStyle w:val="libCenter"/>
      </w:pPr>
      <w:r>
        <w:t xml:space="preserve">Hearing no response, terror filled </w:t>
      </w:r>
      <w:proofErr w:type="spellStart"/>
      <w:r>
        <w:t>Banu’s</w:t>
      </w:r>
      <w:proofErr w:type="spellEnd"/>
      <w:r>
        <w:t xml:space="preserve"> heart</w:t>
      </w:r>
    </w:p>
    <w:p w:rsidR="00B73579" w:rsidRDefault="00B73579" w:rsidP="00B73579">
      <w:pPr>
        <w:pStyle w:val="libCenter"/>
      </w:pPr>
      <w:r>
        <w:t>"She's fainted" said everyone, "</w:t>
      </w:r>
      <w:proofErr w:type="spellStart"/>
      <w:r>
        <w:t>Banu</w:t>
      </w:r>
      <w:proofErr w:type="spellEnd"/>
      <w:r>
        <w:t xml:space="preserve"> take heart"</w:t>
      </w:r>
    </w:p>
    <w:p w:rsidR="00B73579" w:rsidRDefault="00B73579" w:rsidP="00B73579">
      <w:pPr>
        <w:pStyle w:val="libCenter"/>
      </w:pPr>
      <w:proofErr w:type="spellStart"/>
      <w:r>
        <w:t>Banu</w:t>
      </w:r>
      <w:proofErr w:type="spellEnd"/>
      <w:r>
        <w:t xml:space="preserve"> lifted </w:t>
      </w:r>
      <w:proofErr w:type="spellStart"/>
      <w:r>
        <w:t>Sakina</w:t>
      </w:r>
      <w:proofErr w:type="spellEnd"/>
      <w:r>
        <w:t xml:space="preserve"> into her arms</w:t>
      </w:r>
    </w:p>
    <w:p w:rsidR="00B73579" w:rsidRDefault="00B73579" w:rsidP="00B73579">
      <w:pPr>
        <w:pStyle w:val="libCenter"/>
      </w:pPr>
      <w:r>
        <w:t xml:space="preserve">Saw the lifeless limbs, eyes shut, </w:t>
      </w:r>
      <w:proofErr w:type="gramStart"/>
      <w:r>
        <w:t>face</w:t>
      </w:r>
      <w:proofErr w:type="gramEnd"/>
      <w:r>
        <w:t xml:space="preserve"> calm</w:t>
      </w:r>
    </w:p>
    <w:p w:rsidR="00B73579" w:rsidRDefault="00B73579" w:rsidP="00B73579">
      <w:pPr>
        <w:pStyle w:val="libCenter"/>
      </w:pPr>
      <w:r>
        <w:t>Neck limp, face drooping to her chest, not a sound</w:t>
      </w:r>
    </w:p>
    <w:p w:rsidR="00B73579" w:rsidRDefault="00B73579" w:rsidP="00B73579">
      <w:pPr>
        <w:pStyle w:val="libCenter"/>
      </w:pPr>
      <w:r>
        <w:t>"</w:t>
      </w:r>
      <w:proofErr w:type="gramStart"/>
      <w:r>
        <w:t>what</w:t>
      </w:r>
      <w:proofErr w:type="gramEnd"/>
      <w:r>
        <w:t xml:space="preserve"> is this?" She cried, "What is this now?"</w:t>
      </w:r>
    </w:p>
    <w:p w:rsidR="00B73579" w:rsidRDefault="00B73579" w:rsidP="00B73579">
      <w:pPr>
        <w:pStyle w:val="libCenter"/>
      </w:pPr>
      <w:r>
        <w:t>"What healer do I consult, where do I go?</w:t>
      </w:r>
    </w:p>
    <w:p w:rsidR="00B73579" w:rsidRDefault="00B73579" w:rsidP="00B73579">
      <w:pPr>
        <w:pStyle w:val="libCenter"/>
      </w:pPr>
      <w:r>
        <w:t>The prison door is locked my dear, what do I do?"</w:t>
      </w:r>
    </w:p>
    <w:p w:rsidR="00B73579" w:rsidRDefault="00B73579" w:rsidP="00B73579">
      <w:pPr>
        <w:pStyle w:val="libCenter"/>
      </w:pPr>
      <w:r>
        <w:t xml:space="preserve">She fanned </w:t>
      </w:r>
      <w:proofErr w:type="spellStart"/>
      <w:r>
        <w:t>Sakina's</w:t>
      </w:r>
      <w:proofErr w:type="spellEnd"/>
      <w:r>
        <w:t xml:space="preserve"> chest, lifting her shirt</w:t>
      </w:r>
    </w:p>
    <w:p w:rsidR="00B73579" w:rsidRDefault="00B73579" w:rsidP="00B73579">
      <w:pPr>
        <w:pStyle w:val="libCenter"/>
      </w:pPr>
      <w:r>
        <w:t xml:space="preserve">"Pray my lady," she turned to </w:t>
      </w:r>
      <w:proofErr w:type="spellStart"/>
      <w:r>
        <w:t>Zainab</w:t>
      </w:r>
      <w:proofErr w:type="spellEnd"/>
      <w:r>
        <w:t xml:space="preserve"> and urged</w:t>
      </w:r>
    </w:p>
    <w:p w:rsidR="00B73579" w:rsidRDefault="00B73579" w:rsidP="00B73579">
      <w:pPr>
        <w:pStyle w:val="libCenter"/>
      </w:pPr>
      <w:r>
        <w:lastRenderedPageBreak/>
        <w:t xml:space="preserve">She called out for </w:t>
      </w:r>
      <w:proofErr w:type="spellStart"/>
      <w:r>
        <w:t>Abid</w:t>
      </w:r>
      <w:proofErr w:type="spellEnd"/>
      <w:r>
        <w:t xml:space="preserve"> to come to her aid</w:t>
      </w:r>
    </w:p>
    <w:p w:rsidR="00B73579" w:rsidRDefault="00B73579" w:rsidP="00B73579">
      <w:pPr>
        <w:pStyle w:val="libCenter"/>
      </w:pPr>
      <w:r>
        <w:t>"Come here my Son, Your sister won't stir"</w:t>
      </w:r>
    </w:p>
    <w:p w:rsidR="00B73579" w:rsidRDefault="00B73579" w:rsidP="00B73579">
      <w:pPr>
        <w:pStyle w:val="libCenter"/>
      </w:pPr>
      <w:r>
        <w:t>"I'm trying to rouse her, I see no response</w:t>
      </w:r>
    </w:p>
    <w:p w:rsidR="00B73579" w:rsidRDefault="00B73579" w:rsidP="00B73579">
      <w:pPr>
        <w:pStyle w:val="libCenter"/>
      </w:pPr>
      <w:r>
        <w:t>She's passed out I gather, but her breathing has stopped"</w:t>
      </w:r>
    </w:p>
    <w:p w:rsidR="00B73579" w:rsidRDefault="00B73579" w:rsidP="00B73579">
      <w:pPr>
        <w:pStyle w:val="libCenter"/>
      </w:pPr>
      <w:r>
        <w:t xml:space="preserve">Feeling her pulse </w:t>
      </w:r>
      <w:proofErr w:type="spellStart"/>
      <w:r>
        <w:t>Abid</w:t>
      </w:r>
      <w:proofErr w:type="spellEnd"/>
      <w:r>
        <w:t xml:space="preserve"> moaned and tensed</w:t>
      </w:r>
    </w:p>
    <w:p w:rsidR="00B73579" w:rsidRDefault="00B73579" w:rsidP="00B73579">
      <w:pPr>
        <w:pStyle w:val="libCenter"/>
      </w:pPr>
      <w:r>
        <w:t>And the mother cried "I have no more strength"</w:t>
      </w:r>
    </w:p>
    <w:p w:rsidR="00B73579" w:rsidRDefault="00B73579" w:rsidP="00B73579">
      <w:pPr>
        <w:pStyle w:val="libCenter"/>
      </w:pPr>
      <w:r>
        <w:t xml:space="preserve">"Yet I'll face the </w:t>
      </w:r>
      <w:proofErr w:type="gramStart"/>
      <w:r>
        <w:t>truth,</w:t>
      </w:r>
      <w:proofErr w:type="gramEnd"/>
      <w:r>
        <w:t xml:space="preserve"> do not hide from me Son"</w:t>
      </w:r>
    </w:p>
    <w:p w:rsidR="00B73579" w:rsidRDefault="00B73579" w:rsidP="00B73579">
      <w:pPr>
        <w:pStyle w:val="libCenter"/>
      </w:pPr>
      <w:proofErr w:type="spellStart"/>
      <w:r>
        <w:t>Abid</w:t>
      </w:r>
      <w:proofErr w:type="spellEnd"/>
      <w:r>
        <w:t xml:space="preserve"> replied "Dear mother, she is dead"</w:t>
      </w:r>
    </w:p>
    <w:p w:rsidR="00B73579" w:rsidRDefault="00B73579" w:rsidP="00B73579">
      <w:pPr>
        <w:pStyle w:val="libCenter"/>
      </w:pPr>
      <w:r>
        <w:t>"Lay her down on the sand, let her rest</w:t>
      </w:r>
    </w:p>
    <w:p w:rsidR="00B73579" w:rsidRDefault="00B73579" w:rsidP="00B73579">
      <w:pPr>
        <w:pStyle w:val="libCenter"/>
      </w:pPr>
      <w:r>
        <w:t>Her body is bruised, yet she's peaceful in death"</w:t>
      </w:r>
    </w:p>
    <w:p w:rsidR="00B73579" w:rsidRDefault="00B73579" w:rsidP="00B73579">
      <w:pPr>
        <w:pStyle w:val="libCenter"/>
      </w:pPr>
      <w:r>
        <w:t>"In this dark prison my daughter is dead"</w:t>
      </w:r>
    </w:p>
    <w:p w:rsidR="00B73579" w:rsidRDefault="00B73579" w:rsidP="00B73579">
      <w:pPr>
        <w:pStyle w:val="libCenter"/>
      </w:pPr>
      <w:proofErr w:type="spellStart"/>
      <w:r>
        <w:t>Banu</w:t>
      </w:r>
      <w:proofErr w:type="spellEnd"/>
      <w:r>
        <w:t xml:space="preserve"> cried "This death I will never forget"</w:t>
      </w:r>
    </w:p>
    <w:p w:rsidR="00B73579" w:rsidRDefault="00B73579" w:rsidP="00B73579">
      <w:pPr>
        <w:pStyle w:val="libCenter"/>
      </w:pPr>
      <w:r>
        <w:t xml:space="preserve">And </w:t>
      </w:r>
      <w:proofErr w:type="spellStart"/>
      <w:r>
        <w:t>Fizza</w:t>
      </w:r>
      <w:proofErr w:type="spellEnd"/>
      <w:r>
        <w:t xml:space="preserve"> went to the prison door and asked</w:t>
      </w:r>
    </w:p>
    <w:p w:rsidR="00B73579" w:rsidRDefault="00B73579" w:rsidP="00B73579">
      <w:pPr>
        <w:pStyle w:val="libCenter"/>
      </w:pPr>
      <w:r>
        <w:t>The guards for a lamp for the house of the dead</w:t>
      </w:r>
    </w:p>
    <w:p w:rsidR="00B73579" w:rsidRDefault="00B73579" w:rsidP="00B73579">
      <w:pPr>
        <w:pStyle w:val="libCenter"/>
      </w:pPr>
      <w:r>
        <w:t>"No one keeps a body laying so in the dark</w:t>
      </w:r>
    </w:p>
    <w:p w:rsidR="00B73579" w:rsidRDefault="00B73579" w:rsidP="00B73579">
      <w:pPr>
        <w:pStyle w:val="libCenter"/>
      </w:pPr>
      <w:r>
        <w:t>Yet our little girl lies in the prison night black"</w:t>
      </w:r>
    </w:p>
    <w:p w:rsidR="00B73579" w:rsidRDefault="00B73579" w:rsidP="00B73579">
      <w:pPr>
        <w:pStyle w:val="libCenter"/>
      </w:pPr>
      <w:r>
        <w:t>With the light of dawn, the prison was lit</w:t>
      </w:r>
    </w:p>
    <w:p w:rsidR="00B73579" w:rsidRDefault="00B73579" w:rsidP="00B73579">
      <w:pPr>
        <w:pStyle w:val="libCenter"/>
      </w:pPr>
      <w:r>
        <w:t xml:space="preserve">And </w:t>
      </w:r>
      <w:proofErr w:type="spellStart"/>
      <w:r>
        <w:t>Banu</w:t>
      </w:r>
      <w:proofErr w:type="spellEnd"/>
      <w:r>
        <w:t xml:space="preserve"> bent over </w:t>
      </w:r>
      <w:proofErr w:type="spellStart"/>
      <w:r>
        <w:t>Sakina</w:t>
      </w:r>
      <w:proofErr w:type="spellEnd"/>
      <w:r>
        <w:t xml:space="preserve"> and looked</w:t>
      </w:r>
    </w:p>
    <w:p w:rsidR="00B73579" w:rsidRDefault="00B73579" w:rsidP="00B73579">
      <w:pPr>
        <w:pStyle w:val="libCenter"/>
      </w:pPr>
      <w:r>
        <w:t>Saw the bruised ears, dried blood on her neck</w:t>
      </w:r>
    </w:p>
    <w:p w:rsidR="00B73579" w:rsidRDefault="00B73579" w:rsidP="00B73579">
      <w:pPr>
        <w:pStyle w:val="libCenter"/>
      </w:pPr>
      <w:r>
        <w:t>Her dress blood stained, tattered and burnt</w:t>
      </w:r>
    </w:p>
    <w:p w:rsidR="00B73579" w:rsidRDefault="00B73579" w:rsidP="00B73579">
      <w:pPr>
        <w:pStyle w:val="libCenter"/>
      </w:pPr>
      <w:r>
        <w:t>Pale and gaunt, resting on the prison floor</w:t>
      </w:r>
    </w:p>
    <w:p w:rsidR="00B73579" w:rsidRDefault="00B73579" w:rsidP="00B73579">
      <w:pPr>
        <w:pStyle w:val="libCenter"/>
      </w:pPr>
      <w:r>
        <w:t>Hair laden with dust, crying no more</w:t>
      </w:r>
    </w:p>
    <w:p w:rsidR="00B73579" w:rsidRDefault="00B73579" w:rsidP="00B73579">
      <w:pPr>
        <w:pStyle w:val="libCenter"/>
      </w:pPr>
      <w:r>
        <w:t>"My dearest" She cried, "Wake up now</w:t>
      </w:r>
    </w:p>
    <w:p w:rsidR="00B73579" w:rsidRDefault="00B73579" w:rsidP="00B73579">
      <w:pPr>
        <w:pStyle w:val="libCenter"/>
      </w:pPr>
      <w:proofErr w:type="spellStart"/>
      <w:r>
        <w:t>Its</w:t>
      </w:r>
      <w:proofErr w:type="spellEnd"/>
      <w:r>
        <w:t xml:space="preserve"> time for </w:t>
      </w:r>
      <w:proofErr w:type="spellStart"/>
      <w:r>
        <w:t>Namaz</w:t>
      </w:r>
      <w:proofErr w:type="spellEnd"/>
      <w:r>
        <w:t xml:space="preserve"> (</w:t>
      </w:r>
      <w:proofErr w:type="spellStart"/>
      <w:r>
        <w:t>Salat</w:t>
      </w:r>
      <w:proofErr w:type="spellEnd"/>
      <w:r>
        <w:t>), your head you must bow</w:t>
      </w:r>
    </w:p>
    <w:p w:rsidR="00B73579" w:rsidRDefault="00B73579" w:rsidP="00B73579">
      <w:pPr>
        <w:pStyle w:val="libCenter"/>
      </w:pPr>
      <w:r>
        <w:t>"You've never needed my help to wake up before</w:t>
      </w:r>
    </w:p>
    <w:p w:rsidR="00B73579" w:rsidRDefault="00B73579" w:rsidP="00B73579">
      <w:pPr>
        <w:pStyle w:val="libCenter"/>
      </w:pPr>
      <w:r>
        <w:t>You'd wake on your own, what's happened now?"</w:t>
      </w:r>
    </w:p>
    <w:p w:rsidR="00B73579" w:rsidRDefault="00B73579" w:rsidP="00B73579">
      <w:pPr>
        <w:pStyle w:val="libCenter"/>
      </w:pPr>
      <w:r>
        <w:t>"You know the guards' fury, do not so doze</w:t>
      </w:r>
    </w:p>
    <w:p w:rsidR="00B73579" w:rsidRDefault="00B73579" w:rsidP="00B73579">
      <w:pPr>
        <w:pStyle w:val="libCenter"/>
      </w:pPr>
      <w:r>
        <w:t xml:space="preserve">This isn't home </w:t>
      </w:r>
      <w:proofErr w:type="spellStart"/>
      <w:r>
        <w:t>Sakina</w:t>
      </w:r>
      <w:proofErr w:type="spellEnd"/>
      <w:r>
        <w:t>, they'll come to the door"</w:t>
      </w:r>
    </w:p>
    <w:p w:rsidR="00B73579" w:rsidRDefault="00B73579" w:rsidP="00B73579">
      <w:pPr>
        <w:pStyle w:val="libCenter"/>
      </w:pPr>
      <w:r>
        <w:t>"The darkness troubled you, you couldn't rest</w:t>
      </w:r>
    </w:p>
    <w:p w:rsidR="00B73579" w:rsidRDefault="00B73579" w:rsidP="00B73579">
      <w:pPr>
        <w:pStyle w:val="libCenter"/>
      </w:pPr>
      <w:r>
        <w:t>You'd pray for a breeze, you'd get upset</w:t>
      </w:r>
    </w:p>
    <w:p w:rsidR="00B73579" w:rsidRDefault="00B73579" w:rsidP="00B73579">
      <w:pPr>
        <w:pStyle w:val="libCenter"/>
      </w:pPr>
      <w:r>
        <w:t xml:space="preserve">The </w:t>
      </w:r>
      <w:proofErr w:type="gramStart"/>
      <w:r>
        <w:t>breeze from heaven gill cool</w:t>
      </w:r>
      <w:proofErr w:type="gramEnd"/>
      <w:r>
        <w:t xml:space="preserve"> you tonight</w:t>
      </w:r>
    </w:p>
    <w:p w:rsidR="00B73579" w:rsidRDefault="00B73579" w:rsidP="00B73579">
      <w:pPr>
        <w:pStyle w:val="libCenter"/>
      </w:pPr>
      <w:proofErr w:type="gramStart"/>
      <w:r>
        <w:t>in</w:t>
      </w:r>
      <w:proofErr w:type="gramEnd"/>
      <w:r>
        <w:t xml:space="preserve"> your new home </w:t>
      </w:r>
      <w:proofErr w:type="spellStart"/>
      <w:r>
        <w:t>Sakina</w:t>
      </w:r>
      <w:proofErr w:type="spellEnd"/>
      <w:r>
        <w:t xml:space="preserve"> my dear, sleep well"</w:t>
      </w:r>
    </w:p>
    <w:p w:rsidR="00B73579" w:rsidRDefault="00B73579" w:rsidP="00B73579">
      <w:pPr>
        <w:pStyle w:val="libCenter"/>
      </w:pPr>
      <w:r>
        <w:t>"I hope you find comforts you couldn't find here</w:t>
      </w:r>
    </w:p>
    <w:p w:rsidR="00B73579" w:rsidRDefault="00B73579" w:rsidP="00B73579">
      <w:pPr>
        <w:pStyle w:val="libCenter"/>
      </w:pPr>
      <w:r>
        <w:t>The grave is roomier than this prison my dear"</w:t>
      </w:r>
    </w:p>
    <w:p w:rsidR="00494D4F" w:rsidRDefault="00494D4F" w:rsidP="00D16736">
      <w:pPr>
        <w:pStyle w:val="libNormal"/>
      </w:pPr>
      <w:r>
        <w:br w:type="page"/>
      </w:r>
    </w:p>
    <w:p w:rsidR="00B73579" w:rsidRDefault="00494D4F" w:rsidP="00494D4F">
      <w:pPr>
        <w:pStyle w:val="Heading1Center"/>
      </w:pPr>
      <w:bookmarkStart w:id="33" w:name="_Toc443827508"/>
      <w:proofErr w:type="spellStart"/>
      <w:r>
        <w:lastRenderedPageBreak/>
        <w:t>Marsiya</w:t>
      </w:r>
      <w:proofErr w:type="spellEnd"/>
      <w:r>
        <w:t xml:space="preserve"> n. 11: </w:t>
      </w:r>
      <w:r w:rsidR="00B73579">
        <w:t>The Return to the Plains of Karbala</w:t>
      </w:r>
      <w:bookmarkEnd w:id="33"/>
    </w:p>
    <w:p w:rsidR="00494D4F" w:rsidRDefault="00B73579" w:rsidP="00494D4F">
      <w:pPr>
        <w:pStyle w:val="Heading2Center"/>
      </w:pPr>
      <w:bookmarkStart w:id="34" w:name="_Toc443827509"/>
      <w:r>
        <w:t xml:space="preserve">Most </w:t>
      </w:r>
      <w:proofErr w:type="spellStart"/>
      <w:r>
        <w:t>Reverred</w:t>
      </w:r>
      <w:proofErr w:type="spellEnd"/>
      <w:r>
        <w:t xml:space="preserve"> </w:t>
      </w:r>
      <w:proofErr w:type="spellStart"/>
      <w:r>
        <w:t>Zainab</w:t>
      </w:r>
      <w:proofErr w:type="spellEnd"/>
      <w:r>
        <w:t xml:space="preserve"> (‘a) Returns to Karbala</w:t>
      </w:r>
      <w:r w:rsidR="00494D4F">
        <w:t xml:space="preserve"> </w:t>
      </w:r>
      <w:proofErr w:type="spellStart"/>
      <w:r>
        <w:t>Chehlum</w:t>
      </w:r>
      <w:bookmarkEnd w:id="34"/>
      <w:proofErr w:type="spellEnd"/>
    </w:p>
    <w:p w:rsidR="00B73579" w:rsidRDefault="00B73579" w:rsidP="00E55380">
      <w:pPr>
        <w:pStyle w:val="libFootnotenum"/>
      </w:pPr>
      <w:r>
        <w:t>[1]</w:t>
      </w:r>
    </w:p>
    <w:p w:rsidR="00B73579" w:rsidRDefault="00B73579" w:rsidP="005F41BE">
      <w:pPr>
        <w:pStyle w:val="Heading3Center"/>
      </w:pPr>
      <w:bookmarkStart w:id="35" w:name="_Toc443827510"/>
      <w:r>
        <w:t>("</w:t>
      </w:r>
      <w:proofErr w:type="spellStart"/>
      <w:r>
        <w:t>Chehlum</w:t>
      </w:r>
      <w:proofErr w:type="spellEnd"/>
      <w:r>
        <w:t xml:space="preserve"> </w:t>
      </w:r>
      <w:proofErr w:type="spellStart"/>
      <w:proofErr w:type="gramStart"/>
      <w:r>
        <w:t>jo</w:t>
      </w:r>
      <w:proofErr w:type="spellEnd"/>
      <w:proofErr w:type="gramEnd"/>
      <w:r>
        <w:t xml:space="preserve"> Karbala </w:t>
      </w:r>
      <w:proofErr w:type="spellStart"/>
      <w:r>
        <w:t>mein</w:t>
      </w:r>
      <w:proofErr w:type="spellEnd"/>
      <w:r>
        <w:t xml:space="preserve"> </w:t>
      </w:r>
      <w:proofErr w:type="spellStart"/>
      <w:r>
        <w:t>bahattar</w:t>
      </w:r>
      <w:proofErr w:type="spellEnd"/>
      <w:r>
        <w:t xml:space="preserve"> ka ho </w:t>
      </w:r>
      <w:proofErr w:type="spellStart"/>
      <w:r>
        <w:t>chuka</w:t>
      </w:r>
      <w:proofErr w:type="spellEnd"/>
      <w:r>
        <w:t>")</w:t>
      </w:r>
      <w:bookmarkEnd w:id="35"/>
    </w:p>
    <w:p w:rsidR="00B73579" w:rsidRDefault="00B73579" w:rsidP="00B73579">
      <w:pPr>
        <w:pStyle w:val="libCenter"/>
      </w:pPr>
      <w:r>
        <w:t xml:space="preserve">The </w:t>
      </w:r>
      <w:proofErr w:type="spellStart"/>
      <w:r>
        <w:t>Chehlum</w:t>
      </w:r>
      <w:proofErr w:type="spellEnd"/>
      <w:r>
        <w:t xml:space="preserve"> for seventy two martyrs was done</w:t>
      </w:r>
    </w:p>
    <w:p w:rsidR="00B73579" w:rsidRDefault="00B73579" w:rsidP="00B73579">
      <w:pPr>
        <w:pStyle w:val="libCenter"/>
      </w:pPr>
      <w:r>
        <w:t>And the bodies and the heads had finally become one</w:t>
      </w:r>
    </w:p>
    <w:p w:rsidR="00B73579" w:rsidRDefault="00B73579" w:rsidP="00B73579">
      <w:pPr>
        <w:pStyle w:val="libCenter"/>
      </w:pPr>
      <w:r>
        <w:t>And Husain's slain army was remembered by all</w:t>
      </w:r>
    </w:p>
    <w:p w:rsidR="00B73579" w:rsidRDefault="00B73579" w:rsidP="00B73579">
      <w:pPr>
        <w:pStyle w:val="libCenter"/>
      </w:pPr>
      <w:r>
        <w:t>And the children of Muhammad lamented His son</w:t>
      </w:r>
    </w:p>
    <w:p w:rsidR="00B73579" w:rsidRDefault="00B73579" w:rsidP="00B73579">
      <w:pPr>
        <w:pStyle w:val="libCenter"/>
      </w:pPr>
      <w:r>
        <w:t>For three days and nights in the desert they mourned</w:t>
      </w:r>
    </w:p>
    <w:p w:rsidR="00B73579" w:rsidRDefault="00B73579" w:rsidP="00B73579">
      <w:pPr>
        <w:pStyle w:val="libCenter"/>
      </w:pPr>
      <w:r>
        <w:t>Embracing His tomb as though never to be torn</w:t>
      </w:r>
    </w:p>
    <w:p w:rsidR="00B73579" w:rsidRDefault="00B73579" w:rsidP="00B73579">
      <w:pPr>
        <w:pStyle w:val="libCenter"/>
      </w:pPr>
      <w:r>
        <w:t>Hearts lit like candles, their love for Him bloomed</w:t>
      </w:r>
    </w:p>
    <w:p w:rsidR="00B73579" w:rsidRDefault="00B73579" w:rsidP="00B73579">
      <w:pPr>
        <w:pStyle w:val="libCenter"/>
      </w:pPr>
      <w:r>
        <w:t>Their sons, like flowers, scattered around His tomb</w:t>
      </w:r>
    </w:p>
    <w:p w:rsidR="00B73579" w:rsidRDefault="00B73579" w:rsidP="00B73579">
      <w:pPr>
        <w:pStyle w:val="libCenter"/>
      </w:pPr>
      <w:r>
        <w:t>Remembering those killed, they cried out in grief</w:t>
      </w:r>
    </w:p>
    <w:p w:rsidR="00B73579" w:rsidRDefault="00B73579" w:rsidP="00B73579">
      <w:pPr>
        <w:pStyle w:val="libCenter"/>
      </w:pPr>
      <w:r>
        <w:t>And clutched at their hearts and in pain swooned</w:t>
      </w:r>
    </w:p>
    <w:p w:rsidR="00B73579" w:rsidRDefault="00B73579" w:rsidP="00B73579">
      <w:pPr>
        <w:pStyle w:val="libCenter"/>
      </w:pPr>
      <w:proofErr w:type="gramStart"/>
      <w:r>
        <w:t>" Where</w:t>
      </w:r>
      <w:proofErr w:type="gramEnd"/>
      <w:r>
        <w:t xml:space="preserve"> are those who would protect us?" they cried</w:t>
      </w:r>
    </w:p>
    <w:p w:rsidR="00B73579" w:rsidRDefault="00B73579" w:rsidP="00B73579">
      <w:pPr>
        <w:pStyle w:val="libCenter"/>
      </w:pPr>
      <w:r>
        <w:t xml:space="preserve">"Now we </w:t>
      </w:r>
      <w:proofErr w:type="gramStart"/>
      <w:r>
        <w:t>wander,</w:t>
      </w:r>
      <w:proofErr w:type="gramEnd"/>
      <w:r>
        <w:t xml:space="preserve"> heads bare in broad daylight"</w:t>
      </w:r>
    </w:p>
    <w:p w:rsidR="00B73579" w:rsidRDefault="00B73579" w:rsidP="00B73579">
      <w:pPr>
        <w:pStyle w:val="libCenter"/>
      </w:pPr>
      <w:r>
        <w:t>The air fraught with sobs as the widows wept</w:t>
      </w:r>
    </w:p>
    <w:p w:rsidR="00B73579" w:rsidRDefault="00B73579" w:rsidP="00B73579">
      <w:pPr>
        <w:pStyle w:val="libCenter"/>
      </w:pPr>
      <w:r>
        <w:t>And the Noble Sister's face on His tomb did rest</w:t>
      </w:r>
    </w:p>
    <w:p w:rsidR="00B73579" w:rsidRDefault="00B73579" w:rsidP="00B73579">
      <w:pPr>
        <w:pStyle w:val="libCenter"/>
      </w:pPr>
      <w:r>
        <w:t>And cried "Oh my beloved brother dear Husain</w:t>
      </w:r>
    </w:p>
    <w:p w:rsidR="00B73579" w:rsidRDefault="00B73579" w:rsidP="00B73579">
      <w:pPr>
        <w:pStyle w:val="libCenter"/>
      </w:pPr>
      <w:r>
        <w:t xml:space="preserve">For three days and nights I've been </w:t>
      </w:r>
      <w:proofErr w:type="gramStart"/>
      <w:r>
        <w:t>Your</w:t>
      </w:r>
      <w:proofErr w:type="gramEnd"/>
      <w:r>
        <w:t xml:space="preserve"> guest"</w:t>
      </w:r>
    </w:p>
    <w:p w:rsidR="00B73579" w:rsidRDefault="00B73579" w:rsidP="00B73579">
      <w:pPr>
        <w:pStyle w:val="libCenter"/>
      </w:pPr>
      <w:r>
        <w:t>"Heartbroken and forlorn is this Prophet's grandchild</w:t>
      </w:r>
    </w:p>
    <w:p w:rsidR="00B73579" w:rsidRDefault="00B73579" w:rsidP="00B73579">
      <w:pPr>
        <w:pStyle w:val="libCenter"/>
      </w:pPr>
      <w:r>
        <w:t xml:space="preserve">For my services </w:t>
      </w:r>
      <w:proofErr w:type="gramStart"/>
      <w:r>
        <w:t>You</w:t>
      </w:r>
      <w:proofErr w:type="gramEnd"/>
      <w:r>
        <w:t xml:space="preserve"> didn't accept, what a plight"</w:t>
      </w:r>
    </w:p>
    <w:p w:rsidR="00B73579" w:rsidRDefault="00B73579" w:rsidP="00B73579">
      <w:pPr>
        <w:pStyle w:val="libCenter"/>
      </w:pPr>
      <w:r>
        <w:t>"The will of the imam, I will gladly accept</w:t>
      </w:r>
    </w:p>
    <w:p w:rsidR="00B73579" w:rsidRDefault="00B73579" w:rsidP="00B73579">
      <w:pPr>
        <w:pStyle w:val="libCenter"/>
      </w:pPr>
      <w:r>
        <w:t xml:space="preserve">But the bruises on my arms I haven't shown </w:t>
      </w:r>
      <w:proofErr w:type="gramStart"/>
      <w:r>
        <w:t>You</w:t>
      </w:r>
      <w:proofErr w:type="gramEnd"/>
      <w:r>
        <w:t xml:space="preserve"> yet</w:t>
      </w:r>
    </w:p>
    <w:p w:rsidR="00B73579" w:rsidRDefault="00B73579" w:rsidP="00B73579">
      <w:pPr>
        <w:pStyle w:val="libCenter"/>
      </w:pPr>
      <w:r>
        <w:t>I am alone today, no friend in sight</w:t>
      </w:r>
    </w:p>
    <w:p w:rsidR="00B73579" w:rsidRDefault="00B73579" w:rsidP="00B73579">
      <w:pPr>
        <w:pStyle w:val="libCenter"/>
      </w:pPr>
      <w:r>
        <w:t xml:space="preserve">Without You I am nothing, how can </w:t>
      </w:r>
      <w:proofErr w:type="gramStart"/>
      <w:r>
        <w:t>You</w:t>
      </w:r>
      <w:proofErr w:type="gramEnd"/>
      <w:r>
        <w:t xml:space="preserve"> forget?"</w:t>
      </w:r>
    </w:p>
    <w:p w:rsidR="00B73579" w:rsidRDefault="00B73579" w:rsidP="00B73579">
      <w:pPr>
        <w:pStyle w:val="libCenter"/>
      </w:pPr>
      <w:r>
        <w:t xml:space="preserve">"I've lost sons and brothers and </w:t>
      </w:r>
      <w:proofErr w:type="gramStart"/>
      <w:r>
        <w:t>You</w:t>
      </w:r>
      <w:proofErr w:type="gramEnd"/>
      <w:r>
        <w:t xml:space="preserve"> in this war</w:t>
      </w:r>
    </w:p>
    <w:p w:rsidR="00B73579" w:rsidRDefault="00B73579" w:rsidP="00B73579">
      <w:pPr>
        <w:pStyle w:val="libCenter"/>
      </w:pPr>
      <w:proofErr w:type="gramStart"/>
      <w:r>
        <w:t>my</w:t>
      </w:r>
      <w:proofErr w:type="gramEnd"/>
      <w:r>
        <w:t xml:space="preserve"> back is bruised with the tip of the spear"</w:t>
      </w:r>
    </w:p>
    <w:p w:rsidR="00B73579" w:rsidRDefault="00B73579" w:rsidP="00B73579">
      <w:pPr>
        <w:pStyle w:val="libCenter"/>
      </w:pPr>
      <w:r>
        <w:t>"I cared for the orphans, the fathers lay dead</w:t>
      </w:r>
    </w:p>
    <w:p w:rsidR="00B73579" w:rsidRDefault="00B73579" w:rsidP="00B73579">
      <w:pPr>
        <w:pStyle w:val="libCenter"/>
      </w:pPr>
      <w:r>
        <w:t>Their frail ages and captivity, the pain and the dread</w:t>
      </w:r>
    </w:p>
    <w:p w:rsidR="00B73579" w:rsidRDefault="00B73579" w:rsidP="00B73579">
      <w:pPr>
        <w:pStyle w:val="libCenter"/>
      </w:pPr>
      <w:r>
        <w:t>To divert them from their misery, I narrated your tale</w:t>
      </w:r>
    </w:p>
    <w:p w:rsidR="00B73579" w:rsidRDefault="00B73579" w:rsidP="00B73579">
      <w:pPr>
        <w:pStyle w:val="libCenter"/>
      </w:pPr>
      <w:r>
        <w:t>I was their mother, their aunt, or their father instead"</w:t>
      </w:r>
    </w:p>
    <w:p w:rsidR="00B73579" w:rsidRDefault="00B73579" w:rsidP="00B73579">
      <w:pPr>
        <w:pStyle w:val="libCenter"/>
      </w:pPr>
      <w:r>
        <w:t>"And I will live on to see them suffer and die</w:t>
      </w:r>
    </w:p>
    <w:p w:rsidR="00B73579" w:rsidRDefault="00B73579" w:rsidP="00B73579">
      <w:pPr>
        <w:pStyle w:val="libCenter"/>
      </w:pPr>
      <w:r>
        <w:t>For it is not my destiny to see beloveds thrive"</w:t>
      </w:r>
    </w:p>
    <w:p w:rsidR="00B73579" w:rsidRDefault="00B73579" w:rsidP="00B73579">
      <w:pPr>
        <w:pStyle w:val="libCenter"/>
      </w:pPr>
      <w:proofErr w:type="gramStart"/>
      <w:r>
        <w:t>" I</w:t>
      </w:r>
      <w:proofErr w:type="gramEnd"/>
      <w:r>
        <w:t xml:space="preserve"> had imagined pilgrims surrounding Your tomb</w:t>
      </w:r>
    </w:p>
    <w:p w:rsidR="00B73579" w:rsidRDefault="00B73579" w:rsidP="00B73579">
      <w:pPr>
        <w:pStyle w:val="libCenter"/>
      </w:pPr>
      <w:r>
        <w:t>And the throng of the angels had lifted the gloom</w:t>
      </w:r>
    </w:p>
    <w:p w:rsidR="00B73579" w:rsidRDefault="00B73579" w:rsidP="00B73579">
      <w:pPr>
        <w:pStyle w:val="libCenter"/>
      </w:pPr>
      <w:r>
        <w:t>And in Your memorial, we would all gather here</w:t>
      </w:r>
    </w:p>
    <w:p w:rsidR="00B73579" w:rsidRDefault="00B73579" w:rsidP="00B73579">
      <w:pPr>
        <w:pStyle w:val="libCenter"/>
      </w:pPr>
      <w:r>
        <w:t>Yet I see not a soul, I am here alone"</w:t>
      </w:r>
    </w:p>
    <w:p w:rsidR="00B73579" w:rsidRDefault="00B73579" w:rsidP="00B73579">
      <w:pPr>
        <w:pStyle w:val="libCenter"/>
      </w:pPr>
      <w:proofErr w:type="gramStart"/>
      <w:r>
        <w:t>" By</w:t>
      </w:r>
      <w:proofErr w:type="gramEnd"/>
      <w:r>
        <w:t xml:space="preserve"> your graveside I sit my Brother, and weep</w:t>
      </w:r>
    </w:p>
    <w:p w:rsidR="00B73579" w:rsidRDefault="00B73579" w:rsidP="00B73579">
      <w:pPr>
        <w:pStyle w:val="libCenter"/>
      </w:pPr>
      <w:r>
        <w:t>And console my heart though my pain is deep"</w:t>
      </w:r>
    </w:p>
    <w:p w:rsidR="00B73579" w:rsidRDefault="00B73579" w:rsidP="00B73579">
      <w:pPr>
        <w:pStyle w:val="libCenter"/>
      </w:pPr>
      <w:r>
        <w:t xml:space="preserve">Saying this, </w:t>
      </w:r>
      <w:proofErr w:type="spellStart"/>
      <w:r>
        <w:t>Zainab</w:t>
      </w:r>
      <w:proofErr w:type="spellEnd"/>
      <w:r>
        <w:t xml:space="preserve"> inconsolable, sobbed</w:t>
      </w:r>
    </w:p>
    <w:p w:rsidR="00B73579" w:rsidRDefault="00B73579" w:rsidP="00B73579">
      <w:pPr>
        <w:pStyle w:val="libCenter"/>
      </w:pPr>
      <w:r>
        <w:t>And the tomb of the Prince shuddered and rocked</w:t>
      </w:r>
    </w:p>
    <w:p w:rsidR="00B73579" w:rsidRDefault="00B73579" w:rsidP="00B73579">
      <w:pPr>
        <w:pStyle w:val="libCenter"/>
      </w:pPr>
      <w:r>
        <w:t xml:space="preserve">And </w:t>
      </w:r>
      <w:proofErr w:type="spellStart"/>
      <w:r>
        <w:t>Basheer</w:t>
      </w:r>
      <w:proofErr w:type="spellEnd"/>
      <w:r>
        <w:t xml:space="preserve"> approached the Prince's son and said</w:t>
      </w:r>
    </w:p>
    <w:p w:rsidR="00B73579" w:rsidRDefault="00B73579" w:rsidP="00B73579">
      <w:pPr>
        <w:pStyle w:val="libCenter"/>
      </w:pPr>
      <w:r>
        <w:t xml:space="preserve">"Oh Imam shall we leaves </w:t>
      </w:r>
      <w:proofErr w:type="gramStart"/>
      <w:r>
        <w:t>Your</w:t>
      </w:r>
      <w:proofErr w:type="gramEnd"/>
      <w:r>
        <w:t xml:space="preserve"> aunt is distraught"</w:t>
      </w:r>
    </w:p>
    <w:p w:rsidR="00B73579" w:rsidRDefault="00B73579" w:rsidP="00B73579">
      <w:pPr>
        <w:pStyle w:val="libCenter"/>
      </w:pPr>
      <w:r>
        <w:t xml:space="preserve">And </w:t>
      </w:r>
      <w:proofErr w:type="spellStart"/>
      <w:r>
        <w:t>Abid</w:t>
      </w:r>
      <w:proofErr w:type="spellEnd"/>
      <w:r>
        <w:t xml:space="preserve"> toward His Aunt did turn</w:t>
      </w:r>
    </w:p>
    <w:p w:rsidR="00B73579" w:rsidRDefault="00B73579" w:rsidP="00B73579">
      <w:pPr>
        <w:pStyle w:val="libCenter"/>
      </w:pPr>
      <w:r>
        <w:t>And asked "Dear Aunt shall we return."</w:t>
      </w:r>
    </w:p>
    <w:p w:rsidR="00B73579" w:rsidRDefault="00B73579" w:rsidP="00B73579">
      <w:pPr>
        <w:pStyle w:val="libCenter"/>
      </w:pPr>
      <w:r>
        <w:t xml:space="preserve">And </w:t>
      </w:r>
      <w:proofErr w:type="spellStart"/>
      <w:r>
        <w:t>Zainab</w:t>
      </w:r>
      <w:proofErr w:type="spellEnd"/>
      <w:r>
        <w:t xml:space="preserve"> replied, "As you wish dear Imam"</w:t>
      </w:r>
    </w:p>
    <w:p w:rsidR="00B73579" w:rsidRDefault="00B73579" w:rsidP="00B73579">
      <w:pPr>
        <w:pStyle w:val="libCenter"/>
      </w:pPr>
      <w:r>
        <w:lastRenderedPageBreak/>
        <w:t>The preparations to leave for Medina began</w:t>
      </w:r>
    </w:p>
    <w:p w:rsidR="00B73579" w:rsidRDefault="00B73579" w:rsidP="00B73579">
      <w:pPr>
        <w:pStyle w:val="libCenter"/>
      </w:pPr>
      <w:r>
        <w:t>The tents were untied and the camels lined up</w:t>
      </w:r>
    </w:p>
    <w:p w:rsidR="00B73579" w:rsidRDefault="00B73579" w:rsidP="00B73579">
      <w:pPr>
        <w:pStyle w:val="libCenter"/>
      </w:pPr>
      <w:r>
        <w:t>And around the graves gathered Ali's clan</w:t>
      </w:r>
    </w:p>
    <w:p w:rsidR="00B73579" w:rsidRDefault="00B73579" w:rsidP="00B73579">
      <w:pPr>
        <w:pStyle w:val="libCenter"/>
      </w:pPr>
      <w:r>
        <w:t>Bidding farewell to those who slept in their graves</w:t>
      </w:r>
    </w:p>
    <w:p w:rsidR="00B73579" w:rsidRDefault="00B73579" w:rsidP="00B73579">
      <w:pPr>
        <w:pStyle w:val="libCenter"/>
      </w:pPr>
      <w:r>
        <w:t>The old and the young stood around in a daze</w:t>
      </w:r>
    </w:p>
    <w:p w:rsidR="00B73579" w:rsidRDefault="00B73579" w:rsidP="00B73579">
      <w:pPr>
        <w:pStyle w:val="libCenter"/>
      </w:pPr>
      <w:r>
        <w:t>At the thought of leaving her Brother's tomb</w:t>
      </w:r>
    </w:p>
    <w:p w:rsidR="00B73579" w:rsidRDefault="00B73579" w:rsidP="00B73579">
      <w:pPr>
        <w:pStyle w:val="libCenter"/>
      </w:pPr>
      <w:r>
        <w:t xml:space="preserve">Distraught, </w:t>
      </w:r>
      <w:proofErr w:type="spellStart"/>
      <w:r>
        <w:t>Zainab</w:t>
      </w:r>
      <w:proofErr w:type="spellEnd"/>
      <w:r>
        <w:t xml:space="preserve"> cried </w:t>
      </w:r>
      <w:proofErr w:type="gramStart"/>
      <w:r>
        <w:t>" How</w:t>
      </w:r>
      <w:proofErr w:type="gramEnd"/>
      <w:r>
        <w:t xml:space="preserve"> can I leave You along</w:t>
      </w:r>
    </w:p>
    <w:p w:rsidR="00B73579" w:rsidRDefault="00B73579" w:rsidP="00B73579">
      <w:pPr>
        <w:pStyle w:val="libCenter"/>
      </w:pPr>
      <w:r>
        <w:t>In this forsaken desert away from us all</w:t>
      </w:r>
    </w:p>
    <w:p w:rsidR="00B73579" w:rsidRDefault="00B73579" w:rsidP="00B73579">
      <w:pPr>
        <w:pStyle w:val="libCenter"/>
      </w:pPr>
      <w:r>
        <w:t xml:space="preserve">This empty, desolate city now </w:t>
      </w:r>
      <w:proofErr w:type="gramStart"/>
      <w:r>
        <w:t>Your</w:t>
      </w:r>
      <w:proofErr w:type="gramEnd"/>
      <w:r>
        <w:t xml:space="preserve"> home"</w:t>
      </w:r>
    </w:p>
    <w:p w:rsidR="00B73579" w:rsidRDefault="00B73579" w:rsidP="00B73579">
      <w:pPr>
        <w:pStyle w:val="libCenter"/>
      </w:pPr>
      <w:r>
        <w:t>"</w:t>
      </w:r>
      <w:proofErr w:type="gramStart"/>
      <w:r>
        <w:t>where</w:t>
      </w:r>
      <w:proofErr w:type="gramEnd"/>
      <w:r>
        <w:t xml:space="preserve"> nothing grows and nothing lives</w:t>
      </w:r>
    </w:p>
    <w:p w:rsidR="00B73579" w:rsidRDefault="00B73579" w:rsidP="00B73579">
      <w:pPr>
        <w:pStyle w:val="libCenter"/>
      </w:pPr>
      <w:r>
        <w:t xml:space="preserve">Such a place </w:t>
      </w:r>
      <w:proofErr w:type="gramStart"/>
      <w:r>
        <w:t>You've</w:t>
      </w:r>
      <w:proofErr w:type="gramEnd"/>
      <w:r>
        <w:t xml:space="preserve"> chosen to gather and rest"</w:t>
      </w:r>
    </w:p>
    <w:p w:rsidR="00B73579" w:rsidRDefault="00B73579" w:rsidP="00B73579">
      <w:pPr>
        <w:pStyle w:val="libCenter"/>
      </w:pPr>
      <w:r>
        <w:t>"Oh Noble Lord of Karbala, farewell</w:t>
      </w:r>
    </w:p>
    <w:p w:rsidR="00B73579" w:rsidRDefault="00B73579" w:rsidP="00B73579">
      <w:pPr>
        <w:pStyle w:val="libCenter"/>
      </w:pPr>
      <w:r>
        <w:t>Oh the sands that cradle His shroud, farewell</w:t>
      </w:r>
    </w:p>
    <w:p w:rsidR="00B73579" w:rsidRDefault="00B73579" w:rsidP="00B73579">
      <w:pPr>
        <w:pStyle w:val="libCenter"/>
      </w:pPr>
      <w:r>
        <w:t>Dear grave of the noble, lofty Prince, farewell</w:t>
      </w:r>
    </w:p>
    <w:p w:rsidR="00B73579" w:rsidRDefault="00B73579" w:rsidP="00B73579">
      <w:pPr>
        <w:pStyle w:val="libCenter"/>
      </w:pPr>
      <w:r>
        <w:t>My Brother Your sister departs now, farewell"</w:t>
      </w:r>
    </w:p>
    <w:p w:rsidR="00B73579" w:rsidRDefault="00B73579" w:rsidP="00B73579">
      <w:pPr>
        <w:pStyle w:val="libCenter"/>
      </w:pPr>
      <w:r>
        <w:t>"This Prophet's grandchild is unfortunate indeed</w:t>
      </w:r>
    </w:p>
    <w:p w:rsidR="00B73579" w:rsidRDefault="00B73579" w:rsidP="00B73579">
      <w:pPr>
        <w:pStyle w:val="libCenter"/>
      </w:pPr>
      <w:r>
        <w:t xml:space="preserve">For </w:t>
      </w:r>
      <w:proofErr w:type="gramStart"/>
      <w:r>
        <w:t>You're</w:t>
      </w:r>
      <w:proofErr w:type="gramEnd"/>
      <w:r>
        <w:t xml:space="preserve"> not pleased with her deeds"</w:t>
      </w:r>
    </w:p>
    <w:p w:rsidR="00B73579" w:rsidRDefault="00B73579" w:rsidP="00B73579">
      <w:pPr>
        <w:pStyle w:val="libCenter"/>
      </w:pPr>
      <w:r>
        <w:t xml:space="preserve">"How do I face Medina having left </w:t>
      </w:r>
      <w:proofErr w:type="gramStart"/>
      <w:r>
        <w:t>You</w:t>
      </w:r>
      <w:proofErr w:type="gramEnd"/>
      <w:r>
        <w:t xml:space="preserve"> herd</w:t>
      </w:r>
    </w:p>
    <w:p w:rsidR="00B73579" w:rsidRDefault="00B73579" w:rsidP="00B73579">
      <w:pPr>
        <w:pStyle w:val="libCenter"/>
      </w:pPr>
      <w:r>
        <w:t>What if the Prophet questions, how can I bear?</w:t>
      </w:r>
    </w:p>
    <w:p w:rsidR="00B73579" w:rsidRDefault="00B73579" w:rsidP="00B73579">
      <w:pPr>
        <w:pStyle w:val="libCenter"/>
      </w:pPr>
      <w:r>
        <w:t>If I go to Najaf, the same question I will face</w:t>
      </w:r>
    </w:p>
    <w:p w:rsidR="00B73579" w:rsidRDefault="00B73579" w:rsidP="00B73579">
      <w:pPr>
        <w:pStyle w:val="libCenter"/>
      </w:pPr>
      <w:r>
        <w:t>`Where is Husain?' That is all I will hear"</w:t>
      </w:r>
    </w:p>
    <w:p w:rsidR="00B73579" w:rsidRDefault="00B73579" w:rsidP="00B73579">
      <w:pPr>
        <w:pStyle w:val="libCenter"/>
      </w:pPr>
      <w:r>
        <w:t>"You've asked me to leave, so how can I stay?</w:t>
      </w:r>
    </w:p>
    <w:p w:rsidR="00B73579" w:rsidRDefault="00B73579" w:rsidP="00B73579">
      <w:pPr>
        <w:pStyle w:val="libCenter"/>
      </w:pPr>
      <w:r>
        <w:t>But where must I go, where must I stay?"</w:t>
      </w:r>
    </w:p>
    <w:p w:rsidR="00B73579" w:rsidRDefault="00B73579" w:rsidP="00B73579">
      <w:pPr>
        <w:pStyle w:val="libCenter"/>
      </w:pPr>
      <w:r>
        <w:t>"</w:t>
      </w:r>
      <w:proofErr w:type="gramStart"/>
      <w:r>
        <w:t>won't</w:t>
      </w:r>
      <w:proofErr w:type="gramEnd"/>
      <w:r>
        <w:t xml:space="preserve"> You come, hold my hand as I alight?</w:t>
      </w:r>
    </w:p>
    <w:p w:rsidR="00B73579" w:rsidRDefault="00B73579" w:rsidP="00B73579">
      <w:pPr>
        <w:pStyle w:val="libCenter"/>
      </w:pPr>
      <w:r>
        <w:t xml:space="preserve">Won't </w:t>
      </w:r>
      <w:proofErr w:type="gramStart"/>
      <w:r>
        <w:t>You</w:t>
      </w:r>
      <w:proofErr w:type="gramEnd"/>
      <w:r>
        <w:t xml:space="preserve"> shelter me from strangers' sights?</w:t>
      </w:r>
    </w:p>
    <w:p w:rsidR="00B73579" w:rsidRDefault="00B73579" w:rsidP="00B73579">
      <w:pPr>
        <w:pStyle w:val="libCenter"/>
      </w:pPr>
      <w:r>
        <w:t xml:space="preserve">Won't </w:t>
      </w:r>
      <w:proofErr w:type="spellStart"/>
      <w:r>
        <w:t>Abbas</w:t>
      </w:r>
      <w:proofErr w:type="spellEnd"/>
      <w:r>
        <w:t xml:space="preserve"> or Alder come to bid me farewell?</w:t>
      </w:r>
    </w:p>
    <w:p w:rsidR="00B73579" w:rsidRDefault="00B73579" w:rsidP="00B73579">
      <w:pPr>
        <w:pStyle w:val="libCenter"/>
      </w:pPr>
      <w:r>
        <w:t xml:space="preserve">Won't </w:t>
      </w:r>
      <w:proofErr w:type="gramStart"/>
      <w:r>
        <w:t>You</w:t>
      </w:r>
      <w:proofErr w:type="gramEnd"/>
      <w:r>
        <w:t xml:space="preserve"> bring </w:t>
      </w:r>
      <w:proofErr w:type="spellStart"/>
      <w:r>
        <w:t>Asghar</w:t>
      </w:r>
      <w:proofErr w:type="spellEnd"/>
      <w:r>
        <w:t xml:space="preserve"> for whom </w:t>
      </w:r>
      <w:proofErr w:type="spellStart"/>
      <w:r>
        <w:t>Banu</w:t>
      </w:r>
      <w:proofErr w:type="spellEnd"/>
      <w:r>
        <w:t xml:space="preserve"> cries?"</w:t>
      </w:r>
    </w:p>
    <w:p w:rsidR="00B73579" w:rsidRDefault="00B73579" w:rsidP="00B73579">
      <w:pPr>
        <w:pStyle w:val="libCenter"/>
      </w:pPr>
      <w:r>
        <w:t>"You're our leader come lead us ahead</w:t>
      </w:r>
    </w:p>
    <w:p w:rsidR="00B73579" w:rsidRDefault="00B73579" w:rsidP="00B73579">
      <w:pPr>
        <w:pStyle w:val="libCenter"/>
      </w:pPr>
      <w:proofErr w:type="gramStart"/>
      <w:r>
        <w:t>we're</w:t>
      </w:r>
      <w:proofErr w:type="gramEnd"/>
      <w:r>
        <w:t xml:space="preserve"> ready, yet You sleep, the grave Your bed"</w:t>
      </w:r>
    </w:p>
    <w:p w:rsidR="00B73579" w:rsidRDefault="00B73579" w:rsidP="00B73579">
      <w:pPr>
        <w:pStyle w:val="libCenter"/>
      </w:pPr>
      <w:r>
        <w:t xml:space="preserve">"Although I weep and call out </w:t>
      </w:r>
      <w:proofErr w:type="gramStart"/>
      <w:r>
        <w:t>Your</w:t>
      </w:r>
      <w:proofErr w:type="gramEnd"/>
      <w:r>
        <w:t xml:space="preserve"> name</w:t>
      </w:r>
    </w:p>
    <w:p w:rsidR="00B73579" w:rsidRDefault="00B73579" w:rsidP="00B73579">
      <w:pPr>
        <w:pStyle w:val="libCenter"/>
      </w:pPr>
      <w:r>
        <w:t>You do not answer Oh Prince, I'm amazed</w:t>
      </w:r>
    </w:p>
    <w:p w:rsidR="00B73579" w:rsidRDefault="00B73579" w:rsidP="00B73579">
      <w:pPr>
        <w:pStyle w:val="libCenter"/>
      </w:pPr>
      <w:proofErr w:type="gramStart"/>
      <w:r>
        <w:t>if</w:t>
      </w:r>
      <w:proofErr w:type="gramEnd"/>
      <w:r>
        <w:t xml:space="preserve"> only You would embrace me now</w:t>
      </w:r>
    </w:p>
    <w:p w:rsidR="00B73579" w:rsidRDefault="00B73579" w:rsidP="00B73579">
      <w:pPr>
        <w:pStyle w:val="libCenter"/>
      </w:pPr>
      <w:r>
        <w:t>I will leave for Medina, though never the same"</w:t>
      </w:r>
    </w:p>
    <w:p w:rsidR="00B73579" w:rsidRDefault="00B73579" w:rsidP="00B73579">
      <w:pPr>
        <w:pStyle w:val="libCenter"/>
      </w:pPr>
      <w:r>
        <w:t xml:space="preserve">The Prince then answered "My dear </w:t>
      </w:r>
      <w:proofErr w:type="spellStart"/>
      <w:r>
        <w:t>Zainab</w:t>
      </w:r>
      <w:proofErr w:type="spellEnd"/>
      <w:r>
        <w:t xml:space="preserve"> farewell</w:t>
      </w:r>
    </w:p>
    <w:p w:rsidR="00B73579" w:rsidRDefault="00B73579" w:rsidP="00B73579">
      <w:pPr>
        <w:pStyle w:val="libCenter"/>
      </w:pPr>
      <w:r>
        <w:t xml:space="preserve">Give my love to </w:t>
      </w:r>
      <w:proofErr w:type="spellStart"/>
      <w:r>
        <w:t>Soghra</w:t>
      </w:r>
      <w:proofErr w:type="spellEnd"/>
      <w:r>
        <w:t>, my daughter who is ill"</w:t>
      </w:r>
    </w:p>
    <w:p w:rsidR="00494D4F" w:rsidRDefault="00494D4F" w:rsidP="00D16736">
      <w:pPr>
        <w:pStyle w:val="libNormal"/>
      </w:pPr>
      <w:r>
        <w:br w:type="page"/>
      </w:r>
    </w:p>
    <w:p w:rsidR="00B73579" w:rsidRDefault="00E55380" w:rsidP="00494D4F">
      <w:pPr>
        <w:pStyle w:val="Heading1Center"/>
      </w:pPr>
      <w:bookmarkStart w:id="36" w:name="_Toc443827511"/>
      <w:r>
        <w:lastRenderedPageBreak/>
        <w:t>Note</w:t>
      </w:r>
      <w:bookmarkEnd w:id="36"/>
    </w:p>
    <w:p w:rsidR="00494D4F" w:rsidRDefault="00B73579" w:rsidP="00494D4F">
      <w:pPr>
        <w:pStyle w:val="libFootnote"/>
      </w:pPr>
      <w:r>
        <w:t>[1]The word "</w:t>
      </w:r>
      <w:proofErr w:type="spellStart"/>
      <w:r>
        <w:t>Chehlum</w:t>
      </w:r>
      <w:proofErr w:type="spellEnd"/>
      <w:r>
        <w:t>" or “</w:t>
      </w:r>
      <w:proofErr w:type="spellStart"/>
      <w:r>
        <w:t>Arba’in</w:t>
      </w:r>
      <w:proofErr w:type="spellEnd"/>
      <w:r>
        <w:t xml:space="preserve">” in </w:t>
      </w:r>
      <w:proofErr w:type="spellStart"/>
      <w:r>
        <w:t>Arabic</w:t>
      </w:r>
      <w:proofErr w:type="gramStart"/>
      <w:r>
        <w:t>,denotes</w:t>
      </w:r>
      <w:proofErr w:type="spellEnd"/>
      <w:proofErr w:type="gramEnd"/>
      <w:r>
        <w:t xml:space="preserve"> the traditional memorial held on the 40th day after death.</w:t>
      </w:r>
    </w:p>
    <w:p w:rsidR="00494D4F" w:rsidRPr="00D16736" w:rsidRDefault="00494D4F" w:rsidP="00D16736">
      <w:pPr>
        <w:pStyle w:val="libNormal"/>
      </w:pPr>
      <w:r>
        <w:br w:type="page"/>
      </w:r>
    </w:p>
    <w:p w:rsidR="00310BCA" w:rsidRDefault="00310BCA" w:rsidP="00310BCA">
      <w:pPr>
        <w:pStyle w:val="libCenterBold1"/>
      </w:pPr>
    </w:p>
    <w:p w:rsidR="00310BCA" w:rsidRDefault="00310BCA" w:rsidP="00310BCA">
      <w:pPr>
        <w:pStyle w:val="libCenterBold1"/>
      </w:pPr>
    </w:p>
    <w:p w:rsidR="00310BCA" w:rsidRDefault="00310BCA" w:rsidP="00310BCA">
      <w:pPr>
        <w:pStyle w:val="libCenterBold1"/>
      </w:pPr>
    </w:p>
    <w:p w:rsidR="00310BCA" w:rsidRDefault="00310BCA" w:rsidP="00310BCA">
      <w:pPr>
        <w:pStyle w:val="libCenterBold1"/>
      </w:pPr>
    </w:p>
    <w:p w:rsidR="00310BCA" w:rsidRDefault="00310BCA" w:rsidP="00310BCA">
      <w:pPr>
        <w:pStyle w:val="libCenterBold1"/>
      </w:pPr>
    </w:p>
    <w:p w:rsidR="00310BCA" w:rsidRDefault="00310BCA" w:rsidP="00310BCA">
      <w:pPr>
        <w:pStyle w:val="libCenterBold1"/>
      </w:pPr>
    </w:p>
    <w:p w:rsidR="00310BCA" w:rsidRDefault="00310BCA" w:rsidP="00310BCA">
      <w:pPr>
        <w:pStyle w:val="libCenterBold1"/>
      </w:pPr>
    </w:p>
    <w:p w:rsidR="00310BCA" w:rsidRDefault="00310BCA" w:rsidP="00310BCA">
      <w:pPr>
        <w:pStyle w:val="libCenterBold1"/>
      </w:pPr>
    </w:p>
    <w:p w:rsidR="00310BCA" w:rsidRDefault="00310BCA" w:rsidP="00310BCA">
      <w:pPr>
        <w:pStyle w:val="libCenterBold1"/>
      </w:pPr>
      <w:r>
        <w:t>All rights reserved for Al-</w:t>
      </w:r>
      <w:proofErr w:type="spellStart"/>
      <w:r>
        <w:t>Hassanain</w:t>
      </w:r>
      <w:proofErr w:type="spellEnd"/>
      <w:r>
        <w:t xml:space="preserve"> (p) Network, Imam </w:t>
      </w:r>
      <w:proofErr w:type="spellStart"/>
      <w:r>
        <w:t>Hussain</w:t>
      </w:r>
      <w:proofErr w:type="spellEnd"/>
      <w:r>
        <w:t xml:space="preserve"> (p) Foundation</w:t>
      </w:r>
    </w:p>
    <w:p w:rsidR="00310BCA" w:rsidRDefault="00310BCA" w:rsidP="00310BCA">
      <w:pPr>
        <w:pStyle w:val="libCenterBold1"/>
      </w:pPr>
    </w:p>
    <w:p w:rsidR="00310BCA" w:rsidRDefault="00310BCA" w:rsidP="00310BCA">
      <w:pPr>
        <w:pStyle w:val="libCenterBold1"/>
      </w:pPr>
      <w:proofErr w:type="spellStart"/>
      <w:r>
        <w:t>Alhassanain</w:t>
      </w:r>
      <w:proofErr w:type="spellEnd"/>
      <w:r>
        <w:t xml:space="preserve"> (p) Network for Islamic Heritage and Thought</w:t>
      </w:r>
    </w:p>
    <w:p w:rsidR="00310BCA" w:rsidRDefault="00310BCA" w:rsidP="00310BCA">
      <w:pPr>
        <w:pStyle w:val="libCenterBold1"/>
      </w:pPr>
    </w:p>
    <w:p w:rsidR="00B73579" w:rsidRDefault="00A204DD" w:rsidP="00310BCA">
      <w:pPr>
        <w:pStyle w:val="libCenterBold1"/>
      </w:pPr>
      <w:hyperlink r:id="rId9" w:history="1">
        <w:r w:rsidR="00310BCA" w:rsidRPr="0041098D">
          <w:rPr>
            <w:rStyle w:val="Hyperlink"/>
          </w:rPr>
          <w:t>www.alhassanain.org/english</w:t>
        </w:r>
      </w:hyperlink>
    </w:p>
    <w:sectPr w:rsidR="00B73579" w:rsidSect="00B73579">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7B7" w:rsidRDefault="000657B7" w:rsidP="00113C59">
      <w:r>
        <w:separator/>
      </w:r>
    </w:p>
  </w:endnote>
  <w:endnote w:type="continuationSeparator" w:id="0">
    <w:p w:rsidR="000657B7" w:rsidRDefault="000657B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204DD" w:rsidP="00745C1D">
    <w:pPr>
      <w:pStyle w:val="Footer"/>
      <w:tabs>
        <w:tab w:val="clear" w:pos="4153"/>
        <w:tab w:val="clear" w:pos="8306"/>
      </w:tabs>
    </w:pPr>
    <w:fldSimple w:instr=" PAGE   \* MERGEFORMAT ">
      <w:r w:rsidR="00B73579">
        <w:rPr>
          <w:noProof/>
        </w:rPr>
        <w:t>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204DD" w:rsidP="00B73579">
    <w:pPr>
      <w:pStyle w:val="libCenter"/>
    </w:pPr>
    <w:fldSimple w:instr=" PAGE   \* MERGEFORMAT ">
      <w:r w:rsidR="00CE1D11">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A204DD" w:rsidP="00745C1D">
    <w:pPr>
      <w:pStyle w:val="Footer"/>
      <w:tabs>
        <w:tab w:val="clear" w:pos="4153"/>
        <w:tab w:val="clear" w:pos="8306"/>
      </w:tabs>
    </w:pPr>
    <w:fldSimple w:instr=" PAGE   \* MERGEFORMAT ">
      <w:r w:rsidR="00B7357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7B7" w:rsidRDefault="000657B7" w:rsidP="00113C59">
      <w:r>
        <w:separator/>
      </w:r>
    </w:p>
  </w:footnote>
  <w:footnote w:type="continuationSeparator" w:id="0">
    <w:p w:rsidR="000657B7" w:rsidRDefault="000657B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494D4F"/>
    <w:rsid w:val="00005A19"/>
    <w:rsid w:val="000267FE"/>
    <w:rsid w:val="00040798"/>
    <w:rsid w:val="00043023"/>
    <w:rsid w:val="00051840"/>
    <w:rsid w:val="00054406"/>
    <w:rsid w:val="0006216A"/>
    <w:rsid w:val="000657B7"/>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BC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4A40"/>
    <w:rsid w:val="004919C3"/>
    <w:rsid w:val="00494D4F"/>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1B0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1026"/>
    <w:rsid w:val="00584801"/>
    <w:rsid w:val="005923FF"/>
    <w:rsid w:val="00597294"/>
    <w:rsid w:val="00597B34"/>
    <w:rsid w:val="005A1C39"/>
    <w:rsid w:val="005A2070"/>
    <w:rsid w:val="005A43ED"/>
    <w:rsid w:val="005B2DE4"/>
    <w:rsid w:val="005B56BE"/>
    <w:rsid w:val="005B68D5"/>
    <w:rsid w:val="005C0E2F"/>
    <w:rsid w:val="005D2C72"/>
    <w:rsid w:val="005E2913"/>
    <w:rsid w:val="005F41BE"/>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79FA"/>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14EA"/>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4DD"/>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3579"/>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3009"/>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1D11"/>
    <w:rsid w:val="00CE30CD"/>
    <w:rsid w:val="00CF137D"/>
    <w:rsid w:val="00D10971"/>
    <w:rsid w:val="00D16736"/>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5380"/>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0088"/>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46EFD"/>
    <w:rsid w:val="00F571FE"/>
    <w:rsid w:val="00F638A5"/>
    <w:rsid w:val="00F715FC"/>
    <w:rsid w:val="00F71859"/>
    <w:rsid w:val="00F74FDC"/>
    <w:rsid w:val="00F77764"/>
    <w:rsid w:val="00F77953"/>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94D4F"/>
    <w:rPr>
      <w:rFonts w:ascii="Tahoma" w:hAnsi="Tahoma" w:cs="Tahoma"/>
      <w:sz w:val="16"/>
      <w:szCs w:val="16"/>
    </w:rPr>
  </w:style>
  <w:style w:type="character" w:customStyle="1" w:styleId="DocumentMapChar">
    <w:name w:val="Document Map Char"/>
    <w:basedOn w:val="DefaultParagraphFont"/>
    <w:link w:val="DocumentMap"/>
    <w:rsid w:val="00494D4F"/>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BC10D-A6EA-4387-BCCC-86D48A45F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31</TotalTime>
  <Pages>33</Pages>
  <Words>7507</Words>
  <Characters>42792</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50199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15</cp:revision>
  <cp:lastPrinted>1601-01-01T00:00:00Z</cp:lastPrinted>
  <dcterms:created xsi:type="dcterms:W3CDTF">2016-02-21T08:42:00Z</dcterms:created>
  <dcterms:modified xsi:type="dcterms:W3CDTF">2016-02-21T10:55:00Z</dcterms:modified>
</cp:coreProperties>
</file>