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793" w:rsidRDefault="000B2793" w:rsidP="00C563CB">
      <w:pPr>
        <w:pStyle w:val="libCenterTitr"/>
      </w:pPr>
    </w:p>
    <w:p w:rsidR="000B2793" w:rsidRDefault="000B2793" w:rsidP="00C563CB">
      <w:pPr>
        <w:pStyle w:val="libCenterTitr"/>
      </w:pPr>
    </w:p>
    <w:p w:rsidR="000B2793" w:rsidRDefault="000B2793" w:rsidP="00C563CB">
      <w:pPr>
        <w:pStyle w:val="libCenterTitr"/>
      </w:pPr>
    </w:p>
    <w:p w:rsidR="000B2793" w:rsidRDefault="000B2793" w:rsidP="00C563CB">
      <w:pPr>
        <w:pStyle w:val="libCenterTitr"/>
      </w:pPr>
    </w:p>
    <w:p w:rsidR="00C563CB" w:rsidRDefault="00C563CB" w:rsidP="00C563CB">
      <w:pPr>
        <w:pStyle w:val="libCenterTitr"/>
      </w:pPr>
      <w:r>
        <w:t>Sorrow and Sufferings</w:t>
      </w:r>
    </w:p>
    <w:p w:rsidR="00A9676F" w:rsidRDefault="00A9676F" w:rsidP="00C563CB">
      <w:pPr>
        <w:pStyle w:val="libCenterBold1"/>
      </w:pPr>
    </w:p>
    <w:p w:rsidR="00C563CB" w:rsidRDefault="00C563CB" w:rsidP="00C563CB">
      <w:pPr>
        <w:pStyle w:val="libCenterBold1"/>
      </w:pPr>
      <w:r>
        <w:t>Author(s): Noorali S. Merchant</w:t>
      </w:r>
    </w:p>
    <w:p w:rsidR="000B2793" w:rsidRDefault="000B2793" w:rsidP="00C563CB">
      <w:pPr>
        <w:pStyle w:val="libCenterBold1"/>
      </w:pPr>
    </w:p>
    <w:p w:rsidR="00C563CB" w:rsidRDefault="00C563CB" w:rsidP="00CB156C">
      <w:pPr>
        <w:pStyle w:val="libCenterBold2"/>
      </w:pPr>
      <w:r>
        <w:t xml:space="preserve">A Collection of Poems on the martyrdom of </w:t>
      </w:r>
      <w:proofErr w:type="gramStart"/>
      <w:r>
        <w:t xml:space="preserve">Imam Husayn (a), and </w:t>
      </w:r>
      <w:r w:rsidR="00CB156C">
        <w:t>‘</w:t>
      </w:r>
      <w:r>
        <w:t>what others hav</w:t>
      </w:r>
      <w:r w:rsidR="00CB156C">
        <w:t>e to say about Imam Husayn (a)</w:t>
      </w:r>
      <w:proofErr w:type="gramEnd"/>
    </w:p>
    <w:p w:rsidR="000B2793" w:rsidRDefault="000B2793" w:rsidP="00C563CB">
      <w:pPr>
        <w:pStyle w:val="libCenterBold2"/>
      </w:pPr>
    </w:p>
    <w:p w:rsidR="000B2793" w:rsidRDefault="000B2793" w:rsidP="00C563CB">
      <w:pPr>
        <w:pStyle w:val="libCenterBold2"/>
      </w:pPr>
    </w:p>
    <w:p w:rsidR="000B2793" w:rsidRDefault="000B2793" w:rsidP="00C563CB">
      <w:pPr>
        <w:pStyle w:val="libCenterBold2"/>
      </w:pPr>
    </w:p>
    <w:p w:rsidR="000B2793" w:rsidRDefault="000B2793" w:rsidP="00C563CB">
      <w:pPr>
        <w:pStyle w:val="libCenterBold2"/>
      </w:pPr>
    </w:p>
    <w:p w:rsidR="000B2793" w:rsidRDefault="000B2793" w:rsidP="00C563CB">
      <w:pPr>
        <w:pStyle w:val="libCenterBold2"/>
      </w:pPr>
    </w:p>
    <w:p w:rsidR="000B2793" w:rsidRDefault="000B2793" w:rsidP="00C563CB">
      <w:pPr>
        <w:pStyle w:val="libCenterBold2"/>
      </w:pPr>
    </w:p>
    <w:p w:rsidR="000B2793" w:rsidRDefault="000B2793" w:rsidP="00C563CB">
      <w:pPr>
        <w:pStyle w:val="libCenterBold2"/>
      </w:pPr>
    </w:p>
    <w:p w:rsidR="000B2793" w:rsidRDefault="000B2793" w:rsidP="00C563CB">
      <w:pPr>
        <w:pStyle w:val="libCenterBold2"/>
      </w:pPr>
    </w:p>
    <w:p w:rsidR="000B2793" w:rsidRDefault="000B2793" w:rsidP="00C563CB">
      <w:pPr>
        <w:pStyle w:val="libCenterBold2"/>
      </w:pPr>
    </w:p>
    <w:p w:rsidR="000B2793" w:rsidRDefault="000B2793" w:rsidP="00C563CB">
      <w:pPr>
        <w:pStyle w:val="libCenterBold2"/>
      </w:pPr>
    </w:p>
    <w:p w:rsidR="000B2793" w:rsidRDefault="000B2793" w:rsidP="00C563CB">
      <w:pPr>
        <w:pStyle w:val="libCenterBold2"/>
      </w:pPr>
    </w:p>
    <w:p w:rsidR="000B2793" w:rsidRDefault="000B2793" w:rsidP="00C563CB">
      <w:pPr>
        <w:pStyle w:val="libCenterBold2"/>
      </w:pPr>
      <w:hyperlink r:id="rId8" w:history="1">
        <w:r w:rsidRPr="00414EFA">
          <w:rPr>
            <w:rStyle w:val="Hyperlink"/>
          </w:rPr>
          <w:t>www.alhassanain.org/english</w:t>
        </w:r>
      </w:hyperlink>
    </w:p>
    <w:p w:rsidR="00C563CB" w:rsidRDefault="00C563CB" w:rsidP="00C563CB">
      <w:pPr>
        <w:pStyle w:val="libNormal"/>
      </w:pPr>
      <w:r>
        <w:br w:type="page"/>
      </w:r>
    </w:p>
    <w:p w:rsidR="000B2793" w:rsidRDefault="000B2793" w:rsidP="000B2793">
      <w:pPr>
        <w:pStyle w:val="libCenterBold1"/>
      </w:pPr>
    </w:p>
    <w:p w:rsidR="000B2793" w:rsidRDefault="000B2793" w:rsidP="000B2793">
      <w:pPr>
        <w:pStyle w:val="libCenterBold1"/>
      </w:pPr>
    </w:p>
    <w:p w:rsidR="000B2793" w:rsidRDefault="000B2793" w:rsidP="000B2793">
      <w:pPr>
        <w:pStyle w:val="libCenterBold1"/>
      </w:pPr>
      <w:r>
        <w:t>Notice:</w:t>
      </w:r>
    </w:p>
    <w:p w:rsidR="000B2793" w:rsidRDefault="000B2793" w:rsidP="000B2793">
      <w:pPr>
        <w:pStyle w:val="libCenterBold2"/>
      </w:pPr>
      <w:r>
        <w:t xml:space="preserve">This workis published on behalf of </w:t>
      </w:r>
      <w:hyperlink r:id="rId9" w:history="1">
        <w:r w:rsidRPr="00414EFA">
          <w:rPr>
            <w:rStyle w:val="Hyperlink"/>
          </w:rPr>
          <w:t>www.alhassanain.org/english</w:t>
        </w:r>
      </w:hyperlink>
      <w:r>
        <w:t>.</w:t>
      </w:r>
    </w:p>
    <w:p w:rsidR="000B2793" w:rsidRDefault="000B2793" w:rsidP="000B2793">
      <w:pPr>
        <w:pStyle w:val="libCenterBold2"/>
      </w:pPr>
      <w:r>
        <w:t>The typing errors are n’t corrected.</w:t>
      </w:r>
    </w:p>
    <w:p w:rsidR="00C563CB" w:rsidRDefault="00C563CB" w:rsidP="00C563CB">
      <w:pPr>
        <w:pStyle w:val="libNormal"/>
      </w:pPr>
      <w:r>
        <w:br w:type="page"/>
      </w:r>
    </w:p>
    <w:sdt>
      <w:sdtPr>
        <w:id w:val="86196251"/>
        <w:docPartObj>
          <w:docPartGallery w:val="Table of Contents"/>
          <w:docPartUnique/>
        </w:docPartObj>
      </w:sdtPr>
      <w:sdtEndPr>
        <w:rPr>
          <w:b w:val="0"/>
          <w:bCs w:val="0"/>
        </w:rPr>
      </w:sdtEndPr>
      <w:sdtContent>
        <w:p w:rsidR="00FB4C89" w:rsidRDefault="00FD28CE" w:rsidP="00FD28CE">
          <w:pPr>
            <w:pStyle w:val="libCenterBold1"/>
          </w:pPr>
          <w:r>
            <w:t xml:space="preserve">Table of </w:t>
          </w:r>
          <w:r w:rsidR="00FB4C89">
            <w:t>Contents</w:t>
          </w:r>
        </w:p>
        <w:p w:rsidR="0051285C" w:rsidRDefault="00FB4C89" w:rsidP="0051285C">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71903284" w:history="1">
            <w:r w:rsidR="0051285C" w:rsidRPr="0086493D">
              <w:rPr>
                <w:rStyle w:val="Hyperlink"/>
              </w:rPr>
              <w:t>(1) The Scene Prior To Islam</w:t>
            </w:r>
            <w:r w:rsidR="0051285C">
              <w:rPr>
                <w:webHidden/>
                <w:rtl/>
              </w:rPr>
              <w:tab/>
            </w:r>
            <w:r w:rsidR="0051285C">
              <w:rPr>
                <w:webHidden/>
                <w:rtl/>
              </w:rPr>
              <w:fldChar w:fldCharType="begin"/>
            </w:r>
            <w:r w:rsidR="0051285C">
              <w:rPr>
                <w:webHidden/>
                <w:rtl/>
              </w:rPr>
              <w:instrText xml:space="preserve"> </w:instrText>
            </w:r>
            <w:r w:rsidR="0051285C">
              <w:rPr>
                <w:webHidden/>
              </w:rPr>
              <w:instrText>PAGEREF</w:instrText>
            </w:r>
            <w:r w:rsidR="0051285C">
              <w:rPr>
                <w:webHidden/>
                <w:rtl/>
              </w:rPr>
              <w:instrText xml:space="preserve"> _</w:instrText>
            </w:r>
            <w:r w:rsidR="0051285C">
              <w:rPr>
                <w:webHidden/>
              </w:rPr>
              <w:instrText>Toc471903284 \h</w:instrText>
            </w:r>
            <w:r w:rsidR="0051285C">
              <w:rPr>
                <w:webHidden/>
                <w:rtl/>
              </w:rPr>
              <w:instrText xml:space="preserve"> </w:instrText>
            </w:r>
            <w:r w:rsidR="0051285C">
              <w:rPr>
                <w:webHidden/>
                <w:rtl/>
              </w:rPr>
            </w:r>
            <w:r w:rsidR="0051285C">
              <w:rPr>
                <w:webHidden/>
                <w:rtl/>
              </w:rPr>
              <w:fldChar w:fldCharType="separate"/>
            </w:r>
            <w:r w:rsidR="00DB680B">
              <w:rPr>
                <w:webHidden/>
              </w:rPr>
              <w:t>4</w:t>
            </w:r>
            <w:r w:rsidR="0051285C">
              <w:rPr>
                <w:webHidden/>
                <w:rtl/>
              </w:rPr>
              <w:fldChar w:fldCharType="end"/>
            </w:r>
          </w:hyperlink>
        </w:p>
        <w:p w:rsidR="0051285C" w:rsidRDefault="0051285C" w:rsidP="0051285C">
          <w:pPr>
            <w:pStyle w:val="TOC1"/>
            <w:rPr>
              <w:rFonts w:asciiTheme="minorHAnsi" w:eastAsiaTheme="minorEastAsia" w:hAnsiTheme="minorHAnsi" w:cstheme="minorBidi"/>
              <w:b w:val="0"/>
              <w:bCs w:val="0"/>
              <w:color w:val="auto"/>
              <w:sz w:val="22"/>
              <w:szCs w:val="22"/>
              <w:rtl/>
            </w:rPr>
          </w:pPr>
          <w:hyperlink w:anchor="_Toc471903285" w:history="1">
            <w:r w:rsidRPr="0086493D">
              <w:rPr>
                <w:rStyle w:val="Hyperlink"/>
              </w:rPr>
              <w:t>(2) Birth Of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Toc471903285 \h</w:instrText>
            </w:r>
            <w:r>
              <w:rPr>
                <w:webHidden/>
                <w:rtl/>
              </w:rPr>
              <w:instrText xml:space="preserve"> </w:instrText>
            </w:r>
            <w:r>
              <w:rPr>
                <w:webHidden/>
                <w:rtl/>
              </w:rPr>
            </w:r>
            <w:r>
              <w:rPr>
                <w:webHidden/>
                <w:rtl/>
              </w:rPr>
              <w:fldChar w:fldCharType="separate"/>
            </w:r>
            <w:r w:rsidR="00DB680B">
              <w:rPr>
                <w:webHidden/>
              </w:rPr>
              <w:t>5</w:t>
            </w:r>
            <w:r>
              <w:rPr>
                <w:webHidden/>
                <w:rtl/>
              </w:rPr>
              <w:fldChar w:fldCharType="end"/>
            </w:r>
          </w:hyperlink>
        </w:p>
        <w:p w:rsidR="0051285C" w:rsidRDefault="0051285C" w:rsidP="0051285C">
          <w:pPr>
            <w:pStyle w:val="TOC1"/>
            <w:rPr>
              <w:rFonts w:asciiTheme="minorHAnsi" w:eastAsiaTheme="minorEastAsia" w:hAnsiTheme="minorHAnsi" w:cstheme="minorBidi"/>
              <w:b w:val="0"/>
              <w:bCs w:val="0"/>
              <w:color w:val="auto"/>
              <w:sz w:val="22"/>
              <w:szCs w:val="22"/>
              <w:rtl/>
            </w:rPr>
          </w:pPr>
          <w:hyperlink w:anchor="_Toc471903286" w:history="1">
            <w:r w:rsidRPr="0086493D">
              <w:rPr>
                <w:rStyle w:val="Hyperlink"/>
              </w:rPr>
              <w:t>(4) The Origins Of Karbala's Tragedy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Toc471903286 \h</w:instrText>
            </w:r>
            <w:r>
              <w:rPr>
                <w:webHidden/>
                <w:rtl/>
              </w:rPr>
              <w:instrText xml:space="preserve"> </w:instrText>
            </w:r>
            <w:r>
              <w:rPr>
                <w:webHidden/>
                <w:rtl/>
              </w:rPr>
            </w:r>
            <w:r>
              <w:rPr>
                <w:webHidden/>
                <w:rtl/>
              </w:rPr>
              <w:fldChar w:fldCharType="separate"/>
            </w:r>
            <w:r w:rsidR="00DB680B">
              <w:rPr>
                <w:webHidden/>
              </w:rPr>
              <w:t>10</w:t>
            </w:r>
            <w:r>
              <w:rPr>
                <w:webHidden/>
                <w:rtl/>
              </w:rPr>
              <w:fldChar w:fldCharType="end"/>
            </w:r>
          </w:hyperlink>
        </w:p>
        <w:p w:rsidR="0051285C" w:rsidRDefault="0051285C" w:rsidP="0051285C">
          <w:pPr>
            <w:pStyle w:val="TOC1"/>
            <w:rPr>
              <w:rFonts w:asciiTheme="minorHAnsi" w:eastAsiaTheme="minorEastAsia" w:hAnsiTheme="minorHAnsi" w:cstheme="minorBidi"/>
              <w:b w:val="0"/>
              <w:bCs w:val="0"/>
              <w:color w:val="auto"/>
              <w:sz w:val="22"/>
              <w:szCs w:val="22"/>
              <w:rtl/>
            </w:rPr>
          </w:pPr>
          <w:hyperlink w:anchor="_Toc471903287" w:history="1">
            <w:r w:rsidRPr="0086493D">
              <w:rPr>
                <w:rStyle w:val="Hyperlink"/>
              </w:rPr>
              <w:t>(5) Yazid's Demand For Allegiance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Toc471903287 \h</w:instrText>
            </w:r>
            <w:r>
              <w:rPr>
                <w:webHidden/>
                <w:rtl/>
              </w:rPr>
              <w:instrText xml:space="preserve"> </w:instrText>
            </w:r>
            <w:r>
              <w:rPr>
                <w:webHidden/>
                <w:rtl/>
              </w:rPr>
            </w:r>
            <w:r>
              <w:rPr>
                <w:webHidden/>
                <w:rtl/>
              </w:rPr>
              <w:fldChar w:fldCharType="separate"/>
            </w:r>
            <w:r w:rsidR="00DB680B">
              <w:rPr>
                <w:webHidden/>
              </w:rPr>
              <w:t>13</w:t>
            </w:r>
            <w:r>
              <w:rPr>
                <w:webHidden/>
                <w:rtl/>
              </w:rPr>
              <w:fldChar w:fldCharType="end"/>
            </w:r>
          </w:hyperlink>
        </w:p>
        <w:p w:rsidR="0051285C" w:rsidRDefault="0051285C" w:rsidP="0051285C">
          <w:pPr>
            <w:pStyle w:val="TOC1"/>
            <w:rPr>
              <w:rFonts w:asciiTheme="minorHAnsi" w:eastAsiaTheme="minorEastAsia" w:hAnsiTheme="minorHAnsi" w:cstheme="minorBidi"/>
              <w:b w:val="0"/>
              <w:bCs w:val="0"/>
              <w:color w:val="auto"/>
              <w:sz w:val="22"/>
              <w:szCs w:val="22"/>
              <w:rtl/>
            </w:rPr>
          </w:pPr>
          <w:hyperlink w:anchor="_Toc471903288" w:history="1">
            <w:r w:rsidRPr="0086493D">
              <w:rPr>
                <w:rStyle w:val="Hyperlink"/>
              </w:rPr>
              <w:t>(6) The Journey To Mecca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Toc471903288 \h</w:instrText>
            </w:r>
            <w:r>
              <w:rPr>
                <w:webHidden/>
                <w:rtl/>
              </w:rPr>
              <w:instrText xml:space="preserve"> </w:instrText>
            </w:r>
            <w:r>
              <w:rPr>
                <w:webHidden/>
                <w:rtl/>
              </w:rPr>
            </w:r>
            <w:r>
              <w:rPr>
                <w:webHidden/>
                <w:rtl/>
              </w:rPr>
              <w:fldChar w:fldCharType="separate"/>
            </w:r>
            <w:r w:rsidR="00DB680B">
              <w:rPr>
                <w:webHidden/>
              </w:rPr>
              <w:t>15</w:t>
            </w:r>
            <w:r>
              <w:rPr>
                <w:webHidden/>
                <w:rtl/>
              </w:rPr>
              <w:fldChar w:fldCharType="end"/>
            </w:r>
          </w:hyperlink>
        </w:p>
        <w:p w:rsidR="0051285C" w:rsidRDefault="0051285C" w:rsidP="0051285C">
          <w:pPr>
            <w:pStyle w:val="TOC1"/>
            <w:rPr>
              <w:rFonts w:asciiTheme="minorHAnsi" w:eastAsiaTheme="minorEastAsia" w:hAnsiTheme="minorHAnsi" w:cstheme="minorBidi"/>
              <w:b w:val="0"/>
              <w:bCs w:val="0"/>
              <w:color w:val="auto"/>
              <w:sz w:val="22"/>
              <w:szCs w:val="22"/>
              <w:rtl/>
            </w:rPr>
          </w:pPr>
          <w:hyperlink w:anchor="_Toc471903289" w:history="1">
            <w:r w:rsidRPr="0086493D">
              <w:rPr>
                <w:rStyle w:val="Hyperlink"/>
              </w:rPr>
              <w:t>(7) The Betrayal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Toc471903289 \h</w:instrText>
            </w:r>
            <w:r>
              <w:rPr>
                <w:webHidden/>
                <w:rtl/>
              </w:rPr>
              <w:instrText xml:space="preserve"> </w:instrText>
            </w:r>
            <w:r>
              <w:rPr>
                <w:webHidden/>
                <w:rtl/>
              </w:rPr>
            </w:r>
            <w:r>
              <w:rPr>
                <w:webHidden/>
                <w:rtl/>
              </w:rPr>
              <w:fldChar w:fldCharType="separate"/>
            </w:r>
            <w:r w:rsidR="00DB680B">
              <w:rPr>
                <w:webHidden/>
              </w:rPr>
              <w:t>17</w:t>
            </w:r>
            <w:r>
              <w:rPr>
                <w:webHidden/>
                <w:rtl/>
              </w:rPr>
              <w:fldChar w:fldCharType="end"/>
            </w:r>
          </w:hyperlink>
        </w:p>
        <w:p w:rsidR="0051285C" w:rsidRDefault="0051285C" w:rsidP="0051285C">
          <w:pPr>
            <w:pStyle w:val="TOC1"/>
            <w:rPr>
              <w:rFonts w:asciiTheme="minorHAnsi" w:eastAsiaTheme="minorEastAsia" w:hAnsiTheme="minorHAnsi" w:cstheme="minorBidi"/>
              <w:b w:val="0"/>
              <w:bCs w:val="0"/>
              <w:color w:val="auto"/>
              <w:sz w:val="22"/>
              <w:szCs w:val="22"/>
              <w:rtl/>
            </w:rPr>
          </w:pPr>
          <w:hyperlink w:anchor="_Toc471903290" w:history="1">
            <w:r w:rsidRPr="0086493D">
              <w:rPr>
                <w:rStyle w:val="Hyperlink"/>
              </w:rPr>
              <w:t>(8) The Gems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Toc471903290 \h</w:instrText>
            </w:r>
            <w:r>
              <w:rPr>
                <w:webHidden/>
                <w:rtl/>
              </w:rPr>
              <w:instrText xml:space="preserve"> </w:instrText>
            </w:r>
            <w:r>
              <w:rPr>
                <w:webHidden/>
                <w:rtl/>
              </w:rPr>
            </w:r>
            <w:r>
              <w:rPr>
                <w:webHidden/>
                <w:rtl/>
              </w:rPr>
              <w:fldChar w:fldCharType="separate"/>
            </w:r>
            <w:r w:rsidR="00DB680B">
              <w:rPr>
                <w:webHidden/>
              </w:rPr>
              <w:t>20</w:t>
            </w:r>
            <w:r>
              <w:rPr>
                <w:webHidden/>
                <w:rtl/>
              </w:rPr>
              <w:fldChar w:fldCharType="end"/>
            </w:r>
          </w:hyperlink>
        </w:p>
        <w:p w:rsidR="0051285C" w:rsidRDefault="0051285C" w:rsidP="0051285C">
          <w:pPr>
            <w:pStyle w:val="TOC1"/>
            <w:rPr>
              <w:rFonts w:asciiTheme="minorHAnsi" w:eastAsiaTheme="minorEastAsia" w:hAnsiTheme="minorHAnsi" w:cstheme="minorBidi"/>
              <w:b w:val="0"/>
              <w:bCs w:val="0"/>
              <w:color w:val="auto"/>
              <w:sz w:val="22"/>
              <w:szCs w:val="22"/>
              <w:rtl/>
            </w:rPr>
          </w:pPr>
          <w:hyperlink w:anchor="_Toc471903291" w:history="1">
            <w:r w:rsidRPr="0086493D">
              <w:rPr>
                <w:rStyle w:val="Hyperlink"/>
              </w:rPr>
              <w:t>(9) The Supreme Sacrifice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Toc471903291 \h</w:instrText>
            </w:r>
            <w:r>
              <w:rPr>
                <w:webHidden/>
                <w:rtl/>
              </w:rPr>
              <w:instrText xml:space="preserve"> </w:instrText>
            </w:r>
            <w:r>
              <w:rPr>
                <w:webHidden/>
                <w:rtl/>
              </w:rPr>
            </w:r>
            <w:r>
              <w:rPr>
                <w:webHidden/>
                <w:rtl/>
              </w:rPr>
              <w:fldChar w:fldCharType="separate"/>
            </w:r>
            <w:r w:rsidR="00DB680B">
              <w:rPr>
                <w:webHidden/>
              </w:rPr>
              <w:t>23</w:t>
            </w:r>
            <w:r>
              <w:rPr>
                <w:webHidden/>
                <w:rtl/>
              </w:rPr>
              <w:fldChar w:fldCharType="end"/>
            </w:r>
          </w:hyperlink>
        </w:p>
        <w:p w:rsidR="0051285C" w:rsidRDefault="0051285C" w:rsidP="0051285C">
          <w:pPr>
            <w:pStyle w:val="TOC1"/>
            <w:rPr>
              <w:rFonts w:asciiTheme="minorHAnsi" w:eastAsiaTheme="minorEastAsia" w:hAnsiTheme="minorHAnsi" w:cstheme="minorBidi"/>
              <w:b w:val="0"/>
              <w:bCs w:val="0"/>
              <w:color w:val="auto"/>
              <w:sz w:val="22"/>
              <w:szCs w:val="22"/>
              <w:rtl/>
            </w:rPr>
          </w:pPr>
          <w:hyperlink w:anchor="_Toc471903292" w:history="1">
            <w:r w:rsidRPr="0086493D">
              <w:rPr>
                <w:rStyle w:val="Hyperlink"/>
              </w:rPr>
              <w:t>(10) The Loot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Toc471903292 \h</w:instrText>
            </w:r>
            <w:r>
              <w:rPr>
                <w:webHidden/>
                <w:rtl/>
              </w:rPr>
              <w:instrText xml:space="preserve"> </w:instrText>
            </w:r>
            <w:r>
              <w:rPr>
                <w:webHidden/>
                <w:rtl/>
              </w:rPr>
            </w:r>
            <w:r>
              <w:rPr>
                <w:webHidden/>
                <w:rtl/>
              </w:rPr>
              <w:fldChar w:fldCharType="separate"/>
            </w:r>
            <w:r w:rsidR="00DB680B">
              <w:rPr>
                <w:webHidden/>
              </w:rPr>
              <w:t>37</w:t>
            </w:r>
            <w:r>
              <w:rPr>
                <w:webHidden/>
                <w:rtl/>
              </w:rPr>
              <w:fldChar w:fldCharType="end"/>
            </w:r>
          </w:hyperlink>
        </w:p>
        <w:p w:rsidR="0051285C" w:rsidRDefault="0051285C" w:rsidP="0051285C">
          <w:pPr>
            <w:pStyle w:val="TOC1"/>
            <w:rPr>
              <w:rFonts w:asciiTheme="minorHAnsi" w:eastAsiaTheme="minorEastAsia" w:hAnsiTheme="minorHAnsi" w:cstheme="minorBidi"/>
              <w:b w:val="0"/>
              <w:bCs w:val="0"/>
              <w:color w:val="auto"/>
              <w:sz w:val="22"/>
              <w:szCs w:val="22"/>
              <w:rtl/>
            </w:rPr>
          </w:pPr>
          <w:hyperlink w:anchor="_Toc471903293" w:history="1">
            <w:r w:rsidRPr="0086493D">
              <w:rPr>
                <w:rStyle w:val="Hyperlink"/>
              </w:rPr>
              <w:t>(11) The Journey To Kufa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Toc471903293 \h</w:instrText>
            </w:r>
            <w:r>
              <w:rPr>
                <w:webHidden/>
                <w:rtl/>
              </w:rPr>
              <w:instrText xml:space="preserve"> </w:instrText>
            </w:r>
            <w:r>
              <w:rPr>
                <w:webHidden/>
                <w:rtl/>
              </w:rPr>
            </w:r>
            <w:r>
              <w:rPr>
                <w:webHidden/>
                <w:rtl/>
              </w:rPr>
              <w:fldChar w:fldCharType="separate"/>
            </w:r>
            <w:r w:rsidR="00DB680B">
              <w:rPr>
                <w:webHidden/>
              </w:rPr>
              <w:t>40</w:t>
            </w:r>
            <w:r>
              <w:rPr>
                <w:webHidden/>
                <w:rtl/>
              </w:rPr>
              <w:fldChar w:fldCharType="end"/>
            </w:r>
          </w:hyperlink>
        </w:p>
        <w:p w:rsidR="0051285C" w:rsidRDefault="0051285C" w:rsidP="0051285C">
          <w:pPr>
            <w:pStyle w:val="TOC1"/>
            <w:rPr>
              <w:rFonts w:asciiTheme="minorHAnsi" w:eastAsiaTheme="minorEastAsia" w:hAnsiTheme="minorHAnsi" w:cstheme="minorBidi"/>
              <w:b w:val="0"/>
              <w:bCs w:val="0"/>
              <w:color w:val="auto"/>
              <w:sz w:val="22"/>
              <w:szCs w:val="22"/>
              <w:rtl/>
            </w:rPr>
          </w:pPr>
          <w:hyperlink w:anchor="_Toc471903294" w:history="1">
            <w:r w:rsidRPr="0086493D">
              <w:rPr>
                <w:rStyle w:val="Hyperlink"/>
              </w:rPr>
              <w:t>(12) The Devil's Den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Toc471903294 \h</w:instrText>
            </w:r>
            <w:r>
              <w:rPr>
                <w:webHidden/>
                <w:rtl/>
              </w:rPr>
              <w:instrText xml:space="preserve"> </w:instrText>
            </w:r>
            <w:r>
              <w:rPr>
                <w:webHidden/>
                <w:rtl/>
              </w:rPr>
            </w:r>
            <w:r>
              <w:rPr>
                <w:webHidden/>
                <w:rtl/>
              </w:rPr>
              <w:fldChar w:fldCharType="separate"/>
            </w:r>
            <w:r w:rsidR="00DB680B">
              <w:rPr>
                <w:webHidden/>
              </w:rPr>
              <w:t>43</w:t>
            </w:r>
            <w:r>
              <w:rPr>
                <w:webHidden/>
                <w:rtl/>
              </w:rPr>
              <w:fldChar w:fldCharType="end"/>
            </w:r>
          </w:hyperlink>
        </w:p>
        <w:p w:rsidR="0051285C" w:rsidRDefault="0051285C" w:rsidP="0051285C">
          <w:pPr>
            <w:pStyle w:val="TOC1"/>
            <w:rPr>
              <w:rFonts w:asciiTheme="minorHAnsi" w:eastAsiaTheme="minorEastAsia" w:hAnsiTheme="minorHAnsi" w:cstheme="minorBidi"/>
              <w:b w:val="0"/>
              <w:bCs w:val="0"/>
              <w:color w:val="auto"/>
              <w:sz w:val="22"/>
              <w:szCs w:val="22"/>
              <w:rtl/>
            </w:rPr>
          </w:pPr>
          <w:hyperlink w:anchor="_Toc471903295" w:history="1">
            <w:r w:rsidRPr="0086493D">
              <w:rPr>
                <w:rStyle w:val="Hyperlink"/>
              </w:rPr>
              <w:t>(13) A Rose Bud Fades Away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Toc471903295 \h</w:instrText>
            </w:r>
            <w:r>
              <w:rPr>
                <w:webHidden/>
                <w:rtl/>
              </w:rPr>
              <w:instrText xml:space="preserve"> </w:instrText>
            </w:r>
            <w:r>
              <w:rPr>
                <w:webHidden/>
                <w:rtl/>
              </w:rPr>
            </w:r>
            <w:r>
              <w:rPr>
                <w:webHidden/>
                <w:rtl/>
              </w:rPr>
              <w:fldChar w:fldCharType="separate"/>
            </w:r>
            <w:r w:rsidR="00DB680B">
              <w:rPr>
                <w:webHidden/>
              </w:rPr>
              <w:t>48</w:t>
            </w:r>
            <w:r>
              <w:rPr>
                <w:webHidden/>
                <w:rtl/>
              </w:rPr>
              <w:fldChar w:fldCharType="end"/>
            </w:r>
          </w:hyperlink>
        </w:p>
        <w:p w:rsidR="0051285C" w:rsidRDefault="0051285C" w:rsidP="0051285C">
          <w:pPr>
            <w:pStyle w:val="TOC1"/>
            <w:rPr>
              <w:rFonts w:asciiTheme="minorHAnsi" w:eastAsiaTheme="minorEastAsia" w:hAnsiTheme="minorHAnsi" w:cstheme="minorBidi"/>
              <w:b w:val="0"/>
              <w:bCs w:val="0"/>
              <w:color w:val="auto"/>
              <w:sz w:val="22"/>
              <w:szCs w:val="22"/>
              <w:rtl/>
            </w:rPr>
          </w:pPr>
          <w:hyperlink w:anchor="_Toc471903296" w:history="1">
            <w:r w:rsidRPr="0086493D">
              <w:rPr>
                <w:rStyle w:val="Hyperlink"/>
              </w:rPr>
              <w:t>(14) The Triumph Of Truth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Toc471903296 \h</w:instrText>
            </w:r>
            <w:r>
              <w:rPr>
                <w:webHidden/>
                <w:rtl/>
              </w:rPr>
              <w:instrText xml:space="preserve"> </w:instrText>
            </w:r>
            <w:r>
              <w:rPr>
                <w:webHidden/>
                <w:rtl/>
              </w:rPr>
            </w:r>
            <w:r>
              <w:rPr>
                <w:webHidden/>
                <w:rtl/>
              </w:rPr>
              <w:fldChar w:fldCharType="separate"/>
            </w:r>
            <w:r w:rsidR="00DB680B">
              <w:rPr>
                <w:webHidden/>
              </w:rPr>
              <w:t>49</w:t>
            </w:r>
            <w:r>
              <w:rPr>
                <w:webHidden/>
                <w:rtl/>
              </w:rPr>
              <w:fldChar w:fldCharType="end"/>
            </w:r>
          </w:hyperlink>
        </w:p>
        <w:p w:rsidR="0051285C" w:rsidRDefault="0051285C" w:rsidP="0051285C">
          <w:pPr>
            <w:pStyle w:val="TOC1"/>
            <w:rPr>
              <w:rFonts w:asciiTheme="minorHAnsi" w:eastAsiaTheme="minorEastAsia" w:hAnsiTheme="minorHAnsi" w:cstheme="minorBidi"/>
              <w:b w:val="0"/>
              <w:bCs w:val="0"/>
              <w:color w:val="auto"/>
              <w:sz w:val="22"/>
              <w:szCs w:val="22"/>
              <w:rtl/>
            </w:rPr>
          </w:pPr>
          <w:hyperlink w:anchor="_Toc471903297" w:history="1">
            <w:r w:rsidRPr="0086493D">
              <w:rPr>
                <w:rStyle w:val="Hyperlink"/>
              </w:rPr>
              <w:t>(15) The Savior Of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Toc471903297 \h</w:instrText>
            </w:r>
            <w:r>
              <w:rPr>
                <w:webHidden/>
                <w:rtl/>
              </w:rPr>
              <w:instrText xml:space="preserve"> </w:instrText>
            </w:r>
            <w:r>
              <w:rPr>
                <w:webHidden/>
                <w:rtl/>
              </w:rPr>
            </w:r>
            <w:r>
              <w:rPr>
                <w:webHidden/>
                <w:rtl/>
              </w:rPr>
              <w:fldChar w:fldCharType="separate"/>
            </w:r>
            <w:r w:rsidR="00DB680B">
              <w:rPr>
                <w:webHidden/>
              </w:rPr>
              <w:t>54</w:t>
            </w:r>
            <w:r>
              <w:rPr>
                <w:webHidden/>
                <w:rtl/>
              </w:rPr>
              <w:fldChar w:fldCharType="end"/>
            </w:r>
          </w:hyperlink>
        </w:p>
        <w:p w:rsidR="0051285C" w:rsidRDefault="0051285C" w:rsidP="0051285C">
          <w:pPr>
            <w:pStyle w:val="TOC1"/>
            <w:rPr>
              <w:rFonts w:asciiTheme="minorHAnsi" w:eastAsiaTheme="minorEastAsia" w:hAnsiTheme="minorHAnsi" w:cstheme="minorBidi"/>
              <w:b w:val="0"/>
              <w:bCs w:val="0"/>
              <w:color w:val="auto"/>
              <w:sz w:val="22"/>
              <w:szCs w:val="22"/>
              <w:rtl/>
            </w:rPr>
          </w:pPr>
          <w:hyperlink w:anchor="_Toc471903298" w:history="1">
            <w:r w:rsidRPr="0086493D">
              <w:rPr>
                <w:rStyle w:val="Hyperlink"/>
              </w:rPr>
              <w:t>(16) Tributes And Prayers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Toc471903298 \h</w:instrText>
            </w:r>
            <w:r>
              <w:rPr>
                <w:webHidden/>
                <w:rtl/>
              </w:rPr>
              <w:instrText xml:space="preserve"> </w:instrText>
            </w:r>
            <w:r>
              <w:rPr>
                <w:webHidden/>
                <w:rtl/>
              </w:rPr>
            </w:r>
            <w:r>
              <w:rPr>
                <w:webHidden/>
                <w:rtl/>
              </w:rPr>
              <w:fldChar w:fldCharType="separate"/>
            </w:r>
            <w:r w:rsidR="00DB680B">
              <w:rPr>
                <w:webHidden/>
              </w:rPr>
              <w:t>58</w:t>
            </w:r>
            <w:r>
              <w:rPr>
                <w:webHidden/>
                <w:rtl/>
              </w:rPr>
              <w:fldChar w:fldCharType="end"/>
            </w:r>
          </w:hyperlink>
        </w:p>
        <w:p w:rsidR="0051285C" w:rsidRDefault="0051285C" w:rsidP="0051285C">
          <w:pPr>
            <w:pStyle w:val="TOC1"/>
            <w:rPr>
              <w:rFonts w:asciiTheme="minorHAnsi" w:eastAsiaTheme="minorEastAsia" w:hAnsiTheme="minorHAnsi" w:cstheme="minorBidi"/>
              <w:b w:val="0"/>
              <w:bCs w:val="0"/>
              <w:color w:val="auto"/>
              <w:sz w:val="22"/>
              <w:szCs w:val="22"/>
              <w:rtl/>
            </w:rPr>
          </w:pPr>
          <w:hyperlink w:anchor="_Toc471903299" w:history="1">
            <w:r w:rsidRPr="0086493D">
              <w:rPr>
                <w:rStyle w:val="Hyperlink"/>
              </w:rPr>
              <w:t>Names Of Martyrs Who Sacrificed Their Lives At Karbala For The Sake Of The Lofty Principles Of Islam As Mentioned In "Ziyarah Al-Nahiyyah"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Toc471903299 \h</w:instrText>
            </w:r>
            <w:r>
              <w:rPr>
                <w:webHidden/>
                <w:rtl/>
              </w:rPr>
              <w:instrText xml:space="preserve"> </w:instrText>
            </w:r>
            <w:r>
              <w:rPr>
                <w:webHidden/>
                <w:rtl/>
              </w:rPr>
            </w:r>
            <w:r>
              <w:rPr>
                <w:webHidden/>
                <w:rtl/>
              </w:rPr>
              <w:fldChar w:fldCharType="separate"/>
            </w:r>
            <w:r w:rsidR="00DB680B">
              <w:rPr>
                <w:webHidden/>
              </w:rPr>
              <w:t>59</w:t>
            </w:r>
            <w:r>
              <w:rPr>
                <w:webHidden/>
                <w:rtl/>
              </w:rPr>
              <w:fldChar w:fldCharType="end"/>
            </w:r>
          </w:hyperlink>
        </w:p>
        <w:p w:rsidR="0051285C" w:rsidRDefault="0051285C" w:rsidP="0051285C">
          <w:pPr>
            <w:pStyle w:val="TOC1"/>
            <w:rPr>
              <w:rFonts w:asciiTheme="minorHAnsi" w:eastAsiaTheme="minorEastAsia" w:hAnsiTheme="minorHAnsi" w:cstheme="minorBidi"/>
              <w:b w:val="0"/>
              <w:bCs w:val="0"/>
              <w:color w:val="auto"/>
              <w:sz w:val="22"/>
              <w:szCs w:val="22"/>
              <w:rtl/>
            </w:rPr>
          </w:pPr>
          <w:hyperlink w:anchor="_Toc471903300" w:history="1">
            <w:r w:rsidRPr="0086493D">
              <w:rPr>
                <w:rStyle w:val="Hyperlink"/>
              </w:rPr>
              <w:t>Opinions Expressed By Distinguished Non-Muslims on The Martyrdom of Husayn Ibn Ali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Toc471903300 \h</w:instrText>
            </w:r>
            <w:r>
              <w:rPr>
                <w:webHidden/>
                <w:rtl/>
              </w:rPr>
              <w:instrText xml:space="preserve"> </w:instrText>
            </w:r>
            <w:r>
              <w:rPr>
                <w:webHidden/>
                <w:rtl/>
              </w:rPr>
            </w:r>
            <w:r>
              <w:rPr>
                <w:webHidden/>
                <w:rtl/>
              </w:rPr>
              <w:fldChar w:fldCharType="separate"/>
            </w:r>
            <w:r w:rsidR="00DB680B">
              <w:rPr>
                <w:webHidden/>
              </w:rPr>
              <w:t>62</w:t>
            </w:r>
            <w:r>
              <w:rPr>
                <w:webHidden/>
                <w:rtl/>
              </w:rPr>
              <w:fldChar w:fldCharType="end"/>
            </w:r>
          </w:hyperlink>
        </w:p>
        <w:p w:rsidR="00FB4C89" w:rsidRDefault="00FB4C89" w:rsidP="00575CA5">
          <w:pPr>
            <w:pStyle w:val="libNormal"/>
          </w:pPr>
          <w:r>
            <w:fldChar w:fldCharType="end"/>
          </w:r>
        </w:p>
      </w:sdtContent>
    </w:sdt>
    <w:p w:rsidR="00C563CB" w:rsidRDefault="00C563CB" w:rsidP="00C563CB">
      <w:pPr>
        <w:pStyle w:val="libNormal"/>
      </w:pPr>
      <w:r>
        <w:br w:type="page"/>
      </w:r>
    </w:p>
    <w:p w:rsidR="00C563CB" w:rsidRDefault="00C563CB" w:rsidP="00C563CB">
      <w:pPr>
        <w:pStyle w:val="Heading1Center"/>
      </w:pPr>
      <w:bookmarkStart w:id="0" w:name="_Toc471903284"/>
      <w:r>
        <w:lastRenderedPageBreak/>
        <w:t>(1) The Scene Prior To Islam</w:t>
      </w:r>
      <w:bookmarkEnd w:id="0"/>
    </w:p>
    <w:p w:rsidR="00C563CB" w:rsidRDefault="00C563CB" w:rsidP="00CD60A2">
      <w:pPr>
        <w:pStyle w:val="libItalic"/>
      </w:pPr>
      <w:r w:rsidRPr="00CD60A2">
        <w:t>I</w:t>
      </w:r>
      <w:r>
        <w:t>t was a desolate land: sandy, barren, and unfriendly</w:t>
      </w:r>
    </w:p>
    <w:p w:rsidR="00C563CB" w:rsidRDefault="00C563CB" w:rsidP="00CD60A2">
      <w:pPr>
        <w:pStyle w:val="libItalic"/>
      </w:pPr>
      <w:r w:rsidRPr="00CD60A2">
        <w:t>T</w:t>
      </w:r>
      <w:r>
        <w:t>he home of the Arabs; wild ferocious and manly</w:t>
      </w:r>
    </w:p>
    <w:p w:rsidR="00C563CB" w:rsidRDefault="00C563CB" w:rsidP="00CD60A2">
      <w:pPr>
        <w:pStyle w:val="libItalic"/>
      </w:pPr>
      <w:r w:rsidRPr="00CD60A2">
        <w:t>T</w:t>
      </w:r>
      <w:r>
        <w:t>hey worshipped the idols; they loved to fight</w:t>
      </w:r>
    </w:p>
    <w:p w:rsidR="00C563CB" w:rsidRDefault="00C563CB" w:rsidP="00CD60A2">
      <w:pPr>
        <w:pStyle w:val="libItalic"/>
      </w:pPr>
      <w:r w:rsidRPr="00CD60A2">
        <w:t>L</w:t>
      </w:r>
      <w:r>
        <w:t>ife to them was wine, women and might</w:t>
      </w:r>
    </w:p>
    <w:p w:rsidR="00C563CB" w:rsidRDefault="00C563CB" w:rsidP="00CD60A2">
      <w:pPr>
        <w:pStyle w:val="libItalic"/>
      </w:pPr>
      <w:r w:rsidRPr="00CD60A2">
        <w:t>T</w:t>
      </w:r>
      <w:r>
        <w:t>he number of wives, the cattle they owned,</w:t>
      </w:r>
    </w:p>
    <w:p w:rsidR="00C563CB" w:rsidRDefault="00C563CB" w:rsidP="00CD60A2">
      <w:pPr>
        <w:pStyle w:val="libItalic"/>
      </w:pPr>
      <w:r w:rsidRPr="00CD60A2">
        <w:t>T</w:t>
      </w:r>
      <w:r>
        <w:t>he number of slaves, one's house adorned,</w:t>
      </w:r>
    </w:p>
    <w:p w:rsidR="00C563CB" w:rsidRDefault="00C563CB" w:rsidP="00CD60A2">
      <w:pPr>
        <w:pStyle w:val="libItalic"/>
      </w:pPr>
      <w:r w:rsidRPr="00CD60A2">
        <w:t>W</w:t>
      </w:r>
      <w:r>
        <w:t xml:space="preserve">as a sign of rank in wealth and </w:t>
      </w:r>
      <w:proofErr w:type="gramStart"/>
      <w:r>
        <w:t>might;</w:t>
      </w:r>
      <w:proofErr w:type="gramEnd"/>
    </w:p>
    <w:p w:rsidR="00C563CB" w:rsidRDefault="00C563CB" w:rsidP="00CD60A2">
      <w:pPr>
        <w:pStyle w:val="libItalic"/>
      </w:pPr>
      <w:r w:rsidRPr="00CD60A2">
        <w:t>I</w:t>
      </w:r>
      <w:r>
        <w:t>t was a society, where Might was Right.</w:t>
      </w:r>
    </w:p>
    <w:p w:rsidR="00C563CB" w:rsidRDefault="00C563CB" w:rsidP="00CD60A2">
      <w:pPr>
        <w:pStyle w:val="libItalic"/>
      </w:pPr>
      <w:r w:rsidRPr="00CD60A2">
        <w:t>T</w:t>
      </w:r>
      <w:r>
        <w:t>wo qualities they had, which were good</w:t>
      </w:r>
    </w:p>
    <w:p w:rsidR="00C563CB" w:rsidRDefault="00C563CB" w:rsidP="00CD60A2">
      <w:pPr>
        <w:pStyle w:val="libItalic"/>
      </w:pPr>
      <w:r w:rsidRPr="00CD60A2">
        <w:t>T</w:t>
      </w:r>
      <w:r>
        <w:t>he guests they honored, with best of food</w:t>
      </w:r>
    </w:p>
    <w:p w:rsidR="00C563CB" w:rsidRDefault="00C563CB" w:rsidP="00CD60A2">
      <w:pPr>
        <w:pStyle w:val="libItalic"/>
      </w:pPr>
      <w:r w:rsidRPr="00CD60A2">
        <w:t>P</w:t>
      </w:r>
      <w:r>
        <w:t>oetry to them, was an art supremely sublime</w:t>
      </w:r>
    </w:p>
    <w:p w:rsidR="00C563CB" w:rsidRDefault="00C563CB" w:rsidP="00CD60A2">
      <w:pPr>
        <w:pStyle w:val="libItalic"/>
      </w:pPr>
      <w:r w:rsidRPr="00CD60A2">
        <w:t>T</w:t>
      </w:r>
      <w:r>
        <w:t>hey were literary geniuses of their time.</w:t>
      </w:r>
    </w:p>
    <w:p w:rsidR="00C563CB" w:rsidRDefault="00C563CB" w:rsidP="00CD60A2">
      <w:pPr>
        <w:pStyle w:val="libItalic"/>
      </w:pPr>
      <w:r w:rsidRPr="00CD60A2">
        <w:t>T</w:t>
      </w:r>
      <w:r>
        <w:t>hey killed female babes, they buried them alive</w:t>
      </w:r>
    </w:p>
    <w:p w:rsidR="00C563CB" w:rsidRDefault="00C563CB" w:rsidP="00CD60A2">
      <w:pPr>
        <w:pStyle w:val="libItalic"/>
      </w:pPr>
      <w:r w:rsidRPr="00CD60A2">
        <w:t>T</w:t>
      </w:r>
      <w:r>
        <w:t>hey married the widows, their father's wives</w:t>
      </w:r>
    </w:p>
    <w:p w:rsidR="00C563CB" w:rsidRDefault="00C563CB" w:rsidP="00CD60A2">
      <w:pPr>
        <w:pStyle w:val="libItalic"/>
      </w:pPr>
      <w:r w:rsidRPr="00CD60A2">
        <w:t>V</w:t>
      </w:r>
      <w:r>
        <w:t>engeance was a passion, cruel the strife</w:t>
      </w:r>
    </w:p>
    <w:p w:rsidR="00C563CB" w:rsidRDefault="00C563CB" w:rsidP="00CD60A2">
      <w:pPr>
        <w:pStyle w:val="libItalic"/>
      </w:pPr>
      <w:r w:rsidRPr="00CD60A2">
        <w:t>T</w:t>
      </w:r>
      <w:r>
        <w:t>hese sons of desert, such was their life.</w:t>
      </w:r>
    </w:p>
    <w:p w:rsidR="00C563CB" w:rsidRDefault="00C563CB" w:rsidP="00CD60A2">
      <w:pPr>
        <w:pStyle w:val="libItalic"/>
      </w:pPr>
      <w:r w:rsidRPr="00CD60A2">
        <w:t>M</w:t>
      </w:r>
      <w:r>
        <w:t>orals they had none; wild was their lust</w:t>
      </w:r>
    </w:p>
    <w:p w:rsidR="00C563CB" w:rsidRDefault="00C563CB" w:rsidP="00CD60A2">
      <w:pPr>
        <w:pStyle w:val="libItalic"/>
      </w:pPr>
      <w:r w:rsidRPr="00CD60A2">
        <w:t>W</w:t>
      </w:r>
      <w:r>
        <w:t>omen were cattle, treated like dust</w:t>
      </w:r>
    </w:p>
    <w:p w:rsidR="00C563CB" w:rsidRDefault="00C563CB" w:rsidP="00CD60A2">
      <w:pPr>
        <w:pStyle w:val="libItalic"/>
      </w:pPr>
      <w:r w:rsidRPr="00CD60A2">
        <w:t>E</w:t>
      </w:r>
      <w:r>
        <w:t>njoyment of life was their sole goal</w:t>
      </w:r>
    </w:p>
    <w:p w:rsidR="00C563CB" w:rsidRDefault="00C563CB" w:rsidP="00CD60A2">
      <w:pPr>
        <w:pStyle w:val="libItalic"/>
      </w:pPr>
      <w:r w:rsidRPr="00CD60A2">
        <w:t>W</w:t>
      </w:r>
      <w:r>
        <w:t>oman, they believed, had no soul.</w:t>
      </w:r>
    </w:p>
    <w:p w:rsidR="00C563CB" w:rsidRDefault="00C563CB" w:rsidP="00CD60A2">
      <w:pPr>
        <w:pStyle w:val="libItalic"/>
      </w:pPr>
      <w:r w:rsidRPr="00CD60A2">
        <w:t>T</w:t>
      </w:r>
      <w:r>
        <w:t>hey had no belief in the life Hereafter</w:t>
      </w:r>
    </w:p>
    <w:p w:rsidR="00C563CB" w:rsidRDefault="00C563CB" w:rsidP="00CD60A2">
      <w:pPr>
        <w:pStyle w:val="libItalic"/>
      </w:pPr>
      <w:r w:rsidRPr="00CD60A2">
        <w:t>L</w:t>
      </w:r>
      <w:r>
        <w:t>ife to them was all fun and laughter</w:t>
      </w:r>
    </w:p>
    <w:p w:rsidR="00C563CB" w:rsidRDefault="00C563CB" w:rsidP="00CD60A2">
      <w:pPr>
        <w:pStyle w:val="libItalic"/>
      </w:pPr>
      <w:r w:rsidRPr="00CD60A2">
        <w:t>P</w:t>
      </w:r>
      <w:r>
        <w:t>rophets had come and prophets had gone</w:t>
      </w:r>
    </w:p>
    <w:p w:rsidR="00C563CB" w:rsidRDefault="00C563CB" w:rsidP="00CD60A2">
      <w:pPr>
        <w:pStyle w:val="libItalic"/>
      </w:pPr>
      <w:r w:rsidRPr="00CD60A2">
        <w:t>S</w:t>
      </w:r>
      <w:r>
        <w:t>till, this land was of truth shorn.</w:t>
      </w:r>
    </w:p>
    <w:p w:rsidR="00C563CB" w:rsidRDefault="00C563CB" w:rsidP="00CD60A2">
      <w:pPr>
        <w:pStyle w:val="libItalic"/>
      </w:pPr>
      <w:r w:rsidRPr="00CD60A2">
        <w:t>J</w:t>
      </w:r>
      <w:r>
        <w:t>udaism was dead; Christianity was in name</w:t>
      </w:r>
    </w:p>
    <w:p w:rsidR="00C563CB" w:rsidRDefault="00C563CB" w:rsidP="00CD60A2">
      <w:pPr>
        <w:pStyle w:val="libItalic"/>
      </w:pPr>
      <w:r w:rsidRPr="00CD60A2">
        <w:t>S</w:t>
      </w:r>
      <w:r>
        <w:t>ickly and forlorn, the world remained</w:t>
      </w:r>
    </w:p>
    <w:p w:rsidR="00C563CB" w:rsidRDefault="00C563CB" w:rsidP="00CD60A2">
      <w:pPr>
        <w:pStyle w:val="libItalic"/>
      </w:pPr>
      <w:r w:rsidRPr="00CD60A2">
        <w:t>V</w:t>
      </w:r>
      <w:r>
        <w:t>engeance, to them, was an article of faith</w:t>
      </w:r>
    </w:p>
    <w:p w:rsidR="00C563CB" w:rsidRDefault="00C563CB" w:rsidP="00CD60A2">
      <w:pPr>
        <w:pStyle w:val="libItalic"/>
      </w:pPr>
      <w:r w:rsidRPr="00CD60A2">
        <w:t>B</w:t>
      </w:r>
      <w:r>
        <w:t>lindly, they relished their creed of hate.</w:t>
      </w:r>
    </w:p>
    <w:p w:rsidR="00C563CB" w:rsidRDefault="00C563CB" w:rsidP="00CD60A2">
      <w:pPr>
        <w:pStyle w:val="libItalic"/>
      </w:pPr>
      <w:r w:rsidRPr="00CD60A2">
        <w:t>T</w:t>
      </w:r>
      <w:r>
        <w:t>he priests were interpreters of heavenly laws</w:t>
      </w:r>
    </w:p>
    <w:p w:rsidR="00C563CB" w:rsidRDefault="00C563CB" w:rsidP="00CD60A2">
      <w:pPr>
        <w:pStyle w:val="libItalic"/>
      </w:pPr>
      <w:r w:rsidRPr="00CD60A2">
        <w:t>T</w:t>
      </w:r>
      <w:r>
        <w:t>hey commanded respect and were held in awe</w:t>
      </w:r>
    </w:p>
    <w:p w:rsidR="00C563CB" w:rsidRDefault="00C563CB" w:rsidP="00CD60A2">
      <w:pPr>
        <w:pStyle w:val="libItalic"/>
      </w:pPr>
      <w:r w:rsidRPr="00CD60A2">
        <w:t>T</w:t>
      </w:r>
      <w:r>
        <w:t>hings that were unlawful, to them were allowed</w:t>
      </w:r>
    </w:p>
    <w:p w:rsidR="00C563CB" w:rsidRDefault="00C563CB" w:rsidP="00CD60A2">
      <w:pPr>
        <w:pStyle w:val="libItalic"/>
      </w:pPr>
      <w:r w:rsidRPr="00CD60A2">
        <w:t>A</w:t>
      </w:r>
      <w:r>
        <w:t xml:space="preserve"> privileged class; they were haughty and proud.</w:t>
      </w:r>
    </w:p>
    <w:p w:rsidR="00C563CB" w:rsidRDefault="00C563CB" w:rsidP="00CD60A2">
      <w:pPr>
        <w:pStyle w:val="libItalic"/>
      </w:pPr>
      <w:r w:rsidRPr="00CD60A2">
        <w:t>I</w:t>
      </w:r>
      <w:r>
        <w:t>n span of four thousand and odd years</w:t>
      </w:r>
    </w:p>
    <w:p w:rsidR="00C563CB" w:rsidRDefault="00C563CB" w:rsidP="00CD60A2">
      <w:pPr>
        <w:pStyle w:val="libItalic"/>
      </w:pPr>
      <w:r w:rsidRPr="00CD60A2">
        <w:t>I</w:t>
      </w:r>
      <w:r>
        <w:t>nnumerable religions had been reared</w:t>
      </w:r>
    </w:p>
    <w:p w:rsidR="00C563CB" w:rsidRDefault="00C563CB" w:rsidP="00CD60A2">
      <w:pPr>
        <w:pStyle w:val="libItalic"/>
      </w:pPr>
      <w:r w:rsidRPr="00CD60A2">
        <w:t>W</w:t>
      </w:r>
      <w:r>
        <w:t>ith passage of time, they were polluted</w:t>
      </w:r>
    </w:p>
    <w:p w:rsidR="00C563CB" w:rsidRDefault="00C563CB" w:rsidP="00CD60A2">
      <w:pPr>
        <w:pStyle w:val="libItalic"/>
      </w:pPr>
      <w:r w:rsidRPr="00CD60A2">
        <w:t>B</w:t>
      </w:r>
      <w:r>
        <w:t>eyond recognition, each got diluted.</w:t>
      </w:r>
    </w:p>
    <w:p w:rsidR="00C563CB" w:rsidRDefault="00C563CB" w:rsidP="00CD60A2">
      <w:pPr>
        <w:pStyle w:val="libItalic"/>
      </w:pPr>
      <w:r w:rsidRPr="00CD60A2">
        <w:t>T</w:t>
      </w:r>
      <w:r>
        <w:t>he true religions were only in name</w:t>
      </w:r>
    </w:p>
    <w:p w:rsidR="00C563CB" w:rsidRDefault="00C563CB" w:rsidP="00CD60A2">
      <w:pPr>
        <w:pStyle w:val="libItalic"/>
      </w:pPr>
      <w:r w:rsidRPr="00CD60A2">
        <w:t>I</w:t>
      </w:r>
      <w:r>
        <w:t>t was virtually a devils reign</w:t>
      </w:r>
    </w:p>
    <w:p w:rsidR="00C563CB" w:rsidRDefault="00C563CB" w:rsidP="00CD60A2">
      <w:pPr>
        <w:pStyle w:val="libItalic"/>
      </w:pPr>
      <w:r w:rsidRPr="00CD60A2">
        <w:t>T</w:t>
      </w:r>
      <w:r>
        <w:t>ruth was at a discount; honesty had fled</w:t>
      </w:r>
    </w:p>
    <w:p w:rsidR="00C563CB" w:rsidRDefault="00C563CB" w:rsidP="00CD60A2">
      <w:pPr>
        <w:pStyle w:val="libItalic"/>
      </w:pPr>
      <w:r w:rsidRPr="00CD60A2">
        <w:t>V</w:t>
      </w:r>
      <w:r>
        <w:t>irtue was scoffed at; goodness was dead.</w:t>
      </w:r>
    </w:p>
    <w:p w:rsidR="00C563CB" w:rsidRDefault="00C563CB" w:rsidP="00CD60A2">
      <w:pPr>
        <w:pStyle w:val="libItalic"/>
      </w:pPr>
      <w:r w:rsidRPr="00CD60A2">
        <w:t>T</w:t>
      </w:r>
      <w:r>
        <w:t>his land was thus chosen for God's last message</w:t>
      </w:r>
    </w:p>
    <w:p w:rsidR="00C563CB" w:rsidRDefault="00C563CB" w:rsidP="00CD60A2">
      <w:pPr>
        <w:pStyle w:val="libItalic"/>
      </w:pPr>
      <w:r w:rsidRPr="00CD60A2">
        <w:t>I</w:t>
      </w:r>
      <w:r>
        <w:t>t was the crossroad of international passage</w:t>
      </w:r>
    </w:p>
    <w:p w:rsidR="00C563CB" w:rsidRDefault="00C563CB" w:rsidP="00CD60A2">
      <w:pPr>
        <w:pStyle w:val="libItalic"/>
      </w:pPr>
      <w:r w:rsidRPr="00CD60A2">
        <w:t>T</w:t>
      </w:r>
      <w:r>
        <w:t>he last of message was thus destined,</w:t>
      </w:r>
    </w:p>
    <w:p w:rsidR="00C563CB" w:rsidRDefault="00C563CB" w:rsidP="00CD60A2">
      <w:pPr>
        <w:pStyle w:val="libItalic"/>
      </w:pPr>
      <w:r w:rsidRPr="00CD60A2">
        <w:t>T</w:t>
      </w:r>
      <w:r>
        <w:t xml:space="preserve">o stay forever and cover all </w:t>
      </w:r>
      <w:proofErr w:type="gramStart"/>
      <w:r>
        <w:t>mankind.</w:t>
      </w:r>
      <w:proofErr w:type="gramEnd"/>
    </w:p>
    <w:p w:rsidR="00C563CB" w:rsidRDefault="00C563CB" w:rsidP="00C563CB">
      <w:pPr>
        <w:pStyle w:val="libNormal"/>
      </w:pPr>
      <w:r>
        <w:br w:type="page"/>
      </w:r>
    </w:p>
    <w:p w:rsidR="00C563CB" w:rsidRDefault="00C563CB" w:rsidP="00C563CB">
      <w:pPr>
        <w:pStyle w:val="Heading1Center"/>
      </w:pPr>
      <w:bookmarkStart w:id="1" w:name="_Toc471903285"/>
      <w:r>
        <w:lastRenderedPageBreak/>
        <w:t xml:space="preserve">(2) Birth </w:t>
      </w:r>
      <w:proofErr w:type="gramStart"/>
      <w:r>
        <w:t>Of</w:t>
      </w:r>
      <w:proofErr w:type="gramEnd"/>
      <w:r>
        <w:t xml:space="preserve"> Islam</w:t>
      </w:r>
      <w:bookmarkEnd w:id="1"/>
    </w:p>
    <w:p w:rsidR="00C563CB" w:rsidRDefault="00C563CB" w:rsidP="00CD60A2">
      <w:pPr>
        <w:pStyle w:val="libItalic"/>
      </w:pPr>
      <w:r w:rsidRPr="00CD60A2">
        <w:t>G</w:t>
      </w:r>
      <w:r>
        <w:t>od chose the Hashemites, a tribe of Quraish</w:t>
      </w:r>
    </w:p>
    <w:p w:rsidR="00C563CB" w:rsidRDefault="00C563CB" w:rsidP="00CD60A2">
      <w:pPr>
        <w:pStyle w:val="libItalic"/>
      </w:pPr>
      <w:r w:rsidRPr="00CD60A2">
        <w:t>T</w:t>
      </w:r>
      <w:r>
        <w:t>hey were among men, the noblest of race</w:t>
      </w:r>
    </w:p>
    <w:p w:rsidR="00C563CB" w:rsidRDefault="00C563CB" w:rsidP="00CD60A2">
      <w:pPr>
        <w:pStyle w:val="libItalic"/>
      </w:pPr>
      <w:r w:rsidRPr="00CD60A2">
        <w:t>H</w:t>
      </w:r>
      <w:r>
        <w:t>e raised among them, a self-literate boy</w:t>
      </w:r>
    </w:p>
    <w:p w:rsidR="00C563CB" w:rsidRDefault="00C563CB" w:rsidP="00CD60A2">
      <w:pPr>
        <w:pStyle w:val="libItalic"/>
      </w:pPr>
      <w:r w:rsidRPr="00CD60A2">
        <w:t>T</w:t>
      </w:r>
      <w:r>
        <w:t xml:space="preserve">o deliver His message; to bring </w:t>
      </w:r>
      <w:proofErr w:type="gramStart"/>
      <w:r>
        <w:t>them</w:t>
      </w:r>
      <w:proofErr w:type="gramEnd"/>
      <w:r>
        <w:t xml:space="preserve"> joy.</w:t>
      </w:r>
    </w:p>
    <w:p w:rsidR="00C563CB" w:rsidRDefault="00C563CB" w:rsidP="00CD60A2">
      <w:pPr>
        <w:pStyle w:val="libItalic"/>
      </w:pPr>
      <w:r w:rsidRPr="00CD60A2">
        <w:t>M</w:t>
      </w:r>
      <w:r>
        <w:t>uhammad was his name, whom God had chose</w:t>
      </w:r>
    </w:p>
    <w:p w:rsidR="00C563CB" w:rsidRDefault="00C563CB" w:rsidP="00CD60A2">
      <w:pPr>
        <w:pStyle w:val="libItalic"/>
      </w:pPr>
      <w:r w:rsidRPr="00CD60A2">
        <w:t>A</w:t>
      </w:r>
      <w:r>
        <w:t>l-Amin (the truthful) called him his foes</w:t>
      </w:r>
    </w:p>
    <w:p w:rsidR="00C563CB" w:rsidRDefault="00C563CB" w:rsidP="00CD60A2">
      <w:pPr>
        <w:pStyle w:val="libItalic"/>
      </w:pPr>
      <w:r w:rsidRPr="00CD60A2">
        <w:t>T</w:t>
      </w:r>
      <w:r>
        <w:t>he keeper of KAABA, was his grand sire</w:t>
      </w:r>
    </w:p>
    <w:p w:rsidR="00C563CB" w:rsidRDefault="00C563CB" w:rsidP="00CD60A2">
      <w:pPr>
        <w:pStyle w:val="libItalic"/>
      </w:pPr>
      <w:r w:rsidRPr="00CD60A2">
        <w:t>A</w:t>
      </w:r>
      <w:r>
        <w:t xml:space="preserve"> rank than which, there was none higher.</w:t>
      </w:r>
    </w:p>
    <w:p w:rsidR="00C563CB" w:rsidRDefault="00C563CB" w:rsidP="00CD60A2">
      <w:pPr>
        <w:pStyle w:val="libItalic"/>
      </w:pPr>
      <w:r w:rsidRPr="00CD60A2">
        <w:t>A</w:t>
      </w:r>
      <w:r>
        <w:t>dam, Nooh, Ibrahim, Ismail, Moosa,</w:t>
      </w:r>
    </w:p>
    <w:p w:rsidR="00C563CB" w:rsidRDefault="00C563CB" w:rsidP="00CD60A2">
      <w:pPr>
        <w:pStyle w:val="libItalic"/>
      </w:pPr>
      <w:r w:rsidRPr="00CD60A2">
        <w:t>D</w:t>
      </w:r>
      <w:r>
        <w:t>aa-ood, Eesa and other Prophets of Allah</w:t>
      </w:r>
    </w:p>
    <w:p w:rsidR="00C563CB" w:rsidRDefault="00C563CB" w:rsidP="00CD60A2">
      <w:pPr>
        <w:pStyle w:val="libItalic"/>
      </w:pPr>
      <w:r w:rsidRPr="00CD60A2">
        <w:t>T</w:t>
      </w:r>
      <w:r>
        <w:t>estified that, from time immemorial, Muhammad Mustafa,</w:t>
      </w:r>
    </w:p>
    <w:p w:rsidR="00C563CB" w:rsidRDefault="00C563CB" w:rsidP="00CD60A2">
      <w:pPr>
        <w:pStyle w:val="libItalic"/>
      </w:pPr>
      <w:r w:rsidRPr="00CD60A2">
        <w:t>H</w:t>
      </w:r>
      <w:r>
        <w:t>ad been proclaimed the seal of Prophets of Allah</w:t>
      </w:r>
    </w:p>
    <w:p w:rsidR="00C563CB" w:rsidRDefault="00C563CB" w:rsidP="00CD60A2">
      <w:pPr>
        <w:pStyle w:val="libItalic"/>
      </w:pPr>
      <w:r w:rsidRPr="00CD60A2">
        <w:t>H</w:t>
      </w:r>
      <w:r>
        <w:t>e lost his sire, ere he was born</w:t>
      </w:r>
    </w:p>
    <w:p w:rsidR="00C563CB" w:rsidRDefault="00C563CB" w:rsidP="00CD60A2">
      <w:pPr>
        <w:pStyle w:val="libItalic"/>
      </w:pPr>
      <w:r w:rsidRPr="00CD60A2">
        <w:t>F</w:t>
      </w:r>
      <w:r>
        <w:t>ive years later, his mother was gone</w:t>
      </w:r>
    </w:p>
    <w:p w:rsidR="00C563CB" w:rsidRDefault="00C563CB" w:rsidP="00CD60A2">
      <w:pPr>
        <w:pStyle w:val="libItalic"/>
      </w:pPr>
      <w:r w:rsidRPr="00CD60A2">
        <w:t>A</w:t>
      </w:r>
      <w:r>
        <w:t>bd-al-Motalib was his grand sire,</w:t>
      </w:r>
    </w:p>
    <w:p w:rsidR="00C563CB" w:rsidRDefault="00C563CB" w:rsidP="00CD60A2">
      <w:pPr>
        <w:pStyle w:val="libItalic"/>
      </w:pPr>
      <w:r w:rsidRPr="00CD60A2">
        <w:t>T</w:t>
      </w:r>
      <w:r>
        <w:t>wo years later, he too expired.</w:t>
      </w:r>
    </w:p>
    <w:p w:rsidR="00C563CB" w:rsidRDefault="00C563CB" w:rsidP="00CD60A2">
      <w:pPr>
        <w:pStyle w:val="libItalic"/>
      </w:pPr>
      <w:r w:rsidRPr="00CD60A2">
        <w:t>T</w:t>
      </w:r>
      <w:r>
        <w:t>he orphan boy was now his uncle's charge</w:t>
      </w:r>
    </w:p>
    <w:p w:rsidR="00C563CB" w:rsidRDefault="00C563CB" w:rsidP="00CD60A2">
      <w:pPr>
        <w:pStyle w:val="libItalic"/>
      </w:pPr>
      <w:r w:rsidRPr="00CD60A2">
        <w:t>A</w:t>
      </w:r>
      <w:r>
        <w:t>bu Talib was glad, this responsibility, to discharge</w:t>
      </w:r>
    </w:p>
    <w:p w:rsidR="00C563CB" w:rsidRDefault="00C563CB" w:rsidP="00CD60A2">
      <w:pPr>
        <w:pStyle w:val="libItalic"/>
      </w:pPr>
      <w:r w:rsidRPr="00CD60A2">
        <w:t>H</w:t>
      </w:r>
      <w:r>
        <w:t>e looked after the boy as his own son</w:t>
      </w:r>
    </w:p>
    <w:p w:rsidR="00C563CB" w:rsidRDefault="00C563CB" w:rsidP="00CD60A2">
      <w:pPr>
        <w:pStyle w:val="libItalic"/>
      </w:pPr>
      <w:r w:rsidRPr="00CD60A2">
        <w:t>S</w:t>
      </w:r>
      <w:r>
        <w:t>o long he lived, dared touch him none.</w:t>
      </w:r>
    </w:p>
    <w:p w:rsidR="00C563CB" w:rsidRDefault="00C563CB" w:rsidP="00CD60A2">
      <w:pPr>
        <w:pStyle w:val="libItalic"/>
      </w:pPr>
      <w:r w:rsidRPr="00CD60A2">
        <w:t>H</w:t>
      </w:r>
      <w:r>
        <w:t>e was of a reserved bent of mind</w:t>
      </w:r>
    </w:p>
    <w:p w:rsidR="00C563CB" w:rsidRDefault="00C563CB" w:rsidP="00CD60A2">
      <w:pPr>
        <w:pStyle w:val="libItalic"/>
      </w:pPr>
      <w:r w:rsidRPr="00CD60A2">
        <w:t>W</w:t>
      </w:r>
      <w:r>
        <w:t>ith burning desire, solace he tried to find</w:t>
      </w:r>
    </w:p>
    <w:p w:rsidR="00C563CB" w:rsidRDefault="00C563CB" w:rsidP="00CD60A2">
      <w:pPr>
        <w:pStyle w:val="libItalic"/>
      </w:pPr>
      <w:r w:rsidRPr="00CD60A2">
        <w:t>I</w:t>
      </w:r>
      <w:r>
        <w:t>n the marvels of nature and forms diverse</w:t>
      </w:r>
    </w:p>
    <w:p w:rsidR="00C563CB" w:rsidRDefault="00C563CB" w:rsidP="00CD60A2">
      <w:pPr>
        <w:pStyle w:val="libItalic"/>
      </w:pPr>
      <w:r w:rsidRPr="00CD60A2">
        <w:t>H</w:t>
      </w:r>
      <w:r>
        <w:t>e tried to fathom the mysteries of universe.</w:t>
      </w:r>
    </w:p>
    <w:p w:rsidR="00C563CB" w:rsidRDefault="00C563CB" w:rsidP="00CD60A2">
      <w:pPr>
        <w:pStyle w:val="libItalic"/>
      </w:pPr>
      <w:r w:rsidRPr="00CD60A2">
        <w:t>A</w:t>
      </w:r>
      <w:r>
        <w:t>t twenty-five, he married a noble widow;</w:t>
      </w:r>
    </w:p>
    <w:p w:rsidR="00C563CB" w:rsidRDefault="00C563CB" w:rsidP="00CD60A2">
      <w:pPr>
        <w:pStyle w:val="libItalic"/>
      </w:pPr>
      <w:r w:rsidRPr="00CD60A2">
        <w:t>K</w:t>
      </w:r>
      <w:r>
        <w:t>hadija had watched him by a cloud over-shadow</w:t>
      </w:r>
    </w:p>
    <w:p w:rsidR="00C563CB" w:rsidRDefault="00C563CB" w:rsidP="00CD60A2">
      <w:pPr>
        <w:pStyle w:val="libItalic"/>
      </w:pPr>
      <w:r w:rsidRPr="00CD60A2">
        <w:t>T</w:t>
      </w:r>
      <w:r>
        <w:t>hough forty, she remained in her lifetime, his only wife</w:t>
      </w:r>
    </w:p>
    <w:p w:rsidR="00C563CB" w:rsidRDefault="00C563CB" w:rsidP="00CD60A2">
      <w:pPr>
        <w:pStyle w:val="libItalic"/>
      </w:pPr>
      <w:r w:rsidRPr="00CD60A2">
        <w:t>T</w:t>
      </w:r>
      <w:r>
        <w:t>wenty-five years long was their married life.</w:t>
      </w:r>
    </w:p>
    <w:p w:rsidR="00C563CB" w:rsidRDefault="00C563CB" w:rsidP="00CD60A2">
      <w:pPr>
        <w:pStyle w:val="libItalic"/>
      </w:pPr>
      <w:r w:rsidRPr="00CD60A2">
        <w:t>O</w:t>
      </w:r>
      <w:r>
        <w:t>ne daughter they had, named Lady Fatima</w:t>
      </w:r>
    </w:p>
    <w:p w:rsidR="00C563CB" w:rsidRDefault="00C563CB" w:rsidP="00CD60A2">
      <w:pPr>
        <w:pStyle w:val="libItalic"/>
      </w:pPr>
      <w:r w:rsidRPr="00CD60A2">
        <w:t>T</w:t>
      </w:r>
      <w:r>
        <w:t>hrough her were born guardians of KALIMA</w:t>
      </w:r>
    </w:p>
    <w:p w:rsidR="00C563CB" w:rsidRDefault="00C563CB" w:rsidP="00CD60A2">
      <w:pPr>
        <w:pStyle w:val="libItalic"/>
      </w:pPr>
      <w:r w:rsidRPr="00CD60A2">
        <w:t>S</w:t>
      </w:r>
      <w:r>
        <w:t>he was married to Ali, Abu Talib's son</w:t>
      </w:r>
    </w:p>
    <w:p w:rsidR="00C563CB" w:rsidRDefault="00C563CB" w:rsidP="00CD60A2">
      <w:pPr>
        <w:pStyle w:val="libItalic"/>
      </w:pPr>
      <w:r w:rsidRPr="00CD60A2">
        <w:t>H</w:t>
      </w:r>
      <w:r>
        <w:t>e was renowned in courage like a lion.</w:t>
      </w:r>
    </w:p>
    <w:p w:rsidR="00C563CB" w:rsidRDefault="00C563CB" w:rsidP="00CD60A2">
      <w:pPr>
        <w:pStyle w:val="libItalic"/>
      </w:pPr>
      <w:r w:rsidRPr="00CD60A2">
        <w:t>I</w:t>
      </w:r>
      <w:r>
        <w:t>n the House of God was Ali born</w:t>
      </w:r>
    </w:p>
    <w:p w:rsidR="00C563CB" w:rsidRDefault="00C563CB" w:rsidP="00CD60A2">
      <w:pPr>
        <w:pStyle w:val="libItalic"/>
      </w:pPr>
      <w:proofErr w:type="gramStart"/>
      <w:r w:rsidRPr="00CD60A2">
        <w:t>I</w:t>
      </w:r>
      <w:r>
        <w:t>t's</w:t>
      </w:r>
      <w:proofErr w:type="gramEnd"/>
      <w:r>
        <w:t xml:space="preserve"> walls the idols then adorned</w:t>
      </w:r>
    </w:p>
    <w:p w:rsidR="00C563CB" w:rsidRDefault="00C563CB" w:rsidP="00CD60A2">
      <w:pPr>
        <w:pStyle w:val="libItalic"/>
      </w:pPr>
      <w:r w:rsidRPr="00CD60A2">
        <w:t>T</w:t>
      </w:r>
      <w:r>
        <w:t>hey were a hapless witness to his birth</w:t>
      </w:r>
    </w:p>
    <w:p w:rsidR="00C563CB" w:rsidRDefault="00C563CB" w:rsidP="00CD60A2">
      <w:pPr>
        <w:pStyle w:val="libItalic"/>
      </w:pPr>
      <w:proofErr w:type="gramStart"/>
      <w:r w:rsidRPr="00CD60A2">
        <w:t>A</w:t>
      </w:r>
      <w:r>
        <w:t xml:space="preserve"> man who would soon smash them to earth.</w:t>
      </w:r>
      <w:proofErr w:type="gramEnd"/>
    </w:p>
    <w:p w:rsidR="00C563CB" w:rsidRDefault="00C563CB" w:rsidP="00CD60A2">
      <w:pPr>
        <w:pStyle w:val="libItalic"/>
      </w:pPr>
      <w:r w:rsidRPr="00CD60A2">
        <w:t>T</w:t>
      </w:r>
      <w:r>
        <w:t>hese gods of Arabs could find no way</w:t>
      </w:r>
    </w:p>
    <w:p w:rsidR="00C563CB" w:rsidRDefault="00C563CB" w:rsidP="00CD60A2">
      <w:pPr>
        <w:pStyle w:val="libItalic"/>
      </w:pPr>
      <w:r w:rsidRPr="00CD60A2">
        <w:t>P</w:t>
      </w:r>
      <w:r>
        <w:t>owerless were they, while Ali in cradle lay</w:t>
      </w:r>
    </w:p>
    <w:p w:rsidR="00C563CB" w:rsidRDefault="00C563CB" w:rsidP="00CD60A2">
      <w:pPr>
        <w:pStyle w:val="libItalic"/>
      </w:pPr>
      <w:r w:rsidRPr="00CD60A2">
        <w:t>T</w:t>
      </w:r>
      <w:r>
        <w:t>his mortal foe of theirs, was something divine</w:t>
      </w:r>
    </w:p>
    <w:p w:rsidR="00C563CB" w:rsidRDefault="00C563CB" w:rsidP="00CD60A2">
      <w:pPr>
        <w:pStyle w:val="libItalic"/>
      </w:pPr>
      <w:r w:rsidRPr="00CD60A2">
        <w:t>H</w:t>
      </w:r>
      <w:r>
        <w:t>is luster made their eyes turn blind.</w:t>
      </w:r>
    </w:p>
    <w:p w:rsidR="00C563CB" w:rsidRDefault="00C563CB" w:rsidP="00CD60A2">
      <w:pPr>
        <w:pStyle w:val="libItalic"/>
      </w:pPr>
      <w:r w:rsidRPr="00CD60A2">
        <w:t>O</w:t>
      </w:r>
      <w:r>
        <w:t>n Muhammad, he first cast his eyes</w:t>
      </w:r>
    </w:p>
    <w:p w:rsidR="00C563CB" w:rsidRDefault="00C563CB" w:rsidP="00CD60A2">
      <w:pPr>
        <w:pStyle w:val="libItalic"/>
      </w:pPr>
      <w:r w:rsidRPr="00CD60A2">
        <w:t>H</w:t>
      </w:r>
      <w:r>
        <w:t>e was destined with him all his ties</w:t>
      </w:r>
    </w:p>
    <w:p w:rsidR="00C563CB" w:rsidRDefault="00C563CB" w:rsidP="00CD60A2">
      <w:pPr>
        <w:pStyle w:val="libItalic"/>
      </w:pPr>
      <w:r w:rsidRPr="00CD60A2">
        <w:t>H</w:t>
      </w:r>
      <w:r>
        <w:t>e sucked his tongue, in solemn gait</w:t>
      </w:r>
    </w:p>
    <w:p w:rsidR="00C563CB" w:rsidRDefault="00C563CB" w:rsidP="00CD60A2">
      <w:pPr>
        <w:pStyle w:val="libItalic"/>
      </w:pPr>
      <w:r w:rsidRPr="00CD60A2">
        <w:t>I</w:t>
      </w:r>
      <w:r>
        <w:t>n one mould they were cast by fate.</w:t>
      </w:r>
    </w:p>
    <w:p w:rsidR="00C563CB" w:rsidRDefault="00C563CB" w:rsidP="00CD60A2">
      <w:pPr>
        <w:pStyle w:val="libItalic"/>
      </w:pPr>
      <w:r w:rsidRPr="00CD60A2">
        <w:t>A</w:t>
      </w:r>
      <w:r>
        <w:t>li grew in the Prophet's care</w:t>
      </w:r>
    </w:p>
    <w:p w:rsidR="00C563CB" w:rsidRDefault="00C563CB" w:rsidP="00CD60A2">
      <w:pPr>
        <w:pStyle w:val="libItalic"/>
      </w:pPr>
      <w:r w:rsidRPr="00CD60A2">
        <w:t>H</w:t>
      </w:r>
      <w:r>
        <w:t>is joys and sorrows, he shared</w:t>
      </w:r>
    </w:p>
    <w:p w:rsidR="00C563CB" w:rsidRDefault="00C563CB" w:rsidP="00CD60A2">
      <w:pPr>
        <w:pStyle w:val="libItalic"/>
      </w:pPr>
      <w:r w:rsidRPr="00CD60A2">
        <w:t>H</w:t>
      </w:r>
      <w:r>
        <w:t>e imbibed qualities that are rare</w:t>
      </w:r>
    </w:p>
    <w:p w:rsidR="00C563CB" w:rsidRDefault="00C563CB" w:rsidP="00CD60A2">
      <w:pPr>
        <w:pStyle w:val="libItalic"/>
      </w:pPr>
      <w:r w:rsidRPr="00CD60A2">
        <w:lastRenderedPageBreak/>
        <w:t>W</w:t>
      </w:r>
      <w:r>
        <w:t>ith him, he made a heavenly pair.</w:t>
      </w:r>
    </w:p>
    <w:p w:rsidR="00C563CB" w:rsidRDefault="00C563CB" w:rsidP="00CD60A2">
      <w:pPr>
        <w:pStyle w:val="libItalic"/>
      </w:pPr>
      <w:r w:rsidRPr="00CD60A2">
        <w:t>T</w:t>
      </w:r>
      <w:r>
        <w:t>hus Imamat was born as adjunct to Nubuwat</w:t>
      </w:r>
    </w:p>
    <w:p w:rsidR="00C563CB" w:rsidRDefault="00C563CB" w:rsidP="00CD60A2">
      <w:pPr>
        <w:pStyle w:val="libItalic"/>
      </w:pPr>
      <w:r w:rsidRPr="00CD60A2">
        <w:t>B</w:t>
      </w:r>
      <w:r>
        <w:t>eyond scope of political intrigues and Satan</w:t>
      </w:r>
    </w:p>
    <w:p w:rsidR="00C563CB" w:rsidRDefault="00C563CB" w:rsidP="00CD60A2">
      <w:pPr>
        <w:pStyle w:val="libItalic"/>
      </w:pPr>
      <w:r w:rsidRPr="00CD60A2">
        <w:t>T</w:t>
      </w:r>
      <w:r>
        <w:t>welve successors were named, by Divine Grace</w:t>
      </w:r>
    </w:p>
    <w:p w:rsidR="00C563CB" w:rsidRDefault="00C563CB" w:rsidP="00CD60A2">
      <w:pPr>
        <w:pStyle w:val="libItalic"/>
      </w:pPr>
      <w:proofErr w:type="gramStart"/>
      <w:r w:rsidRPr="00CD60A2">
        <w:t>T</w:t>
      </w:r>
      <w:r>
        <w:t>o guide, for all times, the human race.</w:t>
      </w:r>
      <w:proofErr w:type="gramEnd"/>
    </w:p>
    <w:p w:rsidR="00C563CB" w:rsidRDefault="00C563CB" w:rsidP="00C563CB">
      <w:pPr>
        <w:pStyle w:val="libNormal"/>
      </w:pPr>
      <w:r>
        <w:br w:type="page"/>
      </w:r>
    </w:p>
    <w:p w:rsidR="00C563CB" w:rsidRDefault="00C563CB" w:rsidP="00CD60A2">
      <w:pPr>
        <w:pStyle w:val="libItalic"/>
      </w:pPr>
      <w:r>
        <w:lastRenderedPageBreak/>
        <w:t xml:space="preserve">(3) </w:t>
      </w:r>
      <w:r w:rsidRPr="00CD60A2">
        <w:t>P</w:t>
      </w:r>
      <w:r>
        <w:t xml:space="preserve">reachings </w:t>
      </w:r>
      <w:proofErr w:type="gramStart"/>
      <w:r>
        <w:t>And</w:t>
      </w:r>
      <w:proofErr w:type="gramEnd"/>
      <w:r>
        <w:t xml:space="preserve"> Initial Struggle</w:t>
      </w:r>
    </w:p>
    <w:p w:rsidR="00C563CB" w:rsidRDefault="00C563CB" w:rsidP="00CD60A2">
      <w:pPr>
        <w:pStyle w:val="libItalic"/>
      </w:pPr>
      <w:r w:rsidRPr="00CD60A2">
        <w:t>H</w:t>
      </w:r>
      <w:r>
        <w:t>e preached Islam, as ordained by God</w:t>
      </w:r>
    </w:p>
    <w:p w:rsidR="00C563CB" w:rsidRDefault="00C563CB" w:rsidP="00CD60A2">
      <w:pPr>
        <w:pStyle w:val="libItalic"/>
      </w:pPr>
      <w:r w:rsidRPr="00CD60A2">
        <w:t>P</w:t>
      </w:r>
      <w:r>
        <w:t>ure and simple is the MESSAGE of Lord</w:t>
      </w:r>
    </w:p>
    <w:p w:rsidR="00C563CB" w:rsidRDefault="00C563CB" w:rsidP="00CD60A2">
      <w:pPr>
        <w:pStyle w:val="libItalic"/>
      </w:pPr>
      <w:r>
        <w:t>"</w:t>
      </w:r>
      <w:r w:rsidRPr="00CD60A2">
        <w:t>T</w:t>
      </w:r>
      <w:r>
        <w:t>here is no God but God,</w:t>
      </w:r>
    </w:p>
    <w:p w:rsidR="00C563CB" w:rsidRDefault="00C563CB" w:rsidP="00CD60A2">
      <w:pPr>
        <w:pStyle w:val="libItalic"/>
      </w:pPr>
      <w:r w:rsidRPr="00CD60A2">
        <w:t>M</w:t>
      </w:r>
      <w:r>
        <w:t>uhammad is the Messenger of Lord!"</w:t>
      </w:r>
    </w:p>
    <w:p w:rsidR="00C563CB" w:rsidRDefault="00C563CB" w:rsidP="00CD60A2">
      <w:pPr>
        <w:pStyle w:val="libItalic"/>
      </w:pPr>
      <w:r w:rsidRPr="00CD60A2">
        <w:t>A</w:t>
      </w:r>
      <w:r>
        <w:t xml:space="preserve"> most practical religion of selfless love is Islam</w:t>
      </w:r>
    </w:p>
    <w:p w:rsidR="00C563CB" w:rsidRDefault="00C563CB" w:rsidP="00CD60A2">
      <w:pPr>
        <w:pStyle w:val="libItalic"/>
      </w:pPr>
      <w:r w:rsidRPr="00CD60A2">
        <w:t>T</w:t>
      </w:r>
      <w:r>
        <w:t>o develop body and soul, without causing anyone harm</w:t>
      </w:r>
    </w:p>
    <w:p w:rsidR="00C563CB" w:rsidRDefault="00C563CB" w:rsidP="00CD60A2">
      <w:pPr>
        <w:pStyle w:val="libItalic"/>
      </w:pPr>
      <w:r w:rsidRPr="00CD60A2">
        <w:t>M</w:t>
      </w:r>
      <w:r>
        <w:t>ost rational and logical in concept</w:t>
      </w:r>
    </w:p>
    <w:p w:rsidR="00C563CB" w:rsidRDefault="00C563CB" w:rsidP="00CD60A2">
      <w:pPr>
        <w:pStyle w:val="libItalic"/>
      </w:pPr>
      <w:proofErr w:type="gramStart"/>
      <w:r w:rsidRPr="00CD60A2">
        <w:t>V</w:t>
      </w:r>
      <w:r>
        <w:t>iewed from every angle, even in depth.</w:t>
      </w:r>
      <w:proofErr w:type="gramEnd"/>
    </w:p>
    <w:p w:rsidR="00C563CB" w:rsidRDefault="00C563CB" w:rsidP="00CD60A2">
      <w:pPr>
        <w:pStyle w:val="libItalic"/>
      </w:pPr>
      <w:r w:rsidRPr="00CD60A2">
        <w:t>F</w:t>
      </w:r>
      <w:r>
        <w:t>ive fundamental principles he, steadfastly proclaimed</w:t>
      </w:r>
    </w:p>
    <w:p w:rsidR="00C563CB" w:rsidRDefault="00C563CB" w:rsidP="00CD60A2">
      <w:pPr>
        <w:pStyle w:val="libItalic"/>
      </w:pPr>
      <w:r w:rsidRPr="00CD60A2">
        <w:t>T</w:t>
      </w:r>
      <w:r>
        <w:t>en holy commandments he, unambiguously, named</w:t>
      </w:r>
    </w:p>
    <w:p w:rsidR="00C563CB" w:rsidRDefault="00C563CB" w:rsidP="00CD60A2">
      <w:pPr>
        <w:pStyle w:val="libItalic"/>
      </w:pPr>
      <w:r w:rsidRPr="00CD60A2">
        <w:t>M</w:t>
      </w:r>
      <w:r>
        <w:t>onotheism, Divine Justice, Prophethood, Imamat</w:t>
      </w:r>
    </w:p>
    <w:p w:rsidR="00C563CB" w:rsidRDefault="00C563CB" w:rsidP="00CD60A2">
      <w:pPr>
        <w:pStyle w:val="libItalic"/>
      </w:pPr>
      <w:r w:rsidRPr="00CD60A2">
        <w:t>A</w:t>
      </w:r>
      <w:r>
        <w:t>nd the day of Resurrection, were the five pillars of Islam's Hut</w:t>
      </w:r>
    </w:p>
    <w:p w:rsidR="00C563CB" w:rsidRDefault="00C563CB" w:rsidP="00CD60A2">
      <w:pPr>
        <w:pStyle w:val="libItalic"/>
      </w:pPr>
      <w:r w:rsidRPr="00CD60A2">
        <w:t>F</w:t>
      </w:r>
      <w:r>
        <w:t>ive times Namaz, one must pray</w:t>
      </w:r>
    </w:p>
    <w:p w:rsidR="00C563CB" w:rsidRDefault="00C563CB" w:rsidP="00CD60A2">
      <w:pPr>
        <w:pStyle w:val="libItalic"/>
      </w:pPr>
      <w:r w:rsidRPr="00CD60A2">
        <w:t>A</w:t>
      </w:r>
      <w:r>
        <w:t xml:space="preserve"> month's fasting, during the day</w:t>
      </w:r>
    </w:p>
    <w:p w:rsidR="00C563CB" w:rsidRDefault="00C563CB" w:rsidP="00CD60A2">
      <w:pPr>
        <w:pStyle w:val="libItalic"/>
      </w:pPr>
      <w:r w:rsidRPr="00CD60A2">
        <w:t>Z</w:t>
      </w:r>
      <w:r>
        <w:t>akat, Khums, Pilgrimage, for them, he ordained,</w:t>
      </w:r>
    </w:p>
    <w:p w:rsidR="00C563CB" w:rsidRDefault="00C563CB" w:rsidP="00CD60A2">
      <w:pPr>
        <w:pStyle w:val="libItalic"/>
      </w:pPr>
      <w:r w:rsidRPr="00CD60A2">
        <w:t>W</w:t>
      </w:r>
      <w:r>
        <w:t>ho fulfilled the conditions, he proclaimed.</w:t>
      </w:r>
    </w:p>
    <w:p w:rsidR="00C563CB" w:rsidRDefault="00C563CB" w:rsidP="00CD60A2">
      <w:pPr>
        <w:pStyle w:val="libItalic"/>
      </w:pPr>
      <w:r w:rsidRPr="00CD60A2">
        <w:t>D</w:t>
      </w:r>
      <w:r>
        <w:t>efend the honor of Islam and self, he commanded</w:t>
      </w:r>
    </w:p>
    <w:p w:rsidR="00C563CB" w:rsidRDefault="00C563CB" w:rsidP="00CD60A2">
      <w:pPr>
        <w:pStyle w:val="libItalic"/>
      </w:pPr>
      <w:r w:rsidRPr="00CD60A2">
        <w:t>D</w:t>
      </w:r>
      <w:r>
        <w:t>isassociate yourself from its enemies, he demanded</w:t>
      </w:r>
    </w:p>
    <w:p w:rsidR="00C563CB" w:rsidRDefault="00C563CB" w:rsidP="00CD60A2">
      <w:pPr>
        <w:pStyle w:val="libItalic"/>
      </w:pPr>
      <w:r w:rsidRPr="00CD60A2">
        <w:t>P</w:t>
      </w:r>
      <w:r>
        <w:t>ursuit of missionary activities, out of love and not hate</w:t>
      </w:r>
    </w:p>
    <w:p w:rsidR="00C563CB" w:rsidRDefault="00C563CB" w:rsidP="00CD60A2">
      <w:pPr>
        <w:pStyle w:val="libItalic"/>
      </w:pPr>
      <w:r w:rsidRPr="00CD60A2">
        <w:t>L</w:t>
      </w:r>
      <w:r>
        <w:t>ove and loyalty, he sought, for his "Ahle-bait".</w:t>
      </w:r>
    </w:p>
    <w:p w:rsidR="00C563CB" w:rsidRDefault="00C563CB" w:rsidP="00CD60A2">
      <w:pPr>
        <w:pStyle w:val="libItalic"/>
      </w:pPr>
      <w:r w:rsidRPr="00CD60A2">
        <w:t>H</w:t>
      </w:r>
      <w:r>
        <w:t>e taught them the 'Unity of God'</w:t>
      </w:r>
    </w:p>
    <w:p w:rsidR="00C563CB" w:rsidRDefault="00C563CB" w:rsidP="00CD60A2">
      <w:pPr>
        <w:pStyle w:val="libItalic"/>
      </w:pPr>
      <w:r w:rsidRPr="00CD60A2">
        <w:t>A</w:t>
      </w:r>
      <w:r>
        <w:t>nd the diverse attributes of the Lord</w:t>
      </w:r>
    </w:p>
    <w:p w:rsidR="00C563CB" w:rsidRDefault="00C563CB" w:rsidP="00CD60A2">
      <w:pPr>
        <w:pStyle w:val="libItalic"/>
      </w:pPr>
      <w:r w:rsidRPr="00CD60A2">
        <w:t>H</w:t>
      </w:r>
      <w:r>
        <w:t>e was the giver of daily bread</w:t>
      </w:r>
    </w:p>
    <w:p w:rsidR="00C563CB" w:rsidRDefault="00C563CB" w:rsidP="00CD60A2">
      <w:pPr>
        <w:pStyle w:val="libItalic"/>
      </w:pPr>
      <w:r w:rsidRPr="00CD60A2">
        <w:t>O</w:t>
      </w:r>
      <w:r>
        <w:t>n the Judgement Day, He would raise all dead.</w:t>
      </w:r>
    </w:p>
    <w:p w:rsidR="00C563CB" w:rsidRDefault="00C563CB" w:rsidP="00CD60A2">
      <w:pPr>
        <w:pStyle w:val="libItalic"/>
      </w:pPr>
      <w:r w:rsidRPr="00CD60A2">
        <w:t>G</w:t>
      </w:r>
      <w:r>
        <w:t>od is the focal point of all life</w:t>
      </w:r>
    </w:p>
    <w:p w:rsidR="00C563CB" w:rsidRDefault="00C563CB" w:rsidP="00CD60A2">
      <w:pPr>
        <w:pStyle w:val="libItalic"/>
      </w:pPr>
      <w:r w:rsidRPr="00CD60A2">
        <w:t>T</w:t>
      </w:r>
      <w:r>
        <w:t>hrough Him flows peace, driving out strife</w:t>
      </w:r>
    </w:p>
    <w:p w:rsidR="00C563CB" w:rsidRDefault="00C563CB" w:rsidP="00CD60A2">
      <w:pPr>
        <w:pStyle w:val="libItalic"/>
      </w:pPr>
      <w:r w:rsidRPr="00CD60A2">
        <w:t>I</w:t>
      </w:r>
      <w:r>
        <w:t>f man joyfully submits himself to Him,</w:t>
      </w:r>
    </w:p>
    <w:p w:rsidR="00C563CB" w:rsidRDefault="00C563CB" w:rsidP="00CD60A2">
      <w:pPr>
        <w:pStyle w:val="libItalic"/>
      </w:pPr>
      <w:r w:rsidRPr="00CD60A2">
        <w:t>T</w:t>
      </w:r>
      <w:r>
        <w:t>his life, and hereafter, he would win.</w:t>
      </w:r>
    </w:p>
    <w:p w:rsidR="00C563CB" w:rsidRDefault="00C563CB" w:rsidP="00CD60A2">
      <w:pPr>
        <w:pStyle w:val="libItalic"/>
      </w:pPr>
      <w:r w:rsidRPr="00CD60A2">
        <w:t>G</w:t>
      </w:r>
      <w:r>
        <w:t>od created human beings, out of His Grace</w:t>
      </w:r>
    </w:p>
    <w:p w:rsidR="00C563CB" w:rsidRDefault="00C563CB" w:rsidP="00CD60A2">
      <w:pPr>
        <w:pStyle w:val="libItalic"/>
      </w:pPr>
      <w:r w:rsidRPr="00CD60A2">
        <w:t>B</w:t>
      </w:r>
      <w:r>
        <w:t>est of creation was the human race</w:t>
      </w:r>
    </w:p>
    <w:p w:rsidR="00C563CB" w:rsidRDefault="00C563CB" w:rsidP="00CD60A2">
      <w:pPr>
        <w:pStyle w:val="libItalic"/>
      </w:pPr>
      <w:r w:rsidRPr="00CD60A2">
        <w:t>H</w:t>
      </w:r>
      <w:r>
        <w:t>e endowed it with such guiding light,</w:t>
      </w:r>
    </w:p>
    <w:p w:rsidR="00C563CB" w:rsidRDefault="00C563CB" w:rsidP="00CD60A2">
      <w:pPr>
        <w:pStyle w:val="libItalic"/>
      </w:pPr>
      <w:proofErr w:type="gramStart"/>
      <w:r w:rsidRPr="00CD60A2">
        <w:t>T</w:t>
      </w:r>
      <w:r>
        <w:t>o discern the wrong from the right.</w:t>
      </w:r>
      <w:proofErr w:type="gramEnd"/>
    </w:p>
    <w:p w:rsidR="00C563CB" w:rsidRDefault="00C563CB" w:rsidP="00CD60A2">
      <w:pPr>
        <w:pStyle w:val="libItalic"/>
      </w:pPr>
      <w:r w:rsidRPr="00CD60A2">
        <w:t>A</w:t>
      </w:r>
      <w:r>
        <w:t xml:space="preserve"> heavenly reward for the doer of good</w:t>
      </w:r>
    </w:p>
    <w:p w:rsidR="00C563CB" w:rsidRDefault="00C563CB" w:rsidP="00CD60A2">
      <w:pPr>
        <w:pStyle w:val="libItalic"/>
      </w:pPr>
      <w:r w:rsidRPr="00CD60A2">
        <w:t>A</w:t>
      </w:r>
      <w:r>
        <w:t>nd for those, who for truth stood</w:t>
      </w:r>
    </w:p>
    <w:p w:rsidR="00C563CB" w:rsidRDefault="00C563CB" w:rsidP="00CD60A2">
      <w:pPr>
        <w:pStyle w:val="libItalic"/>
      </w:pPr>
      <w:r w:rsidRPr="00CD60A2">
        <w:t>A</w:t>
      </w:r>
      <w:r>
        <w:t xml:space="preserve"> blazing hell for the doer of evil</w:t>
      </w:r>
    </w:p>
    <w:p w:rsidR="00C563CB" w:rsidRDefault="00C563CB" w:rsidP="00CD60A2">
      <w:pPr>
        <w:pStyle w:val="libItalic"/>
      </w:pPr>
      <w:r w:rsidRPr="00CD60A2">
        <w:t>W</w:t>
      </w:r>
      <w:r>
        <w:t xml:space="preserve">ho shall dwell with the king of the </w:t>
      </w:r>
      <w:proofErr w:type="gramStart"/>
      <w:r>
        <w:t>devils.</w:t>
      </w:r>
      <w:proofErr w:type="gramEnd"/>
    </w:p>
    <w:p w:rsidR="00C563CB" w:rsidRDefault="00C563CB" w:rsidP="00CD60A2">
      <w:pPr>
        <w:pStyle w:val="libItalic"/>
      </w:pPr>
      <w:r w:rsidRPr="00CD60A2">
        <w:t>H</w:t>
      </w:r>
      <w:r>
        <w:t>e cultivated the values of life</w:t>
      </w:r>
    </w:p>
    <w:p w:rsidR="00C563CB" w:rsidRDefault="00C563CB" w:rsidP="00CD60A2">
      <w:pPr>
        <w:pStyle w:val="libItalic"/>
      </w:pPr>
      <w:r w:rsidRPr="00CD60A2">
        <w:t>E</w:t>
      </w:r>
      <w:r>
        <w:t>qual partners were man and wife</w:t>
      </w:r>
    </w:p>
    <w:p w:rsidR="00C563CB" w:rsidRDefault="00C563CB" w:rsidP="00CD60A2">
      <w:pPr>
        <w:pStyle w:val="libItalic"/>
      </w:pPr>
      <w:r w:rsidRPr="00CD60A2">
        <w:t>A</w:t>
      </w:r>
      <w:r>
        <w:t xml:space="preserve"> man was brother, one to another</w:t>
      </w:r>
    </w:p>
    <w:p w:rsidR="00C563CB" w:rsidRDefault="00C563CB" w:rsidP="00CD60A2">
      <w:pPr>
        <w:pStyle w:val="libItalic"/>
      </w:pPr>
      <w:r w:rsidRPr="00CD60A2">
        <w:t>R</w:t>
      </w:r>
      <w:r>
        <w:t>espect they should, their father and mother.</w:t>
      </w:r>
    </w:p>
    <w:p w:rsidR="00C563CB" w:rsidRDefault="00C563CB" w:rsidP="00CD60A2">
      <w:pPr>
        <w:pStyle w:val="libItalic"/>
      </w:pPr>
      <w:r w:rsidRPr="00CD60A2">
        <w:t>T</w:t>
      </w:r>
      <w:r>
        <w:t>hose who look after the needy orphans,</w:t>
      </w:r>
    </w:p>
    <w:p w:rsidR="00C563CB" w:rsidRDefault="00C563CB" w:rsidP="00CD60A2">
      <w:pPr>
        <w:pStyle w:val="libItalic"/>
      </w:pPr>
      <w:r w:rsidRPr="00CD60A2">
        <w:t>T</w:t>
      </w:r>
      <w:r>
        <w:t>he anger of God would be softened</w:t>
      </w:r>
    </w:p>
    <w:p w:rsidR="00C563CB" w:rsidRDefault="00C563CB" w:rsidP="00CD60A2">
      <w:pPr>
        <w:pStyle w:val="libItalic"/>
      </w:pPr>
      <w:r w:rsidRPr="00CD60A2">
        <w:t>T</w:t>
      </w:r>
      <w:r>
        <w:t>hose who care for the uncared widows,</w:t>
      </w:r>
    </w:p>
    <w:p w:rsidR="00C563CB" w:rsidRDefault="00C563CB" w:rsidP="00CD60A2">
      <w:pPr>
        <w:pStyle w:val="libItalic"/>
      </w:pPr>
      <w:proofErr w:type="gramStart"/>
      <w:r w:rsidRPr="00CD60A2">
        <w:t>C</w:t>
      </w:r>
      <w:r>
        <w:t>an aspire for heaven's meadows.</w:t>
      </w:r>
      <w:proofErr w:type="gramEnd"/>
    </w:p>
    <w:p w:rsidR="00C563CB" w:rsidRDefault="00C563CB" w:rsidP="00CD60A2">
      <w:pPr>
        <w:pStyle w:val="libItalic"/>
      </w:pPr>
      <w:r w:rsidRPr="00CD60A2">
        <w:t>A</w:t>
      </w:r>
      <w:r>
        <w:t>nd those who treat their slaves well,</w:t>
      </w:r>
    </w:p>
    <w:p w:rsidR="00C563CB" w:rsidRDefault="00C563CB" w:rsidP="00CD60A2">
      <w:pPr>
        <w:pStyle w:val="libItalic"/>
      </w:pPr>
      <w:r w:rsidRPr="00CD60A2">
        <w:t>S</w:t>
      </w:r>
      <w:r>
        <w:t>hall not normally taste the fire of hell</w:t>
      </w:r>
    </w:p>
    <w:p w:rsidR="00C563CB" w:rsidRDefault="00C563CB" w:rsidP="00CD60A2">
      <w:pPr>
        <w:pStyle w:val="libItalic"/>
      </w:pPr>
      <w:r w:rsidRPr="00CD60A2">
        <w:t>T</w:t>
      </w:r>
      <w:r>
        <w:t>hose who free them from bondage,</w:t>
      </w:r>
    </w:p>
    <w:p w:rsidR="00C563CB" w:rsidRDefault="00C563CB" w:rsidP="00CD60A2">
      <w:pPr>
        <w:pStyle w:val="libItalic"/>
      </w:pPr>
      <w:proofErr w:type="gramStart"/>
      <w:r w:rsidRPr="00CD60A2">
        <w:lastRenderedPageBreak/>
        <w:t>S</w:t>
      </w:r>
      <w:r>
        <w:t>hall generally be immune from hell's rage.</w:t>
      </w:r>
      <w:proofErr w:type="gramEnd"/>
    </w:p>
    <w:p w:rsidR="00C563CB" w:rsidRDefault="00C563CB" w:rsidP="00CD60A2">
      <w:pPr>
        <w:pStyle w:val="libItalic"/>
      </w:pPr>
      <w:r w:rsidRPr="00CD60A2">
        <w:t>T</w:t>
      </w:r>
      <w:r>
        <w:t>ruth was the base of all his teachings</w:t>
      </w:r>
    </w:p>
    <w:p w:rsidR="00C563CB" w:rsidRDefault="00C563CB" w:rsidP="00CD60A2">
      <w:pPr>
        <w:pStyle w:val="libItalic"/>
      </w:pPr>
      <w:r w:rsidRPr="00CD60A2">
        <w:t>U</w:t>
      </w:r>
      <w:r>
        <w:t>nity of God, a constant theme of his preaching</w:t>
      </w:r>
    </w:p>
    <w:p w:rsidR="00C563CB" w:rsidRDefault="00C563CB" w:rsidP="00CD60A2">
      <w:pPr>
        <w:pStyle w:val="libItalic"/>
      </w:pPr>
      <w:r w:rsidRPr="00CD60A2">
        <w:t>C</w:t>
      </w:r>
      <w:r>
        <w:t>harity, love and faith were to him most sublime</w:t>
      </w:r>
    </w:p>
    <w:p w:rsidR="00C563CB" w:rsidRDefault="00C563CB" w:rsidP="00CD60A2">
      <w:pPr>
        <w:pStyle w:val="libItalic"/>
      </w:pPr>
      <w:r w:rsidRPr="00CD60A2">
        <w:t>B</w:t>
      </w:r>
      <w:r>
        <w:t>rotherhood, was his solution for the ills of mankind</w:t>
      </w:r>
    </w:p>
    <w:p w:rsidR="00C563CB" w:rsidRDefault="00C563CB" w:rsidP="00CD60A2">
      <w:pPr>
        <w:pStyle w:val="libItalic"/>
      </w:pPr>
      <w:r w:rsidRPr="00CD60A2">
        <w:t>H</w:t>
      </w:r>
      <w:r>
        <w:t>is offer was not of sensual heaven,</w:t>
      </w:r>
    </w:p>
    <w:p w:rsidR="00C563CB" w:rsidRDefault="00C563CB" w:rsidP="00CD60A2">
      <w:pPr>
        <w:pStyle w:val="libItalic"/>
      </w:pPr>
      <w:r w:rsidRPr="00CD60A2">
        <w:t>A</w:t>
      </w:r>
      <w:r>
        <w:t>s alleged by biased heathens</w:t>
      </w:r>
    </w:p>
    <w:p w:rsidR="00C563CB" w:rsidRDefault="00C563CB" w:rsidP="00CD60A2">
      <w:pPr>
        <w:pStyle w:val="libItalic"/>
      </w:pPr>
      <w:r w:rsidRPr="00CD60A2">
        <w:t>B</w:t>
      </w:r>
      <w:r>
        <w:t>ut a bliss of highest spiritual essence</w:t>
      </w:r>
    </w:p>
    <w:p w:rsidR="00C563CB" w:rsidRDefault="00C563CB" w:rsidP="00CD60A2">
      <w:pPr>
        <w:pStyle w:val="libItalic"/>
      </w:pPr>
      <w:proofErr w:type="gramStart"/>
      <w:r w:rsidRPr="00CD60A2">
        <w:t>O</w:t>
      </w:r>
      <w:r>
        <w:t>f enjoying the radiance of Divine presence.</w:t>
      </w:r>
      <w:proofErr w:type="gramEnd"/>
    </w:p>
    <w:p w:rsidR="00C563CB" w:rsidRDefault="00C563CB" w:rsidP="00CD60A2">
      <w:pPr>
        <w:pStyle w:val="libItalic"/>
      </w:pPr>
      <w:r w:rsidRPr="00CD60A2">
        <w:t>L</w:t>
      </w:r>
      <w:r>
        <w:t>ive in this world and yet be out of it</w:t>
      </w:r>
    </w:p>
    <w:p w:rsidR="00C563CB" w:rsidRDefault="00C563CB" w:rsidP="00CD60A2">
      <w:pPr>
        <w:pStyle w:val="libItalic"/>
      </w:pPr>
      <w:r w:rsidRPr="00CD60A2">
        <w:t>S</w:t>
      </w:r>
      <w:r>
        <w:t>elf discipline; not celibacy is the holy writ</w:t>
      </w:r>
    </w:p>
    <w:p w:rsidR="00C563CB" w:rsidRDefault="00C563CB" w:rsidP="00CD60A2">
      <w:pPr>
        <w:pStyle w:val="libItalic"/>
      </w:pPr>
      <w:r w:rsidRPr="00CD60A2">
        <w:t>P</w:t>
      </w:r>
      <w:r>
        <w:t>hysical body is, indeed, perishable but not the soul</w:t>
      </w:r>
    </w:p>
    <w:p w:rsidR="00C563CB" w:rsidRDefault="00C563CB" w:rsidP="00CD60A2">
      <w:pPr>
        <w:pStyle w:val="libItalic"/>
      </w:pPr>
      <w:r w:rsidRPr="00CD60A2">
        <w:t>S</w:t>
      </w:r>
      <w:r>
        <w:t>ervice before self should be life's goal.</w:t>
      </w:r>
    </w:p>
    <w:p w:rsidR="00C563CB" w:rsidRDefault="00C563CB" w:rsidP="00CD60A2">
      <w:pPr>
        <w:pStyle w:val="libItalic"/>
      </w:pPr>
      <w:r w:rsidRPr="00CD60A2">
        <w:t>H</w:t>
      </w:r>
      <w:r>
        <w:t>e first invited his near if kin</w:t>
      </w:r>
    </w:p>
    <w:p w:rsidR="00C563CB" w:rsidRDefault="00C563CB" w:rsidP="00CD60A2">
      <w:pPr>
        <w:pStyle w:val="libItalic"/>
      </w:pPr>
      <w:r w:rsidRPr="00CD60A2">
        <w:t>A</w:t>
      </w:r>
      <w:r>
        <w:t>nd declared to them his mission</w:t>
      </w:r>
    </w:p>
    <w:p w:rsidR="00C563CB" w:rsidRDefault="00C563CB" w:rsidP="00CD60A2">
      <w:pPr>
        <w:pStyle w:val="libItalic"/>
      </w:pPr>
      <w:r w:rsidRPr="00CD60A2">
        <w:t>H</w:t>
      </w:r>
      <w:r>
        <w:t>e asked whether he had ever told a lie</w:t>
      </w:r>
    </w:p>
    <w:p w:rsidR="00C563CB" w:rsidRDefault="00C563CB" w:rsidP="00CD60A2">
      <w:pPr>
        <w:pStyle w:val="libItalic"/>
      </w:pPr>
      <w:r>
        <w:t>"</w:t>
      </w:r>
      <w:r w:rsidRPr="00CD60A2">
        <w:t>N</w:t>
      </w:r>
      <w:r>
        <w:t xml:space="preserve">o never"! In one voice, was their </w:t>
      </w:r>
      <w:proofErr w:type="gramStart"/>
      <w:r>
        <w:t>reply.</w:t>
      </w:r>
      <w:proofErr w:type="gramEnd"/>
    </w:p>
    <w:p w:rsidR="00C563CB" w:rsidRDefault="00C563CB" w:rsidP="00CD60A2">
      <w:pPr>
        <w:pStyle w:val="libItalic"/>
      </w:pPr>
      <w:r w:rsidRPr="00CD60A2">
        <w:t>H</w:t>
      </w:r>
      <w:r>
        <w:t>e invited them to the path of 'truth'</w:t>
      </w:r>
    </w:p>
    <w:p w:rsidR="00C563CB" w:rsidRDefault="00C563CB" w:rsidP="00CD60A2">
      <w:pPr>
        <w:pStyle w:val="libItalic"/>
      </w:pPr>
      <w:r w:rsidRPr="00CD60A2">
        <w:t>A</w:t>
      </w:r>
      <w:r>
        <w:t xml:space="preserve"> path which in heaven had its roots</w:t>
      </w:r>
    </w:p>
    <w:p w:rsidR="00C563CB" w:rsidRDefault="00C563CB" w:rsidP="00CD60A2">
      <w:pPr>
        <w:pStyle w:val="libItalic"/>
      </w:pPr>
      <w:r w:rsidRPr="00CD60A2">
        <w:t>B</w:t>
      </w:r>
      <w:r>
        <w:t>lessed would they be, in this world and the next</w:t>
      </w:r>
    </w:p>
    <w:p w:rsidR="00C563CB" w:rsidRDefault="00C563CB" w:rsidP="00CD60A2">
      <w:pPr>
        <w:pStyle w:val="libItalic"/>
      </w:pPr>
      <w:proofErr w:type="gramStart"/>
      <w:r w:rsidRPr="00CD60A2">
        <w:t>M</w:t>
      </w:r>
      <w:r>
        <w:t>ost fortunate possessors of the Divine text.</w:t>
      </w:r>
      <w:proofErr w:type="gramEnd"/>
    </w:p>
    <w:p w:rsidR="00C563CB" w:rsidRDefault="00C563CB" w:rsidP="00CD60A2">
      <w:pPr>
        <w:pStyle w:val="libItalic"/>
      </w:pPr>
      <w:r>
        <w:t>"</w:t>
      </w:r>
      <w:r w:rsidRPr="00CD60A2">
        <w:t>W</w:t>
      </w:r>
      <w:r>
        <w:t xml:space="preserve">ho, among you, will be my brother and </w:t>
      </w:r>
      <w:proofErr w:type="gramStart"/>
      <w:r>
        <w:t>heir</w:t>
      </w:r>
      <w:proofErr w:type="gramEnd"/>
    </w:p>
    <w:p w:rsidR="00C563CB" w:rsidRDefault="00C563CB" w:rsidP="00CD60A2">
      <w:pPr>
        <w:pStyle w:val="libItalic"/>
      </w:pPr>
      <w:r w:rsidRPr="00CD60A2">
        <w:t>A</w:t>
      </w:r>
      <w:r>
        <w:t>nd with me God's mission share."</w:t>
      </w:r>
    </w:p>
    <w:p w:rsidR="00C563CB" w:rsidRDefault="00C563CB" w:rsidP="00CD60A2">
      <w:pPr>
        <w:pStyle w:val="libItalic"/>
      </w:pPr>
      <w:r w:rsidRPr="00CD60A2">
        <w:t>T</w:t>
      </w:r>
      <w:r>
        <w:t>hey exchanged glances; they ridiculed and scorned</w:t>
      </w:r>
    </w:p>
    <w:p w:rsidR="00C563CB" w:rsidRDefault="00C563CB" w:rsidP="00CD60A2">
      <w:pPr>
        <w:pStyle w:val="libItalic"/>
      </w:pPr>
      <w:r w:rsidRPr="00CD60A2">
        <w:t>O</w:t>
      </w:r>
      <w:r>
        <w:t>nly Ali stood by him, alone and forlorn.</w:t>
      </w:r>
    </w:p>
    <w:p w:rsidR="00C563CB" w:rsidRDefault="00C563CB" w:rsidP="00CD60A2">
      <w:pPr>
        <w:pStyle w:val="libItalic"/>
      </w:pPr>
      <w:r w:rsidRPr="00CD60A2">
        <w:t>T</w:t>
      </w:r>
      <w:r>
        <w:t xml:space="preserve">hrice did he repeat his </w:t>
      </w:r>
      <w:proofErr w:type="gramStart"/>
      <w:r>
        <w:t>request</w:t>
      </w:r>
      <w:proofErr w:type="gramEnd"/>
    </w:p>
    <w:p w:rsidR="00C563CB" w:rsidRDefault="00C563CB" w:rsidP="00CD60A2">
      <w:pPr>
        <w:pStyle w:val="libItalic"/>
      </w:pPr>
      <w:r w:rsidRPr="00CD60A2">
        <w:t>E</w:t>
      </w:r>
      <w:r>
        <w:t>ach time only Ali rose to his behest</w:t>
      </w:r>
    </w:p>
    <w:p w:rsidR="00C563CB" w:rsidRDefault="00C563CB" w:rsidP="00CD60A2">
      <w:pPr>
        <w:pStyle w:val="libItalic"/>
      </w:pPr>
      <w:r w:rsidRPr="00CD60A2">
        <w:t>H</w:t>
      </w:r>
      <w:r>
        <w:t>olding him by his hand, he declared,</w:t>
      </w:r>
    </w:p>
    <w:p w:rsidR="00C563CB" w:rsidRDefault="00C563CB" w:rsidP="00CD60A2">
      <w:pPr>
        <w:pStyle w:val="libItalic"/>
      </w:pPr>
      <w:r>
        <w:t>"</w:t>
      </w:r>
      <w:r w:rsidRPr="00CD60A2">
        <w:t>B</w:t>
      </w:r>
      <w:r>
        <w:t>ehold, he is my brother and heir!"</w:t>
      </w:r>
    </w:p>
    <w:p w:rsidR="00C563CB" w:rsidRDefault="00C563CB" w:rsidP="00CD60A2">
      <w:pPr>
        <w:pStyle w:val="libItalic"/>
      </w:pPr>
      <w:r w:rsidRPr="00CD60A2">
        <w:t>I</w:t>
      </w:r>
      <w:r>
        <w:t>n public he now started to preach</w:t>
      </w:r>
    </w:p>
    <w:p w:rsidR="00C563CB" w:rsidRDefault="00C563CB" w:rsidP="00CD60A2">
      <w:pPr>
        <w:pStyle w:val="libItalic"/>
      </w:pPr>
      <w:r w:rsidRPr="00CD60A2">
        <w:t>B</w:t>
      </w:r>
      <w:r>
        <w:t>ut soon a stage was reached</w:t>
      </w:r>
    </w:p>
    <w:p w:rsidR="00C563CB" w:rsidRDefault="00C563CB" w:rsidP="00CD60A2">
      <w:pPr>
        <w:pStyle w:val="libItalic"/>
      </w:pPr>
      <w:r w:rsidRPr="00CD60A2">
        <w:t>W</w:t>
      </w:r>
      <w:r>
        <w:t>hen like a fugitive he was stoned</w:t>
      </w:r>
    </w:p>
    <w:p w:rsidR="00C563CB" w:rsidRDefault="00C563CB" w:rsidP="00CD60A2">
      <w:pPr>
        <w:pStyle w:val="libItalic"/>
      </w:pPr>
      <w:proofErr w:type="gramStart"/>
      <w:r w:rsidRPr="00CD60A2">
        <w:t>A</w:t>
      </w:r>
      <w:r>
        <w:t>nd</w:t>
      </w:r>
      <w:proofErr w:type="gramEnd"/>
      <w:r>
        <w:t xml:space="preserve"> place to place, forced to roam.</w:t>
      </w:r>
    </w:p>
    <w:p w:rsidR="00C563CB" w:rsidRDefault="00C563CB" w:rsidP="00CD60A2">
      <w:pPr>
        <w:pStyle w:val="libItalic"/>
      </w:pPr>
      <w:r w:rsidRPr="00CD60A2">
        <w:t>F</w:t>
      </w:r>
      <w:r>
        <w:t>or years was thus his plight</w:t>
      </w:r>
    </w:p>
    <w:p w:rsidR="00C563CB" w:rsidRDefault="00C563CB" w:rsidP="00CD60A2">
      <w:pPr>
        <w:pStyle w:val="libItalic"/>
      </w:pPr>
      <w:r w:rsidRPr="00CD60A2">
        <w:t>O</w:t>
      </w:r>
      <w:r>
        <w:t>nly Ali aided him in his fight</w:t>
      </w:r>
    </w:p>
    <w:p w:rsidR="00C563CB" w:rsidRDefault="00C563CB" w:rsidP="00CD60A2">
      <w:pPr>
        <w:pStyle w:val="libItalic"/>
      </w:pPr>
      <w:r w:rsidRPr="00CD60A2">
        <w:t>F</w:t>
      </w:r>
      <w:r>
        <w:t>ar and few were the conversions</w:t>
      </w:r>
    </w:p>
    <w:p w:rsidR="00C563CB" w:rsidRDefault="00C563CB" w:rsidP="00CD60A2">
      <w:pPr>
        <w:pStyle w:val="libItalic"/>
      </w:pPr>
      <w:r w:rsidRPr="00CD60A2">
        <w:t>S</w:t>
      </w:r>
      <w:r>
        <w:t>o fierce was the persecution.</w:t>
      </w:r>
    </w:p>
    <w:p w:rsidR="00C563CB" w:rsidRDefault="00C563CB" w:rsidP="00CD60A2">
      <w:pPr>
        <w:pStyle w:val="libItalic"/>
      </w:pPr>
      <w:r w:rsidRPr="00CD60A2">
        <w:t>I</w:t>
      </w:r>
      <w:r>
        <w:t>n burning sand, with stones on his chest,</w:t>
      </w:r>
    </w:p>
    <w:p w:rsidR="00C563CB" w:rsidRDefault="00C563CB" w:rsidP="00CD60A2">
      <w:pPr>
        <w:pStyle w:val="libItalic"/>
      </w:pPr>
      <w:r w:rsidRPr="00CD60A2">
        <w:t>A</w:t>
      </w:r>
      <w:r>
        <w:t xml:space="preserve"> new convert stood his gallant test;</w:t>
      </w:r>
    </w:p>
    <w:p w:rsidR="00C563CB" w:rsidRDefault="00C563CB" w:rsidP="00CD60A2">
      <w:pPr>
        <w:pStyle w:val="libItalic"/>
      </w:pPr>
      <w:proofErr w:type="gramStart"/>
      <w:r>
        <w:t>"</w:t>
      </w:r>
      <w:r w:rsidRPr="00CD60A2">
        <w:t>A</w:t>
      </w:r>
      <w:r>
        <w:t>hadun!</w:t>
      </w:r>
      <w:proofErr w:type="gramEnd"/>
      <w:r>
        <w:t xml:space="preserve"> </w:t>
      </w:r>
      <w:proofErr w:type="gramStart"/>
      <w:r>
        <w:t>Ahadun!"</w:t>
      </w:r>
      <w:proofErr w:type="gramEnd"/>
      <w:r>
        <w:t xml:space="preserve"> (One God) Bilal cried,</w:t>
      </w:r>
    </w:p>
    <w:p w:rsidR="00C563CB" w:rsidRDefault="00C563CB" w:rsidP="00CD60A2">
      <w:pPr>
        <w:pStyle w:val="libItalic"/>
      </w:pPr>
      <w:proofErr w:type="gramStart"/>
      <w:r w:rsidRPr="00CD60A2">
        <w:t>B</w:t>
      </w:r>
      <w:r>
        <w:t>ut</w:t>
      </w:r>
      <w:proofErr w:type="gramEnd"/>
      <w:r>
        <w:t xml:space="preserve"> refused his faith to be decried.</w:t>
      </w:r>
    </w:p>
    <w:p w:rsidR="00C563CB" w:rsidRDefault="00C563CB" w:rsidP="00CD60A2">
      <w:pPr>
        <w:pStyle w:val="libItalic"/>
      </w:pPr>
      <w:r w:rsidRPr="00CD60A2">
        <w:t>S</w:t>
      </w:r>
      <w:r>
        <w:t>uch were the tortures they had to face,</w:t>
      </w:r>
    </w:p>
    <w:p w:rsidR="00C563CB" w:rsidRDefault="00C563CB" w:rsidP="00CD60A2">
      <w:pPr>
        <w:pStyle w:val="libItalic"/>
      </w:pPr>
      <w:r w:rsidRPr="00CD60A2">
        <w:t>F</w:t>
      </w:r>
      <w:r>
        <w:t>or believing in God and the new faith</w:t>
      </w:r>
    </w:p>
    <w:p w:rsidR="00C563CB" w:rsidRDefault="00C563CB" w:rsidP="00CD60A2">
      <w:pPr>
        <w:pStyle w:val="libItalic"/>
      </w:pPr>
      <w:r w:rsidRPr="00CD60A2">
        <w:t>H</w:t>
      </w:r>
      <w:r>
        <w:t>andful were they, old men, mostly slaves</w:t>
      </w:r>
    </w:p>
    <w:p w:rsidR="00C563CB" w:rsidRDefault="00C563CB" w:rsidP="00CD60A2">
      <w:pPr>
        <w:pStyle w:val="libItalic"/>
      </w:pPr>
      <w:r w:rsidRPr="00CD60A2">
        <w:t>W</w:t>
      </w:r>
      <w:r>
        <w:t>ith courage, all difficulties they braved.</w:t>
      </w:r>
    </w:p>
    <w:p w:rsidR="00C563CB" w:rsidRDefault="00C563CB" w:rsidP="00CD60A2">
      <w:pPr>
        <w:pStyle w:val="libItalic"/>
      </w:pPr>
      <w:r w:rsidRPr="00CD60A2">
        <w:t>A</w:t>
      </w:r>
      <w:r>
        <w:t xml:space="preserve"> day soon came, when it was declared</w:t>
      </w:r>
    </w:p>
    <w:p w:rsidR="00C563CB" w:rsidRDefault="00C563CB" w:rsidP="00CD60A2">
      <w:pPr>
        <w:pStyle w:val="libItalic"/>
      </w:pPr>
      <w:r w:rsidRPr="00CD60A2">
        <w:t>T</w:t>
      </w:r>
      <w:r>
        <w:t>hat those who could, to Abysinia, should migrate</w:t>
      </w:r>
    </w:p>
    <w:p w:rsidR="00C563CB" w:rsidRDefault="00C563CB" w:rsidP="00CD60A2">
      <w:pPr>
        <w:pStyle w:val="libItalic"/>
      </w:pPr>
      <w:r w:rsidRPr="00CD60A2">
        <w:t>F</w:t>
      </w:r>
      <w:r>
        <w:t>ew persons made up the small group</w:t>
      </w:r>
    </w:p>
    <w:p w:rsidR="00C563CB" w:rsidRDefault="00C563CB" w:rsidP="00CD60A2">
      <w:pPr>
        <w:pStyle w:val="libItalic"/>
      </w:pPr>
      <w:r w:rsidRPr="00CD60A2">
        <w:lastRenderedPageBreak/>
        <w:t>J</w:t>
      </w:r>
      <w:r>
        <w:t>a'far, Ali's brother, commanded this troop.</w:t>
      </w:r>
    </w:p>
    <w:p w:rsidR="00C563CB" w:rsidRDefault="00C563CB" w:rsidP="00CD60A2">
      <w:pPr>
        <w:pStyle w:val="libItalic"/>
      </w:pPr>
      <w:r w:rsidRPr="00CD60A2">
        <w:t>T</w:t>
      </w:r>
      <w:r>
        <w:t>he Quraish were furious; they sent their envoys</w:t>
      </w:r>
    </w:p>
    <w:p w:rsidR="00C563CB" w:rsidRDefault="00C563CB" w:rsidP="00CD60A2">
      <w:pPr>
        <w:pStyle w:val="libItalic"/>
      </w:pPr>
      <w:r w:rsidRPr="00CD60A2">
        <w:t>T</w:t>
      </w:r>
      <w:r>
        <w:t>hey requested the king to return the exiles</w:t>
      </w:r>
    </w:p>
    <w:p w:rsidR="00C563CB" w:rsidRDefault="00C563CB" w:rsidP="00CD60A2">
      <w:pPr>
        <w:pStyle w:val="libItalic"/>
      </w:pPr>
      <w:r w:rsidRPr="00CD60A2">
        <w:t>T</w:t>
      </w:r>
      <w:r>
        <w:t>he king was just; he rejected their plea</w:t>
      </w:r>
    </w:p>
    <w:p w:rsidR="00C563CB" w:rsidRDefault="00C563CB" w:rsidP="00CD60A2">
      <w:pPr>
        <w:pStyle w:val="libItalic"/>
      </w:pPr>
      <w:r w:rsidRPr="00CD60A2">
        <w:t>H</w:t>
      </w:r>
      <w:r>
        <w:t>e sheltered the poor Muslim refugees.</w:t>
      </w:r>
    </w:p>
    <w:p w:rsidR="00C563CB" w:rsidRDefault="00C563CB" w:rsidP="00CD60A2">
      <w:pPr>
        <w:pStyle w:val="libItalic"/>
      </w:pPr>
      <w:r w:rsidRPr="00CD60A2">
        <w:t>T</w:t>
      </w:r>
      <w:r>
        <w:t>he wrath of Quraish reached the boiling point</w:t>
      </w:r>
    </w:p>
    <w:p w:rsidR="00C563CB" w:rsidRDefault="00C563CB" w:rsidP="00CD60A2">
      <w:pPr>
        <w:pStyle w:val="libItalic"/>
      </w:pPr>
      <w:r w:rsidRPr="00CD60A2">
        <w:t>T</w:t>
      </w:r>
      <w:r>
        <w:t>o murder Muhammad, they planned conjoint</w:t>
      </w:r>
    </w:p>
    <w:p w:rsidR="00C563CB" w:rsidRDefault="00C563CB" w:rsidP="00CD60A2">
      <w:pPr>
        <w:pStyle w:val="libItalic"/>
      </w:pPr>
      <w:r w:rsidRPr="00CD60A2">
        <w:t>T</w:t>
      </w:r>
      <w:r>
        <w:t>hey chose a person, one from each tribe</w:t>
      </w:r>
    </w:p>
    <w:p w:rsidR="00C563CB" w:rsidRDefault="00C563CB" w:rsidP="00CD60A2">
      <w:pPr>
        <w:pStyle w:val="libItalic"/>
      </w:pPr>
      <w:proofErr w:type="gramStart"/>
      <w:r w:rsidRPr="00CD60A2">
        <w:t>S</w:t>
      </w:r>
      <w:r>
        <w:t>o that no vengeance could take the Hashemites.</w:t>
      </w:r>
      <w:proofErr w:type="gramEnd"/>
    </w:p>
    <w:p w:rsidR="00C563CB" w:rsidRDefault="00C563CB" w:rsidP="00CD60A2">
      <w:pPr>
        <w:pStyle w:val="libItalic"/>
      </w:pPr>
      <w:r w:rsidRPr="00CD60A2">
        <w:t>T</w:t>
      </w:r>
      <w:r>
        <w:t>he plans to Muhammad, God soon revealed</w:t>
      </w:r>
    </w:p>
    <w:p w:rsidR="00C563CB" w:rsidRDefault="00C563CB" w:rsidP="00CD60A2">
      <w:pPr>
        <w:pStyle w:val="libItalic"/>
      </w:pPr>
      <w:r w:rsidRPr="00CD60A2">
        <w:t>A</w:t>
      </w:r>
      <w:r>
        <w:t>nd desired, that he should ward the evil</w:t>
      </w:r>
    </w:p>
    <w:p w:rsidR="00C563CB" w:rsidRDefault="00C563CB" w:rsidP="00CD60A2">
      <w:pPr>
        <w:pStyle w:val="libItalic"/>
      </w:pPr>
      <w:r w:rsidRPr="00CD60A2">
        <w:t>A</w:t>
      </w:r>
      <w:r>
        <w:t>nd leave for Medina, the same very night</w:t>
      </w:r>
    </w:p>
    <w:p w:rsidR="00C563CB" w:rsidRDefault="00C563CB" w:rsidP="00CD60A2">
      <w:pPr>
        <w:pStyle w:val="libItalic"/>
      </w:pPr>
      <w:r w:rsidRPr="00CD60A2">
        <w:t>L</w:t>
      </w:r>
      <w:r>
        <w:t>etting Ali sleep in his bed and aid his flight.</w:t>
      </w:r>
    </w:p>
    <w:p w:rsidR="00C563CB" w:rsidRDefault="00C563CB" w:rsidP="00CD60A2">
      <w:pPr>
        <w:pStyle w:val="libItalic"/>
      </w:pPr>
      <w:r w:rsidRPr="00CD60A2">
        <w:t>S</w:t>
      </w:r>
      <w:r>
        <w:t xml:space="preserve">oon </w:t>
      </w:r>
      <w:proofErr w:type="gramStart"/>
      <w:r>
        <w:t>was the house surrounded by those</w:t>
      </w:r>
      <w:proofErr w:type="gramEnd"/>
      <w:r>
        <w:t>,</w:t>
      </w:r>
    </w:p>
    <w:p w:rsidR="00C563CB" w:rsidRDefault="00C563CB" w:rsidP="00CD60A2">
      <w:pPr>
        <w:pStyle w:val="libItalic"/>
      </w:pPr>
      <w:r w:rsidRPr="00CD60A2">
        <w:t>A</w:t>
      </w:r>
      <w:r>
        <w:t xml:space="preserve">rmed cap-a-pie </w:t>
      </w:r>
      <w:proofErr w:type="gramStart"/>
      <w:r>
        <w:t>were</w:t>
      </w:r>
      <w:proofErr w:type="gramEnd"/>
      <w:r>
        <w:t xml:space="preserve"> each of the foes</w:t>
      </w:r>
    </w:p>
    <w:p w:rsidR="00C563CB" w:rsidRDefault="00C563CB" w:rsidP="00CD60A2">
      <w:pPr>
        <w:pStyle w:val="libItalic"/>
      </w:pPr>
      <w:r w:rsidRPr="00CD60A2">
        <w:t>W</w:t>
      </w:r>
      <w:r>
        <w:t>ith handful of dust, Muhammad blew his fist</w:t>
      </w:r>
    </w:p>
    <w:p w:rsidR="00C563CB" w:rsidRDefault="00C563CB" w:rsidP="00CD60A2">
      <w:pPr>
        <w:pStyle w:val="libItalic"/>
      </w:pPr>
      <w:r w:rsidRPr="00CD60A2">
        <w:t>A</w:t>
      </w:r>
      <w:r>
        <w:t>nd calmly walked through their midst.</w:t>
      </w:r>
    </w:p>
    <w:p w:rsidR="00C563CB" w:rsidRDefault="00C563CB" w:rsidP="00CD60A2">
      <w:pPr>
        <w:pStyle w:val="libItalic"/>
      </w:pPr>
      <w:r w:rsidRPr="00CD60A2">
        <w:t>T</w:t>
      </w:r>
      <w:r>
        <w:t>hey raided his house, ere it was morn</w:t>
      </w:r>
    </w:p>
    <w:p w:rsidR="00C563CB" w:rsidRDefault="00C563CB" w:rsidP="00CD60A2">
      <w:pPr>
        <w:pStyle w:val="libItalic"/>
      </w:pPr>
      <w:r w:rsidRPr="00CD60A2">
        <w:t>S</w:t>
      </w:r>
      <w:r>
        <w:t xml:space="preserve">urprised to see Ali, the </w:t>
      </w:r>
      <w:proofErr w:type="gramStart"/>
      <w:r>
        <w:t>bed adorn</w:t>
      </w:r>
      <w:proofErr w:type="gramEnd"/>
      <w:r>
        <w:t>;</w:t>
      </w:r>
    </w:p>
    <w:p w:rsidR="00C563CB" w:rsidRDefault="00C563CB" w:rsidP="00CD60A2">
      <w:pPr>
        <w:pStyle w:val="libItalic"/>
      </w:pPr>
      <w:r>
        <w:t>"</w:t>
      </w:r>
      <w:r w:rsidRPr="00CD60A2">
        <w:t>W</w:t>
      </w:r>
      <w:r>
        <w:t>here is Muhammad?" they demanded, "where is he?"</w:t>
      </w:r>
    </w:p>
    <w:p w:rsidR="00C563CB" w:rsidRDefault="00C563CB" w:rsidP="00CD60A2">
      <w:pPr>
        <w:pStyle w:val="libItalic"/>
      </w:pPr>
      <w:r>
        <w:t>"</w:t>
      </w:r>
      <w:r w:rsidRPr="00CD60A2">
        <w:t>D</w:t>
      </w:r>
      <w:r>
        <w:t xml:space="preserve">id you entrust him to </w:t>
      </w:r>
      <w:proofErr w:type="gramStart"/>
      <w:r>
        <w:t>me, that</w:t>
      </w:r>
      <w:proofErr w:type="gramEnd"/>
      <w:r>
        <w:t xml:space="preserve"> you ask of me?"</w:t>
      </w:r>
    </w:p>
    <w:p w:rsidR="00C563CB" w:rsidRDefault="00C563CB" w:rsidP="00CD60A2">
      <w:pPr>
        <w:pStyle w:val="libItalic"/>
      </w:pPr>
      <w:r w:rsidRPr="00CD60A2">
        <w:t>F</w:t>
      </w:r>
      <w:r>
        <w:t>oiled in their attempt, they started a search</w:t>
      </w:r>
    </w:p>
    <w:p w:rsidR="00C563CB" w:rsidRDefault="00C563CB" w:rsidP="00CD60A2">
      <w:pPr>
        <w:pStyle w:val="libItalic"/>
      </w:pPr>
      <w:r>
        <w:t>"</w:t>
      </w:r>
      <w:r w:rsidRPr="00CD60A2">
        <w:t>D</w:t>
      </w:r>
      <w:r>
        <w:t>ead or alive, capture him", they urged</w:t>
      </w:r>
    </w:p>
    <w:p w:rsidR="00C563CB" w:rsidRDefault="00C563CB" w:rsidP="00CD60A2">
      <w:pPr>
        <w:pStyle w:val="libItalic"/>
      </w:pPr>
      <w:r w:rsidRPr="00CD60A2">
        <w:t>T</w:t>
      </w:r>
      <w:r>
        <w:t>hus started a hunt, for three days long</w:t>
      </w:r>
    </w:p>
    <w:p w:rsidR="00C563CB" w:rsidRDefault="00C563CB" w:rsidP="00CD60A2">
      <w:pPr>
        <w:pStyle w:val="libItalic"/>
      </w:pPr>
      <w:r w:rsidRPr="00CD60A2">
        <w:t>T</w:t>
      </w:r>
      <w:r>
        <w:t>hey searched all over, including caves.</w:t>
      </w:r>
    </w:p>
    <w:p w:rsidR="00C563CB" w:rsidRDefault="00C563CB" w:rsidP="00CD60A2">
      <w:pPr>
        <w:pStyle w:val="libItalic"/>
      </w:pPr>
      <w:r w:rsidRPr="00CD60A2">
        <w:t>T</w:t>
      </w:r>
      <w:r>
        <w:t>he Prophet's companion became scared</w:t>
      </w:r>
    </w:p>
    <w:p w:rsidR="00C563CB" w:rsidRDefault="00C563CB" w:rsidP="00CD60A2">
      <w:pPr>
        <w:pStyle w:val="libItalic"/>
      </w:pPr>
      <w:r w:rsidRPr="00CD60A2">
        <w:t>A</w:t>
      </w:r>
      <w:r>
        <w:t>s enemies' shouts increasingly filled the air</w:t>
      </w:r>
    </w:p>
    <w:p w:rsidR="00C563CB" w:rsidRDefault="00C563CB" w:rsidP="00CD60A2">
      <w:pPr>
        <w:pStyle w:val="libItalic"/>
      </w:pPr>
      <w:r>
        <w:t>"</w:t>
      </w:r>
      <w:r w:rsidRPr="00CD60A2">
        <w:t>W</w:t>
      </w:r>
      <w:r>
        <w:t>e are lost, we two", helplessly, he cried</w:t>
      </w:r>
    </w:p>
    <w:p w:rsidR="00C563CB" w:rsidRDefault="00C563CB" w:rsidP="00CD60A2">
      <w:pPr>
        <w:pStyle w:val="libItalic"/>
      </w:pPr>
      <w:r>
        <w:t>"</w:t>
      </w:r>
      <w:r w:rsidRPr="00CD60A2">
        <w:t>N</w:t>
      </w:r>
      <w:r>
        <w:t>o! We are three, for God is with us". Muhammad replied.</w:t>
      </w:r>
    </w:p>
    <w:p w:rsidR="00C563CB" w:rsidRDefault="00C563CB" w:rsidP="00CD60A2">
      <w:pPr>
        <w:pStyle w:val="libItalic"/>
      </w:pPr>
      <w:r w:rsidRPr="00CD60A2">
        <w:t>T</w:t>
      </w:r>
      <w:r>
        <w:t>ired and forlorn, he slept under a tree</w:t>
      </w:r>
    </w:p>
    <w:p w:rsidR="00C563CB" w:rsidRDefault="00C563CB" w:rsidP="00CD60A2">
      <w:pPr>
        <w:pStyle w:val="libItalic"/>
      </w:pPr>
      <w:r w:rsidRPr="00CD60A2">
        <w:t>W</w:t>
      </w:r>
      <w:r>
        <w:t xml:space="preserve">hen rushed a foe: </w:t>
      </w:r>
      <w:proofErr w:type="gramStart"/>
      <w:r>
        <w:t>" who</w:t>
      </w:r>
      <w:proofErr w:type="gramEnd"/>
      <w:r>
        <w:t xml:space="preserve"> will now save thee?"</w:t>
      </w:r>
    </w:p>
    <w:p w:rsidR="00C563CB" w:rsidRDefault="00C563CB" w:rsidP="00CD60A2">
      <w:pPr>
        <w:pStyle w:val="libItalic"/>
      </w:pPr>
      <w:r>
        <w:t>"</w:t>
      </w:r>
      <w:r w:rsidRPr="00CD60A2">
        <w:t>G</w:t>
      </w:r>
      <w:r>
        <w:t>od", was the reply; it thunder struck the foe,</w:t>
      </w:r>
    </w:p>
    <w:p w:rsidR="00C563CB" w:rsidRDefault="00C563CB" w:rsidP="00CD60A2">
      <w:pPr>
        <w:pStyle w:val="libItalic"/>
      </w:pPr>
      <w:r w:rsidRPr="00CD60A2">
        <w:t>T</w:t>
      </w:r>
      <w:r>
        <w:t>rembling, he dropped his sword and bowed.</w:t>
      </w:r>
    </w:p>
    <w:p w:rsidR="00C563CB" w:rsidRDefault="00C563CB" w:rsidP="00CD60A2">
      <w:pPr>
        <w:pStyle w:val="libItalic"/>
      </w:pPr>
      <w:r>
        <w:t>"</w:t>
      </w:r>
      <w:r w:rsidRPr="00CD60A2">
        <w:t>W</w:t>
      </w:r>
      <w:r>
        <w:t>ho will now save thee?" Muhammad cried</w:t>
      </w:r>
    </w:p>
    <w:p w:rsidR="00C563CB" w:rsidRDefault="00C563CB" w:rsidP="00CD60A2">
      <w:pPr>
        <w:pStyle w:val="libItalic"/>
      </w:pPr>
      <w:r>
        <w:t>"</w:t>
      </w:r>
      <w:r w:rsidRPr="00CD60A2">
        <w:t>A</w:t>
      </w:r>
      <w:r>
        <w:t>las, none!" the foe imploringly replied</w:t>
      </w:r>
    </w:p>
    <w:p w:rsidR="00C563CB" w:rsidRDefault="00C563CB" w:rsidP="00CD60A2">
      <w:pPr>
        <w:pStyle w:val="libItalic"/>
      </w:pPr>
      <w:r>
        <w:t>"</w:t>
      </w:r>
      <w:r w:rsidRPr="00CD60A2">
        <w:t>L</w:t>
      </w:r>
      <w:r>
        <w:t>earn from me to be merciful" he said</w:t>
      </w:r>
    </w:p>
    <w:p w:rsidR="00C563CB" w:rsidRDefault="00C563CB" w:rsidP="00CD60A2">
      <w:pPr>
        <w:pStyle w:val="libItalic"/>
      </w:pPr>
      <w:r w:rsidRPr="00CD60A2">
        <w:t>A</w:t>
      </w:r>
      <w:r>
        <w:t>s was his want, he pardoned him instead.</w:t>
      </w:r>
    </w:p>
    <w:p w:rsidR="00C563CB" w:rsidRDefault="00C563CB" w:rsidP="00CD60A2">
      <w:pPr>
        <w:pStyle w:val="libItalic"/>
      </w:pPr>
      <w:r w:rsidRPr="00CD60A2">
        <w:t>H</w:t>
      </w:r>
      <w:r>
        <w:t>e reached Medina, a poor fugitive</w:t>
      </w:r>
    </w:p>
    <w:p w:rsidR="00C563CB" w:rsidRDefault="00C563CB" w:rsidP="00CD60A2">
      <w:pPr>
        <w:pStyle w:val="libItalic"/>
      </w:pPr>
      <w:r w:rsidRPr="00CD60A2">
        <w:t>E</w:t>
      </w:r>
      <w:r>
        <w:t>xcept a new way of life, he had nothing to give</w:t>
      </w:r>
    </w:p>
    <w:p w:rsidR="00C563CB" w:rsidRDefault="00C563CB" w:rsidP="00CD60A2">
      <w:pPr>
        <w:pStyle w:val="libItalic"/>
      </w:pPr>
      <w:r w:rsidRPr="00CD60A2">
        <w:t>Y</w:t>
      </w:r>
      <w:r>
        <w:t>et, he was welcomed with open arms</w:t>
      </w:r>
    </w:p>
    <w:p w:rsidR="00C563CB" w:rsidRDefault="00C563CB" w:rsidP="00CD60A2">
      <w:pPr>
        <w:pStyle w:val="libItalic"/>
      </w:pPr>
      <w:r w:rsidRPr="00CD60A2">
        <w:t>T</w:t>
      </w:r>
      <w:r>
        <w:t>his was a turning point for Islam</w:t>
      </w:r>
    </w:p>
    <w:p w:rsidR="00C563CB" w:rsidRDefault="00C563CB" w:rsidP="00CD60A2">
      <w:pPr>
        <w:pStyle w:val="libItalic"/>
      </w:pPr>
      <w:r w:rsidRPr="00CD60A2">
        <w:t>H</w:t>
      </w:r>
      <w:r>
        <w:t>e paired them, one with the other</w:t>
      </w:r>
    </w:p>
    <w:p w:rsidR="00C563CB" w:rsidRDefault="00C563CB" w:rsidP="00CD60A2">
      <w:pPr>
        <w:pStyle w:val="libItalic"/>
      </w:pPr>
      <w:r w:rsidRPr="00CD60A2">
        <w:t>A</w:t>
      </w:r>
      <w:r>
        <w:t>nd showed the brotherhood, how to further</w:t>
      </w:r>
    </w:p>
    <w:p w:rsidR="00C563CB" w:rsidRDefault="00C563CB" w:rsidP="00CD60A2">
      <w:pPr>
        <w:pStyle w:val="libItalic"/>
      </w:pPr>
      <w:r w:rsidRPr="00CD60A2">
        <w:t>H</w:t>
      </w:r>
      <w:r>
        <w:t>imself with Ali, he lovingly paired</w:t>
      </w:r>
    </w:p>
    <w:p w:rsidR="00C563CB" w:rsidRDefault="00C563CB" w:rsidP="00CD60A2">
      <w:pPr>
        <w:pStyle w:val="libItalic"/>
      </w:pPr>
      <w:r w:rsidRPr="00CD60A2">
        <w:t>B</w:t>
      </w:r>
      <w:r>
        <w:t>ecause the same heavenly light, they shared.</w:t>
      </w:r>
    </w:p>
    <w:p w:rsidR="00C563CB" w:rsidRDefault="00C563CB" w:rsidP="00C563CB">
      <w:pPr>
        <w:pStyle w:val="libNormal"/>
      </w:pPr>
      <w:r>
        <w:br w:type="page"/>
      </w:r>
    </w:p>
    <w:p w:rsidR="00C563CB" w:rsidRDefault="00C563CB" w:rsidP="00C563CB">
      <w:pPr>
        <w:pStyle w:val="Heading1Center"/>
      </w:pPr>
      <w:bookmarkStart w:id="2" w:name="_Toc471903286"/>
      <w:r>
        <w:lastRenderedPageBreak/>
        <w:t xml:space="preserve">(4) The Origins </w:t>
      </w:r>
      <w:proofErr w:type="gramStart"/>
      <w:r>
        <w:t>Of</w:t>
      </w:r>
      <w:proofErr w:type="gramEnd"/>
      <w:r>
        <w:t xml:space="preserve"> Karbala's Tragedy</w:t>
      </w:r>
      <w:bookmarkEnd w:id="2"/>
    </w:p>
    <w:p w:rsidR="00C563CB" w:rsidRDefault="00C563CB" w:rsidP="00CD60A2">
      <w:pPr>
        <w:pStyle w:val="libItalic"/>
      </w:pPr>
      <w:r w:rsidRPr="00CD60A2">
        <w:t>L</w:t>
      </w:r>
      <w:r>
        <w:t>ife is an eternal conflict of truth and evil</w:t>
      </w:r>
    </w:p>
    <w:p w:rsidR="00C563CB" w:rsidRDefault="00C563CB" w:rsidP="00CD60A2">
      <w:pPr>
        <w:pStyle w:val="libItalic"/>
      </w:pPr>
      <w:r w:rsidRPr="00CD60A2">
        <w:t>G</w:t>
      </w:r>
      <w:r>
        <w:t>od having granted power to the devil</w:t>
      </w:r>
    </w:p>
    <w:p w:rsidR="00C563CB" w:rsidRDefault="00C563CB" w:rsidP="00CD60A2">
      <w:pPr>
        <w:pStyle w:val="libItalic"/>
      </w:pPr>
      <w:r w:rsidRPr="00CD60A2">
        <w:t>T</w:t>
      </w:r>
      <w:r>
        <w:t>o rule the hearts of those who love this world</w:t>
      </w:r>
    </w:p>
    <w:p w:rsidR="00C563CB" w:rsidRDefault="00C563CB" w:rsidP="00CD60A2">
      <w:pPr>
        <w:pStyle w:val="libItalic"/>
      </w:pPr>
      <w:r w:rsidRPr="00CD60A2">
        <w:t>A</w:t>
      </w:r>
      <w:r>
        <w:t>nd care not the banner of truth to unfurl.</w:t>
      </w:r>
    </w:p>
    <w:p w:rsidR="00C563CB" w:rsidRDefault="00C563CB" w:rsidP="00CD60A2">
      <w:pPr>
        <w:pStyle w:val="libItalic"/>
      </w:pPr>
      <w:r w:rsidRPr="00CD60A2">
        <w:t>T</w:t>
      </w:r>
      <w:r>
        <w:t>he forces of darkness were perturbed</w:t>
      </w:r>
    </w:p>
    <w:p w:rsidR="00C563CB" w:rsidRDefault="00C563CB" w:rsidP="00CD60A2">
      <w:pPr>
        <w:pStyle w:val="libItalic"/>
      </w:pPr>
      <w:r w:rsidRPr="00CD60A2">
        <w:t>F</w:t>
      </w:r>
      <w:r>
        <w:t>or soon their kingdom would be disturbed</w:t>
      </w:r>
    </w:p>
    <w:p w:rsidR="00C563CB" w:rsidRDefault="00C563CB" w:rsidP="00CD60A2">
      <w:pPr>
        <w:pStyle w:val="libItalic"/>
      </w:pPr>
      <w:r w:rsidRPr="00CD60A2">
        <w:t>A</w:t>
      </w:r>
      <w:r>
        <w:t>t first, they ridiculed and scoffed</w:t>
      </w:r>
    </w:p>
    <w:p w:rsidR="00C563CB" w:rsidRDefault="00C563CB" w:rsidP="00CD60A2">
      <w:pPr>
        <w:pStyle w:val="libItalic"/>
      </w:pPr>
      <w:r w:rsidRPr="00CD60A2">
        <w:t>T</w:t>
      </w:r>
      <w:r>
        <w:t>o their dismay, they found themselves dwarfed.</w:t>
      </w:r>
    </w:p>
    <w:p w:rsidR="00C563CB" w:rsidRDefault="00C563CB" w:rsidP="00CD60A2">
      <w:pPr>
        <w:pStyle w:val="libItalic"/>
      </w:pPr>
      <w:r w:rsidRPr="00CD60A2">
        <w:t>T</w:t>
      </w:r>
      <w:r>
        <w:t>hey fumed and fret; threatened and cajoled</w:t>
      </w:r>
    </w:p>
    <w:p w:rsidR="00C563CB" w:rsidRDefault="00C563CB" w:rsidP="00CD60A2">
      <w:pPr>
        <w:pStyle w:val="libItalic"/>
      </w:pPr>
      <w:r w:rsidRPr="00CD60A2">
        <w:t>T</w:t>
      </w:r>
      <w:r>
        <w:t>hey offered Muhammad a chief's role</w:t>
      </w:r>
    </w:p>
    <w:p w:rsidR="00C563CB" w:rsidRDefault="00C563CB" w:rsidP="00CD60A2">
      <w:pPr>
        <w:pStyle w:val="libItalic"/>
      </w:pPr>
      <w:r w:rsidRPr="00CD60A2">
        <w:t>T</w:t>
      </w:r>
      <w:r>
        <w:t>hey asked him to stop preaching Islam</w:t>
      </w:r>
    </w:p>
    <w:p w:rsidR="00C563CB" w:rsidRDefault="00C563CB" w:rsidP="00CD60A2">
      <w:pPr>
        <w:pStyle w:val="libItalic"/>
      </w:pPr>
      <w:r w:rsidRPr="00CD60A2">
        <w:t>O</w:t>
      </w:r>
      <w:r>
        <w:t>r else they would cause him bodily harm.</w:t>
      </w:r>
    </w:p>
    <w:p w:rsidR="00C563CB" w:rsidRDefault="00C563CB" w:rsidP="00CD60A2">
      <w:pPr>
        <w:pStyle w:val="libItalic"/>
      </w:pPr>
      <w:r w:rsidRPr="00CD60A2">
        <w:t>A</w:t>
      </w:r>
      <w:r>
        <w:t>bu Sufyan was their chief - a mortal foe</w:t>
      </w:r>
    </w:p>
    <w:p w:rsidR="00C563CB" w:rsidRDefault="00C563CB" w:rsidP="00CD60A2">
      <w:pPr>
        <w:pStyle w:val="libItalic"/>
      </w:pPr>
      <w:r w:rsidRPr="00CD60A2">
        <w:t>T</w:t>
      </w:r>
      <w:r>
        <w:t>he grandson of Ommaya, the lowest of low</w:t>
      </w:r>
    </w:p>
    <w:p w:rsidR="00C563CB" w:rsidRDefault="00C563CB" w:rsidP="00CD60A2">
      <w:pPr>
        <w:pStyle w:val="libItalic"/>
      </w:pPr>
      <w:r w:rsidRPr="00CD60A2">
        <w:t>T</w:t>
      </w:r>
      <w:r>
        <w:t>he progeny of Abd Shams, the brother of Hashim</w:t>
      </w:r>
    </w:p>
    <w:p w:rsidR="00C563CB" w:rsidRDefault="00C563CB" w:rsidP="00CD60A2">
      <w:pPr>
        <w:pStyle w:val="libItalic"/>
      </w:pPr>
      <w:r w:rsidRPr="00CD60A2">
        <w:t>T</w:t>
      </w:r>
      <w:r>
        <w:t>hey were steeped in enmity, which was ever lasting.</w:t>
      </w:r>
    </w:p>
    <w:p w:rsidR="00C563CB" w:rsidRDefault="00C563CB" w:rsidP="00CD60A2">
      <w:pPr>
        <w:pStyle w:val="libItalic"/>
      </w:pPr>
      <w:r w:rsidRPr="00CD60A2">
        <w:t>E</w:t>
      </w:r>
      <w:r>
        <w:t>nvious were they, of the position of Hashim</w:t>
      </w:r>
    </w:p>
    <w:p w:rsidR="00C563CB" w:rsidRDefault="00C563CB" w:rsidP="00CD60A2">
      <w:pPr>
        <w:pStyle w:val="libItalic"/>
      </w:pPr>
      <w:r w:rsidRPr="00CD60A2">
        <w:t>W</w:t>
      </w:r>
      <w:r>
        <w:t>hom God had honored with things everlasting</w:t>
      </w:r>
    </w:p>
    <w:p w:rsidR="00C563CB" w:rsidRDefault="00C563CB" w:rsidP="00CD60A2">
      <w:pPr>
        <w:pStyle w:val="libItalic"/>
      </w:pPr>
      <w:r w:rsidRPr="00CD60A2">
        <w:t>M</w:t>
      </w:r>
      <w:r>
        <w:t>uhammad was thus their bitter foe</w:t>
      </w:r>
    </w:p>
    <w:p w:rsidR="00C563CB" w:rsidRDefault="00C563CB" w:rsidP="00CD60A2">
      <w:pPr>
        <w:pStyle w:val="libItalic"/>
      </w:pPr>
      <w:r w:rsidRPr="00CD60A2">
        <w:t>W</w:t>
      </w:r>
      <w:r>
        <w:t>hom they longed to see cast low.</w:t>
      </w:r>
    </w:p>
    <w:p w:rsidR="00C563CB" w:rsidRDefault="00C563CB" w:rsidP="00CD60A2">
      <w:pPr>
        <w:pStyle w:val="libItalic"/>
      </w:pPr>
      <w:r w:rsidRPr="00CD60A2">
        <w:t>K</w:t>
      </w:r>
      <w:r>
        <w:t>arun, Firaun, Namarood and Suddad</w:t>
      </w:r>
    </w:p>
    <w:p w:rsidR="00C563CB" w:rsidRDefault="00C563CB" w:rsidP="00CD60A2">
      <w:pPr>
        <w:pStyle w:val="libItalic"/>
      </w:pPr>
      <w:r w:rsidRPr="00CD60A2">
        <w:t>T</w:t>
      </w:r>
      <w:r>
        <w:t>he four aces of arch-devil Iblis' cards</w:t>
      </w:r>
    </w:p>
    <w:p w:rsidR="00C563CB" w:rsidRDefault="00C563CB" w:rsidP="00CD60A2">
      <w:pPr>
        <w:pStyle w:val="libItalic"/>
      </w:pPr>
      <w:r w:rsidRPr="00CD60A2">
        <w:t>W</w:t>
      </w:r>
      <w:r>
        <w:t>ere the brains behind the notorious Abu Sufyan</w:t>
      </w:r>
    </w:p>
    <w:p w:rsidR="00C563CB" w:rsidRDefault="00C563CB" w:rsidP="00CD60A2">
      <w:pPr>
        <w:pStyle w:val="libItalic"/>
      </w:pPr>
      <w:r w:rsidRPr="00CD60A2">
        <w:t>T</w:t>
      </w:r>
      <w:r>
        <w:t>o destroy Islam and cause Muhammad harm.</w:t>
      </w:r>
    </w:p>
    <w:p w:rsidR="00C563CB" w:rsidRDefault="00C563CB" w:rsidP="00CD60A2">
      <w:pPr>
        <w:pStyle w:val="libItalic"/>
      </w:pPr>
      <w:r w:rsidRPr="00CD60A2">
        <w:t>H</w:t>
      </w:r>
      <w:r>
        <w:t>arut and Marut, the two fallen angels, were glad</w:t>
      </w:r>
    </w:p>
    <w:p w:rsidR="00C563CB" w:rsidRDefault="00C563CB" w:rsidP="00CD60A2">
      <w:pPr>
        <w:pStyle w:val="libItalic"/>
      </w:pPr>
      <w:r w:rsidRPr="00CD60A2">
        <w:t>T</w:t>
      </w:r>
      <w:r>
        <w:t>he four Aces had mastered everything evil and bad</w:t>
      </w:r>
    </w:p>
    <w:p w:rsidR="00C563CB" w:rsidRDefault="00C563CB" w:rsidP="00CD60A2">
      <w:pPr>
        <w:pStyle w:val="libItalic"/>
      </w:pPr>
      <w:r w:rsidRPr="00CD60A2">
        <w:t>A</w:t>
      </w:r>
      <w:r>
        <w:t>bu Sufyan became their living agent</w:t>
      </w:r>
    </w:p>
    <w:p w:rsidR="00C563CB" w:rsidRDefault="00C563CB" w:rsidP="00CD60A2">
      <w:pPr>
        <w:pStyle w:val="libItalic"/>
      </w:pPr>
      <w:r w:rsidRPr="00CD60A2">
        <w:t>T</w:t>
      </w:r>
      <w:r>
        <w:t>o them his services he joyfully lent.</w:t>
      </w:r>
    </w:p>
    <w:p w:rsidR="00C563CB" w:rsidRDefault="00C563CB" w:rsidP="00CD60A2">
      <w:pPr>
        <w:pStyle w:val="libItalic"/>
      </w:pPr>
      <w:r w:rsidRPr="00CD60A2">
        <w:t>T</w:t>
      </w:r>
      <w:r>
        <w:t>hey issued the call, they summoned aid</w:t>
      </w:r>
    </w:p>
    <w:p w:rsidR="00C563CB" w:rsidRDefault="00C563CB" w:rsidP="00CD60A2">
      <w:pPr>
        <w:pStyle w:val="libItalic"/>
      </w:pPr>
      <w:r w:rsidRPr="00CD60A2">
        <w:t>E</w:t>
      </w:r>
      <w:r>
        <w:t>ach helper, they said, would be well paid</w:t>
      </w:r>
    </w:p>
    <w:p w:rsidR="00C563CB" w:rsidRDefault="00C563CB" w:rsidP="00CD60A2">
      <w:pPr>
        <w:pStyle w:val="libItalic"/>
      </w:pPr>
      <w:r w:rsidRPr="00CD60A2">
        <w:t>T</w:t>
      </w:r>
      <w:r>
        <w:t>hus started persecution of the new faith,</w:t>
      </w:r>
    </w:p>
    <w:p w:rsidR="00C563CB" w:rsidRDefault="00C563CB" w:rsidP="00CD60A2">
      <w:pPr>
        <w:pStyle w:val="libItalic"/>
      </w:pPr>
      <w:proofErr w:type="gramStart"/>
      <w:r w:rsidRPr="00CD60A2">
        <w:t>W</w:t>
      </w:r>
      <w:r>
        <w:t>ith all means that symbolized envy and hate.</w:t>
      </w:r>
      <w:proofErr w:type="gramEnd"/>
    </w:p>
    <w:p w:rsidR="00C563CB" w:rsidRDefault="00C563CB" w:rsidP="00CD60A2">
      <w:pPr>
        <w:pStyle w:val="libItalic"/>
      </w:pPr>
      <w:r w:rsidRPr="00CD60A2">
        <w:t>T</w:t>
      </w:r>
      <w:r>
        <w:t>hey thought to themselves, the easiest way,</w:t>
      </w:r>
    </w:p>
    <w:p w:rsidR="00C563CB" w:rsidRDefault="00C563CB" w:rsidP="00CD60A2">
      <w:pPr>
        <w:pStyle w:val="libItalic"/>
      </w:pPr>
      <w:r w:rsidRPr="00CD60A2">
        <w:t>W</w:t>
      </w:r>
      <w:r>
        <w:t>e are Muslims why not say?</w:t>
      </w:r>
    </w:p>
    <w:p w:rsidR="00C563CB" w:rsidRDefault="00C563CB" w:rsidP="00CD60A2">
      <w:pPr>
        <w:pStyle w:val="libItalic"/>
      </w:pPr>
      <w:r w:rsidRPr="00CD60A2">
        <w:t>H</w:t>
      </w:r>
      <w:r>
        <w:t>it from within the Hashemites</w:t>
      </w:r>
    </w:p>
    <w:p w:rsidR="00C563CB" w:rsidRDefault="00C563CB" w:rsidP="00CD60A2">
      <w:pPr>
        <w:pStyle w:val="libItalic"/>
      </w:pPr>
      <w:r w:rsidRPr="00CD60A2">
        <w:t>T</w:t>
      </w:r>
      <w:r>
        <w:t>hat would throttle Islam, without a fight.</w:t>
      </w:r>
    </w:p>
    <w:p w:rsidR="00C563CB" w:rsidRDefault="00C563CB" w:rsidP="00CD60A2">
      <w:pPr>
        <w:pStyle w:val="libItalic"/>
      </w:pPr>
      <w:r w:rsidRPr="00CD60A2">
        <w:t>T</w:t>
      </w:r>
      <w:r>
        <w:t>he decree of God none can stop</w:t>
      </w:r>
    </w:p>
    <w:p w:rsidR="00C563CB" w:rsidRDefault="00C563CB" w:rsidP="00CD60A2">
      <w:pPr>
        <w:pStyle w:val="libItalic"/>
      </w:pPr>
      <w:r w:rsidRPr="00CD60A2">
        <w:t>I</w:t>
      </w:r>
      <w:r>
        <w:t>t flows like a river, with a drop to start</w:t>
      </w:r>
    </w:p>
    <w:p w:rsidR="00C563CB" w:rsidRDefault="00C563CB" w:rsidP="00CD60A2">
      <w:pPr>
        <w:pStyle w:val="libItalic"/>
      </w:pPr>
      <w:r w:rsidRPr="00CD60A2">
        <w:t>N</w:t>
      </w:r>
      <w:r>
        <w:t>one can withhold its onward march</w:t>
      </w:r>
    </w:p>
    <w:p w:rsidR="00C563CB" w:rsidRDefault="00C563CB" w:rsidP="00CD60A2">
      <w:pPr>
        <w:pStyle w:val="libItalic"/>
      </w:pPr>
      <w:r w:rsidRPr="00CD60A2">
        <w:t>B</w:t>
      </w:r>
      <w:r>
        <w:t>e they friends or foes at large.</w:t>
      </w:r>
    </w:p>
    <w:p w:rsidR="00C563CB" w:rsidRDefault="00C563CB" w:rsidP="00CD60A2">
      <w:pPr>
        <w:pStyle w:val="libItalic"/>
      </w:pPr>
      <w:r w:rsidRPr="00CD60A2">
        <w:t>A</w:t>
      </w:r>
      <w:r>
        <w:t>nd so was the case with Islam's flow</w:t>
      </w:r>
    </w:p>
    <w:p w:rsidR="00C563CB" w:rsidRDefault="00C563CB" w:rsidP="00CD60A2">
      <w:pPr>
        <w:pStyle w:val="libItalic"/>
      </w:pPr>
      <w:r w:rsidRPr="00CD60A2">
        <w:t>M</w:t>
      </w:r>
      <w:r>
        <w:t>any became Muslims, just for show</w:t>
      </w:r>
    </w:p>
    <w:p w:rsidR="00C563CB" w:rsidRDefault="00C563CB" w:rsidP="00CD60A2">
      <w:pPr>
        <w:pStyle w:val="libItalic"/>
      </w:pPr>
      <w:r w:rsidRPr="00CD60A2">
        <w:t>P</w:t>
      </w:r>
      <w:r>
        <w:t>agans at heart, they hid their line</w:t>
      </w:r>
    </w:p>
    <w:p w:rsidR="00C563CB" w:rsidRDefault="00C563CB" w:rsidP="00CD60A2">
      <w:pPr>
        <w:pStyle w:val="libItalic"/>
      </w:pPr>
      <w:proofErr w:type="gramStart"/>
      <w:r w:rsidRPr="00CD60A2">
        <w:t>T</w:t>
      </w:r>
      <w:r>
        <w:t>o wreck vengeance, in course of time.</w:t>
      </w:r>
      <w:proofErr w:type="gramEnd"/>
    </w:p>
    <w:p w:rsidR="00C563CB" w:rsidRDefault="00C563CB" w:rsidP="00CD60A2">
      <w:pPr>
        <w:pStyle w:val="libItalic"/>
      </w:pPr>
      <w:r w:rsidRPr="00CD60A2">
        <w:t>T</w:t>
      </w:r>
      <w:r>
        <w:t>hey behaved as friends; they cloaked their pretense</w:t>
      </w:r>
    </w:p>
    <w:p w:rsidR="00C563CB" w:rsidRDefault="00C563CB" w:rsidP="00CD60A2">
      <w:pPr>
        <w:pStyle w:val="libItalic"/>
      </w:pPr>
      <w:r w:rsidRPr="00CD60A2">
        <w:t>F</w:t>
      </w:r>
      <w:r>
        <w:t>or Muslims in name, were they from hence</w:t>
      </w:r>
    </w:p>
    <w:p w:rsidR="00C563CB" w:rsidRDefault="00C563CB" w:rsidP="00CD60A2">
      <w:pPr>
        <w:pStyle w:val="libItalic"/>
      </w:pPr>
      <w:r w:rsidRPr="00CD60A2">
        <w:t>T</w:t>
      </w:r>
      <w:r>
        <w:t>hey spread their tentacles, in many homes</w:t>
      </w:r>
    </w:p>
    <w:p w:rsidR="00C563CB" w:rsidRDefault="00C563CB" w:rsidP="00CD60A2">
      <w:pPr>
        <w:pStyle w:val="libItalic"/>
      </w:pPr>
      <w:r w:rsidRPr="00CD60A2">
        <w:lastRenderedPageBreak/>
        <w:t>T</w:t>
      </w:r>
      <w:r>
        <w:t>hey tightened their grip over Islam's dome.</w:t>
      </w:r>
    </w:p>
    <w:p w:rsidR="00C563CB" w:rsidRDefault="00C563CB" w:rsidP="00CD60A2">
      <w:pPr>
        <w:pStyle w:val="libItalic"/>
      </w:pPr>
      <w:r w:rsidRPr="00CD60A2">
        <w:t>A</w:t>
      </w:r>
      <w:r>
        <w:t>li, they knew, was the seedling's strength</w:t>
      </w:r>
    </w:p>
    <w:p w:rsidR="00C563CB" w:rsidRDefault="00C563CB" w:rsidP="00CD60A2">
      <w:pPr>
        <w:pStyle w:val="libItalic"/>
      </w:pPr>
      <w:r w:rsidRPr="00CD60A2">
        <w:t>T</w:t>
      </w:r>
      <w:r>
        <w:t>o guard it, he would go to any length</w:t>
      </w:r>
    </w:p>
    <w:p w:rsidR="00C563CB" w:rsidRDefault="00C563CB" w:rsidP="00CD60A2">
      <w:pPr>
        <w:pStyle w:val="libItalic"/>
      </w:pPr>
      <w:r w:rsidRPr="00CD60A2">
        <w:t>H</w:t>
      </w:r>
      <w:r>
        <w:t>e would with pleasure sacrifice his rights</w:t>
      </w:r>
    </w:p>
    <w:p w:rsidR="00C563CB" w:rsidRDefault="00C563CB" w:rsidP="00CD60A2">
      <w:pPr>
        <w:pStyle w:val="libItalic"/>
      </w:pPr>
      <w:r w:rsidRPr="00CD60A2">
        <w:t>R</w:t>
      </w:r>
      <w:r>
        <w:t>ather than see Islam hurt in a fight.</w:t>
      </w:r>
    </w:p>
    <w:p w:rsidR="00C563CB" w:rsidRDefault="00C563CB" w:rsidP="00CD60A2">
      <w:pPr>
        <w:pStyle w:val="libItalic"/>
      </w:pPr>
      <w:r w:rsidRPr="00CD60A2">
        <w:t>T</w:t>
      </w:r>
      <w:r>
        <w:t>hey knew, that Ali was just a lad</w:t>
      </w:r>
    </w:p>
    <w:p w:rsidR="00C563CB" w:rsidRDefault="00C563CB" w:rsidP="00CD60A2">
      <w:pPr>
        <w:pStyle w:val="libItalic"/>
      </w:pPr>
      <w:r w:rsidRPr="00CD60A2">
        <w:t>W</w:t>
      </w:r>
      <w:r>
        <w:t>hen his mission, the Prophet declared</w:t>
      </w:r>
    </w:p>
    <w:p w:rsidR="00C563CB" w:rsidRDefault="00C563CB" w:rsidP="00CD60A2">
      <w:pPr>
        <w:pStyle w:val="libItalic"/>
      </w:pPr>
      <w:r w:rsidRPr="00CD60A2">
        <w:t>H</w:t>
      </w:r>
      <w:r>
        <w:t>e was among the first to profess Islam</w:t>
      </w:r>
    </w:p>
    <w:p w:rsidR="00C563CB" w:rsidRDefault="00C563CB" w:rsidP="00CD60A2">
      <w:pPr>
        <w:pStyle w:val="libItalic"/>
      </w:pPr>
      <w:r w:rsidRPr="00CD60A2">
        <w:t>A</w:t>
      </w:r>
      <w:r>
        <w:t>nd stand by the Prophet through storm and calm.</w:t>
      </w:r>
    </w:p>
    <w:p w:rsidR="00C563CB" w:rsidRDefault="00C563CB" w:rsidP="00CD60A2">
      <w:pPr>
        <w:pStyle w:val="libItalic"/>
      </w:pPr>
      <w:r w:rsidRPr="00CD60A2">
        <w:t>W</w:t>
      </w:r>
      <w:r>
        <w:t>hen others ridiculed and threatened</w:t>
      </w:r>
    </w:p>
    <w:p w:rsidR="00C563CB" w:rsidRDefault="00C563CB" w:rsidP="00CD60A2">
      <w:pPr>
        <w:pStyle w:val="libItalic"/>
      </w:pPr>
      <w:r w:rsidRPr="00CD60A2">
        <w:t>H</w:t>
      </w:r>
      <w:r>
        <w:t>e stood, by him alone, and unfrightened</w:t>
      </w:r>
    </w:p>
    <w:p w:rsidR="00C563CB" w:rsidRDefault="00C563CB" w:rsidP="00CD60A2">
      <w:pPr>
        <w:pStyle w:val="libItalic"/>
      </w:pPr>
      <w:r w:rsidRPr="00CD60A2">
        <w:t>H</w:t>
      </w:r>
      <w:r>
        <w:t>e declared him his brother and heir</w:t>
      </w:r>
    </w:p>
    <w:p w:rsidR="00C563CB" w:rsidRDefault="00C563CB" w:rsidP="00CD60A2">
      <w:pPr>
        <w:pStyle w:val="libItalic"/>
      </w:pPr>
      <w:proofErr w:type="gramStart"/>
      <w:r w:rsidRPr="00CD60A2">
        <w:t>D</w:t>
      </w:r>
      <w:r>
        <w:t>estined to serve and his mission share.</w:t>
      </w:r>
      <w:proofErr w:type="gramEnd"/>
    </w:p>
    <w:p w:rsidR="00C563CB" w:rsidRDefault="00C563CB" w:rsidP="00CD60A2">
      <w:pPr>
        <w:pStyle w:val="libItalic"/>
      </w:pPr>
      <w:r w:rsidRPr="00CD60A2">
        <w:t>T</w:t>
      </w:r>
      <w:r>
        <w:t>hey had heard Muhammad at Khybar declare</w:t>
      </w:r>
    </w:p>
    <w:p w:rsidR="00C563CB" w:rsidRDefault="00C563CB" w:rsidP="00CD60A2">
      <w:pPr>
        <w:pStyle w:val="libItalic"/>
      </w:pPr>
      <w:r>
        <w:t>"</w:t>
      </w:r>
      <w:r w:rsidRPr="00CD60A2">
        <w:t>T</w:t>
      </w:r>
      <w:r>
        <w:t>his Alam is for one whose qualities are rare</w:t>
      </w:r>
    </w:p>
    <w:p w:rsidR="00C563CB" w:rsidRDefault="00C563CB" w:rsidP="00CD60A2">
      <w:pPr>
        <w:pStyle w:val="libItalic"/>
      </w:pPr>
      <w:r w:rsidRPr="00CD60A2">
        <w:t>H</w:t>
      </w:r>
      <w:r>
        <w:t>e is the beloved of Muhammad and his God</w:t>
      </w:r>
    </w:p>
    <w:p w:rsidR="00C563CB" w:rsidRDefault="00C563CB" w:rsidP="00CD60A2">
      <w:pPr>
        <w:pStyle w:val="libItalic"/>
      </w:pPr>
      <w:r w:rsidRPr="00CD60A2">
        <w:t>E</w:t>
      </w:r>
      <w:r>
        <w:t>ver victorious is he, in the cause of Lord."</w:t>
      </w:r>
    </w:p>
    <w:p w:rsidR="00C563CB" w:rsidRDefault="00C563CB" w:rsidP="00CD60A2">
      <w:pPr>
        <w:pStyle w:val="libItalic"/>
      </w:pPr>
      <w:r w:rsidRPr="00CD60A2">
        <w:t>T</w:t>
      </w:r>
      <w:r>
        <w:t>hey had had also heard the sermon at Ghadir-e-khum</w:t>
      </w:r>
    </w:p>
    <w:p w:rsidR="00C563CB" w:rsidRDefault="00C563CB" w:rsidP="00CD60A2">
      <w:pPr>
        <w:pStyle w:val="libItalic"/>
      </w:pPr>
      <w:r w:rsidRPr="00CD60A2">
        <w:t>I</w:t>
      </w:r>
      <w:r>
        <w:t>t left, for doubt, hardly any room</w:t>
      </w:r>
    </w:p>
    <w:p w:rsidR="00C563CB" w:rsidRDefault="00C563CB" w:rsidP="00CD60A2">
      <w:pPr>
        <w:pStyle w:val="libItalic"/>
      </w:pPr>
      <w:r w:rsidRPr="00CD60A2">
        <w:t>A</w:t>
      </w:r>
      <w:r>
        <w:t>li was Muhammad's heir, by God's decree</w:t>
      </w:r>
    </w:p>
    <w:p w:rsidR="00C563CB" w:rsidRDefault="00C563CB" w:rsidP="00CD60A2">
      <w:pPr>
        <w:pStyle w:val="libItalic"/>
      </w:pPr>
      <w:proofErr w:type="gramStart"/>
      <w:r w:rsidRPr="00CD60A2">
        <w:t>A</w:t>
      </w:r>
      <w:r>
        <w:t>ssigned to keep Islam pure and free.</w:t>
      </w:r>
      <w:proofErr w:type="gramEnd"/>
    </w:p>
    <w:p w:rsidR="00C563CB" w:rsidRDefault="00C563CB" w:rsidP="00CD60A2">
      <w:pPr>
        <w:pStyle w:val="libItalic"/>
      </w:pPr>
      <w:r w:rsidRPr="00CD60A2">
        <w:t>T</w:t>
      </w:r>
      <w:r>
        <w:t>hey had watched him even before</w:t>
      </w:r>
    </w:p>
    <w:p w:rsidR="00C563CB" w:rsidRDefault="00C563CB" w:rsidP="00CD60A2">
      <w:pPr>
        <w:pStyle w:val="libItalic"/>
      </w:pPr>
      <w:r w:rsidRPr="00CD60A2">
        <w:t>H</w:t>
      </w:r>
      <w:r>
        <w:t>ow Ali in stature grew more and more</w:t>
      </w:r>
    </w:p>
    <w:p w:rsidR="00C563CB" w:rsidRDefault="00C563CB" w:rsidP="00CD60A2">
      <w:pPr>
        <w:pStyle w:val="libItalic"/>
      </w:pPr>
      <w:r w:rsidRPr="00CD60A2">
        <w:t>H</w:t>
      </w:r>
      <w:r>
        <w:t>e slept in Prophet's bed in the midst of strife</w:t>
      </w:r>
    </w:p>
    <w:p w:rsidR="00C563CB" w:rsidRDefault="00C563CB" w:rsidP="00CD60A2">
      <w:pPr>
        <w:pStyle w:val="libItalic"/>
      </w:pPr>
      <w:r w:rsidRPr="00CD60A2">
        <w:t>W</w:t>
      </w:r>
      <w:r>
        <w:t>hile hundreds lay in ambush, each with a knife.</w:t>
      </w:r>
    </w:p>
    <w:p w:rsidR="00C563CB" w:rsidRDefault="00C563CB" w:rsidP="00CD60A2">
      <w:pPr>
        <w:pStyle w:val="libItalic"/>
      </w:pPr>
      <w:r w:rsidRPr="00CD60A2">
        <w:t>T</w:t>
      </w:r>
      <w:r>
        <w:t>he Prophet's end was drawing near</w:t>
      </w:r>
    </w:p>
    <w:p w:rsidR="00C563CB" w:rsidRDefault="00C563CB" w:rsidP="00CD60A2">
      <w:pPr>
        <w:pStyle w:val="libItalic"/>
      </w:pPr>
      <w:r w:rsidRPr="00CD60A2">
        <w:t>T</w:t>
      </w:r>
      <w:r>
        <w:t>he dissension started, as he had feared</w:t>
      </w:r>
    </w:p>
    <w:p w:rsidR="00C563CB" w:rsidRDefault="00C563CB" w:rsidP="00CD60A2">
      <w:pPr>
        <w:pStyle w:val="libItalic"/>
      </w:pPr>
      <w:r w:rsidRPr="00CD60A2">
        <w:t>H</w:t>
      </w:r>
      <w:r>
        <w:t>e ordered the dissenter's to go to war</w:t>
      </w:r>
    </w:p>
    <w:p w:rsidR="00C563CB" w:rsidRDefault="00C563CB" w:rsidP="00CD60A2">
      <w:pPr>
        <w:pStyle w:val="libItalic"/>
      </w:pPr>
      <w:r w:rsidRPr="00CD60A2">
        <w:t>B</w:t>
      </w:r>
      <w:r>
        <w:t>ut they guessed what the order was for.</w:t>
      </w:r>
    </w:p>
    <w:p w:rsidR="00C563CB" w:rsidRDefault="00C563CB" w:rsidP="00CD60A2">
      <w:pPr>
        <w:pStyle w:val="libItalic"/>
      </w:pPr>
      <w:r w:rsidRPr="00CD60A2">
        <w:t>D</w:t>
      </w:r>
      <w:r>
        <w:t>eath of the Prophet was a grievous blow</w:t>
      </w:r>
    </w:p>
    <w:p w:rsidR="00C563CB" w:rsidRDefault="00C563CB" w:rsidP="00CD60A2">
      <w:pPr>
        <w:pStyle w:val="libItalic"/>
      </w:pPr>
      <w:r w:rsidRPr="00CD60A2">
        <w:t>O</w:t>
      </w:r>
      <w:r>
        <w:t>ld enmities erupted like a volcano</w:t>
      </w:r>
    </w:p>
    <w:p w:rsidR="00C563CB" w:rsidRDefault="00C563CB" w:rsidP="00CD60A2">
      <w:pPr>
        <w:pStyle w:val="libItalic"/>
      </w:pPr>
      <w:r w:rsidRPr="00CD60A2">
        <w:t>B</w:t>
      </w:r>
      <w:r>
        <w:t>usy with the funeral were the Hashemites,</w:t>
      </w:r>
    </w:p>
    <w:p w:rsidR="00C563CB" w:rsidRDefault="00C563CB" w:rsidP="00CD60A2">
      <w:pPr>
        <w:pStyle w:val="libItalic"/>
      </w:pPr>
      <w:proofErr w:type="gramStart"/>
      <w:r w:rsidRPr="00CD60A2">
        <w:t>U</w:t>
      </w:r>
      <w:r>
        <w:t>nheedful of the maneuverings and internal strife.</w:t>
      </w:r>
      <w:proofErr w:type="gramEnd"/>
    </w:p>
    <w:p w:rsidR="00C563CB" w:rsidRDefault="00C563CB" w:rsidP="00CD60A2">
      <w:pPr>
        <w:pStyle w:val="libItalic"/>
      </w:pPr>
      <w:r w:rsidRPr="00CD60A2">
        <w:t>A</w:t>
      </w:r>
      <w:r>
        <w:t>bu Bakr was declared Caliph in the interim</w:t>
      </w:r>
    </w:p>
    <w:p w:rsidR="00C563CB" w:rsidRDefault="00C563CB" w:rsidP="00CD60A2">
      <w:pPr>
        <w:pStyle w:val="libItalic"/>
      </w:pPr>
      <w:r w:rsidRPr="00CD60A2">
        <w:t>H</w:t>
      </w:r>
      <w:r>
        <w:t>e soon nominated Omar, to succeed him</w:t>
      </w:r>
    </w:p>
    <w:p w:rsidR="00C563CB" w:rsidRDefault="00C563CB" w:rsidP="00CD60A2">
      <w:pPr>
        <w:pStyle w:val="libItalic"/>
      </w:pPr>
      <w:r w:rsidRPr="00CD60A2">
        <w:t>T</w:t>
      </w:r>
      <w:r>
        <w:t>he Caliphate became, thereafter, Othman's turn</w:t>
      </w:r>
    </w:p>
    <w:p w:rsidR="00C563CB" w:rsidRDefault="00C563CB" w:rsidP="00CD60A2">
      <w:pPr>
        <w:pStyle w:val="libItalic"/>
      </w:pPr>
      <w:proofErr w:type="gramStart"/>
      <w:r w:rsidRPr="00CD60A2">
        <w:t>B</w:t>
      </w:r>
      <w:r>
        <w:t>efore the mantle, despite opposition, on Ali dawned.</w:t>
      </w:r>
      <w:proofErr w:type="gramEnd"/>
    </w:p>
    <w:p w:rsidR="00C563CB" w:rsidRDefault="00C563CB" w:rsidP="00CD60A2">
      <w:pPr>
        <w:pStyle w:val="libItalic"/>
      </w:pPr>
      <w:r w:rsidRPr="00CD60A2">
        <w:t>A</w:t>
      </w:r>
      <w:r>
        <w:t>li, with his characteristic zeal, lost no time</w:t>
      </w:r>
    </w:p>
    <w:p w:rsidR="00C563CB" w:rsidRDefault="00C563CB" w:rsidP="00CD60A2">
      <w:pPr>
        <w:pStyle w:val="libItalic"/>
      </w:pPr>
      <w:r w:rsidRPr="00CD60A2">
        <w:t>H</w:t>
      </w:r>
      <w:r>
        <w:t>e acted sternly, to save Islam from further decline</w:t>
      </w:r>
    </w:p>
    <w:p w:rsidR="00C563CB" w:rsidRDefault="00C563CB" w:rsidP="00CD60A2">
      <w:pPr>
        <w:pStyle w:val="libItalic"/>
      </w:pPr>
      <w:r w:rsidRPr="00CD60A2">
        <w:t>F</w:t>
      </w:r>
      <w:r>
        <w:t>irmly entrenched in power by now, the Ommayad's frowned</w:t>
      </w:r>
    </w:p>
    <w:p w:rsidR="00C563CB" w:rsidRDefault="00C563CB" w:rsidP="00CD60A2">
      <w:pPr>
        <w:pStyle w:val="libItalic"/>
      </w:pPr>
      <w:proofErr w:type="gramStart"/>
      <w:r w:rsidRPr="00CD60A2">
        <w:t>A</w:t>
      </w:r>
      <w:r>
        <w:t>nd</w:t>
      </w:r>
      <w:proofErr w:type="gramEnd"/>
      <w:r>
        <w:t xml:space="preserve"> dared the simple and straightforward Ali for a showdown.</w:t>
      </w:r>
    </w:p>
    <w:p w:rsidR="00C563CB" w:rsidRDefault="00C563CB" w:rsidP="00CD60A2">
      <w:pPr>
        <w:pStyle w:val="libItalic"/>
      </w:pPr>
      <w:r w:rsidRPr="00CD60A2">
        <w:t>T</w:t>
      </w:r>
      <w:r>
        <w:t>he hero of Islam knew neither malice nor fear</w:t>
      </w:r>
    </w:p>
    <w:p w:rsidR="00C563CB" w:rsidRDefault="00C563CB" w:rsidP="00CD60A2">
      <w:pPr>
        <w:pStyle w:val="libItalic"/>
      </w:pPr>
      <w:r w:rsidRPr="00CD60A2">
        <w:t>R</w:t>
      </w:r>
      <w:r>
        <w:t>enowned warriors had fled before him from the rear</w:t>
      </w:r>
    </w:p>
    <w:p w:rsidR="00C563CB" w:rsidRDefault="00C563CB" w:rsidP="00CD60A2">
      <w:pPr>
        <w:pStyle w:val="libItalic"/>
      </w:pPr>
      <w:r w:rsidRPr="00CD60A2">
        <w:t>H</w:t>
      </w:r>
      <w:r>
        <w:t>e defeated the crafty Moawiyah, time and again</w:t>
      </w:r>
    </w:p>
    <w:p w:rsidR="00C563CB" w:rsidRDefault="00C563CB" w:rsidP="00CD60A2">
      <w:pPr>
        <w:pStyle w:val="libItalic"/>
      </w:pPr>
      <w:r w:rsidRPr="00CD60A2">
        <w:t>B</w:t>
      </w:r>
      <w:r>
        <w:t>ut alas! Treachery and trickery ultimately gained.</w:t>
      </w:r>
    </w:p>
    <w:p w:rsidR="00C563CB" w:rsidRDefault="00C563CB" w:rsidP="00CD60A2">
      <w:pPr>
        <w:pStyle w:val="libItalic"/>
      </w:pPr>
      <w:r w:rsidRPr="00CD60A2">
        <w:t>T</w:t>
      </w:r>
      <w:r>
        <w:t>he internal rot had spread too deep, alas!</w:t>
      </w:r>
    </w:p>
    <w:p w:rsidR="00C563CB" w:rsidRDefault="00C563CB" w:rsidP="00CD60A2">
      <w:pPr>
        <w:pStyle w:val="libItalic"/>
      </w:pPr>
      <w:r w:rsidRPr="00CD60A2">
        <w:t>C</w:t>
      </w:r>
      <w:r>
        <w:t>orruption and nepotism was practiced en-masse</w:t>
      </w:r>
    </w:p>
    <w:p w:rsidR="00C563CB" w:rsidRDefault="00C563CB" w:rsidP="00CD60A2">
      <w:pPr>
        <w:pStyle w:val="libItalic"/>
      </w:pPr>
      <w:r w:rsidRPr="00CD60A2">
        <w:t>A</w:t>
      </w:r>
      <w:r>
        <w:t>li, had soon to pay with his dear and precious life</w:t>
      </w:r>
    </w:p>
    <w:p w:rsidR="00C563CB" w:rsidRDefault="00C563CB" w:rsidP="00CD60A2">
      <w:pPr>
        <w:pStyle w:val="libItalic"/>
      </w:pPr>
      <w:r w:rsidRPr="00CD60A2">
        <w:lastRenderedPageBreak/>
        <w:t>E</w:t>
      </w:r>
      <w:r>
        <w:t>ngrossed in prayers, he was struck with a knife.</w:t>
      </w:r>
    </w:p>
    <w:p w:rsidR="00C563CB" w:rsidRDefault="00C563CB" w:rsidP="00CD60A2">
      <w:pPr>
        <w:pStyle w:val="libItalic"/>
      </w:pPr>
      <w:r w:rsidRPr="00CD60A2">
        <w:t>A</w:t>
      </w:r>
      <w:r>
        <w:t>nd so was the case with his eldest son,</w:t>
      </w:r>
    </w:p>
    <w:p w:rsidR="00C563CB" w:rsidRDefault="00C563CB" w:rsidP="00CD60A2">
      <w:pPr>
        <w:pStyle w:val="libItalic"/>
      </w:pPr>
      <w:r w:rsidRPr="00CD60A2">
        <w:t>M</w:t>
      </w:r>
      <w:r>
        <w:t>ost generous of all men was Hassan</w:t>
      </w:r>
    </w:p>
    <w:p w:rsidR="00C563CB" w:rsidRDefault="00C563CB" w:rsidP="00CD60A2">
      <w:pPr>
        <w:pStyle w:val="libItalic"/>
      </w:pPr>
      <w:r w:rsidRPr="00CD60A2">
        <w:t>H</w:t>
      </w:r>
      <w:r>
        <w:t>e was fond of recluse and quietude</w:t>
      </w:r>
    </w:p>
    <w:p w:rsidR="00C563CB" w:rsidRDefault="00C563CB" w:rsidP="00CD60A2">
      <w:pPr>
        <w:pStyle w:val="libItalic"/>
      </w:pPr>
      <w:r w:rsidRPr="00CD60A2">
        <w:t>H</w:t>
      </w:r>
      <w:r>
        <w:t>e was the symbol of patience and fortitude.</w:t>
      </w:r>
    </w:p>
    <w:p w:rsidR="00C563CB" w:rsidRDefault="00C563CB" w:rsidP="00CD60A2">
      <w:pPr>
        <w:pStyle w:val="libItalic"/>
      </w:pPr>
      <w:r w:rsidRPr="00CD60A2">
        <w:t>T</w:t>
      </w:r>
      <w:r>
        <w:t>he roots of seedling were still shallow</w:t>
      </w:r>
    </w:p>
    <w:p w:rsidR="00C563CB" w:rsidRDefault="00C563CB" w:rsidP="00CD60A2">
      <w:pPr>
        <w:pStyle w:val="libItalic"/>
      </w:pPr>
      <w:r w:rsidRPr="00CD60A2">
        <w:t>A</w:t>
      </w:r>
      <w:r>
        <w:t xml:space="preserve"> little shake up would render the ground fallow</w:t>
      </w:r>
    </w:p>
    <w:p w:rsidR="00C563CB" w:rsidRDefault="00C563CB" w:rsidP="00CD60A2">
      <w:pPr>
        <w:pStyle w:val="libItalic"/>
      </w:pPr>
      <w:r w:rsidRPr="00CD60A2">
        <w:t>M</w:t>
      </w:r>
      <w:r>
        <w:t>uhammad's labor would thus be wasted</w:t>
      </w:r>
    </w:p>
    <w:p w:rsidR="00C563CB" w:rsidRDefault="00C563CB" w:rsidP="00CD60A2">
      <w:pPr>
        <w:pStyle w:val="libItalic"/>
      </w:pPr>
      <w:r w:rsidRPr="00CD60A2">
        <w:t>B</w:t>
      </w:r>
      <w:r>
        <w:t>efore the world its fruit had tasted.</w:t>
      </w:r>
    </w:p>
    <w:p w:rsidR="00C563CB" w:rsidRDefault="00C563CB" w:rsidP="00CD60A2">
      <w:pPr>
        <w:pStyle w:val="libItalic"/>
      </w:pPr>
      <w:r w:rsidRPr="00CD60A2">
        <w:t>A</w:t>
      </w:r>
      <w:r>
        <w:t>nd thus the treaty with Moawiyah Hassan chose</w:t>
      </w:r>
    </w:p>
    <w:p w:rsidR="00C563CB" w:rsidRDefault="00C563CB" w:rsidP="00CD60A2">
      <w:pPr>
        <w:pStyle w:val="libItalic"/>
      </w:pPr>
      <w:r w:rsidRPr="00CD60A2">
        <w:t>R</w:t>
      </w:r>
      <w:r>
        <w:t>ather than fight him like an open foe</w:t>
      </w:r>
    </w:p>
    <w:p w:rsidR="00C563CB" w:rsidRDefault="00C563CB" w:rsidP="00CD60A2">
      <w:pPr>
        <w:pStyle w:val="libItalic"/>
      </w:pPr>
      <w:r w:rsidRPr="00CD60A2">
        <w:t>T</w:t>
      </w:r>
      <w:r>
        <w:t>he time was not ripe for the showdown</w:t>
      </w:r>
    </w:p>
    <w:p w:rsidR="00C563CB" w:rsidRDefault="00C563CB" w:rsidP="00CD60A2">
      <w:pPr>
        <w:pStyle w:val="libItalic"/>
      </w:pPr>
      <w:r w:rsidRPr="00CD60A2">
        <w:t>A</w:t>
      </w:r>
      <w:r>
        <w:t xml:space="preserve"> lot remained for preparing the ground.</w:t>
      </w:r>
    </w:p>
    <w:p w:rsidR="00C563CB" w:rsidRDefault="00C563CB" w:rsidP="00CD60A2">
      <w:pPr>
        <w:pStyle w:val="libItalic"/>
      </w:pPr>
      <w:r w:rsidRPr="00CD60A2">
        <w:t>T</w:t>
      </w:r>
      <w:r>
        <w:t>his he knew would fall to Husayn's lot</w:t>
      </w:r>
    </w:p>
    <w:p w:rsidR="00C563CB" w:rsidRDefault="00C563CB" w:rsidP="00CD60A2">
      <w:pPr>
        <w:pStyle w:val="libItalic"/>
      </w:pPr>
      <w:r w:rsidRPr="00CD60A2">
        <w:t>T</w:t>
      </w:r>
      <w:r>
        <w:t>o put his foot down and stop the rot</w:t>
      </w:r>
    </w:p>
    <w:p w:rsidR="00C563CB" w:rsidRDefault="00C563CB" w:rsidP="00CD60A2">
      <w:pPr>
        <w:pStyle w:val="libItalic"/>
      </w:pPr>
      <w:r w:rsidRPr="00CD60A2">
        <w:t>I</w:t>
      </w:r>
      <w:r>
        <w:t>t would cost his life there was no doubt</w:t>
      </w:r>
    </w:p>
    <w:p w:rsidR="00C563CB" w:rsidRDefault="00C563CB" w:rsidP="00CD60A2">
      <w:pPr>
        <w:pStyle w:val="libItalic"/>
      </w:pPr>
      <w:r w:rsidRPr="00CD60A2">
        <w:t>B</w:t>
      </w:r>
      <w:r>
        <w:t>ut it had to be timed the tyranny to oust.</w:t>
      </w:r>
    </w:p>
    <w:p w:rsidR="00C563CB" w:rsidRDefault="00C563CB" w:rsidP="00C563CB">
      <w:pPr>
        <w:pStyle w:val="libNormal"/>
      </w:pPr>
      <w:r>
        <w:br w:type="page"/>
      </w:r>
    </w:p>
    <w:p w:rsidR="00C563CB" w:rsidRDefault="00C563CB" w:rsidP="00C563CB">
      <w:pPr>
        <w:pStyle w:val="Heading1Center"/>
      </w:pPr>
      <w:bookmarkStart w:id="3" w:name="_Toc471903287"/>
      <w:r>
        <w:lastRenderedPageBreak/>
        <w:t xml:space="preserve">(5) Yazid's Demand </w:t>
      </w:r>
      <w:proofErr w:type="gramStart"/>
      <w:r>
        <w:t>For</w:t>
      </w:r>
      <w:proofErr w:type="gramEnd"/>
      <w:r>
        <w:t xml:space="preserve"> Allegiance</w:t>
      </w:r>
      <w:bookmarkEnd w:id="3"/>
    </w:p>
    <w:p w:rsidR="00C563CB" w:rsidRDefault="00C563CB" w:rsidP="00CD60A2">
      <w:pPr>
        <w:pStyle w:val="libItalic"/>
      </w:pPr>
      <w:r w:rsidRPr="00CD60A2">
        <w:t>I</w:t>
      </w:r>
      <w:r>
        <w:t>n the treaty which Hassan and Moawiyah signed</w:t>
      </w:r>
    </w:p>
    <w:p w:rsidR="00C563CB" w:rsidRDefault="00C563CB" w:rsidP="00CD60A2">
      <w:pPr>
        <w:pStyle w:val="libItalic"/>
      </w:pPr>
      <w:r w:rsidRPr="00CD60A2">
        <w:t>M</w:t>
      </w:r>
      <w:r>
        <w:t>oawiyah had himself agreed; it was underlined</w:t>
      </w:r>
    </w:p>
    <w:p w:rsidR="00C563CB" w:rsidRDefault="00C563CB" w:rsidP="00CD60A2">
      <w:pPr>
        <w:pStyle w:val="libItalic"/>
      </w:pPr>
      <w:r w:rsidRPr="00CD60A2">
        <w:t>T</w:t>
      </w:r>
      <w:r>
        <w:t>he question of successor, would not be imposed</w:t>
      </w:r>
    </w:p>
    <w:p w:rsidR="00C563CB" w:rsidRDefault="00C563CB" w:rsidP="00CD60A2">
      <w:pPr>
        <w:pStyle w:val="libItalic"/>
      </w:pPr>
      <w:r w:rsidRPr="00CD60A2">
        <w:t>B</w:t>
      </w:r>
      <w:r>
        <w:t>ut be left to Muslims as they pleased to dispose.</w:t>
      </w:r>
    </w:p>
    <w:p w:rsidR="00C563CB" w:rsidRDefault="00C563CB" w:rsidP="00CD60A2">
      <w:pPr>
        <w:pStyle w:val="libItalic"/>
      </w:pPr>
      <w:r w:rsidRPr="00CD60A2">
        <w:t>N</w:t>
      </w:r>
      <w:r>
        <w:t>o sooner was the said treaty signed</w:t>
      </w:r>
    </w:p>
    <w:p w:rsidR="00C563CB" w:rsidRDefault="00C563CB" w:rsidP="00CD60A2">
      <w:pPr>
        <w:pStyle w:val="libItalic"/>
      </w:pPr>
      <w:r w:rsidRPr="00CD60A2">
        <w:t>A</w:t>
      </w:r>
      <w:r>
        <w:t xml:space="preserve"> campaign was re-started, Ali's name to malign</w:t>
      </w:r>
    </w:p>
    <w:p w:rsidR="00C563CB" w:rsidRDefault="00C563CB" w:rsidP="00CD60A2">
      <w:pPr>
        <w:pStyle w:val="libItalic"/>
      </w:pPr>
      <w:r w:rsidRPr="00CD60A2">
        <w:t>A</w:t>
      </w:r>
      <w:r>
        <w:t>nd to build up Yazid, against people's voice</w:t>
      </w:r>
    </w:p>
    <w:p w:rsidR="00C563CB" w:rsidRDefault="00C563CB" w:rsidP="00CD60A2">
      <w:pPr>
        <w:pStyle w:val="libItalic"/>
      </w:pPr>
      <w:proofErr w:type="gramStart"/>
      <w:r w:rsidRPr="00CD60A2">
        <w:t>A</w:t>
      </w:r>
      <w:r>
        <w:t>s heir to the Caliphate, the best of choice.</w:t>
      </w:r>
      <w:proofErr w:type="gramEnd"/>
    </w:p>
    <w:p w:rsidR="00C563CB" w:rsidRDefault="00C563CB" w:rsidP="00CD60A2">
      <w:pPr>
        <w:pStyle w:val="libItalic"/>
      </w:pPr>
      <w:r w:rsidRPr="00CD60A2">
        <w:t>W</w:t>
      </w:r>
      <w:r>
        <w:t>ith rise of Moawiyah, virtue was shamelessly replaced</w:t>
      </w:r>
    </w:p>
    <w:p w:rsidR="00C563CB" w:rsidRDefault="00C563CB" w:rsidP="00CD60A2">
      <w:pPr>
        <w:pStyle w:val="libItalic"/>
      </w:pPr>
      <w:r w:rsidRPr="00CD60A2">
        <w:t>T</w:t>
      </w:r>
      <w:r>
        <w:t>he democratic rule of Islam, was likewise displaced</w:t>
      </w:r>
    </w:p>
    <w:p w:rsidR="00C563CB" w:rsidRDefault="00C563CB" w:rsidP="00CD60A2">
      <w:pPr>
        <w:pStyle w:val="libItalic"/>
      </w:pPr>
      <w:r w:rsidRPr="00CD60A2">
        <w:t>T</w:t>
      </w:r>
      <w:r>
        <w:t>he oligarichal rule of heathen was triumphant</w:t>
      </w:r>
    </w:p>
    <w:p w:rsidR="00C563CB" w:rsidRDefault="00C563CB" w:rsidP="00CD60A2">
      <w:pPr>
        <w:pStyle w:val="libItalic"/>
      </w:pPr>
      <w:r w:rsidRPr="00CD60A2">
        <w:t>T</w:t>
      </w:r>
      <w:r>
        <w:t>he attendant vice and immorality were rampant.</w:t>
      </w:r>
    </w:p>
    <w:p w:rsidR="00C563CB" w:rsidRDefault="00C563CB" w:rsidP="00CD60A2">
      <w:pPr>
        <w:pStyle w:val="libItalic"/>
      </w:pPr>
      <w:r w:rsidRPr="00CD60A2">
        <w:t>T</w:t>
      </w:r>
      <w:r>
        <w:t>he wealth from his subjects, he pitilessly extracted</w:t>
      </w:r>
    </w:p>
    <w:p w:rsidR="00C563CB" w:rsidRDefault="00C563CB" w:rsidP="00CD60A2">
      <w:pPr>
        <w:pStyle w:val="libItalic"/>
      </w:pPr>
      <w:r w:rsidRPr="00CD60A2">
        <w:t>H</w:t>
      </w:r>
      <w:r>
        <w:t>e lavished on the mercenaries, who were fully protected</w:t>
      </w:r>
    </w:p>
    <w:p w:rsidR="00C563CB" w:rsidRDefault="00C563CB" w:rsidP="00CD60A2">
      <w:pPr>
        <w:pStyle w:val="libItalic"/>
      </w:pPr>
      <w:r w:rsidRPr="00CD60A2">
        <w:t>T</w:t>
      </w:r>
      <w:r>
        <w:t>hey, in turn, helped to repress ruthlessly all murmuring</w:t>
      </w:r>
    </w:p>
    <w:p w:rsidR="00C563CB" w:rsidRDefault="00C563CB" w:rsidP="00CD60A2">
      <w:pPr>
        <w:pStyle w:val="libItalic"/>
      </w:pPr>
      <w:r w:rsidRPr="00CD60A2">
        <w:t>W</w:t>
      </w:r>
      <w:r>
        <w:t>ith fraud and treachery, were smashed all rumblings.</w:t>
      </w:r>
    </w:p>
    <w:p w:rsidR="00C563CB" w:rsidRDefault="00C563CB" w:rsidP="00CD60A2">
      <w:pPr>
        <w:pStyle w:val="libItalic"/>
      </w:pPr>
      <w:r w:rsidRPr="00CD60A2">
        <w:t>B</w:t>
      </w:r>
      <w:r>
        <w:t>efore he died, Moawiyah summoned his aides</w:t>
      </w:r>
    </w:p>
    <w:p w:rsidR="00C563CB" w:rsidRDefault="00C563CB" w:rsidP="00CD60A2">
      <w:pPr>
        <w:pStyle w:val="libItalic"/>
      </w:pPr>
      <w:r w:rsidRPr="00CD60A2">
        <w:t>T</w:t>
      </w:r>
      <w:r>
        <w:t>he oath of fealty to Yazid, he made them take</w:t>
      </w:r>
    </w:p>
    <w:p w:rsidR="00C563CB" w:rsidRDefault="00C563CB" w:rsidP="00CD60A2">
      <w:pPr>
        <w:pStyle w:val="libItalic"/>
      </w:pPr>
      <w:r w:rsidRPr="00CD60A2">
        <w:t>T</w:t>
      </w:r>
      <w:r>
        <w:t>his was Yazid's solitary title to the Caliphate</w:t>
      </w:r>
    </w:p>
    <w:p w:rsidR="00C563CB" w:rsidRDefault="00C563CB" w:rsidP="00CD60A2">
      <w:pPr>
        <w:pStyle w:val="libItalic"/>
      </w:pPr>
      <w:r w:rsidRPr="00CD60A2">
        <w:t>I</w:t>
      </w:r>
      <w:r>
        <w:t>t was assumed, as if it was his father's heritage.</w:t>
      </w:r>
    </w:p>
    <w:p w:rsidR="00C563CB" w:rsidRDefault="00C563CB" w:rsidP="00CD60A2">
      <w:pPr>
        <w:pStyle w:val="libItalic"/>
      </w:pPr>
      <w:r w:rsidRPr="00CD60A2">
        <w:t>C</w:t>
      </w:r>
      <w:r>
        <w:t>ruel and treacherous was he, as notorious as his father</w:t>
      </w:r>
    </w:p>
    <w:p w:rsidR="00C563CB" w:rsidRDefault="00C563CB" w:rsidP="00CD60A2">
      <w:pPr>
        <w:pStyle w:val="libItalic"/>
      </w:pPr>
      <w:r w:rsidRPr="00CD60A2">
        <w:t>H</w:t>
      </w:r>
      <w:r>
        <w:t>e lacked pretence, to cloak the game of murder</w:t>
      </w:r>
    </w:p>
    <w:p w:rsidR="00C563CB" w:rsidRDefault="00C563CB" w:rsidP="00CD60A2">
      <w:pPr>
        <w:pStyle w:val="libItalic"/>
      </w:pPr>
      <w:r w:rsidRPr="00CD60A2">
        <w:t>H</w:t>
      </w:r>
      <w:r>
        <w:t>is depraved nature knew absolutely no pity or justice</w:t>
      </w:r>
    </w:p>
    <w:p w:rsidR="00C563CB" w:rsidRDefault="00C563CB" w:rsidP="00CD60A2">
      <w:pPr>
        <w:pStyle w:val="libItalic"/>
      </w:pPr>
      <w:r w:rsidRPr="00CD60A2">
        <w:t>H</w:t>
      </w:r>
      <w:r>
        <w:t>e was addicted to the vilest and grossest of vices.</w:t>
      </w:r>
    </w:p>
    <w:p w:rsidR="00C563CB" w:rsidRDefault="00C563CB" w:rsidP="00CD60A2">
      <w:pPr>
        <w:pStyle w:val="libItalic"/>
      </w:pPr>
      <w:r w:rsidRPr="00CD60A2">
        <w:t>H</w:t>
      </w:r>
      <w:r>
        <w:t>is friends were outcasts of both sexes</w:t>
      </w:r>
    </w:p>
    <w:p w:rsidR="00C563CB" w:rsidRDefault="00C563CB" w:rsidP="00CD60A2">
      <w:pPr>
        <w:pStyle w:val="libItalic"/>
      </w:pPr>
      <w:r w:rsidRPr="00CD60A2">
        <w:t>H</w:t>
      </w:r>
      <w:r>
        <w:t>e killed and tortured for pleasure and taxes</w:t>
      </w:r>
    </w:p>
    <w:p w:rsidR="00C563CB" w:rsidRDefault="00C563CB" w:rsidP="00CD60A2">
      <w:pPr>
        <w:pStyle w:val="libItalic"/>
      </w:pPr>
      <w:r w:rsidRPr="00CD60A2">
        <w:t>S</w:t>
      </w:r>
      <w:r>
        <w:t>uch was the Caliph, Commander of the Faithful</w:t>
      </w:r>
    </w:p>
    <w:p w:rsidR="00C563CB" w:rsidRDefault="00C563CB" w:rsidP="00CD60A2">
      <w:pPr>
        <w:pStyle w:val="libItalic"/>
      </w:pPr>
      <w:r w:rsidRPr="00CD60A2">
        <w:t>A</w:t>
      </w:r>
      <w:r>
        <w:t xml:space="preserve"> being, whose entire bearings, was most hateful.</w:t>
      </w:r>
    </w:p>
    <w:p w:rsidR="00C563CB" w:rsidRDefault="00C563CB" w:rsidP="00CD60A2">
      <w:pPr>
        <w:pStyle w:val="libItalic"/>
      </w:pPr>
      <w:r w:rsidRPr="00CD60A2">
        <w:t>H</w:t>
      </w:r>
      <w:r>
        <w:t>usayn was in Medina; a message was received</w:t>
      </w:r>
    </w:p>
    <w:p w:rsidR="00C563CB" w:rsidRDefault="00C563CB" w:rsidP="00CD60A2">
      <w:pPr>
        <w:pStyle w:val="libItalic"/>
      </w:pPr>
      <w:r w:rsidRPr="00CD60A2">
        <w:t>B</w:t>
      </w:r>
      <w:r>
        <w:t>y the local governor, in an envelope sealed</w:t>
      </w:r>
    </w:p>
    <w:p w:rsidR="00C563CB" w:rsidRDefault="00C563CB" w:rsidP="00CD60A2">
      <w:pPr>
        <w:pStyle w:val="libItalic"/>
      </w:pPr>
      <w:r w:rsidRPr="00CD60A2">
        <w:t>O</w:t>
      </w:r>
      <w:r>
        <w:t>btain his allegiance, was the strict command</w:t>
      </w:r>
    </w:p>
    <w:p w:rsidR="00C563CB" w:rsidRDefault="00C563CB" w:rsidP="00CD60A2">
      <w:pPr>
        <w:pStyle w:val="libItalic"/>
      </w:pPr>
      <w:r w:rsidRPr="00CD60A2">
        <w:t>K</w:t>
      </w:r>
      <w:r>
        <w:t>ill him on the spot, if he refuses the demand.</w:t>
      </w:r>
    </w:p>
    <w:p w:rsidR="00C563CB" w:rsidRDefault="00C563CB" w:rsidP="00CD60A2">
      <w:pPr>
        <w:pStyle w:val="libItalic"/>
      </w:pPr>
      <w:r w:rsidRPr="00CD60A2">
        <w:t>T</w:t>
      </w:r>
      <w:r>
        <w:t>he governor was unnerved, he was perplexed</w:t>
      </w:r>
    </w:p>
    <w:p w:rsidR="00C563CB" w:rsidRDefault="00C563CB" w:rsidP="00CD60A2">
      <w:pPr>
        <w:pStyle w:val="libItalic"/>
      </w:pPr>
      <w:r w:rsidRPr="00CD60A2">
        <w:t>T</w:t>
      </w:r>
      <w:r>
        <w:t>o kill Husayn in Medina was no easy t ask</w:t>
      </w:r>
    </w:p>
    <w:p w:rsidR="00C563CB" w:rsidRDefault="00C563CB" w:rsidP="00CD60A2">
      <w:pPr>
        <w:pStyle w:val="libItalic"/>
      </w:pPr>
      <w:r w:rsidRPr="00CD60A2">
        <w:t>H</w:t>
      </w:r>
      <w:r>
        <w:t>e consulted Marwan; he summoned Husayn</w:t>
      </w:r>
    </w:p>
    <w:p w:rsidR="00C563CB" w:rsidRDefault="00C563CB" w:rsidP="00CD60A2">
      <w:pPr>
        <w:pStyle w:val="libItalic"/>
      </w:pPr>
      <w:r w:rsidRPr="00CD60A2">
        <w:t>W</w:t>
      </w:r>
      <w:r>
        <w:t xml:space="preserve">ho well knew Yazid's dirty and nefarious </w:t>
      </w:r>
      <w:proofErr w:type="gramStart"/>
      <w:r>
        <w:t>game.</w:t>
      </w:r>
      <w:proofErr w:type="gramEnd"/>
    </w:p>
    <w:p w:rsidR="00C563CB" w:rsidRDefault="00C563CB" w:rsidP="00CD60A2">
      <w:pPr>
        <w:pStyle w:val="libItalic"/>
      </w:pPr>
      <w:r w:rsidRPr="00CD60A2">
        <w:t>H</w:t>
      </w:r>
      <w:r>
        <w:t>usayn point blank refused to acknowledge</w:t>
      </w:r>
    </w:p>
    <w:p w:rsidR="00C563CB" w:rsidRDefault="00C563CB" w:rsidP="00CD60A2">
      <w:pPr>
        <w:pStyle w:val="libItalic"/>
      </w:pPr>
      <w:r w:rsidRPr="00CD60A2">
        <w:t>T</w:t>
      </w:r>
      <w:r>
        <w:t>he title of tyrant; of falsehood and subterfuge</w:t>
      </w:r>
    </w:p>
    <w:p w:rsidR="00C563CB" w:rsidRDefault="00C563CB" w:rsidP="00CD60A2">
      <w:pPr>
        <w:pStyle w:val="libItalic"/>
      </w:pPr>
      <w:r w:rsidRPr="00CD60A2">
        <w:t>H</w:t>
      </w:r>
      <w:r>
        <w:t>is character, he regarded with contempt and abhorrence</w:t>
      </w:r>
    </w:p>
    <w:p w:rsidR="00C563CB" w:rsidRDefault="00C563CB" w:rsidP="00CD60A2">
      <w:pPr>
        <w:pStyle w:val="libItalic"/>
      </w:pPr>
      <w:r w:rsidRPr="00CD60A2">
        <w:t>H</w:t>
      </w:r>
      <w:r>
        <w:t>is vices he despised, no less than his arrogance.</w:t>
      </w:r>
    </w:p>
    <w:p w:rsidR="00C563CB" w:rsidRDefault="00C563CB" w:rsidP="00CD60A2">
      <w:pPr>
        <w:pStyle w:val="libItalic"/>
      </w:pPr>
      <w:r w:rsidRPr="00CD60A2">
        <w:t>H</w:t>
      </w:r>
      <w:r>
        <w:t>e returned to his grandfather's earthly abode</w:t>
      </w:r>
    </w:p>
    <w:p w:rsidR="00C563CB" w:rsidRDefault="00C563CB" w:rsidP="00CD60A2">
      <w:pPr>
        <w:pStyle w:val="libItalic"/>
      </w:pPr>
      <w:r w:rsidRPr="00CD60A2">
        <w:t>H</w:t>
      </w:r>
      <w:r>
        <w:t>e dreamt of the Prophet, in tearful voice he spoke</w:t>
      </w:r>
    </w:p>
    <w:p w:rsidR="00C563CB" w:rsidRDefault="00C563CB" w:rsidP="00CD60A2">
      <w:pPr>
        <w:pStyle w:val="libItalic"/>
      </w:pPr>
      <w:proofErr w:type="gramStart"/>
      <w:r>
        <w:t xml:space="preserve">" </w:t>
      </w:r>
      <w:r w:rsidRPr="00CD60A2">
        <w:t>O</w:t>
      </w:r>
      <w:proofErr w:type="gramEnd"/>
      <w:r>
        <w:t>, son of mine, O thou art a part of me,</w:t>
      </w:r>
    </w:p>
    <w:p w:rsidR="00C563CB" w:rsidRDefault="00C563CB" w:rsidP="00CD60A2">
      <w:pPr>
        <w:pStyle w:val="libItalic"/>
      </w:pPr>
      <w:r w:rsidRPr="00CD60A2">
        <w:t>T</w:t>
      </w:r>
      <w:r>
        <w:t>he enemies are bent to torment and slay thee."</w:t>
      </w:r>
    </w:p>
    <w:p w:rsidR="00C563CB" w:rsidRDefault="00C563CB" w:rsidP="00CD60A2">
      <w:pPr>
        <w:pStyle w:val="libItalic"/>
      </w:pPr>
      <w:r w:rsidRPr="00CD60A2">
        <w:t>A</w:t>
      </w:r>
      <w:r>
        <w:t>ccompanied by Zainab he visited the tomb of his mother</w:t>
      </w:r>
    </w:p>
    <w:p w:rsidR="00C563CB" w:rsidRDefault="00C563CB" w:rsidP="00CD60A2">
      <w:pPr>
        <w:pStyle w:val="libItalic"/>
      </w:pPr>
      <w:r w:rsidRPr="00CD60A2">
        <w:t>W</w:t>
      </w:r>
      <w:r>
        <w:t>hat a heart rending scene it was; it caused a shudder!</w:t>
      </w:r>
    </w:p>
    <w:p w:rsidR="00C563CB" w:rsidRDefault="00C563CB" w:rsidP="00CD60A2">
      <w:pPr>
        <w:pStyle w:val="libItalic"/>
      </w:pPr>
      <w:r w:rsidRPr="00CD60A2">
        <w:t>I</w:t>
      </w:r>
      <w:r>
        <w:t>t was Husayn's last farewell before the fateful journey</w:t>
      </w:r>
    </w:p>
    <w:p w:rsidR="00C563CB" w:rsidRDefault="00C563CB" w:rsidP="00CD60A2">
      <w:pPr>
        <w:pStyle w:val="libItalic"/>
      </w:pPr>
      <w:r w:rsidRPr="00CD60A2">
        <w:lastRenderedPageBreak/>
        <w:t>G</w:t>
      </w:r>
      <w:r>
        <w:t>uided by the unseen hand of - shall we say, Destiny</w:t>
      </w:r>
    </w:p>
    <w:p w:rsidR="00C563CB" w:rsidRDefault="00C563CB" w:rsidP="00CD60A2">
      <w:pPr>
        <w:pStyle w:val="libItalic"/>
      </w:pPr>
      <w:r w:rsidRPr="00CD60A2">
        <w:t>T</w:t>
      </w:r>
      <w:r>
        <w:t>he fateful hour had arrived for the long awaited fight</w:t>
      </w:r>
    </w:p>
    <w:p w:rsidR="00C563CB" w:rsidRDefault="00C563CB" w:rsidP="00CD60A2">
      <w:pPr>
        <w:pStyle w:val="libItalic"/>
      </w:pPr>
      <w:r w:rsidRPr="00CD60A2">
        <w:t>B</w:t>
      </w:r>
      <w:r>
        <w:t>etween forces of darkness and Angels of Light</w:t>
      </w:r>
    </w:p>
    <w:p w:rsidR="00C563CB" w:rsidRDefault="00C563CB" w:rsidP="00CD60A2">
      <w:pPr>
        <w:pStyle w:val="libItalic"/>
      </w:pPr>
      <w:r w:rsidRPr="00CD60A2">
        <w:t>H</w:t>
      </w:r>
      <w:r>
        <w:t>usayn knew that from childhood he had been reared</w:t>
      </w:r>
    </w:p>
    <w:p w:rsidR="00C563CB" w:rsidRDefault="00C563CB" w:rsidP="00CD60A2">
      <w:pPr>
        <w:pStyle w:val="libItalic"/>
      </w:pPr>
      <w:r w:rsidRPr="00CD60A2">
        <w:t>T</w:t>
      </w:r>
      <w:r>
        <w:t>o perform this sacred mission, he knew absolutely no fear.</w:t>
      </w:r>
    </w:p>
    <w:p w:rsidR="00C563CB" w:rsidRDefault="00C563CB" w:rsidP="00CD60A2">
      <w:pPr>
        <w:pStyle w:val="libItalic"/>
      </w:pPr>
      <w:r>
        <w:t>"</w:t>
      </w:r>
      <w:r w:rsidRPr="00CD60A2">
        <w:t>F</w:t>
      </w:r>
      <w:r>
        <w:t>or Mecca I leave, and then for a place beyond"</w:t>
      </w:r>
    </w:p>
    <w:p w:rsidR="00C563CB" w:rsidRDefault="00C563CB" w:rsidP="00CD60A2">
      <w:pPr>
        <w:pStyle w:val="libItalic"/>
      </w:pPr>
      <w:r w:rsidRPr="00CD60A2">
        <w:t>F</w:t>
      </w:r>
      <w:r>
        <w:t>or a farewell pilgrimage, the plans were drawn</w:t>
      </w:r>
    </w:p>
    <w:p w:rsidR="00C563CB" w:rsidRDefault="00C563CB" w:rsidP="00CD60A2">
      <w:pPr>
        <w:pStyle w:val="libItalic"/>
      </w:pPr>
      <w:r w:rsidRPr="00CD60A2">
        <w:t>H</w:t>
      </w:r>
      <w:r>
        <w:t>urried preparations were made for the journey</w:t>
      </w:r>
    </w:p>
    <w:p w:rsidR="00C563CB" w:rsidRDefault="00C563CB" w:rsidP="00CD60A2">
      <w:pPr>
        <w:pStyle w:val="libItalic"/>
      </w:pPr>
      <w:r w:rsidRPr="00CD60A2">
        <w:t>A</w:t>
      </w:r>
      <w:r>
        <w:t>n unknown destination was on the itinerary.</w:t>
      </w:r>
    </w:p>
    <w:p w:rsidR="00C563CB" w:rsidRDefault="00C563CB" w:rsidP="00C563CB">
      <w:pPr>
        <w:pStyle w:val="libNormal"/>
      </w:pPr>
      <w:r>
        <w:br w:type="page"/>
      </w:r>
    </w:p>
    <w:p w:rsidR="00C563CB" w:rsidRDefault="00C563CB" w:rsidP="00C563CB">
      <w:pPr>
        <w:pStyle w:val="Heading1Center"/>
      </w:pPr>
      <w:bookmarkStart w:id="4" w:name="_Toc471903288"/>
      <w:r>
        <w:lastRenderedPageBreak/>
        <w:t xml:space="preserve">(6) The Journey </w:t>
      </w:r>
      <w:proofErr w:type="gramStart"/>
      <w:r>
        <w:t>To</w:t>
      </w:r>
      <w:proofErr w:type="gramEnd"/>
      <w:r>
        <w:t xml:space="preserve"> Mecca</w:t>
      </w:r>
      <w:bookmarkEnd w:id="4"/>
    </w:p>
    <w:p w:rsidR="00C563CB" w:rsidRDefault="00C563CB" w:rsidP="00CD60A2">
      <w:pPr>
        <w:pStyle w:val="libItalic"/>
      </w:pPr>
      <w:r w:rsidRPr="00CD60A2">
        <w:t>I</w:t>
      </w:r>
      <w:r>
        <w:t>t was 26th of Rajab sixty-first of Hijri</w:t>
      </w:r>
    </w:p>
    <w:p w:rsidR="00C563CB" w:rsidRDefault="00C563CB" w:rsidP="00CD60A2">
      <w:pPr>
        <w:pStyle w:val="libItalic"/>
      </w:pPr>
      <w:r w:rsidRPr="00CD60A2">
        <w:t>T</w:t>
      </w:r>
      <w:r>
        <w:t>he heat was unbearable, boiling point the degree</w:t>
      </w:r>
    </w:p>
    <w:p w:rsidR="00C563CB" w:rsidRDefault="00C563CB" w:rsidP="00CD60A2">
      <w:pPr>
        <w:pStyle w:val="libItalic"/>
      </w:pPr>
      <w:r w:rsidRPr="00CD60A2">
        <w:t>T</w:t>
      </w:r>
      <w:r>
        <w:t>he caravan was ready with young and old</w:t>
      </w:r>
    </w:p>
    <w:p w:rsidR="00C563CB" w:rsidRDefault="00C563CB" w:rsidP="00CD60A2">
      <w:pPr>
        <w:pStyle w:val="libItalic"/>
      </w:pPr>
      <w:r w:rsidRPr="00CD60A2">
        <w:t>T</w:t>
      </w:r>
      <w:r>
        <w:t>his was the day, the Prophet had foretold</w:t>
      </w:r>
    </w:p>
    <w:p w:rsidR="00C563CB" w:rsidRDefault="00C563CB" w:rsidP="00CD60A2">
      <w:pPr>
        <w:pStyle w:val="libItalic"/>
      </w:pPr>
      <w:r>
        <w:t>"</w:t>
      </w:r>
      <w:r w:rsidRPr="00CD60A2">
        <w:t>A</w:t>
      </w:r>
      <w:r>
        <w:t xml:space="preserve"> day will soon came when my dearest Husayn</w:t>
      </w:r>
    </w:p>
    <w:p w:rsidR="00C563CB" w:rsidRDefault="00C563CB" w:rsidP="00CD60A2">
      <w:pPr>
        <w:pStyle w:val="libItalic"/>
      </w:pPr>
      <w:r w:rsidRPr="00CD60A2">
        <w:t>W</w:t>
      </w:r>
      <w:r>
        <w:t>ill leave Medina, in indescribable grief and pain</w:t>
      </w:r>
    </w:p>
    <w:p w:rsidR="00C563CB" w:rsidRDefault="00C563CB" w:rsidP="00CD60A2">
      <w:pPr>
        <w:pStyle w:val="libItalic"/>
      </w:pPr>
      <w:r w:rsidRPr="00CD60A2">
        <w:t>T</w:t>
      </w:r>
      <w:r>
        <w:t>o meet his fateful destiny, in a far off land</w:t>
      </w:r>
    </w:p>
    <w:p w:rsidR="00C563CB" w:rsidRDefault="00C563CB" w:rsidP="00CD60A2">
      <w:pPr>
        <w:pStyle w:val="libItalic"/>
      </w:pPr>
      <w:r w:rsidRPr="00CD60A2">
        <w:t>W</w:t>
      </w:r>
      <w:r>
        <w:t>ith his family and few friends, a tiny band"</w:t>
      </w:r>
    </w:p>
    <w:p w:rsidR="00C563CB" w:rsidRDefault="00C563CB" w:rsidP="00CD60A2">
      <w:pPr>
        <w:pStyle w:val="libItalic"/>
      </w:pPr>
      <w:r w:rsidRPr="00CD60A2">
        <w:t>W</w:t>
      </w:r>
      <w:r>
        <w:t>ith grief in the air, the atmosphere was surcharged</w:t>
      </w:r>
    </w:p>
    <w:p w:rsidR="00C563CB" w:rsidRDefault="00C563CB" w:rsidP="00CD60A2">
      <w:pPr>
        <w:pStyle w:val="libItalic"/>
      </w:pPr>
      <w:r w:rsidRPr="00CD60A2">
        <w:t>W</w:t>
      </w:r>
      <w:r>
        <w:t>ith heavy hearts the Medinites silently watched</w:t>
      </w:r>
    </w:p>
    <w:p w:rsidR="00C563CB" w:rsidRDefault="00C563CB" w:rsidP="00CD60A2">
      <w:pPr>
        <w:pStyle w:val="libItalic"/>
      </w:pPr>
      <w:r w:rsidRPr="00CD60A2">
        <w:t>C</w:t>
      </w:r>
      <w:r>
        <w:t>an it be true that their most beloved Husayn,</w:t>
      </w:r>
    </w:p>
    <w:p w:rsidR="00C563CB" w:rsidRDefault="00C563CB" w:rsidP="00CD60A2">
      <w:pPr>
        <w:pStyle w:val="libItalic"/>
      </w:pPr>
      <w:r w:rsidRPr="00CD60A2">
        <w:t>W</w:t>
      </w:r>
      <w:r>
        <w:t>ith his family and friends, would all be slain?"</w:t>
      </w:r>
    </w:p>
    <w:p w:rsidR="00C563CB" w:rsidRDefault="00C563CB" w:rsidP="00CD60A2">
      <w:pPr>
        <w:pStyle w:val="libItalic"/>
      </w:pPr>
      <w:r w:rsidRPr="00CD60A2">
        <w:t>T</w:t>
      </w:r>
      <w:r>
        <w:t>hey pleaded with him to drop the risky journey</w:t>
      </w:r>
    </w:p>
    <w:p w:rsidR="00C563CB" w:rsidRDefault="00C563CB" w:rsidP="00CD60A2">
      <w:pPr>
        <w:pStyle w:val="libItalic"/>
      </w:pPr>
      <w:r w:rsidRPr="00CD60A2">
        <w:t>H</w:t>
      </w:r>
      <w:r>
        <w:t>e was priceless in all terms, including money</w:t>
      </w:r>
    </w:p>
    <w:p w:rsidR="00C563CB" w:rsidRDefault="00C563CB" w:rsidP="00CD60A2">
      <w:pPr>
        <w:pStyle w:val="libItalic"/>
      </w:pPr>
      <w:r w:rsidRPr="00CD60A2">
        <w:t>O</w:t>
      </w:r>
      <w:r>
        <w:t>r take with him their strong young men with arms</w:t>
      </w:r>
    </w:p>
    <w:p w:rsidR="00C563CB" w:rsidRDefault="00C563CB" w:rsidP="00CD60A2">
      <w:pPr>
        <w:pStyle w:val="libItalic"/>
      </w:pPr>
      <w:r w:rsidRPr="00CD60A2">
        <w:t>W</w:t>
      </w:r>
      <w:r>
        <w:t xml:space="preserve">ho would ensure him against any possible </w:t>
      </w:r>
      <w:proofErr w:type="gramStart"/>
      <w:r>
        <w:t>harm</w:t>
      </w:r>
      <w:proofErr w:type="gramEnd"/>
    </w:p>
    <w:p w:rsidR="00C563CB" w:rsidRDefault="00C563CB" w:rsidP="00CD60A2">
      <w:pPr>
        <w:pStyle w:val="libItalic"/>
      </w:pPr>
      <w:r w:rsidRPr="00CD60A2">
        <w:t>T</w:t>
      </w:r>
      <w:r>
        <w:t>hey also pleaded that Ali Akbar be left behind</w:t>
      </w:r>
    </w:p>
    <w:p w:rsidR="00C563CB" w:rsidRDefault="00C563CB" w:rsidP="00CD60A2">
      <w:pPr>
        <w:pStyle w:val="libItalic"/>
      </w:pPr>
      <w:r w:rsidRPr="00CD60A2">
        <w:t>S</w:t>
      </w:r>
      <w:r>
        <w:t>o that, when memory of Prophet came to their mind</w:t>
      </w:r>
    </w:p>
    <w:p w:rsidR="00C563CB" w:rsidRDefault="00C563CB" w:rsidP="00CD60A2">
      <w:pPr>
        <w:pStyle w:val="libItalic"/>
      </w:pPr>
      <w:r w:rsidRPr="00CD60A2">
        <w:t>T</w:t>
      </w:r>
      <w:r>
        <w:t>hey could look to him, for he was his very image,</w:t>
      </w:r>
    </w:p>
    <w:p w:rsidR="00C563CB" w:rsidRDefault="00C563CB" w:rsidP="00CD60A2">
      <w:pPr>
        <w:pStyle w:val="libItalic"/>
      </w:pPr>
      <w:proofErr w:type="gramStart"/>
      <w:r w:rsidRPr="00CD60A2">
        <w:t>F</w:t>
      </w:r>
      <w:r>
        <w:t>rom head to foot, in looks, mannerism and gait.</w:t>
      </w:r>
      <w:proofErr w:type="gramEnd"/>
    </w:p>
    <w:p w:rsidR="00C563CB" w:rsidRDefault="00C563CB" w:rsidP="00CD60A2">
      <w:pPr>
        <w:pStyle w:val="libItalic"/>
      </w:pPr>
      <w:r w:rsidRPr="00CD60A2">
        <w:t>H</w:t>
      </w:r>
      <w:r>
        <w:t>usayn was silent, how could he explain?</w:t>
      </w:r>
    </w:p>
    <w:p w:rsidR="00C563CB" w:rsidRDefault="00C563CB" w:rsidP="00CD60A2">
      <w:pPr>
        <w:pStyle w:val="libItalic"/>
      </w:pPr>
      <w:r w:rsidRPr="00CD60A2">
        <w:t>I</w:t>
      </w:r>
      <w:r>
        <w:t>slam was sinking! There were many to be blamed!</w:t>
      </w:r>
    </w:p>
    <w:p w:rsidR="00C563CB" w:rsidRDefault="00C563CB" w:rsidP="00CD60A2">
      <w:pPr>
        <w:pStyle w:val="libItalic"/>
      </w:pPr>
      <w:r w:rsidRPr="00CD60A2">
        <w:t>I</w:t>
      </w:r>
      <w:r>
        <w:t>t was his martyr's cup, how could he reveal</w:t>
      </w:r>
    </w:p>
    <w:p w:rsidR="00C563CB" w:rsidRDefault="00C563CB" w:rsidP="00CD60A2">
      <w:pPr>
        <w:pStyle w:val="libItalic"/>
      </w:pPr>
      <w:proofErr w:type="gramStart"/>
      <w:r w:rsidRPr="00CD60A2">
        <w:t>T</w:t>
      </w:r>
      <w:r>
        <w:t>he plan of God to erase the cancerous evil.</w:t>
      </w:r>
      <w:proofErr w:type="gramEnd"/>
    </w:p>
    <w:p w:rsidR="00C563CB" w:rsidRDefault="00C563CB" w:rsidP="00CD60A2">
      <w:pPr>
        <w:pStyle w:val="libItalic"/>
      </w:pPr>
      <w:r w:rsidRPr="00CD60A2">
        <w:t>H</w:t>
      </w:r>
      <w:r>
        <w:t>e apologized; to grant their wish he was not able</w:t>
      </w:r>
    </w:p>
    <w:p w:rsidR="00C563CB" w:rsidRDefault="00C563CB" w:rsidP="00CD60A2">
      <w:pPr>
        <w:pStyle w:val="libItalic"/>
      </w:pPr>
      <w:r w:rsidRPr="00CD60A2">
        <w:t>S</w:t>
      </w:r>
      <w:r>
        <w:t>uch love, such feelings were indeed laudable!</w:t>
      </w:r>
    </w:p>
    <w:p w:rsidR="00C563CB" w:rsidRDefault="00C563CB" w:rsidP="00CD60A2">
      <w:pPr>
        <w:pStyle w:val="libItalic"/>
      </w:pPr>
      <w:r w:rsidRPr="00CD60A2">
        <w:t>H</w:t>
      </w:r>
      <w:r>
        <w:t>e would, however, remember them in his prayer</w:t>
      </w:r>
    </w:p>
    <w:p w:rsidR="00C563CB" w:rsidRDefault="00C563CB" w:rsidP="00CD60A2">
      <w:pPr>
        <w:pStyle w:val="libItalic"/>
      </w:pPr>
      <w:r w:rsidRPr="00CD60A2">
        <w:t>H</w:t>
      </w:r>
      <w:r>
        <w:t>is daughter, Sugar, he was leaving to their care.</w:t>
      </w:r>
    </w:p>
    <w:p w:rsidR="00C563CB" w:rsidRDefault="00C563CB" w:rsidP="00CD60A2">
      <w:pPr>
        <w:pStyle w:val="libItalic"/>
      </w:pPr>
      <w:r w:rsidRPr="00CD60A2">
        <w:t>S</w:t>
      </w:r>
      <w:r>
        <w:t>eriously ill, she cried her heart out</w:t>
      </w:r>
    </w:p>
    <w:p w:rsidR="00C563CB" w:rsidRDefault="00C563CB" w:rsidP="00CD60A2">
      <w:pPr>
        <w:pStyle w:val="libItalic"/>
      </w:pPr>
      <w:r w:rsidRPr="00CD60A2">
        <w:t>T</w:t>
      </w:r>
      <w:r>
        <w:t>hey were leaving her, she had no doubt</w:t>
      </w:r>
    </w:p>
    <w:p w:rsidR="00C563CB" w:rsidRDefault="00C563CB" w:rsidP="00CD60A2">
      <w:pPr>
        <w:pStyle w:val="libItalic"/>
      </w:pPr>
      <w:r w:rsidRPr="00CD60A2">
        <w:t>D</w:t>
      </w:r>
      <w:r>
        <w:t>estiny's hand was beckoning the Imam</w:t>
      </w:r>
    </w:p>
    <w:p w:rsidR="00C563CB" w:rsidRDefault="00C563CB" w:rsidP="00CD60A2">
      <w:pPr>
        <w:pStyle w:val="libItalic"/>
      </w:pPr>
      <w:r w:rsidRPr="00CD60A2">
        <w:t>P</w:t>
      </w:r>
      <w:r>
        <w:t>roceed he must, was God's command!</w:t>
      </w:r>
    </w:p>
    <w:p w:rsidR="00C563CB" w:rsidRDefault="00C563CB" w:rsidP="00CD60A2">
      <w:pPr>
        <w:pStyle w:val="libItalic"/>
      </w:pPr>
      <w:r w:rsidRPr="00CD60A2">
        <w:t>T</w:t>
      </w:r>
      <w:r>
        <w:t>owards holy Mecca the caravan slowly proceeded</w:t>
      </w:r>
    </w:p>
    <w:p w:rsidR="00C563CB" w:rsidRDefault="00C563CB" w:rsidP="00CD60A2">
      <w:pPr>
        <w:pStyle w:val="libItalic"/>
      </w:pPr>
      <w:r w:rsidRPr="00CD60A2">
        <w:t>A</w:t>
      </w:r>
      <w:r>
        <w:t xml:space="preserve"> farewell journey: no explanation was needed</w:t>
      </w:r>
    </w:p>
    <w:p w:rsidR="00C563CB" w:rsidRDefault="00C563CB" w:rsidP="00CD60A2">
      <w:pPr>
        <w:pStyle w:val="libItalic"/>
      </w:pPr>
      <w:r w:rsidRPr="00CD60A2">
        <w:t>T</w:t>
      </w:r>
      <w:r>
        <w:t>he guardian of truth was himself out to uproot</w:t>
      </w:r>
    </w:p>
    <w:p w:rsidR="00C563CB" w:rsidRDefault="00C563CB" w:rsidP="00CD60A2">
      <w:pPr>
        <w:pStyle w:val="libItalic"/>
      </w:pPr>
      <w:proofErr w:type="gramStart"/>
      <w:r w:rsidRPr="00CD60A2">
        <w:t>T</w:t>
      </w:r>
      <w:r>
        <w:t>he weeds of untruth, with his devil destroying boots.</w:t>
      </w:r>
      <w:proofErr w:type="gramEnd"/>
    </w:p>
    <w:p w:rsidR="00C563CB" w:rsidRDefault="00C563CB" w:rsidP="00CD60A2">
      <w:pPr>
        <w:pStyle w:val="libItalic"/>
      </w:pPr>
      <w:r w:rsidRPr="00CD60A2">
        <w:t>F</w:t>
      </w:r>
      <w:r>
        <w:t>rom Kufa they sent an urgent pathetic appeal</w:t>
      </w:r>
    </w:p>
    <w:p w:rsidR="00C563CB" w:rsidRDefault="00C563CB" w:rsidP="00CD60A2">
      <w:pPr>
        <w:pStyle w:val="libItalic"/>
      </w:pPr>
      <w:r w:rsidRPr="00CD60A2">
        <w:t>I</w:t>
      </w:r>
      <w:r>
        <w:t>n the name of God, from the helpless people</w:t>
      </w:r>
    </w:p>
    <w:p w:rsidR="00C563CB" w:rsidRDefault="00C563CB" w:rsidP="00CD60A2">
      <w:pPr>
        <w:pStyle w:val="libItalic"/>
      </w:pPr>
      <w:r>
        <w:t>"</w:t>
      </w:r>
      <w:r w:rsidRPr="00CD60A2">
        <w:t>T</w:t>
      </w:r>
      <w:r>
        <w:t>ruth is being trampled, we look to you</w:t>
      </w:r>
    </w:p>
    <w:p w:rsidR="00C563CB" w:rsidRDefault="00C563CB" w:rsidP="00CD60A2">
      <w:pPr>
        <w:pStyle w:val="libItalic"/>
      </w:pPr>
      <w:r w:rsidRPr="00CD60A2">
        <w:t>T</w:t>
      </w:r>
      <w:r>
        <w:t>o oust this tyranny, come to our rescue."</w:t>
      </w:r>
    </w:p>
    <w:p w:rsidR="00C563CB" w:rsidRDefault="00C563CB" w:rsidP="00CD60A2">
      <w:pPr>
        <w:pStyle w:val="libItalic"/>
      </w:pPr>
      <w:r>
        <w:t>"</w:t>
      </w:r>
      <w:r w:rsidRPr="00CD60A2">
        <w:t>Y</w:t>
      </w:r>
      <w:r>
        <w:t>ou, as our Imam, must heed our solemn call</w:t>
      </w:r>
    </w:p>
    <w:p w:rsidR="00C563CB" w:rsidRDefault="00C563CB" w:rsidP="00CD60A2">
      <w:pPr>
        <w:pStyle w:val="libItalic"/>
      </w:pPr>
      <w:r w:rsidRPr="00CD60A2">
        <w:t>A</w:t>
      </w:r>
      <w:r>
        <w:t>nd save Islam, from its impending downfall</w:t>
      </w:r>
    </w:p>
    <w:p w:rsidR="00C563CB" w:rsidRDefault="00C563CB" w:rsidP="00CD60A2">
      <w:pPr>
        <w:pStyle w:val="libItalic"/>
      </w:pPr>
      <w:r w:rsidRPr="00CD60A2">
        <w:t>T</w:t>
      </w:r>
      <w:r>
        <w:t xml:space="preserve">here is no time to lose, we anxiously </w:t>
      </w:r>
      <w:proofErr w:type="gramStart"/>
      <w:r>
        <w:t>await</w:t>
      </w:r>
      <w:proofErr w:type="gramEnd"/>
    </w:p>
    <w:p w:rsidR="00C563CB" w:rsidRDefault="00C563CB" w:rsidP="00CD60A2">
      <w:pPr>
        <w:pStyle w:val="libItalic"/>
      </w:pPr>
      <w:r w:rsidRPr="00CD60A2">
        <w:t>P</w:t>
      </w:r>
      <w:r>
        <w:t>lease come at once and do not be late."</w:t>
      </w:r>
    </w:p>
    <w:p w:rsidR="00C563CB" w:rsidRDefault="00C563CB" w:rsidP="00CD60A2">
      <w:pPr>
        <w:pStyle w:val="libItalic"/>
      </w:pPr>
      <w:r w:rsidRPr="00CD60A2">
        <w:t>H</w:t>
      </w:r>
      <w:r>
        <w:t>e knew that treachery is a satanic vile</w:t>
      </w:r>
    </w:p>
    <w:p w:rsidR="00C563CB" w:rsidRDefault="00C563CB" w:rsidP="00CD60A2">
      <w:pPr>
        <w:pStyle w:val="libItalic"/>
      </w:pPr>
      <w:r w:rsidRPr="00CD60A2">
        <w:t>A</w:t>
      </w:r>
      <w:r>
        <w:t>nd the Kufians in this were ahead by miles</w:t>
      </w:r>
    </w:p>
    <w:p w:rsidR="00C563CB" w:rsidRDefault="00C563CB" w:rsidP="00CD60A2">
      <w:pPr>
        <w:pStyle w:val="libItalic"/>
      </w:pPr>
      <w:r w:rsidRPr="00CD60A2">
        <w:t>T</w:t>
      </w:r>
      <w:r>
        <w:t>ime and again, Ali they had shamelessly betrayed</w:t>
      </w:r>
    </w:p>
    <w:p w:rsidR="00C563CB" w:rsidRDefault="00C563CB" w:rsidP="00CD60A2">
      <w:pPr>
        <w:pStyle w:val="libItalic"/>
      </w:pPr>
      <w:r w:rsidRPr="00CD60A2">
        <w:lastRenderedPageBreak/>
        <w:t>F</w:t>
      </w:r>
      <w:r>
        <w:t>ickleness and shifting loyalty, was their trait.</w:t>
      </w:r>
    </w:p>
    <w:p w:rsidR="00C563CB" w:rsidRDefault="00C563CB" w:rsidP="00CD60A2">
      <w:pPr>
        <w:pStyle w:val="libItalic"/>
      </w:pPr>
      <w:r w:rsidRPr="00CD60A2">
        <w:t>T</w:t>
      </w:r>
      <w:r>
        <w:t>hey had addressed him as their Imam</w:t>
      </w:r>
    </w:p>
    <w:p w:rsidR="00C563CB" w:rsidRDefault="00C563CB" w:rsidP="00CD60A2">
      <w:pPr>
        <w:pStyle w:val="libItalic"/>
      </w:pPr>
      <w:r w:rsidRPr="00CD60A2">
        <w:t>H</w:t>
      </w:r>
      <w:r>
        <w:t>e was, therefore, in painful duty bound</w:t>
      </w:r>
    </w:p>
    <w:p w:rsidR="00C563CB" w:rsidRDefault="00C563CB" w:rsidP="00CD60A2">
      <w:pPr>
        <w:pStyle w:val="libItalic"/>
      </w:pPr>
      <w:r w:rsidRPr="00CD60A2">
        <w:t>T</w:t>
      </w:r>
      <w:r>
        <w:t>o heed their call, despite past experience</w:t>
      </w:r>
    </w:p>
    <w:p w:rsidR="00C563CB" w:rsidRDefault="00C563CB" w:rsidP="00CD60A2">
      <w:pPr>
        <w:pStyle w:val="libItalic"/>
      </w:pPr>
      <w:r w:rsidRPr="00CD60A2">
        <w:t>I</w:t>
      </w:r>
      <w:r>
        <w:t>t was a supreme test for Imam's holy license.</w:t>
      </w:r>
    </w:p>
    <w:p w:rsidR="00C563CB" w:rsidRDefault="00C563CB" w:rsidP="00CD60A2">
      <w:pPr>
        <w:pStyle w:val="libItalic"/>
      </w:pPr>
      <w:r w:rsidRPr="00CD60A2">
        <w:t>O</w:t>
      </w:r>
      <w:r>
        <w:t>rdinary spiritual beings can easily foretell</w:t>
      </w:r>
    </w:p>
    <w:p w:rsidR="00C563CB" w:rsidRDefault="00C563CB" w:rsidP="00CD60A2">
      <w:pPr>
        <w:pStyle w:val="libItalic"/>
      </w:pPr>
      <w:r w:rsidRPr="00CD60A2">
        <w:t>T</w:t>
      </w:r>
      <w:r>
        <w:t>he coming events, as well as, misfortune dispel</w:t>
      </w:r>
    </w:p>
    <w:p w:rsidR="00C563CB" w:rsidRDefault="00C563CB" w:rsidP="00CD60A2">
      <w:pPr>
        <w:pStyle w:val="libItalic"/>
      </w:pPr>
      <w:r w:rsidRPr="00CD60A2">
        <w:t>T</w:t>
      </w:r>
      <w:r>
        <w:t>he fountainhead of spiritualism knew much more</w:t>
      </w:r>
    </w:p>
    <w:p w:rsidR="00C563CB" w:rsidRDefault="00C563CB" w:rsidP="00CD60A2">
      <w:pPr>
        <w:pStyle w:val="libItalic"/>
      </w:pPr>
      <w:r w:rsidRPr="00CD60A2">
        <w:t>T</w:t>
      </w:r>
      <w:r>
        <w:t xml:space="preserve">he </w:t>
      </w:r>
      <w:proofErr w:type="gramStart"/>
      <w:r>
        <w:t>things, that</w:t>
      </w:r>
      <w:proofErr w:type="gramEnd"/>
      <w:r>
        <w:t xml:space="preserve"> were destined for him, in store.</w:t>
      </w:r>
    </w:p>
    <w:p w:rsidR="00C563CB" w:rsidRDefault="00C563CB" w:rsidP="00CD60A2">
      <w:pPr>
        <w:pStyle w:val="libItalic"/>
      </w:pPr>
      <w:r w:rsidRPr="00CD60A2">
        <w:t>H</w:t>
      </w:r>
      <w:r>
        <w:t>e was so attuned to the will of Almighty God</w:t>
      </w:r>
    </w:p>
    <w:p w:rsidR="00C563CB" w:rsidRDefault="00C563CB" w:rsidP="00CD60A2">
      <w:pPr>
        <w:pStyle w:val="libItalic"/>
      </w:pPr>
      <w:r w:rsidRPr="00CD60A2">
        <w:t>H</w:t>
      </w:r>
      <w:r>
        <w:t>is every act bore the stamp of the Merciful Lord</w:t>
      </w:r>
    </w:p>
    <w:p w:rsidR="00C563CB" w:rsidRDefault="00C563CB" w:rsidP="00CD60A2">
      <w:pPr>
        <w:pStyle w:val="libItalic"/>
      </w:pPr>
      <w:r w:rsidRPr="00CD60A2">
        <w:t>D</w:t>
      </w:r>
      <w:r>
        <w:t>estiny's plan had to be implicitly carried out</w:t>
      </w:r>
    </w:p>
    <w:p w:rsidR="00C563CB" w:rsidRDefault="00C563CB" w:rsidP="00CD60A2">
      <w:pPr>
        <w:pStyle w:val="libItalic"/>
      </w:pPr>
      <w:r w:rsidRPr="00CD60A2">
        <w:t>B</w:t>
      </w:r>
      <w:r>
        <w:t>y none other than Husayn there was no doubt.</w:t>
      </w:r>
    </w:p>
    <w:p w:rsidR="00C563CB" w:rsidRDefault="00C563CB" w:rsidP="00CD60A2">
      <w:pPr>
        <w:pStyle w:val="libItalic"/>
      </w:pPr>
      <w:r w:rsidRPr="00CD60A2">
        <w:t>A</w:t>
      </w:r>
      <w:r>
        <w:t>s his emissary, he sent his cousin, Muslim Ibn Aqil</w:t>
      </w:r>
    </w:p>
    <w:p w:rsidR="00C563CB" w:rsidRDefault="00C563CB" w:rsidP="00CD60A2">
      <w:pPr>
        <w:pStyle w:val="libItalic"/>
      </w:pPr>
      <w:r w:rsidRPr="00CD60A2">
        <w:t>T</w:t>
      </w:r>
      <w:r>
        <w:t>o see things for himself; their pulse to feel;</w:t>
      </w:r>
    </w:p>
    <w:p w:rsidR="00C563CB" w:rsidRDefault="00C563CB" w:rsidP="00CD60A2">
      <w:pPr>
        <w:pStyle w:val="libItalic"/>
      </w:pPr>
      <w:r w:rsidRPr="00CD60A2">
        <w:t>H</w:t>
      </w:r>
      <w:r>
        <w:t>e received a hearty welcome he wrote to Husayn</w:t>
      </w:r>
    </w:p>
    <w:p w:rsidR="00C563CB" w:rsidRDefault="00C563CB" w:rsidP="00CD60A2">
      <w:pPr>
        <w:pStyle w:val="libItalic"/>
      </w:pPr>
      <w:r w:rsidRPr="00CD60A2">
        <w:t>L</w:t>
      </w:r>
      <w:r>
        <w:t xml:space="preserve">ittle did he realize their vile, treacherous </w:t>
      </w:r>
      <w:proofErr w:type="gramStart"/>
      <w:r>
        <w:t>game.</w:t>
      </w:r>
      <w:proofErr w:type="gramEnd"/>
    </w:p>
    <w:p w:rsidR="00C563CB" w:rsidRDefault="00C563CB" w:rsidP="00C563CB">
      <w:pPr>
        <w:pStyle w:val="libNormal"/>
      </w:pPr>
      <w:r>
        <w:br w:type="page"/>
      </w:r>
    </w:p>
    <w:p w:rsidR="00C563CB" w:rsidRDefault="00C563CB" w:rsidP="00C563CB">
      <w:pPr>
        <w:pStyle w:val="Heading1Center"/>
      </w:pPr>
      <w:bookmarkStart w:id="5" w:name="_Toc471903289"/>
      <w:r>
        <w:lastRenderedPageBreak/>
        <w:t>(7) The Betrayal</w:t>
      </w:r>
      <w:bookmarkEnd w:id="5"/>
    </w:p>
    <w:p w:rsidR="00C563CB" w:rsidRDefault="00C563CB" w:rsidP="00CD60A2">
      <w:pPr>
        <w:pStyle w:val="libItalic"/>
      </w:pPr>
      <w:r w:rsidRPr="00CD60A2">
        <w:t>P</w:t>
      </w:r>
      <w:r>
        <w:t xml:space="preserve">in drop horrifying silence </w:t>
      </w:r>
      <w:proofErr w:type="gramStart"/>
      <w:r>
        <w:t>prevailed</w:t>
      </w:r>
      <w:proofErr w:type="gramEnd"/>
      <w:r>
        <w:t xml:space="preserve"> all round</w:t>
      </w:r>
    </w:p>
    <w:p w:rsidR="00C563CB" w:rsidRDefault="00C563CB" w:rsidP="00CD60A2">
      <w:pPr>
        <w:pStyle w:val="libItalic"/>
      </w:pPr>
      <w:r w:rsidRPr="00CD60A2">
        <w:t>T</w:t>
      </w:r>
      <w:r>
        <w:t>he mosque of Kufa stood on hallowed ground</w:t>
      </w:r>
    </w:p>
    <w:p w:rsidR="00C563CB" w:rsidRDefault="00C563CB" w:rsidP="00CD60A2">
      <w:pPr>
        <w:pStyle w:val="libItalic"/>
      </w:pPr>
      <w:r w:rsidRPr="00CD60A2">
        <w:t>T</w:t>
      </w:r>
      <w:r>
        <w:t>reachery it had witnessed time and again</w:t>
      </w:r>
    </w:p>
    <w:p w:rsidR="00C563CB" w:rsidRDefault="00C563CB" w:rsidP="00CD60A2">
      <w:pPr>
        <w:pStyle w:val="libItalic"/>
      </w:pPr>
      <w:r w:rsidRPr="00CD60A2">
        <w:t>I</w:t>
      </w:r>
      <w:r>
        <w:t>t was the mosque where Ali had been slain.</w:t>
      </w:r>
    </w:p>
    <w:p w:rsidR="00C563CB" w:rsidRDefault="00C563CB" w:rsidP="00CD60A2">
      <w:pPr>
        <w:pStyle w:val="libItalic"/>
      </w:pPr>
      <w:r w:rsidRPr="00CD60A2">
        <w:t>T</w:t>
      </w:r>
      <w:r>
        <w:t>he town crier was reading the Governor's decree</w:t>
      </w:r>
    </w:p>
    <w:p w:rsidR="00C563CB" w:rsidRDefault="00C563CB" w:rsidP="00CD60A2">
      <w:pPr>
        <w:pStyle w:val="libItalic"/>
      </w:pPr>
      <w:r>
        <w:t>"</w:t>
      </w:r>
      <w:r w:rsidRPr="00CD60A2">
        <w:t>T</w:t>
      </w:r>
      <w:r>
        <w:t>o associate with Muslim will not go free</w:t>
      </w:r>
    </w:p>
    <w:p w:rsidR="00C563CB" w:rsidRDefault="00C563CB" w:rsidP="00CD60A2">
      <w:pPr>
        <w:pStyle w:val="libItalic"/>
      </w:pPr>
      <w:r w:rsidRPr="00CD60A2">
        <w:t>H</w:t>
      </w:r>
      <w:r>
        <w:t>e is an emissary of Prophet's grandson, Husayn</w:t>
      </w:r>
    </w:p>
    <w:p w:rsidR="00C563CB" w:rsidRDefault="00C563CB" w:rsidP="00CD60A2">
      <w:pPr>
        <w:pStyle w:val="libItalic"/>
      </w:pPr>
      <w:r w:rsidRPr="00CD60A2">
        <w:t>W</w:t>
      </w:r>
      <w:r>
        <w:t xml:space="preserve">ho has refused allegiance to Yazid, with </w:t>
      </w:r>
      <w:proofErr w:type="gramStart"/>
      <w:r>
        <w:t>disdain.</w:t>
      </w:r>
      <w:proofErr w:type="gramEnd"/>
      <w:r>
        <w:t>"</w:t>
      </w:r>
    </w:p>
    <w:p w:rsidR="00C563CB" w:rsidRDefault="00C563CB" w:rsidP="00CD60A2">
      <w:pPr>
        <w:pStyle w:val="libItalic"/>
      </w:pPr>
      <w:r w:rsidRPr="00CD60A2">
        <w:t>W</w:t>
      </w:r>
      <w:r>
        <w:t>hen the prayer was over, Muslim looked back</w:t>
      </w:r>
    </w:p>
    <w:p w:rsidR="00C563CB" w:rsidRDefault="00C563CB" w:rsidP="00CD60A2">
      <w:pPr>
        <w:pStyle w:val="libItalic"/>
      </w:pPr>
      <w:r w:rsidRPr="00CD60A2">
        <w:t>T</w:t>
      </w:r>
      <w:r>
        <w:t>he mosque was empty, earlier it was packed</w:t>
      </w:r>
    </w:p>
    <w:p w:rsidR="00C563CB" w:rsidRDefault="00C563CB" w:rsidP="00CD60A2">
      <w:pPr>
        <w:pStyle w:val="libItalic"/>
      </w:pPr>
      <w:r w:rsidRPr="00CD60A2">
        <w:t>H</w:t>
      </w:r>
      <w:r>
        <w:t>e glanced at his host, Hani Ibn Urwah</w:t>
      </w:r>
    </w:p>
    <w:p w:rsidR="00C563CB" w:rsidRDefault="00C563CB" w:rsidP="00CD60A2">
      <w:pPr>
        <w:pStyle w:val="libItalic"/>
      </w:pPr>
      <w:r w:rsidRPr="00CD60A2">
        <w:t>N</w:t>
      </w:r>
      <w:r>
        <w:t xml:space="preserve">o words were needed, only a breath choking, </w:t>
      </w:r>
      <w:proofErr w:type="gramStart"/>
      <w:r>
        <w:t>Ah</w:t>
      </w:r>
      <w:proofErr w:type="gramEnd"/>
      <w:r>
        <w:t>!</w:t>
      </w:r>
    </w:p>
    <w:p w:rsidR="00C563CB" w:rsidRDefault="00C563CB" w:rsidP="00CD60A2">
      <w:pPr>
        <w:pStyle w:val="libItalic"/>
      </w:pPr>
      <w:r w:rsidRPr="00CD60A2">
        <w:t>T</w:t>
      </w:r>
      <w:r>
        <w:t>he packed mosque had just witnessed jubilant scenes</w:t>
      </w:r>
    </w:p>
    <w:p w:rsidR="00C563CB" w:rsidRDefault="00C563CB" w:rsidP="00CD60A2">
      <w:pPr>
        <w:pStyle w:val="libItalic"/>
      </w:pPr>
      <w:r w:rsidRPr="00CD60A2">
        <w:t>S</w:t>
      </w:r>
      <w:r>
        <w:t>o great was the rush to swear allegiance to Muslim</w:t>
      </w:r>
    </w:p>
    <w:p w:rsidR="00C563CB" w:rsidRDefault="00C563CB" w:rsidP="00CD60A2">
      <w:pPr>
        <w:pStyle w:val="libItalic"/>
      </w:pPr>
      <w:r w:rsidRPr="00CD60A2">
        <w:t>T</w:t>
      </w:r>
      <w:r>
        <w:t>hey had madly jostled and vied with each other</w:t>
      </w:r>
    </w:p>
    <w:p w:rsidR="00C563CB" w:rsidRDefault="00C563CB" w:rsidP="00CD60A2">
      <w:pPr>
        <w:pStyle w:val="libItalic"/>
      </w:pPr>
      <w:proofErr w:type="gramStart"/>
      <w:r w:rsidRPr="00CD60A2">
        <w:t>I</w:t>
      </w:r>
      <w:r>
        <w:t>n honoring Muslim, as Husayn's cousin brother.</w:t>
      </w:r>
      <w:proofErr w:type="gramEnd"/>
    </w:p>
    <w:p w:rsidR="00C563CB" w:rsidRDefault="00C563CB" w:rsidP="00CD60A2">
      <w:pPr>
        <w:pStyle w:val="libItalic"/>
      </w:pPr>
      <w:r w:rsidRPr="00CD60A2">
        <w:t>T</w:t>
      </w:r>
      <w:r>
        <w:t>hey exchanged glances, the picture was clear</w:t>
      </w:r>
    </w:p>
    <w:p w:rsidR="00C563CB" w:rsidRDefault="00C563CB" w:rsidP="00CD60A2">
      <w:pPr>
        <w:pStyle w:val="libItalic"/>
      </w:pPr>
      <w:r w:rsidRPr="00CD60A2">
        <w:t>F</w:t>
      </w:r>
      <w:r>
        <w:t>or their own lives they had absolutely no fear</w:t>
      </w:r>
    </w:p>
    <w:p w:rsidR="00C563CB" w:rsidRDefault="00C563CB" w:rsidP="00CD60A2">
      <w:pPr>
        <w:pStyle w:val="libItalic"/>
      </w:pPr>
      <w:r w:rsidRPr="00CD60A2">
        <w:t>T</w:t>
      </w:r>
      <w:r>
        <w:t>o inform Master Husayn was the sole prime need</w:t>
      </w:r>
    </w:p>
    <w:p w:rsidR="00C563CB" w:rsidRDefault="00C563CB" w:rsidP="00CD60A2">
      <w:pPr>
        <w:pStyle w:val="libItalic"/>
      </w:pPr>
      <w:r w:rsidRPr="00CD60A2">
        <w:t>W</w:t>
      </w:r>
      <w:r>
        <w:t>hom could they trust? No, none, indeed!</w:t>
      </w:r>
    </w:p>
    <w:p w:rsidR="00C563CB" w:rsidRDefault="00C563CB" w:rsidP="00CD60A2">
      <w:pPr>
        <w:pStyle w:val="libItalic"/>
      </w:pPr>
      <w:r w:rsidRPr="00CD60A2">
        <w:t>H</w:t>
      </w:r>
      <w:r>
        <w:t>ani rushed out, choked to the brim</w:t>
      </w:r>
    </w:p>
    <w:p w:rsidR="00C563CB" w:rsidRDefault="00C563CB" w:rsidP="00CD60A2">
      <w:pPr>
        <w:pStyle w:val="libItalic"/>
      </w:pPr>
      <w:r w:rsidRPr="00CD60A2">
        <w:t>H</w:t>
      </w:r>
      <w:r>
        <w:t>e had in his house, two sons of Muslim</w:t>
      </w:r>
    </w:p>
    <w:p w:rsidR="00C563CB" w:rsidRDefault="00C563CB" w:rsidP="00CD60A2">
      <w:pPr>
        <w:pStyle w:val="libItalic"/>
      </w:pPr>
      <w:r w:rsidRPr="00CD60A2">
        <w:t>H</w:t>
      </w:r>
      <w:r>
        <w:t>e whisked them out by the back door</w:t>
      </w:r>
    </w:p>
    <w:p w:rsidR="00C563CB" w:rsidRDefault="00C563CB" w:rsidP="00CD60A2">
      <w:pPr>
        <w:pStyle w:val="libItalic"/>
      </w:pPr>
      <w:r w:rsidRPr="00CD60A2">
        <w:t>F</w:t>
      </w:r>
      <w:r>
        <w:t>or safety's sake, there was no other go.</w:t>
      </w:r>
    </w:p>
    <w:p w:rsidR="00C563CB" w:rsidRDefault="00C563CB" w:rsidP="00CD60A2">
      <w:pPr>
        <w:pStyle w:val="libItalic"/>
      </w:pPr>
      <w:r w:rsidRPr="00CD60A2">
        <w:t>M</w:t>
      </w:r>
      <w:r>
        <w:t>uhammad and Ibrahim, two innocent lads</w:t>
      </w:r>
    </w:p>
    <w:p w:rsidR="00C563CB" w:rsidRDefault="00C563CB" w:rsidP="00CD60A2">
      <w:pPr>
        <w:pStyle w:val="libItalic"/>
      </w:pPr>
      <w:r w:rsidRPr="00CD60A2">
        <w:t>W</w:t>
      </w:r>
      <w:r>
        <w:t>ere anxiously awaiting return of their dad</w:t>
      </w:r>
    </w:p>
    <w:p w:rsidR="00C563CB" w:rsidRDefault="00C563CB" w:rsidP="00CD60A2">
      <w:pPr>
        <w:pStyle w:val="libItalic"/>
      </w:pPr>
      <w:r w:rsidRPr="00CD60A2">
        <w:t>T</w:t>
      </w:r>
      <w:r>
        <w:t>hey were now on the road; alone, all alone!</w:t>
      </w:r>
    </w:p>
    <w:p w:rsidR="00C563CB" w:rsidRDefault="00C563CB" w:rsidP="00CD60A2">
      <w:pPr>
        <w:pStyle w:val="libItalic"/>
      </w:pPr>
      <w:r w:rsidRPr="00CD60A2">
        <w:t>T</w:t>
      </w:r>
      <w:r>
        <w:t>he cruel treacherous world was now their home.</w:t>
      </w:r>
    </w:p>
    <w:p w:rsidR="00C563CB" w:rsidRDefault="00C563CB" w:rsidP="00CD60A2">
      <w:pPr>
        <w:pStyle w:val="libItalic"/>
      </w:pPr>
      <w:r w:rsidRPr="00CD60A2">
        <w:t>S</w:t>
      </w:r>
      <w:r>
        <w:t xml:space="preserve">oon was Hani's </w:t>
      </w:r>
      <w:proofErr w:type="gramStart"/>
      <w:r>
        <w:t>house completely</w:t>
      </w:r>
      <w:proofErr w:type="gramEnd"/>
      <w:r>
        <w:t xml:space="preserve"> surrounded</w:t>
      </w:r>
    </w:p>
    <w:p w:rsidR="00C563CB" w:rsidRDefault="00C563CB" w:rsidP="00CD60A2">
      <w:pPr>
        <w:pStyle w:val="libItalic"/>
      </w:pPr>
      <w:r w:rsidRPr="00CD60A2">
        <w:t>T</w:t>
      </w:r>
      <w:r>
        <w:t>he hopes he had nourished were soon grounded</w:t>
      </w:r>
    </w:p>
    <w:p w:rsidR="00C563CB" w:rsidRDefault="00C563CB" w:rsidP="00CD60A2">
      <w:pPr>
        <w:pStyle w:val="libItalic"/>
      </w:pPr>
      <w:r w:rsidRPr="00CD60A2">
        <w:t>H</w:t>
      </w:r>
      <w:r>
        <w:t>e fought the armed troops of upstart Obeidullah</w:t>
      </w:r>
    </w:p>
    <w:p w:rsidR="00C563CB" w:rsidRDefault="00C563CB" w:rsidP="00CD60A2">
      <w:pPr>
        <w:pStyle w:val="libItalic"/>
      </w:pPr>
      <w:r w:rsidRPr="00CD60A2">
        <w:t>T</w:t>
      </w:r>
      <w:r>
        <w:t>he odds were too heavy; he prayed to Allah!</w:t>
      </w:r>
    </w:p>
    <w:p w:rsidR="00C563CB" w:rsidRDefault="00C563CB" w:rsidP="00CD60A2">
      <w:pPr>
        <w:pStyle w:val="libItalic"/>
      </w:pPr>
      <w:r w:rsidRPr="00CD60A2">
        <w:t>H</w:t>
      </w:r>
      <w:r>
        <w:t>e was soon overpowered and chained</w:t>
      </w:r>
    </w:p>
    <w:p w:rsidR="00C563CB" w:rsidRDefault="00C563CB" w:rsidP="00CD60A2">
      <w:pPr>
        <w:pStyle w:val="libItalic"/>
      </w:pPr>
      <w:r w:rsidRPr="00CD60A2">
        <w:t>T</w:t>
      </w:r>
      <w:r>
        <w:t>here was now no hope which remained</w:t>
      </w:r>
    </w:p>
    <w:p w:rsidR="00C563CB" w:rsidRDefault="00C563CB" w:rsidP="00CD60A2">
      <w:pPr>
        <w:pStyle w:val="libItalic"/>
      </w:pPr>
      <w:r w:rsidRPr="00CD60A2">
        <w:t>H</w:t>
      </w:r>
      <w:r>
        <w:t>is only thought was to inform post haste</w:t>
      </w:r>
    </w:p>
    <w:p w:rsidR="00C563CB" w:rsidRDefault="00C563CB" w:rsidP="00CD60A2">
      <w:pPr>
        <w:pStyle w:val="libItalic"/>
      </w:pPr>
      <w:r w:rsidRPr="00CD60A2">
        <w:t>T</w:t>
      </w:r>
      <w:r>
        <w:t>o Husayn, of the events and breach of faith</w:t>
      </w:r>
    </w:p>
    <w:p w:rsidR="00C563CB" w:rsidRDefault="00C563CB" w:rsidP="00CD60A2">
      <w:pPr>
        <w:pStyle w:val="libItalic"/>
      </w:pPr>
      <w:r w:rsidRPr="00CD60A2">
        <w:t>A</w:t>
      </w:r>
      <w:r>
        <w:t>fter Hani's departure, he reflected a while</w:t>
      </w:r>
    </w:p>
    <w:p w:rsidR="00C563CB" w:rsidRDefault="00C563CB" w:rsidP="00CD60A2">
      <w:pPr>
        <w:pStyle w:val="libItalic"/>
      </w:pPr>
      <w:r w:rsidRPr="00CD60A2">
        <w:t>A</w:t>
      </w:r>
      <w:r>
        <w:t xml:space="preserve"> train of thoughts flowed, mile after mile</w:t>
      </w:r>
    </w:p>
    <w:p w:rsidR="00C563CB" w:rsidRDefault="00C563CB" w:rsidP="00CD60A2">
      <w:pPr>
        <w:pStyle w:val="libItalic"/>
      </w:pPr>
      <w:r w:rsidRPr="00CD60A2">
        <w:t>H</w:t>
      </w:r>
      <w:r>
        <w:t xml:space="preserve">ani was </w:t>
      </w:r>
      <w:proofErr w:type="gramStart"/>
      <w:r>
        <w:t>sincere,</w:t>
      </w:r>
      <w:proofErr w:type="gramEnd"/>
      <w:r>
        <w:t xml:space="preserve"> there was no iota of doubt</w:t>
      </w:r>
    </w:p>
    <w:p w:rsidR="00C563CB" w:rsidRDefault="00C563CB" w:rsidP="00CD60A2">
      <w:pPr>
        <w:pStyle w:val="libItalic"/>
      </w:pPr>
      <w:proofErr w:type="gramStart"/>
      <w:r w:rsidRPr="00CD60A2">
        <w:t>B</w:t>
      </w:r>
      <w:r>
        <w:t>ut</w:t>
      </w:r>
      <w:proofErr w:type="gramEnd"/>
      <w:r>
        <w:t xml:space="preserve"> if in danger, whom could he for help shout.</w:t>
      </w:r>
    </w:p>
    <w:p w:rsidR="00C563CB" w:rsidRDefault="00C563CB" w:rsidP="00CD60A2">
      <w:pPr>
        <w:pStyle w:val="libItalic"/>
      </w:pPr>
      <w:r w:rsidRPr="00CD60A2">
        <w:t>H</w:t>
      </w:r>
      <w:r>
        <w:t>e thought of his sons, the two young kids</w:t>
      </w:r>
    </w:p>
    <w:p w:rsidR="00C563CB" w:rsidRDefault="00C563CB" w:rsidP="00CD60A2">
      <w:pPr>
        <w:pStyle w:val="libItalic"/>
      </w:pPr>
      <w:r w:rsidRPr="00CD60A2">
        <w:t>I</w:t>
      </w:r>
      <w:r>
        <w:t>n the house of Hani, he hoped they were hid</w:t>
      </w:r>
    </w:p>
    <w:p w:rsidR="00C563CB" w:rsidRDefault="00C563CB" w:rsidP="00CD60A2">
      <w:pPr>
        <w:pStyle w:val="libItalic"/>
      </w:pPr>
      <w:r w:rsidRPr="00CD60A2">
        <w:t>H</w:t>
      </w:r>
      <w:r>
        <w:t>e prayed to God to spare him for a little while</w:t>
      </w:r>
    </w:p>
    <w:p w:rsidR="00C563CB" w:rsidRDefault="00C563CB" w:rsidP="00CD60A2">
      <w:pPr>
        <w:pStyle w:val="libItalic"/>
      </w:pPr>
      <w:proofErr w:type="gramStart"/>
      <w:r w:rsidRPr="00CD60A2">
        <w:t>S</w:t>
      </w:r>
      <w:r>
        <w:t>o that, to Husayn, he could send the secret file.</w:t>
      </w:r>
      <w:proofErr w:type="gramEnd"/>
    </w:p>
    <w:p w:rsidR="00C563CB" w:rsidRDefault="00C563CB" w:rsidP="00CD60A2">
      <w:pPr>
        <w:pStyle w:val="libItalic"/>
      </w:pPr>
      <w:r w:rsidRPr="00CD60A2">
        <w:t>I</w:t>
      </w:r>
      <w:r>
        <w:t xml:space="preserve">t was </w:t>
      </w:r>
      <w:proofErr w:type="gramStart"/>
      <w:r>
        <w:t>night,</w:t>
      </w:r>
      <w:proofErr w:type="gramEnd"/>
      <w:r>
        <w:t xml:space="preserve"> he had no place to go</w:t>
      </w:r>
    </w:p>
    <w:p w:rsidR="00C563CB" w:rsidRDefault="00C563CB" w:rsidP="00CD60A2">
      <w:pPr>
        <w:pStyle w:val="libItalic"/>
      </w:pPr>
      <w:r w:rsidRPr="00CD60A2">
        <w:t>T</w:t>
      </w:r>
      <w:r>
        <w:t>ired and forlorn, his walk was slow</w:t>
      </w:r>
    </w:p>
    <w:p w:rsidR="00C563CB" w:rsidRDefault="00C563CB" w:rsidP="00CD60A2">
      <w:pPr>
        <w:pStyle w:val="libItalic"/>
      </w:pPr>
      <w:r w:rsidRPr="00CD60A2">
        <w:t>C</w:t>
      </w:r>
      <w:r>
        <w:t>urfew was imposed, no soul stirred out</w:t>
      </w:r>
    </w:p>
    <w:p w:rsidR="00C563CB" w:rsidRDefault="00C563CB" w:rsidP="00CD60A2">
      <w:pPr>
        <w:pStyle w:val="libItalic"/>
      </w:pPr>
      <w:r w:rsidRPr="00CD60A2">
        <w:lastRenderedPageBreak/>
        <w:t>T</w:t>
      </w:r>
      <w:r>
        <w:t>he search was on in all possible hideouts.</w:t>
      </w:r>
    </w:p>
    <w:p w:rsidR="00C563CB" w:rsidRDefault="00C563CB" w:rsidP="00CD60A2">
      <w:pPr>
        <w:pStyle w:val="libItalic"/>
      </w:pPr>
      <w:r w:rsidRPr="00CD60A2">
        <w:t>H</w:t>
      </w:r>
      <w:r>
        <w:t>e sat for a while and leaned against the door</w:t>
      </w:r>
    </w:p>
    <w:p w:rsidR="00C563CB" w:rsidRDefault="00C563CB" w:rsidP="00CD60A2">
      <w:pPr>
        <w:pStyle w:val="libItalic"/>
      </w:pPr>
      <w:r w:rsidRPr="00CD60A2">
        <w:t>T</w:t>
      </w:r>
      <w:r>
        <w:t>he door of a house with an old muddy floor</w:t>
      </w:r>
    </w:p>
    <w:p w:rsidR="00C563CB" w:rsidRDefault="00C563CB" w:rsidP="00CD60A2">
      <w:pPr>
        <w:pStyle w:val="libItalic"/>
      </w:pPr>
      <w:r w:rsidRPr="00CD60A2">
        <w:t>A</w:t>
      </w:r>
      <w:r>
        <w:t>n old lady came out to see who it was</w:t>
      </w:r>
    </w:p>
    <w:p w:rsidR="00C563CB" w:rsidRDefault="00C563CB" w:rsidP="00CD60A2">
      <w:pPr>
        <w:pStyle w:val="libItalic"/>
      </w:pPr>
      <w:proofErr w:type="gramStart"/>
      <w:r>
        <w:t>"</w:t>
      </w:r>
      <w:r w:rsidRPr="00CD60A2">
        <w:t>M</w:t>
      </w:r>
      <w:r>
        <w:t>y son!</w:t>
      </w:r>
      <w:proofErr w:type="gramEnd"/>
      <w:r>
        <w:t xml:space="preserve"> Why do you not return to your house?"</w:t>
      </w:r>
    </w:p>
    <w:p w:rsidR="00C563CB" w:rsidRDefault="00C563CB" w:rsidP="00CD60A2">
      <w:pPr>
        <w:pStyle w:val="libItalic"/>
      </w:pPr>
      <w:r>
        <w:t>"</w:t>
      </w:r>
      <w:r w:rsidRPr="00CD60A2">
        <w:t>D</w:t>
      </w:r>
      <w:r>
        <w:t xml:space="preserve">o you not have a wife </w:t>
      </w:r>
      <w:proofErr w:type="gramStart"/>
      <w:r>
        <w:t>nor</w:t>
      </w:r>
      <w:proofErr w:type="gramEnd"/>
      <w:r>
        <w:t xml:space="preserve"> children?</w:t>
      </w:r>
    </w:p>
    <w:p w:rsidR="00C563CB" w:rsidRDefault="00C563CB" w:rsidP="00CD60A2">
      <w:pPr>
        <w:pStyle w:val="libItalic"/>
      </w:pPr>
      <w:r w:rsidRPr="00CD60A2">
        <w:t>G</w:t>
      </w:r>
      <w:r>
        <w:t>o and rest, in peace, in your own garden!"</w:t>
      </w:r>
    </w:p>
    <w:p w:rsidR="00C563CB" w:rsidRDefault="00C563CB" w:rsidP="00CD60A2">
      <w:pPr>
        <w:pStyle w:val="libItalic"/>
      </w:pPr>
      <w:r w:rsidRPr="00CD60A2">
        <w:t>A</w:t>
      </w:r>
      <w:r>
        <w:t xml:space="preserve"> lump came to his throat: yet, he sadly smiled</w:t>
      </w:r>
    </w:p>
    <w:p w:rsidR="00C563CB" w:rsidRDefault="00C563CB" w:rsidP="00CD60A2">
      <w:pPr>
        <w:pStyle w:val="libItalic"/>
      </w:pPr>
      <w:r>
        <w:t>"</w:t>
      </w:r>
      <w:r w:rsidRPr="00CD60A2">
        <w:t>I</w:t>
      </w:r>
      <w:r>
        <w:t xml:space="preserve"> come from the house of the Prophet," he replied.</w:t>
      </w:r>
    </w:p>
    <w:p w:rsidR="00C563CB" w:rsidRDefault="00C563CB" w:rsidP="00CD60A2">
      <w:pPr>
        <w:pStyle w:val="libItalic"/>
      </w:pPr>
      <w:r w:rsidRPr="00CD60A2">
        <w:t>T</w:t>
      </w:r>
      <w:r>
        <w:t>he venerable old lady was in shocking pain</w:t>
      </w:r>
    </w:p>
    <w:p w:rsidR="00C563CB" w:rsidRDefault="00C563CB" w:rsidP="00CD60A2">
      <w:pPr>
        <w:pStyle w:val="libItalic"/>
      </w:pPr>
      <w:proofErr w:type="gramStart"/>
      <w:r>
        <w:t>"</w:t>
      </w:r>
      <w:r w:rsidRPr="00CD60A2">
        <w:t>M</w:t>
      </w:r>
      <w:r>
        <w:t>y God!</w:t>
      </w:r>
      <w:proofErr w:type="gramEnd"/>
      <w:r>
        <w:t xml:space="preserve"> You are Muslim, the Emissary of Husayn,</w:t>
      </w:r>
    </w:p>
    <w:p w:rsidR="00C563CB" w:rsidRDefault="00C563CB" w:rsidP="00CD60A2">
      <w:pPr>
        <w:pStyle w:val="libItalic"/>
      </w:pPr>
      <w:r w:rsidRPr="00CD60A2">
        <w:t>H</w:t>
      </w:r>
      <w:r>
        <w:t>ow did I fail to recognize you, O, My Lord!</w:t>
      </w:r>
    </w:p>
    <w:p w:rsidR="00C563CB" w:rsidRDefault="00C563CB" w:rsidP="00CD60A2">
      <w:pPr>
        <w:pStyle w:val="libItalic"/>
      </w:pPr>
      <w:r w:rsidRPr="00CD60A2">
        <w:t>W</w:t>
      </w:r>
      <w:r>
        <w:t>hat reply will I give to my Most Merciful God?"</w:t>
      </w:r>
    </w:p>
    <w:p w:rsidR="00C563CB" w:rsidRDefault="00C563CB" w:rsidP="00CD60A2">
      <w:pPr>
        <w:pStyle w:val="libItalic"/>
      </w:pPr>
      <w:r w:rsidRPr="00CD60A2">
        <w:t>S</w:t>
      </w:r>
      <w:r>
        <w:t>he hid him on the old wooden attic floor</w:t>
      </w:r>
    </w:p>
    <w:p w:rsidR="00C563CB" w:rsidRDefault="00C563CB" w:rsidP="00CD60A2">
      <w:pPr>
        <w:pStyle w:val="libItalic"/>
      </w:pPr>
      <w:r w:rsidRPr="00CD60A2">
        <w:t>E</w:t>
      </w:r>
      <w:r>
        <w:t>xtinguished the lights and shut the door;</w:t>
      </w:r>
    </w:p>
    <w:p w:rsidR="00C563CB" w:rsidRDefault="00C563CB" w:rsidP="00CD60A2">
      <w:pPr>
        <w:pStyle w:val="libItalic"/>
      </w:pPr>
      <w:r w:rsidRPr="00CD60A2">
        <w:t>H</w:t>
      </w:r>
      <w:r>
        <w:t>er son soon returned from his usual rounds</w:t>
      </w:r>
    </w:p>
    <w:p w:rsidR="00C563CB" w:rsidRDefault="00C563CB" w:rsidP="00CD60A2">
      <w:pPr>
        <w:pStyle w:val="libItalic"/>
      </w:pPr>
      <w:r w:rsidRPr="00CD60A2">
        <w:t>H</w:t>
      </w:r>
      <w:r>
        <w:t>e was in the army of the Yazidi hounds.</w:t>
      </w:r>
    </w:p>
    <w:p w:rsidR="00C563CB" w:rsidRDefault="00C563CB" w:rsidP="00CD60A2">
      <w:pPr>
        <w:pStyle w:val="libItalic"/>
      </w:pPr>
      <w:r>
        <w:t>"</w:t>
      </w:r>
      <w:r w:rsidRPr="00CD60A2">
        <w:t>H</w:t>
      </w:r>
      <w:r>
        <w:t>ani has been beheaded," he declared,</w:t>
      </w:r>
    </w:p>
    <w:p w:rsidR="00C563CB" w:rsidRDefault="00C563CB" w:rsidP="00CD60A2">
      <w:pPr>
        <w:pStyle w:val="libItalic"/>
      </w:pPr>
      <w:r>
        <w:t>"</w:t>
      </w:r>
      <w:r w:rsidRPr="00CD60A2">
        <w:t>T</w:t>
      </w:r>
      <w:r>
        <w:t>he search is now on for Muslim and his lads."</w:t>
      </w:r>
    </w:p>
    <w:p w:rsidR="00C563CB" w:rsidRDefault="00C563CB" w:rsidP="00CD60A2">
      <w:pPr>
        <w:pStyle w:val="libItalic"/>
      </w:pPr>
      <w:r w:rsidRPr="00CD60A2">
        <w:t>T</w:t>
      </w:r>
      <w:r>
        <w:t>he simple old lady was moved to tears</w:t>
      </w:r>
    </w:p>
    <w:p w:rsidR="00C563CB" w:rsidRDefault="00C563CB" w:rsidP="00CD60A2">
      <w:pPr>
        <w:pStyle w:val="libItalic"/>
      </w:pPr>
      <w:proofErr w:type="gramStart"/>
      <w:r w:rsidRPr="00CD60A2">
        <w:t>A</w:t>
      </w:r>
      <w:r>
        <w:t>nd</w:t>
      </w:r>
      <w:proofErr w:type="gramEnd"/>
      <w:r>
        <w:t xml:space="preserve"> confided to her son, her own gnawing fears.</w:t>
      </w:r>
    </w:p>
    <w:p w:rsidR="00C563CB" w:rsidRDefault="00C563CB" w:rsidP="00CD60A2">
      <w:pPr>
        <w:pStyle w:val="libItalic"/>
      </w:pPr>
      <w:r w:rsidRPr="00CD60A2">
        <w:t>T</w:t>
      </w:r>
      <w:r>
        <w:t>he son was elated at the fortunate news</w:t>
      </w:r>
    </w:p>
    <w:p w:rsidR="00C563CB" w:rsidRDefault="00C563CB" w:rsidP="00CD60A2">
      <w:pPr>
        <w:pStyle w:val="libItalic"/>
      </w:pPr>
      <w:r w:rsidRPr="00CD60A2">
        <w:t>H</w:t>
      </w:r>
      <w:r>
        <w:t>e pretended sorrow, as a deceitful ruse,</w:t>
      </w:r>
    </w:p>
    <w:p w:rsidR="00C563CB" w:rsidRDefault="00C563CB" w:rsidP="00CD60A2">
      <w:pPr>
        <w:pStyle w:val="libItalic"/>
      </w:pPr>
      <w:r>
        <w:t>"</w:t>
      </w:r>
      <w:r w:rsidRPr="00CD60A2">
        <w:t>I</w:t>
      </w:r>
      <w:r>
        <w:t xml:space="preserve"> will soon be back with the two young lads"</w:t>
      </w:r>
    </w:p>
    <w:p w:rsidR="00C563CB" w:rsidRDefault="00C563CB" w:rsidP="00CD60A2">
      <w:pPr>
        <w:pStyle w:val="libItalic"/>
      </w:pPr>
      <w:proofErr w:type="gramStart"/>
      <w:r w:rsidRPr="00CD60A2">
        <w:t>A</w:t>
      </w:r>
      <w:r>
        <w:t>nd</w:t>
      </w:r>
      <w:proofErr w:type="gramEnd"/>
      <w:r>
        <w:t xml:space="preserve"> rushed to his Master, Obeidullah Ibn Ziad.</w:t>
      </w:r>
    </w:p>
    <w:p w:rsidR="00C563CB" w:rsidRDefault="00C563CB" w:rsidP="00CD60A2">
      <w:pPr>
        <w:pStyle w:val="libItalic"/>
      </w:pPr>
      <w:r w:rsidRPr="00CD60A2">
        <w:t>T</w:t>
      </w:r>
      <w:r>
        <w:t>he sound of horses hoofs were approaching near</w:t>
      </w:r>
    </w:p>
    <w:p w:rsidR="00C563CB" w:rsidRDefault="00C563CB" w:rsidP="00CD60A2">
      <w:pPr>
        <w:pStyle w:val="libItalic"/>
      </w:pPr>
      <w:r w:rsidRPr="00CD60A2">
        <w:t>M</w:t>
      </w:r>
      <w:r>
        <w:t>uslim was in his prayers; he knew no fear</w:t>
      </w:r>
    </w:p>
    <w:p w:rsidR="00C563CB" w:rsidRDefault="00C563CB" w:rsidP="00CD60A2">
      <w:pPr>
        <w:pStyle w:val="libItalic"/>
      </w:pPr>
      <w:r w:rsidRPr="00CD60A2">
        <w:t>H</w:t>
      </w:r>
      <w:r>
        <w:t>e immediately realized, he had been betrayed</w:t>
      </w:r>
    </w:p>
    <w:p w:rsidR="00C563CB" w:rsidRDefault="00C563CB" w:rsidP="00CD60A2">
      <w:pPr>
        <w:pStyle w:val="libItalic"/>
      </w:pPr>
      <w:r w:rsidRPr="00CD60A2">
        <w:t>H</w:t>
      </w:r>
      <w:r>
        <w:t>is time was up; he would soon be dead!</w:t>
      </w:r>
    </w:p>
    <w:p w:rsidR="00C563CB" w:rsidRDefault="00C563CB" w:rsidP="00CD60A2">
      <w:pPr>
        <w:pStyle w:val="libItalic"/>
      </w:pPr>
      <w:r w:rsidRPr="00CD60A2">
        <w:t>T</w:t>
      </w:r>
      <w:r>
        <w:t>he noble lady was aghast! How could she explain?</w:t>
      </w:r>
    </w:p>
    <w:p w:rsidR="00C563CB" w:rsidRDefault="00C563CB" w:rsidP="00CD60A2">
      <w:pPr>
        <w:pStyle w:val="libItalic"/>
      </w:pPr>
      <w:r w:rsidRPr="00CD60A2">
        <w:t>I</w:t>
      </w:r>
      <w:r>
        <w:t>t was her son who had brought her everlasting shame</w:t>
      </w:r>
    </w:p>
    <w:p w:rsidR="00C563CB" w:rsidRDefault="00C563CB" w:rsidP="00CD60A2">
      <w:pPr>
        <w:pStyle w:val="libItalic"/>
      </w:pPr>
      <w:r w:rsidRPr="00CD60A2">
        <w:t>M</w:t>
      </w:r>
      <w:r>
        <w:t>uslim assured Taha that he was absolutely sure,</w:t>
      </w:r>
    </w:p>
    <w:p w:rsidR="00C563CB" w:rsidRDefault="00C563CB" w:rsidP="00CD60A2">
      <w:pPr>
        <w:pStyle w:val="libItalic"/>
      </w:pPr>
      <w:r w:rsidRPr="00CD60A2">
        <w:t>S</w:t>
      </w:r>
      <w:r>
        <w:t>he was a lover of Husayn and his grandsire!</w:t>
      </w:r>
    </w:p>
    <w:p w:rsidR="00C563CB" w:rsidRDefault="00C563CB" w:rsidP="00CD60A2">
      <w:pPr>
        <w:pStyle w:val="libItalic"/>
      </w:pPr>
      <w:r w:rsidRPr="00CD60A2">
        <w:t>T</w:t>
      </w:r>
      <w:r>
        <w:t>he lane was narrow, it had no width</w:t>
      </w:r>
    </w:p>
    <w:p w:rsidR="00C563CB" w:rsidRDefault="00C563CB" w:rsidP="00CD60A2">
      <w:pPr>
        <w:pStyle w:val="libItalic"/>
      </w:pPr>
      <w:r w:rsidRPr="00CD60A2">
        <w:t>T</w:t>
      </w:r>
      <w:r>
        <w:t xml:space="preserve">wo horses abreast could hardly </w:t>
      </w:r>
      <w:proofErr w:type="gramStart"/>
      <w:r>
        <w:t>breath</w:t>
      </w:r>
      <w:proofErr w:type="gramEnd"/>
    </w:p>
    <w:p w:rsidR="00C563CB" w:rsidRDefault="00C563CB" w:rsidP="00CD60A2">
      <w:pPr>
        <w:pStyle w:val="libItalic"/>
      </w:pPr>
      <w:r w:rsidRPr="00CD60A2">
        <w:t>I</w:t>
      </w:r>
      <w:r>
        <w:t>t was an ideal ground for single combat</w:t>
      </w:r>
    </w:p>
    <w:p w:rsidR="00C563CB" w:rsidRDefault="00C563CB" w:rsidP="00CD60A2">
      <w:pPr>
        <w:pStyle w:val="libItalic"/>
      </w:pPr>
      <w:r w:rsidRPr="00CD60A2">
        <w:t>L</w:t>
      </w:r>
      <w:r>
        <w:t>ike lion, Muslim ferociously fought.</w:t>
      </w:r>
    </w:p>
    <w:p w:rsidR="00C563CB" w:rsidRDefault="00C563CB" w:rsidP="00CD60A2">
      <w:pPr>
        <w:pStyle w:val="libItalic"/>
      </w:pPr>
      <w:r w:rsidRPr="00CD60A2">
        <w:t>T</w:t>
      </w:r>
      <w:r>
        <w:t>o the enemy, it soon became abundantly plain</w:t>
      </w:r>
    </w:p>
    <w:p w:rsidR="00C563CB" w:rsidRDefault="00C563CB" w:rsidP="00CD60A2">
      <w:pPr>
        <w:pStyle w:val="libItalic"/>
      </w:pPr>
      <w:r w:rsidRPr="00CD60A2">
        <w:t>I</w:t>
      </w:r>
      <w:r>
        <w:t>t was a futile and sure loosing game</w:t>
      </w:r>
    </w:p>
    <w:p w:rsidR="00C563CB" w:rsidRDefault="00C563CB" w:rsidP="00CD60A2">
      <w:pPr>
        <w:pStyle w:val="libItalic"/>
      </w:pPr>
      <w:r w:rsidRPr="00CD60A2">
        <w:t>F</w:t>
      </w:r>
      <w:r>
        <w:t>rom housetops, they hurled missiles and stones</w:t>
      </w:r>
    </w:p>
    <w:p w:rsidR="00C563CB" w:rsidRDefault="00C563CB" w:rsidP="00CD60A2">
      <w:pPr>
        <w:pStyle w:val="libItalic"/>
      </w:pPr>
      <w:r w:rsidRPr="00CD60A2">
        <w:t>S</w:t>
      </w:r>
      <w:r>
        <w:t>eriously wounded, M7uslim left his vantage position.</w:t>
      </w:r>
    </w:p>
    <w:p w:rsidR="00C563CB" w:rsidRDefault="00C563CB" w:rsidP="00CD60A2">
      <w:pPr>
        <w:pStyle w:val="libItalic"/>
      </w:pPr>
      <w:r w:rsidRPr="00CD60A2">
        <w:t>H</w:t>
      </w:r>
      <w:r>
        <w:t>e desperately moved forward; they all fell back</w:t>
      </w:r>
    </w:p>
    <w:p w:rsidR="00C563CB" w:rsidRDefault="00C563CB" w:rsidP="00CD60A2">
      <w:pPr>
        <w:pStyle w:val="libItalic"/>
      </w:pPr>
      <w:r w:rsidRPr="00CD60A2">
        <w:t>S</w:t>
      </w:r>
      <w:r>
        <w:t>o fierce was the charge, they all fled in a pack</w:t>
      </w:r>
    </w:p>
    <w:p w:rsidR="00C563CB" w:rsidRDefault="00C563CB" w:rsidP="00CD60A2">
      <w:pPr>
        <w:pStyle w:val="libItalic"/>
      </w:pPr>
      <w:r w:rsidRPr="00CD60A2">
        <w:t>T</w:t>
      </w:r>
      <w:r>
        <w:t>o stop him, they thought of a clever ruse</w:t>
      </w:r>
    </w:p>
    <w:p w:rsidR="00C563CB" w:rsidRDefault="00C563CB" w:rsidP="00CD60A2">
      <w:pPr>
        <w:pStyle w:val="libItalic"/>
      </w:pPr>
      <w:r w:rsidRPr="00CD60A2">
        <w:t>T</w:t>
      </w:r>
      <w:r>
        <w:t>hey dug a trench and had it covered, as subterfuge.</w:t>
      </w:r>
    </w:p>
    <w:p w:rsidR="00C563CB" w:rsidRDefault="00C563CB" w:rsidP="00CD60A2">
      <w:pPr>
        <w:pStyle w:val="libItalic"/>
      </w:pPr>
      <w:r w:rsidRPr="00CD60A2">
        <w:t>H</w:t>
      </w:r>
      <w:r>
        <w:t>e rushed on wielding his sword dexterously</w:t>
      </w:r>
    </w:p>
    <w:p w:rsidR="00C563CB" w:rsidRDefault="00C563CB" w:rsidP="00CD60A2">
      <w:pPr>
        <w:pStyle w:val="libItalic"/>
      </w:pPr>
      <w:r w:rsidRPr="00CD60A2">
        <w:t>H</w:t>
      </w:r>
      <w:r>
        <w:t>e fell in the trench, as planned treacherously;</w:t>
      </w:r>
    </w:p>
    <w:p w:rsidR="00C563CB" w:rsidRDefault="00C563CB" w:rsidP="00CD60A2">
      <w:pPr>
        <w:pStyle w:val="libItalic"/>
      </w:pPr>
      <w:r w:rsidRPr="00CD60A2">
        <w:t>T</w:t>
      </w:r>
      <w:r>
        <w:t>he retreating hounds soon swooped down</w:t>
      </w:r>
    </w:p>
    <w:p w:rsidR="00C563CB" w:rsidRDefault="00C563CB" w:rsidP="00CD60A2">
      <w:pPr>
        <w:pStyle w:val="libItalic"/>
      </w:pPr>
      <w:r w:rsidRPr="00CD60A2">
        <w:lastRenderedPageBreak/>
        <w:t>I</w:t>
      </w:r>
      <w:r>
        <w:t>n no time, he was heavily chained and bound.</w:t>
      </w:r>
    </w:p>
    <w:p w:rsidR="00C563CB" w:rsidRDefault="00C563CB" w:rsidP="00CD60A2">
      <w:pPr>
        <w:pStyle w:val="libItalic"/>
      </w:pPr>
      <w:r w:rsidRPr="00CD60A2">
        <w:t>I</w:t>
      </w:r>
      <w:r>
        <w:t>n the streets of Kufa, he was soon paraded</w:t>
      </w:r>
    </w:p>
    <w:p w:rsidR="00C563CB" w:rsidRDefault="00C563CB" w:rsidP="00CD60A2">
      <w:pPr>
        <w:pStyle w:val="libItalic"/>
      </w:pPr>
      <w:r w:rsidRPr="00CD60A2">
        <w:t>T</w:t>
      </w:r>
      <w:r>
        <w:t>hose who had sworn him allegiance, were delighted</w:t>
      </w:r>
    </w:p>
    <w:p w:rsidR="00C563CB" w:rsidRDefault="00C563CB" w:rsidP="00CD60A2">
      <w:pPr>
        <w:pStyle w:val="libItalic"/>
      </w:pPr>
      <w:r w:rsidRPr="00CD60A2">
        <w:t>T</w:t>
      </w:r>
      <w:r>
        <w:t>hey were watching him with perfect equanimity</w:t>
      </w:r>
    </w:p>
    <w:p w:rsidR="00C563CB" w:rsidRDefault="00C563CB" w:rsidP="00CD60A2">
      <w:pPr>
        <w:pStyle w:val="libItalic"/>
      </w:pPr>
      <w:r w:rsidRPr="00CD60A2">
        <w:t>A</w:t>
      </w:r>
      <w:r>
        <w:t>s if he was an utter stranger; what rascality!</w:t>
      </w:r>
    </w:p>
    <w:p w:rsidR="00C563CB" w:rsidRDefault="00C563CB" w:rsidP="00CD60A2">
      <w:pPr>
        <w:pStyle w:val="libItalic"/>
      </w:pPr>
      <w:r>
        <w:t>"</w:t>
      </w:r>
      <w:r w:rsidRPr="00CD60A2">
        <w:t>A</w:t>
      </w:r>
      <w:r>
        <w:t>s per Arab custom, I shall fulfill it</w:t>
      </w:r>
    </w:p>
    <w:p w:rsidR="00C563CB" w:rsidRDefault="00C563CB" w:rsidP="00CD60A2">
      <w:pPr>
        <w:pStyle w:val="libItalic"/>
      </w:pPr>
      <w:r w:rsidRPr="00CD60A2">
        <w:t>Y</w:t>
      </w:r>
      <w:r>
        <w:t>our last wish if you shall reveal it."</w:t>
      </w:r>
    </w:p>
    <w:p w:rsidR="00C563CB" w:rsidRDefault="00C563CB" w:rsidP="00CD60A2">
      <w:pPr>
        <w:pStyle w:val="libItalic"/>
      </w:pPr>
      <w:r w:rsidRPr="00CD60A2">
        <w:t>A</w:t>
      </w:r>
      <w:r>
        <w:t xml:space="preserve"> glint of hope came to Muslim's eyes</w:t>
      </w:r>
    </w:p>
    <w:p w:rsidR="00C563CB" w:rsidRDefault="00C563CB" w:rsidP="00CD60A2">
      <w:pPr>
        <w:pStyle w:val="libItalic"/>
      </w:pPr>
      <w:r w:rsidRPr="00CD60A2">
        <w:t>W</w:t>
      </w:r>
      <w:r>
        <w:t>hy not accept and make this final try?</w:t>
      </w:r>
    </w:p>
    <w:p w:rsidR="00C563CB" w:rsidRDefault="00C563CB" w:rsidP="00CD60A2">
      <w:pPr>
        <w:pStyle w:val="libItalic"/>
      </w:pPr>
      <w:r w:rsidRPr="00CD60A2">
        <w:t>O</w:t>
      </w:r>
      <w:r>
        <w:t>beidullah, if you are true to your word,</w:t>
      </w:r>
    </w:p>
    <w:p w:rsidR="00C563CB" w:rsidRDefault="00C563CB" w:rsidP="00CD60A2">
      <w:pPr>
        <w:pStyle w:val="libItalic"/>
      </w:pPr>
      <w:r w:rsidRPr="00CD60A2">
        <w:t>F</w:t>
      </w:r>
      <w:r>
        <w:t>ulfill my last wish and inform my lord</w:t>
      </w:r>
    </w:p>
    <w:p w:rsidR="00C563CB" w:rsidRDefault="00C563CB" w:rsidP="00CD60A2">
      <w:pPr>
        <w:pStyle w:val="libItalic"/>
      </w:pPr>
      <w:r w:rsidRPr="00CD60A2">
        <w:t>T</w:t>
      </w:r>
      <w:r>
        <w:t>o return to Medina, before it is late</w:t>
      </w:r>
    </w:p>
    <w:p w:rsidR="00C563CB" w:rsidRDefault="00C563CB" w:rsidP="00CD60A2">
      <w:pPr>
        <w:pStyle w:val="libItalic"/>
      </w:pPr>
      <w:r w:rsidRPr="00CD60A2">
        <w:t>A</w:t>
      </w:r>
      <w:r>
        <w:t>s coming to Kufa, would be a sheer waste.</w:t>
      </w:r>
    </w:p>
    <w:p w:rsidR="00C563CB" w:rsidRDefault="00C563CB" w:rsidP="00CD60A2">
      <w:pPr>
        <w:pStyle w:val="libItalic"/>
      </w:pPr>
      <w:r w:rsidRPr="00CD60A2">
        <w:t>T</w:t>
      </w:r>
      <w:r>
        <w:t>he crafty Obeidullah was absolutely flabbergasted</w:t>
      </w:r>
    </w:p>
    <w:p w:rsidR="00C563CB" w:rsidRDefault="00C563CB" w:rsidP="00CD60A2">
      <w:pPr>
        <w:pStyle w:val="libItalic"/>
      </w:pPr>
      <w:r w:rsidRPr="00CD60A2">
        <w:t>S</w:t>
      </w:r>
      <w:r>
        <w:t>pare the lives of my two sons, he could have suggested</w:t>
      </w:r>
    </w:p>
    <w:p w:rsidR="00C563CB" w:rsidRDefault="00C563CB" w:rsidP="00CD60A2">
      <w:pPr>
        <w:pStyle w:val="libItalic"/>
      </w:pPr>
      <w:r w:rsidRPr="00CD60A2">
        <w:t>H</w:t>
      </w:r>
      <w:r>
        <w:t>e could not even imagine, how could a person</w:t>
      </w:r>
    </w:p>
    <w:p w:rsidR="00C563CB" w:rsidRDefault="00C563CB" w:rsidP="00CD60A2">
      <w:pPr>
        <w:pStyle w:val="libItalic"/>
      </w:pPr>
      <w:r w:rsidRPr="00CD60A2">
        <w:t>T</w:t>
      </w:r>
      <w:r>
        <w:t>hink of his master, when doomed were his sons.</w:t>
      </w:r>
    </w:p>
    <w:p w:rsidR="00C563CB" w:rsidRDefault="00C563CB" w:rsidP="00CD60A2">
      <w:pPr>
        <w:pStyle w:val="libItalic"/>
      </w:pPr>
      <w:r w:rsidRPr="00CD60A2">
        <w:t>M</w:t>
      </w:r>
      <w:r>
        <w:t>uslim's last wish did not go in vain</w:t>
      </w:r>
    </w:p>
    <w:p w:rsidR="00C563CB" w:rsidRDefault="00C563CB" w:rsidP="00CD60A2">
      <w:pPr>
        <w:pStyle w:val="libItalic"/>
      </w:pPr>
      <w:r w:rsidRPr="00CD60A2">
        <w:t>M</w:t>
      </w:r>
      <w:r>
        <w:t>erciful God kindled the heart of one of them</w:t>
      </w:r>
    </w:p>
    <w:p w:rsidR="00C563CB" w:rsidRDefault="00C563CB" w:rsidP="00CD60A2">
      <w:pPr>
        <w:pStyle w:val="libItalic"/>
      </w:pPr>
      <w:r w:rsidRPr="00CD60A2">
        <w:t>H</w:t>
      </w:r>
      <w:r>
        <w:t>e left Kufa post-haste to fulfill his mission</w:t>
      </w:r>
    </w:p>
    <w:p w:rsidR="00C563CB" w:rsidRDefault="00C563CB" w:rsidP="00CD60A2">
      <w:pPr>
        <w:pStyle w:val="libItalic"/>
      </w:pPr>
      <w:proofErr w:type="gramStart"/>
      <w:r w:rsidRPr="00CD60A2">
        <w:t>A</w:t>
      </w:r>
      <w:r>
        <w:t>nd</w:t>
      </w:r>
      <w:proofErr w:type="gramEnd"/>
      <w:r>
        <w:t xml:space="preserve"> informed Husayn of Muslim's martyrdom.</w:t>
      </w:r>
    </w:p>
    <w:p w:rsidR="00C563CB" w:rsidRDefault="00C563CB" w:rsidP="00CD60A2">
      <w:pPr>
        <w:pStyle w:val="libItalic"/>
      </w:pPr>
      <w:r w:rsidRPr="00CD60A2">
        <w:t>H</w:t>
      </w:r>
      <w:r>
        <w:t>usayn wept bitterly, as never before</w:t>
      </w:r>
    </w:p>
    <w:p w:rsidR="00C563CB" w:rsidRDefault="00C563CB" w:rsidP="00CD60A2">
      <w:pPr>
        <w:pStyle w:val="libItalic"/>
      </w:pPr>
      <w:r w:rsidRPr="00CD60A2">
        <w:t>M</w:t>
      </w:r>
      <w:r>
        <w:t>uslim's daughter realized her father was no more</w:t>
      </w:r>
    </w:p>
    <w:p w:rsidR="00C563CB" w:rsidRDefault="00C563CB" w:rsidP="00CD60A2">
      <w:pPr>
        <w:pStyle w:val="libItalic"/>
      </w:pPr>
      <w:r w:rsidRPr="00CD60A2">
        <w:t>O</w:t>
      </w:r>
      <w:r>
        <w:t>ne pair of earrings, he lovingly gave to her</w:t>
      </w:r>
    </w:p>
    <w:p w:rsidR="00C563CB" w:rsidRDefault="00C563CB" w:rsidP="00CD60A2">
      <w:pPr>
        <w:pStyle w:val="libItalic"/>
      </w:pPr>
      <w:proofErr w:type="gramStart"/>
      <w:r w:rsidRPr="00CD60A2">
        <w:t>A</w:t>
      </w:r>
      <w:r>
        <w:t>nd</w:t>
      </w:r>
      <w:proofErr w:type="gramEnd"/>
      <w:r>
        <w:t xml:space="preserve"> another to Sakina, his child most dear.</w:t>
      </w:r>
    </w:p>
    <w:p w:rsidR="00C563CB" w:rsidRDefault="00C563CB" w:rsidP="00CD60A2">
      <w:pPr>
        <w:pStyle w:val="libItalic"/>
      </w:pPr>
      <w:r>
        <w:t>"</w:t>
      </w:r>
      <w:r w:rsidRPr="00CD60A2">
        <w:t>A</w:t>
      </w:r>
      <w:r>
        <w:t>re you returning back?" the messenger inquired</w:t>
      </w:r>
    </w:p>
    <w:p w:rsidR="00C563CB" w:rsidRDefault="00C563CB" w:rsidP="00CD60A2">
      <w:pPr>
        <w:pStyle w:val="libItalic"/>
      </w:pPr>
      <w:r>
        <w:t>"</w:t>
      </w:r>
      <w:r w:rsidRPr="00CD60A2">
        <w:t>N</w:t>
      </w:r>
      <w:r>
        <w:t>o! I am not," Husayn, very sadly replied</w:t>
      </w:r>
    </w:p>
    <w:p w:rsidR="00C563CB" w:rsidRDefault="00C563CB" w:rsidP="00CD60A2">
      <w:pPr>
        <w:pStyle w:val="libItalic"/>
      </w:pPr>
      <w:r>
        <w:t>"</w:t>
      </w:r>
      <w:r w:rsidRPr="00CD60A2">
        <w:t>A</w:t>
      </w:r>
      <w:r>
        <w:t>s ordained, I am going to meet my destiny,</w:t>
      </w:r>
    </w:p>
    <w:p w:rsidR="00C563CB" w:rsidRDefault="00C563CB" w:rsidP="00CD60A2">
      <w:pPr>
        <w:pStyle w:val="libItalic"/>
      </w:pPr>
      <w:r w:rsidRPr="00CD60A2">
        <w:t>A</w:t>
      </w:r>
      <w:r>
        <w:t>nd so are my faithful friends, who are with me."</w:t>
      </w:r>
    </w:p>
    <w:p w:rsidR="00C563CB" w:rsidRDefault="00C563CB" w:rsidP="00C563CB">
      <w:pPr>
        <w:pStyle w:val="libNormal"/>
      </w:pPr>
      <w:r>
        <w:br w:type="page"/>
      </w:r>
    </w:p>
    <w:p w:rsidR="00C563CB" w:rsidRDefault="00C563CB" w:rsidP="00C563CB">
      <w:pPr>
        <w:pStyle w:val="Heading1Center"/>
      </w:pPr>
      <w:bookmarkStart w:id="6" w:name="_Toc471903290"/>
      <w:r>
        <w:lastRenderedPageBreak/>
        <w:t>(8) The Gems</w:t>
      </w:r>
      <w:bookmarkEnd w:id="6"/>
    </w:p>
    <w:p w:rsidR="00C563CB" w:rsidRDefault="00C563CB" w:rsidP="00CD60A2">
      <w:pPr>
        <w:pStyle w:val="libItalic"/>
      </w:pPr>
      <w:r w:rsidRPr="00CD60A2">
        <w:t>O</w:t>
      </w:r>
      <w:r>
        <w:t>n Ashoor night, he called his friends</w:t>
      </w:r>
    </w:p>
    <w:p w:rsidR="00C563CB" w:rsidRDefault="00C563CB" w:rsidP="00CD60A2">
      <w:pPr>
        <w:pStyle w:val="libItalic"/>
      </w:pPr>
      <w:r w:rsidRPr="00CD60A2">
        <w:t>S</w:t>
      </w:r>
      <w:r>
        <w:t>o pure and noble, each was a rare GEM</w:t>
      </w:r>
    </w:p>
    <w:p w:rsidR="00C563CB" w:rsidRDefault="00C563CB" w:rsidP="00CD60A2">
      <w:pPr>
        <w:pStyle w:val="libItalic"/>
      </w:pPr>
      <w:r w:rsidRPr="00CD60A2">
        <w:t>T</w:t>
      </w:r>
      <w:r>
        <w:t>o induce them to leave, with their dear ones</w:t>
      </w:r>
    </w:p>
    <w:p w:rsidR="00C563CB" w:rsidRDefault="00C563CB" w:rsidP="00CD60A2">
      <w:pPr>
        <w:pStyle w:val="libItalic"/>
      </w:pPr>
      <w:r w:rsidRPr="00CD60A2">
        <w:t>F</w:t>
      </w:r>
      <w:r>
        <w:t>or his sake, he declared, should suffer none.</w:t>
      </w:r>
    </w:p>
    <w:p w:rsidR="00C563CB" w:rsidRDefault="00C563CB" w:rsidP="00CD60A2">
      <w:pPr>
        <w:pStyle w:val="libItalic"/>
      </w:pPr>
      <w:r w:rsidRPr="00CD60A2">
        <w:t>W</w:t>
      </w:r>
      <w:r>
        <w:t>ith rolling tears and heads bent down</w:t>
      </w:r>
    </w:p>
    <w:p w:rsidR="00C563CB" w:rsidRDefault="00C563CB" w:rsidP="00CD60A2">
      <w:pPr>
        <w:pStyle w:val="libItalic"/>
      </w:pPr>
      <w:r w:rsidRPr="00CD60A2">
        <w:t>T</w:t>
      </w:r>
      <w:r>
        <w:t>heir love for Husayn knew no bound</w:t>
      </w:r>
    </w:p>
    <w:p w:rsidR="00C563CB" w:rsidRDefault="00C563CB" w:rsidP="00CD60A2">
      <w:pPr>
        <w:pStyle w:val="libItalic"/>
      </w:pPr>
      <w:r w:rsidRPr="00CD60A2">
        <w:t>T</w:t>
      </w:r>
      <w:r>
        <w:t>heir burning desire, their goal of life</w:t>
      </w:r>
    </w:p>
    <w:p w:rsidR="00C563CB" w:rsidRDefault="00C563CB" w:rsidP="00CD60A2">
      <w:pPr>
        <w:pStyle w:val="libItalic"/>
      </w:pPr>
      <w:proofErr w:type="gramStart"/>
      <w:r w:rsidRPr="00CD60A2">
        <w:t>W</w:t>
      </w:r>
      <w:r>
        <w:t>as to defend Husayn, in this strife.</w:t>
      </w:r>
      <w:proofErr w:type="gramEnd"/>
    </w:p>
    <w:p w:rsidR="00C563CB" w:rsidRDefault="00C563CB" w:rsidP="00CD60A2">
      <w:pPr>
        <w:pStyle w:val="libItalic"/>
      </w:pPr>
      <w:r>
        <w:t>"</w:t>
      </w:r>
      <w:r w:rsidRPr="00CD60A2">
        <w:t>I</w:t>
      </w:r>
      <w:r>
        <w:t>t is my life that Yazid desires</w:t>
      </w:r>
    </w:p>
    <w:p w:rsidR="00C563CB" w:rsidRDefault="00C563CB" w:rsidP="00CD60A2">
      <w:pPr>
        <w:pStyle w:val="libItalic"/>
      </w:pPr>
      <w:r w:rsidRPr="00CD60A2">
        <w:t>I</w:t>
      </w:r>
      <w:r>
        <w:t xml:space="preserve"> permit you, one and all, to retire</w:t>
      </w:r>
    </w:p>
    <w:p w:rsidR="00C563CB" w:rsidRDefault="00C563CB" w:rsidP="00CD60A2">
      <w:pPr>
        <w:pStyle w:val="libItalic"/>
      </w:pPr>
      <w:r w:rsidRPr="00CD60A2">
        <w:t>T</w:t>
      </w:r>
      <w:r>
        <w:t>he sufferings, you have so far faced,</w:t>
      </w:r>
    </w:p>
    <w:p w:rsidR="00C563CB" w:rsidRDefault="00C563CB" w:rsidP="00CD60A2">
      <w:pPr>
        <w:pStyle w:val="libItalic"/>
      </w:pPr>
      <w:proofErr w:type="gramStart"/>
      <w:r w:rsidRPr="00CD60A2">
        <w:t>S</w:t>
      </w:r>
      <w:r>
        <w:t>peaks volumes for your loyalty and faith!"</w:t>
      </w:r>
      <w:proofErr w:type="gramEnd"/>
    </w:p>
    <w:p w:rsidR="00C563CB" w:rsidRDefault="00C563CB" w:rsidP="00CD60A2">
      <w:pPr>
        <w:pStyle w:val="libItalic"/>
      </w:pPr>
      <w:r w:rsidRPr="00CD60A2">
        <w:t>T</w:t>
      </w:r>
      <w:r>
        <w:t>o avoid embarrassment, he put out the lights</w:t>
      </w:r>
    </w:p>
    <w:p w:rsidR="00C563CB" w:rsidRDefault="00C563CB" w:rsidP="00CD60A2">
      <w:pPr>
        <w:pStyle w:val="libItalic"/>
      </w:pPr>
      <w:r w:rsidRPr="00CD60A2">
        <w:t>F</w:t>
      </w:r>
      <w:r>
        <w:t>or dark was the night, to aid their flight</w:t>
      </w:r>
    </w:p>
    <w:p w:rsidR="00C563CB" w:rsidRDefault="00C563CB" w:rsidP="00CD60A2">
      <w:pPr>
        <w:pStyle w:val="libItalic"/>
      </w:pPr>
      <w:r w:rsidRPr="00CD60A2">
        <w:t>W</w:t>
      </w:r>
      <w:r>
        <w:t>hen the lights were lit, after quite sometime</w:t>
      </w:r>
    </w:p>
    <w:p w:rsidR="00C563CB" w:rsidRDefault="00C563CB" w:rsidP="00CD60A2">
      <w:pPr>
        <w:pStyle w:val="libItalic"/>
      </w:pPr>
      <w:r w:rsidRPr="00CD60A2">
        <w:t>N</w:t>
      </w:r>
      <w:r>
        <w:t>one had moved, even an inch, from the line.</w:t>
      </w:r>
    </w:p>
    <w:p w:rsidR="00C563CB" w:rsidRDefault="00C563CB" w:rsidP="00CD60A2">
      <w:pPr>
        <w:pStyle w:val="libItalic"/>
      </w:pPr>
      <w:r>
        <w:t>"</w:t>
      </w:r>
      <w:r w:rsidRPr="00CD60A2">
        <w:t>Y</w:t>
      </w:r>
      <w:r>
        <w:t>ou are to us everything; how can we explain?</w:t>
      </w:r>
    </w:p>
    <w:p w:rsidR="00C563CB" w:rsidRDefault="00C563CB" w:rsidP="00CD60A2">
      <w:pPr>
        <w:pStyle w:val="libItalic"/>
      </w:pPr>
      <w:r w:rsidRPr="00CD60A2">
        <w:t>W</w:t>
      </w:r>
      <w:r>
        <w:t>ithout you, life is nothing!" they exclaimed</w:t>
      </w:r>
    </w:p>
    <w:p w:rsidR="00C563CB" w:rsidRDefault="00C563CB" w:rsidP="00CD60A2">
      <w:pPr>
        <w:pStyle w:val="libItalic"/>
      </w:pPr>
      <w:r>
        <w:t>"</w:t>
      </w:r>
      <w:r w:rsidRPr="00CD60A2">
        <w:t>N</w:t>
      </w:r>
      <w:r>
        <w:t>ot merely we love, venerate, and adore, he put out the lights</w:t>
      </w:r>
    </w:p>
    <w:p w:rsidR="00C563CB" w:rsidRDefault="00C563CB" w:rsidP="00CD60A2">
      <w:pPr>
        <w:pStyle w:val="libItalic"/>
      </w:pPr>
      <w:r w:rsidRPr="00CD60A2">
        <w:t>F</w:t>
      </w:r>
      <w:r>
        <w:t>or dark was the night, to aid their flight</w:t>
      </w:r>
    </w:p>
    <w:p w:rsidR="00C563CB" w:rsidRDefault="00C563CB" w:rsidP="00CD60A2">
      <w:pPr>
        <w:pStyle w:val="libItalic"/>
      </w:pPr>
      <w:r w:rsidRPr="00CD60A2">
        <w:t>W</w:t>
      </w:r>
      <w:r>
        <w:t>hen the lights were lit, after quite sometime</w:t>
      </w:r>
    </w:p>
    <w:p w:rsidR="00C563CB" w:rsidRDefault="00C563CB" w:rsidP="00CD60A2">
      <w:pPr>
        <w:pStyle w:val="libItalic"/>
      </w:pPr>
      <w:r w:rsidRPr="00CD60A2">
        <w:t>N</w:t>
      </w:r>
      <w:r>
        <w:t>one had moved, even an inch, from the line.</w:t>
      </w:r>
    </w:p>
    <w:p w:rsidR="00C563CB" w:rsidRDefault="00C563CB" w:rsidP="00CD60A2">
      <w:pPr>
        <w:pStyle w:val="libItalic"/>
      </w:pPr>
      <w:r>
        <w:t>"</w:t>
      </w:r>
      <w:r w:rsidRPr="00CD60A2">
        <w:t>Y</w:t>
      </w:r>
      <w:r>
        <w:t>ou are to us everything; how can we explain?</w:t>
      </w:r>
    </w:p>
    <w:p w:rsidR="00C563CB" w:rsidRDefault="00C563CB" w:rsidP="00CD60A2">
      <w:pPr>
        <w:pStyle w:val="libItalic"/>
      </w:pPr>
      <w:r w:rsidRPr="00CD60A2">
        <w:t>W</w:t>
      </w:r>
      <w:r>
        <w:t>ithout you, life is nothing!" they exclaimed</w:t>
      </w:r>
    </w:p>
    <w:p w:rsidR="00C563CB" w:rsidRDefault="00C563CB" w:rsidP="00CD60A2">
      <w:pPr>
        <w:pStyle w:val="libItalic"/>
      </w:pPr>
      <w:r>
        <w:t>"</w:t>
      </w:r>
      <w:r w:rsidRPr="00CD60A2">
        <w:t>N</w:t>
      </w:r>
      <w:r>
        <w:t>ot merely we love, venerate, and adore you,</w:t>
      </w:r>
    </w:p>
    <w:p w:rsidR="00C563CB" w:rsidRDefault="00C563CB" w:rsidP="00CD60A2">
      <w:pPr>
        <w:pStyle w:val="libItalic"/>
      </w:pPr>
      <w:r w:rsidRPr="00CD60A2">
        <w:t>E</w:t>
      </w:r>
      <w:r>
        <w:t>ach single act of yours kindles truth and love anew!"</w:t>
      </w:r>
    </w:p>
    <w:p w:rsidR="00C563CB" w:rsidRDefault="00C563CB" w:rsidP="00CD60A2">
      <w:pPr>
        <w:pStyle w:val="libItalic"/>
      </w:pPr>
      <w:r w:rsidRPr="00CD60A2">
        <w:t>H</w:t>
      </w:r>
      <w:r>
        <w:t>abib, Muslim, Buraire and Zuhair Ibn Kain</w:t>
      </w:r>
    </w:p>
    <w:p w:rsidR="00C563CB" w:rsidRDefault="00C563CB" w:rsidP="00CD60A2">
      <w:pPr>
        <w:pStyle w:val="libItalic"/>
      </w:pPr>
      <w:r w:rsidRPr="00CD60A2">
        <w:t>E</w:t>
      </w:r>
      <w:r>
        <w:t>xpressed these sentiments, all in one strain</w:t>
      </w:r>
    </w:p>
    <w:p w:rsidR="00C563CB" w:rsidRDefault="00C563CB" w:rsidP="00CD60A2">
      <w:pPr>
        <w:pStyle w:val="libItalic"/>
      </w:pPr>
      <w:r w:rsidRPr="00CD60A2">
        <w:t>S</w:t>
      </w:r>
      <w:r>
        <w:t>uch devotion, such ecstasy, the world had not seen</w:t>
      </w:r>
    </w:p>
    <w:p w:rsidR="00C563CB" w:rsidRDefault="00C563CB" w:rsidP="00CD60A2">
      <w:pPr>
        <w:pStyle w:val="libItalic"/>
      </w:pPr>
      <w:r w:rsidRPr="00CD60A2">
        <w:t>E</w:t>
      </w:r>
      <w:r>
        <w:t xml:space="preserve">ven among </w:t>
      </w:r>
      <w:proofErr w:type="gramStart"/>
      <w:r>
        <w:t>companions of</w:t>
      </w:r>
      <w:proofErr w:type="gramEnd"/>
      <w:r>
        <w:t xml:space="preserve"> 'Hayder' nor of 'Al Amin'.</w:t>
      </w:r>
    </w:p>
    <w:p w:rsidR="00C563CB" w:rsidRDefault="00C563CB" w:rsidP="00CD60A2">
      <w:pPr>
        <w:pStyle w:val="libItalic"/>
      </w:pPr>
      <w:r w:rsidRPr="00CD60A2">
        <w:t>W</w:t>
      </w:r>
      <w:r>
        <w:t>hat brave souls were these followers of Husayn?</w:t>
      </w:r>
    </w:p>
    <w:p w:rsidR="00C563CB" w:rsidRDefault="00C563CB" w:rsidP="00CD60A2">
      <w:pPr>
        <w:pStyle w:val="libItalic"/>
      </w:pPr>
      <w:r w:rsidRPr="00CD60A2">
        <w:t>W</w:t>
      </w:r>
      <w:r>
        <w:t>hat unique attachments of theirs, he had gained?</w:t>
      </w:r>
    </w:p>
    <w:p w:rsidR="00C563CB" w:rsidRDefault="00C563CB" w:rsidP="00CD60A2">
      <w:pPr>
        <w:pStyle w:val="libItalic"/>
      </w:pPr>
      <w:r w:rsidRPr="00CD60A2">
        <w:t>F</w:t>
      </w:r>
      <w:r>
        <w:t>rom different walks of life they came</w:t>
      </w:r>
    </w:p>
    <w:p w:rsidR="00C563CB" w:rsidRDefault="00C563CB" w:rsidP="00CD60A2">
      <w:pPr>
        <w:pStyle w:val="libItalic"/>
      </w:pPr>
      <w:r w:rsidRPr="00CD60A2">
        <w:t>T</w:t>
      </w:r>
      <w:r>
        <w:t>heir object was, absolutely, one and the same.</w:t>
      </w:r>
    </w:p>
    <w:p w:rsidR="00C563CB" w:rsidRDefault="00C563CB" w:rsidP="00CD60A2">
      <w:pPr>
        <w:pStyle w:val="libItalic"/>
      </w:pPr>
      <w:r w:rsidRPr="00CD60A2">
        <w:t>W</w:t>
      </w:r>
      <w:r>
        <w:t>ith what simplicity, the noble Jaun exclaimed</w:t>
      </w:r>
    </w:p>
    <w:p w:rsidR="00C563CB" w:rsidRDefault="00C563CB" w:rsidP="00CD60A2">
      <w:pPr>
        <w:pStyle w:val="libItalic"/>
      </w:pPr>
      <w:r>
        <w:t>"</w:t>
      </w:r>
      <w:r w:rsidRPr="00CD60A2">
        <w:t>O</w:t>
      </w:r>
      <w:r>
        <w:t>, my lord, I am a Negro slave" he maintained</w:t>
      </w:r>
    </w:p>
    <w:p w:rsidR="00C563CB" w:rsidRDefault="00C563CB" w:rsidP="00CD60A2">
      <w:pPr>
        <w:pStyle w:val="libItalic"/>
      </w:pPr>
      <w:r>
        <w:t>"</w:t>
      </w:r>
      <w:r w:rsidRPr="00CD60A2">
        <w:t>L</w:t>
      </w:r>
      <w:r>
        <w:t>et my blood mingle with the martyrs blood,</w:t>
      </w:r>
    </w:p>
    <w:p w:rsidR="00C563CB" w:rsidRDefault="00C563CB" w:rsidP="00CD60A2">
      <w:pPr>
        <w:pStyle w:val="libItalic"/>
      </w:pPr>
      <w:proofErr w:type="gramStart"/>
      <w:r w:rsidRPr="00CD60A2">
        <w:t>T</w:t>
      </w:r>
      <w:r>
        <w:t>o prove that we too are of the same mud."</w:t>
      </w:r>
      <w:proofErr w:type="gramEnd"/>
    </w:p>
    <w:p w:rsidR="00C563CB" w:rsidRDefault="00C563CB" w:rsidP="00CD60A2">
      <w:pPr>
        <w:pStyle w:val="libItalic"/>
      </w:pPr>
      <w:r w:rsidRPr="00CD60A2">
        <w:t>I</w:t>
      </w:r>
      <w:r>
        <w:t>n the face of trials and tribulations,</w:t>
      </w:r>
    </w:p>
    <w:p w:rsidR="00C563CB" w:rsidRDefault="00C563CB" w:rsidP="00CD60A2">
      <w:pPr>
        <w:pStyle w:val="libItalic"/>
      </w:pPr>
      <w:r w:rsidRPr="00CD60A2">
        <w:t>H</w:t>
      </w:r>
      <w:r>
        <w:t>e had only one solace and consolation;</w:t>
      </w:r>
    </w:p>
    <w:p w:rsidR="00C563CB" w:rsidRDefault="00C563CB" w:rsidP="00CD60A2">
      <w:pPr>
        <w:pStyle w:val="libItalic"/>
      </w:pPr>
      <w:r w:rsidRPr="00CD60A2">
        <w:t>A</w:t>
      </w:r>
      <w:r>
        <w:t xml:space="preserve"> band of faithful and fearless human beings</w:t>
      </w:r>
    </w:p>
    <w:p w:rsidR="00C563CB" w:rsidRDefault="00C563CB" w:rsidP="00CD60A2">
      <w:pPr>
        <w:pStyle w:val="libItalic"/>
      </w:pPr>
      <w:r w:rsidRPr="00CD60A2">
        <w:t>T</w:t>
      </w:r>
      <w:r>
        <w:t>he like of whom, the world had not seen.</w:t>
      </w:r>
    </w:p>
    <w:p w:rsidR="00C563CB" w:rsidRDefault="00C563CB" w:rsidP="00CD60A2">
      <w:pPr>
        <w:pStyle w:val="libItalic"/>
      </w:pPr>
      <w:r w:rsidRPr="00CD60A2">
        <w:t>H</w:t>
      </w:r>
      <w:r>
        <w:t>abib Ibn Mazahir, was a childhood devoted friend</w:t>
      </w:r>
    </w:p>
    <w:p w:rsidR="00C563CB" w:rsidRDefault="00C563CB" w:rsidP="00CD60A2">
      <w:pPr>
        <w:pStyle w:val="libItalic"/>
      </w:pPr>
      <w:r w:rsidRPr="00CD60A2">
        <w:t>H</w:t>
      </w:r>
      <w:r>
        <w:t>e literally followed Husayn, wherever he went</w:t>
      </w:r>
    </w:p>
    <w:p w:rsidR="00C563CB" w:rsidRDefault="00C563CB" w:rsidP="00CD60A2">
      <w:pPr>
        <w:pStyle w:val="libItalic"/>
      </w:pPr>
      <w:r w:rsidRPr="00CD60A2">
        <w:t>H</w:t>
      </w:r>
      <w:r>
        <w:t>e veneratingly kissed the ground, Husayn tread</w:t>
      </w:r>
    </w:p>
    <w:p w:rsidR="00C563CB" w:rsidRDefault="00C563CB" w:rsidP="00CD60A2">
      <w:pPr>
        <w:pStyle w:val="libItalic"/>
      </w:pPr>
      <w:r w:rsidRPr="00CD60A2">
        <w:t>H</w:t>
      </w:r>
      <w:r>
        <w:t>e was loved by the Prophet and lovingly caressed.</w:t>
      </w:r>
    </w:p>
    <w:p w:rsidR="00C563CB" w:rsidRDefault="00C563CB" w:rsidP="00CD60A2">
      <w:pPr>
        <w:pStyle w:val="libItalic"/>
      </w:pPr>
      <w:r w:rsidRPr="00CD60A2">
        <w:t>H</w:t>
      </w:r>
      <w:r>
        <w:t>e was in Kufa, when he heard of Husayn's plight</w:t>
      </w:r>
    </w:p>
    <w:p w:rsidR="00C563CB" w:rsidRDefault="00C563CB" w:rsidP="00CD60A2">
      <w:pPr>
        <w:pStyle w:val="libItalic"/>
      </w:pPr>
      <w:r>
        <w:lastRenderedPageBreak/>
        <w:t>"</w:t>
      </w:r>
      <w:r w:rsidRPr="00CD60A2">
        <w:t>F</w:t>
      </w:r>
      <w:r>
        <w:t>or Karbala, I shall leave the very same night."</w:t>
      </w:r>
    </w:p>
    <w:p w:rsidR="00C563CB" w:rsidRDefault="00C563CB" w:rsidP="00CD60A2">
      <w:pPr>
        <w:pStyle w:val="libItalic"/>
      </w:pPr>
      <w:r w:rsidRPr="00CD60A2">
        <w:t>W</w:t>
      </w:r>
      <w:r>
        <w:t>ith encouragement from his wife, a noble lady</w:t>
      </w:r>
    </w:p>
    <w:p w:rsidR="00C563CB" w:rsidRDefault="00C563CB" w:rsidP="00CD60A2">
      <w:pPr>
        <w:pStyle w:val="libItalic"/>
      </w:pPr>
      <w:r w:rsidRPr="00CD60A2">
        <w:t>H</w:t>
      </w:r>
      <w:r>
        <w:t>is faithful slave, kept for him all things ready.</w:t>
      </w:r>
    </w:p>
    <w:p w:rsidR="00C563CB" w:rsidRDefault="00C563CB" w:rsidP="00CD60A2">
      <w:pPr>
        <w:pStyle w:val="libItalic"/>
      </w:pPr>
      <w:r w:rsidRPr="00CD60A2">
        <w:t>K</w:t>
      </w:r>
      <w:r>
        <w:t>ufa, was agog with numerous rumors afloat</w:t>
      </w:r>
    </w:p>
    <w:p w:rsidR="00C563CB" w:rsidRDefault="00C563CB" w:rsidP="00CD60A2">
      <w:pPr>
        <w:pStyle w:val="libItalic"/>
      </w:pPr>
      <w:r w:rsidRPr="00CD60A2">
        <w:t>T</w:t>
      </w:r>
      <w:r>
        <w:t>reachery was afoot, for sacrificial goats</w:t>
      </w:r>
    </w:p>
    <w:p w:rsidR="00C563CB" w:rsidRDefault="00C563CB" w:rsidP="00CD60A2">
      <w:pPr>
        <w:pStyle w:val="libItalic"/>
      </w:pPr>
      <w:r w:rsidRPr="00CD60A2">
        <w:t>S</w:t>
      </w:r>
      <w:r>
        <w:t>uch was the risk, with spies all round</w:t>
      </w:r>
    </w:p>
    <w:p w:rsidR="00C563CB" w:rsidRDefault="00C563CB" w:rsidP="00CD60A2">
      <w:pPr>
        <w:pStyle w:val="libItalic"/>
      </w:pPr>
      <w:r w:rsidRPr="00CD60A2">
        <w:t>Y</w:t>
      </w:r>
      <w:r>
        <w:t>et he ventured; such was the magnetic bond.</w:t>
      </w:r>
    </w:p>
    <w:p w:rsidR="00C563CB" w:rsidRDefault="00C563CB" w:rsidP="00CD60A2">
      <w:pPr>
        <w:pStyle w:val="libItalic"/>
      </w:pPr>
      <w:r w:rsidRPr="00CD60A2">
        <w:t>H</w:t>
      </w:r>
      <w:r>
        <w:t>e reached Karbala on 9th of Muharram night</w:t>
      </w:r>
    </w:p>
    <w:p w:rsidR="00C563CB" w:rsidRDefault="00C563CB" w:rsidP="00CD60A2">
      <w:pPr>
        <w:pStyle w:val="libItalic"/>
      </w:pPr>
      <w:r w:rsidRPr="00CD60A2">
        <w:t>H</w:t>
      </w:r>
      <w:r>
        <w:t>usayn was distributing arms for the fight</w:t>
      </w:r>
    </w:p>
    <w:p w:rsidR="00C563CB" w:rsidRDefault="00C563CB" w:rsidP="00CD60A2">
      <w:pPr>
        <w:pStyle w:val="libItalic"/>
      </w:pPr>
      <w:r w:rsidRPr="00CD60A2">
        <w:t>H</w:t>
      </w:r>
      <w:r>
        <w:t>e had kept aside, for him, one set of arms</w:t>
      </w:r>
    </w:p>
    <w:p w:rsidR="00C563CB" w:rsidRDefault="00C563CB" w:rsidP="00CD60A2">
      <w:pPr>
        <w:pStyle w:val="libItalic"/>
      </w:pPr>
      <w:r>
        <w:t>"</w:t>
      </w:r>
      <w:r w:rsidRPr="00CD60A2">
        <w:t>H</w:t>
      </w:r>
      <w:r>
        <w:t>abib, my dearest friend, is sure to come."</w:t>
      </w:r>
    </w:p>
    <w:p w:rsidR="00C563CB" w:rsidRDefault="00C563CB" w:rsidP="00CD60A2">
      <w:pPr>
        <w:pStyle w:val="libItalic"/>
      </w:pPr>
      <w:r w:rsidRPr="00CD60A2">
        <w:t>W</w:t>
      </w:r>
      <w:r>
        <w:t>ahab, was the son of a noble and virtuous lady</w:t>
      </w:r>
    </w:p>
    <w:p w:rsidR="00C563CB" w:rsidRDefault="00C563CB" w:rsidP="00CD60A2">
      <w:pPr>
        <w:pStyle w:val="libItalic"/>
      </w:pPr>
      <w:r w:rsidRPr="00CD60A2">
        <w:t>F</w:t>
      </w:r>
      <w:r>
        <w:t>rom Damascus, she was externed, when he was a baby</w:t>
      </w:r>
    </w:p>
    <w:p w:rsidR="00C563CB" w:rsidRDefault="00C563CB" w:rsidP="00CD60A2">
      <w:pPr>
        <w:pStyle w:val="libItalic"/>
      </w:pPr>
      <w:r w:rsidRPr="00CD60A2">
        <w:t>F</w:t>
      </w:r>
      <w:r>
        <w:t>or praising Ali, she had incurred Moawiyah's wrath</w:t>
      </w:r>
    </w:p>
    <w:p w:rsidR="00C563CB" w:rsidRDefault="00C563CB" w:rsidP="00CD60A2">
      <w:pPr>
        <w:pStyle w:val="libItalic"/>
      </w:pPr>
      <w:r w:rsidRPr="00CD60A2">
        <w:t>S</w:t>
      </w:r>
      <w:r>
        <w:t>uch was the fate, at that time, of all lovers of God.</w:t>
      </w:r>
    </w:p>
    <w:p w:rsidR="00C563CB" w:rsidRDefault="00C563CB" w:rsidP="00CD60A2">
      <w:pPr>
        <w:pStyle w:val="libItalic"/>
      </w:pPr>
      <w:r w:rsidRPr="00CD60A2">
        <w:t>R</w:t>
      </w:r>
      <w:r>
        <w:t>eturning home, with his mother and wife,</w:t>
      </w:r>
    </w:p>
    <w:p w:rsidR="00C563CB" w:rsidRDefault="00C563CB" w:rsidP="00CD60A2">
      <w:pPr>
        <w:pStyle w:val="libItalic"/>
      </w:pPr>
      <w:r w:rsidRPr="00CD60A2">
        <w:t>H</w:t>
      </w:r>
      <w:r>
        <w:t>e saw an army poised like a murderer's knife</w:t>
      </w:r>
    </w:p>
    <w:p w:rsidR="00C563CB" w:rsidRDefault="00C563CB" w:rsidP="00CD60A2">
      <w:pPr>
        <w:pStyle w:val="libItalic"/>
      </w:pPr>
      <w:r w:rsidRPr="00CD60A2">
        <w:t>A</w:t>
      </w:r>
      <w:r>
        <w:t xml:space="preserve"> small group, mostly women, babes and old folks</w:t>
      </w:r>
    </w:p>
    <w:p w:rsidR="00C563CB" w:rsidRDefault="00C563CB" w:rsidP="00CD60A2">
      <w:pPr>
        <w:pStyle w:val="libItalic"/>
      </w:pPr>
      <w:r w:rsidRPr="00CD60A2">
        <w:t>W</w:t>
      </w:r>
      <w:r>
        <w:t xml:space="preserve">ere the victims of these cruel merciless </w:t>
      </w:r>
      <w:proofErr w:type="gramStart"/>
      <w:r>
        <w:t>foes.</w:t>
      </w:r>
      <w:proofErr w:type="gramEnd"/>
    </w:p>
    <w:p w:rsidR="00C563CB" w:rsidRDefault="00C563CB" w:rsidP="00CD60A2">
      <w:pPr>
        <w:pStyle w:val="libItalic"/>
      </w:pPr>
      <w:r w:rsidRPr="00CD60A2">
        <w:t>H</w:t>
      </w:r>
      <w:r>
        <w:t>e soon learnt, Prophet's grandson, Husayn Ibn Ali</w:t>
      </w:r>
    </w:p>
    <w:p w:rsidR="00C563CB" w:rsidRDefault="00C563CB" w:rsidP="00CD60A2">
      <w:pPr>
        <w:pStyle w:val="libItalic"/>
      </w:pPr>
      <w:r w:rsidRPr="00CD60A2">
        <w:t>S</w:t>
      </w:r>
      <w:r>
        <w:t>urrounded by Yazid's hordes, were he and his family</w:t>
      </w:r>
    </w:p>
    <w:p w:rsidR="00C563CB" w:rsidRDefault="00C563CB" w:rsidP="00CD60A2">
      <w:pPr>
        <w:pStyle w:val="libItalic"/>
      </w:pPr>
      <w:r w:rsidRPr="00CD60A2">
        <w:t>H</w:t>
      </w:r>
      <w:r>
        <w:t>e rushed to the side of Imam's small group</w:t>
      </w:r>
    </w:p>
    <w:p w:rsidR="00C563CB" w:rsidRDefault="00C563CB" w:rsidP="00CD60A2">
      <w:pPr>
        <w:pStyle w:val="libItalic"/>
      </w:pPr>
      <w:proofErr w:type="gramStart"/>
      <w:r w:rsidRPr="00CD60A2">
        <w:t>A</w:t>
      </w:r>
      <w:r>
        <w:t>nd</w:t>
      </w:r>
      <w:proofErr w:type="gramEnd"/>
      <w:r>
        <w:t xml:space="preserve"> begged of him, to let him join his troop.</w:t>
      </w:r>
    </w:p>
    <w:p w:rsidR="00C563CB" w:rsidRDefault="00C563CB" w:rsidP="00CD60A2">
      <w:pPr>
        <w:pStyle w:val="libItalic"/>
      </w:pPr>
      <w:r w:rsidRPr="00CD60A2">
        <w:t>W</w:t>
      </w:r>
      <w:r>
        <w:t>hen Husayn learnt Wahab had married only day before</w:t>
      </w:r>
    </w:p>
    <w:p w:rsidR="00C563CB" w:rsidRDefault="00C563CB" w:rsidP="00CD60A2">
      <w:pPr>
        <w:pStyle w:val="libItalic"/>
      </w:pPr>
      <w:r w:rsidRPr="00CD60A2">
        <w:t>H</w:t>
      </w:r>
      <w:r>
        <w:t>e insisted on his leaving with his wife and mother</w:t>
      </w:r>
    </w:p>
    <w:p w:rsidR="00C563CB" w:rsidRDefault="00C563CB" w:rsidP="00CD60A2">
      <w:pPr>
        <w:pStyle w:val="libItalic"/>
      </w:pPr>
      <w:r w:rsidRPr="00CD60A2">
        <w:t>W</w:t>
      </w:r>
      <w:r>
        <w:t>ith unflinching resolve, imploringly he pleaded,</w:t>
      </w:r>
    </w:p>
    <w:p w:rsidR="00C563CB" w:rsidRDefault="00C563CB" w:rsidP="00CD60A2">
      <w:pPr>
        <w:pStyle w:val="libItalic"/>
      </w:pPr>
      <w:r w:rsidRPr="00CD60A2">
        <w:t>T</w:t>
      </w:r>
      <w:r>
        <w:t>ill Husayn gave in and to his joining agreed.</w:t>
      </w:r>
    </w:p>
    <w:p w:rsidR="00C563CB" w:rsidRDefault="00C563CB" w:rsidP="00CD60A2">
      <w:pPr>
        <w:pStyle w:val="libItalic"/>
      </w:pPr>
      <w:r w:rsidRPr="00CD60A2">
        <w:t>M</w:t>
      </w:r>
      <w:r>
        <w:t>uslim Ibn Ausaja, had witnessed rights being trampled</w:t>
      </w:r>
    </w:p>
    <w:p w:rsidR="00C563CB" w:rsidRDefault="00C563CB" w:rsidP="00CD60A2">
      <w:pPr>
        <w:pStyle w:val="libItalic"/>
      </w:pPr>
      <w:r w:rsidRPr="00CD60A2">
        <w:t>B</w:t>
      </w:r>
      <w:r>
        <w:t>ent with age, his love for truth was undampened</w:t>
      </w:r>
    </w:p>
    <w:p w:rsidR="00C563CB" w:rsidRDefault="00C563CB" w:rsidP="00CD60A2">
      <w:pPr>
        <w:pStyle w:val="libItalic"/>
      </w:pPr>
      <w:r w:rsidRPr="00CD60A2">
        <w:t>V</w:t>
      </w:r>
      <w:r>
        <w:t>enerable companion of the Prophet, a most saintly soul</w:t>
      </w:r>
    </w:p>
    <w:p w:rsidR="00C563CB" w:rsidRDefault="00C563CB" w:rsidP="00CD60A2">
      <w:pPr>
        <w:pStyle w:val="libItalic"/>
      </w:pPr>
      <w:r w:rsidRPr="00CD60A2">
        <w:t>T</w:t>
      </w:r>
      <w:r>
        <w:t>o fight for truth, was his life's sole object and goal.</w:t>
      </w:r>
    </w:p>
    <w:p w:rsidR="00C563CB" w:rsidRDefault="00C563CB" w:rsidP="00CD60A2">
      <w:pPr>
        <w:pStyle w:val="libItalic"/>
      </w:pPr>
      <w:r w:rsidRPr="00CD60A2">
        <w:t>P</w:t>
      </w:r>
      <w:r>
        <w:t>hysically withered by age, being four score ten,</w:t>
      </w:r>
    </w:p>
    <w:p w:rsidR="00C563CB" w:rsidRDefault="00C563CB" w:rsidP="00CD60A2">
      <w:pPr>
        <w:pStyle w:val="libItalic"/>
      </w:pPr>
      <w:r w:rsidRPr="00CD60A2">
        <w:t>H</w:t>
      </w:r>
      <w:r>
        <w:t>is anxiety to help was a heroic gesture to men</w:t>
      </w:r>
    </w:p>
    <w:p w:rsidR="00C563CB" w:rsidRDefault="00C563CB" w:rsidP="00CD60A2">
      <w:pPr>
        <w:pStyle w:val="libItalic"/>
      </w:pPr>
      <w:r w:rsidRPr="00CD60A2">
        <w:t>F</w:t>
      </w:r>
      <w:r>
        <w:t>or he had witnessed on countless occasions</w:t>
      </w:r>
    </w:p>
    <w:p w:rsidR="00C563CB" w:rsidRDefault="00C563CB" w:rsidP="00CD60A2">
      <w:pPr>
        <w:pStyle w:val="libItalic"/>
      </w:pPr>
      <w:proofErr w:type="gramStart"/>
      <w:r w:rsidRPr="00CD60A2">
        <w:t>T</w:t>
      </w:r>
      <w:r>
        <w:t>he undying love, which the Prophet bore for Husayn.</w:t>
      </w:r>
      <w:proofErr w:type="gramEnd"/>
    </w:p>
    <w:p w:rsidR="00C563CB" w:rsidRDefault="00C563CB" w:rsidP="00CD60A2">
      <w:pPr>
        <w:pStyle w:val="libItalic"/>
      </w:pPr>
      <w:r w:rsidRPr="00CD60A2">
        <w:t>B</w:t>
      </w:r>
      <w:r>
        <w:t>uraire Hamadeni, was a warrior of repute</w:t>
      </w:r>
    </w:p>
    <w:p w:rsidR="00C563CB" w:rsidRDefault="00C563CB" w:rsidP="00CD60A2">
      <w:pPr>
        <w:pStyle w:val="libItalic"/>
      </w:pPr>
      <w:r w:rsidRPr="00CD60A2">
        <w:t>H</w:t>
      </w:r>
      <w:r>
        <w:t xml:space="preserve">is name caused shivers in </w:t>
      </w:r>
      <w:proofErr w:type="gramStart"/>
      <w:r>
        <w:t>adversaries</w:t>
      </w:r>
      <w:proofErr w:type="gramEnd"/>
      <w:r>
        <w:t xml:space="preserve"> boots</w:t>
      </w:r>
    </w:p>
    <w:p w:rsidR="00C563CB" w:rsidRDefault="00C563CB" w:rsidP="00CD60A2">
      <w:pPr>
        <w:pStyle w:val="libItalic"/>
      </w:pPr>
      <w:r w:rsidRPr="00CD60A2">
        <w:t>H</w:t>
      </w:r>
      <w:r>
        <w:t>e was itching to display his terrific might,</w:t>
      </w:r>
    </w:p>
    <w:p w:rsidR="00C563CB" w:rsidRDefault="00C563CB" w:rsidP="00CD60A2">
      <w:pPr>
        <w:pStyle w:val="libItalic"/>
      </w:pPr>
      <w:proofErr w:type="gramStart"/>
      <w:r w:rsidRPr="00CD60A2">
        <w:t>T</w:t>
      </w:r>
      <w:r>
        <w:t>o Yazid's mercenaries, in single battle and fights.</w:t>
      </w:r>
      <w:proofErr w:type="gramEnd"/>
    </w:p>
    <w:p w:rsidR="00C563CB" w:rsidRDefault="00C563CB" w:rsidP="00CD60A2">
      <w:pPr>
        <w:pStyle w:val="libItalic"/>
      </w:pPr>
      <w:r w:rsidRPr="00CD60A2">
        <w:t>H</w:t>
      </w:r>
      <w:r>
        <w:t>usayn calmed him down and explained</w:t>
      </w:r>
    </w:p>
    <w:p w:rsidR="00C563CB" w:rsidRDefault="00C563CB" w:rsidP="00CD60A2">
      <w:pPr>
        <w:pStyle w:val="libItalic"/>
      </w:pPr>
      <w:r w:rsidRPr="00CD60A2">
        <w:t>T</w:t>
      </w:r>
      <w:r>
        <w:t>o fight them is not at all our aim</w:t>
      </w:r>
    </w:p>
    <w:p w:rsidR="00C563CB" w:rsidRDefault="00C563CB" w:rsidP="00CD60A2">
      <w:pPr>
        <w:pStyle w:val="libItalic"/>
      </w:pPr>
      <w:r w:rsidRPr="00CD60A2">
        <w:t>B</w:t>
      </w:r>
      <w:r>
        <w:t>ut to defend and die like a martyr</w:t>
      </w:r>
    </w:p>
    <w:p w:rsidR="00C563CB" w:rsidRDefault="00C563CB" w:rsidP="00CD60A2">
      <w:pPr>
        <w:pStyle w:val="libItalic"/>
      </w:pPr>
      <w:r w:rsidRPr="00CD60A2">
        <w:t>W</w:t>
      </w:r>
      <w:r>
        <w:t xml:space="preserve">as the supreme test of each </w:t>
      </w:r>
      <w:proofErr w:type="gramStart"/>
      <w:r>
        <w:t>fighter.</w:t>
      </w:r>
      <w:proofErr w:type="gramEnd"/>
    </w:p>
    <w:p w:rsidR="00C563CB" w:rsidRDefault="00C563CB" w:rsidP="00CD60A2">
      <w:pPr>
        <w:pStyle w:val="libItalic"/>
      </w:pPr>
      <w:r w:rsidRPr="00CD60A2">
        <w:t>O</w:t>
      </w:r>
      <w:r>
        <w:t>n the eve, prior to the day of fateful battle,</w:t>
      </w:r>
    </w:p>
    <w:p w:rsidR="00C563CB" w:rsidRDefault="00C563CB" w:rsidP="00CD60A2">
      <w:pPr>
        <w:pStyle w:val="libItalic"/>
      </w:pPr>
      <w:r w:rsidRPr="00CD60A2">
        <w:t>B</w:t>
      </w:r>
      <w:r>
        <w:t>uraire urged his friends to show their mettle</w:t>
      </w:r>
    </w:p>
    <w:p w:rsidR="00C563CB" w:rsidRDefault="00C563CB" w:rsidP="00CD60A2">
      <w:pPr>
        <w:pStyle w:val="libItalic"/>
      </w:pPr>
      <w:r w:rsidRPr="00CD60A2">
        <w:t>A</w:t>
      </w:r>
      <w:r>
        <w:t>nd guard the Imam against the enemy's surprise raids</w:t>
      </w:r>
    </w:p>
    <w:p w:rsidR="00C563CB" w:rsidRDefault="00C563CB" w:rsidP="00CD60A2">
      <w:pPr>
        <w:pStyle w:val="libItalic"/>
      </w:pPr>
      <w:r w:rsidRPr="00CD60A2">
        <w:t>F</w:t>
      </w:r>
      <w:r>
        <w:t>or crafty was the enemy, unscrupulous, and debased.</w:t>
      </w:r>
    </w:p>
    <w:p w:rsidR="00C563CB" w:rsidRDefault="00C563CB" w:rsidP="00CD60A2">
      <w:pPr>
        <w:pStyle w:val="libItalic"/>
      </w:pPr>
      <w:r w:rsidRPr="00CD60A2">
        <w:t>U</w:t>
      </w:r>
      <w:r>
        <w:t>nbearable it was, the cry of thirsty children for water</w:t>
      </w:r>
    </w:p>
    <w:p w:rsidR="00C563CB" w:rsidRDefault="00C563CB" w:rsidP="00CD60A2">
      <w:pPr>
        <w:pStyle w:val="libItalic"/>
      </w:pPr>
      <w:r w:rsidRPr="00CD60A2">
        <w:lastRenderedPageBreak/>
        <w:t>E</w:t>
      </w:r>
      <w:r>
        <w:t>ven savages watered their victims, before slaughter</w:t>
      </w:r>
    </w:p>
    <w:p w:rsidR="00C563CB" w:rsidRDefault="00C563CB" w:rsidP="00CD60A2">
      <w:pPr>
        <w:pStyle w:val="libItalic"/>
      </w:pPr>
      <w:r w:rsidRPr="00CD60A2">
        <w:t>B</w:t>
      </w:r>
      <w:r>
        <w:t>uraire, with his friends, fought their way to the river</w:t>
      </w:r>
    </w:p>
    <w:p w:rsidR="00C563CB" w:rsidRDefault="00C563CB" w:rsidP="00CD60A2">
      <w:pPr>
        <w:pStyle w:val="libItalic"/>
      </w:pPr>
      <w:r w:rsidRPr="00CD60A2">
        <w:t>F</w:t>
      </w:r>
      <w:r>
        <w:t>illed a bag and returned with the precious life giver.</w:t>
      </w:r>
    </w:p>
    <w:p w:rsidR="00C563CB" w:rsidRDefault="00C563CB" w:rsidP="00CD60A2">
      <w:pPr>
        <w:pStyle w:val="libItalic"/>
      </w:pPr>
      <w:r w:rsidRPr="00CD60A2">
        <w:t>W</w:t>
      </w:r>
      <w:r>
        <w:t>ith what dejection and dismay, he witnessed the sight</w:t>
      </w:r>
    </w:p>
    <w:p w:rsidR="00C563CB" w:rsidRDefault="00C563CB" w:rsidP="00CD60A2">
      <w:pPr>
        <w:pStyle w:val="libItalic"/>
      </w:pPr>
      <w:r w:rsidRPr="00CD60A2">
        <w:t>T</w:t>
      </w:r>
      <w:r>
        <w:t>he thirsty children threw themselves in mad delight</w:t>
      </w:r>
    </w:p>
    <w:p w:rsidR="00C563CB" w:rsidRDefault="00C563CB" w:rsidP="00CD60A2">
      <w:pPr>
        <w:pStyle w:val="libItalic"/>
      </w:pPr>
      <w:r w:rsidRPr="00CD60A2">
        <w:t>T</w:t>
      </w:r>
      <w:r>
        <w:t>he bag opened, under the weight of the terrible crush</w:t>
      </w:r>
    </w:p>
    <w:p w:rsidR="00C563CB" w:rsidRDefault="00C563CB" w:rsidP="00CD60A2">
      <w:pPr>
        <w:pStyle w:val="libItalic"/>
      </w:pPr>
      <w:proofErr w:type="gramStart"/>
      <w:r w:rsidRPr="00CD60A2">
        <w:t>A</w:t>
      </w:r>
      <w:r>
        <w:t>nd</w:t>
      </w:r>
      <w:proofErr w:type="gramEnd"/>
      <w:r>
        <w:t xml:space="preserve"> out poured the water, in a mighty and mad gush.</w:t>
      </w:r>
    </w:p>
    <w:p w:rsidR="00C563CB" w:rsidRDefault="00C563CB" w:rsidP="00CD60A2">
      <w:pPr>
        <w:pStyle w:val="libItalic"/>
      </w:pPr>
      <w:r w:rsidRPr="00CD60A2">
        <w:t>M</w:t>
      </w:r>
      <w:r>
        <w:t>oved to tears, the brave warrior's eyes welled up</w:t>
      </w:r>
    </w:p>
    <w:p w:rsidR="00C563CB" w:rsidRDefault="00C563CB" w:rsidP="00CD60A2">
      <w:pPr>
        <w:pStyle w:val="libItalic"/>
      </w:pPr>
      <w:r w:rsidRPr="00CD60A2">
        <w:t>N</w:t>
      </w:r>
      <w:r>
        <w:t>o water was left, O, merciful heaven, not even a cup!</w:t>
      </w:r>
    </w:p>
    <w:p w:rsidR="00C563CB" w:rsidRDefault="00C563CB" w:rsidP="00CD60A2">
      <w:pPr>
        <w:pStyle w:val="libItalic"/>
      </w:pPr>
      <w:r w:rsidRPr="00CD60A2">
        <w:t>T</w:t>
      </w:r>
      <w:r>
        <w:t>he thirst of the children remained unquenched</w:t>
      </w:r>
    </w:p>
    <w:p w:rsidR="00C563CB" w:rsidRDefault="00C563CB" w:rsidP="00CD60A2">
      <w:pPr>
        <w:pStyle w:val="libItalic"/>
      </w:pPr>
      <w:proofErr w:type="gramStart"/>
      <w:r w:rsidRPr="00CD60A2">
        <w:t>T</w:t>
      </w:r>
      <w:r>
        <w:t>hough</w:t>
      </w:r>
      <w:proofErr w:type="gramEnd"/>
      <w:r>
        <w:t xml:space="preserve"> the earth, in water, was fully drenched.</w:t>
      </w:r>
    </w:p>
    <w:p w:rsidR="00C563CB" w:rsidRDefault="00C563CB" w:rsidP="00CD60A2">
      <w:pPr>
        <w:pStyle w:val="libItalic"/>
      </w:pPr>
      <w:r w:rsidRPr="00CD60A2">
        <w:t>H</w:t>
      </w:r>
      <w:r>
        <w:t>ur Ibn Yazid Riyahi, a strict disciplinarian</w:t>
      </w:r>
    </w:p>
    <w:p w:rsidR="00C563CB" w:rsidRDefault="00C563CB" w:rsidP="00CD60A2">
      <w:pPr>
        <w:pStyle w:val="libItalic"/>
      </w:pPr>
      <w:r w:rsidRPr="00CD60A2">
        <w:t>I</w:t>
      </w:r>
      <w:r>
        <w:t>n the army of Yazid, he commanded a battalion</w:t>
      </w:r>
    </w:p>
    <w:p w:rsidR="00C563CB" w:rsidRDefault="00C563CB" w:rsidP="00CD60A2">
      <w:pPr>
        <w:pStyle w:val="libItalic"/>
      </w:pPr>
      <w:r w:rsidRPr="00CD60A2">
        <w:t>W</w:t>
      </w:r>
      <w:r>
        <w:t>ith thousand soldiers, he blocked Husayn's path</w:t>
      </w:r>
    </w:p>
    <w:p w:rsidR="00C563CB" w:rsidRDefault="00C563CB" w:rsidP="00CD60A2">
      <w:pPr>
        <w:pStyle w:val="libItalic"/>
      </w:pPr>
      <w:r w:rsidRPr="00CD60A2">
        <w:t>N</w:t>
      </w:r>
      <w:r>
        <w:t>ot realizing, that it would lead to a blood bath.</w:t>
      </w:r>
    </w:p>
    <w:p w:rsidR="00C563CB" w:rsidRDefault="00C563CB" w:rsidP="00CD60A2">
      <w:pPr>
        <w:pStyle w:val="libItalic"/>
      </w:pPr>
      <w:r w:rsidRPr="00CD60A2">
        <w:t>H</w:t>
      </w:r>
      <w:r>
        <w:t>oping that a peaceful solution would be found</w:t>
      </w:r>
    </w:p>
    <w:p w:rsidR="00C563CB" w:rsidRDefault="00C563CB" w:rsidP="00CD60A2">
      <w:pPr>
        <w:pStyle w:val="libItalic"/>
      </w:pPr>
      <w:r w:rsidRPr="00CD60A2">
        <w:t>H</w:t>
      </w:r>
      <w:r>
        <w:t>e forced Husayn towards Karbala, as in duty bound</w:t>
      </w:r>
    </w:p>
    <w:p w:rsidR="00C563CB" w:rsidRDefault="00C563CB" w:rsidP="00CD60A2">
      <w:pPr>
        <w:pStyle w:val="libItalic"/>
      </w:pPr>
      <w:r w:rsidRPr="00CD60A2">
        <w:t>L</w:t>
      </w:r>
      <w:r>
        <w:t>ittle did he realize that his very men</w:t>
      </w:r>
    </w:p>
    <w:p w:rsidR="00C563CB" w:rsidRDefault="00C563CB" w:rsidP="00CD60A2">
      <w:pPr>
        <w:pStyle w:val="libItalic"/>
      </w:pPr>
      <w:proofErr w:type="gramStart"/>
      <w:r w:rsidRPr="00CD60A2">
        <w:t>W</w:t>
      </w:r>
      <w:r>
        <w:t>ould dare spill the blood of Prophet's GEM.</w:t>
      </w:r>
      <w:proofErr w:type="gramEnd"/>
    </w:p>
    <w:p w:rsidR="00C563CB" w:rsidRDefault="00C563CB" w:rsidP="00C563CB">
      <w:pPr>
        <w:pStyle w:val="libNormal"/>
      </w:pPr>
      <w:r>
        <w:br w:type="page"/>
      </w:r>
    </w:p>
    <w:p w:rsidR="00C563CB" w:rsidRDefault="00C563CB" w:rsidP="00C563CB">
      <w:pPr>
        <w:pStyle w:val="Heading1Center"/>
      </w:pPr>
      <w:bookmarkStart w:id="7" w:name="_Toc471903291"/>
      <w:r>
        <w:lastRenderedPageBreak/>
        <w:t>(9) The Supreme Sacrifice</w:t>
      </w:r>
      <w:bookmarkEnd w:id="7"/>
    </w:p>
    <w:p w:rsidR="00C563CB" w:rsidRDefault="00C563CB" w:rsidP="00CD60A2">
      <w:pPr>
        <w:pStyle w:val="libItalic"/>
      </w:pPr>
      <w:r w:rsidRPr="00CD60A2">
        <w:t>T</w:t>
      </w:r>
      <w:r>
        <w:t>he sad day dawned, the heavens were aghast</w:t>
      </w:r>
    </w:p>
    <w:p w:rsidR="00C563CB" w:rsidRDefault="00C563CB" w:rsidP="00CD60A2">
      <w:pPr>
        <w:pStyle w:val="libItalic"/>
      </w:pPr>
      <w:r w:rsidRPr="00CD60A2">
        <w:t>T</w:t>
      </w:r>
      <w:r>
        <w:t>ruth was at stake; the die had been cast</w:t>
      </w:r>
    </w:p>
    <w:p w:rsidR="00C563CB" w:rsidRDefault="00C563CB" w:rsidP="00CD60A2">
      <w:pPr>
        <w:pStyle w:val="libItalic"/>
      </w:pPr>
      <w:r w:rsidRPr="00CD60A2">
        <w:t>N</w:t>
      </w:r>
      <w:r>
        <w:t>ever had they witnessed, so supreme a test</w:t>
      </w:r>
    </w:p>
    <w:p w:rsidR="00C563CB" w:rsidRDefault="00C563CB" w:rsidP="00CD60A2">
      <w:pPr>
        <w:pStyle w:val="libItalic"/>
      </w:pPr>
      <w:r w:rsidRPr="00CD60A2">
        <w:t>B</w:t>
      </w:r>
      <w:r>
        <w:t>etween falsehood at its worst and truth at its best!</w:t>
      </w:r>
    </w:p>
    <w:p w:rsidR="00C563CB" w:rsidRDefault="00C563CB" w:rsidP="00CD60A2">
      <w:pPr>
        <w:pStyle w:val="libItalic"/>
      </w:pPr>
      <w:r w:rsidRPr="00CD60A2">
        <w:t>F</w:t>
      </w:r>
      <w:r>
        <w:t>or three torturous days and three miserable nights</w:t>
      </w:r>
    </w:p>
    <w:p w:rsidR="00C563CB" w:rsidRDefault="00C563CB" w:rsidP="00CD60A2">
      <w:pPr>
        <w:pStyle w:val="libItalic"/>
      </w:pPr>
      <w:r w:rsidRPr="00CD60A2">
        <w:t>H</w:t>
      </w:r>
      <w:r>
        <w:t>usayn's small band, were in a waterless plight;</w:t>
      </w:r>
    </w:p>
    <w:p w:rsidR="00C563CB" w:rsidRDefault="00C563CB" w:rsidP="00CD60A2">
      <w:pPr>
        <w:pStyle w:val="libItalic"/>
      </w:pPr>
      <w:r w:rsidRPr="00CD60A2">
        <w:t>T</w:t>
      </w:r>
      <w:r>
        <w:t>he babes, they licked, their mother's tongues,</w:t>
      </w:r>
    </w:p>
    <w:p w:rsidR="00C563CB" w:rsidRDefault="00C563CB" w:rsidP="00CD60A2">
      <w:pPr>
        <w:pStyle w:val="libItalic"/>
      </w:pPr>
      <w:r w:rsidRPr="00CD60A2">
        <w:t>P</w:t>
      </w:r>
      <w:r>
        <w:t>arched and thorny, they weepingly let it hung.</w:t>
      </w:r>
    </w:p>
    <w:p w:rsidR="00C563CB" w:rsidRDefault="00C563CB" w:rsidP="00CD60A2">
      <w:pPr>
        <w:pStyle w:val="libItalic"/>
      </w:pPr>
      <w:r w:rsidRPr="00CD60A2">
        <w:t>H</w:t>
      </w:r>
      <w:r>
        <w:t>is faith in God was sublime, beyond any dream</w:t>
      </w:r>
    </w:p>
    <w:p w:rsidR="00C563CB" w:rsidRDefault="00C563CB" w:rsidP="00CD60A2">
      <w:pPr>
        <w:pStyle w:val="libItalic"/>
      </w:pPr>
      <w:r w:rsidRPr="00CD60A2">
        <w:t>H</w:t>
      </w:r>
      <w:r>
        <w:t>is patience, spoke of complete surrender to Him</w:t>
      </w:r>
    </w:p>
    <w:p w:rsidR="00C563CB" w:rsidRDefault="00C563CB" w:rsidP="00CD60A2">
      <w:pPr>
        <w:pStyle w:val="libItalic"/>
      </w:pPr>
      <w:r w:rsidRPr="00CD60A2">
        <w:t>E</w:t>
      </w:r>
      <w:r>
        <w:t>ven in his worst hour, from the material eye,</w:t>
      </w:r>
    </w:p>
    <w:p w:rsidR="00C563CB" w:rsidRDefault="00C563CB" w:rsidP="00CD60A2">
      <w:pPr>
        <w:pStyle w:val="libItalic"/>
      </w:pPr>
      <w:r w:rsidRPr="00CD60A2">
        <w:t>H</w:t>
      </w:r>
      <w:r>
        <w:t>e was calm and unperturbed, not afraid to die!</w:t>
      </w:r>
    </w:p>
    <w:p w:rsidR="00C563CB" w:rsidRDefault="00C563CB" w:rsidP="00CD60A2">
      <w:pPr>
        <w:pStyle w:val="libItalic"/>
      </w:pPr>
      <w:r w:rsidRPr="00CD60A2">
        <w:t>H</w:t>
      </w:r>
      <w:r>
        <w:t>usayn was fully alive to things at stake</w:t>
      </w:r>
    </w:p>
    <w:p w:rsidR="00C563CB" w:rsidRDefault="00C563CB" w:rsidP="00CD60A2">
      <w:pPr>
        <w:pStyle w:val="libItalic"/>
      </w:pPr>
      <w:r w:rsidRPr="00CD60A2">
        <w:t>H</w:t>
      </w:r>
      <w:r>
        <w:t>e well knew what would be his family's fate</w:t>
      </w:r>
    </w:p>
    <w:p w:rsidR="00C563CB" w:rsidRDefault="00C563CB" w:rsidP="00CD60A2">
      <w:pPr>
        <w:pStyle w:val="libItalic"/>
      </w:pPr>
      <w:r w:rsidRPr="00CD60A2">
        <w:t>H</w:t>
      </w:r>
      <w:r>
        <w:t>e was aware that 'twas his martyr's cup</w:t>
      </w:r>
    </w:p>
    <w:p w:rsidR="00C563CB" w:rsidRDefault="00C563CB" w:rsidP="00CD60A2">
      <w:pPr>
        <w:pStyle w:val="libItalic"/>
      </w:pPr>
      <w:r w:rsidRPr="00CD60A2">
        <w:t>H</w:t>
      </w:r>
      <w:r>
        <w:t>e showed absolutely no grief when his time was up.</w:t>
      </w:r>
    </w:p>
    <w:p w:rsidR="00C563CB" w:rsidRDefault="00C563CB" w:rsidP="00CD60A2">
      <w:pPr>
        <w:pStyle w:val="libItalic"/>
      </w:pPr>
      <w:r w:rsidRPr="00CD60A2">
        <w:t>H</w:t>
      </w:r>
      <w:r>
        <w:t>e endeavored to make a last attempt</w:t>
      </w:r>
    </w:p>
    <w:p w:rsidR="00C563CB" w:rsidRDefault="00C563CB" w:rsidP="00CD60A2">
      <w:pPr>
        <w:pStyle w:val="libItalic"/>
      </w:pPr>
      <w:r w:rsidRPr="00CD60A2">
        <w:t>B</w:t>
      </w:r>
      <w:r>
        <w:t>ut the foes were all determined and bent</w:t>
      </w:r>
    </w:p>
    <w:p w:rsidR="00C563CB" w:rsidRDefault="00C563CB" w:rsidP="00CD60A2">
      <w:pPr>
        <w:pStyle w:val="libItalic"/>
      </w:pPr>
      <w:r w:rsidRPr="00CD60A2">
        <w:t>T</w:t>
      </w:r>
      <w:r>
        <w:t>o spill his blood, they thought it an honor</w:t>
      </w:r>
    </w:p>
    <w:p w:rsidR="00C563CB" w:rsidRDefault="00C563CB" w:rsidP="00CD60A2">
      <w:pPr>
        <w:pStyle w:val="libItalic"/>
      </w:pPr>
      <w:r w:rsidRPr="00CD60A2">
        <w:t>S</w:t>
      </w:r>
      <w:r>
        <w:t>uch is the fate of all the world's warners.</w:t>
      </w:r>
    </w:p>
    <w:p w:rsidR="00C563CB" w:rsidRDefault="00C563CB" w:rsidP="00CD60A2">
      <w:pPr>
        <w:pStyle w:val="libItalic"/>
      </w:pPr>
      <w:r>
        <w:t>"</w:t>
      </w:r>
      <w:r w:rsidRPr="00CD60A2">
        <w:t>S</w:t>
      </w:r>
      <w:r>
        <w:t>peak, O, you Kufi's, is this how</w:t>
      </w:r>
    </w:p>
    <w:p w:rsidR="00C563CB" w:rsidRDefault="00C563CB" w:rsidP="00CD60A2">
      <w:pPr>
        <w:pStyle w:val="libItalic"/>
      </w:pPr>
      <w:r w:rsidRPr="00CD60A2">
        <w:t>Y</w:t>
      </w:r>
      <w:r>
        <w:t>ou invite your guests and treat them now?</w:t>
      </w:r>
    </w:p>
    <w:p w:rsidR="00C563CB" w:rsidRDefault="00C563CB" w:rsidP="00CD60A2">
      <w:pPr>
        <w:pStyle w:val="libItalic"/>
      </w:pPr>
      <w:r w:rsidRPr="00CD60A2">
        <w:t>Y</w:t>
      </w:r>
      <w:r>
        <w:t>ou summoned our aid, you one and all</w:t>
      </w:r>
    </w:p>
    <w:p w:rsidR="00C563CB" w:rsidRDefault="00C563CB" w:rsidP="00CD60A2">
      <w:pPr>
        <w:pStyle w:val="libItalic"/>
      </w:pPr>
      <w:r w:rsidRPr="00CD60A2">
        <w:t>Y</w:t>
      </w:r>
      <w:r>
        <w:t>ou, as our Imam, must heed our call."</w:t>
      </w:r>
    </w:p>
    <w:p w:rsidR="00C563CB" w:rsidRDefault="00C563CB" w:rsidP="00CD60A2">
      <w:pPr>
        <w:pStyle w:val="libItalic"/>
      </w:pPr>
      <w:r>
        <w:t>"</w:t>
      </w:r>
      <w:r w:rsidRPr="00CD60A2">
        <w:t>T</w:t>
      </w:r>
      <w:r>
        <w:t>ruth is being trampled, we look to you,</w:t>
      </w:r>
    </w:p>
    <w:p w:rsidR="00C563CB" w:rsidRDefault="00C563CB" w:rsidP="00CD60A2">
      <w:pPr>
        <w:pStyle w:val="libItalic"/>
      </w:pPr>
      <w:r w:rsidRPr="00CD60A2">
        <w:t>T</w:t>
      </w:r>
      <w:r>
        <w:t>o uphold the flame, come to our rescue</w:t>
      </w:r>
    </w:p>
    <w:p w:rsidR="00C563CB" w:rsidRDefault="00C563CB" w:rsidP="00CD60A2">
      <w:pPr>
        <w:pStyle w:val="libItalic"/>
      </w:pPr>
      <w:r w:rsidRPr="00CD60A2">
        <w:t>T</w:t>
      </w:r>
      <w:r>
        <w:t>reachery is, indeed, a satanic vile</w:t>
      </w:r>
    </w:p>
    <w:p w:rsidR="00C563CB" w:rsidRDefault="00C563CB" w:rsidP="00CD60A2">
      <w:pPr>
        <w:pStyle w:val="libItalic"/>
      </w:pPr>
      <w:r w:rsidRPr="00CD60A2">
        <w:t>B</w:t>
      </w:r>
      <w:r>
        <w:t>ut in this you are ahead by miles."</w:t>
      </w:r>
    </w:p>
    <w:p w:rsidR="00C563CB" w:rsidRDefault="00C563CB" w:rsidP="00CD60A2">
      <w:pPr>
        <w:pStyle w:val="libItalic"/>
      </w:pPr>
      <w:r>
        <w:t>"</w:t>
      </w:r>
      <w:r w:rsidRPr="00CD60A2">
        <w:t>I</w:t>
      </w:r>
      <w:r>
        <w:t xml:space="preserve"> beg you ponder what you do</w:t>
      </w:r>
    </w:p>
    <w:p w:rsidR="00C563CB" w:rsidRDefault="00C563CB" w:rsidP="00CD60A2">
      <w:pPr>
        <w:pStyle w:val="libItalic"/>
      </w:pPr>
      <w:r w:rsidRPr="00CD60A2">
        <w:t>V</w:t>
      </w:r>
      <w:r>
        <w:t xml:space="preserve">erily, those that can </w:t>
      </w:r>
      <w:proofErr w:type="gramStart"/>
      <w:r>
        <w:t>see,</w:t>
      </w:r>
      <w:proofErr w:type="gramEnd"/>
      <w:r>
        <w:t xml:space="preserve"> are few</w:t>
      </w:r>
    </w:p>
    <w:p w:rsidR="00C563CB" w:rsidRDefault="00C563CB" w:rsidP="00CD60A2">
      <w:pPr>
        <w:pStyle w:val="libItalic"/>
      </w:pPr>
      <w:r w:rsidRPr="00CD60A2">
        <w:t>T</w:t>
      </w:r>
      <w:r>
        <w:t>hree honorable offers, I have to make</w:t>
      </w:r>
    </w:p>
    <w:p w:rsidR="00C563CB" w:rsidRDefault="00C563CB" w:rsidP="00CD60A2">
      <w:pPr>
        <w:pStyle w:val="libItalic"/>
      </w:pPr>
      <w:r w:rsidRPr="00CD60A2">
        <w:t>F</w:t>
      </w:r>
      <w:r>
        <w:t>or no blood should spill for my sake."</w:t>
      </w:r>
    </w:p>
    <w:p w:rsidR="00C563CB" w:rsidRDefault="00C563CB" w:rsidP="00CD60A2">
      <w:pPr>
        <w:pStyle w:val="libItalic"/>
      </w:pPr>
      <w:r>
        <w:t>"</w:t>
      </w:r>
      <w:r w:rsidRPr="00CD60A2">
        <w:t>I</w:t>
      </w:r>
      <w:r>
        <w:t>f my life is what Yazid desires</w:t>
      </w:r>
    </w:p>
    <w:p w:rsidR="00C563CB" w:rsidRDefault="00C563CB" w:rsidP="00CD60A2">
      <w:pPr>
        <w:pStyle w:val="libItalic"/>
      </w:pPr>
      <w:r w:rsidRPr="00CD60A2">
        <w:t>W</w:t>
      </w:r>
      <w:r>
        <w:t>hy should Muslims' blood, be the hire</w:t>
      </w:r>
    </w:p>
    <w:p w:rsidR="00C563CB" w:rsidRDefault="00C563CB" w:rsidP="00CD60A2">
      <w:pPr>
        <w:pStyle w:val="libItalic"/>
      </w:pPr>
      <w:r w:rsidRPr="00CD60A2">
        <w:t>T</w:t>
      </w:r>
      <w:r>
        <w:t>o Yazid, I request, you do me lead</w:t>
      </w:r>
    </w:p>
    <w:p w:rsidR="00C563CB" w:rsidRDefault="00C563CB" w:rsidP="00CD60A2">
      <w:pPr>
        <w:pStyle w:val="libItalic"/>
      </w:pPr>
      <w:r w:rsidRPr="00CD60A2">
        <w:t>N</w:t>
      </w:r>
      <w:r>
        <w:t>o share, you have, in this foul deed."</w:t>
      </w:r>
    </w:p>
    <w:p w:rsidR="00C563CB" w:rsidRDefault="00C563CB" w:rsidP="00CD60A2">
      <w:pPr>
        <w:pStyle w:val="libItalic"/>
      </w:pPr>
      <w:r>
        <w:t>"</w:t>
      </w:r>
      <w:r w:rsidRPr="00CD60A2">
        <w:t>O</w:t>
      </w:r>
      <w:r>
        <w:t>r let me, to Jihad, go and die</w:t>
      </w:r>
    </w:p>
    <w:p w:rsidR="00C563CB" w:rsidRDefault="00C563CB" w:rsidP="00CD60A2">
      <w:pPr>
        <w:pStyle w:val="libItalic"/>
      </w:pPr>
      <w:r w:rsidRPr="00CD60A2">
        <w:t>F</w:t>
      </w:r>
      <w:r>
        <w:t>or this life, no fear have I</w:t>
      </w:r>
    </w:p>
    <w:p w:rsidR="00C563CB" w:rsidRDefault="00C563CB" w:rsidP="00CD60A2">
      <w:pPr>
        <w:pStyle w:val="libItalic"/>
      </w:pPr>
      <w:r w:rsidRPr="00CD60A2">
        <w:t>I</w:t>
      </w:r>
      <w:r>
        <w:t xml:space="preserve"> will fight in the cause of God</w:t>
      </w:r>
    </w:p>
    <w:p w:rsidR="00C563CB" w:rsidRDefault="00C563CB" w:rsidP="00CD60A2">
      <w:pPr>
        <w:pStyle w:val="libItalic"/>
      </w:pPr>
      <w:r w:rsidRPr="00CD60A2">
        <w:t>T</w:t>
      </w:r>
      <w:r>
        <w:t>ill death, descends from my Lord."</w:t>
      </w:r>
    </w:p>
    <w:p w:rsidR="00C563CB" w:rsidRDefault="00C563CB" w:rsidP="00CD60A2">
      <w:pPr>
        <w:pStyle w:val="libItalic"/>
      </w:pPr>
      <w:r>
        <w:t>"</w:t>
      </w:r>
      <w:r w:rsidRPr="00CD60A2">
        <w:t>I</w:t>
      </w:r>
      <w:r>
        <w:t>f not, let me to Hejaz return</w:t>
      </w:r>
    </w:p>
    <w:p w:rsidR="00C563CB" w:rsidRDefault="00C563CB" w:rsidP="00CD60A2">
      <w:pPr>
        <w:pStyle w:val="libItalic"/>
      </w:pPr>
      <w:r w:rsidRPr="00CD60A2">
        <w:t>Y</w:t>
      </w:r>
      <w:r>
        <w:t>ou will Muhammad's pleasure earn</w:t>
      </w:r>
    </w:p>
    <w:p w:rsidR="00C563CB" w:rsidRDefault="00C563CB" w:rsidP="00CD60A2">
      <w:pPr>
        <w:pStyle w:val="libItalic"/>
      </w:pPr>
      <w:r w:rsidRPr="00CD60A2">
        <w:t>F</w:t>
      </w:r>
      <w:r>
        <w:t>or was he not my Grand Sire?</w:t>
      </w:r>
    </w:p>
    <w:p w:rsidR="00C563CB" w:rsidRDefault="00C563CB" w:rsidP="00CD60A2">
      <w:pPr>
        <w:pStyle w:val="libItalic"/>
      </w:pPr>
      <w:proofErr w:type="gramStart"/>
      <w:r w:rsidRPr="00CD60A2">
        <w:t>V</w:t>
      </w:r>
      <w:r>
        <w:t>erily, a shield against hell's fire!''</w:t>
      </w:r>
      <w:proofErr w:type="gramEnd"/>
    </w:p>
    <w:p w:rsidR="00C563CB" w:rsidRDefault="00C563CB" w:rsidP="00CD60A2">
      <w:pPr>
        <w:pStyle w:val="libItalic"/>
      </w:pPr>
      <w:r>
        <w:t>"</w:t>
      </w:r>
      <w:r w:rsidRPr="00CD60A2">
        <w:t>K</w:t>
      </w:r>
      <w:r>
        <w:t>now for sure, that I am he</w:t>
      </w:r>
    </w:p>
    <w:p w:rsidR="00C563CB" w:rsidRDefault="00C563CB" w:rsidP="00CD60A2">
      <w:pPr>
        <w:pStyle w:val="libItalic"/>
      </w:pPr>
      <w:r w:rsidRPr="00CD60A2">
        <w:t>W</w:t>
      </w:r>
      <w:r>
        <w:t>hom God has granted Heaven's key</w:t>
      </w:r>
    </w:p>
    <w:p w:rsidR="00C563CB" w:rsidRDefault="00C563CB" w:rsidP="00CD60A2">
      <w:pPr>
        <w:pStyle w:val="libItalic"/>
      </w:pPr>
      <w:r w:rsidRPr="00CD60A2">
        <w:t>W</w:t>
      </w:r>
      <w:r>
        <w:t>e live for the Lord and His pleasure</w:t>
      </w:r>
    </w:p>
    <w:p w:rsidR="00C563CB" w:rsidRDefault="00C563CB" w:rsidP="00CD60A2">
      <w:pPr>
        <w:pStyle w:val="libItalic"/>
      </w:pPr>
      <w:r w:rsidRPr="00CD60A2">
        <w:lastRenderedPageBreak/>
        <w:t>W</w:t>
      </w:r>
      <w:r>
        <w:t xml:space="preserve">e seek not the world, nor </w:t>
      </w:r>
      <w:proofErr w:type="gramStart"/>
      <w:r>
        <w:t>it's</w:t>
      </w:r>
      <w:proofErr w:type="gramEnd"/>
      <w:r>
        <w:t xml:space="preserve"> treasure."</w:t>
      </w:r>
    </w:p>
    <w:p w:rsidR="00C563CB" w:rsidRDefault="00C563CB" w:rsidP="00CD60A2">
      <w:pPr>
        <w:pStyle w:val="libItalic"/>
      </w:pPr>
      <w:r>
        <w:t>"</w:t>
      </w:r>
      <w:r w:rsidRPr="00CD60A2">
        <w:t>T</w:t>
      </w:r>
      <w:r>
        <w:t>he flame of truth, is what we hold</w:t>
      </w:r>
    </w:p>
    <w:p w:rsidR="00C563CB" w:rsidRDefault="00C563CB" w:rsidP="00CD60A2">
      <w:pPr>
        <w:pStyle w:val="libItalic"/>
      </w:pPr>
      <w:r w:rsidRPr="00CD60A2">
        <w:t>L</w:t>
      </w:r>
      <w:r>
        <w:t>et none of you, I pray, make bold</w:t>
      </w:r>
    </w:p>
    <w:p w:rsidR="00C563CB" w:rsidRDefault="00C563CB" w:rsidP="00CD60A2">
      <w:pPr>
        <w:pStyle w:val="libItalic"/>
      </w:pPr>
      <w:r w:rsidRPr="00CD60A2">
        <w:t>T</w:t>
      </w:r>
      <w:r>
        <w:t>o subdue the flame not those that hold</w:t>
      </w:r>
    </w:p>
    <w:p w:rsidR="00C563CB" w:rsidRDefault="00C563CB" w:rsidP="00CD60A2">
      <w:pPr>
        <w:pStyle w:val="libItalic"/>
      </w:pPr>
      <w:proofErr w:type="gramStart"/>
      <w:r w:rsidRPr="00CD60A2">
        <w:t>T</w:t>
      </w:r>
      <w:r>
        <w:t>hough your heart may yearn for gold."</w:t>
      </w:r>
      <w:proofErr w:type="gramEnd"/>
    </w:p>
    <w:p w:rsidR="00C563CB" w:rsidRDefault="00C563CB" w:rsidP="00CD60A2">
      <w:pPr>
        <w:pStyle w:val="libItalic"/>
      </w:pPr>
      <w:r w:rsidRPr="00CD60A2">
        <w:t>T</w:t>
      </w:r>
      <w:r>
        <w:t>he foes were silent, their mouths were shut</w:t>
      </w:r>
    </w:p>
    <w:p w:rsidR="00C563CB" w:rsidRDefault="00C563CB" w:rsidP="00CD60A2">
      <w:pPr>
        <w:pStyle w:val="libItalic"/>
      </w:pPr>
      <w:r w:rsidRPr="00CD60A2">
        <w:t>O</w:t>
      </w:r>
      <w:r>
        <w:t>nly thirty of them felt genuine hurt</w:t>
      </w:r>
    </w:p>
    <w:p w:rsidR="00C563CB" w:rsidRDefault="00C563CB" w:rsidP="00CD60A2">
      <w:pPr>
        <w:pStyle w:val="libItalic"/>
      </w:pPr>
      <w:r w:rsidRPr="00CD60A2">
        <w:t>T</w:t>
      </w:r>
      <w:r>
        <w:t>hey demanded to know why Husayn's fair offer,</w:t>
      </w:r>
    </w:p>
    <w:p w:rsidR="00C563CB" w:rsidRDefault="00C563CB" w:rsidP="00CD60A2">
      <w:pPr>
        <w:pStyle w:val="libItalic"/>
      </w:pPr>
      <w:r w:rsidRPr="00CD60A2">
        <w:t>C</w:t>
      </w:r>
      <w:r>
        <w:t>ould not be accepted and considered as proper.</w:t>
      </w:r>
    </w:p>
    <w:p w:rsidR="00C563CB" w:rsidRDefault="00C563CB" w:rsidP="00CD60A2">
      <w:pPr>
        <w:pStyle w:val="libItalic"/>
      </w:pPr>
      <w:r w:rsidRPr="00CD60A2">
        <w:t>I</w:t>
      </w:r>
      <w:r>
        <w:t>n disgust, they left the enemy's rank</w:t>
      </w:r>
    </w:p>
    <w:p w:rsidR="00C563CB" w:rsidRDefault="00C563CB" w:rsidP="00CD60A2">
      <w:pPr>
        <w:pStyle w:val="libItalic"/>
      </w:pPr>
      <w:r w:rsidRPr="00CD60A2">
        <w:t>A</w:t>
      </w:r>
      <w:r>
        <w:t>nd joined the Imam's small faithful band</w:t>
      </w:r>
    </w:p>
    <w:p w:rsidR="00C563CB" w:rsidRDefault="00C563CB" w:rsidP="00CD60A2">
      <w:pPr>
        <w:pStyle w:val="libItalic"/>
      </w:pPr>
      <w:r w:rsidRPr="00CD60A2">
        <w:t>T</w:t>
      </w:r>
      <w:r>
        <w:t>oo glad were they to fight for him,</w:t>
      </w:r>
    </w:p>
    <w:p w:rsidR="00C563CB" w:rsidRDefault="00C563CB" w:rsidP="00CD60A2">
      <w:pPr>
        <w:pStyle w:val="libItalic"/>
      </w:pPr>
      <w:r w:rsidRPr="00CD60A2">
        <w:t>T</w:t>
      </w:r>
      <w:r>
        <w:t>hough chances of success, they knew were dim.</w:t>
      </w:r>
    </w:p>
    <w:p w:rsidR="00C563CB" w:rsidRDefault="00C563CB" w:rsidP="00CD60A2">
      <w:pPr>
        <w:pStyle w:val="libItalic"/>
      </w:pPr>
      <w:r w:rsidRPr="00CD60A2">
        <w:t>T</w:t>
      </w:r>
      <w:r>
        <w:t>he rest were unmoved; their hearts were sealed</w:t>
      </w:r>
    </w:p>
    <w:p w:rsidR="00C563CB" w:rsidRDefault="00C563CB" w:rsidP="00CD60A2">
      <w:pPr>
        <w:pStyle w:val="libItalic"/>
      </w:pPr>
      <w:r w:rsidRPr="00CD60A2">
        <w:t>T</w:t>
      </w:r>
      <w:r>
        <w:t>hey danced and mocked, till their heads reeled</w:t>
      </w:r>
    </w:p>
    <w:p w:rsidR="00C563CB" w:rsidRDefault="00C563CB" w:rsidP="00CD60A2">
      <w:pPr>
        <w:pStyle w:val="libItalic"/>
      </w:pPr>
      <w:r w:rsidRPr="00CD60A2">
        <w:t>H</w:t>
      </w:r>
      <w:r>
        <w:t>usayn still felt it his duty, to make it plain,</w:t>
      </w:r>
    </w:p>
    <w:p w:rsidR="00C563CB" w:rsidRDefault="00C563CB" w:rsidP="00CD60A2">
      <w:pPr>
        <w:pStyle w:val="libItalic"/>
      </w:pPr>
      <w:r w:rsidRPr="00CD60A2">
        <w:t>T</w:t>
      </w:r>
      <w:r>
        <w:t xml:space="preserve">o save his life, was </w:t>
      </w:r>
      <w:proofErr w:type="gramStart"/>
      <w:r>
        <w:t>not his object nor</w:t>
      </w:r>
      <w:proofErr w:type="gramEnd"/>
      <w:r>
        <w:t xml:space="preserve"> aim.</w:t>
      </w:r>
    </w:p>
    <w:p w:rsidR="00C563CB" w:rsidRDefault="00C563CB" w:rsidP="00CD60A2">
      <w:pPr>
        <w:pStyle w:val="libItalic"/>
      </w:pPr>
      <w:r w:rsidRPr="00CD60A2">
        <w:t>O</w:t>
      </w:r>
      <w:r>
        <w:t>mar Ibn Saad, discharged the first villain's arrow</w:t>
      </w:r>
    </w:p>
    <w:p w:rsidR="00C563CB" w:rsidRDefault="00C563CB" w:rsidP="00CD60A2">
      <w:pPr>
        <w:pStyle w:val="libItalic"/>
      </w:pPr>
      <w:r w:rsidRPr="00CD60A2">
        <w:t>P</w:t>
      </w:r>
      <w:r>
        <w:t>roud, that he had had started this battle of sorrow</w:t>
      </w:r>
    </w:p>
    <w:p w:rsidR="00C563CB" w:rsidRDefault="00C563CB" w:rsidP="00CD60A2">
      <w:pPr>
        <w:pStyle w:val="libItalic"/>
      </w:pPr>
      <w:r w:rsidRPr="00CD60A2">
        <w:t>A</w:t>
      </w:r>
      <w:r>
        <w:t>nd soon to his dismay, he found Ali's sons</w:t>
      </w:r>
    </w:p>
    <w:p w:rsidR="00C563CB" w:rsidRDefault="00C563CB" w:rsidP="00CD60A2">
      <w:pPr>
        <w:pStyle w:val="libItalic"/>
      </w:pPr>
      <w:r w:rsidRPr="00CD60A2">
        <w:t>T</w:t>
      </w:r>
      <w:r>
        <w:t>o fight them, he learnt, was no laughter and fun.</w:t>
      </w:r>
    </w:p>
    <w:p w:rsidR="00C563CB" w:rsidRDefault="00C563CB" w:rsidP="00CD60A2">
      <w:pPr>
        <w:pStyle w:val="libItalic"/>
      </w:pPr>
      <w:r w:rsidRPr="00CD60A2">
        <w:t>T</w:t>
      </w:r>
      <w:r>
        <w:t>hey fought courageously like lions, one by one</w:t>
      </w:r>
    </w:p>
    <w:p w:rsidR="00C563CB" w:rsidRDefault="00C563CB" w:rsidP="00CD60A2">
      <w:pPr>
        <w:pStyle w:val="libItalic"/>
      </w:pPr>
      <w:r w:rsidRPr="00CD60A2">
        <w:t>T</w:t>
      </w:r>
      <w:r>
        <w:t>hough outnumbered, they made them run</w:t>
      </w:r>
    </w:p>
    <w:p w:rsidR="00C563CB" w:rsidRDefault="00C563CB" w:rsidP="00CD60A2">
      <w:pPr>
        <w:pStyle w:val="libItalic"/>
      </w:pPr>
      <w:r w:rsidRPr="00CD60A2">
        <w:t>T</w:t>
      </w:r>
      <w:r>
        <w:t>ill the archers took their inevitable toll</w:t>
      </w:r>
    </w:p>
    <w:p w:rsidR="00C563CB" w:rsidRDefault="00C563CB" w:rsidP="00CD60A2">
      <w:pPr>
        <w:pStyle w:val="libItalic"/>
      </w:pPr>
      <w:proofErr w:type="gramStart"/>
      <w:r w:rsidRPr="00CD60A2">
        <w:t>C</w:t>
      </w:r>
      <w:r>
        <w:t>laiming fifty, from Husayn's small fold.</w:t>
      </w:r>
      <w:proofErr w:type="gramEnd"/>
    </w:p>
    <w:p w:rsidR="00C563CB" w:rsidRDefault="00C563CB" w:rsidP="00CD60A2">
      <w:pPr>
        <w:pStyle w:val="libItalic"/>
      </w:pPr>
      <w:r w:rsidRPr="00CD60A2">
        <w:t>B</w:t>
      </w:r>
      <w:r>
        <w:t>ent with grief, he surveyed the tragic scene</w:t>
      </w:r>
    </w:p>
    <w:p w:rsidR="00C563CB" w:rsidRDefault="00C563CB" w:rsidP="00CD60A2">
      <w:pPr>
        <w:pStyle w:val="libItalic"/>
      </w:pPr>
      <w:r w:rsidRPr="00CD60A2">
        <w:t>T</w:t>
      </w:r>
      <w:r>
        <w:t>ears welled up, his sorrowful eyes did glean</w:t>
      </w:r>
    </w:p>
    <w:p w:rsidR="00C563CB" w:rsidRDefault="00C563CB" w:rsidP="00CD60A2">
      <w:pPr>
        <w:pStyle w:val="libItalic"/>
      </w:pPr>
      <w:r w:rsidRPr="00CD60A2">
        <w:t>H</w:t>
      </w:r>
      <w:r>
        <w:t>e made a plea, to the enemy's rank and file</w:t>
      </w:r>
    </w:p>
    <w:p w:rsidR="00C563CB" w:rsidRDefault="00C563CB" w:rsidP="00CD60A2">
      <w:pPr>
        <w:pStyle w:val="libItalic"/>
      </w:pPr>
      <w:proofErr w:type="gramStart"/>
      <w:r w:rsidRPr="00CD60A2">
        <w:t>W</w:t>
      </w:r>
      <w:r>
        <w:t>hether none sympathized with the Prophet's child.</w:t>
      </w:r>
      <w:proofErr w:type="gramEnd"/>
    </w:p>
    <w:p w:rsidR="00C563CB" w:rsidRDefault="00C563CB" w:rsidP="00CD60A2">
      <w:pPr>
        <w:pStyle w:val="libItalic"/>
      </w:pPr>
      <w:r w:rsidRPr="00CD60A2">
        <w:t>H</w:t>
      </w:r>
      <w:r>
        <w:t>ur Ibn Yazid Riyahi felt this as a jolt</w:t>
      </w:r>
    </w:p>
    <w:p w:rsidR="00C563CB" w:rsidRDefault="00C563CB" w:rsidP="00CD60A2">
      <w:pPr>
        <w:pStyle w:val="libItalic"/>
      </w:pPr>
      <w:r w:rsidRPr="00CD60A2">
        <w:t>T</w:t>
      </w:r>
      <w:r>
        <w:t>he words to him were, as from heaven, a bolt</w:t>
      </w:r>
    </w:p>
    <w:p w:rsidR="00C563CB" w:rsidRDefault="00C563CB" w:rsidP="00CD60A2">
      <w:pPr>
        <w:pStyle w:val="libItalic"/>
      </w:pPr>
      <w:r w:rsidRPr="00CD60A2">
        <w:t>H</w:t>
      </w:r>
      <w:r>
        <w:t>e, with his slave and son, joined the Imam's band</w:t>
      </w:r>
    </w:p>
    <w:p w:rsidR="00C563CB" w:rsidRDefault="00C563CB" w:rsidP="00CD60A2">
      <w:pPr>
        <w:pStyle w:val="libItalic"/>
      </w:pPr>
      <w:proofErr w:type="gramStart"/>
      <w:r w:rsidRPr="00CD60A2">
        <w:t>A</w:t>
      </w:r>
      <w:r>
        <w:t>nd</w:t>
      </w:r>
      <w:proofErr w:type="gramEnd"/>
      <w:r>
        <w:t xml:space="preserve"> begged for forgiveness at his merciful hands.</w:t>
      </w:r>
    </w:p>
    <w:p w:rsidR="00C563CB" w:rsidRDefault="00C563CB" w:rsidP="00CD60A2">
      <w:pPr>
        <w:pStyle w:val="libItalic"/>
      </w:pPr>
      <w:r w:rsidRPr="00CD60A2">
        <w:t>F</w:t>
      </w:r>
      <w:r>
        <w:t>orgiven were they, unreservedly, one and all,</w:t>
      </w:r>
    </w:p>
    <w:p w:rsidR="00C563CB" w:rsidRDefault="00C563CB" w:rsidP="00CD60A2">
      <w:pPr>
        <w:pStyle w:val="libItalic"/>
      </w:pPr>
      <w:r w:rsidRPr="00CD60A2">
        <w:t>B</w:t>
      </w:r>
      <w:r>
        <w:t>y the generous Husayn and his noble 'Aal'</w:t>
      </w:r>
    </w:p>
    <w:p w:rsidR="00C563CB" w:rsidRDefault="00C563CB" w:rsidP="00CD60A2">
      <w:pPr>
        <w:pStyle w:val="libItalic"/>
      </w:pPr>
      <w:r w:rsidRPr="00CD60A2">
        <w:t>T</w:t>
      </w:r>
      <w:r>
        <w:t>hey fought for him, till they were slain</w:t>
      </w:r>
    </w:p>
    <w:p w:rsidR="00C563CB" w:rsidRDefault="00C563CB" w:rsidP="00CD60A2">
      <w:pPr>
        <w:pStyle w:val="libItalic"/>
      </w:pPr>
      <w:r w:rsidRPr="00CD60A2">
        <w:t>T</w:t>
      </w:r>
      <w:r>
        <w:t>heir lives they lost, but heaven gained.</w:t>
      </w:r>
    </w:p>
    <w:p w:rsidR="00C563CB" w:rsidRDefault="00C563CB" w:rsidP="00CD60A2">
      <w:pPr>
        <w:pStyle w:val="libItalic"/>
      </w:pPr>
      <w:r w:rsidRPr="00CD60A2">
        <w:t>C</w:t>
      </w:r>
      <w:r>
        <w:t>orpses flowed in regular stream of these brave soldiers</w:t>
      </w:r>
    </w:p>
    <w:p w:rsidR="00C563CB" w:rsidRDefault="00C563CB" w:rsidP="00CD60A2">
      <w:pPr>
        <w:pStyle w:val="libItalic"/>
      </w:pPr>
      <w:r w:rsidRPr="00CD60A2">
        <w:t>H</w:t>
      </w:r>
      <w:r>
        <w:t>usayn, and his friends, carried them on their shoulders</w:t>
      </w:r>
    </w:p>
    <w:p w:rsidR="00C563CB" w:rsidRDefault="00C563CB" w:rsidP="00CD60A2">
      <w:pPr>
        <w:pStyle w:val="libItalic"/>
      </w:pPr>
      <w:r w:rsidRPr="00CD60A2">
        <w:t>I</w:t>
      </w:r>
      <w:r>
        <w:t>n the distant lands, they had no families to mourn them</w:t>
      </w:r>
    </w:p>
    <w:p w:rsidR="00C563CB" w:rsidRDefault="00C563CB" w:rsidP="00CD60A2">
      <w:pPr>
        <w:pStyle w:val="libItalic"/>
      </w:pPr>
      <w:r w:rsidRPr="00CD60A2">
        <w:t>T</w:t>
      </w:r>
      <w:r>
        <w:t>he ladies of Husayn wept, as for a bother or son.</w:t>
      </w:r>
    </w:p>
    <w:p w:rsidR="00C563CB" w:rsidRDefault="00C563CB" w:rsidP="00CD60A2">
      <w:pPr>
        <w:pStyle w:val="libItalic"/>
      </w:pPr>
      <w:r w:rsidRPr="00CD60A2">
        <w:t>W</w:t>
      </w:r>
      <w:r>
        <w:t>ahab Ibn Abdulla Kalabi, was the last to go</w:t>
      </w:r>
    </w:p>
    <w:p w:rsidR="00C563CB" w:rsidRDefault="00C563CB" w:rsidP="00CD60A2">
      <w:pPr>
        <w:pStyle w:val="libItalic"/>
      </w:pPr>
      <w:r w:rsidRPr="00CD60A2">
        <w:t>T</w:t>
      </w:r>
      <w:r>
        <w:t>he newly married warrior, his spirit was low</w:t>
      </w:r>
    </w:p>
    <w:p w:rsidR="00C563CB" w:rsidRDefault="00C563CB" w:rsidP="00CD60A2">
      <w:pPr>
        <w:pStyle w:val="libItalic"/>
      </w:pPr>
      <w:r w:rsidRPr="00CD60A2">
        <w:t>T</w:t>
      </w:r>
      <w:r>
        <w:t>ime and again, he had sought for permission</w:t>
      </w:r>
    </w:p>
    <w:p w:rsidR="00C563CB" w:rsidRDefault="00C563CB" w:rsidP="00CD60A2">
      <w:pPr>
        <w:pStyle w:val="libItalic"/>
      </w:pPr>
      <w:r>
        <w:t>"</w:t>
      </w:r>
      <w:r w:rsidRPr="00CD60A2">
        <w:t>N</w:t>
      </w:r>
      <w:r>
        <w:t>ot yet!" was Husayn's firm decision.</w:t>
      </w:r>
    </w:p>
    <w:p w:rsidR="00C563CB" w:rsidRDefault="00C563CB" w:rsidP="00CD60A2">
      <w:pPr>
        <w:pStyle w:val="libItalic"/>
      </w:pPr>
      <w:r>
        <w:t>"</w:t>
      </w:r>
      <w:r w:rsidRPr="00CD60A2">
        <w:t>F</w:t>
      </w:r>
      <w:r>
        <w:t>irst seek permission of your mother and wife</w:t>
      </w:r>
    </w:p>
    <w:p w:rsidR="00C563CB" w:rsidRDefault="00C563CB" w:rsidP="00CD60A2">
      <w:pPr>
        <w:pStyle w:val="libItalic"/>
      </w:pPr>
      <w:r w:rsidRPr="00CD60A2">
        <w:t>T</w:t>
      </w:r>
      <w:r>
        <w:t>heir claim is far greater on your invaluable life</w:t>
      </w:r>
    </w:p>
    <w:p w:rsidR="00C563CB" w:rsidRDefault="00C563CB" w:rsidP="00CD60A2">
      <w:pPr>
        <w:pStyle w:val="libItalic"/>
      </w:pPr>
      <w:r w:rsidRPr="00CD60A2">
        <w:t>E</w:t>
      </w:r>
      <w:r>
        <w:t>xclaimed, the mother of Wahab, standing nearby</w:t>
      </w:r>
    </w:p>
    <w:p w:rsidR="00C563CB" w:rsidRDefault="00C563CB" w:rsidP="00CD60A2">
      <w:pPr>
        <w:pStyle w:val="libItalic"/>
      </w:pPr>
      <w:r>
        <w:lastRenderedPageBreak/>
        <w:t>"</w:t>
      </w:r>
      <w:r w:rsidRPr="00CD60A2">
        <w:t>I</w:t>
      </w:r>
      <w:r>
        <w:t xml:space="preserve"> will deem it an honor, for my son to die!"</w:t>
      </w:r>
    </w:p>
    <w:p w:rsidR="00C563CB" w:rsidRDefault="00C563CB" w:rsidP="00CD60A2">
      <w:pPr>
        <w:pStyle w:val="libItalic"/>
      </w:pPr>
      <w:r w:rsidRPr="00CD60A2">
        <w:t>W</w:t>
      </w:r>
      <w:r>
        <w:t>ith tears in her eyes, his wife pleaded</w:t>
      </w:r>
    </w:p>
    <w:p w:rsidR="00C563CB" w:rsidRDefault="00C563CB" w:rsidP="00CD60A2">
      <w:pPr>
        <w:pStyle w:val="libItalic"/>
      </w:pPr>
      <w:r>
        <w:t>"</w:t>
      </w:r>
      <w:r w:rsidRPr="00CD60A2">
        <w:t>D</w:t>
      </w:r>
      <w:r>
        <w:t>o defend Husayn in his hour of need</w:t>
      </w:r>
    </w:p>
    <w:p w:rsidR="00C563CB" w:rsidRDefault="00C563CB" w:rsidP="00CD60A2">
      <w:pPr>
        <w:pStyle w:val="libItalic"/>
      </w:pPr>
      <w:r w:rsidRPr="00CD60A2">
        <w:t>O</w:t>
      </w:r>
      <w:r>
        <w:t>nly one request I have, reluctantly, to make</w:t>
      </w:r>
    </w:p>
    <w:p w:rsidR="00C563CB" w:rsidRDefault="00C563CB" w:rsidP="00CD60A2">
      <w:pPr>
        <w:pStyle w:val="libItalic"/>
      </w:pPr>
      <w:r w:rsidRPr="00CD60A2">
        <w:t>T</w:t>
      </w:r>
      <w:r>
        <w:t>he security of Husayn's family, may we partake."</w:t>
      </w:r>
    </w:p>
    <w:p w:rsidR="00C563CB" w:rsidRDefault="00C563CB" w:rsidP="00CD60A2">
      <w:pPr>
        <w:pStyle w:val="libItalic"/>
      </w:pPr>
      <w:r w:rsidRPr="00CD60A2">
        <w:t>L</w:t>
      </w:r>
      <w:r>
        <w:t>ittle did she know, what fate had in store</w:t>
      </w:r>
    </w:p>
    <w:p w:rsidR="00C563CB" w:rsidRDefault="00C563CB" w:rsidP="00CD60A2">
      <w:pPr>
        <w:pStyle w:val="libItalic"/>
      </w:pPr>
      <w:r w:rsidRPr="00CD60A2">
        <w:t>F</w:t>
      </w:r>
      <w:r>
        <w:t>or ladies of Husayn, when he was no more</w:t>
      </w:r>
    </w:p>
    <w:p w:rsidR="00C563CB" w:rsidRDefault="00C563CB" w:rsidP="00CD60A2">
      <w:pPr>
        <w:pStyle w:val="libItalic"/>
      </w:pPr>
      <w:r w:rsidRPr="00CD60A2">
        <w:t>S</w:t>
      </w:r>
      <w:r>
        <w:t>he never could imagine, that it was likely</w:t>
      </w:r>
    </w:p>
    <w:p w:rsidR="00C563CB" w:rsidRDefault="00C563CB" w:rsidP="00CD60A2">
      <w:pPr>
        <w:pStyle w:val="libItalic"/>
      </w:pPr>
      <w:r w:rsidRPr="00CD60A2">
        <w:t>T</w:t>
      </w:r>
      <w:r>
        <w:t>he enemies would dare behave so dastardly.</w:t>
      </w:r>
    </w:p>
    <w:p w:rsidR="00C563CB" w:rsidRDefault="00C563CB" w:rsidP="00CD60A2">
      <w:pPr>
        <w:pStyle w:val="libItalic"/>
      </w:pPr>
      <w:r w:rsidRPr="00CD60A2">
        <w:t>H</w:t>
      </w:r>
      <w:r>
        <w:t>istory of mankind, numerous instances can cite,</w:t>
      </w:r>
    </w:p>
    <w:p w:rsidR="00C563CB" w:rsidRDefault="00C563CB" w:rsidP="00CD60A2">
      <w:pPr>
        <w:pStyle w:val="libItalic"/>
      </w:pPr>
      <w:r w:rsidRPr="00CD60A2">
        <w:t>W</w:t>
      </w:r>
      <w:r>
        <w:t>here brave persons have scaled great heights,</w:t>
      </w:r>
    </w:p>
    <w:p w:rsidR="00C563CB" w:rsidRDefault="00C563CB" w:rsidP="00CD60A2">
      <w:pPr>
        <w:pStyle w:val="libItalic"/>
      </w:pPr>
      <w:r w:rsidRPr="00CD60A2">
        <w:t>A</w:t>
      </w:r>
      <w:r>
        <w:t>nd endured hardships, out of love and affection,</w:t>
      </w:r>
    </w:p>
    <w:p w:rsidR="00C563CB" w:rsidRDefault="00C563CB" w:rsidP="00CD60A2">
      <w:pPr>
        <w:pStyle w:val="libItalic"/>
      </w:pPr>
      <w:proofErr w:type="gramStart"/>
      <w:r w:rsidRPr="00CD60A2">
        <w:t>O</w:t>
      </w:r>
      <w:r>
        <w:t>r</w:t>
      </w:r>
      <w:proofErr w:type="gramEnd"/>
      <w:r>
        <w:t xml:space="preserve"> died out of duty and self consuming devotion.</w:t>
      </w:r>
    </w:p>
    <w:p w:rsidR="00C563CB" w:rsidRDefault="00C563CB" w:rsidP="00CD60A2">
      <w:pPr>
        <w:pStyle w:val="libItalic"/>
      </w:pPr>
      <w:r w:rsidRPr="00CD60A2">
        <w:t>B</w:t>
      </w:r>
      <w:r>
        <w:t>ut never before, the world had ever witnessed,</w:t>
      </w:r>
    </w:p>
    <w:p w:rsidR="00C563CB" w:rsidRDefault="00C563CB" w:rsidP="00CD60A2">
      <w:pPr>
        <w:pStyle w:val="libItalic"/>
      </w:pPr>
      <w:r w:rsidRPr="00CD60A2">
        <w:t>S</w:t>
      </w:r>
      <w:r>
        <w:t>uch deeds of selfless devotion and self abnegation</w:t>
      </w:r>
    </w:p>
    <w:p w:rsidR="00C563CB" w:rsidRDefault="00C563CB" w:rsidP="00CD60A2">
      <w:pPr>
        <w:pStyle w:val="libItalic"/>
      </w:pPr>
      <w:r w:rsidRPr="00CD60A2">
        <w:t>I</w:t>
      </w:r>
      <w:r>
        <w:t>n this transitory world, though nothing endures,</w:t>
      </w:r>
    </w:p>
    <w:p w:rsidR="00C563CB" w:rsidRDefault="00C563CB" w:rsidP="00CD60A2">
      <w:pPr>
        <w:pStyle w:val="libItalic"/>
      </w:pPr>
      <w:r w:rsidRPr="00CD60A2">
        <w:t>T</w:t>
      </w:r>
      <w:r>
        <w:t>he deeds of Husayn shine, with ever-increasing luster!</w:t>
      </w:r>
    </w:p>
    <w:p w:rsidR="00C563CB" w:rsidRDefault="00C563CB" w:rsidP="00CD60A2">
      <w:pPr>
        <w:pStyle w:val="libItalic"/>
      </w:pPr>
      <w:r w:rsidRPr="00CD60A2">
        <w:t>A</w:t>
      </w:r>
      <w:r>
        <w:t>nd now were left, those tied by blood</w:t>
      </w:r>
    </w:p>
    <w:p w:rsidR="00C563CB" w:rsidRDefault="00C563CB" w:rsidP="00CD60A2">
      <w:pPr>
        <w:pStyle w:val="libItalic"/>
      </w:pPr>
      <w:r w:rsidRPr="00CD60A2">
        <w:t>W</w:t>
      </w:r>
      <w:r>
        <w:t xml:space="preserve">ho cared a nought, for this mould of </w:t>
      </w:r>
      <w:proofErr w:type="gramStart"/>
      <w:r>
        <w:t>mud</w:t>
      </w:r>
      <w:proofErr w:type="gramEnd"/>
    </w:p>
    <w:p w:rsidR="00C563CB" w:rsidRDefault="00C563CB" w:rsidP="00CD60A2">
      <w:pPr>
        <w:pStyle w:val="libItalic"/>
      </w:pPr>
      <w:r w:rsidRPr="00CD60A2">
        <w:t>E</w:t>
      </w:r>
      <w:r>
        <w:t>ager were they to offer their worldly lives</w:t>
      </w:r>
    </w:p>
    <w:p w:rsidR="00C563CB" w:rsidRDefault="00C563CB" w:rsidP="00CD60A2">
      <w:pPr>
        <w:pStyle w:val="libItalic"/>
      </w:pPr>
      <w:r w:rsidRPr="00CD60A2">
        <w:t>I</w:t>
      </w:r>
      <w:r>
        <w:t>n cause of God, so truth may, forever, thrive.</w:t>
      </w:r>
    </w:p>
    <w:p w:rsidR="00C563CB" w:rsidRDefault="00C563CB" w:rsidP="00CD60A2">
      <w:pPr>
        <w:pStyle w:val="libItalic"/>
      </w:pPr>
      <w:r w:rsidRPr="00CD60A2">
        <w:t>A</w:t>
      </w:r>
      <w:r>
        <w:t>bbas Ibn Ali, was the TRUTH'S standard bearer</w:t>
      </w:r>
    </w:p>
    <w:p w:rsidR="00C563CB" w:rsidRDefault="00C563CB" w:rsidP="00CD60A2">
      <w:pPr>
        <w:pStyle w:val="libItalic"/>
      </w:pPr>
      <w:r w:rsidRPr="00CD60A2">
        <w:t>H</w:t>
      </w:r>
      <w:r>
        <w:t>usayn to him, was a jewel, nay, even more dearer</w:t>
      </w:r>
    </w:p>
    <w:p w:rsidR="00C563CB" w:rsidRDefault="00C563CB" w:rsidP="00CD60A2">
      <w:pPr>
        <w:pStyle w:val="libItalic"/>
      </w:pPr>
      <w:r w:rsidRPr="00CD60A2">
        <w:t>H</w:t>
      </w:r>
      <w:r>
        <w:t>e called him "Lord", though his foster brother</w:t>
      </w:r>
    </w:p>
    <w:p w:rsidR="00C563CB" w:rsidRDefault="00C563CB" w:rsidP="00CD60A2">
      <w:pPr>
        <w:pStyle w:val="libItalic"/>
      </w:pPr>
      <w:r w:rsidRPr="00CD60A2">
        <w:t>S</w:t>
      </w:r>
      <w:r>
        <w:t>uch was the regard, they had, one for the other.</w:t>
      </w:r>
    </w:p>
    <w:p w:rsidR="00C563CB" w:rsidRDefault="00C563CB" w:rsidP="00CD60A2">
      <w:pPr>
        <w:pStyle w:val="libItalic"/>
      </w:pPr>
      <w:r w:rsidRPr="00CD60A2">
        <w:t>A</w:t>
      </w:r>
      <w:r>
        <w:t>li Akbar, was his most beloved second son</w:t>
      </w:r>
    </w:p>
    <w:p w:rsidR="00C563CB" w:rsidRDefault="00C563CB" w:rsidP="00CD60A2">
      <w:pPr>
        <w:pStyle w:val="libItalic"/>
      </w:pPr>
      <w:r w:rsidRPr="00CD60A2">
        <w:t>M</w:t>
      </w:r>
      <w:r>
        <w:t>ore brave, more handsome, there was none.</w:t>
      </w:r>
    </w:p>
    <w:p w:rsidR="00C563CB" w:rsidRDefault="00C563CB" w:rsidP="00CD60A2">
      <w:pPr>
        <w:pStyle w:val="libItalic"/>
      </w:pPr>
      <w:r w:rsidRPr="00CD60A2">
        <w:t>E</w:t>
      </w:r>
      <w:r>
        <w:t>ighteen summers old, flower of youth,</w:t>
      </w:r>
    </w:p>
    <w:p w:rsidR="00C563CB" w:rsidRDefault="00C563CB" w:rsidP="00CD60A2">
      <w:pPr>
        <w:pStyle w:val="libItalic"/>
      </w:pPr>
      <w:proofErr w:type="gramStart"/>
      <w:r w:rsidRPr="00CD60A2">
        <w:t>A</w:t>
      </w:r>
      <w:r>
        <w:t>n image of Prophet, from head to foot.</w:t>
      </w:r>
      <w:proofErr w:type="gramEnd"/>
    </w:p>
    <w:p w:rsidR="00C563CB" w:rsidRDefault="00C563CB" w:rsidP="00CD60A2">
      <w:pPr>
        <w:pStyle w:val="libItalic"/>
      </w:pPr>
      <w:r w:rsidRPr="00CD60A2">
        <w:t>Q</w:t>
      </w:r>
      <w:r>
        <w:t xml:space="preserve">asim, was his </w:t>
      </w:r>
      <w:proofErr w:type="gramStart"/>
      <w:r>
        <w:t>brother</w:t>
      </w:r>
      <w:proofErr w:type="gramEnd"/>
      <w:r>
        <w:t xml:space="preserve"> Hassan's child</w:t>
      </w:r>
    </w:p>
    <w:p w:rsidR="00C563CB" w:rsidRDefault="00C563CB" w:rsidP="00CD60A2">
      <w:pPr>
        <w:pStyle w:val="libItalic"/>
      </w:pPr>
      <w:r w:rsidRPr="00CD60A2">
        <w:t>H</w:t>
      </w:r>
      <w:r>
        <w:t>e was, like his father, by nature mild</w:t>
      </w:r>
    </w:p>
    <w:p w:rsidR="00C563CB" w:rsidRDefault="00C563CB" w:rsidP="00CD60A2">
      <w:pPr>
        <w:pStyle w:val="libItalic"/>
      </w:pPr>
      <w:r w:rsidRPr="00CD60A2">
        <w:t>H</w:t>
      </w:r>
      <w:r>
        <w:t>is father had willed before he had died</w:t>
      </w:r>
    </w:p>
    <w:p w:rsidR="00C563CB" w:rsidRDefault="00C563CB" w:rsidP="00CD60A2">
      <w:pPr>
        <w:pStyle w:val="libItalic"/>
      </w:pPr>
      <w:r w:rsidRPr="00CD60A2">
        <w:t>A</w:t>
      </w:r>
      <w:r>
        <w:t xml:space="preserve"> tawiz he prepared and, to his hand, he tied.</w:t>
      </w:r>
    </w:p>
    <w:p w:rsidR="00C563CB" w:rsidRDefault="00C563CB" w:rsidP="00CD60A2">
      <w:pPr>
        <w:pStyle w:val="libItalic"/>
      </w:pPr>
      <w:r w:rsidRPr="00CD60A2">
        <w:t>I</w:t>
      </w:r>
      <w:r>
        <w:t>t only be read, was his wish dear</w:t>
      </w:r>
    </w:p>
    <w:p w:rsidR="00C563CB" w:rsidRDefault="00C563CB" w:rsidP="00CD60A2">
      <w:pPr>
        <w:pStyle w:val="libItalic"/>
      </w:pPr>
      <w:r w:rsidRPr="00CD60A2">
        <w:t>B</w:t>
      </w:r>
      <w:r>
        <w:t>y Husayn, when his end was near</w:t>
      </w:r>
    </w:p>
    <w:p w:rsidR="00C563CB" w:rsidRDefault="00C563CB" w:rsidP="00CD60A2">
      <w:pPr>
        <w:pStyle w:val="libItalic"/>
      </w:pPr>
      <w:r w:rsidRPr="00CD60A2">
        <w:t>H</w:t>
      </w:r>
      <w:r>
        <w:t>e remembered this will of his brother</w:t>
      </w:r>
    </w:p>
    <w:p w:rsidR="00C563CB" w:rsidRDefault="00C563CB" w:rsidP="00CD60A2">
      <w:pPr>
        <w:pStyle w:val="libItalic"/>
      </w:pPr>
      <w:r w:rsidRPr="00CD60A2">
        <w:t>N</w:t>
      </w:r>
      <w:r>
        <w:t>ow that he would soon be murdered.</w:t>
      </w:r>
    </w:p>
    <w:p w:rsidR="00C563CB" w:rsidRDefault="00C563CB" w:rsidP="00CD60A2">
      <w:pPr>
        <w:pStyle w:val="libItalic"/>
      </w:pPr>
      <w:r w:rsidRPr="00CD60A2">
        <w:t>I</w:t>
      </w:r>
      <w:r>
        <w:t>t was willed that Qasim should wed</w:t>
      </w:r>
    </w:p>
    <w:p w:rsidR="00C563CB" w:rsidRDefault="00C563CB" w:rsidP="00CD60A2">
      <w:pPr>
        <w:pStyle w:val="libItalic"/>
      </w:pPr>
      <w:r w:rsidRPr="00CD60A2">
        <w:t>F</w:t>
      </w:r>
      <w:r>
        <w:t>atema Qubra, ere his blood was shed</w:t>
      </w:r>
    </w:p>
    <w:p w:rsidR="00C563CB" w:rsidRDefault="00C563CB" w:rsidP="00CD60A2">
      <w:pPr>
        <w:pStyle w:val="libItalic"/>
      </w:pPr>
      <w:r w:rsidRPr="00CD60A2">
        <w:t>H</w:t>
      </w:r>
      <w:r>
        <w:t>usayn's darling daughter was she</w:t>
      </w:r>
    </w:p>
    <w:p w:rsidR="00C563CB" w:rsidRDefault="00C563CB" w:rsidP="00CD60A2">
      <w:pPr>
        <w:pStyle w:val="libItalic"/>
      </w:pPr>
      <w:r w:rsidRPr="00CD60A2">
        <w:t>T</w:t>
      </w:r>
      <w:r>
        <w:t>o wed her to Qasim, too glad was he.</w:t>
      </w:r>
    </w:p>
    <w:p w:rsidR="00C563CB" w:rsidRDefault="00C563CB" w:rsidP="00CD60A2">
      <w:pPr>
        <w:pStyle w:val="libItalic"/>
      </w:pPr>
      <w:r w:rsidRPr="00CD60A2">
        <w:t>A</w:t>
      </w:r>
      <w:r>
        <w:t xml:space="preserve"> wedding with dowry as widowhood!</w:t>
      </w:r>
    </w:p>
    <w:p w:rsidR="00C563CB" w:rsidRDefault="00C563CB" w:rsidP="00CD60A2">
      <w:pPr>
        <w:pStyle w:val="libItalic"/>
      </w:pPr>
      <w:r w:rsidRPr="00CD60A2">
        <w:t>A</w:t>
      </w:r>
      <w:r>
        <w:t xml:space="preserve"> feast without water and food!</w:t>
      </w:r>
    </w:p>
    <w:p w:rsidR="00C563CB" w:rsidRDefault="00C563CB" w:rsidP="00CD60A2">
      <w:pPr>
        <w:pStyle w:val="libItalic"/>
      </w:pPr>
      <w:r w:rsidRPr="00CD60A2">
        <w:t>A</w:t>
      </w:r>
      <w:r>
        <w:t xml:space="preserve"> bridegroom with few </w:t>
      </w:r>
      <w:proofErr w:type="gramStart"/>
      <w:r>
        <w:t>hour</w:t>
      </w:r>
      <w:proofErr w:type="gramEnd"/>
      <w:r>
        <w:t xml:space="preserve"> to live!</w:t>
      </w:r>
    </w:p>
    <w:p w:rsidR="00C563CB" w:rsidRDefault="00C563CB" w:rsidP="00CD60A2">
      <w:pPr>
        <w:pStyle w:val="libItalic"/>
      </w:pPr>
      <w:r w:rsidRPr="00CD60A2">
        <w:t>A</w:t>
      </w:r>
      <w:r>
        <w:t xml:space="preserve"> bride with only tears to give!</w:t>
      </w:r>
    </w:p>
    <w:p w:rsidR="00C563CB" w:rsidRDefault="00C563CB" w:rsidP="00CD60A2">
      <w:pPr>
        <w:pStyle w:val="libItalic"/>
      </w:pPr>
      <w:r w:rsidRPr="00CD60A2">
        <w:t>S</w:t>
      </w:r>
      <w:r>
        <w:t>uch was the wedding in Karbala's field</w:t>
      </w:r>
    </w:p>
    <w:p w:rsidR="00C563CB" w:rsidRDefault="00C563CB" w:rsidP="00CD60A2">
      <w:pPr>
        <w:pStyle w:val="libItalic"/>
      </w:pPr>
      <w:r w:rsidRPr="00CD60A2">
        <w:t>W</w:t>
      </w:r>
      <w:r>
        <w:t>hich Husayn, with his blood, would till</w:t>
      </w:r>
    </w:p>
    <w:p w:rsidR="00C563CB" w:rsidRDefault="00C563CB" w:rsidP="00CD60A2">
      <w:pPr>
        <w:pStyle w:val="libItalic"/>
      </w:pPr>
      <w:r w:rsidRPr="00CD60A2">
        <w:t>S</w:t>
      </w:r>
      <w:r>
        <w:t>o that the plant of Islam may live anew</w:t>
      </w:r>
    </w:p>
    <w:p w:rsidR="00C563CB" w:rsidRDefault="00C563CB" w:rsidP="00CD60A2">
      <w:pPr>
        <w:pStyle w:val="libItalic"/>
      </w:pPr>
      <w:r w:rsidRPr="00CD60A2">
        <w:lastRenderedPageBreak/>
        <w:t>F</w:t>
      </w:r>
      <w:r>
        <w:t>or sake of lovers of God, though very few.</w:t>
      </w:r>
    </w:p>
    <w:p w:rsidR="00C563CB" w:rsidRDefault="00C563CB" w:rsidP="00CD60A2">
      <w:pPr>
        <w:pStyle w:val="libItalic"/>
      </w:pPr>
      <w:r w:rsidRPr="00CD60A2">
        <w:t>H</w:t>
      </w:r>
      <w:r>
        <w:t>usayn wished that Ali Akbar, his dearest son,</w:t>
      </w:r>
    </w:p>
    <w:p w:rsidR="00C563CB" w:rsidRDefault="00C563CB" w:rsidP="00CD60A2">
      <w:pPr>
        <w:pStyle w:val="libItalic"/>
      </w:pPr>
      <w:r w:rsidRPr="00CD60A2">
        <w:t>S</w:t>
      </w:r>
      <w:r>
        <w:t>hould be the first to go to the battleground</w:t>
      </w:r>
    </w:p>
    <w:p w:rsidR="00C563CB" w:rsidRDefault="00C563CB" w:rsidP="00CD60A2">
      <w:pPr>
        <w:pStyle w:val="libItalic"/>
      </w:pPr>
      <w:r w:rsidRPr="00CD60A2">
        <w:t>H</w:t>
      </w:r>
      <w:r>
        <w:t>is devoted friends and followers were aghast</w:t>
      </w:r>
    </w:p>
    <w:p w:rsidR="00C563CB" w:rsidRDefault="00C563CB" w:rsidP="00CD60A2">
      <w:pPr>
        <w:pStyle w:val="libItalic"/>
      </w:pPr>
      <w:r w:rsidRPr="00CD60A2">
        <w:t>T</w:t>
      </w:r>
      <w:r>
        <w:t>hey refused to entertain such idea - first or last.</w:t>
      </w:r>
    </w:p>
    <w:p w:rsidR="00C563CB" w:rsidRDefault="00C563CB" w:rsidP="00CD60A2">
      <w:pPr>
        <w:pStyle w:val="libItalic"/>
      </w:pPr>
      <w:r w:rsidRPr="00CD60A2">
        <w:t>N</w:t>
      </w:r>
      <w:r>
        <w:t>ow were left with Husayn, only the next of kin</w:t>
      </w:r>
    </w:p>
    <w:p w:rsidR="00C563CB" w:rsidRDefault="00C563CB" w:rsidP="00CD60A2">
      <w:pPr>
        <w:pStyle w:val="libItalic"/>
      </w:pPr>
      <w:r w:rsidRPr="00CD60A2">
        <w:t>A</w:t>
      </w:r>
      <w:r>
        <w:t>li Akbar, bowed reverentially and stood before him</w:t>
      </w:r>
    </w:p>
    <w:p w:rsidR="00C563CB" w:rsidRDefault="00C563CB" w:rsidP="00CD60A2">
      <w:pPr>
        <w:pStyle w:val="libItalic"/>
      </w:pPr>
      <w:proofErr w:type="gramStart"/>
      <w:r w:rsidRPr="00CD60A2">
        <w:t>H</w:t>
      </w:r>
      <w:r>
        <w:t>usayn,</w:t>
      </w:r>
      <w:proofErr w:type="gramEnd"/>
      <w:r>
        <w:t xml:space="preserve"> looked at his face; was he daydreaming?</w:t>
      </w:r>
    </w:p>
    <w:p w:rsidR="00C563CB" w:rsidRDefault="00C563CB" w:rsidP="00CD60A2">
      <w:pPr>
        <w:pStyle w:val="libItalic"/>
      </w:pPr>
      <w:r w:rsidRPr="00CD60A2">
        <w:t>H</w:t>
      </w:r>
      <w:r>
        <w:t>e has come to seek permission; the words were ringing!</w:t>
      </w:r>
    </w:p>
    <w:p w:rsidR="00C563CB" w:rsidRDefault="00C563CB" w:rsidP="00CD60A2">
      <w:pPr>
        <w:pStyle w:val="libItalic"/>
      </w:pPr>
      <w:r w:rsidRPr="00CD60A2">
        <w:t>H</w:t>
      </w:r>
      <w:r>
        <w:t>e tried to say something, amidst the enemies' war-like cries</w:t>
      </w:r>
    </w:p>
    <w:p w:rsidR="00C563CB" w:rsidRDefault="00C563CB" w:rsidP="00CD60A2">
      <w:pPr>
        <w:pStyle w:val="libItalic"/>
      </w:pPr>
      <w:r w:rsidRPr="00CD60A2">
        <w:t>W</w:t>
      </w:r>
      <w:r>
        <w:t>ith considerable effort, he whispered, with downcast eyes</w:t>
      </w:r>
    </w:p>
    <w:p w:rsidR="00C563CB" w:rsidRDefault="00C563CB" w:rsidP="00CD60A2">
      <w:pPr>
        <w:pStyle w:val="libItalic"/>
      </w:pPr>
      <w:r>
        <w:t>"</w:t>
      </w:r>
      <w:r w:rsidRPr="00CD60A2">
        <w:t>A</w:t>
      </w:r>
      <w:r>
        <w:t>kbar, my beloved child, you wish me to see you slain</w:t>
      </w:r>
    </w:p>
    <w:p w:rsidR="00C563CB" w:rsidRDefault="00C563CB" w:rsidP="00CD60A2">
      <w:pPr>
        <w:pStyle w:val="libItalic"/>
      </w:pPr>
      <w:r w:rsidRPr="00CD60A2">
        <w:t>W</w:t>
      </w:r>
      <w:r>
        <w:t>hat I am experiencing, at this moment, I can hardly explain!"</w:t>
      </w:r>
    </w:p>
    <w:p w:rsidR="00C563CB" w:rsidRDefault="00C563CB" w:rsidP="00CD60A2">
      <w:pPr>
        <w:pStyle w:val="libItalic"/>
      </w:pPr>
      <w:r>
        <w:t>"</w:t>
      </w:r>
      <w:r w:rsidRPr="00CD60A2">
        <w:t>H</w:t>
      </w:r>
      <w:r>
        <w:t>ow can I grant you permission, Akbar, my son?</w:t>
      </w:r>
    </w:p>
    <w:p w:rsidR="00C563CB" w:rsidRDefault="00C563CB" w:rsidP="00CD60A2">
      <w:pPr>
        <w:pStyle w:val="libItalic"/>
      </w:pPr>
      <w:r w:rsidRPr="00CD60A2">
        <w:t>K</w:t>
      </w:r>
      <w:r>
        <w:t>nowing that none have returned, not even one!</w:t>
      </w:r>
    </w:p>
    <w:p w:rsidR="00C563CB" w:rsidRDefault="00C563CB" w:rsidP="00CD60A2">
      <w:pPr>
        <w:pStyle w:val="libItalic"/>
      </w:pPr>
      <w:r w:rsidRPr="00CD60A2">
        <w:t>T</w:t>
      </w:r>
      <w:r>
        <w:t>he call of duty, however, makes me helpless</w:t>
      </w:r>
    </w:p>
    <w:p w:rsidR="00C563CB" w:rsidRDefault="00C563CB" w:rsidP="00CD60A2">
      <w:pPr>
        <w:pStyle w:val="libItalic"/>
      </w:pPr>
      <w:r w:rsidRPr="00CD60A2">
        <w:t>A</w:t>
      </w:r>
      <w:r>
        <w:t>sk you mother and aunt, who are restless."</w:t>
      </w:r>
    </w:p>
    <w:p w:rsidR="00C563CB" w:rsidRDefault="00C563CB" w:rsidP="00CD60A2">
      <w:pPr>
        <w:pStyle w:val="libItalic"/>
      </w:pPr>
      <w:r w:rsidRPr="00CD60A2">
        <w:t>H</w:t>
      </w:r>
      <w:r>
        <w:t>is aunt, Zaynab and Umm Layla, his mother dear</w:t>
      </w:r>
    </w:p>
    <w:p w:rsidR="00C563CB" w:rsidRDefault="00C563CB" w:rsidP="00CD60A2">
      <w:pPr>
        <w:pStyle w:val="libItalic"/>
      </w:pPr>
      <w:r w:rsidRPr="00CD60A2">
        <w:t>K</w:t>
      </w:r>
      <w:r>
        <w:t>new that it was now the turn of all those near</w:t>
      </w:r>
    </w:p>
    <w:p w:rsidR="00C563CB" w:rsidRDefault="00C563CB" w:rsidP="00CD60A2">
      <w:pPr>
        <w:pStyle w:val="libItalic"/>
      </w:pPr>
      <w:r w:rsidRPr="00CD60A2">
        <w:t>W</w:t>
      </w:r>
      <w:r>
        <w:t>ho went first to the battlefield, and who went last,</w:t>
      </w:r>
    </w:p>
    <w:p w:rsidR="00C563CB" w:rsidRDefault="00C563CB" w:rsidP="00CD60A2">
      <w:pPr>
        <w:pStyle w:val="libItalic"/>
      </w:pPr>
      <w:r w:rsidRPr="00CD60A2">
        <w:t>W</w:t>
      </w:r>
      <w:r>
        <w:t xml:space="preserve">as a matter of time, which was running very </w:t>
      </w:r>
      <w:proofErr w:type="gramStart"/>
      <w:r>
        <w:t>fast.</w:t>
      </w:r>
      <w:proofErr w:type="gramEnd"/>
    </w:p>
    <w:p w:rsidR="00C563CB" w:rsidRDefault="00C563CB" w:rsidP="00CD60A2">
      <w:pPr>
        <w:pStyle w:val="libItalic"/>
      </w:pPr>
      <w:r w:rsidRPr="00CD60A2">
        <w:t>A</w:t>
      </w:r>
      <w:r>
        <w:t>kbar, knew the affection his aunt, Zaynab had for him</w:t>
      </w:r>
    </w:p>
    <w:p w:rsidR="00C563CB" w:rsidRDefault="00C563CB" w:rsidP="00CD60A2">
      <w:pPr>
        <w:pStyle w:val="libItalic"/>
      </w:pPr>
      <w:r w:rsidRPr="00CD60A2">
        <w:t>O</w:t>
      </w:r>
      <w:r>
        <w:t>f the pangs of sorrow, she was, since morn experiencing</w:t>
      </w:r>
    </w:p>
    <w:p w:rsidR="00C563CB" w:rsidRDefault="00C563CB" w:rsidP="00CD60A2">
      <w:pPr>
        <w:pStyle w:val="libItalic"/>
      </w:pPr>
      <w:r w:rsidRPr="00CD60A2">
        <w:t>H</w:t>
      </w:r>
      <w:r>
        <w:t>e looked at her face and that of his mother</w:t>
      </w:r>
    </w:p>
    <w:p w:rsidR="00C563CB" w:rsidRDefault="00C563CB" w:rsidP="00CD60A2">
      <w:pPr>
        <w:pStyle w:val="libItalic"/>
      </w:pPr>
      <w:r w:rsidRPr="00CD60A2">
        <w:t>T</w:t>
      </w:r>
      <w:r>
        <w:t>hey were speechless at the thought of his murder.</w:t>
      </w:r>
    </w:p>
    <w:p w:rsidR="00C563CB" w:rsidRDefault="00C563CB" w:rsidP="00CD60A2">
      <w:pPr>
        <w:pStyle w:val="libItalic"/>
      </w:pPr>
      <w:r>
        <w:t>"</w:t>
      </w:r>
      <w:r w:rsidRPr="00CD60A2">
        <w:t>L</w:t>
      </w:r>
      <w:r>
        <w:t>et it not be said of my respected father Husayn,</w:t>
      </w:r>
    </w:p>
    <w:p w:rsidR="00C563CB" w:rsidRDefault="00C563CB" w:rsidP="00CD60A2">
      <w:pPr>
        <w:pStyle w:val="libItalic"/>
      </w:pPr>
      <w:r w:rsidRPr="00CD60A2">
        <w:t>H</w:t>
      </w:r>
      <w:r>
        <w:t>e spared me till his brothers and nephews were slain,</w:t>
      </w:r>
    </w:p>
    <w:p w:rsidR="00C563CB" w:rsidRDefault="00C563CB" w:rsidP="00CD60A2">
      <w:pPr>
        <w:pStyle w:val="libItalic"/>
      </w:pPr>
      <w:r w:rsidRPr="00CD60A2">
        <w:t>I</w:t>
      </w:r>
      <w:r>
        <w:t xml:space="preserve"> implore you, by the love you bear for your brother,</w:t>
      </w:r>
    </w:p>
    <w:p w:rsidR="00C563CB" w:rsidRDefault="00C563CB" w:rsidP="00CD60A2">
      <w:pPr>
        <w:pStyle w:val="libItalic"/>
      </w:pPr>
      <w:r w:rsidRPr="00CD60A2">
        <w:t>L</w:t>
      </w:r>
      <w:r>
        <w:t>et me die first and quench my thirst, at Houz-e-Kawther."</w:t>
      </w:r>
    </w:p>
    <w:p w:rsidR="00C563CB" w:rsidRDefault="00C563CB" w:rsidP="00CD60A2">
      <w:pPr>
        <w:pStyle w:val="libItalic"/>
      </w:pPr>
      <w:r>
        <w:t>"</w:t>
      </w:r>
      <w:r w:rsidRPr="00CD60A2">
        <w:t>M</w:t>
      </w:r>
      <w:r>
        <w:t>ay God be with you, my son", Umm Layla said,</w:t>
      </w:r>
    </w:p>
    <w:p w:rsidR="00C563CB" w:rsidRDefault="00C563CB" w:rsidP="00CD60A2">
      <w:pPr>
        <w:pStyle w:val="libItalic"/>
      </w:pPr>
      <w:r>
        <w:t>"</w:t>
      </w:r>
      <w:r w:rsidRPr="00CD60A2">
        <w:t>W</w:t>
      </w:r>
      <w:r>
        <w:t>ith you, I shall loose all I have, my lad</w:t>
      </w:r>
    </w:p>
    <w:p w:rsidR="00C563CB" w:rsidRDefault="00C563CB" w:rsidP="00CD60A2">
      <w:pPr>
        <w:pStyle w:val="libItalic"/>
      </w:pPr>
      <w:r w:rsidRPr="00CD60A2">
        <w:t>W</w:t>
      </w:r>
      <w:r>
        <w:t>hat destiny has in store for me, I am fully aware</w:t>
      </w:r>
    </w:p>
    <w:p w:rsidR="00C563CB" w:rsidRDefault="00C563CB" w:rsidP="00CD60A2">
      <w:pPr>
        <w:pStyle w:val="libItalic"/>
      </w:pPr>
      <w:r w:rsidRPr="00CD60A2">
        <w:t>A</w:t>
      </w:r>
      <w:r>
        <w:t>fter you, for pleasure and pain, I shall not care."</w:t>
      </w:r>
    </w:p>
    <w:p w:rsidR="00C563CB" w:rsidRDefault="00C563CB" w:rsidP="00CD60A2">
      <w:pPr>
        <w:pStyle w:val="libItalic"/>
      </w:pPr>
      <w:r w:rsidRPr="00CD60A2">
        <w:t>D</w:t>
      </w:r>
      <w:r>
        <w:t>eath was now beckoning Ali Akbar, "come, my son, come!"</w:t>
      </w:r>
    </w:p>
    <w:p w:rsidR="00C563CB" w:rsidRDefault="00C563CB" w:rsidP="00CD60A2">
      <w:pPr>
        <w:pStyle w:val="libItalic"/>
      </w:pPr>
      <w:r w:rsidRPr="00CD60A2">
        <w:t>A</w:t>
      </w:r>
      <w:r>
        <w:t>midst war-like shouts of enemy, amidst battle drums</w:t>
      </w:r>
    </w:p>
    <w:p w:rsidR="00C563CB" w:rsidRDefault="00C563CB" w:rsidP="00CD60A2">
      <w:pPr>
        <w:pStyle w:val="libItalic"/>
      </w:pPr>
      <w:r w:rsidRPr="00CD60A2">
        <w:t>T</w:t>
      </w:r>
      <w:r>
        <w:t>he cries of the ladies and children, were most woeful</w:t>
      </w:r>
    </w:p>
    <w:p w:rsidR="00C563CB" w:rsidRDefault="00C563CB" w:rsidP="00CD60A2">
      <w:pPr>
        <w:pStyle w:val="libItalic"/>
      </w:pPr>
      <w:r w:rsidRPr="00CD60A2">
        <w:t>T</w:t>
      </w:r>
      <w:r>
        <w:t>o die in the prime of youth, even death was mournful!</w:t>
      </w:r>
    </w:p>
    <w:p w:rsidR="00C563CB" w:rsidRDefault="00C563CB" w:rsidP="00CD60A2">
      <w:pPr>
        <w:pStyle w:val="libItalic"/>
      </w:pPr>
      <w:r w:rsidRPr="00CD60A2">
        <w:t>A</w:t>
      </w:r>
      <w:r>
        <w:t>li Akbar was now facing the enemy's forces</w:t>
      </w:r>
    </w:p>
    <w:p w:rsidR="00C563CB" w:rsidRDefault="00C563CB" w:rsidP="00CD60A2">
      <w:pPr>
        <w:pStyle w:val="libItalic"/>
      </w:pPr>
      <w:r w:rsidRPr="00CD60A2">
        <w:t>H</w:t>
      </w:r>
      <w:r>
        <w:t>e was addressing them with such eloquence</w:t>
      </w:r>
    </w:p>
    <w:p w:rsidR="00C563CB" w:rsidRDefault="00C563CB" w:rsidP="00CD60A2">
      <w:pPr>
        <w:pStyle w:val="libItalic"/>
      </w:pPr>
      <w:r w:rsidRPr="00CD60A2">
        <w:t>T</w:t>
      </w:r>
      <w:r>
        <w:t>he older ones were blinking their eyes in amazement</w:t>
      </w:r>
    </w:p>
    <w:p w:rsidR="00C563CB" w:rsidRDefault="00C563CB" w:rsidP="00CD60A2">
      <w:pPr>
        <w:pStyle w:val="libItalic"/>
      </w:pPr>
      <w:r w:rsidRPr="00CD60A2">
        <w:t>H</w:t>
      </w:r>
      <w:r>
        <w:t>as Prophet descended from heaven, his son to lament?</w:t>
      </w:r>
    </w:p>
    <w:p w:rsidR="00C563CB" w:rsidRDefault="00C563CB" w:rsidP="00CD60A2">
      <w:pPr>
        <w:pStyle w:val="libItalic"/>
      </w:pPr>
      <w:r w:rsidRPr="00CD60A2">
        <w:t>O</w:t>
      </w:r>
      <w:r>
        <w:t>mar Saad saw the magic spell, the words had cast</w:t>
      </w:r>
    </w:p>
    <w:p w:rsidR="00C563CB" w:rsidRDefault="00C563CB" w:rsidP="00CD60A2">
      <w:pPr>
        <w:pStyle w:val="libItalic"/>
      </w:pPr>
      <w:r w:rsidRPr="00CD60A2">
        <w:t>A</w:t>
      </w:r>
      <w:r>
        <w:t>ll would soon be lost, if he allowed this to last</w:t>
      </w:r>
    </w:p>
    <w:p w:rsidR="00C563CB" w:rsidRDefault="00C563CB" w:rsidP="00CD60A2">
      <w:pPr>
        <w:pStyle w:val="libItalic"/>
      </w:pPr>
      <w:r w:rsidRPr="00CD60A2">
        <w:t>H</w:t>
      </w:r>
      <w:r>
        <w:t>e exhorted his men; he whipped their gold lust</w:t>
      </w:r>
    </w:p>
    <w:p w:rsidR="00C563CB" w:rsidRDefault="00C563CB" w:rsidP="00CD60A2">
      <w:pPr>
        <w:pStyle w:val="libItalic"/>
      </w:pPr>
      <w:r>
        <w:t>"</w:t>
      </w:r>
      <w:r w:rsidRPr="00CD60A2">
        <w:t>E</w:t>
      </w:r>
      <w:r>
        <w:t>maciated is he by three days of hunger and thirst."</w:t>
      </w:r>
    </w:p>
    <w:p w:rsidR="00C563CB" w:rsidRDefault="00C563CB" w:rsidP="00CD60A2">
      <w:pPr>
        <w:pStyle w:val="libItalic"/>
      </w:pPr>
      <w:r w:rsidRPr="00CD60A2">
        <w:t>H</w:t>
      </w:r>
      <w:r>
        <w:t>e met the hounds in battle, one by one</w:t>
      </w:r>
    </w:p>
    <w:p w:rsidR="00C563CB" w:rsidRDefault="00C563CB" w:rsidP="00CD60A2">
      <w:pPr>
        <w:pStyle w:val="libItalic"/>
      </w:pPr>
      <w:r w:rsidRPr="00CD60A2">
        <w:t>W</w:t>
      </w:r>
      <w:r>
        <w:t>as this Ali himself? Each battle he won.</w:t>
      </w:r>
    </w:p>
    <w:p w:rsidR="00C563CB" w:rsidRDefault="00C563CB" w:rsidP="00CD60A2">
      <w:pPr>
        <w:pStyle w:val="libItalic"/>
      </w:pPr>
      <w:r w:rsidRPr="00CD60A2">
        <w:t>T</w:t>
      </w:r>
      <w:r>
        <w:t>he winds were whispering "La Fatha Illa Ali</w:t>
      </w:r>
    </w:p>
    <w:p w:rsidR="00C563CB" w:rsidRDefault="00C563CB" w:rsidP="00CD60A2">
      <w:pPr>
        <w:pStyle w:val="libItalic"/>
      </w:pPr>
      <w:r w:rsidRPr="00CD60A2">
        <w:lastRenderedPageBreak/>
        <w:t>L</w:t>
      </w:r>
      <w:r>
        <w:t>a Saif Illa Zulfiqar" most solemnly.</w:t>
      </w:r>
    </w:p>
    <w:p w:rsidR="00C563CB" w:rsidRDefault="00C563CB" w:rsidP="00CD60A2">
      <w:pPr>
        <w:pStyle w:val="libItalic"/>
      </w:pPr>
      <w:r w:rsidRPr="00CD60A2">
        <w:t>S</w:t>
      </w:r>
      <w:r>
        <w:t>uch was the skill and prowess in fighting</w:t>
      </w:r>
    </w:p>
    <w:p w:rsidR="00C563CB" w:rsidRDefault="00C563CB" w:rsidP="00CD60A2">
      <w:pPr>
        <w:pStyle w:val="libItalic"/>
      </w:pPr>
      <w:r w:rsidRPr="00CD60A2">
        <w:t>H</w:t>
      </w:r>
      <w:r>
        <w:t>eads rolled on with speed of lightening</w:t>
      </w:r>
    </w:p>
    <w:p w:rsidR="00C563CB" w:rsidRDefault="00C563CB" w:rsidP="00CD60A2">
      <w:pPr>
        <w:pStyle w:val="libItalic"/>
      </w:pPr>
      <w:r w:rsidRPr="00CD60A2">
        <w:t>N</w:t>
      </w:r>
      <w:r>
        <w:t>one dared come forward from the enemy's rank</w:t>
      </w:r>
    </w:p>
    <w:p w:rsidR="00C563CB" w:rsidRDefault="00C563CB" w:rsidP="00CD60A2">
      <w:pPr>
        <w:pStyle w:val="libItalic"/>
      </w:pPr>
      <w:r w:rsidRPr="00CD60A2">
        <w:t>C</w:t>
      </w:r>
      <w:r>
        <w:t xml:space="preserve">owards were they; their hearts had </w:t>
      </w:r>
      <w:proofErr w:type="gramStart"/>
      <w:r>
        <w:t>shrank</w:t>
      </w:r>
      <w:proofErr w:type="gramEnd"/>
      <w:r>
        <w:t>.</w:t>
      </w:r>
    </w:p>
    <w:p w:rsidR="00C563CB" w:rsidRDefault="00C563CB" w:rsidP="00CD60A2">
      <w:pPr>
        <w:pStyle w:val="libItalic"/>
      </w:pPr>
      <w:r w:rsidRPr="00CD60A2">
        <w:t>T</w:t>
      </w:r>
      <w:r>
        <w:t>hrough wounds, though victorious, in single fights</w:t>
      </w:r>
    </w:p>
    <w:p w:rsidR="00C563CB" w:rsidRDefault="00C563CB" w:rsidP="00CD60A2">
      <w:pPr>
        <w:pStyle w:val="libItalic"/>
      </w:pPr>
      <w:r w:rsidRPr="00CD60A2">
        <w:t>T</w:t>
      </w:r>
      <w:r>
        <w:t>he blood was gushing; thirsty was his plight</w:t>
      </w:r>
    </w:p>
    <w:p w:rsidR="00C563CB" w:rsidRDefault="00C563CB" w:rsidP="00CD60A2">
      <w:pPr>
        <w:pStyle w:val="libItalic"/>
      </w:pPr>
      <w:r w:rsidRPr="00CD60A2">
        <w:t>H</w:t>
      </w:r>
      <w:r>
        <w:t>e had left his mother, in a dazed condition</w:t>
      </w:r>
    </w:p>
    <w:p w:rsidR="00C563CB" w:rsidRDefault="00C563CB" w:rsidP="00CD60A2">
      <w:pPr>
        <w:pStyle w:val="libItalic"/>
      </w:pPr>
      <w:r w:rsidRPr="00CD60A2">
        <w:t>I</w:t>
      </w:r>
      <w:r>
        <w:t>rresistible was the urge, to see his dear ones.</w:t>
      </w:r>
    </w:p>
    <w:p w:rsidR="00C563CB" w:rsidRDefault="00C563CB" w:rsidP="00CD60A2">
      <w:pPr>
        <w:pStyle w:val="libItalic"/>
      </w:pPr>
      <w:r w:rsidRPr="00CD60A2">
        <w:t>H</w:t>
      </w:r>
      <w:r>
        <w:t>is father was anxiously watching his son's heroic deeds</w:t>
      </w:r>
    </w:p>
    <w:p w:rsidR="00C563CB" w:rsidRDefault="00C563CB" w:rsidP="00CD60A2">
      <w:pPr>
        <w:pStyle w:val="libItalic"/>
      </w:pPr>
      <w:r w:rsidRPr="00CD60A2">
        <w:t>H</w:t>
      </w:r>
      <w:r>
        <w:t>is mother and aunt were behind, to attend to his needs</w:t>
      </w:r>
    </w:p>
    <w:p w:rsidR="00C563CB" w:rsidRDefault="00C563CB" w:rsidP="00CD60A2">
      <w:pPr>
        <w:pStyle w:val="libItalic"/>
      </w:pPr>
      <w:r w:rsidRPr="00CD60A2">
        <w:t>T</w:t>
      </w:r>
      <w:r>
        <w:t>hey watched his face; it reflected the progress of fight</w:t>
      </w:r>
    </w:p>
    <w:p w:rsidR="00C563CB" w:rsidRDefault="00C563CB" w:rsidP="00CD60A2">
      <w:pPr>
        <w:pStyle w:val="libItalic"/>
      </w:pPr>
      <w:r w:rsidRPr="00CD60A2">
        <w:t>I</w:t>
      </w:r>
      <w:r>
        <w:t>f any calamity befell Ali Akbar, dim would grow the light.</w:t>
      </w:r>
    </w:p>
    <w:p w:rsidR="00C563CB" w:rsidRDefault="00C563CB" w:rsidP="00CD60A2">
      <w:pPr>
        <w:pStyle w:val="libItalic"/>
      </w:pPr>
      <w:r>
        <w:t>"</w:t>
      </w:r>
      <w:r w:rsidRPr="00CD60A2">
        <w:t>O</w:t>
      </w:r>
      <w:r>
        <w:t>, Allah, who brought back Ismail to Hajra!</w:t>
      </w:r>
    </w:p>
    <w:p w:rsidR="00C563CB" w:rsidRDefault="00C563CB" w:rsidP="00CD60A2">
      <w:pPr>
        <w:pStyle w:val="libItalic"/>
      </w:pPr>
      <w:r w:rsidRPr="00CD60A2">
        <w:t>O</w:t>
      </w:r>
      <w:r>
        <w:t>, Allah, who listened to the mother of Moosa!</w:t>
      </w:r>
    </w:p>
    <w:p w:rsidR="00C563CB" w:rsidRDefault="00C563CB" w:rsidP="00CD60A2">
      <w:pPr>
        <w:pStyle w:val="libItalic"/>
      </w:pPr>
      <w:r w:rsidRPr="00CD60A2">
        <w:t>O</w:t>
      </w:r>
      <w:r>
        <w:t>, Allah, who reunited Yakub with Yusuf, his son!</w:t>
      </w:r>
    </w:p>
    <w:p w:rsidR="00C563CB" w:rsidRDefault="00C563CB" w:rsidP="00CD60A2">
      <w:pPr>
        <w:pStyle w:val="libItalic"/>
      </w:pPr>
      <w:r w:rsidRPr="00CD60A2">
        <w:t>G</w:t>
      </w:r>
      <w:r>
        <w:t>rant us our wish, to see Ali Akbar, for once."</w:t>
      </w:r>
    </w:p>
    <w:p w:rsidR="00C563CB" w:rsidRDefault="00C563CB" w:rsidP="00CD60A2">
      <w:pPr>
        <w:pStyle w:val="libItalic"/>
      </w:pPr>
      <w:r w:rsidRPr="00CD60A2">
        <w:t>W</w:t>
      </w:r>
      <w:r>
        <w:t xml:space="preserve">as it the effect of these prayers, of his mother and </w:t>
      </w:r>
      <w:proofErr w:type="gramStart"/>
      <w:r>
        <w:t>aunt</w:t>
      </w:r>
      <w:proofErr w:type="gramEnd"/>
    </w:p>
    <w:p w:rsidR="00C563CB" w:rsidRDefault="00C563CB" w:rsidP="00CD60A2">
      <w:pPr>
        <w:pStyle w:val="libItalic"/>
      </w:pPr>
      <w:r w:rsidRPr="00CD60A2">
        <w:t>T</w:t>
      </w:r>
      <w:r>
        <w:t>hat brought Ali Akbar back to his father's tent?</w:t>
      </w:r>
    </w:p>
    <w:p w:rsidR="00C563CB" w:rsidRDefault="00C563CB" w:rsidP="00CD60A2">
      <w:pPr>
        <w:pStyle w:val="libItalic"/>
      </w:pPr>
      <w:r w:rsidRPr="00CD60A2">
        <w:t>W</w:t>
      </w:r>
      <w:r>
        <w:t>ith an exclamation of joy and relief they clung to him</w:t>
      </w:r>
    </w:p>
    <w:p w:rsidR="00C563CB" w:rsidRDefault="00C563CB" w:rsidP="00CD60A2">
      <w:pPr>
        <w:pStyle w:val="libItalic"/>
      </w:pPr>
      <w:r>
        <w:t>"</w:t>
      </w:r>
      <w:r w:rsidRPr="00CD60A2">
        <w:t>B</w:t>
      </w:r>
      <w:r>
        <w:t>ravo, my son! Such a fight the world has not seen!"</w:t>
      </w:r>
    </w:p>
    <w:p w:rsidR="00C563CB" w:rsidRDefault="00C563CB" w:rsidP="00CD60A2">
      <w:pPr>
        <w:pStyle w:val="libItalic"/>
      </w:pPr>
      <w:r>
        <w:t>"</w:t>
      </w:r>
      <w:r w:rsidRPr="00CD60A2">
        <w:t>F</w:t>
      </w:r>
      <w:r>
        <w:t>ather, the thirst is killing me; Ah, these wounds!</w:t>
      </w:r>
    </w:p>
    <w:p w:rsidR="00C563CB" w:rsidRDefault="00C563CB" w:rsidP="00CD60A2">
      <w:pPr>
        <w:pStyle w:val="libItalic"/>
      </w:pPr>
      <w:r w:rsidRPr="00CD60A2">
        <w:t>F</w:t>
      </w:r>
      <w:r>
        <w:t>or victories in combat, it is usual to ask a boon</w:t>
      </w:r>
    </w:p>
    <w:p w:rsidR="00C563CB" w:rsidRDefault="00C563CB" w:rsidP="00CD60A2">
      <w:pPr>
        <w:pStyle w:val="libItalic"/>
      </w:pPr>
      <w:r w:rsidRPr="00CD60A2">
        <w:t>A</w:t>
      </w:r>
      <w:r>
        <w:t xml:space="preserve"> refreshing cup of water, is all that I ask and need</w:t>
      </w:r>
    </w:p>
    <w:p w:rsidR="00C563CB" w:rsidRDefault="00C563CB" w:rsidP="00CD60A2">
      <w:pPr>
        <w:pStyle w:val="libItalic"/>
      </w:pPr>
      <w:r w:rsidRPr="00CD60A2">
        <w:t>B</w:t>
      </w:r>
      <w:r>
        <w:t>ut alas! I know not even a drop, you can feed."</w:t>
      </w:r>
    </w:p>
    <w:p w:rsidR="00C563CB" w:rsidRDefault="00C563CB" w:rsidP="00CD60A2">
      <w:pPr>
        <w:pStyle w:val="libItalic"/>
      </w:pPr>
      <w:r w:rsidRPr="00CD60A2">
        <w:t>A</w:t>
      </w:r>
      <w:r>
        <w:t>li Akbar, met his family including mother and father</w:t>
      </w:r>
    </w:p>
    <w:p w:rsidR="00C563CB" w:rsidRDefault="00C563CB" w:rsidP="00CD60A2">
      <w:pPr>
        <w:pStyle w:val="libItalic"/>
      </w:pPr>
      <w:r w:rsidRPr="00CD60A2">
        <w:t>T</w:t>
      </w:r>
      <w:r>
        <w:t>he second parting was equally sad, perhaps even sadder</w:t>
      </w:r>
    </w:p>
    <w:p w:rsidR="00C563CB" w:rsidRDefault="00C563CB" w:rsidP="00CD60A2">
      <w:pPr>
        <w:pStyle w:val="libItalic"/>
      </w:pPr>
      <w:r w:rsidRPr="00CD60A2">
        <w:t>F</w:t>
      </w:r>
      <w:r>
        <w:t>izza, the faithful maid, was disconsolate with grief</w:t>
      </w:r>
    </w:p>
    <w:p w:rsidR="00C563CB" w:rsidRDefault="00C563CB" w:rsidP="00CD60A2">
      <w:pPr>
        <w:pStyle w:val="libItalic"/>
      </w:pPr>
      <w:r w:rsidRPr="00CD60A2">
        <w:t>A</w:t>
      </w:r>
      <w:r>
        <w:t>nd so were Zaynab and Umm Layla, to be very brief.</w:t>
      </w:r>
    </w:p>
    <w:p w:rsidR="00C563CB" w:rsidRDefault="00C563CB" w:rsidP="00CD60A2">
      <w:pPr>
        <w:pStyle w:val="libItalic"/>
      </w:pPr>
      <w:r w:rsidRPr="00CD60A2">
        <w:t>A</w:t>
      </w:r>
      <w:r>
        <w:t>s he rode away, Husayn walked for some distance behind him</w:t>
      </w:r>
    </w:p>
    <w:p w:rsidR="00C563CB" w:rsidRDefault="00C563CB" w:rsidP="00CD60A2">
      <w:pPr>
        <w:pStyle w:val="libItalic"/>
      </w:pPr>
      <w:r w:rsidRPr="00CD60A2">
        <w:t>W</w:t>
      </w:r>
      <w:r>
        <w:t>as it his sacrificial lamb? O, what a heart rending scene!</w:t>
      </w:r>
    </w:p>
    <w:p w:rsidR="00C563CB" w:rsidRDefault="00C563CB" w:rsidP="00CD60A2">
      <w:pPr>
        <w:pStyle w:val="libItalic"/>
      </w:pPr>
      <w:r w:rsidRPr="00CD60A2">
        <w:t>W</w:t>
      </w:r>
      <w:r>
        <w:t>hen Akbar disappeared from his sight, he turned heaven-wards</w:t>
      </w:r>
    </w:p>
    <w:p w:rsidR="00C563CB" w:rsidRDefault="00C563CB" w:rsidP="00CD60A2">
      <w:pPr>
        <w:pStyle w:val="libItalic"/>
      </w:pPr>
      <w:r>
        <w:t>"</w:t>
      </w:r>
      <w:r w:rsidRPr="00CD60A2">
        <w:t>O</w:t>
      </w:r>
      <w:r>
        <w:t>, Allah, be thou witness, your plans, I have not disturbed."</w:t>
      </w:r>
    </w:p>
    <w:p w:rsidR="00C563CB" w:rsidRDefault="00C563CB" w:rsidP="00CD60A2">
      <w:pPr>
        <w:pStyle w:val="libItalic"/>
      </w:pPr>
      <w:r>
        <w:t>"</w:t>
      </w:r>
      <w:r w:rsidRPr="00CD60A2">
        <w:t>O</w:t>
      </w:r>
      <w:r>
        <w:t>, Allah, Thou art, my witness, on this mournful day</w:t>
      </w:r>
    </w:p>
    <w:p w:rsidR="00C563CB" w:rsidRDefault="00C563CB" w:rsidP="00CD60A2">
      <w:pPr>
        <w:pStyle w:val="libItalic"/>
      </w:pPr>
      <w:r w:rsidRPr="00CD60A2">
        <w:t>O</w:t>
      </w:r>
      <w:r>
        <w:t xml:space="preserve">ne, whom I loved, and cherished most, I have sent </w:t>
      </w:r>
      <w:proofErr w:type="gramStart"/>
      <w:r>
        <w:t>away</w:t>
      </w:r>
      <w:proofErr w:type="gramEnd"/>
    </w:p>
    <w:p w:rsidR="00C563CB" w:rsidRDefault="00C563CB" w:rsidP="00CD60A2">
      <w:pPr>
        <w:pStyle w:val="libItalic"/>
      </w:pPr>
      <w:r w:rsidRPr="00CD60A2">
        <w:t>T</w:t>
      </w:r>
      <w:r>
        <w:t>o defend the cause of righteousness and truth</w:t>
      </w:r>
    </w:p>
    <w:p w:rsidR="00C563CB" w:rsidRDefault="00C563CB" w:rsidP="00CD60A2">
      <w:pPr>
        <w:pStyle w:val="libItalic"/>
      </w:pPr>
      <w:proofErr w:type="gramStart"/>
      <w:r w:rsidRPr="00CD60A2">
        <w:t>A</w:t>
      </w:r>
      <w:r>
        <w:t>nd to fight the forces of the devil and his brutes."</w:t>
      </w:r>
      <w:proofErr w:type="gramEnd"/>
    </w:p>
    <w:p w:rsidR="00C563CB" w:rsidRDefault="00C563CB" w:rsidP="00CD60A2">
      <w:pPr>
        <w:pStyle w:val="libItalic"/>
      </w:pPr>
      <w:r w:rsidRPr="00CD60A2">
        <w:t>H</w:t>
      </w:r>
      <w:r>
        <w:t>e sat on the ground; he looked all round in vain</w:t>
      </w:r>
    </w:p>
    <w:p w:rsidR="00C563CB" w:rsidRDefault="00C563CB" w:rsidP="00CD60A2">
      <w:pPr>
        <w:pStyle w:val="libItalic"/>
      </w:pPr>
      <w:r w:rsidRPr="00CD60A2">
        <w:t>H</w:t>
      </w:r>
      <w:r>
        <w:t>e received a wailing call, a call of anguish and pain</w:t>
      </w:r>
    </w:p>
    <w:p w:rsidR="00C563CB" w:rsidRDefault="00C563CB" w:rsidP="00CD60A2">
      <w:pPr>
        <w:pStyle w:val="libItalic"/>
      </w:pPr>
      <w:proofErr w:type="gramStart"/>
      <w:r w:rsidRPr="00CD60A2">
        <w:t>T</w:t>
      </w:r>
      <w:r>
        <w:t>hough</w:t>
      </w:r>
      <w:proofErr w:type="gramEnd"/>
      <w:r>
        <w:t xml:space="preserve"> Husayn, and his people, were expecting such a call</w:t>
      </w:r>
    </w:p>
    <w:p w:rsidR="00C563CB" w:rsidRDefault="00C563CB" w:rsidP="00CD60A2">
      <w:pPr>
        <w:pStyle w:val="libItalic"/>
      </w:pPr>
      <w:r w:rsidRPr="00CD60A2">
        <w:t>A</w:t>
      </w:r>
      <w:r>
        <w:t xml:space="preserve"> ghastly effect, it had on all of them, one and all.</w:t>
      </w:r>
    </w:p>
    <w:p w:rsidR="00C563CB" w:rsidRDefault="00C563CB" w:rsidP="00CD60A2">
      <w:pPr>
        <w:pStyle w:val="libItalic"/>
      </w:pPr>
      <w:r>
        <w:t>"</w:t>
      </w:r>
      <w:r w:rsidRPr="00CD60A2">
        <w:t>F</w:t>
      </w:r>
      <w:r>
        <w:t>ather, Akbar, is with a mortal wound, in his chest</w:t>
      </w:r>
    </w:p>
    <w:p w:rsidR="00C563CB" w:rsidRDefault="00C563CB" w:rsidP="00CD60A2">
      <w:pPr>
        <w:pStyle w:val="libItalic"/>
      </w:pPr>
      <w:r w:rsidRPr="00CD60A2">
        <w:t>F</w:t>
      </w:r>
      <w:r>
        <w:t>ather do come to me, please hurry, and try your best</w:t>
      </w:r>
    </w:p>
    <w:p w:rsidR="00C563CB" w:rsidRDefault="00C563CB" w:rsidP="00CD60A2">
      <w:pPr>
        <w:pStyle w:val="libItalic"/>
      </w:pPr>
      <w:r w:rsidRPr="00CD60A2">
        <w:t>I</w:t>
      </w:r>
      <w:r>
        <w:t>f you are unable to reach me, your dear son,</w:t>
      </w:r>
    </w:p>
    <w:p w:rsidR="00C563CB" w:rsidRDefault="00C563CB" w:rsidP="00CD60A2">
      <w:pPr>
        <w:pStyle w:val="libItalic"/>
      </w:pPr>
      <w:r w:rsidRPr="00CD60A2">
        <w:t>I</w:t>
      </w:r>
      <w:r>
        <w:t xml:space="preserve"> convey my salutations, to you and my dear ones."</w:t>
      </w:r>
    </w:p>
    <w:p w:rsidR="00C563CB" w:rsidRDefault="00C563CB" w:rsidP="00CD60A2">
      <w:pPr>
        <w:pStyle w:val="libItalic"/>
      </w:pPr>
      <w:r w:rsidRPr="00CD60A2">
        <w:t>H</w:t>
      </w:r>
      <w:r>
        <w:t>e rose from the ground and fell; he rose again and fell again</w:t>
      </w:r>
    </w:p>
    <w:p w:rsidR="00C563CB" w:rsidRDefault="00C563CB" w:rsidP="00CD60A2">
      <w:pPr>
        <w:pStyle w:val="libItalic"/>
      </w:pPr>
      <w:r w:rsidRPr="00CD60A2">
        <w:t>H</w:t>
      </w:r>
      <w:r>
        <w:t>e struggled to his feet; his heart was in terrifying pain</w:t>
      </w:r>
    </w:p>
    <w:p w:rsidR="00C563CB" w:rsidRDefault="00C563CB" w:rsidP="00CD60A2">
      <w:pPr>
        <w:pStyle w:val="libItalic"/>
      </w:pPr>
      <w:r w:rsidRPr="00CD60A2">
        <w:t>T</w:t>
      </w:r>
      <w:r>
        <w:t>orrential tears were flooding his eyes; it was awesome!</w:t>
      </w:r>
    </w:p>
    <w:p w:rsidR="00C563CB" w:rsidRDefault="00C563CB" w:rsidP="00CD60A2">
      <w:pPr>
        <w:pStyle w:val="libItalic"/>
      </w:pPr>
      <w:r w:rsidRPr="00CD60A2">
        <w:lastRenderedPageBreak/>
        <w:t>H</w:t>
      </w:r>
      <w:r>
        <w:t>e rushed hither and thither; from where had the cry come?</w:t>
      </w:r>
    </w:p>
    <w:p w:rsidR="00C563CB" w:rsidRDefault="00C563CB" w:rsidP="00CD60A2">
      <w:pPr>
        <w:pStyle w:val="libItalic"/>
      </w:pPr>
      <w:r w:rsidRPr="00CD60A2">
        <w:t>H</w:t>
      </w:r>
      <w:r>
        <w:t>e was sobbing; uncontrollable and tragic was his condition</w:t>
      </w:r>
    </w:p>
    <w:p w:rsidR="00C563CB" w:rsidRDefault="00C563CB" w:rsidP="00CD60A2">
      <w:pPr>
        <w:pStyle w:val="libItalic"/>
      </w:pPr>
      <w:r>
        <w:t>"</w:t>
      </w:r>
      <w:r w:rsidRPr="00CD60A2">
        <w:t>A</w:t>
      </w:r>
      <w:r>
        <w:t>kbar, give me a shout, so that I can follow its direction</w:t>
      </w:r>
    </w:p>
    <w:p w:rsidR="00C563CB" w:rsidRDefault="00C563CB" w:rsidP="00CD60A2">
      <w:pPr>
        <w:pStyle w:val="libItalic"/>
      </w:pPr>
      <w:r w:rsidRPr="00CD60A2">
        <w:t>A</w:t>
      </w:r>
      <w:r>
        <w:t>kbar, my sight is gone; Akbar I van hardly hear your cry</w:t>
      </w:r>
    </w:p>
    <w:p w:rsidR="00C563CB" w:rsidRDefault="00C563CB" w:rsidP="00CD60A2">
      <w:pPr>
        <w:pStyle w:val="libItalic"/>
      </w:pPr>
      <w:r w:rsidRPr="00CD60A2">
        <w:t>I</w:t>
      </w:r>
      <w:r>
        <w:t>s there nobody in this world to guide me, to where you lie?"</w:t>
      </w:r>
    </w:p>
    <w:p w:rsidR="00C563CB" w:rsidRDefault="00C563CB" w:rsidP="00CD60A2">
      <w:pPr>
        <w:pStyle w:val="libItalic"/>
      </w:pPr>
      <w:r w:rsidRPr="00CD60A2">
        <w:t>T</w:t>
      </w:r>
      <w:r>
        <w:t>o the side of his master, Abbas soon came rushing</w:t>
      </w:r>
    </w:p>
    <w:p w:rsidR="00C563CB" w:rsidRDefault="00C563CB" w:rsidP="00CD60A2">
      <w:pPr>
        <w:pStyle w:val="libItalic"/>
      </w:pPr>
      <w:r w:rsidRPr="00CD60A2">
        <w:t>H</w:t>
      </w:r>
      <w:r>
        <w:t>olding his hand, he led him to where Akbar was lying</w:t>
      </w:r>
    </w:p>
    <w:p w:rsidR="00C563CB" w:rsidRDefault="00C563CB" w:rsidP="00CD60A2">
      <w:pPr>
        <w:pStyle w:val="libItalic"/>
      </w:pPr>
      <w:r w:rsidRPr="00CD60A2">
        <w:t>A</w:t>
      </w:r>
      <w:r>
        <w:t>h, the tragic sight! Akbar, lying in a pool of his own blood</w:t>
      </w:r>
    </w:p>
    <w:p w:rsidR="00C563CB" w:rsidRDefault="00C563CB" w:rsidP="00CD60A2">
      <w:pPr>
        <w:pStyle w:val="libItalic"/>
      </w:pPr>
      <w:r w:rsidRPr="00CD60A2">
        <w:t>B</w:t>
      </w:r>
      <w:r>
        <w:t>lood, blood, blood all around; the blood itself was in flood!</w:t>
      </w:r>
    </w:p>
    <w:p w:rsidR="00C563CB" w:rsidRDefault="00C563CB" w:rsidP="00CD60A2">
      <w:pPr>
        <w:pStyle w:val="libItalic"/>
      </w:pPr>
      <w:r w:rsidRPr="00CD60A2">
        <w:t>W</w:t>
      </w:r>
      <w:r>
        <w:t>rithing in unbearable pain and digging his feet in sand</w:t>
      </w:r>
    </w:p>
    <w:p w:rsidR="00C563CB" w:rsidRDefault="00C563CB" w:rsidP="00CD60A2">
      <w:pPr>
        <w:pStyle w:val="libItalic"/>
      </w:pPr>
      <w:r w:rsidRPr="00CD60A2">
        <w:t>H</w:t>
      </w:r>
      <w:r>
        <w:t>is breathing was now heavier; on his heart was his hand</w:t>
      </w:r>
    </w:p>
    <w:p w:rsidR="00C563CB" w:rsidRDefault="00C563CB" w:rsidP="00CD60A2">
      <w:pPr>
        <w:pStyle w:val="libItalic"/>
      </w:pPr>
      <w:r w:rsidRPr="00CD60A2">
        <w:t>A</w:t>
      </w:r>
      <w:r>
        <w:t xml:space="preserve"> gurgling sound was coming, from his parched throat</w:t>
      </w:r>
    </w:p>
    <w:p w:rsidR="00C563CB" w:rsidRDefault="00C563CB" w:rsidP="00CD60A2">
      <w:pPr>
        <w:pStyle w:val="libItalic"/>
      </w:pPr>
      <w:r w:rsidRPr="00CD60A2">
        <w:t>A</w:t>
      </w:r>
      <w:r>
        <w:t>n uneven struggle with death, a fast sinking boat!</w:t>
      </w:r>
    </w:p>
    <w:p w:rsidR="00C563CB" w:rsidRDefault="00C563CB" w:rsidP="00CD60A2">
      <w:pPr>
        <w:pStyle w:val="libItalic"/>
      </w:pPr>
      <w:r w:rsidRPr="00CD60A2">
        <w:t>A</w:t>
      </w:r>
      <w:r>
        <w:t>nd so passed away the brave one, the angelic soul</w:t>
      </w:r>
    </w:p>
    <w:p w:rsidR="00C563CB" w:rsidRDefault="00C563CB" w:rsidP="00CD60A2">
      <w:pPr>
        <w:pStyle w:val="libItalic"/>
      </w:pPr>
      <w:r w:rsidRPr="00CD60A2">
        <w:t>W</w:t>
      </w:r>
      <w:r>
        <w:t>ith a smile on his face, he reached his heavenly goal</w:t>
      </w:r>
    </w:p>
    <w:p w:rsidR="00C563CB" w:rsidRDefault="00C563CB" w:rsidP="00CD60A2">
      <w:pPr>
        <w:pStyle w:val="libItalic"/>
      </w:pPr>
      <w:r w:rsidRPr="00CD60A2">
        <w:t>L</w:t>
      </w:r>
      <w:r>
        <w:t>eaving Husayn back-broken and utterly inconsolable</w:t>
      </w:r>
    </w:p>
    <w:p w:rsidR="00C563CB" w:rsidRDefault="00C563CB" w:rsidP="00CD60A2">
      <w:pPr>
        <w:pStyle w:val="libItalic"/>
      </w:pPr>
      <w:r w:rsidRPr="00CD60A2">
        <w:t>G</w:t>
      </w:r>
      <w:r>
        <w:t>od was a witness; the sacrifice was without parallel!</w:t>
      </w:r>
    </w:p>
    <w:p w:rsidR="00C563CB" w:rsidRDefault="00C563CB" w:rsidP="00CD60A2">
      <w:pPr>
        <w:pStyle w:val="libItalic"/>
      </w:pPr>
      <w:r w:rsidRPr="00CD60A2">
        <w:t>T</w:t>
      </w:r>
      <w:r>
        <w:t>he days of our youth, are the days of our treasure</w:t>
      </w:r>
    </w:p>
    <w:p w:rsidR="00C563CB" w:rsidRDefault="00C563CB" w:rsidP="00CD60A2">
      <w:pPr>
        <w:pStyle w:val="libItalic"/>
      </w:pPr>
      <w:r w:rsidRPr="00CD60A2">
        <w:t>T</w:t>
      </w:r>
      <w:r>
        <w:t>o some, life is doled out in a different measure</w:t>
      </w:r>
    </w:p>
    <w:p w:rsidR="00C563CB" w:rsidRDefault="00C563CB" w:rsidP="00CD60A2">
      <w:pPr>
        <w:pStyle w:val="libItalic"/>
      </w:pPr>
      <w:r w:rsidRPr="00CD60A2">
        <w:t>S</w:t>
      </w:r>
      <w:r>
        <w:t>urging, in young hearts, are the hopes and feelings</w:t>
      </w:r>
    </w:p>
    <w:p w:rsidR="00C563CB" w:rsidRDefault="00C563CB" w:rsidP="00CD60A2">
      <w:pPr>
        <w:pStyle w:val="libItalic"/>
      </w:pPr>
      <w:proofErr w:type="gramStart"/>
      <w:r w:rsidRPr="00CD60A2">
        <w:t>W</w:t>
      </w:r>
      <w:r>
        <w:t>ith every nerve and sinews, quivering with joy of living.</w:t>
      </w:r>
      <w:proofErr w:type="gramEnd"/>
    </w:p>
    <w:p w:rsidR="00C563CB" w:rsidRDefault="00C563CB" w:rsidP="00CD60A2">
      <w:pPr>
        <w:pStyle w:val="libItalic"/>
      </w:pPr>
      <w:r w:rsidRPr="00CD60A2">
        <w:t>S</w:t>
      </w:r>
      <w:r>
        <w:t>ome budding flowers are swept away, by the winds of doom</w:t>
      </w:r>
    </w:p>
    <w:p w:rsidR="00C563CB" w:rsidRDefault="00C563CB" w:rsidP="00CD60A2">
      <w:pPr>
        <w:pStyle w:val="libItalic"/>
      </w:pPr>
      <w:r w:rsidRPr="00CD60A2">
        <w:t>B</w:t>
      </w:r>
      <w:r>
        <w:t>efore they have an opportunity to blossom and bloom</w:t>
      </w:r>
    </w:p>
    <w:p w:rsidR="00C563CB" w:rsidRDefault="00C563CB" w:rsidP="00CD60A2">
      <w:pPr>
        <w:pStyle w:val="libItalic"/>
      </w:pPr>
      <w:r w:rsidRPr="00CD60A2">
        <w:t>S</w:t>
      </w:r>
      <w:r>
        <w:t>uch was the destiny of Husayn's three beloved nephews</w:t>
      </w:r>
    </w:p>
    <w:p w:rsidR="00C563CB" w:rsidRDefault="00C563CB" w:rsidP="00CD60A2">
      <w:pPr>
        <w:pStyle w:val="libItalic"/>
      </w:pPr>
      <w:r w:rsidRPr="00CD60A2">
        <w:t>S</w:t>
      </w:r>
      <w:r>
        <w:t>uch rare Gems, they were limited, and sparingly a few.</w:t>
      </w:r>
    </w:p>
    <w:p w:rsidR="00C563CB" w:rsidRDefault="00C563CB" w:rsidP="00CD60A2">
      <w:pPr>
        <w:pStyle w:val="libItalic"/>
      </w:pPr>
      <w:r w:rsidRPr="00CD60A2">
        <w:t>T</w:t>
      </w:r>
      <w:r>
        <w:t>hree innocent lads, barely in their teens</w:t>
      </w:r>
    </w:p>
    <w:p w:rsidR="00C563CB" w:rsidRDefault="00C563CB" w:rsidP="00CD60A2">
      <w:pPr>
        <w:pStyle w:val="libItalic"/>
      </w:pPr>
      <w:r w:rsidRPr="00CD60A2">
        <w:t>H</w:t>
      </w:r>
      <w:r>
        <w:t>usayn's nephews - Aun, Muhammad and Qasim</w:t>
      </w:r>
    </w:p>
    <w:p w:rsidR="00C563CB" w:rsidRDefault="00C563CB" w:rsidP="00CD60A2">
      <w:pPr>
        <w:pStyle w:val="libItalic"/>
      </w:pPr>
      <w:r w:rsidRPr="00CD60A2">
        <w:t>W</w:t>
      </w:r>
      <w:r>
        <w:t>ere closeted together to discuss their role</w:t>
      </w:r>
    </w:p>
    <w:p w:rsidR="00C563CB" w:rsidRDefault="00C563CB" w:rsidP="00CD60A2">
      <w:pPr>
        <w:pStyle w:val="libItalic"/>
      </w:pPr>
      <w:r w:rsidRPr="00CD60A2">
        <w:t>F</w:t>
      </w:r>
      <w:r>
        <w:t>or that fateful day, clear was their goal!</w:t>
      </w:r>
    </w:p>
    <w:p w:rsidR="00C563CB" w:rsidRDefault="00C563CB" w:rsidP="00CD60A2">
      <w:pPr>
        <w:pStyle w:val="libItalic"/>
      </w:pPr>
      <w:r w:rsidRPr="00CD60A2">
        <w:t>T</w:t>
      </w:r>
      <w:r>
        <w:t>o seek Husayn's permission, was their main task</w:t>
      </w:r>
    </w:p>
    <w:p w:rsidR="00C563CB" w:rsidRDefault="00C563CB" w:rsidP="00CD60A2">
      <w:pPr>
        <w:pStyle w:val="libItalic"/>
      </w:pPr>
      <w:r w:rsidRPr="00CD60A2">
        <w:t>W</w:t>
      </w:r>
      <w:r>
        <w:t>hat should they say? How should they ask?</w:t>
      </w:r>
    </w:p>
    <w:p w:rsidR="00C563CB" w:rsidRDefault="00C563CB" w:rsidP="00CD60A2">
      <w:pPr>
        <w:pStyle w:val="libItalic"/>
      </w:pPr>
      <w:r w:rsidRPr="00CD60A2">
        <w:t>S</w:t>
      </w:r>
      <w:r>
        <w:t>eriously they discussed for quite some time</w:t>
      </w:r>
    </w:p>
    <w:p w:rsidR="00C563CB" w:rsidRDefault="00C563CB" w:rsidP="00CD60A2">
      <w:pPr>
        <w:pStyle w:val="libItalic"/>
      </w:pPr>
      <w:r w:rsidRPr="00CD60A2">
        <w:t>T</w:t>
      </w:r>
      <w:r>
        <w:t>o die as martyrs, was in their family line.</w:t>
      </w:r>
    </w:p>
    <w:p w:rsidR="00C563CB" w:rsidRDefault="00C563CB" w:rsidP="00CD60A2">
      <w:pPr>
        <w:pStyle w:val="libItalic"/>
      </w:pPr>
      <w:r w:rsidRPr="00CD60A2">
        <w:t>H</w:t>
      </w:r>
      <w:r>
        <w:t>ow commendable was the behavior of these three young ones</w:t>
      </w:r>
    </w:p>
    <w:p w:rsidR="00C563CB" w:rsidRDefault="00C563CB" w:rsidP="00CD60A2">
      <w:pPr>
        <w:pStyle w:val="libItalic"/>
      </w:pPr>
      <w:r w:rsidRPr="00CD60A2">
        <w:t>T</w:t>
      </w:r>
      <w:r>
        <w:t>here was no sign of childishness or immaturity; no, none!</w:t>
      </w:r>
    </w:p>
    <w:p w:rsidR="00C563CB" w:rsidRDefault="00C563CB" w:rsidP="00CD60A2">
      <w:pPr>
        <w:pStyle w:val="libItalic"/>
      </w:pPr>
      <w:r w:rsidRPr="00CD60A2">
        <w:t>T</w:t>
      </w:r>
      <w:r>
        <w:t>hey were neither nervous nor, in any way scared</w:t>
      </w:r>
    </w:p>
    <w:p w:rsidR="00C563CB" w:rsidRDefault="00C563CB" w:rsidP="00CD60A2">
      <w:pPr>
        <w:pStyle w:val="libItalic"/>
      </w:pPr>
      <w:r w:rsidRPr="00CD60A2">
        <w:t>T</w:t>
      </w:r>
      <w:r>
        <w:t xml:space="preserve">he </w:t>
      </w:r>
      <w:proofErr w:type="gramStart"/>
      <w:r>
        <w:t>chances of survival was</w:t>
      </w:r>
      <w:proofErr w:type="gramEnd"/>
      <w:r>
        <w:t xml:space="preserve"> nil, they were fully aware.</w:t>
      </w:r>
    </w:p>
    <w:p w:rsidR="00C563CB" w:rsidRDefault="00C563CB" w:rsidP="00CD60A2">
      <w:pPr>
        <w:pStyle w:val="libItalic"/>
      </w:pPr>
      <w:proofErr w:type="gramStart"/>
      <w:r w:rsidRPr="00CD60A2">
        <w:t>Q</w:t>
      </w:r>
      <w:r>
        <w:t>asim,</w:t>
      </w:r>
      <w:proofErr w:type="gramEnd"/>
      <w:r>
        <w:t xml:space="preserve"> abruptly left; he entered the tent</w:t>
      </w:r>
    </w:p>
    <w:p w:rsidR="00C563CB" w:rsidRDefault="00C563CB" w:rsidP="00CD60A2">
      <w:pPr>
        <w:pStyle w:val="libItalic"/>
      </w:pPr>
      <w:r w:rsidRPr="00CD60A2">
        <w:t>U</w:t>
      </w:r>
      <w:r>
        <w:t>mm Farwa, his mother, her head was bent</w:t>
      </w:r>
    </w:p>
    <w:p w:rsidR="00C563CB" w:rsidRDefault="00C563CB" w:rsidP="00CD60A2">
      <w:pPr>
        <w:pStyle w:val="libItalic"/>
      </w:pPr>
      <w:r w:rsidRPr="00CD60A2">
        <w:t>E</w:t>
      </w:r>
      <w:r>
        <w:t>ngrossed in her thoughts - Hassan's widow</w:t>
      </w:r>
    </w:p>
    <w:p w:rsidR="00C563CB" w:rsidRDefault="00C563CB" w:rsidP="00CD60A2">
      <w:pPr>
        <w:pStyle w:val="libItalic"/>
      </w:pPr>
      <w:r w:rsidRPr="00CD60A2">
        <w:t>W</w:t>
      </w:r>
      <w:r>
        <w:t xml:space="preserve">as thinking of her son and the </w:t>
      </w:r>
      <w:proofErr w:type="gramStart"/>
      <w:r>
        <w:t>morrow.</w:t>
      </w:r>
      <w:proofErr w:type="gramEnd"/>
    </w:p>
    <w:p w:rsidR="00C563CB" w:rsidRDefault="00C563CB" w:rsidP="00CD60A2">
      <w:pPr>
        <w:pStyle w:val="libItalic"/>
      </w:pPr>
      <w:r>
        <w:t>"</w:t>
      </w:r>
      <w:r w:rsidRPr="00CD60A2">
        <w:t>D</w:t>
      </w:r>
      <w:r>
        <w:t xml:space="preserve">o you </w:t>
      </w:r>
      <w:proofErr w:type="gramStart"/>
      <w:r>
        <w:t>know,</w:t>
      </w:r>
      <w:proofErr w:type="gramEnd"/>
      <w:r>
        <w:t xml:space="preserve"> why I called you, Qasim, my son?</w:t>
      </w:r>
    </w:p>
    <w:p w:rsidR="00C563CB" w:rsidRDefault="00C563CB" w:rsidP="00CD60A2">
      <w:pPr>
        <w:pStyle w:val="libItalic"/>
      </w:pPr>
      <w:r w:rsidRPr="00CD60A2">
        <w:t>T</w:t>
      </w:r>
      <w:r>
        <w:t>o remind you of your duty to your uncle Husayn</w:t>
      </w:r>
    </w:p>
    <w:p w:rsidR="00C563CB" w:rsidRDefault="00C563CB" w:rsidP="00CD60A2">
      <w:pPr>
        <w:pStyle w:val="libItalic"/>
      </w:pPr>
      <w:r w:rsidRPr="00CD60A2">
        <w:t>H</w:t>
      </w:r>
      <w:r>
        <w:t>assan and Husayn, were so much devoted to each other,</w:t>
      </w:r>
    </w:p>
    <w:p w:rsidR="00C563CB" w:rsidRDefault="00C563CB" w:rsidP="00CD60A2">
      <w:pPr>
        <w:pStyle w:val="libItalic"/>
      </w:pPr>
      <w:r w:rsidRPr="00CD60A2">
        <w:t>M</w:t>
      </w:r>
      <w:r>
        <w:t>ore than what children are to their father and mother.</w:t>
      </w:r>
    </w:p>
    <w:p w:rsidR="00C563CB" w:rsidRDefault="00C563CB" w:rsidP="00CD60A2">
      <w:pPr>
        <w:pStyle w:val="libItalic"/>
      </w:pPr>
      <w:r w:rsidRPr="00CD60A2">
        <w:t>H</w:t>
      </w:r>
      <w:r>
        <w:t>e wanted you to deputize for him, on this day</w:t>
      </w:r>
    </w:p>
    <w:p w:rsidR="00C563CB" w:rsidRDefault="00C563CB" w:rsidP="00CD60A2">
      <w:pPr>
        <w:pStyle w:val="libItalic"/>
      </w:pPr>
      <w:r w:rsidRPr="00CD60A2">
        <w:t>I</w:t>
      </w:r>
      <w:r>
        <w:t>t was your father's wish that, come what may,</w:t>
      </w:r>
    </w:p>
    <w:p w:rsidR="00C563CB" w:rsidRDefault="00C563CB" w:rsidP="00CD60A2">
      <w:pPr>
        <w:pStyle w:val="libItalic"/>
      </w:pPr>
      <w:r w:rsidRPr="00CD60A2">
        <w:t>Y</w:t>
      </w:r>
      <w:r>
        <w:t>ou should stand by Husayn, through unflinching devotion</w:t>
      </w:r>
    </w:p>
    <w:p w:rsidR="00C563CB" w:rsidRDefault="00C563CB" w:rsidP="00CD60A2">
      <w:pPr>
        <w:pStyle w:val="libItalic"/>
      </w:pPr>
      <w:r w:rsidRPr="00CD60A2">
        <w:lastRenderedPageBreak/>
        <w:t>T</w:t>
      </w:r>
      <w:r>
        <w:t>o defend Husayn, should be your life's sacred mission."</w:t>
      </w:r>
    </w:p>
    <w:p w:rsidR="00C563CB" w:rsidRDefault="00C563CB" w:rsidP="00CD60A2">
      <w:pPr>
        <w:pStyle w:val="libItalic"/>
      </w:pPr>
      <w:r w:rsidRPr="00CD60A2">
        <w:t>A</w:t>
      </w:r>
      <w:r>
        <w:t xml:space="preserve"> load was of his head; how thoughtful of his father</w:t>
      </w:r>
    </w:p>
    <w:p w:rsidR="00C563CB" w:rsidRDefault="00C563CB" w:rsidP="00CD60A2">
      <w:pPr>
        <w:pStyle w:val="libItalic"/>
      </w:pPr>
      <w:r w:rsidRPr="00CD60A2">
        <w:t>T</w:t>
      </w:r>
      <w:r>
        <w:t>o have provided for this situation, and one still harder</w:t>
      </w:r>
    </w:p>
    <w:p w:rsidR="00C563CB" w:rsidRDefault="00C563CB" w:rsidP="00CD60A2">
      <w:pPr>
        <w:pStyle w:val="libItalic"/>
      </w:pPr>
      <w:r w:rsidRPr="00CD60A2">
        <w:t>A</w:t>
      </w:r>
      <w:r>
        <w:t xml:space="preserve"> letter for Husayn, containing his dying desire</w:t>
      </w:r>
    </w:p>
    <w:p w:rsidR="00C563CB" w:rsidRDefault="00C563CB" w:rsidP="00CD60A2">
      <w:pPr>
        <w:pStyle w:val="libItalic"/>
      </w:pPr>
      <w:r>
        <w:t>"</w:t>
      </w:r>
      <w:r w:rsidRPr="00CD60A2">
        <w:t>Q</w:t>
      </w:r>
      <w:r>
        <w:t>asim, shall deputize for me, since I have from the world retired."</w:t>
      </w:r>
    </w:p>
    <w:p w:rsidR="00C563CB" w:rsidRDefault="00C563CB" w:rsidP="00CD60A2">
      <w:pPr>
        <w:pStyle w:val="libItalic"/>
      </w:pPr>
      <w:proofErr w:type="gramStart"/>
      <w:r>
        <w:t>"</w:t>
      </w:r>
      <w:r w:rsidRPr="00CD60A2">
        <w:t>M</w:t>
      </w:r>
      <w:r>
        <w:t>y children!</w:t>
      </w:r>
      <w:proofErr w:type="gramEnd"/>
      <w:r>
        <w:t xml:space="preserve"> Do you know what tomorrow has in store?</w:t>
      </w:r>
    </w:p>
    <w:p w:rsidR="00C563CB" w:rsidRDefault="00C563CB" w:rsidP="00CD60A2">
      <w:pPr>
        <w:pStyle w:val="libItalic"/>
      </w:pPr>
      <w:r w:rsidRPr="00CD60A2">
        <w:t>Z</w:t>
      </w:r>
      <w:r>
        <w:t>aynab's near and dear ones will be no more.</w:t>
      </w:r>
    </w:p>
    <w:p w:rsidR="00C563CB" w:rsidRDefault="00C563CB" w:rsidP="00CD60A2">
      <w:pPr>
        <w:pStyle w:val="libItalic"/>
      </w:pPr>
      <w:proofErr w:type="gramStart"/>
      <w:r w:rsidRPr="00CD60A2">
        <w:t>A</w:t>
      </w:r>
      <w:r>
        <w:t>ll the</w:t>
      </w:r>
      <w:proofErr w:type="gramEnd"/>
      <w:r>
        <w:t xml:space="preserve"> vendetta nurtured, all these years,</w:t>
      </w:r>
    </w:p>
    <w:p w:rsidR="00C563CB" w:rsidRDefault="00C563CB" w:rsidP="00CD60A2">
      <w:pPr>
        <w:pStyle w:val="libItalic"/>
      </w:pPr>
      <w:r w:rsidRPr="00CD60A2">
        <w:t>W</w:t>
      </w:r>
      <w:r>
        <w:t>ill rise like snakes; strike them down without fear!"</w:t>
      </w:r>
    </w:p>
    <w:p w:rsidR="00C563CB" w:rsidRDefault="00C563CB" w:rsidP="00CD60A2">
      <w:pPr>
        <w:pStyle w:val="libItalic"/>
      </w:pPr>
      <w:r>
        <w:t>"</w:t>
      </w:r>
      <w:r w:rsidRPr="00CD60A2">
        <w:t>I</w:t>
      </w:r>
      <w:r>
        <w:t xml:space="preserve"> want both of you, my dear beloved sons</w:t>
      </w:r>
    </w:p>
    <w:p w:rsidR="00C563CB" w:rsidRDefault="00C563CB" w:rsidP="00CD60A2">
      <w:pPr>
        <w:pStyle w:val="libItalic"/>
      </w:pPr>
      <w:r w:rsidRPr="00CD60A2">
        <w:t>T</w:t>
      </w:r>
      <w:r>
        <w:t>o defend uncle Husayn and his priceless children"</w:t>
      </w:r>
    </w:p>
    <w:p w:rsidR="00C563CB" w:rsidRDefault="00C563CB" w:rsidP="00CD60A2">
      <w:pPr>
        <w:pStyle w:val="libItalic"/>
      </w:pPr>
      <w:r w:rsidRPr="00CD60A2">
        <w:t>H</w:t>
      </w:r>
      <w:r>
        <w:t>ow relieved they felt, and what a pleasant surprise</w:t>
      </w:r>
    </w:p>
    <w:p w:rsidR="00C563CB" w:rsidRDefault="00C563CB" w:rsidP="00CD60A2">
      <w:pPr>
        <w:pStyle w:val="libItalic"/>
      </w:pPr>
      <w:r w:rsidRPr="00CD60A2">
        <w:t>T</w:t>
      </w:r>
      <w:r>
        <w:t>he hurdle was over; they had hardly surmised.</w:t>
      </w:r>
    </w:p>
    <w:p w:rsidR="00C563CB" w:rsidRDefault="00C563CB" w:rsidP="00CD60A2">
      <w:pPr>
        <w:pStyle w:val="libItalic"/>
      </w:pPr>
      <w:r w:rsidRPr="00CD60A2">
        <w:t>A</w:t>
      </w:r>
      <w:r>
        <w:t>fter a pause she added, "</w:t>
      </w:r>
      <w:proofErr w:type="gramStart"/>
      <w:r>
        <w:t>when</w:t>
      </w:r>
      <w:proofErr w:type="gramEnd"/>
      <w:r>
        <w:t xml:space="preserve"> I was leaving Mecca,</w:t>
      </w:r>
    </w:p>
    <w:p w:rsidR="00C563CB" w:rsidRDefault="00C563CB" w:rsidP="00CD60A2">
      <w:pPr>
        <w:pStyle w:val="libItalic"/>
      </w:pPr>
      <w:r w:rsidRPr="00CD60A2">
        <w:t>I</w:t>
      </w:r>
      <w:r>
        <w:t>t was the wish of your father, Abdulla</w:t>
      </w:r>
    </w:p>
    <w:p w:rsidR="00C563CB" w:rsidRDefault="00C563CB" w:rsidP="00CD60A2">
      <w:pPr>
        <w:pStyle w:val="libItalic"/>
      </w:pPr>
      <w:r w:rsidRPr="00CD60A2">
        <w:t>Y</w:t>
      </w:r>
      <w:r>
        <w:t>ou my son, Aun, should deputize for him</w:t>
      </w:r>
    </w:p>
    <w:p w:rsidR="00C563CB" w:rsidRDefault="00C563CB" w:rsidP="00CD60A2">
      <w:pPr>
        <w:pStyle w:val="libItalic"/>
      </w:pPr>
      <w:r>
        <w:t xml:space="preserve">] </w:t>
      </w:r>
      <w:r w:rsidRPr="00CD60A2">
        <w:t>A</w:t>
      </w:r>
      <w:r>
        <w:t>nd you my child, Muhammad, be my offering."</w:t>
      </w:r>
    </w:p>
    <w:p w:rsidR="00C563CB" w:rsidRDefault="00C563CB" w:rsidP="00CD60A2">
      <w:pPr>
        <w:pStyle w:val="libItalic"/>
      </w:pPr>
      <w:r w:rsidRPr="00CD60A2">
        <w:t>W</w:t>
      </w:r>
      <w:r>
        <w:t>ith folded hands, Zaynab addressed her brother</w:t>
      </w:r>
    </w:p>
    <w:p w:rsidR="00C563CB" w:rsidRDefault="00C563CB" w:rsidP="00CD60A2">
      <w:pPr>
        <w:pStyle w:val="libItalic"/>
      </w:pPr>
      <w:r>
        <w:t>"</w:t>
      </w:r>
      <w:r w:rsidRPr="00CD60A2">
        <w:t>I</w:t>
      </w:r>
      <w:r>
        <w:t>n my whole life, have I asked for a favor?</w:t>
      </w:r>
    </w:p>
    <w:p w:rsidR="00C563CB" w:rsidRDefault="00C563CB" w:rsidP="00CD60A2">
      <w:pPr>
        <w:pStyle w:val="libItalic"/>
      </w:pPr>
      <w:r w:rsidRPr="00CD60A2">
        <w:t>F</w:t>
      </w:r>
      <w:r>
        <w:t>or the first time, grant me, my one wish,</w:t>
      </w:r>
    </w:p>
    <w:p w:rsidR="00C563CB" w:rsidRDefault="00C563CB" w:rsidP="00CD60A2">
      <w:pPr>
        <w:pStyle w:val="libItalic"/>
      </w:pPr>
      <w:r w:rsidRPr="00CD60A2">
        <w:t>L</w:t>
      </w:r>
      <w:r>
        <w:t>et my sons follow Ali Akbar, to the abode of bliss."</w:t>
      </w:r>
    </w:p>
    <w:p w:rsidR="00C563CB" w:rsidRDefault="00C563CB" w:rsidP="00CD60A2">
      <w:pPr>
        <w:pStyle w:val="libItalic"/>
      </w:pPr>
      <w:r>
        <w:t>"</w:t>
      </w:r>
      <w:r w:rsidRPr="00CD60A2">
        <w:t>G</w:t>
      </w:r>
      <w:r>
        <w:t>o forward my children and fulfill your desire</w:t>
      </w:r>
    </w:p>
    <w:p w:rsidR="00C563CB" w:rsidRDefault="00C563CB" w:rsidP="00CD60A2">
      <w:pPr>
        <w:pStyle w:val="libItalic"/>
      </w:pPr>
      <w:r w:rsidRPr="00CD60A2">
        <w:t>D</w:t>
      </w:r>
      <w:r>
        <w:t>ie like heroes and from physical world retire</w:t>
      </w:r>
    </w:p>
    <w:p w:rsidR="00C563CB" w:rsidRDefault="00C563CB" w:rsidP="00CD60A2">
      <w:pPr>
        <w:pStyle w:val="libItalic"/>
      </w:pPr>
      <w:r w:rsidRPr="00CD60A2">
        <w:t>I</w:t>
      </w:r>
      <w:r>
        <w:t xml:space="preserve"> shall soon join you on your journey to eternity</w:t>
      </w:r>
    </w:p>
    <w:p w:rsidR="00C563CB" w:rsidRDefault="00C563CB" w:rsidP="00CD60A2">
      <w:pPr>
        <w:pStyle w:val="libItalic"/>
      </w:pPr>
      <w:r w:rsidRPr="00CD60A2">
        <w:t>C</w:t>
      </w:r>
      <w:r>
        <w:t>onvey my salutations to the Heaven's fraternity."</w:t>
      </w:r>
    </w:p>
    <w:p w:rsidR="00C563CB" w:rsidRDefault="00C563CB" w:rsidP="00CD60A2">
      <w:pPr>
        <w:pStyle w:val="libItalic"/>
      </w:pPr>
      <w:r w:rsidRPr="00CD60A2">
        <w:t>M</w:t>
      </w:r>
      <w:r>
        <w:t>y humble tributes to your dear ones, O, Zaynab!</w:t>
      </w:r>
    </w:p>
    <w:p w:rsidR="00C563CB" w:rsidRDefault="00C563CB" w:rsidP="00CD60A2">
      <w:pPr>
        <w:pStyle w:val="libItalic"/>
      </w:pPr>
      <w:r w:rsidRPr="00CD60A2">
        <w:t>T</w:t>
      </w:r>
      <w:r>
        <w:t>he two darling youngsters marched like lion cubs</w:t>
      </w:r>
    </w:p>
    <w:p w:rsidR="00C563CB" w:rsidRDefault="00C563CB" w:rsidP="00CD60A2">
      <w:pPr>
        <w:pStyle w:val="libItalic"/>
      </w:pPr>
      <w:r w:rsidRPr="00CD60A2">
        <w:t>B</w:t>
      </w:r>
      <w:r>
        <w:t>rave was their bearing, brave the stance,</w:t>
      </w:r>
    </w:p>
    <w:p w:rsidR="00C563CB" w:rsidRDefault="00C563CB" w:rsidP="00CD60A2">
      <w:pPr>
        <w:pStyle w:val="libItalic"/>
      </w:pPr>
      <w:r w:rsidRPr="00CD60A2">
        <w:t>T</w:t>
      </w:r>
      <w:r>
        <w:t xml:space="preserve">iny little </w:t>
      </w:r>
      <w:proofErr w:type="gramStart"/>
      <w:r>
        <w:t>swords,</w:t>
      </w:r>
      <w:proofErr w:type="gramEnd"/>
      <w:r>
        <w:t xml:space="preserve"> soon clashed with enemy's lance.</w:t>
      </w:r>
    </w:p>
    <w:p w:rsidR="00C563CB" w:rsidRDefault="00C563CB" w:rsidP="00CD60A2">
      <w:pPr>
        <w:pStyle w:val="libItalic"/>
      </w:pPr>
      <w:r w:rsidRPr="00CD60A2">
        <w:t>T</w:t>
      </w:r>
      <w:r>
        <w:t>he dust lifted itself to give a clearer view</w:t>
      </w:r>
    </w:p>
    <w:p w:rsidR="00C563CB" w:rsidRDefault="00C563CB" w:rsidP="00CD60A2">
      <w:pPr>
        <w:pStyle w:val="libItalic"/>
      </w:pPr>
      <w:r w:rsidRPr="00CD60A2">
        <w:t>E</w:t>
      </w:r>
      <w:r>
        <w:t>nemy soldiers were battling with Husayn's nephews</w:t>
      </w:r>
    </w:p>
    <w:p w:rsidR="00C563CB" w:rsidRDefault="00C563CB" w:rsidP="00CD60A2">
      <w:pPr>
        <w:pStyle w:val="libItalic"/>
      </w:pPr>
      <w:r>
        <w:t>"</w:t>
      </w:r>
      <w:r w:rsidRPr="00CD60A2">
        <w:t>B</w:t>
      </w:r>
      <w:r>
        <w:t>ravo! My sons," was it the voice of Ja'far-e-Tayyar?</w:t>
      </w:r>
    </w:p>
    <w:p w:rsidR="00C563CB" w:rsidRDefault="00C563CB" w:rsidP="00CD60A2">
      <w:pPr>
        <w:pStyle w:val="libItalic"/>
      </w:pPr>
      <w:r w:rsidRPr="00CD60A2">
        <w:t>W</w:t>
      </w:r>
      <w:r>
        <w:t xml:space="preserve">atching from the </w:t>
      </w:r>
      <w:proofErr w:type="gramStart"/>
      <w:r>
        <w:t>heavens,</w:t>
      </w:r>
      <w:proofErr w:type="gramEnd"/>
      <w:r>
        <w:t xml:space="preserve"> was the famed winged warrior!</w:t>
      </w:r>
    </w:p>
    <w:p w:rsidR="00C563CB" w:rsidRDefault="00C563CB" w:rsidP="00CD60A2">
      <w:pPr>
        <w:pStyle w:val="libItalic"/>
      </w:pPr>
      <w:proofErr w:type="gramStart"/>
      <w:r w:rsidRPr="00CD60A2">
        <w:t>A</w:t>
      </w:r>
      <w:r>
        <w:t>nd</w:t>
      </w:r>
      <w:proofErr w:type="gramEnd"/>
      <w:r>
        <w:t xml:space="preserve"> why not? It was Muhammad his grandchild</w:t>
      </w:r>
    </w:p>
    <w:p w:rsidR="00C563CB" w:rsidRDefault="00C563CB" w:rsidP="00CD60A2">
      <w:pPr>
        <w:pStyle w:val="libItalic"/>
      </w:pPr>
      <w:r w:rsidRPr="00CD60A2">
        <w:t>I</w:t>
      </w:r>
      <w:r>
        <w:t>t was a heroic fight, with numerous corpses piled</w:t>
      </w:r>
    </w:p>
    <w:p w:rsidR="00C563CB" w:rsidRDefault="00C563CB" w:rsidP="00CD60A2">
      <w:pPr>
        <w:pStyle w:val="libItalic"/>
      </w:pPr>
      <w:r w:rsidRPr="00CD60A2">
        <w:t>S</w:t>
      </w:r>
      <w:r>
        <w:t>ome distance away, was his younger brother, Aun</w:t>
      </w:r>
    </w:p>
    <w:p w:rsidR="00C563CB" w:rsidRDefault="00C563CB" w:rsidP="00CD60A2">
      <w:pPr>
        <w:pStyle w:val="libItalic"/>
      </w:pPr>
      <w:r w:rsidRPr="00CD60A2">
        <w:t>F</w:t>
      </w:r>
      <w:r>
        <w:t>ortunate were they, to whom such sons were born.</w:t>
      </w:r>
    </w:p>
    <w:p w:rsidR="00C563CB" w:rsidRDefault="00C563CB" w:rsidP="00CD60A2">
      <w:pPr>
        <w:pStyle w:val="libItalic"/>
      </w:pPr>
      <w:r w:rsidRPr="00CD60A2">
        <w:t>A</w:t>
      </w:r>
      <w:r>
        <w:t>gainst heavy odds, as was obviously expected</w:t>
      </w:r>
    </w:p>
    <w:p w:rsidR="00C563CB" w:rsidRDefault="00C563CB" w:rsidP="00CD60A2">
      <w:pPr>
        <w:pStyle w:val="libItalic"/>
      </w:pPr>
      <w:r w:rsidRPr="00CD60A2">
        <w:t>B</w:t>
      </w:r>
      <w:r>
        <w:t>oth fell heroically fighting; so it was fated</w:t>
      </w:r>
    </w:p>
    <w:p w:rsidR="00C563CB" w:rsidRDefault="00C563CB" w:rsidP="00CD60A2">
      <w:pPr>
        <w:pStyle w:val="libItalic"/>
      </w:pPr>
      <w:r w:rsidRPr="00CD60A2">
        <w:t>W</w:t>
      </w:r>
      <w:r>
        <w:t>hat a heart rending scene it was, O Merciful God!</w:t>
      </w:r>
    </w:p>
    <w:p w:rsidR="00C563CB" w:rsidRDefault="00C563CB" w:rsidP="00CD60A2">
      <w:pPr>
        <w:pStyle w:val="libItalic"/>
      </w:pPr>
      <w:r w:rsidRPr="00CD60A2">
        <w:t>O</w:t>
      </w:r>
      <w:r>
        <w:t>nly the brave heart of Zaynab could endure the dart.</w:t>
      </w:r>
    </w:p>
    <w:p w:rsidR="00C563CB" w:rsidRDefault="00C563CB" w:rsidP="00CD60A2">
      <w:pPr>
        <w:pStyle w:val="libItalic"/>
      </w:pPr>
      <w:r w:rsidRPr="00CD60A2">
        <w:t>A</w:t>
      </w:r>
      <w:r>
        <w:t>s was the practice, they started beating the battle drums</w:t>
      </w:r>
    </w:p>
    <w:p w:rsidR="00C563CB" w:rsidRDefault="00C563CB" w:rsidP="00CD60A2">
      <w:pPr>
        <w:pStyle w:val="libItalic"/>
      </w:pPr>
      <w:r w:rsidRPr="00CD60A2">
        <w:t>T</w:t>
      </w:r>
      <w:r>
        <w:t>he butchery of two innocent lads, to them it was fun</w:t>
      </w:r>
    </w:p>
    <w:p w:rsidR="00C563CB" w:rsidRDefault="00C563CB" w:rsidP="00CD60A2">
      <w:pPr>
        <w:pStyle w:val="libItalic"/>
      </w:pPr>
      <w:r w:rsidRPr="00CD60A2">
        <w:t>T</w:t>
      </w:r>
      <w:r>
        <w:t>he usual cry, challenging the young defenders of faith</w:t>
      </w:r>
    </w:p>
    <w:p w:rsidR="00C563CB" w:rsidRDefault="00C563CB" w:rsidP="00CD60A2">
      <w:pPr>
        <w:pStyle w:val="libItalic"/>
      </w:pPr>
      <w:proofErr w:type="gramStart"/>
      <w:r w:rsidRPr="00CD60A2">
        <w:t>T</w:t>
      </w:r>
      <w:r>
        <w:t>o come out in the battlefield, to face their fate.</w:t>
      </w:r>
      <w:proofErr w:type="gramEnd"/>
    </w:p>
    <w:p w:rsidR="00C563CB" w:rsidRDefault="00C563CB" w:rsidP="00CD60A2">
      <w:pPr>
        <w:pStyle w:val="libItalic"/>
      </w:pPr>
      <w:r w:rsidRPr="00CD60A2">
        <w:t>Q</w:t>
      </w:r>
      <w:r>
        <w:t>asim, rushed with letter to his uncle dear</w:t>
      </w:r>
    </w:p>
    <w:p w:rsidR="00C563CB" w:rsidRDefault="00C563CB" w:rsidP="00CD60A2">
      <w:pPr>
        <w:pStyle w:val="libItalic"/>
      </w:pPr>
      <w:r w:rsidRPr="00CD60A2">
        <w:t>T</w:t>
      </w:r>
      <w:r>
        <w:t>here was a crowd round him, how could he go near?</w:t>
      </w:r>
    </w:p>
    <w:p w:rsidR="00C563CB" w:rsidRDefault="00C563CB" w:rsidP="00CD60A2">
      <w:pPr>
        <w:pStyle w:val="libItalic"/>
      </w:pPr>
      <w:r w:rsidRPr="00CD60A2">
        <w:t>T</w:t>
      </w:r>
      <w:r>
        <w:t>he corpses of Aun and Muhammad, had just been brought in</w:t>
      </w:r>
    </w:p>
    <w:p w:rsidR="00C563CB" w:rsidRDefault="00C563CB" w:rsidP="00CD60A2">
      <w:pPr>
        <w:pStyle w:val="libItalic"/>
      </w:pPr>
      <w:proofErr w:type="gramStart"/>
      <w:r w:rsidRPr="00CD60A2">
        <w:lastRenderedPageBreak/>
        <w:t>S</w:t>
      </w:r>
      <w:r>
        <w:t>uch wailing and weeping, he had neither heard, nor seen.</w:t>
      </w:r>
      <w:proofErr w:type="gramEnd"/>
    </w:p>
    <w:p w:rsidR="00C563CB" w:rsidRDefault="00C563CB" w:rsidP="00CD60A2">
      <w:pPr>
        <w:pStyle w:val="libItalic"/>
      </w:pPr>
      <w:r w:rsidRPr="00CD60A2">
        <w:t>C</w:t>
      </w:r>
      <w:r>
        <w:t>lad in his father's clothes, he looked his very image</w:t>
      </w:r>
    </w:p>
    <w:p w:rsidR="00C563CB" w:rsidRDefault="00C563CB" w:rsidP="00CD60A2">
      <w:pPr>
        <w:pStyle w:val="libItalic"/>
      </w:pPr>
      <w:r w:rsidRPr="00CD60A2">
        <w:t>A</w:t>
      </w:r>
      <w:r>
        <w:t>ided by his mother, he pushed forward, taking courage</w:t>
      </w:r>
    </w:p>
    <w:p w:rsidR="00C563CB" w:rsidRDefault="00C563CB" w:rsidP="00CD60A2">
      <w:pPr>
        <w:pStyle w:val="libItalic"/>
      </w:pPr>
      <w:r w:rsidRPr="00CD60A2">
        <w:t>W</w:t>
      </w:r>
      <w:r>
        <w:t>ith letter in hand, he respectfully presented himself</w:t>
      </w:r>
    </w:p>
    <w:p w:rsidR="00C563CB" w:rsidRDefault="00C563CB" w:rsidP="00CD60A2">
      <w:pPr>
        <w:pStyle w:val="libItalic"/>
      </w:pPr>
      <w:r w:rsidRPr="00CD60A2">
        <w:t>T</w:t>
      </w:r>
      <w:r>
        <w:t>he weeping Husayn looked up; had Hassan come to help?</w:t>
      </w:r>
    </w:p>
    <w:p w:rsidR="00C563CB" w:rsidRDefault="00C563CB" w:rsidP="00CD60A2">
      <w:pPr>
        <w:pStyle w:val="libItalic"/>
      </w:pPr>
      <w:r w:rsidRPr="00CD60A2">
        <w:t>H</w:t>
      </w:r>
      <w:r>
        <w:t>e read the letter of his beloved brother</w:t>
      </w:r>
    </w:p>
    <w:p w:rsidR="00C563CB" w:rsidRDefault="00C563CB" w:rsidP="00CD60A2">
      <w:pPr>
        <w:pStyle w:val="libItalic"/>
      </w:pPr>
      <w:r w:rsidRPr="00CD60A2">
        <w:t>H</w:t>
      </w:r>
      <w:r>
        <w:t>e wept bitterly; he could read no further</w:t>
      </w:r>
    </w:p>
    <w:p w:rsidR="00C563CB" w:rsidRDefault="00C563CB" w:rsidP="00CD60A2">
      <w:pPr>
        <w:pStyle w:val="libItalic"/>
      </w:pPr>
      <w:r w:rsidRPr="00CD60A2">
        <w:t>H</w:t>
      </w:r>
      <w:r>
        <w:t>is last desire, how could he not honor</w:t>
      </w:r>
    </w:p>
    <w:p w:rsidR="00C563CB" w:rsidRDefault="00C563CB" w:rsidP="00CD60A2">
      <w:pPr>
        <w:pStyle w:val="libItalic"/>
      </w:pPr>
      <w:proofErr w:type="gramStart"/>
      <w:r w:rsidRPr="00CD60A2">
        <w:t>W</w:t>
      </w:r>
      <w:r>
        <w:t>hen his love had permeated, every nook and corner.</w:t>
      </w:r>
      <w:proofErr w:type="gramEnd"/>
    </w:p>
    <w:p w:rsidR="00C563CB" w:rsidRDefault="00C563CB" w:rsidP="00CD60A2">
      <w:pPr>
        <w:pStyle w:val="libItalic"/>
      </w:pPr>
      <w:r w:rsidRPr="00CD60A2">
        <w:t>Q</w:t>
      </w:r>
      <w:r>
        <w:t>asim fought bravely, though a youth of fourteen</w:t>
      </w:r>
    </w:p>
    <w:p w:rsidR="00C563CB" w:rsidRDefault="00C563CB" w:rsidP="00CD60A2">
      <w:pPr>
        <w:pStyle w:val="libItalic"/>
      </w:pPr>
      <w:r w:rsidRPr="00CD60A2">
        <w:t>H</w:t>
      </w:r>
      <w:r>
        <w:t>e hurled the enemy one by one; what a wonderful scene!</w:t>
      </w:r>
    </w:p>
    <w:p w:rsidR="00C563CB" w:rsidRDefault="00C563CB" w:rsidP="00CD60A2">
      <w:pPr>
        <w:pStyle w:val="libItalic"/>
      </w:pPr>
      <w:r w:rsidRPr="00CD60A2">
        <w:t>S</w:t>
      </w:r>
      <w:r>
        <w:t>words, spears, daggers and arrows, flew from all sides</w:t>
      </w:r>
    </w:p>
    <w:p w:rsidR="00C563CB" w:rsidRDefault="00C563CB" w:rsidP="00CD60A2">
      <w:pPr>
        <w:pStyle w:val="libItalic"/>
      </w:pPr>
      <w:r w:rsidRPr="00CD60A2">
        <w:t>W</w:t>
      </w:r>
      <w:r>
        <w:t>ounded from head to foot, he did not run or hide.</w:t>
      </w:r>
    </w:p>
    <w:p w:rsidR="00C563CB" w:rsidRDefault="00C563CB" w:rsidP="00CD60A2">
      <w:pPr>
        <w:pStyle w:val="libItalic"/>
      </w:pPr>
      <w:r w:rsidRPr="00CD60A2">
        <w:t>F</w:t>
      </w:r>
      <w:r>
        <w:t>alling from the saddle, he gave a gallant valiant cry</w:t>
      </w:r>
    </w:p>
    <w:p w:rsidR="00C563CB" w:rsidRDefault="00C563CB" w:rsidP="00CD60A2">
      <w:pPr>
        <w:pStyle w:val="libItalic"/>
      </w:pPr>
      <w:r w:rsidRPr="00CD60A2">
        <w:t>C</w:t>
      </w:r>
      <w:r>
        <w:t>rushed under horses' hoofs, scattered the pieces lie</w:t>
      </w:r>
    </w:p>
    <w:p w:rsidR="00C563CB" w:rsidRDefault="00C563CB" w:rsidP="00CD60A2">
      <w:pPr>
        <w:pStyle w:val="libItalic"/>
      </w:pPr>
      <w:r w:rsidRPr="00CD60A2">
        <w:t>H</w:t>
      </w:r>
      <w:r>
        <w:t>usayn, the immortal Husayn, collected the mortal remains</w:t>
      </w:r>
    </w:p>
    <w:p w:rsidR="00C563CB" w:rsidRDefault="00C563CB" w:rsidP="00CD60A2">
      <w:pPr>
        <w:pStyle w:val="libItalic"/>
      </w:pPr>
      <w:r w:rsidRPr="00CD60A2">
        <w:t>I</w:t>
      </w:r>
      <w:r>
        <w:t>t was his dear Hassan's offerings, in the cause of Islam.</w:t>
      </w:r>
    </w:p>
    <w:p w:rsidR="00C563CB" w:rsidRDefault="00C563CB" w:rsidP="00CD60A2">
      <w:pPr>
        <w:pStyle w:val="libItalic"/>
      </w:pPr>
      <w:r w:rsidRPr="00CD60A2">
        <w:t>O</w:t>
      </w:r>
      <w:r>
        <w:t>ne against thousands - can it be called a fight?</w:t>
      </w:r>
    </w:p>
    <w:p w:rsidR="00C563CB" w:rsidRDefault="00C563CB" w:rsidP="00CD60A2">
      <w:pPr>
        <w:pStyle w:val="libItalic"/>
      </w:pPr>
      <w:r w:rsidRPr="00CD60A2">
        <w:t>K</w:t>
      </w:r>
      <w:r>
        <w:t>illing an innocent lad, it caused them delight</w:t>
      </w:r>
    </w:p>
    <w:p w:rsidR="00C563CB" w:rsidRDefault="00C563CB" w:rsidP="00CD60A2">
      <w:pPr>
        <w:pStyle w:val="libItalic"/>
      </w:pPr>
      <w:r w:rsidRPr="00CD60A2">
        <w:t>T</w:t>
      </w:r>
      <w:r>
        <w:t>hey thought they were doing something great</w:t>
      </w:r>
    </w:p>
    <w:p w:rsidR="00C563CB" w:rsidRDefault="00C563CB" w:rsidP="00CD60A2">
      <w:pPr>
        <w:pStyle w:val="libItalic"/>
      </w:pPr>
      <w:r w:rsidRPr="00CD60A2">
        <w:t>I</w:t>
      </w:r>
      <w:r>
        <w:t>t was a spillage of their past game of hate.</w:t>
      </w:r>
    </w:p>
    <w:p w:rsidR="00C563CB" w:rsidRDefault="00C563CB" w:rsidP="00CD60A2">
      <w:pPr>
        <w:pStyle w:val="libItalic"/>
      </w:pPr>
      <w:r w:rsidRPr="00CD60A2">
        <w:t>S</w:t>
      </w:r>
      <w:r>
        <w:t>meared with blood, on the shifting sand dunes of Karbala</w:t>
      </w:r>
    </w:p>
    <w:p w:rsidR="00C563CB" w:rsidRDefault="00C563CB" w:rsidP="00CD60A2">
      <w:pPr>
        <w:pStyle w:val="libItalic"/>
      </w:pPr>
      <w:r w:rsidRPr="00CD60A2">
        <w:t>L</w:t>
      </w:r>
      <w:r>
        <w:t>ay a figure of youth, on the banks of Alkoma</w:t>
      </w:r>
    </w:p>
    <w:p w:rsidR="00C563CB" w:rsidRDefault="00C563CB" w:rsidP="00CD60A2">
      <w:pPr>
        <w:pStyle w:val="libItalic"/>
      </w:pPr>
      <w:r w:rsidRPr="00CD60A2">
        <w:t>T</w:t>
      </w:r>
      <w:r>
        <w:t>he crimson life tide was ebbing fast, very fast</w:t>
      </w:r>
    </w:p>
    <w:p w:rsidR="00C563CB" w:rsidRDefault="00C563CB" w:rsidP="00CD60A2">
      <w:pPr>
        <w:pStyle w:val="libItalic"/>
      </w:pPr>
      <w:r w:rsidRPr="00CD60A2">
        <w:t>H</w:t>
      </w:r>
      <w:r>
        <w:t>e was anxiously awaiting somebody, ere he breathed his last.</w:t>
      </w:r>
    </w:p>
    <w:p w:rsidR="00C563CB" w:rsidRDefault="00C563CB" w:rsidP="00CD60A2">
      <w:pPr>
        <w:pStyle w:val="libItalic"/>
      </w:pPr>
      <w:r w:rsidRPr="00CD60A2">
        <w:t>T</w:t>
      </w:r>
      <w:r>
        <w:t>hrough his parched throat, he was feebly calling somebody</w:t>
      </w:r>
    </w:p>
    <w:p w:rsidR="00C563CB" w:rsidRDefault="00C563CB" w:rsidP="00CD60A2">
      <w:pPr>
        <w:pStyle w:val="libItalic"/>
      </w:pPr>
      <w:r w:rsidRPr="00CD60A2">
        <w:t>H</w:t>
      </w:r>
      <w:r>
        <w:t>is master had heeded the call, since morn, of everybody</w:t>
      </w:r>
    </w:p>
    <w:p w:rsidR="00C563CB" w:rsidRDefault="00C563CB" w:rsidP="00CD60A2">
      <w:pPr>
        <w:pStyle w:val="libItalic"/>
      </w:pPr>
      <w:r w:rsidRPr="00CD60A2">
        <w:t>T</w:t>
      </w:r>
      <w:r>
        <w:t>o rush to the side of his dying friends, was his image</w:t>
      </w:r>
    </w:p>
    <w:p w:rsidR="00C563CB" w:rsidRDefault="00C563CB" w:rsidP="00CD60A2">
      <w:pPr>
        <w:pStyle w:val="libItalic"/>
      </w:pPr>
      <w:r w:rsidRPr="00CD60A2">
        <w:t>D</w:t>
      </w:r>
      <w:r>
        <w:t>espite thousand shocks, and famished body, he had not budged.</w:t>
      </w:r>
    </w:p>
    <w:p w:rsidR="00C563CB" w:rsidRDefault="00C563CB" w:rsidP="00CD60A2">
      <w:pPr>
        <w:pStyle w:val="libItalic"/>
      </w:pPr>
      <w:r w:rsidRPr="00CD60A2">
        <w:t>W</w:t>
      </w:r>
      <w:r>
        <w:t>ho is this man, with indomitable courage, one may ask?</w:t>
      </w:r>
    </w:p>
    <w:p w:rsidR="00C563CB" w:rsidRDefault="00C563CB" w:rsidP="00CD60A2">
      <w:pPr>
        <w:pStyle w:val="libItalic"/>
      </w:pPr>
      <w:r w:rsidRPr="00CD60A2">
        <w:t>H</w:t>
      </w:r>
      <w:r>
        <w:t xml:space="preserve">e is the </w:t>
      </w:r>
      <w:proofErr w:type="gramStart"/>
      <w:r>
        <w:t>standard bearer</w:t>
      </w:r>
      <w:proofErr w:type="gramEnd"/>
      <w:r>
        <w:t xml:space="preserve"> of forces, that are no more, alas!</w:t>
      </w:r>
    </w:p>
    <w:p w:rsidR="00C563CB" w:rsidRDefault="00C563CB" w:rsidP="00CD60A2">
      <w:pPr>
        <w:pStyle w:val="libItalic"/>
      </w:pPr>
      <w:r w:rsidRPr="00CD60A2">
        <w:t>A</w:t>
      </w:r>
      <w:r>
        <w:t xml:space="preserve"> pillar of strength, the full moon of the Hashemites,</w:t>
      </w:r>
    </w:p>
    <w:p w:rsidR="00C563CB" w:rsidRDefault="00C563CB" w:rsidP="00CD60A2">
      <w:pPr>
        <w:pStyle w:val="libItalic"/>
      </w:pPr>
      <w:r w:rsidRPr="00CD60A2">
        <w:t>A</w:t>
      </w:r>
      <w:r>
        <w:t xml:space="preserve"> beautiful specimen of manliness; a glorious sight!</w:t>
      </w:r>
    </w:p>
    <w:p w:rsidR="00C563CB" w:rsidRDefault="00C563CB" w:rsidP="00CD60A2">
      <w:pPr>
        <w:pStyle w:val="libItalic"/>
      </w:pPr>
      <w:r w:rsidRPr="00CD60A2">
        <w:t>B</w:t>
      </w:r>
      <w:r>
        <w:t>efore a man's death, all past events fly in a flashback</w:t>
      </w:r>
    </w:p>
    <w:p w:rsidR="00C563CB" w:rsidRDefault="00C563CB" w:rsidP="00CD60A2">
      <w:pPr>
        <w:pStyle w:val="libItalic"/>
      </w:pPr>
      <w:r w:rsidRPr="00CD60A2">
        <w:t>A</w:t>
      </w:r>
      <w:r>
        <w:t>bbas, was seeing them, lying on the burning sand tracts</w:t>
      </w:r>
    </w:p>
    <w:p w:rsidR="00C563CB" w:rsidRDefault="00C563CB" w:rsidP="00CD60A2">
      <w:pPr>
        <w:pStyle w:val="libItalic"/>
      </w:pPr>
      <w:r w:rsidRPr="00CD60A2">
        <w:t>H</w:t>
      </w:r>
      <w:r>
        <w:t>ow, as a child, he followed his Master, Husayn</w:t>
      </w:r>
    </w:p>
    <w:p w:rsidR="00C563CB" w:rsidRDefault="00C563CB" w:rsidP="00CD60A2">
      <w:pPr>
        <w:pStyle w:val="libItalic"/>
      </w:pPr>
      <w:r w:rsidRPr="00CD60A2">
        <w:t>T</w:t>
      </w:r>
      <w:r>
        <w:t>o attend to his every need; to see that none caused him pain.</w:t>
      </w:r>
    </w:p>
    <w:p w:rsidR="00C563CB" w:rsidRDefault="00C563CB" w:rsidP="00CD60A2">
      <w:pPr>
        <w:pStyle w:val="libItalic"/>
      </w:pPr>
      <w:r w:rsidRPr="00CD60A2">
        <w:t>H</w:t>
      </w:r>
      <w:r>
        <w:t>e was in reverie, for quite sometime,</w:t>
      </w:r>
    </w:p>
    <w:p w:rsidR="00C563CB" w:rsidRDefault="00C563CB" w:rsidP="00CD60A2">
      <w:pPr>
        <w:pStyle w:val="libItalic"/>
      </w:pPr>
      <w:r w:rsidRPr="00CD60A2">
        <w:t>S</w:t>
      </w:r>
      <w:r>
        <w:t>cene after scene, passed the memory's mind</w:t>
      </w:r>
    </w:p>
    <w:p w:rsidR="00C563CB" w:rsidRDefault="00C563CB" w:rsidP="00CD60A2">
      <w:pPr>
        <w:pStyle w:val="libItalic"/>
      </w:pPr>
      <w:r w:rsidRPr="00CD60A2">
        <w:t>H</w:t>
      </w:r>
      <w:r>
        <w:t>e suddenly remembered, Sakina, with forty-two other kids</w:t>
      </w:r>
    </w:p>
    <w:p w:rsidR="00C563CB" w:rsidRDefault="00C563CB" w:rsidP="00CD60A2">
      <w:pPr>
        <w:pStyle w:val="libItalic"/>
      </w:pPr>
      <w:proofErr w:type="gramStart"/>
      <w:r w:rsidRPr="00CD60A2">
        <w:t>H</w:t>
      </w:r>
      <w:r>
        <w:t>ad urged him for water, to meet their barest needs.</w:t>
      </w:r>
      <w:proofErr w:type="gramEnd"/>
    </w:p>
    <w:p w:rsidR="00C563CB" w:rsidRDefault="00C563CB" w:rsidP="00CD60A2">
      <w:pPr>
        <w:pStyle w:val="libItalic"/>
      </w:pPr>
      <w:r w:rsidRPr="00CD60A2">
        <w:t>H</w:t>
      </w:r>
      <w:r>
        <w:t>ow like an enraged lion, he had charged at the enemies' ranks</w:t>
      </w:r>
    </w:p>
    <w:p w:rsidR="00C563CB" w:rsidRDefault="00C563CB" w:rsidP="00CD60A2">
      <w:pPr>
        <w:pStyle w:val="libItalic"/>
      </w:pPr>
      <w:r w:rsidRPr="00CD60A2">
        <w:t>L</w:t>
      </w:r>
      <w:r>
        <w:t>ike a knife piercing butter, he had reached the riverbank</w:t>
      </w:r>
    </w:p>
    <w:p w:rsidR="00C563CB" w:rsidRDefault="00C563CB" w:rsidP="00CD60A2">
      <w:pPr>
        <w:pStyle w:val="libItalic"/>
      </w:pPr>
      <w:r w:rsidRPr="00CD60A2">
        <w:t>H</w:t>
      </w:r>
      <w:r>
        <w:t>e had filled the bag of water, without tasting a single drop</w:t>
      </w:r>
    </w:p>
    <w:p w:rsidR="00C563CB" w:rsidRDefault="00C563CB" w:rsidP="00CD60A2">
      <w:pPr>
        <w:pStyle w:val="libItalic"/>
      </w:pPr>
      <w:r w:rsidRPr="00CD60A2">
        <w:t>H</w:t>
      </w:r>
      <w:r>
        <w:t>is horse also refrained, though it was not at all stopped.</w:t>
      </w:r>
    </w:p>
    <w:p w:rsidR="00C563CB" w:rsidRDefault="00C563CB" w:rsidP="00CD60A2">
      <w:pPr>
        <w:pStyle w:val="libItalic"/>
      </w:pPr>
      <w:r w:rsidRPr="00CD60A2">
        <w:t>O</w:t>
      </w:r>
      <w:r>
        <w:t>ne thought was in his mind; how to reach water,</w:t>
      </w:r>
    </w:p>
    <w:p w:rsidR="00C563CB" w:rsidRDefault="00C563CB" w:rsidP="00CD60A2">
      <w:pPr>
        <w:pStyle w:val="libItalic"/>
      </w:pPr>
      <w:r w:rsidRPr="00CD60A2">
        <w:t>F</w:t>
      </w:r>
      <w:r>
        <w:t>or his dear little Sakina, Husayn's youngest daughter</w:t>
      </w:r>
    </w:p>
    <w:p w:rsidR="00C563CB" w:rsidRDefault="00C563CB" w:rsidP="00CD60A2">
      <w:pPr>
        <w:pStyle w:val="libItalic"/>
      </w:pPr>
      <w:r w:rsidRPr="00CD60A2">
        <w:t>B</w:t>
      </w:r>
      <w:r>
        <w:t>oth his hands were cut, while on his way back</w:t>
      </w:r>
    </w:p>
    <w:p w:rsidR="00C563CB" w:rsidRDefault="00C563CB" w:rsidP="00CD60A2">
      <w:pPr>
        <w:pStyle w:val="libItalic"/>
      </w:pPr>
      <w:r w:rsidRPr="00CD60A2">
        <w:lastRenderedPageBreak/>
        <w:t>P</w:t>
      </w:r>
      <w:r>
        <w:t>ierced with arrows, empty was the leather bag.</w:t>
      </w:r>
    </w:p>
    <w:p w:rsidR="00C563CB" w:rsidRDefault="00C563CB" w:rsidP="00CD60A2">
      <w:pPr>
        <w:pStyle w:val="libItalic"/>
      </w:pPr>
      <w:r w:rsidRPr="00CD60A2">
        <w:t>H</w:t>
      </w:r>
      <w:r>
        <w:t>e tossed on the burning sand; unbearable was the pain</w:t>
      </w:r>
    </w:p>
    <w:p w:rsidR="00C563CB" w:rsidRDefault="00C563CB" w:rsidP="00CD60A2">
      <w:pPr>
        <w:pStyle w:val="libItalic"/>
      </w:pPr>
      <w:r w:rsidRPr="00CD60A2">
        <w:t>L</w:t>
      </w:r>
      <w:r>
        <w:t>ife was ebbing fast out; his wish to see his master remained</w:t>
      </w:r>
    </w:p>
    <w:p w:rsidR="00C563CB" w:rsidRDefault="00C563CB" w:rsidP="00CD60A2">
      <w:pPr>
        <w:pStyle w:val="libItalic"/>
      </w:pPr>
      <w:r>
        <w:t>"</w:t>
      </w:r>
      <w:r w:rsidRPr="00CD60A2">
        <w:t>O</w:t>
      </w:r>
      <w:r>
        <w:t>, my master! I beseech you, do come before I die"</w:t>
      </w:r>
    </w:p>
    <w:p w:rsidR="00C563CB" w:rsidRDefault="00C563CB" w:rsidP="00CD60A2">
      <w:pPr>
        <w:pStyle w:val="libItalic"/>
      </w:pPr>
      <w:r w:rsidRPr="00CD60A2">
        <w:t>O</w:t>
      </w:r>
      <w:r>
        <w:t>ne eye was pierced with an arrow; blood was in the other eye.</w:t>
      </w:r>
    </w:p>
    <w:p w:rsidR="00C563CB" w:rsidRDefault="00C563CB" w:rsidP="00CD60A2">
      <w:pPr>
        <w:pStyle w:val="libItalic"/>
      </w:pPr>
      <w:r w:rsidRPr="00CD60A2">
        <w:t>A</w:t>
      </w:r>
      <w:r>
        <w:t>t last, he heard Husayn's voice, a half sob, a muffled cry</w:t>
      </w:r>
    </w:p>
    <w:p w:rsidR="00C563CB" w:rsidRDefault="00C563CB" w:rsidP="00CD60A2">
      <w:pPr>
        <w:pStyle w:val="libItalic"/>
      </w:pPr>
      <w:r>
        <w:t>"</w:t>
      </w:r>
      <w:r w:rsidRPr="00CD60A2">
        <w:t>A</w:t>
      </w:r>
      <w:r>
        <w:t>bbas, my brother, what have they done to you!" he cried</w:t>
      </w:r>
    </w:p>
    <w:p w:rsidR="00C563CB" w:rsidRDefault="00C563CB" w:rsidP="00CD60A2">
      <w:pPr>
        <w:pStyle w:val="libItalic"/>
      </w:pPr>
      <w:r w:rsidRPr="00CD60A2">
        <w:t>U</w:t>
      </w:r>
      <w:r>
        <w:t>ncontrollable was his grief, "You have come, at last, my Master!"</w:t>
      </w:r>
    </w:p>
    <w:p w:rsidR="00C563CB" w:rsidRDefault="00C563CB" w:rsidP="00CD60A2">
      <w:pPr>
        <w:pStyle w:val="libItalic"/>
      </w:pPr>
      <w:r w:rsidRPr="00CD60A2">
        <w:t>H</w:t>
      </w:r>
      <w:r>
        <w:t>e was sobbing; his breath was now much faster.</w:t>
      </w:r>
    </w:p>
    <w:p w:rsidR="00C563CB" w:rsidRDefault="00C563CB" w:rsidP="00CD60A2">
      <w:pPr>
        <w:pStyle w:val="libItalic"/>
      </w:pPr>
      <w:r w:rsidRPr="00CD60A2">
        <w:t>H</w:t>
      </w:r>
      <w:r>
        <w:t>usayn lifted his head; Abbas put it back on the sand</w:t>
      </w:r>
    </w:p>
    <w:p w:rsidR="00C563CB" w:rsidRDefault="00C563CB" w:rsidP="00CD60A2">
      <w:pPr>
        <w:pStyle w:val="libItalic"/>
      </w:pPr>
      <w:proofErr w:type="gramStart"/>
      <w:r>
        <w:t>"</w:t>
      </w:r>
      <w:r w:rsidRPr="00CD60A2">
        <w:t>M</w:t>
      </w:r>
      <w:r>
        <w:t>y Master!</w:t>
      </w:r>
      <w:proofErr w:type="gramEnd"/>
      <w:r>
        <w:t xml:space="preserve"> When your life will be wrung by cruel hands</w:t>
      </w:r>
    </w:p>
    <w:p w:rsidR="00C563CB" w:rsidRDefault="00C563CB" w:rsidP="00CD60A2">
      <w:pPr>
        <w:pStyle w:val="libItalic"/>
      </w:pPr>
      <w:r w:rsidRPr="00CD60A2">
        <w:t>N</w:t>
      </w:r>
      <w:r>
        <w:t>obody will be there, in this world, to comfort thee</w:t>
      </w:r>
    </w:p>
    <w:p w:rsidR="00C563CB" w:rsidRDefault="00C563CB" w:rsidP="00CD60A2">
      <w:pPr>
        <w:pStyle w:val="libItalic"/>
      </w:pPr>
      <w:r w:rsidRPr="00CD60A2">
        <w:t>L</w:t>
      </w:r>
      <w:r>
        <w:t>et my head remain, in the same position, as yours would be!"</w:t>
      </w:r>
    </w:p>
    <w:p w:rsidR="00C563CB" w:rsidRDefault="00C563CB" w:rsidP="00CD60A2">
      <w:pPr>
        <w:pStyle w:val="libItalic"/>
      </w:pPr>
      <w:r>
        <w:t>"</w:t>
      </w:r>
      <w:r w:rsidRPr="00CD60A2">
        <w:t>M</w:t>
      </w:r>
      <w:r>
        <w:t>y Master, I have some last wishes to express"</w:t>
      </w:r>
    </w:p>
    <w:p w:rsidR="00C563CB" w:rsidRDefault="00C563CB" w:rsidP="00CD60A2">
      <w:pPr>
        <w:pStyle w:val="libItalic"/>
      </w:pPr>
      <w:r w:rsidRPr="00CD60A2">
        <w:t>C</w:t>
      </w:r>
      <w:r>
        <w:t>ompletely drenched in blood was his dress</w:t>
      </w:r>
    </w:p>
    <w:p w:rsidR="00C563CB" w:rsidRDefault="00C563CB" w:rsidP="00CD60A2">
      <w:pPr>
        <w:pStyle w:val="libItalic"/>
      </w:pPr>
      <w:r>
        <w:t>"</w:t>
      </w:r>
      <w:r w:rsidRPr="00CD60A2">
        <w:t>W</w:t>
      </w:r>
      <w:r>
        <w:t>hen I was born, I had a first look at your face</w:t>
      </w:r>
    </w:p>
    <w:p w:rsidR="00C563CB" w:rsidRDefault="00C563CB" w:rsidP="00CD60A2">
      <w:pPr>
        <w:pStyle w:val="libItalic"/>
      </w:pPr>
      <w:r w:rsidRPr="00CD60A2">
        <w:t>W</w:t>
      </w:r>
      <w:r>
        <w:t>hen I die, on your face, I want to fix my gaze."</w:t>
      </w:r>
    </w:p>
    <w:p w:rsidR="00C563CB" w:rsidRDefault="00C563CB" w:rsidP="00CD60A2">
      <w:pPr>
        <w:pStyle w:val="libItalic"/>
      </w:pPr>
      <w:r>
        <w:t>"</w:t>
      </w:r>
      <w:r w:rsidRPr="00CD60A2">
        <w:t>P</w:t>
      </w:r>
      <w:r>
        <w:t>lease clear the blood from my one eye</w:t>
      </w:r>
    </w:p>
    <w:p w:rsidR="00C563CB" w:rsidRDefault="00C563CB" w:rsidP="00CD60A2">
      <w:pPr>
        <w:pStyle w:val="libItalic"/>
      </w:pPr>
      <w:r w:rsidRPr="00CD60A2">
        <w:t>L</w:t>
      </w:r>
      <w:r>
        <w:t>et me fulfill my last wish, before I die</w:t>
      </w:r>
    </w:p>
    <w:p w:rsidR="00C563CB" w:rsidRDefault="00C563CB" w:rsidP="00CD60A2">
      <w:pPr>
        <w:pStyle w:val="libItalic"/>
      </w:pPr>
      <w:r w:rsidRPr="00CD60A2">
        <w:t>D</w:t>
      </w:r>
      <w:r>
        <w:t>o not carry my body to the KHAIMAGA</w:t>
      </w:r>
    </w:p>
    <w:p w:rsidR="00C563CB" w:rsidRDefault="00C563CB" w:rsidP="00CD60A2">
      <w:pPr>
        <w:pStyle w:val="libItalic"/>
      </w:pPr>
      <w:r w:rsidRPr="00CD60A2">
        <w:t>I</w:t>
      </w:r>
      <w:r>
        <w:t xml:space="preserve"> had promised to bring water for SAKINA."</w:t>
      </w:r>
    </w:p>
    <w:p w:rsidR="00C563CB" w:rsidRDefault="00C563CB" w:rsidP="00CD60A2">
      <w:pPr>
        <w:pStyle w:val="libItalic"/>
      </w:pPr>
      <w:r>
        <w:t>"</w:t>
      </w:r>
      <w:r w:rsidRPr="00CD60A2">
        <w:t>S</w:t>
      </w:r>
      <w:r>
        <w:t>ince I have failed, I cannot face her, even in death</w:t>
      </w:r>
    </w:p>
    <w:p w:rsidR="00C563CB" w:rsidRDefault="00C563CB" w:rsidP="00CD60A2">
      <w:pPr>
        <w:pStyle w:val="libItalic"/>
      </w:pPr>
      <w:r w:rsidRPr="00CD60A2">
        <w:t>N</w:t>
      </w:r>
      <w:r>
        <w:t>or bring Sakina here, to see her uncle's miserable fate"</w:t>
      </w:r>
    </w:p>
    <w:p w:rsidR="00C563CB" w:rsidRDefault="00C563CB" w:rsidP="00CD60A2">
      <w:pPr>
        <w:pStyle w:val="libItalic"/>
      </w:pPr>
      <w:r w:rsidRPr="00CD60A2">
        <w:t>T</w:t>
      </w:r>
      <w:r>
        <w:t>he flow of Furrat became turbulent and dark as winter</w:t>
      </w:r>
    </w:p>
    <w:p w:rsidR="00C563CB" w:rsidRDefault="00C563CB" w:rsidP="00CD60A2">
      <w:pPr>
        <w:pStyle w:val="libItalic"/>
      </w:pPr>
      <w:r w:rsidRPr="00CD60A2">
        <w:t>A</w:t>
      </w:r>
      <w:r>
        <w:t xml:space="preserve"> murmur arose, at the cruel and unwarranted slaughter.</w:t>
      </w:r>
    </w:p>
    <w:p w:rsidR="00C563CB" w:rsidRDefault="00C563CB" w:rsidP="00CD60A2">
      <w:pPr>
        <w:pStyle w:val="libItalic"/>
      </w:pPr>
      <w:r>
        <w:t>"</w:t>
      </w:r>
      <w:r w:rsidRPr="00CD60A2">
        <w:t>A</w:t>
      </w:r>
      <w:r>
        <w:t>bbas, I too have a wish to be fulfilled</w:t>
      </w:r>
    </w:p>
    <w:p w:rsidR="00C563CB" w:rsidRDefault="00C563CB" w:rsidP="00CD60A2">
      <w:pPr>
        <w:pStyle w:val="libItalic"/>
      </w:pPr>
      <w:r w:rsidRPr="00CD60A2">
        <w:t>Y</w:t>
      </w:r>
      <w:r>
        <w:t>ou know well, I too have not much time to live</w:t>
      </w:r>
    </w:p>
    <w:p w:rsidR="00C563CB" w:rsidRDefault="00C563CB" w:rsidP="00CD60A2">
      <w:pPr>
        <w:pStyle w:val="libItalic"/>
      </w:pPr>
      <w:r w:rsidRPr="00CD60A2">
        <w:t>S</w:t>
      </w:r>
      <w:r>
        <w:t>ince childhood, you have always called me Master</w:t>
      </w:r>
    </w:p>
    <w:p w:rsidR="00C563CB" w:rsidRDefault="00C563CB" w:rsidP="00CD60A2">
      <w:pPr>
        <w:pStyle w:val="libItalic"/>
      </w:pPr>
      <w:r w:rsidRPr="00CD60A2">
        <w:t>F</w:t>
      </w:r>
      <w:r>
        <w:t>or once, with your dying breath, call me Brother."</w:t>
      </w:r>
    </w:p>
    <w:p w:rsidR="00C563CB" w:rsidRDefault="00C563CB" w:rsidP="00CD60A2">
      <w:pPr>
        <w:pStyle w:val="libItalic"/>
      </w:pPr>
      <w:r w:rsidRPr="00CD60A2">
        <w:t>T</w:t>
      </w:r>
      <w:r>
        <w:t>he blood was cleared; the pierced arrow removed</w:t>
      </w:r>
    </w:p>
    <w:p w:rsidR="00C563CB" w:rsidRDefault="00C563CB" w:rsidP="00CD60A2">
      <w:pPr>
        <w:pStyle w:val="libItalic"/>
      </w:pPr>
      <w:r w:rsidRPr="00CD60A2">
        <w:t>O</w:t>
      </w:r>
      <w:r>
        <w:t>ne brother looked long at another, along lingering look</w:t>
      </w:r>
    </w:p>
    <w:p w:rsidR="00C563CB" w:rsidRDefault="00C563CB" w:rsidP="00CD60A2">
      <w:pPr>
        <w:pStyle w:val="libItalic"/>
      </w:pPr>
      <w:proofErr w:type="gramStart"/>
      <w:r w:rsidRPr="00CD60A2">
        <w:t>A</w:t>
      </w:r>
      <w:r>
        <w:t>bbas was heard to whisper, "My brother, my brother!"</w:t>
      </w:r>
      <w:proofErr w:type="gramEnd"/>
    </w:p>
    <w:p w:rsidR="00C563CB" w:rsidRDefault="00C563CB" w:rsidP="00CD60A2">
      <w:pPr>
        <w:pStyle w:val="libItalic"/>
      </w:pPr>
      <w:r w:rsidRPr="00CD60A2">
        <w:t>W</w:t>
      </w:r>
      <w:r>
        <w:t xml:space="preserve">ith these words, he </w:t>
      </w:r>
      <w:proofErr w:type="gramStart"/>
      <w:r>
        <w:t>surrendered,</w:t>
      </w:r>
      <w:proofErr w:type="gramEnd"/>
      <w:r>
        <w:t xml:space="preserve"> his soul to his CREATOR.</w:t>
      </w:r>
    </w:p>
    <w:p w:rsidR="00C563CB" w:rsidRDefault="00C563CB" w:rsidP="00CD60A2">
      <w:pPr>
        <w:pStyle w:val="libItalic"/>
      </w:pPr>
      <w:r w:rsidRPr="00CD60A2">
        <w:t>T</w:t>
      </w:r>
      <w:r>
        <w:t>hough ten months old, he looked barely six</w:t>
      </w:r>
    </w:p>
    <w:p w:rsidR="00C563CB" w:rsidRDefault="00C563CB" w:rsidP="00CD60A2">
      <w:pPr>
        <w:pStyle w:val="libItalic"/>
      </w:pPr>
      <w:r w:rsidRPr="00CD60A2">
        <w:t>F</w:t>
      </w:r>
      <w:r>
        <w:t>amished and thirsty, his stare was fixed</w:t>
      </w:r>
    </w:p>
    <w:p w:rsidR="00C563CB" w:rsidRDefault="00C563CB" w:rsidP="00CD60A2">
      <w:pPr>
        <w:pStyle w:val="libItalic"/>
      </w:pPr>
      <w:r w:rsidRPr="00CD60A2">
        <w:t>T</w:t>
      </w:r>
      <w:r>
        <w:t>aking out his parched tongue, he turned it on his lips</w:t>
      </w:r>
    </w:p>
    <w:p w:rsidR="00C563CB" w:rsidRDefault="00C563CB" w:rsidP="00CD60A2">
      <w:pPr>
        <w:pStyle w:val="libItalic"/>
      </w:pPr>
      <w:r w:rsidRPr="00CD60A2">
        <w:t>S</w:t>
      </w:r>
      <w:r>
        <w:t xml:space="preserve">mall were </w:t>
      </w:r>
      <w:proofErr w:type="gramStart"/>
      <w:r>
        <w:t>it's</w:t>
      </w:r>
      <w:proofErr w:type="gramEnd"/>
      <w:r>
        <w:t xml:space="preserve"> wants; a little water to sip!</w:t>
      </w:r>
    </w:p>
    <w:p w:rsidR="00C563CB" w:rsidRDefault="00C563CB" w:rsidP="00CD60A2">
      <w:pPr>
        <w:pStyle w:val="libItalic"/>
      </w:pPr>
      <w:r w:rsidRPr="00CD60A2">
        <w:t>A</w:t>
      </w:r>
      <w:r>
        <w:t>li Asghar uttered a heart rending moan; a tragic sight!</w:t>
      </w:r>
    </w:p>
    <w:p w:rsidR="00C563CB" w:rsidRDefault="00C563CB" w:rsidP="00CD60A2">
      <w:pPr>
        <w:pStyle w:val="libItalic"/>
      </w:pPr>
      <w:r w:rsidRPr="00CD60A2">
        <w:t>I</w:t>
      </w:r>
      <w:r>
        <w:t>t tore asunder, the hapless mother's sinking plight</w:t>
      </w:r>
    </w:p>
    <w:p w:rsidR="00C563CB" w:rsidRDefault="00C563CB" w:rsidP="00CD60A2">
      <w:pPr>
        <w:pStyle w:val="libItalic"/>
      </w:pPr>
      <w:r>
        <w:t>"</w:t>
      </w:r>
      <w:r w:rsidRPr="00CD60A2">
        <w:t>S</w:t>
      </w:r>
      <w:r>
        <w:t>ire, dying of thirst, is my small innocent child</w:t>
      </w:r>
    </w:p>
    <w:p w:rsidR="00C563CB" w:rsidRDefault="00C563CB" w:rsidP="00CD60A2">
      <w:pPr>
        <w:pStyle w:val="libItalic"/>
      </w:pPr>
      <w:r w:rsidRPr="00CD60A2">
        <w:t>D</w:t>
      </w:r>
      <w:r>
        <w:t xml:space="preserve">o something to save him, </w:t>
      </w:r>
      <w:proofErr w:type="gramStart"/>
      <w:r>
        <w:t>Umm</w:t>
      </w:r>
      <w:proofErr w:type="gramEnd"/>
      <w:r>
        <w:t xml:space="preserve"> Rabab frantically cried."</w:t>
      </w:r>
    </w:p>
    <w:p w:rsidR="00C563CB" w:rsidRDefault="00C563CB" w:rsidP="00CD60A2">
      <w:pPr>
        <w:pStyle w:val="libItalic"/>
      </w:pPr>
      <w:r w:rsidRPr="00CD60A2">
        <w:t>T</w:t>
      </w:r>
      <w:r>
        <w:t>o Yazid's force, he carried Ali Asghar in his arms</w:t>
      </w:r>
    </w:p>
    <w:p w:rsidR="00C563CB" w:rsidRDefault="00C563CB" w:rsidP="00CD60A2">
      <w:pPr>
        <w:pStyle w:val="libItalic"/>
      </w:pPr>
      <w:r w:rsidRPr="00CD60A2">
        <w:t>W</w:t>
      </w:r>
      <w:r>
        <w:t>rapped under his robes, they thought it was holy Quran</w:t>
      </w:r>
    </w:p>
    <w:p w:rsidR="00C563CB" w:rsidRDefault="00C563CB" w:rsidP="00CD60A2">
      <w:pPr>
        <w:pStyle w:val="libItalic"/>
      </w:pPr>
      <w:r w:rsidRPr="00CD60A2">
        <w:t>A</w:t>
      </w:r>
      <w:r>
        <w:t xml:space="preserve"> little water for the child, he appealed, again and again</w:t>
      </w:r>
    </w:p>
    <w:p w:rsidR="00C563CB" w:rsidRDefault="00C563CB" w:rsidP="00CD60A2">
      <w:pPr>
        <w:pStyle w:val="libItalic"/>
      </w:pPr>
      <w:r w:rsidRPr="00CD60A2">
        <w:t>T</w:t>
      </w:r>
      <w:r>
        <w:t>hey threw arrows instead, to their everlasting shame.</w:t>
      </w:r>
    </w:p>
    <w:p w:rsidR="00C563CB" w:rsidRDefault="00C563CB" w:rsidP="00CD60A2">
      <w:pPr>
        <w:pStyle w:val="libItalic"/>
      </w:pPr>
      <w:r w:rsidRPr="00CD60A2">
        <w:t>W</w:t>
      </w:r>
      <w:r>
        <w:t>hat cruel men were these heartless brutes?</w:t>
      </w:r>
    </w:p>
    <w:p w:rsidR="00C563CB" w:rsidRDefault="00C563CB" w:rsidP="00CD60A2">
      <w:pPr>
        <w:pStyle w:val="libItalic"/>
      </w:pPr>
      <w:r w:rsidRPr="00CD60A2">
        <w:t>A</w:t>
      </w:r>
      <w:r>
        <w:t>n innocent child, what harm could it do?</w:t>
      </w:r>
    </w:p>
    <w:p w:rsidR="00C563CB" w:rsidRDefault="00C563CB" w:rsidP="00CD60A2">
      <w:pPr>
        <w:pStyle w:val="libItalic"/>
      </w:pPr>
      <w:r w:rsidRPr="00CD60A2">
        <w:t>A</w:t>
      </w:r>
      <w:r>
        <w:t>n arrow pierced its parched and thirsty throat</w:t>
      </w:r>
    </w:p>
    <w:p w:rsidR="00C563CB" w:rsidRDefault="00C563CB" w:rsidP="00CD60A2">
      <w:pPr>
        <w:pStyle w:val="libItalic"/>
      </w:pPr>
      <w:r w:rsidRPr="00CD60A2">
        <w:lastRenderedPageBreak/>
        <w:t>P</w:t>
      </w:r>
      <w:r>
        <w:t>roviding water is a must, even while killing a goat!</w:t>
      </w:r>
    </w:p>
    <w:p w:rsidR="00C563CB" w:rsidRDefault="00C563CB" w:rsidP="00CD60A2">
      <w:pPr>
        <w:pStyle w:val="libItalic"/>
      </w:pPr>
      <w:r w:rsidRPr="00CD60A2">
        <w:t>A</w:t>
      </w:r>
      <w:r>
        <w:t>nxious was the mother, for the return of the child</w:t>
      </w:r>
    </w:p>
    <w:p w:rsidR="00C563CB" w:rsidRDefault="00C563CB" w:rsidP="00CD60A2">
      <w:pPr>
        <w:pStyle w:val="libItalic"/>
      </w:pPr>
      <w:r w:rsidRPr="00CD60A2">
        <w:t>H</w:t>
      </w:r>
      <w:r>
        <w:t>usayn's face was dripping with blood; a gruesome sight!</w:t>
      </w:r>
    </w:p>
    <w:p w:rsidR="00C563CB" w:rsidRDefault="00C563CB" w:rsidP="00CD60A2">
      <w:pPr>
        <w:pStyle w:val="libItalic"/>
      </w:pPr>
      <w:r w:rsidRPr="00CD60A2">
        <w:t>H</w:t>
      </w:r>
      <w:r>
        <w:t>er heart sank; shattered were her hopes, forever</w:t>
      </w:r>
    </w:p>
    <w:p w:rsidR="00C563CB" w:rsidRDefault="00C563CB" w:rsidP="00CD60A2">
      <w:pPr>
        <w:pStyle w:val="libItalic"/>
      </w:pPr>
      <w:r w:rsidRPr="00CD60A2">
        <w:t>T</w:t>
      </w:r>
      <w:r>
        <w:t>he picture was clear; Ali Asghar was no more!</w:t>
      </w:r>
    </w:p>
    <w:p w:rsidR="00C563CB" w:rsidRDefault="00C563CB" w:rsidP="00CD60A2">
      <w:pPr>
        <w:pStyle w:val="libItalic"/>
      </w:pPr>
      <w:r w:rsidRPr="00CD60A2">
        <w:t>A</w:t>
      </w:r>
      <w:r>
        <w:t>lone, all alone, with none to befriend him</w:t>
      </w:r>
    </w:p>
    <w:p w:rsidR="00C563CB" w:rsidRDefault="00C563CB" w:rsidP="00CD60A2">
      <w:pPr>
        <w:pStyle w:val="libItalic"/>
      </w:pPr>
      <w:r w:rsidRPr="00CD60A2">
        <w:t>I</w:t>
      </w:r>
      <w:r>
        <w:t>t was all clear; it needed no special vision</w:t>
      </w:r>
    </w:p>
    <w:p w:rsidR="00C563CB" w:rsidRDefault="00C563CB" w:rsidP="00CD60A2">
      <w:pPr>
        <w:pStyle w:val="libItalic"/>
      </w:pPr>
      <w:r w:rsidRPr="00CD60A2">
        <w:t>T</w:t>
      </w:r>
      <w:r>
        <w:t>he time was up for the long awaited supreme test</w:t>
      </w:r>
    </w:p>
    <w:p w:rsidR="00C563CB" w:rsidRDefault="00C563CB" w:rsidP="00CD60A2">
      <w:pPr>
        <w:pStyle w:val="libItalic"/>
      </w:pPr>
      <w:r w:rsidRPr="00CD60A2">
        <w:t>H</w:t>
      </w:r>
      <w:r>
        <w:t>usayn was not found wanting; he was at his best.</w:t>
      </w:r>
    </w:p>
    <w:p w:rsidR="00C563CB" w:rsidRDefault="00C563CB" w:rsidP="00CD60A2">
      <w:pPr>
        <w:pStyle w:val="libItalic"/>
      </w:pPr>
      <w:r w:rsidRPr="00CD60A2">
        <w:t>H</w:t>
      </w:r>
      <w:r>
        <w:t>ow can a man, in midst of such calamities and disastrous times</w:t>
      </w:r>
    </w:p>
    <w:p w:rsidR="00C563CB" w:rsidRDefault="00C563CB" w:rsidP="00CD60A2">
      <w:pPr>
        <w:pStyle w:val="libItalic"/>
      </w:pPr>
      <w:r w:rsidRPr="00CD60A2">
        <w:t>R</w:t>
      </w:r>
      <w:r>
        <w:t>etain his faith in God, and maintain the balance of his mind,</w:t>
      </w:r>
    </w:p>
    <w:p w:rsidR="00C563CB" w:rsidRDefault="00C563CB" w:rsidP="00CD60A2">
      <w:pPr>
        <w:pStyle w:val="libItalic"/>
      </w:pPr>
      <w:r w:rsidRPr="00CD60A2">
        <w:t>I</w:t>
      </w:r>
      <w:r>
        <w:t>t's difficult to imagine nor can be explained</w:t>
      </w:r>
    </w:p>
    <w:p w:rsidR="00C563CB" w:rsidRDefault="00C563CB" w:rsidP="00CD60A2">
      <w:pPr>
        <w:pStyle w:val="libItalic"/>
      </w:pPr>
      <w:r w:rsidRPr="00CD60A2">
        <w:t>S</w:t>
      </w:r>
      <w:r>
        <w:t xml:space="preserve">ubject to such supreme </w:t>
      </w:r>
      <w:proofErr w:type="gramStart"/>
      <w:r>
        <w:t>test</w:t>
      </w:r>
      <w:proofErr w:type="gramEnd"/>
      <w:r>
        <w:t xml:space="preserve"> himself was Husayn.</w:t>
      </w:r>
    </w:p>
    <w:p w:rsidR="00C563CB" w:rsidRDefault="00C563CB" w:rsidP="00CD60A2">
      <w:pPr>
        <w:pStyle w:val="libItalic"/>
      </w:pPr>
      <w:r w:rsidRPr="00CD60A2">
        <w:t>T</w:t>
      </w:r>
      <w:r>
        <w:t>he challenges of the enemy were growing in tempo</w:t>
      </w:r>
    </w:p>
    <w:p w:rsidR="00C563CB" w:rsidRDefault="00C563CB" w:rsidP="00CD60A2">
      <w:pPr>
        <w:pStyle w:val="libItalic"/>
      </w:pPr>
      <w:r w:rsidRPr="00CD60A2">
        <w:t>T</w:t>
      </w:r>
      <w:r>
        <w:t xml:space="preserve">he sun was now </w:t>
      </w:r>
      <w:proofErr w:type="gramStart"/>
      <w:r>
        <w:t>declining,</w:t>
      </w:r>
      <w:proofErr w:type="gramEnd"/>
      <w:r>
        <w:t xml:space="preserve"> there was no time to go</w:t>
      </w:r>
    </w:p>
    <w:p w:rsidR="00C563CB" w:rsidRDefault="00C563CB" w:rsidP="00CD60A2">
      <w:pPr>
        <w:pStyle w:val="libItalic"/>
      </w:pPr>
      <w:r w:rsidRPr="00CD60A2">
        <w:t>F</w:t>
      </w:r>
      <w:r>
        <w:t>ew words of advice, he gave most lovingly to each</w:t>
      </w:r>
    </w:p>
    <w:p w:rsidR="00C563CB" w:rsidRDefault="00C563CB" w:rsidP="00CD60A2">
      <w:pPr>
        <w:pStyle w:val="libItalic"/>
      </w:pPr>
      <w:r w:rsidRPr="00CD60A2">
        <w:t>A</w:t>
      </w:r>
      <w:r>
        <w:t xml:space="preserve"> touching farewell, a most cherished deed!</w:t>
      </w:r>
    </w:p>
    <w:p w:rsidR="00C563CB" w:rsidRDefault="00C563CB" w:rsidP="00CD60A2">
      <w:pPr>
        <w:pStyle w:val="libItalic"/>
      </w:pPr>
      <w:r w:rsidRPr="00CD60A2">
        <w:t>T</w:t>
      </w:r>
      <w:r>
        <w:t>he farewell between Husayn and Zaynab</w:t>
      </w:r>
    </w:p>
    <w:p w:rsidR="00C563CB" w:rsidRDefault="00C563CB" w:rsidP="00CD60A2">
      <w:pPr>
        <w:pStyle w:val="libItalic"/>
      </w:pPr>
      <w:r w:rsidRPr="00CD60A2">
        <w:t>W</w:t>
      </w:r>
      <w:r>
        <w:t>as as sorrowful as between a mother and cub</w:t>
      </w:r>
    </w:p>
    <w:p w:rsidR="00C563CB" w:rsidRDefault="00C563CB" w:rsidP="00CD60A2">
      <w:pPr>
        <w:pStyle w:val="libItalic"/>
      </w:pPr>
      <w:r w:rsidRPr="00CD60A2">
        <w:t>P</w:t>
      </w:r>
      <w:r>
        <w:t>arting with Sakina, was no less difficult</w:t>
      </w:r>
    </w:p>
    <w:p w:rsidR="00C563CB" w:rsidRDefault="00C563CB" w:rsidP="00CD60A2">
      <w:pPr>
        <w:pStyle w:val="libItalic"/>
      </w:pPr>
      <w:r w:rsidRPr="00CD60A2">
        <w:t>I</w:t>
      </w:r>
      <w:r>
        <w:t>t was a heart-rending episode, poignantly built!</w:t>
      </w:r>
    </w:p>
    <w:p w:rsidR="00C563CB" w:rsidRDefault="00C563CB" w:rsidP="00CD60A2">
      <w:pPr>
        <w:pStyle w:val="libItalic"/>
      </w:pPr>
      <w:r w:rsidRPr="00CD60A2">
        <w:t>S</w:t>
      </w:r>
      <w:r>
        <w:t>tanding near Husayn, looking at his face</w:t>
      </w:r>
    </w:p>
    <w:p w:rsidR="00C563CB" w:rsidRDefault="00C563CB" w:rsidP="00CD60A2">
      <w:pPr>
        <w:pStyle w:val="libItalic"/>
      </w:pPr>
      <w:r w:rsidRPr="00CD60A2">
        <w:t>H</w:t>
      </w:r>
      <w:r>
        <w:t>is darling child was speechless and dazed</w:t>
      </w:r>
    </w:p>
    <w:p w:rsidR="00C563CB" w:rsidRDefault="00C563CB" w:rsidP="00CD60A2">
      <w:pPr>
        <w:pStyle w:val="libItalic"/>
      </w:pPr>
      <w:r w:rsidRPr="00CD60A2">
        <w:t>A</w:t>
      </w:r>
      <w:r>
        <w:t>ll his courage could not steel his heart</w:t>
      </w:r>
    </w:p>
    <w:p w:rsidR="00C563CB" w:rsidRDefault="00C563CB" w:rsidP="00CD60A2">
      <w:pPr>
        <w:pStyle w:val="libItalic"/>
      </w:pPr>
      <w:r w:rsidRPr="00CD60A2">
        <w:t>T</w:t>
      </w:r>
      <w:r>
        <w:t>o tell Sakina, he was leaving her, alas!</w:t>
      </w:r>
    </w:p>
    <w:p w:rsidR="00C563CB" w:rsidRDefault="00C563CB" w:rsidP="00CD60A2">
      <w:pPr>
        <w:pStyle w:val="libItalic"/>
      </w:pPr>
      <w:r w:rsidRPr="00CD60A2">
        <w:t>L</w:t>
      </w:r>
      <w:r>
        <w:t>eaving her to the world, unkind to her</w:t>
      </w:r>
    </w:p>
    <w:p w:rsidR="00C563CB" w:rsidRDefault="00C563CB" w:rsidP="00CD60A2">
      <w:pPr>
        <w:pStyle w:val="libItalic"/>
      </w:pPr>
      <w:r w:rsidRPr="00CD60A2">
        <w:t>T</w:t>
      </w:r>
      <w:r>
        <w:t>o fate, with only sufferings in store</w:t>
      </w:r>
    </w:p>
    <w:p w:rsidR="00C563CB" w:rsidRDefault="00C563CB" w:rsidP="00CD60A2">
      <w:pPr>
        <w:pStyle w:val="libItalic"/>
      </w:pPr>
      <w:r w:rsidRPr="00CD60A2">
        <w:t>H</w:t>
      </w:r>
      <w:r>
        <w:t>e kissed her cheeks, wet with tears</w:t>
      </w:r>
    </w:p>
    <w:p w:rsidR="00C563CB" w:rsidRDefault="00C563CB" w:rsidP="00CD60A2">
      <w:pPr>
        <w:pStyle w:val="libItalic"/>
      </w:pPr>
      <w:r w:rsidRPr="00CD60A2">
        <w:t>T</w:t>
      </w:r>
      <w:r>
        <w:t>o be slapped for mourning her father dear.</w:t>
      </w:r>
    </w:p>
    <w:p w:rsidR="00C563CB" w:rsidRDefault="00C563CB" w:rsidP="00CD60A2">
      <w:pPr>
        <w:pStyle w:val="libItalic"/>
      </w:pPr>
      <w:r w:rsidRPr="00CD60A2">
        <w:t>P</w:t>
      </w:r>
      <w:r>
        <w:t>utting Sakina down, he hurried to the tent</w:t>
      </w:r>
    </w:p>
    <w:p w:rsidR="00C563CB" w:rsidRDefault="00C563CB" w:rsidP="00CD60A2">
      <w:pPr>
        <w:pStyle w:val="libItalic"/>
      </w:pPr>
      <w:r w:rsidRPr="00CD60A2">
        <w:t>A</w:t>
      </w:r>
      <w:r>
        <w:t xml:space="preserve">li Zainal Abedeen was </w:t>
      </w:r>
      <w:proofErr w:type="gramStart"/>
      <w:r>
        <w:t>lying</w:t>
      </w:r>
      <w:proofErr w:type="gramEnd"/>
      <w:r>
        <w:t xml:space="preserve"> full bent</w:t>
      </w:r>
    </w:p>
    <w:p w:rsidR="00C563CB" w:rsidRDefault="00C563CB" w:rsidP="00CD60A2">
      <w:pPr>
        <w:pStyle w:val="libItalic"/>
      </w:pPr>
      <w:r w:rsidRPr="00CD60A2">
        <w:t>H</w:t>
      </w:r>
      <w:r>
        <w:t>e was unconscious, his twenty-five years old son</w:t>
      </w:r>
    </w:p>
    <w:p w:rsidR="00C563CB" w:rsidRDefault="00C563CB" w:rsidP="00CD60A2">
      <w:pPr>
        <w:pStyle w:val="libItalic"/>
      </w:pPr>
      <w:r w:rsidRPr="00CD60A2">
        <w:t>C</w:t>
      </w:r>
      <w:r>
        <w:t>hosen to live with death, he was the one.</w:t>
      </w:r>
    </w:p>
    <w:p w:rsidR="00C563CB" w:rsidRDefault="00C563CB" w:rsidP="00CD60A2">
      <w:pPr>
        <w:pStyle w:val="libItalic"/>
      </w:pPr>
      <w:r>
        <w:t>"</w:t>
      </w:r>
      <w:r w:rsidRPr="00CD60A2">
        <w:t>M</w:t>
      </w:r>
      <w:r>
        <w:t>y appointed hour is near; wake up, Zainal Abedeen!"</w:t>
      </w:r>
    </w:p>
    <w:p w:rsidR="00C563CB" w:rsidRDefault="00C563CB" w:rsidP="00CD60A2">
      <w:pPr>
        <w:pStyle w:val="libItalic"/>
      </w:pPr>
      <w:r w:rsidRPr="00CD60A2">
        <w:t>A</w:t>
      </w:r>
      <w:r>
        <w:t>roused from stupor, he was shocked, beyond dream</w:t>
      </w:r>
    </w:p>
    <w:p w:rsidR="00C563CB" w:rsidRDefault="00C563CB" w:rsidP="00CD60A2">
      <w:pPr>
        <w:pStyle w:val="libItalic"/>
      </w:pPr>
      <w:r w:rsidRPr="00CD60A2">
        <w:t>H</w:t>
      </w:r>
      <w:r>
        <w:t>usayn's transformation was beyond any description</w:t>
      </w:r>
    </w:p>
    <w:p w:rsidR="00C563CB" w:rsidRDefault="00C563CB" w:rsidP="00CD60A2">
      <w:pPr>
        <w:pStyle w:val="libItalic"/>
      </w:pPr>
      <w:r w:rsidRPr="00CD60A2">
        <w:t>G</w:t>
      </w:r>
      <w:r>
        <w:t>aping wounds, snow-white hair, bent back; ah these fiends!</w:t>
      </w:r>
    </w:p>
    <w:p w:rsidR="00C563CB" w:rsidRDefault="00C563CB" w:rsidP="00CD60A2">
      <w:pPr>
        <w:pStyle w:val="libItalic"/>
      </w:pPr>
      <w:r>
        <w:t>"</w:t>
      </w:r>
      <w:r w:rsidRPr="00CD60A2">
        <w:t>O</w:t>
      </w:r>
      <w:r>
        <w:t>, God! What have the enemies done to my father?</w:t>
      </w:r>
    </w:p>
    <w:p w:rsidR="00C563CB" w:rsidRDefault="00C563CB" w:rsidP="00CD60A2">
      <w:pPr>
        <w:pStyle w:val="libItalic"/>
      </w:pPr>
      <w:r w:rsidRPr="00CD60A2">
        <w:t>W</w:t>
      </w:r>
      <w:r>
        <w:t>here is uncle Abbas, my brother, Ali Akbar</w:t>
      </w:r>
    </w:p>
    <w:p w:rsidR="00C563CB" w:rsidRDefault="00C563CB" w:rsidP="00CD60A2">
      <w:pPr>
        <w:pStyle w:val="libItalic"/>
      </w:pPr>
      <w:proofErr w:type="gramStart"/>
      <w:r w:rsidRPr="00CD60A2">
        <w:t>A</w:t>
      </w:r>
      <w:r>
        <w:t>nd my cousins, Qasim, Aun and Muhammad?"</w:t>
      </w:r>
      <w:proofErr w:type="gramEnd"/>
    </w:p>
    <w:p w:rsidR="00C563CB" w:rsidRDefault="00C563CB" w:rsidP="00CD60A2">
      <w:pPr>
        <w:pStyle w:val="libItalic"/>
      </w:pPr>
      <w:r w:rsidRPr="00CD60A2">
        <w:t>H</w:t>
      </w:r>
      <w:r>
        <w:t>e inquired; unaware, that they were all dead.</w:t>
      </w:r>
    </w:p>
    <w:p w:rsidR="00C563CB" w:rsidRDefault="00C563CB" w:rsidP="00CD60A2">
      <w:pPr>
        <w:pStyle w:val="libItalic"/>
      </w:pPr>
      <w:r w:rsidRPr="00CD60A2">
        <w:t>H</w:t>
      </w:r>
      <w:r>
        <w:t>usayn explained to him all things he knew</w:t>
      </w:r>
    </w:p>
    <w:p w:rsidR="00C563CB" w:rsidRDefault="00C563CB" w:rsidP="00CD60A2">
      <w:pPr>
        <w:pStyle w:val="libItalic"/>
      </w:pPr>
      <w:r w:rsidRPr="00CD60A2">
        <w:t>I</w:t>
      </w:r>
      <w:r>
        <w:t>t was now his turn, he had come to bid adieu</w:t>
      </w:r>
    </w:p>
    <w:p w:rsidR="00C563CB" w:rsidRDefault="00C563CB" w:rsidP="00CD60A2">
      <w:pPr>
        <w:pStyle w:val="libItalic"/>
      </w:pPr>
      <w:r>
        <w:t>"</w:t>
      </w:r>
      <w:r w:rsidRPr="00CD60A2">
        <w:t>F</w:t>
      </w:r>
      <w:r>
        <w:t>ather, so long, I live, you cannot go and die</w:t>
      </w:r>
    </w:p>
    <w:p w:rsidR="00C563CB" w:rsidRDefault="00C563CB" w:rsidP="00CD60A2">
      <w:pPr>
        <w:pStyle w:val="libItalic"/>
      </w:pPr>
      <w:r w:rsidRPr="00CD60A2">
        <w:t>L</w:t>
      </w:r>
      <w:r>
        <w:t>et me go instead; let me hold the banner high."</w:t>
      </w:r>
    </w:p>
    <w:p w:rsidR="00C563CB" w:rsidRDefault="00C563CB" w:rsidP="00CD60A2">
      <w:pPr>
        <w:pStyle w:val="libItalic"/>
      </w:pPr>
      <w:r w:rsidRPr="00CD60A2">
        <w:t>H</w:t>
      </w:r>
      <w:r>
        <w:t>usayn gently put him down; he could not even sit</w:t>
      </w:r>
    </w:p>
    <w:p w:rsidR="00C563CB" w:rsidRDefault="00C563CB" w:rsidP="00CD60A2">
      <w:pPr>
        <w:pStyle w:val="libItalic"/>
      </w:pPr>
      <w:r w:rsidRPr="00CD60A2">
        <w:t>B</w:t>
      </w:r>
      <w:r>
        <w:t>urning with fever, he was famished and seriously sick</w:t>
      </w:r>
    </w:p>
    <w:p w:rsidR="00C563CB" w:rsidRDefault="00C563CB" w:rsidP="00CD60A2">
      <w:pPr>
        <w:pStyle w:val="libItalic"/>
      </w:pPr>
      <w:r>
        <w:t>"</w:t>
      </w:r>
      <w:r w:rsidRPr="00CD60A2">
        <w:t>Y</w:t>
      </w:r>
      <w:r>
        <w:t>ou shall remain in bed, my beloved ailing son</w:t>
      </w:r>
    </w:p>
    <w:p w:rsidR="00C563CB" w:rsidRDefault="00C563CB" w:rsidP="00CD60A2">
      <w:pPr>
        <w:pStyle w:val="libItalic"/>
      </w:pPr>
      <w:r w:rsidRPr="00CD60A2">
        <w:lastRenderedPageBreak/>
        <w:t>A</w:t>
      </w:r>
      <w:r>
        <w:t>s you father, and spiritual head, I command."</w:t>
      </w:r>
    </w:p>
    <w:p w:rsidR="00C563CB" w:rsidRDefault="00C563CB" w:rsidP="00CD60A2">
      <w:pPr>
        <w:pStyle w:val="libItalic"/>
      </w:pPr>
      <w:r>
        <w:t>"</w:t>
      </w:r>
      <w:r w:rsidRPr="00CD60A2">
        <w:t>T</w:t>
      </w:r>
      <w:r>
        <w:t>his is the beginning, not the end, of your terrible woes</w:t>
      </w:r>
    </w:p>
    <w:p w:rsidR="00C563CB" w:rsidRDefault="00C563CB" w:rsidP="00CD60A2">
      <w:pPr>
        <w:pStyle w:val="libItalic"/>
      </w:pPr>
      <w:r w:rsidRPr="00CD60A2">
        <w:t>U</w:t>
      </w:r>
      <w:r>
        <w:t>ndescribeable trials and tribulations, you shall undergo</w:t>
      </w:r>
    </w:p>
    <w:p w:rsidR="00C563CB" w:rsidRDefault="00C563CB" w:rsidP="00CD60A2">
      <w:pPr>
        <w:pStyle w:val="libItalic"/>
      </w:pPr>
      <w:r w:rsidRPr="00CD60A2">
        <w:t>D</w:t>
      </w:r>
      <w:r>
        <w:t>estiny has singled you out, my son, to demonstrate</w:t>
      </w:r>
    </w:p>
    <w:p w:rsidR="00C563CB" w:rsidRDefault="00C563CB" w:rsidP="00CD60A2">
      <w:pPr>
        <w:pStyle w:val="libItalic"/>
      </w:pPr>
      <w:r w:rsidRPr="00CD60A2">
        <w:t>F</w:t>
      </w:r>
      <w:r>
        <w:t>aith, in the trial hour, is the real crusade!"</w:t>
      </w:r>
    </w:p>
    <w:p w:rsidR="00C563CB" w:rsidRDefault="00C563CB" w:rsidP="00CD60A2">
      <w:pPr>
        <w:pStyle w:val="libItalic"/>
      </w:pPr>
      <w:r>
        <w:t>"</w:t>
      </w:r>
      <w:r w:rsidRPr="00CD60A2">
        <w:t>A</w:t>
      </w:r>
      <w:r>
        <w:t>ccompany your mother and other ladies in captivity</w:t>
      </w:r>
    </w:p>
    <w:p w:rsidR="00C563CB" w:rsidRDefault="00C563CB" w:rsidP="00CD60A2">
      <w:pPr>
        <w:pStyle w:val="libItalic"/>
      </w:pPr>
      <w:r w:rsidRPr="00CD60A2">
        <w:t>B</w:t>
      </w:r>
      <w:r>
        <w:t>ound in chain, suffer insults and indignities</w:t>
      </w:r>
    </w:p>
    <w:p w:rsidR="00C563CB" w:rsidRDefault="00C563CB" w:rsidP="00CD60A2">
      <w:pPr>
        <w:pStyle w:val="libItalic"/>
      </w:pPr>
      <w:r w:rsidRPr="00CD60A2">
        <w:t>T</w:t>
      </w:r>
      <w:r>
        <w:t>hrough Kufa and Damascus, you will be soon paraded</w:t>
      </w:r>
    </w:p>
    <w:p w:rsidR="00C563CB" w:rsidRDefault="00C563CB" w:rsidP="00CD60A2">
      <w:pPr>
        <w:pStyle w:val="libItalic"/>
      </w:pPr>
      <w:r w:rsidRPr="00CD60A2">
        <w:t>I</w:t>
      </w:r>
      <w:r>
        <w:t>n the court of the tyrant, you will be humiliated."</w:t>
      </w:r>
    </w:p>
    <w:p w:rsidR="00C563CB" w:rsidRDefault="00C563CB" w:rsidP="00CD60A2">
      <w:pPr>
        <w:pStyle w:val="libItalic"/>
      </w:pPr>
      <w:r>
        <w:t>"</w:t>
      </w:r>
      <w:r w:rsidRPr="00CD60A2">
        <w:t>Y</w:t>
      </w:r>
      <w:r>
        <w:t>our sufferings will be far worse than death</w:t>
      </w:r>
    </w:p>
    <w:p w:rsidR="00C563CB" w:rsidRDefault="00C563CB" w:rsidP="00CD60A2">
      <w:pPr>
        <w:pStyle w:val="libItalic"/>
      </w:pPr>
      <w:r w:rsidRPr="00CD60A2">
        <w:t>D</w:t>
      </w:r>
      <w:r>
        <w:t>eath is a reliever of things, destined by fate."</w:t>
      </w:r>
    </w:p>
    <w:p w:rsidR="00C563CB" w:rsidRDefault="00C563CB" w:rsidP="00CD60A2">
      <w:pPr>
        <w:pStyle w:val="libItalic"/>
      </w:pPr>
      <w:r w:rsidRPr="00CD60A2">
        <w:t>H</w:t>
      </w:r>
      <w:r>
        <w:t>e clasped his son, in a loving lingering last embrace</w:t>
      </w:r>
    </w:p>
    <w:p w:rsidR="00C563CB" w:rsidRDefault="00C563CB" w:rsidP="00CD60A2">
      <w:pPr>
        <w:pStyle w:val="libItalic"/>
      </w:pPr>
      <w:r w:rsidRPr="00CD60A2">
        <w:t>U</w:t>
      </w:r>
      <w:r>
        <w:t>nbearable grief, Zainal Abedeen was unable to face.</w:t>
      </w:r>
    </w:p>
    <w:p w:rsidR="00C563CB" w:rsidRDefault="00C563CB" w:rsidP="00CD60A2">
      <w:pPr>
        <w:pStyle w:val="libItalic"/>
      </w:pPr>
      <w:r w:rsidRPr="00CD60A2">
        <w:t>H</w:t>
      </w:r>
      <w:r>
        <w:t>e fell unconscious; the agony he was spared</w:t>
      </w:r>
    </w:p>
    <w:p w:rsidR="00C563CB" w:rsidRDefault="00C563CB" w:rsidP="00CD60A2">
      <w:pPr>
        <w:pStyle w:val="libItalic"/>
      </w:pPr>
      <w:r w:rsidRPr="00CD60A2">
        <w:t>O</w:t>
      </w:r>
      <w:r>
        <w:t>f seeing the departure of his father aged</w:t>
      </w:r>
    </w:p>
    <w:p w:rsidR="00C563CB" w:rsidRDefault="00C563CB" w:rsidP="00CD60A2">
      <w:pPr>
        <w:pStyle w:val="libItalic"/>
      </w:pPr>
      <w:r w:rsidRPr="00CD60A2">
        <w:t>H</w:t>
      </w:r>
      <w:r>
        <w:t>ow merciful is God; no, none can dispute it</w:t>
      </w:r>
    </w:p>
    <w:p w:rsidR="00C563CB" w:rsidRDefault="00C563CB" w:rsidP="00CD60A2">
      <w:pPr>
        <w:pStyle w:val="libItalic"/>
      </w:pPr>
      <w:r w:rsidRPr="00CD60A2">
        <w:t>T</w:t>
      </w:r>
      <w:r>
        <w:t>hrough trials and tribulations, virtues he highlights!</w:t>
      </w:r>
    </w:p>
    <w:p w:rsidR="00C563CB" w:rsidRDefault="00C563CB" w:rsidP="00CD60A2">
      <w:pPr>
        <w:pStyle w:val="libItalic"/>
      </w:pPr>
      <w:r w:rsidRPr="00CD60A2">
        <w:t>H</w:t>
      </w:r>
      <w:r>
        <w:t>usayn spurred his horse, Zuljanah, to move on</w:t>
      </w:r>
    </w:p>
    <w:p w:rsidR="00C563CB" w:rsidRDefault="00C563CB" w:rsidP="00CD60A2">
      <w:pPr>
        <w:pStyle w:val="libItalic"/>
      </w:pPr>
      <w:r w:rsidRPr="00CD60A2">
        <w:t>G</w:t>
      </w:r>
      <w:r>
        <w:t>lued to the spot, it did not budge nor respond</w:t>
      </w:r>
    </w:p>
    <w:p w:rsidR="00C563CB" w:rsidRDefault="00C563CB" w:rsidP="00CD60A2">
      <w:pPr>
        <w:pStyle w:val="libItalic"/>
      </w:pPr>
      <w:r w:rsidRPr="00CD60A2">
        <w:t>F</w:t>
      </w:r>
      <w:r>
        <w:t>amished, hungry, wounded, it was no doubt</w:t>
      </w:r>
    </w:p>
    <w:p w:rsidR="00C563CB" w:rsidRDefault="00C563CB" w:rsidP="00CD60A2">
      <w:pPr>
        <w:pStyle w:val="libItalic"/>
      </w:pPr>
      <w:proofErr w:type="gramStart"/>
      <w:r w:rsidRPr="00CD60A2">
        <w:t>I</w:t>
      </w:r>
      <w:r>
        <w:t>t's</w:t>
      </w:r>
      <w:proofErr w:type="gramEnd"/>
      <w:r>
        <w:t xml:space="preserve"> behavior was inexplicable; it could not shout.</w:t>
      </w:r>
    </w:p>
    <w:p w:rsidR="00C563CB" w:rsidRDefault="00C563CB" w:rsidP="00CD60A2">
      <w:pPr>
        <w:pStyle w:val="libItalic"/>
      </w:pPr>
      <w:r w:rsidRPr="00CD60A2">
        <w:t>I</w:t>
      </w:r>
      <w:r>
        <w:t>t bent its head towards the burning ground</w:t>
      </w:r>
    </w:p>
    <w:p w:rsidR="00C563CB" w:rsidRDefault="00C563CB" w:rsidP="00CD60A2">
      <w:pPr>
        <w:pStyle w:val="libItalic"/>
      </w:pPr>
      <w:r w:rsidRPr="00CD60A2">
        <w:t>S</w:t>
      </w:r>
      <w:r>
        <w:t>akina was clinging to its hoofs, Husayn soon found</w:t>
      </w:r>
    </w:p>
    <w:p w:rsidR="00C563CB" w:rsidRDefault="00C563CB" w:rsidP="00CD60A2">
      <w:pPr>
        <w:pStyle w:val="libItalic"/>
      </w:pPr>
      <w:r>
        <w:t>"</w:t>
      </w:r>
      <w:r w:rsidRPr="00CD60A2">
        <w:t>D</w:t>
      </w:r>
      <w:r>
        <w:t>o not take my Dad to the battlefield!"</w:t>
      </w:r>
    </w:p>
    <w:p w:rsidR="00C563CB" w:rsidRDefault="00C563CB" w:rsidP="00CD60A2">
      <w:pPr>
        <w:pStyle w:val="libItalic"/>
      </w:pPr>
      <w:r w:rsidRPr="00CD60A2">
        <w:t>S</w:t>
      </w:r>
      <w:r>
        <w:t>he was imploring the aged faithful steed.</w:t>
      </w:r>
    </w:p>
    <w:p w:rsidR="00C563CB" w:rsidRDefault="00C563CB" w:rsidP="00CD60A2">
      <w:pPr>
        <w:pStyle w:val="libItalic"/>
      </w:pPr>
      <w:r w:rsidRPr="00CD60A2">
        <w:t>E</w:t>
      </w:r>
      <w:r>
        <w:t>xhausted, her moaning was hardly audible</w:t>
      </w:r>
    </w:p>
    <w:p w:rsidR="00C563CB" w:rsidRDefault="00C563CB" w:rsidP="00CD60A2">
      <w:pPr>
        <w:pStyle w:val="libItalic"/>
      </w:pPr>
      <w:r w:rsidRPr="00CD60A2">
        <w:t>H</w:t>
      </w:r>
      <w:r>
        <w:t>er condition was extremely sad and pitiable</w:t>
      </w:r>
    </w:p>
    <w:p w:rsidR="00C563CB" w:rsidRDefault="00C563CB" w:rsidP="00CD60A2">
      <w:pPr>
        <w:pStyle w:val="libItalic"/>
      </w:pPr>
      <w:r w:rsidRPr="00CD60A2">
        <w:t>H</w:t>
      </w:r>
      <w:r>
        <w:t>usayn jumped down; both clung to each other</w:t>
      </w:r>
    </w:p>
    <w:p w:rsidR="00C563CB" w:rsidRDefault="00C563CB" w:rsidP="00CD60A2">
      <w:pPr>
        <w:pStyle w:val="libItalic"/>
      </w:pPr>
      <w:r w:rsidRPr="00CD60A2">
        <w:t>C</w:t>
      </w:r>
      <w:r>
        <w:t>hoked with sobs, they cried their hearts together</w:t>
      </w:r>
    </w:p>
    <w:p w:rsidR="00C563CB" w:rsidRDefault="00C563CB" w:rsidP="00CD60A2">
      <w:pPr>
        <w:pStyle w:val="libItalic"/>
      </w:pPr>
      <w:r w:rsidRPr="00CD60A2">
        <w:t>T</w:t>
      </w:r>
      <w:r>
        <w:t>o sleep on his chest, was her last desire</w:t>
      </w:r>
    </w:p>
    <w:p w:rsidR="00C563CB" w:rsidRDefault="00C563CB" w:rsidP="00CD60A2">
      <w:pPr>
        <w:pStyle w:val="libItalic"/>
      </w:pPr>
      <w:r w:rsidRPr="00CD60A2">
        <w:t>B</w:t>
      </w:r>
      <w:r>
        <w:t>efore he departed to face the enemies' fire</w:t>
      </w:r>
    </w:p>
    <w:p w:rsidR="00C563CB" w:rsidRDefault="00C563CB" w:rsidP="00CD60A2">
      <w:pPr>
        <w:pStyle w:val="libItalic"/>
      </w:pPr>
      <w:r w:rsidRPr="00CD60A2">
        <w:t>H</w:t>
      </w:r>
      <w:r>
        <w:t>is chest, was her nest since birth</w:t>
      </w:r>
    </w:p>
    <w:p w:rsidR="00C563CB" w:rsidRDefault="00C563CB" w:rsidP="00CD60A2">
      <w:pPr>
        <w:pStyle w:val="libItalic"/>
      </w:pPr>
      <w:r w:rsidRPr="00CD60A2">
        <w:t>W</w:t>
      </w:r>
      <w:r>
        <w:t>hat was now left, save this little comfort?</w:t>
      </w:r>
    </w:p>
    <w:p w:rsidR="00C563CB" w:rsidRDefault="00C563CB" w:rsidP="00CD60A2">
      <w:pPr>
        <w:pStyle w:val="libItalic"/>
      </w:pPr>
      <w:r w:rsidRPr="00CD60A2">
        <w:t>S</w:t>
      </w:r>
      <w:r>
        <w:t>he clung to him, as she had never done before</w:t>
      </w:r>
    </w:p>
    <w:p w:rsidR="00C563CB" w:rsidRDefault="00C563CB" w:rsidP="00CD60A2">
      <w:pPr>
        <w:pStyle w:val="libItalic"/>
      </w:pPr>
      <w:r>
        <w:t>"</w:t>
      </w:r>
      <w:r w:rsidRPr="00CD60A2">
        <w:t>N</w:t>
      </w:r>
      <w:r>
        <w:t>o, father, to the battle field, I will not let you go!"</w:t>
      </w:r>
    </w:p>
    <w:p w:rsidR="00C563CB" w:rsidRDefault="00C563CB" w:rsidP="00CD60A2">
      <w:pPr>
        <w:pStyle w:val="libItalic"/>
      </w:pPr>
      <w:r w:rsidRPr="00CD60A2">
        <w:t>W</w:t>
      </w:r>
      <w:r>
        <w:t>ith supreme effort, Husayn controlled his feelings</w:t>
      </w:r>
    </w:p>
    <w:p w:rsidR="00C563CB" w:rsidRDefault="00C563CB" w:rsidP="00CD60A2">
      <w:pPr>
        <w:pStyle w:val="libItalic"/>
      </w:pPr>
      <w:r w:rsidRPr="00CD60A2">
        <w:t>S</w:t>
      </w:r>
      <w:r>
        <w:t>hocked, she was beyond imagination, by gruesome killings.</w:t>
      </w:r>
    </w:p>
    <w:p w:rsidR="00C563CB" w:rsidRDefault="00C563CB" w:rsidP="00CD60A2">
      <w:pPr>
        <w:pStyle w:val="libItalic"/>
      </w:pPr>
      <w:r w:rsidRPr="00CD60A2">
        <w:t>H</w:t>
      </w:r>
      <w:r>
        <w:t>e consoled his child, as best as he could</w:t>
      </w:r>
    </w:p>
    <w:p w:rsidR="00C563CB" w:rsidRDefault="00C563CB" w:rsidP="00CD60A2">
      <w:pPr>
        <w:pStyle w:val="libItalic"/>
      </w:pPr>
      <w:r w:rsidRPr="00CD60A2">
        <w:t>W</w:t>
      </w:r>
      <w:r>
        <w:t>hat was at stake, she soon understood</w:t>
      </w:r>
    </w:p>
    <w:p w:rsidR="00C563CB" w:rsidRDefault="00C563CB" w:rsidP="00CD60A2">
      <w:pPr>
        <w:pStyle w:val="libItalic"/>
      </w:pPr>
      <w:r w:rsidRPr="00CD60A2">
        <w:t>H</w:t>
      </w:r>
      <w:r>
        <w:t>e promised her, he would pray to God,</w:t>
      </w:r>
    </w:p>
    <w:p w:rsidR="00C563CB" w:rsidRDefault="00C563CB" w:rsidP="00CD60A2">
      <w:pPr>
        <w:pStyle w:val="libItalic"/>
      </w:pPr>
      <w:proofErr w:type="gramStart"/>
      <w:r w:rsidRPr="00CD60A2">
        <w:t>T</w:t>
      </w:r>
      <w:r>
        <w:t>o join her soon in the heavenly ward.</w:t>
      </w:r>
      <w:proofErr w:type="gramEnd"/>
    </w:p>
    <w:p w:rsidR="00C563CB" w:rsidRDefault="00C563CB" w:rsidP="00CD60A2">
      <w:pPr>
        <w:pStyle w:val="libItalic"/>
      </w:pPr>
      <w:r w:rsidRPr="00CD60A2">
        <w:t>S</w:t>
      </w:r>
      <w:r>
        <w:t>o eloquent was his speech; they remembered Ali</w:t>
      </w:r>
    </w:p>
    <w:p w:rsidR="00C563CB" w:rsidRDefault="00C563CB" w:rsidP="00CD60A2">
      <w:pPr>
        <w:pStyle w:val="libItalic"/>
      </w:pPr>
      <w:r w:rsidRPr="00CD60A2">
        <w:t>G</w:t>
      </w:r>
      <w:r>
        <w:t>reed was overpowering; their minds were sullied</w:t>
      </w:r>
    </w:p>
    <w:p w:rsidR="00C563CB" w:rsidRDefault="00C563CB" w:rsidP="00CD60A2">
      <w:pPr>
        <w:pStyle w:val="libItalic"/>
      </w:pPr>
      <w:r w:rsidRPr="00CD60A2">
        <w:t>T</w:t>
      </w:r>
      <w:r>
        <w:t>heir task was nearing completion; they were elated</w:t>
      </w:r>
    </w:p>
    <w:p w:rsidR="00C563CB" w:rsidRDefault="00C563CB" w:rsidP="00CD60A2">
      <w:pPr>
        <w:pStyle w:val="libItalic"/>
      </w:pPr>
      <w:r w:rsidRPr="00CD60A2">
        <w:t>E</w:t>
      </w:r>
      <w:r>
        <w:t>xtravagant rewards, for annihilation, they were bated.</w:t>
      </w:r>
    </w:p>
    <w:p w:rsidR="00C563CB" w:rsidRDefault="00C563CB" w:rsidP="00CD60A2">
      <w:pPr>
        <w:pStyle w:val="libItalic"/>
      </w:pPr>
      <w:r w:rsidRPr="00CD60A2">
        <w:t>H</w:t>
      </w:r>
      <w:r>
        <w:t>e earnestly implored them, again and again</w:t>
      </w:r>
    </w:p>
    <w:p w:rsidR="00C563CB" w:rsidRDefault="00C563CB" w:rsidP="00CD60A2">
      <w:pPr>
        <w:pStyle w:val="libItalic"/>
      </w:pPr>
      <w:r w:rsidRPr="00CD60A2">
        <w:t>T</w:t>
      </w:r>
      <w:r>
        <w:t>o save themselves from ever-lasting shame</w:t>
      </w:r>
    </w:p>
    <w:p w:rsidR="00C563CB" w:rsidRDefault="00C563CB" w:rsidP="00CD60A2">
      <w:pPr>
        <w:pStyle w:val="libItalic"/>
      </w:pPr>
      <w:r w:rsidRPr="00CD60A2">
        <w:t>A</w:t>
      </w:r>
      <w:r>
        <w:t>nd not be partners in Yazid's foul game</w:t>
      </w:r>
    </w:p>
    <w:p w:rsidR="00C563CB" w:rsidRDefault="00C563CB" w:rsidP="00CD60A2">
      <w:pPr>
        <w:pStyle w:val="libItalic"/>
      </w:pPr>
      <w:r w:rsidRPr="00CD60A2">
        <w:lastRenderedPageBreak/>
        <w:t>A</w:t>
      </w:r>
      <w:r>
        <w:t>s posterity would condemn their names,</w:t>
      </w:r>
    </w:p>
    <w:p w:rsidR="00C563CB" w:rsidRDefault="00C563CB" w:rsidP="00CD60A2">
      <w:pPr>
        <w:pStyle w:val="libItalic"/>
      </w:pPr>
      <w:r w:rsidRPr="00CD60A2">
        <w:t>N</w:t>
      </w:r>
      <w:r>
        <w:t>ow that his job was more than done</w:t>
      </w:r>
    </w:p>
    <w:p w:rsidR="00C563CB" w:rsidRDefault="00C563CB" w:rsidP="00CD60A2">
      <w:pPr>
        <w:pStyle w:val="libItalic"/>
      </w:pPr>
      <w:r w:rsidRPr="00CD60A2">
        <w:t>H</w:t>
      </w:r>
      <w:r>
        <w:t>e called to witness, all and one</w:t>
      </w:r>
    </w:p>
    <w:p w:rsidR="00C563CB" w:rsidRDefault="00C563CB" w:rsidP="00CD60A2">
      <w:pPr>
        <w:pStyle w:val="libItalic"/>
      </w:pPr>
      <w:r w:rsidRPr="00CD60A2">
        <w:t>L</w:t>
      </w:r>
      <w:r>
        <w:t>est on Judgement day, they should plead</w:t>
      </w:r>
    </w:p>
    <w:p w:rsidR="00C563CB" w:rsidRDefault="00C563CB" w:rsidP="00CD60A2">
      <w:pPr>
        <w:pStyle w:val="libItalic"/>
      </w:pPr>
      <w:proofErr w:type="gramStart"/>
      <w:r w:rsidRPr="00CD60A2">
        <w:t>T</w:t>
      </w:r>
      <w:r>
        <w:t>heir blindness to the foul deed.</w:t>
      </w:r>
      <w:proofErr w:type="gramEnd"/>
    </w:p>
    <w:p w:rsidR="00C563CB" w:rsidRDefault="00C563CB" w:rsidP="00CD60A2">
      <w:pPr>
        <w:pStyle w:val="libItalic"/>
      </w:pPr>
      <w:r w:rsidRPr="00CD60A2">
        <w:t>O</w:t>
      </w:r>
      <w:r>
        <w:t>mar Saad was perturbed; he tried to act tough</w:t>
      </w:r>
    </w:p>
    <w:p w:rsidR="00C563CB" w:rsidRDefault="00C563CB" w:rsidP="00CD60A2">
      <w:pPr>
        <w:pStyle w:val="libItalic"/>
      </w:pPr>
      <w:r>
        <w:t>"</w:t>
      </w:r>
      <w:r w:rsidRPr="00CD60A2">
        <w:t>H</w:t>
      </w:r>
      <w:r>
        <w:t>usayn, in your condition, my weakest soldier is enough.</w:t>
      </w:r>
    </w:p>
    <w:p w:rsidR="00C563CB" w:rsidRDefault="00C563CB" w:rsidP="00CD60A2">
      <w:pPr>
        <w:pStyle w:val="libItalic"/>
      </w:pPr>
      <w:r w:rsidRPr="00CD60A2">
        <w:t>A</w:t>
      </w:r>
      <w:r>
        <w:t>ccept the one and only condition, we have imposed;</w:t>
      </w:r>
    </w:p>
    <w:p w:rsidR="00C563CB" w:rsidRDefault="00C563CB" w:rsidP="00CD60A2">
      <w:pPr>
        <w:pStyle w:val="libItalic"/>
      </w:pPr>
      <w:r w:rsidRPr="00CD60A2">
        <w:t>A</w:t>
      </w:r>
      <w:r>
        <w:t>ccept Yazid's competence, religious matters to dispose."</w:t>
      </w:r>
    </w:p>
    <w:p w:rsidR="00C563CB" w:rsidRDefault="00C563CB" w:rsidP="00CD60A2">
      <w:pPr>
        <w:pStyle w:val="libItalic"/>
      </w:pPr>
      <w:r w:rsidRPr="00CD60A2">
        <w:t>T</w:t>
      </w:r>
      <w:r>
        <w:t>he taunting words aroused Husayn's wrath</w:t>
      </w:r>
    </w:p>
    <w:p w:rsidR="00C563CB" w:rsidRDefault="00C563CB" w:rsidP="00CD60A2">
      <w:pPr>
        <w:pStyle w:val="libItalic"/>
      </w:pPr>
      <w:r w:rsidRPr="00CD60A2">
        <w:t>T</w:t>
      </w:r>
      <w:r>
        <w:t>he Hashemite blood was raging and boiling hot</w:t>
      </w:r>
    </w:p>
    <w:p w:rsidR="00C563CB" w:rsidRDefault="00C563CB" w:rsidP="00CD60A2">
      <w:pPr>
        <w:pStyle w:val="libItalic"/>
      </w:pPr>
      <w:r w:rsidRPr="00CD60A2">
        <w:t>H</w:t>
      </w:r>
      <w:r>
        <w:t>e was the son of Ali, the Lion of the Almighty God</w:t>
      </w:r>
    </w:p>
    <w:p w:rsidR="00C563CB" w:rsidRDefault="00C563CB" w:rsidP="00CD60A2">
      <w:pPr>
        <w:pStyle w:val="libItalic"/>
      </w:pPr>
      <w:r w:rsidRPr="00CD60A2">
        <w:t>F</w:t>
      </w:r>
      <w:r>
        <w:t>ierce was his ire; the devils were aghast.</w:t>
      </w:r>
    </w:p>
    <w:p w:rsidR="00C563CB" w:rsidRDefault="00C563CB" w:rsidP="00CD60A2">
      <w:pPr>
        <w:pStyle w:val="libItalic"/>
      </w:pPr>
      <w:r>
        <w:t>"</w:t>
      </w:r>
      <w:r w:rsidRPr="00CD60A2">
        <w:t>O</w:t>
      </w:r>
      <w:r>
        <w:t>mar Saad, I accept your challenge," you knave</w:t>
      </w:r>
    </w:p>
    <w:p w:rsidR="00C563CB" w:rsidRDefault="00C563CB" w:rsidP="00CD60A2">
      <w:pPr>
        <w:pStyle w:val="libItalic"/>
      </w:pPr>
      <w:r>
        <w:t>"</w:t>
      </w:r>
      <w:r w:rsidRPr="00CD60A2">
        <w:t>I</w:t>
      </w:r>
      <w:r>
        <w:t>n single combat, I will fight your bravest of brave."</w:t>
      </w:r>
    </w:p>
    <w:p w:rsidR="00C563CB" w:rsidRDefault="00C563CB" w:rsidP="00CD60A2">
      <w:pPr>
        <w:pStyle w:val="libItalic"/>
      </w:pPr>
      <w:r w:rsidRPr="00CD60A2">
        <w:t>S</w:t>
      </w:r>
      <w:r>
        <w:t>haken by Husayn's words, none dared come forward</w:t>
      </w:r>
    </w:p>
    <w:p w:rsidR="00C563CB" w:rsidRDefault="00C563CB" w:rsidP="00CD60A2">
      <w:pPr>
        <w:pStyle w:val="libItalic"/>
      </w:pPr>
      <w:r w:rsidRPr="00CD60A2">
        <w:t>C</w:t>
      </w:r>
      <w:r>
        <w:t>ourage they had none; they were all cowards.</w:t>
      </w:r>
    </w:p>
    <w:p w:rsidR="00C563CB" w:rsidRDefault="00C563CB" w:rsidP="00CD60A2">
      <w:pPr>
        <w:pStyle w:val="libItalic"/>
      </w:pPr>
      <w:r w:rsidRPr="00CD60A2">
        <w:t>H</w:t>
      </w:r>
      <w:r>
        <w:t>e faced the foes, they were all scared</w:t>
      </w:r>
    </w:p>
    <w:p w:rsidR="00C563CB" w:rsidRDefault="00C563CB" w:rsidP="00CD60A2">
      <w:pPr>
        <w:pStyle w:val="libItalic"/>
      </w:pPr>
      <w:r w:rsidRPr="00CD60A2">
        <w:t>T</w:t>
      </w:r>
      <w:r>
        <w:t>o meet him in single combat, not one dared</w:t>
      </w:r>
    </w:p>
    <w:p w:rsidR="00C563CB" w:rsidRDefault="00C563CB" w:rsidP="00CD60A2">
      <w:pPr>
        <w:pStyle w:val="libItalic"/>
      </w:pPr>
      <w:r w:rsidRPr="00CD60A2">
        <w:t>T</w:t>
      </w:r>
      <w:r>
        <w:t>hey attacked enmasse, the cowardly ones</w:t>
      </w:r>
    </w:p>
    <w:p w:rsidR="00C563CB" w:rsidRDefault="00C563CB" w:rsidP="00CD60A2">
      <w:pPr>
        <w:pStyle w:val="libItalic"/>
      </w:pPr>
      <w:r w:rsidRPr="00CD60A2">
        <w:t>L</w:t>
      </w:r>
      <w:r>
        <w:t>ittle they realized</w:t>
      </w:r>
      <w:proofErr w:type="gramStart"/>
      <w:r>
        <w:t>,</w:t>
      </w:r>
      <w:proofErr w:type="gramEnd"/>
      <w:r>
        <w:t xml:space="preserve"> it was Ali's son.</w:t>
      </w:r>
    </w:p>
    <w:p w:rsidR="00C563CB" w:rsidRDefault="00C563CB" w:rsidP="00CD60A2">
      <w:pPr>
        <w:pStyle w:val="libItalic"/>
      </w:pPr>
      <w:r w:rsidRPr="00CD60A2">
        <w:t>T</w:t>
      </w:r>
      <w:r>
        <w:t>he archers fired a volley of deadly arrows</w:t>
      </w:r>
    </w:p>
    <w:p w:rsidR="00C563CB" w:rsidRDefault="00C563CB" w:rsidP="00CD60A2">
      <w:pPr>
        <w:pStyle w:val="libItalic"/>
      </w:pPr>
      <w:r w:rsidRPr="00CD60A2">
        <w:t>S</w:t>
      </w:r>
      <w:r>
        <w:t>words, scimitars and daggers, flew like sparrows</w:t>
      </w:r>
    </w:p>
    <w:p w:rsidR="00C563CB" w:rsidRDefault="00C563CB" w:rsidP="00CD60A2">
      <w:pPr>
        <w:pStyle w:val="libItalic"/>
      </w:pPr>
      <w:r w:rsidRPr="00CD60A2">
        <w:t>S</w:t>
      </w:r>
      <w:r>
        <w:t>word in hand, he cut through each flank</w:t>
      </w:r>
    </w:p>
    <w:p w:rsidR="00C563CB" w:rsidRDefault="00C563CB" w:rsidP="00CD60A2">
      <w:pPr>
        <w:pStyle w:val="libItalic"/>
      </w:pPr>
      <w:r w:rsidRPr="00CD60A2">
        <w:t>U</w:t>
      </w:r>
      <w:r>
        <w:t>tter confusion prevailed in enemies' ranks.</w:t>
      </w:r>
    </w:p>
    <w:p w:rsidR="00C563CB" w:rsidRDefault="00C563CB" w:rsidP="00CD60A2">
      <w:pPr>
        <w:pStyle w:val="libItalic"/>
      </w:pPr>
      <w:r w:rsidRPr="00CD60A2">
        <w:t>S</w:t>
      </w:r>
      <w:r>
        <w:t>wift was his movement; well trained his charger</w:t>
      </w:r>
    </w:p>
    <w:p w:rsidR="00C563CB" w:rsidRDefault="00C563CB" w:rsidP="00CD60A2">
      <w:pPr>
        <w:pStyle w:val="libItalic"/>
      </w:pPr>
      <w:r w:rsidRPr="00CD60A2">
        <w:t>W</w:t>
      </w:r>
      <w:r>
        <w:t>ith incredible speed, he did them scatter</w:t>
      </w:r>
    </w:p>
    <w:p w:rsidR="00C563CB" w:rsidRDefault="00C563CB" w:rsidP="00CD60A2">
      <w:pPr>
        <w:pStyle w:val="libItalic"/>
      </w:pPr>
      <w:r w:rsidRPr="00CD60A2">
        <w:t>T</w:t>
      </w:r>
      <w:r>
        <w:t>he hounds retreated; they licked their wounds</w:t>
      </w:r>
    </w:p>
    <w:p w:rsidR="00C563CB" w:rsidRDefault="00C563CB" w:rsidP="00CD60A2">
      <w:pPr>
        <w:pStyle w:val="libItalic"/>
      </w:pPr>
      <w:r w:rsidRPr="00CD60A2">
        <w:t>T</w:t>
      </w:r>
      <w:r>
        <w:t>heir boastful shouts, whimpered without a sound!</w:t>
      </w:r>
    </w:p>
    <w:p w:rsidR="00C563CB" w:rsidRDefault="00C563CB" w:rsidP="00CD60A2">
      <w:pPr>
        <w:pStyle w:val="libItalic"/>
      </w:pPr>
      <w:r w:rsidRPr="00CD60A2">
        <w:t>T</w:t>
      </w:r>
      <w:r>
        <w:t>he road to the rivulet was now clear</w:t>
      </w:r>
    </w:p>
    <w:p w:rsidR="00C563CB" w:rsidRDefault="00C563CB" w:rsidP="00CD60A2">
      <w:pPr>
        <w:pStyle w:val="libItalic"/>
      </w:pPr>
      <w:r w:rsidRPr="00CD60A2">
        <w:t>T</w:t>
      </w:r>
      <w:r>
        <w:t>here lay the corpse of his dear brother</w:t>
      </w:r>
    </w:p>
    <w:p w:rsidR="00C563CB" w:rsidRDefault="00C563CB" w:rsidP="00CD60A2">
      <w:pPr>
        <w:pStyle w:val="libItalic"/>
      </w:pPr>
      <w:r>
        <w:t>"</w:t>
      </w:r>
      <w:r w:rsidRPr="00CD60A2">
        <w:t>A</w:t>
      </w:r>
      <w:r>
        <w:t>bbas, did you see your brother's last fight?</w:t>
      </w:r>
    </w:p>
    <w:p w:rsidR="00C563CB" w:rsidRDefault="00C563CB" w:rsidP="00CD60A2">
      <w:pPr>
        <w:pStyle w:val="libItalic"/>
      </w:pPr>
      <w:r w:rsidRPr="00CD60A2">
        <w:t>W</w:t>
      </w:r>
      <w:r>
        <w:t>hy don't you say bravo, to me, heavenly light!"</w:t>
      </w:r>
    </w:p>
    <w:p w:rsidR="00C563CB" w:rsidRDefault="00C563CB" w:rsidP="00CD60A2">
      <w:pPr>
        <w:pStyle w:val="libItalic"/>
      </w:pPr>
      <w:r w:rsidRPr="00CD60A2">
        <w:t>H</w:t>
      </w:r>
      <w:r>
        <w:t>usayn looked at the sky, the sun was declining</w:t>
      </w:r>
    </w:p>
    <w:p w:rsidR="00C563CB" w:rsidRDefault="00C563CB" w:rsidP="00CD60A2">
      <w:pPr>
        <w:pStyle w:val="libItalic"/>
      </w:pPr>
      <w:r w:rsidRPr="00CD60A2">
        <w:t>I</w:t>
      </w:r>
      <w:r>
        <w:t>t was time for prayers, the world was reclining</w:t>
      </w:r>
    </w:p>
    <w:p w:rsidR="00C563CB" w:rsidRDefault="00C563CB" w:rsidP="00CD60A2">
      <w:pPr>
        <w:pStyle w:val="libItalic"/>
      </w:pPr>
      <w:r w:rsidRPr="00CD60A2">
        <w:t>A</w:t>
      </w:r>
      <w:r>
        <w:t>vailing of the respite, he sheathed his sword</w:t>
      </w:r>
    </w:p>
    <w:p w:rsidR="00C563CB" w:rsidRDefault="00C563CB" w:rsidP="00CD60A2">
      <w:pPr>
        <w:pStyle w:val="libItalic"/>
      </w:pPr>
      <w:r w:rsidRPr="00CD60A2">
        <w:t>T</w:t>
      </w:r>
      <w:r>
        <w:t>hough he knew full well, he could ill afford.</w:t>
      </w:r>
    </w:p>
    <w:p w:rsidR="00C563CB" w:rsidRDefault="00C563CB" w:rsidP="00CD60A2">
      <w:pPr>
        <w:pStyle w:val="libItalic"/>
      </w:pPr>
      <w:r w:rsidRPr="00CD60A2">
        <w:t>T</w:t>
      </w:r>
      <w:r>
        <w:t>heir fiendish minds could hardly understand</w:t>
      </w:r>
    </w:p>
    <w:p w:rsidR="00C563CB" w:rsidRDefault="00C563CB" w:rsidP="00CD60A2">
      <w:pPr>
        <w:pStyle w:val="libItalic"/>
      </w:pPr>
      <w:r w:rsidRPr="00CD60A2">
        <w:t>T</w:t>
      </w:r>
      <w:r>
        <w:t>o think of prayers, how could any man,</w:t>
      </w:r>
    </w:p>
    <w:p w:rsidR="00C563CB" w:rsidRDefault="00C563CB" w:rsidP="00CD60A2">
      <w:pPr>
        <w:pStyle w:val="libItalic"/>
      </w:pPr>
      <w:r w:rsidRPr="00CD60A2">
        <w:t>I</w:t>
      </w:r>
      <w:r>
        <w:t>n such circumstances, even think, or dream</w:t>
      </w:r>
    </w:p>
    <w:p w:rsidR="00C563CB" w:rsidRDefault="00C563CB" w:rsidP="00CD60A2">
      <w:pPr>
        <w:pStyle w:val="libItalic"/>
      </w:pPr>
      <w:r w:rsidRPr="00CD60A2">
        <w:t>T</w:t>
      </w:r>
      <w:r>
        <w:t>he like of Husayn, they had not seen!</w:t>
      </w:r>
    </w:p>
    <w:p w:rsidR="00C563CB" w:rsidRDefault="00C563CB" w:rsidP="00CD60A2">
      <w:pPr>
        <w:pStyle w:val="libItalic"/>
      </w:pPr>
      <w:r w:rsidRPr="00CD60A2">
        <w:t>A</w:t>
      </w:r>
      <w:r>
        <w:t>fter hurried consultations, from a safe distance</w:t>
      </w:r>
    </w:p>
    <w:p w:rsidR="00C563CB" w:rsidRDefault="00C563CB" w:rsidP="00CD60A2">
      <w:pPr>
        <w:pStyle w:val="libItalic"/>
      </w:pPr>
      <w:r w:rsidRPr="00CD60A2">
        <w:t>T</w:t>
      </w:r>
      <w:r>
        <w:t>he archers fired arrows, from all sides, all at once</w:t>
      </w:r>
    </w:p>
    <w:p w:rsidR="00C563CB" w:rsidRDefault="00C563CB" w:rsidP="00CD60A2">
      <w:pPr>
        <w:pStyle w:val="libItalic"/>
      </w:pPr>
      <w:r w:rsidRPr="00CD60A2">
        <w:t>A</w:t>
      </w:r>
      <w:r>
        <w:t>ccompanied by stones, missiles and burning coal</w:t>
      </w:r>
    </w:p>
    <w:p w:rsidR="00C563CB" w:rsidRDefault="00C563CB" w:rsidP="00CD60A2">
      <w:pPr>
        <w:pStyle w:val="libItalic"/>
      </w:pPr>
      <w:r w:rsidRPr="00CD60A2">
        <w:t>T</w:t>
      </w:r>
      <w:r>
        <w:t>o kill him somehow, clear was the goal.</w:t>
      </w:r>
    </w:p>
    <w:p w:rsidR="00C563CB" w:rsidRDefault="00C563CB" w:rsidP="00CD60A2">
      <w:pPr>
        <w:pStyle w:val="libItalic"/>
      </w:pPr>
      <w:r w:rsidRPr="00CD60A2">
        <w:t>W</w:t>
      </w:r>
      <w:r>
        <w:t>ounded all over, the missiles kept on showering</w:t>
      </w:r>
    </w:p>
    <w:p w:rsidR="00C563CB" w:rsidRDefault="00C563CB" w:rsidP="00CD60A2">
      <w:pPr>
        <w:pStyle w:val="libItalic"/>
      </w:pPr>
      <w:r w:rsidRPr="00CD60A2">
        <w:t>W</w:t>
      </w:r>
      <w:r>
        <w:t>ith blood oozing fast, dizziness was overpowering</w:t>
      </w:r>
    </w:p>
    <w:p w:rsidR="00C563CB" w:rsidRDefault="00C563CB" w:rsidP="00CD60A2">
      <w:pPr>
        <w:pStyle w:val="libItalic"/>
      </w:pPr>
      <w:r w:rsidRPr="00CD60A2">
        <w:t>H</w:t>
      </w:r>
      <w:r>
        <w:t>is mission was complete; the fight was over!</w:t>
      </w:r>
    </w:p>
    <w:p w:rsidR="00C563CB" w:rsidRDefault="00C563CB" w:rsidP="00CD60A2">
      <w:pPr>
        <w:pStyle w:val="libItalic"/>
      </w:pPr>
      <w:r w:rsidRPr="00CD60A2">
        <w:lastRenderedPageBreak/>
        <w:t>T</w:t>
      </w:r>
      <w:r>
        <w:t>o hide from Zaynab, he looked around for cover.</w:t>
      </w:r>
    </w:p>
    <w:p w:rsidR="00C563CB" w:rsidRDefault="00C563CB" w:rsidP="00CD60A2">
      <w:pPr>
        <w:pStyle w:val="libItalic"/>
      </w:pPr>
      <w:r>
        <w:t>"</w:t>
      </w:r>
      <w:r w:rsidRPr="00CD60A2">
        <w:t>Z</w:t>
      </w:r>
      <w:r>
        <w:t>uljanah, take me far away to a low lying ground</w:t>
      </w:r>
    </w:p>
    <w:p w:rsidR="00C563CB" w:rsidRDefault="00C563CB" w:rsidP="00CD60A2">
      <w:pPr>
        <w:pStyle w:val="libItalic"/>
      </w:pPr>
      <w:r w:rsidRPr="00CD60A2">
        <w:t>M</w:t>
      </w:r>
      <w:r>
        <w:t>y family should not see my head being cut", by hounds</w:t>
      </w:r>
    </w:p>
    <w:p w:rsidR="00C563CB" w:rsidRDefault="00C563CB" w:rsidP="00CD60A2">
      <w:pPr>
        <w:pStyle w:val="libItalic"/>
      </w:pPr>
      <w:r w:rsidRPr="00CD60A2">
        <w:t>S</w:t>
      </w:r>
      <w:r>
        <w:t>uch was the understanding of his master's wishes</w:t>
      </w:r>
    </w:p>
    <w:p w:rsidR="00C563CB" w:rsidRDefault="00C563CB" w:rsidP="00CD60A2">
      <w:pPr>
        <w:pStyle w:val="libItalic"/>
      </w:pPr>
      <w:r w:rsidRPr="00CD60A2">
        <w:t>I</w:t>
      </w:r>
      <w:r>
        <w:t>t immediately bolted to a place free of crisis.</w:t>
      </w:r>
    </w:p>
    <w:p w:rsidR="00C563CB" w:rsidRDefault="00C563CB" w:rsidP="00CD60A2">
      <w:pPr>
        <w:pStyle w:val="libItalic"/>
      </w:pPr>
      <w:r w:rsidRPr="00CD60A2">
        <w:t>R</w:t>
      </w:r>
      <w:r>
        <w:t>ealizing his master was unable to dismount</w:t>
      </w:r>
    </w:p>
    <w:p w:rsidR="00C563CB" w:rsidRDefault="00C563CB" w:rsidP="00CD60A2">
      <w:pPr>
        <w:pStyle w:val="libItalic"/>
      </w:pPr>
      <w:r w:rsidRPr="00CD60A2">
        <w:t>I</w:t>
      </w:r>
      <w:r>
        <w:t>t knelt and slid him gently to the ground</w:t>
      </w:r>
    </w:p>
    <w:p w:rsidR="00C563CB" w:rsidRDefault="00C563CB" w:rsidP="00CD60A2">
      <w:pPr>
        <w:pStyle w:val="libItalic"/>
      </w:pPr>
      <w:r w:rsidRPr="00CD60A2">
        <w:t>F</w:t>
      </w:r>
      <w:r>
        <w:t>rom a small hillock, Zaynab watched her brother</w:t>
      </w:r>
    </w:p>
    <w:p w:rsidR="00C563CB" w:rsidRDefault="00C563CB" w:rsidP="00CD60A2">
      <w:pPr>
        <w:pStyle w:val="libItalic"/>
      </w:pPr>
      <w:r w:rsidRPr="00CD60A2">
        <w:t>S</w:t>
      </w:r>
      <w:r>
        <w:t>eeing him unconscious, she darted like a mother.</w:t>
      </w:r>
    </w:p>
    <w:p w:rsidR="00C563CB" w:rsidRDefault="00C563CB" w:rsidP="00CD60A2">
      <w:pPr>
        <w:pStyle w:val="libItalic"/>
      </w:pPr>
      <w:r w:rsidRPr="00CD60A2">
        <w:t>I</w:t>
      </w:r>
      <w:r>
        <w:t>n his sub-conscious mind, he saw the Prophets of Yore</w:t>
      </w:r>
    </w:p>
    <w:p w:rsidR="00C563CB" w:rsidRDefault="00C563CB" w:rsidP="00CD60A2">
      <w:pPr>
        <w:pStyle w:val="libItalic"/>
      </w:pPr>
      <w:r w:rsidRPr="00CD60A2">
        <w:t>W</w:t>
      </w:r>
      <w:r>
        <w:t>ailing and whining for him were those, who were no more</w:t>
      </w:r>
    </w:p>
    <w:p w:rsidR="00C563CB" w:rsidRDefault="00C563CB" w:rsidP="00CD60A2">
      <w:pPr>
        <w:pStyle w:val="libItalic"/>
      </w:pPr>
      <w:r w:rsidRPr="00CD60A2">
        <w:t>T</w:t>
      </w:r>
      <w:r>
        <w:t>he Prophet was in tears, Fatima was disconsolate</w:t>
      </w:r>
    </w:p>
    <w:p w:rsidR="00C563CB" w:rsidRDefault="00C563CB" w:rsidP="00CD60A2">
      <w:pPr>
        <w:pStyle w:val="libItalic"/>
      </w:pPr>
      <w:r w:rsidRPr="00CD60A2">
        <w:t>A</w:t>
      </w:r>
      <w:r>
        <w:t xml:space="preserve">li and </w:t>
      </w:r>
      <w:proofErr w:type="gramStart"/>
      <w:r>
        <w:t>Hassan,</w:t>
      </w:r>
      <w:proofErr w:type="gramEnd"/>
      <w:r>
        <w:t xml:space="preserve"> were helplessly watching his fate.</w:t>
      </w:r>
    </w:p>
    <w:p w:rsidR="00C563CB" w:rsidRDefault="00C563CB" w:rsidP="00CD60A2">
      <w:pPr>
        <w:pStyle w:val="libItalic"/>
      </w:pPr>
      <w:r w:rsidRPr="00CD60A2">
        <w:t>O</w:t>
      </w:r>
      <w:r>
        <w:t>n his burning forehead, he felt something cool</w:t>
      </w:r>
    </w:p>
    <w:p w:rsidR="00C563CB" w:rsidRDefault="00C563CB" w:rsidP="00CD60A2">
      <w:pPr>
        <w:pStyle w:val="libItalic"/>
      </w:pPr>
      <w:r w:rsidRPr="00CD60A2">
        <w:t>W</w:t>
      </w:r>
      <w:r>
        <w:t>as it the hand of his mother or the blood pool?</w:t>
      </w:r>
    </w:p>
    <w:p w:rsidR="00C563CB" w:rsidRDefault="00C563CB" w:rsidP="00CD60A2">
      <w:pPr>
        <w:pStyle w:val="libItalic"/>
      </w:pPr>
      <w:r w:rsidRPr="00CD60A2">
        <w:t>H</w:t>
      </w:r>
      <w:r>
        <w:t>is senses revived; he opened his blood-red eyes</w:t>
      </w:r>
    </w:p>
    <w:p w:rsidR="00C563CB" w:rsidRDefault="00C563CB" w:rsidP="00CD60A2">
      <w:pPr>
        <w:pStyle w:val="libItalic"/>
      </w:pPr>
      <w:r w:rsidRPr="00CD60A2">
        <w:t>Z</w:t>
      </w:r>
      <w:r>
        <w:t>uljanah was shielding him, the sun was high.</w:t>
      </w:r>
    </w:p>
    <w:p w:rsidR="00C563CB" w:rsidRDefault="00C563CB" w:rsidP="00CD60A2">
      <w:pPr>
        <w:pStyle w:val="libItalic"/>
      </w:pPr>
      <w:r w:rsidRPr="00CD60A2">
        <w:t>H</w:t>
      </w:r>
      <w:r>
        <w:t>e remembered, why he has stopped his fight</w:t>
      </w:r>
    </w:p>
    <w:p w:rsidR="00C563CB" w:rsidRDefault="00C563CB" w:rsidP="00CD60A2">
      <w:pPr>
        <w:pStyle w:val="libItalic"/>
      </w:pPr>
      <w:r w:rsidRPr="00CD60A2">
        <w:t>T</w:t>
      </w:r>
      <w:r>
        <w:t>o offer prayers, despite his vulnerable plight</w:t>
      </w:r>
    </w:p>
    <w:p w:rsidR="00C563CB" w:rsidRDefault="00C563CB" w:rsidP="00CD60A2">
      <w:pPr>
        <w:pStyle w:val="libItalic"/>
      </w:pPr>
      <w:r w:rsidRPr="00CD60A2">
        <w:t>W</w:t>
      </w:r>
      <w:r>
        <w:t>ith prostrated head, he addressed his CREATOR</w:t>
      </w:r>
    </w:p>
    <w:p w:rsidR="00C563CB" w:rsidRDefault="00C563CB" w:rsidP="00CD60A2">
      <w:pPr>
        <w:pStyle w:val="libItalic"/>
      </w:pPr>
      <w:r w:rsidRPr="00CD60A2">
        <w:t>T</w:t>
      </w:r>
      <w:r>
        <w:t>he world had not witnessed such a WORSHIPPER.</w:t>
      </w:r>
    </w:p>
    <w:p w:rsidR="00C563CB" w:rsidRDefault="00C563CB" w:rsidP="00CD60A2">
      <w:pPr>
        <w:pStyle w:val="libItalic"/>
      </w:pPr>
      <w:r>
        <w:t>"</w:t>
      </w:r>
      <w:r w:rsidRPr="00CD60A2">
        <w:t>T</w:t>
      </w:r>
      <w:r>
        <w:t>hou art my witness, O, my most beloved God,</w:t>
      </w:r>
    </w:p>
    <w:p w:rsidR="00C563CB" w:rsidRDefault="00C563CB" w:rsidP="00CD60A2">
      <w:pPr>
        <w:pStyle w:val="libItalic"/>
      </w:pPr>
      <w:r w:rsidRPr="00CD60A2">
        <w:t>I</w:t>
      </w:r>
      <w:r>
        <w:t xml:space="preserve"> have fulfilled my mission, without hesitation, my Lord;</w:t>
      </w:r>
    </w:p>
    <w:p w:rsidR="00C563CB" w:rsidRDefault="00C563CB" w:rsidP="00CD60A2">
      <w:pPr>
        <w:pStyle w:val="libItalic"/>
      </w:pPr>
      <w:r w:rsidRPr="00CD60A2">
        <w:t>W</w:t>
      </w:r>
      <w:r>
        <w:t>ithout squirming, faltering, complaining, O' God,</w:t>
      </w:r>
    </w:p>
    <w:p w:rsidR="00C563CB" w:rsidRDefault="00C563CB" w:rsidP="00CD60A2">
      <w:pPr>
        <w:pStyle w:val="libItalic"/>
      </w:pPr>
      <w:r w:rsidRPr="00CD60A2">
        <w:t>T</w:t>
      </w:r>
      <w:r>
        <w:t>o Thy decree, and Thy dispensation, I submit, O' Lord!"</w:t>
      </w:r>
    </w:p>
    <w:p w:rsidR="00C563CB" w:rsidRDefault="00C563CB" w:rsidP="00CD60A2">
      <w:pPr>
        <w:pStyle w:val="libItalic"/>
      </w:pPr>
      <w:r w:rsidRPr="00CD60A2">
        <w:t>W</w:t>
      </w:r>
      <w:r>
        <w:t>hile Husayn was still in prayer, Omar Saad pondered</w:t>
      </w:r>
    </w:p>
    <w:p w:rsidR="00C563CB" w:rsidRDefault="00C563CB" w:rsidP="00CD60A2">
      <w:pPr>
        <w:pStyle w:val="libItalic"/>
      </w:pPr>
      <w:r>
        <w:t>"</w:t>
      </w:r>
      <w:r w:rsidRPr="00CD60A2">
        <w:t>C</w:t>
      </w:r>
      <w:r>
        <w:t>ut off his head," he thought to himself and soon ordered</w:t>
      </w:r>
    </w:p>
    <w:p w:rsidR="00C563CB" w:rsidRDefault="00C563CB" w:rsidP="00CD60A2">
      <w:pPr>
        <w:pStyle w:val="libItalic"/>
      </w:pPr>
      <w:r w:rsidRPr="00CD60A2">
        <w:t>W</w:t>
      </w:r>
      <w:r>
        <w:t>illing to wound, but mortally afraid to strike</w:t>
      </w:r>
    </w:p>
    <w:p w:rsidR="00C563CB" w:rsidRDefault="00C563CB" w:rsidP="00CD60A2">
      <w:pPr>
        <w:pStyle w:val="libItalic"/>
      </w:pPr>
      <w:r w:rsidRPr="00CD60A2">
        <w:t>N</w:t>
      </w:r>
      <w:r>
        <w:t>one could master the courage, so great was the fright.</w:t>
      </w:r>
    </w:p>
    <w:p w:rsidR="00C563CB" w:rsidRDefault="00C563CB" w:rsidP="00CD60A2">
      <w:pPr>
        <w:pStyle w:val="libItalic"/>
      </w:pPr>
      <w:r w:rsidRPr="00CD60A2">
        <w:t>H</w:t>
      </w:r>
      <w:r>
        <w:t>e himself went forth, by his side was Shimr</w:t>
      </w:r>
    </w:p>
    <w:p w:rsidR="00C563CB" w:rsidRDefault="00C563CB" w:rsidP="00CD60A2">
      <w:pPr>
        <w:pStyle w:val="libItalic"/>
      </w:pPr>
      <w:r w:rsidRPr="00CD60A2">
        <w:t>H</w:t>
      </w:r>
      <w:r>
        <w:t>usayn was lying prostrate, his head in prayer</w:t>
      </w:r>
    </w:p>
    <w:p w:rsidR="00C563CB" w:rsidRDefault="00C563CB" w:rsidP="00CD60A2">
      <w:pPr>
        <w:pStyle w:val="libItalic"/>
      </w:pPr>
      <w:r w:rsidRPr="00CD60A2">
        <w:t>H</w:t>
      </w:r>
      <w:r>
        <w:t>is lips were moving; can it be he was cursing?</w:t>
      </w:r>
    </w:p>
    <w:p w:rsidR="00C563CB" w:rsidRDefault="00C563CB" w:rsidP="00CD60A2">
      <w:pPr>
        <w:pStyle w:val="libItalic"/>
      </w:pPr>
      <w:r w:rsidRPr="00CD60A2">
        <w:t>T</w:t>
      </w:r>
      <w:r>
        <w:t>hey bent over to hear what he was saying.</w:t>
      </w:r>
    </w:p>
    <w:p w:rsidR="00C563CB" w:rsidRDefault="00C563CB" w:rsidP="00CD60A2">
      <w:pPr>
        <w:pStyle w:val="libItalic"/>
      </w:pPr>
      <w:r>
        <w:t>"</w:t>
      </w:r>
      <w:r w:rsidRPr="00CD60A2">
        <w:t>I</w:t>
      </w:r>
      <w:r>
        <w:t xml:space="preserve"> beseech Thee, with all humility, O' Allah!</w:t>
      </w:r>
    </w:p>
    <w:p w:rsidR="00C563CB" w:rsidRDefault="00C563CB" w:rsidP="00CD60A2">
      <w:pPr>
        <w:pStyle w:val="libItalic"/>
      </w:pPr>
      <w:r w:rsidRPr="00CD60A2">
        <w:t>F</w:t>
      </w:r>
      <w:r>
        <w:t>orgive, the erring ones, of their trespasses</w:t>
      </w:r>
    </w:p>
    <w:p w:rsidR="00C563CB" w:rsidRDefault="00C563CB" w:rsidP="00CD60A2">
      <w:pPr>
        <w:pStyle w:val="libItalic"/>
      </w:pPr>
      <w:r w:rsidRPr="00CD60A2">
        <w:t>T</w:t>
      </w:r>
      <w:r>
        <w:t>hou art, the most BENIFICIENT, the most FORGIVING!"</w:t>
      </w:r>
    </w:p>
    <w:p w:rsidR="00C563CB" w:rsidRDefault="00C563CB" w:rsidP="00CD60A2">
      <w:pPr>
        <w:pStyle w:val="libItalic"/>
      </w:pPr>
      <w:r w:rsidRPr="00CD60A2">
        <w:t>C</w:t>
      </w:r>
      <w:r>
        <w:t>an there be a being, more compassionate, more loving?</w:t>
      </w:r>
    </w:p>
    <w:p w:rsidR="00C563CB" w:rsidRDefault="00C563CB" w:rsidP="00CD60A2">
      <w:pPr>
        <w:pStyle w:val="libItalic"/>
      </w:pPr>
      <w:r w:rsidRPr="00CD60A2">
        <w:t>T</w:t>
      </w:r>
      <w:r>
        <w:t>he prayers were almost concluded, they were afraid</w:t>
      </w:r>
    </w:p>
    <w:p w:rsidR="00C563CB" w:rsidRDefault="00C563CB" w:rsidP="00CD60A2">
      <w:pPr>
        <w:pStyle w:val="libItalic"/>
      </w:pPr>
      <w:r w:rsidRPr="00CD60A2">
        <w:t>H</w:t>
      </w:r>
      <w:r>
        <w:t>e was Ali's son, none could dare under-estimate</w:t>
      </w:r>
    </w:p>
    <w:p w:rsidR="00C563CB" w:rsidRDefault="00C563CB" w:rsidP="00CD60A2">
      <w:pPr>
        <w:pStyle w:val="libItalic"/>
      </w:pPr>
      <w:r w:rsidRPr="00CD60A2">
        <w:t>S</w:t>
      </w:r>
      <w:r>
        <w:t>himr jumped on his back, with sword in one hand</w:t>
      </w:r>
    </w:p>
    <w:p w:rsidR="00C563CB" w:rsidRDefault="00C563CB" w:rsidP="00CD60A2">
      <w:pPr>
        <w:pStyle w:val="libItalic"/>
      </w:pPr>
      <w:proofErr w:type="gramStart"/>
      <w:r w:rsidRPr="00CD60A2">
        <w:t>T</w:t>
      </w:r>
      <w:r>
        <w:t>oo weak with loss of blood.</w:t>
      </w:r>
      <w:proofErr w:type="gramEnd"/>
      <w:r>
        <w:t xml:space="preserve"> Only his head he turned.</w:t>
      </w:r>
    </w:p>
    <w:p w:rsidR="00C563CB" w:rsidRDefault="00C563CB" w:rsidP="00CD60A2">
      <w:pPr>
        <w:pStyle w:val="libItalic"/>
      </w:pPr>
      <w:r>
        <w:t>"</w:t>
      </w:r>
      <w:r w:rsidRPr="00CD60A2">
        <w:t>O</w:t>
      </w:r>
      <w:r>
        <w:t>, Shimr, give me water, I am thirsty</w:t>
      </w:r>
    </w:p>
    <w:p w:rsidR="00C563CB" w:rsidRDefault="00C563CB" w:rsidP="00CD60A2">
      <w:pPr>
        <w:pStyle w:val="libItalic"/>
      </w:pPr>
      <w:r w:rsidRPr="00CD60A2">
        <w:t>T</w:t>
      </w:r>
      <w:r>
        <w:t>hen accomplish your task." However dirty</w:t>
      </w:r>
    </w:p>
    <w:p w:rsidR="00C563CB" w:rsidRDefault="00C563CB" w:rsidP="00CD60A2">
      <w:pPr>
        <w:pStyle w:val="libItalic"/>
      </w:pPr>
      <w:r w:rsidRPr="00CD60A2">
        <w:t>Z</w:t>
      </w:r>
      <w:r>
        <w:t>aynab rushed out, she was on the scene</w:t>
      </w:r>
    </w:p>
    <w:p w:rsidR="00C563CB" w:rsidRDefault="00C563CB" w:rsidP="00CD60A2">
      <w:pPr>
        <w:pStyle w:val="libItalic"/>
      </w:pPr>
      <w:r>
        <w:t>"</w:t>
      </w:r>
      <w:r w:rsidRPr="00CD60A2">
        <w:t>S</w:t>
      </w:r>
      <w:r>
        <w:t>ave my brother!' she imploringly screamed.</w:t>
      </w:r>
    </w:p>
    <w:p w:rsidR="00C563CB" w:rsidRDefault="00C563CB" w:rsidP="00CD60A2">
      <w:pPr>
        <w:pStyle w:val="libItalic"/>
      </w:pPr>
      <w:r w:rsidRPr="00CD60A2">
        <w:t>S</w:t>
      </w:r>
      <w:r>
        <w:t>he appealed to Omar Saad, again and again</w:t>
      </w:r>
    </w:p>
    <w:p w:rsidR="00C563CB" w:rsidRDefault="00C563CB" w:rsidP="00CD60A2">
      <w:pPr>
        <w:pStyle w:val="libItalic"/>
      </w:pPr>
      <w:r w:rsidRPr="00CD60A2">
        <w:t>T</w:t>
      </w:r>
      <w:r>
        <w:t>o give little water, to save the life of Husayn</w:t>
      </w:r>
    </w:p>
    <w:p w:rsidR="00C563CB" w:rsidRDefault="00C563CB" w:rsidP="00CD60A2">
      <w:pPr>
        <w:pStyle w:val="libItalic"/>
      </w:pPr>
      <w:r w:rsidRPr="00CD60A2">
        <w:t>H</w:t>
      </w:r>
      <w:r>
        <w:t>e contemptuously turned his face, in utter disdain</w:t>
      </w:r>
    </w:p>
    <w:p w:rsidR="00C563CB" w:rsidRDefault="00C563CB" w:rsidP="00CD60A2">
      <w:pPr>
        <w:pStyle w:val="libItalic"/>
      </w:pPr>
      <w:r w:rsidRPr="00CD60A2">
        <w:lastRenderedPageBreak/>
        <w:t>O</w:t>
      </w:r>
      <w:r>
        <w:t>' you fiend! O' you slur on Islam's name!</w:t>
      </w:r>
    </w:p>
    <w:p w:rsidR="00C563CB" w:rsidRDefault="00C563CB" w:rsidP="00CD60A2">
      <w:pPr>
        <w:pStyle w:val="libItalic"/>
      </w:pPr>
      <w:r w:rsidRPr="00CD60A2">
        <w:t>H</w:t>
      </w:r>
      <w:r>
        <w:t>er humiliation was watched by Husayn</w:t>
      </w:r>
    </w:p>
    <w:p w:rsidR="00C563CB" w:rsidRDefault="00C563CB" w:rsidP="00CD60A2">
      <w:pPr>
        <w:pStyle w:val="libItalic"/>
      </w:pPr>
      <w:r w:rsidRPr="00CD60A2">
        <w:t>H</w:t>
      </w:r>
      <w:r>
        <w:t>e was in greatest of agony and pain</w:t>
      </w:r>
    </w:p>
    <w:p w:rsidR="00C563CB" w:rsidRDefault="00C563CB" w:rsidP="00CD60A2">
      <w:pPr>
        <w:pStyle w:val="libItalic"/>
      </w:pPr>
      <w:r>
        <w:t>"</w:t>
      </w:r>
      <w:r w:rsidRPr="00CD60A2">
        <w:t>F</w:t>
      </w:r>
      <w:r>
        <w:t>or the sake of love, you bear for me</w:t>
      </w:r>
    </w:p>
    <w:p w:rsidR="00C563CB" w:rsidRDefault="00C563CB" w:rsidP="00CD60A2">
      <w:pPr>
        <w:pStyle w:val="libItalic"/>
      </w:pPr>
      <w:r w:rsidRPr="00CD60A2">
        <w:t>P</w:t>
      </w:r>
      <w:r>
        <w:t>lease return to the camp immediately."</w:t>
      </w:r>
    </w:p>
    <w:p w:rsidR="00C563CB" w:rsidRDefault="00C563CB" w:rsidP="00CD60A2">
      <w:pPr>
        <w:pStyle w:val="libItalic"/>
      </w:pPr>
      <w:r w:rsidRPr="00CD60A2">
        <w:t>S</w:t>
      </w:r>
      <w:r>
        <w:t>he rushed back to her nephew, Ali Zainal Abedeen</w:t>
      </w:r>
    </w:p>
    <w:p w:rsidR="00C563CB" w:rsidRDefault="00C563CB" w:rsidP="00CD60A2">
      <w:pPr>
        <w:pStyle w:val="libItalic"/>
      </w:pPr>
      <w:r w:rsidRPr="00CD60A2">
        <w:t>S</w:t>
      </w:r>
      <w:r>
        <w:t>haking him from stupor, she narrated the scene</w:t>
      </w:r>
    </w:p>
    <w:p w:rsidR="00C563CB" w:rsidRDefault="00C563CB" w:rsidP="00CD60A2">
      <w:pPr>
        <w:pStyle w:val="libItalic"/>
      </w:pPr>
      <w:r w:rsidRPr="00CD60A2">
        <w:t>I</w:t>
      </w:r>
      <w:r>
        <w:t>n the dusty panorama, they soon saw a spear</w:t>
      </w:r>
    </w:p>
    <w:p w:rsidR="00C563CB" w:rsidRDefault="00C563CB" w:rsidP="00CD60A2">
      <w:pPr>
        <w:pStyle w:val="libItalic"/>
      </w:pPr>
      <w:r w:rsidRPr="00CD60A2">
        <w:t>H</w:t>
      </w:r>
      <w:r>
        <w:t>usayn's head was on it, without malice, without fear!</w:t>
      </w:r>
    </w:p>
    <w:p w:rsidR="00C563CB" w:rsidRDefault="00C563CB" w:rsidP="00C563CB">
      <w:pPr>
        <w:pStyle w:val="libNormal"/>
      </w:pPr>
      <w:r>
        <w:br w:type="page"/>
      </w:r>
    </w:p>
    <w:p w:rsidR="00C563CB" w:rsidRDefault="00C563CB" w:rsidP="00C563CB">
      <w:pPr>
        <w:pStyle w:val="Heading1Center"/>
      </w:pPr>
      <w:bookmarkStart w:id="8" w:name="_Toc471903292"/>
      <w:r>
        <w:lastRenderedPageBreak/>
        <w:t>(10) The Loot</w:t>
      </w:r>
      <w:bookmarkEnd w:id="8"/>
    </w:p>
    <w:p w:rsidR="00C563CB" w:rsidRDefault="00C563CB" w:rsidP="00CD60A2">
      <w:pPr>
        <w:pStyle w:val="libItalic"/>
      </w:pPr>
      <w:r w:rsidRPr="00CD60A2">
        <w:t>E</w:t>
      </w:r>
      <w:r>
        <w:t>erie silence hung over the battleground</w:t>
      </w:r>
    </w:p>
    <w:p w:rsidR="00C563CB" w:rsidRDefault="00C563CB" w:rsidP="00CD60A2">
      <w:pPr>
        <w:pStyle w:val="libItalic"/>
      </w:pPr>
      <w:r w:rsidRPr="00CD60A2">
        <w:t>B</w:t>
      </w:r>
      <w:r>
        <w:t>roken occasionally by drum beating sounds</w:t>
      </w:r>
    </w:p>
    <w:p w:rsidR="00C563CB" w:rsidRDefault="00C563CB" w:rsidP="00CD60A2">
      <w:pPr>
        <w:pStyle w:val="libItalic"/>
      </w:pPr>
      <w:r w:rsidRPr="00CD60A2">
        <w:t>T</w:t>
      </w:r>
      <w:r>
        <w:t>he carnage, the massacre, of saintly souls</w:t>
      </w:r>
    </w:p>
    <w:p w:rsidR="00C563CB" w:rsidRDefault="00C563CB" w:rsidP="00CD60A2">
      <w:pPr>
        <w:pStyle w:val="libItalic"/>
      </w:pPr>
      <w:r w:rsidRPr="00CD60A2">
        <w:t>C</w:t>
      </w:r>
      <w:r>
        <w:t xml:space="preserve">aused a shudder, in </w:t>
      </w:r>
      <w:proofErr w:type="gramStart"/>
      <w:r>
        <w:t>Islam's true believers'</w:t>
      </w:r>
      <w:proofErr w:type="gramEnd"/>
      <w:r>
        <w:t xml:space="preserve"> fold.</w:t>
      </w:r>
    </w:p>
    <w:p w:rsidR="00C563CB" w:rsidRDefault="00C563CB" w:rsidP="00CD60A2">
      <w:pPr>
        <w:pStyle w:val="libItalic"/>
      </w:pPr>
      <w:r w:rsidRPr="00CD60A2">
        <w:t>T</w:t>
      </w:r>
      <w:r>
        <w:t>he massacre being over, they raided they tents</w:t>
      </w:r>
    </w:p>
    <w:p w:rsidR="00C563CB" w:rsidRDefault="00C563CB" w:rsidP="00CD60A2">
      <w:pPr>
        <w:pStyle w:val="libItalic"/>
      </w:pPr>
      <w:r w:rsidRPr="00CD60A2">
        <w:t>T</w:t>
      </w:r>
      <w:r>
        <w:t>o loot and destroy, they were all fiendishly bent</w:t>
      </w:r>
    </w:p>
    <w:p w:rsidR="00C563CB" w:rsidRDefault="00C563CB" w:rsidP="00CD60A2">
      <w:pPr>
        <w:pStyle w:val="libItalic"/>
      </w:pPr>
      <w:r w:rsidRPr="00CD60A2">
        <w:t>H</w:t>
      </w:r>
      <w:r>
        <w:t>elpless ladies and children, they mercilessly pashed</w:t>
      </w:r>
    </w:p>
    <w:p w:rsidR="00C563CB" w:rsidRDefault="00C563CB" w:rsidP="00CD60A2">
      <w:pPr>
        <w:pStyle w:val="libItalic"/>
      </w:pPr>
      <w:r w:rsidRPr="00CD60A2">
        <w:t>Y</w:t>
      </w:r>
      <w:r>
        <w:t>oung innocent babes, to the ground they dashed.</w:t>
      </w:r>
    </w:p>
    <w:p w:rsidR="00C563CB" w:rsidRDefault="00C563CB" w:rsidP="00CD60A2">
      <w:pPr>
        <w:pStyle w:val="libItalic"/>
      </w:pPr>
      <w:r w:rsidRPr="00CD60A2">
        <w:t>D</w:t>
      </w:r>
      <w:r>
        <w:t>aughters of the Prophet, simple lives had led</w:t>
      </w:r>
    </w:p>
    <w:p w:rsidR="00C563CB" w:rsidRDefault="00C563CB" w:rsidP="00CD60A2">
      <w:pPr>
        <w:pStyle w:val="libItalic"/>
      </w:pPr>
      <w:r w:rsidRPr="00CD60A2">
        <w:t>C</w:t>
      </w:r>
      <w:r>
        <w:t>oarse and patched clothes, were all they had</w:t>
      </w:r>
    </w:p>
    <w:p w:rsidR="00C563CB" w:rsidRDefault="00C563CB" w:rsidP="00CD60A2">
      <w:pPr>
        <w:pStyle w:val="libItalic"/>
      </w:pPr>
      <w:r w:rsidRPr="00CD60A2">
        <w:t>W</w:t>
      </w:r>
      <w:r>
        <w:t>oven by Fatima, they were immensely treasured</w:t>
      </w:r>
    </w:p>
    <w:p w:rsidR="00C563CB" w:rsidRDefault="00C563CB" w:rsidP="00CD60A2">
      <w:pPr>
        <w:pStyle w:val="libItalic"/>
      </w:pPr>
      <w:r w:rsidRPr="00CD60A2">
        <w:t>I</w:t>
      </w:r>
      <w:r>
        <w:t>n terms of money, none could be measured.</w:t>
      </w:r>
    </w:p>
    <w:p w:rsidR="00C563CB" w:rsidRDefault="00C563CB" w:rsidP="00CD60A2">
      <w:pPr>
        <w:pStyle w:val="libItalic"/>
      </w:pPr>
      <w:r w:rsidRPr="00CD60A2">
        <w:t>T</w:t>
      </w:r>
      <w:r>
        <w:t>hey were shamelessly looted of even their veils</w:t>
      </w:r>
    </w:p>
    <w:p w:rsidR="00C563CB" w:rsidRDefault="00C563CB" w:rsidP="00CD60A2">
      <w:pPr>
        <w:pStyle w:val="libItalic"/>
      </w:pPr>
      <w:r w:rsidRPr="00CD60A2">
        <w:t>T</w:t>
      </w:r>
      <w:r>
        <w:t>he Yazidi hordes outclassed, themselves, the devils</w:t>
      </w:r>
    </w:p>
    <w:p w:rsidR="00C563CB" w:rsidRDefault="00C563CB" w:rsidP="00CD60A2">
      <w:pPr>
        <w:pStyle w:val="libItalic"/>
      </w:pPr>
      <w:r w:rsidRPr="00CD60A2">
        <w:t>E</w:t>
      </w:r>
      <w:r>
        <w:t>arrings were snatched of the child of Husayn</w:t>
      </w:r>
    </w:p>
    <w:p w:rsidR="00C563CB" w:rsidRDefault="00C563CB" w:rsidP="00CD60A2">
      <w:pPr>
        <w:pStyle w:val="libItalic"/>
      </w:pPr>
      <w:r w:rsidRPr="00CD60A2">
        <w:t>S</w:t>
      </w:r>
      <w:r>
        <w:t>he was slapped mercilessly, for crying in pain.</w:t>
      </w:r>
    </w:p>
    <w:p w:rsidR="00C563CB" w:rsidRDefault="00C563CB" w:rsidP="00CD60A2">
      <w:pPr>
        <w:pStyle w:val="libItalic"/>
      </w:pPr>
      <w:r w:rsidRPr="00CD60A2">
        <w:t>I</w:t>
      </w:r>
      <w:r>
        <w:t>n stupor, lay the only surviving adult male</w:t>
      </w:r>
    </w:p>
    <w:p w:rsidR="00C563CB" w:rsidRDefault="00C563CB" w:rsidP="00CD60A2">
      <w:pPr>
        <w:pStyle w:val="libItalic"/>
      </w:pPr>
      <w:r w:rsidRPr="00CD60A2">
        <w:t>A</w:t>
      </w:r>
      <w:r>
        <w:t>li Zainal Abedeen was flogged as in horror tales</w:t>
      </w:r>
    </w:p>
    <w:p w:rsidR="00C563CB" w:rsidRDefault="00C563CB" w:rsidP="00CD60A2">
      <w:pPr>
        <w:pStyle w:val="libItalic"/>
      </w:pPr>
      <w:r w:rsidRPr="00CD60A2">
        <w:t>A</w:t>
      </w:r>
      <w:r>
        <w:t>fter the looting, the tents were set on fire enmasse</w:t>
      </w:r>
    </w:p>
    <w:p w:rsidR="00C563CB" w:rsidRDefault="00C563CB" w:rsidP="00CD60A2">
      <w:pPr>
        <w:pStyle w:val="libItalic"/>
      </w:pPr>
      <w:r w:rsidRPr="00CD60A2">
        <w:t>H</w:t>
      </w:r>
      <w:r>
        <w:t>ell was let loose, with a vengeance, quick and fast.</w:t>
      </w:r>
    </w:p>
    <w:p w:rsidR="00C563CB" w:rsidRDefault="00C563CB" w:rsidP="00CD60A2">
      <w:pPr>
        <w:pStyle w:val="libItalic"/>
      </w:pPr>
      <w:r w:rsidRPr="00CD60A2">
        <w:t>Z</w:t>
      </w:r>
      <w:r>
        <w:t>aynab was perplexed, she was lost</w:t>
      </w:r>
    </w:p>
    <w:p w:rsidR="00C563CB" w:rsidRDefault="00C563CB" w:rsidP="00CD60A2">
      <w:pPr>
        <w:pStyle w:val="libItalic"/>
      </w:pPr>
      <w:r w:rsidRPr="00CD60A2">
        <w:t>P</w:t>
      </w:r>
      <w:r>
        <w:t>erish in flames or face still worst</w:t>
      </w:r>
    </w:p>
    <w:p w:rsidR="00C563CB" w:rsidRDefault="00C563CB" w:rsidP="00CD60A2">
      <w:pPr>
        <w:pStyle w:val="libItalic"/>
      </w:pPr>
      <w:r w:rsidRPr="00CD60A2">
        <w:t>T</w:t>
      </w:r>
      <w:r>
        <w:t>his hour of trial, whom to consult</w:t>
      </w:r>
    </w:p>
    <w:p w:rsidR="00C563CB" w:rsidRDefault="00C563CB" w:rsidP="00CD60A2">
      <w:pPr>
        <w:pStyle w:val="libItalic"/>
      </w:pPr>
      <w:r w:rsidRPr="00CD60A2">
        <w:t>H</w:t>
      </w:r>
      <w:r>
        <w:t>er nephew was unconscious, lying in dust.</w:t>
      </w:r>
    </w:p>
    <w:p w:rsidR="00C563CB" w:rsidRDefault="00C563CB" w:rsidP="00CD60A2">
      <w:pPr>
        <w:pStyle w:val="libItalic"/>
      </w:pPr>
      <w:r>
        <w:t>"</w:t>
      </w:r>
      <w:r w:rsidRPr="00CD60A2">
        <w:t>A</w:t>
      </w:r>
      <w:r>
        <w:t>li Zainal Abedeen, I appeal to you</w:t>
      </w:r>
    </w:p>
    <w:p w:rsidR="00C563CB" w:rsidRDefault="00C563CB" w:rsidP="00CD60A2">
      <w:pPr>
        <w:pStyle w:val="libItalic"/>
      </w:pPr>
      <w:r w:rsidRPr="00CD60A2">
        <w:t>A</w:t>
      </w:r>
      <w:r>
        <w:t>s our Imam, tell us what are we to do?"</w:t>
      </w:r>
    </w:p>
    <w:p w:rsidR="00C563CB" w:rsidRDefault="00C563CB" w:rsidP="00CD60A2">
      <w:pPr>
        <w:pStyle w:val="libItalic"/>
      </w:pPr>
      <w:r w:rsidRPr="00CD60A2">
        <w:t>H</w:t>
      </w:r>
      <w:r>
        <w:t>e opened his eyes, burning with fever</w:t>
      </w:r>
    </w:p>
    <w:p w:rsidR="00C563CB" w:rsidRDefault="00C563CB" w:rsidP="00CD60A2">
      <w:pPr>
        <w:pStyle w:val="libItalic"/>
      </w:pPr>
      <w:r w:rsidRPr="00CD60A2">
        <w:t>W</w:t>
      </w:r>
      <w:r>
        <w:t>ith utmost effort, advise he delivered.</w:t>
      </w:r>
    </w:p>
    <w:p w:rsidR="00C563CB" w:rsidRDefault="00C563CB" w:rsidP="00CD60A2">
      <w:pPr>
        <w:pStyle w:val="libItalic"/>
      </w:pPr>
      <w:r>
        <w:t>"</w:t>
      </w:r>
      <w:r w:rsidRPr="00CD60A2">
        <w:t>T</w:t>
      </w:r>
      <w:r>
        <w:t>o save our lives is a religious duty</w:t>
      </w:r>
    </w:p>
    <w:p w:rsidR="00C563CB" w:rsidRDefault="00C563CB" w:rsidP="00CD60A2">
      <w:pPr>
        <w:pStyle w:val="libItalic"/>
      </w:pPr>
      <w:r w:rsidRPr="00CD60A2">
        <w:t>G</w:t>
      </w:r>
      <w:r>
        <w:t>o in the open and seek security."</w:t>
      </w:r>
    </w:p>
    <w:p w:rsidR="00C563CB" w:rsidRDefault="00C563CB" w:rsidP="00CD60A2">
      <w:pPr>
        <w:pStyle w:val="libItalic"/>
      </w:pPr>
      <w:r w:rsidRPr="00CD60A2">
        <w:t>L</w:t>
      </w:r>
      <w:r>
        <w:t>adies and children, they left the tent</w:t>
      </w:r>
    </w:p>
    <w:p w:rsidR="00C563CB" w:rsidRDefault="00C563CB" w:rsidP="00CD60A2">
      <w:pPr>
        <w:pStyle w:val="libItalic"/>
      </w:pPr>
      <w:r w:rsidRPr="00CD60A2">
        <w:t>S</w:t>
      </w:r>
      <w:r>
        <w:t>alvaging what they could, as they went.</w:t>
      </w:r>
    </w:p>
    <w:p w:rsidR="00C563CB" w:rsidRDefault="00C563CB" w:rsidP="00CD60A2">
      <w:pPr>
        <w:pStyle w:val="libItalic"/>
      </w:pPr>
      <w:r w:rsidRPr="00CD60A2">
        <w:t>T</w:t>
      </w:r>
      <w:r>
        <w:t>he loot, the pandemonium, was soon over</w:t>
      </w:r>
    </w:p>
    <w:p w:rsidR="00C563CB" w:rsidRDefault="00C563CB" w:rsidP="00CD60A2">
      <w:pPr>
        <w:pStyle w:val="libItalic"/>
      </w:pPr>
      <w:r w:rsidRPr="00CD60A2">
        <w:t>B</w:t>
      </w:r>
      <w:r>
        <w:t>urning embers of fire only hovered</w:t>
      </w:r>
    </w:p>
    <w:p w:rsidR="00C563CB" w:rsidRDefault="00C563CB" w:rsidP="00CD60A2">
      <w:pPr>
        <w:pStyle w:val="libItalic"/>
      </w:pPr>
      <w:r w:rsidRPr="00CD60A2">
        <w:t>A</w:t>
      </w:r>
      <w:r>
        <w:t xml:space="preserve"> partially burnt tent was all that remained</w:t>
      </w:r>
    </w:p>
    <w:p w:rsidR="00C563CB" w:rsidRDefault="00C563CB" w:rsidP="00CD60A2">
      <w:pPr>
        <w:pStyle w:val="libItalic"/>
      </w:pPr>
      <w:r w:rsidRPr="00CD60A2">
        <w:t>A</w:t>
      </w:r>
      <w:r>
        <w:t xml:space="preserve"> solitary witness of torture and </w:t>
      </w:r>
      <w:proofErr w:type="gramStart"/>
      <w:r>
        <w:t>blood stain</w:t>
      </w:r>
      <w:proofErr w:type="gramEnd"/>
      <w:r>
        <w:t>.</w:t>
      </w:r>
    </w:p>
    <w:p w:rsidR="00C563CB" w:rsidRDefault="00C563CB" w:rsidP="00CD60A2">
      <w:pPr>
        <w:pStyle w:val="libItalic"/>
      </w:pPr>
      <w:r w:rsidRPr="00CD60A2">
        <w:t>T</w:t>
      </w:r>
      <w:r>
        <w:t>he Ahl Bait cuddled together therein</w:t>
      </w:r>
    </w:p>
    <w:p w:rsidR="00C563CB" w:rsidRDefault="00C563CB" w:rsidP="00CD60A2">
      <w:pPr>
        <w:pStyle w:val="libItalic"/>
      </w:pPr>
      <w:r w:rsidRPr="00CD60A2">
        <w:t>S</w:t>
      </w:r>
      <w:r>
        <w:t>hattered in mind and body, beyond dream</w:t>
      </w:r>
    </w:p>
    <w:p w:rsidR="00C563CB" w:rsidRDefault="00C563CB" w:rsidP="00CD60A2">
      <w:pPr>
        <w:pStyle w:val="libItalic"/>
      </w:pPr>
      <w:r w:rsidRPr="00CD60A2">
        <w:t>T</w:t>
      </w:r>
      <w:r>
        <w:t>he time had come almost to a standstill</w:t>
      </w:r>
    </w:p>
    <w:p w:rsidR="00C563CB" w:rsidRDefault="00C563CB" w:rsidP="00CD60A2">
      <w:pPr>
        <w:pStyle w:val="libItalic"/>
      </w:pPr>
      <w:r w:rsidRPr="00CD60A2">
        <w:t>T</w:t>
      </w:r>
      <w:r>
        <w:t>he night was in sorrow; one could feel.</w:t>
      </w:r>
    </w:p>
    <w:p w:rsidR="00C563CB" w:rsidRDefault="00C563CB" w:rsidP="00CD60A2">
      <w:pPr>
        <w:pStyle w:val="libItalic"/>
      </w:pPr>
      <w:r w:rsidRPr="00CD60A2">
        <w:t>T</w:t>
      </w:r>
      <w:r>
        <w:t>he mourning widows of Husayn's friends</w:t>
      </w:r>
    </w:p>
    <w:p w:rsidR="00C563CB" w:rsidRDefault="00C563CB" w:rsidP="00CD60A2">
      <w:pPr>
        <w:pStyle w:val="libItalic"/>
      </w:pPr>
      <w:r w:rsidRPr="00CD60A2">
        <w:t>T</w:t>
      </w:r>
      <w:r>
        <w:t>heir anguished hearts, who could mend?</w:t>
      </w:r>
    </w:p>
    <w:p w:rsidR="00C563CB" w:rsidRDefault="00C563CB" w:rsidP="00CD60A2">
      <w:pPr>
        <w:pStyle w:val="libItalic"/>
      </w:pPr>
      <w:r w:rsidRPr="00CD60A2">
        <w:t>Z</w:t>
      </w:r>
      <w:r>
        <w:t>aynab and Kulthum consulted each other</w:t>
      </w:r>
    </w:p>
    <w:p w:rsidR="00C563CB" w:rsidRDefault="00C563CB" w:rsidP="00CD60A2">
      <w:pPr>
        <w:pStyle w:val="libItalic"/>
      </w:pPr>
      <w:r w:rsidRPr="00CD60A2">
        <w:t>T</w:t>
      </w:r>
      <w:r>
        <w:t>he orphaned children, they had to mother.</w:t>
      </w:r>
    </w:p>
    <w:p w:rsidR="00C563CB" w:rsidRDefault="00C563CB" w:rsidP="00CD60A2">
      <w:pPr>
        <w:pStyle w:val="libItalic"/>
      </w:pPr>
      <w:r w:rsidRPr="00CD60A2">
        <w:t>Z</w:t>
      </w:r>
      <w:r>
        <w:t>aynab counted the children; one was missing</w:t>
      </w:r>
    </w:p>
    <w:p w:rsidR="00C563CB" w:rsidRDefault="00C563CB" w:rsidP="00CD60A2">
      <w:pPr>
        <w:pStyle w:val="libItalic"/>
      </w:pPr>
      <w:r w:rsidRPr="00CD60A2">
        <w:t>T</w:t>
      </w:r>
      <w:r>
        <w:t>o her dismay, it was Sakina, her darling</w:t>
      </w:r>
    </w:p>
    <w:p w:rsidR="00C563CB" w:rsidRDefault="00C563CB" w:rsidP="00CD60A2">
      <w:pPr>
        <w:pStyle w:val="libItalic"/>
      </w:pPr>
      <w:r>
        <w:t>"</w:t>
      </w:r>
      <w:r w:rsidRPr="00CD60A2">
        <w:t>T</w:t>
      </w:r>
      <w:r>
        <w:t>ell me Sakina, where are you my child?"</w:t>
      </w:r>
    </w:p>
    <w:p w:rsidR="00C563CB" w:rsidRDefault="00C563CB" w:rsidP="00CD60A2">
      <w:pPr>
        <w:pStyle w:val="libItalic"/>
      </w:pPr>
      <w:r w:rsidRPr="00CD60A2">
        <w:lastRenderedPageBreak/>
        <w:t>I</w:t>
      </w:r>
      <w:r>
        <w:t>n wilderness, the echo was the only reply.</w:t>
      </w:r>
    </w:p>
    <w:p w:rsidR="00C563CB" w:rsidRDefault="00C563CB" w:rsidP="00CD60A2">
      <w:pPr>
        <w:pStyle w:val="libItalic"/>
      </w:pPr>
      <w:r w:rsidRPr="00CD60A2">
        <w:t>F</w:t>
      </w:r>
      <w:r>
        <w:t>rustrated, she ran towards the battlefield</w:t>
      </w:r>
    </w:p>
    <w:p w:rsidR="00C563CB" w:rsidRDefault="00C563CB" w:rsidP="00CD60A2">
      <w:pPr>
        <w:pStyle w:val="libItalic"/>
      </w:pPr>
      <w:r>
        <w:t>"</w:t>
      </w:r>
      <w:r w:rsidRPr="00CD60A2">
        <w:t>S</w:t>
      </w:r>
      <w:r>
        <w:t>akina is lost, your darling child</w:t>
      </w:r>
    </w:p>
    <w:p w:rsidR="00C563CB" w:rsidRDefault="00C563CB" w:rsidP="00CD60A2">
      <w:pPr>
        <w:pStyle w:val="libItalic"/>
      </w:pPr>
      <w:r w:rsidRPr="00CD60A2">
        <w:t>H</w:t>
      </w:r>
      <w:r>
        <w:t>usayn, where shall I look for her?"</w:t>
      </w:r>
    </w:p>
    <w:p w:rsidR="00C563CB" w:rsidRDefault="00C563CB" w:rsidP="00CD60A2">
      <w:pPr>
        <w:pStyle w:val="libItalic"/>
      </w:pPr>
      <w:r w:rsidRPr="00CD60A2">
        <w:t>S</w:t>
      </w:r>
      <w:r>
        <w:t>he imploringly sobbed, in utter despair.</w:t>
      </w:r>
    </w:p>
    <w:p w:rsidR="00C563CB" w:rsidRDefault="00C563CB" w:rsidP="00CD60A2">
      <w:pPr>
        <w:pStyle w:val="libItalic"/>
      </w:pPr>
      <w:r w:rsidRPr="00CD60A2">
        <w:t>T</w:t>
      </w:r>
      <w:r>
        <w:t>he silvery moon, behind the clouds was hid</w:t>
      </w:r>
    </w:p>
    <w:p w:rsidR="00C563CB" w:rsidRDefault="00C563CB" w:rsidP="00CD60A2">
      <w:pPr>
        <w:pStyle w:val="libItalic"/>
      </w:pPr>
      <w:r w:rsidRPr="00CD60A2">
        <w:t>T</w:t>
      </w:r>
      <w:r>
        <w:t>he clouds dispersed, the ground was lit</w:t>
      </w:r>
    </w:p>
    <w:p w:rsidR="00C563CB" w:rsidRDefault="00C563CB" w:rsidP="00CD60A2">
      <w:pPr>
        <w:pStyle w:val="libItalic"/>
      </w:pPr>
      <w:r w:rsidRPr="00CD60A2">
        <w:t>L</w:t>
      </w:r>
      <w:r>
        <w:t>ying with her head on Husayn's chest</w:t>
      </w:r>
    </w:p>
    <w:p w:rsidR="00C563CB" w:rsidRDefault="00C563CB" w:rsidP="00CD60A2">
      <w:pPr>
        <w:pStyle w:val="libItalic"/>
      </w:pPr>
      <w:r w:rsidRPr="00CD60A2">
        <w:t>L</w:t>
      </w:r>
      <w:r>
        <w:t>ittle Sakina was sleeping in her usual nest.</w:t>
      </w:r>
    </w:p>
    <w:p w:rsidR="00C563CB" w:rsidRDefault="00C563CB" w:rsidP="00CD60A2">
      <w:pPr>
        <w:pStyle w:val="libItalic"/>
      </w:pPr>
      <w:r>
        <w:t>"</w:t>
      </w:r>
      <w:r w:rsidRPr="00CD60A2">
        <w:t>S</w:t>
      </w:r>
      <w:r>
        <w:t>akina, my child, I have come here</w:t>
      </w:r>
    </w:p>
    <w:p w:rsidR="00C563CB" w:rsidRDefault="00C563CB" w:rsidP="00CD60A2">
      <w:pPr>
        <w:pStyle w:val="libItalic"/>
      </w:pPr>
      <w:r w:rsidRPr="00CD60A2">
        <w:t>A</w:t>
      </w:r>
      <w:r>
        <w:t>fter searching the desert, my dear</w:t>
      </w:r>
    </w:p>
    <w:p w:rsidR="00C563CB" w:rsidRDefault="00C563CB" w:rsidP="00CD60A2">
      <w:pPr>
        <w:pStyle w:val="libItalic"/>
      </w:pPr>
      <w:r w:rsidRPr="00CD60A2">
        <w:t>Y</w:t>
      </w:r>
      <w:r>
        <w:t>our father's beheaded body, how could you find</w:t>
      </w:r>
    </w:p>
    <w:p w:rsidR="00C563CB" w:rsidRDefault="00C563CB" w:rsidP="00CD60A2">
      <w:pPr>
        <w:pStyle w:val="libItalic"/>
      </w:pPr>
      <w:proofErr w:type="gramStart"/>
      <w:r w:rsidRPr="00CD60A2">
        <w:t>I</w:t>
      </w:r>
      <w:r>
        <w:t>n this dark night, with your frightened mind?"</w:t>
      </w:r>
      <w:proofErr w:type="gramEnd"/>
    </w:p>
    <w:p w:rsidR="00C563CB" w:rsidRDefault="00C563CB" w:rsidP="00CD60A2">
      <w:pPr>
        <w:pStyle w:val="libItalic"/>
      </w:pPr>
      <w:r>
        <w:t>"</w:t>
      </w:r>
      <w:r w:rsidRPr="00CD60A2">
        <w:t>A</w:t>
      </w:r>
      <w:r>
        <w:t>n irresistible urge seized me, though dampened</w:t>
      </w:r>
    </w:p>
    <w:p w:rsidR="00C563CB" w:rsidRDefault="00C563CB" w:rsidP="00CD60A2">
      <w:pPr>
        <w:pStyle w:val="libItalic"/>
      </w:pPr>
      <w:r w:rsidRPr="00CD60A2">
        <w:t>T</w:t>
      </w:r>
      <w:r>
        <w:t>o tell my father all that had happened</w:t>
      </w:r>
    </w:p>
    <w:p w:rsidR="00C563CB" w:rsidRDefault="00C563CB" w:rsidP="00CD60A2">
      <w:pPr>
        <w:pStyle w:val="libItalic"/>
      </w:pPr>
      <w:r w:rsidRPr="00CD60A2">
        <w:t>H</w:t>
      </w:r>
      <w:r>
        <w:t>ow they snatched my earrings, after his death</w:t>
      </w:r>
    </w:p>
    <w:p w:rsidR="00C563CB" w:rsidRDefault="00C563CB" w:rsidP="00CD60A2">
      <w:pPr>
        <w:pStyle w:val="libItalic"/>
      </w:pPr>
      <w:r w:rsidRPr="00CD60A2">
        <w:t>T</w:t>
      </w:r>
      <w:r>
        <w:t>he slaps I received, the treatment we met."</w:t>
      </w:r>
    </w:p>
    <w:p w:rsidR="00C563CB" w:rsidRDefault="00C563CB" w:rsidP="00CD60A2">
      <w:pPr>
        <w:pStyle w:val="libItalic"/>
      </w:pPr>
      <w:r>
        <w:t>"</w:t>
      </w:r>
      <w:r w:rsidRPr="00CD60A2">
        <w:t>R</w:t>
      </w:r>
      <w:r>
        <w:t>unning aimlessly in the desert I cried</w:t>
      </w:r>
    </w:p>
    <w:p w:rsidR="00C563CB" w:rsidRDefault="00C563CB" w:rsidP="00CD60A2">
      <w:pPr>
        <w:pStyle w:val="libItalic"/>
      </w:pPr>
      <w:r w:rsidRPr="00CD60A2">
        <w:t>T</w:t>
      </w:r>
      <w:r>
        <w:t>ell me dearest father, where do you lie</w:t>
      </w:r>
    </w:p>
    <w:p w:rsidR="00C563CB" w:rsidRDefault="00C563CB" w:rsidP="00CD60A2">
      <w:pPr>
        <w:pStyle w:val="libItalic"/>
      </w:pPr>
      <w:r w:rsidRPr="00CD60A2">
        <w:t>S</w:t>
      </w:r>
      <w:r>
        <w:t>akina, my darling Sakina, come here, come here!</w:t>
      </w:r>
    </w:p>
    <w:p w:rsidR="00C563CB" w:rsidRDefault="00C563CB" w:rsidP="00CD60A2">
      <w:pPr>
        <w:pStyle w:val="libItalic"/>
      </w:pPr>
      <w:r w:rsidRPr="00CD60A2">
        <w:t>I</w:t>
      </w:r>
      <w:r>
        <w:t xml:space="preserve"> heard him calling and found my father dear."</w:t>
      </w:r>
    </w:p>
    <w:p w:rsidR="00C563CB" w:rsidRDefault="00C563CB" w:rsidP="00CD60A2">
      <w:pPr>
        <w:pStyle w:val="libItalic"/>
      </w:pPr>
      <w:r>
        <w:t>"</w:t>
      </w:r>
      <w:r w:rsidRPr="00CD60A2">
        <w:t>I</w:t>
      </w:r>
      <w:r>
        <w:t xml:space="preserve"> narrated to him, all I had endured</w:t>
      </w:r>
    </w:p>
    <w:p w:rsidR="00C563CB" w:rsidRDefault="00C563CB" w:rsidP="00CD60A2">
      <w:pPr>
        <w:pStyle w:val="libItalic"/>
      </w:pPr>
      <w:r w:rsidRPr="00CD60A2">
        <w:t>I</w:t>
      </w:r>
      <w:r>
        <w:t>t lightened my heart: I was re-assured</w:t>
      </w:r>
    </w:p>
    <w:p w:rsidR="00C563CB" w:rsidRDefault="00C563CB" w:rsidP="00CD60A2">
      <w:pPr>
        <w:pStyle w:val="libItalic"/>
      </w:pPr>
      <w:r w:rsidRPr="00CD60A2">
        <w:t>A</w:t>
      </w:r>
      <w:r>
        <w:t>n urge to sleep on his chest, for the last time</w:t>
      </w:r>
    </w:p>
    <w:p w:rsidR="00C563CB" w:rsidRDefault="00C563CB" w:rsidP="00CD60A2">
      <w:pPr>
        <w:pStyle w:val="libItalic"/>
      </w:pPr>
      <w:r w:rsidRPr="00CD60A2">
        <w:t>I</w:t>
      </w:r>
      <w:r>
        <w:t xml:space="preserve"> placed my head in the nest of mine."</w:t>
      </w:r>
    </w:p>
    <w:p w:rsidR="00C563CB" w:rsidRDefault="00C563CB" w:rsidP="00CD60A2">
      <w:pPr>
        <w:pStyle w:val="libItalic"/>
      </w:pPr>
      <w:r w:rsidRPr="00CD60A2">
        <w:t>W</w:t>
      </w:r>
      <w:r>
        <w:t>ith Sakina, Zaynab hurried to the camp</w:t>
      </w:r>
    </w:p>
    <w:p w:rsidR="00C563CB" w:rsidRDefault="00C563CB" w:rsidP="00CD60A2">
      <w:pPr>
        <w:pStyle w:val="libItalic"/>
      </w:pPr>
      <w:r w:rsidRPr="00CD60A2">
        <w:t>A</w:t>
      </w:r>
      <w:r>
        <w:t>gain it was dark; there was no lamp</w:t>
      </w:r>
    </w:p>
    <w:p w:rsidR="00C563CB" w:rsidRDefault="00C563CB" w:rsidP="00CD60A2">
      <w:pPr>
        <w:pStyle w:val="libItalic"/>
      </w:pPr>
      <w:r w:rsidRPr="00CD60A2">
        <w:t>A</w:t>
      </w:r>
      <w:r>
        <w:t>ll were anxiously waiting in the ghostly night</w:t>
      </w:r>
    </w:p>
    <w:p w:rsidR="00C563CB" w:rsidRDefault="00C563CB" w:rsidP="00CD60A2">
      <w:pPr>
        <w:pStyle w:val="libItalic"/>
      </w:pPr>
      <w:proofErr w:type="gramStart"/>
      <w:r w:rsidRPr="00CD60A2">
        <w:t>P</w:t>
      </w:r>
      <w:r>
        <w:t>raying silently to God, the Eternal Light.</w:t>
      </w:r>
      <w:proofErr w:type="gramEnd"/>
    </w:p>
    <w:p w:rsidR="00C563CB" w:rsidRDefault="00C563CB" w:rsidP="00CD60A2">
      <w:pPr>
        <w:pStyle w:val="libItalic"/>
      </w:pPr>
      <w:r w:rsidRPr="00CD60A2">
        <w:t>S</w:t>
      </w:r>
      <w:r>
        <w:t>he placed Sakina in her mother's arms</w:t>
      </w:r>
    </w:p>
    <w:p w:rsidR="00C563CB" w:rsidRDefault="00C563CB" w:rsidP="00CD60A2">
      <w:pPr>
        <w:pStyle w:val="libItalic"/>
      </w:pPr>
      <w:r w:rsidRPr="00CD60A2">
        <w:t>S</w:t>
      </w:r>
      <w:r>
        <w:t>he had several other duties to perform</w:t>
      </w:r>
    </w:p>
    <w:p w:rsidR="00C563CB" w:rsidRDefault="00C563CB" w:rsidP="00CD60A2">
      <w:pPr>
        <w:pStyle w:val="libItalic"/>
      </w:pPr>
      <w:r w:rsidRPr="00CD60A2">
        <w:t>N</w:t>
      </w:r>
      <w:r>
        <w:t>o, not to protect any worldly treasure</w:t>
      </w:r>
    </w:p>
    <w:p w:rsidR="00C563CB" w:rsidRDefault="00C563CB" w:rsidP="00CD60A2">
      <w:pPr>
        <w:pStyle w:val="libItalic"/>
      </w:pPr>
      <w:r w:rsidRPr="00CD60A2">
        <w:t>T</w:t>
      </w:r>
      <w:r>
        <w:t>he children had suffered, beyond measure.</w:t>
      </w:r>
    </w:p>
    <w:p w:rsidR="00C563CB" w:rsidRDefault="00C563CB" w:rsidP="00CD60A2">
      <w:pPr>
        <w:pStyle w:val="libItalic"/>
      </w:pPr>
      <w:r w:rsidRPr="00CD60A2">
        <w:t>A</w:t>
      </w:r>
      <w:r>
        <w:t>dvancing towards them, she saw a group</w:t>
      </w:r>
    </w:p>
    <w:p w:rsidR="00C563CB" w:rsidRDefault="00C563CB" w:rsidP="00CD60A2">
      <w:pPr>
        <w:pStyle w:val="libItalic"/>
      </w:pPr>
      <w:r>
        <w:t>"</w:t>
      </w:r>
      <w:r w:rsidRPr="00CD60A2">
        <w:t>T</w:t>
      </w:r>
      <w:r>
        <w:t>here is nothing left, which you can loot</w:t>
      </w:r>
    </w:p>
    <w:p w:rsidR="00C563CB" w:rsidRDefault="00C563CB" w:rsidP="00CD60A2">
      <w:pPr>
        <w:pStyle w:val="libItalic"/>
      </w:pPr>
      <w:r w:rsidRPr="00CD60A2">
        <w:t>P</w:t>
      </w:r>
      <w:r>
        <w:t>ray, do not disturb the children in sorrow</w:t>
      </w:r>
    </w:p>
    <w:p w:rsidR="00C563CB" w:rsidRDefault="00C563CB" w:rsidP="00CD60A2">
      <w:pPr>
        <w:pStyle w:val="libItalic"/>
      </w:pPr>
      <w:r w:rsidRPr="00CD60A2">
        <w:t>I</w:t>
      </w:r>
      <w:r>
        <w:t>f you want something, come in the morrow!"</w:t>
      </w:r>
    </w:p>
    <w:p w:rsidR="00C563CB" w:rsidRDefault="00C563CB" w:rsidP="00CD60A2">
      <w:pPr>
        <w:pStyle w:val="libItalic"/>
      </w:pPr>
      <w:r>
        <w:t>"</w:t>
      </w:r>
      <w:r w:rsidRPr="00CD60A2">
        <w:t>W</w:t>
      </w:r>
      <w:r>
        <w:t>e do not want anything from you</w:t>
      </w:r>
    </w:p>
    <w:p w:rsidR="00C563CB" w:rsidRDefault="00C563CB" w:rsidP="00CD60A2">
      <w:pPr>
        <w:pStyle w:val="libItalic"/>
      </w:pPr>
      <w:r w:rsidRPr="00CD60A2">
        <w:t>W</w:t>
      </w:r>
      <w:r>
        <w:t>e know, what you have said is true</w:t>
      </w:r>
    </w:p>
    <w:p w:rsidR="00C563CB" w:rsidRDefault="00C563CB" w:rsidP="00CD60A2">
      <w:pPr>
        <w:pStyle w:val="libItalic"/>
      </w:pPr>
      <w:r w:rsidRPr="00CD60A2">
        <w:t>W</w:t>
      </w:r>
      <w:r>
        <w:t>e have brought some water and food</w:t>
      </w:r>
    </w:p>
    <w:p w:rsidR="00C563CB" w:rsidRDefault="00C563CB" w:rsidP="00CD60A2">
      <w:pPr>
        <w:pStyle w:val="libItalic"/>
      </w:pPr>
      <w:r w:rsidRPr="00CD60A2">
        <w:t>W</w:t>
      </w:r>
      <w:r>
        <w:t>e know</w:t>
      </w:r>
      <w:proofErr w:type="gramStart"/>
      <w:r>
        <w:t>,</w:t>
      </w:r>
      <w:proofErr w:type="gramEnd"/>
      <w:r>
        <w:t xml:space="preserve"> you are in a sorrowful mood."</w:t>
      </w:r>
    </w:p>
    <w:p w:rsidR="00C563CB" w:rsidRDefault="00C563CB" w:rsidP="00CD60A2">
      <w:pPr>
        <w:pStyle w:val="libItalic"/>
      </w:pPr>
      <w:r w:rsidRPr="00CD60A2">
        <w:t>Z</w:t>
      </w:r>
      <w:r>
        <w:t>aynab was surprised; so polite was the speaker</w:t>
      </w:r>
    </w:p>
    <w:p w:rsidR="00C563CB" w:rsidRDefault="00C563CB" w:rsidP="00CD60A2">
      <w:pPr>
        <w:pStyle w:val="libItalic"/>
      </w:pPr>
      <w:r w:rsidRPr="00CD60A2">
        <w:t>I</w:t>
      </w:r>
      <w:r>
        <w:t>t was the widow of Hur, the truth seeker</w:t>
      </w:r>
    </w:p>
    <w:p w:rsidR="00C563CB" w:rsidRDefault="00C563CB" w:rsidP="00CD60A2">
      <w:pPr>
        <w:pStyle w:val="libItalic"/>
      </w:pPr>
      <w:r>
        <w:t>"</w:t>
      </w:r>
      <w:r w:rsidRPr="00CD60A2">
        <w:t>S</w:t>
      </w:r>
      <w:r>
        <w:t>oldiers of Omar Saad have deputed me</w:t>
      </w:r>
    </w:p>
    <w:p w:rsidR="00C563CB" w:rsidRDefault="00C563CB" w:rsidP="00CD60A2">
      <w:pPr>
        <w:pStyle w:val="libItalic"/>
      </w:pPr>
      <w:proofErr w:type="gramStart"/>
      <w:r w:rsidRPr="00CD60A2">
        <w:t>T</w:t>
      </w:r>
      <w:r>
        <w:t>o carry food and water for thee."</w:t>
      </w:r>
      <w:proofErr w:type="gramEnd"/>
    </w:p>
    <w:p w:rsidR="00C563CB" w:rsidRDefault="00C563CB" w:rsidP="00CD60A2">
      <w:pPr>
        <w:pStyle w:val="libItalic"/>
      </w:pPr>
      <w:r>
        <w:t>"</w:t>
      </w:r>
      <w:r w:rsidRPr="00CD60A2">
        <w:t>L</w:t>
      </w:r>
      <w:r>
        <w:t>est you perish, due to hunger and thirst,</w:t>
      </w:r>
    </w:p>
    <w:p w:rsidR="00C563CB" w:rsidRDefault="00C563CB" w:rsidP="00CD60A2">
      <w:pPr>
        <w:pStyle w:val="libItalic"/>
      </w:pPr>
      <w:r w:rsidRPr="00CD60A2">
        <w:t>B</w:t>
      </w:r>
      <w:r>
        <w:t>efore Yazid, they want to take you first</w:t>
      </w:r>
    </w:p>
    <w:p w:rsidR="00C563CB" w:rsidRDefault="00C563CB" w:rsidP="00CD60A2">
      <w:pPr>
        <w:pStyle w:val="libItalic"/>
      </w:pPr>
      <w:r w:rsidRPr="00CD60A2">
        <w:t>T</w:t>
      </w:r>
      <w:r>
        <w:t>hat is why they have sent water and food</w:t>
      </w:r>
    </w:p>
    <w:p w:rsidR="00C563CB" w:rsidRDefault="00C563CB" w:rsidP="00CD60A2">
      <w:pPr>
        <w:pStyle w:val="libItalic"/>
      </w:pPr>
      <w:r w:rsidRPr="00CD60A2">
        <w:lastRenderedPageBreak/>
        <w:t>N</w:t>
      </w:r>
      <w:r>
        <w:t>ot because they have suddenly turned good."</w:t>
      </w:r>
    </w:p>
    <w:p w:rsidR="00C563CB" w:rsidRDefault="00C563CB" w:rsidP="00CD60A2">
      <w:pPr>
        <w:pStyle w:val="libItalic"/>
      </w:pPr>
      <w:r>
        <w:t>"</w:t>
      </w:r>
      <w:r w:rsidRPr="00CD60A2">
        <w:t>O</w:t>
      </w:r>
      <w:r>
        <w:t>, sister, we are indebted to your husband</w:t>
      </w:r>
    </w:p>
    <w:p w:rsidR="00C563CB" w:rsidRDefault="00C563CB" w:rsidP="00CD60A2">
      <w:pPr>
        <w:pStyle w:val="libItalic"/>
      </w:pPr>
      <w:r w:rsidRPr="00CD60A2">
        <w:t>F</w:t>
      </w:r>
      <w:r>
        <w:t>or his precious life, in defending Husayn</w:t>
      </w:r>
    </w:p>
    <w:p w:rsidR="00C563CB" w:rsidRDefault="00C563CB" w:rsidP="00CD60A2">
      <w:pPr>
        <w:pStyle w:val="libItalic"/>
      </w:pPr>
      <w:r w:rsidRPr="00CD60A2">
        <w:t>H</w:t>
      </w:r>
      <w:r>
        <w:t>e was our guest, but at a time, alas!</w:t>
      </w:r>
    </w:p>
    <w:p w:rsidR="00C563CB" w:rsidRDefault="00C563CB" w:rsidP="00CD60A2">
      <w:pPr>
        <w:pStyle w:val="libItalic"/>
      </w:pPr>
      <w:r w:rsidRPr="00CD60A2">
        <w:t>W</w:t>
      </w:r>
      <w:r>
        <w:t>e had not even water; no, not a glass!"</w:t>
      </w:r>
    </w:p>
    <w:p w:rsidR="00C563CB" w:rsidRDefault="00C563CB" w:rsidP="00CD60A2">
      <w:pPr>
        <w:pStyle w:val="libItalic"/>
      </w:pPr>
      <w:r>
        <w:t>"</w:t>
      </w:r>
      <w:r w:rsidRPr="00CD60A2">
        <w:t>M</w:t>
      </w:r>
      <w:r>
        <w:t>y lady, I am grieved, you lost not one</w:t>
      </w:r>
    </w:p>
    <w:p w:rsidR="00C563CB" w:rsidRDefault="00C563CB" w:rsidP="00CD60A2">
      <w:pPr>
        <w:pStyle w:val="libItalic"/>
      </w:pPr>
      <w:r w:rsidRPr="00CD60A2">
        <w:t>B</w:t>
      </w:r>
      <w:r>
        <w:t xml:space="preserve">ut eighteen members to </w:t>
      </w:r>
      <w:proofErr w:type="gramStart"/>
      <w:r>
        <w:t>death,</w:t>
      </w:r>
      <w:proofErr w:type="gramEnd"/>
      <w:r>
        <w:t xml:space="preserve"> were done."</w:t>
      </w:r>
    </w:p>
    <w:p w:rsidR="00C563CB" w:rsidRDefault="00C563CB" w:rsidP="00CD60A2">
      <w:pPr>
        <w:pStyle w:val="libItalic"/>
      </w:pPr>
      <w:r w:rsidRPr="00CD60A2">
        <w:t>T</w:t>
      </w:r>
      <w:r>
        <w:t>hey offered condolences to each other</w:t>
      </w:r>
    </w:p>
    <w:p w:rsidR="00C563CB" w:rsidRDefault="00C563CB" w:rsidP="00CD60A2">
      <w:pPr>
        <w:pStyle w:val="libItalic"/>
      </w:pPr>
      <w:r w:rsidRPr="00CD60A2">
        <w:t>Z</w:t>
      </w:r>
      <w:r>
        <w:t>aynab was large hearted like her mother.</w:t>
      </w:r>
    </w:p>
    <w:p w:rsidR="00C563CB" w:rsidRDefault="00C563CB" w:rsidP="00CD60A2">
      <w:pPr>
        <w:pStyle w:val="libItalic"/>
      </w:pPr>
      <w:r>
        <w:t>"</w:t>
      </w:r>
      <w:r w:rsidRPr="00CD60A2">
        <w:t>A</w:t>
      </w:r>
      <w:r>
        <w:t>t last there is water for you</w:t>
      </w:r>
    </w:p>
    <w:p w:rsidR="00C563CB" w:rsidRDefault="00C563CB" w:rsidP="00CD60A2">
      <w:pPr>
        <w:pStyle w:val="libItalic"/>
      </w:pPr>
      <w:r w:rsidRPr="00CD60A2">
        <w:t>W</w:t>
      </w:r>
      <w:r>
        <w:t>ake up, Sakina, see it is true</w:t>
      </w:r>
    </w:p>
    <w:p w:rsidR="00C563CB" w:rsidRDefault="00C563CB" w:rsidP="00CD60A2">
      <w:pPr>
        <w:pStyle w:val="libItalic"/>
      </w:pPr>
      <w:r w:rsidRPr="00CD60A2">
        <w:t>W</w:t>
      </w:r>
      <w:r>
        <w:t>et your throat, sobbing will stop."</w:t>
      </w:r>
    </w:p>
    <w:p w:rsidR="00C563CB" w:rsidRDefault="00C563CB" w:rsidP="00CD60A2">
      <w:pPr>
        <w:pStyle w:val="libItalic"/>
      </w:pPr>
      <w:r w:rsidRPr="00CD60A2">
        <w:t>F</w:t>
      </w:r>
      <w:r>
        <w:t>or days, she had not even a drop.</w:t>
      </w:r>
    </w:p>
    <w:p w:rsidR="00C563CB" w:rsidRDefault="00C563CB" w:rsidP="00CD60A2">
      <w:pPr>
        <w:pStyle w:val="libItalic"/>
      </w:pPr>
      <w:r>
        <w:t>"</w:t>
      </w:r>
      <w:r w:rsidRPr="00CD60A2">
        <w:t>L</w:t>
      </w:r>
      <w:r>
        <w:t>et Ali Asghar drink first, he is the youngest</w:t>
      </w:r>
    </w:p>
    <w:p w:rsidR="00C563CB" w:rsidRDefault="00C563CB" w:rsidP="00CD60A2">
      <w:pPr>
        <w:pStyle w:val="libItalic"/>
      </w:pPr>
      <w:r w:rsidRPr="00CD60A2">
        <w:t>M</w:t>
      </w:r>
      <w:r>
        <w:t>y dear brother died of sheer maddening thirst</w:t>
      </w:r>
    </w:p>
    <w:p w:rsidR="00C563CB" w:rsidRDefault="00C563CB" w:rsidP="00CD60A2">
      <w:pPr>
        <w:pStyle w:val="libItalic"/>
      </w:pPr>
      <w:r w:rsidRPr="00CD60A2">
        <w:t>N</w:t>
      </w:r>
      <w:r>
        <w:t>ow that water is available, give him first</w:t>
      </w:r>
    </w:p>
    <w:p w:rsidR="00C563CB" w:rsidRDefault="00C563CB" w:rsidP="00CD60A2">
      <w:pPr>
        <w:pStyle w:val="libItalic"/>
      </w:pPr>
      <w:r w:rsidRPr="00CD60A2">
        <w:t>B</w:t>
      </w:r>
      <w:r>
        <w:t>efore I can taste it and quench my thirst."</w:t>
      </w:r>
    </w:p>
    <w:p w:rsidR="00C563CB" w:rsidRDefault="00C563CB" w:rsidP="00CD60A2">
      <w:pPr>
        <w:pStyle w:val="libItalic"/>
      </w:pPr>
      <w:r w:rsidRPr="00CD60A2">
        <w:t>G</w:t>
      </w:r>
      <w:r>
        <w:t>uarding her folks, with a half burnt pole</w:t>
      </w:r>
    </w:p>
    <w:p w:rsidR="00C563CB" w:rsidRDefault="00C563CB" w:rsidP="00CD60A2">
      <w:pPr>
        <w:pStyle w:val="libItalic"/>
      </w:pPr>
      <w:r w:rsidRPr="00CD60A2">
        <w:t>A</w:t>
      </w:r>
      <w:r>
        <w:t>lone, all alone, with no waking soul</w:t>
      </w:r>
    </w:p>
    <w:p w:rsidR="00C563CB" w:rsidRDefault="00C563CB" w:rsidP="00CD60A2">
      <w:pPr>
        <w:pStyle w:val="libItalic"/>
      </w:pPr>
      <w:r w:rsidRPr="00CD60A2">
        <w:t>D</w:t>
      </w:r>
      <w:r>
        <w:t>ue to exhaustion, Zaynab fell in a swoon</w:t>
      </w:r>
    </w:p>
    <w:p w:rsidR="00C563CB" w:rsidRDefault="00C563CB" w:rsidP="00CD60A2">
      <w:pPr>
        <w:pStyle w:val="libItalic"/>
      </w:pPr>
      <w:r w:rsidRPr="00CD60A2">
        <w:t>O</w:t>
      </w:r>
      <w:r>
        <w:t>' Merciful God, it was, indeed, a boon!</w:t>
      </w:r>
    </w:p>
    <w:p w:rsidR="00C563CB" w:rsidRDefault="00C563CB" w:rsidP="00CD60A2">
      <w:pPr>
        <w:pStyle w:val="libItalic"/>
      </w:pPr>
      <w:r w:rsidRPr="00CD60A2">
        <w:t>O</w:t>
      </w:r>
      <w:r>
        <w:t>ne person came galloping in her dream</w:t>
      </w:r>
    </w:p>
    <w:p w:rsidR="00C563CB" w:rsidRDefault="00C563CB" w:rsidP="00CD60A2">
      <w:pPr>
        <w:pStyle w:val="libItalic"/>
      </w:pPr>
      <w:r>
        <w:t>"</w:t>
      </w:r>
      <w:r w:rsidRPr="00CD60A2">
        <w:t>O</w:t>
      </w:r>
      <w:r>
        <w:t>' Shaikh, please go back" she screamed</w:t>
      </w:r>
    </w:p>
    <w:p w:rsidR="00C563CB" w:rsidRDefault="00C563CB" w:rsidP="00CD60A2">
      <w:pPr>
        <w:pStyle w:val="libItalic"/>
      </w:pPr>
      <w:r>
        <w:t>"</w:t>
      </w:r>
      <w:r w:rsidRPr="00CD60A2">
        <w:t>I</w:t>
      </w:r>
      <w:r>
        <w:t xml:space="preserve"> am daughter of Hazrat Ali and Fatima</w:t>
      </w:r>
    </w:p>
    <w:p w:rsidR="00C563CB" w:rsidRDefault="00C563CB" w:rsidP="00CD60A2">
      <w:pPr>
        <w:pStyle w:val="libItalic"/>
      </w:pPr>
      <w:r w:rsidRPr="00CD60A2">
        <w:t>W</w:t>
      </w:r>
      <w:r>
        <w:t>e are guardians of the holy 'Kalima '!</w:t>
      </w:r>
    </w:p>
    <w:p w:rsidR="00C563CB" w:rsidRDefault="00C563CB" w:rsidP="00CD60A2">
      <w:pPr>
        <w:pStyle w:val="libItalic"/>
      </w:pPr>
      <w:r w:rsidRPr="00CD60A2">
        <w:t>T</w:t>
      </w:r>
      <w:r>
        <w:t>he person lifted the veil from his face</w:t>
      </w:r>
    </w:p>
    <w:p w:rsidR="00C563CB" w:rsidRDefault="00C563CB" w:rsidP="00CD60A2">
      <w:pPr>
        <w:pStyle w:val="libItalic"/>
      </w:pPr>
      <w:r w:rsidRPr="00CD60A2">
        <w:t>I</w:t>
      </w:r>
      <w:r>
        <w:t>t was her father Ali himself, by Divine Grace</w:t>
      </w:r>
    </w:p>
    <w:p w:rsidR="00C563CB" w:rsidRDefault="00C563CB" w:rsidP="00CD60A2">
      <w:pPr>
        <w:pStyle w:val="libItalic"/>
      </w:pPr>
      <w:r w:rsidRPr="00CD60A2">
        <w:t>S</w:t>
      </w:r>
      <w:r>
        <w:t>he poured out her mutilated and bleeding heart to him</w:t>
      </w:r>
    </w:p>
    <w:p w:rsidR="00C563CB" w:rsidRDefault="00C563CB" w:rsidP="00CD60A2">
      <w:pPr>
        <w:pStyle w:val="libItalic"/>
      </w:pPr>
      <w:r w:rsidRPr="00CD60A2">
        <w:t>T</w:t>
      </w:r>
      <w:r>
        <w:t>he outpourings caused convulsions, ending the dream.</w:t>
      </w:r>
    </w:p>
    <w:p w:rsidR="00C563CB" w:rsidRDefault="00C563CB" w:rsidP="00CD60A2">
      <w:pPr>
        <w:pStyle w:val="libItalic"/>
      </w:pPr>
      <w:r w:rsidRPr="00CD60A2">
        <w:t>L</w:t>
      </w:r>
      <w:r>
        <w:t>ying on the desert sand, clothes wet with tears</w:t>
      </w:r>
    </w:p>
    <w:p w:rsidR="00C563CB" w:rsidRDefault="00C563CB" w:rsidP="00CD60A2">
      <w:pPr>
        <w:pStyle w:val="libItalic"/>
      </w:pPr>
      <w:r w:rsidRPr="00CD60A2">
        <w:t>T</w:t>
      </w:r>
      <w:r>
        <w:t>he dawn was breaking, time of prayer was near</w:t>
      </w:r>
    </w:p>
    <w:p w:rsidR="00C563CB" w:rsidRDefault="00C563CB" w:rsidP="00CD60A2">
      <w:pPr>
        <w:pStyle w:val="libItalic"/>
      </w:pPr>
      <w:r w:rsidRPr="00CD60A2">
        <w:t>E</w:t>
      </w:r>
      <w:r>
        <w:t>vents of previous day, she recalled with pain</w:t>
      </w:r>
    </w:p>
    <w:p w:rsidR="00C563CB" w:rsidRDefault="00C563CB" w:rsidP="00CD60A2">
      <w:pPr>
        <w:pStyle w:val="libItalic"/>
      </w:pPr>
      <w:r w:rsidRPr="00CD60A2">
        <w:t>A</w:t>
      </w:r>
      <w:r>
        <w:t>li Akbar had given Azan; prayers led by Husayn.</w:t>
      </w:r>
    </w:p>
    <w:p w:rsidR="00C563CB" w:rsidRDefault="00C563CB" w:rsidP="00CD60A2">
      <w:pPr>
        <w:pStyle w:val="libItalic"/>
      </w:pPr>
      <w:r w:rsidRPr="00CD60A2">
        <w:t>F</w:t>
      </w:r>
      <w:r>
        <w:t>inishing her prayer, she laid her head</w:t>
      </w:r>
    </w:p>
    <w:p w:rsidR="00C563CB" w:rsidRDefault="00C563CB" w:rsidP="00CD60A2">
      <w:pPr>
        <w:pStyle w:val="libItalic"/>
      </w:pPr>
      <w:r w:rsidRPr="00CD60A2">
        <w:t>P</w:t>
      </w:r>
      <w:r>
        <w:t>rostrate before God of the living and dead</w:t>
      </w:r>
    </w:p>
    <w:p w:rsidR="00C563CB" w:rsidRDefault="00C563CB" w:rsidP="00CD60A2">
      <w:pPr>
        <w:pStyle w:val="libItalic"/>
      </w:pPr>
      <w:r w:rsidRPr="00CD60A2">
        <w:t>T</w:t>
      </w:r>
      <w:r>
        <w:t>o give her courage, to carry on the mission</w:t>
      </w:r>
    </w:p>
    <w:p w:rsidR="00C563CB" w:rsidRDefault="00C563CB" w:rsidP="00CD60A2">
      <w:pPr>
        <w:pStyle w:val="libItalic"/>
      </w:pPr>
      <w:proofErr w:type="gramStart"/>
      <w:r w:rsidRPr="00CD60A2">
        <w:t>W</w:t>
      </w:r>
      <w:r>
        <w:t>hich, to the world, would be an everlasting lesson.</w:t>
      </w:r>
      <w:proofErr w:type="gramEnd"/>
    </w:p>
    <w:p w:rsidR="00C563CB" w:rsidRDefault="00C563CB" w:rsidP="00C563CB">
      <w:pPr>
        <w:pStyle w:val="libNormal"/>
      </w:pPr>
      <w:r>
        <w:br w:type="page"/>
      </w:r>
    </w:p>
    <w:p w:rsidR="00C563CB" w:rsidRDefault="00C563CB" w:rsidP="00C563CB">
      <w:pPr>
        <w:pStyle w:val="Heading1Center"/>
      </w:pPr>
      <w:bookmarkStart w:id="9" w:name="_Toc471903293"/>
      <w:r>
        <w:lastRenderedPageBreak/>
        <w:t xml:space="preserve">(11) The Journey </w:t>
      </w:r>
      <w:proofErr w:type="gramStart"/>
      <w:r>
        <w:t>To</w:t>
      </w:r>
      <w:proofErr w:type="gramEnd"/>
      <w:r>
        <w:t xml:space="preserve"> Kufa</w:t>
      </w:r>
      <w:bookmarkEnd w:id="9"/>
    </w:p>
    <w:p w:rsidR="00C563CB" w:rsidRDefault="00C563CB" w:rsidP="00CD60A2">
      <w:pPr>
        <w:pStyle w:val="libItalic"/>
      </w:pPr>
      <w:r w:rsidRPr="00CD60A2">
        <w:t>T</w:t>
      </w:r>
      <w:r>
        <w:t>he sun rose, crimson-red was its color</w:t>
      </w:r>
    </w:p>
    <w:p w:rsidR="00C563CB" w:rsidRDefault="00C563CB" w:rsidP="00CD60A2">
      <w:pPr>
        <w:pStyle w:val="libItalic"/>
      </w:pPr>
      <w:r w:rsidRPr="00CD60A2">
        <w:t>D</w:t>
      </w:r>
      <w:r>
        <w:t>owncast with shame, the world looked duller</w:t>
      </w:r>
    </w:p>
    <w:p w:rsidR="00C563CB" w:rsidRDefault="00C563CB" w:rsidP="00CD60A2">
      <w:pPr>
        <w:pStyle w:val="libItalic"/>
      </w:pPr>
      <w:r w:rsidRPr="00CD60A2">
        <w:t>L</w:t>
      </w:r>
      <w:r>
        <w:t>adies and children, huddled with shambled remains</w:t>
      </w:r>
    </w:p>
    <w:p w:rsidR="00C563CB" w:rsidRDefault="00C563CB" w:rsidP="00CD60A2">
      <w:pPr>
        <w:pStyle w:val="libItalic"/>
      </w:pPr>
      <w:r w:rsidRPr="00CD60A2">
        <w:t>T</w:t>
      </w:r>
      <w:r>
        <w:t>he victors rejoiced, without compunction or shame.</w:t>
      </w:r>
    </w:p>
    <w:p w:rsidR="00C563CB" w:rsidRDefault="00C563CB" w:rsidP="00CD60A2">
      <w:pPr>
        <w:pStyle w:val="libItalic"/>
      </w:pPr>
      <w:r w:rsidRPr="00CD60A2">
        <w:t>V</w:t>
      </w:r>
      <w:r>
        <w:t>ying with one another, to torture and torment</w:t>
      </w:r>
    </w:p>
    <w:p w:rsidR="00C563CB" w:rsidRDefault="00C563CB" w:rsidP="00CD60A2">
      <w:pPr>
        <w:pStyle w:val="libItalic"/>
      </w:pPr>
      <w:r w:rsidRPr="00CD60A2">
        <w:t>T</w:t>
      </w:r>
      <w:r>
        <w:t>hey took delight, in causing them lament</w:t>
      </w:r>
    </w:p>
    <w:p w:rsidR="00C563CB" w:rsidRDefault="00C563CB" w:rsidP="00CD60A2">
      <w:pPr>
        <w:pStyle w:val="libItalic"/>
      </w:pPr>
      <w:r w:rsidRPr="00CD60A2">
        <w:t>M</w:t>
      </w:r>
      <w:r>
        <w:t>arching them, by the bodies of their dear ones</w:t>
      </w:r>
    </w:p>
    <w:p w:rsidR="00C563CB" w:rsidRDefault="00C563CB" w:rsidP="00CD60A2">
      <w:pPr>
        <w:pStyle w:val="libItalic"/>
      </w:pPr>
      <w:r w:rsidRPr="00CD60A2">
        <w:t>B</w:t>
      </w:r>
      <w:r>
        <w:t xml:space="preserve">efore </w:t>
      </w:r>
      <w:proofErr w:type="gramStart"/>
      <w:r>
        <w:t>being taken</w:t>
      </w:r>
      <w:proofErr w:type="gramEnd"/>
      <w:r>
        <w:t xml:space="preserve"> to Kufa, in a caravan.</w:t>
      </w:r>
    </w:p>
    <w:p w:rsidR="00C563CB" w:rsidRDefault="00C563CB" w:rsidP="00CD60A2">
      <w:pPr>
        <w:pStyle w:val="libItalic"/>
      </w:pPr>
      <w:r w:rsidRPr="00CD60A2">
        <w:t>W</w:t>
      </w:r>
      <w:r>
        <w:t>ithout any saddles, on camels' bare-backs</w:t>
      </w:r>
    </w:p>
    <w:p w:rsidR="00C563CB" w:rsidRDefault="00C563CB" w:rsidP="00CD60A2">
      <w:pPr>
        <w:pStyle w:val="libItalic"/>
      </w:pPr>
      <w:r w:rsidRPr="00CD60A2">
        <w:t>T</w:t>
      </w:r>
      <w:r>
        <w:t>he ladies were put in a sheep like pack</w:t>
      </w:r>
    </w:p>
    <w:p w:rsidR="00C563CB" w:rsidRDefault="00C563CB" w:rsidP="00CD60A2">
      <w:pPr>
        <w:pStyle w:val="libItalic"/>
      </w:pPr>
      <w:r w:rsidRPr="00CD60A2">
        <w:t>B</w:t>
      </w:r>
      <w:r>
        <w:t>ound hand and foot, with ropes and chains</w:t>
      </w:r>
    </w:p>
    <w:p w:rsidR="00C563CB" w:rsidRDefault="00C563CB" w:rsidP="00CD60A2">
      <w:pPr>
        <w:pStyle w:val="libItalic"/>
      </w:pPr>
      <w:r w:rsidRPr="00CD60A2">
        <w:t>C</w:t>
      </w:r>
      <w:r>
        <w:t>hildren's necks were tied with their hands.</w:t>
      </w:r>
    </w:p>
    <w:p w:rsidR="00C563CB" w:rsidRDefault="00C563CB" w:rsidP="00CD60A2">
      <w:pPr>
        <w:pStyle w:val="libItalic"/>
      </w:pPr>
      <w:r w:rsidRPr="00CD60A2">
        <w:t>B</w:t>
      </w:r>
      <w:r>
        <w:t>urning with fever and heavily chained</w:t>
      </w:r>
    </w:p>
    <w:p w:rsidR="00C563CB" w:rsidRDefault="00C563CB" w:rsidP="00CD60A2">
      <w:pPr>
        <w:pStyle w:val="libItalic"/>
      </w:pPr>
      <w:r w:rsidRPr="00CD60A2">
        <w:t>Z</w:t>
      </w:r>
      <w:r>
        <w:t>ainal Abedeen was marched, though in pain</w:t>
      </w:r>
    </w:p>
    <w:p w:rsidR="00C563CB" w:rsidRDefault="00C563CB" w:rsidP="00CD60A2">
      <w:pPr>
        <w:pStyle w:val="libItalic"/>
      </w:pPr>
      <w:r w:rsidRPr="00CD60A2">
        <w:t>T</w:t>
      </w:r>
      <w:r>
        <w:t>he heads of the martyrs, carried on spears</w:t>
      </w:r>
    </w:p>
    <w:p w:rsidR="00C563CB" w:rsidRDefault="00C563CB" w:rsidP="00CD60A2">
      <w:pPr>
        <w:pStyle w:val="libItalic"/>
      </w:pPr>
      <w:proofErr w:type="gramStart"/>
      <w:r w:rsidRPr="00CD60A2">
        <w:t>H</w:t>
      </w:r>
      <w:r>
        <w:t>eaded the procession of Muhammad's dears.</w:t>
      </w:r>
      <w:proofErr w:type="gramEnd"/>
    </w:p>
    <w:p w:rsidR="00C563CB" w:rsidRDefault="00C563CB" w:rsidP="00CD60A2">
      <w:pPr>
        <w:pStyle w:val="libItalic"/>
      </w:pPr>
      <w:r w:rsidRPr="00CD60A2">
        <w:t>K</w:t>
      </w:r>
      <w:r>
        <w:t>ufa was reached in a few hectic hours</w:t>
      </w:r>
    </w:p>
    <w:p w:rsidR="00C563CB" w:rsidRDefault="00C563CB" w:rsidP="00CD60A2">
      <w:pPr>
        <w:pStyle w:val="libItalic"/>
      </w:pPr>
      <w:r w:rsidRPr="00CD60A2">
        <w:t>S</w:t>
      </w:r>
      <w:r>
        <w:t>himr and Khooli gloated, over and over</w:t>
      </w:r>
    </w:p>
    <w:p w:rsidR="00C563CB" w:rsidRDefault="00C563CB" w:rsidP="00CD60A2">
      <w:pPr>
        <w:pStyle w:val="libItalic"/>
      </w:pPr>
      <w:r w:rsidRPr="00CD60A2">
        <w:t>T</w:t>
      </w:r>
      <w:r>
        <w:t>o the governor was sent a courier</w:t>
      </w:r>
    </w:p>
    <w:p w:rsidR="00C563CB" w:rsidRDefault="00C563CB" w:rsidP="00CD60A2">
      <w:pPr>
        <w:pStyle w:val="libItalic"/>
      </w:pPr>
      <w:r w:rsidRPr="00CD60A2">
        <w:t>T</w:t>
      </w:r>
      <w:r>
        <w:t>he caravan stopped at a barrier.</w:t>
      </w:r>
    </w:p>
    <w:p w:rsidR="00C563CB" w:rsidRDefault="00C563CB" w:rsidP="00CD60A2">
      <w:pPr>
        <w:pStyle w:val="libItalic"/>
      </w:pPr>
      <w:r w:rsidRPr="00CD60A2">
        <w:t>Z</w:t>
      </w:r>
      <w:r>
        <w:t>aynab and Kulthum had resided for four years</w:t>
      </w:r>
    </w:p>
    <w:p w:rsidR="00C563CB" w:rsidRDefault="00C563CB" w:rsidP="00CD60A2">
      <w:pPr>
        <w:pStyle w:val="libItalic"/>
      </w:pPr>
      <w:r w:rsidRPr="00CD60A2">
        <w:t>I</w:t>
      </w:r>
      <w:r>
        <w:t>n Kufa as daughters of Islam's ruler</w:t>
      </w:r>
    </w:p>
    <w:p w:rsidR="00C563CB" w:rsidRDefault="00C563CB" w:rsidP="00CD60A2">
      <w:pPr>
        <w:pStyle w:val="libItalic"/>
      </w:pPr>
      <w:r w:rsidRPr="00CD60A2">
        <w:t>N</w:t>
      </w:r>
      <w:r>
        <w:t>ow, they were captives of those Muslims,</w:t>
      </w:r>
    </w:p>
    <w:p w:rsidR="00C563CB" w:rsidRDefault="00C563CB" w:rsidP="00CD60A2">
      <w:pPr>
        <w:pStyle w:val="libItalic"/>
      </w:pPr>
      <w:r w:rsidRPr="00CD60A2">
        <w:t>W</w:t>
      </w:r>
      <w:r>
        <w:t xml:space="preserve">ho were steeped in vices and </w:t>
      </w:r>
      <w:proofErr w:type="gramStart"/>
      <w:r>
        <w:t>sins.</w:t>
      </w:r>
      <w:proofErr w:type="gramEnd"/>
    </w:p>
    <w:p w:rsidR="00C563CB" w:rsidRDefault="00C563CB" w:rsidP="00CD60A2">
      <w:pPr>
        <w:pStyle w:val="libItalic"/>
      </w:pPr>
      <w:r w:rsidRPr="00CD60A2">
        <w:t>T</w:t>
      </w:r>
      <w:r>
        <w:t>he grand daughters of the Prophet of Islam</w:t>
      </w:r>
    </w:p>
    <w:p w:rsidR="00C563CB" w:rsidRDefault="00C563CB" w:rsidP="00CD60A2">
      <w:pPr>
        <w:pStyle w:val="libItalic"/>
      </w:pPr>
      <w:r w:rsidRPr="00CD60A2">
        <w:t>W</w:t>
      </w:r>
      <w:r>
        <w:t>ere too noble, to cause anyone least harm</w:t>
      </w:r>
    </w:p>
    <w:p w:rsidR="00C563CB" w:rsidRDefault="00C563CB" w:rsidP="00CD60A2">
      <w:pPr>
        <w:pStyle w:val="libItalic"/>
      </w:pPr>
      <w:r w:rsidRPr="00CD60A2">
        <w:t>H</w:t>
      </w:r>
      <w:r>
        <w:t>elpless victims of those followers of Muhammad;</w:t>
      </w:r>
    </w:p>
    <w:p w:rsidR="00C563CB" w:rsidRDefault="00C563CB" w:rsidP="00CD60A2">
      <w:pPr>
        <w:pStyle w:val="libItalic"/>
      </w:pPr>
      <w:r w:rsidRPr="00CD60A2">
        <w:t>T</w:t>
      </w:r>
      <w:r>
        <w:t>he lofty principles of Islam were thrown in mud.</w:t>
      </w:r>
    </w:p>
    <w:p w:rsidR="00C563CB" w:rsidRDefault="00C563CB" w:rsidP="00CD60A2">
      <w:pPr>
        <w:pStyle w:val="libItalic"/>
      </w:pPr>
      <w:r w:rsidRPr="00CD60A2">
        <w:t>O</w:t>
      </w:r>
      <w:r>
        <w:t>' Kufa, recall the days of glory of Zaynab!</w:t>
      </w:r>
    </w:p>
    <w:p w:rsidR="00C563CB" w:rsidRDefault="00C563CB" w:rsidP="00CD60A2">
      <w:pPr>
        <w:pStyle w:val="libItalic"/>
      </w:pPr>
      <w:r w:rsidRPr="00CD60A2">
        <w:t>T</w:t>
      </w:r>
      <w:r>
        <w:t>he honored daughter of the noblest of Arabs</w:t>
      </w:r>
    </w:p>
    <w:p w:rsidR="00C563CB" w:rsidRDefault="00C563CB" w:rsidP="00CD60A2">
      <w:pPr>
        <w:pStyle w:val="libItalic"/>
      </w:pPr>
      <w:r w:rsidRPr="00CD60A2">
        <w:t>F</w:t>
      </w:r>
      <w:r>
        <w:t>or four years, Kufians vied with each other</w:t>
      </w:r>
    </w:p>
    <w:p w:rsidR="00C563CB" w:rsidRDefault="00C563CB" w:rsidP="00CD60A2">
      <w:pPr>
        <w:pStyle w:val="libItalic"/>
      </w:pPr>
      <w:proofErr w:type="gramStart"/>
      <w:r w:rsidRPr="00CD60A2">
        <w:t>E</w:t>
      </w:r>
      <w:r>
        <w:t>very wish of theirs to fulfill like a mother.</w:t>
      </w:r>
      <w:proofErr w:type="gramEnd"/>
    </w:p>
    <w:p w:rsidR="00C563CB" w:rsidRDefault="00C563CB" w:rsidP="00CD60A2">
      <w:pPr>
        <w:pStyle w:val="libItalic"/>
      </w:pPr>
      <w:r w:rsidRPr="00CD60A2">
        <w:t>T</w:t>
      </w:r>
      <w:r>
        <w:t>he same Kufa now wore a festive look</w:t>
      </w:r>
    </w:p>
    <w:p w:rsidR="00C563CB" w:rsidRDefault="00C563CB" w:rsidP="00CD60A2">
      <w:pPr>
        <w:pStyle w:val="libItalic"/>
      </w:pPr>
      <w:r w:rsidRPr="00CD60A2">
        <w:t>P</w:t>
      </w:r>
      <w:r>
        <w:t>eople gathered in every corner and nook</w:t>
      </w:r>
    </w:p>
    <w:p w:rsidR="00C563CB" w:rsidRDefault="00C563CB" w:rsidP="00CD60A2">
      <w:pPr>
        <w:pStyle w:val="libItalic"/>
      </w:pPr>
      <w:r w:rsidRPr="00CD60A2">
        <w:t>T</w:t>
      </w:r>
      <w:r>
        <w:t>o watch the grand daughters of Muhammad</w:t>
      </w:r>
    </w:p>
    <w:p w:rsidR="00C563CB" w:rsidRDefault="00C563CB" w:rsidP="00CD60A2">
      <w:pPr>
        <w:pStyle w:val="libItalic"/>
      </w:pPr>
      <w:r w:rsidRPr="00CD60A2">
        <w:t>P</w:t>
      </w:r>
      <w:r>
        <w:t>eople of Kufa were now thirsty for their blood.</w:t>
      </w:r>
    </w:p>
    <w:p w:rsidR="00C563CB" w:rsidRDefault="00C563CB" w:rsidP="00CD60A2">
      <w:pPr>
        <w:pStyle w:val="libItalic"/>
      </w:pPr>
      <w:r w:rsidRPr="00CD60A2">
        <w:t>H</w:t>
      </w:r>
      <w:r>
        <w:t>eading the caravan, the town crier was crying aloud</w:t>
      </w:r>
    </w:p>
    <w:p w:rsidR="00C563CB" w:rsidRDefault="00C563CB" w:rsidP="00CD60A2">
      <w:pPr>
        <w:pStyle w:val="libItalic"/>
      </w:pPr>
      <w:r w:rsidRPr="00CD60A2">
        <w:t>T</w:t>
      </w:r>
      <w:r>
        <w:t>he prisoners are Zaynab and Kulthum, beyond doubt</w:t>
      </w:r>
    </w:p>
    <w:p w:rsidR="00C563CB" w:rsidRDefault="00C563CB" w:rsidP="00CD60A2">
      <w:pPr>
        <w:pStyle w:val="libItalic"/>
      </w:pPr>
      <w:r w:rsidRPr="00CD60A2">
        <w:t>H</w:t>
      </w:r>
      <w:r>
        <w:t>usayn and his followers have all been slain,</w:t>
      </w:r>
    </w:p>
    <w:p w:rsidR="00C563CB" w:rsidRDefault="00C563CB" w:rsidP="00CD60A2">
      <w:pPr>
        <w:pStyle w:val="libItalic"/>
      </w:pPr>
      <w:r w:rsidRPr="00CD60A2">
        <w:t>B</w:t>
      </w:r>
      <w:r>
        <w:t>y Yazid's might and power, on Karbala's plain.</w:t>
      </w:r>
    </w:p>
    <w:p w:rsidR="00C563CB" w:rsidRDefault="00C563CB" w:rsidP="00CD60A2">
      <w:pPr>
        <w:pStyle w:val="libItalic"/>
      </w:pPr>
      <w:r w:rsidRPr="00CD60A2">
        <w:t>A</w:t>
      </w:r>
      <w:r>
        <w:t>ll who question Yazid, such is their fate</w:t>
      </w:r>
    </w:p>
    <w:p w:rsidR="00C563CB" w:rsidRDefault="00C563CB" w:rsidP="00CD60A2">
      <w:pPr>
        <w:pStyle w:val="libItalic"/>
      </w:pPr>
      <w:r w:rsidRPr="00CD60A2">
        <w:t>B</w:t>
      </w:r>
      <w:r>
        <w:t>eware, lest you be subjected to such hate</w:t>
      </w:r>
    </w:p>
    <w:p w:rsidR="00C563CB" w:rsidRDefault="00C563CB" w:rsidP="00CD60A2">
      <w:pPr>
        <w:pStyle w:val="libItalic"/>
      </w:pPr>
      <w:r w:rsidRPr="00CD60A2">
        <w:t>I</w:t>
      </w:r>
      <w:r>
        <w:t>f you obey Yazid, without any question</w:t>
      </w:r>
    </w:p>
    <w:p w:rsidR="00C563CB" w:rsidRDefault="00C563CB" w:rsidP="00CD60A2">
      <w:pPr>
        <w:pStyle w:val="libItalic"/>
      </w:pPr>
      <w:r w:rsidRPr="00CD60A2">
        <w:t>R</w:t>
      </w:r>
      <w:r>
        <w:t>ewards will be plenty and pleasingly handsome.</w:t>
      </w:r>
    </w:p>
    <w:p w:rsidR="00C563CB" w:rsidRDefault="00C563CB" w:rsidP="00CD60A2">
      <w:pPr>
        <w:pStyle w:val="libItalic"/>
      </w:pPr>
      <w:r w:rsidRPr="00CD60A2">
        <w:t>W</w:t>
      </w:r>
      <w:r>
        <w:t>hen the identity was revealed, some were sad</w:t>
      </w:r>
    </w:p>
    <w:p w:rsidR="00C563CB" w:rsidRDefault="00C563CB" w:rsidP="00CD60A2">
      <w:pPr>
        <w:pStyle w:val="libItalic"/>
      </w:pPr>
      <w:r w:rsidRPr="00CD60A2">
        <w:t>L</w:t>
      </w:r>
      <w:r>
        <w:t>adies and children of the house of Muhammad;</w:t>
      </w:r>
    </w:p>
    <w:p w:rsidR="00C563CB" w:rsidRDefault="00C563CB" w:rsidP="00CD60A2">
      <w:pPr>
        <w:pStyle w:val="libItalic"/>
      </w:pPr>
      <w:r w:rsidRPr="00CD60A2">
        <w:t>C</w:t>
      </w:r>
      <w:r>
        <w:t>ould they be captives and his grand-son murdered?</w:t>
      </w:r>
    </w:p>
    <w:p w:rsidR="00C563CB" w:rsidRDefault="00C563CB" w:rsidP="00CD60A2">
      <w:pPr>
        <w:pStyle w:val="libItalic"/>
      </w:pPr>
      <w:r w:rsidRPr="00CD60A2">
        <w:lastRenderedPageBreak/>
        <w:t>N</w:t>
      </w:r>
      <w:r>
        <w:t>one, however, dared protest; they merely shuddered.</w:t>
      </w:r>
    </w:p>
    <w:p w:rsidR="00C563CB" w:rsidRDefault="00C563CB" w:rsidP="00CD60A2">
      <w:pPr>
        <w:pStyle w:val="libItalic"/>
      </w:pPr>
      <w:r w:rsidRPr="00CD60A2">
        <w:t>I</w:t>
      </w:r>
      <w:r>
        <w:t>t was noon, the sun increasingly blazing</w:t>
      </w:r>
    </w:p>
    <w:p w:rsidR="00C563CB" w:rsidRDefault="00C563CB" w:rsidP="00CD60A2">
      <w:pPr>
        <w:pStyle w:val="libItalic"/>
      </w:pPr>
      <w:r w:rsidRPr="00CD60A2">
        <w:t>C</w:t>
      </w:r>
      <w:r>
        <w:t>ontinuous pleading for water, Zaynab was facing</w:t>
      </w:r>
    </w:p>
    <w:p w:rsidR="00C563CB" w:rsidRDefault="00C563CB" w:rsidP="00CD60A2">
      <w:pPr>
        <w:pStyle w:val="libItalic"/>
      </w:pPr>
      <w:r w:rsidRPr="00CD60A2">
        <w:t>I</w:t>
      </w:r>
      <w:r>
        <w:t>t was futile, to ask the brutes for water</w:t>
      </w:r>
    </w:p>
    <w:p w:rsidR="00C563CB" w:rsidRDefault="00C563CB" w:rsidP="00CD60A2">
      <w:pPr>
        <w:pStyle w:val="libItalic"/>
      </w:pPr>
      <w:r w:rsidRPr="00CD60A2">
        <w:t>Z</w:t>
      </w:r>
      <w:r>
        <w:t>aynab was explaining to Husayn's daughter.</w:t>
      </w:r>
    </w:p>
    <w:p w:rsidR="00C563CB" w:rsidRDefault="00C563CB" w:rsidP="00CD60A2">
      <w:pPr>
        <w:pStyle w:val="libItalic"/>
      </w:pPr>
      <w:r w:rsidRPr="00CD60A2">
        <w:t>A</w:t>
      </w:r>
      <w:r>
        <w:t xml:space="preserve"> lady in balcony, saw the plight of Sakina</w:t>
      </w:r>
    </w:p>
    <w:p w:rsidR="00C563CB" w:rsidRDefault="00C563CB" w:rsidP="00CD60A2">
      <w:pPr>
        <w:pStyle w:val="libItalic"/>
      </w:pPr>
      <w:r w:rsidRPr="00CD60A2">
        <w:t>R</w:t>
      </w:r>
      <w:r>
        <w:t>ushing down with water, she was in a dilemma</w:t>
      </w:r>
    </w:p>
    <w:p w:rsidR="00C563CB" w:rsidRDefault="00C563CB" w:rsidP="00CD60A2">
      <w:pPr>
        <w:pStyle w:val="libItalic"/>
      </w:pPr>
      <w:r w:rsidRPr="00CD60A2">
        <w:t>S</w:t>
      </w:r>
      <w:r>
        <w:t>he went to Sakina, breaking the police cordon</w:t>
      </w:r>
    </w:p>
    <w:p w:rsidR="00C563CB" w:rsidRDefault="00C563CB" w:rsidP="00CD60A2">
      <w:pPr>
        <w:pStyle w:val="libItalic"/>
      </w:pPr>
      <w:r w:rsidRPr="00CD60A2">
        <w:t>A</w:t>
      </w:r>
      <w:r>
        <w:t xml:space="preserve"> tumbler of cool water; O' merciful heaven!</w:t>
      </w:r>
    </w:p>
    <w:p w:rsidR="00C563CB" w:rsidRDefault="00C563CB" w:rsidP="00CD60A2">
      <w:pPr>
        <w:pStyle w:val="libItalic"/>
      </w:pPr>
      <w:r w:rsidRPr="00CD60A2">
        <w:t>W</w:t>
      </w:r>
      <w:r>
        <w:t>as it Umm Ayman? Zaynab was not sure</w:t>
      </w:r>
    </w:p>
    <w:p w:rsidR="00C563CB" w:rsidRDefault="00C563CB" w:rsidP="00CD60A2">
      <w:pPr>
        <w:pStyle w:val="libItalic"/>
      </w:pPr>
      <w:r w:rsidRPr="00CD60A2">
        <w:t>T</w:t>
      </w:r>
      <w:r>
        <w:t>wo decades had passed, since the days of yore</w:t>
      </w:r>
    </w:p>
    <w:p w:rsidR="00C563CB" w:rsidRDefault="00C563CB" w:rsidP="00CD60A2">
      <w:pPr>
        <w:pStyle w:val="libItalic"/>
      </w:pPr>
      <w:r>
        <w:t>"</w:t>
      </w:r>
      <w:r w:rsidRPr="00CD60A2">
        <w:t>I</w:t>
      </w:r>
      <w:r>
        <w:t xml:space="preserve"> am thankful for your noble gesture,</w:t>
      </w:r>
    </w:p>
    <w:p w:rsidR="00C563CB" w:rsidRDefault="00C563CB" w:rsidP="00CD60A2">
      <w:pPr>
        <w:pStyle w:val="libItalic"/>
      </w:pPr>
      <w:r w:rsidRPr="00CD60A2">
        <w:t>M</w:t>
      </w:r>
      <w:r>
        <w:t xml:space="preserve">ay God, on you, His blessings </w:t>
      </w:r>
      <w:proofErr w:type="gramStart"/>
      <w:r>
        <w:t>shower.</w:t>
      </w:r>
      <w:proofErr w:type="gramEnd"/>
      <w:r>
        <w:t>"</w:t>
      </w:r>
    </w:p>
    <w:p w:rsidR="00C563CB" w:rsidRDefault="00C563CB" w:rsidP="00CD60A2">
      <w:pPr>
        <w:pStyle w:val="libItalic"/>
      </w:pPr>
      <w:r w:rsidRPr="00CD60A2">
        <w:t>S</w:t>
      </w:r>
      <w:r>
        <w:t>he was astonished and completely dazed</w:t>
      </w:r>
    </w:p>
    <w:p w:rsidR="00C563CB" w:rsidRDefault="00C563CB" w:rsidP="00CD60A2">
      <w:pPr>
        <w:pStyle w:val="libItalic"/>
      </w:pPr>
      <w:r w:rsidRPr="00CD60A2">
        <w:t>Z</w:t>
      </w:r>
      <w:r>
        <w:t>aynab brushed aside the hair, from her face</w:t>
      </w:r>
    </w:p>
    <w:p w:rsidR="00C563CB" w:rsidRDefault="00C563CB" w:rsidP="00CD60A2">
      <w:pPr>
        <w:pStyle w:val="libItalic"/>
      </w:pPr>
      <w:r w:rsidRPr="00CD60A2">
        <w:t>T</w:t>
      </w:r>
      <w:r>
        <w:t>he same Zaynab, whom she adored and venerated,</w:t>
      </w:r>
    </w:p>
    <w:p w:rsidR="00C563CB" w:rsidRDefault="00C563CB" w:rsidP="00CD60A2">
      <w:pPr>
        <w:pStyle w:val="libItalic"/>
      </w:pPr>
      <w:r w:rsidRPr="00CD60A2">
        <w:t>W</w:t>
      </w:r>
      <w:r>
        <w:t xml:space="preserve">as now a picture of woe, a victim of </w:t>
      </w:r>
      <w:proofErr w:type="gramStart"/>
      <w:r>
        <w:t>fate.</w:t>
      </w:r>
      <w:proofErr w:type="gramEnd"/>
    </w:p>
    <w:p w:rsidR="00C563CB" w:rsidRDefault="00C563CB" w:rsidP="00CD60A2">
      <w:pPr>
        <w:pStyle w:val="libItalic"/>
      </w:pPr>
      <w:r w:rsidRPr="00CD60A2">
        <w:t>K</w:t>
      </w:r>
      <w:r>
        <w:t>issing Zaynab's feet, out of reverence</w:t>
      </w:r>
    </w:p>
    <w:p w:rsidR="00C563CB" w:rsidRDefault="00C563CB" w:rsidP="00CD60A2">
      <w:pPr>
        <w:pStyle w:val="libItalic"/>
      </w:pPr>
      <w:r w:rsidRPr="00CD60A2">
        <w:t>U</w:t>
      </w:r>
      <w:r>
        <w:t>mm Ayman, weepingly, asked for forgiveness;</w:t>
      </w:r>
    </w:p>
    <w:p w:rsidR="00C563CB" w:rsidRDefault="00C563CB" w:rsidP="00CD60A2">
      <w:pPr>
        <w:pStyle w:val="libItalic"/>
      </w:pPr>
      <w:r w:rsidRPr="00CD60A2">
        <w:t>L</w:t>
      </w:r>
      <w:r>
        <w:t>est, such display rouse public sympathy</w:t>
      </w:r>
    </w:p>
    <w:p w:rsidR="00C563CB" w:rsidRDefault="00C563CB" w:rsidP="00CD60A2">
      <w:pPr>
        <w:pStyle w:val="libItalic"/>
      </w:pPr>
      <w:r w:rsidRPr="00CD60A2">
        <w:t>T</w:t>
      </w:r>
      <w:r>
        <w:t>he guards pounced and whipped, Ayman, mercilessly.</w:t>
      </w:r>
    </w:p>
    <w:p w:rsidR="00C563CB" w:rsidRDefault="00C563CB" w:rsidP="00CD60A2">
      <w:pPr>
        <w:pStyle w:val="libItalic"/>
      </w:pPr>
      <w:r w:rsidRPr="00CD60A2">
        <w:t>T</w:t>
      </w:r>
      <w:r>
        <w:t>hrown aside, she weepingly complained to Allah</w:t>
      </w:r>
    </w:p>
    <w:p w:rsidR="00C563CB" w:rsidRDefault="00C563CB" w:rsidP="00CD60A2">
      <w:pPr>
        <w:pStyle w:val="libItalic"/>
      </w:pPr>
      <w:r w:rsidRPr="00CD60A2">
        <w:t>T</w:t>
      </w:r>
      <w:r>
        <w:t>he caravan proceeded to the court of Obeidullah</w:t>
      </w:r>
    </w:p>
    <w:p w:rsidR="00C563CB" w:rsidRDefault="00C563CB" w:rsidP="00CD60A2">
      <w:pPr>
        <w:pStyle w:val="libItalic"/>
      </w:pPr>
      <w:r w:rsidRPr="00CD60A2">
        <w:t>S</w:t>
      </w:r>
      <w:r>
        <w:t>eated on a throne, holding his royal court</w:t>
      </w:r>
    </w:p>
    <w:p w:rsidR="00C563CB" w:rsidRDefault="00C563CB" w:rsidP="00CD60A2">
      <w:pPr>
        <w:pStyle w:val="libItalic"/>
      </w:pPr>
      <w:r w:rsidRPr="00CD60A2">
        <w:t>T</w:t>
      </w:r>
      <w:r>
        <w:t>he prisoners were marched in the villain's fort.</w:t>
      </w:r>
    </w:p>
    <w:p w:rsidR="00C563CB" w:rsidRDefault="00C563CB" w:rsidP="00CD60A2">
      <w:pPr>
        <w:pStyle w:val="libItalic"/>
      </w:pPr>
      <w:r w:rsidRPr="00CD60A2">
        <w:t>S</w:t>
      </w:r>
      <w:r>
        <w:t>eeing Zaynab and Kulthum, he ordered his men</w:t>
      </w:r>
    </w:p>
    <w:p w:rsidR="00C563CB" w:rsidRDefault="00C563CB" w:rsidP="00CD60A2">
      <w:pPr>
        <w:pStyle w:val="libItalic"/>
      </w:pPr>
      <w:r w:rsidRPr="00CD60A2">
        <w:t>T</w:t>
      </w:r>
      <w:r>
        <w:t>o place at his feet, the head of Husayn;</w:t>
      </w:r>
    </w:p>
    <w:p w:rsidR="00C563CB" w:rsidRDefault="00C563CB" w:rsidP="00CD60A2">
      <w:pPr>
        <w:pStyle w:val="libItalic"/>
      </w:pPr>
      <w:r w:rsidRPr="00CD60A2">
        <w:t>H</w:t>
      </w:r>
      <w:r>
        <w:t>e mockingly inquired, the son of a bitch'</w:t>
      </w:r>
    </w:p>
    <w:p w:rsidR="00C563CB" w:rsidRDefault="00C563CB" w:rsidP="00CD60A2">
      <w:pPr>
        <w:pStyle w:val="libItalic"/>
      </w:pPr>
      <w:r>
        <w:t>"</w:t>
      </w:r>
      <w:r w:rsidRPr="00CD60A2">
        <w:t>A</w:t>
      </w:r>
      <w:r>
        <w:t>re these slave girls or children of Prophet?"</w:t>
      </w:r>
    </w:p>
    <w:p w:rsidR="00C563CB" w:rsidRDefault="00C563CB" w:rsidP="00CD60A2">
      <w:pPr>
        <w:pStyle w:val="libItalic"/>
      </w:pPr>
      <w:proofErr w:type="gramStart"/>
      <w:r w:rsidRPr="00CD60A2">
        <w:t>a</w:t>
      </w:r>
      <w:r>
        <w:t>s</w:t>
      </w:r>
      <w:proofErr w:type="gramEnd"/>
      <w:r>
        <w:t xml:space="preserve"> per the parting promise given to Husayn</w:t>
      </w:r>
    </w:p>
    <w:p w:rsidR="00C563CB" w:rsidRDefault="00C563CB" w:rsidP="00CD60A2">
      <w:pPr>
        <w:pStyle w:val="libItalic"/>
      </w:pPr>
      <w:r w:rsidRPr="00CD60A2">
        <w:t>Z</w:t>
      </w:r>
      <w:r>
        <w:t>aynab, who was controlling herself, lost restrain</w:t>
      </w:r>
    </w:p>
    <w:p w:rsidR="00C563CB" w:rsidRDefault="00C563CB" w:rsidP="00CD60A2">
      <w:pPr>
        <w:pStyle w:val="libItalic"/>
      </w:pPr>
      <w:r>
        <w:t>"</w:t>
      </w:r>
      <w:r w:rsidRPr="00CD60A2">
        <w:t>W</w:t>
      </w:r>
      <w:r>
        <w:t>e are grand-daughters of your acknowledged Prophet,</w:t>
      </w:r>
    </w:p>
    <w:p w:rsidR="00C563CB" w:rsidRDefault="00C563CB" w:rsidP="00CD60A2">
      <w:pPr>
        <w:pStyle w:val="libItalic"/>
      </w:pPr>
      <w:proofErr w:type="gramStart"/>
      <w:r w:rsidRPr="00CD60A2">
        <w:t>S</w:t>
      </w:r>
      <w:r>
        <w:t>isters of Husayn, whom your henchmen murdered!"</w:t>
      </w:r>
      <w:proofErr w:type="gramEnd"/>
    </w:p>
    <w:p w:rsidR="00C563CB" w:rsidRDefault="00C563CB" w:rsidP="00CD60A2">
      <w:pPr>
        <w:pStyle w:val="libItalic"/>
      </w:pPr>
      <w:r w:rsidRPr="00CD60A2">
        <w:t>I</w:t>
      </w:r>
      <w:r>
        <w:t>n frenzy, she gave him a bit of her mind</w:t>
      </w:r>
    </w:p>
    <w:p w:rsidR="00C563CB" w:rsidRDefault="00C563CB" w:rsidP="00CD60A2">
      <w:pPr>
        <w:pStyle w:val="libItalic"/>
      </w:pPr>
      <w:r>
        <w:t>"</w:t>
      </w:r>
      <w:r w:rsidRPr="00CD60A2">
        <w:t>Y</w:t>
      </w:r>
      <w:r>
        <w:t>ou are the stooge of Yazid, O' you fiend!</w:t>
      </w:r>
    </w:p>
    <w:p w:rsidR="00C563CB" w:rsidRDefault="00C563CB" w:rsidP="00CD60A2">
      <w:pPr>
        <w:pStyle w:val="libItalic"/>
      </w:pPr>
      <w:r w:rsidRPr="00CD60A2">
        <w:t>H</w:t>
      </w:r>
      <w:r>
        <w:t>e has flouted all the principles of Islam</w:t>
      </w:r>
    </w:p>
    <w:p w:rsidR="00C563CB" w:rsidRDefault="00C563CB" w:rsidP="00CD60A2">
      <w:pPr>
        <w:pStyle w:val="libItalic"/>
      </w:pPr>
      <w:r w:rsidRPr="00CD60A2">
        <w:t>T</w:t>
      </w:r>
      <w:r>
        <w:t>he house of Prophet, he has unjustifiably harmed!"</w:t>
      </w:r>
    </w:p>
    <w:p w:rsidR="00C563CB" w:rsidRDefault="00C563CB" w:rsidP="00CD60A2">
      <w:pPr>
        <w:pStyle w:val="libItalic"/>
      </w:pPr>
      <w:r>
        <w:t>"</w:t>
      </w:r>
      <w:r w:rsidRPr="00CD60A2">
        <w:t>H</w:t>
      </w:r>
      <w:r>
        <w:t>e has trampled all ethical concepts</w:t>
      </w:r>
    </w:p>
    <w:p w:rsidR="00C563CB" w:rsidRDefault="00C563CB" w:rsidP="00CD60A2">
      <w:pPr>
        <w:pStyle w:val="libItalic"/>
      </w:pPr>
      <w:proofErr w:type="gramStart"/>
      <w:r w:rsidRPr="00CD60A2">
        <w:t>r</w:t>
      </w:r>
      <w:r>
        <w:t>educed</w:t>
      </w:r>
      <w:proofErr w:type="gramEnd"/>
      <w:r>
        <w:t xml:space="preserve"> all beings to a condition abject</w:t>
      </w:r>
    </w:p>
    <w:p w:rsidR="00C563CB" w:rsidRDefault="00C563CB" w:rsidP="00CD60A2">
      <w:pPr>
        <w:pStyle w:val="libItalic"/>
      </w:pPr>
      <w:proofErr w:type="gramStart"/>
      <w:r w:rsidRPr="00CD60A2">
        <w:t>y</w:t>
      </w:r>
      <w:r>
        <w:t>our</w:t>
      </w:r>
      <w:proofErr w:type="gramEnd"/>
      <w:r>
        <w:t xml:space="preserve"> success, is ephimeral, be sure</w:t>
      </w:r>
    </w:p>
    <w:p w:rsidR="00C563CB" w:rsidRDefault="00C563CB" w:rsidP="00CD60A2">
      <w:pPr>
        <w:pStyle w:val="libItalic"/>
      </w:pPr>
      <w:proofErr w:type="gramStart"/>
      <w:r w:rsidRPr="00CD60A2">
        <w:t>v</w:t>
      </w:r>
      <w:r>
        <w:t>ery</w:t>
      </w:r>
      <w:proofErr w:type="gramEnd"/>
      <w:r>
        <w:t xml:space="preserve"> soon, God's wrath, you will endure."</w:t>
      </w:r>
    </w:p>
    <w:p w:rsidR="00C563CB" w:rsidRDefault="00C563CB" w:rsidP="00CD60A2">
      <w:pPr>
        <w:pStyle w:val="libItalic"/>
      </w:pPr>
      <w:r w:rsidRPr="00CD60A2">
        <w:t>I</w:t>
      </w:r>
      <w:r>
        <w:t>bn Ziad, was stunned by this bold rebuke</w:t>
      </w:r>
    </w:p>
    <w:p w:rsidR="00C563CB" w:rsidRDefault="00C563CB" w:rsidP="00CD60A2">
      <w:pPr>
        <w:pStyle w:val="libItalic"/>
      </w:pPr>
      <w:r w:rsidRPr="00CD60A2">
        <w:t>H</w:t>
      </w:r>
      <w:r>
        <w:t>is embarrassment was apparent, though he fumed</w:t>
      </w:r>
    </w:p>
    <w:p w:rsidR="00C563CB" w:rsidRDefault="00C563CB" w:rsidP="00CD60A2">
      <w:pPr>
        <w:pStyle w:val="libItalic"/>
      </w:pPr>
      <w:r w:rsidRPr="00CD60A2">
        <w:t>T</w:t>
      </w:r>
      <w:r>
        <w:t>he awe inspiring atmosphere of the court</w:t>
      </w:r>
    </w:p>
    <w:p w:rsidR="00C563CB" w:rsidRDefault="00C563CB" w:rsidP="00CD60A2">
      <w:pPr>
        <w:pStyle w:val="libItalic"/>
      </w:pPr>
      <w:proofErr w:type="gramStart"/>
      <w:r w:rsidRPr="00CD60A2">
        <w:t>H</w:t>
      </w:r>
      <w:r>
        <w:t>eld no terrors for Zaynab and Kulthum, both.</w:t>
      </w:r>
      <w:proofErr w:type="gramEnd"/>
    </w:p>
    <w:p w:rsidR="00C563CB" w:rsidRDefault="00C563CB" w:rsidP="00CD60A2">
      <w:pPr>
        <w:pStyle w:val="libItalic"/>
      </w:pPr>
      <w:r w:rsidRPr="00CD60A2">
        <w:t>H</w:t>
      </w:r>
      <w:r>
        <w:t>e looked around to see the devastating effect</w:t>
      </w:r>
    </w:p>
    <w:p w:rsidR="00C563CB" w:rsidRDefault="00C563CB" w:rsidP="00CD60A2">
      <w:pPr>
        <w:pStyle w:val="libItalic"/>
      </w:pPr>
      <w:r w:rsidRPr="00CD60A2">
        <w:t>I</w:t>
      </w:r>
      <w:r>
        <w:t>f she went on, the masses would defect</w:t>
      </w:r>
    </w:p>
    <w:p w:rsidR="00C563CB" w:rsidRDefault="00C563CB" w:rsidP="00CD60A2">
      <w:pPr>
        <w:pStyle w:val="libItalic"/>
      </w:pPr>
      <w:r w:rsidRPr="00CD60A2">
        <w:t>H</w:t>
      </w:r>
      <w:r>
        <w:t>e shouted at the top of his heartless voice</w:t>
      </w:r>
    </w:p>
    <w:p w:rsidR="00C563CB" w:rsidRDefault="00C563CB" w:rsidP="00CD60A2">
      <w:pPr>
        <w:pStyle w:val="libItalic"/>
      </w:pPr>
      <w:r w:rsidRPr="00CD60A2">
        <w:lastRenderedPageBreak/>
        <w:t>U</w:t>
      </w:r>
      <w:r>
        <w:t>ndaunted by threats, Zaynab dared him twice!</w:t>
      </w:r>
    </w:p>
    <w:p w:rsidR="00C563CB" w:rsidRDefault="00C563CB" w:rsidP="00CD60A2">
      <w:pPr>
        <w:pStyle w:val="libItalic"/>
      </w:pPr>
      <w:r w:rsidRPr="00CD60A2">
        <w:t>S</w:t>
      </w:r>
      <w:r>
        <w:t>he projected the issues, the sacrifices of Husayn;</w:t>
      </w:r>
    </w:p>
    <w:p w:rsidR="00C563CB" w:rsidRDefault="00C563CB" w:rsidP="00CD60A2">
      <w:pPr>
        <w:pStyle w:val="libItalic"/>
      </w:pPr>
      <w:r w:rsidRPr="00CD60A2">
        <w:t>M</w:t>
      </w:r>
      <w:r>
        <w:t>ost poignantly, she recalled his piety and fame</w:t>
      </w:r>
    </w:p>
    <w:p w:rsidR="00C563CB" w:rsidRDefault="00C563CB" w:rsidP="00CD60A2">
      <w:pPr>
        <w:pStyle w:val="libItalic"/>
      </w:pPr>
      <w:r w:rsidRPr="00CD60A2">
        <w:t>A</w:t>
      </w:r>
      <w:r>
        <w:t xml:space="preserve"> blind companion of the Prophet, Ziad bin Arkan</w:t>
      </w:r>
    </w:p>
    <w:p w:rsidR="00C563CB" w:rsidRDefault="00C563CB" w:rsidP="00CD60A2">
      <w:pPr>
        <w:pStyle w:val="libItalic"/>
      </w:pPr>
      <w:proofErr w:type="gramStart"/>
      <w:r w:rsidRPr="00CD60A2">
        <w:t>P</w:t>
      </w:r>
      <w:r>
        <w:t>rotested at the indignities on founders of Islam.</w:t>
      </w:r>
      <w:proofErr w:type="gramEnd"/>
    </w:p>
    <w:p w:rsidR="00C563CB" w:rsidRDefault="00C563CB" w:rsidP="00CD60A2">
      <w:pPr>
        <w:pStyle w:val="libItalic"/>
      </w:pPr>
      <w:r w:rsidRPr="00CD60A2">
        <w:t>I</w:t>
      </w:r>
      <w:r>
        <w:t>bn Ziad, shouting him down, ordered his removal</w:t>
      </w:r>
    </w:p>
    <w:p w:rsidR="00C563CB" w:rsidRDefault="00C563CB" w:rsidP="00CD60A2">
      <w:pPr>
        <w:pStyle w:val="libItalic"/>
      </w:pPr>
      <w:r w:rsidRPr="00CD60A2">
        <w:t>B</w:t>
      </w:r>
      <w:r>
        <w:t>y nature, he was crafty and vindictively cruel</w:t>
      </w:r>
    </w:p>
    <w:p w:rsidR="00C563CB" w:rsidRDefault="00C563CB" w:rsidP="00CD60A2">
      <w:pPr>
        <w:pStyle w:val="libItalic"/>
      </w:pPr>
      <w:r w:rsidRPr="00CD60A2">
        <w:t>H</w:t>
      </w:r>
      <w:r>
        <w:t>e hurriedly dismissed the corrupt court</w:t>
      </w:r>
    </w:p>
    <w:p w:rsidR="00C563CB" w:rsidRDefault="00C563CB" w:rsidP="00CD60A2">
      <w:pPr>
        <w:pStyle w:val="libItalic"/>
      </w:pPr>
      <w:r>
        <w:t>"</w:t>
      </w:r>
      <w:r w:rsidRPr="00CD60A2">
        <w:t>C</w:t>
      </w:r>
      <w:r>
        <w:t>arry the prisoners to Damascus", he roared.</w:t>
      </w:r>
    </w:p>
    <w:p w:rsidR="00C563CB" w:rsidRDefault="00C563CB" w:rsidP="00C563CB">
      <w:pPr>
        <w:pStyle w:val="libNormal"/>
      </w:pPr>
      <w:r>
        <w:br w:type="page"/>
      </w:r>
    </w:p>
    <w:p w:rsidR="00C563CB" w:rsidRDefault="00C563CB" w:rsidP="00C563CB">
      <w:pPr>
        <w:pStyle w:val="Heading1Center"/>
      </w:pPr>
      <w:bookmarkStart w:id="10" w:name="_Toc471903294"/>
      <w:r>
        <w:lastRenderedPageBreak/>
        <w:t>(12) The Devil's Den</w:t>
      </w:r>
      <w:bookmarkEnd w:id="10"/>
    </w:p>
    <w:p w:rsidR="00C563CB" w:rsidRDefault="00C563CB" w:rsidP="00CD60A2">
      <w:pPr>
        <w:pStyle w:val="libItalic"/>
      </w:pPr>
      <w:r w:rsidRPr="00CD60A2">
        <w:t>T</w:t>
      </w:r>
      <w:r>
        <w:t>hrough the desert of Mesopotamia they marched on</w:t>
      </w:r>
    </w:p>
    <w:p w:rsidR="00C563CB" w:rsidRDefault="00C563CB" w:rsidP="00CD60A2">
      <w:pPr>
        <w:pStyle w:val="libItalic"/>
      </w:pPr>
      <w:r w:rsidRPr="00CD60A2">
        <w:t>F</w:t>
      </w:r>
      <w:r>
        <w:t>alling every few feet, due to sheer exhaustion</w:t>
      </w:r>
    </w:p>
    <w:p w:rsidR="00C563CB" w:rsidRDefault="00C563CB" w:rsidP="00CD60A2">
      <w:pPr>
        <w:pStyle w:val="libItalic"/>
      </w:pPr>
      <w:r w:rsidRPr="00CD60A2">
        <w:t>A</w:t>
      </w:r>
      <w:r>
        <w:t>li Zainal Abedeen was mercilessly whipped</w:t>
      </w:r>
    </w:p>
    <w:p w:rsidR="00C563CB" w:rsidRDefault="00C563CB" w:rsidP="00CD60A2">
      <w:pPr>
        <w:pStyle w:val="libItalic"/>
      </w:pPr>
      <w:proofErr w:type="gramStart"/>
      <w:r w:rsidRPr="00CD60A2">
        <w:t>E</w:t>
      </w:r>
      <w:r>
        <w:t>ven if he stumbled, even if he tripped.</w:t>
      </w:r>
      <w:proofErr w:type="gramEnd"/>
    </w:p>
    <w:p w:rsidR="00C563CB" w:rsidRDefault="00C563CB" w:rsidP="00CD60A2">
      <w:pPr>
        <w:pStyle w:val="libItalic"/>
      </w:pPr>
      <w:r w:rsidRPr="00CD60A2">
        <w:t>S</w:t>
      </w:r>
      <w:r>
        <w:t>akina fell down from the camel's bare-back</w:t>
      </w:r>
    </w:p>
    <w:p w:rsidR="00C563CB" w:rsidRDefault="00C563CB" w:rsidP="00CD60A2">
      <w:pPr>
        <w:pStyle w:val="libItalic"/>
      </w:pPr>
      <w:r w:rsidRPr="00CD60A2">
        <w:t>Z</w:t>
      </w:r>
      <w:r>
        <w:t>aynab raised an alarm; she was taken aback</w:t>
      </w:r>
    </w:p>
    <w:p w:rsidR="00C563CB" w:rsidRDefault="00C563CB" w:rsidP="00CD60A2">
      <w:pPr>
        <w:pStyle w:val="libItalic"/>
      </w:pPr>
      <w:r w:rsidRPr="00CD60A2">
        <w:t>T</w:t>
      </w:r>
      <w:r>
        <w:t>he soldiers were intoxicated, they paid no heed</w:t>
      </w:r>
    </w:p>
    <w:p w:rsidR="00C563CB" w:rsidRDefault="00C563CB" w:rsidP="00CD60A2">
      <w:pPr>
        <w:pStyle w:val="libItalic"/>
      </w:pPr>
      <w:r w:rsidRPr="00CD60A2">
        <w:t>W</w:t>
      </w:r>
      <w:r>
        <w:t>ithout any succour, she would perish indeed!</w:t>
      </w:r>
    </w:p>
    <w:p w:rsidR="00C563CB" w:rsidRDefault="00C563CB" w:rsidP="00CD60A2">
      <w:pPr>
        <w:pStyle w:val="libItalic"/>
      </w:pPr>
      <w:r w:rsidRPr="00CD60A2">
        <w:t>I</w:t>
      </w:r>
      <w:r>
        <w:t>n desperation, Zaynab turned towards the spear</w:t>
      </w:r>
    </w:p>
    <w:p w:rsidR="00C563CB" w:rsidRDefault="00C563CB" w:rsidP="00CD60A2">
      <w:pPr>
        <w:pStyle w:val="libItalic"/>
      </w:pPr>
      <w:r>
        <w:t>"</w:t>
      </w:r>
      <w:r w:rsidRPr="00CD60A2">
        <w:t>H</w:t>
      </w:r>
      <w:r>
        <w:t>usayn, fallen down is your daughter dear;</w:t>
      </w:r>
    </w:p>
    <w:p w:rsidR="00C563CB" w:rsidRDefault="00C563CB" w:rsidP="00CD60A2">
      <w:pPr>
        <w:pStyle w:val="libItalic"/>
      </w:pPr>
      <w:r w:rsidRPr="00CD60A2">
        <w:t>I</w:t>
      </w:r>
      <w:r>
        <w:t xml:space="preserve"> am helpless, my feet and hands are bound."</w:t>
      </w:r>
    </w:p>
    <w:p w:rsidR="00C563CB" w:rsidRDefault="00C563CB" w:rsidP="00CD60A2">
      <w:pPr>
        <w:pStyle w:val="libItalic"/>
      </w:pPr>
      <w:r w:rsidRPr="00CD60A2">
        <w:t>T</w:t>
      </w:r>
      <w:r>
        <w:t>he spear, with Husayn's head, got planted down!</w:t>
      </w:r>
    </w:p>
    <w:p w:rsidR="00C563CB" w:rsidRDefault="00C563CB" w:rsidP="00CD60A2">
      <w:pPr>
        <w:pStyle w:val="libItalic"/>
      </w:pPr>
      <w:r w:rsidRPr="00CD60A2">
        <w:t>K</w:t>
      </w:r>
      <w:r>
        <w:t>hooli jumped down, to uproot the spear</w:t>
      </w:r>
    </w:p>
    <w:p w:rsidR="00C563CB" w:rsidRDefault="00C563CB" w:rsidP="00CD60A2">
      <w:pPr>
        <w:pStyle w:val="libItalic"/>
      </w:pPr>
      <w:r w:rsidRPr="00CD60A2">
        <w:t>T</w:t>
      </w:r>
      <w:r>
        <w:t>he stooges rushed forth, from far and near</w:t>
      </w:r>
    </w:p>
    <w:p w:rsidR="00C563CB" w:rsidRDefault="00C563CB" w:rsidP="00CD60A2">
      <w:pPr>
        <w:pStyle w:val="libItalic"/>
      </w:pPr>
      <w:r w:rsidRPr="00CD60A2">
        <w:t>T</w:t>
      </w:r>
      <w:r>
        <w:t>he spear remained stuck as if cemented</w:t>
      </w:r>
    </w:p>
    <w:p w:rsidR="00C563CB" w:rsidRDefault="00C563CB" w:rsidP="00CD60A2">
      <w:pPr>
        <w:pStyle w:val="libItalic"/>
      </w:pPr>
      <w:r w:rsidRPr="00CD60A2">
        <w:t>T</w:t>
      </w:r>
      <w:r>
        <w:t>he impact would be great, if soldiers got scent.</w:t>
      </w:r>
    </w:p>
    <w:p w:rsidR="00C563CB" w:rsidRDefault="00C563CB" w:rsidP="00CD60A2">
      <w:pPr>
        <w:pStyle w:val="libItalic"/>
      </w:pPr>
      <w:r w:rsidRPr="00CD60A2">
        <w:t>S</w:t>
      </w:r>
      <w:r>
        <w:t>himr approached Ali; his anger was boiling</w:t>
      </w:r>
    </w:p>
    <w:p w:rsidR="00C563CB" w:rsidRDefault="00C563CB" w:rsidP="00CD60A2">
      <w:pPr>
        <w:pStyle w:val="libItalic"/>
      </w:pPr>
      <w:r w:rsidRPr="00CD60A2">
        <w:t>T</w:t>
      </w:r>
      <w:r>
        <w:t>he Imam looked at the head; tears were trickling</w:t>
      </w:r>
    </w:p>
    <w:p w:rsidR="00C563CB" w:rsidRDefault="00C563CB" w:rsidP="00CD60A2">
      <w:pPr>
        <w:pStyle w:val="libItalic"/>
      </w:pPr>
      <w:r w:rsidRPr="00CD60A2">
        <w:t>H</w:t>
      </w:r>
      <w:r>
        <w:t>e turned his gaze, Zaynab caught his weeping eye</w:t>
      </w:r>
    </w:p>
    <w:p w:rsidR="00C563CB" w:rsidRDefault="00C563CB" w:rsidP="00CD60A2">
      <w:pPr>
        <w:pStyle w:val="libItalic"/>
      </w:pPr>
      <w:r>
        <w:t>"</w:t>
      </w:r>
      <w:r w:rsidRPr="00CD60A2">
        <w:t>S</w:t>
      </w:r>
      <w:r>
        <w:t>akina has toppled over, the child may die!"</w:t>
      </w:r>
    </w:p>
    <w:p w:rsidR="00C563CB" w:rsidRDefault="00C563CB" w:rsidP="00CD60A2">
      <w:pPr>
        <w:pStyle w:val="libItalic"/>
      </w:pPr>
      <w:r w:rsidRPr="00CD60A2">
        <w:t>S</w:t>
      </w:r>
      <w:r>
        <w:t>himr picked up the unconscious exhausted child</w:t>
      </w:r>
    </w:p>
    <w:p w:rsidR="00C563CB" w:rsidRDefault="00C563CB" w:rsidP="00CD60A2">
      <w:pPr>
        <w:pStyle w:val="libItalic"/>
      </w:pPr>
      <w:r w:rsidRPr="00CD60A2">
        <w:t>D</w:t>
      </w:r>
      <w:r>
        <w:t>umping her in Zaynab's arms, rushed the hostile</w:t>
      </w:r>
    </w:p>
    <w:p w:rsidR="00C563CB" w:rsidRDefault="00C563CB" w:rsidP="00CD60A2">
      <w:pPr>
        <w:pStyle w:val="libItalic"/>
      </w:pPr>
      <w:r w:rsidRPr="00CD60A2">
        <w:t>K</w:t>
      </w:r>
      <w:r>
        <w:t>hooli could now lift the spear from the ground</w:t>
      </w:r>
    </w:p>
    <w:p w:rsidR="00C563CB" w:rsidRDefault="00C563CB" w:rsidP="00CD60A2">
      <w:pPr>
        <w:pStyle w:val="libItalic"/>
      </w:pPr>
      <w:r w:rsidRPr="00CD60A2">
        <w:t>T</w:t>
      </w:r>
      <w:r>
        <w:t>he caravan proceeded quietly, onwards bound.</w:t>
      </w:r>
    </w:p>
    <w:p w:rsidR="00C563CB" w:rsidRDefault="00C563CB" w:rsidP="00CD60A2">
      <w:pPr>
        <w:pStyle w:val="libItalic"/>
      </w:pPr>
      <w:r w:rsidRPr="00CD60A2">
        <w:t>T</w:t>
      </w:r>
      <w:r>
        <w:t xml:space="preserve">he Syrian </w:t>
      </w:r>
      <w:proofErr w:type="gramStart"/>
      <w:r>
        <w:t>desert</w:t>
      </w:r>
      <w:proofErr w:type="gramEnd"/>
      <w:r>
        <w:t xml:space="preserve"> was strewn with prickly thorns</w:t>
      </w:r>
    </w:p>
    <w:p w:rsidR="00C563CB" w:rsidRDefault="00C563CB" w:rsidP="00CD60A2">
      <w:pPr>
        <w:pStyle w:val="libItalic"/>
      </w:pPr>
      <w:r w:rsidRPr="00CD60A2">
        <w:t>M</w:t>
      </w:r>
      <w:r>
        <w:t>arching bare foot, like on painful corns</w:t>
      </w:r>
    </w:p>
    <w:p w:rsidR="00C563CB" w:rsidRDefault="00C563CB" w:rsidP="00CD60A2">
      <w:pPr>
        <w:pStyle w:val="libItalic"/>
      </w:pPr>
      <w:r w:rsidRPr="00CD60A2">
        <w:t>T</w:t>
      </w:r>
      <w:r>
        <w:t>he torture was borne, with patience and calm</w:t>
      </w:r>
    </w:p>
    <w:p w:rsidR="00C563CB" w:rsidRDefault="00C563CB" w:rsidP="00CD60A2">
      <w:pPr>
        <w:pStyle w:val="libItalic"/>
      </w:pPr>
      <w:r w:rsidRPr="00CD60A2">
        <w:t>G</w:t>
      </w:r>
      <w:r>
        <w:t>od was the healer, soothing was his balm!</w:t>
      </w:r>
    </w:p>
    <w:p w:rsidR="00C563CB" w:rsidRDefault="00C563CB" w:rsidP="00CD60A2">
      <w:pPr>
        <w:pStyle w:val="libItalic"/>
      </w:pPr>
      <w:r w:rsidRPr="00CD60A2">
        <w:t>F</w:t>
      </w:r>
      <w:r>
        <w:t>or few hours they halted, each tiresome night</w:t>
      </w:r>
    </w:p>
    <w:p w:rsidR="00C563CB" w:rsidRDefault="00C563CB" w:rsidP="00CD60A2">
      <w:pPr>
        <w:pStyle w:val="libItalic"/>
      </w:pPr>
      <w:r w:rsidRPr="00CD60A2">
        <w:t>F</w:t>
      </w:r>
      <w:r>
        <w:t>easting, the vulturous soldiers were a sight</w:t>
      </w:r>
    </w:p>
    <w:p w:rsidR="00C563CB" w:rsidRDefault="00C563CB" w:rsidP="00CD60A2">
      <w:pPr>
        <w:pStyle w:val="libItalic"/>
      </w:pPr>
      <w:r w:rsidRPr="00CD60A2">
        <w:t>F</w:t>
      </w:r>
      <w:r>
        <w:t>ood and water, for prisoners was rationed</w:t>
      </w:r>
    </w:p>
    <w:p w:rsidR="00C563CB" w:rsidRDefault="00C563CB" w:rsidP="00CD60A2">
      <w:pPr>
        <w:pStyle w:val="libItalic"/>
      </w:pPr>
      <w:r w:rsidRPr="00CD60A2">
        <w:t>B</w:t>
      </w:r>
      <w:r>
        <w:t>arely enough to sustain them, was the caution.</w:t>
      </w:r>
    </w:p>
    <w:p w:rsidR="00C563CB" w:rsidRDefault="00C563CB" w:rsidP="00CD60A2">
      <w:pPr>
        <w:pStyle w:val="libItalic"/>
      </w:pPr>
      <w:r w:rsidRPr="00CD60A2">
        <w:t>T</w:t>
      </w:r>
      <w:r>
        <w:t>hey reached a mountain top, quite secluded</w:t>
      </w:r>
    </w:p>
    <w:p w:rsidR="00C563CB" w:rsidRDefault="00C563CB" w:rsidP="00CD60A2">
      <w:pPr>
        <w:pStyle w:val="libItalic"/>
      </w:pPr>
      <w:r w:rsidRPr="00CD60A2">
        <w:t>A</w:t>
      </w:r>
      <w:r>
        <w:t xml:space="preserve"> hermitage of a holy and pious recluse</w:t>
      </w:r>
    </w:p>
    <w:p w:rsidR="00C563CB" w:rsidRDefault="00C563CB" w:rsidP="00CD60A2">
      <w:pPr>
        <w:pStyle w:val="libItalic"/>
      </w:pPr>
      <w:r w:rsidRPr="00CD60A2">
        <w:t>T</w:t>
      </w:r>
      <w:r>
        <w:t>he heads of the martyrs, Shimr gave</w:t>
      </w:r>
    </w:p>
    <w:p w:rsidR="00C563CB" w:rsidRDefault="00C563CB" w:rsidP="00CD60A2">
      <w:pPr>
        <w:pStyle w:val="libItalic"/>
      </w:pPr>
      <w:proofErr w:type="gramStart"/>
      <w:r w:rsidRPr="00CD60A2">
        <w:t>F</w:t>
      </w:r>
      <w:r>
        <w:t>or safe custody, in his solitary cave.</w:t>
      </w:r>
      <w:proofErr w:type="gramEnd"/>
    </w:p>
    <w:p w:rsidR="00C563CB" w:rsidRDefault="00C563CB" w:rsidP="00CD60A2">
      <w:pPr>
        <w:pStyle w:val="libItalic"/>
      </w:pPr>
      <w:r w:rsidRPr="00CD60A2">
        <w:t>T</w:t>
      </w:r>
      <w:r>
        <w:t>he prophets descended to guard the head</w:t>
      </w:r>
    </w:p>
    <w:p w:rsidR="00C563CB" w:rsidRDefault="00C563CB" w:rsidP="00CD60A2">
      <w:pPr>
        <w:pStyle w:val="libItalic"/>
      </w:pPr>
      <w:r w:rsidRPr="00CD60A2">
        <w:t>S</w:t>
      </w:r>
      <w:r>
        <w:t>tartled and baffled, he awoke from his bed</w:t>
      </w:r>
    </w:p>
    <w:p w:rsidR="00C563CB" w:rsidRDefault="00C563CB" w:rsidP="00CD60A2">
      <w:pPr>
        <w:pStyle w:val="libItalic"/>
      </w:pPr>
      <w:r w:rsidRPr="00CD60A2">
        <w:t>R</w:t>
      </w:r>
      <w:r>
        <w:t>ushing out of the monastery, Shimr he awoke</w:t>
      </w:r>
    </w:p>
    <w:p w:rsidR="00C563CB" w:rsidRDefault="00C563CB" w:rsidP="00CD60A2">
      <w:pPr>
        <w:pStyle w:val="libItalic"/>
      </w:pPr>
      <w:r>
        <w:t>"</w:t>
      </w:r>
      <w:r w:rsidRPr="00CD60A2">
        <w:t>W</w:t>
      </w:r>
      <w:r>
        <w:t>hose heads are these?" boldly he spoke.</w:t>
      </w:r>
    </w:p>
    <w:p w:rsidR="00C563CB" w:rsidRDefault="00C563CB" w:rsidP="00CD60A2">
      <w:pPr>
        <w:pStyle w:val="libItalic"/>
      </w:pPr>
      <w:r>
        <w:t>"</w:t>
      </w:r>
      <w:r w:rsidRPr="00CD60A2">
        <w:t>T</w:t>
      </w:r>
      <w:r>
        <w:t>he grandson of Prophet Muhammad had defied</w:t>
      </w:r>
    </w:p>
    <w:p w:rsidR="00C563CB" w:rsidRDefault="00C563CB" w:rsidP="00CD60A2">
      <w:pPr>
        <w:pStyle w:val="libItalic"/>
      </w:pPr>
      <w:r w:rsidRPr="00CD60A2">
        <w:t>T</w:t>
      </w:r>
      <w:r>
        <w:t>he authority of Yazid ibn Moawiyah" Shimr cried</w:t>
      </w:r>
    </w:p>
    <w:p w:rsidR="00C563CB" w:rsidRDefault="00C563CB" w:rsidP="00CD60A2">
      <w:pPr>
        <w:pStyle w:val="libItalic"/>
      </w:pPr>
      <w:r>
        <w:t>"</w:t>
      </w:r>
      <w:r w:rsidRPr="00CD60A2">
        <w:t>F</w:t>
      </w:r>
      <w:r>
        <w:t>or refusing to accept his spiritual suzerainty</w:t>
      </w:r>
    </w:p>
    <w:p w:rsidR="00C563CB" w:rsidRDefault="00C563CB" w:rsidP="00CD60A2">
      <w:pPr>
        <w:pStyle w:val="libItalic"/>
      </w:pPr>
      <w:r w:rsidRPr="00CD60A2">
        <w:t>H</w:t>
      </w:r>
      <w:r>
        <w:t>e had been butchered at Karbala, ruthlessly."</w:t>
      </w:r>
    </w:p>
    <w:p w:rsidR="00C563CB" w:rsidRDefault="00C563CB" w:rsidP="00CD60A2">
      <w:pPr>
        <w:pStyle w:val="libItalic"/>
      </w:pPr>
      <w:r w:rsidRPr="00CD60A2">
        <w:t>T</w:t>
      </w:r>
      <w:r>
        <w:t>he hermit was shocked, beyond any words</w:t>
      </w:r>
    </w:p>
    <w:p w:rsidR="00C563CB" w:rsidRDefault="00C563CB" w:rsidP="00CD60A2">
      <w:pPr>
        <w:pStyle w:val="libItalic"/>
      </w:pPr>
      <w:r>
        <w:t>"</w:t>
      </w:r>
      <w:r w:rsidRPr="00CD60A2">
        <w:t>Y</w:t>
      </w:r>
      <w:r>
        <w:t>ou cursed people, fie upon you cowards</w:t>
      </w:r>
    </w:p>
    <w:p w:rsidR="00C563CB" w:rsidRDefault="00C563CB" w:rsidP="00CD60A2">
      <w:pPr>
        <w:pStyle w:val="libItalic"/>
      </w:pPr>
      <w:r w:rsidRPr="00CD60A2">
        <w:t>B</w:t>
      </w:r>
      <w:r>
        <w:t>eheading your own Prophet's beloved grandson,</w:t>
      </w:r>
    </w:p>
    <w:p w:rsidR="00C563CB" w:rsidRDefault="00C563CB" w:rsidP="00CD60A2">
      <w:pPr>
        <w:pStyle w:val="libItalic"/>
      </w:pPr>
      <w:r w:rsidRPr="00CD60A2">
        <w:lastRenderedPageBreak/>
        <w:t>H</w:t>
      </w:r>
      <w:r>
        <w:t>is helpless family you now hold at ransom!"</w:t>
      </w:r>
    </w:p>
    <w:p w:rsidR="00C563CB" w:rsidRDefault="00C563CB" w:rsidP="00CD60A2">
      <w:pPr>
        <w:pStyle w:val="libItalic"/>
      </w:pPr>
      <w:r w:rsidRPr="00CD60A2">
        <w:t>S</w:t>
      </w:r>
      <w:r>
        <w:t>himr lost his temper, he was enraged;</w:t>
      </w:r>
    </w:p>
    <w:p w:rsidR="00C563CB" w:rsidRDefault="00C563CB" w:rsidP="00CD60A2">
      <w:pPr>
        <w:pStyle w:val="libItalic"/>
      </w:pPr>
      <w:r w:rsidRPr="00CD60A2">
        <w:t>W</w:t>
      </w:r>
      <w:r>
        <w:t>ith one sweep of the sword, he chopped his head.</w:t>
      </w:r>
    </w:p>
    <w:p w:rsidR="00C563CB" w:rsidRDefault="00C563CB" w:rsidP="00CD60A2">
      <w:pPr>
        <w:pStyle w:val="libItalic"/>
      </w:pPr>
      <w:r w:rsidRPr="00CD60A2">
        <w:t>F</w:t>
      </w:r>
      <w:r>
        <w:t>or Islam's injunctions, he had scant regard</w:t>
      </w:r>
    </w:p>
    <w:p w:rsidR="00C563CB" w:rsidRDefault="00C563CB" w:rsidP="00CD60A2">
      <w:pPr>
        <w:pStyle w:val="libItalic"/>
      </w:pPr>
      <w:r w:rsidRPr="00CD60A2">
        <w:t>T</w:t>
      </w:r>
      <w:r>
        <w:t>o grant protection to those dedicated to God.</w:t>
      </w:r>
    </w:p>
    <w:p w:rsidR="00C563CB" w:rsidRDefault="00C563CB" w:rsidP="00CD60A2">
      <w:pPr>
        <w:pStyle w:val="libItalic"/>
      </w:pPr>
      <w:r w:rsidRPr="00CD60A2">
        <w:t>T</w:t>
      </w:r>
      <w:r>
        <w:t>he city of Damascus was soon in sight</w:t>
      </w:r>
    </w:p>
    <w:p w:rsidR="00C563CB" w:rsidRDefault="00C563CB" w:rsidP="00CD60A2">
      <w:pPr>
        <w:pStyle w:val="libItalic"/>
      </w:pPr>
      <w:r w:rsidRPr="00CD60A2">
        <w:t>T</w:t>
      </w:r>
      <w:r>
        <w:t>hrough hurried marches, by day and night</w:t>
      </w:r>
    </w:p>
    <w:p w:rsidR="00C563CB" w:rsidRDefault="00C563CB" w:rsidP="00CD60A2">
      <w:pPr>
        <w:pStyle w:val="libItalic"/>
      </w:pPr>
      <w:r w:rsidRPr="00CD60A2">
        <w:t>N</w:t>
      </w:r>
      <w:r>
        <w:t>ear the gate of the fortress, the caravan halted</w:t>
      </w:r>
    </w:p>
    <w:p w:rsidR="00C563CB" w:rsidRDefault="00C563CB" w:rsidP="00CD60A2">
      <w:pPr>
        <w:pStyle w:val="libItalic"/>
      </w:pPr>
      <w:r w:rsidRPr="00CD60A2">
        <w:t>I</w:t>
      </w:r>
      <w:r>
        <w:t>n blazing sun, the prisoners sweated.</w:t>
      </w:r>
    </w:p>
    <w:p w:rsidR="00C563CB" w:rsidRDefault="00C563CB" w:rsidP="00CD60A2">
      <w:pPr>
        <w:pStyle w:val="libItalic"/>
      </w:pPr>
      <w:r w:rsidRPr="00CD60A2">
        <w:t>T</w:t>
      </w:r>
      <w:r>
        <w:t>he scenes in Kufa, had reached Yazid's ears</w:t>
      </w:r>
    </w:p>
    <w:p w:rsidR="00C563CB" w:rsidRDefault="00C563CB" w:rsidP="00CD60A2">
      <w:pPr>
        <w:pStyle w:val="libItalic"/>
      </w:pPr>
      <w:r w:rsidRPr="00CD60A2">
        <w:t>T</w:t>
      </w:r>
      <w:r>
        <w:t>o disclose their identity, he now feared</w:t>
      </w:r>
    </w:p>
    <w:p w:rsidR="00C563CB" w:rsidRDefault="00C563CB" w:rsidP="00CD60A2">
      <w:pPr>
        <w:pStyle w:val="libItalic"/>
      </w:pPr>
      <w:r w:rsidRPr="00CD60A2">
        <w:t>H</w:t>
      </w:r>
      <w:r>
        <w:t>e announced, that a rebel had been defeated</w:t>
      </w:r>
    </w:p>
    <w:p w:rsidR="00C563CB" w:rsidRDefault="00C563CB" w:rsidP="00CD60A2">
      <w:pPr>
        <w:pStyle w:val="libItalic"/>
      </w:pPr>
      <w:r w:rsidRPr="00CD60A2">
        <w:t>A</w:t>
      </w:r>
      <w:r>
        <w:t xml:space="preserve"> day of rejoicing, it should be treated.</w:t>
      </w:r>
    </w:p>
    <w:p w:rsidR="00C563CB" w:rsidRDefault="00C563CB" w:rsidP="00CD60A2">
      <w:pPr>
        <w:pStyle w:val="libItalic"/>
      </w:pPr>
      <w:r w:rsidRPr="00CD60A2">
        <w:t>T</w:t>
      </w:r>
      <w:r>
        <w:t>he city was assuming a gay and festive look</w:t>
      </w:r>
    </w:p>
    <w:p w:rsidR="00C563CB" w:rsidRDefault="00C563CB" w:rsidP="00CD60A2">
      <w:pPr>
        <w:pStyle w:val="libItalic"/>
      </w:pPr>
      <w:r w:rsidRPr="00CD60A2">
        <w:t>F</w:t>
      </w:r>
      <w:r>
        <w:t>estoons and buntings hung from every nook</w:t>
      </w:r>
    </w:p>
    <w:p w:rsidR="00C563CB" w:rsidRDefault="00C563CB" w:rsidP="00CD60A2">
      <w:pPr>
        <w:pStyle w:val="libItalic"/>
      </w:pPr>
      <w:r w:rsidRPr="00CD60A2">
        <w:t>T</w:t>
      </w:r>
      <w:r>
        <w:t>he victims were scorching under the burning sun</w:t>
      </w:r>
    </w:p>
    <w:p w:rsidR="00C563CB" w:rsidRDefault="00C563CB" w:rsidP="00CD60A2">
      <w:pPr>
        <w:pStyle w:val="libItalic"/>
      </w:pPr>
      <w:r w:rsidRPr="00CD60A2">
        <w:t>T</w:t>
      </w:r>
      <w:r>
        <w:t>o the onlookers, it was all laughter and fun.</w:t>
      </w:r>
    </w:p>
    <w:p w:rsidR="00C563CB" w:rsidRDefault="00C563CB" w:rsidP="00CD60A2">
      <w:pPr>
        <w:pStyle w:val="libItalic"/>
      </w:pPr>
      <w:r w:rsidRPr="00CD60A2">
        <w:t>S</w:t>
      </w:r>
      <w:r>
        <w:t>acrificial dates, they threw at them</w:t>
      </w:r>
    </w:p>
    <w:p w:rsidR="00C563CB" w:rsidRDefault="00C563CB" w:rsidP="00CD60A2">
      <w:pPr>
        <w:pStyle w:val="libItalic"/>
      </w:pPr>
      <w:r w:rsidRPr="00CD60A2">
        <w:t>T</w:t>
      </w:r>
      <w:r>
        <w:t>o ward off evil from their dear ones</w:t>
      </w:r>
    </w:p>
    <w:p w:rsidR="00C563CB" w:rsidRDefault="00C563CB" w:rsidP="00CD60A2">
      <w:pPr>
        <w:pStyle w:val="libItalic"/>
      </w:pPr>
      <w:r w:rsidRPr="00CD60A2">
        <w:t>T</w:t>
      </w:r>
      <w:r>
        <w:t>he hungry children tried to eat them</w:t>
      </w:r>
    </w:p>
    <w:p w:rsidR="00C563CB" w:rsidRDefault="00C563CB" w:rsidP="00CD60A2">
      <w:pPr>
        <w:pStyle w:val="libItalic"/>
      </w:pPr>
      <w:r w:rsidRPr="00CD60A2">
        <w:t>Z</w:t>
      </w:r>
      <w:r>
        <w:t xml:space="preserve">ainab was perplexed and at her </w:t>
      </w:r>
      <w:proofErr w:type="gramStart"/>
      <w:r>
        <w:t>wit's</w:t>
      </w:r>
      <w:proofErr w:type="gramEnd"/>
      <w:r>
        <w:t xml:space="preserve"> end.</w:t>
      </w:r>
    </w:p>
    <w:p w:rsidR="00C563CB" w:rsidRDefault="00C563CB" w:rsidP="00CD60A2">
      <w:pPr>
        <w:pStyle w:val="libItalic"/>
      </w:pPr>
      <w:r>
        <w:t>"</w:t>
      </w:r>
      <w:r w:rsidRPr="00CD60A2">
        <w:t>P</w:t>
      </w:r>
      <w:r>
        <w:t>rophet has forbidden his own family</w:t>
      </w:r>
    </w:p>
    <w:p w:rsidR="00C563CB" w:rsidRDefault="00C563CB" w:rsidP="00CD60A2">
      <w:pPr>
        <w:pStyle w:val="libItalic"/>
      </w:pPr>
      <w:r w:rsidRPr="00CD60A2">
        <w:t>T</w:t>
      </w:r>
      <w:r>
        <w:t>o eat sacrificial offerings, O' you ladies,</w:t>
      </w:r>
    </w:p>
    <w:p w:rsidR="00C563CB" w:rsidRDefault="00C563CB" w:rsidP="00CD60A2">
      <w:pPr>
        <w:pStyle w:val="libItalic"/>
      </w:pPr>
      <w:r w:rsidRPr="00CD60A2">
        <w:t>D</w:t>
      </w:r>
      <w:r>
        <w:t>o not throw such offerings at our children;</w:t>
      </w:r>
    </w:p>
    <w:p w:rsidR="00C563CB" w:rsidRDefault="00C563CB" w:rsidP="00CD60A2">
      <w:pPr>
        <w:pStyle w:val="libItalic"/>
      </w:pPr>
      <w:r w:rsidRPr="00CD60A2">
        <w:t>P</w:t>
      </w:r>
      <w:r>
        <w:t>ray, do not increase our pain and burden!"</w:t>
      </w:r>
    </w:p>
    <w:p w:rsidR="00C563CB" w:rsidRDefault="00C563CB" w:rsidP="00CD60A2">
      <w:pPr>
        <w:pStyle w:val="libItalic"/>
      </w:pPr>
      <w:r w:rsidRPr="00CD60A2">
        <w:t>C</w:t>
      </w:r>
      <w:r>
        <w:t>an it be</w:t>
      </w:r>
      <w:proofErr w:type="gramStart"/>
      <w:r>
        <w:t>,</w:t>
      </w:r>
      <w:proofErr w:type="gramEnd"/>
      <w:r>
        <w:t xml:space="preserve"> they are the family of Muhammad?</w:t>
      </w:r>
    </w:p>
    <w:p w:rsidR="00C563CB" w:rsidRDefault="00C563CB" w:rsidP="00CD60A2">
      <w:pPr>
        <w:pStyle w:val="libItalic"/>
      </w:pPr>
      <w:r w:rsidRPr="00CD60A2">
        <w:t>T</w:t>
      </w:r>
      <w:r>
        <w:t>heir faces and bodies were smeared with mud</w:t>
      </w:r>
    </w:p>
    <w:p w:rsidR="00C563CB" w:rsidRDefault="00C563CB" w:rsidP="00CD60A2">
      <w:pPr>
        <w:pStyle w:val="libItalic"/>
      </w:pPr>
      <w:r w:rsidRPr="00CD60A2">
        <w:t>F</w:t>
      </w:r>
      <w:r>
        <w:t>rom some princely family of noble stock</w:t>
      </w:r>
    </w:p>
    <w:p w:rsidR="00C563CB" w:rsidRDefault="00C563CB" w:rsidP="00CD60A2">
      <w:pPr>
        <w:pStyle w:val="libItalic"/>
      </w:pPr>
      <w:r w:rsidRPr="00CD60A2">
        <w:t>T</w:t>
      </w:r>
      <w:r>
        <w:t>heir bearings revealed, without any doubt.</w:t>
      </w:r>
    </w:p>
    <w:p w:rsidR="00C563CB" w:rsidRDefault="00C563CB" w:rsidP="00CD60A2">
      <w:pPr>
        <w:pStyle w:val="libItalic"/>
      </w:pPr>
      <w:r w:rsidRPr="00CD60A2">
        <w:t>A</w:t>
      </w:r>
      <w:r>
        <w:t>fter one full hour, the imperial orders came</w:t>
      </w:r>
    </w:p>
    <w:p w:rsidR="00C563CB" w:rsidRDefault="00C563CB" w:rsidP="00CD60A2">
      <w:pPr>
        <w:pStyle w:val="libItalic"/>
      </w:pPr>
      <w:r w:rsidRPr="00CD60A2">
        <w:t>B</w:t>
      </w:r>
      <w:r>
        <w:t>ring in the prisoners, the followers of Husayn</w:t>
      </w:r>
    </w:p>
    <w:p w:rsidR="00C563CB" w:rsidRDefault="00C563CB" w:rsidP="00CD60A2">
      <w:pPr>
        <w:pStyle w:val="libItalic"/>
      </w:pPr>
      <w:r w:rsidRPr="00CD60A2">
        <w:t>A</w:t>
      </w:r>
      <w:r>
        <w:t>n elevated throne, lavishly decorated with gold</w:t>
      </w:r>
    </w:p>
    <w:p w:rsidR="00C563CB" w:rsidRDefault="00C563CB" w:rsidP="00CD60A2">
      <w:pPr>
        <w:pStyle w:val="libItalic"/>
      </w:pPr>
      <w:r w:rsidRPr="00CD60A2">
        <w:t>S</w:t>
      </w:r>
      <w:r>
        <w:t>even hundred gilded chairs surrounded it, all told.</w:t>
      </w:r>
    </w:p>
    <w:p w:rsidR="00C563CB" w:rsidRDefault="00C563CB" w:rsidP="00CD60A2">
      <w:pPr>
        <w:pStyle w:val="libItalic"/>
      </w:pPr>
      <w:r w:rsidRPr="00CD60A2">
        <w:t>I</w:t>
      </w:r>
      <w:r>
        <w:t>n tattered rags, with dirt and mess</w:t>
      </w:r>
    </w:p>
    <w:p w:rsidR="00C563CB" w:rsidRDefault="00C563CB" w:rsidP="00CD60A2">
      <w:pPr>
        <w:pStyle w:val="libItalic"/>
      </w:pPr>
      <w:r w:rsidRPr="00CD60A2">
        <w:t>B</w:t>
      </w:r>
      <w:r>
        <w:t>lood oozing from lash-wounds in the flesh</w:t>
      </w:r>
    </w:p>
    <w:p w:rsidR="00C563CB" w:rsidRDefault="00C563CB" w:rsidP="00CD60A2">
      <w:pPr>
        <w:pStyle w:val="libItalic"/>
      </w:pPr>
      <w:r w:rsidRPr="00CD60A2">
        <w:t>T</w:t>
      </w:r>
      <w:r>
        <w:t>ightly tied in ropes and heavy chains</w:t>
      </w:r>
    </w:p>
    <w:p w:rsidR="00C563CB" w:rsidRDefault="00C563CB" w:rsidP="00CD60A2">
      <w:pPr>
        <w:pStyle w:val="libItalic"/>
      </w:pPr>
      <w:r w:rsidRPr="00CD60A2">
        <w:t>W</w:t>
      </w:r>
      <w:r>
        <w:t xml:space="preserve">ere the daughters and sisters of </w:t>
      </w:r>
      <w:proofErr w:type="gramStart"/>
      <w:r>
        <w:t>Husayn.</w:t>
      </w:r>
      <w:proofErr w:type="gramEnd"/>
    </w:p>
    <w:p w:rsidR="00C563CB" w:rsidRDefault="00C563CB" w:rsidP="00CD60A2">
      <w:pPr>
        <w:pStyle w:val="libItalic"/>
      </w:pPr>
      <w:r w:rsidRPr="00CD60A2">
        <w:t>O</w:t>
      </w:r>
      <w:r>
        <w:t>n a gold salver, the head of Husayn,</w:t>
      </w:r>
    </w:p>
    <w:p w:rsidR="00C563CB" w:rsidRDefault="00C563CB" w:rsidP="00CD60A2">
      <w:pPr>
        <w:pStyle w:val="libItalic"/>
      </w:pPr>
      <w:r w:rsidRPr="00CD60A2">
        <w:t>A</w:t>
      </w:r>
      <w:r>
        <w:t>t the feet of Yazid, was vindictively laid</w:t>
      </w:r>
    </w:p>
    <w:p w:rsidR="00C563CB" w:rsidRDefault="00C563CB" w:rsidP="00CD60A2">
      <w:pPr>
        <w:pStyle w:val="libItalic"/>
      </w:pPr>
      <w:r w:rsidRPr="00CD60A2">
        <w:t>H</w:t>
      </w:r>
      <w:r>
        <w:t>e could not for a moment believe his eyes</w:t>
      </w:r>
    </w:p>
    <w:p w:rsidR="00C563CB" w:rsidRDefault="00C563CB" w:rsidP="00CD60A2">
      <w:pPr>
        <w:pStyle w:val="libItalic"/>
      </w:pPr>
      <w:r w:rsidRPr="00CD60A2">
        <w:t>T</w:t>
      </w:r>
      <w:r>
        <w:t>hese people claimed with Muhammad, blood ties.</w:t>
      </w:r>
    </w:p>
    <w:p w:rsidR="00C563CB" w:rsidRDefault="00C563CB" w:rsidP="00CD60A2">
      <w:pPr>
        <w:pStyle w:val="libItalic"/>
      </w:pPr>
      <w:r w:rsidRPr="00CD60A2">
        <w:t>Y</w:t>
      </w:r>
      <w:r>
        <w:t>azid was fully drunk; he quivered with rage</w:t>
      </w:r>
    </w:p>
    <w:p w:rsidR="00C563CB" w:rsidRDefault="00C563CB" w:rsidP="00CD60A2">
      <w:pPr>
        <w:pStyle w:val="libItalic"/>
      </w:pPr>
      <w:r>
        <w:t>"</w:t>
      </w:r>
      <w:r w:rsidRPr="00CD60A2">
        <w:t>O</w:t>
      </w:r>
      <w:r>
        <w:t>mar Saad, how dare you cheat me, your sage!</w:t>
      </w:r>
    </w:p>
    <w:p w:rsidR="00C563CB" w:rsidRDefault="00C563CB" w:rsidP="00CD60A2">
      <w:pPr>
        <w:pStyle w:val="libItalic"/>
      </w:pPr>
      <w:r w:rsidRPr="00CD60A2">
        <w:t>T</w:t>
      </w:r>
      <w:r>
        <w:t>hese are not the ladies of Husayn."</w:t>
      </w:r>
    </w:p>
    <w:p w:rsidR="00C563CB" w:rsidRDefault="00C563CB" w:rsidP="00CD60A2">
      <w:pPr>
        <w:pStyle w:val="libItalic"/>
      </w:pPr>
      <w:r w:rsidRPr="00CD60A2">
        <w:t>H</w:t>
      </w:r>
      <w:r>
        <w:t>is eyes displayed a thirst for slaying</w:t>
      </w:r>
    </w:p>
    <w:p w:rsidR="00C563CB" w:rsidRDefault="00C563CB" w:rsidP="00CD60A2">
      <w:pPr>
        <w:pStyle w:val="libItalic"/>
      </w:pPr>
      <w:r w:rsidRPr="00CD60A2">
        <w:t>F</w:t>
      </w:r>
      <w:r>
        <w:t>linging himself abjectively at Yazid's feet</w:t>
      </w:r>
    </w:p>
    <w:p w:rsidR="00C563CB" w:rsidRDefault="00C563CB" w:rsidP="00CD60A2">
      <w:pPr>
        <w:pStyle w:val="libItalic"/>
      </w:pPr>
      <w:r>
        <w:t>"</w:t>
      </w:r>
      <w:r w:rsidRPr="00CD60A2">
        <w:t>M</w:t>
      </w:r>
      <w:r>
        <w:t>ercy, O' Commander of Faithful", he pleaded,</w:t>
      </w:r>
    </w:p>
    <w:p w:rsidR="00C563CB" w:rsidRDefault="00C563CB" w:rsidP="00CD60A2">
      <w:pPr>
        <w:pStyle w:val="libItalic"/>
      </w:pPr>
      <w:r>
        <w:t>"</w:t>
      </w:r>
      <w:r w:rsidRPr="00CD60A2">
        <w:t>I</w:t>
      </w:r>
      <w:r>
        <w:t xml:space="preserve"> have carried out your august command,</w:t>
      </w:r>
    </w:p>
    <w:p w:rsidR="00C563CB" w:rsidRDefault="00C563CB" w:rsidP="00CD60A2">
      <w:pPr>
        <w:pStyle w:val="libItalic"/>
      </w:pPr>
      <w:r w:rsidRPr="00CD60A2">
        <w:lastRenderedPageBreak/>
        <w:t>N</w:t>
      </w:r>
      <w:r>
        <w:t xml:space="preserve">ay, </w:t>
      </w:r>
      <w:proofErr w:type="gramStart"/>
      <w:r>
        <w:t>your</w:t>
      </w:r>
      <w:proofErr w:type="gramEnd"/>
      <w:r>
        <w:t xml:space="preserve"> every wish, your every demand."</w:t>
      </w:r>
    </w:p>
    <w:p w:rsidR="00C563CB" w:rsidRDefault="00C563CB" w:rsidP="00CD60A2">
      <w:pPr>
        <w:pStyle w:val="libItalic"/>
      </w:pPr>
      <w:r>
        <w:t>"</w:t>
      </w:r>
      <w:r w:rsidRPr="00CD60A2">
        <w:t>T</w:t>
      </w:r>
      <w:r>
        <w:t>he prisoners are Zaynab and Kulthum,</w:t>
      </w:r>
    </w:p>
    <w:p w:rsidR="00C563CB" w:rsidRDefault="00C563CB" w:rsidP="00CD60A2">
      <w:pPr>
        <w:pStyle w:val="libItalic"/>
      </w:pPr>
      <w:proofErr w:type="gramStart"/>
      <w:r w:rsidRPr="00CD60A2">
        <w:t>f</w:t>
      </w:r>
      <w:r>
        <w:t>or</w:t>
      </w:r>
      <w:proofErr w:type="gramEnd"/>
      <w:r>
        <w:t xml:space="preserve"> any doubt, pray have no room,</w:t>
      </w:r>
    </w:p>
    <w:p w:rsidR="00C563CB" w:rsidRDefault="00C563CB" w:rsidP="00CD60A2">
      <w:pPr>
        <w:pStyle w:val="libItalic"/>
      </w:pPr>
      <w:r w:rsidRPr="00CD60A2">
        <w:t>T</w:t>
      </w:r>
      <w:r>
        <w:t>he ailing man is Ali Zainal Abedeen,</w:t>
      </w:r>
    </w:p>
    <w:p w:rsidR="00C563CB" w:rsidRDefault="00C563CB" w:rsidP="00CD60A2">
      <w:pPr>
        <w:pStyle w:val="libItalic"/>
      </w:pPr>
      <w:r w:rsidRPr="00CD60A2">
        <w:t>O</w:t>
      </w:r>
      <w:r>
        <w:t xml:space="preserve">ther </w:t>
      </w:r>
      <w:proofErr w:type="gramStart"/>
      <w:r>
        <w:t>members,</w:t>
      </w:r>
      <w:proofErr w:type="gramEnd"/>
      <w:r>
        <w:t xml:space="preserve"> may also please be seen."</w:t>
      </w:r>
    </w:p>
    <w:p w:rsidR="00C563CB" w:rsidRDefault="00C563CB" w:rsidP="00CD60A2">
      <w:pPr>
        <w:pStyle w:val="libItalic"/>
      </w:pPr>
      <w:r w:rsidRPr="00CD60A2">
        <w:t>R</w:t>
      </w:r>
      <w:r>
        <w:t>aising his eye brows, he watched Yazid's face</w:t>
      </w:r>
    </w:p>
    <w:p w:rsidR="00C563CB" w:rsidRDefault="00C563CB" w:rsidP="00CD60A2">
      <w:pPr>
        <w:pStyle w:val="libItalic"/>
      </w:pPr>
      <w:r>
        <w:t>"</w:t>
      </w:r>
      <w:r w:rsidRPr="00CD60A2">
        <w:t>A</w:t>
      </w:r>
      <w:r>
        <w:t>h, there, who is trying to hide from my gaze?"</w:t>
      </w:r>
    </w:p>
    <w:p w:rsidR="00C563CB" w:rsidRDefault="00C563CB" w:rsidP="00CD60A2">
      <w:pPr>
        <w:pStyle w:val="libItalic"/>
      </w:pPr>
      <w:proofErr w:type="gramStart"/>
      <w:r w:rsidRPr="00CD60A2">
        <w:t>f</w:t>
      </w:r>
      <w:r>
        <w:t>alteringly</w:t>
      </w:r>
      <w:proofErr w:type="gramEnd"/>
      <w:r>
        <w:t>, he replied, afraid of being snubbed</w:t>
      </w:r>
    </w:p>
    <w:p w:rsidR="00C563CB" w:rsidRDefault="00C563CB" w:rsidP="00CD60A2">
      <w:pPr>
        <w:pStyle w:val="libItalic"/>
      </w:pPr>
      <w:r>
        <w:t>"</w:t>
      </w:r>
      <w:r w:rsidRPr="00CD60A2">
        <w:t>T</w:t>
      </w:r>
      <w:r>
        <w:t>he old lady is Fizza; behind her is Zaynab."</w:t>
      </w:r>
    </w:p>
    <w:p w:rsidR="00C563CB" w:rsidRDefault="00C563CB" w:rsidP="00CD60A2">
      <w:pPr>
        <w:pStyle w:val="libItalic"/>
      </w:pPr>
      <w:r>
        <w:t>"</w:t>
      </w:r>
      <w:proofErr w:type="gramStart"/>
      <w:r w:rsidRPr="00CD60A2">
        <w:t>N</w:t>
      </w:r>
      <w:r>
        <w:t>one,</w:t>
      </w:r>
      <w:proofErr w:type="gramEnd"/>
      <w:r>
        <w:t xml:space="preserve"> shall protect the prisoners from me;</w:t>
      </w:r>
    </w:p>
    <w:p w:rsidR="00C563CB" w:rsidRDefault="00C563CB" w:rsidP="00CD60A2">
      <w:pPr>
        <w:pStyle w:val="libItalic"/>
      </w:pPr>
      <w:r w:rsidRPr="00CD60A2">
        <w:t>T</w:t>
      </w:r>
      <w:r>
        <w:t>hrow aside Fizza, so that Zaynab I can see."</w:t>
      </w:r>
    </w:p>
    <w:p w:rsidR="00C563CB" w:rsidRDefault="00C563CB" w:rsidP="00CD60A2">
      <w:pPr>
        <w:pStyle w:val="libItalic"/>
      </w:pPr>
      <w:r w:rsidRPr="00CD60A2">
        <w:t>F</w:t>
      </w:r>
      <w:r>
        <w:t>izza turned to the slaves, behind the throne</w:t>
      </w:r>
    </w:p>
    <w:p w:rsidR="00C563CB" w:rsidRDefault="00C563CB" w:rsidP="00CD60A2">
      <w:pPr>
        <w:pStyle w:val="libItalic"/>
      </w:pPr>
      <w:r w:rsidRPr="00CD60A2">
        <w:t>W</w:t>
      </w:r>
      <w:r>
        <w:t>ith naked swords, as bodyguards they roamed.</w:t>
      </w:r>
    </w:p>
    <w:p w:rsidR="00C563CB" w:rsidRDefault="00C563CB" w:rsidP="00CD60A2">
      <w:pPr>
        <w:pStyle w:val="libItalic"/>
      </w:pPr>
      <w:r>
        <w:t>"</w:t>
      </w:r>
      <w:r w:rsidRPr="00CD60A2">
        <w:t>O</w:t>
      </w:r>
      <w:r>
        <w:t xml:space="preserve"> brothers, from Abysinia, my own native land</w:t>
      </w:r>
    </w:p>
    <w:p w:rsidR="00C563CB" w:rsidRDefault="00C563CB" w:rsidP="00CD60A2">
      <w:pPr>
        <w:pStyle w:val="libItalic"/>
      </w:pPr>
      <w:proofErr w:type="gramStart"/>
      <w:r w:rsidRPr="00CD60A2">
        <w:t>w</w:t>
      </w:r>
      <w:r>
        <w:t>ith</w:t>
      </w:r>
      <w:proofErr w:type="gramEnd"/>
      <w:r>
        <w:t xml:space="preserve"> folded hands why do you passively stand?</w:t>
      </w:r>
    </w:p>
    <w:p w:rsidR="00C563CB" w:rsidRDefault="00C563CB" w:rsidP="00CD60A2">
      <w:pPr>
        <w:pStyle w:val="libItalic"/>
      </w:pPr>
      <w:r w:rsidRPr="00CD60A2">
        <w:t>Y</w:t>
      </w:r>
      <w:r>
        <w:t>our aged princess demands from you protection</w:t>
      </w:r>
    </w:p>
    <w:p w:rsidR="00C563CB" w:rsidRDefault="00C563CB" w:rsidP="00CD60A2">
      <w:pPr>
        <w:pStyle w:val="libItalic"/>
      </w:pPr>
      <w:r w:rsidRPr="00CD60A2">
        <w:t>T</w:t>
      </w:r>
      <w:r>
        <w:t>his tyrant's blood thirst is his obsession!"</w:t>
      </w:r>
    </w:p>
    <w:p w:rsidR="00C563CB" w:rsidRDefault="00C563CB" w:rsidP="00CD60A2">
      <w:pPr>
        <w:pStyle w:val="libItalic"/>
      </w:pPr>
      <w:r w:rsidRPr="00CD60A2">
        <w:t>T</w:t>
      </w:r>
      <w:r>
        <w:t>he slaves stepped forward and addressed Yazid</w:t>
      </w:r>
    </w:p>
    <w:p w:rsidR="00C563CB" w:rsidRDefault="00C563CB" w:rsidP="00CD60A2">
      <w:pPr>
        <w:pStyle w:val="libItalic"/>
      </w:pPr>
      <w:r>
        <w:t>"</w:t>
      </w:r>
      <w:proofErr w:type="gramStart"/>
      <w:r w:rsidRPr="00CD60A2">
        <w:t>Y</w:t>
      </w:r>
      <w:r>
        <w:t>our</w:t>
      </w:r>
      <w:proofErr w:type="gramEnd"/>
      <w:r>
        <w:t xml:space="preserve"> Majesty, please desist from the foul deed;</w:t>
      </w:r>
    </w:p>
    <w:p w:rsidR="00C563CB" w:rsidRDefault="00C563CB" w:rsidP="00CD60A2">
      <w:pPr>
        <w:pStyle w:val="libItalic"/>
      </w:pPr>
      <w:proofErr w:type="gramStart"/>
      <w:r w:rsidRPr="00CD60A2">
        <w:t>i</w:t>
      </w:r>
      <w:r>
        <w:t>f</w:t>
      </w:r>
      <w:proofErr w:type="gramEnd"/>
      <w:r>
        <w:t xml:space="preserve"> Shimr proceeds to do anything to her,</w:t>
      </w:r>
    </w:p>
    <w:p w:rsidR="00C563CB" w:rsidRDefault="00C563CB" w:rsidP="00CD60A2">
      <w:pPr>
        <w:pStyle w:val="libItalic"/>
      </w:pPr>
      <w:proofErr w:type="gramStart"/>
      <w:r w:rsidRPr="00CD60A2">
        <w:t>b</w:t>
      </w:r>
      <w:r>
        <w:t>lood</w:t>
      </w:r>
      <w:proofErr w:type="gramEnd"/>
      <w:r>
        <w:t xml:space="preserve"> will flow right now, like water!"</w:t>
      </w:r>
    </w:p>
    <w:p w:rsidR="00C563CB" w:rsidRDefault="00C563CB" w:rsidP="00CD60A2">
      <w:pPr>
        <w:pStyle w:val="libItalic"/>
      </w:pPr>
      <w:r w:rsidRPr="00CD60A2">
        <w:t>Y</w:t>
      </w:r>
      <w:r>
        <w:t>azid, was flabbergasted at this affront</w:t>
      </w:r>
    </w:p>
    <w:p w:rsidR="00C563CB" w:rsidRDefault="00C563CB" w:rsidP="00CD60A2">
      <w:pPr>
        <w:pStyle w:val="libItalic"/>
      </w:pPr>
      <w:r w:rsidRPr="00CD60A2">
        <w:t>H</w:t>
      </w:r>
      <w:r>
        <w:t>e fully realized, they said, what they meant</w:t>
      </w:r>
    </w:p>
    <w:p w:rsidR="00C563CB" w:rsidRDefault="00C563CB" w:rsidP="00CD60A2">
      <w:pPr>
        <w:pStyle w:val="libItalic"/>
      </w:pPr>
      <w:r w:rsidRPr="00CD60A2">
        <w:t>I</w:t>
      </w:r>
      <w:r>
        <w:t>n the light of chandeliers, their swords glistened</w:t>
      </w:r>
    </w:p>
    <w:p w:rsidR="00C563CB" w:rsidRDefault="00C563CB" w:rsidP="00CD60A2">
      <w:pPr>
        <w:pStyle w:val="libItalic"/>
      </w:pPr>
      <w:r w:rsidRPr="00CD60A2">
        <w:t>T</w:t>
      </w:r>
      <w:r>
        <w:t>he coward in him panicked, as he shiveringly listened.</w:t>
      </w:r>
    </w:p>
    <w:p w:rsidR="00C563CB" w:rsidRDefault="00C563CB" w:rsidP="00CD60A2">
      <w:pPr>
        <w:pStyle w:val="libItalic"/>
      </w:pPr>
      <w:r>
        <w:t>"</w:t>
      </w:r>
      <w:r w:rsidRPr="00CD60A2">
        <w:t>S</w:t>
      </w:r>
      <w:r>
        <w:t>himr, withhold your lash; stay where you are</w:t>
      </w:r>
    </w:p>
    <w:p w:rsidR="00C563CB" w:rsidRDefault="00C563CB" w:rsidP="00CD60A2">
      <w:pPr>
        <w:pStyle w:val="libItalic"/>
      </w:pPr>
      <w:r w:rsidRPr="00CD60A2">
        <w:t>I</w:t>
      </w:r>
      <w:r>
        <w:t xml:space="preserve"> will chop off your head, if you harm her;</w:t>
      </w:r>
    </w:p>
    <w:p w:rsidR="00C563CB" w:rsidRDefault="00C563CB" w:rsidP="00CD60A2">
      <w:pPr>
        <w:pStyle w:val="libItalic"/>
      </w:pPr>
      <w:r w:rsidRPr="00CD60A2">
        <w:t>M</w:t>
      </w:r>
      <w:r>
        <w:t>y good fellows, your devotion to me, is such</w:t>
      </w:r>
    </w:p>
    <w:p w:rsidR="00C563CB" w:rsidRDefault="00C563CB" w:rsidP="00CD60A2">
      <w:pPr>
        <w:pStyle w:val="libItalic"/>
      </w:pPr>
      <w:r w:rsidRPr="00CD60A2">
        <w:t>Y</w:t>
      </w:r>
      <w:r>
        <w:t>our sense of honor, I will not touch.</w:t>
      </w:r>
    </w:p>
    <w:p w:rsidR="00C563CB" w:rsidRDefault="00C563CB" w:rsidP="00CD60A2">
      <w:pPr>
        <w:pStyle w:val="libItalic"/>
      </w:pPr>
      <w:r w:rsidRPr="00CD60A2">
        <w:t>T</w:t>
      </w:r>
      <w:r>
        <w:t xml:space="preserve">he courtiers and </w:t>
      </w:r>
      <w:proofErr w:type="gramStart"/>
      <w:r>
        <w:t>others,</w:t>
      </w:r>
      <w:proofErr w:type="gramEnd"/>
      <w:r>
        <w:t xml:space="preserve"> saw his humiliation</w:t>
      </w:r>
    </w:p>
    <w:p w:rsidR="00C563CB" w:rsidRDefault="00C563CB" w:rsidP="00CD60A2">
      <w:pPr>
        <w:pStyle w:val="libItalic"/>
      </w:pPr>
      <w:r w:rsidRPr="00CD60A2">
        <w:t>T</w:t>
      </w:r>
      <w:r>
        <w:t>o display his triumph, was his fascination</w:t>
      </w:r>
    </w:p>
    <w:p w:rsidR="00C563CB" w:rsidRDefault="00C563CB" w:rsidP="00CD60A2">
      <w:pPr>
        <w:pStyle w:val="libItalic"/>
      </w:pPr>
      <w:r w:rsidRPr="00CD60A2">
        <w:t>B</w:t>
      </w:r>
      <w:r>
        <w:t>eating Husayn's head, with a cane of gold knob</w:t>
      </w:r>
    </w:p>
    <w:p w:rsidR="00C563CB" w:rsidRDefault="00C563CB" w:rsidP="00CD60A2">
      <w:pPr>
        <w:pStyle w:val="libItalic"/>
      </w:pPr>
      <w:r w:rsidRPr="00CD60A2">
        <w:t>H</w:t>
      </w:r>
      <w:r>
        <w:t>e rejoiced with glee, as the prisoners sobbed.</w:t>
      </w:r>
    </w:p>
    <w:p w:rsidR="00C563CB" w:rsidRDefault="00C563CB" w:rsidP="00CD60A2">
      <w:pPr>
        <w:pStyle w:val="libItalic"/>
      </w:pPr>
      <w:r w:rsidRPr="00CD60A2">
        <w:t>U</w:t>
      </w:r>
      <w:r>
        <w:t>sing the cane, on the lips of Husayn</w:t>
      </w:r>
    </w:p>
    <w:p w:rsidR="00C563CB" w:rsidRDefault="00C563CB" w:rsidP="00CD60A2">
      <w:pPr>
        <w:pStyle w:val="libItalic"/>
      </w:pPr>
      <w:r w:rsidRPr="00CD60A2">
        <w:t>H</w:t>
      </w:r>
      <w:r>
        <w:t>e chuckled, wickedly, without any shame</w:t>
      </w:r>
    </w:p>
    <w:p w:rsidR="00C563CB" w:rsidRDefault="00C563CB" w:rsidP="00CD60A2">
      <w:pPr>
        <w:pStyle w:val="libItalic"/>
      </w:pPr>
      <w:r>
        <w:t>"</w:t>
      </w:r>
      <w:r w:rsidRPr="00CD60A2">
        <w:t>W</w:t>
      </w:r>
      <w:r>
        <w:t xml:space="preserve">ere not these lips, receiving kisses from </w:t>
      </w:r>
      <w:proofErr w:type="gramStart"/>
      <w:r>
        <w:t>Muhammad</w:t>
      </w:r>
      <w:proofErr w:type="gramEnd"/>
    </w:p>
    <w:p w:rsidR="00C563CB" w:rsidRDefault="00C563CB" w:rsidP="00CD60A2">
      <w:pPr>
        <w:pStyle w:val="libItalic"/>
      </w:pPr>
      <w:proofErr w:type="gramStart"/>
      <w:r w:rsidRPr="00CD60A2">
        <w:t>T</w:t>
      </w:r>
      <w:r>
        <w:t>he same lips, which are now lying in mud."</w:t>
      </w:r>
      <w:proofErr w:type="gramEnd"/>
    </w:p>
    <w:p w:rsidR="00C563CB" w:rsidRDefault="00C563CB" w:rsidP="00CD60A2">
      <w:pPr>
        <w:pStyle w:val="libItalic"/>
      </w:pPr>
      <w:r>
        <w:t>"</w:t>
      </w:r>
      <w:r w:rsidRPr="00CD60A2">
        <w:t>H</w:t>
      </w:r>
      <w:r>
        <w:t>ow delighted my fore-fathers must be</w:t>
      </w:r>
    </w:p>
    <w:p w:rsidR="00C563CB" w:rsidRDefault="00C563CB" w:rsidP="00CD60A2">
      <w:pPr>
        <w:pStyle w:val="libItalic"/>
      </w:pPr>
      <w:r w:rsidRPr="00CD60A2">
        <w:t>H</w:t>
      </w:r>
      <w:r>
        <w:t>ow happy, their souls, must be today, to see</w:t>
      </w:r>
    </w:p>
    <w:p w:rsidR="00C563CB" w:rsidRDefault="00C563CB" w:rsidP="00CD60A2">
      <w:pPr>
        <w:pStyle w:val="libItalic"/>
      </w:pPr>
      <w:r w:rsidRPr="00CD60A2">
        <w:t>I</w:t>
      </w:r>
      <w:r>
        <w:t xml:space="preserve"> have avenged them, for all their defeats</w:t>
      </w:r>
    </w:p>
    <w:p w:rsidR="00C563CB" w:rsidRDefault="00C563CB" w:rsidP="00CD60A2">
      <w:pPr>
        <w:pStyle w:val="libItalic"/>
      </w:pPr>
      <w:proofErr w:type="gramStart"/>
      <w:r w:rsidRPr="00CD60A2">
        <w:t>B</w:t>
      </w:r>
      <w:r>
        <w:t>y butchering Husayn; a daring feat."</w:t>
      </w:r>
      <w:proofErr w:type="gramEnd"/>
    </w:p>
    <w:p w:rsidR="00C563CB" w:rsidRDefault="00C563CB" w:rsidP="00CD60A2">
      <w:pPr>
        <w:pStyle w:val="libItalic"/>
      </w:pPr>
      <w:r>
        <w:t>"</w:t>
      </w:r>
      <w:r w:rsidRPr="00CD60A2">
        <w:t>W</w:t>
      </w:r>
      <w:r>
        <w:t xml:space="preserve">hose head is </w:t>
      </w:r>
      <w:proofErr w:type="gramStart"/>
      <w:r>
        <w:t>this,</w:t>
      </w:r>
      <w:proofErr w:type="gramEnd"/>
      <w:r>
        <w:t xml:space="preserve"> may I ask, O' King?</w:t>
      </w:r>
    </w:p>
    <w:p w:rsidR="00C563CB" w:rsidRDefault="00C563CB" w:rsidP="00CD60A2">
      <w:pPr>
        <w:pStyle w:val="libItalic"/>
      </w:pPr>
      <w:r w:rsidRPr="00CD60A2">
        <w:t>W</w:t>
      </w:r>
      <w:r>
        <w:t>hat crime, had committed, this human being</w:t>
      </w:r>
    </w:p>
    <w:p w:rsidR="00C563CB" w:rsidRDefault="00C563CB" w:rsidP="00CD60A2">
      <w:pPr>
        <w:pStyle w:val="libItalic"/>
      </w:pPr>
      <w:r w:rsidRPr="00CD60A2">
        <w:t>T</w:t>
      </w:r>
      <w:r>
        <w:t>o deserve, this treatment, even after death</w:t>
      </w:r>
    </w:p>
    <w:p w:rsidR="00C563CB" w:rsidRDefault="00C563CB" w:rsidP="00CD60A2">
      <w:pPr>
        <w:pStyle w:val="libItalic"/>
      </w:pPr>
      <w:r w:rsidRPr="00CD60A2">
        <w:t>W</w:t>
      </w:r>
      <w:r>
        <w:t>oeful is the punishment, his family has met."</w:t>
      </w:r>
    </w:p>
    <w:p w:rsidR="00C563CB" w:rsidRDefault="00C563CB" w:rsidP="00CD60A2">
      <w:pPr>
        <w:pStyle w:val="libItalic"/>
      </w:pPr>
      <w:r w:rsidRPr="00CD60A2">
        <w:t>A</w:t>
      </w:r>
      <w:r>
        <w:t>n ambassador, of a foreign country, Abdul Wahab</w:t>
      </w:r>
    </w:p>
    <w:p w:rsidR="00C563CB" w:rsidRDefault="00C563CB" w:rsidP="00CD60A2">
      <w:pPr>
        <w:pStyle w:val="libItalic"/>
      </w:pPr>
      <w:r w:rsidRPr="00CD60A2">
        <w:t>I</w:t>
      </w:r>
      <w:r>
        <w:t>nquired of Yazid, on seeing the holocaust</w:t>
      </w:r>
    </w:p>
    <w:p w:rsidR="00C563CB" w:rsidRDefault="00C563CB" w:rsidP="00CD60A2">
      <w:pPr>
        <w:pStyle w:val="libItalic"/>
      </w:pPr>
      <w:r>
        <w:t>"</w:t>
      </w:r>
      <w:r w:rsidRPr="00CD60A2">
        <w:t>T</w:t>
      </w:r>
      <w:r>
        <w:t>he head is of Prophet's grandson Husayn;</w:t>
      </w:r>
    </w:p>
    <w:p w:rsidR="00C563CB" w:rsidRDefault="00C563CB" w:rsidP="00CD60A2">
      <w:pPr>
        <w:pStyle w:val="libItalic"/>
      </w:pPr>
      <w:r w:rsidRPr="00CD60A2">
        <w:lastRenderedPageBreak/>
        <w:t>H</w:t>
      </w:r>
      <w:r>
        <w:t xml:space="preserve">e, with his supporters, </w:t>
      </w:r>
      <w:proofErr w:type="gramStart"/>
      <w:r>
        <w:t>were</w:t>
      </w:r>
      <w:proofErr w:type="gramEnd"/>
      <w:r>
        <w:t xml:space="preserve"> all slain."</w:t>
      </w:r>
    </w:p>
    <w:p w:rsidR="00C563CB" w:rsidRDefault="00C563CB" w:rsidP="00CD60A2">
      <w:pPr>
        <w:pStyle w:val="libItalic"/>
      </w:pPr>
      <w:r>
        <w:t>"</w:t>
      </w:r>
      <w:r w:rsidRPr="00CD60A2">
        <w:t>T</w:t>
      </w:r>
      <w:r>
        <w:t>hese are the ladies of the house of Prophet</w:t>
      </w:r>
    </w:p>
    <w:p w:rsidR="00C563CB" w:rsidRDefault="00C563CB" w:rsidP="00CD60A2">
      <w:pPr>
        <w:pStyle w:val="libItalic"/>
      </w:pPr>
      <w:r w:rsidRPr="00CD60A2">
        <w:t>W</w:t>
      </w:r>
      <w:r>
        <w:t>atching them in distress is, to me, a treat</w:t>
      </w:r>
    </w:p>
    <w:p w:rsidR="00C563CB" w:rsidRDefault="00C563CB" w:rsidP="00CD60A2">
      <w:pPr>
        <w:pStyle w:val="libItalic"/>
      </w:pPr>
      <w:r w:rsidRPr="00CD60A2">
        <w:t>H</w:t>
      </w:r>
      <w:r>
        <w:t xml:space="preserve">usayn, and his friends, </w:t>
      </w:r>
      <w:proofErr w:type="gramStart"/>
      <w:r>
        <w:t>were put</w:t>
      </w:r>
      <w:proofErr w:type="gramEnd"/>
      <w:r>
        <w:t xml:space="preserve"> to sword</w:t>
      </w:r>
    </w:p>
    <w:p w:rsidR="00C563CB" w:rsidRDefault="00C563CB" w:rsidP="00CD60A2">
      <w:pPr>
        <w:pStyle w:val="libItalic"/>
      </w:pPr>
      <w:r w:rsidRPr="00CD60A2">
        <w:t>O</w:t>
      </w:r>
      <w:r>
        <w:t>pposition to my Caliphate, I can ill-afford."</w:t>
      </w:r>
    </w:p>
    <w:p w:rsidR="00C563CB" w:rsidRDefault="00C563CB" w:rsidP="00CD60A2">
      <w:pPr>
        <w:pStyle w:val="libItalic"/>
      </w:pPr>
      <w:r>
        <w:t>"</w:t>
      </w:r>
      <w:r w:rsidRPr="00CD60A2">
        <w:t>I</w:t>
      </w:r>
      <w:r>
        <w:t xml:space="preserve"> shall subject them, to such punishment</w:t>
      </w:r>
    </w:p>
    <w:p w:rsidR="00C563CB" w:rsidRDefault="00C563CB" w:rsidP="00CD60A2">
      <w:pPr>
        <w:pStyle w:val="libItalic"/>
      </w:pPr>
      <w:r w:rsidRPr="00CD60A2">
        <w:t>T</w:t>
      </w:r>
      <w:r>
        <w:t>o the world, it would be a valuable lesson</w:t>
      </w:r>
    </w:p>
    <w:p w:rsidR="00C563CB" w:rsidRDefault="00C563CB" w:rsidP="00CD60A2">
      <w:pPr>
        <w:pStyle w:val="libItalic"/>
      </w:pPr>
      <w:r w:rsidRPr="00CD60A2">
        <w:t>N</w:t>
      </w:r>
      <w:r>
        <w:t>one, shall question my sovereignty, hereafter</w:t>
      </w:r>
    </w:p>
    <w:p w:rsidR="00C563CB" w:rsidRDefault="00C563CB" w:rsidP="00CD60A2">
      <w:pPr>
        <w:pStyle w:val="libItalic"/>
      </w:pPr>
      <w:r w:rsidRPr="00CD60A2">
        <w:t>T</w:t>
      </w:r>
      <w:r>
        <w:t>heir punishment, will be, no fun and laughter."</w:t>
      </w:r>
    </w:p>
    <w:p w:rsidR="00C563CB" w:rsidRDefault="00C563CB" w:rsidP="00CD60A2">
      <w:pPr>
        <w:pStyle w:val="libItalic"/>
      </w:pPr>
      <w:r>
        <w:t>"</w:t>
      </w:r>
      <w:r w:rsidRPr="00CD60A2">
        <w:t>Y</w:t>
      </w:r>
      <w:r>
        <w:t>ou have committed the greatest sin, O' King!</w:t>
      </w:r>
    </w:p>
    <w:p w:rsidR="00C563CB" w:rsidRDefault="00C563CB" w:rsidP="00CD60A2">
      <w:pPr>
        <w:pStyle w:val="libItalic"/>
      </w:pPr>
      <w:r w:rsidRPr="00CD60A2">
        <w:t>I</w:t>
      </w:r>
      <w:r>
        <w:t xml:space="preserve"> have not heard of such tortures and killings;</w:t>
      </w:r>
    </w:p>
    <w:p w:rsidR="00C563CB" w:rsidRDefault="00C563CB" w:rsidP="00CD60A2">
      <w:pPr>
        <w:pStyle w:val="libItalic"/>
      </w:pPr>
      <w:r w:rsidRPr="00CD60A2">
        <w:t>M</w:t>
      </w:r>
      <w:r>
        <w:t>y people treat me with highest respect,</w:t>
      </w:r>
    </w:p>
    <w:p w:rsidR="00C563CB" w:rsidRDefault="00C563CB" w:rsidP="00CD60A2">
      <w:pPr>
        <w:pStyle w:val="libItalic"/>
      </w:pPr>
      <w:proofErr w:type="gramStart"/>
      <w:r w:rsidRPr="00CD60A2">
        <w:t>F</w:t>
      </w:r>
      <w:r>
        <w:t>or being a descendent of their Prophet."</w:t>
      </w:r>
      <w:proofErr w:type="gramEnd"/>
    </w:p>
    <w:p w:rsidR="00C563CB" w:rsidRDefault="00C563CB" w:rsidP="00CD60A2">
      <w:pPr>
        <w:pStyle w:val="libItalic"/>
      </w:pPr>
      <w:r w:rsidRPr="00CD60A2">
        <w:t>H</w:t>
      </w:r>
      <w:r>
        <w:t>e then turned toward Zainal Abedeen</w:t>
      </w:r>
    </w:p>
    <w:p w:rsidR="00C563CB" w:rsidRDefault="00C563CB" w:rsidP="00CD60A2">
      <w:pPr>
        <w:pStyle w:val="libItalic"/>
      </w:pPr>
      <w:r>
        <w:t>"</w:t>
      </w:r>
      <w:r w:rsidRPr="00CD60A2">
        <w:t>A</w:t>
      </w:r>
      <w:r>
        <w:t>li, from what I have heard and seen</w:t>
      </w:r>
    </w:p>
    <w:p w:rsidR="00C563CB" w:rsidRDefault="00C563CB" w:rsidP="00CD60A2">
      <w:pPr>
        <w:pStyle w:val="libItalic"/>
      </w:pPr>
      <w:r w:rsidRPr="00CD60A2">
        <w:t>Y</w:t>
      </w:r>
      <w:r>
        <w:t>our father, indeed, was the noblest soul</w:t>
      </w:r>
    </w:p>
    <w:p w:rsidR="00C563CB" w:rsidRDefault="00C563CB" w:rsidP="00CD60A2">
      <w:pPr>
        <w:pStyle w:val="libItalic"/>
      </w:pPr>
      <w:r w:rsidRPr="00CD60A2">
        <w:t>T</w:t>
      </w:r>
      <w:r>
        <w:t>o fight this tyrant, was a courageous role."</w:t>
      </w:r>
    </w:p>
    <w:p w:rsidR="00C563CB" w:rsidRDefault="00C563CB" w:rsidP="00CD60A2">
      <w:pPr>
        <w:pStyle w:val="libItalic"/>
      </w:pPr>
      <w:r>
        <w:t>"</w:t>
      </w:r>
      <w:r w:rsidRPr="00CD60A2">
        <w:t>I</w:t>
      </w:r>
      <w:r>
        <w:t xml:space="preserve"> declare, my faith, in your esteemed religion</w:t>
      </w:r>
    </w:p>
    <w:p w:rsidR="00C563CB" w:rsidRDefault="00C563CB" w:rsidP="00CD60A2">
      <w:pPr>
        <w:pStyle w:val="libItalic"/>
      </w:pPr>
      <w:proofErr w:type="gramStart"/>
      <w:r w:rsidRPr="00CD60A2">
        <w:t>f</w:t>
      </w:r>
      <w:r>
        <w:t>ully</w:t>
      </w:r>
      <w:proofErr w:type="gramEnd"/>
      <w:r>
        <w:t xml:space="preserve"> aware of the consequences of the decision,</w:t>
      </w:r>
    </w:p>
    <w:p w:rsidR="00C563CB" w:rsidRDefault="00C563CB" w:rsidP="00CD60A2">
      <w:pPr>
        <w:pStyle w:val="libItalic"/>
      </w:pPr>
      <w:r w:rsidRPr="00CD60A2">
        <w:t>I</w:t>
      </w:r>
      <w:r>
        <w:t xml:space="preserve"> denounce the usurper, the incarnation of 'devil';</w:t>
      </w:r>
    </w:p>
    <w:p w:rsidR="00C563CB" w:rsidRDefault="00C563CB" w:rsidP="00CD60A2">
      <w:pPr>
        <w:pStyle w:val="libItalic"/>
      </w:pPr>
      <w:r w:rsidRPr="00CD60A2">
        <w:t>H</w:t>
      </w:r>
      <w:r>
        <w:t>e is the fittest epitome of the highest evil."</w:t>
      </w:r>
    </w:p>
    <w:p w:rsidR="00C563CB" w:rsidRDefault="00C563CB" w:rsidP="00CD60A2">
      <w:pPr>
        <w:pStyle w:val="libItalic"/>
      </w:pPr>
      <w:r w:rsidRPr="00CD60A2">
        <w:t>Y</w:t>
      </w:r>
      <w:r>
        <w:t>azid was mad with rage, smarting under insult</w:t>
      </w:r>
    </w:p>
    <w:p w:rsidR="00C563CB" w:rsidRDefault="00C563CB" w:rsidP="00CD60A2">
      <w:pPr>
        <w:pStyle w:val="libItalic"/>
      </w:pPr>
      <w:r w:rsidRPr="00CD60A2">
        <w:t>M</w:t>
      </w:r>
      <w:r>
        <w:t>ost unexpected was the rebuke, staggering the result</w:t>
      </w:r>
    </w:p>
    <w:p w:rsidR="00C563CB" w:rsidRDefault="00C563CB" w:rsidP="00CD60A2">
      <w:pPr>
        <w:pStyle w:val="libItalic"/>
      </w:pPr>
      <w:r>
        <w:t>"</w:t>
      </w:r>
      <w:r w:rsidRPr="00CD60A2">
        <w:t>D</w:t>
      </w:r>
      <w:r>
        <w:t>rag away the Ambassador," Yazid angrily demanded</w:t>
      </w:r>
    </w:p>
    <w:p w:rsidR="00C563CB" w:rsidRDefault="00C563CB" w:rsidP="00CD60A2">
      <w:pPr>
        <w:pStyle w:val="libItalic"/>
      </w:pPr>
      <w:r>
        <w:t>"</w:t>
      </w:r>
      <w:r w:rsidRPr="00CD60A2">
        <w:t>C</w:t>
      </w:r>
      <w:r>
        <w:t>hop off his head," like a mad cap, he next commanded.</w:t>
      </w:r>
    </w:p>
    <w:p w:rsidR="00C563CB" w:rsidRDefault="00C563CB" w:rsidP="00CD60A2">
      <w:pPr>
        <w:pStyle w:val="libItalic"/>
      </w:pPr>
      <w:r w:rsidRPr="00CD60A2">
        <w:t>P</w:t>
      </w:r>
      <w:r>
        <w:t>in drop silence prevailed; everyone was reserved</w:t>
      </w:r>
    </w:p>
    <w:p w:rsidR="00C563CB" w:rsidRDefault="00C563CB" w:rsidP="00CD60A2">
      <w:pPr>
        <w:pStyle w:val="libItalic"/>
      </w:pPr>
      <w:r w:rsidRPr="00CD60A2">
        <w:t>G</w:t>
      </w:r>
      <w:r>
        <w:t>ulping down cups of wine, to soothe his nerves</w:t>
      </w:r>
    </w:p>
    <w:p w:rsidR="00C563CB" w:rsidRDefault="00C563CB" w:rsidP="00CD60A2">
      <w:pPr>
        <w:pStyle w:val="libItalic"/>
      </w:pPr>
      <w:r>
        <w:t>"</w:t>
      </w:r>
      <w:r w:rsidRPr="00CD60A2">
        <w:t>Y</w:t>
      </w:r>
      <w:r>
        <w:t>ou there," he shouted at Imam Zainal Abedeen</w:t>
      </w:r>
    </w:p>
    <w:p w:rsidR="00C563CB" w:rsidRDefault="00C563CB" w:rsidP="00CD60A2">
      <w:pPr>
        <w:pStyle w:val="libItalic"/>
      </w:pPr>
      <w:r>
        <w:t>"</w:t>
      </w:r>
      <w:r w:rsidRPr="00CD60A2">
        <w:t>Y</w:t>
      </w:r>
      <w:r>
        <w:t>our punishment shall be such, the world has not seen."</w:t>
      </w:r>
    </w:p>
    <w:p w:rsidR="00C563CB" w:rsidRDefault="00C563CB" w:rsidP="00CD60A2">
      <w:pPr>
        <w:pStyle w:val="libItalic"/>
      </w:pPr>
      <w:r>
        <w:t>"</w:t>
      </w:r>
      <w:r w:rsidRPr="00CD60A2">
        <w:t>Y</w:t>
      </w:r>
      <w:r>
        <w:t>ou shall pay dearly for his sins</w:t>
      </w:r>
    </w:p>
    <w:p w:rsidR="00C563CB" w:rsidRDefault="00C563CB" w:rsidP="00CD60A2">
      <w:pPr>
        <w:pStyle w:val="libItalic"/>
      </w:pPr>
      <w:proofErr w:type="gramStart"/>
      <w:r w:rsidRPr="00CD60A2">
        <w:t>f</w:t>
      </w:r>
      <w:r>
        <w:t>or</w:t>
      </w:r>
      <w:proofErr w:type="gramEnd"/>
      <w:r>
        <w:t xml:space="preserve"> the insults and rebukes, flung by him</w:t>
      </w:r>
    </w:p>
    <w:p w:rsidR="00C563CB" w:rsidRDefault="00C563CB" w:rsidP="00CD60A2">
      <w:pPr>
        <w:pStyle w:val="libItalic"/>
      </w:pPr>
      <w:r w:rsidRPr="00CD60A2">
        <w:t>I</w:t>
      </w:r>
      <w:r>
        <w:t xml:space="preserve"> shall chop off your head, here and now</w:t>
      </w:r>
    </w:p>
    <w:p w:rsidR="00C563CB" w:rsidRDefault="00C563CB" w:rsidP="00CD60A2">
      <w:pPr>
        <w:pStyle w:val="libItalic"/>
      </w:pPr>
      <w:r w:rsidRPr="00CD60A2">
        <w:t>T</w:t>
      </w:r>
      <w:r>
        <w:t>o wreak vengeance, I have the know-how."</w:t>
      </w:r>
    </w:p>
    <w:p w:rsidR="00C563CB" w:rsidRDefault="00C563CB" w:rsidP="00CD60A2">
      <w:pPr>
        <w:pStyle w:val="libItalic"/>
      </w:pPr>
      <w:r w:rsidRPr="00CD60A2">
        <w:t>O</w:t>
      </w:r>
      <w:r>
        <w:t>n second thought, he added, trying to be tough</w:t>
      </w:r>
    </w:p>
    <w:p w:rsidR="00C563CB" w:rsidRDefault="00C563CB" w:rsidP="00CD60A2">
      <w:pPr>
        <w:pStyle w:val="libItalic"/>
      </w:pPr>
      <w:r>
        <w:t>"</w:t>
      </w:r>
      <w:r w:rsidRPr="00CD60A2">
        <w:t>N</w:t>
      </w:r>
      <w:r>
        <w:t>o, no; killing you will not be enough</w:t>
      </w:r>
    </w:p>
    <w:p w:rsidR="00C563CB" w:rsidRDefault="00C563CB" w:rsidP="00CD60A2">
      <w:pPr>
        <w:pStyle w:val="libItalic"/>
      </w:pPr>
      <w:r w:rsidRPr="00CD60A2">
        <w:t>Y</w:t>
      </w:r>
      <w:r>
        <w:t>our life, will be a living death, everyday</w:t>
      </w:r>
    </w:p>
    <w:p w:rsidR="00C563CB" w:rsidRDefault="00C563CB" w:rsidP="00CD60A2">
      <w:pPr>
        <w:pStyle w:val="libItalic"/>
      </w:pPr>
      <w:r w:rsidRPr="00CD60A2">
        <w:t>Y</w:t>
      </w:r>
      <w:r>
        <w:t>ou will pine for death, even while you pray."</w:t>
      </w:r>
    </w:p>
    <w:p w:rsidR="00C563CB" w:rsidRDefault="00C563CB" w:rsidP="00CD60A2">
      <w:pPr>
        <w:pStyle w:val="libItalic"/>
      </w:pPr>
      <w:r w:rsidRPr="00CD60A2">
        <w:t>I</w:t>
      </w:r>
      <w:r>
        <w:t>n a feeble, but clear ringing voice,</w:t>
      </w:r>
    </w:p>
    <w:p w:rsidR="00C563CB" w:rsidRDefault="00C563CB" w:rsidP="00CD60A2">
      <w:pPr>
        <w:pStyle w:val="libItalic"/>
      </w:pPr>
      <w:r w:rsidRPr="00CD60A2">
        <w:t>S</w:t>
      </w:r>
      <w:r>
        <w:t>aid Zainal Abedeen, "O' tyrant do not rejoice</w:t>
      </w:r>
    </w:p>
    <w:p w:rsidR="00C563CB" w:rsidRDefault="00C563CB" w:rsidP="00CD60A2">
      <w:pPr>
        <w:pStyle w:val="libItalic"/>
      </w:pPr>
      <w:r w:rsidRPr="00CD60A2">
        <w:t>W</w:t>
      </w:r>
      <w:r>
        <w:t>orst torture, is to make our ladies stand,</w:t>
      </w:r>
    </w:p>
    <w:p w:rsidR="00C563CB" w:rsidRDefault="00C563CB" w:rsidP="00CD60A2">
      <w:pPr>
        <w:pStyle w:val="libItalic"/>
      </w:pPr>
      <w:proofErr w:type="gramStart"/>
      <w:r w:rsidRPr="00CD60A2">
        <w:t>W</w:t>
      </w:r>
      <w:r>
        <w:t>ithout any veils, in this Islamic land."</w:t>
      </w:r>
      <w:proofErr w:type="gramEnd"/>
    </w:p>
    <w:p w:rsidR="00C563CB" w:rsidRDefault="00C563CB" w:rsidP="00CD60A2">
      <w:pPr>
        <w:pStyle w:val="libItalic"/>
      </w:pPr>
      <w:r>
        <w:t>"</w:t>
      </w:r>
      <w:r w:rsidRPr="00CD60A2">
        <w:t>I</w:t>
      </w:r>
      <w:r>
        <w:t xml:space="preserve"> am not frightened by your threats</w:t>
      </w:r>
    </w:p>
    <w:p w:rsidR="00C563CB" w:rsidRDefault="00C563CB" w:rsidP="00CD60A2">
      <w:pPr>
        <w:pStyle w:val="libItalic"/>
      </w:pPr>
      <w:r w:rsidRPr="00CD60A2">
        <w:t>T</w:t>
      </w:r>
      <w:r>
        <w:t xml:space="preserve">he descendents of </w:t>
      </w:r>
      <w:proofErr w:type="gramStart"/>
      <w:r>
        <w:t>Prophet,</w:t>
      </w:r>
      <w:proofErr w:type="gramEnd"/>
      <w:r>
        <w:t xml:space="preserve"> have no fear of death</w:t>
      </w:r>
    </w:p>
    <w:p w:rsidR="00C563CB" w:rsidRDefault="00C563CB" w:rsidP="00CD60A2">
      <w:pPr>
        <w:pStyle w:val="libItalic"/>
      </w:pPr>
      <w:r w:rsidRPr="00CD60A2">
        <w:t>T</w:t>
      </w:r>
      <w:r>
        <w:t>hose who love God, are severely tried by him,</w:t>
      </w:r>
    </w:p>
    <w:p w:rsidR="00C563CB" w:rsidRDefault="00C563CB" w:rsidP="00CD60A2">
      <w:pPr>
        <w:pStyle w:val="libItalic"/>
      </w:pPr>
      <w:r w:rsidRPr="00CD60A2">
        <w:t>T</w:t>
      </w:r>
      <w:r>
        <w:t>o display their true faith and heaven win."</w:t>
      </w:r>
    </w:p>
    <w:p w:rsidR="00C563CB" w:rsidRDefault="00C563CB" w:rsidP="00CD60A2">
      <w:pPr>
        <w:pStyle w:val="libItalic"/>
      </w:pPr>
      <w:r w:rsidRPr="00CD60A2">
        <w:t>T</w:t>
      </w:r>
      <w:r>
        <w:t>he retort evoked spontaneous whispers of admiration</w:t>
      </w:r>
    </w:p>
    <w:p w:rsidR="00C563CB" w:rsidRDefault="00C563CB" w:rsidP="00CD60A2">
      <w:pPr>
        <w:pStyle w:val="libItalic"/>
      </w:pPr>
      <w:r w:rsidRPr="00CD60A2">
        <w:t>D</w:t>
      </w:r>
      <w:r>
        <w:t>espite his cunning nature, Yazid was visibly shaken</w:t>
      </w:r>
    </w:p>
    <w:p w:rsidR="00C563CB" w:rsidRDefault="00C563CB" w:rsidP="00CD60A2">
      <w:pPr>
        <w:pStyle w:val="libItalic"/>
      </w:pPr>
      <w:r w:rsidRPr="00CD60A2">
        <w:t>H</w:t>
      </w:r>
      <w:r>
        <w:t>e feigned loud laughter to cover his embarrassment</w:t>
      </w:r>
    </w:p>
    <w:p w:rsidR="00C563CB" w:rsidRDefault="00C563CB" w:rsidP="00CD60A2">
      <w:pPr>
        <w:pStyle w:val="libItalic"/>
      </w:pPr>
      <w:r w:rsidRPr="00CD60A2">
        <w:lastRenderedPageBreak/>
        <w:t>H</w:t>
      </w:r>
      <w:r>
        <w:t>e still tried to justify the unparalleled harassment.</w:t>
      </w:r>
    </w:p>
    <w:p w:rsidR="00C563CB" w:rsidRDefault="00C563CB" w:rsidP="00CD60A2">
      <w:pPr>
        <w:pStyle w:val="libItalic"/>
      </w:pPr>
      <w:r>
        <w:t>"</w:t>
      </w:r>
      <w:r w:rsidRPr="00CD60A2">
        <w:t>G</w:t>
      </w:r>
      <w:r>
        <w:t>od inflicted this punishment on you all</w:t>
      </w:r>
    </w:p>
    <w:p w:rsidR="00C563CB" w:rsidRDefault="00C563CB" w:rsidP="00CD60A2">
      <w:pPr>
        <w:pStyle w:val="libItalic"/>
      </w:pPr>
      <w:proofErr w:type="gramStart"/>
      <w:r w:rsidRPr="00CD60A2">
        <w:t>f</w:t>
      </w:r>
      <w:r>
        <w:t>or</w:t>
      </w:r>
      <w:proofErr w:type="gramEnd"/>
      <w:r>
        <w:t xml:space="preserve"> your father's obduracy and defiance of my call</w:t>
      </w:r>
    </w:p>
    <w:p w:rsidR="00C563CB" w:rsidRDefault="00C563CB" w:rsidP="00CD60A2">
      <w:pPr>
        <w:pStyle w:val="libItalic"/>
      </w:pPr>
      <w:proofErr w:type="gramStart"/>
      <w:r w:rsidRPr="00CD60A2">
        <w:t>t</w:t>
      </w:r>
      <w:r>
        <w:t>o</w:t>
      </w:r>
      <w:proofErr w:type="gramEnd"/>
      <w:r>
        <w:t xml:space="preserve"> accept my lawful authority, you are reluctant still</w:t>
      </w:r>
    </w:p>
    <w:p w:rsidR="00C563CB" w:rsidRDefault="00C563CB" w:rsidP="00CD60A2">
      <w:pPr>
        <w:pStyle w:val="libItalic"/>
      </w:pPr>
      <w:proofErr w:type="gramStart"/>
      <w:r w:rsidRPr="00CD60A2">
        <w:t>y</w:t>
      </w:r>
      <w:r>
        <w:t>ou</w:t>
      </w:r>
      <w:proofErr w:type="gramEnd"/>
      <w:r>
        <w:t xml:space="preserve"> got what you deserved, according to his will."</w:t>
      </w:r>
    </w:p>
    <w:p w:rsidR="00C563CB" w:rsidRDefault="00C563CB" w:rsidP="00CD60A2">
      <w:pPr>
        <w:pStyle w:val="libItalic"/>
      </w:pPr>
      <w:r>
        <w:t>"</w:t>
      </w:r>
      <w:r w:rsidRPr="00CD60A2">
        <w:t>O</w:t>
      </w:r>
      <w:r>
        <w:t>' tyrant, do not distort the words of God</w:t>
      </w:r>
    </w:p>
    <w:p w:rsidR="00C563CB" w:rsidRDefault="00C563CB" w:rsidP="00CD60A2">
      <w:pPr>
        <w:pStyle w:val="libItalic"/>
      </w:pPr>
      <w:proofErr w:type="gramStart"/>
      <w:r w:rsidRPr="00CD60A2">
        <w:t>t</w:t>
      </w:r>
      <w:r>
        <w:t>o</w:t>
      </w:r>
      <w:proofErr w:type="gramEnd"/>
      <w:r>
        <w:t xml:space="preserve"> act with justice or to ride rough shod,</w:t>
      </w:r>
    </w:p>
    <w:p w:rsidR="00C563CB" w:rsidRDefault="00C563CB" w:rsidP="00CD60A2">
      <w:pPr>
        <w:pStyle w:val="libItalic"/>
      </w:pPr>
      <w:proofErr w:type="gramStart"/>
      <w:r w:rsidRPr="00CD60A2">
        <w:t>h</w:t>
      </w:r>
      <w:r>
        <w:t>e</w:t>
      </w:r>
      <w:proofErr w:type="gramEnd"/>
      <w:r>
        <w:t xml:space="preserve"> gives opportunities to all women and men;</w:t>
      </w:r>
    </w:p>
    <w:p w:rsidR="00C563CB" w:rsidRDefault="00C563CB" w:rsidP="00CD60A2">
      <w:pPr>
        <w:pStyle w:val="libItalic"/>
      </w:pPr>
      <w:proofErr w:type="gramStart"/>
      <w:r w:rsidRPr="00CD60A2">
        <w:t>p</w:t>
      </w:r>
      <w:r>
        <w:t>unishment</w:t>
      </w:r>
      <w:proofErr w:type="gramEnd"/>
      <w:r>
        <w:t xml:space="preserve"> ultimately over takes those with evil in them."</w:t>
      </w:r>
    </w:p>
    <w:p w:rsidR="00C563CB" w:rsidRDefault="00C563CB" w:rsidP="00CD60A2">
      <w:pPr>
        <w:pStyle w:val="libItalic"/>
      </w:pPr>
      <w:r w:rsidRPr="00CD60A2">
        <w:t>Y</w:t>
      </w:r>
      <w:r>
        <w:t>azid was speechless; he could not reply</w:t>
      </w:r>
    </w:p>
    <w:p w:rsidR="00C563CB" w:rsidRDefault="00C563CB" w:rsidP="00CD60A2">
      <w:pPr>
        <w:pStyle w:val="libItalic"/>
      </w:pPr>
      <w:r w:rsidRPr="00CD60A2">
        <w:t>H</w:t>
      </w:r>
      <w:r>
        <w:t>is mouth was sealed, much as he did try</w:t>
      </w:r>
    </w:p>
    <w:p w:rsidR="00C563CB" w:rsidRDefault="00C563CB" w:rsidP="00CD60A2">
      <w:pPr>
        <w:pStyle w:val="libItalic"/>
      </w:pPr>
      <w:r w:rsidRPr="00CD60A2">
        <w:t>A</w:t>
      </w:r>
      <w:r>
        <w:t xml:space="preserve"> subservient courtier, anxious to curry favor</w:t>
      </w:r>
    </w:p>
    <w:p w:rsidR="00C563CB" w:rsidRDefault="00C563CB" w:rsidP="00CD60A2">
      <w:pPr>
        <w:pStyle w:val="libItalic"/>
      </w:pPr>
      <w:proofErr w:type="gramStart"/>
      <w:r w:rsidRPr="00CD60A2">
        <w:t>B</w:t>
      </w:r>
      <w:r>
        <w:t>owed before him, thinking himself too clever.</w:t>
      </w:r>
      <w:proofErr w:type="gramEnd"/>
    </w:p>
    <w:p w:rsidR="00C563CB" w:rsidRDefault="00C563CB" w:rsidP="00CD60A2">
      <w:pPr>
        <w:pStyle w:val="libItalic"/>
      </w:pPr>
      <w:r>
        <w:t>"</w:t>
      </w:r>
      <w:proofErr w:type="gramStart"/>
      <w:r w:rsidRPr="00CD60A2">
        <w:t>Y</w:t>
      </w:r>
      <w:r>
        <w:t>our</w:t>
      </w:r>
      <w:proofErr w:type="gramEnd"/>
      <w:r>
        <w:t xml:space="preserve"> Majesty, your indulgence I crave</w:t>
      </w:r>
    </w:p>
    <w:p w:rsidR="00C563CB" w:rsidRDefault="00C563CB" w:rsidP="00CD60A2">
      <w:pPr>
        <w:pStyle w:val="libItalic"/>
      </w:pPr>
      <w:r w:rsidRPr="00CD60A2">
        <w:t>B</w:t>
      </w:r>
      <w:r>
        <w:t>estow that girl, Sakina, on me as a slave."</w:t>
      </w:r>
    </w:p>
    <w:p w:rsidR="00C563CB" w:rsidRDefault="00C563CB" w:rsidP="00CD60A2">
      <w:pPr>
        <w:pStyle w:val="libItalic"/>
      </w:pPr>
      <w:r w:rsidRPr="00CD60A2">
        <w:t>Z</w:t>
      </w:r>
      <w:r>
        <w:t>aynab standing nearby, with her head bowed</w:t>
      </w:r>
    </w:p>
    <w:p w:rsidR="00C563CB" w:rsidRDefault="00C563CB" w:rsidP="00CD60A2">
      <w:pPr>
        <w:pStyle w:val="libItalic"/>
      </w:pPr>
      <w:r w:rsidRPr="00CD60A2">
        <w:t>W</w:t>
      </w:r>
      <w:r>
        <w:t>as furious, and infuriated as never before.</w:t>
      </w:r>
    </w:p>
    <w:p w:rsidR="00C563CB" w:rsidRDefault="00C563CB" w:rsidP="00CD60A2">
      <w:pPr>
        <w:pStyle w:val="libItalic"/>
      </w:pPr>
      <w:r>
        <w:t>"</w:t>
      </w:r>
      <w:r w:rsidRPr="00CD60A2">
        <w:t>Y</w:t>
      </w:r>
      <w:r>
        <w:t>ou, wretched soul; no shame you have</w:t>
      </w:r>
    </w:p>
    <w:p w:rsidR="00C563CB" w:rsidRDefault="00C563CB" w:rsidP="00CD60A2">
      <w:pPr>
        <w:pStyle w:val="libItalic"/>
      </w:pPr>
      <w:r w:rsidRPr="00CD60A2">
        <w:t>P</w:t>
      </w:r>
      <w:r>
        <w:t>rophets grandchild, you wish to enslave</w:t>
      </w:r>
    </w:p>
    <w:p w:rsidR="00C563CB" w:rsidRDefault="00C563CB" w:rsidP="00CD60A2">
      <w:pPr>
        <w:pStyle w:val="libItalic"/>
      </w:pPr>
      <w:r w:rsidRPr="00CD60A2">
        <w:t>I</w:t>
      </w:r>
      <w:r>
        <w:t xml:space="preserve">s there none amongst you, even to </w:t>
      </w:r>
      <w:proofErr w:type="gramStart"/>
      <w:r>
        <w:t>protest</w:t>
      </w:r>
      <w:proofErr w:type="gramEnd"/>
    </w:p>
    <w:p w:rsidR="00C563CB" w:rsidRDefault="00C563CB" w:rsidP="00CD60A2">
      <w:pPr>
        <w:pStyle w:val="libItalic"/>
      </w:pPr>
      <w:proofErr w:type="gramStart"/>
      <w:r w:rsidRPr="00CD60A2">
        <w:t>A</w:t>
      </w:r>
      <w:r>
        <w:t>gainst the shocking and shameless request."</w:t>
      </w:r>
      <w:proofErr w:type="gramEnd"/>
    </w:p>
    <w:p w:rsidR="00C563CB" w:rsidRDefault="00C563CB" w:rsidP="00CD60A2">
      <w:pPr>
        <w:pStyle w:val="libItalic"/>
      </w:pPr>
      <w:r w:rsidRPr="00CD60A2">
        <w:t>A</w:t>
      </w:r>
      <w:r>
        <w:t xml:space="preserve"> gold embroidered curtain only ruffled in shame</w:t>
      </w:r>
    </w:p>
    <w:p w:rsidR="00C563CB" w:rsidRDefault="00C563CB" w:rsidP="00CD60A2">
      <w:pPr>
        <w:pStyle w:val="libItalic"/>
      </w:pPr>
      <w:r w:rsidRPr="00CD60A2">
        <w:t>H</w:t>
      </w:r>
      <w:r>
        <w:t>ind, Yazid's favorite wife, entered the harem</w:t>
      </w:r>
    </w:p>
    <w:p w:rsidR="00C563CB" w:rsidRDefault="00C563CB" w:rsidP="00CD60A2">
      <w:pPr>
        <w:pStyle w:val="libItalic"/>
      </w:pPr>
      <w:r w:rsidRPr="00CD60A2">
        <w:t>O</w:t>
      </w:r>
      <w:r>
        <w:t>nce, she had been a lady-in-waiting, to Zaynab</w:t>
      </w:r>
    </w:p>
    <w:p w:rsidR="00C563CB" w:rsidRDefault="00C563CB" w:rsidP="00CD60A2">
      <w:pPr>
        <w:pStyle w:val="libItalic"/>
      </w:pPr>
      <w:r w:rsidRPr="00CD60A2">
        <w:t>A</w:t>
      </w:r>
      <w:r>
        <w:t xml:space="preserve"> devout </w:t>
      </w:r>
      <w:proofErr w:type="gramStart"/>
      <w:r>
        <w:t>lady</w:t>
      </w:r>
      <w:proofErr w:type="gramEnd"/>
      <w:r>
        <w:t>, a believer in Almighty Rab.</w:t>
      </w:r>
    </w:p>
    <w:p w:rsidR="00C563CB" w:rsidRDefault="00C563CB" w:rsidP="00CD60A2">
      <w:pPr>
        <w:pStyle w:val="libItalic"/>
      </w:pPr>
      <w:r w:rsidRPr="00CD60A2">
        <w:t>S</w:t>
      </w:r>
      <w:r>
        <w:t>he still remembered Zaynab, with devotion</w:t>
      </w:r>
    </w:p>
    <w:p w:rsidR="00C563CB" w:rsidRDefault="00C563CB" w:rsidP="00CD60A2">
      <w:pPr>
        <w:pStyle w:val="libItalic"/>
      </w:pPr>
      <w:r w:rsidRPr="00CD60A2">
        <w:t>Y</w:t>
      </w:r>
      <w:r>
        <w:t>azid knowing this had concealed his intention,</w:t>
      </w:r>
    </w:p>
    <w:p w:rsidR="00C563CB" w:rsidRDefault="00C563CB" w:rsidP="00CD60A2">
      <w:pPr>
        <w:pStyle w:val="libItalic"/>
      </w:pPr>
      <w:r w:rsidRPr="00CD60A2">
        <w:t>T</w:t>
      </w:r>
      <w:r>
        <w:t>o kill Husayn and his family's enslavement;</w:t>
      </w:r>
    </w:p>
    <w:p w:rsidR="00C563CB" w:rsidRDefault="00C563CB" w:rsidP="00CD60A2">
      <w:pPr>
        <w:pStyle w:val="libItalic"/>
      </w:pPr>
      <w:r w:rsidRPr="00CD60A2">
        <w:t>S</w:t>
      </w:r>
      <w:r>
        <w:t>he was unaware, of the tragic development.</w:t>
      </w:r>
    </w:p>
    <w:p w:rsidR="00C563CB" w:rsidRDefault="00C563CB" w:rsidP="00CD60A2">
      <w:pPr>
        <w:pStyle w:val="libItalic"/>
      </w:pPr>
      <w:r w:rsidRPr="00CD60A2">
        <w:t>H</w:t>
      </w:r>
      <w:r>
        <w:t>earing Zaynab's voice, and talk of enslavement,</w:t>
      </w:r>
    </w:p>
    <w:p w:rsidR="00C563CB" w:rsidRDefault="00C563CB" w:rsidP="00CD60A2">
      <w:pPr>
        <w:pStyle w:val="libItalic"/>
      </w:pPr>
      <w:r w:rsidRPr="00CD60A2">
        <w:t>S</w:t>
      </w:r>
      <w:r>
        <w:t>he rushed out, without veil, in a frenzied moment</w:t>
      </w:r>
    </w:p>
    <w:p w:rsidR="00C563CB" w:rsidRDefault="00C563CB" w:rsidP="00CD60A2">
      <w:pPr>
        <w:pStyle w:val="libItalic"/>
      </w:pPr>
      <w:r>
        <w:t>"</w:t>
      </w:r>
      <w:r w:rsidRPr="00CD60A2">
        <w:t>W</w:t>
      </w:r>
      <w:r>
        <w:t>hat is all this about, do let me know</w:t>
      </w:r>
    </w:p>
    <w:p w:rsidR="00C563CB" w:rsidRDefault="00C563CB" w:rsidP="00CD60A2">
      <w:pPr>
        <w:pStyle w:val="libItalic"/>
      </w:pPr>
      <w:r w:rsidRPr="00CD60A2">
        <w:t>W</w:t>
      </w:r>
      <w:r>
        <w:t xml:space="preserve">ho can enslave them, except the lowest of the </w:t>
      </w:r>
      <w:proofErr w:type="gramStart"/>
      <w:r>
        <w:t>low.</w:t>
      </w:r>
      <w:proofErr w:type="gramEnd"/>
      <w:r>
        <w:t>"</w:t>
      </w:r>
    </w:p>
    <w:p w:rsidR="00C563CB" w:rsidRDefault="00C563CB" w:rsidP="00CD60A2">
      <w:pPr>
        <w:pStyle w:val="libItalic"/>
      </w:pPr>
      <w:r w:rsidRPr="00CD60A2">
        <w:t>T</w:t>
      </w:r>
      <w:r>
        <w:t>he action of his wife, was a daring feat</w:t>
      </w:r>
    </w:p>
    <w:p w:rsidR="00C563CB" w:rsidRDefault="00C563CB" w:rsidP="00CD60A2">
      <w:pPr>
        <w:pStyle w:val="libItalic"/>
      </w:pPr>
      <w:r w:rsidRPr="00CD60A2">
        <w:t>C</w:t>
      </w:r>
      <w:r>
        <w:t>oming without a veil, was against custom, indeed</w:t>
      </w:r>
    </w:p>
    <w:p w:rsidR="00C563CB" w:rsidRDefault="00C563CB" w:rsidP="00CD60A2">
      <w:pPr>
        <w:pStyle w:val="libItalic"/>
      </w:pPr>
      <w:r w:rsidRPr="00CD60A2">
        <w:t>Y</w:t>
      </w:r>
      <w:r>
        <w:t>azid, hurriedly shouted orders, dismissing the court</w:t>
      </w:r>
    </w:p>
    <w:p w:rsidR="00C563CB" w:rsidRDefault="00C563CB" w:rsidP="00CD60A2">
      <w:pPr>
        <w:pStyle w:val="libItalic"/>
      </w:pPr>
      <w:r>
        <w:t>"</w:t>
      </w:r>
      <w:r w:rsidRPr="00CD60A2">
        <w:t>C</w:t>
      </w:r>
      <w:r>
        <w:t>arry the captives to the darkest dungeon in the Fort."</w:t>
      </w:r>
    </w:p>
    <w:p w:rsidR="00C563CB" w:rsidRDefault="00C563CB" w:rsidP="00CD60A2">
      <w:pPr>
        <w:pStyle w:val="libItalic"/>
      </w:pPr>
      <w:r w:rsidRPr="00CD60A2">
        <w:t>T</w:t>
      </w:r>
      <w:r>
        <w:t>he good lady kept on questioning her husband</w:t>
      </w:r>
    </w:p>
    <w:p w:rsidR="00C563CB" w:rsidRDefault="00C563CB" w:rsidP="00CD60A2">
      <w:pPr>
        <w:pStyle w:val="libItalic"/>
      </w:pPr>
      <w:r w:rsidRPr="00CD60A2">
        <w:t>W</w:t>
      </w:r>
      <w:r>
        <w:t>ho the prisoners were, she enquired and so on,</w:t>
      </w:r>
    </w:p>
    <w:p w:rsidR="00C563CB" w:rsidRDefault="00C563CB" w:rsidP="00CD60A2">
      <w:pPr>
        <w:pStyle w:val="libItalic"/>
      </w:pPr>
      <w:r w:rsidRPr="00CD60A2">
        <w:t>H</w:t>
      </w:r>
      <w:r>
        <w:t>e gave her evasive replies, to allay her fears</w:t>
      </w:r>
    </w:p>
    <w:p w:rsidR="00C563CB" w:rsidRDefault="00C563CB" w:rsidP="00CD60A2">
      <w:pPr>
        <w:pStyle w:val="libItalic"/>
      </w:pPr>
      <w:r w:rsidRPr="00CD60A2">
        <w:t>T</w:t>
      </w:r>
      <w:r>
        <w:t>he prisoners are not the Prophet's near and dear.</w:t>
      </w:r>
    </w:p>
    <w:p w:rsidR="00C563CB" w:rsidRDefault="00C563CB" w:rsidP="00C563CB">
      <w:pPr>
        <w:pStyle w:val="libNormal"/>
      </w:pPr>
      <w:r>
        <w:br w:type="page"/>
      </w:r>
    </w:p>
    <w:p w:rsidR="00C563CB" w:rsidRDefault="00C563CB" w:rsidP="00C563CB">
      <w:pPr>
        <w:pStyle w:val="Heading1Center"/>
      </w:pPr>
      <w:bookmarkStart w:id="11" w:name="_Toc471903295"/>
      <w:r>
        <w:lastRenderedPageBreak/>
        <w:t>(13) A Rose Bud Fades Away</w:t>
      </w:r>
      <w:bookmarkEnd w:id="11"/>
    </w:p>
    <w:p w:rsidR="00C563CB" w:rsidRDefault="00C563CB" w:rsidP="00CD60A2">
      <w:pPr>
        <w:pStyle w:val="libItalic"/>
      </w:pPr>
      <w:r w:rsidRPr="00CD60A2">
        <w:t>I</w:t>
      </w:r>
      <w:r>
        <w:t>n the dark desolate dungeon, the caravan halted</w:t>
      </w:r>
    </w:p>
    <w:p w:rsidR="00C563CB" w:rsidRDefault="00C563CB" w:rsidP="00CD60A2">
      <w:pPr>
        <w:pStyle w:val="libItalic"/>
      </w:pPr>
      <w:r w:rsidRPr="00CD60A2">
        <w:t>T</w:t>
      </w:r>
      <w:r>
        <w:t>he scorpions and snakes took fright and bolted</w:t>
      </w:r>
    </w:p>
    <w:p w:rsidR="00C563CB" w:rsidRDefault="00C563CB" w:rsidP="00CD60A2">
      <w:pPr>
        <w:pStyle w:val="libItalic"/>
      </w:pPr>
      <w:r w:rsidRPr="00CD60A2">
        <w:t>Z</w:t>
      </w:r>
      <w:r>
        <w:t>aynab and Zainal Abedeen, prostrated themselves in prayer</w:t>
      </w:r>
    </w:p>
    <w:p w:rsidR="00C563CB" w:rsidRDefault="00C563CB" w:rsidP="00CD60A2">
      <w:pPr>
        <w:pStyle w:val="libItalic"/>
      </w:pPr>
      <w:proofErr w:type="gramStart"/>
      <w:r w:rsidRPr="00CD60A2">
        <w:t>W</w:t>
      </w:r>
      <w:r>
        <w:t>ithout a word of complaint, without any demur.</w:t>
      </w:r>
      <w:proofErr w:type="gramEnd"/>
    </w:p>
    <w:p w:rsidR="00C563CB" w:rsidRDefault="00C563CB" w:rsidP="00CD60A2">
      <w:pPr>
        <w:pStyle w:val="libItalic"/>
      </w:pPr>
      <w:r w:rsidRPr="00CD60A2">
        <w:t>I</w:t>
      </w:r>
      <w:r>
        <w:t>t was dark inside, despite the sun's bright rays</w:t>
      </w:r>
    </w:p>
    <w:p w:rsidR="00C563CB" w:rsidRDefault="00C563CB" w:rsidP="00CD60A2">
      <w:pPr>
        <w:pStyle w:val="libItalic"/>
      </w:pPr>
      <w:r w:rsidRPr="00CD60A2">
        <w:t>T</w:t>
      </w:r>
      <w:r>
        <w:t>he stone walls were damp, crumbling with decay</w:t>
      </w:r>
    </w:p>
    <w:p w:rsidR="00C563CB" w:rsidRDefault="00C563CB" w:rsidP="00CD60A2">
      <w:pPr>
        <w:pStyle w:val="libItalic"/>
      </w:pPr>
      <w:r w:rsidRPr="00CD60A2">
        <w:t>L</w:t>
      </w:r>
      <w:r>
        <w:t>ooks of sorrow and despondency, was on each face</w:t>
      </w:r>
    </w:p>
    <w:p w:rsidR="00C563CB" w:rsidRDefault="00C563CB" w:rsidP="00CD60A2">
      <w:pPr>
        <w:pStyle w:val="libItalic"/>
      </w:pPr>
      <w:r w:rsidRPr="00CD60A2">
        <w:t>O</w:t>
      </w:r>
      <w:r>
        <w:t>f joy and laughter, there was not even a trace.</w:t>
      </w:r>
    </w:p>
    <w:p w:rsidR="00C563CB" w:rsidRDefault="00C563CB" w:rsidP="00CD60A2">
      <w:pPr>
        <w:pStyle w:val="libItalic"/>
      </w:pPr>
      <w:r w:rsidRPr="00CD60A2">
        <w:t>T</w:t>
      </w:r>
      <w:r>
        <w:t>he faces depicted sufferings, beyond human endurance</w:t>
      </w:r>
    </w:p>
    <w:p w:rsidR="00C563CB" w:rsidRDefault="00C563CB" w:rsidP="00CD60A2">
      <w:pPr>
        <w:pStyle w:val="libItalic"/>
      </w:pPr>
      <w:r w:rsidRPr="00CD60A2">
        <w:t>P</w:t>
      </w:r>
      <w:r>
        <w:t>rayer was the solace, they enjoyed, without hindrance</w:t>
      </w:r>
    </w:p>
    <w:p w:rsidR="00C563CB" w:rsidRDefault="00C563CB" w:rsidP="00CD60A2">
      <w:pPr>
        <w:pStyle w:val="libItalic"/>
      </w:pPr>
      <w:r w:rsidRPr="00CD60A2">
        <w:t>A</w:t>
      </w:r>
      <w:r>
        <w:t xml:space="preserve"> few stale morsels of bread and a little water</w:t>
      </w:r>
    </w:p>
    <w:p w:rsidR="00C563CB" w:rsidRDefault="00C563CB" w:rsidP="00CD60A2">
      <w:pPr>
        <w:pStyle w:val="libItalic"/>
      </w:pPr>
      <w:r w:rsidRPr="00CD60A2">
        <w:t>W</w:t>
      </w:r>
      <w:r>
        <w:t xml:space="preserve">as their daily ration, in these horrible </w:t>
      </w:r>
      <w:proofErr w:type="gramStart"/>
      <w:r>
        <w:t>quarters.</w:t>
      </w:r>
      <w:proofErr w:type="gramEnd"/>
    </w:p>
    <w:p w:rsidR="00C563CB" w:rsidRDefault="00C563CB" w:rsidP="00CD60A2">
      <w:pPr>
        <w:pStyle w:val="libItalic"/>
      </w:pPr>
      <w:r>
        <w:t>"</w:t>
      </w:r>
      <w:r w:rsidRPr="00CD60A2">
        <w:t>S</w:t>
      </w:r>
      <w:r>
        <w:t>tone walls do not a prison make nor iron bars a cage,"</w:t>
      </w:r>
    </w:p>
    <w:p w:rsidR="00C563CB" w:rsidRDefault="00C563CB" w:rsidP="00CD60A2">
      <w:pPr>
        <w:pStyle w:val="libItalic"/>
      </w:pPr>
      <w:r w:rsidRPr="00CD60A2">
        <w:t>W</w:t>
      </w:r>
      <w:r>
        <w:t>as equally true in that merciless land and cruel age</w:t>
      </w:r>
    </w:p>
    <w:p w:rsidR="00C563CB" w:rsidRDefault="00C563CB" w:rsidP="00CD60A2">
      <w:pPr>
        <w:pStyle w:val="libItalic"/>
      </w:pPr>
      <w:r w:rsidRPr="00CD60A2">
        <w:t>T</w:t>
      </w:r>
      <w:r>
        <w:t>hough in shackles, every night their spirits soared high</w:t>
      </w:r>
    </w:p>
    <w:p w:rsidR="00C563CB" w:rsidRDefault="00C563CB" w:rsidP="00CD60A2">
      <w:pPr>
        <w:pStyle w:val="libItalic"/>
      </w:pPr>
      <w:proofErr w:type="gramStart"/>
      <w:r w:rsidRPr="00CD60A2">
        <w:t>T</w:t>
      </w:r>
      <w:r>
        <w:t>o heights sublime, beyond all plains, in the heavenly sky.</w:t>
      </w:r>
      <w:proofErr w:type="gramEnd"/>
    </w:p>
    <w:p w:rsidR="00C563CB" w:rsidRDefault="00C563CB" w:rsidP="00CD60A2">
      <w:pPr>
        <w:pStyle w:val="libItalic"/>
      </w:pPr>
      <w:r w:rsidRPr="00CD60A2">
        <w:t>S</w:t>
      </w:r>
      <w:r>
        <w:t>akina, woke with a shriek, in the dead of the night</w:t>
      </w:r>
    </w:p>
    <w:p w:rsidR="00C563CB" w:rsidRDefault="00C563CB" w:rsidP="00CD60A2">
      <w:pPr>
        <w:pStyle w:val="libItalic"/>
      </w:pPr>
      <w:r w:rsidRPr="00CD60A2">
        <w:t>S</w:t>
      </w:r>
      <w:r>
        <w:t>he had seen her father's heavenly soothing light</w:t>
      </w:r>
    </w:p>
    <w:p w:rsidR="00C563CB" w:rsidRDefault="00C563CB" w:rsidP="00CD60A2">
      <w:pPr>
        <w:pStyle w:val="libItalic"/>
      </w:pPr>
      <w:r>
        <w:t>"</w:t>
      </w:r>
      <w:r w:rsidRPr="00CD60A2">
        <w:t>O</w:t>
      </w:r>
      <w:r>
        <w:t>' Sakina, you have suffered enough, come with me</w:t>
      </w:r>
    </w:p>
    <w:p w:rsidR="00C563CB" w:rsidRDefault="00C563CB" w:rsidP="00CD60A2">
      <w:pPr>
        <w:pStyle w:val="libItalic"/>
      </w:pPr>
      <w:proofErr w:type="gramStart"/>
      <w:r w:rsidRPr="00CD60A2">
        <w:t>t</w:t>
      </w:r>
      <w:r>
        <w:t>he</w:t>
      </w:r>
      <w:proofErr w:type="gramEnd"/>
      <w:r>
        <w:t xml:space="preserve"> days of your sufferings are over; O' where is he?"</w:t>
      </w:r>
    </w:p>
    <w:p w:rsidR="00C563CB" w:rsidRDefault="00C563CB" w:rsidP="00CD60A2">
      <w:pPr>
        <w:pStyle w:val="libItalic"/>
      </w:pPr>
      <w:r w:rsidRPr="00CD60A2">
        <w:t>I</w:t>
      </w:r>
      <w:r>
        <w:t>t was just a dream, what a disappointment!</w:t>
      </w:r>
    </w:p>
    <w:p w:rsidR="00C563CB" w:rsidRDefault="00C563CB" w:rsidP="00CD60A2">
      <w:pPr>
        <w:pStyle w:val="libItalic"/>
      </w:pPr>
      <w:r w:rsidRPr="00CD60A2">
        <w:t>I</w:t>
      </w:r>
      <w:r>
        <w:t>t was not a reality, to her bewilderment</w:t>
      </w:r>
    </w:p>
    <w:p w:rsidR="00C563CB" w:rsidRDefault="00C563CB" w:rsidP="00CD60A2">
      <w:pPr>
        <w:pStyle w:val="libItalic"/>
      </w:pPr>
      <w:r w:rsidRPr="00CD60A2">
        <w:t>H</w:t>
      </w:r>
      <w:r>
        <w:t>er uncontrollable lamentations, gathered a crowd</w:t>
      </w:r>
    </w:p>
    <w:p w:rsidR="00C563CB" w:rsidRDefault="00C563CB" w:rsidP="00CD60A2">
      <w:pPr>
        <w:pStyle w:val="libItalic"/>
      </w:pPr>
      <w:r w:rsidRPr="00CD60A2">
        <w:t>T</w:t>
      </w:r>
      <w:r>
        <w:t>he ladies also lost control and wailed aloud.</w:t>
      </w:r>
    </w:p>
    <w:p w:rsidR="00C563CB" w:rsidRDefault="00C563CB" w:rsidP="00CD60A2">
      <w:pPr>
        <w:pStyle w:val="libItalic"/>
      </w:pPr>
      <w:r w:rsidRPr="00CD60A2">
        <w:t>H</w:t>
      </w:r>
      <w:r>
        <w:t>earing the wails, Yazid sent slaves to inquire</w:t>
      </w:r>
    </w:p>
    <w:p w:rsidR="00C563CB" w:rsidRDefault="00C563CB" w:rsidP="00CD60A2">
      <w:pPr>
        <w:pStyle w:val="libItalic"/>
      </w:pPr>
      <w:r w:rsidRPr="00CD60A2">
        <w:t>P</w:t>
      </w:r>
      <w:r>
        <w:t>acing up and down, he had not yet retired</w:t>
      </w:r>
    </w:p>
    <w:p w:rsidR="00C563CB" w:rsidRDefault="00C563CB" w:rsidP="00CD60A2">
      <w:pPr>
        <w:pStyle w:val="libItalic"/>
      </w:pPr>
      <w:r w:rsidRPr="00CD60A2">
        <w:t>O</w:t>
      </w:r>
      <w:r>
        <w:t>n knowing the cause, his crooked mind strived</w:t>
      </w:r>
    </w:p>
    <w:p w:rsidR="00C563CB" w:rsidRDefault="00C563CB" w:rsidP="00CD60A2">
      <w:pPr>
        <w:pStyle w:val="libItalic"/>
      </w:pPr>
      <w:r w:rsidRPr="00CD60A2">
        <w:t>A</w:t>
      </w:r>
      <w:r>
        <w:t xml:space="preserve"> devilish scheme, he soon mischievously contrived.</w:t>
      </w:r>
    </w:p>
    <w:p w:rsidR="00C563CB" w:rsidRDefault="00C563CB" w:rsidP="00CD60A2">
      <w:pPr>
        <w:pStyle w:val="libItalic"/>
      </w:pPr>
      <w:r w:rsidRPr="00CD60A2">
        <w:t>Y</w:t>
      </w:r>
      <w:r>
        <w:t>azid's men entered with a covered tray,</w:t>
      </w:r>
    </w:p>
    <w:p w:rsidR="00C563CB" w:rsidRDefault="00C563CB" w:rsidP="00CD60A2">
      <w:pPr>
        <w:pStyle w:val="libItalic"/>
      </w:pPr>
      <w:r>
        <w:t>"</w:t>
      </w:r>
      <w:r w:rsidRPr="00CD60A2">
        <w:t>I</w:t>
      </w:r>
      <w:r>
        <w:t xml:space="preserve"> do not want food, please take it away</w:t>
      </w:r>
    </w:p>
    <w:p w:rsidR="00C563CB" w:rsidRDefault="00C563CB" w:rsidP="00CD60A2">
      <w:pPr>
        <w:pStyle w:val="libItalic"/>
      </w:pPr>
      <w:r w:rsidRPr="00CD60A2">
        <w:t>I</w:t>
      </w:r>
      <w:r>
        <w:t xml:space="preserve"> want my father; promises he did give</w:t>
      </w:r>
    </w:p>
    <w:p w:rsidR="00C563CB" w:rsidRDefault="00C563CB" w:rsidP="00CD60A2">
      <w:pPr>
        <w:pStyle w:val="libItalic"/>
      </w:pPr>
      <w:r w:rsidRPr="00CD60A2">
        <w:t>W</w:t>
      </w:r>
      <w:r>
        <w:t>ithout taking me, why did he leave?"</w:t>
      </w:r>
    </w:p>
    <w:p w:rsidR="00C563CB" w:rsidRDefault="00C563CB" w:rsidP="00CD60A2">
      <w:pPr>
        <w:pStyle w:val="libItalic"/>
      </w:pPr>
      <w:r w:rsidRPr="00CD60A2">
        <w:t>T</w:t>
      </w:r>
      <w:r>
        <w:t>hey removed the cloth; Sakina beheld the face</w:t>
      </w:r>
    </w:p>
    <w:p w:rsidR="00C563CB" w:rsidRDefault="00C563CB" w:rsidP="00CD60A2">
      <w:pPr>
        <w:pStyle w:val="libItalic"/>
      </w:pPr>
      <w:r w:rsidRPr="00CD60A2">
        <w:t>E</w:t>
      </w:r>
      <w:r>
        <w:t>ven in death, it was full of heavenly grace</w:t>
      </w:r>
    </w:p>
    <w:p w:rsidR="00C563CB" w:rsidRDefault="00C563CB" w:rsidP="00CD60A2">
      <w:pPr>
        <w:pStyle w:val="libItalic"/>
      </w:pPr>
      <w:r w:rsidRPr="00CD60A2">
        <w:t>W</w:t>
      </w:r>
      <w:r>
        <w:t>ith a cry, she flung herself on the wooden tray</w:t>
      </w:r>
    </w:p>
    <w:p w:rsidR="00C563CB" w:rsidRDefault="00C563CB" w:rsidP="00CD60A2">
      <w:pPr>
        <w:pStyle w:val="libItalic"/>
      </w:pPr>
      <w:r w:rsidRPr="00CD60A2">
        <w:t>H</w:t>
      </w:r>
      <w:r>
        <w:t>ugging to her heart, she snatched the face away.</w:t>
      </w:r>
    </w:p>
    <w:p w:rsidR="00C563CB" w:rsidRDefault="00C563CB" w:rsidP="00CD60A2">
      <w:pPr>
        <w:pStyle w:val="libItalic"/>
      </w:pPr>
      <w:r w:rsidRPr="00CD60A2">
        <w:t>I</w:t>
      </w:r>
      <w:r>
        <w:t>nconsolably, she bent down over the head</w:t>
      </w:r>
    </w:p>
    <w:p w:rsidR="00C563CB" w:rsidRDefault="00C563CB" w:rsidP="00CD60A2">
      <w:pPr>
        <w:pStyle w:val="libItalic"/>
      </w:pPr>
      <w:r w:rsidRPr="00CD60A2">
        <w:t>P</w:t>
      </w:r>
      <w:r>
        <w:t>utting, her cheeks, against that of her dad</w:t>
      </w:r>
    </w:p>
    <w:p w:rsidR="00C563CB" w:rsidRDefault="00C563CB" w:rsidP="00CD60A2">
      <w:pPr>
        <w:pStyle w:val="libItalic"/>
      </w:pPr>
      <w:r w:rsidRPr="00CD60A2">
        <w:t>W</w:t>
      </w:r>
      <w:r>
        <w:t>ithin a few moments, her sobbing had stopped</w:t>
      </w:r>
    </w:p>
    <w:p w:rsidR="00C563CB" w:rsidRDefault="00C563CB" w:rsidP="00CD60A2">
      <w:pPr>
        <w:pStyle w:val="libItalic"/>
      </w:pPr>
      <w:r w:rsidRPr="00CD60A2">
        <w:t>H</w:t>
      </w:r>
      <w:r>
        <w:t>er mortal remains, she had quietly dropped.</w:t>
      </w:r>
    </w:p>
    <w:p w:rsidR="00C563CB" w:rsidRDefault="00C563CB" w:rsidP="00CD60A2">
      <w:pPr>
        <w:pStyle w:val="libItalic"/>
      </w:pPr>
      <w:r>
        <w:t>"</w:t>
      </w:r>
      <w:r w:rsidRPr="00CD60A2">
        <w:t>H</w:t>
      </w:r>
      <w:r>
        <w:t>ow long will you lie on your father's head?"</w:t>
      </w:r>
    </w:p>
    <w:p w:rsidR="00C563CB" w:rsidRDefault="00C563CB" w:rsidP="00CD60A2">
      <w:pPr>
        <w:pStyle w:val="libItalic"/>
      </w:pPr>
      <w:r w:rsidRPr="00CD60A2">
        <w:t>Z</w:t>
      </w:r>
      <w:r>
        <w:t>aynab touched her hand; she was shockingly dead</w:t>
      </w:r>
    </w:p>
    <w:p w:rsidR="00C563CB" w:rsidRDefault="00C563CB" w:rsidP="00CD60A2">
      <w:pPr>
        <w:pStyle w:val="libItalic"/>
      </w:pPr>
      <w:r w:rsidRPr="00CD60A2">
        <w:t>S</w:t>
      </w:r>
      <w:r>
        <w:t>akina had gone with her father, never to return</w:t>
      </w:r>
    </w:p>
    <w:p w:rsidR="00C563CB" w:rsidRDefault="00C563CB" w:rsidP="00CD60A2">
      <w:pPr>
        <w:pStyle w:val="libItalic"/>
      </w:pPr>
      <w:r w:rsidRPr="00CD60A2">
        <w:t>H</w:t>
      </w:r>
      <w:r>
        <w:t>usayn had kept his promise, as he had always done!</w:t>
      </w:r>
    </w:p>
    <w:p w:rsidR="00C563CB" w:rsidRDefault="00C563CB" w:rsidP="00C563CB">
      <w:pPr>
        <w:pStyle w:val="libNormal"/>
      </w:pPr>
      <w:r>
        <w:br w:type="page"/>
      </w:r>
    </w:p>
    <w:p w:rsidR="00C563CB" w:rsidRDefault="00C563CB" w:rsidP="00C563CB">
      <w:pPr>
        <w:pStyle w:val="Heading1Center"/>
      </w:pPr>
      <w:bookmarkStart w:id="12" w:name="_Toc471903296"/>
      <w:r>
        <w:lastRenderedPageBreak/>
        <w:t xml:space="preserve">(14) The Triumph </w:t>
      </w:r>
      <w:proofErr w:type="gramStart"/>
      <w:r>
        <w:t>Of</w:t>
      </w:r>
      <w:proofErr w:type="gramEnd"/>
      <w:r>
        <w:t xml:space="preserve"> Truth</w:t>
      </w:r>
      <w:bookmarkEnd w:id="12"/>
    </w:p>
    <w:p w:rsidR="00C563CB" w:rsidRDefault="00C563CB" w:rsidP="00CD60A2">
      <w:pPr>
        <w:pStyle w:val="libItalic"/>
      </w:pPr>
      <w:r w:rsidRPr="00CD60A2">
        <w:t>A</w:t>
      </w:r>
      <w:r>
        <w:t xml:space="preserve"> day dawned, when there was a stir in the prison</w:t>
      </w:r>
    </w:p>
    <w:p w:rsidR="00C563CB" w:rsidRDefault="00C563CB" w:rsidP="00CD60A2">
      <w:pPr>
        <w:pStyle w:val="libItalic"/>
      </w:pPr>
      <w:r w:rsidRPr="00CD60A2">
        <w:t>T</w:t>
      </w:r>
      <w:r>
        <w:t>he jailors were puzzled; what could be the reason</w:t>
      </w:r>
    </w:p>
    <w:p w:rsidR="00C563CB" w:rsidRDefault="00C563CB" w:rsidP="00CD60A2">
      <w:pPr>
        <w:pStyle w:val="libItalic"/>
      </w:pPr>
      <w:r w:rsidRPr="00CD60A2">
        <w:t>T</w:t>
      </w:r>
      <w:r>
        <w:t>he Queen of Damascus, was visiting the prison</w:t>
      </w:r>
    </w:p>
    <w:p w:rsidR="00C563CB" w:rsidRDefault="00C563CB" w:rsidP="00CD60A2">
      <w:pPr>
        <w:pStyle w:val="libItalic"/>
      </w:pPr>
      <w:r w:rsidRPr="00CD60A2">
        <w:t>T</w:t>
      </w:r>
      <w:r>
        <w:t>o even imagine such a thing, was an act of treason!</w:t>
      </w:r>
    </w:p>
    <w:p w:rsidR="00C563CB" w:rsidRDefault="00C563CB" w:rsidP="00CD60A2">
      <w:pPr>
        <w:pStyle w:val="libItalic"/>
      </w:pPr>
      <w:r w:rsidRPr="00CD60A2">
        <w:t>Z</w:t>
      </w:r>
      <w:r>
        <w:t>ainal Abedeen was in prayers, a guard entered the cell</w:t>
      </w:r>
    </w:p>
    <w:p w:rsidR="00C563CB" w:rsidRDefault="00C563CB" w:rsidP="00CD60A2">
      <w:pPr>
        <w:pStyle w:val="libItalic"/>
      </w:pPr>
      <w:r w:rsidRPr="00CD60A2">
        <w:t>F</w:t>
      </w:r>
      <w:r>
        <w:t>izza, the oldest amongst prisoners, he turned to tell</w:t>
      </w:r>
    </w:p>
    <w:p w:rsidR="00C563CB" w:rsidRDefault="00C563CB" w:rsidP="00CD60A2">
      <w:pPr>
        <w:pStyle w:val="libItalic"/>
      </w:pPr>
      <w:r w:rsidRPr="00CD60A2">
        <w:t>A</w:t>
      </w:r>
      <w:r>
        <w:t>bout the visit of Her Highness, Queen Hind, and to ensure,</w:t>
      </w:r>
    </w:p>
    <w:p w:rsidR="00C563CB" w:rsidRDefault="00C563CB" w:rsidP="00CD60A2">
      <w:pPr>
        <w:pStyle w:val="libItalic"/>
      </w:pPr>
      <w:r w:rsidRPr="00CD60A2">
        <w:t>T</w:t>
      </w:r>
      <w:r>
        <w:t xml:space="preserve">hat not a word of complaint </w:t>
      </w:r>
      <w:proofErr w:type="gramStart"/>
      <w:r>
        <w:t>was uttered</w:t>
      </w:r>
      <w:proofErr w:type="gramEnd"/>
      <w:r>
        <w:t>, by way of censure.</w:t>
      </w:r>
    </w:p>
    <w:p w:rsidR="00C563CB" w:rsidRDefault="00C563CB" w:rsidP="00CD60A2">
      <w:pPr>
        <w:pStyle w:val="libItalic"/>
      </w:pPr>
      <w:r w:rsidRPr="00CD60A2">
        <w:t>W</w:t>
      </w:r>
      <w:r>
        <w:t>ith her ladies-in-waiting, Hind entered the cell</w:t>
      </w:r>
    </w:p>
    <w:p w:rsidR="00C563CB" w:rsidRDefault="00C563CB" w:rsidP="00CD60A2">
      <w:pPr>
        <w:pStyle w:val="libItalic"/>
      </w:pPr>
      <w:r w:rsidRPr="00CD60A2">
        <w:t>G</w:t>
      </w:r>
      <w:r>
        <w:t>loomy, was the dungeon, unventilated and dark, as hell</w:t>
      </w:r>
    </w:p>
    <w:p w:rsidR="00C563CB" w:rsidRDefault="00C563CB" w:rsidP="00CD60A2">
      <w:pPr>
        <w:pStyle w:val="libItalic"/>
      </w:pPr>
      <w:r w:rsidRPr="00CD60A2">
        <w:t>W</w:t>
      </w:r>
      <w:r>
        <w:t>ith bowed heads, and faces covered with long tresses,</w:t>
      </w:r>
    </w:p>
    <w:p w:rsidR="00C563CB" w:rsidRDefault="00C563CB" w:rsidP="00CD60A2">
      <w:pPr>
        <w:pStyle w:val="libItalic"/>
      </w:pPr>
      <w:r w:rsidRPr="00CD60A2">
        <w:t>T</w:t>
      </w:r>
      <w:r>
        <w:t>he ladies were sitting, with torn and tattered dresses.</w:t>
      </w:r>
    </w:p>
    <w:p w:rsidR="00C563CB" w:rsidRDefault="00C563CB" w:rsidP="00CD60A2">
      <w:pPr>
        <w:pStyle w:val="libItalic"/>
      </w:pPr>
      <w:r w:rsidRPr="00CD60A2">
        <w:t>A</w:t>
      </w:r>
      <w:r>
        <w:t>n emaciated figure, with heavy chains and manacles</w:t>
      </w:r>
    </w:p>
    <w:p w:rsidR="00C563CB" w:rsidRDefault="00C563CB" w:rsidP="00CD60A2">
      <w:pPr>
        <w:pStyle w:val="libItalic"/>
      </w:pPr>
      <w:r w:rsidRPr="00CD60A2">
        <w:t>W</w:t>
      </w:r>
      <w:r>
        <w:t>as busy with prayer, though unable to stand in shackles</w:t>
      </w:r>
    </w:p>
    <w:p w:rsidR="00C563CB" w:rsidRDefault="00C563CB" w:rsidP="00CD60A2">
      <w:pPr>
        <w:pStyle w:val="libItalic"/>
      </w:pPr>
      <w:r w:rsidRPr="00CD60A2">
        <w:t>A</w:t>
      </w:r>
      <w:r>
        <w:t xml:space="preserve"> lady, with her head, lay prostrate on a small grave</w:t>
      </w:r>
    </w:p>
    <w:p w:rsidR="00C563CB" w:rsidRDefault="00C563CB" w:rsidP="00CD60A2">
      <w:pPr>
        <w:pStyle w:val="libItalic"/>
      </w:pPr>
      <w:proofErr w:type="gramStart"/>
      <w:r w:rsidRPr="00CD60A2">
        <w:t>I</w:t>
      </w:r>
      <w:r>
        <w:t>n a corner of prison, portraying the sad and pitiable tale.</w:t>
      </w:r>
      <w:proofErr w:type="gramEnd"/>
    </w:p>
    <w:p w:rsidR="00C563CB" w:rsidRDefault="00C563CB" w:rsidP="00CD60A2">
      <w:pPr>
        <w:pStyle w:val="libItalic"/>
      </w:pPr>
      <w:r w:rsidRPr="00CD60A2">
        <w:t>H</w:t>
      </w:r>
      <w:r>
        <w:t>ind, was perplexed; she was dumb-founded</w:t>
      </w:r>
    </w:p>
    <w:p w:rsidR="00C563CB" w:rsidRDefault="00C563CB" w:rsidP="00CD60A2">
      <w:pPr>
        <w:pStyle w:val="libItalic"/>
      </w:pPr>
      <w:r w:rsidRPr="00CD60A2">
        <w:t>A</w:t>
      </w:r>
      <w:r>
        <w:t>pproaching the grave, the lady she sounded</w:t>
      </w:r>
    </w:p>
    <w:p w:rsidR="00C563CB" w:rsidRDefault="00C563CB" w:rsidP="00CD60A2">
      <w:pPr>
        <w:pStyle w:val="libItalic"/>
      </w:pPr>
      <w:r>
        <w:t>"</w:t>
      </w:r>
      <w:r w:rsidRPr="00CD60A2">
        <w:t>M</w:t>
      </w:r>
      <w:r>
        <w:t>y good lady, do let me know, who are you</w:t>
      </w:r>
    </w:p>
    <w:p w:rsidR="00C563CB" w:rsidRDefault="00C563CB" w:rsidP="00CD60A2">
      <w:pPr>
        <w:pStyle w:val="libItalic"/>
      </w:pPr>
      <w:r w:rsidRPr="00CD60A2">
        <w:t>F</w:t>
      </w:r>
      <w:r>
        <w:t>or what crimes, you are behind the bar?"</w:t>
      </w:r>
    </w:p>
    <w:p w:rsidR="00C563CB" w:rsidRDefault="00C563CB" w:rsidP="00CD60A2">
      <w:pPr>
        <w:pStyle w:val="libItalic"/>
      </w:pPr>
      <w:r>
        <w:t>"</w:t>
      </w:r>
      <w:r w:rsidRPr="00CD60A2">
        <w:t>W</w:t>
      </w:r>
      <w:r>
        <w:t>hich family you belong to? Whose grave is this?</w:t>
      </w:r>
    </w:p>
    <w:p w:rsidR="00C563CB" w:rsidRDefault="00C563CB" w:rsidP="00CD60A2">
      <w:pPr>
        <w:pStyle w:val="libItalic"/>
      </w:pPr>
      <w:r w:rsidRPr="00CD60A2">
        <w:t>U</w:t>
      </w:r>
      <w:r>
        <w:t>ntold sufferings, your sorrowful face reveals."</w:t>
      </w:r>
    </w:p>
    <w:p w:rsidR="00C563CB" w:rsidRDefault="00C563CB" w:rsidP="00CD60A2">
      <w:pPr>
        <w:pStyle w:val="libItalic"/>
      </w:pPr>
      <w:r w:rsidRPr="00CD60A2">
        <w:t>T</w:t>
      </w:r>
      <w:r>
        <w:t>he lady burst into sobs; her lips were sealed</w:t>
      </w:r>
    </w:p>
    <w:p w:rsidR="00C563CB" w:rsidRDefault="00C563CB" w:rsidP="00CD60A2">
      <w:pPr>
        <w:pStyle w:val="libItalic"/>
      </w:pPr>
      <w:r w:rsidRPr="00CD60A2">
        <w:t>G</w:t>
      </w:r>
      <w:r>
        <w:t>ently stroking her head, Hind herself kneeled.</w:t>
      </w:r>
    </w:p>
    <w:p w:rsidR="00C563CB" w:rsidRDefault="00C563CB" w:rsidP="00CD60A2">
      <w:pPr>
        <w:pStyle w:val="libItalic"/>
      </w:pPr>
      <w:r w:rsidRPr="00CD60A2">
        <w:t>A</w:t>
      </w:r>
      <w:r>
        <w:t>nother lady sat in a corner, surrounded by others</w:t>
      </w:r>
    </w:p>
    <w:p w:rsidR="00C563CB" w:rsidRDefault="00C563CB" w:rsidP="00CD60A2">
      <w:pPr>
        <w:pStyle w:val="libItalic"/>
      </w:pPr>
      <w:r w:rsidRPr="00CD60A2">
        <w:t>S</w:t>
      </w:r>
      <w:r>
        <w:t>he must be the one, who was, perhaps, their elder</w:t>
      </w:r>
    </w:p>
    <w:p w:rsidR="00C563CB" w:rsidRDefault="00C563CB" w:rsidP="00CD60A2">
      <w:pPr>
        <w:pStyle w:val="libItalic"/>
      </w:pPr>
      <w:r w:rsidRPr="00CD60A2">
        <w:t>T</w:t>
      </w:r>
      <w:r>
        <w:t>his was the lady, who had roared like a lion</w:t>
      </w:r>
    </w:p>
    <w:p w:rsidR="00C563CB" w:rsidRDefault="00C563CB" w:rsidP="00CD60A2">
      <w:pPr>
        <w:pStyle w:val="libItalic"/>
      </w:pPr>
      <w:proofErr w:type="gramStart"/>
      <w:r w:rsidRPr="00CD60A2">
        <w:t>T</w:t>
      </w:r>
      <w:r>
        <w:t>o hurl defiance at the court of the tyrant.</w:t>
      </w:r>
      <w:proofErr w:type="gramEnd"/>
    </w:p>
    <w:p w:rsidR="00C563CB" w:rsidRDefault="00C563CB" w:rsidP="00CD60A2">
      <w:pPr>
        <w:pStyle w:val="libItalic"/>
      </w:pPr>
      <w:r>
        <w:t>"</w:t>
      </w:r>
      <w:r w:rsidRPr="00CD60A2">
        <w:t>W</w:t>
      </w:r>
      <w:r>
        <w:t xml:space="preserve">hat are the reasons for your sufferings and </w:t>
      </w:r>
      <w:proofErr w:type="gramStart"/>
      <w:r>
        <w:t>plight</w:t>
      </w:r>
      <w:proofErr w:type="gramEnd"/>
      <w:r>
        <w:t>"</w:t>
      </w:r>
    </w:p>
    <w:p w:rsidR="00C563CB" w:rsidRDefault="00C563CB" w:rsidP="00CD60A2">
      <w:pPr>
        <w:pStyle w:val="libItalic"/>
      </w:pPr>
      <w:r w:rsidRPr="00CD60A2">
        <w:t>H</w:t>
      </w:r>
      <w:r>
        <w:t>ind inquired of Zaynab; her tone was so polite</w:t>
      </w:r>
    </w:p>
    <w:p w:rsidR="00C563CB" w:rsidRDefault="00C563CB" w:rsidP="00CD60A2">
      <w:pPr>
        <w:pStyle w:val="libItalic"/>
      </w:pPr>
      <w:r>
        <w:t>"</w:t>
      </w:r>
      <w:r w:rsidRPr="00CD60A2">
        <w:t>M</w:t>
      </w:r>
      <w:r>
        <w:t>y husband is evading, annoyingly, my repeated inquiries</w:t>
      </w:r>
    </w:p>
    <w:p w:rsidR="00C563CB" w:rsidRDefault="00C563CB" w:rsidP="00CD60A2">
      <w:pPr>
        <w:pStyle w:val="libItalic"/>
      </w:pPr>
      <w:r w:rsidRPr="00CD60A2">
        <w:t>O</w:t>
      </w:r>
      <w:r>
        <w:t xml:space="preserve">n </w:t>
      </w:r>
      <w:proofErr w:type="gramStart"/>
      <w:r>
        <w:t>grounds, that</w:t>
      </w:r>
      <w:proofErr w:type="gramEnd"/>
      <w:r>
        <w:t xml:space="preserve"> they relate to governmental diaries."</w:t>
      </w:r>
    </w:p>
    <w:p w:rsidR="00C563CB" w:rsidRDefault="00C563CB" w:rsidP="00CD60A2">
      <w:pPr>
        <w:pStyle w:val="libItalic"/>
      </w:pPr>
      <w:r>
        <w:t>"</w:t>
      </w:r>
      <w:r w:rsidRPr="00CD60A2">
        <w:t>L</w:t>
      </w:r>
      <w:r>
        <w:t>ady Fatima, I am seeing frequently in my dreams</w:t>
      </w:r>
    </w:p>
    <w:p w:rsidR="00C563CB" w:rsidRDefault="00C563CB" w:rsidP="00CD60A2">
      <w:pPr>
        <w:pStyle w:val="libItalic"/>
      </w:pPr>
      <w:r w:rsidRPr="00CD60A2">
        <w:t>I</w:t>
      </w:r>
      <w:r>
        <w:t>n a most disconsolate state, she is, so it seems;</w:t>
      </w:r>
    </w:p>
    <w:p w:rsidR="00C563CB" w:rsidRDefault="00C563CB" w:rsidP="00CD60A2">
      <w:pPr>
        <w:pStyle w:val="libItalic"/>
      </w:pPr>
      <w:r w:rsidRPr="00CD60A2">
        <w:t>I</w:t>
      </w:r>
      <w:r>
        <w:t xml:space="preserve"> am perplexed, I am unable to understand</w:t>
      </w:r>
    </w:p>
    <w:p w:rsidR="00C563CB" w:rsidRDefault="00C563CB" w:rsidP="00CD60A2">
      <w:pPr>
        <w:pStyle w:val="libItalic"/>
      </w:pPr>
      <w:r w:rsidRPr="00CD60A2">
        <w:t>W</w:t>
      </w:r>
      <w:r>
        <w:t xml:space="preserve">hat </w:t>
      </w:r>
      <w:proofErr w:type="gramStart"/>
      <w:r>
        <w:t>all this</w:t>
      </w:r>
      <w:proofErr w:type="gramEnd"/>
      <w:r>
        <w:t xml:space="preserve"> means. Explain to me if you can"</w:t>
      </w:r>
    </w:p>
    <w:p w:rsidR="00C563CB" w:rsidRDefault="00C563CB" w:rsidP="00CD60A2">
      <w:pPr>
        <w:pStyle w:val="libItalic"/>
      </w:pPr>
      <w:r>
        <w:t>"</w:t>
      </w:r>
      <w:r w:rsidRPr="00CD60A2">
        <w:t>I</w:t>
      </w:r>
      <w:r>
        <w:t>n the laps of luxury, Hind, you are comfortably living,</w:t>
      </w:r>
    </w:p>
    <w:p w:rsidR="00C563CB" w:rsidRDefault="00C563CB" w:rsidP="00CD60A2">
      <w:pPr>
        <w:pStyle w:val="libItalic"/>
      </w:pPr>
      <w:r w:rsidRPr="00CD60A2">
        <w:t>T</w:t>
      </w:r>
      <w:r>
        <w:t>ortures, beyond human endurance, my children are facing;</w:t>
      </w:r>
    </w:p>
    <w:p w:rsidR="00C563CB" w:rsidRDefault="00C563CB" w:rsidP="00CD60A2">
      <w:pPr>
        <w:pStyle w:val="libItalic"/>
      </w:pPr>
      <w:r w:rsidRPr="00CD60A2">
        <w:t>Y</w:t>
      </w:r>
      <w:r>
        <w:t>ou are, no doubt, utterly in the dark of what has happened,</w:t>
      </w:r>
    </w:p>
    <w:p w:rsidR="00C563CB" w:rsidRDefault="00C563CB" w:rsidP="00CD60A2">
      <w:pPr>
        <w:pStyle w:val="libItalic"/>
      </w:pPr>
      <w:proofErr w:type="gramStart"/>
      <w:r w:rsidRPr="00CD60A2">
        <w:t>T</w:t>
      </w:r>
      <w:r>
        <w:t>o my near and dear ones, and my beloved son, Husayn."</w:t>
      </w:r>
      <w:proofErr w:type="gramEnd"/>
    </w:p>
    <w:p w:rsidR="00C563CB" w:rsidRDefault="00C563CB" w:rsidP="00CD60A2">
      <w:pPr>
        <w:pStyle w:val="libItalic"/>
      </w:pPr>
      <w:r>
        <w:t>"</w:t>
      </w:r>
      <w:r w:rsidRPr="00CD60A2">
        <w:t>M</w:t>
      </w:r>
      <w:r>
        <w:t>y Lady's coming and her constant lamentations</w:t>
      </w:r>
    </w:p>
    <w:p w:rsidR="00C563CB" w:rsidRDefault="00C563CB" w:rsidP="00CD60A2">
      <w:pPr>
        <w:pStyle w:val="libItalic"/>
      </w:pPr>
      <w:proofErr w:type="gramStart"/>
      <w:r w:rsidRPr="00CD60A2">
        <w:t>h</w:t>
      </w:r>
      <w:r>
        <w:t>as</w:t>
      </w:r>
      <w:proofErr w:type="gramEnd"/>
      <w:r>
        <w:t xml:space="preserve"> it any connection with your incarceration</w:t>
      </w:r>
    </w:p>
    <w:p w:rsidR="00C563CB" w:rsidRDefault="00C563CB" w:rsidP="00CD60A2">
      <w:pPr>
        <w:pStyle w:val="libItalic"/>
      </w:pPr>
      <w:r w:rsidRPr="00CD60A2">
        <w:t>I</w:t>
      </w:r>
      <w:r>
        <w:t xml:space="preserve"> really wonder, how </w:t>
      </w:r>
      <w:proofErr w:type="gramStart"/>
      <w:r>
        <w:t>can it</w:t>
      </w:r>
      <w:proofErr w:type="gramEnd"/>
      <w:r>
        <w:t xml:space="preserve"> at all be true</w:t>
      </w:r>
    </w:p>
    <w:p w:rsidR="00C563CB" w:rsidRDefault="00C563CB" w:rsidP="00CD60A2">
      <w:pPr>
        <w:pStyle w:val="libItalic"/>
      </w:pPr>
      <w:r w:rsidRPr="00CD60A2">
        <w:t>P</w:t>
      </w:r>
      <w:r>
        <w:t>rophet's family, to do anything with you."</w:t>
      </w:r>
    </w:p>
    <w:p w:rsidR="00C563CB" w:rsidRDefault="00C563CB" w:rsidP="00CD60A2">
      <w:pPr>
        <w:pStyle w:val="libItalic"/>
      </w:pPr>
      <w:r w:rsidRPr="00CD60A2">
        <w:t>T</w:t>
      </w:r>
      <w:r>
        <w:t>he eyes of the two ladies met, for a moment</w:t>
      </w:r>
    </w:p>
    <w:p w:rsidR="00C563CB" w:rsidRDefault="00C563CB" w:rsidP="00CD60A2">
      <w:pPr>
        <w:pStyle w:val="libItalic"/>
      </w:pPr>
      <w:r w:rsidRPr="00CD60A2">
        <w:t>O</w:t>
      </w:r>
      <w:r>
        <w:t>ne depicting a soulful of agony and torment,</w:t>
      </w:r>
    </w:p>
    <w:p w:rsidR="00C563CB" w:rsidRDefault="00C563CB" w:rsidP="00CD60A2">
      <w:pPr>
        <w:pStyle w:val="libItalic"/>
      </w:pPr>
      <w:r w:rsidRPr="00CD60A2">
        <w:t>T</w:t>
      </w:r>
      <w:r>
        <w:t>he other reflecting bewilderment and inquiring</w:t>
      </w:r>
    </w:p>
    <w:p w:rsidR="00C563CB" w:rsidRDefault="00C563CB" w:rsidP="00CD60A2">
      <w:pPr>
        <w:pStyle w:val="libItalic"/>
      </w:pPr>
      <w:r w:rsidRPr="00CD60A2">
        <w:lastRenderedPageBreak/>
        <w:t>Z</w:t>
      </w:r>
      <w:r>
        <w:t>aynab burst into sobs, trying to control her feelings.</w:t>
      </w:r>
    </w:p>
    <w:p w:rsidR="00C563CB" w:rsidRDefault="00C563CB" w:rsidP="00CD60A2">
      <w:pPr>
        <w:pStyle w:val="libItalic"/>
      </w:pPr>
      <w:r w:rsidRPr="00CD60A2">
        <w:t>S</w:t>
      </w:r>
      <w:r>
        <w:t>he had not recognised her, so much the better</w:t>
      </w:r>
    </w:p>
    <w:p w:rsidR="00C563CB" w:rsidRDefault="00C563CB" w:rsidP="00CD60A2">
      <w:pPr>
        <w:pStyle w:val="libItalic"/>
      </w:pPr>
      <w:r w:rsidRPr="00CD60A2">
        <w:t>I</w:t>
      </w:r>
      <w:r>
        <w:t>t saved her the humiliation, to narrate the torture</w:t>
      </w:r>
    </w:p>
    <w:p w:rsidR="00C563CB" w:rsidRDefault="00C563CB" w:rsidP="00CD60A2">
      <w:pPr>
        <w:pStyle w:val="libItalic"/>
      </w:pPr>
      <w:r w:rsidRPr="00CD60A2">
        <w:t>S</w:t>
      </w:r>
      <w:r>
        <w:t>he partially covered her face, with her long hair</w:t>
      </w:r>
    </w:p>
    <w:p w:rsidR="00C563CB" w:rsidRDefault="00C563CB" w:rsidP="00CD60A2">
      <w:pPr>
        <w:pStyle w:val="libItalic"/>
      </w:pPr>
      <w:proofErr w:type="gramStart"/>
      <w:r w:rsidRPr="00CD60A2">
        <w:t>H</w:t>
      </w:r>
      <w:r>
        <w:t>oping that Hind would soon go away and leave her.</w:t>
      </w:r>
      <w:proofErr w:type="gramEnd"/>
    </w:p>
    <w:p w:rsidR="00C563CB" w:rsidRDefault="00C563CB" w:rsidP="00CD60A2">
      <w:pPr>
        <w:pStyle w:val="libItalic"/>
      </w:pPr>
      <w:r w:rsidRPr="00CD60A2">
        <w:t>H</w:t>
      </w:r>
      <w:r>
        <w:t>ind, suddenly remembered that, she had seen</w:t>
      </w:r>
    </w:p>
    <w:p w:rsidR="00C563CB" w:rsidRDefault="00C563CB" w:rsidP="00CD60A2">
      <w:pPr>
        <w:pStyle w:val="libItalic"/>
      </w:pPr>
      <w:r w:rsidRPr="00CD60A2">
        <w:t>I</w:t>
      </w:r>
      <w:r>
        <w:t>n better times, the venerable lady had been</w:t>
      </w:r>
    </w:p>
    <w:p w:rsidR="00C563CB" w:rsidRDefault="00C563CB" w:rsidP="00CD60A2">
      <w:pPr>
        <w:pStyle w:val="libItalic"/>
      </w:pPr>
      <w:r w:rsidRPr="00CD60A2">
        <w:t>W</w:t>
      </w:r>
      <w:r>
        <w:t>ith a gasp, she cried, "Are my eyes deceiving me?</w:t>
      </w:r>
    </w:p>
    <w:p w:rsidR="00C563CB" w:rsidRDefault="00C563CB" w:rsidP="00CD60A2">
      <w:pPr>
        <w:pStyle w:val="libItalic"/>
      </w:pPr>
      <w:r w:rsidRPr="00CD60A2">
        <w:t>I</w:t>
      </w:r>
      <w:r>
        <w:t xml:space="preserve">s that Lady Zaynab, O' no! </w:t>
      </w:r>
      <w:proofErr w:type="gramStart"/>
      <w:r>
        <w:t>how</w:t>
      </w:r>
      <w:proofErr w:type="gramEnd"/>
      <w:r>
        <w:t xml:space="preserve"> can it be?"</w:t>
      </w:r>
    </w:p>
    <w:p w:rsidR="00C563CB" w:rsidRDefault="00C563CB" w:rsidP="00CD60A2">
      <w:pPr>
        <w:pStyle w:val="libItalic"/>
      </w:pPr>
      <w:r>
        <w:t>"</w:t>
      </w:r>
      <w:r w:rsidRPr="00CD60A2">
        <w:t>H</w:t>
      </w:r>
      <w:r>
        <w:t>ow can I, even entertain such a thought?</w:t>
      </w:r>
    </w:p>
    <w:p w:rsidR="00C563CB" w:rsidRDefault="00C563CB" w:rsidP="00CD60A2">
      <w:pPr>
        <w:pStyle w:val="libItalic"/>
      </w:pPr>
      <w:r w:rsidRPr="00CD60A2">
        <w:t>I</w:t>
      </w:r>
      <w:r>
        <w:t xml:space="preserve"> feel, I am getting demented, O' my Lord!</w:t>
      </w:r>
    </w:p>
    <w:p w:rsidR="00C563CB" w:rsidRDefault="00C563CB" w:rsidP="00CD60A2">
      <w:pPr>
        <w:pStyle w:val="libItalic"/>
      </w:pPr>
      <w:r w:rsidRPr="00CD60A2">
        <w:t>F</w:t>
      </w:r>
      <w:r>
        <w:t>or the sake of Lady Fatima, I, beseechingly, implore you</w:t>
      </w:r>
    </w:p>
    <w:p w:rsidR="00C563CB" w:rsidRDefault="00C563CB" w:rsidP="00CD60A2">
      <w:pPr>
        <w:pStyle w:val="libItalic"/>
      </w:pPr>
      <w:r w:rsidRPr="00CD60A2">
        <w:t>A</w:t>
      </w:r>
      <w:r>
        <w:t>re you related to Lady Zaynab? Is it true?"</w:t>
      </w:r>
    </w:p>
    <w:p w:rsidR="00C563CB" w:rsidRDefault="00C563CB" w:rsidP="00CD60A2">
      <w:pPr>
        <w:pStyle w:val="libItalic"/>
      </w:pPr>
      <w:r>
        <w:t>"</w:t>
      </w:r>
      <w:r w:rsidRPr="00CD60A2">
        <w:t>H</w:t>
      </w:r>
      <w:r>
        <w:t>ind, Zaynab died long ago on Karbala's plain,</w:t>
      </w:r>
    </w:p>
    <w:p w:rsidR="00C563CB" w:rsidRDefault="00C563CB" w:rsidP="00CD60A2">
      <w:pPr>
        <w:pStyle w:val="libItalic"/>
      </w:pPr>
      <w:proofErr w:type="gramStart"/>
      <w:r w:rsidRPr="00CD60A2">
        <w:t>w</w:t>
      </w:r>
      <w:r>
        <w:t>ith</w:t>
      </w:r>
      <w:proofErr w:type="gramEnd"/>
      <w:r>
        <w:t xml:space="preserve"> youths of her family, who were slain;</w:t>
      </w:r>
    </w:p>
    <w:p w:rsidR="00C563CB" w:rsidRDefault="00C563CB" w:rsidP="00CD60A2">
      <w:pPr>
        <w:pStyle w:val="libItalic"/>
      </w:pPr>
      <w:proofErr w:type="gramStart"/>
      <w:r w:rsidRPr="00CD60A2">
        <w:t>t</w:t>
      </w:r>
      <w:r>
        <w:t>he</w:t>
      </w:r>
      <w:proofErr w:type="gramEnd"/>
      <w:r>
        <w:t xml:space="preserve"> shadow of Zaynab, is now before you</w:t>
      </w:r>
    </w:p>
    <w:p w:rsidR="00C563CB" w:rsidRDefault="00C563CB" w:rsidP="00CD60A2">
      <w:pPr>
        <w:pStyle w:val="libItalic"/>
      </w:pPr>
      <w:r w:rsidRPr="00CD60A2">
        <w:t>T</w:t>
      </w:r>
      <w:r>
        <w:t>hose who can recognise her are, indeed, few."</w:t>
      </w:r>
    </w:p>
    <w:p w:rsidR="00C563CB" w:rsidRDefault="00C563CB" w:rsidP="00CD60A2">
      <w:pPr>
        <w:pStyle w:val="libItalic"/>
      </w:pPr>
      <w:r w:rsidRPr="00CD60A2">
        <w:t>C</w:t>
      </w:r>
      <w:r>
        <w:t>overing her face, her tears, she tried to hide</w:t>
      </w:r>
    </w:p>
    <w:p w:rsidR="00C563CB" w:rsidRDefault="00C563CB" w:rsidP="00CD60A2">
      <w:pPr>
        <w:pStyle w:val="libItalic"/>
      </w:pPr>
      <w:r w:rsidRPr="00CD60A2">
        <w:t>F</w:t>
      </w:r>
      <w:r>
        <w:t>alling prostrate at her feet, Hind cried</w:t>
      </w:r>
    </w:p>
    <w:p w:rsidR="00C563CB" w:rsidRDefault="00C563CB" w:rsidP="00CD60A2">
      <w:pPr>
        <w:pStyle w:val="libItalic"/>
      </w:pPr>
      <w:r>
        <w:t>"</w:t>
      </w:r>
      <w:r w:rsidRPr="00CD60A2">
        <w:t>L</w:t>
      </w:r>
      <w:r>
        <w:t>ady, forgive my utterly unpardonable neglect"</w:t>
      </w:r>
    </w:p>
    <w:p w:rsidR="00C563CB" w:rsidRDefault="00C563CB" w:rsidP="00CD60A2">
      <w:pPr>
        <w:pStyle w:val="libItalic"/>
      </w:pPr>
      <w:proofErr w:type="gramStart"/>
      <w:r w:rsidRPr="00CD60A2">
        <w:t>b</w:t>
      </w:r>
      <w:r>
        <w:t>egging</w:t>
      </w:r>
      <w:proofErr w:type="gramEnd"/>
      <w:r>
        <w:t xml:space="preserve"> forgiveness, she expressed profound regret.</w:t>
      </w:r>
    </w:p>
    <w:p w:rsidR="00C563CB" w:rsidRDefault="00C563CB" w:rsidP="00CD60A2">
      <w:pPr>
        <w:pStyle w:val="libItalic"/>
      </w:pPr>
      <w:r w:rsidRPr="00CD60A2">
        <w:t>Z</w:t>
      </w:r>
      <w:r>
        <w:t>ainal Abedeen had just completed his prayers;</w:t>
      </w:r>
    </w:p>
    <w:p w:rsidR="00C563CB" w:rsidRDefault="00C563CB" w:rsidP="00CD60A2">
      <w:pPr>
        <w:pStyle w:val="libItalic"/>
      </w:pPr>
      <w:r w:rsidRPr="00CD60A2">
        <w:t>T</w:t>
      </w:r>
      <w:r>
        <w:t>urning to him, "O' my Imam, your forgiveness I crave,</w:t>
      </w:r>
    </w:p>
    <w:p w:rsidR="00C563CB" w:rsidRDefault="00C563CB" w:rsidP="00CD60A2">
      <w:pPr>
        <w:pStyle w:val="libItalic"/>
      </w:pPr>
      <w:r w:rsidRPr="00CD60A2">
        <w:t>I</w:t>
      </w:r>
      <w:r>
        <w:t>t was sheer thoughtlessness, for not probing deep</w:t>
      </w:r>
    </w:p>
    <w:p w:rsidR="00C563CB" w:rsidRDefault="00C563CB" w:rsidP="00CD60A2">
      <w:pPr>
        <w:pStyle w:val="libItalic"/>
      </w:pPr>
      <w:r w:rsidRPr="00CD60A2">
        <w:t>I</w:t>
      </w:r>
      <w:r>
        <w:t xml:space="preserve"> do not know how I could eat, drink or even sleep."</w:t>
      </w:r>
    </w:p>
    <w:p w:rsidR="00C563CB" w:rsidRDefault="00C563CB" w:rsidP="00CD60A2">
      <w:pPr>
        <w:pStyle w:val="libItalic"/>
      </w:pPr>
      <w:r>
        <w:t>"</w:t>
      </w:r>
      <w:r w:rsidRPr="00CD60A2">
        <w:t>W</w:t>
      </w:r>
      <w:r>
        <w:t>hen my suspicion was aroused, on that first day</w:t>
      </w:r>
    </w:p>
    <w:p w:rsidR="00C563CB" w:rsidRDefault="00C563CB" w:rsidP="00CD60A2">
      <w:pPr>
        <w:pStyle w:val="libItalic"/>
      </w:pPr>
      <w:proofErr w:type="gramStart"/>
      <w:r w:rsidRPr="00CD60A2">
        <w:t>w</w:t>
      </w:r>
      <w:r>
        <w:t>hen</w:t>
      </w:r>
      <w:proofErr w:type="gramEnd"/>
      <w:r>
        <w:t xml:space="preserve"> someone demanded, the young girl, Sakina as a slave;</w:t>
      </w:r>
    </w:p>
    <w:p w:rsidR="00C563CB" w:rsidRDefault="00C563CB" w:rsidP="00CD60A2">
      <w:pPr>
        <w:pStyle w:val="libItalic"/>
      </w:pPr>
      <w:proofErr w:type="gramStart"/>
      <w:r w:rsidRPr="00CD60A2">
        <w:t>s</w:t>
      </w:r>
      <w:r>
        <w:t>he</w:t>
      </w:r>
      <w:proofErr w:type="gramEnd"/>
      <w:r>
        <w:t xml:space="preserve"> must be the beloved daughter of my Lord Husayn.</w:t>
      </w:r>
    </w:p>
    <w:p w:rsidR="00C563CB" w:rsidRDefault="00C563CB" w:rsidP="00CD60A2">
      <w:pPr>
        <w:pStyle w:val="libItalic"/>
      </w:pPr>
      <w:r w:rsidRPr="00CD60A2">
        <w:t>W</w:t>
      </w:r>
      <w:r>
        <w:t>as she enslaved, by some brute, with a wicked brain?"</w:t>
      </w:r>
    </w:p>
    <w:p w:rsidR="00C563CB" w:rsidRDefault="00C563CB" w:rsidP="00CD60A2">
      <w:pPr>
        <w:pStyle w:val="libItalic"/>
      </w:pPr>
      <w:r w:rsidRPr="00CD60A2">
        <w:t>Z</w:t>
      </w:r>
      <w:r>
        <w:t>aynab stood up and going slowly towards Hind</w:t>
      </w:r>
    </w:p>
    <w:p w:rsidR="00C563CB" w:rsidRDefault="00C563CB" w:rsidP="00CD60A2">
      <w:pPr>
        <w:pStyle w:val="libItalic"/>
      </w:pPr>
      <w:r>
        <w:t>"</w:t>
      </w:r>
      <w:r w:rsidRPr="00CD60A2">
        <w:t>I</w:t>
      </w:r>
      <w:r>
        <w:t>n vain, you are looking for my beloved Sakina</w:t>
      </w:r>
    </w:p>
    <w:p w:rsidR="00C563CB" w:rsidRDefault="00C563CB" w:rsidP="00CD60A2">
      <w:pPr>
        <w:pStyle w:val="libItalic"/>
      </w:pPr>
      <w:proofErr w:type="gramStart"/>
      <w:r w:rsidRPr="00CD60A2">
        <w:t>s</w:t>
      </w:r>
      <w:r>
        <w:t>he</w:t>
      </w:r>
      <w:proofErr w:type="gramEnd"/>
      <w:r>
        <w:t xml:space="preserve"> is sleeping peacefully in that yonder grave</w:t>
      </w:r>
    </w:p>
    <w:p w:rsidR="00C563CB" w:rsidRDefault="00C563CB" w:rsidP="00CD60A2">
      <w:pPr>
        <w:pStyle w:val="libItalic"/>
      </w:pPr>
      <w:proofErr w:type="gramStart"/>
      <w:r w:rsidRPr="00CD60A2">
        <w:t>r</w:t>
      </w:r>
      <w:r>
        <w:t>elieved</w:t>
      </w:r>
      <w:proofErr w:type="gramEnd"/>
      <w:r>
        <w:t xml:space="preserve"> of sufferings, she had courageously braved."</w:t>
      </w:r>
    </w:p>
    <w:p w:rsidR="00C563CB" w:rsidRDefault="00C563CB" w:rsidP="00CD60A2">
      <w:pPr>
        <w:pStyle w:val="libItalic"/>
      </w:pPr>
      <w:r>
        <w:t>"</w:t>
      </w:r>
      <w:r w:rsidRPr="00CD60A2">
        <w:t>M</w:t>
      </w:r>
      <w:r>
        <w:t>ay I ask, what was the cause of her untimely death?"</w:t>
      </w:r>
    </w:p>
    <w:p w:rsidR="00C563CB" w:rsidRDefault="00C563CB" w:rsidP="00CD60A2">
      <w:pPr>
        <w:pStyle w:val="libItalic"/>
      </w:pPr>
      <w:proofErr w:type="gramStart"/>
      <w:r w:rsidRPr="00CD60A2">
        <w:t>t</w:t>
      </w:r>
      <w:r>
        <w:t>his</w:t>
      </w:r>
      <w:proofErr w:type="gramEnd"/>
      <w:r>
        <w:t xml:space="preserve"> fragrant rose bud withered away, unsung, unwept</w:t>
      </w:r>
    </w:p>
    <w:p w:rsidR="00C563CB" w:rsidRDefault="00C563CB" w:rsidP="00CD60A2">
      <w:pPr>
        <w:pStyle w:val="libItalic"/>
      </w:pPr>
      <w:proofErr w:type="gramStart"/>
      <w:r w:rsidRPr="00CD60A2">
        <w:t>s</w:t>
      </w:r>
      <w:r>
        <w:t>he</w:t>
      </w:r>
      <w:proofErr w:type="gramEnd"/>
      <w:r>
        <w:t xml:space="preserve"> narrated the sufferings, she had bravely endured</w:t>
      </w:r>
    </w:p>
    <w:p w:rsidR="00C563CB" w:rsidRDefault="00C563CB" w:rsidP="00CD60A2">
      <w:pPr>
        <w:pStyle w:val="libItalic"/>
      </w:pPr>
      <w:proofErr w:type="gramStart"/>
      <w:r w:rsidRPr="00CD60A2">
        <w:t>h</w:t>
      </w:r>
      <w:r>
        <w:t>ow</w:t>
      </w:r>
      <w:proofErr w:type="gramEnd"/>
      <w:r>
        <w:t xml:space="preserve"> her earlobes kept bleeding, how her body turned blue.</w:t>
      </w:r>
    </w:p>
    <w:p w:rsidR="00C563CB" w:rsidRDefault="00C563CB" w:rsidP="00CD60A2">
      <w:pPr>
        <w:pStyle w:val="libItalic"/>
      </w:pPr>
      <w:r w:rsidRPr="00CD60A2">
        <w:t>R</w:t>
      </w:r>
      <w:r>
        <w:t>ecounting her sufferings, Zaynab and others were crying</w:t>
      </w:r>
    </w:p>
    <w:p w:rsidR="00C563CB" w:rsidRDefault="00C563CB" w:rsidP="00CD60A2">
      <w:pPr>
        <w:pStyle w:val="libItalic"/>
      </w:pPr>
      <w:r w:rsidRPr="00CD60A2">
        <w:t>O</w:t>
      </w:r>
      <w:r>
        <w:t>nly one lady, sitting near the grave, was quietly lying</w:t>
      </w:r>
    </w:p>
    <w:p w:rsidR="00C563CB" w:rsidRDefault="00C563CB" w:rsidP="00CD60A2">
      <w:pPr>
        <w:pStyle w:val="libItalic"/>
      </w:pPr>
      <w:r w:rsidRPr="00CD60A2">
        <w:t>S</w:t>
      </w:r>
      <w:r>
        <w:t>eeing her loosing consciousness, Zaynab immediately rushed</w:t>
      </w:r>
    </w:p>
    <w:p w:rsidR="00C563CB" w:rsidRDefault="00C563CB" w:rsidP="00CD60A2">
      <w:pPr>
        <w:pStyle w:val="libItalic"/>
      </w:pPr>
      <w:r w:rsidRPr="00CD60A2">
        <w:t>P</w:t>
      </w:r>
      <w:r>
        <w:t>utting her head on her lap, she was very carressingly brushed.</w:t>
      </w:r>
    </w:p>
    <w:p w:rsidR="00C563CB" w:rsidRDefault="00C563CB" w:rsidP="00CD60A2">
      <w:pPr>
        <w:pStyle w:val="libItalic"/>
      </w:pPr>
      <w:r w:rsidRPr="00CD60A2">
        <w:t>H</w:t>
      </w:r>
      <w:r>
        <w:t>ind, ordered cold water, from her nearby palace</w:t>
      </w:r>
    </w:p>
    <w:p w:rsidR="00C563CB" w:rsidRDefault="00C563CB" w:rsidP="00CD60A2">
      <w:pPr>
        <w:pStyle w:val="libItalic"/>
      </w:pPr>
      <w:r w:rsidRPr="00CD60A2">
        <w:t>S</w:t>
      </w:r>
      <w:r>
        <w:t>he sprinkled it on Umm Rabab's ash white face</w:t>
      </w:r>
    </w:p>
    <w:p w:rsidR="00C563CB" w:rsidRDefault="00C563CB" w:rsidP="00CD60A2">
      <w:pPr>
        <w:pStyle w:val="libItalic"/>
      </w:pPr>
      <w:r w:rsidRPr="00CD60A2">
        <w:t>O</w:t>
      </w:r>
      <w:r>
        <w:t>pening her eyes with a dazed look, she glanced</w:t>
      </w:r>
    </w:p>
    <w:p w:rsidR="00C563CB" w:rsidRDefault="00C563CB" w:rsidP="00CD60A2">
      <w:pPr>
        <w:pStyle w:val="libItalic"/>
      </w:pPr>
      <w:r w:rsidRPr="00CD60A2">
        <w:t>S</w:t>
      </w:r>
      <w:r>
        <w:t>he faintly uttered, as if she was in a trance.</w:t>
      </w:r>
    </w:p>
    <w:p w:rsidR="00C563CB" w:rsidRDefault="00C563CB" w:rsidP="00CD60A2">
      <w:pPr>
        <w:pStyle w:val="libItalic"/>
      </w:pPr>
      <w:r w:rsidRPr="00CD60A2">
        <w:t>H</w:t>
      </w:r>
      <w:r>
        <w:t>er grief stricken mind had created a protective shield</w:t>
      </w:r>
    </w:p>
    <w:p w:rsidR="00C563CB" w:rsidRDefault="00C563CB" w:rsidP="00CD60A2">
      <w:pPr>
        <w:pStyle w:val="libItalic"/>
      </w:pPr>
      <w:r w:rsidRPr="00CD60A2">
        <w:t>T</w:t>
      </w:r>
      <w:r>
        <w:t>o resist the cruel impact, of what fate had purposefully built</w:t>
      </w:r>
    </w:p>
    <w:p w:rsidR="00C563CB" w:rsidRDefault="00C563CB" w:rsidP="00CD60A2">
      <w:pPr>
        <w:pStyle w:val="libItalic"/>
      </w:pPr>
      <w:r w:rsidRPr="00CD60A2">
        <w:t>T</w:t>
      </w:r>
      <w:r>
        <w:t>o escape the grief laden atmosphere around the grave</w:t>
      </w:r>
    </w:p>
    <w:p w:rsidR="00C563CB" w:rsidRDefault="00C563CB" w:rsidP="00CD60A2">
      <w:pPr>
        <w:pStyle w:val="libItalic"/>
      </w:pPr>
      <w:r w:rsidRPr="00CD60A2">
        <w:lastRenderedPageBreak/>
        <w:t>O</w:t>
      </w:r>
      <w:r>
        <w:t>f her darling daughter, who had, all sufferings braved.</w:t>
      </w:r>
    </w:p>
    <w:p w:rsidR="00C563CB" w:rsidRDefault="00C563CB" w:rsidP="00CD60A2">
      <w:pPr>
        <w:pStyle w:val="libItalic"/>
      </w:pPr>
      <w:r w:rsidRPr="00CD60A2">
        <w:t>Z</w:t>
      </w:r>
      <w:r>
        <w:t>aynab felt, she must be awakened from this stupor</w:t>
      </w:r>
    </w:p>
    <w:p w:rsidR="00C563CB" w:rsidRDefault="00C563CB" w:rsidP="00CD60A2">
      <w:pPr>
        <w:pStyle w:val="libItalic"/>
      </w:pPr>
      <w:r w:rsidRPr="00CD60A2">
        <w:t>O</w:t>
      </w:r>
      <w:r>
        <w:t>r else she would loose her sorrowing mind, for ever;</w:t>
      </w:r>
    </w:p>
    <w:p w:rsidR="00C563CB" w:rsidRDefault="00C563CB" w:rsidP="00CD60A2">
      <w:pPr>
        <w:pStyle w:val="libItalic"/>
      </w:pPr>
      <w:r w:rsidRPr="00CD60A2">
        <w:t>S</w:t>
      </w:r>
      <w:r>
        <w:t>he gently explained, that Sakina had joined her father,</w:t>
      </w:r>
    </w:p>
    <w:p w:rsidR="00C563CB" w:rsidRDefault="00C563CB" w:rsidP="00CD60A2">
      <w:pPr>
        <w:pStyle w:val="libItalic"/>
      </w:pPr>
      <w:r w:rsidRPr="00CD60A2">
        <w:t>A</w:t>
      </w:r>
      <w:r>
        <w:t>t this, she returned, to the word of reality with a shudder!</w:t>
      </w:r>
    </w:p>
    <w:p w:rsidR="00C563CB" w:rsidRDefault="00C563CB" w:rsidP="00CD60A2">
      <w:pPr>
        <w:pStyle w:val="libItalic"/>
      </w:pPr>
      <w:r w:rsidRPr="00CD60A2">
        <w:t>H</w:t>
      </w:r>
      <w:r>
        <w:t>ind, excusing herself, to the palace she hurried</w:t>
      </w:r>
    </w:p>
    <w:p w:rsidR="00C563CB" w:rsidRDefault="00C563CB" w:rsidP="00CD60A2">
      <w:pPr>
        <w:pStyle w:val="libItalic"/>
      </w:pPr>
      <w:r w:rsidRPr="00CD60A2">
        <w:t>M</w:t>
      </w:r>
      <w:r>
        <w:t>oawiyah, her son, was the only male issue of Yazid</w:t>
      </w:r>
    </w:p>
    <w:p w:rsidR="00C563CB" w:rsidRDefault="00C563CB" w:rsidP="00CD60A2">
      <w:pPr>
        <w:pStyle w:val="libItalic"/>
      </w:pPr>
      <w:r w:rsidRPr="00CD60A2">
        <w:t>O</w:t>
      </w:r>
      <w:r>
        <w:t>nly they had access to him, without announcement</w:t>
      </w:r>
    </w:p>
    <w:p w:rsidR="00C563CB" w:rsidRDefault="00C563CB" w:rsidP="00CD60A2">
      <w:pPr>
        <w:pStyle w:val="libItalic"/>
      </w:pPr>
      <w:r w:rsidRPr="00CD60A2">
        <w:t>T</w:t>
      </w:r>
      <w:r>
        <w:t>hey found Yazid, pacing up and down, himself denouncing.</w:t>
      </w:r>
    </w:p>
    <w:p w:rsidR="00C563CB" w:rsidRDefault="00C563CB" w:rsidP="00CD60A2">
      <w:pPr>
        <w:pStyle w:val="libItalic"/>
      </w:pPr>
      <w:r w:rsidRPr="00CD60A2">
        <w:t>Y</w:t>
      </w:r>
      <w:r>
        <w:t>azid was surprised to see Hind's hair disheveled;</w:t>
      </w:r>
    </w:p>
    <w:p w:rsidR="00C563CB" w:rsidRDefault="00C563CB" w:rsidP="00CD60A2">
      <w:pPr>
        <w:pStyle w:val="libItalic"/>
      </w:pPr>
      <w:r w:rsidRPr="00CD60A2">
        <w:t>H</w:t>
      </w:r>
      <w:r>
        <w:t>er eyes full of tears, charges she defiantly leveled</w:t>
      </w:r>
    </w:p>
    <w:p w:rsidR="00C563CB" w:rsidRDefault="00C563CB" w:rsidP="00CD60A2">
      <w:pPr>
        <w:pStyle w:val="libItalic"/>
      </w:pPr>
      <w:r w:rsidRPr="00CD60A2">
        <w:t>B</w:t>
      </w:r>
      <w:r>
        <w:t>oth mother and son, spared no words to make it plain,</w:t>
      </w:r>
    </w:p>
    <w:p w:rsidR="00C563CB" w:rsidRDefault="00C563CB" w:rsidP="00CD60A2">
      <w:pPr>
        <w:pStyle w:val="libItalic"/>
      </w:pPr>
      <w:r>
        <w:t>"</w:t>
      </w:r>
      <w:r w:rsidRPr="00CD60A2">
        <w:t>S</w:t>
      </w:r>
      <w:r>
        <w:t>et free this very day, the family of Imam Husayn."</w:t>
      </w:r>
    </w:p>
    <w:p w:rsidR="00C563CB" w:rsidRDefault="00C563CB" w:rsidP="00CD60A2">
      <w:pPr>
        <w:pStyle w:val="libItalic"/>
      </w:pPr>
      <w:r w:rsidRPr="00CD60A2">
        <w:t>T</w:t>
      </w:r>
      <w:r>
        <w:t>he cup of cruelty had got filled to the brim</w:t>
      </w:r>
    </w:p>
    <w:p w:rsidR="00C563CB" w:rsidRDefault="00C563CB" w:rsidP="00CD60A2">
      <w:pPr>
        <w:pStyle w:val="libItalic"/>
      </w:pPr>
      <w:r w:rsidRPr="00CD60A2">
        <w:t>Y</w:t>
      </w:r>
      <w:r>
        <w:t xml:space="preserve">azid was </w:t>
      </w:r>
      <w:proofErr w:type="gramStart"/>
      <w:r>
        <w:t>aware,</w:t>
      </w:r>
      <w:proofErr w:type="gramEnd"/>
      <w:r>
        <w:t xml:space="preserve"> the situation was getting grim;</w:t>
      </w:r>
    </w:p>
    <w:p w:rsidR="00C563CB" w:rsidRDefault="00C563CB" w:rsidP="00CD60A2">
      <w:pPr>
        <w:pStyle w:val="libItalic"/>
      </w:pPr>
      <w:r w:rsidRPr="00CD60A2">
        <w:t>R</w:t>
      </w:r>
      <w:r>
        <w:t>ealization had dawned that time was running out</w:t>
      </w:r>
    </w:p>
    <w:p w:rsidR="00C563CB" w:rsidRDefault="00C563CB" w:rsidP="00CD60A2">
      <w:pPr>
        <w:pStyle w:val="libItalic"/>
      </w:pPr>
      <w:r w:rsidRPr="00CD60A2">
        <w:t>N</w:t>
      </w:r>
      <w:r>
        <w:t>emesis might overtake him, unless he had stopped the rot.</w:t>
      </w:r>
    </w:p>
    <w:p w:rsidR="00C563CB" w:rsidRDefault="00C563CB" w:rsidP="00CD60A2">
      <w:pPr>
        <w:pStyle w:val="libItalic"/>
      </w:pPr>
      <w:r w:rsidRPr="00CD60A2">
        <w:t>H</w:t>
      </w:r>
      <w:r>
        <w:t>e was having nightmares, with Prophet upbraiding him</w:t>
      </w:r>
    </w:p>
    <w:p w:rsidR="00C563CB" w:rsidRDefault="00C563CB" w:rsidP="00CD60A2">
      <w:pPr>
        <w:pStyle w:val="libItalic"/>
      </w:pPr>
      <w:r w:rsidRPr="00CD60A2">
        <w:t>E</w:t>
      </w:r>
      <w:r>
        <w:t>veryday, he was having most horrifying and frightening dreams</w:t>
      </w:r>
    </w:p>
    <w:p w:rsidR="00C563CB" w:rsidRDefault="00C563CB" w:rsidP="00CD60A2">
      <w:pPr>
        <w:pStyle w:val="libItalic"/>
      </w:pPr>
      <w:r>
        <w:t>"</w:t>
      </w:r>
      <w:r w:rsidRPr="00CD60A2">
        <w:t>O</w:t>
      </w:r>
      <w:r>
        <w:t xml:space="preserve">' Yazid, what had my Husayn done to deserve your </w:t>
      </w:r>
      <w:proofErr w:type="gramStart"/>
      <w:r>
        <w:t>vengeance</w:t>
      </w:r>
      <w:proofErr w:type="gramEnd"/>
    </w:p>
    <w:p w:rsidR="00C563CB" w:rsidRDefault="00C563CB" w:rsidP="00CD60A2">
      <w:pPr>
        <w:pStyle w:val="libItalic"/>
      </w:pPr>
      <w:r w:rsidRPr="00CD60A2">
        <w:t>W</w:t>
      </w:r>
      <w:r>
        <w:t xml:space="preserve">hat made you bestow upon my family such inhuman </w:t>
      </w:r>
      <w:proofErr w:type="gramStart"/>
      <w:r>
        <w:t>penance.</w:t>
      </w:r>
      <w:proofErr w:type="gramEnd"/>
      <w:r>
        <w:t>"</w:t>
      </w:r>
    </w:p>
    <w:p w:rsidR="00C563CB" w:rsidRDefault="00C563CB" w:rsidP="00CD60A2">
      <w:pPr>
        <w:pStyle w:val="libItalic"/>
      </w:pPr>
      <w:r>
        <w:t>"</w:t>
      </w:r>
      <w:r w:rsidRPr="00CD60A2">
        <w:t>I</w:t>
      </w:r>
      <w:r>
        <w:t xml:space="preserve">s your hatred, for me and my family, not yet </w:t>
      </w:r>
      <w:proofErr w:type="gramStart"/>
      <w:r>
        <w:t>satisfied</w:t>
      </w:r>
      <w:proofErr w:type="gramEnd"/>
    </w:p>
    <w:p w:rsidR="00C563CB" w:rsidRDefault="00C563CB" w:rsidP="00CD60A2">
      <w:pPr>
        <w:pStyle w:val="libItalic"/>
      </w:pPr>
      <w:r w:rsidRPr="00CD60A2">
        <w:t>S</w:t>
      </w:r>
      <w:r>
        <w:t>uch tortures, you are inflicting, as can not be narrated."</w:t>
      </w:r>
    </w:p>
    <w:p w:rsidR="00C563CB" w:rsidRDefault="00C563CB" w:rsidP="00CD60A2">
      <w:pPr>
        <w:pStyle w:val="libItalic"/>
      </w:pPr>
      <w:r w:rsidRPr="00CD60A2">
        <w:t>H</w:t>
      </w:r>
      <w:r>
        <w:t>e was brooding about ways, to resolve the dilemma</w:t>
      </w:r>
    </w:p>
    <w:p w:rsidR="00C563CB" w:rsidRDefault="00C563CB" w:rsidP="00CD60A2">
      <w:pPr>
        <w:pStyle w:val="libItalic"/>
      </w:pPr>
      <w:r w:rsidRPr="00CD60A2">
        <w:t>W</w:t>
      </w:r>
      <w:r>
        <w:t xml:space="preserve">hich was his own creation, a </w:t>
      </w:r>
      <w:proofErr w:type="gramStart"/>
      <w:r>
        <w:t>self created</w:t>
      </w:r>
      <w:proofErr w:type="gramEnd"/>
      <w:r>
        <w:t xml:space="preserve"> drama!</w:t>
      </w:r>
    </w:p>
    <w:p w:rsidR="00C563CB" w:rsidRDefault="00C563CB" w:rsidP="00CD60A2">
      <w:pPr>
        <w:pStyle w:val="libItalic"/>
      </w:pPr>
      <w:r w:rsidRPr="00CD60A2">
        <w:t>N</w:t>
      </w:r>
      <w:r>
        <w:t>ow his own son, his own flesh and blood</w:t>
      </w:r>
    </w:p>
    <w:p w:rsidR="00C563CB" w:rsidRDefault="00C563CB" w:rsidP="00CD60A2">
      <w:pPr>
        <w:pStyle w:val="libItalic"/>
      </w:pPr>
      <w:r w:rsidRPr="00CD60A2">
        <w:t>W</w:t>
      </w:r>
      <w:r>
        <w:t>ith Queen Hind, was flinging at him mud</w:t>
      </w:r>
    </w:p>
    <w:p w:rsidR="00C563CB" w:rsidRDefault="00C563CB" w:rsidP="00CD60A2">
      <w:pPr>
        <w:pStyle w:val="libItalic"/>
      </w:pPr>
      <w:r w:rsidRPr="00CD60A2">
        <w:t>T</w:t>
      </w:r>
      <w:r>
        <w:t>he time was now ripe to act with grace</w:t>
      </w:r>
    </w:p>
    <w:p w:rsidR="00C563CB" w:rsidRDefault="00C563CB" w:rsidP="00CD60A2">
      <w:pPr>
        <w:pStyle w:val="libItalic"/>
      </w:pPr>
      <w:r w:rsidRPr="00CD60A2">
        <w:t>A</w:t>
      </w:r>
      <w:r>
        <w:t xml:space="preserve"> little </w:t>
      </w:r>
      <w:proofErr w:type="gramStart"/>
      <w:r>
        <w:t>delay,</w:t>
      </w:r>
      <w:proofErr w:type="gramEnd"/>
      <w:r>
        <w:t xml:space="preserve"> and he would loose the race.</w:t>
      </w:r>
    </w:p>
    <w:p w:rsidR="00C563CB" w:rsidRDefault="00C563CB" w:rsidP="00CD60A2">
      <w:pPr>
        <w:pStyle w:val="libItalic"/>
      </w:pPr>
      <w:r>
        <w:t>"</w:t>
      </w:r>
      <w:r w:rsidRPr="00CD60A2">
        <w:t>A</w:t>
      </w:r>
      <w:r>
        <w:t xml:space="preserve"> strange way for pleading for mercy, you have</w:t>
      </w:r>
    </w:p>
    <w:p w:rsidR="00C563CB" w:rsidRDefault="00C563CB" w:rsidP="00CD60A2">
      <w:pPr>
        <w:pStyle w:val="libItalic"/>
      </w:pPr>
      <w:r w:rsidRPr="00CD60A2">
        <w:t>C</w:t>
      </w:r>
      <w:r>
        <w:t>ould you not find, a better way, to remonstrate</w:t>
      </w:r>
    </w:p>
    <w:p w:rsidR="00C563CB" w:rsidRDefault="00C563CB" w:rsidP="00CD60A2">
      <w:pPr>
        <w:pStyle w:val="libItalic"/>
      </w:pPr>
      <w:r w:rsidRPr="00CD60A2">
        <w:t>I</w:t>
      </w:r>
      <w:r>
        <w:t xml:space="preserve"> accede, to your request, to set the prisoners free</w:t>
      </w:r>
    </w:p>
    <w:p w:rsidR="00C563CB" w:rsidRDefault="00C563CB" w:rsidP="00CD60A2">
      <w:pPr>
        <w:pStyle w:val="libItalic"/>
      </w:pPr>
      <w:r w:rsidRPr="00CD60A2">
        <w:t>I</w:t>
      </w:r>
      <w:r>
        <w:t xml:space="preserve"> shall summon my court and announce my decree."</w:t>
      </w:r>
    </w:p>
    <w:p w:rsidR="00C563CB" w:rsidRDefault="00C563CB" w:rsidP="00CD60A2">
      <w:pPr>
        <w:pStyle w:val="libItalic"/>
      </w:pPr>
      <w:r>
        <w:t>"</w:t>
      </w:r>
      <w:r w:rsidRPr="00CD60A2">
        <w:t>N</w:t>
      </w:r>
      <w:r>
        <w:t>ow, both of you may rest, in peace, till they are free</w:t>
      </w:r>
    </w:p>
    <w:p w:rsidR="00C563CB" w:rsidRDefault="00C563CB" w:rsidP="00CD60A2">
      <w:pPr>
        <w:pStyle w:val="libItalic"/>
      </w:pPr>
      <w:r w:rsidRPr="00CD60A2">
        <w:t>L</w:t>
      </w:r>
      <w:r>
        <w:t>et me have some respite, after the shock you have given me."</w:t>
      </w:r>
    </w:p>
    <w:p w:rsidR="00C563CB" w:rsidRDefault="00C563CB" w:rsidP="00CD60A2">
      <w:pPr>
        <w:pStyle w:val="libItalic"/>
      </w:pPr>
      <w:r>
        <w:t>"</w:t>
      </w:r>
      <w:r w:rsidRPr="00CD60A2">
        <w:t>P</w:t>
      </w:r>
      <w:r>
        <w:t>eace, did you say?" in surprise, Hind burst out and cried</w:t>
      </w:r>
    </w:p>
    <w:p w:rsidR="00C563CB" w:rsidRDefault="00C563CB" w:rsidP="00CD60A2">
      <w:pPr>
        <w:pStyle w:val="libItalic"/>
      </w:pPr>
      <w:r>
        <w:t>"</w:t>
      </w:r>
      <w:r w:rsidRPr="00CD60A2">
        <w:t>C</w:t>
      </w:r>
      <w:r>
        <w:t xml:space="preserve">an we ever have peace, after knowing what has </w:t>
      </w:r>
      <w:proofErr w:type="gramStart"/>
      <w:r>
        <w:t>transpired.</w:t>
      </w:r>
      <w:proofErr w:type="gramEnd"/>
      <w:r>
        <w:t>"</w:t>
      </w:r>
    </w:p>
    <w:p w:rsidR="00C563CB" w:rsidRDefault="00C563CB" w:rsidP="00CD60A2">
      <w:pPr>
        <w:pStyle w:val="libItalic"/>
      </w:pPr>
      <w:r>
        <w:t>"</w:t>
      </w:r>
      <w:r w:rsidRPr="00CD60A2">
        <w:t>F</w:t>
      </w:r>
      <w:r>
        <w:t>or these unforgivable atrocities and unpardonable sins</w:t>
      </w:r>
    </w:p>
    <w:p w:rsidR="00C563CB" w:rsidRDefault="00C563CB" w:rsidP="00CD60A2">
      <w:pPr>
        <w:pStyle w:val="libItalic"/>
      </w:pPr>
      <w:r w:rsidRPr="00CD60A2">
        <w:t>M</w:t>
      </w:r>
      <w:r>
        <w:t>ake best amends, to Lady Zaynab and Zainal Abedeen</w:t>
      </w:r>
    </w:p>
    <w:p w:rsidR="00C563CB" w:rsidRDefault="00C563CB" w:rsidP="00CD60A2">
      <w:pPr>
        <w:pStyle w:val="libItalic"/>
      </w:pPr>
      <w:r w:rsidRPr="00CD60A2">
        <w:t>R</w:t>
      </w:r>
      <w:r>
        <w:t>estore them to the place of honor, which is their right."</w:t>
      </w:r>
    </w:p>
    <w:p w:rsidR="00C563CB" w:rsidRDefault="00C563CB" w:rsidP="00CD60A2">
      <w:pPr>
        <w:pStyle w:val="libItalic"/>
      </w:pPr>
      <w:r w:rsidRPr="00CD60A2">
        <w:t>I</w:t>
      </w:r>
      <w:r>
        <w:t>t is through them, that God sheds His Merciful Light!</w:t>
      </w:r>
    </w:p>
    <w:p w:rsidR="00C563CB" w:rsidRDefault="00C563CB" w:rsidP="00CD60A2">
      <w:pPr>
        <w:pStyle w:val="libItalic"/>
      </w:pPr>
      <w:r w:rsidRPr="00CD60A2">
        <w:t>D</w:t>
      </w:r>
      <w:r>
        <w:t>ecked, in a jeweled dress of silk and brocade</w:t>
      </w:r>
    </w:p>
    <w:p w:rsidR="00C563CB" w:rsidRDefault="00C563CB" w:rsidP="00CD60A2">
      <w:pPr>
        <w:pStyle w:val="libItalic"/>
      </w:pPr>
      <w:r w:rsidRPr="00CD60A2">
        <w:t>Y</w:t>
      </w:r>
      <w:r>
        <w:t>azid sat on the throne; of solid gold it was made</w:t>
      </w:r>
    </w:p>
    <w:p w:rsidR="00C563CB" w:rsidRDefault="00C563CB" w:rsidP="00CD60A2">
      <w:pPr>
        <w:pStyle w:val="libItalic"/>
      </w:pPr>
      <w:r w:rsidRPr="00CD60A2">
        <w:t>W</w:t>
      </w:r>
      <w:r>
        <w:t>ith full display of regalia, of Ommayad's courts</w:t>
      </w:r>
    </w:p>
    <w:p w:rsidR="00C563CB" w:rsidRDefault="00C563CB" w:rsidP="00CD60A2">
      <w:pPr>
        <w:pStyle w:val="libItalic"/>
      </w:pPr>
      <w:proofErr w:type="gramStart"/>
      <w:r w:rsidRPr="00CD60A2">
        <w:t>I</w:t>
      </w:r>
      <w:r>
        <w:t>t was late in the evening, all had assembled in the Fort.</w:t>
      </w:r>
      <w:proofErr w:type="gramEnd"/>
    </w:p>
    <w:p w:rsidR="00C563CB" w:rsidRDefault="00C563CB" w:rsidP="00CD60A2">
      <w:pPr>
        <w:pStyle w:val="libItalic"/>
      </w:pPr>
      <w:r w:rsidRPr="00CD60A2">
        <w:t>W</w:t>
      </w:r>
      <w:r>
        <w:t>ith all solemnity, the ushers announced in the Fort</w:t>
      </w:r>
    </w:p>
    <w:p w:rsidR="00C563CB" w:rsidRDefault="00C563CB" w:rsidP="00CD60A2">
      <w:pPr>
        <w:pStyle w:val="libItalic"/>
      </w:pPr>
      <w:r w:rsidRPr="00CD60A2">
        <w:t>T</w:t>
      </w:r>
      <w:r>
        <w:t>he grandson of Prophet Muhammad, was entering the court</w:t>
      </w:r>
    </w:p>
    <w:p w:rsidR="00C563CB" w:rsidRDefault="00C563CB" w:rsidP="00CD60A2">
      <w:pPr>
        <w:pStyle w:val="libItalic"/>
      </w:pPr>
      <w:r w:rsidRPr="00CD60A2">
        <w:t>H</w:t>
      </w:r>
      <w:r>
        <w:t>is garments tattered, but with dignity in his bearing</w:t>
      </w:r>
    </w:p>
    <w:p w:rsidR="00C563CB" w:rsidRDefault="00C563CB" w:rsidP="00CD60A2">
      <w:pPr>
        <w:pStyle w:val="libItalic"/>
      </w:pPr>
      <w:r w:rsidRPr="00CD60A2">
        <w:lastRenderedPageBreak/>
        <w:t>Z</w:t>
      </w:r>
      <w:r>
        <w:t>ainal Abedeen entered, with everyone admiring his daring.</w:t>
      </w:r>
    </w:p>
    <w:p w:rsidR="00C563CB" w:rsidRDefault="00C563CB" w:rsidP="00CD60A2">
      <w:pPr>
        <w:pStyle w:val="libItalic"/>
      </w:pPr>
      <w:r w:rsidRPr="00CD60A2">
        <w:t>T</w:t>
      </w:r>
      <w:r>
        <w:t>here was a radiance on his countenance; a "halo" on his face</w:t>
      </w:r>
    </w:p>
    <w:p w:rsidR="00C563CB" w:rsidRDefault="00C563CB" w:rsidP="00CD60A2">
      <w:pPr>
        <w:pStyle w:val="libItalic"/>
      </w:pPr>
      <w:r w:rsidRPr="00CD60A2">
        <w:t>I</w:t>
      </w:r>
      <w:r>
        <w:t>t inspired awe in their hearts; they stood up out of grace</w:t>
      </w:r>
    </w:p>
    <w:p w:rsidR="00C563CB" w:rsidRDefault="00C563CB" w:rsidP="00CD60A2">
      <w:pPr>
        <w:pStyle w:val="libItalic"/>
      </w:pPr>
      <w:r w:rsidRPr="00CD60A2">
        <w:t>Y</w:t>
      </w:r>
      <w:r>
        <w:t>azid got up from his throne, seei9ng the spontaneous gesture</w:t>
      </w:r>
    </w:p>
    <w:p w:rsidR="00C563CB" w:rsidRDefault="00C563CB" w:rsidP="00CD60A2">
      <w:pPr>
        <w:pStyle w:val="libItalic"/>
      </w:pPr>
      <w:proofErr w:type="gramStart"/>
      <w:r w:rsidRPr="00CD60A2">
        <w:t>I</w:t>
      </w:r>
      <w:r>
        <w:t>mpelled by an uncontrollable force of undiscriminating nature.</w:t>
      </w:r>
      <w:proofErr w:type="gramEnd"/>
    </w:p>
    <w:p w:rsidR="00C563CB" w:rsidRDefault="00C563CB" w:rsidP="00CD60A2">
      <w:pPr>
        <w:pStyle w:val="libItalic"/>
      </w:pPr>
      <w:r w:rsidRPr="00CD60A2">
        <w:t>W</w:t>
      </w:r>
      <w:r>
        <w:t>ith a slow halting gait, Zainal Abedeen walked to the pulpit</w:t>
      </w:r>
    </w:p>
    <w:p w:rsidR="00C563CB" w:rsidRDefault="00C563CB" w:rsidP="00CD60A2">
      <w:pPr>
        <w:pStyle w:val="libItalic"/>
      </w:pPr>
      <w:r w:rsidRPr="00CD60A2">
        <w:t>H</w:t>
      </w:r>
      <w:r>
        <w:t>is aching lacerated legs, made walking an ordeal, a bit</w:t>
      </w:r>
    </w:p>
    <w:p w:rsidR="00C563CB" w:rsidRDefault="00C563CB" w:rsidP="00CD60A2">
      <w:pPr>
        <w:pStyle w:val="libItalic"/>
      </w:pPr>
      <w:r w:rsidRPr="00CD60A2">
        <w:t>T</w:t>
      </w:r>
      <w:r>
        <w:t>he rustling of the curtain, indicated the ladies had entered</w:t>
      </w:r>
    </w:p>
    <w:p w:rsidR="00C563CB" w:rsidRDefault="00C563CB" w:rsidP="00CD60A2">
      <w:pPr>
        <w:pStyle w:val="libItalic"/>
      </w:pPr>
      <w:r w:rsidRPr="00CD60A2">
        <w:t>S</w:t>
      </w:r>
      <w:r>
        <w:t>eated behind the pulpit were the ladies, with Zaynab centered.</w:t>
      </w:r>
    </w:p>
    <w:p w:rsidR="00C563CB" w:rsidRDefault="00C563CB" w:rsidP="00CD60A2">
      <w:pPr>
        <w:pStyle w:val="libItalic"/>
      </w:pPr>
      <w:r w:rsidRPr="00CD60A2">
        <w:t>Y</w:t>
      </w:r>
      <w:r>
        <w:t>azid offered condolences; his words sounded hollow</w:t>
      </w:r>
    </w:p>
    <w:p w:rsidR="00C563CB" w:rsidRDefault="00C563CB" w:rsidP="00CD60A2">
      <w:pPr>
        <w:pStyle w:val="libItalic"/>
      </w:pPr>
      <w:r w:rsidRPr="00CD60A2">
        <w:t>C</w:t>
      </w:r>
      <w:r>
        <w:t>ursing his lieutenants; he tried to paint a "halo"</w:t>
      </w:r>
    </w:p>
    <w:p w:rsidR="00C563CB" w:rsidRDefault="00C563CB" w:rsidP="00CD60A2">
      <w:pPr>
        <w:pStyle w:val="libItalic"/>
      </w:pPr>
      <w:r w:rsidRPr="00CD60A2">
        <w:t>H</w:t>
      </w:r>
      <w:r>
        <w:t>e pleaded innocence, as if he had in it no hand</w:t>
      </w:r>
    </w:p>
    <w:p w:rsidR="00C563CB" w:rsidRDefault="00C563CB" w:rsidP="00CD60A2">
      <w:pPr>
        <w:pStyle w:val="libItalic"/>
      </w:pPr>
      <w:r w:rsidRPr="00CD60A2">
        <w:t>H</w:t>
      </w:r>
      <w:r>
        <w:t>e expressed profound regret, for all that happened.</w:t>
      </w:r>
    </w:p>
    <w:p w:rsidR="00C563CB" w:rsidRDefault="00C563CB" w:rsidP="00CD60A2">
      <w:pPr>
        <w:pStyle w:val="libItalic"/>
      </w:pPr>
      <w:r w:rsidRPr="00CD60A2">
        <w:t>H</w:t>
      </w:r>
      <w:r>
        <w:t>e told the Imam, that they were all know free</w:t>
      </w:r>
    </w:p>
    <w:p w:rsidR="00C563CB" w:rsidRDefault="00C563CB" w:rsidP="00CD60A2">
      <w:pPr>
        <w:pStyle w:val="libItalic"/>
      </w:pPr>
      <w:r w:rsidRPr="00CD60A2">
        <w:t>H</w:t>
      </w:r>
      <w:r>
        <w:t>e offered any amount, they wished as blood money</w:t>
      </w:r>
    </w:p>
    <w:p w:rsidR="00C563CB" w:rsidRDefault="00C563CB" w:rsidP="00CD60A2">
      <w:pPr>
        <w:pStyle w:val="libItalic"/>
      </w:pPr>
      <w:r w:rsidRPr="00CD60A2">
        <w:t>S</w:t>
      </w:r>
      <w:r>
        <w:t>eeing the Imam's face turning red with rage</w:t>
      </w:r>
    </w:p>
    <w:p w:rsidR="00C563CB" w:rsidRDefault="00C563CB" w:rsidP="00CD60A2">
      <w:pPr>
        <w:pStyle w:val="libItalic"/>
      </w:pPr>
      <w:r w:rsidRPr="00CD60A2">
        <w:t>H</w:t>
      </w:r>
      <w:r>
        <w:t>e urged it in the name of religious usage.</w:t>
      </w:r>
    </w:p>
    <w:p w:rsidR="00C563CB" w:rsidRDefault="00C563CB" w:rsidP="00CD60A2">
      <w:pPr>
        <w:pStyle w:val="libItalic"/>
      </w:pPr>
      <w:r w:rsidRPr="00CD60A2">
        <w:t>Z</w:t>
      </w:r>
      <w:r>
        <w:t>aynab, who was listening from behind the curtain, cried out</w:t>
      </w:r>
    </w:p>
    <w:p w:rsidR="00C563CB" w:rsidRDefault="00C563CB" w:rsidP="00CD60A2">
      <w:pPr>
        <w:pStyle w:val="libItalic"/>
      </w:pPr>
      <w:r>
        <w:t>"</w:t>
      </w:r>
      <w:r w:rsidRPr="00CD60A2">
        <w:t>O</w:t>
      </w:r>
      <w:r>
        <w:t>n the day of judgement, you shall be answerable, no doubt</w:t>
      </w:r>
    </w:p>
    <w:p w:rsidR="00C563CB" w:rsidRDefault="00C563CB" w:rsidP="00CD60A2">
      <w:pPr>
        <w:pStyle w:val="libItalic"/>
      </w:pPr>
      <w:r w:rsidRPr="00CD60A2">
        <w:t>Y</w:t>
      </w:r>
      <w:r>
        <w:t>ou offer, what you possess, on that day, to Prophet Muhammad</w:t>
      </w:r>
    </w:p>
    <w:p w:rsidR="00C563CB" w:rsidRDefault="00C563CB" w:rsidP="00CD60A2">
      <w:pPr>
        <w:pStyle w:val="libItalic"/>
      </w:pPr>
      <w:r w:rsidRPr="00CD60A2">
        <w:t>I</w:t>
      </w:r>
      <w:r>
        <w:t>t is not for us, to accept any money, for the Martyr's blood!"</w:t>
      </w:r>
    </w:p>
    <w:p w:rsidR="00C563CB" w:rsidRDefault="00C563CB" w:rsidP="00CD60A2">
      <w:pPr>
        <w:pStyle w:val="libItalic"/>
      </w:pPr>
      <w:r w:rsidRPr="00CD60A2">
        <w:t>Y</w:t>
      </w:r>
      <w:r>
        <w:t>azid was abashed by the daughter of Ali's bold retort</w:t>
      </w:r>
    </w:p>
    <w:p w:rsidR="00C563CB" w:rsidRDefault="00C563CB" w:rsidP="00CD60A2">
      <w:pPr>
        <w:pStyle w:val="libItalic"/>
      </w:pPr>
      <w:r w:rsidRPr="00CD60A2">
        <w:t>H</w:t>
      </w:r>
      <w:r>
        <w:t>e had seen her courage, even as a prisoner in his court</w:t>
      </w:r>
    </w:p>
    <w:p w:rsidR="00C563CB" w:rsidRDefault="00C563CB" w:rsidP="00CD60A2">
      <w:pPr>
        <w:pStyle w:val="libItalic"/>
      </w:pPr>
      <w:r w:rsidRPr="00CD60A2">
        <w:t>H</w:t>
      </w:r>
      <w:r>
        <w:t>e changed the subject and addressing Zainal Abedeen</w:t>
      </w:r>
    </w:p>
    <w:p w:rsidR="00C563CB" w:rsidRDefault="00C563CB" w:rsidP="00CD60A2">
      <w:pPr>
        <w:pStyle w:val="libItalic"/>
      </w:pPr>
      <w:r w:rsidRPr="00CD60A2">
        <w:t>H</w:t>
      </w:r>
      <w:r>
        <w:t>e declared, "You are free to demand from me anything."</w:t>
      </w:r>
    </w:p>
    <w:p w:rsidR="00C563CB" w:rsidRDefault="00C563CB" w:rsidP="00CD60A2">
      <w:pPr>
        <w:pStyle w:val="libItalic"/>
      </w:pPr>
      <w:r>
        <w:t>"</w:t>
      </w:r>
      <w:r w:rsidRPr="00CD60A2">
        <w:t>A</w:t>
      </w:r>
      <w:r>
        <w:t>t your disposal, is a house of status and position befitting</w:t>
      </w:r>
    </w:p>
    <w:p w:rsidR="00C563CB" w:rsidRDefault="00C563CB" w:rsidP="00CD60A2">
      <w:pPr>
        <w:pStyle w:val="libItalic"/>
      </w:pPr>
      <w:r w:rsidRPr="00CD60A2">
        <w:t>H</w:t>
      </w:r>
      <w:r>
        <w:t>ighest honor and respect will be extended to you beings."</w:t>
      </w:r>
    </w:p>
    <w:p w:rsidR="00C563CB" w:rsidRDefault="00C563CB" w:rsidP="00CD60A2">
      <w:pPr>
        <w:pStyle w:val="libItalic"/>
      </w:pPr>
      <w:r>
        <w:t>"</w:t>
      </w:r>
      <w:r w:rsidRPr="00CD60A2">
        <w:t>A</w:t>
      </w:r>
      <w:r>
        <w:t>ll we want is the severed heads of our near and dear ones</w:t>
      </w:r>
    </w:p>
    <w:p w:rsidR="00C563CB" w:rsidRDefault="00C563CB" w:rsidP="00CD60A2">
      <w:pPr>
        <w:pStyle w:val="libItalic"/>
      </w:pPr>
      <w:proofErr w:type="gramStart"/>
      <w:r w:rsidRPr="00CD60A2">
        <w:t>O</w:t>
      </w:r>
      <w:r>
        <w:t>ur looted property and clothes, though tattered and torn."</w:t>
      </w:r>
      <w:proofErr w:type="gramEnd"/>
    </w:p>
    <w:p w:rsidR="00C563CB" w:rsidRDefault="00C563CB" w:rsidP="00CD60A2">
      <w:pPr>
        <w:pStyle w:val="libItalic"/>
      </w:pPr>
      <w:r w:rsidRPr="00CD60A2">
        <w:t>Y</w:t>
      </w:r>
      <w:r>
        <w:t>azid, expressed extreme surprise, at the simple request</w:t>
      </w:r>
    </w:p>
    <w:p w:rsidR="00C563CB" w:rsidRDefault="00C563CB" w:rsidP="00CD60A2">
      <w:pPr>
        <w:pStyle w:val="libItalic"/>
      </w:pPr>
      <w:r w:rsidRPr="00CD60A2">
        <w:t>T</w:t>
      </w:r>
      <w:r>
        <w:t>hey had not even ornaments, at the time of their arrest</w:t>
      </w:r>
    </w:p>
    <w:p w:rsidR="00C563CB" w:rsidRDefault="00C563CB" w:rsidP="00CD60A2">
      <w:pPr>
        <w:pStyle w:val="libItalic"/>
      </w:pPr>
      <w:r w:rsidRPr="00CD60A2">
        <w:t>H</w:t>
      </w:r>
      <w:r>
        <w:t>e could not see anything of value, in the things looted;</w:t>
      </w:r>
    </w:p>
    <w:p w:rsidR="00C563CB" w:rsidRDefault="00C563CB" w:rsidP="00CD60A2">
      <w:pPr>
        <w:pStyle w:val="libItalic"/>
      </w:pPr>
      <w:proofErr w:type="gramStart"/>
      <w:r w:rsidRPr="00CD60A2">
        <w:t>T</w:t>
      </w:r>
      <w:r>
        <w:t>he immense sentimental value, which in them, was rooted.</w:t>
      </w:r>
      <w:proofErr w:type="gramEnd"/>
    </w:p>
    <w:p w:rsidR="00C563CB" w:rsidRDefault="00C563CB" w:rsidP="00CD60A2">
      <w:pPr>
        <w:pStyle w:val="libItalic"/>
      </w:pPr>
      <w:r w:rsidRPr="00CD60A2">
        <w:t>H</w:t>
      </w:r>
      <w:r>
        <w:t>e ordered restored of all their belongings, forthwith</w:t>
      </w:r>
    </w:p>
    <w:p w:rsidR="00C563CB" w:rsidRDefault="00C563CB" w:rsidP="00CD60A2">
      <w:pPr>
        <w:pStyle w:val="libItalic"/>
      </w:pPr>
      <w:r w:rsidRPr="00CD60A2">
        <w:t>H</w:t>
      </w:r>
      <w:r>
        <w:t>e endeavored their every desire, every wish, to meet</w:t>
      </w:r>
    </w:p>
    <w:p w:rsidR="00C563CB" w:rsidRDefault="00C563CB" w:rsidP="00CD60A2">
      <w:pPr>
        <w:pStyle w:val="libItalic"/>
      </w:pPr>
      <w:r w:rsidRPr="00CD60A2">
        <w:t>M</w:t>
      </w:r>
      <w:r>
        <w:t>edina, via Karbala, they wished, to immediately return</w:t>
      </w:r>
    </w:p>
    <w:p w:rsidR="00C563CB" w:rsidRDefault="00C563CB" w:rsidP="00CD60A2">
      <w:pPr>
        <w:pStyle w:val="libItalic"/>
      </w:pPr>
      <w:r w:rsidRPr="00CD60A2">
        <w:t>C</w:t>
      </w:r>
      <w:r>
        <w:t>anopied camels and best horses; the purchase was done.</w:t>
      </w:r>
    </w:p>
    <w:p w:rsidR="00C563CB" w:rsidRDefault="00C563CB" w:rsidP="00CD60A2">
      <w:pPr>
        <w:pStyle w:val="libItalic"/>
      </w:pPr>
      <w:r w:rsidRPr="00CD60A2">
        <w:t>T</w:t>
      </w:r>
      <w:r>
        <w:t>he local citizens paid their respectful condolences</w:t>
      </w:r>
    </w:p>
    <w:p w:rsidR="00C563CB" w:rsidRDefault="00C563CB" w:rsidP="00CD60A2">
      <w:pPr>
        <w:pStyle w:val="libItalic"/>
      </w:pPr>
      <w:r w:rsidRPr="00CD60A2">
        <w:t>T</w:t>
      </w:r>
      <w:r>
        <w:t>o serve them, they vied with one another, for chances</w:t>
      </w:r>
    </w:p>
    <w:p w:rsidR="00C563CB" w:rsidRDefault="00C563CB" w:rsidP="00CD60A2">
      <w:pPr>
        <w:pStyle w:val="libItalic"/>
      </w:pPr>
      <w:r>
        <w:t>"</w:t>
      </w:r>
      <w:r w:rsidRPr="00CD60A2">
        <w:t>S</w:t>
      </w:r>
      <w:r>
        <w:t>tay on in Damascus, for sometime", they all jointly pleaded.</w:t>
      </w:r>
    </w:p>
    <w:p w:rsidR="00C563CB" w:rsidRDefault="00C563CB" w:rsidP="00CD60A2">
      <w:pPr>
        <w:pStyle w:val="libItalic"/>
      </w:pPr>
      <w:r w:rsidRPr="00CD60A2">
        <w:t>F</w:t>
      </w:r>
      <w:r>
        <w:t xml:space="preserve">or burial rites, their presence in </w:t>
      </w:r>
      <w:proofErr w:type="gramStart"/>
      <w:r>
        <w:t>Karbala,</w:t>
      </w:r>
      <w:proofErr w:type="gramEnd"/>
      <w:r>
        <w:t xml:space="preserve"> was needed.</w:t>
      </w:r>
    </w:p>
    <w:p w:rsidR="00C563CB" w:rsidRDefault="00C563CB" w:rsidP="00CD60A2">
      <w:pPr>
        <w:pStyle w:val="libItalic"/>
      </w:pPr>
      <w:r w:rsidRPr="00CD60A2">
        <w:t>T</w:t>
      </w:r>
      <w:r>
        <w:t>he entire city turned out to bid them adieu</w:t>
      </w:r>
    </w:p>
    <w:p w:rsidR="00C563CB" w:rsidRDefault="00C563CB" w:rsidP="00CD60A2">
      <w:pPr>
        <w:pStyle w:val="libItalic"/>
      </w:pPr>
      <w:r w:rsidRPr="00CD60A2">
        <w:t>H</w:t>
      </w:r>
      <w:r>
        <w:t>ind, had remained all along with Zaynab, now knew</w:t>
      </w:r>
    </w:p>
    <w:p w:rsidR="00C563CB" w:rsidRDefault="00C563CB" w:rsidP="00CD60A2">
      <w:pPr>
        <w:pStyle w:val="libItalic"/>
      </w:pPr>
      <w:r w:rsidRPr="00CD60A2">
        <w:t>T</w:t>
      </w:r>
      <w:r>
        <w:t>ime of parting was near; was unimaginably sad,</w:t>
      </w:r>
    </w:p>
    <w:p w:rsidR="00C563CB" w:rsidRDefault="00C563CB" w:rsidP="00CD60A2">
      <w:pPr>
        <w:pStyle w:val="libItalic"/>
      </w:pPr>
      <w:r w:rsidRPr="00CD60A2">
        <w:t>W</w:t>
      </w:r>
      <w:r>
        <w:t>hen you live and venerate someone, more than your dad.</w:t>
      </w:r>
    </w:p>
    <w:p w:rsidR="00C563CB" w:rsidRDefault="00C563CB" w:rsidP="00CD60A2">
      <w:pPr>
        <w:pStyle w:val="libItalic"/>
      </w:pPr>
      <w:r w:rsidRPr="00CD60A2">
        <w:t>S</w:t>
      </w:r>
      <w:r>
        <w:t>he begged for forgiveness, for the past neglect, from each one</w:t>
      </w:r>
    </w:p>
    <w:p w:rsidR="00C563CB" w:rsidRDefault="00C563CB" w:rsidP="00CD60A2">
      <w:pPr>
        <w:pStyle w:val="libItalic"/>
      </w:pPr>
      <w:r w:rsidRPr="00CD60A2">
        <w:t>S</w:t>
      </w:r>
      <w:r>
        <w:t>he was about to leave, when came a call from someone</w:t>
      </w:r>
    </w:p>
    <w:p w:rsidR="00C563CB" w:rsidRDefault="00C563CB" w:rsidP="00CD60A2">
      <w:pPr>
        <w:pStyle w:val="libItalic"/>
      </w:pPr>
      <w:r w:rsidRPr="00CD60A2">
        <w:t>U</w:t>
      </w:r>
      <w:r>
        <w:t>mm Rabab expressed, to Zaynab, her departing wish</w:t>
      </w:r>
    </w:p>
    <w:p w:rsidR="00C563CB" w:rsidRDefault="00C563CB" w:rsidP="00CD60A2">
      <w:pPr>
        <w:pStyle w:val="libItalic"/>
      </w:pPr>
      <w:r w:rsidRPr="00CD60A2">
        <w:lastRenderedPageBreak/>
        <w:t>T</w:t>
      </w:r>
      <w:r>
        <w:t>o visit the grave of Sakina, to bestow a farewell kiss!</w:t>
      </w:r>
    </w:p>
    <w:p w:rsidR="00C563CB" w:rsidRDefault="00C563CB" w:rsidP="00CD60A2">
      <w:pPr>
        <w:pStyle w:val="libItalic"/>
      </w:pPr>
      <w:r w:rsidRPr="00CD60A2">
        <w:t>T</w:t>
      </w:r>
      <w:r>
        <w:t>he disconsolate mother fell on Sakina's tiny grave</w:t>
      </w:r>
    </w:p>
    <w:p w:rsidR="00C563CB" w:rsidRDefault="00C563CB" w:rsidP="00CD60A2">
      <w:pPr>
        <w:pStyle w:val="libItalic"/>
      </w:pPr>
      <w:r w:rsidRPr="00CD60A2">
        <w:t>W</w:t>
      </w:r>
      <w:r>
        <w:t>ith a heart-rending shriek; vent to her feelings she gave</w:t>
      </w:r>
    </w:p>
    <w:p w:rsidR="00C563CB" w:rsidRDefault="00C563CB" w:rsidP="00CD60A2">
      <w:pPr>
        <w:pStyle w:val="libItalic"/>
      </w:pPr>
      <w:r w:rsidRPr="00CD60A2">
        <w:t>T</w:t>
      </w:r>
      <w:r>
        <w:t>urning to Hind, and other ladies of the unhappy town,</w:t>
      </w:r>
    </w:p>
    <w:p w:rsidR="00C563CB" w:rsidRDefault="00C563CB" w:rsidP="00CD60A2">
      <w:pPr>
        <w:pStyle w:val="libItalic"/>
      </w:pPr>
      <w:r>
        <w:t>"</w:t>
      </w:r>
      <w:r w:rsidRPr="00CD60A2">
        <w:t>O</w:t>
      </w:r>
      <w:r>
        <w:t>ccasionally, offer Fateha," she cried, and fell in a swoon.</w:t>
      </w:r>
    </w:p>
    <w:p w:rsidR="00C563CB" w:rsidRDefault="00C563CB" w:rsidP="00C563CB">
      <w:pPr>
        <w:pStyle w:val="libNormal"/>
      </w:pPr>
      <w:r>
        <w:br w:type="page"/>
      </w:r>
    </w:p>
    <w:p w:rsidR="00C563CB" w:rsidRDefault="00C563CB" w:rsidP="00C563CB">
      <w:pPr>
        <w:pStyle w:val="Heading1Center"/>
      </w:pPr>
      <w:bookmarkStart w:id="13" w:name="_Toc471903297"/>
      <w:r>
        <w:lastRenderedPageBreak/>
        <w:t xml:space="preserve">(15) The Savior </w:t>
      </w:r>
      <w:proofErr w:type="gramStart"/>
      <w:r>
        <w:t>Of</w:t>
      </w:r>
      <w:proofErr w:type="gramEnd"/>
      <w:r>
        <w:t xml:space="preserve"> Islam</w:t>
      </w:r>
      <w:bookmarkEnd w:id="13"/>
    </w:p>
    <w:p w:rsidR="00C563CB" w:rsidRDefault="00C563CB" w:rsidP="00CD60A2">
      <w:pPr>
        <w:pStyle w:val="libItalic"/>
      </w:pPr>
      <w:r w:rsidRPr="00CD60A2">
        <w:t>S</w:t>
      </w:r>
      <w:r>
        <w:t>weet melodies blew the heavenly horn</w:t>
      </w:r>
    </w:p>
    <w:p w:rsidR="00C563CB" w:rsidRDefault="00C563CB" w:rsidP="00CD60A2">
      <w:pPr>
        <w:pStyle w:val="libItalic"/>
      </w:pPr>
      <w:r w:rsidRPr="00CD60A2">
        <w:t>A</w:t>
      </w:r>
      <w:r>
        <w:t xml:space="preserve"> joyous tiding; Husayn was born</w:t>
      </w:r>
    </w:p>
    <w:p w:rsidR="00C563CB" w:rsidRDefault="00C563CB" w:rsidP="00CD60A2">
      <w:pPr>
        <w:pStyle w:val="libItalic"/>
      </w:pPr>
      <w:r w:rsidRPr="00CD60A2">
        <w:t>T</w:t>
      </w:r>
      <w:r>
        <w:t>he sun rejoiced; the moon was gay</w:t>
      </w:r>
    </w:p>
    <w:p w:rsidR="00C563CB" w:rsidRDefault="00C563CB" w:rsidP="00CD60A2">
      <w:pPr>
        <w:pStyle w:val="libItalic"/>
      </w:pPr>
      <w:r w:rsidRPr="00CD60A2">
        <w:t>E</w:t>
      </w:r>
      <w:r>
        <w:t>ach in its orbit, each did away.</w:t>
      </w:r>
    </w:p>
    <w:p w:rsidR="00C563CB" w:rsidRDefault="00C563CB" w:rsidP="00CD60A2">
      <w:pPr>
        <w:pStyle w:val="libItalic"/>
      </w:pPr>
      <w:r w:rsidRPr="00CD60A2">
        <w:t>T</w:t>
      </w:r>
      <w:r>
        <w:t>he waters rippled; the wind was all play</w:t>
      </w:r>
    </w:p>
    <w:p w:rsidR="00C563CB" w:rsidRDefault="00C563CB" w:rsidP="00CD60A2">
      <w:pPr>
        <w:pStyle w:val="libItalic"/>
      </w:pPr>
      <w:r w:rsidRPr="00CD60A2">
        <w:t>N</w:t>
      </w:r>
      <w:r>
        <w:t>ever were they, so happy and gay</w:t>
      </w:r>
    </w:p>
    <w:p w:rsidR="00C563CB" w:rsidRDefault="00C563CB" w:rsidP="00CD60A2">
      <w:pPr>
        <w:pStyle w:val="libItalic"/>
      </w:pPr>
      <w:r w:rsidRPr="00CD60A2">
        <w:t>I</w:t>
      </w:r>
      <w:r>
        <w:t>t was Muhammad's light and Ali's ray</w:t>
      </w:r>
    </w:p>
    <w:p w:rsidR="00C563CB" w:rsidRDefault="00C563CB" w:rsidP="00CD60A2">
      <w:pPr>
        <w:pStyle w:val="libItalic"/>
      </w:pPr>
      <w:r w:rsidRPr="00CD60A2">
        <w:t>T</w:t>
      </w:r>
      <w:r>
        <w:t xml:space="preserve">he Savior of </w:t>
      </w:r>
      <w:proofErr w:type="gramStart"/>
      <w:r>
        <w:t>Islam,</w:t>
      </w:r>
      <w:proofErr w:type="gramEnd"/>
      <w:r>
        <w:t xml:space="preserve"> had come to stay.</w:t>
      </w:r>
    </w:p>
    <w:p w:rsidR="00C563CB" w:rsidRDefault="00C563CB" w:rsidP="00CD60A2">
      <w:pPr>
        <w:pStyle w:val="libItalic"/>
      </w:pPr>
      <w:r w:rsidRPr="00CD60A2">
        <w:t>A</w:t>
      </w:r>
      <w:r>
        <w:t xml:space="preserve"> gift to Muhammad, from his Lord</w:t>
      </w:r>
    </w:p>
    <w:p w:rsidR="00C563CB" w:rsidRDefault="00C563CB" w:rsidP="00CD60A2">
      <w:pPr>
        <w:pStyle w:val="libItalic"/>
      </w:pPr>
      <w:r w:rsidRPr="00CD60A2">
        <w:t>A</w:t>
      </w:r>
      <w:r>
        <w:t xml:space="preserve"> son to Ali, the sun of God</w:t>
      </w:r>
    </w:p>
    <w:p w:rsidR="00C563CB" w:rsidRDefault="00C563CB" w:rsidP="00CD60A2">
      <w:pPr>
        <w:pStyle w:val="libItalic"/>
      </w:pPr>
      <w:r w:rsidRPr="00CD60A2">
        <w:t>A</w:t>
      </w:r>
      <w:r>
        <w:t xml:space="preserve"> fruit of love, to the Lady of Light</w:t>
      </w:r>
    </w:p>
    <w:p w:rsidR="00C563CB" w:rsidRDefault="00C563CB" w:rsidP="00CD60A2">
      <w:pPr>
        <w:pStyle w:val="libItalic"/>
      </w:pPr>
      <w:proofErr w:type="gramStart"/>
      <w:r w:rsidRPr="00CD60A2">
        <w:t>A</w:t>
      </w:r>
      <w:r>
        <w:t xml:space="preserve"> brother to Hassan, to cause him delight.</w:t>
      </w:r>
      <w:proofErr w:type="gramEnd"/>
    </w:p>
    <w:p w:rsidR="00C563CB" w:rsidRDefault="00C563CB" w:rsidP="00CD60A2">
      <w:pPr>
        <w:pStyle w:val="libItalic"/>
      </w:pPr>
      <w:r w:rsidRPr="00CD60A2">
        <w:t>B</w:t>
      </w:r>
      <w:r>
        <w:t>orn was he, out of God's grace</w:t>
      </w:r>
    </w:p>
    <w:p w:rsidR="00C563CB" w:rsidRDefault="00C563CB" w:rsidP="00CD60A2">
      <w:pPr>
        <w:pStyle w:val="libItalic"/>
      </w:pPr>
      <w:r w:rsidRPr="00CD60A2">
        <w:t>A</w:t>
      </w:r>
      <w:r>
        <w:t xml:space="preserve"> beacon light, to the human race</w:t>
      </w:r>
    </w:p>
    <w:p w:rsidR="00C563CB" w:rsidRDefault="00C563CB" w:rsidP="00CD60A2">
      <w:pPr>
        <w:pStyle w:val="libItalic"/>
      </w:pPr>
      <w:r w:rsidRPr="00CD60A2">
        <w:t>A</w:t>
      </w:r>
      <w:r>
        <w:t xml:space="preserve"> soul of souls, whom God made pure</w:t>
      </w:r>
    </w:p>
    <w:p w:rsidR="00C563CB" w:rsidRDefault="00C563CB" w:rsidP="00CD60A2">
      <w:pPr>
        <w:pStyle w:val="libItalic"/>
      </w:pPr>
      <w:proofErr w:type="gramStart"/>
      <w:r w:rsidRPr="00CD60A2">
        <w:t>W</w:t>
      </w:r>
      <w:r>
        <w:t>ith heavenly love, the world to cure.</w:t>
      </w:r>
      <w:proofErr w:type="gramEnd"/>
    </w:p>
    <w:p w:rsidR="00C563CB" w:rsidRDefault="00C563CB" w:rsidP="00CD60A2">
      <w:pPr>
        <w:pStyle w:val="libItalic"/>
      </w:pPr>
      <w:r w:rsidRPr="00CD60A2">
        <w:t>T</w:t>
      </w:r>
      <w:r>
        <w:t>he Prophet rejoiced; his eyes shed tears</w:t>
      </w:r>
    </w:p>
    <w:p w:rsidR="00C563CB" w:rsidRDefault="00C563CB" w:rsidP="00CD60A2">
      <w:pPr>
        <w:pStyle w:val="libItalic"/>
      </w:pPr>
      <w:r w:rsidRPr="00CD60A2">
        <w:t>F</w:t>
      </w:r>
      <w:r>
        <w:t>or here was one, to him most dear</w:t>
      </w:r>
    </w:p>
    <w:p w:rsidR="00C563CB" w:rsidRDefault="00C563CB" w:rsidP="00CD60A2">
      <w:pPr>
        <w:pStyle w:val="libItalic"/>
      </w:pPr>
      <w:r w:rsidRPr="00CD60A2">
        <w:t>F</w:t>
      </w:r>
      <w:r>
        <w:t>or here was one, for Islam's sake</w:t>
      </w:r>
    </w:p>
    <w:p w:rsidR="00C563CB" w:rsidRDefault="00C563CB" w:rsidP="00CD60A2">
      <w:pPr>
        <w:pStyle w:val="libItalic"/>
      </w:pPr>
      <w:r w:rsidRPr="00CD60A2">
        <w:t>H</w:t>
      </w:r>
      <w:r>
        <w:t xml:space="preserve">is life and </w:t>
      </w:r>
      <w:proofErr w:type="gramStart"/>
      <w:r>
        <w:t>all,</w:t>
      </w:r>
      <w:proofErr w:type="gramEnd"/>
      <w:r>
        <w:t xml:space="preserve"> would one day stake.</w:t>
      </w:r>
    </w:p>
    <w:p w:rsidR="00C563CB" w:rsidRDefault="00C563CB" w:rsidP="00CD60A2">
      <w:pPr>
        <w:pStyle w:val="libItalic"/>
      </w:pPr>
      <w:r w:rsidRPr="00CD60A2">
        <w:t>F</w:t>
      </w:r>
      <w:r>
        <w:t>or truth and justice, he would fight</w:t>
      </w:r>
    </w:p>
    <w:p w:rsidR="00C563CB" w:rsidRDefault="00C563CB" w:rsidP="00CD60A2">
      <w:pPr>
        <w:pStyle w:val="libItalic"/>
      </w:pPr>
      <w:r w:rsidRPr="00CD60A2">
        <w:t>I</w:t>
      </w:r>
      <w:r>
        <w:t>n cause of God, without respite</w:t>
      </w:r>
    </w:p>
    <w:p w:rsidR="00C563CB" w:rsidRDefault="00C563CB" w:rsidP="00CD60A2">
      <w:pPr>
        <w:pStyle w:val="libItalic"/>
      </w:pPr>
      <w:r w:rsidRPr="00CD60A2">
        <w:t>F</w:t>
      </w:r>
      <w:r>
        <w:t>or he was one, decreed by God</w:t>
      </w:r>
    </w:p>
    <w:p w:rsidR="00C563CB" w:rsidRDefault="00C563CB" w:rsidP="00CD60A2">
      <w:pPr>
        <w:pStyle w:val="libItalic"/>
      </w:pPr>
      <w:proofErr w:type="gramStart"/>
      <w:r w:rsidRPr="00CD60A2">
        <w:t>T</w:t>
      </w:r>
      <w:r>
        <w:t>o lay his life, for the love of Lord.</w:t>
      </w:r>
      <w:proofErr w:type="gramEnd"/>
    </w:p>
    <w:p w:rsidR="00C563CB" w:rsidRDefault="00C563CB" w:rsidP="00CD60A2">
      <w:pPr>
        <w:pStyle w:val="libItalic"/>
      </w:pPr>
      <w:r w:rsidRPr="00CD60A2">
        <w:t>T</w:t>
      </w:r>
      <w:r>
        <w:t>he heavens were glad, for such a one</w:t>
      </w:r>
    </w:p>
    <w:p w:rsidR="00C563CB" w:rsidRDefault="00C563CB" w:rsidP="00CD60A2">
      <w:pPr>
        <w:pStyle w:val="libItalic"/>
      </w:pPr>
      <w:r w:rsidRPr="00CD60A2">
        <w:t>T</w:t>
      </w:r>
      <w:r>
        <w:t>he Lord should choose, Ali's son</w:t>
      </w:r>
    </w:p>
    <w:p w:rsidR="00C563CB" w:rsidRDefault="00C563CB" w:rsidP="00CD60A2">
      <w:pPr>
        <w:pStyle w:val="libItalic"/>
      </w:pPr>
      <w:r w:rsidRPr="00CD60A2">
        <w:t>F</w:t>
      </w:r>
      <w:r>
        <w:t>or best was he; the world had seen</w:t>
      </w:r>
    </w:p>
    <w:p w:rsidR="00C563CB" w:rsidRDefault="00C563CB" w:rsidP="00CD60A2">
      <w:pPr>
        <w:pStyle w:val="libItalic"/>
      </w:pPr>
      <w:proofErr w:type="gramStart"/>
      <w:r w:rsidRPr="00CD60A2">
        <w:t>W</w:t>
      </w:r>
      <w:r>
        <w:t>hose vision one craves, even in dream.</w:t>
      </w:r>
      <w:proofErr w:type="gramEnd"/>
    </w:p>
    <w:p w:rsidR="00C563CB" w:rsidRDefault="00C563CB" w:rsidP="00CD60A2">
      <w:pPr>
        <w:pStyle w:val="libItalic"/>
      </w:pPr>
      <w:r>
        <w:t>"</w:t>
      </w:r>
      <w:r w:rsidRPr="00CD60A2">
        <w:t>F</w:t>
      </w:r>
      <w:r>
        <w:t>ed with love, by the Lady of Light"</w:t>
      </w:r>
    </w:p>
    <w:p w:rsidR="00C563CB" w:rsidRDefault="00C563CB" w:rsidP="00CD60A2">
      <w:pPr>
        <w:pStyle w:val="libItalic"/>
      </w:pPr>
      <w:proofErr w:type="gramStart"/>
      <w:r w:rsidRPr="00CD60A2">
        <w:t>h</w:t>
      </w:r>
      <w:r>
        <w:t>e</w:t>
      </w:r>
      <w:proofErr w:type="gramEnd"/>
      <w:r>
        <w:t xml:space="preserve"> got the best, of what was right</w:t>
      </w:r>
    </w:p>
    <w:p w:rsidR="00C563CB" w:rsidRDefault="00C563CB" w:rsidP="00CD60A2">
      <w:pPr>
        <w:pStyle w:val="libItalic"/>
      </w:pPr>
      <w:proofErr w:type="gramStart"/>
      <w:r w:rsidRPr="00CD60A2">
        <w:t>a</w:t>
      </w:r>
      <w:r>
        <w:t>nd</w:t>
      </w:r>
      <w:proofErr w:type="gramEnd"/>
      <w:r>
        <w:t xml:space="preserve"> from his father, the 'Godly Knight'</w:t>
      </w:r>
    </w:p>
    <w:p w:rsidR="00C563CB" w:rsidRDefault="00C563CB" w:rsidP="00CD60A2">
      <w:pPr>
        <w:pStyle w:val="libItalic"/>
      </w:pPr>
      <w:proofErr w:type="gramStart"/>
      <w:r w:rsidRPr="00CD60A2">
        <w:t>h</w:t>
      </w:r>
      <w:r>
        <w:t>e</w:t>
      </w:r>
      <w:proofErr w:type="gramEnd"/>
      <w:r>
        <w:t xml:space="preserve"> drew his strength and his might.</w:t>
      </w:r>
    </w:p>
    <w:p w:rsidR="00C563CB" w:rsidRDefault="00C563CB" w:rsidP="00CD60A2">
      <w:pPr>
        <w:pStyle w:val="libItalic"/>
      </w:pPr>
      <w:r w:rsidRPr="00CD60A2">
        <w:t>B</w:t>
      </w:r>
      <w:r>
        <w:t>ut Muhammad did give, beyond measure</w:t>
      </w:r>
    </w:p>
    <w:p w:rsidR="00C563CB" w:rsidRDefault="00C563CB" w:rsidP="00CD60A2">
      <w:pPr>
        <w:pStyle w:val="libItalic"/>
      </w:pPr>
      <w:r w:rsidRPr="00CD60A2">
        <w:t>A</w:t>
      </w:r>
      <w:r>
        <w:t>ll that he had, as his treasure</w:t>
      </w:r>
    </w:p>
    <w:p w:rsidR="00C563CB" w:rsidRDefault="00C563CB" w:rsidP="00CD60A2">
      <w:pPr>
        <w:pStyle w:val="libItalic"/>
      </w:pPr>
      <w:r w:rsidRPr="00CD60A2">
        <w:t>F</w:t>
      </w:r>
      <w:r>
        <w:t>or he was his treasure, beyond doubt</w:t>
      </w:r>
    </w:p>
    <w:p w:rsidR="00C563CB" w:rsidRDefault="00C563CB" w:rsidP="00CD60A2">
      <w:pPr>
        <w:pStyle w:val="libItalic"/>
      </w:pPr>
      <w:r w:rsidRPr="00CD60A2">
        <w:t>A</w:t>
      </w:r>
      <w:r>
        <w:t>s he often publicly proclaimed aloud.</w:t>
      </w:r>
    </w:p>
    <w:p w:rsidR="00C563CB" w:rsidRDefault="00C563CB" w:rsidP="00CD60A2">
      <w:pPr>
        <w:pStyle w:val="libItalic"/>
      </w:pPr>
      <w:r>
        <w:t>"</w:t>
      </w:r>
      <w:r w:rsidRPr="00CD60A2">
        <w:t>L</w:t>
      </w:r>
      <w:r>
        <w:t>ove them my Lord, I do implore,</w:t>
      </w:r>
    </w:p>
    <w:p w:rsidR="00C563CB" w:rsidRDefault="00C563CB" w:rsidP="00CD60A2">
      <w:pPr>
        <w:pStyle w:val="libItalic"/>
      </w:pPr>
      <w:r w:rsidRPr="00CD60A2">
        <w:t>W</w:t>
      </w:r>
      <w:r>
        <w:t>ho love Husayn and him adore</w:t>
      </w:r>
    </w:p>
    <w:p w:rsidR="00C563CB" w:rsidRDefault="00C563CB" w:rsidP="00CD60A2">
      <w:pPr>
        <w:pStyle w:val="libItalic"/>
      </w:pPr>
      <w:r w:rsidRPr="00CD60A2">
        <w:t>H</w:t>
      </w:r>
      <w:r>
        <w:t xml:space="preserve">e is of me and </w:t>
      </w:r>
      <w:proofErr w:type="gramStart"/>
      <w:r>
        <w:t>I</w:t>
      </w:r>
      <w:proofErr w:type="gramEnd"/>
      <w:r>
        <w:t xml:space="preserve"> of him"</w:t>
      </w:r>
    </w:p>
    <w:p w:rsidR="00C563CB" w:rsidRDefault="00C563CB" w:rsidP="00CD60A2">
      <w:pPr>
        <w:pStyle w:val="libItalic"/>
      </w:pPr>
      <w:r w:rsidRPr="00CD60A2">
        <w:t>S</w:t>
      </w:r>
      <w:r>
        <w:t>uch a bond, the world had not seen!</w:t>
      </w:r>
    </w:p>
    <w:p w:rsidR="00C563CB" w:rsidRDefault="00C563CB" w:rsidP="00CD60A2">
      <w:pPr>
        <w:pStyle w:val="libItalic"/>
      </w:pPr>
      <w:r w:rsidRPr="00CD60A2">
        <w:t>H</w:t>
      </w:r>
      <w:r>
        <w:t>e sucked his tongue, in playful jest</w:t>
      </w:r>
    </w:p>
    <w:p w:rsidR="00C563CB" w:rsidRDefault="00C563CB" w:rsidP="00CD60A2">
      <w:pPr>
        <w:pStyle w:val="libItalic"/>
      </w:pPr>
      <w:r w:rsidRPr="00CD60A2">
        <w:t>H</w:t>
      </w:r>
      <w:r>
        <w:t>is breast he made, a place of rest</w:t>
      </w:r>
    </w:p>
    <w:p w:rsidR="00C563CB" w:rsidRDefault="00C563CB" w:rsidP="00CD60A2">
      <w:pPr>
        <w:pStyle w:val="libItalic"/>
      </w:pPr>
      <w:r w:rsidRPr="00CD60A2">
        <w:t>T</w:t>
      </w:r>
      <w:r>
        <w:t>he reins he made, his curls of hair</w:t>
      </w:r>
    </w:p>
    <w:p w:rsidR="00C563CB" w:rsidRDefault="00C563CB" w:rsidP="00CD60A2">
      <w:pPr>
        <w:pStyle w:val="libItalic"/>
      </w:pPr>
      <w:r w:rsidRPr="00CD60A2">
        <w:t>H</w:t>
      </w:r>
      <w:r>
        <w:t>is back he made, a stately mare.</w:t>
      </w:r>
    </w:p>
    <w:p w:rsidR="00C563CB" w:rsidRDefault="00C563CB" w:rsidP="00CD60A2">
      <w:pPr>
        <w:pStyle w:val="libItalic"/>
      </w:pPr>
      <w:r w:rsidRPr="00CD60A2">
        <w:t>S</w:t>
      </w:r>
      <w:r>
        <w:t>uch was the love, the Prophet bore</w:t>
      </w:r>
    </w:p>
    <w:p w:rsidR="00C563CB" w:rsidRDefault="00C563CB" w:rsidP="00CD60A2">
      <w:pPr>
        <w:pStyle w:val="libItalic"/>
      </w:pPr>
      <w:r w:rsidRPr="00CD60A2">
        <w:t>F</w:t>
      </w:r>
      <w:r>
        <w:t>or he was his grandson, and more</w:t>
      </w:r>
    </w:p>
    <w:p w:rsidR="00C563CB" w:rsidRDefault="00C563CB" w:rsidP="00CD60A2">
      <w:pPr>
        <w:pStyle w:val="libItalic"/>
      </w:pPr>
      <w:r w:rsidRPr="00CD60A2">
        <w:t>A</w:t>
      </w:r>
      <w:r>
        <w:t>n anchor sheet, to all who care</w:t>
      </w:r>
    </w:p>
    <w:p w:rsidR="00C563CB" w:rsidRDefault="00C563CB" w:rsidP="00CD60A2">
      <w:pPr>
        <w:pStyle w:val="libItalic"/>
      </w:pPr>
      <w:r w:rsidRPr="00CD60A2">
        <w:lastRenderedPageBreak/>
        <w:t>T</w:t>
      </w:r>
      <w:r>
        <w:t>o live and be, 'just and fair.'</w:t>
      </w:r>
    </w:p>
    <w:p w:rsidR="00C563CB" w:rsidRDefault="00C563CB" w:rsidP="00CD60A2">
      <w:pPr>
        <w:pStyle w:val="libItalic"/>
      </w:pPr>
      <w:r w:rsidRPr="00CD60A2">
        <w:t>T</w:t>
      </w:r>
      <w:r>
        <w:t>he life he lived; the path he led</w:t>
      </w:r>
    </w:p>
    <w:p w:rsidR="00C563CB" w:rsidRDefault="00C563CB" w:rsidP="00CD60A2">
      <w:pPr>
        <w:pStyle w:val="libItalic"/>
      </w:pPr>
      <w:r w:rsidRPr="00CD60A2">
        <w:t>H</w:t>
      </w:r>
      <w:r>
        <w:t>e earned by sweat; the poor he fed</w:t>
      </w:r>
    </w:p>
    <w:p w:rsidR="00C563CB" w:rsidRDefault="00C563CB" w:rsidP="00CD60A2">
      <w:pPr>
        <w:pStyle w:val="libItalic"/>
      </w:pPr>
      <w:r w:rsidRPr="00CD60A2">
        <w:t>N</w:t>
      </w:r>
      <w:r>
        <w:t>ot a pie had he, that he kept</w:t>
      </w:r>
    </w:p>
    <w:p w:rsidR="00C563CB" w:rsidRDefault="00C563CB" w:rsidP="00CD60A2">
      <w:pPr>
        <w:pStyle w:val="libItalic"/>
      </w:pPr>
      <w:r w:rsidRPr="00CD60A2">
        <w:t>B</w:t>
      </w:r>
      <w:r>
        <w:t>ut the poor he gave, ere he slept.</w:t>
      </w:r>
    </w:p>
    <w:p w:rsidR="00C563CB" w:rsidRDefault="00C563CB" w:rsidP="00CD60A2">
      <w:pPr>
        <w:pStyle w:val="libItalic"/>
      </w:pPr>
      <w:r w:rsidRPr="00CD60A2">
        <w:t>A</w:t>
      </w:r>
      <w:r>
        <w:t xml:space="preserve"> king of kings, in simple attire</w:t>
      </w:r>
    </w:p>
    <w:p w:rsidR="00C563CB" w:rsidRDefault="00C563CB" w:rsidP="00CD60A2">
      <w:pPr>
        <w:pStyle w:val="libItalic"/>
      </w:pPr>
      <w:r w:rsidRPr="00CD60A2">
        <w:t>T</w:t>
      </w:r>
      <w:r>
        <w:t>he crowns of world, he never aspired</w:t>
      </w:r>
    </w:p>
    <w:p w:rsidR="00C563CB" w:rsidRDefault="00C563CB" w:rsidP="00CD60A2">
      <w:pPr>
        <w:pStyle w:val="libItalic"/>
      </w:pPr>
      <w:r w:rsidRPr="00CD60A2">
        <w:t>T</w:t>
      </w:r>
      <w:r>
        <w:t>o the uncared widow, and the needy orphan</w:t>
      </w:r>
    </w:p>
    <w:p w:rsidR="00C563CB" w:rsidRDefault="00C563CB" w:rsidP="00CD60A2">
      <w:pPr>
        <w:pStyle w:val="libItalic"/>
      </w:pPr>
      <w:r w:rsidRPr="00CD60A2">
        <w:t>H</w:t>
      </w:r>
      <w:r>
        <w:t>e gave his all, and all so often.</w:t>
      </w:r>
    </w:p>
    <w:p w:rsidR="00C563CB" w:rsidRDefault="00C563CB" w:rsidP="00CD60A2">
      <w:pPr>
        <w:pStyle w:val="libItalic"/>
      </w:pPr>
      <w:r w:rsidRPr="00CD60A2">
        <w:t>M</w:t>
      </w:r>
      <w:r>
        <w:t>any a day, he tightened his loins</w:t>
      </w:r>
    </w:p>
    <w:p w:rsidR="00C563CB" w:rsidRDefault="00C563CB" w:rsidP="00CD60A2">
      <w:pPr>
        <w:pStyle w:val="libItalic"/>
      </w:pPr>
      <w:r w:rsidRPr="00CD60A2">
        <w:t>T</w:t>
      </w:r>
      <w:r>
        <w:t>o buy his own bread, he had no coins</w:t>
      </w:r>
    </w:p>
    <w:p w:rsidR="00C563CB" w:rsidRDefault="00C563CB" w:rsidP="00CD60A2">
      <w:pPr>
        <w:pStyle w:val="libItalic"/>
      </w:pPr>
      <w:r w:rsidRPr="00CD60A2">
        <w:t>S</w:t>
      </w:r>
      <w:r>
        <w:t>o noble of heart so pure a soul</w:t>
      </w:r>
    </w:p>
    <w:p w:rsidR="00C563CB" w:rsidRDefault="00C563CB" w:rsidP="00CD60A2">
      <w:pPr>
        <w:pStyle w:val="libItalic"/>
      </w:pPr>
      <w:r w:rsidRPr="00CD60A2">
        <w:t>T</w:t>
      </w:r>
      <w:r>
        <w:t xml:space="preserve">o please his </w:t>
      </w:r>
      <w:proofErr w:type="gramStart"/>
      <w:r>
        <w:t>Lord,</w:t>
      </w:r>
      <w:proofErr w:type="gramEnd"/>
      <w:r>
        <w:t xml:space="preserve"> was his goal.</w:t>
      </w:r>
    </w:p>
    <w:p w:rsidR="00C563CB" w:rsidRDefault="00C563CB" w:rsidP="00CD60A2">
      <w:pPr>
        <w:pStyle w:val="libItalic"/>
      </w:pPr>
      <w:r w:rsidRPr="00CD60A2">
        <w:t>H</w:t>
      </w:r>
      <w:r>
        <w:t>e lived for Lord and His delight</w:t>
      </w:r>
    </w:p>
    <w:p w:rsidR="00C563CB" w:rsidRDefault="00C563CB" w:rsidP="00CD60A2">
      <w:pPr>
        <w:pStyle w:val="libItalic"/>
      </w:pPr>
      <w:r w:rsidRPr="00CD60A2">
        <w:t>H</w:t>
      </w:r>
      <w:r>
        <w:t>e toiled by day and prayed by night</w:t>
      </w:r>
    </w:p>
    <w:p w:rsidR="00C563CB" w:rsidRDefault="00C563CB" w:rsidP="00CD60A2">
      <w:pPr>
        <w:pStyle w:val="libItalic"/>
      </w:pPr>
      <w:r w:rsidRPr="00CD60A2">
        <w:t>T</w:t>
      </w:r>
      <w:r>
        <w:t>he simplest of life, he liked to live</w:t>
      </w:r>
    </w:p>
    <w:p w:rsidR="00C563CB" w:rsidRDefault="00C563CB" w:rsidP="00CD60A2">
      <w:pPr>
        <w:pStyle w:val="libItalic"/>
      </w:pPr>
      <w:r w:rsidRPr="00CD60A2">
        <w:t>T</w:t>
      </w:r>
      <w:r>
        <w:t>he best of things, he liked to give.</w:t>
      </w:r>
    </w:p>
    <w:p w:rsidR="00C563CB" w:rsidRDefault="00C563CB" w:rsidP="00CD60A2">
      <w:pPr>
        <w:pStyle w:val="libItalic"/>
      </w:pPr>
      <w:r w:rsidRPr="00CD60A2">
        <w:t>H</w:t>
      </w:r>
      <w:r>
        <w:t>is life was such, a guiding light</w:t>
      </w:r>
    </w:p>
    <w:p w:rsidR="00C563CB" w:rsidRDefault="00C563CB" w:rsidP="00CD60A2">
      <w:pPr>
        <w:pStyle w:val="libItalic"/>
      </w:pPr>
      <w:r w:rsidRPr="00CD60A2">
        <w:t>T</w:t>
      </w:r>
      <w:r>
        <w:t>o know the wrong and know the right</w:t>
      </w:r>
    </w:p>
    <w:p w:rsidR="00C563CB" w:rsidRDefault="00C563CB" w:rsidP="00CD60A2">
      <w:pPr>
        <w:pStyle w:val="libItalic"/>
      </w:pPr>
      <w:r w:rsidRPr="00CD60A2">
        <w:t>A</w:t>
      </w:r>
      <w:r>
        <w:t>nd such a soul, was asked to bow</w:t>
      </w:r>
    </w:p>
    <w:p w:rsidR="00C563CB" w:rsidRDefault="00C563CB" w:rsidP="00CD60A2">
      <w:pPr>
        <w:pStyle w:val="libItalic"/>
      </w:pPr>
      <w:r w:rsidRPr="00CD60A2">
        <w:t>T</w:t>
      </w:r>
      <w:r>
        <w:t xml:space="preserve">o one who </w:t>
      </w:r>
      <w:proofErr w:type="gramStart"/>
      <w:r>
        <w:t>was,</w:t>
      </w:r>
      <w:proofErr w:type="gramEnd"/>
      <w:r>
        <w:t xml:space="preserve"> the lowest of low.</w:t>
      </w:r>
    </w:p>
    <w:p w:rsidR="00C563CB" w:rsidRDefault="00C563CB" w:rsidP="00CD60A2">
      <w:pPr>
        <w:pStyle w:val="libItalic"/>
      </w:pPr>
      <w:r w:rsidRPr="00CD60A2">
        <w:t>Y</w:t>
      </w:r>
      <w:r>
        <w:t>azid, the godless son of a crafty father</w:t>
      </w:r>
    </w:p>
    <w:p w:rsidR="00C563CB" w:rsidRDefault="00C563CB" w:rsidP="00CD60A2">
      <w:pPr>
        <w:pStyle w:val="libItalic"/>
      </w:pPr>
      <w:r w:rsidRPr="00CD60A2">
        <w:t>W</w:t>
      </w:r>
      <w:r>
        <w:t>as proclaimed a king or Caliph rather</w:t>
      </w:r>
    </w:p>
    <w:p w:rsidR="00C563CB" w:rsidRDefault="00C563CB" w:rsidP="00CD60A2">
      <w:pPr>
        <w:pStyle w:val="libItalic"/>
      </w:pPr>
      <w:r w:rsidRPr="00CD60A2">
        <w:t>M</w:t>
      </w:r>
      <w:r>
        <w:t>oney and wine, most lavishly flowed</w:t>
      </w:r>
    </w:p>
    <w:p w:rsidR="00C563CB" w:rsidRDefault="00C563CB" w:rsidP="00CD60A2">
      <w:pPr>
        <w:pStyle w:val="libItalic"/>
      </w:pPr>
      <w:r w:rsidRPr="00CD60A2">
        <w:t>T</w:t>
      </w:r>
      <w:r>
        <w:t>ill all the worldly heads had bowed.</w:t>
      </w:r>
    </w:p>
    <w:p w:rsidR="00C563CB" w:rsidRDefault="00C563CB" w:rsidP="00CD60A2">
      <w:pPr>
        <w:pStyle w:val="libItalic"/>
      </w:pPr>
      <w:r w:rsidRPr="00CD60A2">
        <w:t>B</w:t>
      </w:r>
      <w:r>
        <w:t>ut not the heads, who had bowed</w:t>
      </w:r>
    </w:p>
    <w:p w:rsidR="00C563CB" w:rsidRDefault="00C563CB" w:rsidP="00CD60A2">
      <w:pPr>
        <w:pStyle w:val="libItalic"/>
      </w:pPr>
      <w:r w:rsidRPr="00CD60A2">
        <w:t>T</w:t>
      </w:r>
      <w:r>
        <w:t xml:space="preserve">o God alone, who had </w:t>
      </w:r>
      <w:proofErr w:type="gramStart"/>
      <w:r>
        <w:t>showed</w:t>
      </w:r>
      <w:proofErr w:type="gramEnd"/>
    </w:p>
    <w:p w:rsidR="00C563CB" w:rsidRDefault="00C563CB" w:rsidP="00CD60A2">
      <w:pPr>
        <w:pStyle w:val="libItalic"/>
      </w:pPr>
      <w:r w:rsidRPr="00CD60A2">
        <w:t>T</w:t>
      </w:r>
      <w:r>
        <w:t>he path of right, through Islam's ray</w:t>
      </w:r>
    </w:p>
    <w:p w:rsidR="00C563CB" w:rsidRDefault="00C563CB" w:rsidP="00CD60A2">
      <w:pPr>
        <w:pStyle w:val="libItalic"/>
      </w:pPr>
      <w:r w:rsidRPr="00CD60A2">
        <w:t>E</w:t>
      </w:r>
      <w:r>
        <w:t>ighty and odd, among them, were they.</w:t>
      </w:r>
    </w:p>
    <w:p w:rsidR="00C563CB" w:rsidRDefault="00C563CB" w:rsidP="00CD60A2">
      <w:pPr>
        <w:pStyle w:val="libItalic"/>
      </w:pPr>
      <w:r w:rsidRPr="00CD60A2">
        <w:t>T</w:t>
      </w:r>
      <w:r>
        <w:t>o save Islam from its sinking depth</w:t>
      </w:r>
    </w:p>
    <w:p w:rsidR="00C563CB" w:rsidRDefault="00C563CB" w:rsidP="00CD60A2">
      <w:pPr>
        <w:pStyle w:val="libItalic"/>
      </w:pPr>
      <w:r w:rsidRPr="00CD60A2">
        <w:t>T</w:t>
      </w:r>
      <w:r>
        <w:t>oo glad were they, to face death</w:t>
      </w:r>
    </w:p>
    <w:p w:rsidR="00C563CB" w:rsidRDefault="00C563CB" w:rsidP="00CD60A2">
      <w:pPr>
        <w:pStyle w:val="libItalic"/>
      </w:pPr>
      <w:r w:rsidRPr="00CD60A2">
        <w:t>B</w:t>
      </w:r>
      <w:r>
        <w:t>ut to the ungodly one, they refused to bow</w:t>
      </w:r>
    </w:p>
    <w:p w:rsidR="00C563CB" w:rsidRDefault="00C563CB" w:rsidP="00CD60A2">
      <w:pPr>
        <w:pStyle w:val="libItalic"/>
      </w:pPr>
      <w:r w:rsidRPr="00CD60A2">
        <w:t>U</w:t>
      </w:r>
      <w:r>
        <w:t>ndaunted and unnerved, they faced the foe.</w:t>
      </w:r>
    </w:p>
    <w:p w:rsidR="00C563CB" w:rsidRDefault="00C563CB" w:rsidP="00CD60A2">
      <w:pPr>
        <w:pStyle w:val="libItalic"/>
      </w:pPr>
      <w:r w:rsidRPr="00CD60A2">
        <w:t>I</w:t>
      </w:r>
      <w:r>
        <w:t>t was not a fight, for a kingdom</w:t>
      </w:r>
    </w:p>
    <w:p w:rsidR="00C563CB" w:rsidRDefault="00C563CB" w:rsidP="00CD60A2">
      <w:pPr>
        <w:pStyle w:val="libItalic"/>
      </w:pPr>
      <w:r w:rsidRPr="00CD60A2">
        <w:t>N</w:t>
      </w:r>
      <w:r>
        <w:t xml:space="preserve">or a family feud, as is </w:t>
      </w:r>
      <w:proofErr w:type="gramStart"/>
      <w:r>
        <w:t>not seldom</w:t>
      </w:r>
      <w:proofErr w:type="gramEnd"/>
    </w:p>
    <w:p w:rsidR="00C563CB" w:rsidRDefault="00C563CB" w:rsidP="00CD60A2">
      <w:pPr>
        <w:pStyle w:val="libItalic"/>
      </w:pPr>
      <w:r w:rsidRPr="00CD60A2">
        <w:t>I</w:t>
      </w:r>
      <w:r>
        <w:t>t was a fight for principles and truth</w:t>
      </w:r>
    </w:p>
    <w:p w:rsidR="00C563CB" w:rsidRDefault="00C563CB" w:rsidP="00CD60A2">
      <w:pPr>
        <w:pStyle w:val="libItalic"/>
      </w:pPr>
      <w:r w:rsidRPr="00CD60A2">
        <w:t>A</w:t>
      </w:r>
      <w:r>
        <w:t>s imbibed by Islam, in its holy book.</w:t>
      </w:r>
    </w:p>
    <w:p w:rsidR="00C563CB" w:rsidRDefault="00C563CB" w:rsidP="00CD60A2">
      <w:pPr>
        <w:pStyle w:val="libItalic"/>
      </w:pPr>
      <w:r w:rsidRPr="00CD60A2">
        <w:t>I</w:t>
      </w:r>
      <w:r>
        <w:t>f he had bowed to the ungodly one</w:t>
      </w:r>
    </w:p>
    <w:p w:rsidR="00C563CB" w:rsidRDefault="00C563CB" w:rsidP="00CD60A2">
      <w:pPr>
        <w:pStyle w:val="libItalic"/>
      </w:pPr>
      <w:r w:rsidRPr="00CD60A2">
        <w:t>R</w:t>
      </w:r>
      <w:r>
        <w:t>iches and honor he would have won</w:t>
      </w:r>
    </w:p>
    <w:p w:rsidR="00C563CB" w:rsidRDefault="00C563CB" w:rsidP="00CD60A2">
      <w:pPr>
        <w:pStyle w:val="libItalic"/>
      </w:pPr>
      <w:r w:rsidRPr="00CD60A2">
        <w:t>I</w:t>
      </w:r>
      <w:r>
        <w:t>slam would then have been in name</w:t>
      </w:r>
    </w:p>
    <w:p w:rsidR="00C563CB" w:rsidRDefault="00C563CB" w:rsidP="00CD60A2">
      <w:pPr>
        <w:pStyle w:val="libItalic"/>
      </w:pPr>
      <w:r w:rsidRPr="00CD60A2">
        <w:t>I</w:t>
      </w:r>
      <w:r>
        <w:t xml:space="preserve">ts </w:t>
      </w:r>
      <w:proofErr w:type="gramStart"/>
      <w:r>
        <w:t>seal.,</w:t>
      </w:r>
      <w:proofErr w:type="gramEnd"/>
      <w:r>
        <w:t xml:space="preserve"> would have adorned, the devil's reign.</w:t>
      </w:r>
    </w:p>
    <w:p w:rsidR="00C563CB" w:rsidRDefault="00C563CB" w:rsidP="00CD60A2">
      <w:pPr>
        <w:pStyle w:val="libItalic"/>
      </w:pPr>
      <w:r w:rsidRPr="00CD60A2">
        <w:t>T</w:t>
      </w:r>
      <w:r>
        <w:t>he time soon came for their test</w:t>
      </w:r>
    </w:p>
    <w:p w:rsidR="00C563CB" w:rsidRDefault="00C563CB" w:rsidP="00CD60A2">
      <w:pPr>
        <w:pStyle w:val="libItalic"/>
      </w:pPr>
      <w:r w:rsidRPr="00CD60A2">
        <w:t>T</w:t>
      </w:r>
      <w:r>
        <w:t>hey were ready to lay their best</w:t>
      </w:r>
    </w:p>
    <w:p w:rsidR="00C563CB" w:rsidRDefault="00C563CB" w:rsidP="00CD60A2">
      <w:pPr>
        <w:pStyle w:val="libItalic"/>
      </w:pPr>
      <w:r w:rsidRPr="00CD60A2">
        <w:t>W</w:t>
      </w:r>
      <w:r>
        <w:t>ith women and babes, handful were they</w:t>
      </w:r>
    </w:p>
    <w:p w:rsidR="00C563CB" w:rsidRDefault="00C563CB" w:rsidP="00CD60A2">
      <w:pPr>
        <w:pStyle w:val="libItalic"/>
      </w:pPr>
      <w:proofErr w:type="gramStart"/>
      <w:r w:rsidRPr="00CD60A2">
        <w:t>R</w:t>
      </w:r>
      <w:r>
        <w:t>eady to face thousands, in battle array.</w:t>
      </w:r>
      <w:proofErr w:type="gramEnd"/>
    </w:p>
    <w:p w:rsidR="00C563CB" w:rsidRDefault="00C563CB" w:rsidP="00CD60A2">
      <w:pPr>
        <w:pStyle w:val="libItalic"/>
      </w:pPr>
      <w:r w:rsidRPr="00CD60A2">
        <w:t>T</w:t>
      </w:r>
      <w:r>
        <w:t>o cut off water, was the only way</w:t>
      </w:r>
    </w:p>
    <w:p w:rsidR="00C563CB" w:rsidRDefault="00C563CB" w:rsidP="00CD60A2">
      <w:pPr>
        <w:pStyle w:val="libItalic"/>
      </w:pPr>
      <w:r w:rsidRPr="00CD60A2">
        <w:t>T</w:t>
      </w:r>
      <w:r>
        <w:t>o weaken them, they thought, for the fray</w:t>
      </w:r>
    </w:p>
    <w:p w:rsidR="00C563CB" w:rsidRDefault="00C563CB" w:rsidP="00CD60A2">
      <w:pPr>
        <w:pStyle w:val="libItalic"/>
      </w:pPr>
      <w:r w:rsidRPr="00CD60A2">
        <w:t>S</w:t>
      </w:r>
      <w:r>
        <w:t>o frightened were they, of Ali's son</w:t>
      </w:r>
    </w:p>
    <w:p w:rsidR="00C563CB" w:rsidRDefault="00C563CB" w:rsidP="00CD60A2">
      <w:pPr>
        <w:pStyle w:val="libItalic"/>
      </w:pPr>
      <w:r w:rsidRPr="00CD60A2">
        <w:lastRenderedPageBreak/>
        <w:t>T</w:t>
      </w:r>
      <w:r>
        <w:t xml:space="preserve">o fight them they </w:t>
      </w:r>
      <w:proofErr w:type="gramStart"/>
      <w:r>
        <w:t>knew,</w:t>
      </w:r>
      <w:proofErr w:type="gramEnd"/>
      <w:r>
        <w:t xml:space="preserve"> was no fun.</w:t>
      </w:r>
    </w:p>
    <w:p w:rsidR="00C563CB" w:rsidRDefault="00C563CB" w:rsidP="00CD60A2">
      <w:pPr>
        <w:pStyle w:val="libItalic"/>
      </w:pPr>
      <w:r w:rsidRPr="00CD60A2">
        <w:t>H</w:t>
      </w:r>
      <w:r>
        <w:t>usayn was fully alive, to things at stake</w:t>
      </w:r>
    </w:p>
    <w:p w:rsidR="00C563CB" w:rsidRDefault="00C563CB" w:rsidP="00CD60A2">
      <w:pPr>
        <w:pStyle w:val="libItalic"/>
      </w:pPr>
      <w:r w:rsidRPr="00CD60A2">
        <w:t>H</w:t>
      </w:r>
      <w:r>
        <w:t>e knew well, his family's fate</w:t>
      </w:r>
    </w:p>
    <w:p w:rsidR="00C563CB" w:rsidRDefault="00C563CB" w:rsidP="00CD60A2">
      <w:pPr>
        <w:pStyle w:val="libItalic"/>
      </w:pPr>
      <w:r w:rsidRPr="00CD60A2">
        <w:t>H</w:t>
      </w:r>
      <w:r>
        <w:t>e was aware, that his was the Martyr's cup</w:t>
      </w:r>
    </w:p>
    <w:p w:rsidR="00C563CB" w:rsidRDefault="00C563CB" w:rsidP="00CD60A2">
      <w:pPr>
        <w:pStyle w:val="libItalic"/>
      </w:pPr>
      <w:r w:rsidRPr="00CD60A2">
        <w:t>H</w:t>
      </w:r>
      <w:r>
        <w:t>is end was near, his time was up!</w:t>
      </w:r>
    </w:p>
    <w:p w:rsidR="00C563CB" w:rsidRDefault="00C563CB" w:rsidP="00CD60A2">
      <w:pPr>
        <w:pStyle w:val="libItalic"/>
      </w:pPr>
      <w:r w:rsidRPr="00CD60A2">
        <w:t>T</w:t>
      </w:r>
      <w:r>
        <w:t>he sad day dawned; the heavens were aghast</w:t>
      </w:r>
    </w:p>
    <w:p w:rsidR="00C563CB" w:rsidRDefault="00C563CB" w:rsidP="00CD60A2">
      <w:pPr>
        <w:pStyle w:val="libItalic"/>
      </w:pPr>
      <w:r w:rsidRPr="00CD60A2">
        <w:t>T</w:t>
      </w:r>
      <w:r>
        <w:t>ruth was at stake; the die had been cast</w:t>
      </w:r>
    </w:p>
    <w:p w:rsidR="00C563CB" w:rsidRDefault="00C563CB" w:rsidP="00CD60A2">
      <w:pPr>
        <w:pStyle w:val="libItalic"/>
      </w:pPr>
      <w:r w:rsidRPr="00CD60A2">
        <w:t>N</w:t>
      </w:r>
      <w:r>
        <w:t>ever had they witnessed, so supreme a test;</w:t>
      </w:r>
    </w:p>
    <w:p w:rsidR="00C563CB" w:rsidRDefault="00C563CB" w:rsidP="00CD60A2">
      <w:pPr>
        <w:pStyle w:val="libItalic"/>
      </w:pPr>
      <w:proofErr w:type="gramStart"/>
      <w:r w:rsidRPr="00CD60A2">
        <w:t>F</w:t>
      </w:r>
      <w:r>
        <w:t>alsehood at its worst versus truth at its best.</w:t>
      </w:r>
      <w:proofErr w:type="gramEnd"/>
    </w:p>
    <w:p w:rsidR="00C563CB" w:rsidRDefault="00C563CB" w:rsidP="00CD60A2">
      <w:pPr>
        <w:pStyle w:val="libItalic"/>
      </w:pPr>
      <w:r w:rsidRPr="00CD60A2">
        <w:t>T</w:t>
      </w:r>
      <w:r>
        <w:t>he wind was aggrief, it tore each leaf</w:t>
      </w:r>
    </w:p>
    <w:p w:rsidR="00C563CB" w:rsidRDefault="00C563CB" w:rsidP="00CD60A2">
      <w:pPr>
        <w:pStyle w:val="libItalic"/>
      </w:pPr>
      <w:r w:rsidRPr="00CD60A2">
        <w:t>W</w:t>
      </w:r>
      <w:r>
        <w:t>ild was its anger, wild with grief</w:t>
      </w:r>
    </w:p>
    <w:p w:rsidR="00C563CB" w:rsidRDefault="00C563CB" w:rsidP="00CD60A2">
      <w:pPr>
        <w:pStyle w:val="libItalic"/>
      </w:pPr>
      <w:r w:rsidRPr="00CD60A2">
        <w:t>I</w:t>
      </w:r>
      <w:r>
        <w:t>t shook the river by its throat</w:t>
      </w:r>
    </w:p>
    <w:p w:rsidR="00C563CB" w:rsidRDefault="00C563CB" w:rsidP="00CD60A2">
      <w:pPr>
        <w:pStyle w:val="libItalic"/>
      </w:pPr>
      <w:r w:rsidRPr="00CD60A2">
        <w:t>T</w:t>
      </w:r>
      <w:r>
        <w:t>he waves, it tossed all things afloat.</w:t>
      </w:r>
    </w:p>
    <w:p w:rsidR="00C563CB" w:rsidRDefault="00C563CB" w:rsidP="00CD60A2">
      <w:pPr>
        <w:pStyle w:val="libItalic"/>
      </w:pPr>
      <w:r w:rsidRPr="00CD60A2">
        <w:t>T</w:t>
      </w:r>
      <w:r>
        <w:t>he sun glared down, wild with fire</w:t>
      </w:r>
    </w:p>
    <w:p w:rsidR="00C563CB" w:rsidRDefault="00C563CB" w:rsidP="00CD60A2">
      <w:pPr>
        <w:pStyle w:val="libItalic"/>
      </w:pPr>
      <w:r w:rsidRPr="00CD60A2">
        <w:t>I</w:t>
      </w:r>
      <w:r>
        <w:t xml:space="preserve">t burned with rage; fierce was </w:t>
      </w:r>
      <w:proofErr w:type="gramStart"/>
      <w:r>
        <w:t>it's</w:t>
      </w:r>
      <w:proofErr w:type="gramEnd"/>
      <w:r>
        <w:t xml:space="preserve"> ire</w:t>
      </w:r>
    </w:p>
    <w:p w:rsidR="00C563CB" w:rsidRDefault="00C563CB" w:rsidP="00CD60A2">
      <w:pPr>
        <w:pStyle w:val="libItalic"/>
      </w:pPr>
      <w:r w:rsidRPr="00CD60A2">
        <w:t>I</w:t>
      </w:r>
      <w:r>
        <w:t>f only it could make itself somehow free</w:t>
      </w:r>
    </w:p>
    <w:p w:rsidR="00C563CB" w:rsidRDefault="00C563CB" w:rsidP="00CD60A2">
      <w:pPr>
        <w:pStyle w:val="libItalic"/>
      </w:pPr>
      <w:proofErr w:type="gramStart"/>
      <w:r w:rsidRPr="00CD60A2">
        <w:t>F</w:t>
      </w:r>
      <w:r>
        <w:t>rom the chains of bonds of heaven's decree.</w:t>
      </w:r>
      <w:proofErr w:type="gramEnd"/>
    </w:p>
    <w:p w:rsidR="00C563CB" w:rsidRDefault="00C563CB" w:rsidP="00CD60A2">
      <w:pPr>
        <w:pStyle w:val="libItalic"/>
      </w:pPr>
      <w:r w:rsidRPr="00CD60A2">
        <w:t>T</w:t>
      </w:r>
      <w:r>
        <w:t xml:space="preserve">he river was ashamed; hapless was </w:t>
      </w:r>
      <w:proofErr w:type="gramStart"/>
      <w:r>
        <w:t>it's</w:t>
      </w:r>
      <w:proofErr w:type="gramEnd"/>
      <w:r>
        <w:t xml:space="preserve"> plight</w:t>
      </w:r>
    </w:p>
    <w:p w:rsidR="00C563CB" w:rsidRDefault="00C563CB" w:rsidP="00CD60A2">
      <w:pPr>
        <w:pStyle w:val="libItalic"/>
      </w:pPr>
      <w:r w:rsidRPr="00CD60A2">
        <w:t>D</w:t>
      </w:r>
      <w:r>
        <w:t>estiny's decree, how could it dare fight</w:t>
      </w:r>
    </w:p>
    <w:p w:rsidR="00C563CB" w:rsidRDefault="00C563CB" w:rsidP="00CD60A2">
      <w:pPr>
        <w:pStyle w:val="libItalic"/>
      </w:pPr>
      <w:proofErr w:type="gramStart"/>
      <w:r w:rsidRPr="00CD60A2">
        <w:t>I</w:t>
      </w:r>
      <w:r>
        <w:t>t's</w:t>
      </w:r>
      <w:proofErr w:type="gramEnd"/>
      <w:r>
        <w:t xml:space="preserve"> waters were controlled, by the rule of might</w:t>
      </w:r>
    </w:p>
    <w:p w:rsidR="00C563CB" w:rsidRDefault="00C563CB" w:rsidP="00CD60A2">
      <w:pPr>
        <w:pStyle w:val="libItalic"/>
      </w:pPr>
      <w:r w:rsidRPr="00CD60A2">
        <w:t>W</w:t>
      </w:r>
      <w:r>
        <w:t xml:space="preserve">ho cared a nought, for wrong or </w:t>
      </w:r>
      <w:proofErr w:type="gramStart"/>
      <w:r>
        <w:t>right.</w:t>
      </w:r>
      <w:proofErr w:type="gramEnd"/>
    </w:p>
    <w:p w:rsidR="00C563CB" w:rsidRDefault="00C563CB" w:rsidP="00CD60A2">
      <w:pPr>
        <w:pStyle w:val="libItalic"/>
      </w:pPr>
      <w:r w:rsidRPr="00CD60A2">
        <w:t>T</w:t>
      </w:r>
      <w:r>
        <w:t>hey guarded the river; they threw a ring</w:t>
      </w:r>
    </w:p>
    <w:p w:rsidR="00C563CB" w:rsidRDefault="00C563CB" w:rsidP="00CD60A2">
      <w:pPr>
        <w:pStyle w:val="libItalic"/>
      </w:pPr>
      <w:r w:rsidRPr="00CD60A2">
        <w:t>T</w:t>
      </w:r>
      <w:r>
        <w:t>o deny water was worst of a vindictive thing</w:t>
      </w:r>
    </w:p>
    <w:p w:rsidR="00C563CB" w:rsidRDefault="00C563CB" w:rsidP="00CD60A2">
      <w:pPr>
        <w:pStyle w:val="libItalic"/>
      </w:pPr>
      <w:r w:rsidRPr="00CD60A2">
        <w:t>T</w:t>
      </w:r>
      <w:r>
        <w:t>he hounds, they drank, and so did the drunks</w:t>
      </w:r>
    </w:p>
    <w:p w:rsidR="00C563CB" w:rsidRDefault="00C563CB" w:rsidP="00CD60A2">
      <w:pPr>
        <w:pStyle w:val="libItalic"/>
      </w:pPr>
      <w:r w:rsidRPr="00CD60A2">
        <w:t>I</w:t>
      </w:r>
      <w:r>
        <w:t>nnocent babes; parched were their tongues.</w:t>
      </w:r>
    </w:p>
    <w:p w:rsidR="00C563CB" w:rsidRDefault="00C563CB" w:rsidP="00CD60A2">
      <w:pPr>
        <w:pStyle w:val="libItalic"/>
      </w:pPr>
      <w:r w:rsidRPr="00CD60A2">
        <w:t>F</w:t>
      </w:r>
      <w:r>
        <w:t>or three torturous days and three night</w:t>
      </w:r>
    </w:p>
    <w:p w:rsidR="00C563CB" w:rsidRDefault="00C563CB" w:rsidP="00CD60A2">
      <w:pPr>
        <w:pStyle w:val="libItalic"/>
      </w:pPr>
      <w:r w:rsidRPr="00CD60A2">
        <w:t>M</w:t>
      </w:r>
      <w:r>
        <w:t>uhammad's beloveds were in waterless plight</w:t>
      </w:r>
    </w:p>
    <w:p w:rsidR="00C563CB" w:rsidRDefault="00C563CB" w:rsidP="00CD60A2">
      <w:pPr>
        <w:pStyle w:val="libItalic"/>
      </w:pPr>
      <w:r w:rsidRPr="00CD60A2">
        <w:t>Y</w:t>
      </w:r>
      <w:r>
        <w:t>oung babes of most holy and innocent fare</w:t>
      </w:r>
    </w:p>
    <w:p w:rsidR="00C563CB" w:rsidRDefault="00C563CB" w:rsidP="00CD60A2">
      <w:pPr>
        <w:pStyle w:val="libItalic"/>
      </w:pPr>
      <w:r w:rsidRPr="00CD60A2">
        <w:t>W</w:t>
      </w:r>
      <w:r>
        <w:t>ailing and whining, the torture they share.</w:t>
      </w:r>
    </w:p>
    <w:p w:rsidR="00C563CB" w:rsidRDefault="00C563CB" w:rsidP="00CD60A2">
      <w:pPr>
        <w:pStyle w:val="libItalic"/>
      </w:pPr>
      <w:r w:rsidRPr="00CD60A2">
        <w:t>O</w:t>
      </w:r>
      <w:r>
        <w:t>' Lord of Lords! What a pathetic sight</w:t>
      </w:r>
    </w:p>
    <w:p w:rsidR="00C563CB" w:rsidRDefault="00C563CB" w:rsidP="00CD60A2">
      <w:pPr>
        <w:pStyle w:val="libItalic"/>
      </w:pPr>
      <w:r w:rsidRPr="00CD60A2">
        <w:t>Y</w:t>
      </w:r>
      <w:r>
        <w:t>azid's hordes, displaying their might</w:t>
      </w:r>
    </w:p>
    <w:p w:rsidR="00C563CB" w:rsidRDefault="00C563CB" w:rsidP="00CD60A2">
      <w:pPr>
        <w:pStyle w:val="libItalic"/>
      </w:pPr>
      <w:r w:rsidRPr="00CD60A2">
        <w:t>T</w:t>
      </w:r>
      <w:r>
        <w:t>housands and thousands of blood-thirsty hounds</w:t>
      </w:r>
    </w:p>
    <w:p w:rsidR="00C563CB" w:rsidRDefault="00C563CB" w:rsidP="00CD60A2">
      <w:pPr>
        <w:pStyle w:val="libItalic"/>
      </w:pPr>
      <w:proofErr w:type="gramStart"/>
      <w:r w:rsidRPr="00CD60A2">
        <w:t>W</w:t>
      </w:r>
      <w:r>
        <w:t>aiting to pounce on eighty odd crowns.</w:t>
      </w:r>
      <w:proofErr w:type="gramEnd"/>
    </w:p>
    <w:p w:rsidR="00C563CB" w:rsidRDefault="00C563CB" w:rsidP="00CD60A2">
      <w:pPr>
        <w:pStyle w:val="libItalic"/>
      </w:pPr>
      <w:r w:rsidRPr="00CD60A2">
        <w:t>W</w:t>
      </w:r>
      <w:r>
        <w:t>hile handful of souls, engrossed in prayer</w:t>
      </w:r>
    </w:p>
    <w:p w:rsidR="00C563CB" w:rsidRDefault="00C563CB" w:rsidP="00CD60A2">
      <w:pPr>
        <w:pStyle w:val="libItalic"/>
      </w:pPr>
      <w:r w:rsidRPr="00CD60A2">
        <w:t>U</w:t>
      </w:r>
      <w:r>
        <w:t>nheedful of them; a sight so divinely rare</w:t>
      </w:r>
    </w:p>
    <w:p w:rsidR="00C563CB" w:rsidRDefault="00C563CB" w:rsidP="00CD60A2">
      <w:pPr>
        <w:pStyle w:val="libItalic"/>
      </w:pPr>
      <w:r w:rsidRPr="00CD60A2">
        <w:t>Y</w:t>
      </w:r>
      <w:r>
        <w:t>oung and old, they prayed to Merciful God</w:t>
      </w:r>
    </w:p>
    <w:p w:rsidR="00C563CB" w:rsidRDefault="00C563CB" w:rsidP="00CD60A2">
      <w:pPr>
        <w:pStyle w:val="libItalic"/>
      </w:pPr>
      <w:r w:rsidRPr="00CD60A2">
        <w:t>W</w:t>
      </w:r>
      <w:r>
        <w:t>ith humble devotion, His help they sought.</w:t>
      </w:r>
    </w:p>
    <w:p w:rsidR="00C563CB" w:rsidRDefault="00C563CB" w:rsidP="00CD60A2">
      <w:pPr>
        <w:pStyle w:val="libItalic"/>
      </w:pPr>
      <w:r w:rsidRPr="00CD60A2">
        <w:t>T</w:t>
      </w:r>
      <w:r>
        <w:t>o give them strength; no, not to fight</w:t>
      </w:r>
    </w:p>
    <w:p w:rsidR="00C563CB" w:rsidRDefault="00C563CB" w:rsidP="00CD60A2">
      <w:pPr>
        <w:pStyle w:val="libItalic"/>
      </w:pPr>
      <w:r w:rsidRPr="00CD60A2">
        <w:t>B</w:t>
      </w:r>
      <w:r>
        <w:t>ut to be content, in whatever plight</w:t>
      </w:r>
    </w:p>
    <w:p w:rsidR="00C563CB" w:rsidRDefault="00C563CB" w:rsidP="00CD60A2">
      <w:pPr>
        <w:pStyle w:val="libItalic"/>
      </w:pPr>
      <w:r w:rsidRPr="00CD60A2">
        <w:t>F</w:t>
      </w:r>
      <w:r>
        <w:t>or well they knew, their role of life</w:t>
      </w:r>
    </w:p>
    <w:p w:rsidR="00C563CB" w:rsidRDefault="00C563CB" w:rsidP="00CD60A2">
      <w:pPr>
        <w:pStyle w:val="libItalic"/>
      </w:pPr>
      <w:r w:rsidRPr="00CD60A2">
        <w:t>W</w:t>
      </w:r>
      <w:r>
        <w:t>as to save Islam, from being knifed!</w:t>
      </w:r>
    </w:p>
    <w:p w:rsidR="00C563CB" w:rsidRDefault="00C563CB" w:rsidP="00CD60A2">
      <w:pPr>
        <w:pStyle w:val="libItalic"/>
      </w:pPr>
      <w:r w:rsidRPr="00CD60A2">
        <w:t>T</w:t>
      </w:r>
      <w:r>
        <w:t>he battle he lost, the fight he won</w:t>
      </w:r>
    </w:p>
    <w:p w:rsidR="00C563CB" w:rsidRDefault="00C563CB" w:rsidP="00CD60A2">
      <w:pPr>
        <w:pStyle w:val="libItalic"/>
      </w:pPr>
      <w:r w:rsidRPr="00CD60A2">
        <w:t>Y</w:t>
      </w:r>
      <w:r>
        <w:t>azid's title of sanctity was shorn</w:t>
      </w:r>
    </w:p>
    <w:p w:rsidR="00C563CB" w:rsidRDefault="00C563CB" w:rsidP="00CD60A2">
      <w:pPr>
        <w:pStyle w:val="libItalic"/>
      </w:pPr>
      <w:r w:rsidRPr="00CD60A2">
        <w:t>I</w:t>
      </w:r>
      <w:r>
        <w:t>slam's plant survived the onslaught</w:t>
      </w:r>
    </w:p>
    <w:p w:rsidR="00C563CB" w:rsidRDefault="00C563CB" w:rsidP="00CD60A2">
      <w:pPr>
        <w:pStyle w:val="libItalic"/>
      </w:pPr>
      <w:r w:rsidRPr="00CD60A2">
        <w:t>H</w:t>
      </w:r>
      <w:r>
        <w:t>usayn's blood had watered the drought.</w:t>
      </w:r>
    </w:p>
    <w:p w:rsidR="00C563CB" w:rsidRDefault="00C563CB" w:rsidP="00CD60A2">
      <w:pPr>
        <w:pStyle w:val="libItalic"/>
      </w:pPr>
      <w:r w:rsidRPr="00CD60A2">
        <w:t>T</w:t>
      </w:r>
      <w:r>
        <w:t>he revenge was complete, so it seemed</w:t>
      </w:r>
    </w:p>
    <w:p w:rsidR="00C563CB" w:rsidRDefault="00C563CB" w:rsidP="00CD60A2">
      <w:pPr>
        <w:pStyle w:val="libItalic"/>
      </w:pPr>
      <w:r w:rsidRPr="00CD60A2">
        <w:t>A</w:t>
      </w:r>
      <w:r>
        <w:t>bu Sufyan's pledge to Satan was redeemed</w:t>
      </w:r>
    </w:p>
    <w:p w:rsidR="00C563CB" w:rsidRDefault="00C563CB" w:rsidP="00CD60A2">
      <w:pPr>
        <w:pStyle w:val="libItalic"/>
      </w:pPr>
      <w:r w:rsidRPr="00CD60A2">
        <w:t>T</w:t>
      </w:r>
      <w:r>
        <w:t>he worldly eyes could, however, hardly see</w:t>
      </w:r>
    </w:p>
    <w:p w:rsidR="00C563CB" w:rsidRDefault="00C563CB" w:rsidP="00CD60A2">
      <w:pPr>
        <w:pStyle w:val="libItalic"/>
      </w:pPr>
      <w:r w:rsidRPr="00CD60A2">
        <w:lastRenderedPageBreak/>
        <w:t>H</w:t>
      </w:r>
      <w:r>
        <w:t>usayn's blood had kept Islam pure and free.</w:t>
      </w:r>
    </w:p>
    <w:p w:rsidR="00C563CB" w:rsidRDefault="00C563CB" w:rsidP="00C563CB">
      <w:pPr>
        <w:pStyle w:val="libNormal"/>
      </w:pPr>
      <w:r>
        <w:br w:type="page"/>
      </w:r>
    </w:p>
    <w:p w:rsidR="00C563CB" w:rsidRDefault="00C563CB" w:rsidP="00C563CB">
      <w:pPr>
        <w:pStyle w:val="Heading1Center"/>
      </w:pPr>
      <w:bookmarkStart w:id="14" w:name="_Toc471903298"/>
      <w:r>
        <w:lastRenderedPageBreak/>
        <w:t xml:space="preserve">(16) Tributes </w:t>
      </w:r>
      <w:proofErr w:type="gramStart"/>
      <w:r>
        <w:t>And</w:t>
      </w:r>
      <w:proofErr w:type="gramEnd"/>
      <w:r>
        <w:t xml:space="preserve"> Prayers</w:t>
      </w:r>
      <w:bookmarkEnd w:id="14"/>
    </w:p>
    <w:p w:rsidR="00C563CB" w:rsidRDefault="00C563CB" w:rsidP="00CD60A2">
      <w:pPr>
        <w:pStyle w:val="libItalic"/>
      </w:pPr>
      <w:r w:rsidRPr="00CD60A2">
        <w:t>M</w:t>
      </w:r>
      <w:r>
        <w:t>y respectful condolence to the dearest sister of Husayn</w:t>
      </w:r>
    </w:p>
    <w:p w:rsidR="00C563CB" w:rsidRDefault="00C563CB" w:rsidP="00CD60A2">
      <w:pPr>
        <w:pStyle w:val="libItalic"/>
      </w:pPr>
      <w:r w:rsidRPr="00CD60A2">
        <w:t>M</w:t>
      </w:r>
      <w:r>
        <w:t>y tearful home, to the wife of Abdulla Tayyar, O' Zaynab</w:t>
      </w:r>
    </w:p>
    <w:p w:rsidR="00C563CB" w:rsidRDefault="00C563CB" w:rsidP="00CD60A2">
      <w:pPr>
        <w:pStyle w:val="libItalic"/>
      </w:pPr>
      <w:r w:rsidRPr="00CD60A2">
        <w:t>N</w:t>
      </w:r>
      <w:r>
        <w:t>ever was a woman, subjected to such sorrow and pain,</w:t>
      </w:r>
    </w:p>
    <w:p w:rsidR="00C563CB" w:rsidRDefault="00C563CB" w:rsidP="00CD60A2">
      <w:pPr>
        <w:pStyle w:val="libItalic"/>
      </w:pPr>
      <w:r w:rsidRPr="00CD60A2">
        <w:t>A</w:t>
      </w:r>
      <w:r>
        <w:t>s the daughter of Ali and Fatima, O' Zaynab!</w:t>
      </w:r>
    </w:p>
    <w:p w:rsidR="00C563CB" w:rsidRDefault="00C563CB" w:rsidP="00CD60A2">
      <w:pPr>
        <w:pStyle w:val="libItalic"/>
      </w:pPr>
      <w:r w:rsidRPr="00CD60A2">
        <w:t>A</w:t>
      </w:r>
      <w:r>
        <w:t>un and Muhammad, two unblossomed flowers of youth</w:t>
      </w:r>
    </w:p>
    <w:p w:rsidR="00C563CB" w:rsidRDefault="00C563CB" w:rsidP="00CD60A2">
      <w:pPr>
        <w:pStyle w:val="libItalic"/>
      </w:pPr>
      <w:r w:rsidRPr="00CD60A2">
        <w:t>A</w:t>
      </w:r>
      <w:r>
        <w:t>li Akbar, was no less dear, than your own sons O' Zaynab</w:t>
      </w:r>
    </w:p>
    <w:p w:rsidR="00C563CB" w:rsidRDefault="00C563CB" w:rsidP="00CD60A2">
      <w:pPr>
        <w:pStyle w:val="libItalic"/>
      </w:pPr>
      <w:r w:rsidRPr="00CD60A2">
        <w:t>Y</w:t>
      </w:r>
      <w:r>
        <w:t>ou sacrificed them all, at the altar of truth,</w:t>
      </w:r>
    </w:p>
    <w:p w:rsidR="00C563CB" w:rsidRDefault="00C563CB" w:rsidP="00CD60A2">
      <w:pPr>
        <w:pStyle w:val="libItalic"/>
      </w:pPr>
      <w:r w:rsidRPr="00CD60A2">
        <w:t>S</w:t>
      </w:r>
      <w:r>
        <w:t>o that, Islam may be rid of the Satan's hold, O' Zaynab!</w:t>
      </w:r>
    </w:p>
    <w:p w:rsidR="00C563CB" w:rsidRDefault="00C563CB" w:rsidP="00CD60A2">
      <w:pPr>
        <w:pStyle w:val="libItalic"/>
      </w:pPr>
      <w:r w:rsidRPr="00CD60A2">
        <w:t>T</w:t>
      </w:r>
      <w:r>
        <w:t>he tortures you bore; the insults you faced,</w:t>
      </w:r>
    </w:p>
    <w:p w:rsidR="00C563CB" w:rsidRDefault="00C563CB" w:rsidP="00CD60A2">
      <w:pPr>
        <w:pStyle w:val="libItalic"/>
      </w:pPr>
      <w:r w:rsidRPr="00CD60A2">
        <w:t>W</w:t>
      </w:r>
      <w:r>
        <w:t>ould have torn asunder any heart, O' Zaynab</w:t>
      </w:r>
    </w:p>
    <w:p w:rsidR="00C563CB" w:rsidRDefault="00C563CB" w:rsidP="00CD60A2">
      <w:pPr>
        <w:pStyle w:val="libItalic"/>
      </w:pPr>
      <w:r w:rsidRPr="00CD60A2">
        <w:t>Y</w:t>
      </w:r>
      <w:r>
        <w:t>ou did not flinch, even in grace,</w:t>
      </w:r>
    </w:p>
    <w:p w:rsidR="00C563CB" w:rsidRDefault="00C563CB" w:rsidP="00CD60A2">
      <w:pPr>
        <w:pStyle w:val="libItalic"/>
      </w:pPr>
      <w:r w:rsidRPr="00CD60A2">
        <w:t>T</w:t>
      </w:r>
      <w:r>
        <w:t>o the worst of ignominies and cruelties, O' Zaynab!</w:t>
      </w:r>
    </w:p>
    <w:p w:rsidR="00C563CB" w:rsidRDefault="00C563CB" w:rsidP="00CD60A2">
      <w:pPr>
        <w:pStyle w:val="libItalic"/>
      </w:pPr>
      <w:r w:rsidRPr="00CD60A2">
        <w:t>Y</w:t>
      </w:r>
      <w:r>
        <w:t>our unique faith in God; your invaluable support,</w:t>
      </w:r>
    </w:p>
    <w:p w:rsidR="00C563CB" w:rsidRDefault="00C563CB" w:rsidP="00CD60A2">
      <w:pPr>
        <w:pStyle w:val="libItalic"/>
      </w:pPr>
      <w:r w:rsidRPr="00CD60A2">
        <w:t>E</w:t>
      </w:r>
      <w:r>
        <w:t>nabled Husayn to sacrifice his all, O' Zaynab</w:t>
      </w:r>
    </w:p>
    <w:p w:rsidR="00C563CB" w:rsidRDefault="00C563CB" w:rsidP="00CD60A2">
      <w:pPr>
        <w:pStyle w:val="libItalic"/>
      </w:pPr>
      <w:r w:rsidRPr="00CD60A2">
        <w:t>B</w:t>
      </w:r>
      <w:r>
        <w:t>etween brother and sister, never was such a rapport</w:t>
      </w:r>
    </w:p>
    <w:p w:rsidR="00C563CB" w:rsidRDefault="00C563CB" w:rsidP="00CD60A2">
      <w:pPr>
        <w:pStyle w:val="libItalic"/>
      </w:pPr>
      <w:r w:rsidRPr="00CD60A2">
        <w:t>Y</w:t>
      </w:r>
      <w:r>
        <w:t>our indomitable will, sustained his mission, O' Zaynab!</w:t>
      </w:r>
    </w:p>
    <w:p w:rsidR="00C563CB" w:rsidRDefault="00C563CB" w:rsidP="00CD60A2">
      <w:pPr>
        <w:pStyle w:val="libItalic"/>
      </w:pPr>
      <w:r w:rsidRPr="00CD60A2">
        <w:t>Y</w:t>
      </w:r>
      <w:r>
        <w:t>our heroic efforts, saved his sacrifices from going in vain</w:t>
      </w:r>
    </w:p>
    <w:p w:rsidR="00C563CB" w:rsidRDefault="00C563CB" w:rsidP="00CD60A2">
      <w:pPr>
        <w:pStyle w:val="libItalic"/>
      </w:pPr>
      <w:r w:rsidRPr="00CD60A2">
        <w:t>Y</w:t>
      </w:r>
      <w:r>
        <w:t>our courage, saved his lineage from extinction, O' Zaynab</w:t>
      </w:r>
    </w:p>
    <w:p w:rsidR="00C563CB" w:rsidRDefault="00C563CB" w:rsidP="00CD60A2">
      <w:pPr>
        <w:pStyle w:val="libItalic"/>
      </w:pPr>
      <w:r w:rsidRPr="00CD60A2">
        <w:t>Y</w:t>
      </w:r>
      <w:r>
        <w:t>ou presented the issues involved, in the sacrifices of Husayn</w:t>
      </w:r>
    </w:p>
    <w:p w:rsidR="00C563CB" w:rsidRDefault="00C563CB" w:rsidP="00CD60A2">
      <w:pPr>
        <w:pStyle w:val="libItalic"/>
      </w:pPr>
      <w:r w:rsidRPr="00CD60A2">
        <w:t>M</w:t>
      </w:r>
      <w:r>
        <w:t>ost eloquently, and in proper perspective, O' Zaynab!</w:t>
      </w:r>
    </w:p>
    <w:p w:rsidR="00C563CB" w:rsidRDefault="00C563CB" w:rsidP="00CD60A2">
      <w:pPr>
        <w:pStyle w:val="libItalic"/>
      </w:pPr>
      <w:r w:rsidRPr="00CD60A2">
        <w:t>Y</w:t>
      </w:r>
      <w:r>
        <w:t>our virtues are endless, as eternity, and so, till then,</w:t>
      </w:r>
    </w:p>
    <w:p w:rsidR="00C563CB" w:rsidRDefault="00C563CB" w:rsidP="00CD60A2">
      <w:pPr>
        <w:pStyle w:val="libItalic"/>
      </w:pPr>
      <w:r w:rsidRPr="00CD60A2">
        <w:t>Y</w:t>
      </w:r>
      <w:r>
        <w:t>ou will be mourned and gratefully remembered, O' Zaynab</w:t>
      </w:r>
    </w:p>
    <w:p w:rsidR="00C563CB" w:rsidRDefault="00C563CB" w:rsidP="00CD60A2">
      <w:pPr>
        <w:pStyle w:val="libItalic"/>
      </w:pPr>
      <w:r w:rsidRPr="00CD60A2">
        <w:t>P</w:t>
      </w:r>
      <w:r>
        <w:t>ray to God, to grant my wish to serve Husayn</w:t>
      </w:r>
    </w:p>
    <w:p w:rsidR="00C563CB" w:rsidRDefault="00C563CB" w:rsidP="00CD60A2">
      <w:pPr>
        <w:pStyle w:val="libItalic"/>
      </w:pPr>
      <w:r w:rsidRPr="00CD60A2">
        <w:t>A</w:t>
      </w:r>
      <w:r>
        <w:t>nd you, my lady, in this world, and the next, O' Zaynab!</w:t>
      </w:r>
    </w:p>
    <w:p w:rsidR="00C563CB" w:rsidRDefault="00C563CB" w:rsidP="00CD60A2">
      <w:pPr>
        <w:pStyle w:val="libItalic"/>
      </w:pPr>
      <w:r w:rsidRPr="00CD60A2">
        <w:t>A</w:t>
      </w:r>
      <w:r>
        <w:t>MEN</w:t>
      </w:r>
    </w:p>
    <w:p w:rsidR="00C563CB" w:rsidRDefault="00C563CB" w:rsidP="00C563CB">
      <w:pPr>
        <w:pStyle w:val="libNormal"/>
      </w:pPr>
      <w:r>
        <w:br w:type="page"/>
      </w:r>
    </w:p>
    <w:p w:rsidR="00C563CB" w:rsidRDefault="00C563CB" w:rsidP="00C563CB">
      <w:pPr>
        <w:pStyle w:val="Heading1Center"/>
      </w:pPr>
      <w:bookmarkStart w:id="15" w:name="_Toc471903299"/>
      <w:r>
        <w:lastRenderedPageBreak/>
        <w:t xml:space="preserve">Names </w:t>
      </w:r>
      <w:proofErr w:type="gramStart"/>
      <w:r>
        <w:t>Of</w:t>
      </w:r>
      <w:proofErr w:type="gramEnd"/>
      <w:r>
        <w:t xml:space="preserve"> Martyrs Who Sacrificed Their Lives At Karbala For The Sake Of The Lofty Principles Of Islam As Mentioned In "Ziyarah Al-Nahiyyah"</w:t>
      </w:r>
      <w:bookmarkEnd w:id="15"/>
    </w:p>
    <w:p w:rsidR="00C563CB" w:rsidRDefault="00C563CB" w:rsidP="00CD60A2">
      <w:pPr>
        <w:pStyle w:val="libNormal"/>
      </w:pPr>
      <w:proofErr w:type="gramStart"/>
      <w:r>
        <w:t>1.</w:t>
      </w:r>
      <w:r w:rsidRPr="00CD60A2">
        <w:t>I</w:t>
      </w:r>
      <w:r>
        <w:t>mam</w:t>
      </w:r>
      <w:proofErr w:type="gramEnd"/>
      <w:r>
        <w:t xml:space="preserve"> Husayn ibn Ali (Amir al Mu'mineen)</w:t>
      </w:r>
    </w:p>
    <w:p w:rsidR="00C563CB" w:rsidRDefault="00C563CB" w:rsidP="00CD60A2">
      <w:pPr>
        <w:pStyle w:val="libNormal"/>
      </w:pPr>
      <w:proofErr w:type="gramStart"/>
      <w:r w:rsidRPr="00CD60A2">
        <w:t>g</w:t>
      </w:r>
      <w:r>
        <w:t>randson</w:t>
      </w:r>
      <w:proofErr w:type="gramEnd"/>
      <w:r>
        <w:t xml:space="preserve"> of Prophet Muhammad (s.a)</w:t>
      </w:r>
    </w:p>
    <w:p w:rsidR="00C563CB" w:rsidRDefault="00C563CB" w:rsidP="00CD60A2">
      <w:pPr>
        <w:pStyle w:val="libNormal"/>
      </w:pPr>
      <w:r>
        <w:t>(</w:t>
      </w:r>
      <w:proofErr w:type="gramStart"/>
      <w:r w:rsidRPr="00CD60A2">
        <w:t>k</w:t>
      </w:r>
      <w:r>
        <w:t>illed</w:t>
      </w:r>
      <w:proofErr w:type="gramEnd"/>
      <w:r>
        <w:t xml:space="preserve"> by Shimr Dhiljaushan)</w:t>
      </w:r>
    </w:p>
    <w:p w:rsidR="00C563CB" w:rsidRDefault="00C563CB" w:rsidP="00CD60A2">
      <w:pPr>
        <w:pStyle w:val="libNormal"/>
      </w:pPr>
      <w:r>
        <w:t xml:space="preserve">2. </w:t>
      </w:r>
      <w:r w:rsidRPr="00CD60A2">
        <w:t>A</w:t>
      </w:r>
      <w:r>
        <w:t>li al-Akbar ibn Husayn ibn Ali</w:t>
      </w:r>
    </w:p>
    <w:p w:rsidR="00C563CB" w:rsidRDefault="00C563CB" w:rsidP="00CD60A2">
      <w:pPr>
        <w:pStyle w:val="libNormal"/>
      </w:pPr>
      <w:r>
        <w:t>(</w:t>
      </w:r>
      <w:proofErr w:type="gramStart"/>
      <w:r w:rsidRPr="00CD60A2">
        <w:t>k</w:t>
      </w:r>
      <w:r>
        <w:t>illed</w:t>
      </w:r>
      <w:proofErr w:type="gramEnd"/>
      <w:r>
        <w:t xml:space="preserve"> by Murrah bin Munqiz bin Noman al Abdi)</w:t>
      </w:r>
    </w:p>
    <w:p w:rsidR="00C563CB" w:rsidRDefault="00C563CB" w:rsidP="00CD60A2">
      <w:pPr>
        <w:pStyle w:val="libNormal"/>
      </w:pPr>
      <w:r>
        <w:t xml:space="preserve">3. </w:t>
      </w:r>
      <w:r w:rsidRPr="00CD60A2">
        <w:t>A</w:t>
      </w:r>
      <w:r>
        <w:t>bdullah (also known as Ali al-Asghar) ibn Husayn ibn Ali</w:t>
      </w:r>
    </w:p>
    <w:p w:rsidR="00C563CB" w:rsidRDefault="00C563CB" w:rsidP="00CD60A2">
      <w:pPr>
        <w:pStyle w:val="libNormal"/>
      </w:pPr>
      <w:r>
        <w:t>(</w:t>
      </w:r>
      <w:proofErr w:type="gramStart"/>
      <w:r w:rsidRPr="00CD60A2">
        <w:t>k</w:t>
      </w:r>
      <w:r>
        <w:t>illed</w:t>
      </w:r>
      <w:proofErr w:type="gramEnd"/>
      <w:r>
        <w:t xml:space="preserve"> by Harmala ibn Kahil al Asadi)</w:t>
      </w:r>
    </w:p>
    <w:p w:rsidR="00C563CB" w:rsidRDefault="00C563CB" w:rsidP="00CD60A2">
      <w:pPr>
        <w:pStyle w:val="libNormal"/>
      </w:pPr>
      <w:r>
        <w:t xml:space="preserve">4. </w:t>
      </w:r>
      <w:r w:rsidRPr="00CD60A2">
        <w:t>A</w:t>
      </w:r>
      <w:r>
        <w:t>bdullah ibn Ali (Amir al Mu'mineen)</w:t>
      </w:r>
    </w:p>
    <w:p w:rsidR="00C563CB" w:rsidRDefault="00C563CB" w:rsidP="00CD60A2">
      <w:pPr>
        <w:pStyle w:val="libNormal"/>
      </w:pPr>
      <w:r>
        <w:t>(</w:t>
      </w:r>
      <w:proofErr w:type="gramStart"/>
      <w:r w:rsidRPr="00CD60A2">
        <w:t>k</w:t>
      </w:r>
      <w:r>
        <w:t>illed</w:t>
      </w:r>
      <w:proofErr w:type="gramEnd"/>
      <w:r>
        <w:t xml:space="preserve"> by Hani bin Thubaet al Hadhrami)</w:t>
      </w:r>
    </w:p>
    <w:p w:rsidR="00C563CB" w:rsidRDefault="00C563CB" w:rsidP="00CD60A2">
      <w:pPr>
        <w:pStyle w:val="libNormal"/>
      </w:pPr>
      <w:r>
        <w:t xml:space="preserve">5. </w:t>
      </w:r>
      <w:r w:rsidRPr="00CD60A2">
        <w:t>A</w:t>
      </w:r>
      <w:r>
        <w:t>bul Fadhl al Abbas ibn Ali (Amir al Mu'mineen)</w:t>
      </w:r>
    </w:p>
    <w:p w:rsidR="00C563CB" w:rsidRDefault="00C563CB" w:rsidP="00CD60A2">
      <w:pPr>
        <w:pStyle w:val="libNormal"/>
      </w:pPr>
      <w:r>
        <w:t>(</w:t>
      </w:r>
      <w:proofErr w:type="gramStart"/>
      <w:r w:rsidRPr="00CD60A2">
        <w:t>k</w:t>
      </w:r>
      <w:r>
        <w:t>illed</w:t>
      </w:r>
      <w:proofErr w:type="gramEnd"/>
      <w:r>
        <w:t xml:space="preserve"> by Yazeed bin Ruqaad al Heeti and Hakeem bin Tufail al Taai)</w:t>
      </w:r>
    </w:p>
    <w:p w:rsidR="00C563CB" w:rsidRDefault="00C563CB" w:rsidP="00CD60A2">
      <w:pPr>
        <w:pStyle w:val="libNormal"/>
      </w:pPr>
      <w:r>
        <w:t xml:space="preserve">6. </w:t>
      </w:r>
      <w:r w:rsidRPr="00CD60A2">
        <w:t>J</w:t>
      </w:r>
      <w:r>
        <w:t>a'far ibn Ali (Amir al Mu'mineen)</w:t>
      </w:r>
    </w:p>
    <w:p w:rsidR="00C563CB" w:rsidRDefault="00C563CB" w:rsidP="00CD60A2">
      <w:pPr>
        <w:pStyle w:val="libNormal"/>
      </w:pPr>
      <w:r>
        <w:t>(</w:t>
      </w:r>
      <w:proofErr w:type="gramStart"/>
      <w:r w:rsidRPr="00CD60A2">
        <w:t>k</w:t>
      </w:r>
      <w:r>
        <w:t>illed</w:t>
      </w:r>
      <w:proofErr w:type="gramEnd"/>
      <w:r>
        <w:t xml:space="preserve"> by Hani bin Thubaet al Hadhrami)</w:t>
      </w:r>
    </w:p>
    <w:p w:rsidR="00C563CB" w:rsidRDefault="00C563CB" w:rsidP="00CD60A2">
      <w:pPr>
        <w:pStyle w:val="libNormal"/>
      </w:pPr>
      <w:r>
        <w:t xml:space="preserve">7. </w:t>
      </w:r>
      <w:r w:rsidRPr="00CD60A2">
        <w:t>U</w:t>
      </w:r>
      <w:r>
        <w:t>thman ibn Ali (Amir al Mu'mineen)</w:t>
      </w:r>
    </w:p>
    <w:p w:rsidR="00C563CB" w:rsidRDefault="00C563CB" w:rsidP="00CD60A2">
      <w:pPr>
        <w:pStyle w:val="libNormal"/>
      </w:pPr>
      <w:r>
        <w:t>(</w:t>
      </w:r>
      <w:proofErr w:type="gramStart"/>
      <w:r w:rsidRPr="00CD60A2">
        <w:t>k</w:t>
      </w:r>
      <w:r>
        <w:t>illed</w:t>
      </w:r>
      <w:proofErr w:type="gramEnd"/>
      <w:r>
        <w:t xml:space="preserve"> by Khooli bin Yazeed al Adhbahi al Ayadi and Abaani al Daarimi)</w:t>
      </w:r>
    </w:p>
    <w:p w:rsidR="00C563CB" w:rsidRDefault="00C563CB" w:rsidP="00CD60A2">
      <w:pPr>
        <w:pStyle w:val="libNormal"/>
      </w:pPr>
      <w:r>
        <w:t xml:space="preserve">8. </w:t>
      </w:r>
      <w:r w:rsidRPr="00CD60A2">
        <w:t>M</w:t>
      </w:r>
      <w:r>
        <w:t>uhammad ibn Ali (Amir al Mu'mineen)</w:t>
      </w:r>
    </w:p>
    <w:p w:rsidR="00C563CB" w:rsidRDefault="00C563CB" w:rsidP="00CD60A2">
      <w:pPr>
        <w:pStyle w:val="libNormal"/>
      </w:pPr>
      <w:r>
        <w:t>(</w:t>
      </w:r>
      <w:proofErr w:type="gramStart"/>
      <w:r w:rsidRPr="00CD60A2">
        <w:t>k</w:t>
      </w:r>
      <w:r>
        <w:t>illed</w:t>
      </w:r>
      <w:proofErr w:type="gramEnd"/>
      <w:r>
        <w:t xml:space="preserve"> by Abaani al Daarimi)</w:t>
      </w:r>
    </w:p>
    <w:p w:rsidR="00C563CB" w:rsidRDefault="00C563CB" w:rsidP="00CD60A2">
      <w:pPr>
        <w:pStyle w:val="libNormal"/>
      </w:pPr>
      <w:r>
        <w:t xml:space="preserve">9. </w:t>
      </w:r>
      <w:r w:rsidRPr="00CD60A2">
        <w:t>A</w:t>
      </w:r>
      <w:r>
        <w:t>bi Bakr ibn al Hassan ibn Ali</w:t>
      </w:r>
    </w:p>
    <w:p w:rsidR="00C563CB" w:rsidRDefault="00C563CB" w:rsidP="00CD60A2">
      <w:pPr>
        <w:pStyle w:val="libNormal"/>
      </w:pPr>
      <w:r>
        <w:t>(</w:t>
      </w:r>
      <w:proofErr w:type="gramStart"/>
      <w:r w:rsidRPr="00CD60A2">
        <w:t>k</w:t>
      </w:r>
      <w:r>
        <w:t>illed</w:t>
      </w:r>
      <w:proofErr w:type="gramEnd"/>
      <w:r>
        <w:t xml:space="preserve"> by Abdullah bin Aqabah al Ghanavi)</w:t>
      </w:r>
    </w:p>
    <w:p w:rsidR="00C563CB" w:rsidRDefault="00C563CB" w:rsidP="00CD60A2">
      <w:pPr>
        <w:pStyle w:val="libNormal"/>
      </w:pPr>
      <w:r>
        <w:t xml:space="preserve">10. </w:t>
      </w:r>
      <w:r w:rsidRPr="00CD60A2">
        <w:t>A</w:t>
      </w:r>
      <w:r>
        <w:t>bdullah ibn al Hassan ibn Ali</w:t>
      </w:r>
    </w:p>
    <w:p w:rsidR="00C563CB" w:rsidRDefault="00C563CB" w:rsidP="00CD60A2">
      <w:pPr>
        <w:pStyle w:val="libNormal"/>
      </w:pPr>
      <w:r>
        <w:t>(</w:t>
      </w:r>
      <w:proofErr w:type="gramStart"/>
      <w:r w:rsidRPr="00CD60A2">
        <w:t>k</w:t>
      </w:r>
      <w:r>
        <w:t>illed</w:t>
      </w:r>
      <w:proofErr w:type="gramEnd"/>
      <w:r>
        <w:t xml:space="preserve"> by Harmala bin Kahil al Asadi)</w:t>
      </w:r>
    </w:p>
    <w:p w:rsidR="00C563CB" w:rsidRDefault="00C563CB" w:rsidP="00CD60A2">
      <w:pPr>
        <w:pStyle w:val="libNormal"/>
      </w:pPr>
      <w:r>
        <w:t xml:space="preserve">11. </w:t>
      </w:r>
      <w:r w:rsidRPr="00CD60A2">
        <w:t>Q</w:t>
      </w:r>
      <w:r>
        <w:t>asim ibn al Hassan ibn Ali</w:t>
      </w:r>
    </w:p>
    <w:p w:rsidR="00C563CB" w:rsidRDefault="00C563CB" w:rsidP="00CD60A2">
      <w:pPr>
        <w:pStyle w:val="libNormal"/>
      </w:pPr>
      <w:r>
        <w:t>(</w:t>
      </w:r>
      <w:proofErr w:type="gramStart"/>
      <w:r w:rsidRPr="00CD60A2">
        <w:t>k</w:t>
      </w:r>
      <w:r>
        <w:t>illed</w:t>
      </w:r>
      <w:proofErr w:type="gramEnd"/>
      <w:r>
        <w:t xml:space="preserve"> by Umar bin Sa'd bin Nufail al Azdi)</w:t>
      </w:r>
    </w:p>
    <w:p w:rsidR="00C563CB" w:rsidRDefault="00C563CB" w:rsidP="00CD60A2">
      <w:pPr>
        <w:pStyle w:val="libNormal"/>
      </w:pPr>
      <w:r>
        <w:t xml:space="preserve">12. </w:t>
      </w:r>
      <w:r w:rsidRPr="00CD60A2">
        <w:t>A</w:t>
      </w:r>
      <w:r>
        <w:t>un ibn Abdullah ibn Ja'far al Tayyar</w:t>
      </w:r>
    </w:p>
    <w:p w:rsidR="00C563CB" w:rsidRDefault="00C563CB" w:rsidP="00CD60A2">
      <w:pPr>
        <w:pStyle w:val="libNormal"/>
      </w:pPr>
      <w:r>
        <w:t>(</w:t>
      </w:r>
      <w:proofErr w:type="gramStart"/>
      <w:r w:rsidRPr="00CD60A2">
        <w:t>k</w:t>
      </w:r>
      <w:r>
        <w:t>illed</w:t>
      </w:r>
      <w:proofErr w:type="gramEnd"/>
      <w:r>
        <w:t xml:space="preserve"> by Abdullah bin Kutayya al Nabahani)</w:t>
      </w:r>
    </w:p>
    <w:p w:rsidR="00C563CB" w:rsidRDefault="00C563CB" w:rsidP="00CD60A2">
      <w:pPr>
        <w:pStyle w:val="libNormal"/>
      </w:pPr>
      <w:r>
        <w:t xml:space="preserve">13. </w:t>
      </w:r>
      <w:r w:rsidRPr="00CD60A2">
        <w:t>M</w:t>
      </w:r>
      <w:r>
        <w:t>uhammad ibn Abdullah ibn Ja'far al Tayyar</w:t>
      </w:r>
    </w:p>
    <w:p w:rsidR="00C563CB" w:rsidRDefault="00C563CB" w:rsidP="00CD60A2">
      <w:pPr>
        <w:pStyle w:val="libNormal"/>
      </w:pPr>
      <w:r>
        <w:t>(</w:t>
      </w:r>
      <w:proofErr w:type="gramStart"/>
      <w:r w:rsidRPr="00CD60A2">
        <w:t>k</w:t>
      </w:r>
      <w:r>
        <w:t>illed</w:t>
      </w:r>
      <w:proofErr w:type="gramEnd"/>
      <w:r>
        <w:t xml:space="preserve"> by Aamir bin Nahshal al Tameemi)</w:t>
      </w:r>
    </w:p>
    <w:p w:rsidR="00C563CB" w:rsidRDefault="00C563CB" w:rsidP="00CD60A2">
      <w:pPr>
        <w:pStyle w:val="libNormal"/>
      </w:pPr>
      <w:r>
        <w:t xml:space="preserve">14. </w:t>
      </w:r>
      <w:r w:rsidRPr="00CD60A2">
        <w:t>J</w:t>
      </w:r>
      <w:r>
        <w:t>a'far ibn Aqeel</w:t>
      </w:r>
    </w:p>
    <w:p w:rsidR="00C563CB" w:rsidRDefault="00C563CB" w:rsidP="00CD60A2">
      <w:pPr>
        <w:pStyle w:val="libNormal"/>
      </w:pPr>
      <w:r>
        <w:t>(</w:t>
      </w:r>
      <w:proofErr w:type="gramStart"/>
      <w:r w:rsidRPr="00CD60A2">
        <w:t>k</w:t>
      </w:r>
      <w:r>
        <w:t>illed</w:t>
      </w:r>
      <w:proofErr w:type="gramEnd"/>
      <w:r>
        <w:t xml:space="preserve"> by Khalid bin Asad al Johani)</w:t>
      </w:r>
    </w:p>
    <w:p w:rsidR="00C563CB" w:rsidRDefault="00C563CB" w:rsidP="00CD60A2">
      <w:pPr>
        <w:pStyle w:val="libNormal"/>
      </w:pPr>
      <w:r>
        <w:t xml:space="preserve">15. </w:t>
      </w:r>
      <w:r w:rsidRPr="00CD60A2">
        <w:t>A</w:t>
      </w:r>
      <w:r>
        <w:t>bdullah ibn Muslim ibn Aqeel</w:t>
      </w:r>
    </w:p>
    <w:p w:rsidR="00C563CB" w:rsidRDefault="00C563CB" w:rsidP="00CD60A2">
      <w:pPr>
        <w:pStyle w:val="libNormal"/>
      </w:pPr>
      <w:r>
        <w:t>(</w:t>
      </w:r>
      <w:proofErr w:type="gramStart"/>
      <w:r w:rsidRPr="00CD60A2">
        <w:t>k</w:t>
      </w:r>
      <w:r>
        <w:t>illed</w:t>
      </w:r>
      <w:proofErr w:type="gramEnd"/>
      <w:r>
        <w:t xml:space="preserve"> by Aamir bin Sa'sa'ah)</w:t>
      </w:r>
    </w:p>
    <w:p w:rsidR="00C563CB" w:rsidRDefault="00C563CB" w:rsidP="00CD60A2">
      <w:pPr>
        <w:pStyle w:val="libNormal"/>
      </w:pPr>
      <w:r>
        <w:t xml:space="preserve">16. </w:t>
      </w:r>
      <w:r w:rsidRPr="00CD60A2">
        <w:t>A</w:t>
      </w:r>
      <w:r>
        <w:t>bu Abdullah ibn Muslim ibn Aqeel</w:t>
      </w:r>
    </w:p>
    <w:p w:rsidR="00C563CB" w:rsidRDefault="00C563CB" w:rsidP="00CD60A2">
      <w:pPr>
        <w:pStyle w:val="libNormal"/>
      </w:pPr>
      <w:r>
        <w:t>(</w:t>
      </w:r>
      <w:proofErr w:type="gramStart"/>
      <w:r w:rsidRPr="00CD60A2">
        <w:t>k</w:t>
      </w:r>
      <w:r>
        <w:t>illed</w:t>
      </w:r>
      <w:proofErr w:type="gramEnd"/>
      <w:r>
        <w:t xml:space="preserve"> by Amr bin Sudaih Saedavi)</w:t>
      </w:r>
    </w:p>
    <w:p w:rsidR="00C563CB" w:rsidRDefault="00C563CB" w:rsidP="00CD60A2">
      <w:pPr>
        <w:pStyle w:val="libNormal"/>
      </w:pPr>
      <w:r>
        <w:t xml:space="preserve">17. </w:t>
      </w:r>
      <w:r w:rsidRPr="00CD60A2">
        <w:t>M</w:t>
      </w:r>
      <w:r>
        <w:t>uhammad ibn Abu Saeed ibn Aqeel</w:t>
      </w:r>
    </w:p>
    <w:p w:rsidR="00C563CB" w:rsidRDefault="00C563CB" w:rsidP="00CD60A2">
      <w:pPr>
        <w:pStyle w:val="libNormal"/>
      </w:pPr>
      <w:r>
        <w:t>(</w:t>
      </w:r>
      <w:proofErr w:type="gramStart"/>
      <w:r w:rsidRPr="00CD60A2">
        <w:t>k</w:t>
      </w:r>
      <w:r>
        <w:t>illed</w:t>
      </w:r>
      <w:proofErr w:type="gramEnd"/>
      <w:r>
        <w:t xml:space="preserve"> by Laqeet bin Naashir al Johani)</w:t>
      </w:r>
    </w:p>
    <w:p w:rsidR="00C563CB" w:rsidRDefault="00C563CB" w:rsidP="00CD60A2">
      <w:pPr>
        <w:pStyle w:val="libNormal"/>
      </w:pPr>
      <w:r>
        <w:t xml:space="preserve">18. </w:t>
      </w:r>
      <w:r w:rsidRPr="00CD60A2">
        <w:t>S</w:t>
      </w:r>
      <w:r>
        <w:t>ulaiman, slave of Imam Husayn</w:t>
      </w:r>
    </w:p>
    <w:p w:rsidR="00C563CB" w:rsidRDefault="00C563CB" w:rsidP="00CD60A2">
      <w:pPr>
        <w:pStyle w:val="libNormal"/>
      </w:pPr>
      <w:r>
        <w:t>(</w:t>
      </w:r>
      <w:proofErr w:type="gramStart"/>
      <w:r w:rsidRPr="00CD60A2">
        <w:t>k</w:t>
      </w:r>
      <w:r>
        <w:t>illed</w:t>
      </w:r>
      <w:proofErr w:type="gramEnd"/>
      <w:r>
        <w:t xml:space="preserve"> by Sulaiman bin Auf Hadhrami)</w:t>
      </w:r>
    </w:p>
    <w:p w:rsidR="00C563CB" w:rsidRDefault="00C563CB" w:rsidP="00CD60A2">
      <w:pPr>
        <w:pStyle w:val="libNormal"/>
      </w:pPr>
      <w:r>
        <w:t xml:space="preserve">19. </w:t>
      </w:r>
      <w:r w:rsidRPr="00CD60A2">
        <w:t>Q</w:t>
      </w:r>
      <w:r>
        <w:t>aarib, slave of Imam Husayn</w:t>
      </w:r>
    </w:p>
    <w:p w:rsidR="00C563CB" w:rsidRDefault="00C563CB" w:rsidP="00CD60A2">
      <w:pPr>
        <w:pStyle w:val="libNormal"/>
      </w:pPr>
      <w:r>
        <w:t xml:space="preserve">20. </w:t>
      </w:r>
      <w:r w:rsidRPr="00CD60A2">
        <w:t>M</w:t>
      </w:r>
      <w:r>
        <w:t>unjeh, slave of Imam Husayn</w:t>
      </w:r>
    </w:p>
    <w:p w:rsidR="00C563CB" w:rsidRDefault="00C563CB" w:rsidP="00CD60A2">
      <w:pPr>
        <w:pStyle w:val="libNormal"/>
      </w:pPr>
      <w:r>
        <w:t xml:space="preserve">21. </w:t>
      </w:r>
      <w:r w:rsidRPr="00CD60A2">
        <w:t>M</w:t>
      </w:r>
      <w:r>
        <w:t>uslim ibn Ausajah al Asadi</w:t>
      </w:r>
    </w:p>
    <w:p w:rsidR="00C563CB" w:rsidRDefault="00C563CB" w:rsidP="00CD60A2">
      <w:pPr>
        <w:pStyle w:val="libNormal"/>
      </w:pPr>
      <w:r>
        <w:t>(</w:t>
      </w:r>
      <w:proofErr w:type="gramStart"/>
      <w:r w:rsidRPr="00CD60A2">
        <w:t>k</w:t>
      </w:r>
      <w:r>
        <w:t>illed</w:t>
      </w:r>
      <w:proofErr w:type="gramEnd"/>
      <w:r>
        <w:t xml:space="preserve"> by Abdullah al Dhubabi and Abdullah Khashkara al Bajali)</w:t>
      </w:r>
    </w:p>
    <w:p w:rsidR="00C563CB" w:rsidRDefault="00C563CB" w:rsidP="00CD60A2">
      <w:pPr>
        <w:pStyle w:val="libNormal"/>
      </w:pPr>
      <w:r>
        <w:t xml:space="preserve">22. </w:t>
      </w:r>
      <w:r w:rsidRPr="00CD60A2">
        <w:t>S</w:t>
      </w:r>
      <w:r>
        <w:t>aeed ibn Abdullah al Hanafi</w:t>
      </w:r>
    </w:p>
    <w:p w:rsidR="00C563CB" w:rsidRDefault="00C563CB" w:rsidP="00CD60A2">
      <w:pPr>
        <w:pStyle w:val="libNormal"/>
      </w:pPr>
      <w:r>
        <w:t xml:space="preserve">23. </w:t>
      </w:r>
      <w:r w:rsidRPr="00CD60A2">
        <w:t>B</w:t>
      </w:r>
      <w:r>
        <w:t>ishr ibn Amr al Khadhrami</w:t>
      </w:r>
    </w:p>
    <w:p w:rsidR="00C563CB" w:rsidRDefault="00C563CB" w:rsidP="00CD60A2">
      <w:pPr>
        <w:pStyle w:val="libNormal"/>
      </w:pPr>
      <w:r>
        <w:lastRenderedPageBreak/>
        <w:t xml:space="preserve">24. </w:t>
      </w:r>
      <w:r w:rsidRPr="00CD60A2">
        <w:t>Y</w:t>
      </w:r>
      <w:r>
        <w:t>azeed ibn al Haseen</w:t>
      </w:r>
    </w:p>
    <w:p w:rsidR="00C563CB" w:rsidRDefault="00C563CB" w:rsidP="00CD60A2">
      <w:pPr>
        <w:pStyle w:val="libNormal"/>
      </w:pPr>
      <w:r>
        <w:t>(</w:t>
      </w:r>
      <w:proofErr w:type="gramStart"/>
      <w:r w:rsidRPr="00CD60A2">
        <w:t>r</w:t>
      </w:r>
      <w:r>
        <w:t>eciter</w:t>
      </w:r>
      <w:proofErr w:type="gramEnd"/>
      <w:r>
        <w:t xml:space="preserve"> of Qur'an)</w:t>
      </w:r>
    </w:p>
    <w:p w:rsidR="00C563CB" w:rsidRDefault="00C563CB" w:rsidP="00CD60A2">
      <w:pPr>
        <w:pStyle w:val="libNormal"/>
      </w:pPr>
      <w:r>
        <w:t xml:space="preserve">25. </w:t>
      </w:r>
      <w:r w:rsidRPr="00CD60A2">
        <w:t>I</w:t>
      </w:r>
      <w:r>
        <w:t>mran ibn al Kalb al Ansari</w:t>
      </w:r>
    </w:p>
    <w:p w:rsidR="00C563CB" w:rsidRDefault="00C563CB" w:rsidP="00CD60A2">
      <w:pPr>
        <w:pStyle w:val="libNormal"/>
      </w:pPr>
      <w:r>
        <w:t xml:space="preserve">26. </w:t>
      </w:r>
      <w:r w:rsidRPr="00CD60A2">
        <w:t>N</w:t>
      </w:r>
      <w:r>
        <w:t>a'eem ibn al Ajlan al Ansari</w:t>
      </w:r>
    </w:p>
    <w:p w:rsidR="00C563CB" w:rsidRDefault="00C563CB" w:rsidP="00CD60A2">
      <w:pPr>
        <w:pStyle w:val="libNormal"/>
      </w:pPr>
      <w:r>
        <w:t xml:space="preserve">27. </w:t>
      </w:r>
      <w:r w:rsidRPr="00CD60A2">
        <w:t>Z</w:t>
      </w:r>
      <w:r>
        <w:t>uhair ibn al Qain al Bajali</w:t>
      </w:r>
    </w:p>
    <w:p w:rsidR="00C563CB" w:rsidRDefault="00C563CB" w:rsidP="00CD60A2">
      <w:pPr>
        <w:pStyle w:val="libNormal"/>
      </w:pPr>
      <w:r>
        <w:t xml:space="preserve">28. </w:t>
      </w:r>
      <w:r w:rsidRPr="00CD60A2">
        <w:t>A</w:t>
      </w:r>
      <w:r>
        <w:t>mr ibn Qurzah al Ansari</w:t>
      </w:r>
    </w:p>
    <w:p w:rsidR="00C563CB" w:rsidRDefault="00C563CB" w:rsidP="00CD60A2">
      <w:pPr>
        <w:pStyle w:val="libNormal"/>
      </w:pPr>
      <w:r>
        <w:t xml:space="preserve">29. </w:t>
      </w:r>
      <w:r w:rsidRPr="00CD60A2">
        <w:t>H</w:t>
      </w:r>
      <w:r>
        <w:t>abeeb ibn Madhahir al Asadi</w:t>
      </w:r>
    </w:p>
    <w:p w:rsidR="00C563CB" w:rsidRDefault="00C563CB" w:rsidP="00CD60A2">
      <w:pPr>
        <w:pStyle w:val="libNormal"/>
      </w:pPr>
      <w:r>
        <w:t xml:space="preserve">30. </w:t>
      </w:r>
      <w:r w:rsidRPr="00CD60A2">
        <w:t>H</w:t>
      </w:r>
      <w:r>
        <w:t>urr ibn Yazeed al Reyahi</w:t>
      </w:r>
    </w:p>
    <w:p w:rsidR="00C563CB" w:rsidRDefault="00C563CB" w:rsidP="00CD60A2">
      <w:pPr>
        <w:pStyle w:val="libNormal"/>
      </w:pPr>
      <w:r>
        <w:t xml:space="preserve">31. </w:t>
      </w:r>
      <w:r w:rsidRPr="00CD60A2">
        <w:t>A</w:t>
      </w:r>
      <w:r>
        <w:t>bdullah ibn al Umair al Kalbi</w:t>
      </w:r>
    </w:p>
    <w:p w:rsidR="00C563CB" w:rsidRDefault="00C563CB" w:rsidP="00CD60A2">
      <w:pPr>
        <w:pStyle w:val="libNormal"/>
      </w:pPr>
      <w:r>
        <w:t xml:space="preserve">32. </w:t>
      </w:r>
      <w:r w:rsidRPr="00CD60A2">
        <w:t>N</w:t>
      </w:r>
      <w:r>
        <w:t>afe ibn al Hilal al Jamali al-Muradi</w:t>
      </w:r>
    </w:p>
    <w:p w:rsidR="00C563CB" w:rsidRDefault="00C563CB" w:rsidP="00CD60A2">
      <w:pPr>
        <w:pStyle w:val="libNormal"/>
      </w:pPr>
      <w:r>
        <w:t xml:space="preserve">33. </w:t>
      </w:r>
      <w:r w:rsidRPr="00CD60A2">
        <w:t>A</w:t>
      </w:r>
      <w:r>
        <w:t>nas ibn Kahil ibn al Harth al Asadi</w:t>
      </w:r>
    </w:p>
    <w:p w:rsidR="00C563CB" w:rsidRDefault="00C563CB" w:rsidP="00CD60A2">
      <w:pPr>
        <w:pStyle w:val="libNormal"/>
      </w:pPr>
      <w:r>
        <w:t xml:space="preserve">34. </w:t>
      </w:r>
      <w:r w:rsidRPr="00CD60A2">
        <w:t>Q</w:t>
      </w:r>
      <w:r>
        <w:t>ais ibn al Mussahar al Saedawi</w:t>
      </w:r>
    </w:p>
    <w:p w:rsidR="00C563CB" w:rsidRDefault="00C563CB" w:rsidP="00CD60A2">
      <w:pPr>
        <w:pStyle w:val="libNormal"/>
      </w:pPr>
      <w:r>
        <w:t xml:space="preserve">35. </w:t>
      </w:r>
      <w:r w:rsidRPr="00CD60A2">
        <w:t>A</w:t>
      </w:r>
      <w:r>
        <w:t>bdullah ibn Urwah ibn al Harraaq al Ghifaaree</w:t>
      </w:r>
    </w:p>
    <w:p w:rsidR="00C563CB" w:rsidRDefault="00C563CB" w:rsidP="00CD60A2">
      <w:pPr>
        <w:pStyle w:val="libNormal"/>
      </w:pPr>
      <w:r>
        <w:t xml:space="preserve">36. </w:t>
      </w:r>
      <w:r w:rsidRPr="00CD60A2">
        <w:t>A</w:t>
      </w:r>
      <w:r>
        <w:t>bdul Rahman ibn Urwah ibn al Harraaq al-Ghifaaree</w:t>
      </w:r>
    </w:p>
    <w:p w:rsidR="00C563CB" w:rsidRDefault="00C563CB" w:rsidP="00CD60A2">
      <w:pPr>
        <w:pStyle w:val="libNormal"/>
      </w:pPr>
      <w:r>
        <w:t xml:space="preserve">37. </w:t>
      </w:r>
      <w:r w:rsidRPr="00CD60A2">
        <w:t>S</w:t>
      </w:r>
      <w:r>
        <w:t>habeeb ibn Abdullah Nahshali</w:t>
      </w:r>
    </w:p>
    <w:p w:rsidR="00C563CB" w:rsidRDefault="00C563CB" w:rsidP="00CD60A2">
      <w:pPr>
        <w:pStyle w:val="libNormal"/>
      </w:pPr>
      <w:r>
        <w:t xml:space="preserve">38. </w:t>
      </w:r>
      <w:r w:rsidRPr="00CD60A2">
        <w:t>J</w:t>
      </w:r>
      <w:r>
        <w:t>aun, slave of Abu Dharr al-Ghifaree</w:t>
      </w:r>
    </w:p>
    <w:p w:rsidR="00C563CB" w:rsidRDefault="00C563CB" w:rsidP="00CD60A2">
      <w:pPr>
        <w:pStyle w:val="libNormal"/>
      </w:pPr>
      <w:r>
        <w:t xml:space="preserve">39. </w:t>
      </w:r>
      <w:r w:rsidRPr="00CD60A2">
        <w:t>H</w:t>
      </w:r>
      <w:r>
        <w:t>ujjaj ibn Zaid Sa'di</w:t>
      </w:r>
    </w:p>
    <w:p w:rsidR="00C563CB" w:rsidRDefault="00C563CB" w:rsidP="00CD60A2">
      <w:pPr>
        <w:pStyle w:val="libNormal"/>
      </w:pPr>
      <w:r>
        <w:t xml:space="preserve">40. </w:t>
      </w:r>
      <w:r w:rsidRPr="00CD60A2">
        <w:t>Q</w:t>
      </w:r>
      <w:r>
        <w:t>asit ibn Zuhair al-Tha'labee</w:t>
      </w:r>
    </w:p>
    <w:p w:rsidR="00C563CB" w:rsidRDefault="00C563CB" w:rsidP="00CD60A2">
      <w:pPr>
        <w:pStyle w:val="libNormal"/>
      </w:pPr>
      <w:r>
        <w:t xml:space="preserve">41. </w:t>
      </w:r>
      <w:r w:rsidRPr="00CD60A2">
        <w:t>K</w:t>
      </w:r>
      <w:r>
        <w:t>ursh (Muqsit) ibn Zuhair al-Thalabee</w:t>
      </w:r>
    </w:p>
    <w:p w:rsidR="00C563CB" w:rsidRDefault="00C563CB" w:rsidP="00CD60A2">
      <w:pPr>
        <w:pStyle w:val="libNormal"/>
      </w:pPr>
      <w:r>
        <w:t xml:space="preserve">42. </w:t>
      </w:r>
      <w:r w:rsidRPr="00CD60A2">
        <w:t>K</w:t>
      </w:r>
      <w:r>
        <w:t>inaanah ibn Ateeq</w:t>
      </w:r>
    </w:p>
    <w:p w:rsidR="00C563CB" w:rsidRDefault="00C563CB" w:rsidP="00CD60A2">
      <w:pPr>
        <w:pStyle w:val="libNormal"/>
      </w:pPr>
      <w:r>
        <w:t xml:space="preserve">43. </w:t>
      </w:r>
      <w:r w:rsidRPr="00CD60A2">
        <w:t>D</w:t>
      </w:r>
      <w:r>
        <w:t>hargham ibn Maalik</w:t>
      </w:r>
    </w:p>
    <w:p w:rsidR="00C563CB" w:rsidRDefault="00C563CB" w:rsidP="00CD60A2">
      <w:pPr>
        <w:pStyle w:val="libNormal"/>
      </w:pPr>
      <w:r>
        <w:t xml:space="preserve">44. </w:t>
      </w:r>
      <w:r w:rsidRPr="00CD60A2">
        <w:t>J</w:t>
      </w:r>
      <w:r>
        <w:t>owain ibn Maalik al-Dhabaai</w:t>
      </w:r>
    </w:p>
    <w:p w:rsidR="00C563CB" w:rsidRDefault="00C563CB" w:rsidP="00CD60A2">
      <w:pPr>
        <w:pStyle w:val="libNormal"/>
      </w:pPr>
      <w:r>
        <w:t xml:space="preserve">45. </w:t>
      </w:r>
      <w:r w:rsidRPr="00CD60A2">
        <w:t>Z</w:t>
      </w:r>
      <w:r>
        <w:t>aid ibn Thubait al-Qaesi</w:t>
      </w:r>
    </w:p>
    <w:p w:rsidR="00C563CB" w:rsidRDefault="00C563CB" w:rsidP="00CD60A2">
      <w:pPr>
        <w:pStyle w:val="libNormal"/>
      </w:pPr>
      <w:r>
        <w:t xml:space="preserve">46. </w:t>
      </w:r>
      <w:r w:rsidRPr="00CD60A2">
        <w:t>A</w:t>
      </w:r>
      <w:r>
        <w:t>bdullah ibn Zaid ibn Thubait al-Qaesi</w:t>
      </w:r>
    </w:p>
    <w:p w:rsidR="00C563CB" w:rsidRDefault="00C563CB" w:rsidP="00CD60A2">
      <w:pPr>
        <w:pStyle w:val="libNormal"/>
      </w:pPr>
      <w:r>
        <w:t xml:space="preserve">47. </w:t>
      </w:r>
      <w:r w:rsidRPr="00CD60A2">
        <w:t>U</w:t>
      </w:r>
      <w:r>
        <w:t>baidullah ibn Zaid ibn Thubait al-Qaesi</w:t>
      </w:r>
    </w:p>
    <w:p w:rsidR="00C563CB" w:rsidRDefault="00C563CB" w:rsidP="00CD60A2">
      <w:pPr>
        <w:pStyle w:val="libNormal"/>
      </w:pPr>
      <w:r>
        <w:t xml:space="preserve">48. </w:t>
      </w:r>
      <w:r w:rsidRPr="00CD60A2">
        <w:t>A</w:t>
      </w:r>
      <w:r>
        <w:t>mir ibn Muslim</w:t>
      </w:r>
    </w:p>
    <w:p w:rsidR="00C563CB" w:rsidRDefault="00C563CB" w:rsidP="00CD60A2">
      <w:pPr>
        <w:pStyle w:val="libNormal"/>
      </w:pPr>
      <w:r>
        <w:t xml:space="preserve">49. </w:t>
      </w:r>
      <w:r w:rsidRPr="00CD60A2">
        <w:t>Q</w:t>
      </w:r>
      <w:r>
        <w:t>a'nab ibn Amr al-Namari</w:t>
      </w:r>
    </w:p>
    <w:p w:rsidR="00C563CB" w:rsidRDefault="00C563CB" w:rsidP="00CD60A2">
      <w:pPr>
        <w:pStyle w:val="libNormal"/>
      </w:pPr>
      <w:r>
        <w:t xml:space="preserve">50. </w:t>
      </w:r>
      <w:r w:rsidRPr="00CD60A2">
        <w:t>S</w:t>
      </w:r>
      <w:r>
        <w:t>alim, slave of Amir ibn Muslim</w:t>
      </w:r>
    </w:p>
    <w:p w:rsidR="00C563CB" w:rsidRDefault="00C563CB" w:rsidP="00CD60A2">
      <w:pPr>
        <w:pStyle w:val="libNormal"/>
      </w:pPr>
      <w:r>
        <w:t xml:space="preserve">51. </w:t>
      </w:r>
      <w:r w:rsidRPr="00CD60A2">
        <w:t>S</w:t>
      </w:r>
      <w:r>
        <w:t>aif ibn Malik</w:t>
      </w:r>
    </w:p>
    <w:p w:rsidR="00C563CB" w:rsidRDefault="00C563CB" w:rsidP="00CD60A2">
      <w:pPr>
        <w:pStyle w:val="libNormal"/>
      </w:pPr>
      <w:r>
        <w:t xml:space="preserve">52. </w:t>
      </w:r>
      <w:r w:rsidRPr="00CD60A2">
        <w:t>Z</w:t>
      </w:r>
      <w:r>
        <w:t>uhair ibn Bashi al-Khath'ami</w:t>
      </w:r>
    </w:p>
    <w:p w:rsidR="00C563CB" w:rsidRDefault="00C563CB" w:rsidP="00CD60A2">
      <w:pPr>
        <w:pStyle w:val="libNormal"/>
      </w:pPr>
      <w:r>
        <w:t xml:space="preserve">53. </w:t>
      </w:r>
      <w:r w:rsidRPr="00CD60A2">
        <w:t>Z</w:t>
      </w:r>
      <w:r>
        <w:t>aid ibn Me'qal al-Jo'afi</w:t>
      </w:r>
    </w:p>
    <w:p w:rsidR="00C563CB" w:rsidRDefault="00C563CB" w:rsidP="00CD60A2">
      <w:pPr>
        <w:pStyle w:val="libNormal"/>
      </w:pPr>
      <w:r>
        <w:t xml:space="preserve">54. </w:t>
      </w:r>
      <w:r w:rsidRPr="00CD60A2">
        <w:t>H</w:t>
      </w:r>
      <w:r>
        <w:t>ujjaj ibn Masrooq al-Jo'afi</w:t>
      </w:r>
    </w:p>
    <w:p w:rsidR="00C563CB" w:rsidRDefault="00C563CB" w:rsidP="00CD60A2">
      <w:pPr>
        <w:pStyle w:val="libNormal"/>
      </w:pPr>
      <w:r>
        <w:t xml:space="preserve">55. </w:t>
      </w:r>
      <w:r w:rsidRPr="00CD60A2">
        <w:t>M</w:t>
      </w:r>
      <w:r>
        <w:t>as'ood ibn Hajjaj</w:t>
      </w:r>
    </w:p>
    <w:p w:rsidR="00C563CB" w:rsidRDefault="00C563CB" w:rsidP="00CD60A2">
      <w:pPr>
        <w:pStyle w:val="libNormal"/>
      </w:pPr>
      <w:r>
        <w:t xml:space="preserve">56. </w:t>
      </w:r>
      <w:r w:rsidRPr="00CD60A2">
        <w:t>S</w:t>
      </w:r>
      <w:r>
        <w:t>on (name not known) of Mas'ood ibn Hajjaj</w:t>
      </w:r>
    </w:p>
    <w:p w:rsidR="00C563CB" w:rsidRDefault="00C563CB" w:rsidP="00CD60A2">
      <w:pPr>
        <w:pStyle w:val="libNormal"/>
      </w:pPr>
      <w:r>
        <w:t xml:space="preserve">57. </w:t>
      </w:r>
      <w:r w:rsidRPr="00CD60A2">
        <w:t>M</w:t>
      </w:r>
      <w:r>
        <w:t>ajma' ibn Abdullah al-Aezi</w:t>
      </w:r>
    </w:p>
    <w:p w:rsidR="00C563CB" w:rsidRDefault="00C563CB" w:rsidP="00CD60A2">
      <w:pPr>
        <w:pStyle w:val="libNormal"/>
      </w:pPr>
      <w:r>
        <w:t xml:space="preserve">58. </w:t>
      </w:r>
      <w:r w:rsidRPr="00CD60A2">
        <w:t>A</w:t>
      </w:r>
      <w:r>
        <w:t>mmar ibn Hassan ibn Shuraib al-Taai</w:t>
      </w:r>
    </w:p>
    <w:p w:rsidR="00C563CB" w:rsidRDefault="00C563CB" w:rsidP="00CD60A2">
      <w:pPr>
        <w:pStyle w:val="libNormal"/>
      </w:pPr>
      <w:r>
        <w:t xml:space="preserve">59. </w:t>
      </w:r>
      <w:r w:rsidRPr="00CD60A2">
        <w:t>H</w:t>
      </w:r>
      <w:r>
        <w:t>ayyan ibn Haarith al-Salmaani al-Azdi</w:t>
      </w:r>
    </w:p>
    <w:p w:rsidR="00C563CB" w:rsidRDefault="00C563CB" w:rsidP="00CD60A2">
      <w:pPr>
        <w:pStyle w:val="libNormal"/>
      </w:pPr>
      <w:r>
        <w:t xml:space="preserve">60. </w:t>
      </w:r>
      <w:r w:rsidRPr="00CD60A2">
        <w:t>J</w:t>
      </w:r>
      <w:r>
        <w:t>undab ibn Hujair al-Khanlani</w:t>
      </w:r>
    </w:p>
    <w:p w:rsidR="00C563CB" w:rsidRDefault="00C563CB" w:rsidP="00CD60A2">
      <w:pPr>
        <w:pStyle w:val="libNormal"/>
      </w:pPr>
      <w:r>
        <w:t xml:space="preserve">61. </w:t>
      </w:r>
      <w:r w:rsidRPr="00CD60A2">
        <w:t>U</w:t>
      </w:r>
      <w:r>
        <w:t>mar ibn Khalid al-Saedaawi</w:t>
      </w:r>
    </w:p>
    <w:p w:rsidR="00C563CB" w:rsidRDefault="00C563CB" w:rsidP="00CD60A2">
      <w:pPr>
        <w:pStyle w:val="libNormal"/>
      </w:pPr>
      <w:r>
        <w:t xml:space="preserve">62. </w:t>
      </w:r>
      <w:r w:rsidRPr="00CD60A2">
        <w:t>S</w:t>
      </w:r>
      <w:r>
        <w:t>aeed, slave of Umar ibn Khalid</w:t>
      </w:r>
    </w:p>
    <w:p w:rsidR="00C563CB" w:rsidRDefault="00C563CB" w:rsidP="00CD60A2">
      <w:pPr>
        <w:pStyle w:val="libNormal"/>
      </w:pPr>
      <w:r>
        <w:t xml:space="preserve">63. </w:t>
      </w:r>
      <w:r w:rsidRPr="00CD60A2">
        <w:t>Y</w:t>
      </w:r>
      <w:r>
        <w:t>azid ibn Ziad ibn Mazahi al-Kindi</w:t>
      </w:r>
    </w:p>
    <w:p w:rsidR="00C563CB" w:rsidRDefault="00C563CB" w:rsidP="00CD60A2">
      <w:pPr>
        <w:pStyle w:val="libNormal"/>
      </w:pPr>
      <w:r>
        <w:t xml:space="preserve">64. </w:t>
      </w:r>
      <w:r w:rsidRPr="00CD60A2">
        <w:t>Z</w:t>
      </w:r>
      <w:r>
        <w:t>aahir, slave of Amir ibn Humuq al-Khuzaa'ee</w:t>
      </w:r>
    </w:p>
    <w:p w:rsidR="00C563CB" w:rsidRDefault="00C563CB" w:rsidP="00CD60A2">
      <w:pPr>
        <w:pStyle w:val="libNormal"/>
      </w:pPr>
      <w:r>
        <w:t xml:space="preserve">65. </w:t>
      </w:r>
      <w:r w:rsidRPr="00CD60A2">
        <w:t>J</w:t>
      </w:r>
      <w:r>
        <w:t>abalah ibn Ali al-Shaybani</w:t>
      </w:r>
    </w:p>
    <w:p w:rsidR="00C563CB" w:rsidRDefault="00C563CB" w:rsidP="00CD60A2">
      <w:pPr>
        <w:pStyle w:val="libNormal"/>
      </w:pPr>
      <w:r>
        <w:t xml:space="preserve">66. </w:t>
      </w:r>
      <w:r w:rsidRPr="00CD60A2">
        <w:t>S</w:t>
      </w:r>
      <w:r>
        <w:t>aalim, slave of Bani Medinat al-Kalbi</w:t>
      </w:r>
    </w:p>
    <w:p w:rsidR="00C563CB" w:rsidRDefault="00C563CB" w:rsidP="00CD60A2">
      <w:pPr>
        <w:pStyle w:val="libNormal"/>
      </w:pPr>
      <w:r>
        <w:t xml:space="preserve">67. </w:t>
      </w:r>
      <w:r w:rsidRPr="00CD60A2">
        <w:t>A</w:t>
      </w:r>
      <w:r>
        <w:t>slam ibn Khateer al-Azdi</w:t>
      </w:r>
    </w:p>
    <w:p w:rsidR="00C563CB" w:rsidRDefault="00C563CB" w:rsidP="00CD60A2">
      <w:pPr>
        <w:pStyle w:val="libNormal"/>
      </w:pPr>
      <w:r>
        <w:t xml:space="preserve">68. </w:t>
      </w:r>
      <w:r w:rsidRPr="00CD60A2">
        <w:t>Z</w:t>
      </w:r>
      <w:r>
        <w:t>uhair ibn Sulaim al-Azdi</w:t>
      </w:r>
    </w:p>
    <w:p w:rsidR="00C563CB" w:rsidRDefault="00C563CB" w:rsidP="00CD60A2">
      <w:pPr>
        <w:pStyle w:val="libNormal"/>
      </w:pPr>
      <w:r>
        <w:t xml:space="preserve">69. </w:t>
      </w:r>
      <w:r w:rsidRPr="00CD60A2">
        <w:t>Q</w:t>
      </w:r>
      <w:r>
        <w:t>asim ibn Habeeb al-Azdi</w:t>
      </w:r>
    </w:p>
    <w:p w:rsidR="00C563CB" w:rsidRDefault="00C563CB" w:rsidP="00CD60A2">
      <w:pPr>
        <w:pStyle w:val="libNormal"/>
      </w:pPr>
      <w:r>
        <w:t xml:space="preserve">70. </w:t>
      </w:r>
      <w:r w:rsidRPr="00CD60A2">
        <w:t>U</w:t>
      </w:r>
      <w:r>
        <w:t>mar ibn al-Ohdooth al-Hadhrami</w:t>
      </w:r>
    </w:p>
    <w:p w:rsidR="00C563CB" w:rsidRDefault="00C563CB" w:rsidP="00CD60A2">
      <w:pPr>
        <w:pStyle w:val="libNormal"/>
      </w:pPr>
      <w:r>
        <w:lastRenderedPageBreak/>
        <w:t xml:space="preserve">71. </w:t>
      </w:r>
      <w:r w:rsidRPr="00CD60A2">
        <w:t>A</w:t>
      </w:r>
      <w:r>
        <w:t>bu Thamaamah, Umar ibn Abdullah al-Saaedi</w:t>
      </w:r>
    </w:p>
    <w:p w:rsidR="00C563CB" w:rsidRDefault="00C563CB" w:rsidP="00CD60A2">
      <w:pPr>
        <w:pStyle w:val="libNormal"/>
      </w:pPr>
      <w:r>
        <w:t xml:space="preserve">72. </w:t>
      </w:r>
      <w:r w:rsidRPr="00CD60A2">
        <w:t>H</w:t>
      </w:r>
      <w:r>
        <w:t>anzalah ibn As'ad al-Shaami</w:t>
      </w:r>
    </w:p>
    <w:p w:rsidR="00C563CB" w:rsidRDefault="00C563CB" w:rsidP="00CD60A2">
      <w:pPr>
        <w:pStyle w:val="libNormal"/>
      </w:pPr>
      <w:r>
        <w:t xml:space="preserve">73. </w:t>
      </w:r>
      <w:r w:rsidRPr="00CD60A2">
        <w:t>A</w:t>
      </w:r>
      <w:r>
        <w:t>bdul-Rahman ibn Abdullah al-Arhabi</w:t>
      </w:r>
    </w:p>
    <w:p w:rsidR="00C563CB" w:rsidRDefault="00C563CB" w:rsidP="00CD60A2">
      <w:pPr>
        <w:pStyle w:val="libNormal"/>
      </w:pPr>
      <w:r>
        <w:t xml:space="preserve">74. </w:t>
      </w:r>
      <w:r w:rsidRPr="00CD60A2">
        <w:t>A</w:t>
      </w:r>
      <w:r>
        <w:t>mmaar ibn Abu Salaamah al-Hamdaami</w:t>
      </w:r>
    </w:p>
    <w:p w:rsidR="00C563CB" w:rsidRDefault="00C563CB" w:rsidP="00CD60A2">
      <w:pPr>
        <w:pStyle w:val="libNormal"/>
      </w:pPr>
      <w:r>
        <w:t xml:space="preserve">75. </w:t>
      </w:r>
      <w:r w:rsidRPr="00CD60A2">
        <w:t>A</w:t>
      </w:r>
      <w:r>
        <w:t>abis ibn Shabeeb al-Shaakiree</w:t>
      </w:r>
    </w:p>
    <w:p w:rsidR="00C563CB" w:rsidRDefault="00C563CB" w:rsidP="00CD60A2">
      <w:pPr>
        <w:pStyle w:val="libNormal"/>
      </w:pPr>
      <w:r>
        <w:t xml:space="preserve">76. </w:t>
      </w:r>
      <w:r w:rsidRPr="00CD60A2">
        <w:t>S</w:t>
      </w:r>
      <w:r>
        <w:t>haozab, slave of Shaaki</w:t>
      </w:r>
    </w:p>
    <w:p w:rsidR="00C563CB" w:rsidRDefault="00C563CB" w:rsidP="00CD60A2">
      <w:pPr>
        <w:pStyle w:val="libNormal"/>
      </w:pPr>
      <w:r>
        <w:t xml:space="preserve">77. </w:t>
      </w:r>
      <w:r w:rsidRPr="00CD60A2">
        <w:t>S</w:t>
      </w:r>
      <w:r>
        <w:t>habeeb ibn Haarith ibn Saree</w:t>
      </w:r>
    </w:p>
    <w:p w:rsidR="00C563CB" w:rsidRDefault="00C563CB" w:rsidP="00CD60A2">
      <w:pPr>
        <w:pStyle w:val="libNormal"/>
      </w:pPr>
      <w:r>
        <w:t xml:space="preserve">78. </w:t>
      </w:r>
      <w:r w:rsidRPr="00CD60A2">
        <w:t>M</w:t>
      </w:r>
      <w:r>
        <w:t>aalik ibn Abdullah ibn Saree</w:t>
      </w:r>
    </w:p>
    <w:p w:rsidR="00C563CB" w:rsidRDefault="00C563CB" w:rsidP="00CD60A2">
      <w:pPr>
        <w:pStyle w:val="libNormal"/>
      </w:pPr>
      <w:r>
        <w:t xml:space="preserve">79. </w:t>
      </w:r>
      <w:r w:rsidRPr="00CD60A2">
        <w:t>S</w:t>
      </w:r>
      <w:r>
        <w:t>awwar ibn Abi Uman al-Nohami al-Hamdani*</w:t>
      </w:r>
    </w:p>
    <w:p w:rsidR="00C563CB" w:rsidRDefault="00C563CB" w:rsidP="00CD60A2">
      <w:pPr>
        <w:pStyle w:val="libNormal"/>
      </w:pPr>
      <w:r>
        <w:t xml:space="preserve">80. </w:t>
      </w:r>
      <w:r w:rsidRPr="00CD60A2">
        <w:t>A</w:t>
      </w:r>
      <w:r>
        <w:t>mar ibn Abdullah al-Junda'i**</w:t>
      </w:r>
    </w:p>
    <w:p w:rsidR="00C563CB" w:rsidRDefault="00C563CB" w:rsidP="00CD60A2">
      <w:pPr>
        <w:pStyle w:val="libNormal"/>
      </w:pPr>
      <w:r>
        <w:t xml:space="preserve">* </w:t>
      </w:r>
      <w:r w:rsidRPr="00CD60A2">
        <w:t>W</w:t>
      </w:r>
      <w:r>
        <w:t>ounded Martyr who was captured and died in prison</w:t>
      </w:r>
    </w:p>
    <w:p w:rsidR="00C563CB" w:rsidRDefault="00C563CB" w:rsidP="00CD60A2">
      <w:pPr>
        <w:pStyle w:val="libNormal"/>
      </w:pPr>
      <w:r>
        <w:t xml:space="preserve">** </w:t>
      </w:r>
      <w:r w:rsidRPr="00CD60A2">
        <w:t>P</w:t>
      </w:r>
      <w:r>
        <w:t>ierced together with Martyr No. 79</w:t>
      </w:r>
    </w:p>
    <w:p w:rsidR="00C563CB" w:rsidRDefault="00C563CB" w:rsidP="00C563CB">
      <w:pPr>
        <w:pStyle w:val="libNormal"/>
      </w:pPr>
      <w:r>
        <w:br w:type="page"/>
      </w:r>
    </w:p>
    <w:p w:rsidR="00C563CB" w:rsidRDefault="00C563CB" w:rsidP="00C563CB">
      <w:pPr>
        <w:pStyle w:val="Heading1Center"/>
      </w:pPr>
      <w:bookmarkStart w:id="16" w:name="_Toc471903300"/>
      <w:r>
        <w:lastRenderedPageBreak/>
        <w:t xml:space="preserve">Opinions Expressed By Distinguished Non-Muslims on </w:t>
      </w:r>
      <w:proofErr w:type="gramStart"/>
      <w:r>
        <w:t>The</w:t>
      </w:r>
      <w:proofErr w:type="gramEnd"/>
      <w:r>
        <w:t xml:space="preserve"> Martyrdom of Husayn Ibn Ali (A.S)</w:t>
      </w:r>
      <w:bookmarkEnd w:id="16"/>
    </w:p>
    <w:p w:rsidR="00C563CB" w:rsidRDefault="00C563CB" w:rsidP="00CD60A2">
      <w:pPr>
        <w:pStyle w:val="libItalic"/>
      </w:pPr>
      <w:r w:rsidRPr="00CD60A2">
        <w:t>A</w:t>
      </w:r>
      <w:r>
        <w:t xml:space="preserve"> reminder of the blood-stained field of Karbala, where the grandson of the Apostle of God fell at length tortured by thirst and surrounded by the bodies of his murdered kinsmen, has been at anytime since then sufficient to evoke, even in the most lukewarm and heedless, the deepest emotions, the most frantic grief and an exaltation of spirit before which pain, danger and death shrink to unconsidered trifles."</w:t>
      </w:r>
    </w:p>
    <w:p w:rsidR="00C563CB" w:rsidRDefault="00C563CB" w:rsidP="00CD60A2">
      <w:pPr>
        <w:pStyle w:val="libBoldItalicUnderline"/>
      </w:pPr>
      <w:r>
        <w:t xml:space="preserve">- </w:t>
      </w:r>
      <w:r w:rsidRPr="00CD60A2">
        <w:t>E</w:t>
      </w:r>
      <w:r>
        <w:t>.G. Browne (A Literary History of Persia)</w:t>
      </w:r>
    </w:p>
    <w:p w:rsidR="00C563CB" w:rsidRDefault="00C563CB" w:rsidP="00CD60A2">
      <w:pPr>
        <w:pStyle w:val="libItalic"/>
      </w:pPr>
      <w:r>
        <w:t>"</w:t>
      </w:r>
      <w:r w:rsidRPr="00CD60A2">
        <w:t>I</w:t>
      </w:r>
      <w:r>
        <w:t xml:space="preserve">n a distant age and clime the tragic scene of the death of Husayn will awaken the sympathy of the coldest reader." "In the history of Islam, especially the </w:t>
      </w:r>
      <w:proofErr w:type="gramStart"/>
      <w:r>
        <w:t>life of Imam Husayn stand</w:t>
      </w:r>
      <w:proofErr w:type="gramEnd"/>
      <w:r>
        <w:t xml:space="preserve"> unique, unapproached and unapproachable by anyone. Without his martyrdom, Islam would have extinguished long ago. He was the saviour of Islam and it was due to his martyrdom that Islam took such a deep root, which it is neither possible nor even imaginable to destroy now."</w:t>
      </w:r>
    </w:p>
    <w:p w:rsidR="00C563CB" w:rsidRDefault="00C563CB" w:rsidP="00CD60A2">
      <w:pPr>
        <w:pStyle w:val="libBoldItalicUnderline"/>
      </w:pPr>
      <w:r>
        <w:t xml:space="preserve">- </w:t>
      </w:r>
      <w:r w:rsidRPr="00CD60A2">
        <w:t>E</w:t>
      </w:r>
      <w:r>
        <w:t xml:space="preserve">dward Gibbon (Decline and </w:t>
      </w:r>
      <w:proofErr w:type="gramStart"/>
      <w:r>
        <w:t>Fall</w:t>
      </w:r>
      <w:proofErr w:type="gramEnd"/>
      <w:r>
        <w:t xml:space="preserve"> of the Roman Empire)</w:t>
      </w:r>
    </w:p>
    <w:p w:rsidR="00C563CB" w:rsidRDefault="00C563CB" w:rsidP="00CD60A2">
      <w:pPr>
        <w:pStyle w:val="libItalic"/>
      </w:pPr>
      <w:r>
        <w:t>"</w:t>
      </w:r>
      <w:r w:rsidRPr="00CD60A2">
        <w:t>T</w:t>
      </w:r>
      <w:r>
        <w:t>he best lesson which we get from the tragedy of Karbala is that Husayn and his followers were the rigid believers of God, they illustrated that numerical superiority does not count when it comes to truth and falsehood. The victory of Husayn despite his minority marvels me."</w:t>
      </w:r>
    </w:p>
    <w:p w:rsidR="00C563CB" w:rsidRDefault="00C563CB" w:rsidP="00CD60A2">
      <w:pPr>
        <w:pStyle w:val="libItalic"/>
      </w:pPr>
      <w:r>
        <w:t xml:space="preserve">- </w:t>
      </w:r>
      <w:r w:rsidRPr="00CD60A2">
        <w:t>T</w:t>
      </w:r>
      <w:r>
        <w:t>homas Carlyle (Hero and Hero-worship)</w:t>
      </w:r>
    </w:p>
    <w:p w:rsidR="00C563CB" w:rsidRDefault="00C563CB" w:rsidP="00CD60A2">
      <w:pPr>
        <w:pStyle w:val="libItalic"/>
      </w:pPr>
      <w:r>
        <w:t>"</w:t>
      </w:r>
      <w:r w:rsidRPr="00CD60A2">
        <w:t>I</w:t>
      </w:r>
      <w:r>
        <w:t>f Husayn fought to quench his worldly desires, (as alleged by certain Christian critics) then I do not understand why his sisters, wives and children accompanied him. It stands to reason therefore that he sacrificed purely for Islam.</w:t>
      </w:r>
      <w:r w:rsidR="00CD60A2">
        <w:t>’</w:t>
      </w:r>
    </w:p>
    <w:p w:rsidR="00C563CB" w:rsidRDefault="00C563CB" w:rsidP="00CD60A2">
      <w:pPr>
        <w:pStyle w:val="libBoldItalicUnderline"/>
      </w:pPr>
      <w:r>
        <w:t xml:space="preserve">- </w:t>
      </w:r>
      <w:r w:rsidRPr="00CD60A2">
        <w:t>C</w:t>
      </w:r>
      <w:r>
        <w:t>harles Dickens</w:t>
      </w:r>
    </w:p>
    <w:p w:rsidR="00C563CB" w:rsidRDefault="00C563CB" w:rsidP="00CD60A2">
      <w:pPr>
        <w:pStyle w:val="libItalic"/>
      </w:pPr>
      <w:r>
        <w:t>"</w:t>
      </w:r>
      <w:r w:rsidRPr="00CD60A2">
        <w:t>I</w:t>
      </w:r>
      <w:r>
        <w:t xml:space="preserve">t was possible for Husayn to save his life by submitting himself to the will of Yazid. But his responsibility as a reformer did not allow him to accept Yazid's Caliphate. He therefore prepared to embrace all sorts of discomfort and inconvenience in order to deliver Islam from the hands of the Omayyads. </w:t>
      </w:r>
      <w:proofErr w:type="gramStart"/>
      <w:r>
        <w:t>Under the blazing sun, on the parched land and against the stifling heat of Arabia, stood the immortal Husayn."</w:t>
      </w:r>
      <w:proofErr w:type="gramEnd"/>
    </w:p>
    <w:p w:rsidR="00C563CB" w:rsidRDefault="00C563CB" w:rsidP="00CD60A2">
      <w:pPr>
        <w:pStyle w:val="libBoldItalicUnderline"/>
      </w:pPr>
      <w:r>
        <w:t xml:space="preserve">- </w:t>
      </w:r>
      <w:r w:rsidRPr="00CD60A2">
        <w:t>W</w:t>
      </w:r>
      <w:r>
        <w:t>ashington Irving</w:t>
      </w:r>
    </w:p>
    <w:p w:rsidR="00C563CB" w:rsidRDefault="00C563CB" w:rsidP="00C563CB">
      <w:pPr>
        <w:pStyle w:val="libNormal"/>
      </w:pPr>
      <w:r>
        <w:br w:type="page"/>
      </w:r>
    </w:p>
    <w:p w:rsidR="00413479" w:rsidRDefault="00413479" w:rsidP="00C563CB">
      <w:pPr>
        <w:pStyle w:val="libCenterBold1"/>
      </w:pPr>
    </w:p>
    <w:p w:rsidR="000B2793" w:rsidRDefault="000B2793" w:rsidP="00C563CB">
      <w:pPr>
        <w:pStyle w:val="libCenterBold1"/>
      </w:pPr>
    </w:p>
    <w:p w:rsidR="000B2793" w:rsidRDefault="000B2793" w:rsidP="00C563CB">
      <w:pPr>
        <w:pStyle w:val="libCenterBold1"/>
      </w:pPr>
    </w:p>
    <w:p w:rsidR="000B2793" w:rsidRDefault="000B2793" w:rsidP="00C563CB">
      <w:pPr>
        <w:pStyle w:val="libCenterBold1"/>
      </w:pPr>
    </w:p>
    <w:p w:rsidR="000B2793" w:rsidRDefault="000B2793" w:rsidP="00C563CB">
      <w:pPr>
        <w:pStyle w:val="libCenterBold1"/>
      </w:pPr>
    </w:p>
    <w:p w:rsidR="000B2793" w:rsidRDefault="000B2793" w:rsidP="00C563CB">
      <w:pPr>
        <w:pStyle w:val="libCenterBold1"/>
      </w:pPr>
    </w:p>
    <w:p w:rsidR="000B2793" w:rsidRDefault="000B2793" w:rsidP="00C563CB">
      <w:pPr>
        <w:pStyle w:val="libCenterBold1"/>
      </w:pPr>
    </w:p>
    <w:p w:rsidR="000B2793" w:rsidRDefault="000B2793" w:rsidP="00C563CB">
      <w:pPr>
        <w:pStyle w:val="libCenterBold1"/>
      </w:pPr>
    </w:p>
    <w:p w:rsidR="000B2793" w:rsidRDefault="000B2793" w:rsidP="00C563CB">
      <w:pPr>
        <w:pStyle w:val="libCenterBold1"/>
      </w:pPr>
    </w:p>
    <w:p w:rsidR="000B2793" w:rsidRDefault="000B2793" w:rsidP="00C563CB">
      <w:pPr>
        <w:pStyle w:val="libCenterBold1"/>
      </w:pPr>
    </w:p>
    <w:p w:rsidR="000B2793" w:rsidRDefault="000B2793" w:rsidP="00C563CB">
      <w:pPr>
        <w:pStyle w:val="libCenterBold1"/>
      </w:pPr>
    </w:p>
    <w:p w:rsidR="000B2793" w:rsidRDefault="000B2793" w:rsidP="00C563CB">
      <w:pPr>
        <w:pStyle w:val="libCenterBold1"/>
      </w:pPr>
      <w:hyperlink r:id="rId10" w:history="1">
        <w:r w:rsidRPr="00414EFA">
          <w:rPr>
            <w:rStyle w:val="Hyperlink"/>
          </w:rPr>
          <w:t>www.alhassanain.org/english</w:t>
        </w:r>
      </w:hyperlink>
    </w:p>
    <w:sectPr w:rsidR="000B2793"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2355" w:rsidRDefault="00622355" w:rsidP="00113C59">
      <w:r>
        <w:separator/>
      </w:r>
    </w:p>
  </w:endnote>
  <w:endnote w:type="continuationSeparator" w:id="0">
    <w:p w:rsidR="00622355" w:rsidRDefault="00622355"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76F" w:rsidRDefault="00A9676F" w:rsidP="00745C1D">
    <w:pPr>
      <w:pStyle w:val="Footer"/>
      <w:tabs>
        <w:tab w:val="clear" w:pos="4153"/>
        <w:tab w:val="clear" w:pos="8306"/>
      </w:tabs>
    </w:pPr>
    <w:fldSimple w:instr=" PAGE   \* MERGEFORMAT ">
      <w:r w:rsidR="00CB156C">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76F" w:rsidRDefault="00A9676F" w:rsidP="00113C59">
    <w:pPr>
      <w:pStyle w:val="Footer"/>
    </w:pPr>
    <w:fldSimple w:instr=" PAGE   \* MERGEFORMAT ">
      <w:r w:rsidR="00CB156C">
        <w:rPr>
          <w:noProof/>
        </w:rPr>
        <w:t>3</w:t>
      </w:r>
    </w:fldSimple>
  </w:p>
  <w:p w:rsidR="00A9676F" w:rsidRDefault="00A9676F"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76F" w:rsidRDefault="00A9676F" w:rsidP="00745C1D">
    <w:pPr>
      <w:pStyle w:val="Footer"/>
      <w:tabs>
        <w:tab w:val="clear" w:pos="4153"/>
        <w:tab w:val="clear" w:pos="8306"/>
      </w:tabs>
    </w:pPr>
    <w:fldSimple w:instr=" PAGE   \* MERGEFORMAT ">
      <w:r w:rsidR="00CB156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2355" w:rsidRDefault="00622355" w:rsidP="00113C59">
      <w:r>
        <w:separator/>
      </w:r>
    </w:p>
  </w:footnote>
  <w:footnote w:type="continuationSeparator" w:id="0">
    <w:p w:rsidR="00622355" w:rsidRDefault="00622355"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76F" w:rsidRDefault="00A9676F"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76F" w:rsidRDefault="00A9676F"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CD60A2"/>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2793"/>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742F"/>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16E3"/>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D456C"/>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1285C"/>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5CA5"/>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2355"/>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1DAC"/>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DC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676F"/>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563CB"/>
    <w:rsid w:val="00C617E5"/>
    <w:rsid w:val="00C667E4"/>
    <w:rsid w:val="00C76A9C"/>
    <w:rsid w:val="00C81C96"/>
    <w:rsid w:val="00C9021F"/>
    <w:rsid w:val="00C9028D"/>
    <w:rsid w:val="00C906FE"/>
    <w:rsid w:val="00CA2801"/>
    <w:rsid w:val="00CA41BF"/>
    <w:rsid w:val="00CB10B0"/>
    <w:rsid w:val="00CB156C"/>
    <w:rsid w:val="00CB22FF"/>
    <w:rsid w:val="00CB686E"/>
    <w:rsid w:val="00CC0833"/>
    <w:rsid w:val="00CC156E"/>
    <w:rsid w:val="00CD60A2"/>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B680B"/>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1EC0"/>
    <w:rsid w:val="00FA3B58"/>
    <w:rsid w:val="00FA5484"/>
    <w:rsid w:val="00FA6127"/>
    <w:rsid w:val="00FB3EBB"/>
    <w:rsid w:val="00FB4C89"/>
    <w:rsid w:val="00FB7CFB"/>
    <w:rsid w:val="00FB7DC1"/>
    <w:rsid w:val="00FC002F"/>
    <w:rsid w:val="00FC0365"/>
    <w:rsid w:val="00FD04E0"/>
    <w:rsid w:val="00FD28CE"/>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3116E3"/>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0B2793"/>
    <w:rPr>
      <w:rFonts w:ascii="Tahoma" w:hAnsi="Tahoma" w:cs="Tahoma"/>
      <w:sz w:val="16"/>
      <w:szCs w:val="16"/>
    </w:rPr>
  </w:style>
  <w:style w:type="character" w:customStyle="1" w:styleId="DocumentMapChar">
    <w:name w:val="Document Map Char"/>
    <w:basedOn w:val="DefaultParagraphFont"/>
    <w:link w:val="DocumentMap"/>
    <w:rsid w:val="000B2793"/>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rabi_thani_1438\template\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55380-A29E-4086-ABC3-C7B5DCE4F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English_ok.dotx</Template>
  <TotalTime>36</TotalTime>
  <Pages>63</Pages>
  <Words>16507</Words>
  <Characters>94093</Characters>
  <Application>Microsoft Office Word</Application>
  <DocSecurity>0</DocSecurity>
  <Lines>784</Lines>
  <Paragraphs>220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110380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13</cp:revision>
  <cp:lastPrinted>1601-01-01T00:00:00Z</cp:lastPrinted>
  <dcterms:created xsi:type="dcterms:W3CDTF">2017-01-09T09:03:00Z</dcterms:created>
  <dcterms:modified xsi:type="dcterms:W3CDTF">2017-01-11T09:37:00Z</dcterms:modified>
</cp:coreProperties>
</file>