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675" w:rsidRDefault="00952675" w:rsidP="003C40D7">
      <w:pPr>
        <w:pStyle w:val="libCenterTitr"/>
      </w:pPr>
    </w:p>
    <w:p w:rsidR="00952675" w:rsidRDefault="00952675" w:rsidP="00952675">
      <w:pPr>
        <w:pStyle w:val="libCenterBold1"/>
      </w:pPr>
      <w:proofErr w:type="spellStart"/>
      <w:r w:rsidRPr="00952675">
        <w:t>Alhassanain</w:t>
      </w:r>
      <w:proofErr w:type="spellEnd"/>
      <w:r w:rsidRPr="00952675">
        <w:t xml:space="preserve"> (p) Network for Islamic Heritage and Thought</w:t>
      </w:r>
    </w:p>
    <w:p w:rsidR="00952675" w:rsidRDefault="00952675" w:rsidP="003C40D7">
      <w:pPr>
        <w:pStyle w:val="libCenterTitr"/>
      </w:pPr>
    </w:p>
    <w:p w:rsidR="00952675" w:rsidRDefault="00952675" w:rsidP="003C40D7">
      <w:pPr>
        <w:pStyle w:val="libCenterTitr"/>
      </w:pPr>
    </w:p>
    <w:p w:rsidR="003C40D7" w:rsidRDefault="003C40D7" w:rsidP="003C40D7">
      <w:pPr>
        <w:pStyle w:val="libCenterTitr"/>
      </w:pPr>
      <w:r>
        <w:t>IBN</w:t>
      </w:r>
      <w:r w:rsidR="00046589">
        <w:t xml:space="preserve"> </w:t>
      </w:r>
      <w:r>
        <w:t>KHALDUN'S</w:t>
      </w:r>
      <w:r w:rsidR="00046589">
        <w:t xml:space="preserve"> </w:t>
      </w:r>
      <w:r>
        <w:t>POLITICAL</w:t>
      </w:r>
      <w:r w:rsidR="00046589">
        <w:t xml:space="preserve"> </w:t>
      </w:r>
      <w:r>
        <w:t>AND</w:t>
      </w:r>
      <w:r w:rsidR="00046589">
        <w:t xml:space="preserve"> </w:t>
      </w:r>
      <w:r>
        <w:t>ECONOMIC</w:t>
      </w:r>
      <w:r w:rsidR="00046589">
        <w:t xml:space="preserve"> </w:t>
      </w:r>
      <w:r>
        <w:t>REALISM</w:t>
      </w:r>
    </w:p>
    <w:p w:rsidR="001D4AD7" w:rsidRDefault="003C40D7" w:rsidP="003C40D7">
      <w:pPr>
        <w:pStyle w:val="libCenterBold1"/>
      </w:pPr>
      <w:r>
        <w:t>Louis</w:t>
      </w:r>
      <w:r w:rsidR="00046589">
        <w:t xml:space="preserve"> </w:t>
      </w:r>
      <w:proofErr w:type="spellStart"/>
      <w:r>
        <w:t>Baeck</w:t>
      </w:r>
      <w:proofErr w:type="spellEnd"/>
    </w:p>
    <w:p w:rsidR="003C40D7" w:rsidRDefault="003C40D7" w:rsidP="003C40D7">
      <w:pPr>
        <w:pStyle w:val="libCenterBold1"/>
      </w:pPr>
      <w:r>
        <w:t>(1996</w:t>
      </w:r>
      <w:r w:rsidR="00046589">
        <w:t xml:space="preserve"> </w:t>
      </w:r>
      <w:r>
        <w:t>)</w:t>
      </w:r>
      <w:r w:rsidR="00046589">
        <w:t xml:space="preserve"> </w:t>
      </w:r>
      <w:r>
        <w:t>in</w:t>
      </w:r>
      <w:r w:rsidR="00046589">
        <w:t xml:space="preserve"> </w:t>
      </w:r>
      <w:r>
        <w:t>L.</w:t>
      </w:r>
      <w:r w:rsidR="00046589">
        <w:t xml:space="preserve"> </w:t>
      </w:r>
      <w:r>
        <w:t>S.</w:t>
      </w:r>
      <w:r w:rsidR="00046589">
        <w:t xml:space="preserve"> </w:t>
      </w:r>
      <w:r>
        <w:t>MOSS</w:t>
      </w:r>
      <w:r w:rsidR="00046589">
        <w:t xml:space="preserve"> </w:t>
      </w:r>
      <w:r>
        <w:t>(ed.)</w:t>
      </w:r>
      <w:r w:rsidR="00046589">
        <w:t xml:space="preserve"> </w:t>
      </w:r>
      <w:r>
        <w:t>Joseph</w:t>
      </w:r>
      <w:r w:rsidR="00046589">
        <w:t xml:space="preserve"> </w:t>
      </w:r>
      <w:r>
        <w:t>A.</w:t>
      </w:r>
      <w:r w:rsidR="00046589">
        <w:t xml:space="preserve"> </w:t>
      </w:r>
      <w:r>
        <w:t>Schumpeter</w:t>
      </w:r>
      <w:r w:rsidR="00046589">
        <w:t xml:space="preserve"> </w:t>
      </w:r>
      <w:r>
        <w:t>Historian</w:t>
      </w:r>
      <w:r w:rsidR="00046589">
        <w:t xml:space="preserve"> </w:t>
      </w:r>
      <w:r>
        <w:t>of</w:t>
      </w:r>
      <w:r w:rsidR="00046589">
        <w:t xml:space="preserve"> </w:t>
      </w:r>
      <w:r>
        <w:t>Economics,</w:t>
      </w:r>
      <w:r w:rsidR="00046589">
        <w:t xml:space="preserve"> </w:t>
      </w:r>
      <w:r>
        <w:t>London:</w:t>
      </w:r>
      <w:r w:rsidR="00046589">
        <w:t xml:space="preserve"> </w:t>
      </w:r>
      <w:proofErr w:type="spellStart"/>
      <w:r>
        <w:t>Routledge</w:t>
      </w:r>
      <w:proofErr w:type="spellEnd"/>
      <w:r>
        <w:t>,</w:t>
      </w:r>
      <w:r w:rsidR="00046589">
        <w:t xml:space="preserve"> </w:t>
      </w:r>
      <w:r>
        <w:t>p83</w:t>
      </w:r>
      <w:r w:rsidR="006F62A6">
        <w:t>-</w:t>
      </w:r>
      <w:r>
        <w:t>99.</w:t>
      </w:r>
    </w:p>
    <w:p w:rsidR="00D8776A" w:rsidRDefault="00D8776A" w:rsidP="003C40D7">
      <w:pPr>
        <w:pStyle w:val="libCenterBold1"/>
      </w:pPr>
    </w:p>
    <w:p w:rsidR="00D8776A" w:rsidRDefault="00D8776A" w:rsidP="003C40D7">
      <w:pPr>
        <w:pStyle w:val="libCenterBold1"/>
      </w:pPr>
    </w:p>
    <w:p w:rsidR="00D8776A" w:rsidRDefault="00D8776A" w:rsidP="003C40D7">
      <w:pPr>
        <w:pStyle w:val="libCenterBold1"/>
      </w:pPr>
      <w:r>
        <w:t>www.</w:t>
      </w:r>
      <w:r w:rsidRPr="00D8776A">
        <w:t>perswww.kuleuven.be</w:t>
      </w:r>
    </w:p>
    <w:p w:rsidR="00D8776A" w:rsidRDefault="00D8776A" w:rsidP="003C40D7">
      <w:pPr>
        <w:pStyle w:val="libCenterBold1"/>
      </w:pPr>
    </w:p>
    <w:p w:rsidR="00952675" w:rsidRDefault="00952675" w:rsidP="003C40D7">
      <w:pPr>
        <w:pStyle w:val="libCenterBold1"/>
      </w:pPr>
    </w:p>
    <w:p w:rsidR="00952675" w:rsidRDefault="00952675" w:rsidP="003C40D7">
      <w:pPr>
        <w:pStyle w:val="libCenterBold1"/>
      </w:pPr>
    </w:p>
    <w:p w:rsidR="00952675" w:rsidRDefault="00952675" w:rsidP="003C40D7">
      <w:pPr>
        <w:pStyle w:val="libCenterBold1"/>
      </w:pPr>
    </w:p>
    <w:p w:rsidR="00952675" w:rsidRDefault="00952675" w:rsidP="003C40D7">
      <w:pPr>
        <w:pStyle w:val="libCenterBold1"/>
      </w:pPr>
    </w:p>
    <w:p w:rsidR="00952675" w:rsidRDefault="00952675" w:rsidP="003C40D7">
      <w:pPr>
        <w:pStyle w:val="libCenterBold1"/>
      </w:pPr>
    </w:p>
    <w:p w:rsidR="00952675" w:rsidRDefault="00C954F7" w:rsidP="003C40D7">
      <w:pPr>
        <w:pStyle w:val="libCenterBold1"/>
      </w:pPr>
      <w:hyperlink r:id="rId8" w:history="1">
        <w:r w:rsidR="00952675" w:rsidRPr="00D66987">
          <w:rPr>
            <w:rStyle w:val="Hyperlink"/>
          </w:rPr>
          <w:t>www.alhassanain.org/english</w:t>
        </w:r>
      </w:hyperlink>
    </w:p>
    <w:p w:rsidR="0003563D" w:rsidRDefault="0003563D" w:rsidP="00591B97">
      <w:pPr>
        <w:pStyle w:val="libNormal"/>
      </w:pPr>
      <w:r>
        <w:br w:type="page"/>
      </w:r>
    </w:p>
    <w:sdt>
      <w:sdtPr>
        <w:rPr>
          <w:rStyle w:val="libNormalChar"/>
          <w:b w:val="0"/>
          <w:bCs w:val="0"/>
        </w:rPr>
        <w:id w:val="14677652"/>
        <w:docPartObj>
          <w:docPartGallery w:val="Table of Contents"/>
          <w:docPartUnique/>
        </w:docPartObj>
      </w:sdtPr>
      <w:sdtEndPr>
        <w:rPr>
          <w:rStyle w:val="DefaultParagraphFont"/>
        </w:rPr>
      </w:sdtEndPr>
      <w:sdtContent>
        <w:p w:rsidR="00BD6758" w:rsidRDefault="003368B1" w:rsidP="003368B1">
          <w:pPr>
            <w:pStyle w:val="libCenterBold1"/>
          </w:pPr>
          <w:r>
            <w:t>TABLE OF CONTENTS</w:t>
          </w:r>
        </w:p>
        <w:p w:rsidR="00BD6758" w:rsidRDefault="00C954F7" w:rsidP="00BD67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 w:rsidRPr="00C954F7">
            <w:fldChar w:fldCharType="begin"/>
          </w:r>
          <w:r w:rsidR="00BD6758">
            <w:instrText xml:space="preserve"> TOC \o "1-3" \h \z \u </w:instrText>
          </w:r>
          <w:r w:rsidRPr="00C954F7">
            <w:fldChar w:fldCharType="separate"/>
          </w:r>
          <w:hyperlink w:anchor="_Toc446763479" w:history="1">
            <w:r w:rsidR="00BD6758" w:rsidRPr="00E921FD">
              <w:rPr>
                <w:rStyle w:val="Hyperlink"/>
              </w:rPr>
              <w:t>I. HIS LATE RISE TO FAME</w:t>
            </w:r>
            <w:r w:rsidR="00BD675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D6758">
              <w:rPr>
                <w:webHidden/>
                <w:rtl/>
              </w:rPr>
              <w:instrText xml:space="preserve"> </w:instrText>
            </w:r>
            <w:r w:rsidR="00BD6758">
              <w:rPr>
                <w:webHidden/>
              </w:rPr>
              <w:instrText>PAGEREF</w:instrText>
            </w:r>
            <w:r w:rsidR="00BD6758">
              <w:rPr>
                <w:webHidden/>
                <w:rtl/>
              </w:rPr>
              <w:instrText xml:space="preserve"> _</w:instrText>
            </w:r>
            <w:r w:rsidR="00BD6758">
              <w:rPr>
                <w:webHidden/>
              </w:rPr>
              <w:instrText>Toc446763479 \h</w:instrText>
            </w:r>
            <w:r w:rsidR="00BD675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01E43">
              <w:rPr>
                <w:webHidden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BD6758" w:rsidRDefault="00C954F7" w:rsidP="00BD67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46763480" w:history="1">
            <w:r w:rsidR="00BD6758" w:rsidRPr="00E921FD">
              <w:rPr>
                <w:rStyle w:val="Hyperlink"/>
              </w:rPr>
              <w:t>II. THE CONTOURS OF IBN KHALDUN'S WORLDVIEW</w:t>
            </w:r>
            <w:r w:rsidR="00BD675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D6758">
              <w:rPr>
                <w:webHidden/>
                <w:rtl/>
              </w:rPr>
              <w:instrText xml:space="preserve"> </w:instrText>
            </w:r>
            <w:r w:rsidR="00BD6758">
              <w:rPr>
                <w:webHidden/>
              </w:rPr>
              <w:instrText>PAGEREF</w:instrText>
            </w:r>
            <w:r w:rsidR="00BD6758">
              <w:rPr>
                <w:webHidden/>
                <w:rtl/>
              </w:rPr>
              <w:instrText xml:space="preserve"> _</w:instrText>
            </w:r>
            <w:r w:rsidR="00BD6758">
              <w:rPr>
                <w:webHidden/>
              </w:rPr>
              <w:instrText>Toc446763480 \h</w:instrText>
            </w:r>
            <w:r w:rsidR="00BD675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01E43">
              <w:rPr>
                <w:webHidden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BD6758" w:rsidRDefault="00C954F7" w:rsidP="00BD67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46763481" w:history="1">
            <w:r w:rsidR="00BD6758" w:rsidRPr="00E921FD">
              <w:rPr>
                <w:rStyle w:val="Hyperlink"/>
              </w:rPr>
              <w:t>III. A TREATISE ON NON SUSTAINABLE DEVELOPMENT</w:t>
            </w:r>
            <w:r w:rsidR="00BD675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D6758">
              <w:rPr>
                <w:webHidden/>
                <w:rtl/>
              </w:rPr>
              <w:instrText xml:space="preserve"> </w:instrText>
            </w:r>
            <w:r w:rsidR="00BD6758">
              <w:rPr>
                <w:webHidden/>
              </w:rPr>
              <w:instrText>PAGEREF</w:instrText>
            </w:r>
            <w:r w:rsidR="00BD6758">
              <w:rPr>
                <w:webHidden/>
                <w:rtl/>
              </w:rPr>
              <w:instrText xml:space="preserve"> _</w:instrText>
            </w:r>
            <w:r w:rsidR="00BD6758">
              <w:rPr>
                <w:webHidden/>
              </w:rPr>
              <w:instrText>Toc446763481 \h</w:instrText>
            </w:r>
            <w:r w:rsidR="00BD675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01E43">
              <w:rPr>
                <w:webHidden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BD6758" w:rsidRDefault="00C954F7" w:rsidP="00BD67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46763482" w:history="1">
            <w:r w:rsidR="00BD6758" w:rsidRPr="00E921FD">
              <w:rPr>
                <w:rStyle w:val="Hyperlink"/>
              </w:rPr>
              <w:t>IV. THE SOCIAL CORE OF POLITICAL CHANGE</w:t>
            </w:r>
            <w:r w:rsidR="00BD675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D6758">
              <w:rPr>
                <w:webHidden/>
                <w:rtl/>
              </w:rPr>
              <w:instrText xml:space="preserve"> </w:instrText>
            </w:r>
            <w:r w:rsidR="00BD6758">
              <w:rPr>
                <w:webHidden/>
              </w:rPr>
              <w:instrText>PAGEREF</w:instrText>
            </w:r>
            <w:r w:rsidR="00BD6758">
              <w:rPr>
                <w:webHidden/>
                <w:rtl/>
              </w:rPr>
              <w:instrText xml:space="preserve"> _</w:instrText>
            </w:r>
            <w:r w:rsidR="00BD6758">
              <w:rPr>
                <w:webHidden/>
              </w:rPr>
              <w:instrText>Toc446763482 \h</w:instrText>
            </w:r>
            <w:r w:rsidR="00BD675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01E43">
              <w:rPr>
                <w:webHidden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BD6758" w:rsidRDefault="00C954F7" w:rsidP="00BD67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46763483" w:history="1">
            <w:r w:rsidR="00BD6758" w:rsidRPr="00E921FD">
              <w:rPr>
                <w:rStyle w:val="Hyperlink"/>
              </w:rPr>
              <w:t>V. THE MECHANICS OF THE LONG TERM</w:t>
            </w:r>
            <w:r w:rsidR="00BD675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D6758">
              <w:rPr>
                <w:webHidden/>
                <w:rtl/>
              </w:rPr>
              <w:instrText xml:space="preserve"> </w:instrText>
            </w:r>
            <w:r w:rsidR="00BD6758">
              <w:rPr>
                <w:webHidden/>
              </w:rPr>
              <w:instrText>PAGEREF</w:instrText>
            </w:r>
            <w:r w:rsidR="00BD6758">
              <w:rPr>
                <w:webHidden/>
                <w:rtl/>
              </w:rPr>
              <w:instrText xml:space="preserve"> _</w:instrText>
            </w:r>
            <w:r w:rsidR="00BD6758">
              <w:rPr>
                <w:webHidden/>
              </w:rPr>
              <w:instrText>Toc446763483 \h</w:instrText>
            </w:r>
            <w:r w:rsidR="00BD675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01E43">
              <w:rPr>
                <w:webHidden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BD6758" w:rsidRDefault="00C954F7" w:rsidP="00BD675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46763484" w:history="1">
            <w:r w:rsidR="00BD6758" w:rsidRPr="00E921FD">
              <w:rPr>
                <w:rStyle w:val="Hyperlink"/>
              </w:rPr>
              <w:t>1. The umran badawi</w:t>
            </w:r>
            <w:r w:rsidR="00BD675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D6758">
              <w:rPr>
                <w:webHidden/>
                <w:rtl/>
              </w:rPr>
              <w:instrText xml:space="preserve"> </w:instrText>
            </w:r>
            <w:r w:rsidR="00BD6758">
              <w:rPr>
                <w:webHidden/>
              </w:rPr>
              <w:instrText>PAGEREF</w:instrText>
            </w:r>
            <w:r w:rsidR="00BD6758">
              <w:rPr>
                <w:webHidden/>
                <w:rtl/>
              </w:rPr>
              <w:instrText xml:space="preserve"> _</w:instrText>
            </w:r>
            <w:r w:rsidR="00BD6758">
              <w:rPr>
                <w:webHidden/>
              </w:rPr>
              <w:instrText>Toc446763484 \h</w:instrText>
            </w:r>
            <w:r w:rsidR="00BD675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01E43">
              <w:rPr>
                <w:webHidden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BD6758" w:rsidRDefault="00C954F7" w:rsidP="00BD6758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46763485" w:history="1">
            <w:r w:rsidR="00BD6758" w:rsidRPr="00E921FD">
              <w:rPr>
                <w:rStyle w:val="Hyperlink"/>
              </w:rPr>
              <w:t>2. The umran hadari</w:t>
            </w:r>
            <w:r w:rsidR="00BD675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D6758">
              <w:rPr>
                <w:webHidden/>
                <w:rtl/>
              </w:rPr>
              <w:instrText xml:space="preserve"> </w:instrText>
            </w:r>
            <w:r w:rsidR="00BD6758">
              <w:rPr>
                <w:webHidden/>
              </w:rPr>
              <w:instrText>PAGEREF</w:instrText>
            </w:r>
            <w:r w:rsidR="00BD6758">
              <w:rPr>
                <w:webHidden/>
                <w:rtl/>
              </w:rPr>
              <w:instrText xml:space="preserve"> _</w:instrText>
            </w:r>
            <w:r w:rsidR="00BD6758">
              <w:rPr>
                <w:webHidden/>
              </w:rPr>
              <w:instrText>Toc446763485 \h</w:instrText>
            </w:r>
            <w:r w:rsidR="00BD675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01E43">
              <w:rPr>
                <w:webHidden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BD6758" w:rsidRDefault="00C954F7" w:rsidP="00BD67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46763486" w:history="1">
            <w:r w:rsidR="00BD6758" w:rsidRPr="00E921FD">
              <w:rPr>
                <w:rStyle w:val="Hyperlink"/>
              </w:rPr>
              <w:t>VI. CONCLUSION</w:t>
            </w:r>
            <w:r w:rsidR="00BD675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D6758">
              <w:rPr>
                <w:webHidden/>
                <w:rtl/>
              </w:rPr>
              <w:instrText xml:space="preserve"> </w:instrText>
            </w:r>
            <w:r w:rsidR="00BD6758">
              <w:rPr>
                <w:webHidden/>
              </w:rPr>
              <w:instrText>PAGEREF</w:instrText>
            </w:r>
            <w:r w:rsidR="00BD6758">
              <w:rPr>
                <w:webHidden/>
                <w:rtl/>
              </w:rPr>
              <w:instrText xml:space="preserve"> _</w:instrText>
            </w:r>
            <w:r w:rsidR="00BD6758">
              <w:rPr>
                <w:webHidden/>
              </w:rPr>
              <w:instrText>Toc446763486 \h</w:instrText>
            </w:r>
            <w:r w:rsidR="00BD675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01E43">
              <w:rPr>
                <w:webHidden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BD6758" w:rsidRDefault="00C954F7" w:rsidP="00BD67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46763487" w:history="1">
            <w:r w:rsidR="00BD6758" w:rsidRPr="00E921FD">
              <w:rPr>
                <w:rStyle w:val="Hyperlink"/>
              </w:rPr>
              <w:t>Notes:</w:t>
            </w:r>
            <w:r w:rsidR="00BD675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D6758">
              <w:rPr>
                <w:webHidden/>
                <w:rtl/>
              </w:rPr>
              <w:instrText xml:space="preserve"> </w:instrText>
            </w:r>
            <w:r w:rsidR="00BD6758">
              <w:rPr>
                <w:webHidden/>
              </w:rPr>
              <w:instrText>PAGEREF</w:instrText>
            </w:r>
            <w:r w:rsidR="00BD6758">
              <w:rPr>
                <w:webHidden/>
                <w:rtl/>
              </w:rPr>
              <w:instrText xml:space="preserve"> _</w:instrText>
            </w:r>
            <w:r w:rsidR="00BD6758">
              <w:rPr>
                <w:webHidden/>
              </w:rPr>
              <w:instrText>Toc446763487 \h</w:instrText>
            </w:r>
            <w:r w:rsidR="00BD675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01E43">
              <w:rPr>
                <w:webHidden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BD6758" w:rsidRDefault="00C954F7" w:rsidP="00BD67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46763488" w:history="1">
            <w:r w:rsidR="00BD6758" w:rsidRPr="00E921FD">
              <w:rPr>
                <w:rStyle w:val="Hyperlink"/>
              </w:rPr>
              <w:t>Bibliography</w:t>
            </w:r>
            <w:r w:rsidR="00BD675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D6758">
              <w:rPr>
                <w:webHidden/>
                <w:rtl/>
              </w:rPr>
              <w:instrText xml:space="preserve"> </w:instrText>
            </w:r>
            <w:r w:rsidR="00BD6758">
              <w:rPr>
                <w:webHidden/>
              </w:rPr>
              <w:instrText>PAGEREF</w:instrText>
            </w:r>
            <w:r w:rsidR="00BD6758">
              <w:rPr>
                <w:webHidden/>
                <w:rtl/>
              </w:rPr>
              <w:instrText xml:space="preserve"> _</w:instrText>
            </w:r>
            <w:r w:rsidR="00BD6758">
              <w:rPr>
                <w:webHidden/>
              </w:rPr>
              <w:instrText>Toc446763488 \h</w:instrText>
            </w:r>
            <w:r w:rsidR="00BD675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01E43">
              <w:rPr>
                <w:webHidden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BD6758" w:rsidRDefault="00C954F7" w:rsidP="00BD6758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446763489" w:history="1">
            <w:r w:rsidR="00BD6758" w:rsidRPr="00E921FD">
              <w:rPr>
                <w:rStyle w:val="Hyperlink"/>
              </w:rPr>
              <w:t>Endnotes</w:t>
            </w:r>
            <w:r w:rsidR="00BD6758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D6758">
              <w:rPr>
                <w:webHidden/>
                <w:rtl/>
              </w:rPr>
              <w:instrText xml:space="preserve"> </w:instrText>
            </w:r>
            <w:r w:rsidR="00BD6758">
              <w:rPr>
                <w:webHidden/>
              </w:rPr>
              <w:instrText>PAGEREF</w:instrText>
            </w:r>
            <w:r w:rsidR="00BD6758">
              <w:rPr>
                <w:webHidden/>
                <w:rtl/>
              </w:rPr>
              <w:instrText xml:space="preserve"> _</w:instrText>
            </w:r>
            <w:r w:rsidR="00BD6758">
              <w:rPr>
                <w:webHidden/>
              </w:rPr>
              <w:instrText>Toc446763489 \h</w:instrText>
            </w:r>
            <w:r w:rsidR="00BD6758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01E43">
              <w:rPr>
                <w:webHidden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BD6758" w:rsidRDefault="00C954F7" w:rsidP="00BD6758">
          <w:pPr>
            <w:pStyle w:val="libNormal"/>
          </w:pPr>
          <w:r>
            <w:fldChar w:fldCharType="end"/>
          </w:r>
        </w:p>
      </w:sdtContent>
    </w:sdt>
    <w:p w:rsidR="003C40D7" w:rsidRDefault="003C40D7" w:rsidP="003C40D7">
      <w:pPr>
        <w:pStyle w:val="libNormal"/>
      </w:pPr>
      <w:r>
        <w:br w:type="page"/>
      </w:r>
    </w:p>
    <w:p w:rsidR="003C40D7" w:rsidRDefault="003C40D7" w:rsidP="003C40D7">
      <w:pPr>
        <w:pStyle w:val="Heading1Center"/>
      </w:pPr>
      <w:bookmarkStart w:id="0" w:name="_Toc446763479"/>
      <w:r>
        <w:lastRenderedPageBreak/>
        <w:t>I.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LATE</w:t>
      </w:r>
      <w:r w:rsidR="00046589">
        <w:t xml:space="preserve"> </w:t>
      </w:r>
      <w:r w:rsidRPr="003C40D7">
        <w:t>RISE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FAME</w:t>
      </w:r>
      <w:bookmarkEnd w:id="0"/>
    </w:p>
    <w:p w:rsidR="003C40D7" w:rsidRDefault="003C40D7" w:rsidP="00443656">
      <w:pPr>
        <w:pStyle w:val="libNormal"/>
      </w:pPr>
      <w:r>
        <w:t>Since</w:t>
      </w:r>
      <w:r w:rsidR="00046589">
        <w:t xml:space="preserve"> </w:t>
      </w:r>
      <w:r>
        <w:t>the</w:t>
      </w:r>
      <w:r w:rsidR="00046589">
        <w:t xml:space="preserve"> </w:t>
      </w:r>
      <w:r>
        <w:t>1950s</w:t>
      </w:r>
      <w:r w:rsidR="00046589">
        <w:t xml:space="preserve"> </w:t>
      </w:r>
      <w:r>
        <w:t>academia</w:t>
      </w:r>
      <w:r w:rsidR="00046589">
        <w:t xml:space="preserve"> </w:t>
      </w:r>
      <w:r>
        <w:t>has</w:t>
      </w:r>
      <w:r w:rsidR="00046589">
        <w:t xml:space="preserve"> </w:t>
      </w:r>
      <w:r>
        <w:t>rightly</w:t>
      </w:r>
      <w:r w:rsidR="00046589">
        <w:t xml:space="preserve"> </w:t>
      </w:r>
      <w:r>
        <w:t>hailed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>
        <w:t>(1332</w:t>
      </w:r>
      <w:r w:rsidR="006F62A6">
        <w:t>-</w:t>
      </w:r>
      <w:r>
        <w:t>1406)</w:t>
      </w:r>
      <w:r w:rsidR="00046589">
        <w:t xml:space="preserve"> </w:t>
      </w:r>
      <w:r>
        <w:t>as</w:t>
      </w:r>
      <w:r w:rsidR="00046589">
        <w:t xml:space="preserve"> </w:t>
      </w:r>
      <w:r>
        <w:t>the</w:t>
      </w:r>
      <w:r w:rsidR="00046589">
        <w:t xml:space="preserve"> </w:t>
      </w:r>
      <w:r>
        <w:t>greatest</w:t>
      </w:r>
      <w:r w:rsidR="00046589">
        <w:t xml:space="preserve"> </w:t>
      </w:r>
      <w:r>
        <w:t>social</w:t>
      </w:r>
      <w:r w:rsidR="00046589">
        <w:t xml:space="preserve"> </w:t>
      </w:r>
      <w:r>
        <w:t>scientist</w:t>
      </w:r>
      <w:r w:rsidR="00046589">
        <w:t xml:space="preserve"> </w:t>
      </w:r>
      <w:r>
        <w:t>of</w:t>
      </w:r>
      <w:r w:rsidR="00046589">
        <w:t xml:space="preserve"> </w:t>
      </w:r>
      <w:r>
        <w:t>medieval</w:t>
      </w:r>
      <w:r w:rsidR="00046589">
        <w:t xml:space="preserve"> </w:t>
      </w:r>
      <w:r>
        <w:t>Islam.</w:t>
      </w:r>
      <w:r w:rsidR="00046589">
        <w:t xml:space="preserve"> </w:t>
      </w:r>
      <w:r>
        <w:t>Moreover,</w:t>
      </w:r>
      <w:r w:rsidR="00046589">
        <w:t xml:space="preserve"> </w:t>
      </w:r>
      <w:r>
        <w:t>in</w:t>
      </w:r>
      <w:r w:rsidR="00046589">
        <w:t xml:space="preserve"> </w:t>
      </w:r>
      <w:r>
        <w:t>his</w:t>
      </w:r>
      <w:r w:rsidR="00046589">
        <w:t xml:space="preserve"> </w:t>
      </w:r>
      <w:r>
        <w:t>survey</w:t>
      </w:r>
      <w:r w:rsidR="00046589">
        <w:t xml:space="preserve"> </w:t>
      </w:r>
      <w:r>
        <w:t>on</w:t>
      </w:r>
      <w:r w:rsidR="00046589">
        <w:t xml:space="preserve"> </w:t>
      </w:r>
      <w:r w:rsidRPr="003C40D7">
        <w:rPr>
          <w:rStyle w:val="libItalicChar"/>
        </w:rPr>
        <w:t>Muslim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Economic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Thinking</w:t>
      </w:r>
      <w:r>
        <w:t>,</w:t>
      </w:r>
      <w:r w:rsidR="00046589">
        <w:t xml:space="preserve"> </w:t>
      </w:r>
      <w:r>
        <w:t>Mohammad</w:t>
      </w:r>
      <w:r w:rsidR="00046589">
        <w:t xml:space="preserve"> </w:t>
      </w:r>
      <w:proofErr w:type="spellStart"/>
      <w:r>
        <w:t>Siddiqi</w:t>
      </w:r>
      <w:proofErr w:type="spellEnd"/>
      <w:r w:rsidR="00046589">
        <w:t xml:space="preserve"> </w:t>
      </w:r>
      <w:r>
        <w:t>praises</w:t>
      </w:r>
      <w:r w:rsidR="00046589">
        <w:t xml:space="preserve"> </w:t>
      </w:r>
      <w:r>
        <w:t>him</w:t>
      </w:r>
      <w:r w:rsidR="00046589">
        <w:t xml:space="preserve"> </w:t>
      </w:r>
      <w:r>
        <w:t>as</w:t>
      </w:r>
      <w:r w:rsidR="00046589">
        <w:t xml:space="preserve"> </w:t>
      </w:r>
      <w:r>
        <w:t>their</w:t>
      </w:r>
      <w:r w:rsidR="00046589">
        <w:t xml:space="preserve"> </w:t>
      </w:r>
      <w:r>
        <w:t>greatest</w:t>
      </w:r>
      <w:r w:rsidR="00046589">
        <w:t xml:space="preserve"> </w:t>
      </w:r>
      <w:r>
        <w:t>economist</w:t>
      </w:r>
      <w:r w:rsidR="00046589">
        <w:t xml:space="preserve"> </w:t>
      </w:r>
      <w:r>
        <w:t>(</w:t>
      </w:r>
      <w:proofErr w:type="spellStart"/>
      <w:r>
        <w:t>Siddiqi</w:t>
      </w:r>
      <w:proofErr w:type="spellEnd"/>
      <w:r>
        <w:t>,</w:t>
      </w:r>
      <w:r w:rsidR="00046589">
        <w:t xml:space="preserve"> </w:t>
      </w:r>
      <w:r>
        <w:t>1981:70).</w:t>
      </w:r>
      <w:r w:rsidR="00046589">
        <w:t xml:space="preserve"> </w:t>
      </w:r>
      <w:r>
        <w:t>Being</w:t>
      </w:r>
      <w:r w:rsidR="00046589">
        <w:t xml:space="preserve"> </w:t>
      </w:r>
      <w:r>
        <w:t>a</w:t>
      </w:r>
      <w:r w:rsidR="00046589">
        <w:t xml:space="preserve"> </w:t>
      </w:r>
      <w:r>
        <w:t>native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Maghreb,</w:t>
      </w:r>
      <w:r w:rsidR="00046589">
        <w:t xml:space="preserve"> </w:t>
      </w:r>
      <w:r>
        <w:t>at</w:t>
      </w:r>
      <w:r w:rsidR="00046589">
        <w:t xml:space="preserve"> </w:t>
      </w:r>
      <w:r>
        <w:t>a</w:t>
      </w:r>
      <w:r w:rsidR="00046589">
        <w:t xml:space="preserve"> </w:t>
      </w:r>
      <w:r>
        <w:t>time</w:t>
      </w:r>
      <w:r w:rsidR="00046589">
        <w:t xml:space="preserve"> </w:t>
      </w:r>
      <w:r>
        <w:t>when</w:t>
      </w:r>
      <w:r w:rsidR="00046589">
        <w:t xml:space="preserve"> </w:t>
      </w:r>
      <w:r>
        <w:t>the</w:t>
      </w:r>
      <w:r w:rsidR="00046589">
        <w:t xml:space="preserve"> </w:t>
      </w:r>
      <w:r>
        <w:t>lands</w:t>
      </w:r>
      <w:r w:rsidR="00046589">
        <w:t xml:space="preserve"> </w:t>
      </w:r>
      <w:r>
        <w:t>of</w:t>
      </w:r>
      <w:r w:rsidR="00046589">
        <w:t xml:space="preserve"> </w:t>
      </w:r>
      <w:r>
        <w:t>western</w:t>
      </w:r>
      <w:r w:rsidR="00046589">
        <w:t xml:space="preserve"> </w:t>
      </w:r>
      <w:r>
        <w:t>Islam</w:t>
      </w:r>
      <w:r w:rsidR="00046589">
        <w:t xml:space="preserve"> </w:t>
      </w:r>
      <w:r>
        <w:t>were</w:t>
      </w:r>
      <w:r w:rsidR="00046589">
        <w:t xml:space="preserve"> </w:t>
      </w:r>
      <w:r>
        <w:t>torn</w:t>
      </w:r>
      <w:r w:rsidR="00046589">
        <w:t xml:space="preserve"> </w:t>
      </w:r>
      <w:r>
        <w:t>apart</w:t>
      </w:r>
      <w:r w:rsidR="00046589">
        <w:t xml:space="preserve"> </w:t>
      </w:r>
      <w:r>
        <w:t>by</w:t>
      </w:r>
      <w:r w:rsidR="00046589">
        <w:t xml:space="preserve"> </w:t>
      </w:r>
      <w:r>
        <w:t>a</w:t>
      </w:r>
      <w:r w:rsidR="00046589">
        <w:t xml:space="preserve"> </w:t>
      </w:r>
      <w:r>
        <w:t>series</w:t>
      </w:r>
      <w:r w:rsidR="00046589">
        <w:t xml:space="preserve"> </w:t>
      </w:r>
      <w:r>
        <w:t>of</w:t>
      </w:r>
      <w:r w:rsidR="00046589">
        <w:t xml:space="preserve"> </w:t>
      </w:r>
      <w:r>
        <w:t>dynastic</w:t>
      </w:r>
      <w:r w:rsidR="00046589">
        <w:t xml:space="preserve"> </w:t>
      </w:r>
      <w:r>
        <w:t>struggles</w:t>
      </w:r>
      <w:r w:rsidR="00046589">
        <w:t xml:space="preserve"> </w:t>
      </w:r>
      <w:r>
        <w:t>between</w:t>
      </w:r>
      <w:r w:rsidR="00046589">
        <w:t xml:space="preserve"> </w:t>
      </w:r>
      <w:r>
        <w:t>rival</w:t>
      </w:r>
      <w:r w:rsidR="00046589">
        <w:t xml:space="preserve"> </w:t>
      </w:r>
      <w:r>
        <w:t>Arab</w:t>
      </w:r>
      <w:r w:rsidR="00046589">
        <w:t xml:space="preserve"> </w:t>
      </w:r>
      <w:r>
        <w:t>and</w:t>
      </w:r>
      <w:r w:rsidR="00046589">
        <w:t xml:space="preserve"> </w:t>
      </w:r>
      <w:r>
        <w:t>Berber</w:t>
      </w:r>
      <w:r w:rsidR="00046589">
        <w:t xml:space="preserve"> </w:t>
      </w:r>
      <w:r>
        <w:t>tribes,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>
        <w:t>proved</w:t>
      </w:r>
      <w:r w:rsidR="00046589">
        <w:t xml:space="preserve"> </w:t>
      </w:r>
      <w:r>
        <w:t>to</w:t>
      </w:r>
      <w:r w:rsidR="00046589">
        <w:t xml:space="preserve"> </w:t>
      </w:r>
      <w:r>
        <w:t>be</w:t>
      </w:r>
      <w:r w:rsidR="00046589">
        <w:t xml:space="preserve"> </w:t>
      </w:r>
      <w:r>
        <w:t>a</w:t>
      </w:r>
      <w:r w:rsidR="00046589">
        <w:t xml:space="preserve"> </w:t>
      </w:r>
      <w:r>
        <w:t>mettlesome</w:t>
      </w:r>
      <w:r w:rsidR="00046589">
        <w:t xml:space="preserve"> </w:t>
      </w:r>
      <w:r>
        <w:t>and</w:t>
      </w:r>
      <w:r w:rsidR="00046589">
        <w:t xml:space="preserve"> </w:t>
      </w:r>
      <w:r>
        <w:t>ambitious</w:t>
      </w:r>
      <w:r w:rsidR="00046589">
        <w:t xml:space="preserve"> </w:t>
      </w:r>
      <w:r>
        <w:t>political</w:t>
      </w:r>
      <w:r w:rsidR="00046589">
        <w:t xml:space="preserve"> </w:t>
      </w:r>
      <w:r>
        <w:t>activist.</w:t>
      </w:r>
      <w:r w:rsidR="00046589">
        <w:t xml:space="preserve"> </w:t>
      </w:r>
      <w:r>
        <w:t>After</w:t>
      </w:r>
      <w:r w:rsidR="00046589">
        <w:t xml:space="preserve"> </w:t>
      </w:r>
      <w:r>
        <w:t>a</w:t>
      </w:r>
      <w:r w:rsidR="00046589">
        <w:t xml:space="preserve"> </w:t>
      </w:r>
      <w:r>
        <w:t>series</w:t>
      </w:r>
      <w:r w:rsidR="00046589">
        <w:t xml:space="preserve"> </w:t>
      </w:r>
      <w:r>
        <w:t>of</w:t>
      </w:r>
      <w:r w:rsidR="00046589">
        <w:t xml:space="preserve"> </w:t>
      </w:r>
      <w:r>
        <w:t>reversals</w:t>
      </w:r>
      <w:r w:rsidR="00046589">
        <w:t xml:space="preserve"> </w:t>
      </w:r>
      <w:r>
        <w:t>and</w:t>
      </w:r>
      <w:r w:rsidR="00046589">
        <w:t xml:space="preserve"> </w:t>
      </w:r>
      <w:r>
        <w:t>failures</w:t>
      </w:r>
      <w:r w:rsidR="00046589">
        <w:t xml:space="preserve"> </w:t>
      </w:r>
      <w:r>
        <w:t>in</w:t>
      </w:r>
      <w:r w:rsidR="00046589">
        <w:t xml:space="preserve"> </w:t>
      </w:r>
      <w:r>
        <w:t>his</w:t>
      </w:r>
      <w:r w:rsidR="00046589">
        <w:t xml:space="preserve"> </w:t>
      </w:r>
      <w:r>
        <w:t>role</w:t>
      </w:r>
      <w:r w:rsidR="00046589">
        <w:t xml:space="preserve"> </w:t>
      </w:r>
      <w:r>
        <w:t>of</w:t>
      </w:r>
      <w:r w:rsidR="00046589">
        <w:t xml:space="preserve"> </w:t>
      </w:r>
      <w:r>
        <w:t>teacher</w:t>
      </w:r>
      <w:r w:rsidR="00046589">
        <w:t xml:space="preserve"> </w:t>
      </w:r>
      <w:r>
        <w:t>and</w:t>
      </w:r>
      <w:r w:rsidR="00046589">
        <w:t xml:space="preserve"> </w:t>
      </w:r>
      <w:proofErr w:type="spellStart"/>
      <w:r>
        <w:t>counsellor</w:t>
      </w:r>
      <w:proofErr w:type="spellEnd"/>
      <w:r w:rsidR="00046589">
        <w:t xml:space="preserve"> </w:t>
      </w:r>
      <w:r>
        <w:t>to</w:t>
      </w:r>
      <w:r w:rsidR="00046589">
        <w:t xml:space="preserve"> </w:t>
      </w:r>
      <w:r>
        <w:t>various</w:t>
      </w:r>
      <w:r w:rsidR="00046589">
        <w:t xml:space="preserve"> </w:t>
      </w:r>
      <w:r>
        <w:t>local</w:t>
      </w:r>
      <w:r w:rsidR="00046589">
        <w:t xml:space="preserve"> </w:t>
      </w:r>
      <w:r>
        <w:t>emirs,</w:t>
      </w:r>
      <w:r w:rsidR="00046589">
        <w:t xml:space="preserve"> </w:t>
      </w:r>
      <w:r>
        <w:t>he</w:t>
      </w:r>
      <w:r w:rsidR="00046589">
        <w:t xml:space="preserve"> </w:t>
      </w:r>
      <w:r>
        <w:t>quit</w:t>
      </w:r>
      <w:r w:rsidR="00046589">
        <w:t xml:space="preserve"> </w:t>
      </w:r>
      <w:r>
        <w:t>the</w:t>
      </w:r>
      <w:r w:rsidR="00046589">
        <w:t xml:space="preserve"> </w:t>
      </w:r>
      <w:r>
        <w:t>political</w:t>
      </w:r>
      <w:r w:rsidR="00046589">
        <w:t xml:space="preserve"> </w:t>
      </w:r>
      <w:r>
        <w:t>scene</w:t>
      </w:r>
      <w:r w:rsidR="00046589">
        <w:t xml:space="preserve"> </w:t>
      </w:r>
      <w:r>
        <w:t>with</w:t>
      </w:r>
      <w:r w:rsidR="00046589">
        <w:t xml:space="preserve"> </w:t>
      </w:r>
      <w:r>
        <w:t>a</w:t>
      </w:r>
      <w:r w:rsidR="00046589">
        <w:t xml:space="preserve"> </w:t>
      </w:r>
      <w:r>
        <w:t>pang</w:t>
      </w:r>
      <w:r w:rsidR="00046589">
        <w:t xml:space="preserve"> </w:t>
      </w:r>
      <w:r>
        <w:t>of</w:t>
      </w:r>
      <w:r w:rsidR="00046589">
        <w:t xml:space="preserve"> </w:t>
      </w:r>
      <w:r>
        <w:t>disappointment.</w:t>
      </w:r>
      <w:r w:rsidR="00046589">
        <w:t xml:space="preserve"> </w:t>
      </w:r>
      <w:r>
        <w:t>For</w:t>
      </w:r>
      <w:r w:rsidR="00046589">
        <w:t xml:space="preserve"> </w:t>
      </w:r>
      <w:r>
        <w:t>about</w:t>
      </w:r>
      <w:r w:rsidR="00046589">
        <w:t xml:space="preserve"> </w:t>
      </w:r>
      <w:r>
        <w:t>three</w:t>
      </w:r>
      <w:r w:rsidR="00046589">
        <w:t xml:space="preserve"> </w:t>
      </w:r>
      <w:r>
        <w:t>years</w:t>
      </w:r>
      <w:r w:rsidR="00046589">
        <w:t xml:space="preserve"> </w:t>
      </w:r>
      <w:r>
        <w:t>he</w:t>
      </w:r>
      <w:r w:rsidR="00046589">
        <w:t xml:space="preserve"> </w:t>
      </w:r>
      <w:r>
        <w:t>retreated</w:t>
      </w:r>
      <w:r w:rsidR="00046589">
        <w:t xml:space="preserve"> </w:t>
      </w:r>
      <w:r>
        <w:t>into</w:t>
      </w:r>
      <w:r w:rsidR="00046589">
        <w:t xml:space="preserve"> </w:t>
      </w:r>
      <w:r>
        <w:t>the</w:t>
      </w:r>
      <w:r w:rsidR="00046589">
        <w:t xml:space="preserve"> </w:t>
      </w:r>
      <w:r>
        <w:t>desert</w:t>
      </w:r>
      <w:r w:rsidR="00046589">
        <w:t xml:space="preserve"> </w:t>
      </w:r>
      <w:r>
        <w:t>castle,</w:t>
      </w:r>
      <w:r w:rsidR="00046589">
        <w:t xml:space="preserve"> </w:t>
      </w:r>
      <w:proofErr w:type="spellStart"/>
      <w:r w:rsidRPr="003C40D7">
        <w:rPr>
          <w:rStyle w:val="libItalicChar"/>
        </w:rPr>
        <w:t>Qalat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Ibn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Salama</w:t>
      </w:r>
      <w:proofErr w:type="spellEnd"/>
      <w:r>
        <w:t>.</w:t>
      </w:r>
      <w:r w:rsidR="00046589">
        <w:t xml:space="preserve"> </w:t>
      </w:r>
      <w:r>
        <w:t>There,</w:t>
      </w:r>
      <w:r w:rsidR="00046589">
        <w:t xml:space="preserve"> </w:t>
      </w:r>
      <w:r>
        <w:t>disentangled</w:t>
      </w:r>
      <w:r w:rsidR="00046589">
        <w:t xml:space="preserve"> </w:t>
      </w:r>
      <w:r>
        <w:t>from</w:t>
      </w:r>
      <w:r w:rsidR="00046589">
        <w:t xml:space="preserve"> </w:t>
      </w:r>
      <w:r>
        <w:t>the</w:t>
      </w:r>
      <w:r w:rsidR="00046589">
        <w:t xml:space="preserve"> </w:t>
      </w:r>
      <w:r>
        <w:t>hurly</w:t>
      </w:r>
      <w:r w:rsidR="006F62A6">
        <w:t>-</w:t>
      </w:r>
      <w:r>
        <w:t>burly</w:t>
      </w:r>
      <w:r w:rsidR="00046589">
        <w:t xml:space="preserve"> </w:t>
      </w:r>
      <w:r>
        <w:t>of</w:t>
      </w:r>
      <w:r w:rsidR="00046589">
        <w:t xml:space="preserve"> </w:t>
      </w:r>
      <w:r>
        <w:t>city</w:t>
      </w:r>
      <w:r w:rsidR="00046589">
        <w:t xml:space="preserve"> </w:t>
      </w:r>
      <w:r>
        <w:t>and</w:t>
      </w:r>
      <w:r w:rsidR="00046589">
        <w:t xml:space="preserve"> </w:t>
      </w:r>
      <w:r>
        <w:t>court,</w:t>
      </w:r>
      <w:r w:rsidR="00046589">
        <w:t xml:space="preserve"> </w:t>
      </w:r>
      <w:r>
        <w:t>he</w:t>
      </w:r>
      <w:r w:rsidR="00046589">
        <w:t xml:space="preserve"> </w:t>
      </w:r>
      <w:r>
        <w:t>decided</w:t>
      </w:r>
      <w:r w:rsidR="00046589">
        <w:t xml:space="preserve"> </w:t>
      </w:r>
      <w:r>
        <w:t>on</w:t>
      </w:r>
      <w:r w:rsidR="00046589">
        <w:t xml:space="preserve"> </w:t>
      </w:r>
      <w:r>
        <w:t>a</w:t>
      </w:r>
      <w:r w:rsidR="00046589">
        <w:t xml:space="preserve"> </w:t>
      </w:r>
      <w:r>
        <w:t>new</w:t>
      </w:r>
      <w:r w:rsidR="00046589">
        <w:t xml:space="preserve"> </w:t>
      </w:r>
      <w:r>
        <w:t>course,</w:t>
      </w:r>
      <w:r w:rsidR="00046589">
        <w:t xml:space="preserve"> </w:t>
      </w:r>
      <w:r>
        <w:t>this</w:t>
      </w:r>
      <w:r w:rsidR="00046589">
        <w:t xml:space="preserve"> </w:t>
      </w:r>
      <w:r>
        <w:t>is</w:t>
      </w:r>
      <w:r w:rsidR="00046589">
        <w:t xml:space="preserve"> </w:t>
      </w:r>
      <w:r>
        <w:t>on</w:t>
      </w:r>
      <w:r w:rsidR="00046589">
        <w:t xml:space="preserve"> </w:t>
      </w:r>
      <w:r>
        <w:t>a</w:t>
      </w:r>
      <w:r w:rsidR="00046589">
        <w:t xml:space="preserve"> </w:t>
      </w:r>
      <w:r>
        <w:t>literary</w:t>
      </w:r>
      <w:r w:rsidR="00046589">
        <w:t xml:space="preserve"> </w:t>
      </w:r>
      <w:r>
        <w:t>career.</w:t>
      </w:r>
      <w:r w:rsidR="00046589">
        <w:t xml:space="preserve"> </w:t>
      </w:r>
      <w:r>
        <w:t>His</w:t>
      </w:r>
      <w:r w:rsidR="00046589">
        <w:t xml:space="preserve"> </w:t>
      </w:r>
      <w:r>
        <w:t>new</w:t>
      </w:r>
      <w:r w:rsidR="00046589">
        <w:t xml:space="preserve"> </w:t>
      </w:r>
      <w:r>
        <w:t>ambition</w:t>
      </w:r>
      <w:r w:rsidR="00046589">
        <w:t xml:space="preserve"> </w:t>
      </w:r>
      <w:r>
        <w:t>was</w:t>
      </w:r>
      <w:r w:rsidR="00046589">
        <w:t xml:space="preserve"> </w:t>
      </w:r>
      <w:r>
        <w:t>to</w:t>
      </w:r>
      <w:r w:rsidR="00046589">
        <w:t xml:space="preserve"> </w:t>
      </w:r>
      <w:r>
        <w:t>become</w:t>
      </w:r>
      <w:r w:rsidR="00046589">
        <w:t xml:space="preserve"> </w:t>
      </w:r>
      <w:r>
        <w:t>a</w:t>
      </w:r>
      <w:r w:rsidR="00046589">
        <w:t xml:space="preserve"> </w:t>
      </w:r>
      <w:r>
        <w:t>detached</w:t>
      </w:r>
      <w:r w:rsidR="00046589">
        <w:t xml:space="preserve"> </w:t>
      </w:r>
      <w:r>
        <w:t>scholar</w:t>
      </w:r>
      <w:r w:rsidR="00046589">
        <w:t xml:space="preserve"> </w:t>
      </w:r>
      <w:r>
        <w:t>with</w:t>
      </w:r>
      <w:r w:rsidR="00046589">
        <w:t xml:space="preserve"> </w:t>
      </w:r>
      <w:r>
        <w:t>a</w:t>
      </w:r>
      <w:r w:rsidR="00046589">
        <w:t xml:space="preserve"> </w:t>
      </w:r>
      <w:r>
        <w:t>long</w:t>
      </w:r>
      <w:r w:rsidR="00046589">
        <w:t xml:space="preserve"> </w:t>
      </w:r>
      <w:r>
        <w:t>term</w:t>
      </w:r>
      <w:r w:rsidR="00046589">
        <w:t xml:space="preserve"> </w:t>
      </w:r>
      <w:r>
        <w:t>view</w:t>
      </w:r>
      <w:r w:rsidR="00046589">
        <w:t xml:space="preserve"> </w:t>
      </w:r>
      <w:r>
        <w:t>on</w:t>
      </w:r>
      <w:r w:rsidR="00046589">
        <w:t xml:space="preserve"> </w:t>
      </w:r>
      <w:r>
        <w:t>the</w:t>
      </w:r>
      <w:r w:rsidR="00046589">
        <w:t xml:space="preserve"> </w:t>
      </w:r>
      <w:r>
        <w:t>socio</w:t>
      </w:r>
      <w:r w:rsidR="006F62A6">
        <w:t>-</w:t>
      </w:r>
      <w:r>
        <w:t>political</w:t>
      </w:r>
      <w:r w:rsidR="00046589">
        <w:t xml:space="preserve"> </w:t>
      </w:r>
      <w:r>
        <w:t>and</w:t>
      </w:r>
      <w:r w:rsidR="00046589">
        <w:t xml:space="preserve"> </w:t>
      </w:r>
      <w:r>
        <w:t>economic</w:t>
      </w:r>
      <w:r w:rsidR="00046589">
        <w:t xml:space="preserve"> </w:t>
      </w:r>
      <w:r>
        <w:t>determinants</w:t>
      </w:r>
      <w:r w:rsidR="00046589">
        <w:t xml:space="preserve"> </w:t>
      </w:r>
      <w:r>
        <w:t>that</w:t>
      </w:r>
      <w:r w:rsidR="00046589">
        <w:t xml:space="preserve"> </w:t>
      </w:r>
      <w:r>
        <w:t>have</w:t>
      </w:r>
      <w:r w:rsidR="00046589">
        <w:t xml:space="preserve"> </w:t>
      </w:r>
      <w:r>
        <w:t>an</w:t>
      </w:r>
      <w:r w:rsidR="00046589">
        <w:t xml:space="preserve"> </w:t>
      </w:r>
      <w:r>
        <w:t>impact</w:t>
      </w:r>
      <w:r w:rsidR="00046589">
        <w:t xml:space="preserve"> </w:t>
      </w:r>
      <w:r>
        <w:t>on</w:t>
      </w:r>
      <w:r w:rsidR="00046589">
        <w:t xml:space="preserve"> </w:t>
      </w:r>
      <w:r>
        <w:t>history.</w:t>
      </w:r>
    </w:p>
    <w:p w:rsidR="003C40D7" w:rsidRDefault="003C40D7" w:rsidP="003C40D7">
      <w:pPr>
        <w:pStyle w:val="libNormal"/>
      </w:pPr>
      <w:proofErr w:type="spellStart"/>
      <w:r w:rsidRPr="003C40D7">
        <w:t>Ibn</w:t>
      </w:r>
      <w:proofErr w:type="spellEnd"/>
      <w:r w:rsidR="00046589">
        <w:t xml:space="preserve"> </w:t>
      </w:r>
      <w:proofErr w:type="spellStart"/>
      <w:r w:rsidRPr="003C40D7">
        <w:t>Khaldun's</w:t>
      </w:r>
      <w:proofErr w:type="spellEnd"/>
      <w:r w:rsidR="00046589">
        <w:t xml:space="preserve"> </w:t>
      </w:r>
      <w:r w:rsidRPr="003C40D7">
        <w:t>major</w:t>
      </w:r>
      <w:r w:rsidR="00046589">
        <w:t xml:space="preserve"> </w:t>
      </w:r>
      <w:r w:rsidRPr="003C40D7">
        <w:t>achievement</w:t>
      </w:r>
      <w:r w:rsidR="00046589">
        <w:t xml:space="preserve"> </w:t>
      </w:r>
      <w:r w:rsidRPr="003C40D7">
        <w:t>was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writing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Muqaddimah</w:t>
      </w:r>
      <w:proofErr w:type="spellEnd"/>
      <w:r w:rsidRPr="003C40D7">
        <w:t>,</w:t>
      </w:r>
      <w:r w:rsidR="00046589">
        <w:t xml:space="preserve"> </w:t>
      </w:r>
      <w:r w:rsidRPr="003C40D7">
        <w:t>or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long</w:t>
      </w:r>
      <w:r w:rsidR="00046589">
        <w:t xml:space="preserve"> </w:t>
      </w:r>
      <w:r w:rsidRPr="003C40D7">
        <w:t>introduction</w:t>
      </w:r>
      <w:r w:rsidR="00046589">
        <w:t xml:space="preserve"> </w:t>
      </w:r>
      <w:r w:rsidRPr="003C40D7">
        <w:t>serving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an</w:t>
      </w:r>
      <w:r w:rsidR="00046589">
        <w:t xml:space="preserve"> </w:t>
      </w:r>
      <w:r w:rsidRPr="003C40D7">
        <w:t>analytical</w:t>
      </w:r>
      <w:r w:rsidR="00046589">
        <w:t xml:space="preserve"> </w:t>
      </w:r>
      <w:r w:rsidRPr="003C40D7">
        <w:t>and</w:t>
      </w:r>
      <w:r w:rsidR="00046589">
        <w:t xml:space="preserve"> </w:t>
      </w:r>
      <w:proofErr w:type="spellStart"/>
      <w:r w:rsidRPr="003C40D7">
        <w:t>synoptical</w:t>
      </w:r>
      <w:proofErr w:type="spellEnd"/>
      <w:r w:rsidR="00046589">
        <w:t xml:space="preserve"> </w:t>
      </w:r>
      <w:r w:rsidRPr="003C40D7">
        <w:t>framework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lengthy</w:t>
      </w:r>
      <w:r w:rsidR="00046589">
        <w:t xml:space="preserve"> </w:t>
      </w:r>
      <w:r w:rsidRPr="003C40D7">
        <w:t>treatise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history,</w:t>
      </w:r>
      <w:r w:rsidR="00046589">
        <w:t xml:space="preserve"> </w:t>
      </w:r>
      <w:r w:rsidRPr="003C40D7">
        <w:t>namely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Kitab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al</w:t>
      </w:r>
      <w:r w:rsidR="006F62A6">
        <w:rPr>
          <w:rStyle w:val="libItalicChar"/>
        </w:rPr>
        <w:t>-</w:t>
      </w:r>
      <w:proofErr w:type="spellStart"/>
      <w:r w:rsidRPr="003C40D7">
        <w:rPr>
          <w:rStyle w:val="libItalicChar"/>
        </w:rPr>
        <w:t>ibar</w:t>
      </w:r>
      <w:proofErr w:type="spellEnd"/>
      <w:r w:rsidRPr="003C40D7">
        <w:t>.</w:t>
      </w:r>
      <w:r w:rsidR="00046589">
        <w:t xml:space="preserve"> </w:t>
      </w:r>
      <w:r w:rsidRPr="003C40D7">
        <w:t>During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lifetime</w:t>
      </w:r>
      <w:r w:rsidR="00046589">
        <w:t xml:space="preserve"> </w:t>
      </w:r>
      <w:r w:rsidRPr="003C40D7">
        <w:t>this</w:t>
      </w:r>
      <w:r w:rsidR="00046589">
        <w:t xml:space="preserve"> </w:t>
      </w:r>
      <w:r w:rsidRPr="003C40D7">
        <w:t>monument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medieval</w:t>
      </w:r>
      <w:r w:rsidR="00046589">
        <w:t xml:space="preserve"> </w:t>
      </w:r>
      <w:r w:rsidRPr="003C40D7">
        <w:t>scholarship</w:t>
      </w:r>
      <w:r w:rsidR="00046589">
        <w:t xml:space="preserve"> </w:t>
      </w:r>
      <w:r w:rsidRPr="003C40D7">
        <w:t>was</w:t>
      </w:r>
      <w:r w:rsidR="00046589">
        <w:t xml:space="preserve"> </w:t>
      </w:r>
      <w:r w:rsidRPr="003C40D7">
        <w:t>not</w:t>
      </w:r>
      <w:r w:rsidR="00046589">
        <w:t xml:space="preserve"> </w:t>
      </w:r>
      <w:r w:rsidRPr="003C40D7">
        <w:t>received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an</w:t>
      </w:r>
      <w:r w:rsidR="00046589">
        <w:t xml:space="preserve"> </w:t>
      </w:r>
      <w:r w:rsidRPr="003C40D7">
        <w:t>outstanding</w:t>
      </w:r>
      <w:r w:rsidR="00046589">
        <w:t xml:space="preserve"> </w:t>
      </w:r>
      <w:r w:rsidRPr="003C40D7">
        <w:t>classic</w:t>
      </w:r>
      <w:r w:rsidR="00046589">
        <w:t xml:space="preserve"> </w:t>
      </w:r>
      <w:r w:rsidRPr="003C40D7">
        <w:t>text</w:t>
      </w:r>
      <w:r w:rsidR="00046589">
        <w:t xml:space="preserve"> </w:t>
      </w:r>
      <w:r w:rsidRPr="003C40D7">
        <w:t>destined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lift</w:t>
      </w:r>
      <w:r w:rsidR="00046589">
        <w:t xml:space="preserve"> </w:t>
      </w:r>
      <w:r w:rsidRPr="003C40D7">
        <w:t>its</w:t>
      </w:r>
      <w:r w:rsidR="00046589">
        <w:t xml:space="preserve"> </w:t>
      </w:r>
      <w:r w:rsidRPr="003C40D7">
        <w:t>author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pantheon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universally</w:t>
      </w:r>
      <w:r w:rsidR="00046589">
        <w:t xml:space="preserve"> </w:t>
      </w:r>
      <w:r w:rsidRPr="003C40D7">
        <w:t>acclaimed</w:t>
      </w:r>
      <w:r w:rsidR="00046589">
        <w:t xml:space="preserve"> </w:t>
      </w:r>
      <w:r w:rsidRPr="003C40D7">
        <w:t>intellectual</w:t>
      </w:r>
      <w:r w:rsidR="00046589">
        <w:t xml:space="preserve"> </w:t>
      </w:r>
      <w:r w:rsidRPr="003C40D7">
        <w:t>celebrities.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bulk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Kitab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al</w:t>
      </w:r>
      <w:r w:rsidR="006F62A6">
        <w:rPr>
          <w:rStyle w:val="libItalicChar"/>
        </w:rPr>
        <w:t>-</w:t>
      </w:r>
      <w:proofErr w:type="spellStart"/>
      <w:r w:rsidRPr="003C40D7">
        <w:rPr>
          <w:rStyle w:val="libItalicChar"/>
        </w:rPr>
        <w:t>ibar</w:t>
      </w:r>
      <w:proofErr w:type="spellEnd"/>
      <w:r w:rsidR="00046589">
        <w:t xml:space="preserve"> </w:t>
      </w:r>
      <w:r w:rsidRPr="003C40D7">
        <w:t>does</w:t>
      </w:r>
      <w:r w:rsidR="00046589">
        <w:t xml:space="preserve"> </w:t>
      </w:r>
      <w:r w:rsidRPr="003C40D7">
        <w:t>not</w:t>
      </w:r>
      <w:r w:rsidR="00046589">
        <w:t xml:space="preserve"> </w:t>
      </w:r>
      <w:r w:rsidRPr="003C40D7">
        <w:t>significantly</w:t>
      </w:r>
      <w:r w:rsidR="00046589">
        <w:t xml:space="preserve"> </w:t>
      </w:r>
      <w:r w:rsidRPr="003C40D7">
        <w:t>depart</w:t>
      </w:r>
      <w:r w:rsidR="00046589">
        <w:t xml:space="preserve"> </w:t>
      </w:r>
      <w:r w:rsidRPr="003C40D7">
        <w:t>from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mainstream</w:t>
      </w:r>
      <w:r w:rsidR="00046589">
        <w:t xml:space="preserve"> </w:t>
      </w:r>
      <w:proofErr w:type="spellStart"/>
      <w:r w:rsidRPr="003C40D7">
        <w:t>historiographic</w:t>
      </w:r>
      <w:proofErr w:type="spellEnd"/>
      <w:r w:rsidR="00046589">
        <w:t xml:space="preserve"> </w:t>
      </w:r>
      <w:r w:rsidRPr="003C40D7">
        <w:t>tradition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predecessors.</w:t>
      </w:r>
      <w:r w:rsidR="00046589">
        <w:t xml:space="preserve"> </w:t>
      </w:r>
      <w:r w:rsidRPr="003C40D7">
        <w:t>But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Muqaddimah</w:t>
      </w:r>
      <w:proofErr w:type="spellEnd"/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 w:rsidRPr="003C40D7">
        <w:t>ventured</w:t>
      </w:r>
      <w:r w:rsidR="00046589">
        <w:t xml:space="preserve"> </w:t>
      </w:r>
      <w:r w:rsidRPr="003C40D7">
        <w:t>into</w:t>
      </w:r>
      <w:r w:rsidR="00046589">
        <w:t xml:space="preserve"> </w:t>
      </w:r>
      <w:proofErr w:type="spellStart"/>
      <w:r w:rsidRPr="003C40D7">
        <w:t>untrodden</w:t>
      </w:r>
      <w:proofErr w:type="spellEnd"/>
      <w:r w:rsidR="00046589">
        <w:t xml:space="preserve"> </w:t>
      </w:r>
      <w:r w:rsidRPr="003C40D7">
        <w:t>paths.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characteristic</w:t>
      </w:r>
      <w:r w:rsidR="00046589">
        <w:t xml:space="preserve"> </w:t>
      </w:r>
      <w:r w:rsidRPr="003C40D7">
        <w:t>in</w:t>
      </w:r>
      <w:r w:rsidR="006F62A6">
        <w:t>-</w:t>
      </w:r>
      <w:r w:rsidRPr="003C40D7">
        <w:t>depth</w:t>
      </w:r>
      <w:r w:rsidR="00046589">
        <w:t xml:space="preserve"> </w:t>
      </w:r>
      <w:r w:rsidRPr="003C40D7">
        <w:t>analysis,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socio</w:t>
      </w:r>
      <w:r w:rsidR="006F62A6">
        <w:t>-</w:t>
      </w:r>
      <w:r w:rsidRPr="003C40D7">
        <w:t>economic</w:t>
      </w:r>
      <w:r w:rsidR="00046589">
        <w:t xml:space="preserve"> </w:t>
      </w:r>
      <w:r w:rsidRPr="003C40D7">
        <w:t>realism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masterly</w:t>
      </w:r>
      <w:r w:rsidR="00046589">
        <w:t xml:space="preserve"> </w:t>
      </w:r>
      <w:r w:rsidRPr="003C40D7">
        <w:t>comprehensiveness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essay</w:t>
      </w:r>
      <w:r w:rsidR="00046589">
        <w:t xml:space="preserve"> </w:t>
      </w:r>
      <w:r w:rsidRPr="003C40D7">
        <w:t>came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shock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startled</w:t>
      </w:r>
      <w:r w:rsidR="00046589">
        <w:t xml:space="preserve"> </w:t>
      </w:r>
      <w:r w:rsidRPr="003C40D7">
        <w:t>most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contemporaries.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several</w:t>
      </w:r>
      <w:r w:rsidR="00046589">
        <w:t xml:space="preserve"> </w:t>
      </w:r>
      <w:r w:rsidRPr="003C40D7">
        <w:t>issues,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methodological</w:t>
      </w:r>
      <w:r w:rsidR="00046589">
        <w:t xml:space="preserve"> </w:t>
      </w:r>
      <w:r w:rsidRPr="003C40D7">
        <w:t>innovation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Muqaddimah</w:t>
      </w:r>
      <w:proofErr w:type="spellEnd"/>
      <w:r w:rsidR="00046589">
        <w:t xml:space="preserve"> </w:t>
      </w:r>
      <w:r>
        <w:t>broke</w:t>
      </w:r>
      <w:r w:rsidR="00046589">
        <w:t xml:space="preserve"> </w:t>
      </w:r>
      <w:r>
        <w:t>away</w:t>
      </w:r>
      <w:r w:rsidR="00046589">
        <w:t xml:space="preserve"> </w:t>
      </w:r>
      <w:r>
        <w:t>from</w:t>
      </w:r>
      <w:r w:rsidR="00046589">
        <w:t xml:space="preserve"> </w:t>
      </w:r>
      <w:r>
        <w:t>the</w:t>
      </w:r>
      <w:r w:rsidR="00046589">
        <w:t xml:space="preserve"> </w:t>
      </w:r>
      <w:r>
        <w:t>cherished</w:t>
      </w:r>
      <w:r w:rsidR="00046589">
        <w:t xml:space="preserve"> </w:t>
      </w:r>
      <w:r>
        <w:t>canons</w:t>
      </w:r>
      <w:r w:rsidR="00046589">
        <w:t xml:space="preserve"> </w:t>
      </w:r>
      <w:r>
        <w:t>of</w:t>
      </w:r>
      <w:r w:rsidR="00046589">
        <w:t xml:space="preserve"> </w:t>
      </w:r>
      <w:r>
        <w:t>mainstream</w:t>
      </w:r>
      <w:r w:rsidR="00046589">
        <w:t xml:space="preserve"> </w:t>
      </w:r>
      <w:r>
        <w:t>Islamic</w:t>
      </w:r>
      <w:r w:rsidR="00046589">
        <w:t xml:space="preserve"> </w:t>
      </w:r>
      <w:r>
        <w:t>thinking.</w:t>
      </w:r>
    </w:p>
    <w:p w:rsidR="003C40D7" w:rsidRDefault="003C40D7" w:rsidP="003C40D7">
      <w:pPr>
        <w:pStyle w:val="libNormal"/>
      </w:pPr>
      <w:r>
        <w:t>Erwin</w:t>
      </w:r>
      <w:r w:rsidR="00046589">
        <w:t xml:space="preserve"> </w:t>
      </w:r>
      <w:r>
        <w:t>Rosenthal</w:t>
      </w:r>
      <w:r w:rsidR="00046589">
        <w:t xml:space="preserve"> </w:t>
      </w:r>
      <w:r>
        <w:t>who</w:t>
      </w:r>
      <w:r w:rsidR="00046589">
        <w:t xml:space="preserve"> </w:t>
      </w:r>
      <w:r>
        <w:t>published</w:t>
      </w:r>
      <w:r w:rsidR="00046589">
        <w:t xml:space="preserve"> </w:t>
      </w:r>
      <w:r>
        <w:t>one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first</w:t>
      </w:r>
      <w:r w:rsidR="00046589">
        <w:t xml:space="preserve"> </w:t>
      </w:r>
      <w:r>
        <w:t>socio</w:t>
      </w:r>
      <w:r w:rsidR="006F62A6">
        <w:t>-</w:t>
      </w:r>
      <w:r>
        <w:t>political</w:t>
      </w:r>
      <w:r w:rsidR="00046589">
        <w:t xml:space="preserve"> </w:t>
      </w:r>
      <w:r>
        <w:t>analyses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Muqaddimah</w:t>
      </w:r>
      <w:proofErr w:type="spellEnd"/>
      <w:r w:rsidRPr="003C40D7">
        <w:t>,</w:t>
      </w:r>
      <w:r w:rsidR="00046589">
        <w:t xml:space="preserve"> </w:t>
      </w:r>
      <w:r w:rsidRPr="003C40D7">
        <w:t>made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following</w:t>
      </w:r>
      <w:r w:rsidR="00046589">
        <w:t xml:space="preserve"> </w:t>
      </w:r>
      <w:r w:rsidRPr="003C40D7">
        <w:t>important</w:t>
      </w:r>
      <w:r w:rsidR="00046589">
        <w:t xml:space="preserve"> </w:t>
      </w:r>
      <w:r w:rsidRPr="003C40D7">
        <w:t>remark</w:t>
      </w:r>
      <w:r w:rsidR="006F62A6">
        <w:t>:</w:t>
      </w:r>
      <w:r w:rsidR="00046589">
        <w:t xml:space="preserve"> </w:t>
      </w:r>
      <w:r w:rsidRPr="003C40D7">
        <w:t>"To</w:t>
      </w:r>
      <w:r w:rsidR="00046589">
        <w:t xml:space="preserve"> </w:t>
      </w:r>
      <w:r w:rsidRPr="003C40D7">
        <w:t>my</w:t>
      </w:r>
      <w:r w:rsidR="00046589">
        <w:t xml:space="preserve"> </w:t>
      </w:r>
      <w:r w:rsidRPr="003C40D7">
        <w:t>knowledge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 w:rsidRPr="003C40D7">
        <w:t>was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first</w:t>
      </w:r>
      <w:r w:rsidR="00046589">
        <w:t xml:space="preserve"> </w:t>
      </w:r>
      <w:r w:rsidRPr="003C40D7">
        <w:t>medieval</w:t>
      </w:r>
      <w:r w:rsidR="00046589">
        <w:t xml:space="preserve"> </w:t>
      </w:r>
      <w:r w:rsidRPr="003C40D7">
        <w:t>thinker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see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importance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economics</w:t>
      </w:r>
      <w:r w:rsidR="00046589">
        <w:t xml:space="preserve"> </w:t>
      </w:r>
      <w:r w:rsidRPr="003C40D7">
        <w:t>for</w:t>
      </w:r>
      <w:r w:rsidR="00046589">
        <w:t xml:space="preserve"> </w:t>
      </w:r>
      <w:r w:rsidRPr="003C40D7">
        <w:t>politics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for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whole</w:t>
      </w:r>
      <w:r w:rsidR="00046589">
        <w:t xml:space="preserve"> </w:t>
      </w:r>
      <w:r w:rsidRPr="003C40D7">
        <w:t>life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any</w:t>
      </w:r>
      <w:r w:rsidR="00046589">
        <w:t xml:space="preserve"> </w:t>
      </w:r>
      <w:r w:rsidRPr="003C40D7">
        <w:t>society</w:t>
      </w:r>
      <w:r w:rsidR="00046589">
        <w:t xml:space="preserve"> </w:t>
      </w:r>
      <w:proofErr w:type="spellStart"/>
      <w:r w:rsidRPr="003C40D7">
        <w:t>organised</w:t>
      </w:r>
      <w:proofErr w:type="spellEnd"/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state"</w:t>
      </w:r>
      <w:r w:rsidR="00046589">
        <w:t xml:space="preserve"> </w:t>
      </w:r>
      <w:r w:rsidRPr="003C40D7">
        <w:t>(Rosenthal,</w:t>
      </w:r>
      <w:r w:rsidR="00046589">
        <w:t xml:space="preserve"> </w:t>
      </w:r>
      <w:r w:rsidRPr="003C40D7">
        <w:t>1962:90).</w:t>
      </w:r>
      <w:r w:rsidR="00046589">
        <w:t xml:space="preserve"> </w:t>
      </w:r>
      <w:r w:rsidRPr="003C40D7">
        <w:t>In</w:t>
      </w:r>
      <w:r w:rsidR="00046589">
        <w:t xml:space="preserve"> </w:t>
      </w:r>
      <w:proofErr w:type="spellStart"/>
      <w:r w:rsidRPr="003C40D7">
        <w:t>Ibn</w:t>
      </w:r>
      <w:proofErr w:type="spellEnd"/>
      <w:r w:rsidR="00046589">
        <w:t xml:space="preserve"> </w:t>
      </w:r>
      <w:proofErr w:type="spellStart"/>
      <w:r w:rsidRPr="003C40D7">
        <w:t>Khaldun's</w:t>
      </w:r>
      <w:proofErr w:type="spellEnd"/>
      <w:r w:rsidR="00046589">
        <w:t xml:space="preserve"> </w:t>
      </w:r>
      <w:r w:rsidRPr="003C40D7">
        <w:t>mindset,</w:t>
      </w:r>
      <w:r w:rsidR="00046589">
        <w:t xml:space="preserve"> </w:t>
      </w:r>
      <w:r w:rsidRPr="003C40D7">
        <w:t>socio</w:t>
      </w:r>
      <w:r w:rsidR="006F62A6">
        <w:t>-</w:t>
      </w:r>
      <w:r w:rsidRPr="003C40D7">
        <w:t>political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economic</w:t>
      </w:r>
      <w:r w:rsidR="00046589">
        <w:t xml:space="preserve"> </w:t>
      </w:r>
      <w:r w:rsidRPr="003C40D7">
        <w:t>development</w:t>
      </w:r>
      <w:r w:rsidR="00046589">
        <w:t xml:space="preserve"> </w:t>
      </w:r>
      <w:r w:rsidRPr="003C40D7">
        <w:t>go</w:t>
      </w:r>
      <w:r w:rsidR="00046589">
        <w:t xml:space="preserve"> </w:t>
      </w:r>
      <w:r w:rsidRPr="003C40D7">
        <w:t>hand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hand.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untraditional</w:t>
      </w:r>
      <w:r w:rsidR="00046589">
        <w:t xml:space="preserve"> </w:t>
      </w:r>
      <w:r w:rsidRPr="003C40D7">
        <w:t>method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prima</w:t>
      </w:r>
      <w:r w:rsidR="00046589">
        <w:t xml:space="preserve"> </w:t>
      </w:r>
      <w:r w:rsidRPr="003C40D7">
        <w:t>donna</w:t>
      </w:r>
      <w:r w:rsidR="006F62A6">
        <w:t>-</w:t>
      </w:r>
      <w:r w:rsidRPr="003C40D7">
        <w:t>like</w:t>
      </w:r>
      <w:r w:rsidR="00046589">
        <w:t xml:space="preserve"> </w:t>
      </w:r>
      <w:r w:rsidRPr="003C40D7">
        <w:t>ego</w:t>
      </w:r>
      <w:r w:rsidR="00046589">
        <w:t xml:space="preserve"> </w:t>
      </w:r>
      <w:proofErr w:type="spellStart"/>
      <w:r w:rsidRPr="003C40D7">
        <w:t>unabled</w:t>
      </w:r>
      <w:proofErr w:type="spellEnd"/>
      <w:r w:rsidR="00046589">
        <w:t xml:space="preserve"> </w:t>
      </w:r>
      <w:r w:rsidRPr="003C40D7">
        <w:t>him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build</w:t>
      </w:r>
      <w:r w:rsidR="00046589">
        <w:t xml:space="preserve"> </w:t>
      </w:r>
      <w:r w:rsidRPr="003C40D7">
        <w:t>up</w:t>
      </w:r>
      <w:r w:rsidR="00046589">
        <w:t xml:space="preserve"> </w:t>
      </w:r>
      <w:r w:rsidRPr="003C40D7">
        <w:t>an</w:t>
      </w:r>
      <w:r w:rsidR="00046589">
        <w:t xml:space="preserve"> </w:t>
      </w:r>
      <w:r w:rsidRPr="003C40D7">
        <w:t>audience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still</w:t>
      </w:r>
      <w:r w:rsidR="00046589">
        <w:t xml:space="preserve"> </w:t>
      </w:r>
      <w:r w:rsidRPr="003C40D7">
        <w:t>less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school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followers.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lifetime</w:t>
      </w:r>
      <w:r w:rsidR="00046589">
        <w:t xml:space="preserve"> </w:t>
      </w:r>
      <w:r w:rsidRPr="003C40D7">
        <w:t>he</w:t>
      </w:r>
      <w:r w:rsidR="00046589">
        <w:t xml:space="preserve"> </w:t>
      </w:r>
      <w:r w:rsidRPr="003C40D7">
        <w:t>was</w:t>
      </w:r>
      <w:r w:rsidR="00046589">
        <w:t xml:space="preserve"> </w:t>
      </w:r>
      <w:r w:rsidRPr="003C40D7">
        <w:t>more</w:t>
      </w:r>
      <w:r w:rsidR="00046589">
        <w:t xml:space="preserve"> </w:t>
      </w:r>
      <w:r w:rsidRPr="003C40D7">
        <w:t>reviled</w:t>
      </w:r>
      <w:r w:rsidR="00046589">
        <w:t xml:space="preserve"> </w:t>
      </w:r>
      <w:r w:rsidRPr="003C40D7">
        <w:t>than</w:t>
      </w:r>
      <w:r w:rsidR="00046589">
        <w:t xml:space="preserve"> </w:t>
      </w:r>
      <w:r w:rsidRPr="003C40D7">
        <w:t>praised.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t>Andalusian</w:t>
      </w:r>
      <w:proofErr w:type="spellEnd"/>
      <w:r w:rsidR="00046589">
        <w:t xml:space="preserve"> </w:t>
      </w:r>
      <w:r w:rsidRPr="003C40D7">
        <w:t>epigone</w:t>
      </w:r>
      <w:r w:rsidR="00046589">
        <w:t xml:space="preserve"> </w:t>
      </w:r>
      <w:proofErr w:type="spellStart"/>
      <w:r w:rsidRPr="003C40D7">
        <w:t>Ibn</w:t>
      </w:r>
      <w:proofErr w:type="spellEnd"/>
      <w:r w:rsidR="00046589">
        <w:t xml:space="preserve"> </w:t>
      </w:r>
      <w:r w:rsidRPr="003C40D7">
        <w:t>al</w:t>
      </w:r>
      <w:r w:rsidR="006F62A6">
        <w:t>-</w:t>
      </w:r>
      <w:proofErr w:type="spellStart"/>
      <w:r w:rsidRPr="003C40D7">
        <w:t>Azraq</w:t>
      </w:r>
      <w:proofErr w:type="spellEnd"/>
      <w:r w:rsidR="00046589">
        <w:t xml:space="preserve"> </w:t>
      </w:r>
      <w:r w:rsidRPr="003C40D7">
        <w:t>(1428</w:t>
      </w:r>
      <w:r w:rsidR="006F62A6">
        <w:t>-</w:t>
      </w:r>
      <w:r w:rsidRPr="003C40D7">
        <w:t>1491)</w:t>
      </w:r>
      <w:r w:rsidR="00046589">
        <w:t xml:space="preserve"> </w:t>
      </w:r>
      <w:r w:rsidRPr="003C40D7">
        <w:t>was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remarkable</w:t>
      </w:r>
      <w:r w:rsidR="00046589">
        <w:t xml:space="preserve"> </w:t>
      </w:r>
      <w:r w:rsidRPr="003C40D7">
        <w:t>exception.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near</w:t>
      </w:r>
      <w:r w:rsidR="00046589">
        <w:t xml:space="preserve"> </w:t>
      </w:r>
      <w:r w:rsidRPr="003C40D7">
        <w:t>contemporary,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Egyptian</w:t>
      </w:r>
      <w:r w:rsidR="00046589">
        <w:t xml:space="preserve"> </w:t>
      </w:r>
      <w:r w:rsidRPr="003C40D7">
        <w:t>historian</w:t>
      </w:r>
      <w:r w:rsidR="00046589">
        <w:t xml:space="preserve"> </w:t>
      </w:r>
      <w:r w:rsidRPr="003C40D7">
        <w:t>al</w:t>
      </w:r>
      <w:r w:rsidR="006F62A6">
        <w:t>-</w:t>
      </w:r>
      <w:proofErr w:type="spellStart"/>
      <w:r w:rsidRPr="003C40D7">
        <w:t>Maqrizi</w:t>
      </w:r>
      <w:proofErr w:type="spellEnd"/>
      <w:r w:rsidR="00046589">
        <w:t xml:space="preserve"> </w:t>
      </w:r>
      <w:r w:rsidRPr="003C40D7">
        <w:t>(1364</w:t>
      </w:r>
      <w:r w:rsidR="006F62A6">
        <w:t>-</w:t>
      </w:r>
      <w:r w:rsidRPr="003C40D7">
        <w:t>1442)</w:t>
      </w:r>
      <w:r w:rsidR="00046589">
        <w:t xml:space="preserve"> </w:t>
      </w:r>
      <w:r w:rsidRPr="003C40D7">
        <w:t>admired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Muqaddimah</w:t>
      </w:r>
      <w:proofErr w:type="spellEnd"/>
      <w:r w:rsidRPr="003C40D7">
        <w:t>.</w:t>
      </w:r>
      <w:r w:rsidR="00046589">
        <w:t xml:space="preserve"> </w:t>
      </w:r>
      <w:r w:rsidRPr="003C40D7">
        <w:t>He</w:t>
      </w:r>
      <w:r w:rsidR="00046589">
        <w:t xml:space="preserve"> </w:t>
      </w:r>
      <w:r w:rsidRPr="003C40D7">
        <w:t>also</w:t>
      </w:r>
      <w:r w:rsidR="00046589">
        <w:t xml:space="preserve"> </w:t>
      </w:r>
      <w:r w:rsidRPr="003C40D7">
        <w:t>engaged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social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economic</w:t>
      </w:r>
      <w:r w:rsidR="00046589">
        <w:t xml:space="preserve"> </w:t>
      </w:r>
      <w:r w:rsidRPr="003C40D7">
        <w:t>history</w:t>
      </w:r>
      <w:r w:rsidR="00046589">
        <w:t xml:space="preserve"> </w:t>
      </w:r>
      <w:r w:rsidRPr="003C40D7">
        <w:t>writing</w:t>
      </w:r>
      <w:r w:rsidR="00046589">
        <w:t xml:space="preserve"> </w:t>
      </w:r>
      <w:r w:rsidRPr="003C40D7">
        <w:t>but</w:t>
      </w:r>
      <w:r w:rsidR="00046589">
        <w:t xml:space="preserve"> </w:t>
      </w:r>
      <w:r w:rsidRPr="003C40D7">
        <w:t>went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own</w:t>
      </w:r>
      <w:r w:rsidR="00046589">
        <w:t xml:space="preserve"> </w:t>
      </w:r>
      <w:r w:rsidRPr="003C40D7">
        <w:t>way</w:t>
      </w:r>
      <w:r w:rsidR="00046589">
        <w:t xml:space="preserve"> </w:t>
      </w:r>
      <w:r w:rsidRPr="003C40D7">
        <w:t>for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methodology.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some</w:t>
      </w:r>
      <w:r w:rsidR="00046589">
        <w:t xml:space="preserve"> </w:t>
      </w:r>
      <w:r w:rsidRPr="003C40D7">
        <w:t>important</w:t>
      </w:r>
      <w:r w:rsidR="00046589">
        <w:t xml:space="preserve"> </w:t>
      </w:r>
      <w:r w:rsidRPr="003C40D7">
        <w:t>matters</w:t>
      </w:r>
      <w:r w:rsidR="00046589">
        <w:t xml:space="preserve"> </w:t>
      </w:r>
      <w:r w:rsidRPr="003C40D7">
        <w:t>like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practice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money</w:t>
      </w:r>
      <w:r w:rsidR="00046589">
        <w:t xml:space="preserve"> </w:t>
      </w:r>
      <w:r w:rsidRPr="003C40D7">
        <w:t>debasement,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thirteenth</w:t>
      </w:r>
      <w:r w:rsidR="00046589">
        <w:t xml:space="preserve"> </w:t>
      </w:r>
      <w:r w:rsidRPr="003C40D7">
        <w:t>century</w:t>
      </w:r>
      <w:r w:rsidR="00046589">
        <w:t xml:space="preserve"> </w:t>
      </w:r>
      <w:proofErr w:type="spellStart"/>
      <w:r w:rsidRPr="003C40D7">
        <w:t>Hanbalite</w:t>
      </w:r>
      <w:proofErr w:type="spellEnd"/>
      <w:r w:rsidR="00046589">
        <w:t xml:space="preserve"> </w:t>
      </w:r>
      <w:r w:rsidRPr="003C40D7">
        <w:t>jurist</w:t>
      </w:r>
      <w:r w:rsidR="00046589">
        <w:t xml:space="preserve"> </w:t>
      </w:r>
      <w:proofErr w:type="spellStart"/>
      <w:r w:rsidRPr="003C40D7">
        <w:t>Ibn</w:t>
      </w:r>
      <w:proofErr w:type="spellEnd"/>
      <w:r w:rsidR="00046589">
        <w:t xml:space="preserve"> </w:t>
      </w:r>
      <w:proofErr w:type="spellStart"/>
      <w:r w:rsidRPr="003C40D7">
        <w:t>Taymiyyah</w:t>
      </w:r>
      <w:proofErr w:type="spellEnd"/>
      <w:r w:rsidR="00046589">
        <w:t xml:space="preserve"> </w:t>
      </w:r>
      <w:r w:rsidRPr="003C40D7">
        <w:t>(1263</w:t>
      </w:r>
      <w:r w:rsidR="006F62A6">
        <w:t>-</w:t>
      </w:r>
      <w:r w:rsidRPr="003C40D7">
        <w:t>1328)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also</w:t>
      </w:r>
      <w:r w:rsidR="00046589">
        <w:t xml:space="preserve"> </w:t>
      </w:r>
      <w:r w:rsidRPr="003C40D7">
        <w:t>al</w:t>
      </w:r>
      <w:r w:rsidR="006F62A6">
        <w:t>-</w:t>
      </w:r>
      <w:proofErr w:type="spellStart"/>
      <w:r w:rsidRPr="003C40D7">
        <w:t>Maqrizi</w:t>
      </w:r>
      <w:proofErr w:type="spellEnd"/>
      <w:r w:rsidR="00046589">
        <w:t xml:space="preserve"> </w:t>
      </w:r>
      <w:r w:rsidRPr="003C40D7">
        <w:t>offer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more</w:t>
      </w:r>
      <w:r w:rsidR="00046589">
        <w:t xml:space="preserve"> </w:t>
      </w:r>
      <w:r w:rsidRPr="003C40D7">
        <w:t>penetrating</w:t>
      </w:r>
      <w:r w:rsidR="00046589">
        <w:t xml:space="preserve"> </w:t>
      </w:r>
      <w:r w:rsidRPr="003C40D7">
        <w:t>analysis.</w:t>
      </w:r>
      <w:r w:rsidR="00046589">
        <w:t xml:space="preserve"> </w:t>
      </w:r>
      <w:r w:rsidRPr="003C40D7">
        <w:t>Notwithstanding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t>floppyness</w:t>
      </w:r>
      <w:proofErr w:type="spellEnd"/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some</w:t>
      </w:r>
      <w:r w:rsidR="00046589">
        <w:t xml:space="preserve"> </w:t>
      </w:r>
      <w:r w:rsidRPr="003C40D7">
        <w:t>factual</w:t>
      </w:r>
      <w:r w:rsidR="00046589">
        <w:t xml:space="preserve"> </w:t>
      </w:r>
      <w:r w:rsidRPr="003C40D7">
        <w:t>details,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 w:rsidRPr="003C40D7">
        <w:t>surpasses</w:t>
      </w:r>
      <w:r w:rsidR="00046589">
        <w:t xml:space="preserve"> </w:t>
      </w:r>
      <w:r w:rsidRPr="003C40D7">
        <w:t>them</w:t>
      </w:r>
      <w:r w:rsidR="00046589">
        <w:t xml:space="preserve"> </w:t>
      </w:r>
      <w:r w:rsidRPr="003C40D7">
        <w:t>all</w:t>
      </w:r>
      <w:r w:rsidR="00046589">
        <w:t xml:space="preserve"> </w:t>
      </w:r>
      <w:r w:rsidRPr="003C40D7">
        <w:t>with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analytical</w:t>
      </w:r>
      <w:r w:rsidR="00046589">
        <w:t xml:space="preserve"> </w:t>
      </w:r>
      <w:r w:rsidRPr="003C40D7">
        <w:t>sharpness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realism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global</w:t>
      </w:r>
      <w:r w:rsidR="00046589">
        <w:t xml:space="preserve"> </w:t>
      </w:r>
      <w:r w:rsidRPr="003C40D7">
        <w:t>vision.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originality</w:t>
      </w:r>
      <w:r w:rsidR="00046589">
        <w:t xml:space="preserve"> </w:t>
      </w:r>
      <w:r w:rsidRPr="003C40D7">
        <w:t>consisted</w:t>
      </w:r>
      <w:r w:rsidR="00046589">
        <w:t xml:space="preserve"> </w:t>
      </w:r>
      <w:r w:rsidRPr="003C40D7">
        <w:t>precisely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patient</w:t>
      </w:r>
      <w:r w:rsidR="00046589">
        <w:t xml:space="preserve"> </w:t>
      </w:r>
      <w:r w:rsidRPr="003C40D7">
        <w:t>insight</w:t>
      </w:r>
      <w:r w:rsidR="00046589">
        <w:t xml:space="preserve"> </w:t>
      </w:r>
      <w:r w:rsidRPr="003C40D7">
        <w:t>with</w:t>
      </w:r>
      <w:r w:rsidR="00046589">
        <w:t xml:space="preserve"> </w:t>
      </w:r>
      <w:r w:rsidRPr="003C40D7">
        <w:t>which</w:t>
      </w:r>
      <w:r w:rsidR="00046589">
        <w:t xml:space="preserve"> </w:t>
      </w:r>
      <w:r w:rsidRPr="003C40D7">
        <w:t>he</w:t>
      </w:r>
      <w:r w:rsidR="00046589">
        <w:t xml:space="preserve"> </w:t>
      </w:r>
      <w:r w:rsidRPr="003C40D7">
        <w:t>described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social</w:t>
      </w:r>
      <w:r w:rsidR="00046589">
        <w:t xml:space="preserve"> </w:t>
      </w:r>
      <w:r w:rsidRPr="003C40D7">
        <w:t>web</w:t>
      </w:r>
      <w:r w:rsidR="00046589">
        <w:t xml:space="preserve"> </w:t>
      </w:r>
      <w:r w:rsidRPr="003C40D7">
        <w:t>(</w:t>
      </w:r>
      <w:proofErr w:type="spellStart"/>
      <w:r w:rsidRPr="003C40D7">
        <w:rPr>
          <w:rStyle w:val="libItalicChar"/>
        </w:rPr>
        <w:t>asabiyya</w:t>
      </w:r>
      <w:proofErr w:type="spellEnd"/>
      <w:r w:rsidRPr="003C40D7">
        <w:t>)</w:t>
      </w:r>
      <w:r w:rsidR="00046589">
        <w:t xml:space="preserve"> </w:t>
      </w:r>
      <w:r>
        <w:t>as</w:t>
      </w:r>
      <w:r w:rsidR="00046589">
        <w:t xml:space="preserve"> </w:t>
      </w:r>
      <w:r>
        <w:t>principal</w:t>
      </w:r>
      <w:r w:rsidR="00046589">
        <w:t xml:space="preserve"> </w:t>
      </w:r>
      <w:r>
        <w:t>determinant</w:t>
      </w:r>
      <w:r w:rsidR="00046589">
        <w:t xml:space="preserve"> </w:t>
      </w:r>
      <w:r>
        <w:t>in</w:t>
      </w:r>
      <w:r w:rsidR="00046589">
        <w:t xml:space="preserve"> </w:t>
      </w:r>
      <w:r>
        <w:t>human</w:t>
      </w:r>
      <w:r w:rsidR="00046589">
        <w:t xml:space="preserve"> </w:t>
      </w:r>
      <w:r>
        <w:t>history.</w:t>
      </w:r>
      <w:r w:rsidR="00046589">
        <w:t xml:space="preserve"> </w:t>
      </w:r>
      <w:r>
        <w:t>This</w:t>
      </w:r>
      <w:r w:rsidR="00046589">
        <w:t xml:space="preserve"> </w:t>
      </w:r>
      <w:r>
        <w:t>emphasis</w:t>
      </w:r>
      <w:r w:rsidR="00046589">
        <w:t xml:space="preserve"> </w:t>
      </w:r>
      <w:r>
        <w:t>on</w:t>
      </w:r>
      <w:r w:rsidR="00046589">
        <w:t xml:space="preserve"> </w:t>
      </w:r>
      <w:r>
        <w:t>the</w:t>
      </w:r>
      <w:r w:rsidR="00046589">
        <w:t xml:space="preserve"> </w:t>
      </w:r>
      <w:r>
        <w:t>social</w:t>
      </w:r>
      <w:r w:rsidR="00046589">
        <w:t xml:space="preserve"> </w:t>
      </w:r>
      <w:r>
        <w:t>dimension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lastRenderedPageBreak/>
        <w:t>cyclical</w:t>
      </w:r>
      <w:r w:rsidR="00046589">
        <w:t xml:space="preserve"> </w:t>
      </w:r>
      <w:r>
        <w:t>development</w:t>
      </w:r>
      <w:r w:rsidR="00046589">
        <w:t xml:space="preserve"> </w:t>
      </w:r>
      <w:r>
        <w:t>of</w:t>
      </w:r>
      <w:r w:rsidR="00046589">
        <w:t xml:space="preserve"> </w:t>
      </w:r>
      <w:r>
        <w:t>civilizations</w:t>
      </w:r>
      <w:r w:rsidR="00046589">
        <w:t xml:space="preserve"> </w:t>
      </w:r>
      <w:r>
        <w:t>implied</w:t>
      </w:r>
      <w:r w:rsidR="00046589">
        <w:t xml:space="preserve"> </w:t>
      </w:r>
      <w:r>
        <w:t>a</w:t>
      </w:r>
      <w:r w:rsidR="00046589">
        <w:t xml:space="preserve"> </w:t>
      </w:r>
      <w:r>
        <w:t>more</w:t>
      </w:r>
      <w:r w:rsidR="00046589">
        <w:t xml:space="preserve"> </w:t>
      </w:r>
      <w:r>
        <w:t>deterministic</w:t>
      </w:r>
      <w:r w:rsidR="00046589">
        <w:t xml:space="preserve"> </w:t>
      </w:r>
      <w:r>
        <w:t>attitude</w:t>
      </w:r>
      <w:r w:rsidR="00046589">
        <w:t xml:space="preserve"> </w:t>
      </w:r>
      <w:r>
        <w:t>than</w:t>
      </w:r>
      <w:r w:rsidR="00046589">
        <w:t xml:space="preserve"> </w:t>
      </w:r>
      <w:r>
        <w:t>any</w:t>
      </w:r>
      <w:r w:rsidR="00046589">
        <w:t xml:space="preserve"> </w:t>
      </w:r>
      <w:r>
        <w:t>to</w:t>
      </w:r>
      <w:r w:rsidR="00046589">
        <w:t xml:space="preserve"> </w:t>
      </w:r>
      <w:r>
        <w:t>which</w:t>
      </w:r>
      <w:r w:rsidR="00046589">
        <w:t xml:space="preserve"> </w:t>
      </w:r>
      <w:r>
        <w:t>his</w:t>
      </w:r>
      <w:r w:rsidR="00046589">
        <w:t xml:space="preserve"> </w:t>
      </w:r>
      <w:r>
        <w:t>contemporaries</w:t>
      </w:r>
      <w:r w:rsidR="00046589">
        <w:t xml:space="preserve"> </w:t>
      </w:r>
      <w:r>
        <w:t>were</w:t>
      </w:r>
      <w:r w:rsidR="00046589">
        <w:t xml:space="preserve"> </w:t>
      </w:r>
      <w:r>
        <w:t>accustomed.</w:t>
      </w:r>
    </w:p>
    <w:p w:rsidR="003C40D7" w:rsidRDefault="003C40D7" w:rsidP="003C40D7">
      <w:pPr>
        <w:pStyle w:val="libNormal"/>
      </w:pPr>
      <w:r>
        <w:t>After</w:t>
      </w:r>
      <w:r w:rsidR="00046589">
        <w:t xml:space="preserve"> </w:t>
      </w:r>
      <w:r>
        <w:t>a</w:t>
      </w:r>
      <w:r w:rsidR="00046589">
        <w:t xml:space="preserve"> </w:t>
      </w:r>
      <w:r>
        <w:t>relatively</w:t>
      </w:r>
      <w:r w:rsidR="00046589">
        <w:t xml:space="preserve"> </w:t>
      </w:r>
      <w:r>
        <w:t>long</w:t>
      </w:r>
      <w:r w:rsidR="00046589">
        <w:t xml:space="preserve"> </w:t>
      </w:r>
      <w:r>
        <w:t>eclipse</w:t>
      </w:r>
      <w:r w:rsidR="00046589">
        <w:t xml:space="preserve"> </w:t>
      </w:r>
      <w:r>
        <w:t>from</w:t>
      </w:r>
      <w:r w:rsidR="00046589">
        <w:t xml:space="preserve"> </w:t>
      </w:r>
      <w:r>
        <w:t>the</w:t>
      </w:r>
      <w:r w:rsidR="00046589">
        <w:t xml:space="preserve"> </w:t>
      </w:r>
      <w:r>
        <w:t>intellectual</w:t>
      </w:r>
      <w:r w:rsidR="00046589">
        <w:t xml:space="preserve"> </w:t>
      </w:r>
      <w:r>
        <w:t>scene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Arab</w:t>
      </w:r>
      <w:r w:rsidR="00046589">
        <w:t xml:space="preserve"> </w:t>
      </w:r>
      <w:r>
        <w:t>world,</w:t>
      </w:r>
      <w:r w:rsidR="00046589">
        <w:t xml:space="preserve"> </w:t>
      </w:r>
      <w:r>
        <w:t>our</w:t>
      </w:r>
      <w:r w:rsidR="00046589">
        <w:t xml:space="preserve"> </w:t>
      </w:r>
      <w:r>
        <w:t>fourteenth</w:t>
      </w:r>
      <w:r w:rsidR="00046589">
        <w:t xml:space="preserve"> </w:t>
      </w:r>
      <w:r>
        <w:t>century</w:t>
      </w:r>
      <w:r w:rsidR="00046589">
        <w:t xml:space="preserve"> </w:t>
      </w:r>
      <w:r>
        <w:t>author</w:t>
      </w:r>
      <w:r w:rsidR="00046589">
        <w:t xml:space="preserve"> </w:t>
      </w:r>
      <w:r>
        <w:t>was</w:t>
      </w:r>
      <w:r w:rsidR="00046589">
        <w:t xml:space="preserve"> </w:t>
      </w:r>
      <w:r>
        <w:t>rediscovered</w:t>
      </w:r>
      <w:r w:rsidR="00046589">
        <w:t xml:space="preserve"> </w:t>
      </w:r>
      <w:r>
        <w:t>by</w:t>
      </w:r>
      <w:r w:rsidR="00046589">
        <w:t xml:space="preserve"> </w:t>
      </w:r>
      <w:r>
        <w:t>the</w:t>
      </w:r>
      <w:r w:rsidR="00046589">
        <w:t xml:space="preserve"> </w:t>
      </w:r>
      <w:r>
        <w:t>European</w:t>
      </w:r>
      <w:r w:rsidR="00046589">
        <w:t xml:space="preserve"> </w:t>
      </w:r>
      <w:proofErr w:type="spellStart"/>
      <w:r>
        <w:t>orientalists</w:t>
      </w:r>
      <w:proofErr w:type="spellEnd"/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nineteenth</w:t>
      </w:r>
      <w:r w:rsidR="00046589">
        <w:t xml:space="preserve"> </w:t>
      </w:r>
      <w:r>
        <w:t>century.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wake</w:t>
      </w:r>
      <w:r w:rsidR="00046589">
        <w:t xml:space="preserve"> </w:t>
      </w:r>
      <w:r>
        <w:t>of</w:t>
      </w:r>
      <w:r w:rsidR="00046589">
        <w:t xml:space="preserve"> </w:t>
      </w:r>
      <w:r>
        <w:t>this</w:t>
      </w:r>
      <w:r w:rsidR="00046589">
        <w:t xml:space="preserve"> </w:t>
      </w:r>
      <w:r>
        <w:t>rediscovery,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Muqaddimah</w:t>
      </w:r>
      <w:proofErr w:type="spellEnd"/>
      <w:r w:rsidR="00046589">
        <w:t xml:space="preserve"> </w:t>
      </w:r>
      <w:r w:rsidRPr="003C40D7">
        <w:t>was</w:t>
      </w:r>
      <w:r w:rsidR="00046589">
        <w:t xml:space="preserve"> </w:t>
      </w:r>
      <w:r w:rsidRPr="003C40D7">
        <w:t>translated</w:t>
      </w:r>
      <w:r w:rsidR="00046589">
        <w:t xml:space="preserve"> </w:t>
      </w:r>
      <w:r w:rsidRPr="003C40D7">
        <w:t>into</w:t>
      </w:r>
      <w:r w:rsidR="00046589">
        <w:t xml:space="preserve"> </w:t>
      </w:r>
      <w:r w:rsidRPr="003C40D7">
        <w:t>several</w:t>
      </w:r>
      <w:r w:rsidR="00046589">
        <w:t xml:space="preserve"> </w:t>
      </w:r>
      <w:r w:rsidRPr="003C40D7">
        <w:t>languages.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1863</w:t>
      </w:r>
      <w:r w:rsidR="00046589">
        <w:t xml:space="preserve"> </w:t>
      </w:r>
      <w:r w:rsidRPr="003C40D7">
        <w:t>Marquis</w:t>
      </w:r>
      <w:r w:rsidR="00046589">
        <w:t xml:space="preserve"> </w:t>
      </w:r>
      <w:r w:rsidRPr="003C40D7">
        <w:t>de</w:t>
      </w:r>
      <w:r w:rsidR="00046589">
        <w:t xml:space="preserve"> </w:t>
      </w:r>
      <w:proofErr w:type="spellStart"/>
      <w:r w:rsidRPr="003C40D7">
        <w:t>Slane</w:t>
      </w:r>
      <w:proofErr w:type="spellEnd"/>
      <w:r w:rsidR="00046589">
        <w:t xml:space="preserve"> </w:t>
      </w:r>
      <w:r w:rsidRPr="003C40D7">
        <w:t>translated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rPr>
          <w:rStyle w:val="libItalicChar"/>
        </w:rPr>
        <w:t>Prolegomena</w:t>
      </w:r>
      <w:r w:rsidR="00046589">
        <w:t xml:space="preserve"> </w:t>
      </w:r>
      <w:r w:rsidRPr="003C40D7">
        <w:t>into</w:t>
      </w:r>
      <w:r w:rsidR="00046589">
        <w:t xml:space="preserve"> </w:t>
      </w:r>
      <w:r w:rsidRPr="003C40D7">
        <w:t>French.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English</w:t>
      </w:r>
      <w:r w:rsidR="00046589">
        <w:t xml:space="preserve"> </w:t>
      </w:r>
      <w:r w:rsidRPr="003C40D7">
        <w:t>speaking</w:t>
      </w:r>
      <w:r w:rsidR="00046589">
        <w:t xml:space="preserve"> </w:t>
      </w:r>
      <w:r w:rsidRPr="003C40D7">
        <w:t>world</w:t>
      </w:r>
      <w:r w:rsidR="00046589">
        <w:t xml:space="preserve"> </w:t>
      </w:r>
      <w:r w:rsidRPr="003C40D7">
        <w:t>had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wait</w:t>
      </w:r>
      <w:r w:rsidR="00046589">
        <w:t xml:space="preserve"> </w:t>
      </w:r>
      <w:r w:rsidRPr="003C40D7">
        <w:t>for</w:t>
      </w:r>
      <w:r w:rsidR="00046589">
        <w:t xml:space="preserve"> </w:t>
      </w:r>
      <w:r w:rsidRPr="003C40D7">
        <w:t>almost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century</w:t>
      </w:r>
      <w:r w:rsidR="00046589">
        <w:t xml:space="preserve"> </w:t>
      </w:r>
      <w:r w:rsidRPr="003C40D7">
        <w:t>later.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1958,</w:t>
      </w:r>
      <w:r w:rsidR="00046589">
        <w:t xml:space="preserve"> </w:t>
      </w:r>
      <w:r w:rsidRPr="003C40D7">
        <w:t>Frank</w:t>
      </w:r>
      <w:r w:rsidR="00046589">
        <w:t xml:space="preserve"> </w:t>
      </w:r>
      <w:r w:rsidRPr="003C40D7">
        <w:t>Rosenthal</w:t>
      </w:r>
      <w:r w:rsidR="00046589">
        <w:t xml:space="preserve"> </w:t>
      </w:r>
      <w:r w:rsidRPr="003C40D7">
        <w:t>p</w:t>
      </w:r>
      <w:r w:rsidR="006F62A6">
        <w:t>ublished</w:t>
      </w:r>
      <w:r w:rsidR="00046589">
        <w:t xml:space="preserve"> </w:t>
      </w:r>
      <w:r w:rsidR="006F62A6">
        <w:t>an</w:t>
      </w:r>
      <w:r w:rsidR="00046589">
        <w:t xml:space="preserve"> </w:t>
      </w:r>
      <w:r w:rsidR="006F62A6">
        <w:t>English</w:t>
      </w:r>
      <w:r w:rsidR="00046589">
        <w:t xml:space="preserve"> </w:t>
      </w:r>
      <w:r w:rsidR="006F62A6">
        <w:t>translation</w:t>
      </w:r>
      <w:r w:rsidRPr="003C40D7">
        <w:t>;</w:t>
      </w:r>
      <w:r w:rsidR="00046589">
        <w:t xml:space="preserve"> </w:t>
      </w:r>
      <w:r w:rsidRPr="003C40D7">
        <w:t>this</w:t>
      </w:r>
      <w:r w:rsidR="00046589">
        <w:t xml:space="preserve"> </w:t>
      </w:r>
      <w:r w:rsidRPr="003C40D7">
        <w:t>was</w:t>
      </w:r>
      <w:r w:rsidR="00046589">
        <w:t xml:space="preserve"> </w:t>
      </w:r>
      <w:r w:rsidRPr="003C40D7">
        <w:t>reprinted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1967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prefaced</w:t>
      </w:r>
      <w:r w:rsidR="00046589">
        <w:t xml:space="preserve"> </w:t>
      </w:r>
      <w:r w:rsidRPr="003C40D7">
        <w:t>with</w:t>
      </w:r>
      <w:r w:rsidR="00046589">
        <w:t xml:space="preserve"> </w:t>
      </w:r>
      <w:r w:rsidRPr="003C40D7">
        <w:t>text</w:t>
      </w:r>
      <w:r w:rsidR="006F62A6">
        <w:t>-critic</w:t>
      </w:r>
      <w:r w:rsidR="00046589">
        <w:t xml:space="preserve"> </w:t>
      </w:r>
      <w:r w:rsidR="006F62A6">
        <w:t>comments.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translations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other</w:t>
      </w:r>
      <w:r w:rsidR="00046589">
        <w:t xml:space="preserve"> </w:t>
      </w:r>
      <w:r w:rsidRPr="003C40D7">
        <w:t>languages</w:t>
      </w:r>
      <w:r w:rsidR="00046589">
        <w:t xml:space="preserve"> </w:t>
      </w:r>
      <w:r w:rsidRPr="003C40D7">
        <w:t>are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following</w:t>
      </w:r>
      <w:r w:rsidR="006F62A6">
        <w:t>:</w:t>
      </w:r>
      <w:r w:rsidR="00046589">
        <w:t xml:space="preserve"> </w:t>
      </w:r>
      <w:r w:rsidRPr="003C40D7">
        <w:t>into</w:t>
      </w:r>
      <w:r w:rsidR="00046589">
        <w:t xml:space="preserve"> </w:t>
      </w:r>
      <w:r w:rsidRPr="003C40D7">
        <w:t>Turkish</w:t>
      </w:r>
      <w:r w:rsidR="00046589">
        <w:t xml:space="preserve"> </w:t>
      </w:r>
      <w:r w:rsidRPr="003C40D7">
        <w:t>1859,</w:t>
      </w:r>
      <w:r w:rsidR="00046589">
        <w:t xml:space="preserve"> </w:t>
      </w:r>
      <w:r w:rsidRPr="003C40D7">
        <w:t>into</w:t>
      </w:r>
      <w:r w:rsidR="00046589">
        <w:t xml:space="preserve"> </w:t>
      </w:r>
      <w:r w:rsidRPr="003C40D7">
        <w:t>Urdu</w:t>
      </w:r>
      <w:r w:rsidR="00046589">
        <w:t xml:space="preserve"> </w:t>
      </w:r>
      <w:r w:rsidRPr="003C40D7">
        <w:t>1924,</w:t>
      </w:r>
      <w:r w:rsidR="00046589">
        <w:t xml:space="preserve"> </w:t>
      </w:r>
      <w:r w:rsidRPr="003C40D7">
        <w:t>into</w:t>
      </w:r>
      <w:r w:rsidR="00046589">
        <w:t xml:space="preserve"> </w:t>
      </w:r>
      <w:r w:rsidRPr="003C40D7">
        <w:t>Persian</w:t>
      </w:r>
      <w:r w:rsidR="00046589">
        <w:t xml:space="preserve"> </w:t>
      </w:r>
      <w:r w:rsidRPr="003C40D7">
        <w:t>1957,</w:t>
      </w:r>
      <w:r w:rsidR="00046589">
        <w:t xml:space="preserve"> </w:t>
      </w:r>
      <w:r w:rsidRPr="003C40D7">
        <w:t>into</w:t>
      </w:r>
      <w:r w:rsidR="00046589">
        <w:t xml:space="preserve"> </w:t>
      </w:r>
      <w:r w:rsidRPr="003C40D7">
        <w:t>Portuguese</w:t>
      </w:r>
      <w:r w:rsidR="00046589">
        <w:t xml:space="preserve"> </w:t>
      </w:r>
      <w:r w:rsidRPr="003C40D7">
        <w:t>1958,</w:t>
      </w:r>
      <w:r w:rsidR="00046589">
        <w:t xml:space="preserve"> </w:t>
      </w:r>
      <w:r w:rsidRPr="003C40D7">
        <w:t>into</w:t>
      </w:r>
      <w:r w:rsidR="00046589">
        <w:t xml:space="preserve"> </w:t>
      </w:r>
      <w:r w:rsidRPr="003C40D7">
        <w:t>Hindi</w:t>
      </w:r>
      <w:r w:rsidR="00046589">
        <w:t xml:space="preserve"> </w:t>
      </w:r>
      <w:r w:rsidRPr="003C40D7">
        <w:t>1961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into</w:t>
      </w:r>
      <w:r w:rsidR="00046589">
        <w:t xml:space="preserve"> </w:t>
      </w:r>
      <w:r w:rsidRPr="003C40D7">
        <w:t>Hebrew</w:t>
      </w:r>
      <w:r w:rsidR="00046589">
        <w:t xml:space="preserve"> </w:t>
      </w:r>
      <w:r w:rsidRPr="003C40D7">
        <w:t>1967.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course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last</w:t>
      </w:r>
      <w:r w:rsidR="00046589">
        <w:t xml:space="preserve"> </w:t>
      </w:r>
      <w:r w:rsidRPr="003C40D7">
        <w:t>decades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secondary</w:t>
      </w:r>
      <w:r w:rsidR="00046589">
        <w:t xml:space="preserve"> </w:t>
      </w:r>
      <w:r w:rsidRPr="003C40D7">
        <w:t>literature</w:t>
      </w:r>
      <w:r w:rsidR="00046589">
        <w:t xml:space="preserve"> </w:t>
      </w:r>
      <w:r w:rsidRPr="003C40D7">
        <w:t>has</w:t>
      </w:r>
      <w:r w:rsidR="00046589">
        <w:t xml:space="preserve"> </w:t>
      </w:r>
      <w:r w:rsidRPr="003C40D7">
        <w:t>been</w:t>
      </w:r>
      <w:r w:rsidR="00046589">
        <w:t xml:space="preserve"> </w:t>
      </w:r>
      <w:r w:rsidRPr="003C40D7">
        <w:t>growing</w:t>
      </w:r>
      <w:r w:rsidR="00046589">
        <w:t xml:space="preserve"> </w:t>
      </w:r>
      <w:r w:rsidRPr="003C40D7">
        <w:t>steadily.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bibliography</w:t>
      </w:r>
      <w:r w:rsidR="00046589">
        <w:t xml:space="preserve"> </w:t>
      </w:r>
      <w:r w:rsidRPr="003C40D7">
        <w:t>published</w:t>
      </w:r>
      <w:r w:rsidR="00046589">
        <w:t xml:space="preserve"> </w:t>
      </w:r>
      <w:r w:rsidRPr="003C40D7">
        <w:t>by</w:t>
      </w:r>
      <w:r w:rsidR="00046589">
        <w:t xml:space="preserve"> </w:t>
      </w:r>
      <w:r w:rsidRPr="003C40D7">
        <w:t>al</w:t>
      </w:r>
      <w:r w:rsidR="006F62A6">
        <w:t>-</w:t>
      </w:r>
      <w:proofErr w:type="spellStart"/>
      <w:r w:rsidRPr="003C40D7">
        <w:t>Azmeh</w:t>
      </w:r>
      <w:proofErr w:type="spellEnd"/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1981,</w:t>
      </w:r>
      <w:r w:rsidR="00046589">
        <w:t xml:space="preserve"> </w:t>
      </w:r>
      <w:r w:rsidRPr="003C40D7">
        <w:t>registers</w:t>
      </w:r>
      <w:r w:rsidR="00046589">
        <w:t xml:space="preserve"> </w:t>
      </w:r>
      <w:r w:rsidRPr="003C40D7">
        <w:t>more</w:t>
      </w:r>
      <w:r w:rsidR="00046589">
        <w:t xml:space="preserve"> </w:t>
      </w:r>
      <w:r w:rsidRPr="003C40D7">
        <w:t>than</w:t>
      </w:r>
      <w:r w:rsidR="00046589">
        <w:t xml:space="preserve"> </w:t>
      </w:r>
      <w:r w:rsidRPr="003C40D7">
        <w:t>650</w:t>
      </w:r>
      <w:r w:rsidR="00046589">
        <w:t xml:space="preserve"> </w:t>
      </w:r>
      <w:r w:rsidRPr="003C40D7">
        <w:t>titles.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1983</w:t>
      </w:r>
      <w:r w:rsidR="00046589">
        <w:t xml:space="preserve"> </w:t>
      </w:r>
      <w:r w:rsidRPr="003C40D7">
        <w:t>Ahmed</w:t>
      </w:r>
      <w:r w:rsidR="00046589">
        <w:t xml:space="preserve"> </w:t>
      </w:r>
      <w:proofErr w:type="spellStart"/>
      <w:r w:rsidRPr="003C40D7">
        <w:t>Abdesselem</w:t>
      </w:r>
      <w:proofErr w:type="spellEnd"/>
      <w:r w:rsidR="00046589">
        <w:t xml:space="preserve"> </w:t>
      </w:r>
      <w:r w:rsidRPr="003C40D7">
        <w:t>published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sort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intellectual</w:t>
      </w:r>
      <w:r w:rsidR="00046589">
        <w:t xml:space="preserve"> </w:t>
      </w:r>
      <w:r w:rsidRPr="003C40D7">
        <w:t>portrait</w:t>
      </w:r>
      <w:r w:rsidR="00046589">
        <w:t xml:space="preserve"> </w:t>
      </w:r>
      <w:r w:rsidRPr="003C40D7">
        <w:t>gallery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t>Maghrebi</w:t>
      </w:r>
      <w:proofErr w:type="spellEnd"/>
      <w:r w:rsidR="00046589">
        <w:t xml:space="preserve"> </w:t>
      </w:r>
      <w:r w:rsidRPr="003C40D7">
        <w:t>scholar.</w:t>
      </w:r>
      <w:r w:rsidR="00046589">
        <w:t xml:space="preserve"> </w:t>
      </w:r>
      <w:r w:rsidRPr="003C40D7">
        <w:t>This</w:t>
      </w:r>
      <w:r w:rsidR="00046589">
        <w:t xml:space="preserve"> </w:t>
      </w:r>
      <w:r w:rsidRPr="003C40D7">
        <w:t>study</w:t>
      </w:r>
      <w:r w:rsidR="00046589">
        <w:t xml:space="preserve"> </w:t>
      </w:r>
      <w:r w:rsidRPr="003C40D7">
        <w:t>brushes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different</w:t>
      </w:r>
      <w:r w:rsidR="00046589">
        <w:t xml:space="preserve"> </w:t>
      </w:r>
      <w:r w:rsidRPr="003C40D7">
        <w:t>historical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cultural</w:t>
      </w:r>
      <w:r w:rsidR="00046589">
        <w:t xml:space="preserve"> </w:t>
      </w:r>
      <w:r w:rsidRPr="003C40D7">
        <w:t>contexts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well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viewpoints</w:t>
      </w:r>
      <w:r w:rsidR="00046589">
        <w:t xml:space="preserve"> </w:t>
      </w:r>
      <w:r w:rsidRPr="003C40D7">
        <w:t>from</w:t>
      </w:r>
      <w:r w:rsidR="00046589">
        <w:t xml:space="preserve"> </w:t>
      </w:r>
      <w:r w:rsidRPr="003C40D7">
        <w:t>where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readers</w:t>
      </w:r>
      <w:r w:rsidR="00046589">
        <w:t xml:space="preserve"> </w:t>
      </w:r>
      <w:r w:rsidRPr="003C40D7">
        <w:t>of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 w:rsidRPr="003C40D7">
        <w:t>have</w:t>
      </w:r>
      <w:r w:rsidR="00046589">
        <w:t xml:space="preserve"> </w:t>
      </w:r>
      <w:r w:rsidRPr="003C40D7">
        <w:t>commented</w:t>
      </w:r>
      <w:r w:rsidR="00046589">
        <w:t xml:space="preserve"> </w:t>
      </w:r>
      <w:r w:rsidRPr="003C40D7">
        <w:t>upon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Muqaddimah</w:t>
      </w:r>
      <w:proofErr w:type="spellEnd"/>
      <w:r w:rsidR="00046589">
        <w:t xml:space="preserve"> </w:t>
      </w:r>
      <w:r>
        <w:t>and</w:t>
      </w:r>
      <w:r w:rsidR="00046589">
        <w:t xml:space="preserve"> </w:t>
      </w:r>
      <w:r>
        <w:t>the</w:t>
      </w:r>
      <w:r w:rsidR="00046589">
        <w:t xml:space="preserve"> </w:t>
      </w:r>
      <w:r>
        <w:t>different</w:t>
      </w:r>
      <w:r w:rsidR="00046589">
        <w:t xml:space="preserve"> </w:t>
      </w:r>
      <w:r>
        <w:t>ways</w:t>
      </w:r>
      <w:r w:rsidR="00046589">
        <w:t xml:space="preserve"> </w:t>
      </w:r>
      <w:r>
        <w:t>in</w:t>
      </w:r>
      <w:r w:rsidR="00046589">
        <w:t xml:space="preserve"> </w:t>
      </w:r>
      <w:r>
        <w:t>which</w:t>
      </w:r>
      <w:r w:rsidR="00046589">
        <w:t xml:space="preserve"> </w:t>
      </w:r>
      <w:r>
        <w:t>they</w:t>
      </w:r>
      <w:r w:rsidR="00046589">
        <w:t xml:space="preserve"> </w:t>
      </w:r>
      <w:r>
        <w:t>profiled</w:t>
      </w:r>
      <w:r w:rsidR="00046589">
        <w:t xml:space="preserve"> </w:t>
      </w:r>
      <w:r>
        <w:t>the</w:t>
      </w:r>
      <w:r w:rsidR="00046589">
        <w:t xml:space="preserve"> </w:t>
      </w:r>
      <w:r>
        <w:t>author.</w:t>
      </w:r>
      <w:r w:rsidR="00046589">
        <w:t xml:space="preserve"> </w:t>
      </w:r>
      <w:r>
        <w:t>With</w:t>
      </w:r>
      <w:r w:rsidR="00046589">
        <w:t xml:space="preserve"> </w:t>
      </w:r>
      <w:r>
        <w:t>the</w:t>
      </w:r>
      <w:r w:rsidR="00046589">
        <w:t xml:space="preserve"> </w:t>
      </w:r>
      <w:r>
        <w:t>western</w:t>
      </w:r>
      <w:r w:rsidR="00046589">
        <w:t xml:space="preserve"> </w:t>
      </w:r>
      <w:r>
        <w:t>commentators,</w:t>
      </w:r>
      <w:r w:rsidR="00046589">
        <w:t xml:space="preserve"> </w:t>
      </w:r>
      <w:r>
        <w:t>the</w:t>
      </w:r>
      <w:r w:rsidR="00046589">
        <w:t xml:space="preserve"> </w:t>
      </w:r>
      <w:r>
        <w:t>comparison</w:t>
      </w:r>
      <w:r w:rsidR="00046589">
        <w:t xml:space="preserve"> </w:t>
      </w:r>
      <w:r>
        <w:t>to</w:t>
      </w:r>
      <w:r w:rsidR="00046589">
        <w:t xml:space="preserve"> </w:t>
      </w:r>
      <w:r>
        <w:t>Machiavelli</w:t>
      </w:r>
      <w:r w:rsidR="00046589">
        <w:t xml:space="preserve"> </w:t>
      </w:r>
      <w:r>
        <w:t>is</w:t>
      </w:r>
      <w:r w:rsidR="00046589">
        <w:t xml:space="preserve"> </w:t>
      </w:r>
      <w:r>
        <w:t>the</w:t>
      </w:r>
      <w:r w:rsidR="00046589">
        <w:t xml:space="preserve"> </w:t>
      </w:r>
      <w:r>
        <w:t>most</w:t>
      </w:r>
      <w:r w:rsidR="00046589">
        <w:t xml:space="preserve"> </w:t>
      </w:r>
      <w:r>
        <w:t>frequent.</w:t>
      </w:r>
      <w:r w:rsidR="00046589">
        <w:t xml:space="preserve"> </w:t>
      </w:r>
      <w:r>
        <w:t>But</w:t>
      </w:r>
      <w:r w:rsidR="00046589">
        <w:t xml:space="preserve"> </w:t>
      </w:r>
      <w:r>
        <w:t>a</w:t>
      </w:r>
      <w:r w:rsidR="00046589">
        <w:t xml:space="preserve"> </w:t>
      </w:r>
      <w:r>
        <w:t>number</w:t>
      </w:r>
      <w:r w:rsidR="00046589">
        <w:t xml:space="preserve"> </w:t>
      </w:r>
      <w:r>
        <w:t>of</w:t>
      </w:r>
      <w:r w:rsidR="00046589">
        <w:t xml:space="preserve"> </w:t>
      </w:r>
      <w:r>
        <w:t>readers</w:t>
      </w:r>
      <w:r w:rsidR="00046589">
        <w:t xml:space="preserve"> </w:t>
      </w:r>
      <w:r>
        <w:t>compare</w:t>
      </w:r>
      <w:r w:rsidR="00046589">
        <w:t xml:space="preserve"> </w:t>
      </w:r>
      <w:r>
        <w:t>him</w:t>
      </w:r>
      <w:r w:rsidR="00046589">
        <w:t xml:space="preserve"> </w:t>
      </w:r>
      <w:r>
        <w:t>also</w:t>
      </w:r>
      <w:r w:rsidR="00046589">
        <w:t xml:space="preserve"> </w:t>
      </w:r>
      <w:r>
        <w:t>to</w:t>
      </w:r>
      <w:r w:rsidR="00046589">
        <w:t xml:space="preserve"> </w:t>
      </w:r>
      <w:proofErr w:type="spellStart"/>
      <w:r>
        <w:t>Vico</w:t>
      </w:r>
      <w:proofErr w:type="spellEnd"/>
      <w:r>
        <w:t>,</w:t>
      </w:r>
      <w:r w:rsidR="00046589">
        <w:t xml:space="preserve"> </w:t>
      </w:r>
      <w:r>
        <w:t>to</w:t>
      </w:r>
      <w:r w:rsidR="00046589">
        <w:t xml:space="preserve"> </w:t>
      </w:r>
      <w:r>
        <w:t>Montesquieu,</w:t>
      </w:r>
      <w:r w:rsidR="00046589">
        <w:t xml:space="preserve"> </w:t>
      </w:r>
      <w:r>
        <w:t>to</w:t>
      </w:r>
      <w:r w:rsidR="00046589">
        <w:t xml:space="preserve"> </w:t>
      </w:r>
      <w:r>
        <w:t>Rousseau,</w:t>
      </w:r>
      <w:r w:rsidR="00046589">
        <w:t xml:space="preserve"> </w:t>
      </w:r>
      <w:r>
        <w:t>to</w:t>
      </w:r>
      <w:r w:rsidR="00046589">
        <w:t xml:space="preserve"> </w:t>
      </w:r>
      <w:r>
        <w:t>Marx,</w:t>
      </w:r>
      <w:r w:rsidR="00046589">
        <w:t xml:space="preserve"> </w:t>
      </w:r>
      <w:r>
        <w:t>to</w:t>
      </w:r>
      <w:r w:rsidR="00046589">
        <w:t xml:space="preserve"> </w:t>
      </w:r>
      <w:r>
        <w:t>Hegel,</w:t>
      </w:r>
      <w:r w:rsidR="00046589">
        <w:t xml:space="preserve"> </w:t>
      </w:r>
      <w:r>
        <w:t>to</w:t>
      </w:r>
      <w:r w:rsidR="00046589">
        <w:t xml:space="preserve"> </w:t>
      </w:r>
      <w:r>
        <w:t>Nietzsche</w:t>
      </w:r>
      <w:r w:rsidR="00046589">
        <w:t xml:space="preserve"> </w:t>
      </w:r>
      <w:r>
        <w:t>and</w:t>
      </w:r>
      <w:r w:rsidR="00046589">
        <w:t xml:space="preserve"> </w:t>
      </w:r>
      <w:r>
        <w:t>to</w:t>
      </w:r>
      <w:r w:rsidR="00046589">
        <w:t xml:space="preserve"> </w:t>
      </w:r>
      <w:r>
        <w:t>Weber.</w:t>
      </w:r>
    </w:p>
    <w:p w:rsidR="003C40D7" w:rsidRDefault="003C40D7" w:rsidP="003C40D7">
      <w:pPr>
        <w:pStyle w:val="libNormal"/>
      </w:pPr>
      <w:r>
        <w:t>Interesting</w:t>
      </w:r>
      <w:r w:rsidR="00046589">
        <w:t xml:space="preserve"> </w:t>
      </w:r>
      <w:r>
        <w:t>to</w:t>
      </w:r>
      <w:r w:rsidR="00046589">
        <w:t xml:space="preserve"> </w:t>
      </w:r>
      <w:r>
        <w:t>know</w:t>
      </w:r>
      <w:r w:rsidR="00046589">
        <w:t xml:space="preserve"> </w:t>
      </w:r>
      <w:r>
        <w:t>is</w:t>
      </w:r>
      <w:r w:rsidR="00046589">
        <w:t xml:space="preserve"> </w:t>
      </w:r>
      <w:r>
        <w:t>the</w:t>
      </w:r>
      <w:r w:rsidR="00046589">
        <w:t xml:space="preserve"> </w:t>
      </w:r>
      <w:r>
        <w:t>fact</w:t>
      </w:r>
      <w:r w:rsidR="00046589">
        <w:t xml:space="preserve"> </w:t>
      </w:r>
      <w:r>
        <w:t>that</w:t>
      </w:r>
      <w:r w:rsidR="00046589">
        <w:t xml:space="preserve"> </w:t>
      </w:r>
      <w:r>
        <w:t>the</w:t>
      </w:r>
      <w:r w:rsidR="00046589">
        <w:t xml:space="preserve"> </w:t>
      </w:r>
      <w:r>
        <w:t>intellectual</w:t>
      </w:r>
      <w:r w:rsidR="00046589">
        <w:t xml:space="preserve"> </w:t>
      </w:r>
      <w:r>
        <w:t>status</w:t>
      </w:r>
      <w:r w:rsidR="00046589">
        <w:t xml:space="preserve"> </w:t>
      </w:r>
      <w:r>
        <w:t>of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>
        <w:t>got</w:t>
      </w:r>
      <w:r w:rsidR="00046589">
        <w:t xml:space="preserve"> </w:t>
      </w:r>
      <w:r>
        <w:t>a</w:t>
      </w:r>
      <w:r w:rsidR="00046589">
        <w:t xml:space="preserve"> </w:t>
      </w:r>
      <w:r>
        <w:t>significant</w:t>
      </w:r>
      <w:r w:rsidR="00046589">
        <w:t xml:space="preserve"> </w:t>
      </w:r>
      <w:r>
        <w:t>lift</w:t>
      </w:r>
      <w:r w:rsidR="00046589">
        <w:t xml:space="preserve"> </w:t>
      </w:r>
      <w:r>
        <w:t>during</w:t>
      </w:r>
      <w:r w:rsidR="00046589">
        <w:t xml:space="preserve"> </w:t>
      </w:r>
      <w:r>
        <w:t>and</w:t>
      </w:r>
      <w:r w:rsidR="00046589">
        <w:t xml:space="preserve"> </w:t>
      </w:r>
      <w:r>
        <w:t>after</w:t>
      </w:r>
      <w:r w:rsidR="00046589">
        <w:t xml:space="preserve"> </w:t>
      </w:r>
      <w:r>
        <w:t>the</w:t>
      </w:r>
      <w:r w:rsidR="00046589">
        <w:t xml:space="preserve"> </w:t>
      </w:r>
      <w:r>
        <w:t>political</w:t>
      </w:r>
      <w:r w:rsidR="00046589">
        <w:t xml:space="preserve"> </w:t>
      </w:r>
      <w:r>
        <w:t>decolonization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Maghreb</w:t>
      </w:r>
      <w:r w:rsidR="00046589">
        <w:t xml:space="preserve"> </w:t>
      </w:r>
      <w:r>
        <w:t>countries.</w:t>
      </w:r>
      <w:r w:rsidR="00046589">
        <w:t xml:space="preserve"> </w:t>
      </w:r>
      <w:r>
        <w:t>In</w:t>
      </w:r>
      <w:r w:rsidR="00046589">
        <w:t xml:space="preserve"> </w:t>
      </w:r>
      <w:r>
        <w:t>a</w:t>
      </w:r>
      <w:r w:rsidR="00046589">
        <w:t xml:space="preserve"> </w:t>
      </w:r>
      <w:r>
        <w:t>series</w:t>
      </w:r>
      <w:r w:rsidR="00046589">
        <w:t xml:space="preserve"> </w:t>
      </w:r>
      <w:r>
        <w:t>of</w:t>
      </w:r>
      <w:r w:rsidR="00046589">
        <w:t xml:space="preserve"> </w:t>
      </w:r>
      <w:r>
        <w:t>symposia</w:t>
      </w:r>
      <w:r w:rsidR="00046589">
        <w:t xml:space="preserve"> </w:t>
      </w:r>
      <w:r>
        <w:t>and</w:t>
      </w:r>
      <w:r w:rsidR="00046589">
        <w:t xml:space="preserve"> </w:t>
      </w:r>
      <w:r>
        <w:t>congresses</w:t>
      </w:r>
      <w:r w:rsidR="00046589">
        <w:t xml:space="preserve"> </w:t>
      </w:r>
      <w:r>
        <w:t>(</w:t>
      </w:r>
      <w:proofErr w:type="spellStart"/>
      <w:r>
        <w:t>Caïro</w:t>
      </w:r>
      <w:proofErr w:type="spellEnd"/>
      <w:r>
        <w:t>,</w:t>
      </w:r>
      <w:r w:rsidR="00046589">
        <w:t xml:space="preserve"> </w:t>
      </w:r>
      <w:r>
        <w:t>1962</w:t>
      </w:r>
      <w:r w:rsidR="00046589">
        <w:t xml:space="preserve"> </w:t>
      </w:r>
      <w:r>
        <w:t>;</w:t>
      </w:r>
      <w:r w:rsidR="00046589">
        <w:t xml:space="preserve"> </w:t>
      </w:r>
      <w:r>
        <w:t>Alger,</w:t>
      </w:r>
      <w:r w:rsidR="00046589">
        <w:t xml:space="preserve"> </w:t>
      </w:r>
      <w:r>
        <w:t>1978</w:t>
      </w:r>
      <w:r w:rsidR="00046589">
        <w:t xml:space="preserve"> </w:t>
      </w:r>
      <w:r>
        <w:t>;</w:t>
      </w:r>
      <w:r w:rsidR="00046589">
        <w:t xml:space="preserve"> </w:t>
      </w:r>
      <w:r>
        <w:t>Rabat,</w:t>
      </w:r>
      <w:r w:rsidR="00046589">
        <w:t xml:space="preserve"> </w:t>
      </w:r>
      <w:r>
        <w:t>1979</w:t>
      </w:r>
      <w:r w:rsidR="00046589">
        <w:t xml:space="preserve"> </w:t>
      </w:r>
      <w:r>
        <w:t>and</w:t>
      </w:r>
      <w:r w:rsidR="00046589">
        <w:t xml:space="preserve"> </w:t>
      </w:r>
      <w:r>
        <w:t>Tunis,</w:t>
      </w:r>
      <w:r w:rsidR="00046589">
        <w:t xml:space="preserve"> </w:t>
      </w:r>
      <w:r>
        <w:t>1980)</w:t>
      </w:r>
      <w:r w:rsidR="00046589">
        <w:t xml:space="preserve"> </w:t>
      </w:r>
      <w:r>
        <w:t>he</w:t>
      </w:r>
      <w:r w:rsidR="00046589">
        <w:t xml:space="preserve"> </w:t>
      </w:r>
      <w:r>
        <w:t>came</w:t>
      </w:r>
      <w:r w:rsidR="00046589">
        <w:t xml:space="preserve"> </w:t>
      </w:r>
      <w:r>
        <w:t>to</w:t>
      </w:r>
      <w:r w:rsidR="00046589">
        <w:t xml:space="preserve"> </w:t>
      </w:r>
      <w:r>
        <w:t>be</w:t>
      </w:r>
      <w:r w:rsidR="00046589">
        <w:t xml:space="preserve"> </w:t>
      </w:r>
      <w:r>
        <w:t>celebrated</w:t>
      </w:r>
      <w:r w:rsidR="00046589">
        <w:t xml:space="preserve"> </w:t>
      </w:r>
      <w:r>
        <w:t>as</w:t>
      </w:r>
      <w:r w:rsidR="00046589">
        <w:t xml:space="preserve"> </w:t>
      </w:r>
      <w:r>
        <w:t>the</w:t>
      </w:r>
      <w:r w:rsidR="00046589">
        <w:t xml:space="preserve"> </w:t>
      </w:r>
      <w:r>
        <w:t>founder</w:t>
      </w:r>
      <w:r w:rsidR="00046589">
        <w:t xml:space="preserve"> </w:t>
      </w:r>
      <w:r>
        <w:t>of</w:t>
      </w:r>
      <w:r w:rsidR="00046589">
        <w:t xml:space="preserve"> </w:t>
      </w:r>
      <w:r>
        <w:t>sociology</w:t>
      </w:r>
      <w:r w:rsidR="00046589">
        <w:t xml:space="preserve"> </w:t>
      </w:r>
      <w:r>
        <w:t>and</w:t>
      </w:r>
      <w:r w:rsidR="00046589">
        <w:t xml:space="preserve"> </w:t>
      </w:r>
      <w:r>
        <w:t>as</w:t>
      </w:r>
      <w:r w:rsidR="00046589">
        <w:t xml:space="preserve"> </w:t>
      </w:r>
      <w:r>
        <w:t>the</w:t>
      </w:r>
      <w:r w:rsidR="00046589">
        <w:t xml:space="preserve"> </w:t>
      </w:r>
      <w:r>
        <w:t>discoverer</w:t>
      </w:r>
      <w:r w:rsidR="00046589">
        <w:t xml:space="preserve"> </w:t>
      </w:r>
      <w:r>
        <w:t>of</w:t>
      </w:r>
      <w:r w:rsidR="00046589">
        <w:t xml:space="preserve"> </w:t>
      </w:r>
      <w:r>
        <w:t>a</w:t>
      </w:r>
      <w:r w:rsidR="00046589">
        <w:t xml:space="preserve"> </w:t>
      </w:r>
      <w:r>
        <w:t>great</w:t>
      </w:r>
      <w:r w:rsidR="00046589">
        <w:t xml:space="preserve"> </w:t>
      </w:r>
      <w:r>
        <w:t>number</w:t>
      </w:r>
      <w:r w:rsidR="00046589">
        <w:t xml:space="preserve"> </w:t>
      </w:r>
      <w:r>
        <w:t>of</w:t>
      </w:r>
      <w:r w:rsidR="00046589">
        <w:t xml:space="preserve"> </w:t>
      </w:r>
      <w:r>
        <w:t>analytical</w:t>
      </w:r>
      <w:r w:rsidR="00046589">
        <w:t xml:space="preserve"> </w:t>
      </w:r>
      <w:r>
        <w:t>insights</w:t>
      </w:r>
      <w:r w:rsidR="00046589">
        <w:t xml:space="preserve"> </w:t>
      </w:r>
      <w:r>
        <w:t>and</w:t>
      </w:r>
      <w:r w:rsidR="00046589">
        <w:t xml:space="preserve"> </w:t>
      </w:r>
      <w:r>
        <w:t>theories</w:t>
      </w:r>
      <w:r w:rsidR="00046589">
        <w:t xml:space="preserve"> </w:t>
      </w:r>
      <w:r>
        <w:t>in</w:t>
      </w:r>
      <w:r w:rsidR="00046589">
        <w:t xml:space="preserve"> </w:t>
      </w:r>
      <w:r>
        <w:t>political</w:t>
      </w:r>
      <w:r w:rsidR="00046589">
        <w:t xml:space="preserve"> </w:t>
      </w:r>
      <w:r>
        <w:t>science,</w:t>
      </w:r>
      <w:r w:rsidR="00046589">
        <w:t xml:space="preserve"> </w:t>
      </w:r>
      <w:r>
        <w:t>in</w:t>
      </w:r>
      <w:r w:rsidR="00046589">
        <w:t xml:space="preserve"> </w:t>
      </w:r>
      <w:r>
        <w:t>economics,</w:t>
      </w:r>
      <w:r w:rsidR="00046589">
        <w:t xml:space="preserve"> </w:t>
      </w:r>
      <w:r>
        <w:t>in</w:t>
      </w:r>
      <w:r w:rsidR="00046589">
        <w:t xml:space="preserve"> </w:t>
      </w:r>
      <w:r>
        <w:t>public</w:t>
      </w:r>
      <w:r w:rsidR="00046589">
        <w:t xml:space="preserve"> </w:t>
      </w:r>
      <w:r>
        <w:t>finance,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philosophy</w:t>
      </w:r>
      <w:r w:rsidR="00046589">
        <w:t xml:space="preserve"> </w:t>
      </w:r>
      <w:r>
        <w:t>of</w:t>
      </w:r>
      <w:r w:rsidR="00046589">
        <w:t xml:space="preserve"> </w:t>
      </w:r>
      <w:r>
        <w:t>history,</w:t>
      </w:r>
      <w:r w:rsidR="00046589">
        <w:t xml:space="preserve"> </w:t>
      </w:r>
      <w:r>
        <w:t>in</w:t>
      </w:r>
      <w:r w:rsidR="00046589">
        <w:t xml:space="preserve"> </w:t>
      </w:r>
      <w:r>
        <w:t>demography</w:t>
      </w:r>
      <w:r w:rsidR="00046589">
        <w:t xml:space="preserve"> </w:t>
      </w:r>
      <w:r>
        <w:t>and</w:t>
      </w:r>
      <w:r w:rsidR="00046589">
        <w:t xml:space="preserve"> </w:t>
      </w:r>
      <w:r>
        <w:t>in</w:t>
      </w:r>
      <w:r w:rsidR="00046589">
        <w:t xml:space="preserve"> </w:t>
      </w:r>
      <w:r>
        <w:t>social</w:t>
      </w:r>
      <w:r w:rsidR="00046589">
        <w:t xml:space="preserve"> </w:t>
      </w:r>
      <w:r>
        <w:t>geography</w:t>
      </w:r>
      <w:r w:rsidR="00046589">
        <w:t xml:space="preserve"> </w:t>
      </w:r>
      <w:r>
        <w:t>;</w:t>
      </w:r>
      <w:r w:rsidR="00046589">
        <w:t xml:space="preserve"> </w:t>
      </w:r>
      <w:r>
        <w:t>all</w:t>
      </w:r>
      <w:r w:rsidR="00046589">
        <w:t xml:space="preserve"> </w:t>
      </w:r>
      <w:r>
        <w:t>this</w:t>
      </w:r>
      <w:r w:rsidR="00046589">
        <w:t xml:space="preserve"> </w:t>
      </w:r>
      <w:r>
        <w:t>a</w:t>
      </w:r>
      <w:r w:rsidR="00046589">
        <w:t xml:space="preserve"> </w:t>
      </w:r>
      <w:r>
        <w:t>long</w:t>
      </w:r>
      <w:r w:rsidR="00046589">
        <w:t xml:space="preserve"> </w:t>
      </w:r>
      <w:r>
        <w:t>time</w:t>
      </w:r>
      <w:r w:rsidR="00046589">
        <w:t xml:space="preserve"> </w:t>
      </w:r>
      <w:r>
        <w:t>before</w:t>
      </w:r>
      <w:r w:rsidR="00046589">
        <w:t xml:space="preserve"> </w:t>
      </w:r>
      <w:r>
        <w:t>their</w:t>
      </w:r>
      <w:r w:rsidR="00046589">
        <w:t xml:space="preserve"> </w:t>
      </w:r>
      <w:r>
        <w:t>official</w:t>
      </w:r>
      <w:r w:rsidR="00046589">
        <w:t xml:space="preserve"> </w:t>
      </w:r>
      <w:r>
        <w:t>births.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1960s</w:t>
      </w:r>
      <w:r w:rsidR="00046589">
        <w:t xml:space="preserve"> </w:t>
      </w:r>
      <w:r>
        <w:t>and</w:t>
      </w:r>
      <w:r w:rsidR="00046589">
        <w:t xml:space="preserve"> </w:t>
      </w:r>
      <w:r>
        <w:t>1970s</w:t>
      </w:r>
      <w:r w:rsidR="00046589">
        <w:t xml:space="preserve"> </w:t>
      </w:r>
      <w:r>
        <w:t>the</w:t>
      </w:r>
      <w:r w:rsidR="00046589">
        <w:t xml:space="preserve"> </w:t>
      </w:r>
      <w:r>
        <w:t>development</w:t>
      </w:r>
      <w:r w:rsidR="00046589">
        <w:t xml:space="preserve"> </w:t>
      </w:r>
      <w:r>
        <w:t>theorists</w:t>
      </w:r>
      <w:r w:rsidR="00046589">
        <w:t xml:space="preserve"> </w:t>
      </w:r>
      <w:r>
        <w:t>following</w:t>
      </w:r>
      <w:r w:rsidR="00046589">
        <w:t xml:space="preserve"> </w:t>
      </w:r>
      <w:r>
        <w:t>the</w:t>
      </w:r>
      <w:r w:rsidR="00046589">
        <w:t xml:space="preserve"> </w:t>
      </w:r>
      <w:r>
        <w:t>line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Latin</w:t>
      </w:r>
      <w:r w:rsidR="00046589">
        <w:t xml:space="preserve"> </w:t>
      </w:r>
      <w:r>
        <w:t>American</w:t>
      </w:r>
      <w:r w:rsidR="00046589">
        <w:t xml:space="preserve"> </w:t>
      </w:r>
      <w:proofErr w:type="spellStart"/>
      <w:r w:rsidRPr="003C40D7">
        <w:rPr>
          <w:rStyle w:val="libItalicChar"/>
        </w:rPr>
        <w:t>dependencia</w:t>
      </w:r>
      <w:proofErr w:type="spellEnd"/>
      <w:r w:rsidR="006F62A6">
        <w:t>-</w:t>
      </w:r>
      <w:r>
        <w:t>school,</w:t>
      </w:r>
      <w:r w:rsidR="00046589">
        <w:t xml:space="preserve"> </w:t>
      </w:r>
      <w:r>
        <w:t>and</w:t>
      </w:r>
      <w:r w:rsidR="00046589">
        <w:t xml:space="preserve"> </w:t>
      </w:r>
      <w:r>
        <w:t>also</w:t>
      </w:r>
      <w:r w:rsidR="00046589">
        <w:t xml:space="preserve"> </w:t>
      </w:r>
      <w:r>
        <w:t>other</w:t>
      </w:r>
      <w:r w:rsidR="00046589">
        <w:t xml:space="preserve"> </w:t>
      </w:r>
      <w:r>
        <w:t>authors</w:t>
      </w:r>
      <w:r w:rsidR="00046589">
        <w:t xml:space="preserve"> </w:t>
      </w:r>
      <w:r>
        <w:t>of</w:t>
      </w:r>
      <w:r w:rsidR="00046589">
        <w:t xml:space="preserve"> </w:t>
      </w:r>
      <w:r>
        <w:t>Third</w:t>
      </w:r>
      <w:r w:rsidR="00046589">
        <w:t xml:space="preserve"> </w:t>
      </w:r>
      <w:r>
        <w:t>World</w:t>
      </w:r>
      <w:r w:rsidR="00046589">
        <w:t xml:space="preserve"> </w:t>
      </w:r>
      <w:r>
        <w:t>signature,</w:t>
      </w:r>
      <w:r w:rsidR="00046589">
        <w:t xml:space="preserve"> </w:t>
      </w:r>
      <w:r>
        <w:t>frequently</w:t>
      </w:r>
      <w:r w:rsidR="00046589">
        <w:t xml:space="preserve"> </w:t>
      </w:r>
      <w:r>
        <w:t>invoked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>
        <w:t>as</w:t>
      </w:r>
      <w:r w:rsidR="00046589">
        <w:t xml:space="preserve"> </w:t>
      </w:r>
      <w:r>
        <w:t>the</w:t>
      </w:r>
      <w:r w:rsidR="00046589">
        <w:t xml:space="preserve"> </w:t>
      </w:r>
      <w:r>
        <w:t>prestigious</w:t>
      </w:r>
      <w:r w:rsidR="00046589">
        <w:t xml:space="preserve"> </w:t>
      </w:r>
      <w:r>
        <w:t>and</w:t>
      </w:r>
      <w:r w:rsidR="00046589">
        <w:t xml:space="preserve"> </w:t>
      </w:r>
      <w:r>
        <w:t>cosmopolitan</w:t>
      </w:r>
      <w:r w:rsidR="00046589">
        <w:t xml:space="preserve"> </w:t>
      </w:r>
      <w:r>
        <w:t>forefather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Maghrebi</w:t>
      </w:r>
      <w:proofErr w:type="spellEnd"/>
      <w:r w:rsidR="00046589">
        <w:t xml:space="preserve"> </w:t>
      </w:r>
      <w:r>
        <w:t>social</w:t>
      </w:r>
      <w:r w:rsidR="00046589">
        <w:t xml:space="preserve"> </w:t>
      </w:r>
      <w:r>
        <w:t>sciences.</w:t>
      </w:r>
      <w:r w:rsidR="00046589">
        <w:t xml:space="preserve"> </w:t>
      </w:r>
      <w:r>
        <w:t>Against</w:t>
      </w:r>
      <w:r w:rsidR="00046589">
        <w:t xml:space="preserve"> </w:t>
      </w:r>
      <w:r>
        <w:t>the</w:t>
      </w:r>
      <w:r w:rsidR="00046589">
        <w:t xml:space="preserve"> </w:t>
      </w:r>
      <w:r>
        <w:t>penetration</w:t>
      </w:r>
      <w:r w:rsidR="00046589">
        <w:t xml:space="preserve"> </w:t>
      </w:r>
      <w:r>
        <w:t>and</w:t>
      </w:r>
      <w:r w:rsidR="00046589">
        <w:t xml:space="preserve"> </w:t>
      </w:r>
      <w:r>
        <w:t>domination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western</w:t>
      </w:r>
      <w:r w:rsidR="00046589">
        <w:t xml:space="preserve"> </w:t>
      </w:r>
      <w:r>
        <w:t>social</w:t>
      </w:r>
      <w:r w:rsidR="00046589">
        <w:t xml:space="preserve"> </w:t>
      </w:r>
      <w:r>
        <w:t>sciences</w:t>
      </w:r>
      <w:r w:rsidR="00046589">
        <w:t xml:space="preserve"> </w:t>
      </w:r>
      <w:r>
        <w:t>in</w:t>
      </w:r>
      <w:r w:rsidR="00046589">
        <w:t xml:space="preserve"> </w:t>
      </w:r>
      <w:r>
        <w:t>their</w:t>
      </w:r>
      <w:r w:rsidR="00046589">
        <w:t xml:space="preserve"> </w:t>
      </w:r>
      <w:r>
        <w:t>academic</w:t>
      </w:r>
      <w:r w:rsidR="00046589">
        <w:t xml:space="preserve"> </w:t>
      </w:r>
      <w:r>
        <w:t>milieu,</w:t>
      </w:r>
      <w:r w:rsidR="00046589">
        <w:t xml:space="preserve"> </w:t>
      </w:r>
      <w:r>
        <w:t>which</w:t>
      </w:r>
      <w:r w:rsidR="00046589">
        <w:t xml:space="preserve"> </w:t>
      </w:r>
      <w:r>
        <w:t>were</w:t>
      </w:r>
      <w:r w:rsidR="00046589">
        <w:t xml:space="preserve"> </w:t>
      </w:r>
      <w:r>
        <w:t>berated</w:t>
      </w:r>
      <w:r w:rsidR="00046589">
        <w:t xml:space="preserve"> </w:t>
      </w:r>
      <w:r>
        <w:t>as</w:t>
      </w:r>
      <w:r w:rsidR="00046589">
        <w:t xml:space="preserve"> </w:t>
      </w:r>
      <w:r>
        <w:t>a</w:t>
      </w:r>
      <w:r w:rsidR="00046589">
        <w:t xml:space="preserve"> </w:t>
      </w:r>
      <w:r>
        <w:t>new</w:t>
      </w:r>
      <w:r w:rsidR="00046589">
        <w:t xml:space="preserve"> </w:t>
      </w:r>
      <w:r>
        <w:t>form</w:t>
      </w:r>
      <w:r w:rsidR="00046589">
        <w:t xml:space="preserve"> </w:t>
      </w:r>
      <w:r>
        <w:t>of</w:t>
      </w:r>
      <w:r w:rsidR="00046589">
        <w:t xml:space="preserve"> </w:t>
      </w:r>
      <w:r>
        <w:t>colonization,</w:t>
      </w:r>
      <w:r w:rsidR="00046589">
        <w:t xml:space="preserve"> </w:t>
      </w:r>
      <w:r>
        <w:t>or</w:t>
      </w:r>
      <w:r w:rsidR="00046589">
        <w:t xml:space="preserve"> </w:t>
      </w:r>
      <w:r>
        <w:t>worse</w:t>
      </w:r>
      <w:r w:rsidR="00046589">
        <w:t xml:space="preserve"> </w:t>
      </w:r>
      <w:r>
        <w:t>still</w:t>
      </w:r>
      <w:r w:rsidR="00046589">
        <w:t xml:space="preserve"> </w:t>
      </w:r>
      <w:r>
        <w:t>as</w:t>
      </w:r>
      <w:r w:rsidR="00046589">
        <w:t xml:space="preserve"> </w:t>
      </w:r>
      <w:r>
        <w:t>a</w:t>
      </w:r>
      <w:r w:rsidR="00046589">
        <w:t xml:space="preserve"> </w:t>
      </w:r>
      <w:r>
        <w:t>drive</w:t>
      </w:r>
      <w:r w:rsidR="00046589">
        <w:t xml:space="preserve"> </w:t>
      </w:r>
      <w:r>
        <w:t>towards</w:t>
      </w:r>
      <w:r w:rsidR="00046589">
        <w:t xml:space="preserve"> </w:t>
      </w:r>
      <w:r>
        <w:t>intellectual</w:t>
      </w:r>
      <w:r w:rsidR="00046589">
        <w:t xml:space="preserve"> </w:t>
      </w:r>
      <w:r>
        <w:t>"</w:t>
      </w:r>
      <w:proofErr w:type="spellStart"/>
      <w:r>
        <w:t>bedouinization</w:t>
      </w:r>
      <w:proofErr w:type="spellEnd"/>
      <w:r>
        <w:t>"</w:t>
      </w:r>
      <w:r w:rsidR="00046589">
        <w:t xml:space="preserve"> </w:t>
      </w:r>
      <w:r>
        <w:t>of</w:t>
      </w:r>
      <w:r w:rsidR="00046589">
        <w:t xml:space="preserve"> </w:t>
      </w:r>
      <w:r>
        <w:t>local</w:t>
      </w:r>
      <w:r w:rsidR="00046589">
        <w:t xml:space="preserve"> </w:t>
      </w:r>
      <w:r>
        <w:t>scholarship,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>
        <w:t>was</w:t>
      </w:r>
      <w:r w:rsidR="00046589">
        <w:t xml:space="preserve"> </w:t>
      </w:r>
      <w:r>
        <w:t>posited</w:t>
      </w:r>
      <w:r w:rsidR="00046589">
        <w:t xml:space="preserve"> </w:t>
      </w:r>
      <w:r>
        <w:t>as</w:t>
      </w:r>
      <w:r w:rsidR="00046589">
        <w:t xml:space="preserve"> </w:t>
      </w:r>
      <w:r>
        <w:t>an</w:t>
      </w:r>
      <w:r w:rsidR="00046589">
        <w:t xml:space="preserve"> </w:t>
      </w:r>
      <w:r>
        <w:t>historical</w:t>
      </w:r>
      <w:r w:rsidR="00046589">
        <w:t xml:space="preserve"> </w:t>
      </w:r>
      <w:r>
        <w:t>model</w:t>
      </w:r>
      <w:r w:rsidR="00046589">
        <w:t xml:space="preserve"> </w:t>
      </w:r>
      <w:r>
        <w:t>rooted</w:t>
      </w:r>
      <w:r w:rsidR="00046589">
        <w:t xml:space="preserve"> </w:t>
      </w:r>
      <w:r>
        <w:t>into</w:t>
      </w:r>
      <w:r w:rsidR="00046589">
        <w:t xml:space="preserve"> </w:t>
      </w:r>
      <w:r>
        <w:t>the</w:t>
      </w:r>
      <w:r w:rsidR="00046589">
        <w:t xml:space="preserve"> </w:t>
      </w:r>
      <w:r>
        <w:t>Arab</w:t>
      </w:r>
      <w:r w:rsidR="00046589">
        <w:t xml:space="preserve"> </w:t>
      </w:r>
      <w:r>
        <w:t>historical</w:t>
      </w:r>
      <w:r w:rsidR="00046589">
        <w:t xml:space="preserve"> </w:t>
      </w:r>
      <w:r>
        <w:t>tradition.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effort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Arab</w:t>
      </w:r>
      <w:r w:rsidR="00046589">
        <w:t xml:space="preserve"> </w:t>
      </w:r>
      <w:r>
        <w:t>social</w:t>
      </w:r>
      <w:r w:rsidR="00046589">
        <w:t xml:space="preserve"> </w:t>
      </w:r>
      <w:r>
        <w:t>scientists</w:t>
      </w:r>
      <w:r w:rsidR="00046589">
        <w:t xml:space="preserve"> </w:t>
      </w:r>
      <w:r>
        <w:t>towards</w:t>
      </w:r>
      <w:r w:rsidR="00046589">
        <w:t xml:space="preserve"> </w:t>
      </w:r>
      <w:r>
        <w:t>cultural</w:t>
      </w:r>
      <w:r w:rsidR="00046589">
        <w:t xml:space="preserve"> </w:t>
      </w:r>
      <w:r>
        <w:t>indigenization</w:t>
      </w:r>
      <w:r w:rsidR="00046589">
        <w:t xml:space="preserve"> </w:t>
      </w:r>
      <w:r>
        <w:t>and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endeavour</w:t>
      </w:r>
      <w:proofErr w:type="spellEnd"/>
      <w:r w:rsidR="00046589">
        <w:t xml:space="preserve"> </w:t>
      </w:r>
      <w:r>
        <w:t>to</w:t>
      </w:r>
      <w:r w:rsidR="00046589">
        <w:t xml:space="preserve"> </w:t>
      </w:r>
      <w:r>
        <w:t>construct</w:t>
      </w:r>
      <w:r w:rsidR="00046589">
        <w:t xml:space="preserve"> </w:t>
      </w:r>
      <w:r>
        <w:t>their</w:t>
      </w:r>
      <w:r w:rsidR="00046589">
        <w:t xml:space="preserve"> </w:t>
      </w:r>
      <w:r>
        <w:t>own</w:t>
      </w:r>
      <w:r w:rsidR="00046589">
        <w:t xml:space="preserve"> </w:t>
      </w:r>
      <w:r>
        <w:t>conceptual</w:t>
      </w:r>
      <w:r w:rsidR="00046589">
        <w:t xml:space="preserve"> </w:t>
      </w:r>
      <w:r>
        <w:t>framework</w:t>
      </w:r>
      <w:r w:rsidR="00046589">
        <w:t xml:space="preserve"> </w:t>
      </w:r>
      <w:r>
        <w:t>in</w:t>
      </w:r>
      <w:r w:rsidR="00046589">
        <w:t xml:space="preserve"> </w:t>
      </w:r>
      <w:r>
        <w:t>reference</w:t>
      </w:r>
      <w:r w:rsidR="00046589">
        <w:t xml:space="preserve"> </w:t>
      </w:r>
      <w:r>
        <w:t>to</w:t>
      </w:r>
      <w:r w:rsidR="00046589">
        <w:t xml:space="preserve"> </w:t>
      </w:r>
      <w:r>
        <w:t>the</w:t>
      </w:r>
      <w:r w:rsidR="00046589">
        <w:t xml:space="preserve"> </w:t>
      </w:r>
      <w:r>
        <w:t>Arab</w:t>
      </w:r>
      <w:r w:rsidR="00046589">
        <w:t xml:space="preserve"> </w:t>
      </w:r>
      <w:r>
        <w:t>social</w:t>
      </w:r>
      <w:r w:rsidR="00046589">
        <w:t xml:space="preserve"> </w:t>
      </w:r>
      <w:r>
        <w:t>and</w:t>
      </w:r>
      <w:r w:rsidR="00046589">
        <w:t xml:space="preserve"> </w:t>
      </w:r>
      <w:r>
        <w:t>cultural</w:t>
      </w:r>
      <w:r w:rsidR="00046589">
        <w:t xml:space="preserve"> </w:t>
      </w:r>
      <w:r>
        <w:t>context,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>
        <w:t>figured</w:t>
      </w:r>
      <w:r w:rsidR="00046589">
        <w:t xml:space="preserve"> </w:t>
      </w:r>
      <w:r>
        <w:t>as</w:t>
      </w:r>
      <w:r w:rsidR="00046589">
        <w:t xml:space="preserve"> </w:t>
      </w:r>
      <w:r>
        <w:t>a</w:t>
      </w:r>
      <w:r w:rsidR="00046589">
        <w:t xml:space="preserve"> </w:t>
      </w:r>
      <w:r>
        <w:t>prestigious</w:t>
      </w:r>
      <w:r w:rsidR="00046589">
        <w:t xml:space="preserve"> </w:t>
      </w:r>
      <w:r>
        <w:t>precursor</w:t>
      </w:r>
      <w:r w:rsidR="00046589">
        <w:t xml:space="preserve"> </w:t>
      </w:r>
      <w:r>
        <w:t>;</w:t>
      </w:r>
      <w:r w:rsidR="00046589">
        <w:t xml:space="preserve"> </w:t>
      </w:r>
      <w:r>
        <w:t>this</w:t>
      </w:r>
      <w:r w:rsidR="00046589">
        <w:t xml:space="preserve"> </w:t>
      </w:r>
      <w:r>
        <w:t>is</w:t>
      </w:r>
      <w:r w:rsidR="00046589">
        <w:t xml:space="preserve"> </w:t>
      </w:r>
      <w:r>
        <w:t>as</w:t>
      </w:r>
      <w:r w:rsidR="00046589">
        <w:t xml:space="preserve"> </w:t>
      </w:r>
      <w:r>
        <w:t>the</w:t>
      </w:r>
      <w:r w:rsidR="00046589">
        <w:t xml:space="preserve"> </w:t>
      </w:r>
      <w:r>
        <w:t>indigenous</w:t>
      </w:r>
      <w:r w:rsidR="00046589">
        <w:t xml:space="preserve"> </w:t>
      </w:r>
      <w:r>
        <w:t>originator,</w:t>
      </w:r>
      <w:r w:rsidR="00046589">
        <w:t xml:space="preserve"> </w:t>
      </w:r>
      <w:r>
        <w:t>classifier,</w:t>
      </w:r>
      <w:r w:rsidR="00046589">
        <w:t xml:space="preserve"> </w:t>
      </w:r>
      <w:r>
        <w:t>analyst</w:t>
      </w:r>
      <w:r w:rsidR="00046589">
        <w:t xml:space="preserve"> </w:t>
      </w:r>
      <w:r>
        <w:t>and</w:t>
      </w:r>
      <w:r w:rsidR="00046589">
        <w:t xml:space="preserve"> </w:t>
      </w:r>
      <w:proofErr w:type="spellStart"/>
      <w:r>
        <w:t>systematiser</w:t>
      </w:r>
      <w:proofErr w:type="spellEnd"/>
      <w:r w:rsidR="00046589">
        <w:t xml:space="preserve"> </w:t>
      </w:r>
      <w:r>
        <w:t>(</w:t>
      </w:r>
      <w:proofErr w:type="spellStart"/>
      <w:r>
        <w:t>Irabi</w:t>
      </w:r>
      <w:proofErr w:type="spellEnd"/>
      <w:r>
        <w:t>,</w:t>
      </w:r>
      <w:r w:rsidR="00046589">
        <w:t xml:space="preserve"> </w:t>
      </w:r>
      <w:r>
        <w:t>1982</w:t>
      </w:r>
      <w:r w:rsidR="00046589">
        <w:t xml:space="preserve"> </w:t>
      </w:r>
      <w:r>
        <w:t>;</w:t>
      </w:r>
      <w:r w:rsidR="00046589">
        <w:t xml:space="preserve"> </w:t>
      </w:r>
      <w:proofErr w:type="spellStart"/>
      <w:r>
        <w:t>Sabagh</w:t>
      </w:r>
      <w:proofErr w:type="spellEnd"/>
      <w:r w:rsidR="00046589">
        <w:t xml:space="preserve"> </w:t>
      </w:r>
      <w:r>
        <w:t>&amp;</w:t>
      </w:r>
      <w:r w:rsidR="00046589">
        <w:t xml:space="preserve"> </w:t>
      </w:r>
      <w:proofErr w:type="spellStart"/>
      <w:r>
        <w:t>Ghazalla</w:t>
      </w:r>
      <w:proofErr w:type="spellEnd"/>
      <w:r>
        <w:t>,</w:t>
      </w:r>
      <w:r w:rsidR="00046589">
        <w:t xml:space="preserve"> </w:t>
      </w:r>
      <w:r>
        <w:t>1986).</w:t>
      </w:r>
    </w:p>
    <w:p w:rsidR="003C40D7" w:rsidRPr="003C40D7" w:rsidRDefault="003C40D7" w:rsidP="006F62A6">
      <w:pPr>
        <w:pStyle w:val="libNormal"/>
        <w:rPr>
          <w:rStyle w:val="libNormalChar"/>
        </w:rPr>
      </w:pPr>
      <w:r>
        <w:t>Since</w:t>
      </w:r>
      <w:r w:rsidR="00046589">
        <w:t xml:space="preserve"> </w:t>
      </w:r>
      <w:r>
        <w:t>the</w:t>
      </w:r>
      <w:r w:rsidR="00046589">
        <w:t xml:space="preserve"> </w:t>
      </w:r>
      <w:r>
        <w:t>second</w:t>
      </w:r>
      <w:r w:rsidR="00046589">
        <w:t xml:space="preserve"> </w:t>
      </w:r>
      <w:r>
        <w:t>half</w:t>
      </w:r>
      <w:r w:rsidR="00046589">
        <w:t xml:space="preserve"> </w:t>
      </w:r>
      <w:r>
        <w:t>of</w:t>
      </w:r>
      <w:r w:rsidR="00046589">
        <w:t xml:space="preserve"> </w:t>
      </w:r>
      <w:r>
        <w:t>1970s</w:t>
      </w:r>
      <w:r w:rsidR="00046589">
        <w:t xml:space="preserve"> </w:t>
      </w:r>
      <w:r>
        <w:t>the</w:t>
      </w:r>
      <w:r w:rsidR="00046589">
        <w:t xml:space="preserve"> </w:t>
      </w:r>
      <w:r>
        <w:t>revival</w:t>
      </w:r>
      <w:r w:rsidR="00046589">
        <w:t xml:space="preserve"> </w:t>
      </w:r>
      <w:r>
        <w:t>of</w:t>
      </w:r>
      <w:r w:rsidR="00046589">
        <w:t xml:space="preserve"> </w:t>
      </w:r>
      <w:r>
        <w:t>Islam's</w:t>
      </w:r>
      <w:r w:rsidR="00046589">
        <w:t xml:space="preserve"> </w:t>
      </w:r>
      <w:r>
        <w:t>historical,</w:t>
      </w:r>
      <w:r w:rsidR="00046589">
        <w:t xml:space="preserve"> </w:t>
      </w:r>
      <w:r>
        <w:t>cultural</w:t>
      </w:r>
      <w:r w:rsidR="00046589">
        <w:t xml:space="preserve"> </w:t>
      </w:r>
      <w:r>
        <w:t>and</w:t>
      </w:r>
      <w:r w:rsidR="00046589">
        <w:t xml:space="preserve"> </w:t>
      </w:r>
      <w:r>
        <w:t>religious</w:t>
      </w:r>
      <w:r w:rsidR="00046589">
        <w:t xml:space="preserve"> </w:t>
      </w:r>
      <w:r>
        <w:t>tradition</w:t>
      </w:r>
      <w:r w:rsidR="00046589">
        <w:t xml:space="preserve"> </w:t>
      </w:r>
      <w:r>
        <w:t>stimulated</w:t>
      </w:r>
      <w:r w:rsidR="00046589">
        <w:t xml:space="preserve"> </w:t>
      </w:r>
      <w:r>
        <w:t>an</w:t>
      </w:r>
      <w:r w:rsidR="00046589">
        <w:t xml:space="preserve"> </w:t>
      </w:r>
      <w:r>
        <w:t>intensive</w:t>
      </w:r>
      <w:r w:rsidR="00046589">
        <w:t xml:space="preserve"> </w:t>
      </w:r>
      <w:r>
        <w:t>wave</w:t>
      </w:r>
      <w:r w:rsidR="00046589">
        <w:t xml:space="preserve"> </w:t>
      </w:r>
      <w:r>
        <w:t>of</w:t>
      </w:r>
      <w:r w:rsidR="00046589">
        <w:t xml:space="preserve"> </w:t>
      </w:r>
      <w:r>
        <w:t>scholarly</w:t>
      </w:r>
      <w:r w:rsidR="00046589">
        <w:t xml:space="preserve"> </w:t>
      </w:r>
      <w:r>
        <w:t>interest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Muslim</w:t>
      </w:r>
      <w:r w:rsidR="00046589">
        <w:t xml:space="preserve"> </w:t>
      </w:r>
      <w:r>
        <w:t>social</w:t>
      </w:r>
      <w:r w:rsidR="00046589">
        <w:t xml:space="preserve"> </w:t>
      </w:r>
      <w:r>
        <w:t>sciences,</w:t>
      </w:r>
      <w:r w:rsidR="00046589">
        <w:t xml:space="preserve"> </w:t>
      </w:r>
      <w:r>
        <w:t>more</w:t>
      </w:r>
      <w:r w:rsidR="00046589">
        <w:t xml:space="preserve"> </w:t>
      </w:r>
      <w:r>
        <w:t>particularly</w:t>
      </w:r>
      <w:r w:rsidR="00046589">
        <w:t xml:space="preserve"> </w:t>
      </w:r>
      <w:r>
        <w:t>in</w:t>
      </w:r>
      <w:r w:rsidR="00046589">
        <w:t xml:space="preserve"> </w:t>
      </w:r>
      <w:r>
        <w:t>sociology</w:t>
      </w:r>
      <w:r w:rsidR="00046589">
        <w:t xml:space="preserve"> </w:t>
      </w:r>
      <w:r>
        <w:t>and</w:t>
      </w:r>
      <w:r w:rsidR="00046589">
        <w:t xml:space="preserve"> </w:t>
      </w:r>
      <w:r>
        <w:t>economics.</w:t>
      </w:r>
      <w:r w:rsidR="00046589">
        <w:t xml:space="preserve"> </w:t>
      </w:r>
      <w:r>
        <w:t>However,</w:t>
      </w:r>
      <w:r w:rsidR="00046589">
        <w:t xml:space="preserve"> </w:t>
      </w:r>
      <w:r>
        <w:t>with</w:t>
      </w:r>
      <w:r w:rsidR="00046589">
        <w:t xml:space="preserve"> </w:t>
      </w:r>
      <w:r>
        <w:t>the</w:t>
      </w:r>
      <w:r w:rsidR="00046589">
        <w:t xml:space="preserve"> </w:t>
      </w:r>
      <w:r>
        <w:t>movement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tradition</w:t>
      </w:r>
      <w:r w:rsidR="006F62A6">
        <w:t>-</w:t>
      </w:r>
      <w:r>
        <w:t>bound</w:t>
      </w:r>
      <w:r w:rsidR="00046589">
        <w:t xml:space="preserve"> </w:t>
      </w:r>
      <w:r>
        <w:t>intellectual</w:t>
      </w:r>
      <w:r w:rsidR="00046589">
        <w:t xml:space="preserve"> </w:t>
      </w:r>
      <w:r>
        <w:t>milieu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Middle</w:t>
      </w:r>
      <w:r w:rsidR="00046589">
        <w:t xml:space="preserve"> </w:t>
      </w:r>
      <w:r>
        <w:t>East</w:t>
      </w:r>
      <w:r w:rsidR="00046589">
        <w:t xml:space="preserve"> </w:t>
      </w:r>
      <w:r>
        <w:t>towards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islamization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social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sciences,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exegetic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lastRenderedPageBreak/>
        <w:t>references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to</w:t>
      </w:r>
      <w:r w:rsidR="00046589">
        <w:rPr>
          <w:rStyle w:val="libNormalChar"/>
        </w:rPr>
        <w:t xml:space="preserve"> </w:t>
      </w:r>
      <w:proofErr w:type="spellStart"/>
      <w:r w:rsidR="006F62A6">
        <w:rPr>
          <w:rStyle w:val="libNormalChar"/>
        </w:rPr>
        <w:t>Ibn</w:t>
      </w:r>
      <w:proofErr w:type="spellEnd"/>
      <w:r w:rsidR="00046589">
        <w:rPr>
          <w:rStyle w:val="libNormalChar"/>
        </w:rPr>
        <w:t xml:space="preserve"> </w:t>
      </w:r>
      <w:proofErr w:type="spellStart"/>
      <w:r w:rsidR="006F62A6">
        <w:rPr>
          <w:rStyle w:val="libNormalChar"/>
        </w:rPr>
        <w:t>Khaldun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became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less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frequent,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while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references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to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orthodox,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some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would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say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fundamentalist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sources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from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eastern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Islam,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especially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al</w:t>
      </w:r>
      <w:r w:rsidR="006F62A6">
        <w:rPr>
          <w:rStyle w:val="libNormalChar"/>
        </w:rPr>
        <w:t>-</w:t>
      </w:r>
      <w:proofErr w:type="spellStart"/>
      <w:r w:rsidRPr="003C40D7">
        <w:rPr>
          <w:rStyle w:val="libNormalChar"/>
        </w:rPr>
        <w:t>Ghazali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Ibn</w:t>
      </w:r>
      <w:proofErr w:type="spellEnd"/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Taymiyyah</w:t>
      </w:r>
      <w:proofErr w:type="spellEnd"/>
      <w:r w:rsidRPr="003C40D7">
        <w:rPr>
          <w:rStyle w:val="libNormalChar"/>
        </w:rPr>
        <w:t>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came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favour</w:t>
      </w:r>
      <w:proofErr w:type="spellEnd"/>
      <w:r w:rsidRPr="003C40D7">
        <w:rPr>
          <w:rStyle w:val="libNormalChar"/>
        </w:rPr>
        <w:t>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This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Arabian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paradigm</w:t>
      </w:r>
      <w:r w:rsidR="006F62A6">
        <w:rPr>
          <w:rStyle w:val="libNormalChar"/>
        </w:rPr>
        <w:t>-</w:t>
      </w:r>
      <w:r w:rsidRPr="003C40D7">
        <w:rPr>
          <w:rStyle w:val="libNormalChar"/>
        </w:rPr>
        <w:t>shift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also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noticeable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contemporary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economic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literature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Muslim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origin,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sunnite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</w:t>
      </w:r>
      <w:r w:rsidR="006F62A6">
        <w:rPr>
          <w:rStyle w:val="libNormalChar"/>
        </w:rPr>
        <w:t>ell</w:t>
      </w:r>
      <w:r w:rsidR="00046589">
        <w:rPr>
          <w:rStyle w:val="libNormalChar"/>
        </w:rPr>
        <w:t xml:space="preserve"> </w:t>
      </w:r>
      <w:r w:rsidR="006F62A6">
        <w:rPr>
          <w:rStyle w:val="libNormalChar"/>
        </w:rPr>
        <w:t>as</w:t>
      </w:r>
      <w:r w:rsidR="00046589">
        <w:rPr>
          <w:rStyle w:val="libNormalChar"/>
        </w:rPr>
        <w:t xml:space="preserve"> </w:t>
      </w:r>
      <w:proofErr w:type="spellStart"/>
      <w:r w:rsidR="006F62A6">
        <w:rPr>
          <w:rStyle w:val="libNormalChar"/>
        </w:rPr>
        <w:t>shi'ite</w:t>
      </w:r>
      <w:proofErr w:type="spellEnd"/>
      <w:r w:rsidR="00046589">
        <w:rPr>
          <w:rStyle w:val="libNormalChar"/>
        </w:rPr>
        <w:t xml:space="preserve"> </w:t>
      </w:r>
      <w:r w:rsidR="006F62A6">
        <w:rPr>
          <w:rStyle w:val="libNormalChar"/>
        </w:rPr>
        <w:t>(</w:t>
      </w:r>
      <w:proofErr w:type="spellStart"/>
      <w:r w:rsidR="006F62A6">
        <w:rPr>
          <w:rStyle w:val="libNormalChar"/>
        </w:rPr>
        <w:t>Taleghani</w:t>
      </w:r>
      <w:proofErr w:type="spellEnd"/>
      <w:r w:rsidR="006F62A6">
        <w:rPr>
          <w:rStyle w:val="libNormalChar"/>
        </w:rPr>
        <w:t>,</w:t>
      </w:r>
      <w:r w:rsidR="00046589">
        <w:rPr>
          <w:rStyle w:val="libNormalChar"/>
        </w:rPr>
        <w:t xml:space="preserve"> </w:t>
      </w:r>
      <w:r w:rsidR="006F62A6">
        <w:rPr>
          <w:rStyle w:val="libNormalChar"/>
        </w:rPr>
        <w:t>1982;</w:t>
      </w:r>
      <w:r w:rsidR="00046589">
        <w:rPr>
          <w:rStyle w:val="libNormalChar"/>
        </w:rPr>
        <w:t xml:space="preserve"> </w:t>
      </w:r>
      <w:proofErr w:type="spellStart"/>
      <w:r w:rsidR="006F62A6">
        <w:rPr>
          <w:rStyle w:val="libNormalChar"/>
        </w:rPr>
        <w:t>Kepel</w:t>
      </w:r>
      <w:proofErr w:type="spellEnd"/>
      <w:r w:rsidR="00046589">
        <w:rPr>
          <w:rStyle w:val="libNormalChar"/>
        </w:rPr>
        <w:t xml:space="preserve"> </w:t>
      </w:r>
      <w:r w:rsidR="006F62A6">
        <w:rPr>
          <w:rStyle w:val="libNormalChar"/>
        </w:rPr>
        <w:t>&amp;</w:t>
      </w:r>
      <w:r w:rsidR="00046589">
        <w:rPr>
          <w:rStyle w:val="libNormalChar"/>
        </w:rPr>
        <w:t xml:space="preserve"> </w:t>
      </w:r>
      <w:r w:rsidR="006F62A6">
        <w:rPr>
          <w:rStyle w:val="libNormalChar"/>
        </w:rPr>
        <w:t>Richard,</w:t>
      </w:r>
      <w:r w:rsidR="00046589">
        <w:rPr>
          <w:rStyle w:val="libNormalChar"/>
        </w:rPr>
        <w:t xml:space="preserve"> </w:t>
      </w:r>
      <w:r w:rsidR="006F62A6">
        <w:rPr>
          <w:rStyle w:val="libNormalChar"/>
        </w:rPr>
        <w:t>1990</w:t>
      </w:r>
      <w:r w:rsidRPr="003C40D7">
        <w:rPr>
          <w:rStyle w:val="libNormalChar"/>
        </w:rPr>
        <w:t>;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Baeck</w:t>
      </w:r>
      <w:proofErr w:type="spellEnd"/>
      <w:r w:rsidRPr="003C40D7">
        <w:rPr>
          <w:rStyle w:val="libNormalChar"/>
        </w:rPr>
        <w:t>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1994).</w:t>
      </w:r>
    </w:p>
    <w:p w:rsidR="003C40D7" w:rsidRDefault="003C40D7" w:rsidP="003C40D7">
      <w:pPr>
        <w:pStyle w:val="libNormal"/>
      </w:pPr>
    </w:p>
    <w:p w:rsidR="003C40D7" w:rsidRDefault="003C40D7" w:rsidP="003C40D7">
      <w:pPr>
        <w:pStyle w:val="libNormal"/>
      </w:pPr>
      <w:r>
        <w:br w:type="page"/>
      </w:r>
    </w:p>
    <w:p w:rsidR="003C40D7" w:rsidRDefault="003C40D7" w:rsidP="003C40D7">
      <w:pPr>
        <w:pStyle w:val="Heading1Center"/>
      </w:pPr>
      <w:bookmarkStart w:id="1" w:name="_Toc446763480"/>
      <w:r>
        <w:lastRenderedPageBreak/>
        <w:t>II.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CONTOURS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IBN</w:t>
      </w:r>
      <w:r w:rsidR="00046589">
        <w:t xml:space="preserve"> </w:t>
      </w:r>
      <w:r w:rsidRPr="003C40D7">
        <w:t>KHALDUN'S</w:t>
      </w:r>
      <w:r w:rsidR="00046589">
        <w:t xml:space="preserve"> </w:t>
      </w:r>
      <w:r w:rsidRPr="003C40D7">
        <w:t>WORLDVIEW</w:t>
      </w:r>
      <w:bookmarkEnd w:id="1"/>
    </w:p>
    <w:p w:rsidR="003C40D7" w:rsidRDefault="006F62A6" w:rsidP="003C40D7">
      <w:pPr>
        <w:pStyle w:val="libNormal"/>
      </w:pPr>
      <w:proofErr w:type="spellStart"/>
      <w:r>
        <w:t>Ibn</w:t>
      </w:r>
      <w:proofErr w:type="spellEnd"/>
      <w:r w:rsidR="00046589">
        <w:t xml:space="preserve"> </w:t>
      </w:r>
      <w:proofErr w:type="spellStart"/>
      <w:r>
        <w:t>Khaldun</w:t>
      </w:r>
      <w:proofErr w:type="spellEnd"/>
      <w:r w:rsidR="00046589">
        <w:t xml:space="preserve"> </w:t>
      </w:r>
      <w:r w:rsidR="003C40D7">
        <w:t>was</w:t>
      </w:r>
      <w:r w:rsidR="00046589">
        <w:t xml:space="preserve"> </w:t>
      </w:r>
      <w:r w:rsidR="003C40D7">
        <w:t>born</w:t>
      </w:r>
      <w:r w:rsidR="00046589">
        <w:t xml:space="preserve"> </w:t>
      </w:r>
      <w:r w:rsidR="003C40D7">
        <w:t>in</w:t>
      </w:r>
      <w:r w:rsidR="00046589">
        <w:t xml:space="preserve"> </w:t>
      </w:r>
      <w:r w:rsidR="003C40D7">
        <w:t>Tunis</w:t>
      </w:r>
      <w:r w:rsidR="00046589">
        <w:t xml:space="preserve"> </w:t>
      </w:r>
      <w:r w:rsidR="003C40D7">
        <w:t>in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year</w:t>
      </w:r>
      <w:r w:rsidR="00046589">
        <w:t xml:space="preserve"> </w:t>
      </w:r>
      <w:r w:rsidR="003C40D7">
        <w:t>1332</w:t>
      </w:r>
      <w:r w:rsidR="00046589">
        <w:t xml:space="preserve"> </w:t>
      </w:r>
      <w:r w:rsidR="003C40D7">
        <w:t>to</w:t>
      </w:r>
      <w:r w:rsidR="00046589">
        <w:t xml:space="preserve"> </w:t>
      </w:r>
      <w:r w:rsidR="003C40D7">
        <w:t>an</w:t>
      </w:r>
      <w:r w:rsidR="00046589">
        <w:t xml:space="preserve"> </w:t>
      </w:r>
      <w:r w:rsidR="003C40D7">
        <w:t>aristocratic</w:t>
      </w:r>
      <w:r w:rsidR="00046589">
        <w:t xml:space="preserve"> </w:t>
      </w:r>
      <w:r w:rsidR="003C40D7">
        <w:t>family</w:t>
      </w:r>
      <w:r w:rsidR="00046589">
        <w:t xml:space="preserve"> </w:t>
      </w:r>
      <w:r w:rsidR="003C40D7">
        <w:t>who</w:t>
      </w:r>
      <w:r w:rsidR="00046589">
        <w:t xml:space="preserve"> </w:t>
      </w:r>
      <w:r w:rsidR="003C40D7">
        <w:t>had</w:t>
      </w:r>
      <w:r w:rsidR="00046589">
        <w:t xml:space="preserve"> </w:t>
      </w:r>
      <w:r w:rsidR="003C40D7">
        <w:t>recently</w:t>
      </w:r>
      <w:r w:rsidR="00046589">
        <w:t xml:space="preserve"> </w:t>
      </w:r>
      <w:r w:rsidR="003C40D7">
        <w:t>emigrated</w:t>
      </w:r>
      <w:r w:rsidR="00046589">
        <w:t xml:space="preserve"> </w:t>
      </w:r>
      <w:r w:rsidR="003C40D7">
        <w:t>from</w:t>
      </w:r>
      <w:r w:rsidR="00046589">
        <w:t xml:space="preserve"> </w:t>
      </w:r>
      <w:r w:rsidR="003C40D7">
        <w:t>Andalusia</w:t>
      </w:r>
      <w:r w:rsidR="00046589">
        <w:t xml:space="preserve"> </w:t>
      </w:r>
      <w:r w:rsidR="003C40D7">
        <w:t>to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Maghreb.</w:t>
      </w:r>
      <w:r w:rsidR="00046589">
        <w:t xml:space="preserve"> </w:t>
      </w:r>
      <w:r w:rsidR="003C40D7">
        <w:t>All</w:t>
      </w:r>
      <w:r w:rsidR="00046589">
        <w:t xml:space="preserve"> </w:t>
      </w:r>
      <w:r w:rsidR="003C40D7">
        <w:t>his</w:t>
      </w:r>
      <w:r w:rsidR="00046589">
        <w:t xml:space="preserve"> </w:t>
      </w:r>
      <w:r w:rsidR="003C40D7">
        <w:t>life</w:t>
      </w:r>
      <w:r w:rsidR="00046589">
        <w:t xml:space="preserve"> </w:t>
      </w:r>
      <w:r w:rsidR="003C40D7">
        <w:t>he</w:t>
      </w:r>
      <w:r w:rsidR="00046589">
        <w:t xml:space="preserve"> </w:t>
      </w:r>
      <w:r w:rsidR="003C40D7">
        <w:t>felt</w:t>
      </w:r>
      <w:r w:rsidR="00046589">
        <w:t xml:space="preserve"> </w:t>
      </w:r>
      <w:r w:rsidR="003C40D7">
        <w:t>himself</w:t>
      </w:r>
      <w:r w:rsidR="00046589">
        <w:t xml:space="preserve"> </w:t>
      </w:r>
      <w:r w:rsidR="003C40D7">
        <w:t>as</w:t>
      </w:r>
      <w:r w:rsidR="00046589">
        <w:t xml:space="preserve"> </w:t>
      </w:r>
      <w:r w:rsidR="003C40D7">
        <w:t>an</w:t>
      </w:r>
      <w:r w:rsidR="00046589">
        <w:t xml:space="preserve"> </w:t>
      </w:r>
      <w:r w:rsidR="003C40D7">
        <w:t>emigrant,</w:t>
      </w:r>
      <w:r w:rsidR="00046589">
        <w:t xml:space="preserve"> </w:t>
      </w:r>
      <w:r w:rsidR="003C40D7">
        <w:t>more</w:t>
      </w:r>
      <w:r w:rsidR="00046589">
        <w:t xml:space="preserve"> </w:t>
      </w:r>
      <w:r w:rsidR="003C40D7">
        <w:t>so</w:t>
      </w:r>
      <w:r w:rsidR="00046589">
        <w:t xml:space="preserve"> </w:t>
      </w:r>
      <w:r w:rsidR="003C40D7">
        <w:t>as</w:t>
      </w:r>
      <w:r w:rsidR="00046589">
        <w:t xml:space="preserve"> </w:t>
      </w:r>
      <w:r w:rsidR="003C40D7">
        <w:t>an</w:t>
      </w:r>
      <w:r w:rsidR="00046589">
        <w:t xml:space="preserve"> </w:t>
      </w:r>
      <w:r w:rsidR="003C40D7">
        <w:t>odd</w:t>
      </w:r>
      <w:r w:rsidR="00046589">
        <w:t xml:space="preserve"> </w:t>
      </w:r>
      <w:r w:rsidR="003C40D7">
        <w:t>man</w:t>
      </w:r>
      <w:r w:rsidR="00046589">
        <w:t xml:space="preserve"> </w:t>
      </w:r>
      <w:r w:rsidR="003C40D7">
        <w:t>out,</w:t>
      </w:r>
      <w:r w:rsidR="00046589">
        <w:t xml:space="preserve"> </w:t>
      </w:r>
      <w:r w:rsidR="003C40D7">
        <w:t>frequently</w:t>
      </w:r>
      <w:r w:rsidR="00046589">
        <w:t xml:space="preserve"> </w:t>
      </w:r>
      <w:r w:rsidR="003C40D7">
        <w:t>changing</w:t>
      </w:r>
      <w:r w:rsidR="00046589">
        <w:t xml:space="preserve"> </w:t>
      </w:r>
      <w:r w:rsidR="003C40D7">
        <w:t>jobs,</w:t>
      </w:r>
      <w:r w:rsidR="00046589">
        <w:t xml:space="preserve"> </w:t>
      </w:r>
      <w:r w:rsidR="003C40D7">
        <w:t>masters</w:t>
      </w:r>
      <w:r w:rsidR="00046589">
        <w:t xml:space="preserve"> </w:t>
      </w:r>
      <w:r w:rsidR="003C40D7">
        <w:t>and</w:t>
      </w:r>
      <w:r w:rsidR="00046589">
        <w:t xml:space="preserve"> </w:t>
      </w:r>
      <w:r w:rsidR="003C40D7">
        <w:t>towns.</w:t>
      </w:r>
      <w:r w:rsidR="00046589">
        <w:t xml:space="preserve"> </w:t>
      </w:r>
      <w:r w:rsidR="003C40D7">
        <w:t>For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Islamic</w:t>
      </w:r>
      <w:r w:rsidR="00046589">
        <w:t xml:space="preserve"> </w:t>
      </w:r>
      <w:r w:rsidR="003C40D7">
        <w:t>lands,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fourteenth</w:t>
      </w:r>
      <w:r w:rsidR="00046589">
        <w:t xml:space="preserve"> </w:t>
      </w:r>
      <w:r w:rsidR="003C40D7">
        <w:t>century</w:t>
      </w:r>
      <w:r w:rsidR="00046589">
        <w:t xml:space="preserve"> </w:t>
      </w:r>
      <w:r w:rsidR="003C40D7">
        <w:t>was</w:t>
      </w:r>
      <w:r w:rsidR="00046589">
        <w:t xml:space="preserve"> </w:t>
      </w:r>
      <w:r w:rsidR="003C40D7">
        <w:t>a</w:t>
      </w:r>
      <w:r w:rsidR="00046589">
        <w:t xml:space="preserve"> </w:t>
      </w:r>
      <w:r w:rsidR="003C40D7">
        <w:t>time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dynastic</w:t>
      </w:r>
      <w:r w:rsidR="00046589">
        <w:t xml:space="preserve"> </w:t>
      </w:r>
      <w:r w:rsidR="003C40D7">
        <w:t>and</w:t>
      </w:r>
      <w:r w:rsidR="00046589">
        <w:t xml:space="preserve"> </w:t>
      </w:r>
      <w:r w:rsidR="003C40D7">
        <w:t>political</w:t>
      </w:r>
      <w:r w:rsidR="00046589">
        <w:t xml:space="preserve"> </w:t>
      </w:r>
      <w:r w:rsidR="003C40D7">
        <w:t>strife,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social</w:t>
      </w:r>
      <w:r w:rsidR="00046589">
        <w:t xml:space="preserve"> </w:t>
      </w:r>
      <w:r w:rsidR="003C40D7">
        <w:t>disruption</w:t>
      </w:r>
      <w:r w:rsidR="00046589">
        <w:t xml:space="preserve"> </w:t>
      </w:r>
      <w:r w:rsidR="003C40D7">
        <w:t>and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foreign</w:t>
      </w:r>
      <w:r w:rsidR="00046589">
        <w:t xml:space="preserve"> </w:t>
      </w:r>
      <w:r w:rsidR="003C40D7">
        <w:t>invasion.</w:t>
      </w:r>
      <w:r w:rsidR="00046589">
        <w:t xml:space="preserve"> </w:t>
      </w:r>
      <w:r w:rsidR="003C40D7">
        <w:t>In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East,</w:t>
      </w:r>
      <w:r w:rsidR="00046589">
        <w:t xml:space="preserve"> </w:t>
      </w:r>
      <w:r w:rsidR="003C40D7">
        <w:t>Persia</w:t>
      </w:r>
      <w:r w:rsidR="00046589">
        <w:t xml:space="preserve"> </w:t>
      </w:r>
      <w:r w:rsidR="003C40D7">
        <w:t>had</w:t>
      </w:r>
      <w:r w:rsidR="00046589">
        <w:t xml:space="preserve"> </w:t>
      </w:r>
      <w:r w:rsidR="003C40D7">
        <w:t>been</w:t>
      </w:r>
      <w:r w:rsidR="00046589">
        <w:t xml:space="preserve"> </w:t>
      </w:r>
      <w:r w:rsidR="003C40D7">
        <w:t>invaded</w:t>
      </w:r>
      <w:r w:rsidR="00046589">
        <w:t xml:space="preserve"> </w:t>
      </w:r>
      <w:r w:rsidR="003C40D7">
        <w:t>by</w:t>
      </w:r>
      <w:r w:rsidR="00046589">
        <w:t xml:space="preserve"> </w:t>
      </w:r>
      <w:r w:rsidR="003C40D7">
        <w:t>the</w:t>
      </w:r>
      <w:r w:rsidR="00046589">
        <w:t xml:space="preserve"> </w:t>
      </w:r>
      <w:proofErr w:type="spellStart"/>
      <w:r w:rsidR="003C40D7">
        <w:t>Seldjuks</w:t>
      </w:r>
      <w:proofErr w:type="spellEnd"/>
      <w:r w:rsidR="003C40D7">
        <w:t>,</w:t>
      </w:r>
      <w:r w:rsidR="00046589">
        <w:t xml:space="preserve"> </w:t>
      </w:r>
      <w:r w:rsidR="003C40D7">
        <w:t>followed</w:t>
      </w:r>
      <w:r w:rsidR="00046589">
        <w:t xml:space="preserve"> </w:t>
      </w:r>
      <w:r w:rsidR="003C40D7">
        <w:t>by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advance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Mongols</w:t>
      </w:r>
      <w:r w:rsidR="00046589">
        <w:t xml:space="preserve"> </w:t>
      </w:r>
      <w:r w:rsidR="003C40D7">
        <w:t>who</w:t>
      </w:r>
      <w:r w:rsidR="00046589">
        <w:t xml:space="preserve"> </w:t>
      </w:r>
      <w:r w:rsidR="003C40D7">
        <w:t>burst</w:t>
      </w:r>
      <w:r w:rsidR="00046589">
        <w:t xml:space="preserve"> </w:t>
      </w:r>
      <w:r w:rsidR="003C40D7">
        <w:t>out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Asian</w:t>
      </w:r>
      <w:r w:rsidR="00046589">
        <w:t xml:space="preserve"> </w:t>
      </w:r>
      <w:r w:rsidR="003C40D7">
        <w:t>steppes.</w:t>
      </w:r>
      <w:r w:rsidR="00046589">
        <w:t xml:space="preserve"> </w:t>
      </w:r>
      <w:r w:rsidR="003C40D7">
        <w:t>During</w:t>
      </w:r>
      <w:r w:rsidR="00046589">
        <w:t xml:space="preserve"> </w:t>
      </w:r>
      <w:r w:rsidR="003C40D7">
        <w:t>one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his</w:t>
      </w:r>
      <w:r w:rsidR="00046589">
        <w:t xml:space="preserve"> </w:t>
      </w:r>
      <w:r w:rsidR="003C40D7">
        <w:t>diplomatic</w:t>
      </w:r>
      <w:r w:rsidR="00046589">
        <w:t xml:space="preserve"> </w:t>
      </w:r>
      <w:r w:rsidR="003C40D7">
        <w:t>missions</w:t>
      </w:r>
      <w:r w:rsidR="00046589">
        <w:t xml:space="preserve"> </w:t>
      </w:r>
      <w:proofErr w:type="spellStart"/>
      <w:r>
        <w:t>Ibn</w:t>
      </w:r>
      <w:proofErr w:type="spellEnd"/>
      <w:r w:rsidR="00046589">
        <w:t xml:space="preserve"> </w:t>
      </w:r>
      <w:proofErr w:type="spellStart"/>
      <w:r>
        <w:t>Khaldun</w:t>
      </w:r>
      <w:proofErr w:type="spellEnd"/>
      <w:r w:rsidR="00046589">
        <w:t xml:space="preserve"> </w:t>
      </w:r>
      <w:r w:rsidR="003C40D7">
        <w:t>accompanied</w:t>
      </w:r>
      <w:r w:rsidR="00046589">
        <w:t xml:space="preserve"> </w:t>
      </w:r>
      <w:r w:rsidR="003C40D7">
        <w:t>the</w:t>
      </w:r>
      <w:r w:rsidR="00046589">
        <w:t xml:space="preserve"> </w:t>
      </w:r>
      <w:proofErr w:type="spellStart"/>
      <w:r w:rsidR="003C40D7">
        <w:t>Mamluk</w:t>
      </w:r>
      <w:proofErr w:type="spellEnd"/>
      <w:r w:rsidR="00046589">
        <w:t xml:space="preserve"> </w:t>
      </w:r>
      <w:r w:rsidR="003C40D7">
        <w:t>sultan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Egypt,</w:t>
      </w:r>
      <w:r w:rsidR="00046589">
        <w:t xml:space="preserve"> </w:t>
      </w:r>
      <w:r w:rsidR="003C40D7">
        <w:t>for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negotiation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a</w:t>
      </w:r>
      <w:r w:rsidR="00046589">
        <w:t xml:space="preserve"> </w:t>
      </w:r>
      <w:r w:rsidR="003C40D7">
        <w:t>peace</w:t>
      </w:r>
      <w:r w:rsidR="00046589">
        <w:t xml:space="preserve"> </w:t>
      </w:r>
      <w:r w:rsidR="003C40D7">
        <w:t>treaty</w:t>
      </w:r>
      <w:r w:rsidR="00046589">
        <w:t xml:space="preserve"> </w:t>
      </w:r>
      <w:r w:rsidR="003C40D7">
        <w:t>with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famous</w:t>
      </w:r>
      <w:r w:rsidR="00046589">
        <w:t xml:space="preserve"> </w:t>
      </w:r>
      <w:r w:rsidR="003C40D7">
        <w:t>Mongol</w:t>
      </w:r>
      <w:r w:rsidR="00046589">
        <w:t xml:space="preserve"> </w:t>
      </w:r>
      <w:r w:rsidR="003C40D7">
        <w:t>conqueror</w:t>
      </w:r>
      <w:r w:rsidR="00046589">
        <w:t xml:space="preserve"> </w:t>
      </w:r>
      <w:r w:rsidR="003C40D7">
        <w:t>Tamerlane.</w:t>
      </w:r>
    </w:p>
    <w:p w:rsidR="003C40D7" w:rsidRDefault="003C40D7" w:rsidP="003C40D7">
      <w:pPr>
        <w:pStyle w:val="libNormal"/>
      </w:pP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lands</w:t>
      </w:r>
      <w:r w:rsidR="00046589">
        <w:t xml:space="preserve"> </w:t>
      </w:r>
      <w:r>
        <w:t>of</w:t>
      </w:r>
      <w:r w:rsidR="00046589">
        <w:t xml:space="preserve"> </w:t>
      </w:r>
      <w:r>
        <w:t>western</w:t>
      </w:r>
      <w:r w:rsidR="00046589">
        <w:t xml:space="preserve"> </w:t>
      </w:r>
      <w:r>
        <w:t>Islam,</w:t>
      </w:r>
      <w:r w:rsidR="00046589">
        <w:t xml:space="preserve"> </w:t>
      </w:r>
      <w:r>
        <w:t>the</w:t>
      </w:r>
      <w:r w:rsidR="00046589">
        <w:t xml:space="preserve"> </w:t>
      </w:r>
      <w:r>
        <w:t>confederation</w:t>
      </w:r>
      <w:r w:rsidR="00046589">
        <w:t xml:space="preserve"> </w:t>
      </w:r>
      <w:r>
        <w:t>of</w:t>
      </w:r>
      <w:r w:rsidR="00046589">
        <w:t xml:space="preserve"> </w:t>
      </w:r>
      <w:r>
        <w:t>Arab</w:t>
      </w:r>
      <w:r w:rsidR="00046589">
        <w:t xml:space="preserve"> </w:t>
      </w:r>
      <w:r>
        <w:t>and</w:t>
      </w:r>
      <w:r w:rsidR="00046589">
        <w:t xml:space="preserve"> </w:t>
      </w:r>
      <w:r>
        <w:t>Berber</w:t>
      </w:r>
      <w:r w:rsidR="00046589">
        <w:t xml:space="preserve"> </w:t>
      </w:r>
      <w:r>
        <w:t>states,</w:t>
      </w:r>
      <w:r w:rsidR="00046589">
        <w:t xml:space="preserve"> </w:t>
      </w:r>
      <w:r>
        <w:t>which</w:t>
      </w:r>
      <w:r w:rsidR="00046589">
        <w:t xml:space="preserve"> </w:t>
      </w:r>
      <w:r>
        <w:t>had</w:t>
      </w:r>
      <w:r w:rsidR="00046589">
        <w:t xml:space="preserve"> </w:t>
      </w:r>
      <w:r>
        <w:t>since</w:t>
      </w:r>
      <w:r w:rsidR="00046589">
        <w:t xml:space="preserve"> </w:t>
      </w:r>
      <w:r>
        <w:t>the</w:t>
      </w:r>
      <w:r w:rsidR="00046589">
        <w:t xml:space="preserve"> </w:t>
      </w:r>
      <w:r>
        <w:t>twelfth</w:t>
      </w:r>
      <w:r w:rsidR="00046589">
        <w:t xml:space="preserve"> </w:t>
      </w:r>
      <w:r>
        <w:t>century</w:t>
      </w:r>
      <w:r w:rsidR="00046589">
        <w:t xml:space="preserve"> </w:t>
      </w:r>
      <w:r>
        <w:t>been</w:t>
      </w:r>
      <w:r w:rsidR="00046589">
        <w:t xml:space="preserve"> </w:t>
      </w:r>
      <w:r>
        <w:t>ruled</w:t>
      </w:r>
      <w:r w:rsidR="00046589">
        <w:t xml:space="preserve"> </w:t>
      </w:r>
      <w:r>
        <w:t>by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Almohad</w:t>
      </w:r>
      <w:proofErr w:type="spellEnd"/>
      <w:r w:rsidR="00046589">
        <w:t xml:space="preserve"> </w:t>
      </w:r>
      <w:r>
        <w:t>dynasty,</w:t>
      </w:r>
      <w:r w:rsidR="00046589">
        <w:t xml:space="preserve"> </w:t>
      </w:r>
      <w:r>
        <w:t>fell</w:t>
      </w:r>
      <w:r w:rsidR="00046589">
        <w:t xml:space="preserve"> </w:t>
      </w:r>
      <w:r>
        <w:t>apart</w:t>
      </w:r>
      <w:r w:rsidR="00046589">
        <w:t xml:space="preserve"> </w:t>
      </w:r>
      <w:r>
        <w:t>into</w:t>
      </w:r>
      <w:r w:rsidR="00046589">
        <w:t xml:space="preserve"> </w:t>
      </w:r>
      <w:r>
        <w:t>several</w:t>
      </w:r>
      <w:r w:rsidR="00046589">
        <w:t xml:space="preserve"> </w:t>
      </w:r>
      <w:r>
        <w:t>rival</w:t>
      </w:r>
      <w:r w:rsidR="00046589">
        <w:t xml:space="preserve"> </w:t>
      </w:r>
      <w:r>
        <w:t>emirates.</w:t>
      </w:r>
      <w:r w:rsidR="00046589">
        <w:t xml:space="preserve"> </w:t>
      </w:r>
      <w:r>
        <w:t>The</w:t>
      </w:r>
      <w:r w:rsidR="00046589">
        <w:t xml:space="preserve"> </w:t>
      </w:r>
      <w:r>
        <w:t>Spanish</w:t>
      </w:r>
      <w:r w:rsidR="00046589">
        <w:t xml:space="preserve"> </w:t>
      </w:r>
      <w:r>
        <w:t>princes</w:t>
      </w:r>
      <w:r w:rsidR="00046589">
        <w:t xml:space="preserve"> </w:t>
      </w:r>
      <w:r>
        <w:t>had</w:t>
      </w:r>
      <w:r w:rsidR="00046589">
        <w:t xml:space="preserve"> </w:t>
      </w:r>
      <w:r>
        <w:t>conquered</w:t>
      </w:r>
      <w:r w:rsidR="00046589">
        <w:t xml:space="preserve"> </w:t>
      </w:r>
      <w:r>
        <w:t>Cordoba</w:t>
      </w:r>
      <w:r w:rsidR="00046589">
        <w:t xml:space="preserve"> </w:t>
      </w:r>
      <w:r>
        <w:t>in</w:t>
      </w:r>
      <w:r w:rsidR="00046589">
        <w:t xml:space="preserve"> </w:t>
      </w:r>
      <w:r>
        <w:t>1236</w:t>
      </w:r>
      <w:r w:rsidR="00046589">
        <w:t xml:space="preserve"> </w:t>
      </w:r>
      <w:r>
        <w:t>and</w:t>
      </w:r>
      <w:r w:rsidR="00046589">
        <w:t xml:space="preserve"> </w:t>
      </w:r>
      <w:r>
        <w:t>Seville</w:t>
      </w:r>
      <w:r w:rsidR="00046589">
        <w:t xml:space="preserve"> </w:t>
      </w:r>
      <w:r>
        <w:t>in</w:t>
      </w:r>
      <w:r w:rsidR="00046589">
        <w:t xml:space="preserve"> </w:t>
      </w:r>
      <w:r>
        <w:t>1242.</w:t>
      </w:r>
      <w:r w:rsidR="00046589">
        <w:t xml:space="preserve"> </w:t>
      </w:r>
      <w:r>
        <w:t>The</w:t>
      </w:r>
      <w:r w:rsidR="00046589">
        <w:t xml:space="preserve"> </w:t>
      </w:r>
      <w:r>
        <w:t>king</w:t>
      </w:r>
      <w:r w:rsidR="00046589">
        <w:t xml:space="preserve"> </w:t>
      </w:r>
      <w:r>
        <w:t>of</w:t>
      </w:r>
      <w:r w:rsidR="00046589">
        <w:t xml:space="preserve"> </w:t>
      </w:r>
      <w:r>
        <w:t>Sicily</w:t>
      </w:r>
      <w:r w:rsidR="00046589">
        <w:t xml:space="preserve"> </w:t>
      </w:r>
      <w:r>
        <w:t>occupied</w:t>
      </w:r>
      <w:r w:rsidR="00046589">
        <w:t xml:space="preserve"> </w:t>
      </w:r>
      <w:proofErr w:type="spellStart"/>
      <w:r>
        <w:t>Djerba</w:t>
      </w:r>
      <w:proofErr w:type="spellEnd"/>
      <w:r w:rsidR="00046589">
        <w:t xml:space="preserve"> </w:t>
      </w:r>
      <w:r>
        <w:t>in</w:t>
      </w:r>
      <w:r w:rsidR="00046589">
        <w:t xml:space="preserve"> </w:t>
      </w:r>
      <w:r>
        <w:t>1284.</w:t>
      </w:r>
      <w:r w:rsidR="00046589">
        <w:t xml:space="preserve"> </w:t>
      </w:r>
      <w:r>
        <w:t>From</w:t>
      </w:r>
      <w:r w:rsidR="00046589">
        <w:t xml:space="preserve"> </w:t>
      </w:r>
      <w:r>
        <w:t>the</w:t>
      </w:r>
      <w:r w:rsidR="00046589">
        <w:t xml:space="preserve"> </w:t>
      </w:r>
      <w:r>
        <w:t>fourteenth</w:t>
      </w:r>
      <w:r w:rsidR="00046589">
        <w:t xml:space="preserve"> </w:t>
      </w:r>
      <w:r>
        <w:t>century</w:t>
      </w:r>
      <w:r w:rsidR="00046589">
        <w:t xml:space="preserve"> </w:t>
      </w:r>
      <w:r>
        <w:t>onwards,</w:t>
      </w:r>
      <w:r w:rsidR="00046589">
        <w:t xml:space="preserve"> </w:t>
      </w:r>
      <w:r>
        <w:t>the</w:t>
      </w:r>
      <w:r w:rsidR="00046589">
        <w:t xml:space="preserve"> </w:t>
      </w:r>
      <w:r>
        <w:t>Portuguese</w:t>
      </w:r>
      <w:r w:rsidR="00046589">
        <w:t xml:space="preserve"> </w:t>
      </w:r>
      <w:r>
        <w:t>gradually</w:t>
      </w:r>
      <w:r w:rsidR="00046589">
        <w:t xml:space="preserve"> </w:t>
      </w:r>
      <w:r>
        <w:t>took</w:t>
      </w:r>
      <w:r w:rsidR="00046589">
        <w:t xml:space="preserve"> </w:t>
      </w:r>
      <w:r>
        <w:t>over</w:t>
      </w:r>
      <w:r w:rsidR="00046589">
        <w:t xml:space="preserve"> </w:t>
      </w:r>
      <w:r>
        <w:t>the</w:t>
      </w:r>
      <w:r w:rsidR="00046589">
        <w:t xml:space="preserve"> </w:t>
      </w:r>
      <w:r>
        <w:t>control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African</w:t>
      </w:r>
      <w:r w:rsidR="00046589">
        <w:t xml:space="preserve"> </w:t>
      </w:r>
      <w:r>
        <w:t>coast.</w:t>
      </w:r>
      <w:r w:rsidR="00046589">
        <w:t xml:space="preserve"> </w:t>
      </w:r>
      <w:r>
        <w:t>The</w:t>
      </w:r>
      <w:r w:rsidR="00046589">
        <w:t xml:space="preserve"> </w:t>
      </w:r>
      <w:r>
        <w:t>merchant</w:t>
      </w:r>
      <w:r w:rsidR="00046589">
        <w:t xml:space="preserve"> </w:t>
      </w:r>
      <w:r>
        <w:t>oligarchies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Maghreb</w:t>
      </w:r>
      <w:r w:rsidR="00046589">
        <w:t xml:space="preserve"> </w:t>
      </w:r>
      <w:r>
        <w:t>and</w:t>
      </w:r>
      <w:r w:rsidR="00046589">
        <w:t xml:space="preserve"> </w:t>
      </w:r>
      <w:r>
        <w:t>Andalusia</w:t>
      </w:r>
      <w:r w:rsidR="00046589">
        <w:t xml:space="preserve"> </w:t>
      </w:r>
      <w:r>
        <w:t>which</w:t>
      </w:r>
      <w:r w:rsidR="00046589">
        <w:t xml:space="preserve"> </w:t>
      </w:r>
      <w:r>
        <w:t>for</w:t>
      </w:r>
      <w:r w:rsidR="00046589">
        <w:t xml:space="preserve"> </w:t>
      </w:r>
      <w:r>
        <w:t>centuries</w:t>
      </w:r>
      <w:r w:rsidR="00046589">
        <w:t xml:space="preserve"> </w:t>
      </w:r>
      <w:r>
        <w:t>had</w:t>
      </w:r>
      <w:r w:rsidR="00046589">
        <w:t xml:space="preserve"> </w:t>
      </w:r>
      <w:r>
        <w:t>been</w:t>
      </w:r>
      <w:r w:rsidR="00046589">
        <w:t xml:space="preserve"> </w:t>
      </w:r>
      <w:r>
        <w:t>the</w:t>
      </w:r>
      <w:r w:rsidR="00046589">
        <w:t xml:space="preserve"> </w:t>
      </w:r>
      <w:r>
        <w:t>intermediaries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trade</w:t>
      </w:r>
      <w:r w:rsidR="00046589">
        <w:t xml:space="preserve"> </w:t>
      </w:r>
      <w:r>
        <w:t>over</w:t>
      </w:r>
      <w:r w:rsidR="00046589">
        <w:t xml:space="preserve"> </w:t>
      </w:r>
      <w:r>
        <w:t>land</w:t>
      </w:r>
      <w:r w:rsidR="00046589">
        <w:t xml:space="preserve"> </w:t>
      </w:r>
      <w:r>
        <w:t>between</w:t>
      </w:r>
      <w:r w:rsidR="00046589">
        <w:t xml:space="preserve"> </w:t>
      </w:r>
      <w:r>
        <w:t>Europe</w:t>
      </w:r>
      <w:r w:rsidR="00046589">
        <w:t xml:space="preserve"> </w:t>
      </w:r>
      <w:r>
        <w:t>and</w:t>
      </w:r>
      <w:r w:rsidR="00046589">
        <w:t xml:space="preserve"> </w:t>
      </w:r>
      <w:r>
        <w:t>Africa</w:t>
      </w:r>
      <w:r w:rsidR="00046589">
        <w:t xml:space="preserve"> </w:t>
      </w:r>
      <w:r>
        <w:t>South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Sahara,</w:t>
      </w:r>
      <w:r w:rsidR="00046589">
        <w:t xml:space="preserve"> </w:t>
      </w:r>
      <w:r>
        <w:t>lost</w:t>
      </w:r>
      <w:r w:rsidR="00046589">
        <w:t xml:space="preserve"> </w:t>
      </w:r>
      <w:r>
        <w:t>their</w:t>
      </w:r>
      <w:r w:rsidR="00046589">
        <w:t xml:space="preserve"> </w:t>
      </w:r>
      <w:r>
        <w:t>trade</w:t>
      </w:r>
      <w:r w:rsidR="00046589">
        <w:t xml:space="preserve"> </w:t>
      </w:r>
      <w:r>
        <w:t>monopoly.</w:t>
      </w:r>
      <w:r w:rsidR="00046589">
        <w:t xml:space="preserve"> </w:t>
      </w:r>
      <w:r>
        <w:t>The</w:t>
      </w:r>
      <w:r w:rsidR="00046589">
        <w:t xml:space="preserve"> </w:t>
      </w:r>
      <w:r>
        <w:t>caravan</w:t>
      </w:r>
      <w:r w:rsidR="00046589">
        <w:t xml:space="preserve"> </w:t>
      </w:r>
      <w:r>
        <w:t>trade</w:t>
      </w:r>
      <w:r w:rsidR="00046589">
        <w:t xml:space="preserve"> </w:t>
      </w:r>
      <w:r>
        <w:t>and</w:t>
      </w:r>
      <w:r w:rsidR="00046589">
        <w:t xml:space="preserve"> </w:t>
      </w:r>
      <w:r>
        <w:t>with</w:t>
      </w:r>
      <w:r w:rsidR="00046589">
        <w:t xml:space="preserve"> </w:t>
      </w:r>
      <w:r>
        <w:t>it</w:t>
      </w:r>
      <w:r w:rsidR="00046589">
        <w:t xml:space="preserve"> </w:t>
      </w:r>
      <w:r>
        <w:t>the</w:t>
      </w:r>
      <w:r w:rsidR="00046589">
        <w:t xml:space="preserve"> </w:t>
      </w:r>
      <w:r>
        <w:t>merchant</w:t>
      </w:r>
      <w:r w:rsidR="00046589">
        <w:t xml:space="preserve"> </w:t>
      </w:r>
      <w:r>
        <w:t>class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Maghreb</w:t>
      </w:r>
      <w:r w:rsidR="00046589">
        <w:t xml:space="preserve"> </w:t>
      </w:r>
      <w:r>
        <w:t>entered</w:t>
      </w:r>
      <w:r w:rsidR="00046589">
        <w:t xml:space="preserve"> </w:t>
      </w:r>
      <w:r>
        <w:t>into</w:t>
      </w:r>
      <w:r w:rsidR="00046589">
        <w:t xml:space="preserve"> </w:t>
      </w:r>
      <w:r>
        <w:t>a</w:t>
      </w:r>
      <w:r w:rsidR="00046589">
        <w:t xml:space="preserve"> </w:t>
      </w:r>
      <w:r>
        <w:t>crisis</w:t>
      </w:r>
      <w:r w:rsidR="00046589">
        <w:t xml:space="preserve"> </w:t>
      </w:r>
      <w:r>
        <w:t>from</w:t>
      </w:r>
      <w:r w:rsidR="00046589">
        <w:t xml:space="preserve"> </w:t>
      </w:r>
      <w:r>
        <w:t>which</w:t>
      </w:r>
      <w:r w:rsidR="00046589">
        <w:t xml:space="preserve"> </w:t>
      </w:r>
      <w:r>
        <w:t>it</w:t>
      </w:r>
      <w:r w:rsidR="00046589">
        <w:t xml:space="preserve"> </w:t>
      </w:r>
      <w:r>
        <w:t>never</w:t>
      </w:r>
      <w:r w:rsidR="00046589">
        <w:t xml:space="preserve"> </w:t>
      </w:r>
      <w:r>
        <w:t>recovered.</w:t>
      </w:r>
    </w:p>
    <w:p w:rsidR="003C40D7" w:rsidRPr="003C40D7" w:rsidRDefault="003C40D7" w:rsidP="003C40D7">
      <w:pPr>
        <w:pStyle w:val="libNormal"/>
      </w:pPr>
      <w:r w:rsidRPr="003C40D7">
        <w:t>Being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talented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ambitious</w:t>
      </w:r>
      <w:r w:rsidR="00046589">
        <w:t xml:space="preserve"> </w:t>
      </w:r>
      <w:r w:rsidRPr="003C40D7">
        <w:t>scion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wealthy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respected</w:t>
      </w:r>
      <w:r w:rsidR="00046589">
        <w:t xml:space="preserve"> </w:t>
      </w:r>
      <w:r w:rsidRPr="003C40D7">
        <w:t>family,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 w:rsidRPr="003C40D7">
        <w:t>received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first</w:t>
      </w:r>
      <w:r w:rsidR="00046589">
        <w:t xml:space="preserve"> </w:t>
      </w:r>
      <w:r w:rsidRPr="003C40D7">
        <w:t>class</w:t>
      </w:r>
      <w:r w:rsidR="00046589">
        <w:t xml:space="preserve"> </w:t>
      </w:r>
      <w:r w:rsidRPr="003C40D7">
        <w:t>education</w:t>
      </w:r>
      <w:r w:rsidR="00046589">
        <w:t xml:space="preserve"> </w:t>
      </w:r>
      <w:r w:rsidRPr="003C40D7">
        <w:t>from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series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notorious</w:t>
      </w:r>
      <w:r w:rsidR="00046589">
        <w:t xml:space="preserve"> </w:t>
      </w:r>
      <w:r w:rsidRPr="003C40D7">
        <w:t>teachers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most</w:t>
      </w:r>
      <w:r w:rsidR="00046589">
        <w:t xml:space="preserve"> </w:t>
      </w:r>
      <w:r w:rsidRPr="003C40D7">
        <w:t>important</w:t>
      </w:r>
      <w:r w:rsidR="00046589">
        <w:t xml:space="preserve"> </w:t>
      </w:r>
      <w:r w:rsidRPr="003C40D7">
        <w:t>study</w:t>
      </w:r>
      <w:r w:rsidR="00046589">
        <w:t xml:space="preserve"> </w:t>
      </w:r>
      <w:r w:rsidRPr="003C40D7">
        <w:t>domains,</w:t>
      </w:r>
      <w:r w:rsidR="00046589">
        <w:t xml:space="preserve"> </w:t>
      </w:r>
      <w:r w:rsidRPr="003C40D7">
        <w:t>namely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religious</w:t>
      </w:r>
      <w:r w:rsidR="00046589">
        <w:t xml:space="preserve"> </w:t>
      </w:r>
      <w:r w:rsidRPr="003C40D7">
        <w:t>canons</w:t>
      </w:r>
      <w:r w:rsidR="00046589">
        <w:t xml:space="preserve"> </w:t>
      </w:r>
      <w:r w:rsidRPr="003C40D7">
        <w:t>(the</w:t>
      </w:r>
      <w:r w:rsidR="00046589">
        <w:t xml:space="preserve"> </w:t>
      </w:r>
      <w:r w:rsidRPr="003C40D7">
        <w:rPr>
          <w:rStyle w:val="libItalicChar"/>
        </w:rPr>
        <w:t>Quran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prophetic</w:t>
      </w:r>
      <w:r w:rsidR="00046589">
        <w:t xml:space="preserve"> </w:t>
      </w:r>
      <w:r w:rsidRPr="003C40D7">
        <w:t>tradition),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legal</w:t>
      </w:r>
      <w:r w:rsidR="00046589">
        <w:t xml:space="preserve"> </w:t>
      </w:r>
      <w:r w:rsidRPr="003C40D7">
        <w:t>focus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different</w:t>
      </w:r>
      <w:r w:rsidR="00046589">
        <w:t xml:space="preserve"> </w:t>
      </w:r>
      <w:r w:rsidRPr="003C40D7">
        <w:t>schools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practices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law,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methods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speculative</w:t>
      </w:r>
      <w:r w:rsidR="00046589">
        <w:t xml:space="preserve"> </w:t>
      </w:r>
      <w:r w:rsidRPr="003C40D7">
        <w:t>theology</w:t>
      </w:r>
      <w:r w:rsidR="00046589">
        <w:t xml:space="preserve"> </w:t>
      </w:r>
      <w:r w:rsidRPr="003C40D7">
        <w:t>(</w:t>
      </w:r>
      <w:proofErr w:type="spellStart"/>
      <w:r w:rsidRPr="003C40D7">
        <w:rPr>
          <w:rStyle w:val="libItalicChar"/>
        </w:rPr>
        <w:t>kalam</w:t>
      </w:r>
      <w:proofErr w:type="spellEnd"/>
      <w:r w:rsidRPr="003C40D7">
        <w:t>),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Greek</w:t>
      </w:r>
      <w:r w:rsidR="00046589">
        <w:t xml:space="preserve"> </w:t>
      </w:r>
      <w:r w:rsidRPr="003C40D7">
        <w:t>tradition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Arab</w:t>
      </w:r>
      <w:r w:rsidR="00046589">
        <w:t xml:space="preserve"> </w:t>
      </w:r>
      <w:r w:rsidRPr="003C40D7">
        <w:t>philosophy</w:t>
      </w:r>
      <w:r w:rsidR="00046589">
        <w:t xml:space="preserve"> </w:t>
      </w:r>
      <w:r w:rsidRPr="003C40D7">
        <w:t>(</w:t>
      </w:r>
      <w:proofErr w:type="spellStart"/>
      <w:r w:rsidRPr="003C40D7">
        <w:rPr>
          <w:rStyle w:val="libItalicChar"/>
        </w:rPr>
        <w:t>falsafa</w:t>
      </w:r>
      <w:proofErr w:type="spellEnd"/>
      <w:r w:rsidRPr="003C40D7">
        <w:t>)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last</w:t>
      </w:r>
      <w:r w:rsidR="00046589">
        <w:t xml:space="preserve"> </w:t>
      </w:r>
      <w:r w:rsidRPr="003C40D7">
        <w:t>but</w:t>
      </w:r>
      <w:r w:rsidR="00046589">
        <w:t xml:space="preserve"> </w:t>
      </w:r>
      <w:r w:rsidRPr="003C40D7">
        <w:t>not</w:t>
      </w:r>
      <w:r w:rsidR="00046589">
        <w:t xml:space="preserve"> </w:t>
      </w:r>
      <w:r w:rsidRPr="003C40D7">
        <w:t>least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Persian</w:t>
      </w:r>
      <w:r w:rsidR="00046589">
        <w:t xml:space="preserve"> </w:t>
      </w:r>
      <w:r w:rsidRPr="003C40D7">
        <w:t>political</w:t>
      </w:r>
      <w:r w:rsidR="00046589">
        <w:t xml:space="preserve"> </w:t>
      </w:r>
      <w:r w:rsidRPr="003C40D7">
        <w:t>wisdom</w:t>
      </w:r>
      <w:r w:rsidR="00046589">
        <w:t xml:space="preserve"> </w:t>
      </w:r>
      <w:r w:rsidRPr="003C40D7">
        <w:t>literature,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didactic</w:t>
      </w:r>
      <w:r w:rsidR="00046589">
        <w:t xml:space="preserve"> </w:t>
      </w:r>
      <w:r w:rsidRPr="003C40D7">
        <w:t>genre</w:t>
      </w:r>
      <w:r w:rsidR="00046589">
        <w:t xml:space="preserve"> </w:t>
      </w:r>
      <w:r w:rsidRPr="003C40D7">
        <w:t>also</w:t>
      </w:r>
      <w:r w:rsidR="00046589">
        <w:t xml:space="preserve"> </w:t>
      </w:r>
      <w:r w:rsidRPr="003C40D7">
        <w:t>called</w:t>
      </w:r>
      <w:r w:rsidR="00046589">
        <w:t xml:space="preserve"> </w:t>
      </w:r>
      <w:r w:rsidRPr="003C40D7">
        <w:t>"mirror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prince"</w:t>
      </w:r>
      <w:r w:rsidR="00046589">
        <w:t xml:space="preserve"> </w:t>
      </w:r>
      <w:r w:rsidRPr="003C40D7">
        <w:t>literature.</w:t>
      </w:r>
    </w:p>
    <w:p w:rsidR="003C40D7" w:rsidRDefault="003C40D7" w:rsidP="003C40D7">
      <w:pPr>
        <w:pStyle w:val="libNormal"/>
      </w:pPr>
      <w:r>
        <w:t>After</w:t>
      </w:r>
      <w:r w:rsidR="00046589">
        <w:t xml:space="preserve"> </w:t>
      </w:r>
      <w:r>
        <w:t>his</w:t>
      </w:r>
      <w:r w:rsidR="00046589">
        <w:t xml:space="preserve"> </w:t>
      </w:r>
      <w:r>
        <w:t>graduation</w:t>
      </w:r>
      <w:r w:rsidR="00046589">
        <w:t xml:space="preserve"> </w:t>
      </w:r>
      <w:r>
        <w:t>in</w:t>
      </w:r>
      <w:r w:rsidR="00046589">
        <w:t xml:space="preserve"> </w:t>
      </w:r>
      <w:r>
        <w:t>this</w:t>
      </w:r>
      <w:r w:rsidR="00046589">
        <w:t xml:space="preserve"> </w:t>
      </w:r>
      <w:r>
        <w:t>classical</w:t>
      </w:r>
      <w:r w:rsidR="00046589">
        <w:t xml:space="preserve"> </w:t>
      </w:r>
      <w:r>
        <w:t>curriculum</w:t>
      </w:r>
      <w:r w:rsidR="00046589">
        <w:t xml:space="preserve"> </w:t>
      </w:r>
      <w:r>
        <w:t>the</w:t>
      </w:r>
      <w:r w:rsidR="00046589">
        <w:t xml:space="preserve"> </w:t>
      </w:r>
      <w:r>
        <w:t>young</w:t>
      </w:r>
      <w:r w:rsidR="00046589">
        <w:t xml:space="preserve"> </w:t>
      </w:r>
      <w:r>
        <w:t>man</w:t>
      </w:r>
      <w:r w:rsidR="00046589">
        <w:t xml:space="preserve"> </w:t>
      </w:r>
      <w:r>
        <w:t>engaged</w:t>
      </w:r>
      <w:r w:rsidR="00046589">
        <w:t xml:space="preserve"> </w:t>
      </w:r>
      <w:r>
        <w:t>in</w:t>
      </w:r>
      <w:r w:rsidR="00046589">
        <w:t xml:space="preserve"> </w:t>
      </w:r>
      <w:r>
        <w:t>political</w:t>
      </w:r>
      <w:r w:rsidR="00046589">
        <w:t xml:space="preserve"> </w:t>
      </w:r>
      <w:r>
        <w:t>activity</w:t>
      </w:r>
      <w:r w:rsidR="00046589">
        <w:t xml:space="preserve"> </w:t>
      </w:r>
      <w:r>
        <w:t>with</w:t>
      </w:r>
      <w:r w:rsidR="00046589">
        <w:t xml:space="preserve"> </w:t>
      </w:r>
      <w:r>
        <w:t>a</w:t>
      </w:r>
      <w:r w:rsidR="00046589">
        <w:t xml:space="preserve"> </w:t>
      </w:r>
      <w:r>
        <w:t>remarkable</w:t>
      </w:r>
      <w:r w:rsidR="00046589">
        <w:t xml:space="preserve"> </w:t>
      </w:r>
      <w:r>
        <w:t>zest,</w:t>
      </w:r>
      <w:r w:rsidR="00046589">
        <w:t xml:space="preserve"> </w:t>
      </w:r>
      <w:r>
        <w:t>a</w:t>
      </w:r>
      <w:r w:rsidR="00046589">
        <w:t xml:space="preserve"> </w:t>
      </w:r>
      <w:r>
        <w:t>notorious</w:t>
      </w:r>
      <w:r w:rsidR="00046589">
        <w:t xml:space="preserve"> </w:t>
      </w:r>
      <w:r>
        <w:t>versatility</w:t>
      </w:r>
      <w:r w:rsidR="00046589">
        <w:t xml:space="preserve"> </w:t>
      </w:r>
      <w:r>
        <w:t>and</w:t>
      </w:r>
      <w:r w:rsidR="00046589">
        <w:t xml:space="preserve"> </w:t>
      </w:r>
      <w:r>
        <w:t>a</w:t>
      </w:r>
      <w:r w:rsidR="00046589">
        <w:t xml:space="preserve"> </w:t>
      </w:r>
      <w:r>
        <w:t>rarely</w:t>
      </w:r>
      <w:r w:rsidR="00046589">
        <w:t xml:space="preserve"> </w:t>
      </w:r>
      <w:r>
        <w:t>seen</w:t>
      </w:r>
      <w:r w:rsidR="00046589">
        <w:t xml:space="preserve"> </w:t>
      </w:r>
      <w:r>
        <w:t>bent</w:t>
      </w:r>
      <w:r w:rsidR="00046589">
        <w:t xml:space="preserve"> </w:t>
      </w:r>
      <w:r>
        <w:t>for</w:t>
      </w:r>
      <w:r w:rsidR="00046589">
        <w:t xml:space="preserve"> </w:t>
      </w:r>
      <w:r>
        <w:t>non</w:t>
      </w:r>
      <w:r w:rsidR="00046589">
        <w:t xml:space="preserve"> </w:t>
      </w:r>
      <w:r>
        <w:t>conformism.</w:t>
      </w:r>
      <w:r w:rsidR="00046589">
        <w:t xml:space="preserve"> </w:t>
      </w:r>
      <w:r>
        <w:t>Frequently</w:t>
      </w:r>
      <w:r w:rsidR="00046589">
        <w:t xml:space="preserve"> </w:t>
      </w:r>
      <w:r>
        <w:t>changing</w:t>
      </w:r>
      <w:r w:rsidR="00046589">
        <w:t xml:space="preserve"> </w:t>
      </w:r>
      <w:r>
        <w:t>sides,</w:t>
      </w:r>
      <w:r w:rsidR="00046589">
        <w:t xml:space="preserve"> </w:t>
      </w:r>
      <w:r>
        <w:t>he</w:t>
      </w:r>
      <w:r w:rsidR="00046589">
        <w:t xml:space="preserve"> </w:t>
      </w:r>
      <w:r>
        <w:t>first</w:t>
      </w:r>
      <w:r w:rsidR="00046589">
        <w:t xml:space="preserve"> </w:t>
      </w:r>
      <w:r>
        <w:t>served</w:t>
      </w:r>
      <w:r w:rsidR="00046589">
        <w:t xml:space="preserve"> </w:t>
      </w:r>
      <w:r>
        <w:t>the</w:t>
      </w:r>
      <w:r w:rsidR="00046589">
        <w:t xml:space="preserve"> </w:t>
      </w:r>
      <w:r>
        <w:t>emir</w:t>
      </w:r>
      <w:r w:rsidR="00046589">
        <w:t xml:space="preserve"> </w:t>
      </w:r>
      <w:r>
        <w:t>of</w:t>
      </w:r>
      <w:r w:rsidR="00046589">
        <w:t xml:space="preserve"> </w:t>
      </w:r>
      <w:r>
        <w:t>Tunis,</w:t>
      </w:r>
      <w:r w:rsidR="00046589">
        <w:t xml:space="preserve"> </w:t>
      </w:r>
      <w:r>
        <w:t>followed</w:t>
      </w:r>
      <w:r w:rsidR="00046589">
        <w:t xml:space="preserve"> </w:t>
      </w:r>
      <w:r>
        <w:t>by</w:t>
      </w:r>
      <w:r w:rsidR="00046589">
        <w:t xml:space="preserve"> </w:t>
      </w:r>
      <w:r>
        <w:t>a</w:t>
      </w:r>
      <w:r w:rsidR="00046589">
        <w:t xml:space="preserve"> </w:t>
      </w:r>
      <w:r>
        <w:t>post</w:t>
      </w:r>
      <w:r w:rsidR="00046589">
        <w:t xml:space="preserve"> </w:t>
      </w:r>
      <w:r>
        <w:t>at</w:t>
      </w:r>
      <w:r w:rsidR="00046589">
        <w:t xml:space="preserve"> </w:t>
      </w:r>
      <w:r>
        <w:t>the</w:t>
      </w:r>
      <w:r w:rsidR="00046589">
        <w:t xml:space="preserve"> </w:t>
      </w:r>
      <w:r>
        <w:t>rival</w:t>
      </w:r>
      <w:r w:rsidR="00046589">
        <w:t xml:space="preserve"> </w:t>
      </w:r>
      <w:r>
        <w:t>court</w:t>
      </w:r>
      <w:r w:rsidR="00046589">
        <w:t xml:space="preserve"> </w:t>
      </w:r>
      <w:r>
        <w:t>of</w:t>
      </w:r>
      <w:r w:rsidR="00046589">
        <w:t xml:space="preserve"> </w:t>
      </w:r>
      <w:r>
        <w:t>Fes,</w:t>
      </w:r>
      <w:r w:rsidR="00046589">
        <w:t xml:space="preserve"> </w:t>
      </w:r>
      <w:r>
        <w:t>then</w:t>
      </w:r>
      <w:r w:rsidR="00046589">
        <w:t xml:space="preserve"> </w:t>
      </w:r>
      <w:r>
        <w:t>by</w:t>
      </w:r>
      <w:r w:rsidR="00046589">
        <w:t xml:space="preserve"> </w:t>
      </w:r>
      <w:r>
        <w:t>a</w:t>
      </w:r>
      <w:r w:rsidR="00046589">
        <w:t xml:space="preserve"> </w:t>
      </w:r>
      <w:r>
        <w:t>stay</w:t>
      </w:r>
      <w:r w:rsidR="00046589">
        <w:t xml:space="preserve"> </w:t>
      </w:r>
      <w:r>
        <w:t>at</w:t>
      </w:r>
      <w:r w:rsidR="00046589">
        <w:t xml:space="preserve"> </w:t>
      </w:r>
      <w:proofErr w:type="spellStart"/>
      <w:r>
        <w:t>Tlemcen</w:t>
      </w:r>
      <w:proofErr w:type="spellEnd"/>
      <w:r w:rsidR="00046589">
        <w:t xml:space="preserve"> </w:t>
      </w:r>
      <w:r>
        <w:t>and</w:t>
      </w:r>
      <w:r w:rsidR="00046589">
        <w:t xml:space="preserve"> </w:t>
      </w:r>
      <w:r>
        <w:t>finally</w:t>
      </w:r>
      <w:r w:rsidR="00046589">
        <w:t xml:space="preserve"> </w:t>
      </w:r>
      <w:r>
        <w:t>with</w:t>
      </w:r>
      <w:r w:rsidR="00046589">
        <w:t xml:space="preserve"> </w:t>
      </w:r>
      <w:r>
        <w:t>the</w:t>
      </w:r>
      <w:r w:rsidR="00046589">
        <w:t xml:space="preserve"> </w:t>
      </w:r>
      <w:r>
        <w:t>sultan</w:t>
      </w:r>
      <w:r w:rsidR="00046589">
        <w:t xml:space="preserve"> </w:t>
      </w:r>
      <w:r>
        <w:t>of</w:t>
      </w:r>
      <w:r w:rsidR="00046589">
        <w:t xml:space="preserve"> </w:t>
      </w:r>
      <w:r>
        <w:t>Granada.</w:t>
      </w:r>
      <w:r w:rsidR="00046589">
        <w:t xml:space="preserve"> </w:t>
      </w:r>
      <w:r>
        <w:t>His</w:t>
      </w:r>
      <w:r w:rsidR="00046589">
        <w:t xml:space="preserve"> </w:t>
      </w:r>
      <w:r>
        <w:t>audacious</w:t>
      </w:r>
      <w:r w:rsidR="00046589">
        <w:t xml:space="preserve"> </w:t>
      </w:r>
      <w:r>
        <w:t>initiatives</w:t>
      </w:r>
      <w:r w:rsidR="00046589">
        <w:t xml:space="preserve"> </w:t>
      </w:r>
      <w:r>
        <w:t>for</w:t>
      </w:r>
      <w:r w:rsidR="00046589">
        <w:t xml:space="preserve"> </w:t>
      </w:r>
      <w:r>
        <w:t>radical</w:t>
      </w:r>
      <w:r w:rsidR="00046589">
        <w:t xml:space="preserve"> </w:t>
      </w:r>
      <w:r>
        <w:t>reform</w:t>
      </w:r>
      <w:r w:rsidR="00046589">
        <w:t xml:space="preserve"> </w:t>
      </w:r>
      <w:r>
        <w:t>and</w:t>
      </w:r>
      <w:r w:rsidR="00046589">
        <w:t xml:space="preserve"> </w:t>
      </w:r>
      <w:r>
        <w:t>his</w:t>
      </w:r>
      <w:r w:rsidR="00046589">
        <w:t xml:space="preserve"> </w:t>
      </w:r>
      <w:r>
        <w:t>undiplomatic</w:t>
      </w:r>
      <w:r w:rsidR="00046589">
        <w:t xml:space="preserve"> </w:t>
      </w:r>
      <w:r>
        <w:t>language</w:t>
      </w:r>
      <w:r w:rsidR="00046589">
        <w:t xml:space="preserve"> </w:t>
      </w:r>
      <w:r>
        <w:t>landed</w:t>
      </w:r>
      <w:r w:rsidR="00046589">
        <w:t xml:space="preserve"> </w:t>
      </w:r>
      <w:r>
        <w:t>him</w:t>
      </w:r>
      <w:r w:rsidR="00046589">
        <w:t xml:space="preserve"> </w:t>
      </w:r>
      <w:r>
        <w:t>in</w:t>
      </w:r>
      <w:r w:rsidR="00046589">
        <w:t xml:space="preserve"> </w:t>
      </w:r>
      <w:r>
        <w:t>jail.</w:t>
      </w:r>
      <w:r w:rsidR="00046589">
        <w:t xml:space="preserve"> </w:t>
      </w:r>
      <w:r>
        <w:t>Disgusted</w:t>
      </w:r>
      <w:r w:rsidR="00046589">
        <w:t xml:space="preserve"> </w:t>
      </w:r>
      <w:r>
        <w:t>with</w:t>
      </w:r>
      <w:r w:rsidR="00046589">
        <w:t xml:space="preserve"> </w:t>
      </w:r>
      <w:r>
        <w:t>court</w:t>
      </w:r>
      <w:r w:rsidR="00046589">
        <w:t xml:space="preserve"> </w:t>
      </w:r>
      <w:r>
        <w:t>life</w:t>
      </w:r>
      <w:r w:rsidR="00046589">
        <w:t xml:space="preserve"> </w:t>
      </w:r>
      <w:r>
        <w:t>and</w:t>
      </w:r>
      <w:r w:rsidR="00046589">
        <w:t xml:space="preserve"> </w:t>
      </w:r>
      <w:r>
        <w:t>its</w:t>
      </w:r>
      <w:r w:rsidR="00046589">
        <w:t xml:space="preserve"> </w:t>
      </w:r>
      <w:r>
        <w:t>intrigues,</w:t>
      </w:r>
      <w:r w:rsidR="00046589">
        <w:t xml:space="preserve"> </w:t>
      </w:r>
      <w:r>
        <w:t>he</w:t>
      </w:r>
      <w:r w:rsidR="00046589">
        <w:t xml:space="preserve"> </w:t>
      </w:r>
      <w:r>
        <w:t>"emigrated"</w:t>
      </w:r>
      <w:r w:rsidR="00046589">
        <w:t xml:space="preserve"> </w:t>
      </w:r>
      <w:r>
        <w:t>to</w:t>
      </w:r>
      <w:r w:rsidR="00046589">
        <w:t xml:space="preserve"> </w:t>
      </w:r>
      <w:r>
        <w:t>Egypt</w:t>
      </w:r>
      <w:r w:rsidR="00046589">
        <w:t xml:space="preserve"> </w:t>
      </w:r>
      <w:r>
        <w:t>where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Mamluk</w:t>
      </w:r>
      <w:proofErr w:type="spellEnd"/>
      <w:r w:rsidR="00046589">
        <w:t xml:space="preserve"> </w:t>
      </w:r>
      <w:r>
        <w:t>sultan</w:t>
      </w:r>
      <w:r w:rsidR="00046589">
        <w:t xml:space="preserve"> </w:t>
      </w:r>
      <w:r>
        <w:t>offered</w:t>
      </w:r>
      <w:r w:rsidR="00046589">
        <w:t xml:space="preserve"> </w:t>
      </w:r>
      <w:r>
        <w:t>him</w:t>
      </w:r>
      <w:r w:rsidR="00046589">
        <w:t xml:space="preserve"> </w:t>
      </w:r>
      <w:r>
        <w:t>protection</w:t>
      </w:r>
      <w:r w:rsidR="00046589">
        <w:t xml:space="preserve"> </w:t>
      </w:r>
      <w:r>
        <w:t>and</w:t>
      </w:r>
      <w:r w:rsidR="00046589">
        <w:t xml:space="preserve"> </w:t>
      </w:r>
      <w:r>
        <w:t>where</w:t>
      </w:r>
      <w:r w:rsidR="00046589">
        <w:t xml:space="preserve"> </w:t>
      </w:r>
      <w:r>
        <w:t>he</w:t>
      </w:r>
      <w:r w:rsidR="00046589">
        <w:t xml:space="preserve"> </w:t>
      </w:r>
      <w:r>
        <w:t>became</w:t>
      </w:r>
      <w:r w:rsidR="00046589">
        <w:t xml:space="preserve"> </w:t>
      </w:r>
      <w:r>
        <w:t>supreme</w:t>
      </w:r>
      <w:r w:rsidR="00046589">
        <w:t xml:space="preserve"> </w:t>
      </w:r>
      <w:r>
        <w:t>judge</w:t>
      </w:r>
      <w:r w:rsidR="00046589">
        <w:t xml:space="preserve"> </w:t>
      </w:r>
      <w:r>
        <w:t>for</w:t>
      </w:r>
      <w:r w:rsidR="00046589">
        <w:t xml:space="preserve"> </w:t>
      </w:r>
      <w:r>
        <w:t>litigation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Malikite</w:t>
      </w:r>
      <w:proofErr w:type="spellEnd"/>
      <w:r w:rsidR="00046589">
        <w:t xml:space="preserve"> </w:t>
      </w:r>
      <w:r>
        <w:t>tradition.</w:t>
      </w:r>
    </w:p>
    <w:p w:rsidR="003C40D7" w:rsidRPr="003C40D7" w:rsidRDefault="003C40D7" w:rsidP="003C40D7">
      <w:pPr>
        <w:pStyle w:val="libNormal"/>
      </w:pPr>
      <w:r w:rsidRPr="003C40D7">
        <w:t>The</w:t>
      </w:r>
      <w:r w:rsidR="00046589">
        <w:t xml:space="preserve"> </w:t>
      </w:r>
      <w:proofErr w:type="spellStart"/>
      <w:r w:rsidRPr="003C40D7">
        <w:t>Malikite</w:t>
      </w:r>
      <w:proofErr w:type="spellEnd"/>
      <w:r w:rsidR="00046589">
        <w:t xml:space="preserve"> </w:t>
      </w:r>
      <w:r w:rsidR="006F62A6">
        <w:t>tradition</w:t>
      </w:r>
      <w:r w:rsidR="00046589">
        <w:t xml:space="preserve"> </w:t>
      </w:r>
      <w:r w:rsidR="006F62A6">
        <w:t>(founded</w:t>
      </w:r>
      <w:r w:rsidR="00046589">
        <w:t xml:space="preserve"> </w:t>
      </w:r>
      <w:r w:rsidR="006F62A6">
        <w:t>by</w:t>
      </w:r>
      <w:r w:rsidR="00046589">
        <w:t xml:space="preserve"> </w:t>
      </w:r>
      <w:proofErr w:type="spellStart"/>
      <w:r w:rsidR="006F62A6">
        <w:t>Malik</w:t>
      </w:r>
      <w:proofErr w:type="spellEnd"/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Pr="003C40D7">
        <w:t>Anas</w:t>
      </w:r>
      <w:proofErr w:type="spellEnd"/>
      <w:r w:rsidRPr="003C40D7">
        <w:t>,</w:t>
      </w:r>
      <w:r w:rsidR="00046589">
        <w:t xml:space="preserve"> </w:t>
      </w:r>
      <w:r w:rsidRPr="003C40D7">
        <w:t>712</w:t>
      </w:r>
      <w:r w:rsidR="006F62A6">
        <w:t>-</w:t>
      </w:r>
      <w:r w:rsidRPr="003C40D7">
        <w:t>796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Medina)</w:t>
      </w:r>
      <w:r w:rsidR="00046589">
        <w:t xml:space="preserve"> </w:t>
      </w:r>
      <w:r w:rsidRPr="003C40D7">
        <w:t>was</w:t>
      </w:r>
      <w:r w:rsidR="00046589">
        <w:t xml:space="preserve"> </w:t>
      </w:r>
      <w:r w:rsidRPr="003C40D7">
        <w:t>one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four</w:t>
      </w:r>
      <w:r w:rsidR="00046589">
        <w:t xml:space="preserve"> </w:t>
      </w:r>
      <w:r w:rsidRPr="003C40D7">
        <w:t>major</w:t>
      </w:r>
      <w:r w:rsidR="00046589">
        <w:t xml:space="preserve"> </w:t>
      </w:r>
      <w:r w:rsidRPr="003C40D7">
        <w:t>schools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law.</w:t>
      </w:r>
      <w:r w:rsidR="00046589">
        <w:t xml:space="preserve"> </w:t>
      </w:r>
      <w:r w:rsidRPr="003C40D7">
        <w:t>From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beginning,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majority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t>Maghrebi</w:t>
      </w:r>
      <w:proofErr w:type="spellEnd"/>
      <w:r w:rsidR="00046589">
        <w:t xml:space="preserve"> </w:t>
      </w:r>
      <w:r w:rsidRPr="003C40D7">
        <w:t>law</w:t>
      </w:r>
      <w:r w:rsidR="00046589">
        <w:t xml:space="preserve"> </w:t>
      </w:r>
      <w:r w:rsidRPr="003C40D7">
        <w:t>doctors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well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judges</w:t>
      </w:r>
      <w:r w:rsidR="00046589">
        <w:t xml:space="preserve"> </w:t>
      </w:r>
      <w:r w:rsidRPr="003C40D7">
        <w:t>had</w:t>
      </w:r>
      <w:r w:rsidR="00046589">
        <w:t xml:space="preserve"> </w:t>
      </w:r>
      <w:r w:rsidRPr="003C40D7">
        <w:t>opted</w:t>
      </w:r>
      <w:r w:rsidR="00046589">
        <w:t xml:space="preserve"> </w:t>
      </w:r>
      <w:r w:rsidRPr="003C40D7">
        <w:t>for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t>Malikite</w:t>
      </w:r>
      <w:proofErr w:type="spellEnd"/>
      <w:r w:rsidR="00046589">
        <w:t xml:space="preserve"> </w:t>
      </w:r>
      <w:r w:rsidRPr="003C40D7">
        <w:t>tradition.</w:t>
      </w:r>
      <w:r w:rsidR="00046589">
        <w:t xml:space="preserve"> </w:t>
      </w:r>
      <w:r w:rsidRPr="003C40D7">
        <w:t>One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reasons</w:t>
      </w:r>
      <w:r w:rsidR="00046589">
        <w:t xml:space="preserve"> </w:t>
      </w:r>
      <w:r w:rsidRPr="003C40D7">
        <w:t>being</w:t>
      </w:r>
      <w:r w:rsidR="00046589">
        <w:t xml:space="preserve"> </w:t>
      </w:r>
      <w:r w:rsidRPr="003C40D7">
        <w:t>that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North</w:t>
      </w:r>
      <w:r w:rsidR="00046589">
        <w:t xml:space="preserve"> </w:t>
      </w:r>
      <w:r w:rsidRPr="003C40D7">
        <w:t>African</w:t>
      </w:r>
      <w:r w:rsidR="00046589">
        <w:t xml:space="preserve"> </w:t>
      </w:r>
      <w:r w:rsidRPr="003C40D7">
        <w:t>tribal</w:t>
      </w:r>
      <w:r w:rsidR="00046589">
        <w:t xml:space="preserve"> </w:t>
      </w:r>
      <w:proofErr w:type="spellStart"/>
      <w:r w:rsidRPr="003C40D7">
        <w:t>organisation</w:t>
      </w:r>
      <w:proofErr w:type="spellEnd"/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its</w:t>
      </w:r>
      <w:r w:rsidR="00046589">
        <w:t xml:space="preserve"> </w:t>
      </w:r>
      <w:r w:rsidRPr="003C40D7">
        <w:t>social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economic</w:t>
      </w:r>
      <w:r w:rsidR="00046589">
        <w:t xml:space="preserve"> </w:t>
      </w:r>
      <w:r w:rsidRPr="003C40D7">
        <w:t>structure</w:t>
      </w:r>
      <w:r w:rsidR="00046589">
        <w:t xml:space="preserve"> </w:t>
      </w:r>
      <w:r w:rsidRPr="003C40D7">
        <w:t>were</w:t>
      </w:r>
      <w:r w:rsidR="00046589">
        <w:t xml:space="preserve"> </w:t>
      </w:r>
      <w:r w:rsidRPr="003C40D7">
        <w:t>more</w:t>
      </w:r>
      <w:r w:rsidR="00046589">
        <w:t xml:space="preserve"> </w:t>
      </w:r>
      <w:r w:rsidRPr="003C40D7">
        <w:t>alike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small</w:t>
      </w:r>
      <w:r w:rsidR="00046589">
        <w:t xml:space="preserve"> </w:t>
      </w:r>
      <w:r w:rsidRPr="003C40D7">
        <w:t>town</w:t>
      </w:r>
      <w:r w:rsidR="00046589">
        <w:t xml:space="preserve"> </w:t>
      </w:r>
      <w:r w:rsidRPr="003C40D7">
        <w:t>situation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Medina</w:t>
      </w:r>
      <w:r w:rsidR="00046589">
        <w:t xml:space="preserve"> </w:t>
      </w:r>
      <w:r w:rsidRPr="003C40D7">
        <w:t>situated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heartland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Arabia,</w:t>
      </w:r>
      <w:r w:rsidR="00046589">
        <w:t xml:space="preserve"> </w:t>
      </w:r>
      <w:r w:rsidRPr="003C40D7">
        <w:t>than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big</w:t>
      </w:r>
      <w:r w:rsidR="00046589">
        <w:t xml:space="preserve"> </w:t>
      </w:r>
      <w:r w:rsidRPr="003C40D7">
        <w:t>town</w:t>
      </w:r>
      <w:r w:rsidR="00046589">
        <w:t xml:space="preserve"> </w:t>
      </w:r>
      <w:r w:rsidRPr="003C40D7">
        <w:t>context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Persian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Syrian</w:t>
      </w:r>
      <w:r w:rsidR="00046589">
        <w:t xml:space="preserve"> </w:t>
      </w:r>
      <w:r w:rsidRPr="003C40D7">
        <w:t>lands</w:t>
      </w:r>
      <w:r w:rsidR="00046589">
        <w:t xml:space="preserve"> </w:t>
      </w:r>
      <w:r w:rsidRPr="003C40D7">
        <w:t>from</w:t>
      </w:r>
      <w:r w:rsidR="00046589">
        <w:t xml:space="preserve"> </w:t>
      </w:r>
      <w:r w:rsidRPr="003C40D7">
        <w:t>where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other</w:t>
      </w:r>
      <w:r w:rsidR="00046589">
        <w:t xml:space="preserve"> </w:t>
      </w:r>
      <w:r w:rsidRPr="003C40D7">
        <w:t>law</w:t>
      </w:r>
      <w:r w:rsidR="00046589">
        <w:t xml:space="preserve"> </w:t>
      </w:r>
      <w:r w:rsidRPr="003C40D7">
        <w:t>schools</w:t>
      </w:r>
      <w:r w:rsidR="00046589">
        <w:t xml:space="preserve"> </w:t>
      </w:r>
      <w:r w:rsidRPr="003C40D7">
        <w:t>stemmed.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t>Malikite</w:t>
      </w:r>
      <w:proofErr w:type="spellEnd"/>
      <w:r w:rsidR="00046589">
        <w:t xml:space="preserve"> </w:t>
      </w:r>
      <w:r w:rsidRPr="003C40D7">
        <w:t>tradition</w:t>
      </w:r>
      <w:r w:rsidR="00046589">
        <w:t xml:space="preserve"> </w:t>
      </w:r>
      <w:r w:rsidRPr="003C40D7">
        <w:t>kept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letter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divine</w:t>
      </w:r>
      <w:r w:rsidR="00046589">
        <w:t xml:space="preserve"> </w:t>
      </w:r>
      <w:r w:rsidRPr="003C40D7">
        <w:t>law</w:t>
      </w:r>
      <w:r w:rsidR="00046589">
        <w:t xml:space="preserve"> </w:t>
      </w:r>
      <w:r w:rsidRPr="003C40D7">
        <w:t>(</w:t>
      </w:r>
      <w:proofErr w:type="spellStart"/>
      <w:r w:rsidRPr="003C40D7">
        <w:rPr>
          <w:rStyle w:val="libItalicChar"/>
        </w:rPr>
        <w:t>shari'a</w:t>
      </w:r>
      <w:proofErr w:type="spellEnd"/>
      <w:r w:rsidRPr="003C40D7">
        <w:t>)</w:t>
      </w:r>
      <w:r w:rsidR="00046589">
        <w:t xml:space="preserve"> </w:t>
      </w:r>
      <w:r w:rsidRPr="003C40D7">
        <w:lastRenderedPageBreak/>
        <w:t>revealed</w:t>
      </w:r>
      <w:r w:rsidR="00046589">
        <w:t xml:space="preserve"> </w:t>
      </w:r>
      <w:r w:rsidRPr="003C40D7">
        <w:t>by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Prophet.</w:t>
      </w:r>
      <w:r w:rsidR="00046589">
        <w:t xml:space="preserve"> </w:t>
      </w:r>
      <w:r w:rsidRPr="003C40D7">
        <w:t>It</w:t>
      </w:r>
      <w:r w:rsidR="00046589">
        <w:t xml:space="preserve"> </w:t>
      </w:r>
      <w:r w:rsidRPr="003C40D7">
        <w:t>did</w:t>
      </w:r>
      <w:r w:rsidR="00046589">
        <w:t xml:space="preserve"> </w:t>
      </w:r>
      <w:r w:rsidRPr="003C40D7">
        <w:t>not</w:t>
      </w:r>
      <w:r w:rsidR="00046589">
        <w:t xml:space="preserve"> </w:t>
      </w:r>
      <w:r w:rsidRPr="003C40D7">
        <w:t>permit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too</w:t>
      </w:r>
      <w:r w:rsidR="00046589">
        <w:t xml:space="preserve"> </w:t>
      </w:r>
      <w:r w:rsidRPr="003C40D7">
        <w:t>frequent</w:t>
      </w:r>
      <w:r w:rsidR="00046589">
        <w:t xml:space="preserve"> </w:t>
      </w:r>
      <w:r w:rsidRPr="003C40D7">
        <w:t>use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analogical</w:t>
      </w:r>
      <w:r w:rsidR="00046589">
        <w:t xml:space="preserve"> </w:t>
      </w:r>
      <w:r w:rsidRPr="003C40D7">
        <w:t>reasoning</w:t>
      </w:r>
      <w:r w:rsidR="00046589">
        <w:t xml:space="preserve"> </w:t>
      </w:r>
      <w:r w:rsidRPr="003C40D7">
        <w:t>or</w:t>
      </w:r>
      <w:r w:rsidR="00046589">
        <w:t xml:space="preserve"> </w:t>
      </w:r>
      <w:r w:rsidRPr="003C40D7">
        <w:t>a</w:t>
      </w:r>
      <w:r w:rsidR="00046589">
        <w:t xml:space="preserve"> </w:t>
      </w:r>
      <w:proofErr w:type="spellStart"/>
      <w:r w:rsidRPr="003C40D7">
        <w:t>laxist</w:t>
      </w:r>
      <w:proofErr w:type="spellEnd"/>
      <w:r w:rsidR="00046589">
        <w:t xml:space="preserve"> </w:t>
      </w:r>
      <w:r w:rsidRPr="003C40D7">
        <w:t>adaptation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law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different</w:t>
      </w:r>
      <w:r w:rsidR="00046589">
        <w:t xml:space="preserve"> </w:t>
      </w:r>
      <w:r w:rsidRPr="003C40D7">
        <w:t>circumstances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time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place.</w:t>
      </w:r>
      <w:r w:rsidR="00046589">
        <w:t xml:space="preserve"> </w:t>
      </w:r>
      <w:r w:rsidRPr="003C40D7">
        <w:t>During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career</w:t>
      </w:r>
      <w:r w:rsidR="00046589">
        <w:t xml:space="preserve"> </w:t>
      </w:r>
      <w:r w:rsidRPr="003C40D7">
        <w:t>as</w:t>
      </w:r>
      <w:r w:rsidR="00046589">
        <w:t xml:space="preserve"> </w:t>
      </w:r>
      <w:proofErr w:type="spellStart"/>
      <w:r w:rsidRPr="003C40D7">
        <w:rPr>
          <w:rStyle w:val="libItalicChar"/>
        </w:rPr>
        <w:t>qadi</w:t>
      </w:r>
      <w:proofErr w:type="spellEnd"/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Egypt,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 w:rsidRPr="003C40D7">
        <w:t>was</w:t>
      </w:r>
      <w:r w:rsidR="00046589">
        <w:t xml:space="preserve"> </w:t>
      </w:r>
      <w:r w:rsidRPr="003C40D7">
        <w:t>known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be</w:t>
      </w:r>
      <w:r w:rsidR="00046589">
        <w:t xml:space="preserve"> </w:t>
      </w:r>
      <w:r w:rsidRPr="003C40D7">
        <w:t>averse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sterile</w:t>
      </w:r>
      <w:r w:rsidR="00046589">
        <w:t xml:space="preserve"> </w:t>
      </w:r>
      <w:r w:rsidRPr="003C40D7">
        <w:t>casuistry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hermeneutics</w:t>
      </w:r>
      <w:r w:rsidR="00046589">
        <w:t xml:space="preserve"> </w:t>
      </w:r>
      <w:r w:rsidRPr="003C40D7">
        <w:t>or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disputation</w:t>
      </w:r>
      <w:r w:rsidR="00046589">
        <w:t xml:space="preserve"> </w:t>
      </w:r>
      <w:r w:rsidRPr="003C40D7">
        <w:t>techniques</w:t>
      </w:r>
      <w:r w:rsidR="00046589">
        <w:t xml:space="preserve"> </w:t>
      </w:r>
      <w:r w:rsidRPr="003C40D7">
        <w:t>(</w:t>
      </w:r>
      <w:proofErr w:type="spellStart"/>
      <w:r w:rsidRPr="003C40D7">
        <w:rPr>
          <w:rStyle w:val="libItalicChar"/>
        </w:rPr>
        <w:t>munazara</w:t>
      </w:r>
      <w:proofErr w:type="spellEnd"/>
      <w:r w:rsidRPr="003C40D7">
        <w:t>)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other</w:t>
      </w:r>
      <w:r w:rsidR="00046589">
        <w:t xml:space="preserve"> </w:t>
      </w:r>
      <w:r w:rsidRPr="003C40D7">
        <w:t>law</w:t>
      </w:r>
      <w:r w:rsidR="00046589">
        <w:t xml:space="preserve"> </w:t>
      </w:r>
      <w:r w:rsidRPr="003C40D7">
        <w:t>schools.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principled</w:t>
      </w:r>
      <w:r w:rsidR="00046589">
        <w:t xml:space="preserve"> </w:t>
      </w:r>
      <w:r w:rsidRPr="003C40D7">
        <w:t>stance</w:t>
      </w:r>
      <w:r w:rsidR="00046589">
        <w:t xml:space="preserve"> </w:t>
      </w:r>
      <w:r w:rsidRPr="003C40D7">
        <w:t>landed</w:t>
      </w:r>
      <w:r w:rsidR="00046589">
        <w:t xml:space="preserve"> </w:t>
      </w:r>
      <w:r w:rsidRPr="003C40D7">
        <w:t>him</w:t>
      </w:r>
      <w:r w:rsidR="00046589">
        <w:t xml:space="preserve"> </w:t>
      </w:r>
      <w:r w:rsidRPr="003C40D7">
        <w:t>more</w:t>
      </w:r>
      <w:r w:rsidR="00046589">
        <w:t xml:space="preserve"> </w:t>
      </w:r>
      <w:r w:rsidRPr="003C40D7">
        <w:t>than</w:t>
      </w:r>
      <w:r w:rsidR="00046589">
        <w:t xml:space="preserve"> </w:t>
      </w:r>
      <w:r w:rsidRPr="003C40D7">
        <w:t>once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trouble</w:t>
      </w:r>
      <w:r w:rsidR="00046589">
        <w:t xml:space="preserve"> </w:t>
      </w:r>
      <w:r w:rsidRPr="003C40D7">
        <w:t>with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colleagues</w:t>
      </w:r>
      <w:r w:rsidR="00046589">
        <w:t xml:space="preserve"> </w:t>
      </w:r>
      <w:proofErr w:type="spellStart"/>
      <w:r w:rsidRPr="003C40D7">
        <w:rPr>
          <w:rStyle w:val="libItalicChar"/>
        </w:rPr>
        <w:t>qadi</w:t>
      </w:r>
      <w:proofErr w:type="spellEnd"/>
      <w:r w:rsidR="00046589">
        <w:t xml:space="preserve"> </w:t>
      </w:r>
      <w:r w:rsidRPr="003C40D7">
        <w:t>who</w:t>
      </w:r>
      <w:r w:rsidR="00046589">
        <w:t xml:space="preserve"> </w:t>
      </w:r>
      <w:r w:rsidRPr="003C40D7">
        <w:t>adhered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other</w:t>
      </w:r>
      <w:r w:rsidR="00046589">
        <w:t xml:space="preserve"> </w:t>
      </w:r>
      <w:r w:rsidRPr="003C40D7">
        <w:t>jurisprudential</w:t>
      </w:r>
      <w:r w:rsidR="00046589">
        <w:t xml:space="preserve"> </w:t>
      </w:r>
      <w:r w:rsidRPr="003C40D7">
        <w:t>rites.</w:t>
      </w:r>
      <w:r w:rsidR="00046589">
        <w:t xml:space="preserve"> </w:t>
      </w:r>
      <w:r w:rsidRPr="003C40D7">
        <w:t>Another</w:t>
      </w:r>
      <w:r w:rsidR="00046589">
        <w:t xml:space="preserve"> </w:t>
      </w:r>
      <w:r w:rsidRPr="003C40D7">
        <w:t>important</w:t>
      </w:r>
      <w:r w:rsidR="00046589">
        <w:t xml:space="preserve"> </w:t>
      </w:r>
      <w:r w:rsidRPr="003C40D7">
        <w:t>characteristic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t>Malikite</w:t>
      </w:r>
      <w:proofErr w:type="spellEnd"/>
      <w:r w:rsidR="00046589">
        <w:t xml:space="preserve"> </w:t>
      </w:r>
      <w:r w:rsidRPr="003C40D7">
        <w:t>tradition</w:t>
      </w:r>
      <w:r w:rsidR="00046589">
        <w:t xml:space="preserve"> </w:t>
      </w:r>
      <w:r w:rsidRPr="003C40D7">
        <w:t>is</w:t>
      </w:r>
      <w:r w:rsidR="00046589">
        <w:t xml:space="preserve"> </w:t>
      </w:r>
      <w:r w:rsidRPr="003C40D7">
        <w:t>that</w:t>
      </w:r>
      <w:r w:rsidR="00046589">
        <w:t xml:space="preserve"> </w:t>
      </w:r>
      <w:r w:rsidRPr="003C40D7">
        <w:t>it</w:t>
      </w:r>
      <w:r w:rsidR="00046589">
        <w:t xml:space="preserve"> </w:t>
      </w:r>
      <w:r w:rsidRPr="003C40D7">
        <w:t>stresses</w:t>
      </w:r>
      <w:r w:rsidR="00046589">
        <w:t xml:space="preserve"> </w:t>
      </w:r>
      <w:r w:rsidRPr="003C40D7">
        <w:t>more</w:t>
      </w:r>
      <w:r w:rsidR="00046589">
        <w:t xml:space="preserve"> </w:t>
      </w:r>
      <w:r w:rsidRPr="003C40D7">
        <w:t>than</w:t>
      </w:r>
      <w:r w:rsidR="00046589">
        <w:t xml:space="preserve"> </w:t>
      </w:r>
      <w:r w:rsidRPr="003C40D7">
        <w:t>some</w:t>
      </w:r>
      <w:r w:rsidR="00046589">
        <w:t xml:space="preserve"> </w:t>
      </w:r>
      <w:r w:rsidRPr="003C40D7">
        <w:t>other</w:t>
      </w:r>
      <w:r w:rsidR="00046589">
        <w:t xml:space="preserve"> </w:t>
      </w:r>
      <w:r w:rsidRPr="003C40D7">
        <w:t>schools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idea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social</w:t>
      </w:r>
      <w:r w:rsidR="00046589">
        <w:t xml:space="preserve"> </w:t>
      </w:r>
      <w:r w:rsidRPr="003C40D7">
        <w:t>utility</w:t>
      </w:r>
      <w:r w:rsidR="00046589">
        <w:t xml:space="preserve"> </w:t>
      </w:r>
      <w:r w:rsidRPr="003C40D7">
        <w:t>(</w:t>
      </w:r>
      <w:proofErr w:type="spellStart"/>
      <w:r w:rsidRPr="003C40D7">
        <w:rPr>
          <w:rStyle w:val="libItalicChar"/>
        </w:rPr>
        <w:t>maslaha</w:t>
      </w:r>
      <w:proofErr w:type="spellEnd"/>
      <w:r w:rsidRPr="003C40D7">
        <w:t>).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divine</w:t>
      </w:r>
      <w:r w:rsidR="00046589">
        <w:t xml:space="preserve"> </w:t>
      </w:r>
      <w:r w:rsidRPr="003C40D7">
        <w:t>law</w:t>
      </w:r>
      <w:r w:rsidR="00046589">
        <w:t xml:space="preserve"> </w:t>
      </w:r>
      <w:r w:rsidRPr="003C40D7">
        <w:t>or</w:t>
      </w:r>
      <w:r w:rsidR="00046589">
        <w:t xml:space="preserve"> </w:t>
      </w:r>
      <w:proofErr w:type="spellStart"/>
      <w:r w:rsidRPr="003C40D7">
        <w:rPr>
          <w:rStyle w:val="libItalicChar"/>
        </w:rPr>
        <w:t>shari'a</w:t>
      </w:r>
      <w:proofErr w:type="spellEnd"/>
      <w:r w:rsidR="00046589">
        <w:t xml:space="preserve"> </w:t>
      </w:r>
      <w:r w:rsidRPr="003C40D7">
        <w:t>prescribes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great</w:t>
      </w:r>
      <w:r w:rsidR="00046589">
        <w:t xml:space="preserve"> </w:t>
      </w:r>
      <w:r w:rsidRPr="003C40D7">
        <w:t>detail</w:t>
      </w:r>
      <w:r w:rsidR="00046589">
        <w:t xml:space="preserve"> </w:t>
      </w:r>
      <w:r w:rsidRPr="003C40D7">
        <w:t>how</w:t>
      </w:r>
      <w:r w:rsidR="00046589">
        <w:t xml:space="preserve"> </w:t>
      </w:r>
      <w:r w:rsidRPr="003C40D7">
        <w:t>believers</w:t>
      </w:r>
      <w:r w:rsidR="00046589">
        <w:t xml:space="preserve"> </w:t>
      </w:r>
      <w:r w:rsidRPr="003C40D7">
        <w:t>should</w:t>
      </w:r>
      <w:r w:rsidR="00046589">
        <w:t xml:space="preserve"> </w:t>
      </w:r>
      <w:r w:rsidRPr="003C40D7">
        <w:t>conduct</w:t>
      </w:r>
      <w:r w:rsidR="00046589">
        <w:t xml:space="preserve"> </w:t>
      </w:r>
      <w:r w:rsidRPr="003C40D7">
        <w:t>their</w:t>
      </w:r>
      <w:r w:rsidR="00046589">
        <w:t xml:space="preserve"> </w:t>
      </w:r>
      <w:r w:rsidRPr="003C40D7">
        <w:t>life,</w:t>
      </w:r>
      <w:r w:rsidR="00046589">
        <w:t xml:space="preserve"> </w:t>
      </w:r>
      <w:r w:rsidRPr="003C40D7">
        <w:t>how</w:t>
      </w:r>
      <w:r w:rsidR="00046589">
        <w:t xml:space="preserve"> </w:t>
      </w:r>
      <w:r w:rsidRPr="003C40D7">
        <w:t>submit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God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deal</w:t>
      </w:r>
      <w:r w:rsidR="00046589">
        <w:t xml:space="preserve"> </w:t>
      </w:r>
      <w:r w:rsidRPr="003C40D7">
        <w:t>with</w:t>
      </w:r>
      <w:r w:rsidR="00046589">
        <w:t xml:space="preserve"> </w:t>
      </w:r>
      <w:r w:rsidRPr="003C40D7">
        <w:t>their</w:t>
      </w:r>
      <w:r w:rsidR="00046589">
        <w:t xml:space="preserve"> </w:t>
      </w:r>
      <w:proofErr w:type="spellStart"/>
      <w:r w:rsidRPr="003C40D7">
        <w:t>neighbour</w:t>
      </w:r>
      <w:proofErr w:type="spellEnd"/>
      <w:r w:rsidRPr="003C40D7">
        <w:t>,</w:t>
      </w:r>
      <w:r w:rsidR="00046589">
        <w:t xml:space="preserve"> </w:t>
      </w:r>
      <w:r w:rsidRPr="003C40D7">
        <w:t>how</w:t>
      </w:r>
      <w:r w:rsidR="00046589">
        <w:t xml:space="preserve"> </w:t>
      </w:r>
      <w:r w:rsidRPr="003C40D7">
        <w:t>they</w:t>
      </w:r>
      <w:r w:rsidR="00046589">
        <w:t xml:space="preserve"> </w:t>
      </w:r>
      <w:r w:rsidRPr="003C40D7">
        <w:t>ought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sell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buy</w:t>
      </w:r>
      <w:r w:rsidR="00046589">
        <w:t xml:space="preserve"> </w:t>
      </w:r>
      <w:r w:rsidRPr="003C40D7">
        <w:t>at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market</w:t>
      </w:r>
      <w:r w:rsidR="00046589">
        <w:t xml:space="preserve"> </w:t>
      </w:r>
      <w:r w:rsidRPr="003C40D7">
        <w:t>place,</w:t>
      </w:r>
      <w:r w:rsidR="00046589">
        <w:t xml:space="preserve"> </w:t>
      </w:r>
      <w:r w:rsidRPr="003C40D7">
        <w:t>how</w:t>
      </w:r>
      <w:r w:rsidR="00046589">
        <w:t xml:space="preserve"> </w:t>
      </w:r>
      <w:r w:rsidRPr="003C40D7">
        <w:t>they</w:t>
      </w:r>
      <w:r w:rsidR="00046589">
        <w:t xml:space="preserve"> </w:t>
      </w:r>
      <w:r w:rsidRPr="003C40D7">
        <w:t>should</w:t>
      </w:r>
      <w:r w:rsidR="00046589">
        <w:t xml:space="preserve"> </w:t>
      </w:r>
      <w:r w:rsidRPr="003C40D7">
        <w:t>eat,</w:t>
      </w:r>
      <w:r w:rsidR="00046589">
        <w:t xml:space="preserve"> </w:t>
      </w:r>
      <w:r w:rsidRPr="003C40D7">
        <w:t>sleep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procreate,</w:t>
      </w:r>
      <w:r w:rsidR="00046589">
        <w:t xml:space="preserve"> </w:t>
      </w:r>
      <w:r w:rsidRPr="003C40D7">
        <w:t>etc.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all</w:t>
      </w:r>
      <w:r w:rsidR="00046589">
        <w:t xml:space="preserve"> </w:t>
      </w:r>
      <w:r w:rsidRPr="003C40D7">
        <w:t>this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t>Malikite</w:t>
      </w:r>
      <w:proofErr w:type="spellEnd"/>
      <w:r w:rsidR="00046589">
        <w:t xml:space="preserve"> </w:t>
      </w:r>
      <w:r w:rsidRPr="003C40D7">
        <w:t>rite</w:t>
      </w:r>
      <w:r w:rsidR="00046589">
        <w:t xml:space="preserve"> </w:t>
      </w:r>
      <w:r w:rsidRPr="003C40D7">
        <w:t>emphasized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importance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common</w:t>
      </w:r>
      <w:r w:rsidR="00046589">
        <w:t xml:space="preserve"> </w:t>
      </w:r>
      <w:r w:rsidRPr="003C40D7">
        <w:t>good.</w:t>
      </w:r>
    </w:p>
    <w:p w:rsidR="003C40D7" w:rsidRDefault="003C40D7" w:rsidP="003C40D7">
      <w:pPr>
        <w:pStyle w:val="libNormal"/>
      </w:pPr>
      <w:r>
        <w:t>The</w:t>
      </w:r>
      <w:r w:rsidR="00046589">
        <w:t xml:space="preserve"> </w:t>
      </w:r>
      <w:r>
        <w:t>emphasis</w:t>
      </w:r>
      <w:r w:rsidR="00046589">
        <w:t xml:space="preserve"> </w:t>
      </w:r>
      <w:r>
        <w:t>on</w:t>
      </w:r>
      <w:r w:rsidR="00046589">
        <w:t xml:space="preserve"> </w:t>
      </w:r>
      <w:r>
        <w:t>social</w:t>
      </w:r>
      <w:r w:rsidR="00046589">
        <w:t xml:space="preserve"> </w:t>
      </w:r>
      <w:r>
        <w:t>utility</w:t>
      </w:r>
      <w:r w:rsidR="00046589">
        <w:t xml:space="preserve"> </w:t>
      </w:r>
      <w:r>
        <w:t>of</w:t>
      </w:r>
      <w:r w:rsidR="00046589">
        <w:t xml:space="preserve"> </w:t>
      </w:r>
      <w:r>
        <w:t>this</w:t>
      </w:r>
      <w:r w:rsidR="00046589">
        <w:t xml:space="preserve"> </w:t>
      </w:r>
      <w:r>
        <w:t>jurisprudential</w:t>
      </w:r>
      <w:r w:rsidR="00046589">
        <w:t xml:space="preserve"> </w:t>
      </w:r>
      <w:r>
        <w:t>tradition</w:t>
      </w:r>
      <w:r w:rsidR="00046589">
        <w:t xml:space="preserve"> </w:t>
      </w:r>
      <w:r>
        <w:t>not</w:t>
      </w:r>
      <w:r w:rsidR="00046589">
        <w:t xml:space="preserve"> </w:t>
      </w:r>
      <w:r>
        <w:t>only</w:t>
      </w:r>
      <w:r w:rsidR="00046589">
        <w:t xml:space="preserve"> </w:t>
      </w:r>
      <w:r>
        <w:t>influenced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>
        <w:t>at</w:t>
      </w:r>
      <w:r w:rsidR="00046589">
        <w:t xml:space="preserve"> </w:t>
      </w:r>
      <w:r>
        <w:t>the</w:t>
      </w:r>
      <w:r w:rsidR="00046589">
        <w:t xml:space="preserve"> </w:t>
      </w:r>
      <w:r>
        <w:t>law</w:t>
      </w:r>
      <w:r w:rsidR="00046589">
        <w:t xml:space="preserve"> </w:t>
      </w:r>
      <w:r>
        <w:t>court,</w:t>
      </w:r>
      <w:r w:rsidR="00046589">
        <w:t xml:space="preserve"> </w:t>
      </w:r>
      <w:r>
        <w:t>where</w:t>
      </w:r>
      <w:r w:rsidR="00046589">
        <w:t xml:space="preserve"> </w:t>
      </w:r>
      <w:r>
        <w:t>he</w:t>
      </w:r>
      <w:r w:rsidR="00046589">
        <w:t xml:space="preserve"> </w:t>
      </w:r>
      <w:r>
        <w:t>showed</w:t>
      </w:r>
      <w:r w:rsidR="00046589">
        <w:t xml:space="preserve"> </w:t>
      </w:r>
      <w:r>
        <w:t>a</w:t>
      </w:r>
      <w:r w:rsidR="00046589">
        <w:t xml:space="preserve"> </w:t>
      </w:r>
      <w:r>
        <w:t>great</w:t>
      </w:r>
      <w:r w:rsidR="00046589">
        <w:t xml:space="preserve"> </w:t>
      </w:r>
      <w:r>
        <w:t>interest</w:t>
      </w:r>
      <w:r w:rsidR="00046589">
        <w:t xml:space="preserve"> </w:t>
      </w:r>
      <w:r>
        <w:t>for</w:t>
      </w:r>
      <w:r w:rsidR="00046589">
        <w:t xml:space="preserve"> </w:t>
      </w:r>
      <w:r>
        <w:t>the</w:t>
      </w:r>
      <w:r w:rsidR="00046589">
        <w:t xml:space="preserve"> </w:t>
      </w:r>
      <w:r>
        <w:t>social</w:t>
      </w:r>
      <w:r w:rsidR="00046589">
        <w:t xml:space="preserve"> </w:t>
      </w:r>
      <w:r>
        <w:t>context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cases,</w:t>
      </w:r>
      <w:r w:rsidR="00046589">
        <w:t xml:space="preserve"> </w:t>
      </w:r>
      <w:r>
        <w:t>but</w:t>
      </w:r>
      <w:r w:rsidR="00046589">
        <w:t xml:space="preserve"> </w:t>
      </w:r>
      <w:r>
        <w:t>he</w:t>
      </w:r>
      <w:r w:rsidR="00046589">
        <w:t xml:space="preserve"> </w:t>
      </w:r>
      <w:r>
        <w:t>kept</w:t>
      </w:r>
      <w:r w:rsidR="00046589">
        <w:t xml:space="preserve"> </w:t>
      </w:r>
      <w:r>
        <w:t>also</w:t>
      </w:r>
      <w:r w:rsidR="00046589">
        <w:t xml:space="preserve"> </w:t>
      </w:r>
      <w:r>
        <w:t>to</w:t>
      </w:r>
      <w:r w:rsidR="00046589">
        <w:t xml:space="preserve"> </w:t>
      </w:r>
      <w:r>
        <w:t>the</w:t>
      </w:r>
      <w:r w:rsidR="00046589">
        <w:t xml:space="preserve"> </w:t>
      </w:r>
      <w:r>
        <w:t>same</w:t>
      </w:r>
      <w:r w:rsidR="00046589">
        <w:t xml:space="preserve"> </w:t>
      </w:r>
      <w:r>
        <w:t>focus</w:t>
      </w:r>
      <w:r w:rsidR="00046589">
        <w:t xml:space="preserve"> </w:t>
      </w:r>
      <w:r>
        <w:t>in</w:t>
      </w:r>
      <w:r w:rsidR="00046589">
        <w:t xml:space="preserve"> </w:t>
      </w:r>
      <w:r>
        <w:t>his</w:t>
      </w:r>
      <w:r w:rsidR="00046589">
        <w:t xml:space="preserve"> </w:t>
      </w:r>
      <w:r>
        <w:t>scholarly</w:t>
      </w:r>
      <w:r w:rsidR="00046589">
        <w:t xml:space="preserve"> </w:t>
      </w:r>
      <w:r>
        <w:t>work.</w:t>
      </w:r>
      <w:r w:rsidR="00046589">
        <w:t xml:space="preserve"> </w:t>
      </w:r>
      <w:r>
        <w:t>His</w:t>
      </w:r>
      <w:r w:rsidR="00046589">
        <w:t xml:space="preserve"> </w:t>
      </w:r>
      <w:r>
        <w:t>sense</w:t>
      </w:r>
      <w:r w:rsidR="00046589">
        <w:t xml:space="preserve"> </w:t>
      </w:r>
      <w:r>
        <w:t>of</w:t>
      </w:r>
      <w:r w:rsidR="00046589">
        <w:t xml:space="preserve"> </w:t>
      </w:r>
      <w:r>
        <w:t>social</w:t>
      </w:r>
      <w:r w:rsidR="00046589">
        <w:t xml:space="preserve"> </w:t>
      </w:r>
      <w:r>
        <w:t>justice</w:t>
      </w:r>
      <w:r w:rsidR="00046589">
        <w:t xml:space="preserve"> </w:t>
      </w:r>
      <w:r>
        <w:t>invited</w:t>
      </w:r>
      <w:r w:rsidR="00046589">
        <w:t xml:space="preserve"> </w:t>
      </w:r>
      <w:r>
        <w:t>him</w:t>
      </w:r>
      <w:r w:rsidR="00046589">
        <w:t xml:space="preserve"> </w:t>
      </w:r>
      <w:r>
        <w:t>to</w:t>
      </w:r>
      <w:r w:rsidR="00046589">
        <w:t xml:space="preserve"> </w:t>
      </w:r>
      <w:r>
        <w:t>become</w:t>
      </w:r>
      <w:r w:rsidR="00046589">
        <w:t xml:space="preserve"> </w:t>
      </w:r>
      <w:r>
        <w:t>a</w:t>
      </w:r>
      <w:r w:rsidR="00046589">
        <w:t xml:space="preserve"> </w:t>
      </w:r>
      <w:r>
        <w:t>sharp</w:t>
      </w:r>
      <w:r w:rsidR="00046589">
        <w:t xml:space="preserve"> </w:t>
      </w:r>
      <w:r>
        <w:t>observer</w:t>
      </w:r>
      <w:r w:rsidR="00046589">
        <w:t xml:space="preserve"> </w:t>
      </w:r>
      <w:r>
        <w:t>of</w:t>
      </w:r>
      <w:r w:rsidR="00046589">
        <w:t xml:space="preserve"> </w:t>
      </w:r>
      <w:r>
        <w:t>events,</w:t>
      </w:r>
      <w:r w:rsidR="00046589">
        <w:t xml:space="preserve"> </w:t>
      </w:r>
      <w:r>
        <w:t>with</w:t>
      </w:r>
      <w:r w:rsidR="00046589">
        <w:t xml:space="preserve"> </w:t>
      </w:r>
      <w:r>
        <w:t>a</w:t>
      </w:r>
      <w:r w:rsidR="00046589">
        <w:t xml:space="preserve"> </w:t>
      </w:r>
      <w:r>
        <w:t>thirst</w:t>
      </w:r>
      <w:r w:rsidR="00046589">
        <w:t xml:space="preserve"> </w:t>
      </w:r>
      <w:r>
        <w:t>for</w:t>
      </w:r>
      <w:r w:rsidR="00046589">
        <w:t xml:space="preserve"> </w:t>
      </w:r>
      <w:r>
        <w:t>knowledge</w:t>
      </w:r>
      <w:r w:rsidR="00046589">
        <w:t xml:space="preserve"> </w:t>
      </w:r>
      <w:r>
        <w:t>concerning</w:t>
      </w:r>
      <w:r w:rsidR="00046589">
        <w:t xml:space="preserve"> </w:t>
      </w:r>
      <w:r>
        <w:t>the</w:t>
      </w:r>
      <w:r w:rsidR="00046589">
        <w:t xml:space="preserve"> </w:t>
      </w:r>
      <w:r>
        <w:t>concrete</w:t>
      </w:r>
      <w:r w:rsidR="00046589">
        <w:t xml:space="preserve"> </w:t>
      </w:r>
      <w:r>
        <w:t>circumstances</w:t>
      </w:r>
      <w:r w:rsidR="00046589">
        <w:t xml:space="preserve"> </w:t>
      </w:r>
      <w:r>
        <w:t>and</w:t>
      </w:r>
      <w:r w:rsidR="00046589">
        <w:t xml:space="preserve"> </w:t>
      </w:r>
      <w:r>
        <w:t>the</w:t>
      </w:r>
      <w:r w:rsidR="00046589">
        <w:t xml:space="preserve"> </w:t>
      </w:r>
      <w:r>
        <w:t>specific</w:t>
      </w:r>
      <w:r w:rsidR="00046589">
        <w:t xml:space="preserve"> </w:t>
      </w:r>
      <w:r>
        <w:t>context</w:t>
      </w:r>
      <w:r w:rsidR="00046589">
        <w:t xml:space="preserve"> </w:t>
      </w:r>
      <w:r>
        <w:t>of</w:t>
      </w:r>
      <w:r w:rsidR="00046589">
        <w:t xml:space="preserve"> </w:t>
      </w:r>
      <w:r>
        <w:t>cases</w:t>
      </w:r>
      <w:r w:rsidR="00046589">
        <w:t xml:space="preserve"> </w:t>
      </w:r>
      <w:r>
        <w:t>and</w:t>
      </w:r>
      <w:r w:rsidR="00046589">
        <w:t xml:space="preserve"> </w:t>
      </w:r>
      <w:r>
        <w:t>causes.</w:t>
      </w:r>
      <w:r w:rsidR="00046589">
        <w:t xml:space="preserve"> </w:t>
      </w:r>
      <w:r>
        <w:t>In</w:t>
      </w:r>
      <w:r w:rsidR="00046589">
        <w:t xml:space="preserve"> </w:t>
      </w:r>
      <w:r>
        <w:t>this</w:t>
      </w:r>
      <w:r w:rsidR="00046589">
        <w:t xml:space="preserve"> </w:t>
      </w:r>
      <w:r>
        <w:t>valuable</w:t>
      </w:r>
      <w:r w:rsidR="00046589">
        <w:t xml:space="preserve"> </w:t>
      </w:r>
      <w:r>
        <w:t>attempt</w:t>
      </w:r>
      <w:r w:rsidR="00046589">
        <w:t xml:space="preserve"> </w:t>
      </w:r>
      <w:r>
        <w:t>to</w:t>
      </w:r>
      <w:r w:rsidR="00046589">
        <w:t xml:space="preserve"> </w:t>
      </w:r>
      <w:r>
        <w:t>sift</w:t>
      </w:r>
      <w:r w:rsidR="00046589">
        <w:t xml:space="preserve"> </w:t>
      </w:r>
      <w:r>
        <w:t>the</w:t>
      </w:r>
      <w:r w:rsidR="00046589">
        <w:t xml:space="preserve"> </w:t>
      </w:r>
      <w:r>
        <w:t>basic</w:t>
      </w:r>
      <w:r w:rsidR="00046589">
        <w:t xml:space="preserve"> </w:t>
      </w:r>
      <w:r>
        <w:t>argument</w:t>
      </w:r>
      <w:r w:rsidR="00046589">
        <w:t xml:space="preserve"> </w:t>
      </w:r>
      <w:r>
        <w:t>from</w:t>
      </w:r>
      <w:r w:rsidR="00046589">
        <w:t xml:space="preserve"> </w:t>
      </w:r>
      <w:r>
        <w:t>the</w:t>
      </w:r>
      <w:r w:rsidR="00046589">
        <w:t xml:space="preserve"> </w:t>
      </w:r>
      <w:r>
        <w:t>details</w:t>
      </w:r>
      <w:r w:rsidR="00046589">
        <w:t xml:space="preserve"> </w:t>
      </w:r>
      <w:r>
        <w:t>he</w:t>
      </w:r>
      <w:r w:rsidR="00046589">
        <w:t xml:space="preserve"> </w:t>
      </w:r>
      <w:r>
        <w:t>matured</w:t>
      </w:r>
      <w:r w:rsidR="00046589">
        <w:t xml:space="preserve"> </w:t>
      </w:r>
      <w:r>
        <w:t>into</w:t>
      </w:r>
      <w:r w:rsidR="00046589">
        <w:t xml:space="preserve"> </w:t>
      </w:r>
      <w:r>
        <w:t>a</w:t>
      </w:r>
      <w:r w:rsidR="00046589">
        <w:t xml:space="preserve"> </w:t>
      </w:r>
      <w:r>
        <w:t>potential</w:t>
      </w:r>
      <w:r w:rsidR="00046589">
        <w:t xml:space="preserve"> </w:t>
      </w:r>
      <w:r>
        <w:t>social</w:t>
      </w:r>
      <w:r w:rsidR="00046589">
        <w:t xml:space="preserve"> </w:t>
      </w:r>
      <w:r>
        <w:t>scientist</w:t>
      </w:r>
      <w:r w:rsidR="00046589">
        <w:t xml:space="preserve"> </w:t>
      </w:r>
      <w:r>
        <w:t>wary</w:t>
      </w:r>
      <w:r w:rsidR="00046589">
        <w:t xml:space="preserve"> </w:t>
      </w:r>
      <w:r>
        <w:t>of</w:t>
      </w:r>
      <w:r w:rsidR="00046589">
        <w:t xml:space="preserve"> </w:t>
      </w:r>
      <w:r>
        <w:t>dogmatism.</w:t>
      </w:r>
    </w:p>
    <w:p w:rsidR="003C40D7" w:rsidRDefault="003C40D7" w:rsidP="003C40D7">
      <w:pPr>
        <w:pStyle w:val="libNormal"/>
      </w:pPr>
      <w:r w:rsidRPr="003C40D7">
        <w:t>Philosophy</w:t>
      </w:r>
      <w:r w:rsidR="00046589">
        <w:t xml:space="preserve"> </w:t>
      </w:r>
      <w:r w:rsidRPr="003C40D7">
        <w:t>had</w:t>
      </w:r>
      <w:r w:rsidR="00046589">
        <w:t xml:space="preserve"> </w:t>
      </w:r>
      <w:r w:rsidRPr="003C40D7">
        <w:t>reached</w:t>
      </w:r>
      <w:r w:rsidR="00046589">
        <w:t xml:space="preserve"> </w:t>
      </w:r>
      <w:r w:rsidRPr="003C40D7">
        <w:t>eastern</w:t>
      </w:r>
      <w:r w:rsidR="00046589">
        <w:t xml:space="preserve"> </w:t>
      </w:r>
      <w:r w:rsidRPr="003C40D7">
        <w:t>Islam</w:t>
      </w:r>
      <w:r w:rsidR="00046589">
        <w:t xml:space="preserve"> </w:t>
      </w:r>
      <w:r w:rsidRPr="003C40D7">
        <w:t>by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translation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Greek</w:t>
      </w:r>
      <w:r w:rsidR="00046589">
        <w:t xml:space="preserve"> </w:t>
      </w:r>
      <w:r w:rsidRPr="003C40D7">
        <w:t>treatises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Arab</w:t>
      </w:r>
      <w:r w:rsidR="00046589">
        <w:t xml:space="preserve"> </w:t>
      </w:r>
      <w:r w:rsidRPr="003C40D7">
        <w:t>by</w:t>
      </w:r>
      <w:r w:rsidR="00046589">
        <w:t xml:space="preserve"> </w:t>
      </w:r>
      <w:r w:rsidRPr="003C40D7">
        <w:t>Chaldean</w:t>
      </w:r>
      <w:r w:rsidR="00046589">
        <w:t xml:space="preserve"> </w:t>
      </w:r>
      <w:r w:rsidRPr="003C40D7">
        <w:t>Christians,</w:t>
      </w:r>
      <w:r w:rsidR="00046589">
        <w:t xml:space="preserve"> </w:t>
      </w:r>
      <w:r w:rsidRPr="003C40D7">
        <w:t>who</w:t>
      </w:r>
      <w:r w:rsidR="00046589">
        <w:t xml:space="preserve"> </w:t>
      </w:r>
      <w:r w:rsidRPr="003C40D7">
        <w:t>were</w:t>
      </w:r>
      <w:r w:rsidR="00046589">
        <w:t xml:space="preserve"> </w:t>
      </w:r>
      <w:r w:rsidRPr="003C40D7">
        <w:t>adherents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t>Neoplatonic</w:t>
      </w:r>
      <w:proofErr w:type="spellEnd"/>
      <w:r w:rsidR="00046589">
        <w:t xml:space="preserve"> </w:t>
      </w:r>
      <w:r w:rsidRPr="003C40D7">
        <w:t>synthesis</w:t>
      </w:r>
      <w:r w:rsidR="00046589">
        <w:t xml:space="preserve"> </w:t>
      </w:r>
      <w:r w:rsidRPr="003C40D7">
        <w:t>realized</w:t>
      </w:r>
      <w:r w:rsidR="00046589">
        <w:t xml:space="preserve"> </w:t>
      </w:r>
      <w:r w:rsidRPr="003C40D7">
        <w:t>by</w:t>
      </w:r>
      <w:r w:rsidR="00046589">
        <w:t xml:space="preserve"> </w:t>
      </w:r>
      <w:r w:rsidRPr="003C40D7">
        <w:t>authors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Late</w:t>
      </w:r>
      <w:r w:rsidR="00046589">
        <w:t xml:space="preserve"> </w:t>
      </w:r>
      <w:r w:rsidRPr="003C40D7">
        <w:t>Antiquity</w:t>
      </w:r>
      <w:r w:rsidR="00046589">
        <w:t xml:space="preserve"> </w:t>
      </w:r>
      <w:r w:rsidRPr="003C40D7">
        <w:t>like</w:t>
      </w:r>
      <w:r w:rsidR="00046589">
        <w:t xml:space="preserve"> </w:t>
      </w:r>
      <w:r w:rsidRPr="003C40D7">
        <w:t>Plotinus,</w:t>
      </w:r>
      <w:r w:rsidR="00046589">
        <w:t xml:space="preserve"> </w:t>
      </w:r>
      <w:r w:rsidRPr="003C40D7">
        <w:t>Porphyry,</w:t>
      </w:r>
      <w:r w:rsidR="00046589">
        <w:t xml:space="preserve"> </w:t>
      </w:r>
      <w:r w:rsidRPr="003C40D7">
        <w:t>Proclus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others.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t>islamization</w:t>
      </w:r>
      <w:proofErr w:type="spellEnd"/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t>Neoplatonic</w:t>
      </w:r>
      <w:proofErr w:type="spellEnd"/>
      <w:r w:rsidR="00046589">
        <w:t xml:space="preserve"> </w:t>
      </w:r>
      <w:proofErr w:type="spellStart"/>
      <w:r w:rsidRPr="003C40D7">
        <w:rPr>
          <w:rStyle w:val="libItalicChar"/>
        </w:rPr>
        <w:t>falsafa</w:t>
      </w:r>
      <w:proofErr w:type="spellEnd"/>
      <w:r w:rsidR="00046589">
        <w:t xml:space="preserve"> </w:t>
      </w:r>
      <w:r w:rsidRPr="003C40D7">
        <w:t>through</w:t>
      </w:r>
      <w:r w:rsidR="00046589">
        <w:t xml:space="preserve"> </w:t>
      </w:r>
      <w:r w:rsidRPr="003C40D7">
        <w:t>Muslim</w:t>
      </w:r>
      <w:r w:rsidR="00046589">
        <w:t xml:space="preserve"> </w:t>
      </w:r>
      <w:proofErr w:type="spellStart"/>
      <w:r w:rsidRPr="003C40D7">
        <w:t>hellenizers</w:t>
      </w:r>
      <w:proofErr w:type="spellEnd"/>
      <w:r w:rsidR="00046589">
        <w:t xml:space="preserve"> </w:t>
      </w:r>
      <w:r w:rsidRPr="003C40D7">
        <w:t>like</w:t>
      </w:r>
      <w:r w:rsidR="00046589">
        <w:t xml:space="preserve"> </w:t>
      </w:r>
      <w:r w:rsidRPr="003C40D7">
        <w:t>al</w:t>
      </w:r>
      <w:r w:rsidR="006F62A6">
        <w:t>-</w:t>
      </w:r>
      <w:proofErr w:type="spellStart"/>
      <w:r w:rsidRPr="003C40D7">
        <w:t>Farabi</w:t>
      </w:r>
      <w:proofErr w:type="spellEnd"/>
      <w:r w:rsidR="00046589">
        <w:t xml:space="preserve"> </w:t>
      </w:r>
      <w:r w:rsidRPr="003C40D7">
        <w:t>(887</w:t>
      </w:r>
      <w:r w:rsidR="006F62A6">
        <w:t>-</w:t>
      </w:r>
      <w:r w:rsidRPr="003C40D7">
        <w:t>950)</w:t>
      </w:r>
      <w:r w:rsidR="00046589">
        <w:t xml:space="preserve"> </w:t>
      </w:r>
      <w:r w:rsidRPr="003C40D7">
        <w:t>and</w:t>
      </w:r>
      <w:r w:rsidR="00046589">
        <w:t xml:space="preserve"> </w:t>
      </w:r>
      <w:proofErr w:type="spellStart"/>
      <w:r w:rsidRPr="003C40D7">
        <w:t>Ibn</w:t>
      </w:r>
      <w:proofErr w:type="spellEnd"/>
      <w:r w:rsidR="00046589">
        <w:t xml:space="preserve"> </w:t>
      </w:r>
      <w:proofErr w:type="spellStart"/>
      <w:r w:rsidRPr="003C40D7">
        <w:t>Sina</w:t>
      </w:r>
      <w:proofErr w:type="spellEnd"/>
      <w:r w:rsidR="00046589">
        <w:t xml:space="preserve"> </w:t>
      </w:r>
      <w:r w:rsidRPr="003C40D7">
        <w:t>(980</w:t>
      </w:r>
      <w:r w:rsidR="006F62A6">
        <w:t>-</w:t>
      </w:r>
      <w:r w:rsidRPr="003C40D7">
        <w:t>1073)</w:t>
      </w:r>
      <w:r w:rsidR="00046589">
        <w:t xml:space="preserve"> </w:t>
      </w:r>
      <w:r w:rsidRPr="003C40D7">
        <w:t>led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a</w:t>
      </w:r>
      <w:r w:rsidR="00046589">
        <w:t xml:space="preserve"> </w:t>
      </w:r>
      <w:proofErr w:type="spellStart"/>
      <w:r w:rsidRPr="003C40D7">
        <w:t>Neoplatonism</w:t>
      </w:r>
      <w:proofErr w:type="spellEnd"/>
      <w:r w:rsidR="00046589">
        <w:t xml:space="preserve"> </w:t>
      </w:r>
      <w:r w:rsidRPr="003C40D7">
        <w:t>with</w:t>
      </w:r>
      <w:r w:rsidR="00046589">
        <w:t xml:space="preserve"> </w:t>
      </w:r>
      <w:r w:rsidRPr="003C40D7">
        <w:t>pronounced</w:t>
      </w:r>
      <w:r w:rsidR="00046589">
        <w:t xml:space="preserve"> </w:t>
      </w:r>
      <w:r w:rsidRPr="003C40D7">
        <w:t>spiritual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mystical</w:t>
      </w:r>
      <w:r w:rsidR="00046589">
        <w:t xml:space="preserve"> </w:t>
      </w:r>
      <w:r w:rsidRPr="003C40D7">
        <w:t>exaltations,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well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by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stoic</w:t>
      </w:r>
      <w:r w:rsidR="00046589">
        <w:t xml:space="preserve"> </w:t>
      </w:r>
      <w:r w:rsidRPr="003C40D7">
        <w:t>self</w:t>
      </w:r>
      <w:r w:rsidR="006F62A6">
        <w:t>-</w:t>
      </w:r>
      <w:r w:rsidRPr="003C40D7">
        <w:t>discipline.</w:t>
      </w:r>
      <w:r w:rsidR="00046589">
        <w:t xml:space="preserve"> </w:t>
      </w:r>
      <w:r w:rsidRPr="003C40D7">
        <w:t>However,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lands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western</w:t>
      </w:r>
      <w:r w:rsidR="00046589">
        <w:t xml:space="preserve"> </w:t>
      </w:r>
      <w:r w:rsidRPr="003C40D7">
        <w:t>Islam</w:t>
      </w:r>
      <w:r w:rsidR="00046589">
        <w:t xml:space="preserve"> </w:t>
      </w:r>
      <w:r w:rsidRPr="003C40D7">
        <w:t>leaned</w:t>
      </w:r>
      <w:r w:rsidR="00046589">
        <w:t xml:space="preserve"> </w:t>
      </w:r>
      <w:r w:rsidRPr="003C40D7">
        <w:t>heavier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Aristotelian</w:t>
      </w:r>
      <w:r w:rsidR="00046589">
        <w:t xml:space="preserve"> </w:t>
      </w:r>
      <w:r w:rsidRPr="003C40D7">
        <w:t>tradition.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works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its</w:t>
      </w:r>
      <w:r w:rsidR="00046589">
        <w:t xml:space="preserve"> </w:t>
      </w:r>
      <w:r w:rsidRPr="003C40D7">
        <w:t>most</w:t>
      </w:r>
      <w:r w:rsidR="00046589">
        <w:t xml:space="preserve"> </w:t>
      </w:r>
      <w:r w:rsidRPr="003C40D7">
        <w:t>famous</w:t>
      </w:r>
      <w:r w:rsidR="00046589">
        <w:t xml:space="preserve"> </w:t>
      </w:r>
      <w:r w:rsidRPr="003C40D7">
        <w:t>figure,</w:t>
      </w:r>
      <w:r w:rsidR="00046589">
        <w:t xml:space="preserve"> </w:t>
      </w:r>
      <w:r w:rsidRPr="003C40D7">
        <w:t>namely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t>Andalusian</w:t>
      </w:r>
      <w:proofErr w:type="spellEnd"/>
      <w:r w:rsidR="00046589">
        <w:t xml:space="preserve"> </w:t>
      </w:r>
      <w:proofErr w:type="spellStart"/>
      <w:r w:rsidRPr="003C40D7">
        <w:t>Ibn</w:t>
      </w:r>
      <w:proofErr w:type="spellEnd"/>
      <w:r w:rsidR="00046589">
        <w:t xml:space="preserve"> </w:t>
      </w:r>
      <w:proofErr w:type="spellStart"/>
      <w:r w:rsidRPr="003C40D7">
        <w:t>Rushd</w:t>
      </w:r>
      <w:proofErr w:type="spellEnd"/>
      <w:r w:rsidR="00046589">
        <w:t xml:space="preserve"> </w:t>
      </w:r>
      <w:r w:rsidRPr="003C40D7">
        <w:t>(1126</w:t>
      </w:r>
      <w:r w:rsidR="006F62A6">
        <w:t>-</w:t>
      </w:r>
      <w:r w:rsidRPr="003C40D7">
        <w:t>1198)</w:t>
      </w:r>
      <w:r w:rsidR="00046589">
        <w:t xml:space="preserve"> </w:t>
      </w:r>
      <w:r w:rsidRPr="003C40D7">
        <w:t>were</w:t>
      </w:r>
      <w:r w:rsidR="00046589">
        <w:t xml:space="preserve"> </w:t>
      </w:r>
      <w:r w:rsidRPr="003C40D7">
        <w:t>hotly</w:t>
      </w:r>
      <w:r w:rsidR="00046589">
        <w:t xml:space="preserve"> </w:t>
      </w:r>
      <w:r w:rsidRPr="003C40D7">
        <w:t>debated</w:t>
      </w:r>
      <w:r w:rsidR="00046589">
        <w:t xml:space="preserve"> </w:t>
      </w:r>
      <w:r w:rsidRPr="003C40D7">
        <w:t>by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Latin</w:t>
      </w:r>
      <w:r w:rsidR="00046589">
        <w:t xml:space="preserve"> </w:t>
      </w:r>
      <w:r w:rsidRPr="003C40D7">
        <w:t>scholars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Paris</w:t>
      </w:r>
      <w:r w:rsidR="00046589">
        <w:t xml:space="preserve"> </w:t>
      </w:r>
      <w:r w:rsidRPr="003C40D7">
        <w:t>university.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penetration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Greek</w:t>
      </w:r>
      <w:r w:rsidR="00046589">
        <w:t xml:space="preserve"> </w:t>
      </w:r>
      <w:r w:rsidRPr="003C40D7">
        <w:t>or</w:t>
      </w:r>
      <w:r w:rsidR="00046589">
        <w:t xml:space="preserve"> </w:t>
      </w:r>
      <w:r w:rsidRPr="003C40D7">
        <w:t>pagan</w:t>
      </w:r>
      <w:r w:rsidR="00046589">
        <w:t xml:space="preserve"> </w:t>
      </w:r>
      <w:proofErr w:type="spellStart"/>
      <w:r w:rsidRPr="003C40D7">
        <w:rPr>
          <w:rStyle w:val="libItalicChar"/>
        </w:rPr>
        <w:t>falsafa</w:t>
      </w:r>
      <w:proofErr w:type="spellEnd"/>
      <w:r w:rsidR="00046589">
        <w:t xml:space="preserve"> </w:t>
      </w:r>
      <w:r w:rsidRPr="003C40D7">
        <w:t>aroused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outrage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majority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ulema</w:t>
      </w:r>
      <w:proofErr w:type="spellEnd"/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devout</w:t>
      </w:r>
      <w:r w:rsidR="00046589">
        <w:t xml:space="preserve"> </w:t>
      </w:r>
      <w:r w:rsidRPr="003C40D7">
        <w:t>Muslim</w:t>
      </w:r>
      <w:r w:rsidR="00046589">
        <w:t xml:space="preserve"> </w:t>
      </w:r>
      <w:r w:rsidRPr="003C40D7">
        <w:t>scholars</w:t>
      </w:r>
      <w:r w:rsidR="00046589">
        <w:t xml:space="preserve"> </w:t>
      </w:r>
      <w:r w:rsidRPr="003C40D7">
        <w:t>adhering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orthodox</w:t>
      </w:r>
      <w:r w:rsidR="00046589">
        <w:t xml:space="preserve"> </w:t>
      </w:r>
      <w:r w:rsidRPr="003C40D7">
        <w:t>tradition.</w:t>
      </w:r>
      <w:r w:rsidR="00046589">
        <w:t xml:space="preserve"> </w:t>
      </w:r>
      <w:r w:rsidRPr="003C40D7">
        <w:t>With</w:t>
      </w:r>
      <w:r w:rsidR="00046589">
        <w:t xml:space="preserve"> </w:t>
      </w:r>
      <w:r w:rsidRPr="003C40D7">
        <w:t>al</w:t>
      </w:r>
      <w:r w:rsidR="006F62A6">
        <w:t>-</w:t>
      </w:r>
      <w:proofErr w:type="spellStart"/>
      <w:r w:rsidRPr="003C40D7">
        <w:t>Ghazali's</w:t>
      </w:r>
      <w:proofErr w:type="spellEnd"/>
      <w:r w:rsidR="00046589">
        <w:t xml:space="preserve"> </w:t>
      </w:r>
      <w:r w:rsidRPr="003C40D7">
        <w:t>(1058</w:t>
      </w:r>
      <w:r w:rsidR="006F62A6">
        <w:t>-</w:t>
      </w:r>
      <w:r w:rsidRPr="003C40D7">
        <w:t>1111)</w:t>
      </w:r>
      <w:r w:rsidR="00046589">
        <w:t xml:space="preserve"> </w:t>
      </w:r>
      <w:r w:rsidRPr="003C40D7">
        <w:t>hermeneutic</w:t>
      </w:r>
      <w:r w:rsidR="00046589">
        <w:t xml:space="preserve"> </w:t>
      </w:r>
      <w:r w:rsidRPr="003C40D7">
        <w:t>attack</w:t>
      </w:r>
      <w:r w:rsidR="00046589">
        <w:t xml:space="preserve"> </w:t>
      </w:r>
      <w:r w:rsidRPr="003C40D7">
        <w:t>against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Muslim</w:t>
      </w:r>
      <w:r w:rsidR="00046589">
        <w:t xml:space="preserve"> </w:t>
      </w:r>
      <w:r w:rsidRPr="003C40D7">
        <w:t>brand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philosophy,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post</w:t>
      </w:r>
      <w:r w:rsidR="006F62A6">
        <w:t>-</w:t>
      </w:r>
      <w:proofErr w:type="spellStart"/>
      <w:r w:rsidRPr="003C40D7">
        <w:t>Ghazalian</w:t>
      </w:r>
      <w:proofErr w:type="spellEnd"/>
      <w:r w:rsidR="00046589">
        <w:t xml:space="preserve"> </w:t>
      </w:r>
      <w:r w:rsidRPr="003C40D7">
        <w:t>scholarly</w:t>
      </w:r>
      <w:r w:rsidR="00046589">
        <w:t xml:space="preserve"> </w:t>
      </w:r>
      <w:r w:rsidRPr="003C40D7">
        <w:t>world</w:t>
      </w:r>
      <w:r w:rsidR="00046589">
        <w:t xml:space="preserve"> </w:t>
      </w:r>
      <w:r w:rsidRPr="003C40D7">
        <w:t>purified</w:t>
      </w:r>
      <w:r w:rsidR="00046589">
        <w:t xml:space="preserve"> </w:t>
      </w:r>
      <w:proofErr w:type="spellStart"/>
      <w:r w:rsidRPr="003C40D7">
        <w:rPr>
          <w:rStyle w:val="libItalicChar"/>
        </w:rPr>
        <w:t>falsafa</w:t>
      </w:r>
      <w:proofErr w:type="spellEnd"/>
      <w:r w:rsidR="00046589">
        <w:t xml:space="preserve"> </w:t>
      </w:r>
      <w:r>
        <w:t>from</w:t>
      </w:r>
      <w:r w:rsidR="00046589">
        <w:t xml:space="preserve"> </w:t>
      </w:r>
      <w:r>
        <w:t>its</w:t>
      </w:r>
      <w:r w:rsidR="00046589">
        <w:t xml:space="preserve"> </w:t>
      </w:r>
      <w:r>
        <w:t>metaphysical</w:t>
      </w:r>
      <w:r w:rsidR="00046589">
        <w:t xml:space="preserve"> </w:t>
      </w:r>
      <w:r>
        <w:t>and</w:t>
      </w:r>
      <w:r w:rsidR="00046589">
        <w:t xml:space="preserve"> </w:t>
      </w:r>
      <w:r>
        <w:t>rationalist</w:t>
      </w:r>
      <w:r w:rsidR="00046589">
        <w:t xml:space="preserve"> </w:t>
      </w:r>
      <w:r>
        <w:t>overtones</w:t>
      </w:r>
      <w:r w:rsidR="00046589">
        <w:t xml:space="preserve"> </w:t>
      </w:r>
      <w:r>
        <w:t>and</w:t>
      </w:r>
      <w:r w:rsidR="00046589">
        <w:t xml:space="preserve"> </w:t>
      </w:r>
      <w:r>
        <w:t>reduced</w:t>
      </w:r>
      <w:r w:rsidR="00046589">
        <w:t xml:space="preserve"> </w:t>
      </w:r>
      <w:r>
        <w:t>it</w:t>
      </w:r>
      <w:r w:rsidR="00046589">
        <w:t xml:space="preserve"> </w:t>
      </w:r>
      <w:r>
        <w:t>to</w:t>
      </w:r>
      <w:r w:rsidR="00046589">
        <w:t xml:space="preserve"> </w:t>
      </w:r>
      <w:r>
        <w:t>bare</w:t>
      </w:r>
      <w:r w:rsidR="00046589">
        <w:t xml:space="preserve"> </w:t>
      </w:r>
      <w:r>
        <w:t>logic.</w:t>
      </w:r>
      <w:r w:rsidR="00046589">
        <w:t xml:space="preserve"> </w:t>
      </w:r>
      <w:r>
        <w:t>The</w:t>
      </w:r>
      <w:r w:rsidR="00046589">
        <w:t xml:space="preserve"> </w:t>
      </w:r>
      <w:r>
        <w:t>Muslim</w:t>
      </w:r>
      <w:r w:rsidR="00046589">
        <w:t xml:space="preserve"> </w:t>
      </w:r>
      <w:r>
        <w:t>scholastics,</w:t>
      </w:r>
      <w:r w:rsidR="00046589">
        <w:t xml:space="preserve"> </w:t>
      </w:r>
      <w:r>
        <w:t>with</w:t>
      </w:r>
      <w:r w:rsidR="00046589">
        <w:t xml:space="preserve"> </w:t>
      </w:r>
      <w:r>
        <w:t>a</w:t>
      </w:r>
      <w:r w:rsidR="00046589">
        <w:t xml:space="preserve"> </w:t>
      </w:r>
      <w:r>
        <w:t>mindset</w:t>
      </w:r>
      <w:r w:rsidR="00046589">
        <w:t xml:space="preserve"> </w:t>
      </w:r>
      <w:r>
        <w:t>to</w:t>
      </w:r>
      <w:r w:rsidR="00046589">
        <w:t xml:space="preserve"> </w:t>
      </w:r>
      <w:r>
        <w:t>reconcile</w:t>
      </w:r>
      <w:r w:rsidR="00046589">
        <w:t xml:space="preserve"> </w:t>
      </w:r>
      <w:r>
        <w:t>between</w:t>
      </w:r>
      <w:r w:rsidR="00046589">
        <w:t xml:space="preserve"> </w:t>
      </w:r>
      <w:r>
        <w:t>faith</w:t>
      </w:r>
      <w:r w:rsidR="00046589">
        <w:t xml:space="preserve"> </w:t>
      </w:r>
      <w:r>
        <w:t>and</w:t>
      </w:r>
      <w:r w:rsidR="00046589">
        <w:t xml:space="preserve"> </w:t>
      </w:r>
      <w:r>
        <w:t>reason,</w:t>
      </w:r>
      <w:r w:rsidR="00046589">
        <w:t xml:space="preserve"> </w:t>
      </w:r>
      <w:r>
        <w:t>tried</w:t>
      </w:r>
      <w:r w:rsidR="00046589">
        <w:t xml:space="preserve"> </w:t>
      </w:r>
      <w:r>
        <w:t>to</w:t>
      </w:r>
      <w:r w:rsidR="00046589">
        <w:t xml:space="preserve"> </w:t>
      </w:r>
      <w:r>
        <w:t>work</w:t>
      </w:r>
      <w:r w:rsidR="00046589">
        <w:t xml:space="preserve"> </w:t>
      </w:r>
      <w:r>
        <w:t>out</w:t>
      </w:r>
      <w:r w:rsidR="00046589">
        <w:t xml:space="preserve"> </w:t>
      </w:r>
      <w:r>
        <w:t>a</w:t>
      </w:r>
      <w:r w:rsidR="00046589">
        <w:t xml:space="preserve"> </w:t>
      </w:r>
      <w:r>
        <w:t>new</w:t>
      </w:r>
      <w:r w:rsidR="00046589">
        <w:t xml:space="preserve"> </w:t>
      </w:r>
      <w:r>
        <w:t>synthesis.</w:t>
      </w:r>
      <w:r w:rsidR="00046589">
        <w:t xml:space="preserve"> </w:t>
      </w:r>
      <w:r>
        <w:t>This</w:t>
      </w:r>
      <w:r w:rsidR="00046589">
        <w:t xml:space="preserve"> </w:t>
      </w:r>
      <w:r>
        <w:t>ambitious</w:t>
      </w:r>
      <w:r w:rsidR="00046589">
        <w:t xml:space="preserve"> </w:t>
      </w:r>
      <w:r>
        <w:t>scheme,</w:t>
      </w:r>
      <w:r w:rsidR="00046589">
        <w:t xml:space="preserve"> </w:t>
      </w:r>
      <w:r>
        <w:t>however,</w:t>
      </w:r>
      <w:r w:rsidR="00046589">
        <w:t xml:space="preserve"> </w:t>
      </w:r>
      <w:r>
        <w:t>led</w:t>
      </w:r>
      <w:r w:rsidR="00046589">
        <w:t xml:space="preserve"> </w:t>
      </w:r>
      <w:r>
        <w:t>to</w:t>
      </w:r>
      <w:r w:rsidR="00046589">
        <w:t xml:space="preserve"> </w:t>
      </w:r>
      <w:r>
        <w:t>an</w:t>
      </w:r>
      <w:r w:rsidR="00046589">
        <w:t xml:space="preserve"> </w:t>
      </w:r>
      <w:r>
        <w:t>impasse.</w:t>
      </w:r>
    </w:p>
    <w:p w:rsidR="003C40D7" w:rsidRDefault="003C40D7" w:rsidP="003C40D7">
      <w:pPr>
        <w:pStyle w:val="libNormal"/>
      </w:pP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post</w:t>
      </w:r>
      <w:r w:rsidR="006F62A6">
        <w:t>-</w:t>
      </w:r>
      <w:proofErr w:type="spellStart"/>
      <w:r>
        <w:t>Ghazalian</w:t>
      </w:r>
      <w:proofErr w:type="spellEnd"/>
      <w:r w:rsidR="00046589">
        <w:t xml:space="preserve"> </w:t>
      </w:r>
      <w:proofErr w:type="spellStart"/>
      <w:r>
        <w:t>fideist</w:t>
      </w:r>
      <w:proofErr w:type="spellEnd"/>
      <w:r w:rsidR="00046589">
        <w:t xml:space="preserve"> </w:t>
      </w:r>
      <w:r>
        <w:t>climate,</w:t>
      </w:r>
      <w:r w:rsidR="00046589">
        <w:t xml:space="preserve"> </w:t>
      </w:r>
      <w:proofErr w:type="spellStart"/>
      <w:r w:rsidRPr="003C40D7">
        <w:rPr>
          <w:rStyle w:val="libItalicChar"/>
        </w:rPr>
        <w:t>kalam</w:t>
      </w:r>
      <w:proofErr w:type="spellEnd"/>
      <w:r w:rsidR="00046589">
        <w:t xml:space="preserve"> </w:t>
      </w:r>
      <w:r>
        <w:t>was</w:t>
      </w:r>
      <w:r w:rsidR="00046589">
        <w:t xml:space="preserve"> </w:t>
      </w:r>
      <w:r>
        <w:t>reduced</w:t>
      </w:r>
      <w:r w:rsidR="00046589">
        <w:t xml:space="preserve"> </w:t>
      </w:r>
      <w:r>
        <w:t>to</w:t>
      </w:r>
      <w:r w:rsidR="00046589">
        <w:t xml:space="preserve"> </w:t>
      </w:r>
      <w:r>
        <w:t>formal</w:t>
      </w:r>
      <w:r w:rsidR="00046589">
        <w:t xml:space="preserve"> </w:t>
      </w:r>
      <w:r>
        <w:t>disputations.</w:t>
      </w:r>
      <w:r w:rsidR="00046589">
        <w:t xml:space="preserve"> </w:t>
      </w:r>
      <w:r>
        <w:t>The</w:t>
      </w:r>
      <w:r w:rsidR="00046589">
        <w:t xml:space="preserve"> </w:t>
      </w:r>
      <w:r>
        <w:t>scholastic</w:t>
      </w:r>
      <w:r w:rsidR="00046589">
        <w:t xml:space="preserve"> </w:t>
      </w:r>
      <w:r>
        <w:t>discourse</w:t>
      </w:r>
      <w:r w:rsidR="00046589">
        <w:t xml:space="preserve"> </w:t>
      </w:r>
      <w:r>
        <w:t>degenerated</w:t>
      </w:r>
      <w:r w:rsidR="00046589">
        <w:t xml:space="preserve"> </w:t>
      </w:r>
      <w:r>
        <w:t>into</w:t>
      </w:r>
      <w:r w:rsidR="00046589">
        <w:t xml:space="preserve"> </w:t>
      </w:r>
      <w:r>
        <w:t>dry</w:t>
      </w:r>
      <w:r w:rsidR="00046589">
        <w:t xml:space="preserve"> </w:t>
      </w:r>
      <w:r>
        <w:t>logic</w:t>
      </w:r>
      <w:r w:rsidR="00046589">
        <w:t xml:space="preserve"> </w:t>
      </w:r>
      <w:r>
        <w:t>and</w:t>
      </w:r>
      <w:r w:rsidR="00046589">
        <w:t xml:space="preserve"> </w:t>
      </w:r>
      <w:r>
        <w:t>to</w:t>
      </w:r>
      <w:r w:rsidR="00046589">
        <w:t xml:space="preserve"> </w:t>
      </w:r>
      <w:r>
        <w:t>hairsplitting</w:t>
      </w:r>
      <w:r w:rsidR="00046589">
        <w:t xml:space="preserve"> </w:t>
      </w:r>
      <w:r>
        <w:t>casuistry</w:t>
      </w:r>
      <w:r w:rsidR="00046589">
        <w:t xml:space="preserve"> </w:t>
      </w:r>
      <w:r>
        <w:t>based</w:t>
      </w:r>
      <w:r w:rsidR="00046589">
        <w:t xml:space="preserve"> </w:t>
      </w:r>
      <w:r>
        <w:t>on</w:t>
      </w:r>
      <w:r w:rsidR="00046589">
        <w:t xml:space="preserve"> </w:t>
      </w:r>
      <w:r>
        <w:t>pure</w:t>
      </w:r>
      <w:r w:rsidR="00046589">
        <w:t xml:space="preserve"> </w:t>
      </w:r>
      <w:r>
        <w:t>analogical</w:t>
      </w:r>
      <w:r w:rsidR="00046589">
        <w:t xml:space="preserve"> </w:t>
      </w:r>
      <w:r>
        <w:t>reasoning.</w:t>
      </w:r>
      <w:r w:rsidR="00046589">
        <w:t xml:space="preserve"> </w:t>
      </w:r>
      <w:r>
        <w:t>By</w:t>
      </w:r>
      <w:r w:rsidR="00046589">
        <w:t xml:space="preserve"> </w:t>
      </w:r>
      <w:r>
        <w:t>the</w:t>
      </w:r>
      <w:r w:rsidR="00046589">
        <w:t xml:space="preserve"> </w:t>
      </w:r>
      <w:r>
        <w:t>time</w:t>
      </w:r>
      <w:r w:rsidR="00046589">
        <w:t xml:space="preserve"> </w:t>
      </w:r>
      <w:r>
        <w:t>that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>
        <w:t>graduated</w:t>
      </w:r>
      <w:r w:rsidR="00046589">
        <w:t xml:space="preserve"> </w:t>
      </w:r>
      <w:r>
        <w:t>from</w:t>
      </w:r>
      <w:r w:rsidR="00046589">
        <w:t xml:space="preserve"> </w:t>
      </w:r>
      <w:r>
        <w:t>school</w:t>
      </w:r>
      <w:r w:rsidR="00046589">
        <w:t xml:space="preserve"> </w:t>
      </w:r>
      <w:r>
        <w:t>he</w:t>
      </w:r>
      <w:r w:rsidR="00046589">
        <w:t xml:space="preserve"> </w:t>
      </w:r>
      <w:r>
        <w:t>had</w:t>
      </w:r>
      <w:r w:rsidR="00046589">
        <w:t xml:space="preserve"> </w:t>
      </w:r>
      <w:r>
        <w:t>become</w:t>
      </w:r>
      <w:r w:rsidR="00046589">
        <w:t xml:space="preserve"> </w:t>
      </w:r>
      <w:r>
        <w:t>utterly</w:t>
      </w:r>
      <w:r w:rsidR="00046589">
        <w:t xml:space="preserve"> </w:t>
      </w:r>
      <w:r>
        <w:t>disgusted</w:t>
      </w:r>
      <w:r w:rsidR="00046589">
        <w:t xml:space="preserve"> </w:t>
      </w:r>
      <w:r>
        <w:t>with</w:t>
      </w:r>
      <w:r w:rsidR="00046589">
        <w:t xml:space="preserve"> </w:t>
      </w:r>
      <w:r>
        <w:t>it.</w:t>
      </w:r>
      <w:r w:rsidR="00046589">
        <w:t xml:space="preserve"> </w:t>
      </w:r>
      <w:r>
        <w:t>He</w:t>
      </w:r>
      <w:r w:rsidR="00046589">
        <w:t xml:space="preserve"> </w:t>
      </w:r>
      <w:r>
        <w:t>decided</w:t>
      </w:r>
      <w:r w:rsidR="00046589">
        <w:t xml:space="preserve"> </w:t>
      </w:r>
      <w:r>
        <w:t>to</w:t>
      </w:r>
      <w:r w:rsidR="00046589">
        <w:t xml:space="preserve"> </w:t>
      </w:r>
      <w:r>
        <w:t>embark</w:t>
      </w:r>
      <w:r w:rsidR="00046589">
        <w:t xml:space="preserve"> </w:t>
      </w:r>
      <w:r>
        <w:t>upon</w:t>
      </w:r>
      <w:r w:rsidR="00046589">
        <w:t xml:space="preserve"> </w:t>
      </w:r>
      <w:r>
        <w:t>a</w:t>
      </w:r>
      <w:r w:rsidR="00046589">
        <w:t xml:space="preserve"> </w:t>
      </w:r>
      <w:r>
        <w:t>political</w:t>
      </w:r>
      <w:r w:rsidR="00046589">
        <w:t xml:space="preserve"> </w:t>
      </w:r>
      <w:r>
        <w:t>career</w:t>
      </w:r>
      <w:r w:rsidR="00046589">
        <w:t xml:space="preserve"> </w:t>
      </w:r>
      <w:r>
        <w:t>where</w:t>
      </w:r>
      <w:r w:rsidR="00046589">
        <w:t xml:space="preserve"> </w:t>
      </w:r>
      <w:r>
        <w:t>he</w:t>
      </w:r>
      <w:r w:rsidR="00046589">
        <w:t xml:space="preserve"> </w:t>
      </w:r>
      <w:r>
        <w:t>was</w:t>
      </w:r>
      <w:r w:rsidR="00046589">
        <w:t xml:space="preserve"> </w:t>
      </w:r>
      <w:r>
        <w:t>confronted</w:t>
      </w:r>
      <w:r w:rsidR="00046589">
        <w:t xml:space="preserve"> </w:t>
      </w:r>
      <w:r>
        <w:t>with</w:t>
      </w:r>
      <w:r w:rsidR="00046589">
        <w:t xml:space="preserve"> </w:t>
      </w:r>
      <w:r>
        <w:t>the</w:t>
      </w:r>
      <w:r w:rsidR="00046589">
        <w:t xml:space="preserve"> </w:t>
      </w:r>
      <w:r>
        <w:t>concrete</w:t>
      </w:r>
      <w:r w:rsidR="00046589">
        <w:t xml:space="preserve"> </w:t>
      </w:r>
      <w:r>
        <w:t>problems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world.</w:t>
      </w:r>
      <w:r w:rsidR="00046589">
        <w:t xml:space="preserve"> </w:t>
      </w:r>
      <w:r>
        <w:t>But</w:t>
      </w:r>
      <w:r w:rsidR="00046589">
        <w:t xml:space="preserve"> </w:t>
      </w:r>
      <w:r>
        <w:t>his</w:t>
      </w:r>
      <w:r w:rsidR="00046589">
        <w:t xml:space="preserve"> </w:t>
      </w:r>
      <w:r>
        <w:t>analytical</w:t>
      </w:r>
      <w:r w:rsidR="00046589">
        <w:t xml:space="preserve"> </w:t>
      </w:r>
      <w:r>
        <w:t>mind</w:t>
      </w:r>
      <w:r w:rsidR="00046589">
        <w:t xml:space="preserve"> </w:t>
      </w:r>
      <w:r>
        <w:t>continued</w:t>
      </w:r>
      <w:r w:rsidR="00046589">
        <w:t xml:space="preserve"> </w:t>
      </w:r>
      <w:r>
        <w:t>to</w:t>
      </w:r>
      <w:r w:rsidR="00046589">
        <w:t xml:space="preserve"> </w:t>
      </w:r>
      <w:r>
        <w:t>show</w:t>
      </w:r>
      <w:r w:rsidR="00046589">
        <w:t xml:space="preserve"> </w:t>
      </w:r>
      <w:r>
        <w:t>a</w:t>
      </w:r>
      <w:r w:rsidR="00046589">
        <w:t xml:space="preserve"> </w:t>
      </w:r>
      <w:r>
        <w:t>keen</w:t>
      </w:r>
      <w:r w:rsidR="00046589">
        <w:t xml:space="preserve"> </w:t>
      </w:r>
      <w:r>
        <w:t>interest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underlying</w:t>
      </w:r>
      <w:r w:rsidR="00046589">
        <w:t xml:space="preserve"> </w:t>
      </w:r>
      <w:r>
        <w:t>causes</w:t>
      </w:r>
      <w:r w:rsidR="00046589">
        <w:t xml:space="preserve"> </w:t>
      </w:r>
      <w:r>
        <w:t>and</w:t>
      </w:r>
      <w:r w:rsidR="00046589">
        <w:t xml:space="preserve"> </w:t>
      </w:r>
      <w:r>
        <w:t>determinants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political</w:t>
      </w:r>
      <w:r w:rsidR="00046589">
        <w:t xml:space="preserve"> </w:t>
      </w:r>
      <w:r>
        <w:t>turbulence</w:t>
      </w:r>
      <w:r w:rsidR="00046589">
        <w:t xml:space="preserve"> </w:t>
      </w:r>
      <w:r>
        <w:t>of</w:t>
      </w:r>
      <w:r w:rsidR="00046589">
        <w:t xml:space="preserve"> </w:t>
      </w:r>
      <w:r>
        <w:t>his</w:t>
      </w:r>
      <w:r w:rsidR="00046589">
        <w:t xml:space="preserve"> </w:t>
      </w:r>
      <w:r>
        <w:t>time.</w:t>
      </w:r>
      <w:r w:rsidR="00046589">
        <w:t xml:space="preserve"> </w:t>
      </w:r>
      <w:r>
        <w:t>This</w:t>
      </w:r>
      <w:r w:rsidR="00046589">
        <w:t xml:space="preserve"> </w:t>
      </w:r>
      <w:r>
        <w:t>led</w:t>
      </w:r>
      <w:r w:rsidR="00046589">
        <w:t xml:space="preserve"> </w:t>
      </w:r>
      <w:r>
        <w:t>him</w:t>
      </w:r>
      <w:r w:rsidR="00046589">
        <w:t xml:space="preserve"> </w:t>
      </w:r>
      <w:r>
        <w:t>to</w:t>
      </w:r>
      <w:r w:rsidR="00046589">
        <w:t xml:space="preserve"> </w:t>
      </w:r>
      <w:r>
        <w:t>the</w:t>
      </w:r>
      <w:r w:rsidR="00046589">
        <w:t xml:space="preserve"> </w:t>
      </w:r>
      <w:r>
        <w:t>works</w:t>
      </w:r>
      <w:r w:rsidR="00046589">
        <w:t xml:space="preserve"> </w:t>
      </w:r>
      <w:r>
        <w:t>on</w:t>
      </w:r>
      <w:r w:rsidR="00046589">
        <w:t xml:space="preserve"> </w:t>
      </w:r>
      <w:r>
        <w:t>political</w:t>
      </w:r>
      <w:r w:rsidR="00046589">
        <w:t xml:space="preserve"> </w:t>
      </w:r>
      <w:r>
        <w:t>philosophy</w:t>
      </w:r>
      <w:r w:rsidR="00046589">
        <w:t xml:space="preserve"> </w:t>
      </w:r>
      <w:r>
        <w:t>written</w:t>
      </w:r>
      <w:r w:rsidR="00046589">
        <w:t xml:space="preserve"> </w:t>
      </w:r>
      <w:r>
        <w:t>by</w:t>
      </w:r>
      <w:r w:rsidR="00046589">
        <w:t xml:space="preserve"> </w:t>
      </w:r>
      <w:r>
        <w:t>Muslim</w:t>
      </w:r>
      <w:r w:rsidR="00046589">
        <w:t xml:space="preserve"> </w:t>
      </w:r>
      <w:r>
        <w:t>authors.</w:t>
      </w:r>
    </w:p>
    <w:p w:rsidR="003C40D7" w:rsidRDefault="003C40D7" w:rsidP="003C40D7">
      <w:pPr>
        <w:pStyle w:val="libNormal"/>
      </w:pPr>
      <w:r>
        <w:lastRenderedPageBreak/>
        <w:t>In</w:t>
      </w:r>
      <w:r w:rsidR="00046589">
        <w:t xml:space="preserve"> </w:t>
      </w:r>
      <w:r>
        <w:t>that</w:t>
      </w:r>
      <w:r w:rsidR="00046589">
        <w:t xml:space="preserve"> </w:t>
      </w:r>
      <w:r>
        <w:t>vein,</w:t>
      </w:r>
      <w:r w:rsidR="00046589">
        <w:t xml:space="preserve"> </w:t>
      </w:r>
      <w:r>
        <w:t>al</w:t>
      </w:r>
      <w:r w:rsidR="006F62A6">
        <w:t>-</w:t>
      </w:r>
      <w:proofErr w:type="spellStart"/>
      <w:r>
        <w:t>Farabi's</w:t>
      </w:r>
      <w:proofErr w:type="spellEnd"/>
      <w:r w:rsidR="00046589">
        <w:t xml:space="preserve"> </w:t>
      </w:r>
      <w:r>
        <w:t>treatise</w:t>
      </w:r>
      <w:r w:rsidR="00046589">
        <w:t xml:space="preserve"> </w:t>
      </w:r>
      <w:r>
        <w:t>on</w:t>
      </w:r>
      <w:r w:rsidR="00046589">
        <w:t xml:space="preserve"> </w:t>
      </w:r>
      <w:r>
        <w:t>the</w:t>
      </w:r>
      <w:r w:rsidR="00046589">
        <w:t xml:space="preserve"> </w:t>
      </w:r>
      <w:r>
        <w:t>Virtuous</w:t>
      </w:r>
      <w:r w:rsidR="00046589">
        <w:t xml:space="preserve"> </w:t>
      </w:r>
      <w:r>
        <w:t>City</w:t>
      </w:r>
      <w:r w:rsidR="00046589">
        <w:t xml:space="preserve"> </w:t>
      </w:r>
      <w:r>
        <w:t>(</w:t>
      </w:r>
      <w:r w:rsidRPr="003C40D7">
        <w:rPr>
          <w:rStyle w:val="libItalicChar"/>
        </w:rPr>
        <w:t>al</w:t>
      </w:r>
      <w:r w:rsidR="006F62A6">
        <w:rPr>
          <w:rStyle w:val="libItalicChar"/>
        </w:rPr>
        <w:t>-</w:t>
      </w:r>
      <w:proofErr w:type="spellStart"/>
      <w:r w:rsidRPr="003C40D7">
        <w:rPr>
          <w:rStyle w:val="libItalicChar"/>
        </w:rPr>
        <w:t>madina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al</w:t>
      </w:r>
      <w:r w:rsidR="006F62A6">
        <w:rPr>
          <w:rStyle w:val="libItalicChar"/>
        </w:rPr>
        <w:t>-</w:t>
      </w:r>
      <w:proofErr w:type="spellStart"/>
      <w:r w:rsidRPr="003C40D7">
        <w:rPr>
          <w:rStyle w:val="libItalicChar"/>
        </w:rPr>
        <w:t>fadila</w:t>
      </w:r>
      <w:proofErr w:type="spellEnd"/>
      <w:r w:rsidRPr="003C40D7">
        <w:t>),</w:t>
      </w:r>
      <w:r w:rsidR="00046589">
        <w:t xml:space="preserve"> </w:t>
      </w:r>
      <w:r w:rsidRPr="003C40D7">
        <w:t>an</w:t>
      </w:r>
      <w:r w:rsidR="00046589">
        <w:t xml:space="preserve"> </w:t>
      </w:r>
      <w:r w:rsidRPr="003C40D7">
        <w:t>Islamic</w:t>
      </w:r>
      <w:r w:rsidR="00046589">
        <w:t xml:space="preserve"> </w:t>
      </w:r>
      <w:r w:rsidRPr="003C40D7">
        <w:t>version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Plato's</w:t>
      </w:r>
      <w:r w:rsidR="00046589">
        <w:t xml:space="preserve"> </w:t>
      </w:r>
      <w:r w:rsidRPr="003C40D7">
        <w:t>Republic,</w:t>
      </w:r>
      <w:r w:rsidR="00046589">
        <w:t xml:space="preserve"> </w:t>
      </w:r>
      <w:r w:rsidRPr="003C40D7">
        <w:t>caught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eye.</w:t>
      </w:r>
      <w:r w:rsidR="00046589">
        <w:t xml:space="preserve"> </w:t>
      </w:r>
      <w:r w:rsidRPr="003C40D7">
        <w:t>But,</w:t>
      </w:r>
      <w:r w:rsidR="00046589">
        <w:t xml:space="preserve"> </w:t>
      </w:r>
      <w:proofErr w:type="spellStart"/>
      <w:r w:rsidRPr="003C40D7">
        <w:t>Ibn</w:t>
      </w:r>
      <w:proofErr w:type="spellEnd"/>
      <w:r w:rsidR="00046589">
        <w:t xml:space="preserve"> </w:t>
      </w:r>
      <w:proofErr w:type="spellStart"/>
      <w:r w:rsidRPr="003C40D7">
        <w:t>Rushd's</w:t>
      </w:r>
      <w:proofErr w:type="spellEnd"/>
      <w:r w:rsidR="00046589">
        <w:t xml:space="preserve"> </w:t>
      </w:r>
      <w:r w:rsidRPr="003C40D7">
        <w:t>famous</w:t>
      </w:r>
      <w:r w:rsidR="00046589">
        <w:t xml:space="preserve"> </w:t>
      </w:r>
      <w:r w:rsidRPr="003C40D7">
        <w:t>commentaries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Aristotle's</w:t>
      </w:r>
      <w:r w:rsidR="00046589">
        <w:t xml:space="preserve"> </w:t>
      </w:r>
      <w:proofErr w:type="spellStart"/>
      <w:r w:rsidRPr="003C40D7">
        <w:rPr>
          <w:rStyle w:val="libItalicChar"/>
        </w:rPr>
        <w:t>Nicomachean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Ethics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well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Plato's</w:t>
      </w:r>
      <w:r w:rsidR="00046589">
        <w:t xml:space="preserve"> </w:t>
      </w:r>
      <w:r w:rsidRPr="003C40D7">
        <w:rPr>
          <w:rStyle w:val="libItalicChar"/>
        </w:rPr>
        <w:t>Republic</w:t>
      </w:r>
      <w:r w:rsidR="00046589">
        <w:t xml:space="preserve"> </w:t>
      </w:r>
      <w:r w:rsidRPr="003C40D7">
        <w:t>interested</w:t>
      </w:r>
      <w:r w:rsidR="00046589">
        <w:t xml:space="preserve"> </w:t>
      </w:r>
      <w:r w:rsidRPr="003C40D7">
        <w:t>him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still</w:t>
      </w:r>
      <w:r w:rsidR="00046589">
        <w:t xml:space="preserve"> </w:t>
      </w:r>
      <w:r w:rsidRPr="003C40D7">
        <w:t>higher</w:t>
      </w:r>
      <w:r w:rsidR="00046589">
        <w:t xml:space="preserve"> </w:t>
      </w:r>
      <w:r w:rsidRPr="003C40D7">
        <w:t>degree.</w:t>
      </w:r>
      <w:r w:rsidR="00046589">
        <w:t xml:space="preserve"> </w:t>
      </w:r>
      <w:r w:rsidRPr="003C40D7">
        <w:t>Indeed,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t>Andalusian</w:t>
      </w:r>
      <w:proofErr w:type="spellEnd"/>
      <w:r w:rsidR="00046589">
        <w:t xml:space="preserve"> </w:t>
      </w:r>
      <w:r w:rsidRPr="003C40D7">
        <w:t>philosopher</w:t>
      </w:r>
      <w:r w:rsidR="00046589">
        <w:t xml:space="preserve"> </w:t>
      </w:r>
      <w:r w:rsidRPr="003C40D7">
        <w:t>more</w:t>
      </w:r>
      <w:r w:rsidR="00046589">
        <w:t xml:space="preserve"> </w:t>
      </w:r>
      <w:r w:rsidRPr="003C40D7">
        <w:t>than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eastern</w:t>
      </w:r>
      <w:r w:rsidR="00046589">
        <w:t xml:space="preserve"> </w:t>
      </w:r>
      <w:r w:rsidRPr="003C40D7">
        <w:t>utopian</w:t>
      </w:r>
      <w:r w:rsidR="00046589">
        <w:t xml:space="preserve"> </w:t>
      </w:r>
      <w:r w:rsidRPr="003C40D7">
        <w:t>al</w:t>
      </w:r>
      <w:r w:rsidR="006F62A6">
        <w:t>-</w:t>
      </w:r>
      <w:proofErr w:type="spellStart"/>
      <w:r w:rsidRPr="003C40D7">
        <w:t>Farabi</w:t>
      </w:r>
      <w:proofErr w:type="spellEnd"/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eastern</w:t>
      </w:r>
      <w:r w:rsidR="00046589">
        <w:t xml:space="preserve"> </w:t>
      </w:r>
      <w:r w:rsidRPr="003C40D7">
        <w:t>Islam,</w:t>
      </w:r>
      <w:r w:rsidR="00046589">
        <w:t xml:space="preserve"> </w:t>
      </w:r>
      <w:r w:rsidRPr="003C40D7">
        <w:t>referred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t>historico</w:t>
      </w:r>
      <w:proofErr w:type="spellEnd"/>
      <w:r w:rsidR="006F62A6">
        <w:t>-</w:t>
      </w:r>
      <w:r w:rsidRPr="003C40D7">
        <w:t>concrete</w:t>
      </w:r>
      <w:r w:rsidR="00046589">
        <w:t xml:space="preserve"> </w:t>
      </w:r>
      <w:r w:rsidRPr="003C40D7">
        <w:t>developments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southern</w:t>
      </w:r>
      <w:r w:rsidR="00046589">
        <w:t xml:space="preserve"> </w:t>
      </w:r>
      <w:r w:rsidRPr="003C40D7">
        <w:t>Spain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Maghreb.</w:t>
      </w:r>
      <w:r w:rsidR="00046589">
        <w:t xml:space="preserve"> </w:t>
      </w:r>
      <w:r w:rsidRPr="003C40D7">
        <w:t>Besides</w:t>
      </w:r>
      <w:r w:rsidR="00046589">
        <w:t xml:space="preserve"> </w:t>
      </w:r>
      <w:r w:rsidRPr="003C40D7">
        <w:t>being</w:t>
      </w:r>
      <w:r w:rsidR="00046589">
        <w:t xml:space="preserve"> </w:t>
      </w:r>
      <w:r w:rsidRPr="003C40D7">
        <w:t>an</w:t>
      </w:r>
      <w:r w:rsidR="00046589">
        <w:t xml:space="preserve"> </w:t>
      </w:r>
      <w:r w:rsidRPr="003C40D7">
        <w:t>influential</w:t>
      </w:r>
      <w:r w:rsidR="00046589">
        <w:t xml:space="preserve"> </w:t>
      </w:r>
      <w:proofErr w:type="spellStart"/>
      <w:r w:rsidRPr="003C40D7">
        <w:rPr>
          <w:rStyle w:val="libItalicChar"/>
        </w:rPr>
        <w:t>qadi</w:t>
      </w:r>
      <w:proofErr w:type="spellEnd"/>
      <w:r>
        <w:t>,</w:t>
      </w:r>
      <w:r w:rsidR="00046589">
        <w:t xml:space="preserve"> </w:t>
      </w:r>
      <w:proofErr w:type="spellStart"/>
      <w:r>
        <w:t>Ibn</w:t>
      </w:r>
      <w:proofErr w:type="spellEnd"/>
      <w:r w:rsidR="00046589">
        <w:t xml:space="preserve"> </w:t>
      </w:r>
      <w:proofErr w:type="spellStart"/>
      <w:r>
        <w:t>Rushd</w:t>
      </w:r>
      <w:proofErr w:type="spellEnd"/>
      <w:r w:rsidR="00046589">
        <w:t xml:space="preserve"> </w:t>
      </w:r>
      <w:r>
        <w:t>had</w:t>
      </w:r>
      <w:r w:rsidR="00046589">
        <w:t xml:space="preserve"> </w:t>
      </w:r>
      <w:r>
        <w:t>sided</w:t>
      </w:r>
      <w:r w:rsidR="00046589">
        <w:t xml:space="preserve"> </w:t>
      </w:r>
      <w:r>
        <w:t>actively</w:t>
      </w:r>
      <w:r w:rsidR="00046589">
        <w:t xml:space="preserve"> </w:t>
      </w:r>
      <w:r>
        <w:t>with</w:t>
      </w:r>
      <w:r w:rsidR="00046589">
        <w:t xml:space="preserve"> </w:t>
      </w:r>
      <w:r>
        <w:t>the</w:t>
      </w:r>
      <w:r w:rsidR="00046589">
        <w:t xml:space="preserve"> </w:t>
      </w:r>
      <w:r>
        <w:t>regime,</w:t>
      </w:r>
      <w:r w:rsidR="00046589">
        <w:t xml:space="preserve"> </w:t>
      </w:r>
      <w:r>
        <w:t>as</w:t>
      </w:r>
      <w:r w:rsidR="00046589">
        <w:t xml:space="preserve"> </w:t>
      </w:r>
      <w:r>
        <w:t>a</w:t>
      </w:r>
      <w:r w:rsidR="00046589">
        <w:t xml:space="preserve"> </w:t>
      </w:r>
      <w:proofErr w:type="spellStart"/>
      <w:r>
        <w:t>counsellor</w:t>
      </w:r>
      <w:proofErr w:type="spellEnd"/>
      <w:r w:rsidR="00046589">
        <w:t xml:space="preserve"> </w:t>
      </w:r>
      <w:r>
        <w:t>at</w:t>
      </w:r>
      <w:r w:rsidR="00046589">
        <w:t xml:space="preserve"> </w:t>
      </w:r>
      <w:r>
        <w:t>the</w:t>
      </w:r>
      <w:r w:rsidR="00046589">
        <w:t xml:space="preserve"> </w:t>
      </w:r>
      <w:r>
        <w:t>court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Almohad</w:t>
      </w:r>
      <w:proofErr w:type="spellEnd"/>
      <w:r w:rsidR="00046589">
        <w:t xml:space="preserve"> </w:t>
      </w:r>
      <w:r>
        <w:t>empire.</w:t>
      </w:r>
      <w:r w:rsidR="00046589">
        <w:t xml:space="preserve"> </w:t>
      </w:r>
      <w:r>
        <w:t>His</w:t>
      </w:r>
      <w:r w:rsidR="00046589">
        <w:t xml:space="preserve"> </w:t>
      </w:r>
      <w:r>
        <w:t>profound</w:t>
      </w:r>
      <w:r w:rsidR="00046589">
        <w:t xml:space="preserve"> </w:t>
      </w:r>
      <w:r>
        <w:t>humanism,</w:t>
      </w:r>
      <w:r w:rsidR="00046589">
        <w:t xml:space="preserve"> </w:t>
      </w:r>
      <w:r>
        <w:t>with</w:t>
      </w:r>
      <w:r w:rsidR="00046589">
        <w:t xml:space="preserve"> </w:t>
      </w:r>
      <w:r>
        <w:t>an</w:t>
      </w:r>
      <w:r w:rsidR="00046589">
        <w:t xml:space="preserve"> </w:t>
      </w:r>
      <w:proofErr w:type="spellStart"/>
      <w:r>
        <w:t>underpining</w:t>
      </w:r>
      <w:proofErr w:type="spellEnd"/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ethical</w:t>
      </w:r>
      <w:r w:rsidR="00046589">
        <w:t xml:space="preserve"> </w:t>
      </w:r>
      <w:r>
        <w:t>norms</w:t>
      </w:r>
      <w:r w:rsidR="00046589">
        <w:t xml:space="preserve"> </w:t>
      </w:r>
      <w:r>
        <w:t>by</w:t>
      </w:r>
      <w:r w:rsidR="00046589">
        <w:t xml:space="preserve"> </w:t>
      </w:r>
      <w:r>
        <w:t>reason,</w:t>
      </w:r>
      <w:r w:rsidR="00046589">
        <w:t xml:space="preserve"> </w:t>
      </w:r>
      <w:r>
        <w:t>inspired</w:t>
      </w:r>
      <w:r w:rsidR="00046589">
        <w:t xml:space="preserve"> </w:t>
      </w:r>
      <w:r>
        <w:t>for</w:t>
      </w:r>
      <w:r w:rsidR="00046589">
        <w:t xml:space="preserve"> </w:t>
      </w:r>
      <w:r>
        <w:t>a</w:t>
      </w:r>
      <w:r w:rsidR="00046589">
        <w:t xml:space="preserve"> </w:t>
      </w:r>
      <w:r>
        <w:t>while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Almohadan</w:t>
      </w:r>
      <w:proofErr w:type="spellEnd"/>
      <w:r w:rsidR="00046589">
        <w:t xml:space="preserve"> </w:t>
      </w:r>
      <w:r>
        <w:t>ideology</w:t>
      </w:r>
      <w:r w:rsidR="00046589">
        <w:t xml:space="preserve"> </w:t>
      </w:r>
      <w:r>
        <w:t>of</w:t>
      </w:r>
      <w:r w:rsidR="00046589">
        <w:t xml:space="preserve"> </w:t>
      </w:r>
      <w:r>
        <w:t>revival.</w:t>
      </w:r>
      <w:r w:rsidR="00046589">
        <w:t xml:space="preserve"> </w:t>
      </w:r>
      <w:r>
        <w:t>This</w:t>
      </w:r>
      <w:r w:rsidR="00046589">
        <w:t xml:space="preserve"> </w:t>
      </w:r>
      <w:r>
        <w:t>novelty,</w:t>
      </w:r>
      <w:r w:rsidR="00046589">
        <w:t xml:space="preserve"> </w:t>
      </w:r>
      <w:r>
        <w:t>however,</w:t>
      </w:r>
      <w:r w:rsidR="00046589">
        <w:t xml:space="preserve"> </w:t>
      </w:r>
      <w:r>
        <w:t>was</w:t>
      </w:r>
      <w:r w:rsidR="00046589">
        <w:t xml:space="preserve"> </w:t>
      </w:r>
      <w:r>
        <w:t>of</w:t>
      </w:r>
      <w:r w:rsidR="00046589">
        <w:t xml:space="preserve"> </w:t>
      </w:r>
      <w:r>
        <w:t>short</w:t>
      </w:r>
      <w:r w:rsidR="00046589">
        <w:t xml:space="preserve"> </w:t>
      </w:r>
      <w:r>
        <w:t>duration.</w:t>
      </w:r>
    </w:p>
    <w:p w:rsidR="003C40D7" w:rsidRDefault="003C40D7" w:rsidP="003C40D7">
      <w:pPr>
        <w:pStyle w:val="libNormal"/>
      </w:pPr>
      <w:r>
        <w:t>In</w:t>
      </w:r>
      <w:r w:rsidR="00046589">
        <w:t xml:space="preserve"> </w:t>
      </w:r>
      <w:proofErr w:type="spellStart"/>
      <w:r>
        <w:t>Ibn</w:t>
      </w:r>
      <w:proofErr w:type="spellEnd"/>
      <w:r w:rsidR="00046589">
        <w:t xml:space="preserve"> </w:t>
      </w:r>
      <w:proofErr w:type="spellStart"/>
      <w:r>
        <w:t>Khaldun's</w:t>
      </w:r>
      <w:proofErr w:type="spellEnd"/>
      <w:r w:rsidR="00046589">
        <w:t xml:space="preserve"> </w:t>
      </w:r>
      <w:r>
        <w:t>time</w:t>
      </w:r>
      <w:r w:rsidR="00046589">
        <w:t xml:space="preserve"> </w:t>
      </w:r>
      <w:r>
        <w:t>the</w:t>
      </w:r>
      <w:r w:rsidR="00046589">
        <w:t xml:space="preserve"> </w:t>
      </w:r>
      <w:r>
        <w:t>politico</w:t>
      </w:r>
      <w:r w:rsidR="006F62A6">
        <w:t>-</w:t>
      </w:r>
      <w:r>
        <w:t>religious</w:t>
      </w:r>
      <w:r w:rsidR="00046589">
        <w:t xml:space="preserve"> </w:t>
      </w:r>
      <w:r>
        <w:t>reform</w:t>
      </w:r>
      <w:r w:rsidR="00046589">
        <w:t xml:space="preserve"> </w:t>
      </w:r>
      <w:r>
        <w:t>movement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Almohads</w:t>
      </w:r>
      <w:proofErr w:type="spellEnd"/>
      <w:r w:rsidR="00046589">
        <w:t xml:space="preserve"> </w:t>
      </w:r>
      <w:r>
        <w:t>had</w:t>
      </w:r>
      <w:r w:rsidR="00046589">
        <w:t xml:space="preserve"> </w:t>
      </w:r>
      <w:r>
        <w:t>spent</w:t>
      </w:r>
      <w:r w:rsidR="00046589">
        <w:t xml:space="preserve"> </w:t>
      </w:r>
      <w:r>
        <w:t>its</w:t>
      </w:r>
      <w:r w:rsidR="00046589">
        <w:t xml:space="preserve"> </w:t>
      </w:r>
      <w:r>
        <w:t>spell.</w:t>
      </w:r>
      <w:r w:rsidR="00046589">
        <w:t xml:space="preserve"> </w:t>
      </w:r>
      <w:r>
        <w:t>And</w:t>
      </w:r>
      <w:r w:rsidR="00046589">
        <w:t xml:space="preserve"> </w:t>
      </w:r>
      <w:r>
        <w:t>in</w:t>
      </w:r>
      <w:r w:rsidR="00046589">
        <w:t xml:space="preserve"> </w:t>
      </w:r>
      <w:r>
        <w:t>eastern</w:t>
      </w:r>
      <w:r w:rsidR="00046589">
        <w:t xml:space="preserve"> </w:t>
      </w:r>
      <w:r>
        <w:t>Islam,</w:t>
      </w:r>
      <w:r w:rsidR="00046589">
        <w:t xml:space="preserve"> </w:t>
      </w:r>
      <w:r>
        <w:t>conquerors</w:t>
      </w:r>
      <w:r w:rsidR="00046589">
        <w:t xml:space="preserve"> </w:t>
      </w:r>
      <w:r>
        <w:t>like</w:t>
      </w:r>
      <w:r w:rsidR="00046589">
        <w:t xml:space="preserve"> </w:t>
      </w:r>
      <w:proofErr w:type="spellStart"/>
      <w:r>
        <w:t>Hulalu</w:t>
      </w:r>
      <w:proofErr w:type="spellEnd"/>
      <w:r w:rsidR="00046589">
        <w:t xml:space="preserve"> </w:t>
      </w:r>
      <w:r>
        <w:t>and</w:t>
      </w:r>
      <w:r w:rsidR="00046589">
        <w:t xml:space="preserve"> </w:t>
      </w:r>
      <w:r>
        <w:t>Tamerlane</w:t>
      </w:r>
      <w:r w:rsidR="00046589">
        <w:t xml:space="preserve"> </w:t>
      </w:r>
      <w:r>
        <w:t>could</w:t>
      </w:r>
      <w:r w:rsidR="00046589">
        <w:t xml:space="preserve"> </w:t>
      </w:r>
      <w:r>
        <w:t>hardly</w:t>
      </w:r>
      <w:r w:rsidR="00046589">
        <w:t xml:space="preserve"> </w:t>
      </w:r>
      <w:r>
        <w:t>be</w:t>
      </w:r>
      <w:r w:rsidR="00046589">
        <w:t xml:space="preserve"> </w:t>
      </w:r>
      <w:r>
        <w:t>identified</w:t>
      </w:r>
      <w:r w:rsidR="00046589">
        <w:t xml:space="preserve"> </w:t>
      </w:r>
      <w:r>
        <w:t>with</w:t>
      </w:r>
      <w:r w:rsidR="00046589">
        <w:t xml:space="preserve"> </w:t>
      </w:r>
      <w:r>
        <w:t>al</w:t>
      </w:r>
      <w:r w:rsidR="006F62A6">
        <w:t>-</w:t>
      </w:r>
      <w:proofErr w:type="spellStart"/>
      <w:r>
        <w:t>Farabi's</w:t>
      </w:r>
      <w:proofErr w:type="spellEnd"/>
      <w:r w:rsidR="00046589">
        <w:t xml:space="preserve"> </w:t>
      </w:r>
      <w:r>
        <w:t>philosopher</w:t>
      </w:r>
      <w:r w:rsidR="00046589">
        <w:t xml:space="preserve"> </w:t>
      </w:r>
      <w:r>
        <w:t>king.</w:t>
      </w:r>
      <w:r w:rsidR="00046589">
        <w:t xml:space="preserve"> </w:t>
      </w:r>
      <w:r>
        <w:t>Being</w:t>
      </w:r>
      <w:r w:rsidR="00046589">
        <w:t xml:space="preserve"> </w:t>
      </w:r>
      <w:r>
        <w:t>a</w:t>
      </w:r>
      <w:r w:rsidR="00046589">
        <w:t xml:space="preserve"> </w:t>
      </w:r>
      <w:r>
        <w:t>realist</w:t>
      </w:r>
      <w:r w:rsidR="00046589">
        <w:t xml:space="preserve"> </w:t>
      </w:r>
      <w:r>
        <w:t>with</w:t>
      </w:r>
      <w:r w:rsidR="00046589">
        <w:t xml:space="preserve"> </w:t>
      </w:r>
      <w:r>
        <w:t>an</w:t>
      </w:r>
      <w:r w:rsidR="00046589">
        <w:t xml:space="preserve"> </w:t>
      </w:r>
      <w:r>
        <w:t>analytical</w:t>
      </w:r>
      <w:r w:rsidR="00046589">
        <w:t xml:space="preserve"> </w:t>
      </w:r>
      <w:r>
        <w:t>mind,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>
        <w:t>drifted</w:t>
      </w:r>
      <w:r w:rsidR="00046589">
        <w:t xml:space="preserve"> </w:t>
      </w:r>
      <w:r>
        <w:t>away</w:t>
      </w:r>
      <w:r w:rsidR="00046589">
        <w:t xml:space="preserve"> </w:t>
      </w:r>
      <w:r>
        <w:t>from</w:t>
      </w:r>
      <w:r w:rsidR="00046589">
        <w:t xml:space="preserve"> </w:t>
      </w:r>
      <w:r>
        <w:t>al</w:t>
      </w:r>
      <w:r w:rsidR="006F62A6">
        <w:t>-</w:t>
      </w:r>
      <w:proofErr w:type="spellStart"/>
      <w:r>
        <w:t>Farabi's</w:t>
      </w:r>
      <w:proofErr w:type="spellEnd"/>
      <w:r w:rsidR="00046589">
        <w:t xml:space="preserve"> </w:t>
      </w:r>
      <w:r>
        <w:t>political</w:t>
      </w:r>
      <w:r w:rsidR="00046589">
        <w:t xml:space="preserve"> </w:t>
      </w:r>
      <w:r>
        <w:t>idealism.</w:t>
      </w:r>
      <w:r w:rsidR="00046589">
        <w:t xml:space="preserve"> </w:t>
      </w:r>
      <w:r>
        <w:t>This</w:t>
      </w:r>
      <w:r w:rsidR="00046589">
        <w:t xml:space="preserve"> </w:t>
      </w:r>
      <w:r>
        <w:t>was</w:t>
      </w:r>
      <w:r w:rsidR="00046589">
        <w:t xml:space="preserve"> </w:t>
      </w:r>
      <w:r>
        <w:t>based</w:t>
      </w:r>
      <w:r w:rsidR="00046589">
        <w:t xml:space="preserve"> </w:t>
      </w:r>
      <w:r>
        <w:t>on</w:t>
      </w:r>
      <w:r w:rsidR="00046589">
        <w:t xml:space="preserve"> </w:t>
      </w:r>
      <w:r>
        <w:t>Plato's</w:t>
      </w:r>
      <w:r w:rsidR="00046589">
        <w:t xml:space="preserve"> </w:t>
      </w:r>
      <w:r>
        <w:t>premise</w:t>
      </w:r>
      <w:r w:rsidR="00046589">
        <w:t xml:space="preserve"> </w:t>
      </w:r>
      <w:r>
        <w:t>that</w:t>
      </w:r>
      <w:r w:rsidR="00046589">
        <w:t xml:space="preserve"> </w:t>
      </w:r>
      <w:r>
        <w:t>the</w:t>
      </w:r>
      <w:r w:rsidR="00046589">
        <w:t xml:space="preserve"> </w:t>
      </w:r>
      <w:r>
        <w:t>first</w:t>
      </w:r>
      <w:r w:rsidR="00046589">
        <w:t xml:space="preserve"> </w:t>
      </w:r>
      <w:r>
        <w:t>best</w:t>
      </w:r>
      <w:r w:rsidR="00046589">
        <w:t xml:space="preserve"> </w:t>
      </w:r>
      <w:r>
        <w:t>ethics</w:t>
      </w:r>
      <w:r w:rsidR="00046589">
        <w:t xml:space="preserve"> </w:t>
      </w:r>
      <w:r>
        <w:t>and</w:t>
      </w:r>
      <w:r w:rsidR="00046589">
        <w:t xml:space="preserve"> </w:t>
      </w:r>
      <w:r>
        <w:t>politics</w:t>
      </w:r>
      <w:r w:rsidR="00046589">
        <w:t xml:space="preserve"> </w:t>
      </w:r>
      <w:r>
        <w:t>derive</w:t>
      </w:r>
      <w:r w:rsidR="00046589">
        <w:t xml:space="preserve"> </w:t>
      </w:r>
      <w:r>
        <w:t>from</w:t>
      </w:r>
      <w:r w:rsidR="00046589">
        <w:t xml:space="preserve"> </w:t>
      </w:r>
      <w:r>
        <w:t>theoretical</w:t>
      </w:r>
      <w:r w:rsidR="00046589">
        <w:t xml:space="preserve"> </w:t>
      </w:r>
      <w:r>
        <w:t>knowledge.</w:t>
      </w:r>
      <w:r w:rsidR="00046589">
        <w:t xml:space="preserve"> </w:t>
      </w:r>
      <w:r>
        <w:t>The</w:t>
      </w:r>
      <w:r w:rsidR="00046589">
        <w:t xml:space="preserve"> </w:t>
      </w:r>
      <w:r>
        <w:t>author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Muqaddimah</w:t>
      </w:r>
      <w:proofErr w:type="spellEnd"/>
      <w:r w:rsidR="00046589">
        <w:t xml:space="preserve"> </w:t>
      </w:r>
      <w:r>
        <w:t>who</w:t>
      </w:r>
      <w:r w:rsidR="00046589">
        <w:t xml:space="preserve"> </w:t>
      </w:r>
      <w:r>
        <w:t>in</w:t>
      </w:r>
      <w:r w:rsidR="00046589">
        <w:t xml:space="preserve"> </w:t>
      </w:r>
      <w:r>
        <w:t>his</w:t>
      </w:r>
      <w:r w:rsidR="00046589">
        <w:t xml:space="preserve"> </w:t>
      </w:r>
      <w:r>
        <w:t>early</w:t>
      </w:r>
      <w:r w:rsidR="00046589">
        <w:t xml:space="preserve"> </w:t>
      </w:r>
      <w:r>
        <w:t>career</w:t>
      </w:r>
      <w:r w:rsidR="00046589">
        <w:t xml:space="preserve"> </w:t>
      </w:r>
      <w:r>
        <w:t>avidly</w:t>
      </w:r>
      <w:r w:rsidR="00046589">
        <w:t xml:space="preserve"> </w:t>
      </w:r>
      <w:r>
        <w:t>read</w:t>
      </w:r>
      <w:r w:rsidR="00046589">
        <w:t xml:space="preserve"> </w:t>
      </w:r>
      <w:r>
        <w:t>the</w:t>
      </w:r>
      <w:r w:rsidR="00046589">
        <w:t xml:space="preserve"> </w:t>
      </w:r>
      <w:r>
        <w:t>Socratic</w:t>
      </w:r>
      <w:r w:rsidR="00046589">
        <w:t xml:space="preserve"> </w:t>
      </w:r>
      <w:r>
        <w:t>philosophers</w:t>
      </w:r>
      <w:r w:rsidR="00046589">
        <w:t xml:space="preserve"> </w:t>
      </w:r>
      <w:r>
        <w:t>and</w:t>
      </w:r>
      <w:r w:rsidR="00046589">
        <w:t xml:space="preserve"> </w:t>
      </w:r>
      <w:r>
        <w:t>the</w:t>
      </w:r>
      <w:r w:rsidR="00046589">
        <w:t xml:space="preserve"> </w:t>
      </w:r>
      <w:r>
        <w:t>Muslim</w:t>
      </w:r>
      <w:r w:rsidR="00046589">
        <w:t xml:space="preserve"> </w:t>
      </w:r>
      <w:proofErr w:type="spellStart"/>
      <w:r>
        <w:t>hellenists</w:t>
      </w:r>
      <w:proofErr w:type="spellEnd"/>
      <w:r>
        <w:t>,</w:t>
      </w:r>
      <w:r w:rsidR="00046589">
        <w:t xml:space="preserve"> </w:t>
      </w:r>
      <w:r>
        <w:t>became</w:t>
      </w:r>
      <w:r w:rsidR="00046589">
        <w:t xml:space="preserve"> </w:t>
      </w:r>
      <w:r>
        <w:t>in</w:t>
      </w:r>
      <w:r w:rsidR="00046589">
        <w:t xml:space="preserve"> </w:t>
      </w:r>
      <w:r>
        <w:t>his</w:t>
      </w:r>
      <w:r w:rsidR="00046589">
        <w:t xml:space="preserve"> </w:t>
      </w:r>
      <w:r>
        <w:t>mature</w:t>
      </w:r>
      <w:r w:rsidR="00046589">
        <w:t xml:space="preserve"> </w:t>
      </w:r>
      <w:r>
        <w:t>age</w:t>
      </w:r>
      <w:r w:rsidR="00046589">
        <w:t xml:space="preserve"> </w:t>
      </w:r>
      <w:r>
        <w:t>highly</w:t>
      </w:r>
      <w:r w:rsidR="00046589">
        <w:t xml:space="preserve"> </w:t>
      </w:r>
      <w:r>
        <w:t>critical</w:t>
      </w:r>
      <w:r w:rsidR="00046589">
        <w:t xml:space="preserve"> </w:t>
      </w:r>
      <w:r>
        <w:t>of</w:t>
      </w:r>
      <w:r w:rsidR="00046589">
        <w:t xml:space="preserve"> </w:t>
      </w:r>
      <w:r>
        <w:t>their</w:t>
      </w:r>
      <w:r w:rsidR="00046589">
        <w:t xml:space="preserve"> </w:t>
      </w:r>
      <w:r>
        <w:t>metaphysical</w:t>
      </w:r>
      <w:r w:rsidR="00046589">
        <w:t xml:space="preserve"> </w:t>
      </w:r>
      <w:r>
        <w:t>stance</w:t>
      </w:r>
      <w:r w:rsidR="00046589">
        <w:t xml:space="preserve"> </w:t>
      </w:r>
      <w:r>
        <w:t>in</w:t>
      </w:r>
      <w:r w:rsidR="00046589">
        <w:t xml:space="preserve"> </w:t>
      </w:r>
      <w:r>
        <w:t>ethics</w:t>
      </w:r>
      <w:r w:rsidR="00046589">
        <w:t xml:space="preserve"> </w:t>
      </w:r>
      <w:r>
        <w:t>and</w:t>
      </w:r>
      <w:r w:rsidR="00046589">
        <w:t xml:space="preserve"> </w:t>
      </w:r>
      <w:r>
        <w:t>politics</w:t>
      </w:r>
      <w:r w:rsidR="00046589">
        <w:t xml:space="preserve"> </w:t>
      </w:r>
      <w:r>
        <w:t>(</w:t>
      </w:r>
      <w:proofErr w:type="spellStart"/>
      <w:r>
        <w:t>Mahdi</w:t>
      </w:r>
      <w:proofErr w:type="spellEnd"/>
      <w:r>
        <w:t>,</w:t>
      </w:r>
      <w:r w:rsidR="00046589">
        <w:t xml:space="preserve"> </w:t>
      </w:r>
      <w:r>
        <w:t>1957</w:t>
      </w:r>
      <w:r w:rsidR="00046589">
        <w:t xml:space="preserve"> </w:t>
      </w:r>
      <w:r>
        <w:t>;</w:t>
      </w:r>
      <w:r w:rsidR="00046589">
        <w:t xml:space="preserve"> </w:t>
      </w:r>
      <w:r>
        <w:t>Lambton,</w:t>
      </w:r>
      <w:r w:rsidR="00046589">
        <w:t xml:space="preserve"> </w:t>
      </w:r>
      <w:r>
        <w:t>1981</w:t>
      </w:r>
      <w:r w:rsidR="00046589">
        <w:t xml:space="preserve"> </w:t>
      </w:r>
      <w:r>
        <w:t>;</w:t>
      </w:r>
      <w:r w:rsidR="00046589">
        <w:t xml:space="preserve"> </w:t>
      </w:r>
      <w:proofErr w:type="spellStart"/>
      <w:r>
        <w:t>Azmeh</w:t>
      </w:r>
      <w:proofErr w:type="spellEnd"/>
      <w:r>
        <w:t>,</w:t>
      </w:r>
      <w:r w:rsidR="00046589">
        <w:t xml:space="preserve"> </w:t>
      </w:r>
      <w:r>
        <w:t>1981</w:t>
      </w:r>
      <w:r w:rsidR="00046589">
        <w:t xml:space="preserve"> </w:t>
      </w:r>
      <w:r>
        <w:t>;</w:t>
      </w:r>
      <w:r w:rsidR="00046589">
        <w:t xml:space="preserve"> </w:t>
      </w:r>
      <w:proofErr w:type="spellStart"/>
      <w:r>
        <w:t>Himmich</w:t>
      </w:r>
      <w:proofErr w:type="spellEnd"/>
      <w:r>
        <w:t>,</w:t>
      </w:r>
      <w:r w:rsidR="00046589">
        <w:t xml:space="preserve"> </w:t>
      </w:r>
      <w:r>
        <w:t>1987).</w:t>
      </w:r>
    </w:p>
    <w:p w:rsidR="003C40D7" w:rsidRDefault="003C40D7" w:rsidP="003C40D7">
      <w:pPr>
        <w:pStyle w:val="libNormal"/>
      </w:pPr>
      <w:r>
        <w:t>Not</w:t>
      </w:r>
      <w:r w:rsidR="00046589">
        <w:t xml:space="preserve"> </w:t>
      </w:r>
      <w:r>
        <w:t>only</w:t>
      </w:r>
      <w:r w:rsidR="00046589">
        <w:t xml:space="preserve"> </w:t>
      </w:r>
      <w:r>
        <w:t>the</w:t>
      </w:r>
      <w:r w:rsidR="00046589">
        <w:t xml:space="preserve"> </w:t>
      </w:r>
      <w:r>
        <w:t>Platonic</w:t>
      </w:r>
      <w:r w:rsidR="00046589">
        <w:t xml:space="preserve"> </w:t>
      </w:r>
      <w:r>
        <w:t>equation</w:t>
      </w:r>
      <w:r w:rsidR="00046589">
        <w:t xml:space="preserve"> </w:t>
      </w:r>
      <w:r>
        <w:t>of</w:t>
      </w:r>
      <w:r w:rsidR="00046589">
        <w:t xml:space="preserve"> </w:t>
      </w:r>
      <w:r>
        <w:t>knowledge</w:t>
      </w:r>
      <w:r w:rsidR="00046589">
        <w:t xml:space="preserve"> </w:t>
      </w:r>
      <w:r>
        <w:t>with</w:t>
      </w:r>
      <w:r w:rsidR="00046589">
        <w:t xml:space="preserve"> </w:t>
      </w:r>
      <w:r>
        <w:t>being</w:t>
      </w:r>
      <w:r w:rsidR="00046589">
        <w:t xml:space="preserve"> </w:t>
      </w:r>
      <w:r>
        <w:t>comes</w:t>
      </w:r>
      <w:r w:rsidR="00046589">
        <w:t xml:space="preserve"> </w:t>
      </w:r>
      <w:r>
        <w:t>under</w:t>
      </w:r>
      <w:r w:rsidR="00046589">
        <w:t xml:space="preserve"> </w:t>
      </w:r>
      <w:r>
        <w:t>heavy</w:t>
      </w:r>
      <w:r w:rsidR="00046589">
        <w:t xml:space="preserve"> </w:t>
      </w:r>
      <w:r>
        <w:t>attack</w:t>
      </w:r>
      <w:r w:rsidR="00046589">
        <w:t xml:space="preserve"> </w:t>
      </w:r>
      <w:r>
        <w:t>but</w:t>
      </w:r>
      <w:r w:rsidR="00046589">
        <w:t xml:space="preserve"> </w:t>
      </w:r>
      <w:r>
        <w:t>also</w:t>
      </w:r>
      <w:r w:rsidR="00046589">
        <w:t xml:space="preserve"> </w:t>
      </w:r>
      <w:proofErr w:type="spellStart"/>
      <w:r>
        <w:t>Ibn</w:t>
      </w:r>
      <w:proofErr w:type="spellEnd"/>
      <w:r w:rsidR="00046589">
        <w:t xml:space="preserve"> </w:t>
      </w:r>
      <w:proofErr w:type="spellStart"/>
      <w:r>
        <w:t>Rushd's</w:t>
      </w:r>
      <w:proofErr w:type="spellEnd"/>
      <w:r w:rsidR="00046589">
        <w:t xml:space="preserve"> </w:t>
      </w:r>
      <w:r>
        <w:t>rationalism.</w:t>
      </w:r>
      <w:r w:rsidR="00046589">
        <w:t xml:space="preserve"> </w:t>
      </w:r>
      <w:r>
        <w:t>The</w:t>
      </w:r>
      <w:r w:rsidR="00046589">
        <w:t xml:space="preserve"> </w:t>
      </w:r>
      <w:r>
        <w:t>focus</w:t>
      </w:r>
      <w:r w:rsidR="00046589">
        <w:t xml:space="preserve"> </w:t>
      </w:r>
      <w:r>
        <w:t>of</w:t>
      </w:r>
      <w:r w:rsidR="00046589">
        <w:t xml:space="preserve"> </w:t>
      </w:r>
      <w:r>
        <w:t>his</w:t>
      </w:r>
      <w:r w:rsidR="00046589">
        <w:t xml:space="preserve"> </w:t>
      </w:r>
      <w:r>
        <w:t>attack</w:t>
      </w:r>
      <w:r w:rsidR="00046589">
        <w:t xml:space="preserve"> </w:t>
      </w:r>
      <w:r>
        <w:t>was</w:t>
      </w:r>
      <w:r w:rsidR="00046589">
        <w:t xml:space="preserve"> </w:t>
      </w:r>
      <w:r>
        <w:t>directed</w:t>
      </w:r>
      <w:r w:rsidR="00046589">
        <w:t xml:space="preserve"> </w:t>
      </w:r>
      <w:r>
        <w:t>against</w:t>
      </w:r>
      <w:r w:rsidR="00046589">
        <w:t xml:space="preserve"> </w:t>
      </w:r>
      <w:r>
        <w:t>the</w:t>
      </w:r>
      <w:r w:rsidR="00046589">
        <w:t xml:space="preserve"> </w:t>
      </w:r>
      <w:r>
        <w:t>pretension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Socratic</w:t>
      </w:r>
      <w:r w:rsidR="00046589">
        <w:t xml:space="preserve"> </w:t>
      </w:r>
      <w:r>
        <w:t>school</w:t>
      </w:r>
      <w:r w:rsidR="00046589">
        <w:t xml:space="preserve"> </w:t>
      </w:r>
      <w:r>
        <w:t>to</w:t>
      </w:r>
      <w:r w:rsidR="00046589">
        <w:t xml:space="preserve"> </w:t>
      </w:r>
      <w:r>
        <w:t>equate</w:t>
      </w:r>
      <w:r w:rsidR="00046589">
        <w:t xml:space="preserve"> </w:t>
      </w:r>
      <w:r>
        <w:t>the</w:t>
      </w:r>
      <w:r w:rsidR="00046589">
        <w:t xml:space="preserve"> </w:t>
      </w:r>
      <w:r>
        <w:t>total</w:t>
      </w:r>
      <w:r w:rsidR="006F62A6">
        <w:t>-</w:t>
      </w:r>
      <w:r>
        <w:t>dimension</w:t>
      </w:r>
      <w:r w:rsidR="00046589">
        <w:t xml:space="preserve"> </w:t>
      </w:r>
      <w:r>
        <w:t>of</w:t>
      </w:r>
      <w:r w:rsidR="00046589">
        <w:t xml:space="preserve"> </w:t>
      </w:r>
      <w:r>
        <w:t>being</w:t>
      </w:r>
      <w:r w:rsidR="00046589">
        <w:t xml:space="preserve"> </w:t>
      </w:r>
      <w:r>
        <w:t>with</w:t>
      </w:r>
      <w:r w:rsidR="00046589">
        <w:t xml:space="preserve"> </w:t>
      </w:r>
      <w:r>
        <w:t>knowledge</w:t>
      </w:r>
      <w:r w:rsidRPr="003C40D7">
        <w:rPr>
          <w:rStyle w:val="libFootnotenumChar"/>
        </w:rPr>
        <w:endnoteReference w:id="2"/>
      </w:r>
      <w:r w:rsidRPr="003C40D7">
        <w:t>.</w:t>
      </w:r>
      <w:r w:rsidR="00046589">
        <w:t xml:space="preserve"> </w:t>
      </w:r>
      <w:r w:rsidRPr="003C40D7">
        <w:t>These</w:t>
      </w:r>
      <w:r w:rsidR="00046589">
        <w:t xml:space="preserve"> </w:t>
      </w:r>
      <w:r w:rsidRPr="003C40D7">
        <w:t>idealistic</w:t>
      </w:r>
      <w:r w:rsidR="00046589">
        <w:t xml:space="preserve"> </w:t>
      </w:r>
      <w:r w:rsidRPr="003C40D7">
        <w:t>philosophers,</w:t>
      </w:r>
      <w:r w:rsidR="00046589">
        <w:t xml:space="preserve"> </w:t>
      </w:r>
      <w:r w:rsidRPr="003C40D7">
        <w:t>he</w:t>
      </w:r>
      <w:r w:rsidR="00046589">
        <w:t xml:space="preserve"> </w:t>
      </w:r>
      <w:r w:rsidRPr="003C40D7">
        <w:t>stated,</w:t>
      </w:r>
      <w:r w:rsidR="00046589">
        <w:t xml:space="preserve"> </w:t>
      </w:r>
      <w:r w:rsidRPr="003C40D7">
        <w:t>made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same</w:t>
      </w:r>
      <w:r w:rsidR="00046589">
        <w:t xml:space="preserve"> </w:t>
      </w:r>
      <w:r w:rsidRPr="003C40D7">
        <w:t>error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naturalists</w:t>
      </w:r>
      <w:r w:rsidR="00046589">
        <w:t xml:space="preserve"> </w:t>
      </w:r>
      <w:r w:rsidRPr="003C40D7">
        <w:t>who</w:t>
      </w:r>
      <w:r w:rsidR="00046589">
        <w:t xml:space="preserve"> </w:t>
      </w:r>
      <w:r w:rsidRPr="003C40D7">
        <w:t>only</w:t>
      </w:r>
      <w:r w:rsidR="00046589">
        <w:t xml:space="preserve"> </w:t>
      </w:r>
      <w:r w:rsidRPr="003C40D7">
        <w:t>emphasize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body.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Latin</w:t>
      </w:r>
      <w:r w:rsidR="00046589">
        <w:t xml:space="preserve"> </w:t>
      </w:r>
      <w:r w:rsidRPr="003C40D7">
        <w:t>West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similar</w:t>
      </w:r>
      <w:r w:rsidR="00046589">
        <w:t xml:space="preserve"> </w:t>
      </w:r>
      <w:r w:rsidRPr="003C40D7">
        <w:t>opposition</w:t>
      </w:r>
      <w:r w:rsidR="00046589">
        <w:t xml:space="preserve"> </w:t>
      </w:r>
      <w:r w:rsidRPr="003C40D7">
        <w:t>against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concepts</w:t>
      </w:r>
      <w:r w:rsidR="00046589">
        <w:t xml:space="preserve"> </w:t>
      </w:r>
      <w:r w:rsidRPr="003C40D7">
        <w:t>(called</w:t>
      </w:r>
      <w:r w:rsidR="00046589">
        <w:t xml:space="preserve"> </w:t>
      </w:r>
      <w:r w:rsidRPr="003C40D7">
        <w:t>universals)</w:t>
      </w:r>
      <w:r w:rsidR="00046589">
        <w:t xml:space="preserve"> </w:t>
      </w:r>
      <w:r w:rsidRPr="003C40D7">
        <w:t>of</w:t>
      </w:r>
      <w:r w:rsidR="00046589">
        <w:t xml:space="preserve"> </w:t>
      </w:r>
      <w:proofErr w:type="spellStart"/>
      <w:r w:rsidRPr="003C40D7">
        <w:t>Thomistic</w:t>
      </w:r>
      <w:proofErr w:type="spellEnd"/>
      <w:r w:rsidRPr="003C40D7">
        <w:t>,</w:t>
      </w:r>
      <w:r w:rsidR="00046589">
        <w:t xml:space="preserve"> </w:t>
      </w:r>
      <w:r w:rsidRPr="003C40D7">
        <w:t>this</w:t>
      </w:r>
      <w:r w:rsidR="00046589">
        <w:t xml:space="preserve"> </w:t>
      </w:r>
      <w:r w:rsidRPr="003C40D7">
        <w:t>is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Aristotelian</w:t>
      </w:r>
      <w:r w:rsidR="00046589">
        <w:t xml:space="preserve"> </w:t>
      </w:r>
      <w:r w:rsidRPr="003C40D7">
        <w:t>inspired</w:t>
      </w:r>
      <w:r w:rsidR="00046589">
        <w:t xml:space="preserve"> </w:t>
      </w:r>
      <w:r w:rsidRPr="003C40D7">
        <w:t>philosophy,</w:t>
      </w:r>
      <w:r w:rsidR="00046589">
        <w:t xml:space="preserve"> </w:t>
      </w:r>
      <w:r w:rsidRPr="003C40D7">
        <w:t>had</w:t>
      </w:r>
      <w:r w:rsidR="00046589">
        <w:t xml:space="preserve"> </w:t>
      </w:r>
      <w:r w:rsidRPr="003C40D7">
        <w:t>led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new,</w:t>
      </w:r>
      <w:r w:rsidR="00046589">
        <w:t xml:space="preserve"> </w:t>
      </w:r>
      <w:r w:rsidRPr="003C40D7">
        <w:t>more</w:t>
      </w:r>
      <w:r w:rsidR="00046589">
        <w:t xml:space="preserve"> </w:t>
      </w:r>
      <w:r w:rsidRPr="003C40D7">
        <w:t>realistic</w:t>
      </w:r>
      <w:r w:rsidR="00046589">
        <w:t xml:space="preserve"> </w:t>
      </w:r>
      <w:r w:rsidRPr="003C40D7">
        <w:t>paradigm</w:t>
      </w:r>
      <w:r w:rsidR="00046589">
        <w:t xml:space="preserve"> </w:t>
      </w:r>
      <w:r w:rsidRPr="003C40D7">
        <w:t>of</w:t>
      </w:r>
      <w:r w:rsidR="00046589">
        <w:t xml:space="preserve"> </w:t>
      </w:r>
      <w:proofErr w:type="spellStart"/>
      <w:r w:rsidRPr="003C40D7">
        <w:t>nominalism</w:t>
      </w:r>
      <w:proofErr w:type="spellEnd"/>
      <w:r w:rsidRPr="003C40D7">
        <w:t>.</w:t>
      </w:r>
      <w:r w:rsidR="00046589">
        <w:t xml:space="preserve"> </w:t>
      </w:r>
      <w:r w:rsidRPr="003C40D7">
        <w:t>According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our</w:t>
      </w:r>
      <w:r w:rsidR="00046589">
        <w:t xml:space="preserve"> </w:t>
      </w:r>
      <w:r w:rsidRPr="003C40D7">
        <w:t>fourteenth</w:t>
      </w:r>
      <w:r w:rsidR="00046589">
        <w:t xml:space="preserve"> </w:t>
      </w:r>
      <w:r w:rsidRPr="003C40D7">
        <w:t>century</w:t>
      </w:r>
      <w:r w:rsidR="00046589">
        <w:t xml:space="preserve"> </w:t>
      </w:r>
      <w:r w:rsidRPr="003C40D7">
        <w:t>scholar,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reign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pure</w:t>
      </w:r>
      <w:r w:rsidR="00046589">
        <w:t xml:space="preserve"> </w:t>
      </w:r>
      <w:r w:rsidRPr="003C40D7">
        <w:t>reason</w:t>
      </w:r>
      <w:r w:rsidR="00046589">
        <w:t xml:space="preserve"> </w:t>
      </w:r>
      <w:r w:rsidRPr="003C40D7">
        <w:t>is</w:t>
      </w:r>
      <w:r w:rsidR="00046589">
        <w:t xml:space="preserve"> </w:t>
      </w:r>
      <w:r w:rsidRPr="003C40D7">
        <w:t>not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universal</w:t>
      </w:r>
      <w:r w:rsidR="00046589">
        <w:t xml:space="preserve"> </w:t>
      </w:r>
      <w:r w:rsidRPr="003C40D7">
        <w:t>or</w:t>
      </w:r>
      <w:r w:rsidR="00046589">
        <w:t xml:space="preserve"> </w:t>
      </w:r>
      <w:r w:rsidRPr="003C40D7">
        <w:t>categorical</w:t>
      </w:r>
      <w:r w:rsidR="00046589">
        <w:t xml:space="preserve"> </w:t>
      </w:r>
      <w:r w:rsidRPr="003C40D7">
        <w:t>imperative</w:t>
      </w:r>
      <w:r w:rsidR="00046589">
        <w:t xml:space="preserve"> </w:t>
      </w:r>
      <w:r w:rsidRPr="003C40D7">
        <w:t>;</w:t>
      </w:r>
      <w:r w:rsidR="00046589">
        <w:t xml:space="preserve"> </w:t>
      </w:r>
      <w:r w:rsidRPr="003C40D7">
        <w:t>it</w:t>
      </w:r>
      <w:r w:rsidR="00046589">
        <w:t xml:space="preserve"> </w:t>
      </w:r>
      <w:r w:rsidRPr="003C40D7">
        <w:t>has</w:t>
      </w:r>
      <w:r w:rsidR="00046589">
        <w:t xml:space="preserve"> </w:t>
      </w:r>
      <w:r w:rsidRPr="003C40D7">
        <w:t>natural</w:t>
      </w:r>
      <w:r w:rsidR="00046589">
        <w:t xml:space="preserve"> </w:t>
      </w:r>
      <w:r w:rsidRPr="003C40D7">
        <w:t>limits.</w:t>
      </w:r>
      <w:r w:rsidR="00046589">
        <w:t xml:space="preserve"> </w:t>
      </w:r>
      <w:r w:rsidRPr="003C40D7">
        <w:t>Man</w:t>
      </w:r>
      <w:r w:rsidR="00046589">
        <w:t xml:space="preserve"> </w:t>
      </w:r>
      <w:r w:rsidRPr="003C40D7">
        <w:t>is</w:t>
      </w:r>
      <w:r w:rsidR="00046589">
        <w:t xml:space="preserve"> </w:t>
      </w:r>
      <w:r w:rsidRPr="003C40D7">
        <w:t>not</w:t>
      </w:r>
      <w:r w:rsidR="00046589">
        <w:t xml:space="preserve"> </w:t>
      </w:r>
      <w:r w:rsidRPr="003C40D7">
        <w:t>only</w:t>
      </w:r>
      <w:r w:rsidR="00046589">
        <w:t xml:space="preserve"> </w:t>
      </w:r>
      <w:r w:rsidRPr="003C40D7">
        <w:t>moved</w:t>
      </w:r>
      <w:r w:rsidR="00046589">
        <w:t xml:space="preserve"> </w:t>
      </w:r>
      <w:r w:rsidRPr="003C40D7">
        <w:t>by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knowledge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good</w:t>
      </w:r>
      <w:r w:rsidR="00046589">
        <w:t xml:space="preserve"> </w:t>
      </w:r>
      <w:r w:rsidRPr="003C40D7">
        <w:t>;</w:t>
      </w:r>
      <w:r w:rsidR="00046589">
        <w:t xml:space="preserve"> </w:t>
      </w:r>
      <w:r w:rsidRPr="003C40D7">
        <w:t>he</w:t>
      </w:r>
      <w:r w:rsidR="00046589">
        <w:t xml:space="preserve"> </w:t>
      </w:r>
      <w:r w:rsidRPr="003C40D7">
        <w:t>is</w:t>
      </w:r>
      <w:r w:rsidR="00046589">
        <w:t xml:space="preserve"> </w:t>
      </w:r>
      <w:r w:rsidRPr="003C40D7">
        <w:t>also</w:t>
      </w:r>
      <w:r w:rsidR="00046589">
        <w:t xml:space="preserve"> </w:t>
      </w:r>
      <w:r w:rsidRPr="003C40D7">
        <w:t>driven</w:t>
      </w:r>
      <w:r w:rsidR="00046589">
        <w:t xml:space="preserve"> </w:t>
      </w:r>
      <w:r w:rsidRPr="003C40D7">
        <w:t>by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will</w:t>
      </w:r>
      <w:r w:rsidR="00046589">
        <w:t xml:space="preserve"> </w:t>
      </w:r>
      <w:r w:rsidRPr="003C40D7">
        <w:t>for</w:t>
      </w:r>
      <w:r w:rsidR="00046589">
        <w:t xml:space="preserve"> </w:t>
      </w:r>
      <w:r w:rsidRPr="003C40D7">
        <w:t>power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by</w:t>
      </w:r>
      <w:r w:rsidR="00046589">
        <w:t xml:space="preserve"> </w:t>
      </w:r>
      <w:r w:rsidRPr="003C40D7">
        <w:t>material</w:t>
      </w:r>
      <w:r w:rsidR="00046589">
        <w:t xml:space="preserve"> </w:t>
      </w:r>
      <w:r w:rsidRPr="003C40D7">
        <w:t>aspirations</w:t>
      </w:r>
      <w:r w:rsidR="00046589">
        <w:t xml:space="preserve"> </w:t>
      </w:r>
      <w:r w:rsidRPr="003C40D7">
        <w:t>such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desire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wealth.</w:t>
      </w:r>
      <w:r w:rsidR="00046589">
        <w:t xml:space="preserve"> </w:t>
      </w:r>
      <w:r w:rsidRPr="003C40D7">
        <w:t>However,</w:t>
      </w:r>
      <w:r w:rsidR="00046589">
        <w:t xml:space="preserve"> </w:t>
      </w:r>
      <w:r w:rsidRPr="003C40D7">
        <w:t>if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rPr>
          <w:rStyle w:val="libItalicChar"/>
        </w:rPr>
        <w:t>élan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vital</w:t>
      </w:r>
      <w:r w:rsidRPr="003C40D7">
        <w:t>,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competitive</w:t>
      </w:r>
      <w:r w:rsidR="00046589">
        <w:t xml:space="preserve"> </w:t>
      </w:r>
      <w:r w:rsidRPr="003C40D7">
        <w:t>drive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desire</w:t>
      </w:r>
      <w:r w:rsidR="00046589">
        <w:t xml:space="preserve"> </w:t>
      </w:r>
      <w:r w:rsidRPr="003C40D7">
        <w:t>for</w:t>
      </w:r>
      <w:r w:rsidR="00046589">
        <w:t xml:space="preserve"> </w:t>
      </w:r>
      <w:r w:rsidRPr="003C40D7">
        <w:t>comfort</w:t>
      </w:r>
      <w:r w:rsidR="00046589">
        <w:t xml:space="preserve"> </w:t>
      </w:r>
      <w:r w:rsidRPr="003C40D7">
        <w:t>degenerate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lust</w:t>
      </w:r>
      <w:r w:rsidR="00046589">
        <w:t xml:space="preserve"> </w:t>
      </w:r>
      <w:r w:rsidRPr="003C40D7">
        <w:t>for</w:t>
      </w:r>
      <w:r w:rsidR="00046589">
        <w:t xml:space="preserve"> </w:t>
      </w:r>
      <w:r w:rsidRPr="003C40D7">
        <w:t>power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luxuries,</w:t>
      </w:r>
      <w:r w:rsidR="00046589">
        <w:t xml:space="preserve"> </w:t>
      </w:r>
      <w:r w:rsidRPr="003C40D7">
        <w:t>they</w:t>
      </w:r>
      <w:r w:rsidR="00046589">
        <w:t xml:space="preserve"> </w:t>
      </w:r>
      <w:r w:rsidRPr="003C40D7">
        <w:t>ultimately</w:t>
      </w:r>
      <w:r w:rsidR="00046589">
        <w:t xml:space="preserve"> </w:t>
      </w:r>
      <w:r w:rsidRPr="003C40D7">
        <w:t>lead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destruction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man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society.</w:t>
      </w:r>
      <w:r w:rsidR="00046589">
        <w:t xml:space="preserve"> </w:t>
      </w:r>
      <w:r w:rsidRPr="003C40D7">
        <w:t>This</w:t>
      </w:r>
      <w:r w:rsidR="00046589">
        <w:t xml:space="preserve"> </w:t>
      </w:r>
      <w:r w:rsidRPr="003C40D7">
        <w:t>is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kernel</w:t>
      </w:r>
      <w:r w:rsidR="00046589">
        <w:t xml:space="preserve"> </w:t>
      </w:r>
      <w:r w:rsidRPr="003C40D7">
        <w:t>of</w:t>
      </w:r>
      <w:r w:rsidR="00046589">
        <w:t xml:space="preserve"> </w:t>
      </w:r>
      <w:proofErr w:type="spellStart"/>
      <w:r w:rsidRPr="003C40D7">
        <w:t>Ibn</w:t>
      </w:r>
      <w:proofErr w:type="spellEnd"/>
      <w:r w:rsidR="00046589">
        <w:t xml:space="preserve"> </w:t>
      </w:r>
      <w:proofErr w:type="spellStart"/>
      <w:r w:rsidRPr="003C40D7">
        <w:t>Khaldun's</w:t>
      </w:r>
      <w:proofErr w:type="spellEnd"/>
      <w:r w:rsidR="00046589">
        <w:t xml:space="preserve"> </w:t>
      </w:r>
      <w:r w:rsidRPr="003C40D7">
        <w:t>"realistic"</w:t>
      </w:r>
      <w:r w:rsidR="00046589">
        <w:t xml:space="preserve"> </w:t>
      </w:r>
      <w:r w:rsidRPr="003C40D7">
        <w:t>philosophy.</w:t>
      </w:r>
      <w:r w:rsidR="00046589">
        <w:t xml:space="preserve"> </w:t>
      </w:r>
      <w:r w:rsidRPr="003C40D7">
        <w:t>Its</w:t>
      </w:r>
      <w:r w:rsidR="00046589">
        <w:t xml:space="preserve"> </w:t>
      </w:r>
      <w:r w:rsidRPr="003C40D7">
        <w:t>seeds</w:t>
      </w:r>
      <w:r w:rsidR="00046589">
        <w:t xml:space="preserve"> </w:t>
      </w:r>
      <w:r w:rsidRPr="003C40D7">
        <w:t>germinated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medieval</w:t>
      </w:r>
      <w:r w:rsidR="00046589">
        <w:t xml:space="preserve"> </w:t>
      </w:r>
      <w:r w:rsidRPr="003C40D7">
        <w:t>Islam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critical</w:t>
      </w:r>
      <w:r w:rsidR="00046589">
        <w:t xml:space="preserve"> </w:t>
      </w:r>
      <w:r w:rsidRPr="003C40D7">
        <w:t>confrontation</w:t>
      </w:r>
      <w:r w:rsidR="00046589">
        <w:t xml:space="preserve"> </w:t>
      </w:r>
      <w:r w:rsidRPr="003C40D7">
        <w:t>between</w:t>
      </w:r>
      <w:r w:rsidR="00046589">
        <w:t xml:space="preserve"> </w:t>
      </w:r>
      <w:r w:rsidRPr="003C40D7">
        <w:t>philosophic</w:t>
      </w:r>
      <w:r w:rsidR="00046589">
        <w:t xml:space="preserve"> </w:t>
      </w:r>
      <w:r w:rsidRPr="003C40D7">
        <w:t>rationalism,</w:t>
      </w:r>
      <w:r w:rsidR="00046589">
        <w:t xml:space="preserve"> </w:t>
      </w:r>
      <w:r w:rsidRPr="003C40D7">
        <w:t>Muslim</w:t>
      </w:r>
      <w:r w:rsidR="00046589">
        <w:t xml:space="preserve"> </w:t>
      </w:r>
      <w:r w:rsidRPr="003C40D7">
        <w:t>law</w:t>
      </w:r>
      <w:r w:rsidR="00046589">
        <w:t xml:space="preserve"> </w:t>
      </w:r>
      <w:r w:rsidRPr="003C40D7">
        <w:t>and</w:t>
      </w:r>
      <w:r w:rsidR="00046589">
        <w:t xml:space="preserve"> </w:t>
      </w:r>
      <w:proofErr w:type="spellStart"/>
      <w:r w:rsidRPr="003C40D7">
        <w:rPr>
          <w:rStyle w:val="libItalicChar"/>
        </w:rPr>
        <w:t>kalam</w:t>
      </w:r>
      <w:proofErr w:type="spellEnd"/>
      <w:r w:rsidR="00046589">
        <w:rPr>
          <w:rStyle w:val="libItalicChar"/>
        </w:rPr>
        <w:t xml:space="preserve"> </w:t>
      </w:r>
      <w:r>
        <w:t>(</w:t>
      </w:r>
      <w:proofErr w:type="spellStart"/>
      <w:r>
        <w:t>Nassar</w:t>
      </w:r>
      <w:proofErr w:type="spellEnd"/>
      <w:r>
        <w:t>,</w:t>
      </w:r>
      <w:r w:rsidR="00046589">
        <w:t xml:space="preserve"> </w:t>
      </w:r>
      <w:r>
        <w:t>1967).</w:t>
      </w:r>
    </w:p>
    <w:p w:rsidR="003C40D7" w:rsidRDefault="003C40D7" w:rsidP="003C40D7">
      <w:pPr>
        <w:pStyle w:val="libNormal"/>
      </w:pPr>
      <w:r>
        <w:t>In</w:t>
      </w:r>
      <w:r w:rsidR="00046589">
        <w:t xml:space="preserve"> </w:t>
      </w:r>
      <w:r>
        <w:t>keeping</w:t>
      </w:r>
      <w:r w:rsidR="00046589">
        <w:t xml:space="preserve"> </w:t>
      </w:r>
      <w:r>
        <w:t>with</w:t>
      </w:r>
      <w:r w:rsidR="00046589">
        <w:t xml:space="preserve"> </w:t>
      </w:r>
      <w:r>
        <w:t>this</w:t>
      </w:r>
      <w:r w:rsidR="00046589">
        <w:t xml:space="preserve"> </w:t>
      </w:r>
      <w:r>
        <w:t>realistic</w:t>
      </w:r>
      <w:r w:rsidR="00046589">
        <w:t xml:space="preserve"> </w:t>
      </w:r>
      <w:r>
        <w:t>focus,</w:t>
      </w:r>
      <w:r w:rsidR="00046589">
        <w:t xml:space="preserve"> </w:t>
      </w:r>
      <w:r>
        <w:t>he</w:t>
      </w:r>
      <w:r w:rsidR="00046589">
        <w:t xml:space="preserve"> </w:t>
      </w:r>
      <w:r>
        <w:t>also</w:t>
      </w:r>
      <w:r w:rsidR="00046589">
        <w:t xml:space="preserve"> </w:t>
      </w:r>
      <w:r>
        <w:t>distanced</w:t>
      </w:r>
      <w:r w:rsidR="00046589">
        <w:t xml:space="preserve"> </w:t>
      </w:r>
      <w:r>
        <w:t>himself</w:t>
      </w:r>
      <w:r w:rsidR="00046589">
        <w:t xml:space="preserve"> </w:t>
      </w:r>
      <w:r>
        <w:t>from</w:t>
      </w:r>
      <w:r w:rsidR="00046589">
        <w:t xml:space="preserve"> </w:t>
      </w:r>
      <w:proofErr w:type="spellStart"/>
      <w:r>
        <w:t>Ibn</w:t>
      </w:r>
      <w:proofErr w:type="spellEnd"/>
      <w:r w:rsidR="00046589">
        <w:t xml:space="preserve"> </w:t>
      </w:r>
      <w:proofErr w:type="spellStart"/>
      <w:r>
        <w:t>Taymiyyah's</w:t>
      </w:r>
      <w:proofErr w:type="spellEnd"/>
      <w:r w:rsidR="00046589">
        <w:t xml:space="preserve"> </w:t>
      </w:r>
      <w:r>
        <w:t>fundamentalist</w:t>
      </w:r>
      <w:r w:rsidR="00046589">
        <w:t xml:space="preserve"> </w:t>
      </w:r>
      <w:r>
        <w:t>stance,</w:t>
      </w:r>
      <w:r w:rsidR="00046589">
        <w:t xml:space="preserve"> </w:t>
      </w:r>
      <w:r>
        <w:t>more</w:t>
      </w:r>
      <w:r w:rsidR="00046589">
        <w:t xml:space="preserve"> </w:t>
      </w:r>
      <w:r>
        <w:t>particularly</w:t>
      </w:r>
      <w:r w:rsidR="00046589">
        <w:t xml:space="preserve"> </w:t>
      </w:r>
      <w:r>
        <w:t>the</w:t>
      </w:r>
      <w:r w:rsidR="00046589">
        <w:t xml:space="preserve"> </w:t>
      </w:r>
      <w:r w:rsidRPr="003C40D7">
        <w:rPr>
          <w:rStyle w:val="libItalicChar"/>
        </w:rPr>
        <w:t>al</w:t>
      </w:r>
      <w:r w:rsidR="006F62A6">
        <w:rPr>
          <w:rStyle w:val="libItalicChar"/>
        </w:rPr>
        <w:t>-</w:t>
      </w:r>
      <w:proofErr w:type="spellStart"/>
      <w:r w:rsidRPr="003C40D7">
        <w:rPr>
          <w:rStyle w:val="libItalicChar"/>
        </w:rPr>
        <w:t>siyasa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al</w:t>
      </w:r>
      <w:r w:rsidR="006F62A6">
        <w:rPr>
          <w:rStyle w:val="libItalicChar"/>
        </w:rPr>
        <w:t>-</w:t>
      </w:r>
      <w:proofErr w:type="spellStart"/>
      <w:r w:rsidRPr="003C40D7">
        <w:rPr>
          <w:rStyle w:val="libItalicChar"/>
        </w:rPr>
        <w:t>shari'a</w:t>
      </w:r>
      <w:proofErr w:type="spellEnd"/>
      <w:r w:rsidRPr="003C40D7">
        <w:t>.</w:t>
      </w:r>
      <w:r w:rsidR="00046589">
        <w:t xml:space="preserve"> </w:t>
      </w:r>
      <w:r w:rsidRPr="003C40D7">
        <w:t>This</w:t>
      </w:r>
      <w:r w:rsidR="00046589">
        <w:t xml:space="preserve"> </w:t>
      </w:r>
      <w:r w:rsidRPr="003C40D7">
        <w:t>is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treatise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political</w:t>
      </w:r>
      <w:r w:rsidR="00046589">
        <w:t xml:space="preserve"> </w:t>
      </w:r>
      <w:r w:rsidRPr="003C40D7">
        <w:t>regime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community</w:t>
      </w:r>
      <w:r w:rsidR="00046589">
        <w:t xml:space="preserve"> </w:t>
      </w:r>
      <w:r w:rsidRPr="003C40D7">
        <w:t>ruled</w:t>
      </w:r>
      <w:r w:rsidR="00046589">
        <w:t xml:space="preserve"> </w:t>
      </w:r>
      <w:r w:rsidRPr="003C40D7">
        <w:t>by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shari'a</w:t>
      </w:r>
      <w:proofErr w:type="spellEnd"/>
      <w:r w:rsidRPr="003C40D7">
        <w:t>.</w:t>
      </w:r>
      <w:r w:rsidR="00046589">
        <w:t xml:space="preserve"> </w:t>
      </w:r>
      <w:r w:rsidRPr="003C40D7">
        <w:t>This</w:t>
      </w:r>
      <w:r w:rsidR="00046589">
        <w:t xml:space="preserve"> </w:t>
      </w:r>
      <w:r w:rsidRPr="003C40D7">
        <w:t>notorious</w:t>
      </w:r>
      <w:r w:rsidR="00046589">
        <w:t xml:space="preserve"> </w:t>
      </w:r>
      <w:proofErr w:type="spellStart"/>
      <w:r w:rsidRPr="003C40D7">
        <w:t>Hanbalite</w:t>
      </w:r>
      <w:proofErr w:type="spellEnd"/>
      <w:r w:rsidR="00046589">
        <w:t xml:space="preserve"> </w:t>
      </w:r>
      <w:proofErr w:type="spellStart"/>
      <w:r w:rsidRPr="003C40D7">
        <w:t>jurisconsult</w:t>
      </w:r>
      <w:proofErr w:type="spellEnd"/>
      <w:r w:rsidR="00046589">
        <w:t xml:space="preserve"> </w:t>
      </w:r>
      <w:r w:rsidRPr="003C40D7">
        <w:t>exercised</w:t>
      </w:r>
      <w:r w:rsidR="00046589">
        <w:t xml:space="preserve"> </w:t>
      </w:r>
      <w:r w:rsidRPr="003C40D7">
        <w:t>for</w:t>
      </w:r>
      <w:r w:rsidR="00046589">
        <w:t xml:space="preserve"> </w:t>
      </w:r>
      <w:r w:rsidRPr="003C40D7">
        <w:t>years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function</w:t>
      </w:r>
      <w:r w:rsidR="00046589">
        <w:t xml:space="preserve"> </w:t>
      </w:r>
      <w:r w:rsidRPr="003C40D7">
        <w:t>of</w:t>
      </w:r>
      <w:r w:rsidR="00046589">
        <w:t xml:space="preserve"> </w:t>
      </w:r>
      <w:proofErr w:type="spellStart"/>
      <w:r w:rsidRPr="003C40D7">
        <w:rPr>
          <w:rStyle w:val="libItalicChar"/>
        </w:rPr>
        <w:t>muhtasib</w:t>
      </w:r>
      <w:proofErr w:type="spellEnd"/>
      <w:r w:rsidR="00046589">
        <w:t xml:space="preserve"> </w:t>
      </w:r>
      <w:r w:rsidRPr="003C40D7">
        <w:t>or</w:t>
      </w:r>
      <w:r w:rsidR="00046589">
        <w:t xml:space="preserve"> </w:t>
      </w:r>
      <w:r w:rsidRPr="003C40D7">
        <w:t>supervisor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markets</w:t>
      </w:r>
      <w:r w:rsidR="00046589">
        <w:t xml:space="preserve"> </w:t>
      </w:r>
      <w:r w:rsidRPr="003C40D7">
        <w:t>;</w:t>
      </w:r>
      <w:r w:rsidR="00046589">
        <w:t xml:space="preserve"> </w:t>
      </w:r>
      <w:r w:rsidRPr="003C40D7">
        <w:t>with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duty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control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weight</w:t>
      </w:r>
      <w:r w:rsidR="00046589">
        <w:t xml:space="preserve"> </w:t>
      </w:r>
      <w:r w:rsidRPr="003C40D7">
        <w:t>measures,</w:t>
      </w:r>
      <w:r w:rsidR="00046589">
        <w:t xml:space="preserve"> </w:t>
      </w:r>
      <w:r w:rsidRPr="003C40D7">
        <w:t>prices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quality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money.</w:t>
      </w:r>
      <w:r w:rsidR="00046589">
        <w:t xml:space="preserve"> </w:t>
      </w:r>
      <w:r w:rsidRPr="003C40D7">
        <w:t>This</w:t>
      </w:r>
      <w:r w:rsidR="00046589">
        <w:t xml:space="preserve"> </w:t>
      </w:r>
      <w:r w:rsidRPr="003C40D7">
        <w:t>supervision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suq</w:t>
      </w:r>
      <w:proofErr w:type="spellEnd"/>
      <w:r w:rsidR="00046589">
        <w:t xml:space="preserve"> </w:t>
      </w:r>
      <w:r w:rsidRPr="003C40D7">
        <w:t>gave</w:t>
      </w:r>
      <w:r w:rsidR="00046589">
        <w:t xml:space="preserve"> </w:t>
      </w:r>
      <w:proofErr w:type="spellStart"/>
      <w:r w:rsidRPr="003C40D7">
        <w:t>Ibn</w:t>
      </w:r>
      <w:proofErr w:type="spellEnd"/>
      <w:r w:rsidR="00046589">
        <w:t xml:space="preserve"> </w:t>
      </w:r>
      <w:proofErr w:type="spellStart"/>
      <w:r w:rsidRPr="003C40D7">
        <w:t>Taymiyyah</w:t>
      </w:r>
      <w:proofErr w:type="spellEnd"/>
      <w:r w:rsidR="00046589">
        <w:t xml:space="preserve"> </w:t>
      </w:r>
      <w:r w:rsidRPr="003C40D7">
        <w:t>first</w:t>
      </w:r>
      <w:r w:rsidR="00046589">
        <w:t xml:space="preserve"> </w:t>
      </w:r>
      <w:r w:rsidRPr="003C40D7">
        <w:t>hand</w:t>
      </w:r>
      <w:r w:rsidR="00046589">
        <w:t xml:space="preserve"> </w:t>
      </w:r>
      <w:r w:rsidRPr="003C40D7">
        <w:t>insight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motivation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buyers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sellers,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practical</w:t>
      </w:r>
      <w:r w:rsidR="00046589">
        <w:t xml:space="preserve"> </w:t>
      </w:r>
      <w:r w:rsidRPr="003C40D7">
        <w:t>laws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market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social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economic</w:t>
      </w:r>
      <w:r w:rsidR="00046589">
        <w:t xml:space="preserve"> </w:t>
      </w:r>
      <w:r w:rsidRPr="003C40D7">
        <w:t>mechanisms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society</w:t>
      </w:r>
      <w:r w:rsidR="00046589">
        <w:t xml:space="preserve"> </w:t>
      </w:r>
      <w:r w:rsidRPr="003C40D7">
        <w:t>at</w:t>
      </w:r>
      <w:r w:rsidR="00046589">
        <w:t xml:space="preserve"> </w:t>
      </w:r>
      <w:r w:rsidRPr="003C40D7">
        <w:t>large.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discourse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community</w:t>
      </w:r>
      <w:r w:rsidR="00046589">
        <w:t xml:space="preserve"> </w:t>
      </w:r>
      <w:r w:rsidRPr="003C40D7">
        <w:t>ruled</w:t>
      </w:r>
      <w:r w:rsidR="00046589">
        <w:t xml:space="preserve"> </w:t>
      </w:r>
      <w:r w:rsidRPr="003C40D7">
        <w:t>by</w:t>
      </w:r>
      <w:r w:rsidR="00046589">
        <w:t xml:space="preserve"> </w:t>
      </w:r>
      <w:r w:rsidRPr="003C40D7">
        <w:t>divine</w:t>
      </w:r>
      <w:r w:rsidR="00046589">
        <w:t xml:space="preserve"> </w:t>
      </w:r>
      <w:r w:rsidRPr="003C40D7">
        <w:t>law,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t>Hanbalite</w:t>
      </w:r>
      <w:proofErr w:type="spellEnd"/>
      <w:r w:rsidR="00046589">
        <w:t xml:space="preserve"> </w:t>
      </w:r>
      <w:r w:rsidRPr="003C40D7">
        <w:t>jurist</w:t>
      </w:r>
      <w:r w:rsidR="00046589">
        <w:t xml:space="preserve"> </w:t>
      </w:r>
      <w:r w:rsidRPr="003C40D7">
        <w:t>aimed</w:t>
      </w:r>
      <w:r w:rsidR="00046589">
        <w:t xml:space="preserve"> </w:t>
      </w:r>
      <w:r w:rsidRPr="003C40D7">
        <w:t>at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revival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primeval</w:t>
      </w:r>
      <w:r w:rsidR="00046589">
        <w:t xml:space="preserve"> </w:t>
      </w:r>
      <w:r w:rsidRPr="003C40D7">
        <w:t>Islam.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lastRenderedPageBreak/>
        <w:t>opposition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t>hellenizing</w:t>
      </w:r>
      <w:proofErr w:type="spellEnd"/>
      <w:r w:rsidR="00046589">
        <w:t xml:space="preserve"> </w:t>
      </w:r>
      <w:r w:rsidRPr="003C40D7">
        <w:t>philosophers</w:t>
      </w:r>
      <w:r w:rsidR="00046589">
        <w:t xml:space="preserve"> </w:t>
      </w:r>
      <w:r w:rsidRPr="003C40D7">
        <w:t>who</w:t>
      </w:r>
      <w:r w:rsidR="00046589">
        <w:t xml:space="preserve"> </w:t>
      </w:r>
      <w:r w:rsidRPr="003C40D7">
        <w:t>dreamt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philosopher</w:t>
      </w:r>
      <w:r w:rsidR="006F62A6">
        <w:t>-</w:t>
      </w:r>
      <w:r w:rsidRPr="003C40D7">
        <w:t>king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substitute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early</w:t>
      </w:r>
      <w:r w:rsidR="00046589">
        <w:t xml:space="preserve"> </w:t>
      </w:r>
      <w:r w:rsidRPr="003C40D7">
        <w:t>caliphate,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plea</w:t>
      </w:r>
      <w:r w:rsidR="00046589">
        <w:t xml:space="preserve"> </w:t>
      </w:r>
      <w:r w:rsidRPr="003C40D7">
        <w:t>was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call</w:t>
      </w:r>
      <w:r w:rsidR="00046589">
        <w:t xml:space="preserve"> </w:t>
      </w:r>
      <w:r w:rsidRPr="003C40D7">
        <w:t>for</w:t>
      </w:r>
      <w:r w:rsidR="00046589">
        <w:t xml:space="preserve"> </w:t>
      </w:r>
      <w:r w:rsidRPr="003C40D7">
        <w:t>devout</w:t>
      </w:r>
      <w:r w:rsidR="00046589">
        <w:t xml:space="preserve"> </w:t>
      </w:r>
      <w:r w:rsidRPr="003C40D7">
        <w:t>leaders,</w:t>
      </w:r>
      <w:r w:rsidR="00046589">
        <w:t xml:space="preserve"> </w:t>
      </w:r>
      <w:r w:rsidRPr="003C40D7">
        <w:t>like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early</w:t>
      </w:r>
      <w:r w:rsidR="00046589">
        <w:t xml:space="preserve"> </w:t>
      </w:r>
      <w:r w:rsidRPr="003C40D7">
        <w:t>right</w:t>
      </w:r>
      <w:r w:rsidR="006F62A6">
        <w:t>-</w:t>
      </w:r>
      <w:r w:rsidRPr="003C40D7">
        <w:t>guided</w:t>
      </w:r>
      <w:r w:rsidR="00046589">
        <w:t xml:space="preserve"> </w:t>
      </w:r>
      <w:r w:rsidRPr="003C40D7">
        <w:t>(</w:t>
      </w:r>
      <w:proofErr w:type="spellStart"/>
      <w:r w:rsidRPr="003C40D7">
        <w:rPr>
          <w:rStyle w:val="libItalicChar"/>
        </w:rPr>
        <w:t>rashidun</w:t>
      </w:r>
      <w:proofErr w:type="spellEnd"/>
      <w:r>
        <w:t>)</w:t>
      </w:r>
      <w:r w:rsidR="00046589">
        <w:t xml:space="preserve"> </w:t>
      </w:r>
      <w:r>
        <w:t>successors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Prophet,</w:t>
      </w:r>
      <w:r w:rsidR="00046589">
        <w:t xml:space="preserve"> </w:t>
      </w:r>
      <w:r>
        <w:t>to</w:t>
      </w:r>
      <w:r w:rsidR="00046589">
        <w:t xml:space="preserve"> </w:t>
      </w:r>
      <w:r>
        <w:t>take</w:t>
      </w:r>
      <w:r w:rsidR="00046589">
        <w:t xml:space="preserve"> </w:t>
      </w:r>
      <w:r>
        <w:t>over</w:t>
      </w:r>
      <w:r w:rsidR="00046589">
        <w:t xml:space="preserve"> </w:t>
      </w:r>
      <w:r>
        <w:t>political</w:t>
      </w:r>
      <w:r w:rsidR="00046589">
        <w:t xml:space="preserve"> </w:t>
      </w:r>
      <w:r>
        <w:t>leadership.</w:t>
      </w:r>
      <w:r w:rsidR="00046589">
        <w:t xml:space="preserve"> </w:t>
      </w:r>
      <w:proofErr w:type="spellStart"/>
      <w:r>
        <w:t>Ibn</w:t>
      </w:r>
      <w:proofErr w:type="spellEnd"/>
      <w:r w:rsidR="00046589">
        <w:t xml:space="preserve"> </w:t>
      </w:r>
      <w:proofErr w:type="spellStart"/>
      <w:r>
        <w:t>Khaldun</w:t>
      </w:r>
      <w:proofErr w:type="spellEnd"/>
      <w:r>
        <w:t>,</w:t>
      </w:r>
      <w:r w:rsidR="00046589">
        <w:t xml:space="preserve"> </w:t>
      </w:r>
      <w:r>
        <w:t>the</w:t>
      </w:r>
      <w:r w:rsidR="00046589">
        <w:t xml:space="preserve"> </w:t>
      </w:r>
      <w:r>
        <w:t>realist,</w:t>
      </w:r>
      <w:r w:rsidR="00046589">
        <w:t xml:space="preserve"> </w:t>
      </w:r>
      <w:r>
        <w:t>opined</w:t>
      </w:r>
      <w:r w:rsidR="00046589">
        <w:t xml:space="preserve"> </w:t>
      </w:r>
      <w:r>
        <w:t>that</w:t>
      </w:r>
      <w:r w:rsidR="00046589">
        <w:t xml:space="preserve"> </w:t>
      </w:r>
      <w:r>
        <w:t>this</w:t>
      </w:r>
      <w:r w:rsidR="00046589">
        <w:t xml:space="preserve"> </w:t>
      </w:r>
      <w:r>
        <w:t>nostalgic</w:t>
      </w:r>
      <w:r w:rsidR="00046589">
        <w:t xml:space="preserve"> </w:t>
      </w:r>
      <w:r>
        <w:t>idealization</w:t>
      </w:r>
      <w:r w:rsidR="00046589">
        <w:t xml:space="preserve"> </w:t>
      </w:r>
      <w:r>
        <w:t>aimed</w:t>
      </w:r>
      <w:r w:rsidR="00046589">
        <w:t xml:space="preserve"> </w:t>
      </w:r>
      <w:r>
        <w:t>at</w:t>
      </w:r>
      <w:r w:rsidR="00046589">
        <w:t xml:space="preserve"> </w:t>
      </w:r>
      <w:r>
        <w:t>a</w:t>
      </w:r>
      <w:r w:rsidR="00046589">
        <w:t xml:space="preserve"> </w:t>
      </w:r>
      <w:r>
        <w:t>renaissance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caliphate,</w:t>
      </w:r>
      <w:r w:rsidR="00046589">
        <w:t xml:space="preserve"> </w:t>
      </w:r>
      <w:r>
        <w:t>left</w:t>
      </w:r>
      <w:r w:rsidR="00046589">
        <w:t xml:space="preserve"> </w:t>
      </w:r>
      <w:r>
        <w:t>a</w:t>
      </w:r>
      <w:r w:rsidR="00046589">
        <w:t xml:space="preserve"> </w:t>
      </w:r>
      <w:r>
        <w:t>wide</w:t>
      </w:r>
      <w:r w:rsidR="00046589">
        <w:t xml:space="preserve"> </w:t>
      </w:r>
      <w:r>
        <w:t>gap</w:t>
      </w:r>
      <w:r w:rsidR="00046589">
        <w:t xml:space="preserve"> </w:t>
      </w:r>
      <w:r>
        <w:t>between</w:t>
      </w:r>
      <w:r w:rsidR="00046589">
        <w:t xml:space="preserve"> </w:t>
      </w:r>
      <w:r>
        <w:t>religious</w:t>
      </w:r>
      <w:r w:rsidR="00046589">
        <w:t xml:space="preserve"> </w:t>
      </w:r>
      <w:r>
        <w:t>zeal</w:t>
      </w:r>
      <w:r w:rsidR="00046589">
        <w:t xml:space="preserve"> </w:t>
      </w:r>
      <w:r>
        <w:t>and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historico</w:t>
      </w:r>
      <w:proofErr w:type="spellEnd"/>
      <w:r w:rsidR="006F62A6">
        <w:t>-</w:t>
      </w:r>
      <w:r>
        <w:t>concrete</w:t>
      </w:r>
      <w:r w:rsidR="00046589">
        <w:t xml:space="preserve"> </w:t>
      </w:r>
      <w:r>
        <w:t>functioning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world.</w:t>
      </w:r>
    </w:p>
    <w:p w:rsidR="003C40D7" w:rsidRDefault="003C40D7" w:rsidP="003C40D7">
      <w:pPr>
        <w:pStyle w:val="libNormal"/>
      </w:pPr>
      <w:r>
        <w:t>The</w:t>
      </w:r>
      <w:r w:rsidR="00046589">
        <w:t xml:space="preserve"> </w:t>
      </w:r>
      <w:r>
        <w:t>reading</w:t>
      </w:r>
      <w:r w:rsidR="00046589">
        <w:t xml:space="preserve"> </w:t>
      </w:r>
      <w:r>
        <w:t>and</w:t>
      </w:r>
      <w:r w:rsidR="00046589">
        <w:t xml:space="preserve"> </w:t>
      </w:r>
      <w:r>
        <w:t>the</w:t>
      </w:r>
      <w:r w:rsidR="00046589">
        <w:t xml:space="preserve"> </w:t>
      </w:r>
      <w:r>
        <w:t>almost</w:t>
      </w:r>
      <w:r w:rsidR="00046589">
        <w:t xml:space="preserve"> </w:t>
      </w:r>
      <w:r>
        <w:t>uncritical</w:t>
      </w:r>
      <w:r w:rsidR="00046589">
        <w:t xml:space="preserve"> </w:t>
      </w:r>
      <w:r>
        <w:t>absorption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"mirror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prince"</w:t>
      </w:r>
      <w:r w:rsidR="00046589">
        <w:t xml:space="preserve"> </w:t>
      </w:r>
      <w:r>
        <w:t>literature</w:t>
      </w:r>
      <w:r w:rsidR="00046589">
        <w:t xml:space="preserve"> </w:t>
      </w:r>
      <w:r>
        <w:t>enriched</w:t>
      </w:r>
      <w:r w:rsidR="00046589">
        <w:t xml:space="preserve"> </w:t>
      </w:r>
      <w:proofErr w:type="spellStart"/>
      <w:r>
        <w:t>Ibn</w:t>
      </w:r>
      <w:proofErr w:type="spellEnd"/>
      <w:r w:rsidR="00046589">
        <w:t xml:space="preserve"> </w:t>
      </w:r>
      <w:proofErr w:type="spellStart"/>
      <w:r>
        <w:t>Khaldun's</w:t>
      </w:r>
      <w:proofErr w:type="spellEnd"/>
      <w:r w:rsidR="00046589">
        <w:t xml:space="preserve"> </w:t>
      </w:r>
      <w:r>
        <w:t>research</w:t>
      </w:r>
      <w:r w:rsidR="00046589">
        <w:t xml:space="preserve"> </w:t>
      </w:r>
      <w:r>
        <w:t>with</w:t>
      </w:r>
      <w:r w:rsidR="00046589">
        <w:t xml:space="preserve"> </w:t>
      </w:r>
      <w:r>
        <w:t>a</w:t>
      </w:r>
      <w:r w:rsidR="00046589">
        <w:t xml:space="preserve"> </w:t>
      </w:r>
      <w:r>
        <w:t>tradition</w:t>
      </w:r>
      <w:r w:rsidR="00046589">
        <w:t xml:space="preserve"> </w:t>
      </w:r>
      <w:r>
        <w:t>from</w:t>
      </w:r>
      <w:r w:rsidR="00046589">
        <w:t xml:space="preserve"> </w:t>
      </w:r>
      <w:r>
        <w:t>Persian</w:t>
      </w:r>
      <w:r w:rsidR="00046589">
        <w:t xml:space="preserve"> </w:t>
      </w:r>
      <w:r>
        <w:t>origin.</w:t>
      </w:r>
      <w:r w:rsidR="00046589">
        <w:t xml:space="preserve"> </w:t>
      </w:r>
      <w:r>
        <w:t>It</w:t>
      </w:r>
      <w:r w:rsidR="00046589">
        <w:t xml:space="preserve"> </w:t>
      </w:r>
      <w:r>
        <w:t>set</w:t>
      </w:r>
      <w:r w:rsidR="00046589">
        <w:t xml:space="preserve"> </w:t>
      </w:r>
      <w:r>
        <w:t>his</w:t>
      </w:r>
      <w:r w:rsidR="00046589">
        <w:t xml:space="preserve"> </w:t>
      </w:r>
      <w:r>
        <w:t>pragmatic</w:t>
      </w:r>
      <w:r w:rsidR="00046589">
        <w:t xml:space="preserve"> </w:t>
      </w:r>
      <w:r>
        <w:t>mind</w:t>
      </w:r>
      <w:r w:rsidR="00046589">
        <w:t xml:space="preserve"> </w:t>
      </w:r>
      <w:r>
        <w:t>upon</w:t>
      </w:r>
      <w:r w:rsidR="00046589">
        <w:t xml:space="preserve"> </w:t>
      </w:r>
      <w:r>
        <w:t>a</w:t>
      </w:r>
      <w:r w:rsidR="00046589">
        <w:t xml:space="preserve"> </w:t>
      </w:r>
      <w:r>
        <w:t>fruitful</w:t>
      </w:r>
      <w:r w:rsidR="00046589">
        <w:t xml:space="preserve"> </w:t>
      </w:r>
      <w:r>
        <w:t>path</w:t>
      </w:r>
      <w:r w:rsidR="00046589">
        <w:t xml:space="preserve"> </w:t>
      </w:r>
      <w:r w:rsidRPr="003C40D7">
        <w:rPr>
          <w:rStyle w:val="libFootnotenumChar"/>
        </w:rPr>
        <w:endnoteReference w:id="3"/>
      </w:r>
      <w:r w:rsidRPr="003C40D7">
        <w:t>.</w:t>
      </w:r>
      <w:r w:rsidR="00046589">
        <w:t xml:space="preserve"> </w:t>
      </w:r>
      <w:r w:rsidRPr="003C40D7">
        <w:t>With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move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East</w:t>
      </w:r>
      <w:r w:rsidR="00046589">
        <w:t xml:space="preserve"> </w:t>
      </w:r>
      <w:r w:rsidRPr="003C40D7">
        <w:t>under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Umayyad</w:t>
      </w:r>
      <w:r w:rsidR="00046589">
        <w:t xml:space="preserve"> </w:t>
      </w:r>
      <w:r w:rsidRPr="003C40D7">
        <w:t>regime,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still</w:t>
      </w:r>
      <w:r w:rsidR="00046589">
        <w:t xml:space="preserve"> </w:t>
      </w:r>
      <w:r w:rsidRPr="003C40D7">
        <w:t>more</w:t>
      </w:r>
      <w:r w:rsidR="00046589">
        <w:t xml:space="preserve"> </w:t>
      </w:r>
      <w:r w:rsidRPr="003C40D7">
        <w:t>so</w:t>
      </w:r>
      <w:r w:rsidR="00046589">
        <w:t xml:space="preserve"> </w:t>
      </w:r>
      <w:r w:rsidRPr="003C40D7">
        <w:t>under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t>Abbassid</w:t>
      </w:r>
      <w:proofErr w:type="spellEnd"/>
      <w:r w:rsidR="00046589">
        <w:t xml:space="preserve"> </w:t>
      </w:r>
      <w:r w:rsidRPr="003C40D7">
        <w:t>dynasty,</w:t>
      </w:r>
      <w:r w:rsidR="00046589">
        <w:t xml:space="preserve"> </w:t>
      </w:r>
      <w:r w:rsidRPr="003C40D7">
        <w:t>Islam</w:t>
      </w:r>
      <w:r w:rsidR="00046589">
        <w:t xml:space="preserve"> </w:t>
      </w:r>
      <w:r w:rsidRPr="003C40D7">
        <w:t>underwent</w:t>
      </w:r>
      <w:r w:rsidR="00046589">
        <w:t xml:space="preserve"> </w:t>
      </w:r>
      <w:r w:rsidRPr="003C40D7">
        <w:t>an</w:t>
      </w:r>
      <w:r w:rsidR="00046589">
        <w:t xml:space="preserve"> </w:t>
      </w:r>
      <w:r w:rsidRPr="003C40D7">
        <w:t>intense</w:t>
      </w:r>
      <w:r w:rsidR="00046589">
        <w:t xml:space="preserve"> </w:t>
      </w:r>
      <w:r w:rsidRPr="003C40D7">
        <w:t>process</w:t>
      </w:r>
      <w:r w:rsidR="00046589">
        <w:t xml:space="preserve"> </w:t>
      </w:r>
      <w:r w:rsidRPr="003C40D7">
        <w:t>of</w:t>
      </w:r>
      <w:r w:rsidR="00046589">
        <w:t xml:space="preserve"> </w:t>
      </w:r>
      <w:proofErr w:type="spellStart"/>
      <w:r w:rsidRPr="003C40D7">
        <w:rPr>
          <w:rStyle w:val="libItalicChar"/>
        </w:rPr>
        <w:t>Iranization</w:t>
      </w:r>
      <w:proofErr w:type="spellEnd"/>
      <w:r>
        <w:t>.</w:t>
      </w:r>
      <w:r w:rsidR="00046589">
        <w:t xml:space="preserve"> </w:t>
      </w:r>
      <w:r>
        <w:t>One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consequences</w:t>
      </w:r>
      <w:r w:rsidR="00046589">
        <w:t xml:space="preserve"> </w:t>
      </w:r>
      <w:r>
        <w:t>was</w:t>
      </w:r>
      <w:r w:rsidR="00046589">
        <w:t xml:space="preserve"> </w:t>
      </w:r>
      <w:r>
        <w:t>that</w:t>
      </w:r>
      <w:r w:rsidR="00046589">
        <w:t xml:space="preserve"> </w:t>
      </w:r>
      <w:r>
        <w:t>their</w:t>
      </w:r>
      <w:r w:rsidR="00046589">
        <w:t xml:space="preserve"> </w:t>
      </w:r>
      <w:r>
        <w:t>scholars</w:t>
      </w:r>
      <w:r w:rsidR="00046589">
        <w:t xml:space="preserve"> </w:t>
      </w:r>
      <w:r>
        <w:t>came</w:t>
      </w:r>
      <w:r w:rsidR="00046589">
        <w:t xml:space="preserve"> </w:t>
      </w:r>
      <w:r>
        <w:t>into</w:t>
      </w:r>
      <w:r w:rsidR="00046589">
        <w:t xml:space="preserve"> </w:t>
      </w:r>
      <w:r>
        <w:t>contact</w:t>
      </w:r>
      <w:r w:rsidR="00046589">
        <w:t xml:space="preserve"> </w:t>
      </w:r>
      <w:r>
        <w:t>with</w:t>
      </w:r>
      <w:r w:rsidR="00046589">
        <w:t xml:space="preserve"> </w:t>
      </w:r>
      <w:r>
        <w:t>the</w:t>
      </w:r>
      <w:r w:rsidR="00046589">
        <w:t xml:space="preserve"> </w:t>
      </w:r>
      <w:r>
        <w:t>oriental</w:t>
      </w:r>
      <w:r w:rsidR="00046589">
        <w:t xml:space="preserve"> </w:t>
      </w:r>
      <w:r>
        <w:t>wisdom</w:t>
      </w:r>
      <w:r w:rsidR="00046589">
        <w:t xml:space="preserve"> </w:t>
      </w:r>
      <w:r>
        <w:t>literature</w:t>
      </w:r>
      <w:r w:rsidR="00046589">
        <w:t xml:space="preserve"> </w:t>
      </w:r>
      <w:r>
        <w:t>of</w:t>
      </w:r>
      <w:r w:rsidR="00046589">
        <w:t xml:space="preserve"> </w:t>
      </w:r>
      <w:r>
        <w:t>Iran.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eight</w:t>
      </w:r>
      <w:r w:rsidR="00046589">
        <w:t xml:space="preserve"> </w:t>
      </w:r>
      <w:r>
        <w:t>century,</w:t>
      </w:r>
      <w:r w:rsidR="00046589">
        <w:t xml:space="preserve"> </w:t>
      </w:r>
      <w:proofErr w:type="spellStart"/>
      <w:r>
        <w:t>Ibn</w:t>
      </w:r>
      <w:proofErr w:type="spellEnd"/>
      <w:r w:rsidR="00046589">
        <w:t xml:space="preserve"> </w:t>
      </w:r>
      <w:r>
        <w:t>al</w:t>
      </w:r>
      <w:r w:rsidR="006F62A6">
        <w:t>-</w:t>
      </w:r>
      <w:proofErr w:type="spellStart"/>
      <w:r>
        <w:t>Muqaffa</w:t>
      </w:r>
      <w:proofErr w:type="spellEnd"/>
      <w:r w:rsidR="00046589">
        <w:t xml:space="preserve"> </w:t>
      </w:r>
      <w:r>
        <w:t>initiated</w:t>
      </w:r>
      <w:r w:rsidR="00046589">
        <w:t xml:space="preserve"> </w:t>
      </w:r>
      <w:r>
        <w:t>this</w:t>
      </w:r>
      <w:r w:rsidR="00046589">
        <w:t xml:space="preserve"> </w:t>
      </w:r>
      <w:r>
        <w:t>didactic</w:t>
      </w:r>
      <w:r w:rsidR="00046589">
        <w:t xml:space="preserve"> </w:t>
      </w:r>
      <w:r>
        <w:t>genre</w:t>
      </w:r>
      <w:r w:rsidR="00046589">
        <w:t xml:space="preserve"> </w:t>
      </w:r>
      <w:r>
        <w:t>with</w:t>
      </w:r>
      <w:r w:rsidR="00046589">
        <w:t xml:space="preserve"> </w:t>
      </w:r>
      <w:r>
        <w:t>two</w:t>
      </w:r>
      <w:r w:rsidR="00046589">
        <w:t xml:space="preserve"> </w:t>
      </w:r>
      <w:r>
        <w:t>manuals.</w:t>
      </w:r>
      <w:r w:rsidR="00046589">
        <w:t xml:space="preserve"> </w:t>
      </w:r>
      <w:r>
        <w:t>The</w:t>
      </w:r>
      <w:r w:rsidR="00046589">
        <w:t xml:space="preserve"> </w:t>
      </w:r>
      <w:r>
        <w:t>fourteenth</w:t>
      </w:r>
      <w:r w:rsidR="00046589">
        <w:t xml:space="preserve"> </w:t>
      </w:r>
      <w:r>
        <w:t>century</w:t>
      </w:r>
      <w:r w:rsidR="00046589">
        <w:t xml:space="preserve"> </w:t>
      </w:r>
      <w:r>
        <w:t>al</w:t>
      </w:r>
      <w:r w:rsidR="006F62A6">
        <w:t>-</w:t>
      </w:r>
      <w:proofErr w:type="spellStart"/>
      <w:r>
        <w:t>Turtushi</w:t>
      </w:r>
      <w:proofErr w:type="spellEnd"/>
      <w:r w:rsidR="00046589">
        <w:t xml:space="preserve"> </w:t>
      </w:r>
      <w:r>
        <w:t>closed</w:t>
      </w:r>
      <w:r w:rsidR="00046589">
        <w:t xml:space="preserve"> </w:t>
      </w:r>
      <w:r>
        <w:t>this</w:t>
      </w:r>
      <w:r w:rsidR="00046589">
        <w:t xml:space="preserve"> </w:t>
      </w:r>
      <w:r>
        <w:t>long</w:t>
      </w:r>
      <w:r w:rsidR="00046589">
        <w:t xml:space="preserve"> </w:t>
      </w:r>
      <w:r>
        <w:t>series</w:t>
      </w:r>
      <w:r w:rsidR="00046589">
        <w:t xml:space="preserve"> </w:t>
      </w:r>
      <w:r>
        <w:t>of</w:t>
      </w:r>
      <w:r w:rsidR="00046589">
        <w:t xml:space="preserve"> </w:t>
      </w:r>
      <w:r>
        <w:t>open</w:t>
      </w:r>
      <w:r w:rsidR="00046589">
        <w:t xml:space="preserve"> </w:t>
      </w:r>
      <w:r>
        <w:t>letters</w:t>
      </w:r>
      <w:r w:rsidR="00046589">
        <w:t xml:space="preserve"> </w:t>
      </w:r>
      <w:r>
        <w:t>to</w:t>
      </w:r>
      <w:r w:rsidR="00046589">
        <w:t xml:space="preserve"> </w:t>
      </w:r>
      <w:r>
        <w:t>the</w:t>
      </w:r>
      <w:r w:rsidR="00046589">
        <w:t xml:space="preserve"> </w:t>
      </w:r>
      <w:r>
        <w:t>prince</w:t>
      </w:r>
      <w:r w:rsidR="00046589">
        <w:t xml:space="preserve"> </w:t>
      </w:r>
      <w:r>
        <w:t>(Rosenthal,</w:t>
      </w:r>
      <w:r w:rsidR="00046589">
        <w:t xml:space="preserve"> </w:t>
      </w:r>
      <w:r>
        <w:t>1962).</w:t>
      </w:r>
    </w:p>
    <w:p w:rsidR="003C40D7" w:rsidRDefault="003C40D7" w:rsidP="003C40D7">
      <w:pPr>
        <w:pStyle w:val="libNormal"/>
      </w:pP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mirror</w:t>
      </w:r>
      <w:r w:rsidR="00046589">
        <w:t xml:space="preserve"> </w:t>
      </w:r>
      <w:r>
        <w:t>literature,</w:t>
      </w:r>
      <w:r w:rsidR="00046589">
        <w:t xml:space="preserve"> </w:t>
      </w:r>
      <w:r>
        <w:t>the</w:t>
      </w:r>
      <w:r w:rsidR="00046589">
        <w:t xml:space="preserve"> </w:t>
      </w:r>
      <w:r>
        <w:t>moral</w:t>
      </w:r>
      <w:r w:rsidR="00046589">
        <w:t xml:space="preserve"> </w:t>
      </w:r>
      <w:r>
        <w:t>principles</w:t>
      </w:r>
      <w:r w:rsidR="00046589">
        <w:t xml:space="preserve"> </w:t>
      </w:r>
      <w:r>
        <w:t>of</w:t>
      </w:r>
      <w:r w:rsidR="00046589">
        <w:t xml:space="preserve"> </w:t>
      </w:r>
      <w:r>
        <w:t>social</w:t>
      </w:r>
      <w:r w:rsidR="00046589">
        <w:t xml:space="preserve"> </w:t>
      </w:r>
      <w:r>
        <w:t>justice</w:t>
      </w:r>
      <w:r w:rsidR="00046589">
        <w:t xml:space="preserve"> </w:t>
      </w:r>
      <w:r>
        <w:t>and</w:t>
      </w:r>
      <w:r w:rsidR="00046589">
        <w:t xml:space="preserve"> </w:t>
      </w:r>
      <w:r>
        <w:t>public</w:t>
      </w:r>
      <w:r w:rsidR="00046589">
        <w:t xml:space="preserve"> </w:t>
      </w:r>
      <w:r>
        <w:t>equity</w:t>
      </w:r>
      <w:r w:rsidR="00046589">
        <w:t xml:space="preserve"> </w:t>
      </w:r>
      <w:r>
        <w:t>are</w:t>
      </w:r>
      <w:r w:rsidR="00046589">
        <w:t xml:space="preserve"> </w:t>
      </w:r>
      <w:r>
        <w:t>not</w:t>
      </w:r>
      <w:r w:rsidR="00046589">
        <w:t xml:space="preserve"> </w:t>
      </w:r>
      <w:r>
        <w:t>conceived</w:t>
      </w:r>
      <w:r w:rsidR="00046589">
        <w:t xml:space="preserve"> </w:t>
      </w:r>
      <w:r>
        <w:t>as</w:t>
      </w:r>
      <w:r w:rsidR="00046589">
        <w:t xml:space="preserve"> </w:t>
      </w:r>
      <w:r>
        <w:t>absolute</w:t>
      </w:r>
      <w:r w:rsidR="00046589">
        <w:t xml:space="preserve"> </w:t>
      </w:r>
      <w:r>
        <w:t>ethical</w:t>
      </w:r>
      <w:r w:rsidR="00046589">
        <w:t xml:space="preserve"> </w:t>
      </w:r>
      <w:r>
        <w:t>norms,</w:t>
      </w:r>
      <w:r w:rsidR="00046589">
        <w:t xml:space="preserve"> </w:t>
      </w:r>
      <w:r>
        <w:t>but</w:t>
      </w:r>
      <w:r w:rsidR="00046589">
        <w:t xml:space="preserve"> </w:t>
      </w:r>
      <w:r>
        <w:t>rather</w:t>
      </w:r>
      <w:r w:rsidR="00046589">
        <w:t xml:space="preserve"> </w:t>
      </w:r>
      <w:r>
        <w:t>as</w:t>
      </w:r>
      <w:r w:rsidR="00046589">
        <w:t xml:space="preserve"> </w:t>
      </w:r>
      <w:r>
        <w:t>practical</w:t>
      </w:r>
      <w:r w:rsidR="00046589">
        <w:t xml:space="preserve"> </w:t>
      </w:r>
      <w:r>
        <w:t>devices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interest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state,</w:t>
      </w:r>
      <w:r w:rsidR="00046589">
        <w:t xml:space="preserve"> </w:t>
      </w:r>
      <w:r>
        <w:t>the</w:t>
      </w:r>
      <w:r w:rsidR="00046589">
        <w:t xml:space="preserve"> </w:t>
      </w:r>
      <w:r>
        <w:t>society</w:t>
      </w:r>
      <w:r w:rsidR="00046589">
        <w:t xml:space="preserve"> </w:t>
      </w:r>
      <w:r>
        <w:t>and</w:t>
      </w:r>
      <w:r w:rsidR="00046589">
        <w:t xml:space="preserve"> </w:t>
      </w:r>
      <w:r>
        <w:t>of</w:t>
      </w:r>
      <w:r w:rsidR="00046589">
        <w:t xml:space="preserve"> </w:t>
      </w:r>
      <w:r>
        <w:t>its</w:t>
      </w:r>
      <w:r w:rsidR="00046589">
        <w:t xml:space="preserve"> </w:t>
      </w:r>
      <w:r>
        <w:t>leaders.</w:t>
      </w:r>
      <w:r w:rsidR="00046589">
        <w:t xml:space="preserve"> </w:t>
      </w:r>
      <w:r>
        <w:t>The</w:t>
      </w:r>
      <w:r w:rsidR="00046589">
        <w:t xml:space="preserve"> </w:t>
      </w:r>
      <w:r>
        <w:t>efficient</w:t>
      </w:r>
      <w:r w:rsidR="00046589">
        <w:t xml:space="preserve"> </w:t>
      </w:r>
      <w:r>
        <w:t>ruler</w:t>
      </w:r>
      <w:r w:rsidR="00046589">
        <w:t xml:space="preserve"> </w:t>
      </w:r>
      <w:r>
        <w:t>is</w:t>
      </w:r>
      <w:r w:rsidR="00046589">
        <w:t xml:space="preserve"> </w:t>
      </w:r>
      <w:r>
        <w:t>not</w:t>
      </w:r>
      <w:r w:rsidR="00046589">
        <w:t xml:space="preserve"> </w:t>
      </w:r>
      <w:r>
        <w:t>perceived</w:t>
      </w:r>
      <w:r w:rsidR="00046589">
        <w:t xml:space="preserve"> </w:t>
      </w:r>
      <w:r>
        <w:t>as</w:t>
      </w:r>
      <w:r w:rsidR="00046589">
        <w:t xml:space="preserve"> </w:t>
      </w:r>
      <w:r>
        <w:t>a</w:t>
      </w:r>
      <w:r w:rsidR="00046589">
        <w:t xml:space="preserve"> </w:t>
      </w:r>
      <w:r>
        <w:t>religious</w:t>
      </w:r>
      <w:r w:rsidR="00046589">
        <w:t xml:space="preserve"> </w:t>
      </w:r>
      <w:r>
        <w:t>devotee</w:t>
      </w:r>
      <w:r w:rsidR="00046589">
        <w:t xml:space="preserve"> </w:t>
      </w:r>
      <w:r>
        <w:t>nor</w:t>
      </w:r>
      <w:r w:rsidR="00046589">
        <w:t xml:space="preserve"> </w:t>
      </w:r>
      <w:r>
        <w:t>as</w:t>
      </w:r>
      <w:r w:rsidR="00046589">
        <w:t xml:space="preserve"> </w:t>
      </w:r>
      <w:r>
        <w:t>a</w:t>
      </w:r>
      <w:r w:rsidR="00046589">
        <w:t xml:space="preserve"> </w:t>
      </w:r>
      <w:r>
        <w:t>philosopher.</w:t>
      </w:r>
      <w:r w:rsidR="00046589">
        <w:t xml:space="preserve"> </w:t>
      </w:r>
      <w:r>
        <w:t>He</w:t>
      </w:r>
      <w:r w:rsidR="00046589">
        <w:t xml:space="preserve"> </w:t>
      </w:r>
      <w:r>
        <w:t>should</w:t>
      </w:r>
      <w:r w:rsidR="00046589">
        <w:t xml:space="preserve"> </w:t>
      </w:r>
      <w:r>
        <w:t>rather</w:t>
      </w:r>
      <w:r w:rsidR="00046589">
        <w:t xml:space="preserve"> </w:t>
      </w:r>
      <w:r>
        <w:t>be</w:t>
      </w:r>
      <w:r w:rsidR="00046589">
        <w:t xml:space="preserve"> </w:t>
      </w:r>
      <w:r>
        <w:t>a</w:t>
      </w:r>
      <w:r w:rsidR="00046589">
        <w:t xml:space="preserve"> </w:t>
      </w:r>
      <w:r>
        <w:t>practical</w:t>
      </w:r>
      <w:r w:rsidR="00046589">
        <w:t xml:space="preserve"> </w:t>
      </w:r>
      <w:r>
        <w:t>manager</w:t>
      </w:r>
      <w:r w:rsidR="00046589">
        <w:t xml:space="preserve"> </w:t>
      </w:r>
      <w:r>
        <w:t>with</w:t>
      </w:r>
      <w:r w:rsidR="00046589">
        <w:t xml:space="preserve"> </w:t>
      </w:r>
      <w:r>
        <w:t>an</w:t>
      </w:r>
      <w:r w:rsidR="00046589">
        <w:t xml:space="preserve"> </w:t>
      </w:r>
      <w:r>
        <w:t>eye</w:t>
      </w:r>
      <w:r w:rsidR="00046589">
        <w:t xml:space="preserve"> </w:t>
      </w:r>
      <w:r>
        <w:t>to</w:t>
      </w:r>
      <w:r w:rsidR="00046589">
        <w:t xml:space="preserve"> </w:t>
      </w:r>
      <w:r>
        <w:t>the</w:t>
      </w:r>
      <w:r w:rsidR="00046589">
        <w:t xml:space="preserve"> </w:t>
      </w:r>
      <w:r>
        <w:t>checks</w:t>
      </w:r>
      <w:r w:rsidR="00046589">
        <w:t xml:space="preserve"> </w:t>
      </w:r>
      <w:r>
        <w:t>and</w:t>
      </w:r>
      <w:r w:rsidR="00046589">
        <w:t xml:space="preserve"> </w:t>
      </w:r>
      <w:r>
        <w:t>balances</w:t>
      </w:r>
      <w:r w:rsidR="00046589">
        <w:t xml:space="preserve"> </w:t>
      </w:r>
      <w:r>
        <w:t>of</w:t>
      </w:r>
      <w:r w:rsidR="00046589">
        <w:t xml:space="preserve"> </w:t>
      </w:r>
      <w:r>
        <w:t>reality.</w:t>
      </w:r>
      <w:r w:rsidR="00046589">
        <w:t xml:space="preserve"> </w:t>
      </w:r>
      <w:r>
        <w:t>An</w:t>
      </w:r>
      <w:r w:rsidR="00046589">
        <w:t xml:space="preserve"> </w:t>
      </w:r>
      <w:r>
        <w:t>efficient</w:t>
      </w:r>
      <w:r w:rsidR="00046589">
        <w:t xml:space="preserve"> </w:t>
      </w:r>
      <w:r>
        <w:t>ruler</w:t>
      </w:r>
      <w:r w:rsidR="00046589">
        <w:t xml:space="preserve"> </w:t>
      </w:r>
      <w:r>
        <w:t>applies</w:t>
      </w:r>
      <w:r w:rsidR="00046589">
        <w:t xml:space="preserve"> </w:t>
      </w:r>
      <w:r>
        <w:t>the</w:t>
      </w:r>
      <w:r w:rsidR="00046589">
        <w:t xml:space="preserve"> </w:t>
      </w:r>
      <w:r>
        <w:t>sound</w:t>
      </w:r>
      <w:r w:rsidR="00046589">
        <w:t xml:space="preserve"> </w:t>
      </w:r>
      <w:r>
        <w:t>principle</w:t>
      </w:r>
      <w:r w:rsidR="00046589">
        <w:t xml:space="preserve"> </w:t>
      </w:r>
      <w:r>
        <w:t>of</w:t>
      </w:r>
      <w:r w:rsidR="00046589">
        <w:t xml:space="preserve"> </w:t>
      </w:r>
      <w:r w:rsidRPr="003C40D7">
        <w:rPr>
          <w:rStyle w:val="libItalicChar"/>
        </w:rPr>
        <w:t>raison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d'état</w:t>
      </w:r>
      <w:r w:rsidR="00046589">
        <w:t xml:space="preserve"> </w:t>
      </w:r>
      <w:r w:rsidRPr="003C40D7">
        <w:t>;</w:t>
      </w:r>
      <w:r w:rsidR="00046589">
        <w:t xml:space="preserve"> </w:t>
      </w:r>
      <w:r w:rsidRPr="003C40D7">
        <w:t>blending</w:t>
      </w:r>
      <w:r w:rsidR="00046589">
        <w:t xml:space="preserve"> </w:t>
      </w:r>
      <w:r w:rsidRPr="003C40D7">
        <w:t>political</w:t>
      </w:r>
      <w:r w:rsidR="00046589">
        <w:t xml:space="preserve"> </w:t>
      </w:r>
      <w:r w:rsidRPr="003C40D7">
        <w:t>authority</w:t>
      </w:r>
      <w:r w:rsidR="00046589">
        <w:t xml:space="preserve"> </w:t>
      </w:r>
      <w:r w:rsidRPr="003C40D7">
        <w:t>with</w:t>
      </w:r>
      <w:r w:rsidR="00046589">
        <w:t xml:space="preserve"> </w:t>
      </w:r>
      <w:r w:rsidRPr="003C40D7">
        <w:t>propaganda</w:t>
      </w:r>
      <w:r w:rsidR="00046589">
        <w:t xml:space="preserve"> </w:t>
      </w:r>
      <w:r w:rsidRPr="003C40D7">
        <w:t>aimed</w:t>
      </w:r>
      <w:r w:rsidR="00046589">
        <w:t xml:space="preserve"> </w:t>
      </w:r>
      <w:r w:rsidRPr="003C40D7">
        <w:t>at</w:t>
      </w:r>
      <w:r w:rsidR="00046589">
        <w:t xml:space="preserve"> </w:t>
      </w:r>
      <w:r w:rsidRPr="003C40D7">
        <w:t>popularity.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mirror</w:t>
      </w:r>
      <w:r w:rsidR="006F62A6">
        <w:t>-</w:t>
      </w:r>
      <w:r w:rsidRPr="003C40D7">
        <w:t>genre</w:t>
      </w:r>
      <w:r w:rsidR="00046589">
        <w:t xml:space="preserve"> </w:t>
      </w:r>
      <w:r w:rsidRPr="003C40D7">
        <w:t>had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origin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courtly</w:t>
      </w:r>
      <w:r w:rsidR="00046589">
        <w:t xml:space="preserve"> </w:t>
      </w:r>
      <w:r w:rsidRPr="003C40D7">
        <w:t>ethos</w:t>
      </w:r>
      <w:r w:rsidR="00046589">
        <w:t xml:space="preserve"> </w:t>
      </w:r>
      <w:r w:rsidRPr="003C40D7">
        <w:t>fostered</w:t>
      </w:r>
      <w:r w:rsidR="00046589">
        <w:t xml:space="preserve"> </w:t>
      </w:r>
      <w:r w:rsidRPr="003C40D7">
        <w:t>by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t>Sassanian</w:t>
      </w:r>
      <w:proofErr w:type="spellEnd"/>
      <w:r w:rsidR="00046589">
        <w:t xml:space="preserve"> </w:t>
      </w:r>
      <w:r w:rsidRPr="003C40D7">
        <w:t>aristocracy.</w:t>
      </w:r>
      <w:r w:rsidR="00046589">
        <w:t xml:space="preserve"> </w:t>
      </w:r>
      <w:r w:rsidRPr="003C40D7">
        <w:t>This</w:t>
      </w:r>
      <w:r w:rsidR="00046589">
        <w:t xml:space="preserve"> </w:t>
      </w:r>
      <w:r w:rsidRPr="003C40D7">
        <w:t>reached</w:t>
      </w:r>
      <w:r w:rsidR="00046589">
        <w:t xml:space="preserve"> </w:t>
      </w:r>
      <w:r w:rsidRPr="003C40D7">
        <w:t>unparalleled</w:t>
      </w:r>
      <w:r w:rsidR="00046589">
        <w:t xml:space="preserve"> </w:t>
      </w:r>
      <w:r w:rsidRPr="003C40D7">
        <w:t>peaks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earthly</w:t>
      </w:r>
      <w:r w:rsidR="00046589">
        <w:t xml:space="preserve"> </w:t>
      </w:r>
      <w:r w:rsidRPr="003C40D7">
        <w:t>wisdom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rPr>
          <w:rStyle w:val="libItalicChar"/>
        </w:rPr>
        <w:t>joie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de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vivre</w:t>
      </w:r>
      <w:r w:rsidR="00046589">
        <w:t xml:space="preserve"> </w:t>
      </w:r>
      <w:r w:rsidRPr="003C40D7">
        <w:t>;</w:t>
      </w:r>
      <w:r w:rsidR="00046589">
        <w:t xml:space="preserve"> </w:t>
      </w:r>
      <w:r w:rsidRPr="003C40D7">
        <w:t>its</w:t>
      </w:r>
      <w:r w:rsidR="00046589">
        <w:t xml:space="preserve"> </w:t>
      </w:r>
      <w:r w:rsidRPr="003C40D7">
        <w:t>final</w:t>
      </w:r>
      <w:r w:rsidR="00046589">
        <w:t xml:space="preserve"> </w:t>
      </w:r>
      <w:r w:rsidRPr="003C40D7">
        <w:t>aim</w:t>
      </w:r>
      <w:r w:rsidR="00046589">
        <w:t xml:space="preserve"> </w:t>
      </w:r>
      <w:r w:rsidRPr="003C40D7">
        <w:t>was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obtain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willing</w:t>
      </w:r>
      <w:r w:rsidR="00046589">
        <w:t xml:space="preserve"> </w:t>
      </w:r>
      <w:r w:rsidRPr="003C40D7">
        <w:t>submission</w:t>
      </w:r>
      <w:r w:rsidR="00046589">
        <w:t xml:space="preserve"> </w:t>
      </w:r>
      <w:r w:rsidRPr="003C40D7">
        <w:t>and</w:t>
      </w:r>
      <w:r w:rsidR="00046589">
        <w:t xml:space="preserve"> </w:t>
      </w:r>
      <w:proofErr w:type="spellStart"/>
      <w:r w:rsidRPr="003C40D7">
        <w:t>legitimation</w:t>
      </w:r>
      <w:proofErr w:type="spellEnd"/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sultan's</w:t>
      </w:r>
      <w:r w:rsidR="00046589">
        <w:t xml:space="preserve"> </w:t>
      </w:r>
      <w:r w:rsidRPr="003C40D7">
        <w:t>subjects.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mirror</w:t>
      </w:r>
      <w:r w:rsidR="00046589">
        <w:t xml:space="preserve"> </w:t>
      </w:r>
      <w:r w:rsidRPr="003C40D7">
        <w:t>books</w:t>
      </w:r>
      <w:r w:rsidR="00046589">
        <w:t xml:space="preserve"> </w:t>
      </w:r>
      <w:r w:rsidRPr="003C40D7">
        <w:t>abound</w:t>
      </w:r>
      <w:r w:rsidR="00046589">
        <w:t xml:space="preserve"> </w:t>
      </w:r>
      <w:r w:rsidRPr="003C40D7">
        <w:t>with</w:t>
      </w:r>
      <w:r w:rsidR="00046589">
        <w:t xml:space="preserve"> </w:t>
      </w:r>
      <w:r w:rsidRPr="003C40D7">
        <w:t>discourses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public</w:t>
      </w:r>
      <w:r w:rsidR="00046589">
        <w:t xml:space="preserve"> </w:t>
      </w:r>
      <w:r w:rsidRPr="003C40D7">
        <w:t>administration,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fiscal</w:t>
      </w:r>
      <w:r w:rsidR="00046589">
        <w:t xml:space="preserve"> </w:t>
      </w:r>
      <w:r w:rsidRPr="003C40D7">
        <w:t>systems,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t>organisation</w:t>
      </w:r>
      <w:proofErr w:type="spellEnd"/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commerce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economy.</w:t>
      </w:r>
      <w:r w:rsidR="00046589">
        <w:t xml:space="preserve"> </w:t>
      </w:r>
      <w:r w:rsidRPr="003C40D7">
        <w:t>These</w:t>
      </w:r>
      <w:r w:rsidR="00046589">
        <w:t xml:space="preserve"> </w:t>
      </w:r>
      <w:r w:rsidRPr="003C40D7">
        <w:t>essays</w:t>
      </w:r>
      <w:r w:rsidR="00046589">
        <w:t xml:space="preserve"> </w:t>
      </w:r>
      <w:r w:rsidRPr="003C40D7">
        <w:t>written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manuals</w:t>
      </w:r>
      <w:r w:rsidR="00046589">
        <w:t xml:space="preserve"> </w:t>
      </w:r>
      <w:r w:rsidRPr="003C40D7">
        <w:t>for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enlightened</w:t>
      </w:r>
      <w:r w:rsidR="00046589">
        <w:t xml:space="preserve"> </w:t>
      </w:r>
      <w:r w:rsidRPr="003C40D7">
        <w:t>political</w:t>
      </w:r>
      <w:r w:rsidR="00046589">
        <w:t xml:space="preserve"> </w:t>
      </w:r>
      <w:r w:rsidRPr="003C40D7">
        <w:t>manager</w:t>
      </w:r>
      <w:r w:rsidR="00046589">
        <w:t xml:space="preserve"> </w:t>
      </w:r>
      <w:r w:rsidRPr="003C40D7">
        <w:t>(</w:t>
      </w:r>
      <w:proofErr w:type="spellStart"/>
      <w:r w:rsidRPr="003C40D7">
        <w:rPr>
          <w:rStyle w:val="libItalicChar"/>
        </w:rPr>
        <w:t>mulk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hazm</w:t>
      </w:r>
      <w:proofErr w:type="spellEnd"/>
      <w:r w:rsidRPr="003C40D7">
        <w:t>)</w:t>
      </w:r>
      <w:r w:rsidR="00046589">
        <w:t xml:space="preserve"> </w:t>
      </w:r>
      <w:r w:rsidRPr="003C40D7">
        <w:t>are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result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functional</w:t>
      </w:r>
      <w:r w:rsidR="00046589">
        <w:t xml:space="preserve"> </w:t>
      </w:r>
      <w:r w:rsidRPr="003C40D7">
        <w:t>pragmatism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service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socio</w:t>
      </w:r>
      <w:r w:rsidR="006F62A6">
        <w:t>-</w:t>
      </w:r>
      <w:r w:rsidRPr="003C40D7">
        <w:t>political</w:t>
      </w:r>
      <w:r w:rsidR="00046589">
        <w:t xml:space="preserve"> </w:t>
      </w:r>
      <w:r w:rsidRPr="003C40D7">
        <w:t>realism.</w:t>
      </w:r>
      <w:r w:rsidR="00046589">
        <w:t xml:space="preserve"> </w:t>
      </w:r>
      <w:r w:rsidRPr="003C40D7">
        <w:t>They</w:t>
      </w:r>
      <w:r w:rsidR="00046589">
        <w:t xml:space="preserve"> </w:t>
      </w:r>
      <w:r w:rsidRPr="003C40D7">
        <w:t>are</w:t>
      </w:r>
      <w:r w:rsidR="00046589">
        <w:t xml:space="preserve"> </w:t>
      </w:r>
      <w:r w:rsidRPr="003C40D7">
        <w:t>almost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opposite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philosophical</w:t>
      </w:r>
      <w:r w:rsidR="00046589">
        <w:t xml:space="preserve"> </w:t>
      </w:r>
      <w:r w:rsidRPr="003C40D7">
        <w:t>discourses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ideal</w:t>
      </w:r>
      <w:r w:rsidR="00046589">
        <w:t xml:space="preserve"> </w:t>
      </w:r>
      <w:r w:rsidRPr="003C40D7">
        <w:t>city.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mirror</w:t>
      </w:r>
      <w:r w:rsidR="00046589">
        <w:t xml:space="preserve"> </w:t>
      </w:r>
      <w:r w:rsidRPr="003C40D7">
        <w:t>books</w:t>
      </w:r>
      <w:r w:rsidR="00046589">
        <w:t xml:space="preserve"> </w:t>
      </w:r>
      <w:r w:rsidRPr="003C40D7">
        <w:t>also</w:t>
      </w:r>
      <w:r w:rsidR="00046589">
        <w:t xml:space="preserve"> </w:t>
      </w:r>
      <w:r w:rsidRPr="003C40D7">
        <w:t>offer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reasonable</w:t>
      </w:r>
      <w:r w:rsidR="00046589">
        <w:t xml:space="preserve"> </w:t>
      </w:r>
      <w:r w:rsidRPr="003C40D7">
        <w:t>alternative</w:t>
      </w:r>
      <w:r w:rsidR="00046589">
        <w:t xml:space="preserve"> </w:t>
      </w:r>
      <w:r w:rsidRPr="003C40D7">
        <w:t>to</w:t>
      </w:r>
      <w:r w:rsidR="00046589">
        <w:t xml:space="preserve"> </w:t>
      </w:r>
      <w:proofErr w:type="spellStart"/>
      <w:r w:rsidRPr="003C40D7">
        <w:t>Ibn</w:t>
      </w:r>
      <w:proofErr w:type="spellEnd"/>
      <w:r w:rsidR="00046589">
        <w:t xml:space="preserve"> </w:t>
      </w:r>
      <w:proofErr w:type="spellStart"/>
      <w:r w:rsidRPr="003C40D7">
        <w:t>Khaldun's</w:t>
      </w:r>
      <w:proofErr w:type="spellEnd"/>
      <w:r w:rsidR="00046589">
        <w:t xml:space="preserve"> </w:t>
      </w:r>
      <w:r w:rsidRPr="003C40D7">
        <w:t>dislike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despotic</w:t>
      </w:r>
      <w:r w:rsidR="00046589">
        <w:t xml:space="preserve"> </w:t>
      </w:r>
      <w:r w:rsidRPr="003C40D7">
        <w:t>rule</w:t>
      </w:r>
      <w:r w:rsidR="00046589">
        <w:t xml:space="preserve"> </w:t>
      </w:r>
      <w:r w:rsidRPr="003C40D7">
        <w:t>by</w:t>
      </w:r>
      <w:r w:rsidR="00046589">
        <w:t xml:space="preserve"> </w:t>
      </w:r>
      <w:r w:rsidRPr="003C40D7">
        <w:t>intriguing</w:t>
      </w:r>
      <w:r w:rsidR="00046589">
        <w:t xml:space="preserve"> </w:t>
      </w:r>
      <w:r w:rsidRPr="003C40D7">
        <w:t>sultans.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manager</w:t>
      </w:r>
      <w:r w:rsidR="00046589">
        <w:t xml:space="preserve"> </w:t>
      </w:r>
      <w:r w:rsidRPr="003C40D7">
        <w:t>type</w:t>
      </w:r>
      <w:r w:rsidR="00046589">
        <w:t xml:space="preserve"> </w:t>
      </w:r>
      <w:r w:rsidRPr="003C40D7">
        <w:t>regime</w:t>
      </w:r>
      <w:r w:rsidR="00046589">
        <w:t xml:space="preserve"> </w:t>
      </w:r>
      <w:r w:rsidRPr="003C40D7">
        <w:t>was</w:t>
      </w:r>
      <w:r w:rsidR="00046589">
        <w:t xml:space="preserve"> </w:t>
      </w:r>
      <w:r w:rsidRPr="003C40D7">
        <w:t>also</w:t>
      </w:r>
      <w:r w:rsidR="00046589">
        <w:t xml:space="preserve"> </w:t>
      </w:r>
      <w:r w:rsidRPr="003C40D7">
        <w:t>more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taste</w:t>
      </w:r>
      <w:r w:rsidR="00046589">
        <w:t xml:space="preserve"> </w:t>
      </w:r>
      <w:r w:rsidRPr="003C40D7">
        <w:t>than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theocracy</w:t>
      </w:r>
      <w:r w:rsidR="00046589">
        <w:t xml:space="preserve"> </w:t>
      </w:r>
      <w:r w:rsidRPr="003C40D7">
        <w:t>or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regime</w:t>
      </w:r>
      <w:r w:rsidR="00046589">
        <w:t xml:space="preserve"> </w:t>
      </w:r>
      <w:r w:rsidRPr="003C40D7">
        <w:t>solely</w:t>
      </w:r>
      <w:r w:rsidR="00046589">
        <w:t xml:space="preserve"> </w:t>
      </w:r>
      <w:r w:rsidRPr="003C40D7">
        <w:t>based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shari'a</w:t>
      </w:r>
      <w:proofErr w:type="spellEnd"/>
      <w:r>
        <w:t>.</w:t>
      </w:r>
    </w:p>
    <w:p w:rsidR="003C40D7" w:rsidRPr="003C40D7" w:rsidRDefault="003C40D7" w:rsidP="003C40D7">
      <w:pPr>
        <w:pStyle w:val="libNormal"/>
        <w:rPr>
          <w:rStyle w:val="libNormalChar"/>
        </w:rPr>
      </w:pPr>
      <w:r>
        <w:t>With</w:t>
      </w:r>
      <w:r w:rsidR="00046589">
        <w:t xml:space="preserve"> </w:t>
      </w:r>
      <w:r>
        <w:t>the</w:t>
      </w:r>
      <w:r w:rsidR="00046589">
        <w:t xml:space="preserve"> </w:t>
      </w:r>
      <w:r>
        <w:t>Persian</w:t>
      </w:r>
      <w:r w:rsidR="00046589">
        <w:t xml:space="preserve"> </w:t>
      </w:r>
      <w:r>
        <w:t>authors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>
        <w:t>agreed</w:t>
      </w:r>
      <w:r w:rsidR="00046589">
        <w:t xml:space="preserve"> </w:t>
      </w:r>
      <w:r>
        <w:t>that</w:t>
      </w:r>
      <w:r w:rsidR="00046589">
        <w:t xml:space="preserve"> </w:t>
      </w:r>
      <w:r>
        <w:t>ruling</w:t>
      </w:r>
      <w:r w:rsidR="00046589">
        <w:t xml:space="preserve"> </w:t>
      </w:r>
      <w:r>
        <w:t>a</w:t>
      </w:r>
      <w:r w:rsidR="00046589">
        <w:t xml:space="preserve"> </w:t>
      </w:r>
      <w:r>
        <w:t>community</w:t>
      </w:r>
      <w:r w:rsidR="00046589">
        <w:t xml:space="preserve"> </w:t>
      </w:r>
      <w:r>
        <w:t>is</w:t>
      </w:r>
      <w:r w:rsidR="00046589">
        <w:t xml:space="preserve"> </w:t>
      </w:r>
      <w:r>
        <w:t>a</w:t>
      </w:r>
      <w:r w:rsidR="00046589">
        <w:t xml:space="preserve"> </w:t>
      </w:r>
      <w:r>
        <w:t>rare</w:t>
      </w:r>
      <w:r w:rsidR="00046589">
        <w:t xml:space="preserve"> </w:t>
      </w:r>
      <w:r>
        <w:t>skill</w:t>
      </w:r>
      <w:r w:rsidR="00046589">
        <w:t xml:space="preserve"> </w:t>
      </w:r>
      <w:r>
        <w:t>;</w:t>
      </w:r>
      <w:r w:rsidR="00046589">
        <w:t xml:space="preserve"> </w:t>
      </w:r>
      <w:r>
        <w:t>an</w:t>
      </w:r>
      <w:r w:rsidR="00046589">
        <w:t xml:space="preserve"> </w:t>
      </w:r>
      <w:r>
        <w:t>efficient</w:t>
      </w:r>
      <w:r w:rsidR="00046589">
        <w:t xml:space="preserve"> </w:t>
      </w:r>
      <w:r>
        <w:t>statesman</w:t>
      </w:r>
      <w:r w:rsidR="00046589">
        <w:t xml:space="preserve"> </w:t>
      </w:r>
      <w:r>
        <w:t>is</w:t>
      </w:r>
      <w:r w:rsidR="00046589">
        <w:t xml:space="preserve"> </w:t>
      </w:r>
      <w:r>
        <w:t>like</w:t>
      </w:r>
      <w:r w:rsidR="00046589">
        <w:t xml:space="preserve"> </w:t>
      </w:r>
      <w:r>
        <w:t>a</w:t>
      </w:r>
      <w:r w:rsidR="00046589">
        <w:t xml:space="preserve"> </w:t>
      </w:r>
      <w:r>
        <w:t>manager</w:t>
      </w:r>
      <w:r w:rsidR="00046589">
        <w:t xml:space="preserve"> </w:t>
      </w:r>
      <w:r>
        <w:t>of</w:t>
      </w:r>
      <w:r w:rsidR="00046589">
        <w:t xml:space="preserve"> </w:t>
      </w:r>
      <w:r>
        <w:t>an</w:t>
      </w:r>
      <w:r w:rsidR="00046589">
        <w:t xml:space="preserve"> </w:t>
      </w:r>
      <w:proofErr w:type="spellStart"/>
      <w:r>
        <w:t>historico</w:t>
      </w:r>
      <w:proofErr w:type="spellEnd"/>
      <w:r w:rsidR="006F62A6">
        <w:t>-</w:t>
      </w:r>
      <w:r>
        <w:t>concrete</w:t>
      </w:r>
      <w:r w:rsidR="00046589">
        <w:t xml:space="preserve"> </w:t>
      </w:r>
      <w:r>
        <w:t>society,</w:t>
      </w:r>
      <w:r w:rsidR="00046589">
        <w:t xml:space="preserve"> </w:t>
      </w:r>
      <w:r>
        <w:t>he</w:t>
      </w:r>
      <w:r w:rsidR="00046589">
        <w:t xml:space="preserve"> </w:t>
      </w:r>
      <w:r>
        <w:t>does</w:t>
      </w:r>
      <w:r w:rsidR="00046589">
        <w:t xml:space="preserve"> </w:t>
      </w:r>
      <w:r>
        <w:t>not</w:t>
      </w:r>
      <w:r w:rsidR="00046589">
        <w:t xml:space="preserve"> </w:t>
      </w:r>
      <w:r>
        <w:t>rule</w:t>
      </w:r>
      <w:r w:rsidR="00046589">
        <w:t xml:space="preserve"> </w:t>
      </w:r>
      <w:r>
        <w:t>utopia.</w:t>
      </w:r>
      <w:r w:rsidR="00046589">
        <w:t xml:space="preserve"> </w:t>
      </w:r>
      <w:r>
        <w:t>This</w:t>
      </w:r>
      <w:r w:rsidR="00046589">
        <w:t xml:space="preserve"> </w:t>
      </w:r>
      <w:r>
        <w:t>requires</w:t>
      </w:r>
      <w:r w:rsidR="00046589">
        <w:t xml:space="preserve"> </w:t>
      </w:r>
      <w:r>
        <w:t>the</w:t>
      </w:r>
      <w:r w:rsidR="00046589">
        <w:t xml:space="preserve"> </w:t>
      </w:r>
      <w:r>
        <w:t>knowledge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practical</w:t>
      </w:r>
      <w:r w:rsidR="00046589">
        <w:t xml:space="preserve"> </w:t>
      </w:r>
      <w:r>
        <w:t>determinants,</w:t>
      </w:r>
      <w:r w:rsidR="00046589">
        <w:t xml:space="preserve"> </w:t>
      </w:r>
      <w:r>
        <w:t>the</w:t>
      </w:r>
      <w:r w:rsidR="00046589">
        <w:t xml:space="preserve"> </w:t>
      </w:r>
      <w:r>
        <w:t>specific</w:t>
      </w:r>
      <w:r w:rsidR="00046589">
        <w:t xml:space="preserve"> </w:t>
      </w:r>
      <w:r>
        <w:t>causes</w:t>
      </w:r>
      <w:r w:rsidR="00046589">
        <w:t xml:space="preserve"> </w:t>
      </w:r>
      <w:r>
        <w:t>and</w:t>
      </w:r>
      <w:r w:rsidR="00046589">
        <w:t xml:space="preserve"> </w:t>
      </w:r>
      <w:r>
        <w:t>the</w:t>
      </w:r>
      <w:r w:rsidR="00046589">
        <w:t xml:space="preserve"> </w:t>
      </w:r>
      <w:r>
        <w:t>social</w:t>
      </w:r>
      <w:r w:rsidR="00046589">
        <w:t xml:space="preserve"> </w:t>
      </w:r>
      <w:r>
        <w:t>and</w:t>
      </w:r>
      <w:r w:rsidR="00046589">
        <w:t xml:space="preserve"> </w:t>
      </w:r>
      <w:r>
        <w:t>economic</w:t>
      </w:r>
      <w:r w:rsidR="00046589">
        <w:t xml:space="preserve"> </w:t>
      </w:r>
      <w:r>
        <w:t>laws</w:t>
      </w:r>
      <w:r w:rsidR="00046589">
        <w:t xml:space="preserve"> </w:t>
      </w:r>
      <w:r>
        <w:t>of</w:t>
      </w:r>
      <w:r w:rsidR="00046589">
        <w:t xml:space="preserve"> </w:t>
      </w:r>
      <w:r>
        <w:t>development</w:t>
      </w:r>
      <w:r w:rsidR="00046589">
        <w:t xml:space="preserve"> </w:t>
      </w:r>
      <w:r>
        <w:t>that</w:t>
      </w:r>
      <w:r w:rsidR="00046589">
        <w:t xml:space="preserve"> </w:t>
      </w:r>
      <w:r>
        <w:t>move</w:t>
      </w:r>
      <w:r w:rsidR="00046589">
        <w:t xml:space="preserve"> </w:t>
      </w:r>
      <w:r>
        <w:t>it.</w:t>
      </w:r>
      <w:r w:rsidR="00046589">
        <w:t xml:space="preserve"> </w:t>
      </w:r>
      <w:r>
        <w:t>When</w:t>
      </w:r>
      <w:r w:rsidR="00046589">
        <w:t xml:space="preserve"> </w:t>
      </w:r>
      <w:r>
        <w:t>he</w:t>
      </w:r>
      <w:r w:rsidR="00046589">
        <w:t xml:space="preserve"> </w:t>
      </w:r>
      <w:r>
        <w:t>retreated</w:t>
      </w:r>
      <w:r w:rsidR="00046589">
        <w:t xml:space="preserve"> </w:t>
      </w:r>
      <w:r>
        <w:t>to</w:t>
      </w:r>
      <w:r w:rsidR="00046589">
        <w:t xml:space="preserve"> </w:t>
      </w:r>
      <w:r>
        <w:t>a</w:t>
      </w:r>
      <w:r w:rsidR="00046589">
        <w:t xml:space="preserve"> </w:t>
      </w:r>
      <w:r>
        <w:t>three</w:t>
      </w:r>
      <w:r w:rsidR="00046589">
        <w:t xml:space="preserve"> </w:t>
      </w:r>
      <w:r>
        <w:t>year</w:t>
      </w:r>
      <w:r w:rsidR="00046589">
        <w:t xml:space="preserve"> </w:t>
      </w:r>
      <w:r>
        <w:t>sojourn</w:t>
      </w:r>
      <w:r w:rsidR="00046589">
        <w:t xml:space="preserve"> </w:t>
      </w:r>
      <w:r>
        <w:t>in</w:t>
      </w:r>
      <w:r w:rsidR="00046589">
        <w:t xml:space="preserve"> </w:t>
      </w:r>
      <w:r>
        <w:t>a</w:t>
      </w:r>
      <w:r w:rsidR="00046589">
        <w:t xml:space="preserve"> </w:t>
      </w:r>
      <w:r>
        <w:t>desert</w:t>
      </w:r>
      <w:r w:rsidR="00046589">
        <w:t xml:space="preserve"> </w:t>
      </w:r>
      <w:r>
        <w:t>castle,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>
        <w:t>opined</w:t>
      </w:r>
      <w:r w:rsidR="00046589">
        <w:t xml:space="preserve"> </w:t>
      </w:r>
      <w:r>
        <w:t>that</w:t>
      </w:r>
      <w:r w:rsidR="00046589">
        <w:t xml:space="preserve"> </w:t>
      </w:r>
      <w:r>
        <w:t>the</w:t>
      </w:r>
      <w:r w:rsidR="00046589">
        <w:t xml:space="preserve"> </w:t>
      </w:r>
      <w:r>
        <w:t>best</w:t>
      </w:r>
      <w:r w:rsidR="00046589">
        <w:t xml:space="preserve"> </w:t>
      </w:r>
      <w:r>
        <w:t>way</w:t>
      </w:r>
      <w:r w:rsidR="00046589">
        <w:t xml:space="preserve"> </w:t>
      </w:r>
      <w:r>
        <w:t>to</w:t>
      </w:r>
      <w:r w:rsidR="00046589">
        <w:t xml:space="preserve"> </w:t>
      </w:r>
      <w:r>
        <w:t>serve</w:t>
      </w:r>
      <w:r w:rsidR="00046589">
        <w:t xml:space="preserve"> </w:t>
      </w:r>
      <w:r>
        <w:t>the</w:t>
      </w:r>
      <w:r w:rsidR="00046589">
        <w:t xml:space="preserve"> </w:t>
      </w:r>
      <w:r>
        <w:t>coming</w:t>
      </w:r>
      <w:r w:rsidR="00046589">
        <w:t xml:space="preserve"> </w:t>
      </w:r>
      <w:r>
        <w:t>statesmen,</w:t>
      </w:r>
      <w:r w:rsidR="00046589">
        <w:t xml:space="preserve"> </w:t>
      </w:r>
      <w:r>
        <w:t>consisted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writing</w:t>
      </w:r>
      <w:r w:rsidR="00046589">
        <w:t xml:space="preserve"> </w:t>
      </w:r>
      <w:r>
        <w:t>of</w:t>
      </w:r>
      <w:r w:rsidR="00046589">
        <w:t xml:space="preserve"> </w:t>
      </w:r>
      <w:r>
        <w:t>a</w:t>
      </w:r>
      <w:r w:rsidR="00046589">
        <w:t xml:space="preserve"> </w:t>
      </w:r>
      <w:r>
        <w:t>book</w:t>
      </w:r>
      <w:r w:rsidR="00046589">
        <w:t xml:space="preserve"> </w:t>
      </w:r>
      <w:r>
        <w:t>on</w:t>
      </w:r>
      <w:r w:rsidR="00046589">
        <w:t xml:space="preserve"> </w:t>
      </w:r>
      <w:r>
        <w:t>the</w:t>
      </w:r>
      <w:r w:rsidR="00046589">
        <w:t xml:space="preserve"> </w:t>
      </w:r>
      <w:r>
        <w:t>dynamics</w:t>
      </w:r>
      <w:r w:rsidR="00046589">
        <w:t xml:space="preserve"> </w:t>
      </w:r>
      <w:r>
        <w:t>of</w:t>
      </w:r>
      <w:r w:rsidR="00046589">
        <w:t xml:space="preserve"> </w:t>
      </w:r>
      <w:r>
        <w:t>history.</w:t>
      </w:r>
      <w:r w:rsidR="00046589">
        <w:t xml:space="preserve"> </w:t>
      </w:r>
      <w:r>
        <w:t>But</w:t>
      </w:r>
      <w:r w:rsidR="00046589">
        <w:t xml:space="preserve"> </w:t>
      </w:r>
      <w:r>
        <w:t>it</w:t>
      </w:r>
      <w:r w:rsidR="00046589">
        <w:t xml:space="preserve"> </w:t>
      </w:r>
      <w:r>
        <w:t>should</w:t>
      </w:r>
      <w:r w:rsidR="00046589">
        <w:t xml:space="preserve"> </w:t>
      </w:r>
      <w:r>
        <w:t>not</w:t>
      </w:r>
      <w:r w:rsidR="00046589">
        <w:t xml:space="preserve"> </w:t>
      </w:r>
      <w:r>
        <w:t>be</w:t>
      </w:r>
      <w:r w:rsidR="00046589">
        <w:t xml:space="preserve"> </w:t>
      </w:r>
      <w:r>
        <w:t>a</w:t>
      </w:r>
      <w:r w:rsidR="00046589">
        <w:t xml:space="preserve"> </w:t>
      </w:r>
      <w:r>
        <w:t>mere</w:t>
      </w:r>
      <w:r w:rsidR="00046589">
        <w:t xml:space="preserve"> </w:t>
      </w:r>
      <w:r>
        <w:t>court</w:t>
      </w:r>
      <w:r w:rsidR="00046589">
        <w:t xml:space="preserve"> </w:t>
      </w:r>
      <w:r>
        <w:t>chronicle</w:t>
      </w:r>
      <w:r w:rsidR="00046589">
        <w:t xml:space="preserve"> </w:t>
      </w:r>
      <w:r>
        <w:t>destined</w:t>
      </w:r>
      <w:r w:rsidR="00046589">
        <w:t xml:space="preserve"> </w:t>
      </w:r>
      <w:r>
        <w:t>to</w:t>
      </w:r>
      <w:r w:rsidR="00046589">
        <w:t xml:space="preserve"> </w:t>
      </w:r>
      <w:r>
        <w:t>flatter</w:t>
      </w:r>
      <w:r w:rsidR="00046589">
        <w:t xml:space="preserve"> </w:t>
      </w:r>
      <w:r>
        <w:t>the</w:t>
      </w:r>
      <w:r w:rsidR="00046589">
        <w:t xml:space="preserve"> </w:t>
      </w:r>
      <w:r>
        <w:t>ruler</w:t>
      </w:r>
      <w:r w:rsidR="00046589">
        <w:t xml:space="preserve"> </w:t>
      </w:r>
      <w:r>
        <w:t>;</w:t>
      </w:r>
      <w:r w:rsidR="00046589">
        <w:t xml:space="preserve"> </w:t>
      </w:r>
      <w:r>
        <w:t>it</w:t>
      </w:r>
      <w:r w:rsidR="00046589">
        <w:t xml:space="preserve"> </w:t>
      </w:r>
      <w:r>
        <w:t>ought</w:t>
      </w:r>
      <w:r w:rsidR="00046589">
        <w:t xml:space="preserve"> </w:t>
      </w:r>
      <w:r>
        <w:t>to</w:t>
      </w:r>
      <w:r w:rsidR="00046589">
        <w:t xml:space="preserve"> </w:t>
      </w:r>
      <w:r>
        <w:t>be</w:t>
      </w:r>
      <w:r w:rsidR="00046589">
        <w:t xml:space="preserve"> </w:t>
      </w:r>
      <w:r>
        <w:t>a</w:t>
      </w:r>
      <w:r w:rsidR="00046589">
        <w:t xml:space="preserve"> </w:t>
      </w:r>
      <w:r>
        <w:t>manual</w:t>
      </w:r>
      <w:r w:rsidR="00046589">
        <w:t xml:space="preserve"> </w:t>
      </w:r>
      <w:r>
        <w:t>useful</w:t>
      </w:r>
      <w:r w:rsidR="00046589">
        <w:t xml:space="preserve"> </w:t>
      </w:r>
      <w:r>
        <w:t>to</w:t>
      </w:r>
      <w:r w:rsidR="00046589">
        <w:t xml:space="preserve"> </w:t>
      </w:r>
      <w:r>
        <w:t>the</w:t>
      </w:r>
      <w:r w:rsidR="00046589">
        <w:t xml:space="preserve"> </w:t>
      </w:r>
      <w:r>
        <w:t>statesman.</w:t>
      </w:r>
      <w:r w:rsidR="00046589">
        <w:t xml:space="preserve"> </w:t>
      </w:r>
      <w:r>
        <w:t>The</w:t>
      </w:r>
      <w:r w:rsidR="00046589">
        <w:t xml:space="preserve"> </w:t>
      </w:r>
      <w:r>
        <w:t>book</w:t>
      </w:r>
      <w:r w:rsidR="00046589">
        <w:t xml:space="preserve"> </w:t>
      </w:r>
      <w:r>
        <w:t>he</w:t>
      </w:r>
      <w:r w:rsidR="00046589">
        <w:t xml:space="preserve"> </w:t>
      </w:r>
      <w:r>
        <w:t>wanted</w:t>
      </w:r>
      <w:r w:rsidR="00046589">
        <w:t xml:space="preserve"> </w:t>
      </w:r>
      <w:r>
        <w:t>to</w:t>
      </w:r>
      <w:r w:rsidR="00046589">
        <w:t xml:space="preserve"> </w:t>
      </w:r>
      <w:r>
        <w:t>write</w:t>
      </w:r>
      <w:r w:rsidR="00046589">
        <w:t xml:space="preserve"> </w:t>
      </w:r>
      <w:r>
        <w:t>would</w:t>
      </w:r>
      <w:r w:rsidR="00046589">
        <w:t xml:space="preserve"> </w:t>
      </w:r>
      <w:r>
        <w:t>pass</w:t>
      </w:r>
      <w:r w:rsidR="00046589">
        <w:t xml:space="preserve"> </w:t>
      </w:r>
      <w:r>
        <w:t>beyond</w:t>
      </w:r>
      <w:r w:rsidR="00046589">
        <w:t xml:space="preserve"> </w:t>
      </w:r>
      <w:r>
        <w:t>the</w:t>
      </w:r>
      <w:r w:rsidR="00046589">
        <w:t xml:space="preserve"> </w:t>
      </w:r>
      <w:r>
        <w:t>mere</w:t>
      </w:r>
      <w:r w:rsidR="00046589">
        <w:t xml:space="preserve"> </w:t>
      </w:r>
      <w:r>
        <w:t>relating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facts</w:t>
      </w:r>
      <w:r w:rsidR="00046589">
        <w:t xml:space="preserve"> </w:t>
      </w:r>
      <w:r>
        <w:t>;</w:t>
      </w:r>
      <w:r w:rsidR="00046589">
        <w:t xml:space="preserve"> </w:t>
      </w:r>
      <w:r>
        <w:t>it</w:t>
      </w:r>
      <w:r w:rsidR="00046589">
        <w:t xml:space="preserve"> </w:t>
      </w:r>
      <w:r>
        <w:t>should</w:t>
      </w:r>
      <w:r w:rsidR="00046589">
        <w:t xml:space="preserve"> </w:t>
      </w:r>
      <w:r>
        <w:t>preferably</w:t>
      </w:r>
      <w:r w:rsidR="00046589">
        <w:t xml:space="preserve"> </w:t>
      </w:r>
      <w:r>
        <w:t>unveil</w:t>
      </w:r>
      <w:r w:rsidR="00046589">
        <w:t xml:space="preserve"> </w:t>
      </w:r>
      <w:r>
        <w:t>the</w:t>
      </w:r>
      <w:r w:rsidR="00046589">
        <w:t xml:space="preserve"> </w:t>
      </w:r>
      <w:r>
        <w:t>basic</w:t>
      </w:r>
      <w:r w:rsidR="00046589">
        <w:t xml:space="preserve"> </w:t>
      </w:r>
      <w:r>
        <w:t>dynamics</w:t>
      </w:r>
      <w:r w:rsidR="00046589">
        <w:t xml:space="preserve"> </w:t>
      </w:r>
      <w:r>
        <w:t>of</w:t>
      </w:r>
      <w:r w:rsidR="00046589">
        <w:t xml:space="preserve"> </w:t>
      </w:r>
      <w:r>
        <w:t>becoming</w:t>
      </w:r>
      <w:r w:rsidRPr="003C40D7">
        <w:rPr>
          <w:rStyle w:val="libFootnotenumChar"/>
        </w:rPr>
        <w:endnoteReference w:id="4"/>
      </w:r>
      <w:r w:rsidRPr="003C40D7">
        <w:rPr>
          <w:rStyle w:val="libNormalChar"/>
        </w:rPr>
        <w:t>.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Ibn</w:t>
      </w:r>
      <w:proofErr w:type="spellEnd"/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Khaldun</w:t>
      </w:r>
      <w:proofErr w:type="spellEnd"/>
      <w:r w:rsidRPr="003C40D7">
        <w:rPr>
          <w:rStyle w:val="libNormalChar"/>
        </w:rPr>
        <w:t>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realist,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embarked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upon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study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social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economic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forms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life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had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actually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existed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were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known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history.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was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not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interested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all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idealist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lastRenderedPageBreak/>
        <w:t>speculation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was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averse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to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another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version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ItalicChar"/>
        </w:rPr>
        <w:t>madina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fadila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his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signature.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introduction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his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ItalicChar"/>
        </w:rPr>
        <w:t>Kitab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al</w:t>
      </w:r>
      <w:r w:rsidR="006F62A6">
        <w:rPr>
          <w:rStyle w:val="libItalicChar"/>
        </w:rPr>
        <w:t>-</w:t>
      </w:r>
      <w:proofErr w:type="spellStart"/>
      <w:r w:rsidRPr="003C40D7">
        <w:rPr>
          <w:rStyle w:val="libItalicChar"/>
        </w:rPr>
        <w:t>ibar</w:t>
      </w:r>
      <w:proofErr w:type="spellEnd"/>
      <w:r w:rsidRPr="003C40D7">
        <w:rPr>
          <w:rStyle w:val="libNormalChar"/>
        </w:rPr>
        <w:t>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boldly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announces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without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blush,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that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his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treatise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launches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new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science,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namely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science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societal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development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(</w:t>
      </w:r>
      <w:proofErr w:type="spellStart"/>
      <w:r w:rsidRPr="003C40D7">
        <w:rPr>
          <w:rStyle w:val="libItalicChar"/>
        </w:rPr>
        <w:t>ilm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al</w:t>
      </w:r>
      <w:r w:rsidR="006F62A6">
        <w:rPr>
          <w:rStyle w:val="libItalicChar"/>
        </w:rPr>
        <w:t>-</w:t>
      </w:r>
      <w:proofErr w:type="spellStart"/>
      <w:r w:rsidRPr="003C40D7">
        <w:rPr>
          <w:rStyle w:val="libItalicChar"/>
        </w:rPr>
        <w:t>umran</w:t>
      </w:r>
      <w:proofErr w:type="spellEnd"/>
      <w:r w:rsidRPr="003C40D7">
        <w:rPr>
          <w:rStyle w:val="libNormalChar"/>
        </w:rPr>
        <w:t>).</w:t>
      </w:r>
    </w:p>
    <w:p w:rsidR="003C40D7" w:rsidRDefault="003C40D7" w:rsidP="003C40D7">
      <w:pPr>
        <w:pStyle w:val="libNormal"/>
      </w:pPr>
      <w:r>
        <w:br w:type="page"/>
      </w:r>
    </w:p>
    <w:p w:rsidR="003C40D7" w:rsidRDefault="003C40D7" w:rsidP="003C40D7">
      <w:pPr>
        <w:pStyle w:val="Heading1Center"/>
      </w:pPr>
      <w:bookmarkStart w:id="2" w:name="_Toc446763481"/>
      <w:r>
        <w:lastRenderedPageBreak/>
        <w:t>III.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TREATISE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NON</w:t>
      </w:r>
      <w:r w:rsidR="00046589">
        <w:t xml:space="preserve"> </w:t>
      </w:r>
      <w:r w:rsidRPr="003C40D7">
        <w:t>SUSTAINABLE</w:t>
      </w:r>
      <w:r w:rsidR="00046589">
        <w:t xml:space="preserve"> </w:t>
      </w:r>
      <w:r w:rsidRPr="003C40D7">
        <w:t>DEVELOPMENT</w:t>
      </w:r>
      <w:bookmarkEnd w:id="2"/>
    </w:p>
    <w:p w:rsidR="003C40D7" w:rsidRDefault="003C40D7" w:rsidP="003C40D7">
      <w:pPr>
        <w:pStyle w:val="libNormal"/>
      </w:pPr>
      <w:r>
        <w:t>Since</w:t>
      </w:r>
      <w:r w:rsidR="00046589">
        <w:t xml:space="preserve"> </w:t>
      </w:r>
      <w:r>
        <w:t>the</w:t>
      </w:r>
      <w:r w:rsidR="00046589">
        <w:t xml:space="preserve"> </w:t>
      </w:r>
      <w:r>
        <w:t>time</w:t>
      </w:r>
      <w:r w:rsidR="00046589">
        <w:t xml:space="preserve"> </w:t>
      </w:r>
      <w:r>
        <w:t>of</w:t>
      </w:r>
      <w:r w:rsidR="00046589">
        <w:t xml:space="preserve"> </w:t>
      </w:r>
      <w:r>
        <w:t>Greek</w:t>
      </w:r>
      <w:r w:rsidR="00046589">
        <w:t xml:space="preserve"> </w:t>
      </w:r>
      <w:r>
        <w:t>and</w:t>
      </w:r>
      <w:r w:rsidR="00046589">
        <w:t xml:space="preserve"> </w:t>
      </w:r>
      <w:r>
        <w:t>Roman</w:t>
      </w:r>
      <w:r w:rsidR="00046589">
        <w:t xml:space="preserve"> </w:t>
      </w:r>
      <w:r>
        <w:t>Antiquity,</w:t>
      </w:r>
      <w:r w:rsidR="00046589">
        <w:t xml:space="preserve"> </w:t>
      </w:r>
      <w:proofErr w:type="spellStart"/>
      <w:r>
        <w:t>literators</w:t>
      </w:r>
      <w:proofErr w:type="spellEnd"/>
      <w:r w:rsidR="00046589">
        <w:t xml:space="preserve"> </w:t>
      </w:r>
      <w:r>
        <w:t>and</w:t>
      </w:r>
      <w:r w:rsidR="00046589">
        <w:t xml:space="preserve"> </w:t>
      </w:r>
      <w:r>
        <w:t>historians</w:t>
      </w:r>
      <w:r w:rsidR="00046589">
        <w:t xml:space="preserve"> </w:t>
      </w:r>
      <w:r>
        <w:t>had</w:t>
      </w:r>
      <w:r w:rsidR="00046589">
        <w:t xml:space="preserve"> </w:t>
      </w:r>
      <w:r>
        <w:t>made</w:t>
      </w:r>
      <w:r w:rsidR="00046589">
        <w:t xml:space="preserve"> </w:t>
      </w:r>
      <w:r>
        <w:t>a</w:t>
      </w:r>
      <w:r w:rsidR="00046589">
        <w:t xml:space="preserve"> </w:t>
      </w:r>
      <w:r>
        <w:t>try</w:t>
      </w:r>
      <w:r w:rsidR="00046589">
        <w:t xml:space="preserve"> </w:t>
      </w:r>
      <w:r>
        <w:t>to</w:t>
      </w:r>
      <w:r w:rsidR="00046589">
        <w:t xml:space="preserve"> </w:t>
      </w:r>
      <w:r>
        <w:t>structure</w:t>
      </w:r>
      <w:r w:rsidR="00046589">
        <w:t xml:space="preserve"> </w:t>
      </w:r>
      <w:r>
        <w:t>the</w:t>
      </w:r>
      <w:r w:rsidR="00046589">
        <w:t xml:space="preserve"> </w:t>
      </w:r>
      <w:r>
        <w:t>unfolding</w:t>
      </w:r>
      <w:r w:rsidR="00046589">
        <w:t xml:space="preserve"> </w:t>
      </w:r>
      <w:r>
        <w:t>of</w:t>
      </w:r>
      <w:r w:rsidR="00046589">
        <w:t xml:space="preserve"> </w:t>
      </w:r>
      <w:r>
        <w:t>facts</w:t>
      </w:r>
      <w:r w:rsidR="00046589">
        <w:t xml:space="preserve"> </w:t>
      </w:r>
      <w:r>
        <w:t>and</w:t>
      </w:r>
      <w:r w:rsidR="00046589">
        <w:t xml:space="preserve"> </w:t>
      </w:r>
      <w:r>
        <w:t>events</w:t>
      </w:r>
      <w:r w:rsidR="00046589">
        <w:t xml:space="preserve"> </w:t>
      </w:r>
      <w:r>
        <w:t>along</w:t>
      </w:r>
      <w:r w:rsidR="00046589">
        <w:t xml:space="preserve"> </w:t>
      </w:r>
      <w:r>
        <w:t>different</w:t>
      </w:r>
      <w:r w:rsidR="00046589">
        <w:t xml:space="preserve"> </w:t>
      </w:r>
      <w:r>
        <w:t>interpretative</w:t>
      </w:r>
      <w:r w:rsidR="00046589">
        <w:t xml:space="preserve"> </w:t>
      </w:r>
      <w:r>
        <w:t>themes</w:t>
      </w:r>
      <w:r w:rsidR="00046589">
        <w:t xml:space="preserve"> </w:t>
      </w:r>
      <w:r>
        <w:t>;</w:t>
      </w:r>
      <w:r w:rsidR="00046589">
        <w:t xml:space="preserve"> </w:t>
      </w:r>
      <w:r>
        <w:t>with</w:t>
      </w:r>
      <w:r w:rsidR="00046589">
        <w:t xml:space="preserve"> </w:t>
      </w:r>
      <w:r>
        <w:t>the</w:t>
      </w:r>
      <w:r w:rsidR="00046589">
        <w:t xml:space="preserve"> </w:t>
      </w:r>
      <w:r>
        <w:t>expectation</w:t>
      </w:r>
      <w:r w:rsidR="00046589">
        <w:t xml:space="preserve"> </w:t>
      </w:r>
      <w:r>
        <w:t>of</w:t>
      </w:r>
      <w:r w:rsidR="00046589">
        <w:t xml:space="preserve"> </w:t>
      </w:r>
      <w:r>
        <w:t>a</w:t>
      </w:r>
      <w:r w:rsidR="00046589">
        <w:t xml:space="preserve"> </w:t>
      </w:r>
      <w:r>
        <w:t>deeper</w:t>
      </w:r>
      <w:r w:rsidR="00046589">
        <w:t xml:space="preserve"> </w:t>
      </w:r>
      <w:r>
        <w:t>insight</w:t>
      </w:r>
      <w:r w:rsidR="00046589">
        <w:t xml:space="preserve"> </w:t>
      </w:r>
      <w:r>
        <w:t>into</w:t>
      </w:r>
      <w:r w:rsidR="00046589">
        <w:t xml:space="preserve"> </w:t>
      </w:r>
      <w:r>
        <w:t>the</w:t>
      </w:r>
      <w:r w:rsidR="00046589">
        <w:t xml:space="preserve"> </w:t>
      </w:r>
      <w:r>
        <w:t>laws</w:t>
      </w:r>
      <w:r w:rsidR="00046589">
        <w:t xml:space="preserve"> </w:t>
      </w:r>
      <w:r>
        <w:t>and</w:t>
      </w:r>
      <w:r w:rsidR="00046589">
        <w:t xml:space="preserve"> </w:t>
      </w:r>
      <w:r>
        <w:t>the</w:t>
      </w:r>
      <w:r w:rsidR="00046589">
        <w:t xml:space="preserve"> </w:t>
      </w:r>
      <w:r>
        <w:t>dynamics</w:t>
      </w:r>
      <w:r w:rsidR="00046589">
        <w:t xml:space="preserve"> </w:t>
      </w:r>
      <w:r>
        <w:t>of</w:t>
      </w:r>
      <w:r w:rsidR="00046589">
        <w:t xml:space="preserve"> </w:t>
      </w:r>
      <w:r>
        <w:t>history.</w:t>
      </w:r>
      <w:r w:rsidR="00046589">
        <w:t xml:space="preserve"> </w:t>
      </w:r>
      <w:r>
        <w:t>In</w:t>
      </w:r>
      <w:r w:rsidR="00046589">
        <w:t xml:space="preserve"> </w:t>
      </w:r>
      <w:r>
        <w:t>this</w:t>
      </w:r>
      <w:r w:rsidR="00046589">
        <w:t xml:space="preserve"> </w:t>
      </w:r>
      <w:r>
        <w:t>genre,</w:t>
      </w:r>
      <w:r w:rsidR="00046589">
        <w:t xml:space="preserve"> </w:t>
      </w:r>
      <w:r>
        <w:t>the</w:t>
      </w:r>
      <w:r w:rsidR="00046589">
        <w:t xml:space="preserve"> </w:t>
      </w:r>
      <w:r>
        <w:t>theme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rise,</w:t>
      </w:r>
      <w:r w:rsidR="00046589">
        <w:t xml:space="preserve"> </w:t>
      </w:r>
      <w:r>
        <w:t>growth</w:t>
      </w:r>
      <w:r w:rsidR="00046589">
        <w:t xml:space="preserve"> </w:t>
      </w:r>
      <w:r>
        <w:t>and</w:t>
      </w:r>
      <w:r w:rsidR="00046589">
        <w:t xml:space="preserve"> </w:t>
      </w:r>
      <w:r>
        <w:t>decline</w:t>
      </w:r>
      <w:r w:rsidR="00046589">
        <w:t xml:space="preserve"> </w:t>
      </w:r>
      <w:r>
        <w:t>of</w:t>
      </w:r>
      <w:r w:rsidR="00046589">
        <w:t xml:space="preserve"> </w:t>
      </w:r>
      <w:r>
        <w:t>societies,</w:t>
      </w:r>
      <w:r w:rsidR="00046589">
        <w:t xml:space="preserve"> </w:t>
      </w:r>
      <w:r>
        <w:t>states</w:t>
      </w:r>
      <w:r w:rsidR="00046589">
        <w:t xml:space="preserve"> </w:t>
      </w:r>
      <w:r>
        <w:t>and</w:t>
      </w:r>
      <w:r w:rsidR="00046589">
        <w:t xml:space="preserve"> </w:t>
      </w:r>
      <w:r>
        <w:t>civilizations</w:t>
      </w:r>
      <w:r w:rsidR="00046589">
        <w:t xml:space="preserve"> </w:t>
      </w:r>
      <w:r>
        <w:t>had</w:t>
      </w:r>
      <w:r w:rsidR="00046589">
        <w:t xml:space="preserve"> </w:t>
      </w:r>
      <w:r>
        <w:t>been</w:t>
      </w:r>
      <w:r w:rsidR="00046589">
        <w:t xml:space="preserve"> </w:t>
      </w:r>
      <w:r>
        <w:t>treated</w:t>
      </w:r>
      <w:r w:rsidR="00046589">
        <w:t xml:space="preserve"> </w:t>
      </w:r>
      <w:r>
        <w:t>already</w:t>
      </w:r>
      <w:r w:rsidR="00046589">
        <w:t xml:space="preserve"> </w:t>
      </w:r>
      <w:r>
        <w:t>in</w:t>
      </w:r>
      <w:r w:rsidR="00046589">
        <w:t xml:space="preserve"> </w:t>
      </w:r>
      <w:r>
        <w:t>Hesiod's</w:t>
      </w:r>
      <w:r w:rsidR="00046589">
        <w:t xml:space="preserve"> </w:t>
      </w:r>
      <w:r>
        <w:t>three</w:t>
      </w:r>
      <w:r w:rsidR="00046589">
        <w:t xml:space="preserve"> </w:t>
      </w:r>
      <w:r>
        <w:t>stages</w:t>
      </w:r>
      <w:r w:rsidR="00046589">
        <w:t xml:space="preserve"> </w:t>
      </w:r>
      <w:r>
        <w:t>of</w:t>
      </w:r>
      <w:r w:rsidR="00046589">
        <w:t xml:space="preserve"> </w:t>
      </w:r>
      <w:r>
        <w:t>development.</w:t>
      </w:r>
      <w:r w:rsidR="00046589">
        <w:t xml:space="preserve"> </w:t>
      </w:r>
      <w:r>
        <w:t>Plato</w:t>
      </w:r>
      <w:r w:rsidR="00046589">
        <w:t xml:space="preserve"> </w:t>
      </w:r>
      <w:r>
        <w:t>and</w:t>
      </w:r>
      <w:r w:rsidR="00046589">
        <w:t xml:space="preserve"> </w:t>
      </w:r>
      <w:r>
        <w:t>Aristotle</w:t>
      </w:r>
      <w:r w:rsidR="00046589">
        <w:t xml:space="preserve"> </w:t>
      </w:r>
      <w:r>
        <w:t>theorized</w:t>
      </w:r>
      <w:r w:rsidR="00046589">
        <w:t xml:space="preserve"> </w:t>
      </w:r>
      <w:r>
        <w:t>on</w:t>
      </w:r>
      <w:r w:rsidR="00046589">
        <w:t xml:space="preserve"> </w:t>
      </w:r>
      <w:r>
        <w:t>the</w:t>
      </w:r>
      <w:r w:rsidR="00046589">
        <w:t xml:space="preserve"> </w:t>
      </w:r>
      <w:r>
        <w:t>historical</w:t>
      </w:r>
      <w:r w:rsidR="00046589">
        <w:t xml:space="preserve"> </w:t>
      </w:r>
      <w:r>
        <w:t>unfolding</w:t>
      </w:r>
      <w:r w:rsidR="00046589">
        <w:t xml:space="preserve"> </w:t>
      </w:r>
      <w:r>
        <w:t>of</w:t>
      </w:r>
      <w:r w:rsidR="00046589">
        <w:t xml:space="preserve"> </w:t>
      </w:r>
      <w:r>
        <w:t>constitutions.</w:t>
      </w:r>
      <w:r w:rsidR="00046589">
        <w:t xml:space="preserve"> </w:t>
      </w:r>
      <w:r>
        <w:t>Polybius,</w:t>
      </w:r>
      <w:r w:rsidR="00046589">
        <w:t xml:space="preserve"> </w:t>
      </w:r>
      <w:r>
        <w:t>a</w:t>
      </w:r>
      <w:r w:rsidR="00046589">
        <w:t xml:space="preserve"> </w:t>
      </w:r>
      <w:r>
        <w:t>Greek</w:t>
      </w:r>
      <w:r w:rsidR="00046589">
        <w:t xml:space="preserve"> </w:t>
      </w:r>
      <w:r>
        <w:t>scholar</w:t>
      </w:r>
      <w:r w:rsidR="00046589">
        <w:t xml:space="preserve"> </w:t>
      </w:r>
      <w:r>
        <w:t>living</w:t>
      </w:r>
      <w:r w:rsidR="00046589">
        <w:t xml:space="preserve"> </w:t>
      </w:r>
      <w:r>
        <w:t>in</w:t>
      </w:r>
      <w:r w:rsidR="00046589">
        <w:t xml:space="preserve"> </w:t>
      </w:r>
      <w:r>
        <w:t>Rome</w:t>
      </w:r>
      <w:r w:rsidR="00046589">
        <w:t xml:space="preserve"> </w:t>
      </w:r>
      <w:r>
        <w:t>halfway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second</w:t>
      </w:r>
      <w:r w:rsidR="00046589">
        <w:t xml:space="preserve"> </w:t>
      </w:r>
      <w:r>
        <w:t>century</w:t>
      </w:r>
      <w:r w:rsidR="00046589">
        <w:t xml:space="preserve"> </w:t>
      </w:r>
      <w:r>
        <w:t>BC,</w:t>
      </w:r>
      <w:r w:rsidR="00046589">
        <w:t xml:space="preserve"> </w:t>
      </w:r>
      <w:r>
        <w:t>wrote</w:t>
      </w:r>
      <w:r w:rsidR="00046589">
        <w:t xml:space="preserve"> </w:t>
      </w:r>
      <w:r>
        <w:t>a</w:t>
      </w:r>
      <w:r w:rsidR="00046589">
        <w:t xml:space="preserve"> </w:t>
      </w:r>
      <w:r>
        <w:t>remarkable</w:t>
      </w:r>
      <w:r w:rsidR="00046589">
        <w:t xml:space="preserve"> </w:t>
      </w:r>
      <w:r>
        <w:t>essay</w:t>
      </w:r>
      <w:r w:rsidR="00046589">
        <w:t xml:space="preserve"> </w:t>
      </w:r>
      <w:r>
        <w:t>on</w:t>
      </w:r>
      <w:r w:rsidR="00046589">
        <w:t xml:space="preserve"> </w:t>
      </w:r>
      <w:r>
        <w:t>political</w:t>
      </w:r>
      <w:r w:rsidR="00046589">
        <w:t xml:space="preserve"> </w:t>
      </w:r>
      <w:r>
        <w:t>development</w:t>
      </w:r>
      <w:r w:rsidR="00046589">
        <w:t xml:space="preserve"> </w:t>
      </w:r>
      <w:r>
        <w:t>(Polybius,</w:t>
      </w:r>
      <w:r w:rsidR="00046589">
        <w:t xml:space="preserve"> </w:t>
      </w:r>
      <w:r>
        <w:t>1923).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sixth</w:t>
      </w:r>
      <w:r w:rsidR="00046589">
        <w:t xml:space="preserve"> </w:t>
      </w:r>
      <w:r>
        <w:t>book</w:t>
      </w:r>
      <w:r w:rsidR="00046589">
        <w:t xml:space="preserve"> </w:t>
      </w:r>
      <w:r>
        <w:t>of</w:t>
      </w:r>
      <w:r w:rsidR="00046589">
        <w:t xml:space="preserve"> </w:t>
      </w:r>
      <w:r>
        <w:t>his</w:t>
      </w:r>
      <w:r w:rsidR="00046589">
        <w:t xml:space="preserve"> </w:t>
      </w:r>
      <w:r w:rsidRPr="003C40D7">
        <w:rPr>
          <w:rStyle w:val="libItalicChar"/>
        </w:rPr>
        <w:t>Histories</w:t>
      </w:r>
      <w:r>
        <w:t>,</w:t>
      </w:r>
      <w:r w:rsidR="00046589">
        <w:t xml:space="preserve"> </w:t>
      </w:r>
      <w:r>
        <w:t>the</w:t>
      </w:r>
      <w:r w:rsidR="00046589">
        <w:t xml:space="preserve"> </w:t>
      </w:r>
      <w:r>
        <w:t>Greek</w:t>
      </w:r>
      <w:r w:rsidR="00046589">
        <w:t xml:space="preserve"> </w:t>
      </w:r>
      <w:r>
        <w:t>historian</w:t>
      </w:r>
      <w:r w:rsidR="00046589">
        <w:t xml:space="preserve"> </w:t>
      </w:r>
      <w:r>
        <w:t>witnessed</w:t>
      </w:r>
      <w:r w:rsidR="00046589">
        <w:t xml:space="preserve"> </w:t>
      </w:r>
      <w:r>
        <w:t>Rome's</w:t>
      </w:r>
      <w:r w:rsidR="00046589">
        <w:t xml:space="preserve"> </w:t>
      </w:r>
      <w:r>
        <w:t>rise</w:t>
      </w:r>
      <w:r w:rsidR="00046589">
        <w:t xml:space="preserve"> </w:t>
      </w:r>
      <w:r>
        <w:t>to</w:t>
      </w:r>
      <w:r w:rsidR="00046589">
        <w:t xml:space="preserve"> </w:t>
      </w:r>
      <w:r>
        <w:t>power</w:t>
      </w:r>
      <w:r w:rsidR="00046589">
        <w:t xml:space="preserve"> </w:t>
      </w:r>
      <w:r>
        <w:t>by</w:t>
      </w:r>
      <w:r w:rsidR="00046589">
        <w:t xml:space="preserve"> </w:t>
      </w:r>
      <w:r>
        <w:t>the</w:t>
      </w:r>
      <w:r w:rsidR="00046589">
        <w:t xml:space="preserve"> </w:t>
      </w:r>
      <w:r>
        <w:t>conquest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central</w:t>
      </w:r>
      <w:r w:rsidR="00046589">
        <w:t xml:space="preserve"> </w:t>
      </w:r>
      <w:r>
        <w:t>Mediterranean</w:t>
      </w:r>
      <w:r w:rsidR="00046589">
        <w:t xml:space="preserve"> </w:t>
      </w:r>
      <w:r>
        <w:t>and</w:t>
      </w:r>
      <w:r w:rsidR="00046589">
        <w:t xml:space="preserve"> </w:t>
      </w:r>
      <w:r>
        <w:t>set</w:t>
      </w:r>
      <w:r w:rsidR="00046589">
        <w:t xml:space="preserve"> </w:t>
      </w:r>
      <w:r>
        <w:t>himself</w:t>
      </w:r>
      <w:r w:rsidR="00046589">
        <w:t xml:space="preserve"> </w:t>
      </w:r>
      <w:r>
        <w:t>to</w:t>
      </w:r>
      <w:r w:rsidR="00046589">
        <w:t xml:space="preserve"> </w:t>
      </w:r>
      <w:r>
        <w:t>expound</w:t>
      </w:r>
      <w:r w:rsidR="00046589">
        <w:t xml:space="preserve"> </w:t>
      </w:r>
      <w:r>
        <w:t>a</w:t>
      </w:r>
      <w:r w:rsidR="00046589">
        <w:t xml:space="preserve"> </w:t>
      </w:r>
      <w:r>
        <w:t>theory</w:t>
      </w:r>
      <w:r w:rsidR="00046589">
        <w:t xml:space="preserve"> </w:t>
      </w:r>
      <w:r>
        <w:t>on</w:t>
      </w:r>
      <w:r w:rsidR="00046589">
        <w:t xml:space="preserve"> </w:t>
      </w:r>
      <w:r>
        <w:t>the</w:t>
      </w:r>
      <w:r w:rsidR="00046589">
        <w:t xml:space="preserve"> </w:t>
      </w:r>
      <w:r>
        <w:t>development</w:t>
      </w:r>
      <w:r w:rsidR="00046589">
        <w:t xml:space="preserve"> </w:t>
      </w:r>
      <w:r>
        <w:t>cycle</w:t>
      </w:r>
      <w:r w:rsidR="00046589">
        <w:t xml:space="preserve"> </w:t>
      </w:r>
      <w:r>
        <w:t>of</w:t>
      </w:r>
      <w:r w:rsidR="00046589">
        <w:t xml:space="preserve"> </w:t>
      </w:r>
      <w:r>
        <w:t>regimes</w:t>
      </w:r>
      <w:r w:rsidR="00046589">
        <w:t xml:space="preserve"> </w:t>
      </w:r>
      <w:r>
        <w:t>(</w:t>
      </w:r>
      <w:proofErr w:type="spellStart"/>
      <w:r w:rsidRPr="003C40D7">
        <w:rPr>
          <w:rStyle w:val="libItalicChar"/>
        </w:rPr>
        <w:t>anakuklosis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politeion</w:t>
      </w:r>
      <w:proofErr w:type="spellEnd"/>
      <w:r>
        <w:t>).</w:t>
      </w:r>
    </w:p>
    <w:p w:rsidR="003C40D7" w:rsidRPr="003C40D7" w:rsidRDefault="003C40D7" w:rsidP="003C40D7">
      <w:pPr>
        <w:pStyle w:val="libNormal"/>
      </w:pPr>
      <w:r w:rsidRPr="003C40D7">
        <w:t>To</w:t>
      </w:r>
      <w:r w:rsidR="00046589">
        <w:t xml:space="preserve"> </w:t>
      </w:r>
      <w:r w:rsidRPr="003C40D7">
        <w:t>Polybius</w:t>
      </w:r>
      <w:r w:rsidR="00046589">
        <w:t xml:space="preserve"> </w:t>
      </w:r>
      <w:r w:rsidRPr="003C40D7">
        <w:t>this</w:t>
      </w:r>
      <w:r w:rsidR="00046589">
        <w:t xml:space="preserve"> </w:t>
      </w:r>
      <w:r w:rsidRPr="003C40D7">
        <w:t>cycle</w:t>
      </w:r>
      <w:r w:rsidR="00046589">
        <w:t xml:space="preserve"> </w:t>
      </w:r>
      <w:r w:rsidRPr="003C40D7">
        <w:t>was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natural</w:t>
      </w:r>
      <w:r w:rsidR="00046589">
        <w:t xml:space="preserve"> </w:t>
      </w:r>
      <w:r w:rsidRPr="003C40D7">
        <w:t>sequence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birth,</w:t>
      </w:r>
      <w:r w:rsidR="00046589">
        <w:t xml:space="preserve"> </w:t>
      </w:r>
      <w:r w:rsidRPr="003C40D7">
        <w:t>growth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decline</w:t>
      </w:r>
      <w:r w:rsidR="00046589">
        <w:t xml:space="preserve"> </w:t>
      </w:r>
      <w:r w:rsidRPr="003C40D7">
        <w:t>through</w:t>
      </w:r>
      <w:r w:rsidR="00046589">
        <w:t xml:space="preserve"> </w:t>
      </w:r>
      <w:r w:rsidRPr="003C40D7">
        <w:t>which</w:t>
      </w:r>
      <w:r w:rsidR="00046589">
        <w:t xml:space="preserve"> </w:t>
      </w:r>
      <w:r w:rsidRPr="003C40D7">
        <w:t>historical</w:t>
      </w:r>
      <w:r w:rsidR="00046589">
        <w:t xml:space="preserve"> </w:t>
      </w:r>
      <w:r w:rsidRPr="003C40D7">
        <w:t>societies</w:t>
      </w:r>
      <w:r w:rsidR="00046589">
        <w:t xml:space="preserve"> </w:t>
      </w:r>
      <w:r w:rsidRPr="003C40D7">
        <w:t>were</w:t>
      </w:r>
      <w:r w:rsidR="00046589">
        <w:t xml:space="preserve"> </w:t>
      </w:r>
      <w:r w:rsidRPr="003C40D7">
        <w:t>bound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pass.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rise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power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territorial</w:t>
      </w:r>
      <w:r w:rsidR="00046589">
        <w:t xml:space="preserve"> </w:t>
      </w:r>
      <w:r w:rsidRPr="003C40D7">
        <w:t>expansion</w:t>
      </w:r>
      <w:r w:rsidR="00046589">
        <w:t xml:space="preserve"> </w:t>
      </w:r>
      <w:r w:rsidRPr="003C40D7">
        <w:t>by</w:t>
      </w:r>
      <w:r w:rsidR="00046589">
        <w:t xml:space="preserve"> </w:t>
      </w:r>
      <w:r w:rsidRPr="003C40D7">
        <w:t>conquest</w:t>
      </w:r>
      <w:r w:rsidR="00046589">
        <w:t xml:space="preserve"> </w:t>
      </w:r>
      <w:r w:rsidRPr="003C40D7">
        <w:t>could</w:t>
      </w:r>
      <w:r w:rsidR="00046589">
        <w:t xml:space="preserve"> </w:t>
      </w:r>
      <w:r w:rsidRPr="003C40D7">
        <w:t>not</w:t>
      </w:r>
      <w:r w:rsidR="00046589">
        <w:t xml:space="preserve"> </w:t>
      </w:r>
      <w:r w:rsidRPr="003C40D7">
        <w:t>endure,</w:t>
      </w:r>
      <w:r w:rsidR="00046589">
        <w:t xml:space="preserve"> </w:t>
      </w:r>
      <w:r w:rsidRPr="003C40D7">
        <w:t>since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richer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more</w:t>
      </w:r>
      <w:r w:rsidR="00046589">
        <w:t xml:space="preserve"> </w:t>
      </w:r>
      <w:r w:rsidRPr="003C40D7">
        <w:t>powerful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commonwealth</w:t>
      </w:r>
      <w:r w:rsidR="00046589">
        <w:t xml:space="preserve"> </w:t>
      </w:r>
      <w:r w:rsidRPr="003C40D7">
        <w:t>became,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harder</w:t>
      </w:r>
      <w:r w:rsidR="00046589">
        <w:t xml:space="preserve"> </w:t>
      </w:r>
      <w:r w:rsidRPr="003C40D7">
        <w:t>it</w:t>
      </w:r>
      <w:r w:rsidR="00046589">
        <w:t xml:space="preserve"> </w:t>
      </w:r>
      <w:r w:rsidRPr="003C40D7">
        <w:t>would</w:t>
      </w:r>
      <w:r w:rsidR="00046589">
        <w:t xml:space="preserve"> </w:t>
      </w:r>
      <w:r w:rsidRPr="003C40D7">
        <w:t>be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maintain</w:t>
      </w:r>
      <w:r w:rsidR="00046589">
        <w:t xml:space="preserve"> </w:t>
      </w:r>
      <w:r w:rsidRPr="003C40D7">
        <w:t>moral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civic</w:t>
      </w:r>
      <w:r w:rsidR="00046589">
        <w:t xml:space="preserve"> </w:t>
      </w:r>
      <w:r w:rsidRPr="003C40D7">
        <w:t>virtue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proper</w:t>
      </w:r>
      <w:r w:rsidR="00046589">
        <w:t xml:space="preserve"> </w:t>
      </w:r>
      <w:r w:rsidRPr="003C40D7">
        <w:t>equilibrium.</w:t>
      </w:r>
      <w:r w:rsidR="00046589">
        <w:t xml:space="preserve"> </w:t>
      </w:r>
      <w:r w:rsidRPr="003C40D7">
        <w:t>With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clear</w:t>
      </w:r>
      <w:r w:rsidR="00046589">
        <w:t xml:space="preserve"> </w:t>
      </w:r>
      <w:r w:rsidRPr="003C40D7">
        <w:t>emphasis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internal</w:t>
      </w:r>
      <w:r w:rsidR="00046589">
        <w:t xml:space="preserve"> </w:t>
      </w:r>
      <w:r w:rsidRPr="003C40D7">
        <w:t>causes,</w:t>
      </w:r>
      <w:r w:rsidR="00046589">
        <w:t xml:space="preserve"> </w:t>
      </w:r>
      <w:r w:rsidRPr="003C40D7">
        <w:t>Polybius</w:t>
      </w:r>
      <w:r w:rsidR="00046589">
        <w:t xml:space="preserve"> </w:t>
      </w:r>
      <w:r w:rsidRPr="003C40D7">
        <w:t>explored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two</w:t>
      </w:r>
      <w:r w:rsidR="00046589">
        <w:t xml:space="preserve"> </w:t>
      </w:r>
      <w:r w:rsidRPr="003C40D7">
        <w:t>avenues</w:t>
      </w:r>
      <w:r w:rsidR="00046589">
        <w:t xml:space="preserve"> </w:t>
      </w:r>
      <w:r w:rsidRPr="003C40D7">
        <w:t>that</w:t>
      </w:r>
      <w:r w:rsidR="00046589">
        <w:t xml:space="preserve"> </w:t>
      </w:r>
      <w:r w:rsidRPr="003C40D7">
        <w:t>lead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societal</w:t>
      </w:r>
      <w:r w:rsidR="00046589">
        <w:t xml:space="preserve"> </w:t>
      </w:r>
      <w:r w:rsidRPr="003C40D7">
        <w:t>decadence.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first</w:t>
      </w:r>
      <w:r w:rsidR="00046589">
        <w:t xml:space="preserve"> </w:t>
      </w:r>
      <w:r w:rsidRPr="003C40D7">
        <w:t>one</w:t>
      </w:r>
      <w:r w:rsidR="00046589">
        <w:t xml:space="preserve"> </w:t>
      </w:r>
      <w:r w:rsidRPr="003C40D7">
        <w:t>being</w:t>
      </w:r>
      <w:r w:rsidR="00046589">
        <w:t xml:space="preserve"> </w:t>
      </w:r>
      <w:r w:rsidRPr="003C40D7">
        <w:t>social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economic</w:t>
      </w:r>
      <w:r w:rsidR="006F62A6">
        <w:t>: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achievement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high</w:t>
      </w:r>
      <w:r w:rsidR="00046589">
        <w:t xml:space="preserve"> </w:t>
      </w:r>
      <w:r w:rsidRPr="003C40D7">
        <w:t>level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prosperity</w:t>
      </w:r>
      <w:r w:rsidR="00046589">
        <w:t xml:space="preserve"> </w:t>
      </w:r>
      <w:r w:rsidRPr="003C40D7">
        <w:t>feeds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drive</w:t>
      </w:r>
      <w:r w:rsidR="00046589">
        <w:t xml:space="preserve"> </w:t>
      </w:r>
      <w:r w:rsidRPr="003C40D7">
        <w:t>for</w:t>
      </w:r>
      <w:r w:rsidR="00046589">
        <w:t xml:space="preserve"> </w:t>
      </w:r>
      <w:r w:rsidRPr="003C40D7">
        <w:t>luxury</w:t>
      </w:r>
      <w:r w:rsidR="00046589">
        <w:t xml:space="preserve"> </w:t>
      </w:r>
      <w:r w:rsidRPr="003C40D7">
        <w:t>;</w:t>
      </w:r>
      <w:r w:rsidR="00046589">
        <w:t xml:space="preserve"> </w:t>
      </w:r>
      <w:r w:rsidRPr="003C40D7">
        <w:t>this</w:t>
      </w:r>
      <w:r w:rsidR="00046589">
        <w:t xml:space="preserve"> </w:t>
      </w:r>
      <w:r w:rsidRPr="003C40D7">
        <w:t>inevitably</w:t>
      </w:r>
      <w:r w:rsidR="00046589">
        <w:t xml:space="preserve"> </w:t>
      </w:r>
      <w:r w:rsidRPr="003C40D7">
        <w:t>brings</w:t>
      </w:r>
      <w:r w:rsidR="00046589">
        <w:t xml:space="preserve"> </w:t>
      </w:r>
      <w:r w:rsidRPr="003C40D7">
        <w:t>decline</w:t>
      </w:r>
      <w:r w:rsidR="00046589">
        <w:t xml:space="preserve"> </w:t>
      </w:r>
      <w:r w:rsidRPr="003C40D7">
        <w:t>(</w:t>
      </w:r>
      <w:proofErr w:type="spellStart"/>
      <w:r w:rsidRPr="003C40D7">
        <w:rPr>
          <w:rStyle w:val="libItalicChar"/>
        </w:rPr>
        <w:t>tes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epi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to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kheiron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metaboles</w:t>
      </w:r>
      <w:proofErr w:type="spellEnd"/>
      <w:r w:rsidRPr="003C40D7">
        <w:t>).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second,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most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time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simultaneous</w:t>
      </w:r>
      <w:r w:rsidR="00046589">
        <w:t xml:space="preserve"> </w:t>
      </w:r>
      <w:r w:rsidRPr="003C40D7">
        <w:t>cause,</w:t>
      </w:r>
      <w:r w:rsidR="00046589">
        <w:t xml:space="preserve"> </w:t>
      </w:r>
      <w:r w:rsidRPr="003C40D7">
        <w:t>is</w:t>
      </w:r>
      <w:r w:rsidR="00046589">
        <w:t xml:space="preserve"> </w:t>
      </w:r>
      <w:r w:rsidRPr="003C40D7">
        <w:t>socio</w:t>
      </w:r>
      <w:r w:rsidR="006F62A6">
        <w:t>-</w:t>
      </w:r>
      <w:r w:rsidRPr="003C40D7">
        <w:t>political.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political</w:t>
      </w:r>
      <w:r w:rsidR="00046589">
        <w:t xml:space="preserve"> </w:t>
      </w:r>
      <w:r w:rsidRPr="003C40D7">
        <w:t>emancipation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later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radical</w:t>
      </w:r>
      <w:r w:rsidR="00046589">
        <w:t xml:space="preserve"> </w:t>
      </w:r>
      <w:r w:rsidRPr="003C40D7">
        <w:t>claim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people</w:t>
      </w:r>
      <w:r w:rsidR="00046589">
        <w:t xml:space="preserve"> </w:t>
      </w:r>
      <w:r w:rsidRPr="003C40D7">
        <w:t>for</w:t>
      </w:r>
      <w:r w:rsidR="00046589">
        <w:t xml:space="preserve"> </w:t>
      </w:r>
      <w:r w:rsidRPr="003C40D7">
        <w:t>more</w:t>
      </w:r>
      <w:r w:rsidR="00046589">
        <w:t xml:space="preserve"> </w:t>
      </w:r>
      <w:r w:rsidRPr="003C40D7">
        <w:t>freedom</w:t>
      </w:r>
      <w:r w:rsidR="00046589">
        <w:t xml:space="preserve"> </w:t>
      </w:r>
      <w:r w:rsidRPr="003C40D7">
        <w:t>ends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worst</w:t>
      </w:r>
      <w:r w:rsidR="00046589">
        <w:t xml:space="preserve"> </w:t>
      </w:r>
      <w:r w:rsidRPr="003C40D7">
        <w:t>regime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all,</w:t>
      </w:r>
      <w:r w:rsidR="00046589">
        <w:t xml:space="preserve"> </w:t>
      </w:r>
      <w:r w:rsidRPr="003C40D7">
        <w:t>namely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tyranny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masses</w:t>
      </w:r>
      <w:r w:rsidR="00046589">
        <w:t xml:space="preserve"> </w:t>
      </w:r>
      <w:r w:rsidRPr="003C40D7">
        <w:t>(</w:t>
      </w:r>
      <w:proofErr w:type="spellStart"/>
      <w:r w:rsidRPr="003C40D7">
        <w:rPr>
          <w:rStyle w:val="libItalicChar"/>
        </w:rPr>
        <w:t>ochlokratia</w:t>
      </w:r>
      <w:proofErr w:type="spellEnd"/>
      <w:r w:rsidRPr="003C40D7">
        <w:t>).</w:t>
      </w:r>
      <w:r w:rsidR="00046589">
        <w:t xml:space="preserve"> </w:t>
      </w:r>
      <w:r w:rsidRPr="003C40D7">
        <w:t>Another</w:t>
      </w:r>
      <w:r w:rsidR="00046589">
        <w:t xml:space="preserve"> </w:t>
      </w:r>
      <w:r w:rsidRPr="003C40D7">
        <w:t>famous</w:t>
      </w:r>
      <w:r w:rsidR="00046589">
        <w:t xml:space="preserve"> </w:t>
      </w:r>
      <w:proofErr w:type="spellStart"/>
      <w:r w:rsidRPr="003C40D7">
        <w:t>literator</w:t>
      </w:r>
      <w:proofErr w:type="spellEnd"/>
      <w:r w:rsidRPr="003C40D7">
        <w:t>,</w:t>
      </w:r>
      <w:r w:rsidR="00046589">
        <w:t xml:space="preserve"> </w:t>
      </w:r>
      <w:r w:rsidRPr="003C40D7">
        <w:t>namely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Roman</w:t>
      </w:r>
      <w:r w:rsidR="00046589">
        <w:t xml:space="preserve"> </w:t>
      </w:r>
      <w:proofErr w:type="spellStart"/>
      <w:r w:rsidRPr="003C40D7">
        <w:t>rhetor</w:t>
      </w:r>
      <w:proofErr w:type="spellEnd"/>
      <w:r w:rsidR="00046589">
        <w:t xml:space="preserve"> </w:t>
      </w:r>
      <w:r w:rsidRPr="003C40D7">
        <w:t>Cicero</w:t>
      </w:r>
      <w:r w:rsidR="00046589">
        <w:t xml:space="preserve"> </w:t>
      </w:r>
      <w:r w:rsidRPr="003C40D7">
        <w:t>was</w:t>
      </w:r>
      <w:r w:rsidR="00046589">
        <w:t xml:space="preserve"> </w:t>
      </w:r>
      <w:r w:rsidRPr="003C40D7">
        <w:t>also</w:t>
      </w:r>
      <w:r w:rsidR="00046589">
        <w:t xml:space="preserve"> </w:t>
      </w:r>
      <w:r w:rsidRPr="003C40D7">
        <w:t>preoccupied</w:t>
      </w:r>
      <w:r w:rsidR="00046589">
        <w:t xml:space="preserve"> </w:t>
      </w:r>
      <w:r w:rsidRPr="003C40D7">
        <w:t>with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historical</w:t>
      </w:r>
      <w:r w:rsidR="00046589">
        <w:t xml:space="preserve"> </w:t>
      </w:r>
      <w:r w:rsidRPr="003C40D7">
        <w:t>cycle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constitutions.</w:t>
      </w:r>
      <w:r w:rsidR="00046589">
        <w:t xml:space="preserve"> </w:t>
      </w:r>
      <w:r w:rsidRPr="003C40D7">
        <w:t>Being</w:t>
      </w:r>
      <w:r w:rsidR="00046589">
        <w:t xml:space="preserve"> </w:t>
      </w:r>
      <w:r w:rsidRPr="003C40D7">
        <w:t>an</w:t>
      </w:r>
      <w:r w:rsidR="00046589">
        <w:t xml:space="preserve"> </w:t>
      </w:r>
      <w:r w:rsidRPr="003C40D7">
        <w:t>accomplished</w:t>
      </w:r>
      <w:r w:rsidR="00046589">
        <w:t xml:space="preserve"> </w:t>
      </w:r>
      <w:proofErr w:type="spellStart"/>
      <w:r w:rsidRPr="003C40D7">
        <w:t>popularizer</w:t>
      </w:r>
      <w:proofErr w:type="spellEnd"/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abstract</w:t>
      </w:r>
      <w:r w:rsidR="00046589">
        <w:t xml:space="preserve"> </w:t>
      </w:r>
      <w:r w:rsidRPr="003C40D7">
        <w:t>ideas,</w:t>
      </w:r>
      <w:r w:rsidR="00046589">
        <w:t xml:space="preserve"> </w:t>
      </w:r>
      <w:r w:rsidRPr="003C40D7">
        <w:t>he</w:t>
      </w:r>
      <w:r w:rsidR="00046589">
        <w:t xml:space="preserve"> </w:t>
      </w:r>
      <w:r w:rsidRPr="003C40D7">
        <w:t>relayed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view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Polybius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Roman</w:t>
      </w:r>
      <w:r w:rsidR="00046589">
        <w:t xml:space="preserve"> </w:t>
      </w:r>
      <w:r w:rsidRPr="003C40D7">
        <w:t>intelligentsia.</w:t>
      </w:r>
    </w:p>
    <w:p w:rsidR="003C40D7" w:rsidRDefault="003C40D7" w:rsidP="003C40D7">
      <w:pPr>
        <w:pStyle w:val="libNormal"/>
      </w:pPr>
      <w:r>
        <w:t>The</w:t>
      </w:r>
      <w:r w:rsidR="00046589">
        <w:t xml:space="preserve"> </w:t>
      </w:r>
      <w:proofErr w:type="spellStart"/>
      <w:r>
        <w:t>Polybian</w:t>
      </w:r>
      <w:proofErr w:type="spellEnd"/>
      <w:r w:rsidR="00046589">
        <w:t xml:space="preserve"> </w:t>
      </w:r>
      <w:r>
        <w:t>cycle</w:t>
      </w:r>
      <w:r w:rsidR="00046589">
        <w:t xml:space="preserve"> </w:t>
      </w:r>
      <w:r>
        <w:t>theory</w:t>
      </w:r>
      <w:r w:rsidR="00046589">
        <w:t xml:space="preserve"> </w:t>
      </w:r>
      <w:r>
        <w:t>had</w:t>
      </w:r>
      <w:r w:rsidR="00046589">
        <w:t xml:space="preserve"> </w:t>
      </w:r>
      <w:r>
        <w:t>been</w:t>
      </w:r>
      <w:r w:rsidR="00046589">
        <w:t xml:space="preserve"> </w:t>
      </w:r>
      <w:r>
        <w:t>a</w:t>
      </w:r>
      <w:r w:rsidR="00046589">
        <w:t xml:space="preserve"> </w:t>
      </w:r>
      <w:r>
        <w:t>valuable</w:t>
      </w:r>
      <w:r w:rsidR="00046589">
        <w:t xml:space="preserve"> </w:t>
      </w:r>
      <w:r>
        <w:t>attempt</w:t>
      </w:r>
      <w:r w:rsidR="00046589">
        <w:t xml:space="preserve"> </w:t>
      </w:r>
      <w:r>
        <w:t>to</w:t>
      </w:r>
      <w:r w:rsidR="00046589">
        <w:t xml:space="preserve"> </w:t>
      </w:r>
      <w:r>
        <w:t>prophesize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mis</w:t>
      </w:r>
      <w:proofErr w:type="spellEnd"/>
      <w:r w:rsidR="006F62A6">
        <w:t>-</w:t>
      </w:r>
      <w:r>
        <w:t>development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early</w:t>
      </w:r>
      <w:r w:rsidR="00046589">
        <w:t xml:space="preserve"> </w:t>
      </w:r>
      <w:r>
        <w:t>Roman</w:t>
      </w:r>
      <w:r w:rsidR="00046589">
        <w:t xml:space="preserve"> </w:t>
      </w:r>
      <w:r>
        <w:t>republic,</w:t>
      </w:r>
      <w:r w:rsidR="00046589">
        <w:t xml:space="preserve"> </w:t>
      </w:r>
      <w:r>
        <w:t>but</w:t>
      </w:r>
      <w:r w:rsidR="00046589">
        <w:t xml:space="preserve"> </w:t>
      </w:r>
      <w:r>
        <w:t>in</w:t>
      </w:r>
      <w:r w:rsidR="00046589">
        <w:t xml:space="preserve"> </w:t>
      </w:r>
      <w:r>
        <w:t>theory</w:t>
      </w:r>
      <w:r w:rsidR="00046589">
        <w:t xml:space="preserve"> </w:t>
      </w:r>
      <w:r>
        <w:t>it</w:t>
      </w:r>
      <w:r w:rsidR="00046589">
        <w:t xml:space="preserve"> </w:t>
      </w:r>
      <w:r>
        <w:t>was</w:t>
      </w:r>
      <w:r w:rsidR="00046589">
        <w:t xml:space="preserve"> </w:t>
      </w:r>
      <w:r>
        <w:t>tributary</w:t>
      </w:r>
      <w:r w:rsidR="00046589">
        <w:t xml:space="preserve"> </w:t>
      </w:r>
      <w:r>
        <w:t>of</w:t>
      </w:r>
      <w:r w:rsidR="00046589">
        <w:t xml:space="preserve"> </w:t>
      </w:r>
      <w:r>
        <w:t>Aristotle's</w:t>
      </w:r>
      <w:r w:rsidR="00046589">
        <w:t xml:space="preserve"> </w:t>
      </w:r>
      <w:r>
        <w:t>political</w:t>
      </w:r>
      <w:r w:rsidR="00046589">
        <w:t xml:space="preserve"> </w:t>
      </w:r>
      <w:r>
        <w:t>philosophy.</w:t>
      </w:r>
      <w:r w:rsidR="00046589">
        <w:t xml:space="preserve"> </w:t>
      </w:r>
      <w:proofErr w:type="spellStart"/>
      <w:r>
        <w:t>Ibn</w:t>
      </w:r>
      <w:proofErr w:type="spellEnd"/>
      <w:r w:rsidR="00046589">
        <w:t xml:space="preserve"> </w:t>
      </w:r>
      <w:proofErr w:type="spellStart"/>
      <w:r>
        <w:t>Khaldun's</w:t>
      </w:r>
      <w:proofErr w:type="spellEnd"/>
      <w:r w:rsidR="00046589">
        <w:t xml:space="preserve"> </w:t>
      </w:r>
      <w:r>
        <w:t>realistic</w:t>
      </w:r>
      <w:r w:rsidR="00046589">
        <w:t xml:space="preserve"> </w:t>
      </w:r>
      <w:r>
        <w:t>bent,</w:t>
      </w:r>
      <w:r w:rsidR="00046589">
        <w:t xml:space="preserve"> </w:t>
      </w:r>
      <w:r>
        <w:t>supported</w:t>
      </w:r>
      <w:r w:rsidR="00046589">
        <w:t xml:space="preserve"> </w:t>
      </w:r>
      <w:r>
        <w:t>by</w:t>
      </w:r>
      <w:r w:rsidR="00046589">
        <w:t xml:space="preserve"> </w:t>
      </w:r>
      <w:r>
        <w:t>his</w:t>
      </w:r>
      <w:r w:rsidR="00046589">
        <w:t xml:space="preserve"> </w:t>
      </w:r>
      <w:r>
        <w:t>intimate</w:t>
      </w:r>
      <w:r w:rsidR="00046589">
        <w:t xml:space="preserve"> </w:t>
      </w:r>
      <w:r>
        <w:t>knowledge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Islamic</w:t>
      </w:r>
      <w:r w:rsidR="00046589">
        <w:t xml:space="preserve"> </w:t>
      </w:r>
      <w:r>
        <w:t>commonwealth's</w:t>
      </w:r>
      <w:r w:rsidR="00046589">
        <w:t xml:space="preserve"> </w:t>
      </w:r>
      <w:r>
        <w:t>problematic</w:t>
      </w:r>
      <w:r w:rsidR="00046589">
        <w:t xml:space="preserve"> </w:t>
      </w:r>
      <w:r>
        <w:t>development</w:t>
      </w:r>
      <w:r w:rsidR="00046589">
        <w:t xml:space="preserve"> </w:t>
      </w:r>
      <w:r>
        <w:t>cycle,</w:t>
      </w:r>
      <w:r w:rsidR="00046589">
        <w:t xml:space="preserve"> </w:t>
      </w:r>
      <w:r>
        <w:t>led</w:t>
      </w:r>
      <w:r w:rsidR="00046589">
        <w:t xml:space="preserve"> </w:t>
      </w:r>
      <w:r>
        <w:t>him</w:t>
      </w:r>
      <w:r w:rsidR="00046589">
        <w:t xml:space="preserve"> </w:t>
      </w:r>
      <w:r>
        <w:t>to</w:t>
      </w:r>
      <w:r w:rsidR="00046589">
        <w:t xml:space="preserve"> </w:t>
      </w:r>
      <w:r>
        <w:t>write</w:t>
      </w:r>
      <w:r w:rsidR="00046589">
        <w:t xml:space="preserve"> </w:t>
      </w:r>
      <w:r>
        <w:t>his</w:t>
      </w:r>
      <w:r w:rsidR="00046589">
        <w:t xml:space="preserve"> </w:t>
      </w:r>
      <w:r>
        <w:t>lengthy</w:t>
      </w:r>
      <w:r w:rsidR="00046589">
        <w:t xml:space="preserve"> </w:t>
      </w:r>
      <w:r>
        <w:t>volume</w:t>
      </w:r>
      <w:r w:rsidR="00046589">
        <w:t xml:space="preserve"> </w:t>
      </w:r>
      <w:r>
        <w:t>on</w:t>
      </w:r>
      <w:r w:rsidR="00046589">
        <w:t xml:space="preserve"> </w:t>
      </w:r>
      <w:r>
        <w:t>stability</w:t>
      </w:r>
      <w:r w:rsidR="00046589">
        <w:t xml:space="preserve"> </w:t>
      </w:r>
      <w:r>
        <w:t>and</w:t>
      </w:r>
      <w:r w:rsidR="00046589">
        <w:t xml:space="preserve"> </w:t>
      </w:r>
      <w:r>
        <w:t>instability</w:t>
      </w:r>
      <w:r w:rsidR="00046589">
        <w:t xml:space="preserve"> </w:t>
      </w:r>
      <w:r>
        <w:t>of</w:t>
      </w:r>
      <w:r w:rsidR="00046589">
        <w:t xml:space="preserve"> </w:t>
      </w:r>
      <w:r>
        <w:t>regimes</w:t>
      </w:r>
      <w:r w:rsidR="00046589">
        <w:t xml:space="preserve"> </w:t>
      </w:r>
      <w:r>
        <w:t>and</w:t>
      </w:r>
      <w:r w:rsidR="00046589">
        <w:t xml:space="preserve"> </w:t>
      </w:r>
      <w:r>
        <w:t>to</w:t>
      </w:r>
      <w:r w:rsidR="00046589">
        <w:t xml:space="preserve"> </w:t>
      </w:r>
      <w:r>
        <w:t>come</w:t>
      </w:r>
      <w:r w:rsidR="00046589">
        <w:t xml:space="preserve"> </w:t>
      </w:r>
      <w:r>
        <w:t>forward</w:t>
      </w:r>
      <w:r w:rsidR="00046589">
        <w:t xml:space="preserve"> </w:t>
      </w:r>
      <w:r>
        <w:t>with</w:t>
      </w:r>
      <w:r w:rsidR="00046589">
        <w:t xml:space="preserve"> </w:t>
      </w:r>
      <w:r>
        <w:t>a</w:t>
      </w:r>
      <w:r w:rsidR="00046589">
        <w:t xml:space="preserve"> </w:t>
      </w:r>
      <w:r>
        <w:t>more</w:t>
      </w:r>
      <w:r w:rsidR="00046589">
        <w:t xml:space="preserve"> </w:t>
      </w:r>
      <w:r>
        <w:t>comprehensive</w:t>
      </w:r>
      <w:r w:rsidR="00046589">
        <w:t xml:space="preserve"> </w:t>
      </w:r>
      <w:r>
        <w:t>analysis.</w:t>
      </w:r>
      <w:r w:rsidR="00046589">
        <w:t xml:space="preserve"> </w:t>
      </w:r>
      <w:r>
        <w:t>His</w:t>
      </w:r>
      <w:r w:rsidR="00046589">
        <w:t xml:space="preserve"> </w:t>
      </w:r>
      <w:r>
        <w:t>horizon</w:t>
      </w:r>
      <w:r w:rsidR="00046589">
        <w:t xml:space="preserve"> </w:t>
      </w:r>
      <w:r>
        <w:t>was</w:t>
      </w:r>
      <w:r w:rsidR="00046589">
        <w:t xml:space="preserve"> </w:t>
      </w:r>
      <w:r>
        <w:t>wider</w:t>
      </w:r>
      <w:r w:rsidR="00046589">
        <w:t xml:space="preserve"> </w:t>
      </w:r>
      <w:r>
        <w:t>and</w:t>
      </w:r>
      <w:r w:rsidR="00046589">
        <w:t xml:space="preserve"> </w:t>
      </w:r>
      <w:r>
        <w:t>he</w:t>
      </w:r>
      <w:r w:rsidR="00046589">
        <w:t xml:space="preserve"> </w:t>
      </w:r>
      <w:r>
        <w:t>approached</w:t>
      </w:r>
      <w:r w:rsidR="00046589">
        <w:t xml:space="preserve"> </w:t>
      </w:r>
      <w:r>
        <w:t>his</w:t>
      </w:r>
      <w:r w:rsidR="00046589">
        <w:t xml:space="preserve"> </w:t>
      </w:r>
      <w:r>
        <w:t>domain</w:t>
      </w:r>
      <w:r w:rsidR="00046589">
        <w:t xml:space="preserve"> </w:t>
      </w:r>
      <w:r>
        <w:t>of</w:t>
      </w:r>
      <w:r w:rsidR="00046589">
        <w:t xml:space="preserve"> </w:t>
      </w:r>
      <w:r>
        <w:t>study</w:t>
      </w:r>
      <w:r w:rsidR="00046589">
        <w:t xml:space="preserve"> </w:t>
      </w:r>
      <w:r>
        <w:t>as</w:t>
      </w:r>
      <w:r w:rsidR="00046589">
        <w:t xml:space="preserve"> </w:t>
      </w:r>
      <w:r>
        <w:t>a</w:t>
      </w:r>
      <w:r w:rsidR="00046589">
        <w:t xml:space="preserve"> </w:t>
      </w:r>
      <w:r>
        <w:t>social</w:t>
      </w:r>
      <w:r w:rsidR="00046589">
        <w:t xml:space="preserve"> </w:t>
      </w:r>
      <w:r>
        <w:t>scientist</w:t>
      </w:r>
      <w:r w:rsidR="00046589">
        <w:t xml:space="preserve"> </w:t>
      </w:r>
      <w:r>
        <w:t>rather</w:t>
      </w:r>
      <w:r w:rsidR="00046589">
        <w:t xml:space="preserve"> </w:t>
      </w:r>
      <w:r>
        <w:t>than</w:t>
      </w:r>
      <w:r w:rsidR="00046589">
        <w:t xml:space="preserve"> </w:t>
      </w:r>
      <w:r>
        <w:t>as</w:t>
      </w:r>
      <w:r w:rsidR="00046589">
        <w:t xml:space="preserve"> </w:t>
      </w:r>
      <w:r>
        <w:t>a</w:t>
      </w:r>
      <w:r w:rsidR="00046589">
        <w:t xml:space="preserve"> </w:t>
      </w:r>
      <w:r>
        <w:t>political</w:t>
      </w:r>
      <w:r w:rsidR="00046589">
        <w:t xml:space="preserve"> </w:t>
      </w:r>
      <w:r>
        <w:t>philosopher.</w:t>
      </w:r>
      <w:r w:rsidR="00046589">
        <w:t xml:space="preserve"> </w:t>
      </w:r>
      <w:r>
        <w:t>In</w:t>
      </w:r>
      <w:r w:rsidR="00046589">
        <w:t xml:space="preserve"> </w:t>
      </w:r>
      <w:r>
        <w:t>his</w:t>
      </w:r>
      <w:r w:rsidR="00046589">
        <w:t xml:space="preserve"> </w:t>
      </w:r>
      <w:r>
        <w:t>view,</w:t>
      </w:r>
      <w:r w:rsidR="00046589">
        <w:t xml:space="preserve"> </w:t>
      </w:r>
      <w:r>
        <w:t>the</w:t>
      </w:r>
      <w:r w:rsidR="00046589">
        <w:t xml:space="preserve"> </w:t>
      </w:r>
      <w:r>
        <w:t>conditioning</w:t>
      </w:r>
      <w:r w:rsidR="00046589">
        <w:t xml:space="preserve"> </w:t>
      </w:r>
      <w:r>
        <w:t>factors,</w:t>
      </w:r>
      <w:r w:rsidR="00046589">
        <w:t xml:space="preserve"> </w:t>
      </w:r>
      <w:r>
        <w:t>this</w:t>
      </w:r>
      <w:r w:rsidR="00046589">
        <w:t xml:space="preserve"> </w:t>
      </w:r>
      <w:r>
        <w:t>is</w:t>
      </w:r>
      <w:r w:rsidR="00046589">
        <w:t xml:space="preserve"> </w:t>
      </w:r>
      <w:r>
        <w:t>the</w:t>
      </w:r>
      <w:r w:rsidR="00046589">
        <w:t xml:space="preserve"> </w:t>
      </w:r>
      <w:r>
        <w:t>political,</w:t>
      </w:r>
      <w:r w:rsidR="00046589">
        <w:t xml:space="preserve"> </w:t>
      </w:r>
      <w:r>
        <w:t>social</w:t>
      </w:r>
      <w:r w:rsidR="00046589">
        <w:t xml:space="preserve"> </w:t>
      </w:r>
      <w:r>
        <w:t>and</w:t>
      </w:r>
      <w:r w:rsidR="00046589">
        <w:t xml:space="preserve"> </w:t>
      </w:r>
      <w:r>
        <w:t>economic</w:t>
      </w:r>
      <w:r w:rsidR="00046589">
        <w:t xml:space="preserve"> </w:t>
      </w:r>
      <w:r>
        <w:t>variables,</w:t>
      </w:r>
      <w:r w:rsidR="00046589">
        <w:t xml:space="preserve"> </w:t>
      </w:r>
      <w:r>
        <w:t>interact</w:t>
      </w:r>
      <w:r w:rsidR="00046589">
        <w:t xml:space="preserve"> </w:t>
      </w:r>
      <w:r>
        <w:t>in</w:t>
      </w:r>
      <w:r w:rsidR="00046589">
        <w:t xml:space="preserve"> </w:t>
      </w:r>
      <w:r>
        <w:t>a</w:t>
      </w:r>
      <w:r w:rsidR="00046589">
        <w:t xml:space="preserve"> </w:t>
      </w:r>
      <w:r>
        <w:t>more</w:t>
      </w:r>
      <w:r w:rsidR="00046589">
        <w:t xml:space="preserve"> </w:t>
      </w:r>
      <w:r>
        <w:t>or</w:t>
      </w:r>
      <w:r w:rsidR="00046589">
        <w:t xml:space="preserve"> </w:t>
      </w:r>
      <w:r>
        <w:t>less</w:t>
      </w:r>
      <w:r w:rsidR="00046589">
        <w:t xml:space="preserve"> </w:t>
      </w:r>
      <w:r>
        <w:t>autonomous</w:t>
      </w:r>
      <w:r w:rsidR="00046589">
        <w:t xml:space="preserve"> </w:t>
      </w:r>
      <w:r>
        <w:t>way.</w:t>
      </w:r>
      <w:r w:rsidR="00046589">
        <w:t xml:space="preserve"> </w:t>
      </w:r>
      <w:r>
        <w:t>On</w:t>
      </w:r>
      <w:r w:rsidR="00046589">
        <w:t xml:space="preserve"> </w:t>
      </w:r>
      <w:r>
        <w:t>the</w:t>
      </w:r>
      <w:r w:rsidR="00046589">
        <w:t xml:space="preserve"> </w:t>
      </w:r>
      <w:r>
        <w:t>theme</w:t>
      </w:r>
      <w:r w:rsidR="00046589">
        <w:t xml:space="preserve"> </w:t>
      </w:r>
      <w:r>
        <w:t>of</w:t>
      </w:r>
      <w:r w:rsidR="00046589">
        <w:t xml:space="preserve"> </w:t>
      </w:r>
      <w:r>
        <w:t>realism</w:t>
      </w:r>
      <w:r w:rsidR="00046589">
        <w:t xml:space="preserve"> </w:t>
      </w:r>
      <w:r>
        <w:t>in</w:t>
      </w:r>
      <w:r w:rsidR="00046589">
        <w:t xml:space="preserve"> </w:t>
      </w:r>
      <w:r>
        <w:t>power</w:t>
      </w:r>
      <w:r w:rsidR="00046589">
        <w:t xml:space="preserve"> </w:t>
      </w:r>
      <w:r>
        <w:t>politics</w:t>
      </w:r>
      <w:r w:rsidR="00046589">
        <w:t xml:space="preserve"> </w:t>
      </w:r>
      <w:r>
        <w:t>his</w:t>
      </w:r>
      <w:r w:rsidR="00046589">
        <w:t xml:space="preserve"> </w:t>
      </w:r>
      <w:r>
        <w:t>work</w:t>
      </w:r>
      <w:r w:rsidR="00046589">
        <w:t xml:space="preserve"> </w:t>
      </w:r>
      <w:r>
        <w:t>illuminates</w:t>
      </w:r>
      <w:r w:rsidR="00046589">
        <w:t xml:space="preserve"> </w:t>
      </w:r>
      <w:r>
        <w:t>a</w:t>
      </w:r>
      <w:r w:rsidR="00046589">
        <w:t xml:space="preserve"> </w:t>
      </w:r>
      <w:r>
        <w:t>classic</w:t>
      </w:r>
      <w:r w:rsidR="00046589">
        <w:t xml:space="preserve"> </w:t>
      </w:r>
      <w:r>
        <w:t>and</w:t>
      </w:r>
      <w:r w:rsidR="00046589">
        <w:t xml:space="preserve"> </w:t>
      </w:r>
      <w:r>
        <w:t>universal</w:t>
      </w:r>
      <w:r w:rsidR="00046589">
        <w:t xml:space="preserve"> </w:t>
      </w:r>
      <w:r>
        <w:t>issue</w:t>
      </w:r>
      <w:r w:rsidR="006F62A6">
        <w:t>:</w:t>
      </w:r>
      <w:r w:rsidR="00046589">
        <w:t xml:space="preserve"> </w:t>
      </w:r>
      <w:r>
        <w:t>how</w:t>
      </w:r>
      <w:r w:rsidR="00046589">
        <w:t xml:space="preserve"> </w:t>
      </w:r>
      <w:r>
        <w:t>to</w:t>
      </w:r>
      <w:r w:rsidR="00046589">
        <w:t xml:space="preserve"> </w:t>
      </w:r>
      <w:r>
        <w:t>establish</w:t>
      </w:r>
      <w:r w:rsidR="00046589">
        <w:t xml:space="preserve"> </w:t>
      </w:r>
      <w:r>
        <w:t>and</w:t>
      </w:r>
      <w:r w:rsidR="00046589">
        <w:t xml:space="preserve"> </w:t>
      </w:r>
      <w:r>
        <w:t>maintain</w:t>
      </w:r>
      <w:r w:rsidR="00046589">
        <w:t xml:space="preserve"> </w:t>
      </w:r>
      <w:r>
        <w:t>a</w:t>
      </w:r>
      <w:r w:rsidR="00046589">
        <w:t xml:space="preserve"> </w:t>
      </w:r>
      <w:r>
        <w:t>stable</w:t>
      </w:r>
      <w:r w:rsidR="00046589">
        <w:t xml:space="preserve"> </w:t>
      </w:r>
      <w:r>
        <w:t>state</w:t>
      </w:r>
      <w:r w:rsidR="00046589">
        <w:t xml:space="preserve"> </w:t>
      </w:r>
      <w:r>
        <w:t>with</w:t>
      </w:r>
      <w:r w:rsidR="00046589">
        <w:t xml:space="preserve"> </w:t>
      </w:r>
      <w:r>
        <w:t>a</w:t>
      </w:r>
      <w:r w:rsidR="00046589">
        <w:t xml:space="preserve"> </w:t>
      </w:r>
      <w:r>
        <w:t>sustainable</w:t>
      </w:r>
      <w:r w:rsidR="00046589">
        <w:t xml:space="preserve"> </w:t>
      </w:r>
      <w:r>
        <w:t>development</w:t>
      </w:r>
      <w:r w:rsidR="00046589">
        <w:t xml:space="preserve"> </w:t>
      </w:r>
      <w:r>
        <w:t>model.</w:t>
      </w:r>
      <w:r w:rsidR="00046589">
        <w:t xml:space="preserve"> </w:t>
      </w:r>
      <w:r>
        <w:t>With</w:t>
      </w:r>
      <w:r w:rsidR="00046589">
        <w:t xml:space="preserve"> </w:t>
      </w:r>
      <w:r>
        <w:t>his</w:t>
      </w:r>
      <w:r w:rsidR="00046589">
        <w:t xml:space="preserve"> </w:t>
      </w:r>
      <w:r>
        <w:t>hard</w:t>
      </w:r>
      <w:r w:rsidR="006F62A6">
        <w:t>-</w:t>
      </w:r>
      <w:r>
        <w:t>headed</w:t>
      </w:r>
      <w:r w:rsidR="00046589">
        <w:t xml:space="preserve"> </w:t>
      </w:r>
      <w:r>
        <w:t>approach</w:t>
      </w:r>
      <w:r w:rsidR="00046589">
        <w:t xml:space="preserve"> </w:t>
      </w:r>
      <w:r>
        <w:t>he</w:t>
      </w:r>
      <w:r w:rsidR="00046589">
        <w:t xml:space="preserve"> </w:t>
      </w:r>
      <w:r>
        <w:t>came</w:t>
      </w:r>
      <w:r w:rsidR="00046589">
        <w:t xml:space="preserve"> </w:t>
      </w:r>
      <w:r>
        <w:t>almost</w:t>
      </w:r>
      <w:r w:rsidR="00046589">
        <w:t xml:space="preserve"> </w:t>
      </w:r>
      <w:r>
        <w:t>a</w:t>
      </w:r>
      <w:r w:rsidR="00046589">
        <w:t xml:space="preserve"> </w:t>
      </w:r>
      <w:r>
        <w:t>century</w:t>
      </w:r>
      <w:r w:rsidR="00046589">
        <w:t xml:space="preserve"> </w:t>
      </w:r>
      <w:r>
        <w:t>and</w:t>
      </w:r>
      <w:r w:rsidR="00046589">
        <w:t xml:space="preserve"> </w:t>
      </w:r>
      <w:r>
        <w:t>a</w:t>
      </w:r>
      <w:r w:rsidR="00046589">
        <w:t xml:space="preserve"> </w:t>
      </w:r>
      <w:r>
        <w:t>half</w:t>
      </w:r>
      <w:r w:rsidR="00046589">
        <w:t xml:space="preserve"> </w:t>
      </w:r>
      <w:r>
        <w:t>ahead</w:t>
      </w:r>
      <w:r w:rsidR="00046589">
        <w:t xml:space="preserve"> </w:t>
      </w:r>
      <w:r>
        <w:t>of</w:t>
      </w:r>
      <w:r w:rsidR="00046589">
        <w:t xml:space="preserve"> </w:t>
      </w:r>
      <w:r>
        <w:t>Machiavelli's</w:t>
      </w:r>
      <w:r w:rsidR="00046589">
        <w:t xml:space="preserve"> </w:t>
      </w:r>
      <w:r>
        <w:t>theses.</w:t>
      </w:r>
    </w:p>
    <w:p w:rsidR="003C40D7" w:rsidRDefault="003C40D7" w:rsidP="003C40D7">
      <w:pPr>
        <w:pStyle w:val="libNormal"/>
      </w:pPr>
      <w:r w:rsidRPr="003C40D7">
        <w:t>The</w:t>
      </w:r>
      <w:r w:rsidR="00046589">
        <w:t xml:space="preserve"> </w:t>
      </w:r>
      <w:r w:rsidRPr="003C40D7">
        <w:t>scholarly</w:t>
      </w:r>
      <w:r w:rsidR="00046589">
        <w:t xml:space="preserve"> </w:t>
      </w:r>
      <w:r w:rsidRPr="003C40D7">
        <w:t>commentaries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our</w:t>
      </w:r>
      <w:r w:rsidR="00046589">
        <w:t xml:space="preserve"> </w:t>
      </w:r>
      <w:r w:rsidRPr="003C40D7">
        <w:t>time</w:t>
      </w:r>
      <w:r w:rsidR="00046589">
        <w:t xml:space="preserve"> </w:t>
      </w:r>
      <w:r w:rsidRPr="003C40D7">
        <w:t>offer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wide</w:t>
      </w:r>
      <w:r w:rsidR="00046589">
        <w:t xml:space="preserve"> </w:t>
      </w:r>
      <w:r w:rsidRPr="003C40D7">
        <w:t>variety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opinion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object</w:t>
      </w:r>
      <w:r w:rsidR="00046589">
        <w:t xml:space="preserve"> </w:t>
      </w:r>
      <w:r w:rsidRPr="003C40D7">
        <w:t>of</w:t>
      </w:r>
      <w:r w:rsidR="00046589">
        <w:t xml:space="preserve"> </w:t>
      </w:r>
      <w:proofErr w:type="spellStart"/>
      <w:r w:rsidRPr="003C40D7">
        <w:t>Ibn</w:t>
      </w:r>
      <w:proofErr w:type="spellEnd"/>
      <w:r w:rsidR="00046589">
        <w:t xml:space="preserve"> </w:t>
      </w:r>
      <w:proofErr w:type="spellStart"/>
      <w:r w:rsidRPr="003C40D7">
        <w:t>Khaldun's</w:t>
      </w:r>
      <w:proofErr w:type="spellEnd"/>
      <w:r w:rsidR="00046589">
        <w:t xml:space="preserve"> </w:t>
      </w:r>
      <w:r w:rsidRPr="003C40D7">
        <w:t>new</w:t>
      </w:r>
      <w:r w:rsidR="00046589">
        <w:t xml:space="preserve"> </w:t>
      </w:r>
      <w:r w:rsidRPr="003C40D7">
        <w:t>science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author's</w:t>
      </w:r>
      <w:r w:rsidR="00046589">
        <w:t xml:space="preserve"> </w:t>
      </w:r>
      <w:r w:rsidRPr="003C40D7">
        <w:t>intentions.</w:t>
      </w:r>
      <w:r w:rsidR="00046589">
        <w:t xml:space="preserve"> </w:t>
      </w:r>
      <w:r w:rsidRPr="003C40D7">
        <w:t>Indeed,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richness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complexity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work</w:t>
      </w:r>
      <w:r w:rsidR="00046589">
        <w:t xml:space="preserve"> </w:t>
      </w:r>
      <w:r w:rsidRPr="003C40D7">
        <w:t>make</w:t>
      </w:r>
      <w:r w:rsidR="00046589">
        <w:t xml:space="preserve"> </w:t>
      </w:r>
      <w:r w:rsidRPr="003C40D7">
        <w:t>that</w:t>
      </w:r>
      <w:r w:rsidR="00046589">
        <w:t xml:space="preserve"> </w:t>
      </w:r>
      <w:r w:rsidRPr="003C40D7">
        <w:t>it</w:t>
      </w:r>
      <w:r w:rsidR="00046589">
        <w:t xml:space="preserve"> </w:t>
      </w:r>
      <w:r w:rsidRPr="003C40D7">
        <w:t>can</w:t>
      </w:r>
      <w:r w:rsidR="00046589">
        <w:t xml:space="preserve"> </w:t>
      </w:r>
      <w:r w:rsidRPr="003C40D7">
        <w:t>be</w:t>
      </w:r>
      <w:r w:rsidR="00046589">
        <w:t xml:space="preserve"> </w:t>
      </w:r>
      <w:r w:rsidRPr="003C40D7">
        <w:t>read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interpreted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theory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decline.</w:t>
      </w:r>
      <w:r w:rsidR="00046589">
        <w:t xml:space="preserve"> </w:t>
      </w:r>
      <w:r w:rsidRPr="003C40D7">
        <w:t>In</w:t>
      </w:r>
      <w:r w:rsidR="00046589">
        <w:t xml:space="preserve"> </w:t>
      </w:r>
      <w:proofErr w:type="spellStart"/>
      <w:r w:rsidRPr="003C40D7">
        <w:t>Himmich's</w:t>
      </w:r>
      <w:proofErr w:type="spellEnd"/>
      <w:r w:rsidR="00046589">
        <w:t xml:space="preserve"> </w:t>
      </w:r>
      <w:r w:rsidRPr="003C40D7">
        <w:t>book,</w:t>
      </w:r>
      <w:r w:rsidR="00046589">
        <w:t xml:space="preserve"> </w:t>
      </w:r>
      <w:proofErr w:type="spellStart"/>
      <w:r w:rsidRPr="003C40D7">
        <w:rPr>
          <w:rStyle w:val="libItalicChar"/>
        </w:rPr>
        <w:t>Penser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la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lastRenderedPageBreak/>
        <w:t>dépression</w:t>
      </w:r>
      <w:proofErr w:type="spellEnd"/>
      <w:r w:rsidRPr="003C40D7">
        <w:t>,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 w:rsidRPr="003C40D7">
        <w:t>is</w:t>
      </w:r>
      <w:r w:rsidR="00046589">
        <w:t xml:space="preserve"> </w:t>
      </w:r>
      <w:r w:rsidRPr="003C40D7">
        <w:t>profiled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nostalgic</w:t>
      </w:r>
      <w:r w:rsidR="00046589">
        <w:t xml:space="preserve"> </w:t>
      </w:r>
      <w:r w:rsidRPr="003C40D7">
        <w:t>who</w:t>
      </w:r>
      <w:r w:rsidR="00046589">
        <w:t xml:space="preserve"> </w:t>
      </w:r>
      <w:r w:rsidRPr="003C40D7">
        <w:t>senses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end</w:t>
      </w:r>
      <w:r w:rsidR="00046589">
        <w:t xml:space="preserve"> </w:t>
      </w:r>
      <w:r w:rsidRPr="003C40D7">
        <w:t>phase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civilization.</w:t>
      </w:r>
      <w:r w:rsidR="00046589">
        <w:t xml:space="preserve"> </w:t>
      </w:r>
      <w:r w:rsidRPr="003C40D7">
        <w:t>But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Muqaddimah</w:t>
      </w:r>
      <w:proofErr w:type="spellEnd"/>
      <w:r w:rsidR="00046589">
        <w:t xml:space="preserve"> </w:t>
      </w:r>
      <w:r>
        <w:t>can</w:t>
      </w:r>
      <w:r w:rsidR="00046589">
        <w:t xml:space="preserve"> </w:t>
      </w:r>
      <w:r>
        <w:t>also</w:t>
      </w:r>
      <w:r w:rsidR="00046589">
        <w:t xml:space="preserve"> </w:t>
      </w:r>
      <w:r>
        <w:t>be</w:t>
      </w:r>
      <w:r w:rsidR="00046589">
        <w:t xml:space="preserve"> </w:t>
      </w:r>
      <w:r>
        <w:t>read</w:t>
      </w:r>
      <w:r w:rsidR="00046589">
        <w:t xml:space="preserve"> </w:t>
      </w:r>
      <w:r>
        <w:t>as</w:t>
      </w:r>
      <w:r w:rsidR="00046589">
        <w:t xml:space="preserve"> </w:t>
      </w:r>
      <w:r>
        <w:t>a</w:t>
      </w:r>
      <w:r w:rsidR="00046589">
        <w:t xml:space="preserve"> </w:t>
      </w:r>
      <w:r>
        <w:t>high</w:t>
      </w:r>
      <w:r w:rsidR="00046589">
        <w:t xml:space="preserve"> </w:t>
      </w:r>
      <w:r>
        <w:t>quality</w:t>
      </w:r>
      <w:r w:rsidR="00046589">
        <w:t xml:space="preserve"> </w:t>
      </w:r>
      <w:r>
        <w:t>product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genre</w:t>
      </w:r>
      <w:r w:rsidR="00046589">
        <w:t xml:space="preserve"> </w:t>
      </w:r>
      <w:r>
        <w:t>of</w:t>
      </w:r>
      <w:r w:rsidR="00046589">
        <w:t xml:space="preserve"> </w:t>
      </w:r>
      <w:r>
        <w:t>mirror</w:t>
      </w:r>
      <w:r w:rsidR="00046589">
        <w:t xml:space="preserve"> </w:t>
      </w:r>
      <w:r>
        <w:t>literature.</w:t>
      </w:r>
      <w:r w:rsidR="00046589">
        <w:t xml:space="preserve"> </w:t>
      </w:r>
      <w:r>
        <w:t>His</w:t>
      </w:r>
      <w:r w:rsidR="00046589">
        <w:t xml:space="preserve"> </w:t>
      </w:r>
      <w:r>
        <w:t>scientific</w:t>
      </w:r>
      <w:r w:rsidR="00046589">
        <w:t xml:space="preserve"> </w:t>
      </w:r>
      <w:r>
        <w:t>method,</w:t>
      </w:r>
      <w:r w:rsidR="00046589">
        <w:t xml:space="preserve"> </w:t>
      </w:r>
      <w:r>
        <w:t>however,</w:t>
      </w:r>
      <w:r w:rsidR="00046589">
        <w:t xml:space="preserve"> </w:t>
      </w:r>
      <w:r>
        <w:t>offered</w:t>
      </w:r>
      <w:r w:rsidR="00046589">
        <w:t xml:space="preserve"> </w:t>
      </w:r>
      <w:r>
        <w:t>surer</w:t>
      </w:r>
      <w:r w:rsidR="00046589">
        <w:t xml:space="preserve"> </w:t>
      </w:r>
      <w:r>
        <w:t>guidelines</w:t>
      </w:r>
      <w:r w:rsidR="00046589">
        <w:t xml:space="preserve"> </w:t>
      </w:r>
      <w:r>
        <w:t>for</w:t>
      </w:r>
      <w:r w:rsidR="00046589">
        <w:t xml:space="preserve"> </w:t>
      </w:r>
      <w:r>
        <w:t>rulers</w:t>
      </w:r>
      <w:r w:rsidR="00046589">
        <w:t xml:space="preserve"> </w:t>
      </w:r>
      <w:r>
        <w:t>than</w:t>
      </w:r>
      <w:r w:rsidR="00046589">
        <w:t xml:space="preserve"> </w:t>
      </w:r>
      <w:r>
        <w:t>the</w:t>
      </w:r>
      <w:r w:rsidR="00046589">
        <w:t xml:space="preserve"> </w:t>
      </w:r>
      <w:r>
        <w:t>outright</w:t>
      </w:r>
      <w:r w:rsidR="00046589">
        <w:t xml:space="preserve"> </w:t>
      </w:r>
      <w:r>
        <w:t>descriptive</w:t>
      </w:r>
      <w:r w:rsidR="00046589">
        <w:t xml:space="preserve"> </w:t>
      </w:r>
      <w:r>
        <w:t>and</w:t>
      </w:r>
      <w:r w:rsidR="00046589">
        <w:t xml:space="preserve"> </w:t>
      </w:r>
      <w:r>
        <w:t>conformist</w:t>
      </w:r>
      <w:r w:rsidR="00046589">
        <w:t xml:space="preserve"> </w:t>
      </w:r>
      <w:r>
        <w:t>literature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Persians.</w:t>
      </w:r>
      <w:r w:rsidR="00046589">
        <w:t xml:space="preserve"> </w:t>
      </w:r>
      <w:r>
        <w:t>According</w:t>
      </w:r>
      <w:r w:rsidR="00046589">
        <w:t xml:space="preserve"> </w:t>
      </w:r>
      <w:r>
        <w:t>to</w:t>
      </w:r>
      <w:r w:rsidR="00046589">
        <w:t xml:space="preserve"> </w:t>
      </w:r>
      <w:r>
        <w:t>one's</w:t>
      </w:r>
      <w:r w:rsidR="00046589">
        <w:t xml:space="preserve"> </w:t>
      </w:r>
      <w:r>
        <w:t>standpoint,</w:t>
      </w:r>
      <w:r w:rsidR="00046589">
        <w:t xml:space="preserve"> </w:t>
      </w:r>
      <w:r>
        <w:t>the</w:t>
      </w:r>
      <w:r w:rsidR="00046589">
        <w:t xml:space="preserve"> </w:t>
      </w:r>
      <w:r>
        <w:t>Prolegomena</w:t>
      </w:r>
      <w:r w:rsidR="00046589">
        <w:t xml:space="preserve"> </w:t>
      </w:r>
      <w:r>
        <w:t>can</w:t>
      </w:r>
      <w:r w:rsidR="00046589">
        <w:t xml:space="preserve"> </w:t>
      </w:r>
      <w:r>
        <w:t>be</w:t>
      </w:r>
      <w:r w:rsidR="00046589">
        <w:t xml:space="preserve"> </w:t>
      </w:r>
      <w:r>
        <w:t>read</w:t>
      </w:r>
      <w:r w:rsidR="00046589">
        <w:t xml:space="preserve"> </w:t>
      </w:r>
      <w:r>
        <w:t>as</w:t>
      </w:r>
      <w:r w:rsidR="00046589">
        <w:t xml:space="preserve"> </w:t>
      </w:r>
      <w:r>
        <w:t>a</w:t>
      </w:r>
      <w:r w:rsidR="00046589">
        <w:t xml:space="preserve"> </w:t>
      </w:r>
      <w:r>
        <w:t>philosophy</w:t>
      </w:r>
      <w:r w:rsidR="00046589">
        <w:t xml:space="preserve"> </w:t>
      </w:r>
      <w:r>
        <w:t>of</w:t>
      </w:r>
      <w:r w:rsidR="00046589">
        <w:t xml:space="preserve"> </w:t>
      </w:r>
      <w:r>
        <w:t>history</w:t>
      </w:r>
      <w:r w:rsidR="00046589">
        <w:t xml:space="preserve"> </w:t>
      </w:r>
      <w:r>
        <w:t>or</w:t>
      </w:r>
      <w:r w:rsidR="00046589">
        <w:t xml:space="preserve"> </w:t>
      </w:r>
      <w:r>
        <w:t>as</w:t>
      </w:r>
      <w:r w:rsidR="00046589">
        <w:t xml:space="preserve"> </w:t>
      </w:r>
      <w:r>
        <w:t>a</w:t>
      </w:r>
      <w:r w:rsidR="00046589">
        <w:t xml:space="preserve"> </w:t>
      </w:r>
      <w:r>
        <w:t>treatise</w:t>
      </w:r>
      <w:r w:rsidR="00046589">
        <w:t xml:space="preserve"> </w:t>
      </w:r>
      <w:r>
        <w:t>on</w:t>
      </w:r>
      <w:r w:rsidR="00046589">
        <w:t xml:space="preserve"> </w:t>
      </w:r>
      <w:r>
        <w:t>social</w:t>
      </w:r>
      <w:r w:rsidR="00046589">
        <w:t xml:space="preserve"> </w:t>
      </w:r>
      <w:r>
        <w:t>dynamics.</w:t>
      </w:r>
    </w:p>
    <w:p w:rsidR="003C40D7" w:rsidRDefault="003C40D7" w:rsidP="003C40D7">
      <w:pPr>
        <w:pStyle w:val="libNormal"/>
      </w:pPr>
      <w:r>
        <w:t>Noteworthy</w:t>
      </w:r>
      <w:r w:rsidR="00046589">
        <w:t xml:space="preserve"> </w:t>
      </w:r>
      <w:r>
        <w:t>is</w:t>
      </w:r>
      <w:r w:rsidR="00046589">
        <w:t xml:space="preserve"> </w:t>
      </w:r>
      <w:r>
        <w:t>the</w:t>
      </w:r>
      <w:r w:rsidR="00046589">
        <w:t xml:space="preserve"> </w:t>
      </w:r>
      <w:r>
        <w:t>fact</w:t>
      </w:r>
      <w:r w:rsidR="00046589">
        <w:t xml:space="preserve"> </w:t>
      </w:r>
      <w:r>
        <w:t>that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>
        <w:t>was</w:t>
      </w:r>
      <w:r w:rsidR="00046589">
        <w:t xml:space="preserve"> </w:t>
      </w:r>
      <w:r>
        <w:t>a</w:t>
      </w:r>
      <w:r w:rsidR="00046589">
        <w:t xml:space="preserve"> </w:t>
      </w:r>
      <w:r>
        <w:t>deep</w:t>
      </w:r>
      <w:r w:rsidR="00046589">
        <w:t xml:space="preserve"> </w:t>
      </w:r>
      <w:r>
        <w:t>religious</w:t>
      </w:r>
      <w:r w:rsidR="00046589">
        <w:t xml:space="preserve"> </w:t>
      </w:r>
      <w:r>
        <w:t>man</w:t>
      </w:r>
      <w:r w:rsidR="00046589">
        <w:t xml:space="preserve"> </w:t>
      </w:r>
      <w:r>
        <w:t>and</w:t>
      </w:r>
      <w:r w:rsidR="00046589">
        <w:t xml:space="preserve"> </w:t>
      </w:r>
      <w:r>
        <w:t>some</w:t>
      </w:r>
      <w:r w:rsidR="00046589">
        <w:t xml:space="preserve"> </w:t>
      </w:r>
      <w:r>
        <w:t>hesitant</w:t>
      </w:r>
      <w:r w:rsidR="00046589">
        <w:t xml:space="preserve"> </w:t>
      </w:r>
      <w:r>
        <w:t>passages</w:t>
      </w:r>
      <w:r w:rsidR="00046589">
        <w:t xml:space="preserve"> </w:t>
      </w:r>
      <w:r>
        <w:t>of</w:t>
      </w:r>
      <w:r w:rsidR="00046589">
        <w:t xml:space="preserve"> </w:t>
      </w:r>
      <w:r>
        <w:t>his</w:t>
      </w:r>
      <w:r w:rsidR="00046589">
        <w:t xml:space="preserve"> </w:t>
      </w:r>
      <w:r>
        <w:t>book</w:t>
      </w:r>
      <w:r w:rsidR="00046589">
        <w:t xml:space="preserve"> </w:t>
      </w:r>
      <w:r>
        <w:t>end</w:t>
      </w:r>
      <w:r w:rsidR="00046589">
        <w:t xml:space="preserve"> </w:t>
      </w:r>
      <w:r>
        <w:t>with</w:t>
      </w:r>
      <w:r w:rsidR="00046589">
        <w:t xml:space="preserve"> </w:t>
      </w:r>
      <w:r>
        <w:t>"for</w:t>
      </w:r>
      <w:r w:rsidR="00046589">
        <w:t xml:space="preserve"> </w:t>
      </w:r>
      <w:r>
        <w:t>God</w:t>
      </w:r>
      <w:r w:rsidR="00046589">
        <w:t xml:space="preserve"> </w:t>
      </w:r>
      <w:r>
        <w:t>knows</w:t>
      </w:r>
      <w:r w:rsidR="00046589">
        <w:t xml:space="preserve"> </w:t>
      </w:r>
      <w:r>
        <w:t>best".</w:t>
      </w:r>
      <w:r w:rsidR="00046589">
        <w:t xml:space="preserve"> </w:t>
      </w:r>
      <w:r>
        <w:t>In</w:t>
      </w:r>
      <w:r w:rsidR="00046589">
        <w:t xml:space="preserve"> </w:t>
      </w:r>
      <w:r>
        <w:t>several</w:t>
      </w:r>
      <w:r w:rsidR="00046589">
        <w:t xml:space="preserve"> </w:t>
      </w:r>
      <w:r>
        <w:t>passages</w:t>
      </w:r>
      <w:r w:rsidR="00046589">
        <w:t xml:space="preserve"> </w:t>
      </w:r>
      <w:r>
        <w:t>he</w:t>
      </w:r>
      <w:r w:rsidR="00046589">
        <w:t xml:space="preserve"> </w:t>
      </w:r>
      <w:r>
        <w:t>recognizes</w:t>
      </w:r>
      <w:r w:rsidR="00046589">
        <w:t xml:space="preserve"> </w:t>
      </w:r>
      <w:r>
        <w:t>that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prime</w:t>
      </w:r>
      <w:r w:rsidR="00046589">
        <w:t xml:space="preserve"> </w:t>
      </w:r>
      <w:r>
        <w:t>time</w:t>
      </w:r>
      <w:r w:rsidR="00046589">
        <w:t xml:space="preserve"> </w:t>
      </w:r>
      <w:r>
        <w:t>of</w:t>
      </w:r>
      <w:r w:rsidR="00046589">
        <w:t xml:space="preserve"> </w:t>
      </w:r>
      <w:r>
        <w:t>Islam,</w:t>
      </w:r>
      <w:r w:rsidR="00046589">
        <w:t xml:space="preserve"> </w:t>
      </w:r>
      <w:r>
        <w:t>religion</w:t>
      </w:r>
      <w:r w:rsidR="00046589">
        <w:t xml:space="preserve"> </w:t>
      </w:r>
      <w:r>
        <w:t>had</w:t>
      </w:r>
      <w:r w:rsidR="00046589">
        <w:t xml:space="preserve"> </w:t>
      </w:r>
      <w:r>
        <w:t>welded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umma</w:t>
      </w:r>
      <w:proofErr w:type="spellEnd"/>
      <w:r w:rsidR="00046589">
        <w:t xml:space="preserve"> </w:t>
      </w:r>
      <w:r w:rsidRPr="003C40D7">
        <w:t>into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community</w:t>
      </w:r>
      <w:r w:rsidR="00046589">
        <w:t xml:space="preserve"> </w:t>
      </w:r>
      <w:r w:rsidRPr="003C40D7">
        <w:t>submitted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will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Allah.</w:t>
      </w:r>
      <w:r w:rsidR="00046589">
        <w:t xml:space="preserve"> </w:t>
      </w:r>
      <w:r w:rsidRPr="003C40D7">
        <w:t>After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Prophet's</w:t>
      </w:r>
      <w:r w:rsidR="00046589">
        <w:t xml:space="preserve"> </w:t>
      </w:r>
      <w:r w:rsidRPr="003C40D7">
        <w:t>revelation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rPr>
          <w:rStyle w:val="libItalicChar"/>
        </w:rPr>
        <w:t>Quran</w:t>
      </w:r>
      <w:r>
        <w:t>,</w:t>
      </w:r>
      <w:r w:rsidR="00046589">
        <w:t xml:space="preserve"> </w:t>
      </w:r>
      <w:r>
        <w:t>the</w:t>
      </w:r>
      <w:r w:rsidR="00046589">
        <w:t xml:space="preserve"> </w:t>
      </w:r>
      <w:r>
        <w:t>believer</w:t>
      </w:r>
      <w:r w:rsidR="00046589">
        <w:t xml:space="preserve"> </w:t>
      </w:r>
      <w:r>
        <w:t>could</w:t>
      </w:r>
      <w:r w:rsidR="00046589">
        <w:t xml:space="preserve"> </w:t>
      </w:r>
      <w:r>
        <w:t>thrust</w:t>
      </w:r>
      <w:r w:rsidR="00046589">
        <w:t xml:space="preserve"> </w:t>
      </w:r>
      <w:r>
        <w:t>that</w:t>
      </w:r>
      <w:r w:rsidR="00046589">
        <w:t xml:space="preserve"> </w:t>
      </w:r>
      <w:r>
        <w:t>religion</w:t>
      </w:r>
      <w:r w:rsidR="00046589">
        <w:t xml:space="preserve"> </w:t>
      </w:r>
      <w:r>
        <w:t>offered</w:t>
      </w:r>
      <w:r w:rsidR="00046589">
        <w:t xml:space="preserve"> </w:t>
      </w:r>
      <w:r>
        <w:t>the</w:t>
      </w:r>
      <w:r w:rsidR="00046589">
        <w:t xml:space="preserve"> </w:t>
      </w:r>
      <w:r>
        <w:t>final</w:t>
      </w:r>
      <w:r w:rsidR="00046589">
        <w:t xml:space="preserve"> </w:t>
      </w:r>
      <w:r>
        <w:t>salvation</w:t>
      </w:r>
      <w:r w:rsidR="00046589">
        <w:t xml:space="preserve"> </w:t>
      </w:r>
      <w:r>
        <w:t>for</w:t>
      </w:r>
      <w:r w:rsidR="00046589">
        <w:t xml:space="preserve"> </w:t>
      </w:r>
      <w:r>
        <w:t>the</w:t>
      </w:r>
      <w:r w:rsidR="00046589">
        <w:t xml:space="preserve"> </w:t>
      </w:r>
      <w:r>
        <w:t>individual</w:t>
      </w:r>
      <w:r w:rsidR="00046589">
        <w:t xml:space="preserve"> </w:t>
      </w:r>
      <w:r>
        <w:t>and</w:t>
      </w:r>
      <w:r w:rsidR="00046589">
        <w:t xml:space="preserve"> </w:t>
      </w:r>
      <w:r>
        <w:t>for</w:t>
      </w:r>
      <w:r w:rsidR="00046589">
        <w:t xml:space="preserve"> </w:t>
      </w:r>
      <w:r>
        <w:t>society.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religious</w:t>
      </w:r>
      <w:r w:rsidR="00046589">
        <w:t xml:space="preserve"> </w:t>
      </w:r>
      <w:r>
        <w:t>view</w:t>
      </w:r>
      <w:r w:rsidR="00046589">
        <w:t xml:space="preserve"> </w:t>
      </w:r>
      <w:r>
        <w:t>on</w:t>
      </w:r>
      <w:r w:rsidR="00046589">
        <w:t xml:space="preserve"> </w:t>
      </w:r>
      <w:r>
        <w:t>history,</w:t>
      </w:r>
      <w:r w:rsidR="00046589">
        <w:t xml:space="preserve"> </w:t>
      </w:r>
      <w:r>
        <w:t>Christian</w:t>
      </w:r>
      <w:r w:rsidR="00046589">
        <w:t xml:space="preserve"> </w:t>
      </w:r>
      <w:r>
        <w:t>and</w:t>
      </w:r>
      <w:r w:rsidR="00046589">
        <w:t xml:space="preserve"> </w:t>
      </w:r>
      <w:r>
        <w:t>Muslim</w:t>
      </w:r>
      <w:r w:rsidR="00046589">
        <w:t xml:space="preserve"> </w:t>
      </w:r>
      <w:r>
        <w:t>alike,</w:t>
      </w:r>
      <w:r w:rsidR="00046589">
        <w:t xml:space="preserve"> </w:t>
      </w:r>
      <w:r>
        <w:t>the</w:t>
      </w:r>
      <w:r w:rsidR="00046589">
        <w:t xml:space="preserve"> </w:t>
      </w:r>
      <w:r>
        <w:t>social</w:t>
      </w:r>
      <w:r w:rsidR="00046589">
        <w:t xml:space="preserve"> </w:t>
      </w:r>
      <w:r>
        <w:t>drama</w:t>
      </w:r>
      <w:r w:rsidR="00046589">
        <w:t xml:space="preserve"> </w:t>
      </w:r>
      <w:r>
        <w:t>of</w:t>
      </w:r>
      <w:r w:rsidR="00046589">
        <w:t xml:space="preserve"> </w:t>
      </w:r>
      <w:r>
        <w:t>decline</w:t>
      </w:r>
      <w:r w:rsidR="00046589">
        <w:t xml:space="preserve"> </w:t>
      </w:r>
      <w:r>
        <w:t>or</w:t>
      </w:r>
      <w:r w:rsidR="00046589">
        <w:t xml:space="preserve"> </w:t>
      </w:r>
      <w:r>
        <w:t>worse,</w:t>
      </w:r>
      <w:r w:rsidR="00046589">
        <w:t xml:space="preserve"> </w:t>
      </w:r>
      <w:r>
        <w:t>of</w:t>
      </w:r>
      <w:r w:rsidR="00046589">
        <w:t xml:space="preserve"> </w:t>
      </w:r>
      <w:r>
        <w:t>decadence,</w:t>
      </w:r>
      <w:r w:rsidR="00046589">
        <w:t xml:space="preserve"> </w:t>
      </w:r>
      <w:r>
        <w:t>were</w:t>
      </w:r>
      <w:r w:rsidR="00046589">
        <w:t xml:space="preserve"> </w:t>
      </w:r>
      <w:r>
        <w:t>sensed</w:t>
      </w:r>
      <w:r w:rsidR="00046589">
        <w:t xml:space="preserve"> </w:t>
      </w:r>
      <w:r>
        <w:t>to</w:t>
      </w:r>
      <w:r w:rsidR="00046589">
        <w:t xml:space="preserve"> </w:t>
      </w:r>
      <w:r>
        <w:t>be</w:t>
      </w:r>
      <w:r w:rsidR="00046589">
        <w:t xml:space="preserve"> </w:t>
      </w:r>
      <w:r>
        <w:t>a</w:t>
      </w:r>
      <w:r w:rsidR="00046589">
        <w:t xml:space="preserve"> </w:t>
      </w:r>
      <w:r>
        <w:t>sanction</w:t>
      </w:r>
      <w:r w:rsidR="00046589">
        <w:t xml:space="preserve"> </w:t>
      </w:r>
      <w:r>
        <w:t>inflicted</w:t>
      </w:r>
      <w:r w:rsidR="00046589">
        <w:t xml:space="preserve"> </w:t>
      </w:r>
      <w:r>
        <w:t>upon</w:t>
      </w:r>
      <w:r w:rsidR="00046589">
        <w:t xml:space="preserve"> </w:t>
      </w:r>
      <w:r>
        <w:t>the</w:t>
      </w:r>
      <w:r w:rsidR="00046589">
        <w:t xml:space="preserve"> </w:t>
      </w:r>
      <w:r>
        <w:t>unfaithful</w:t>
      </w:r>
      <w:r w:rsidR="00046589">
        <w:t xml:space="preserve"> </w:t>
      </w:r>
      <w:r>
        <w:t>who</w:t>
      </w:r>
      <w:r w:rsidR="00046589">
        <w:t xml:space="preserve"> </w:t>
      </w:r>
      <w:r>
        <w:t>betrayed</w:t>
      </w:r>
      <w:r w:rsidR="00046589">
        <w:t xml:space="preserve"> </w:t>
      </w:r>
      <w:r>
        <w:t>their</w:t>
      </w:r>
      <w:r w:rsidR="00046589">
        <w:t xml:space="preserve"> </w:t>
      </w:r>
      <w:proofErr w:type="spellStart"/>
      <w:r>
        <w:t>thrust</w:t>
      </w:r>
      <w:proofErr w:type="spellEnd"/>
      <w:r w:rsidR="00046589">
        <w:t xml:space="preserve"> </w:t>
      </w:r>
      <w:r>
        <w:t>in</w:t>
      </w:r>
      <w:r w:rsidR="00046589">
        <w:t xml:space="preserve"> </w:t>
      </w:r>
      <w:r>
        <w:t>God.</w:t>
      </w:r>
      <w:r w:rsidR="00046589">
        <w:t xml:space="preserve"> </w:t>
      </w:r>
      <w:r>
        <w:t>But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Muqaddimah</w:t>
      </w:r>
      <w:proofErr w:type="spellEnd"/>
      <w:r w:rsidR="00046589">
        <w:t xml:space="preserve"> </w:t>
      </w:r>
      <w:r>
        <w:t>opened</w:t>
      </w:r>
      <w:r w:rsidR="00046589">
        <w:t xml:space="preserve"> </w:t>
      </w:r>
      <w:r>
        <w:t>the</w:t>
      </w:r>
      <w:r w:rsidR="00046589">
        <w:t xml:space="preserve"> </w:t>
      </w:r>
      <w:r>
        <w:t>path</w:t>
      </w:r>
      <w:r w:rsidR="00046589">
        <w:t xml:space="preserve"> </w:t>
      </w:r>
      <w:r>
        <w:t>to</w:t>
      </w:r>
      <w:r w:rsidR="00046589">
        <w:t xml:space="preserve"> </w:t>
      </w:r>
      <w:r>
        <w:t>a</w:t>
      </w:r>
      <w:r w:rsidR="00046589">
        <w:t xml:space="preserve"> </w:t>
      </w:r>
      <w:r>
        <w:t>secular</w:t>
      </w:r>
      <w:r w:rsidR="00046589">
        <w:t xml:space="preserve"> </w:t>
      </w:r>
      <w:r>
        <w:t>view</w:t>
      </w:r>
      <w:r w:rsidR="00046589">
        <w:t xml:space="preserve"> </w:t>
      </w:r>
      <w:r>
        <w:t>of</w:t>
      </w:r>
      <w:r w:rsidR="00046589">
        <w:t xml:space="preserve"> </w:t>
      </w:r>
      <w:r>
        <w:t>history.</w:t>
      </w:r>
      <w:r w:rsidR="00046589">
        <w:t xml:space="preserve"> </w:t>
      </w:r>
      <w:r>
        <w:t>In</w:t>
      </w:r>
      <w:r w:rsidR="00046589">
        <w:t xml:space="preserve"> </w:t>
      </w:r>
      <w:r>
        <w:t>fact</w:t>
      </w:r>
      <w:r w:rsidR="00046589">
        <w:t xml:space="preserve"> </w:t>
      </w:r>
      <w:r>
        <w:t>it</w:t>
      </w:r>
      <w:r w:rsidR="00046589">
        <w:t xml:space="preserve"> </w:t>
      </w:r>
      <w:r>
        <w:t>unveils</w:t>
      </w:r>
      <w:r w:rsidR="00046589">
        <w:t xml:space="preserve"> </w:t>
      </w:r>
      <w:r>
        <w:t>a</w:t>
      </w:r>
      <w:r w:rsidR="00046589">
        <w:t xml:space="preserve"> </w:t>
      </w:r>
      <w:r>
        <w:t>complex</w:t>
      </w:r>
      <w:r w:rsidR="00046589">
        <w:t xml:space="preserve"> </w:t>
      </w:r>
      <w:r>
        <w:t>matrix</w:t>
      </w:r>
      <w:r w:rsidR="00046589">
        <w:t xml:space="preserve"> </w:t>
      </w:r>
      <w:r>
        <w:t>of</w:t>
      </w:r>
      <w:r w:rsidR="00046589">
        <w:t xml:space="preserve"> </w:t>
      </w:r>
      <w:r>
        <w:t>natural</w:t>
      </w:r>
      <w:r w:rsidR="00046589">
        <w:t xml:space="preserve"> </w:t>
      </w:r>
      <w:r>
        <w:t>causes,</w:t>
      </w:r>
      <w:r w:rsidR="00046589">
        <w:t xml:space="preserve"> </w:t>
      </w:r>
      <w:r>
        <w:t>this</w:t>
      </w:r>
      <w:r w:rsidR="00046589">
        <w:t xml:space="preserve"> </w:t>
      </w:r>
      <w:r>
        <w:t>is</w:t>
      </w:r>
      <w:r w:rsidR="00046589">
        <w:t xml:space="preserve"> </w:t>
      </w:r>
      <w:r>
        <w:t>of</w:t>
      </w:r>
      <w:r w:rsidR="00046589">
        <w:t xml:space="preserve"> </w:t>
      </w:r>
      <w:r>
        <w:t>autonomous</w:t>
      </w:r>
      <w:r w:rsidR="00046589">
        <w:t xml:space="preserve"> </w:t>
      </w:r>
      <w:r>
        <w:t>factors,</w:t>
      </w:r>
      <w:r w:rsidR="00046589">
        <w:t xml:space="preserve"> </w:t>
      </w:r>
      <w:r>
        <w:t>who</w:t>
      </w:r>
      <w:r w:rsidR="00046589">
        <w:t xml:space="preserve"> </w:t>
      </w:r>
      <w:r>
        <w:t>imply</w:t>
      </w:r>
      <w:r w:rsidR="00046589">
        <w:t xml:space="preserve"> </w:t>
      </w:r>
      <w:r>
        <w:t>that</w:t>
      </w:r>
      <w:r w:rsidR="00046589">
        <w:t xml:space="preserve"> </w:t>
      </w:r>
      <w:r>
        <w:t>with</w:t>
      </w:r>
      <w:r w:rsidR="00046589">
        <w:t xml:space="preserve"> </w:t>
      </w:r>
      <w:r>
        <w:t>or</w:t>
      </w:r>
      <w:r w:rsidR="00046589">
        <w:t xml:space="preserve"> </w:t>
      </w:r>
      <w:r>
        <w:t>without</w:t>
      </w:r>
      <w:r w:rsidR="00046589">
        <w:t xml:space="preserve"> </w:t>
      </w:r>
      <w:r>
        <w:t>religion,</w:t>
      </w:r>
      <w:r w:rsidR="00046589">
        <w:t xml:space="preserve"> </w:t>
      </w:r>
      <w:r>
        <w:t>history</w:t>
      </w:r>
      <w:r w:rsidR="00046589">
        <w:t xml:space="preserve"> </w:t>
      </w:r>
      <w:r>
        <w:t>in</w:t>
      </w:r>
      <w:r w:rsidR="00046589">
        <w:t xml:space="preserve"> </w:t>
      </w:r>
      <w:r>
        <w:t>itself</w:t>
      </w:r>
      <w:r w:rsidR="00046589">
        <w:t xml:space="preserve"> </w:t>
      </w:r>
      <w:r>
        <w:t>is</w:t>
      </w:r>
      <w:r w:rsidR="00046589">
        <w:t xml:space="preserve"> </w:t>
      </w:r>
      <w:r>
        <w:t>not</w:t>
      </w:r>
      <w:r w:rsidR="00046589">
        <w:t xml:space="preserve"> </w:t>
      </w:r>
      <w:r>
        <w:t>linear.</w:t>
      </w:r>
      <w:r w:rsidR="00046589">
        <w:t xml:space="preserve"> </w:t>
      </w:r>
      <w:r>
        <w:t>History</w:t>
      </w:r>
      <w:r w:rsidR="00046589">
        <w:t xml:space="preserve"> </w:t>
      </w:r>
      <w:r>
        <w:t>is</w:t>
      </w:r>
      <w:r w:rsidR="00046589">
        <w:t xml:space="preserve"> </w:t>
      </w:r>
      <w:r>
        <w:t>cyclical</w:t>
      </w:r>
      <w:r w:rsidR="00046589">
        <w:t xml:space="preserve"> </w:t>
      </w:r>
      <w:r>
        <w:t>;</w:t>
      </w:r>
      <w:r w:rsidR="00046589">
        <w:t xml:space="preserve"> </w:t>
      </w:r>
      <w:r>
        <w:t>this</w:t>
      </w:r>
      <w:r w:rsidR="00046589">
        <w:t xml:space="preserve"> </w:t>
      </w:r>
      <w:r>
        <w:t>for</w:t>
      </w:r>
      <w:r w:rsidR="00046589">
        <w:t xml:space="preserve"> </w:t>
      </w:r>
      <w:r>
        <w:t>reasons</w:t>
      </w:r>
      <w:r w:rsidR="00046589">
        <w:t xml:space="preserve"> </w:t>
      </w:r>
      <w:r>
        <w:t>which</w:t>
      </w:r>
      <w:r w:rsidR="00046589">
        <w:t xml:space="preserve"> </w:t>
      </w:r>
      <w:r>
        <w:t>are</w:t>
      </w:r>
      <w:r w:rsidR="00046589">
        <w:t xml:space="preserve"> </w:t>
      </w:r>
      <w:r>
        <w:t>intrinsic</w:t>
      </w:r>
      <w:r w:rsidR="00046589">
        <w:t xml:space="preserve"> </w:t>
      </w:r>
      <w:r>
        <w:t>to</w:t>
      </w:r>
      <w:r w:rsidR="00046589">
        <w:t xml:space="preserve"> </w:t>
      </w:r>
      <w:r>
        <w:t>the</w:t>
      </w:r>
      <w:r w:rsidR="00046589">
        <w:t xml:space="preserve"> </w:t>
      </w:r>
      <w:r>
        <w:t>unfolding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human</w:t>
      </w:r>
      <w:r w:rsidR="00046589">
        <w:t xml:space="preserve"> </w:t>
      </w:r>
      <w:r>
        <w:t>socio</w:t>
      </w:r>
      <w:r w:rsidR="006F62A6">
        <w:t>-</w:t>
      </w:r>
      <w:r>
        <w:t>drama</w:t>
      </w:r>
      <w:r w:rsidR="00046589">
        <w:t xml:space="preserve"> </w:t>
      </w:r>
      <w:r>
        <w:t>itself.</w:t>
      </w:r>
      <w:r w:rsidR="00046589">
        <w:t xml:space="preserve"> </w:t>
      </w:r>
      <w:r>
        <w:t>When</w:t>
      </w:r>
      <w:r w:rsidR="00046589">
        <w:t xml:space="preserve"> </w:t>
      </w:r>
      <w:r>
        <w:t>the</w:t>
      </w:r>
      <w:r w:rsidR="00046589">
        <w:t xml:space="preserve"> </w:t>
      </w:r>
      <w:r>
        <w:t>coercive</w:t>
      </w:r>
      <w:r w:rsidR="00046589">
        <w:t xml:space="preserve"> </w:t>
      </w:r>
      <w:r>
        <w:t>forces</w:t>
      </w:r>
      <w:r w:rsidR="00046589">
        <w:t xml:space="preserve"> </w:t>
      </w:r>
      <w:r>
        <w:t>of</w:t>
      </w:r>
      <w:r w:rsidR="00046589">
        <w:t xml:space="preserve"> </w:t>
      </w:r>
      <w:r>
        <w:t>a</w:t>
      </w:r>
      <w:r w:rsidR="00046589">
        <w:t xml:space="preserve"> </w:t>
      </w:r>
      <w:r>
        <w:t>civilized</w:t>
      </w:r>
      <w:r w:rsidR="00046589">
        <w:t xml:space="preserve"> </w:t>
      </w:r>
      <w:r>
        <w:t>state</w:t>
      </w:r>
      <w:r w:rsidR="00046589">
        <w:t xml:space="preserve"> </w:t>
      </w:r>
      <w:r>
        <w:t>and</w:t>
      </w:r>
      <w:r w:rsidR="00046589">
        <w:t xml:space="preserve"> </w:t>
      </w:r>
      <w:r>
        <w:t>its</w:t>
      </w:r>
      <w:r w:rsidR="00046589">
        <w:t xml:space="preserve"> </w:t>
      </w:r>
      <w:r>
        <w:t>institutions</w:t>
      </w:r>
      <w:r w:rsidR="00046589">
        <w:t xml:space="preserve"> </w:t>
      </w:r>
      <w:r>
        <w:t>are</w:t>
      </w:r>
      <w:r w:rsidR="00046589">
        <w:t xml:space="preserve"> </w:t>
      </w:r>
      <w:r>
        <w:t>increasingly</w:t>
      </w:r>
      <w:r w:rsidR="00046589">
        <w:t xml:space="preserve"> </w:t>
      </w:r>
      <w:r>
        <w:t>felt</w:t>
      </w:r>
      <w:r w:rsidR="00046589">
        <w:t xml:space="preserve"> </w:t>
      </w:r>
      <w:r>
        <w:t>to</w:t>
      </w:r>
      <w:r w:rsidR="00046589">
        <w:t xml:space="preserve"> </w:t>
      </w:r>
      <w:r>
        <w:t>cramp</w:t>
      </w:r>
      <w:r w:rsidR="00046589">
        <w:t xml:space="preserve"> </w:t>
      </w:r>
      <w:r>
        <w:t>and</w:t>
      </w:r>
      <w:r w:rsidR="00046589">
        <w:t xml:space="preserve"> </w:t>
      </w:r>
      <w:r>
        <w:t>obstruct</w:t>
      </w:r>
      <w:r w:rsidR="00046589">
        <w:t xml:space="preserve"> </w:t>
      </w:r>
      <w:r>
        <w:t>the</w:t>
      </w:r>
      <w:r w:rsidR="00046589">
        <w:t xml:space="preserve"> </w:t>
      </w:r>
      <w:r>
        <w:t>vigorous</w:t>
      </w:r>
      <w:r w:rsidR="00046589">
        <w:t xml:space="preserve"> </w:t>
      </w:r>
      <w:r>
        <w:t>and</w:t>
      </w:r>
      <w:r w:rsidR="00046589">
        <w:t xml:space="preserve"> </w:t>
      </w:r>
      <w:r>
        <w:t>creative</w:t>
      </w:r>
      <w:r w:rsidR="00046589">
        <w:t xml:space="preserve"> </w:t>
      </w:r>
      <w:r>
        <w:t>forces</w:t>
      </w:r>
      <w:r w:rsidR="00046589">
        <w:t xml:space="preserve"> </w:t>
      </w:r>
      <w:r>
        <w:t>in</w:t>
      </w:r>
      <w:r w:rsidR="00046589">
        <w:t xml:space="preserve"> </w:t>
      </w:r>
      <w:r>
        <w:t>society,</w:t>
      </w:r>
      <w:r w:rsidR="00046589">
        <w:t xml:space="preserve"> </w:t>
      </w:r>
      <w:r>
        <w:t>and</w:t>
      </w:r>
      <w:r w:rsidR="00046589">
        <w:t xml:space="preserve"> </w:t>
      </w:r>
      <w:r>
        <w:t>it</w:t>
      </w:r>
      <w:r w:rsidR="00046589">
        <w:t xml:space="preserve"> </w:t>
      </w:r>
      <w:r>
        <w:t>has</w:t>
      </w:r>
      <w:r w:rsidR="00046589">
        <w:t xml:space="preserve"> </w:t>
      </w:r>
      <w:r>
        <w:t>not</w:t>
      </w:r>
      <w:r w:rsidR="00046589">
        <w:t xml:space="preserve"> </w:t>
      </w:r>
      <w:r>
        <w:t>enough</w:t>
      </w:r>
      <w:r w:rsidR="00046589">
        <w:t xml:space="preserve"> </w:t>
      </w:r>
      <w:r>
        <w:t>resilience</w:t>
      </w:r>
      <w:r w:rsidR="00046589">
        <w:t xml:space="preserve"> </w:t>
      </w:r>
      <w:r>
        <w:t>to</w:t>
      </w:r>
      <w:r w:rsidR="00046589">
        <w:t xml:space="preserve"> </w:t>
      </w:r>
      <w:r>
        <w:t>resist</w:t>
      </w:r>
      <w:r w:rsidR="00046589">
        <w:t xml:space="preserve"> </w:t>
      </w:r>
      <w:r>
        <w:t>them,</w:t>
      </w:r>
      <w:r w:rsidR="00046589">
        <w:t xml:space="preserve"> </w:t>
      </w:r>
      <w:r>
        <w:t>the</w:t>
      </w:r>
      <w:r w:rsidR="00046589">
        <w:t xml:space="preserve"> </w:t>
      </w:r>
      <w:r>
        <w:t>organic</w:t>
      </w:r>
      <w:r w:rsidR="00046589">
        <w:t xml:space="preserve"> </w:t>
      </w:r>
      <w:r>
        <w:t>alliance</w:t>
      </w:r>
      <w:r w:rsidR="00046589">
        <w:t xml:space="preserve"> </w:t>
      </w:r>
      <w:r>
        <w:t>disintegrates.</w:t>
      </w:r>
      <w:r w:rsidR="00046589">
        <w:t xml:space="preserve"> </w:t>
      </w:r>
      <w:r>
        <w:t>Limiting</w:t>
      </w:r>
      <w:r w:rsidR="00046589">
        <w:t xml:space="preserve"> </w:t>
      </w:r>
      <w:r>
        <w:t>himself</w:t>
      </w:r>
      <w:r w:rsidR="00046589">
        <w:t xml:space="preserve"> </w:t>
      </w:r>
      <w:r>
        <w:t>to</w:t>
      </w:r>
      <w:r w:rsidR="00046589">
        <w:t xml:space="preserve"> </w:t>
      </w:r>
      <w:r>
        <w:t>be</w:t>
      </w:r>
      <w:r w:rsidR="00046589">
        <w:t xml:space="preserve"> </w:t>
      </w:r>
      <w:r>
        <w:t>an</w:t>
      </w:r>
      <w:r w:rsidR="00046589">
        <w:t xml:space="preserve"> </w:t>
      </w:r>
      <w:r>
        <w:t>acute</w:t>
      </w:r>
      <w:r w:rsidR="00046589">
        <w:t xml:space="preserve"> </w:t>
      </w:r>
      <w:r>
        <w:t>observer</w:t>
      </w:r>
      <w:r w:rsidR="00046589">
        <w:t xml:space="preserve"> </w:t>
      </w:r>
      <w:r>
        <w:t>of</w:t>
      </w:r>
      <w:r w:rsidR="00046589">
        <w:t xml:space="preserve"> </w:t>
      </w:r>
      <w:r>
        <w:t>reality,</w:t>
      </w:r>
      <w:r w:rsidR="00046589">
        <w:t xml:space="preserve"> </w:t>
      </w:r>
      <w:r>
        <w:t>our</w:t>
      </w:r>
      <w:r w:rsidR="00046589">
        <w:t xml:space="preserve"> </w:t>
      </w:r>
      <w:r>
        <w:t>treatise</w:t>
      </w:r>
      <w:r w:rsidR="00046589">
        <w:t xml:space="preserve"> </w:t>
      </w:r>
      <w:r>
        <w:t>writer</w:t>
      </w:r>
      <w:r w:rsidR="00046589">
        <w:t xml:space="preserve"> </w:t>
      </w:r>
      <w:r>
        <w:t>refused</w:t>
      </w:r>
      <w:r w:rsidR="00046589">
        <w:t xml:space="preserve"> </w:t>
      </w:r>
      <w:r>
        <w:t>to</w:t>
      </w:r>
      <w:r w:rsidR="00046589">
        <w:t xml:space="preserve"> </w:t>
      </w:r>
      <w:r>
        <w:t>preach.</w:t>
      </w:r>
    </w:p>
    <w:p w:rsidR="003C40D7" w:rsidRDefault="003C40D7" w:rsidP="003C40D7">
      <w:pPr>
        <w:pStyle w:val="libNormal"/>
      </w:pPr>
      <w:r>
        <w:t>In</w:t>
      </w:r>
      <w:r w:rsidR="00046589">
        <w:t xml:space="preserve"> </w:t>
      </w:r>
      <w:r>
        <w:t>my</w:t>
      </w:r>
      <w:r w:rsidR="00046589">
        <w:t xml:space="preserve"> </w:t>
      </w:r>
      <w:r>
        <w:t>view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>
        <w:t>is</w:t>
      </w:r>
      <w:r w:rsidR="00046589">
        <w:t xml:space="preserve"> </w:t>
      </w:r>
      <w:r>
        <w:t>the</w:t>
      </w:r>
      <w:r w:rsidR="00046589">
        <w:t xml:space="preserve"> </w:t>
      </w:r>
      <w:r>
        <w:t>first</w:t>
      </w:r>
      <w:r w:rsidR="00046589">
        <w:t xml:space="preserve"> </w:t>
      </w:r>
      <w:r>
        <w:t>but</w:t>
      </w:r>
      <w:r w:rsidR="00046589">
        <w:t xml:space="preserve"> </w:t>
      </w:r>
      <w:r>
        <w:t>also</w:t>
      </w:r>
      <w:r w:rsidR="00046589">
        <w:t xml:space="preserve"> </w:t>
      </w:r>
      <w:r>
        <w:t>a</w:t>
      </w:r>
      <w:r w:rsidR="00046589">
        <w:t xml:space="preserve"> </w:t>
      </w:r>
      <w:r>
        <w:t>classical</w:t>
      </w:r>
      <w:r w:rsidR="00046589">
        <w:t xml:space="preserve"> </w:t>
      </w:r>
      <w:r>
        <w:t>proponent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non</w:t>
      </w:r>
      <w:r w:rsidR="00046589">
        <w:t xml:space="preserve"> </w:t>
      </w:r>
      <w:r>
        <w:t>durability</w:t>
      </w:r>
      <w:r w:rsidR="00046589">
        <w:t xml:space="preserve"> </w:t>
      </w:r>
      <w:r>
        <w:t>of</w:t>
      </w:r>
      <w:r w:rsidR="00046589">
        <w:t xml:space="preserve"> </w:t>
      </w:r>
      <w:r>
        <w:t>development.</w:t>
      </w:r>
      <w:r w:rsidR="00046589">
        <w:t xml:space="preserve"> </w:t>
      </w:r>
      <w:r>
        <w:t>His</w:t>
      </w:r>
      <w:r w:rsidR="00046589">
        <w:t xml:space="preserve"> </w:t>
      </w:r>
      <w:r>
        <w:t>work</w:t>
      </w:r>
      <w:r w:rsidR="00046589">
        <w:t xml:space="preserve"> </w:t>
      </w:r>
      <w:r>
        <w:t>offers</w:t>
      </w:r>
      <w:r w:rsidR="00046589">
        <w:t xml:space="preserve"> </w:t>
      </w:r>
      <w:r>
        <w:t>a</w:t>
      </w:r>
      <w:r w:rsidR="00046589">
        <w:t xml:space="preserve"> </w:t>
      </w:r>
      <w:r>
        <w:t>superposition</w:t>
      </w:r>
      <w:r w:rsidR="00046589">
        <w:t xml:space="preserve"> </w:t>
      </w:r>
      <w:r>
        <w:t>of</w:t>
      </w:r>
      <w:r w:rsidR="00046589">
        <w:t xml:space="preserve"> </w:t>
      </w:r>
      <w:r>
        <w:t>various</w:t>
      </w:r>
      <w:r w:rsidR="00046589">
        <w:t xml:space="preserve"> </w:t>
      </w:r>
      <w:r>
        <w:t>cycles</w:t>
      </w:r>
      <w:r w:rsidR="00046589">
        <w:t xml:space="preserve"> </w:t>
      </w:r>
      <w:r w:rsidR="006F62A6">
        <w:t>-</w:t>
      </w:r>
      <w:r w:rsidR="00046589">
        <w:t xml:space="preserve"> </w:t>
      </w:r>
      <w:r>
        <w:t>the</w:t>
      </w:r>
      <w:r w:rsidR="00046589">
        <w:t xml:space="preserve"> </w:t>
      </w:r>
      <w:r>
        <w:t>political,</w:t>
      </w:r>
      <w:r w:rsidR="00046589">
        <w:t xml:space="preserve"> </w:t>
      </w:r>
      <w:r>
        <w:t>the</w:t>
      </w:r>
      <w:r w:rsidR="00046589">
        <w:t xml:space="preserve"> </w:t>
      </w:r>
      <w:r>
        <w:t>social,</w:t>
      </w:r>
      <w:r w:rsidR="00046589">
        <w:t xml:space="preserve"> </w:t>
      </w:r>
      <w:r>
        <w:t>the</w:t>
      </w:r>
      <w:r w:rsidR="00046589">
        <w:t xml:space="preserve"> </w:t>
      </w:r>
      <w:r>
        <w:t>economic,</w:t>
      </w:r>
      <w:r w:rsidR="00046589">
        <w:t xml:space="preserve"> </w:t>
      </w:r>
      <w:r>
        <w:t>the</w:t>
      </w:r>
      <w:r w:rsidR="00046589">
        <w:t xml:space="preserve"> </w:t>
      </w:r>
      <w:r>
        <w:t>fiscal,</w:t>
      </w:r>
      <w:r w:rsidR="00046589">
        <w:t xml:space="preserve"> </w:t>
      </w:r>
      <w:r>
        <w:t>the</w:t>
      </w:r>
      <w:r w:rsidR="00046589">
        <w:t xml:space="preserve"> </w:t>
      </w:r>
      <w:r>
        <w:t>demographic</w:t>
      </w:r>
      <w:r w:rsidR="00046589">
        <w:t xml:space="preserve"> </w:t>
      </w:r>
      <w:r w:rsidR="006F62A6">
        <w:t>-</w:t>
      </w:r>
      <w:r w:rsidR="00046589">
        <w:t xml:space="preserve"> </w:t>
      </w:r>
      <w:r>
        <w:t>each</w:t>
      </w:r>
      <w:r w:rsidR="00046589">
        <w:t xml:space="preserve"> </w:t>
      </w:r>
      <w:r>
        <w:t>having</w:t>
      </w:r>
      <w:r w:rsidR="00046589">
        <w:t xml:space="preserve"> </w:t>
      </w:r>
      <w:r>
        <w:t>their</w:t>
      </w:r>
      <w:r w:rsidR="00046589">
        <w:t xml:space="preserve"> </w:t>
      </w:r>
      <w:r>
        <w:t>intrinsic</w:t>
      </w:r>
      <w:r w:rsidR="00046589">
        <w:t xml:space="preserve"> </w:t>
      </w:r>
      <w:r>
        <w:t>dynamics,</w:t>
      </w:r>
      <w:r w:rsidR="00046589">
        <w:t xml:space="preserve"> </w:t>
      </w:r>
      <w:r>
        <w:t>but</w:t>
      </w:r>
      <w:r w:rsidR="00046589">
        <w:t xml:space="preserve"> </w:t>
      </w:r>
      <w:r>
        <w:t>with</w:t>
      </w:r>
      <w:r w:rsidR="00046589">
        <w:t xml:space="preserve"> </w:t>
      </w:r>
      <w:r>
        <w:t>a</w:t>
      </w:r>
      <w:r w:rsidR="00046589">
        <w:t xml:space="preserve"> </w:t>
      </w:r>
      <w:r>
        <w:t>dialectical</w:t>
      </w:r>
      <w:r w:rsidR="00046589">
        <w:t xml:space="preserve"> </w:t>
      </w:r>
      <w:r>
        <w:t>impact</w:t>
      </w:r>
      <w:r w:rsidR="00046589">
        <w:t xml:space="preserve"> </w:t>
      </w:r>
      <w:r>
        <w:t>on</w:t>
      </w:r>
      <w:r w:rsidR="00046589">
        <w:t xml:space="preserve"> </w:t>
      </w:r>
      <w:r>
        <w:t>each</w:t>
      </w:r>
      <w:r w:rsidR="00046589">
        <w:t xml:space="preserve"> </w:t>
      </w:r>
      <w:r>
        <w:t>other.</w:t>
      </w:r>
      <w:r w:rsidR="00046589">
        <w:t xml:space="preserve"> </w:t>
      </w:r>
      <w:r>
        <w:t>The</w:t>
      </w:r>
      <w:r w:rsidR="00046589">
        <w:t xml:space="preserve"> </w:t>
      </w:r>
      <w:r>
        <w:t>interesting</w:t>
      </w:r>
      <w:r w:rsidR="00046589">
        <w:t xml:space="preserve"> </w:t>
      </w:r>
      <w:r>
        <w:t>point</w:t>
      </w:r>
      <w:r w:rsidR="00046589">
        <w:t xml:space="preserve"> </w:t>
      </w:r>
      <w:r>
        <w:t>is</w:t>
      </w:r>
      <w:r w:rsidR="00046589">
        <w:t xml:space="preserve"> </w:t>
      </w:r>
      <w:r>
        <w:t>that</w:t>
      </w:r>
      <w:r w:rsidR="00046589">
        <w:t xml:space="preserve"> </w:t>
      </w:r>
      <w:r>
        <w:t>his</w:t>
      </w:r>
      <w:r w:rsidR="00046589">
        <w:t xml:space="preserve"> </w:t>
      </w:r>
      <w:r>
        <w:t>analysis</w:t>
      </w:r>
      <w:r w:rsidR="00046589">
        <w:t xml:space="preserve"> </w:t>
      </w:r>
      <w:r>
        <w:t>privileged</w:t>
      </w:r>
      <w:r w:rsidR="00046589">
        <w:t xml:space="preserve"> </w:t>
      </w:r>
      <w:r>
        <w:t>the</w:t>
      </w:r>
      <w:r w:rsidR="00046589">
        <w:t xml:space="preserve"> </w:t>
      </w:r>
      <w:r>
        <w:t>internal</w:t>
      </w:r>
      <w:r w:rsidR="00046589">
        <w:t xml:space="preserve"> </w:t>
      </w:r>
      <w:proofErr w:type="spellStart"/>
      <w:r>
        <w:t>mis</w:t>
      </w:r>
      <w:proofErr w:type="spellEnd"/>
      <w:r w:rsidR="006F62A6">
        <w:t>-</w:t>
      </w:r>
      <w:r>
        <w:t>development</w:t>
      </w:r>
      <w:r w:rsidR="00046589">
        <w:t xml:space="preserve"> </w:t>
      </w:r>
      <w:r>
        <w:t>of</w:t>
      </w:r>
      <w:r w:rsidR="00046589">
        <w:t xml:space="preserve"> </w:t>
      </w:r>
      <w:r>
        <w:t>society</w:t>
      </w:r>
      <w:r w:rsidR="00046589">
        <w:t xml:space="preserve"> </w:t>
      </w:r>
      <w:r>
        <w:t>and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disfunctional</w:t>
      </w:r>
      <w:proofErr w:type="spellEnd"/>
      <w:r w:rsidR="00046589">
        <w:t xml:space="preserve"> </w:t>
      </w:r>
      <w:r>
        <w:t>growth</w:t>
      </w:r>
      <w:r w:rsidR="00046589">
        <w:t xml:space="preserve"> </w:t>
      </w:r>
      <w:r>
        <w:t>of</w:t>
      </w:r>
      <w:r w:rsidR="00046589">
        <w:t xml:space="preserve"> </w:t>
      </w:r>
      <w:r>
        <w:t>its</w:t>
      </w:r>
      <w:r w:rsidR="00046589">
        <w:t xml:space="preserve"> </w:t>
      </w:r>
      <w:r>
        <w:t>economy</w:t>
      </w:r>
      <w:r w:rsidR="00046589">
        <w:t xml:space="preserve"> </w:t>
      </w:r>
      <w:r>
        <w:t>as</w:t>
      </w:r>
      <w:r w:rsidR="00046589">
        <w:t xml:space="preserve"> </w:t>
      </w:r>
      <w:r>
        <w:t>the</w:t>
      </w:r>
      <w:r w:rsidR="00046589">
        <w:t xml:space="preserve"> </w:t>
      </w:r>
      <w:r>
        <w:t>major</w:t>
      </w:r>
      <w:r w:rsidR="00046589">
        <w:t xml:space="preserve"> </w:t>
      </w:r>
      <w:r>
        <w:t>determinants</w:t>
      </w:r>
      <w:r w:rsidR="00046589">
        <w:t xml:space="preserve"> </w:t>
      </w:r>
      <w:r>
        <w:t>of</w:t>
      </w:r>
      <w:r w:rsidR="00046589">
        <w:t xml:space="preserve"> </w:t>
      </w:r>
      <w:r>
        <w:t>decline.</w:t>
      </w:r>
      <w:r w:rsidR="00046589">
        <w:t xml:space="preserve"> </w:t>
      </w:r>
      <w:r>
        <w:t>The</w:t>
      </w:r>
      <w:r w:rsidR="00046589">
        <w:t xml:space="preserve"> </w:t>
      </w:r>
      <w:r>
        <w:t>intrinsic</w:t>
      </w:r>
      <w:r w:rsidR="00046589">
        <w:t xml:space="preserve"> </w:t>
      </w:r>
      <w:r>
        <w:t>laws</w:t>
      </w:r>
      <w:r w:rsidR="00046589">
        <w:t xml:space="preserve"> </w:t>
      </w:r>
      <w:r>
        <w:t>of</w:t>
      </w:r>
      <w:r w:rsidR="00046589">
        <w:t xml:space="preserve"> </w:t>
      </w:r>
      <w:r>
        <w:t>socio</w:t>
      </w:r>
      <w:r w:rsidR="006F62A6">
        <w:t>-</w:t>
      </w:r>
      <w:r>
        <w:t>economic</w:t>
      </w:r>
      <w:r w:rsidR="00046589">
        <w:t xml:space="preserve"> </w:t>
      </w:r>
      <w:r>
        <w:t>development</w:t>
      </w:r>
      <w:r w:rsidR="00046589">
        <w:t xml:space="preserve"> </w:t>
      </w:r>
      <w:r>
        <w:t>are</w:t>
      </w:r>
      <w:r w:rsidR="00046589">
        <w:t xml:space="preserve"> </w:t>
      </w:r>
      <w:r>
        <w:t>such</w:t>
      </w:r>
      <w:r w:rsidR="00046589">
        <w:t xml:space="preserve"> </w:t>
      </w:r>
      <w:r>
        <w:t>that</w:t>
      </w:r>
      <w:r w:rsidR="00046589">
        <w:t xml:space="preserve"> </w:t>
      </w:r>
      <w:r>
        <w:t>all</w:t>
      </w:r>
      <w:r w:rsidR="00046589">
        <w:t xml:space="preserve"> </w:t>
      </w:r>
      <w:r>
        <w:t>the</w:t>
      </w:r>
      <w:r w:rsidR="00046589">
        <w:t xml:space="preserve"> </w:t>
      </w:r>
      <w:r>
        <w:t>primitive</w:t>
      </w:r>
      <w:r w:rsidR="00046589">
        <w:t xml:space="preserve"> </w:t>
      </w:r>
      <w:r>
        <w:t>cultures</w:t>
      </w:r>
      <w:r w:rsidR="00046589">
        <w:t xml:space="preserve"> </w:t>
      </w:r>
      <w:r>
        <w:t>who</w:t>
      </w:r>
      <w:r w:rsidR="00046589">
        <w:t xml:space="preserve"> </w:t>
      </w:r>
      <w:r>
        <w:t>succeeded</w:t>
      </w:r>
      <w:r w:rsidR="00046589">
        <w:t xml:space="preserve"> </w:t>
      </w:r>
      <w:r>
        <w:t>to</w:t>
      </w:r>
      <w:r w:rsidR="00046589">
        <w:t xml:space="preserve"> </w:t>
      </w:r>
      <w:r>
        <w:t>break</w:t>
      </w:r>
      <w:r w:rsidR="00046589">
        <w:t xml:space="preserve"> </w:t>
      </w:r>
      <w:r>
        <w:t>through</w:t>
      </w:r>
      <w:r w:rsidR="00046589">
        <w:t xml:space="preserve"> </w:t>
      </w:r>
      <w:r>
        <w:t>the</w:t>
      </w:r>
      <w:r w:rsidR="00046589">
        <w:t xml:space="preserve"> </w:t>
      </w:r>
      <w:r>
        <w:t>level</w:t>
      </w:r>
      <w:r w:rsidR="00046589">
        <w:t xml:space="preserve"> </w:t>
      </w:r>
      <w:r>
        <w:t>of</w:t>
      </w:r>
      <w:r w:rsidR="00046589">
        <w:t xml:space="preserve"> </w:t>
      </w:r>
      <w:r>
        <w:t>basic</w:t>
      </w:r>
      <w:r w:rsidR="00046589">
        <w:t xml:space="preserve"> </w:t>
      </w:r>
      <w:r>
        <w:t>material</w:t>
      </w:r>
      <w:r w:rsidR="00046589">
        <w:t xml:space="preserve"> </w:t>
      </w:r>
      <w:r>
        <w:t>needs,</w:t>
      </w:r>
      <w:r w:rsidR="00046589">
        <w:t xml:space="preserve"> </w:t>
      </w:r>
      <w:r>
        <w:t>and</w:t>
      </w:r>
      <w:r w:rsidR="00046589">
        <w:t xml:space="preserve"> </w:t>
      </w:r>
      <w:r>
        <w:t>who</w:t>
      </w:r>
      <w:r w:rsidR="00046589">
        <w:t xml:space="preserve"> </w:t>
      </w:r>
      <w:r>
        <w:t>entered</w:t>
      </w:r>
      <w:r w:rsidR="00046589">
        <w:t xml:space="preserve"> </w:t>
      </w:r>
      <w:r>
        <w:t>into</w:t>
      </w:r>
      <w:r w:rsidR="00046589">
        <w:t xml:space="preserve"> </w:t>
      </w:r>
      <w:r>
        <w:t>a</w:t>
      </w:r>
      <w:r w:rsidR="00046589">
        <w:t xml:space="preserve"> </w:t>
      </w:r>
      <w:r>
        <w:t>process</w:t>
      </w:r>
      <w:r w:rsidR="00046589">
        <w:t xml:space="preserve"> </w:t>
      </w:r>
      <w:r>
        <w:t>where</w:t>
      </w:r>
      <w:r w:rsidR="00046589">
        <w:t xml:space="preserve"> </w:t>
      </w:r>
      <w:r>
        <w:t>the</w:t>
      </w:r>
      <w:r w:rsidR="00046589">
        <w:t xml:space="preserve"> </w:t>
      </w:r>
      <w:r>
        <w:t>clan</w:t>
      </w:r>
      <w:r w:rsidR="00046589">
        <w:t xml:space="preserve"> </w:t>
      </w:r>
      <w:r>
        <w:t>solidarity</w:t>
      </w:r>
      <w:r w:rsidR="00046589">
        <w:t xml:space="preserve"> </w:t>
      </w:r>
      <w:r>
        <w:t>(</w:t>
      </w:r>
      <w:proofErr w:type="spellStart"/>
      <w:r w:rsidRPr="003C40D7">
        <w:rPr>
          <w:rStyle w:val="libItalicChar"/>
        </w:rPr>
        <w:t>asabiyya</w:t>
      </w:r>
      <w:proofErr w:type="spellEnd"/>
      <w:r>
        <w:t>)</w:t>
      </w:r>
      <w:r w:rsidR="00046589">
        <w:t xml:space="preserve"> </w:t>
      </w:r>
      <w:r>
        <w:t>dwindles</w:t>
      </w:r>
      <w:r w:rsidR="00046589">
        <w:t xml:space="preserve"> </w:t>
      </w:r>
      <w:r>
        <w:t>as</w:t>
      </w:r>
      <w:r w:rsidR="00046589">
        <w:t xml:space="preserve"> </w:t>
      </w:r>
      <w:r>
        <w:t>a</w:t>
      </w:r>
      <w:r w:rsidR="00046589">
        <w:t xml:space="preserve"> </w:t>
      </w:r>
      <w:r>
        <w:t>result</w:t>
      </w:r>
      <w:r w:rsidR="00046589">
        <w:t xml:space="preserve"> </w:t>
      </w:r>
      <w:r>
        <w:t>of</w:t>
      </w:r>
      <w:r w:rsidR="00046589">
        <w:t xml:space="preserve"> </w:t>
      </w:r>
      <w:r>
        <w:t>detribalization,</w:t>
      </w:r>
      <w:r w:rsidR="00046589">
        <w:t xml:space="preserve"> </w:t>
      </w:r>
      <w:r>
        <w:t>are</w:t>
      </w:r>
      <w:r w:rsidR="00046589">
        <w:t xml:space="preserve"> </w:t>
      </w:r>
      <w:r>
        <w:t>sooner</w:t>
      </w:r>
      <w:r w:rsidR="00046589">
        <w:t xml:space="preserve"> </w:t>
      </w:r>
      <w:r>
        <w:t>or</w:t>
      </w:r>
      <w:r w:rsidR="00046589">
        <w:t xml:space="preserve"> </w:t>
      </w:r>
      <w:r>
        <w:t>later</w:t>
      </w:r>
      <w:r w:rsidR="00046589">
        <w:t xml:space="preserve"> </w:t>
      </w:r>
      <w:r>
        <w:t>caught</w:t>
      </w:r>
      <w:r w:rsidR="00046589">
        <w:t xml:space="preserve"> </w:t>
      </w:r>
      <w:r>
        <w:t>in</w:t>
      </w:r>
      <w:r w:rsidR="00046589">
        <w:t xml:space="preserve"> </w:t>
      </w:r>
      <w:r>
        <w:t>a</w:t>
      </w:r>
      <w:r w:rsidR="00046589">
        <w:t xml:space="preserve"> </w:t>
      </w:r>
      <w:r>
        <w:t>maelstrom.</w:t>
      </w:r>
      <w:r w:rsidR="00046589">
        <w:t xml:space="preserve"> </w:t>
      </w:r>
    </w:p>
    <w:p w:rsidR="003C40D7" w:rsidRPr="003C40D7" w:rsidRDefault="003C40D7" w:rsidP="003C40D7">
      <w:pPr>
        <w:pStyle w:val="libNormal"/>
        <w:rPr>
          <w:rStyle w:val="libNormalChar"/>
        </w:rPr>
      </w:pPr>
      <w:r>
        <w:t>The</w:t>
      </w:r>
      <w:r w:rsidR="00046589">
        <w:t xml:space="preserve"> </w:t>
      </w:r>
      <w:r>
        <w:t>weakening</w:t>
      </w:r>
      <w:r w:rsidR="00046589">
        <w:t xml:space="preserve"> </w:t>
      </w:r>
      <w:r>
        <w:t>of</w:t>
      </w:r>
      <w:r w:rsidR="00046589">
        <w:t xml:space="preserve"> </w:t>
      </w:r>
      <w:proofErr w:type="spellStart"/>
      <w:r w:rsidRPr="003C40D7">
        <w:rPr>
          <w:rStyle w:val="libItalicChar"/>
        </w:rPr>
        <w:t>asabiyya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through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detribalization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permits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formation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bigger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scale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society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;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second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line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comes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division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labour</w:t>
      </w:r>
      <w:proofErr w:type="spellEnd"/>
      <w:r w:rsidRPr="003C40D7">
        <w:rPr>
          <w:rStyle w:val="libNormalChar"/>
        </w:rPr>
        <w:t>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with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its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ensuing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uplifting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labour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productivity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general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welfare.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After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this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take</w:t>
      </w:r>
      <w:r w:rsidR="006F62A6">
        <w:rPr>
          <w:rStyle w:val="libNormalChar"/>
        </w:rPr>
        <w:t>-</w:t>
      </w:r>
      <w:r w:rsidRPr="003C40D7">
        <w:rPr>
          <w:rStyle w:val="libNormalChar"/>
        </w:rPr>
        <w:t>off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to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luxury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society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cannot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escape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for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long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disfunctional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traps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misdevelopment</w:t>
      </w:r>
      <w:proofErr w:type="spellEnd"/>
      <w:r w:rsidRPr="003C40D7">
        <w:rPr>
          <w:rStyle w:val="libNormalChar"/>
        </w:rPr>
        <w:t>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growth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fever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that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initial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stages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functions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leverage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to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higher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forms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societal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economic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development,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turns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into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cancer.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message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proofErr w:type="spellStart"/>
      <w:r w:rsidR="006F62A6">
        <w:rPr>
          <w:rStyle w:val="libNormalChar"/>
        </w:rPr>
        <w:t>Ibn</w:t>
      </w:r>
      <w:proofErr w:type="spellEnd"/>
      <w:r w:rsidR="00046589">
        <w:rPr>
          <w:rStyle w:val="libNormalChar"/>
        </w:rPr>
        <w:t xml:space="preserve"> </w:t>
      </w:r>
      <w:proofErr w:type="spellStart"/>
      <w:r w:rsidR="006F62A6">
        <w:rPr>
          <w:rStyle w:val="libNormalChar"/>
        </w:rPr>
        <w:t>Khaldun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clear</w:t>
      </w:r>
      <w:r w:rsidR="006F62A6">
        <w:rPr>
          <w:rStyle w:val="libNormalChar"/>
        </w:rPr>
        <w:t>: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intrinsic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laws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growth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development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have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inevitable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consequence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that,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viewed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long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course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history,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prove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to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be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non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durable.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long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course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history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there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are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no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known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forms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development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that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proved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to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be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sustainable.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This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thesis,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ably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demonstrated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by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medieval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scholar,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brings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clear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message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lastRenderedPageBreak/>
        <w:t>for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economists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interested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problematics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our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own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longterm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development.</w:t>
      </w:r>
    </w:p>
    <w:p w:rsidR="003C40D7" w:rsidRDefault="003C40D7" w:rsidP="003C40D7">
      <w:pPr>
        <w:pStyle w:val="libNormal"/>
      </w:pPr>
      <w:r>
        <w:br w:type="page"/>
      </w:r>
    </w:p>
    <w:p w:rsidR="003C40D7" w:rsidRDefault="003C40D7" w:rsidP="003C40D7">
      <w:pPr>
        <w:pStyle w:val="Heading1Center"/>
      </w:pPr>
      <w:bookmarkStart w:id="3" w:name="_Toc446763482"/>
      <w:r>
        <w:lastRenderedPageBreak/>
        <w:t>IV.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SOCIAL</w:t>
      </w:r>
      <w:r w:rsidR="00046589">
        <w:t xml:space="preserve"> </w:t>
      </w:r>
      <w:r w:rsidRPr="003C40D7">
        <w:t>CORE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POLITICAL</w:t>
      </w:r>
      <w:r w:rsidR="00046589">
        <w:t xml:space="preserve"> </w:t>
      </w:r>
      <w:r w:rsidRPr="003C40D7">
        <w:t>CHANGE</w:t>
      </w:r>
      <w:bookmarkEnd w:id="3"/>
    </w:p>
    <w:p w:rsidR="003C40D7" w:rsidRDefault="003C40D7" w:rsidP="003C40D7">
      <w:pPr>
        <w:pStyle w:val="libNormal"/>
      </w:pP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beginning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seventh</w:t>
      </w:r>
      <w:r w:rsidR="00046589">
        <w:t xml:space="preserve"> </w:t>
      </w:r>
      <w:r>
        <w:t>century</w:t>
      </w:r>
      <w:r w:rsidR="00046589">
        <w:t xml:space="preserve"> </w:t>
      </w:r>
      <w:r>
        <w:t>the</w:t>
      </w:r>
      <w:r w:rsidR="00046589">
        <w:t xml:space="preserve"> </w:t>
      </w:r>
      <w:r>
        <w:t>revelation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prophet</w:t>
      </w:r>
      <w:r w:rsidR="00046589">
        <w:t xml:space="preserve"> </w:t>
      </w:r>
      <w:r>
        <w:t>Muhammad</w:t>
      </w:r>
      <w:r w:rsidR="00046589">
        <w:t xml:space="preserve"> </w:t>
      </w:r>
      <w:r>
        <w:t>had</w:t>
      </w:r>
      <w:r w:rsidR="00046589">
        <w:t xml:space="preserve"> </w:t>
      </w:r>
      <w:r>
        <w:t>given</w:t>
      </w:r>
      <w:r w:rsidR="00046589">
        <w:t xml:space="preserve"> </w:t>
      </w:r>
      <w:r>
        <w:t>rise</w:t>
      </w:r>
      <w:r w:rsidR="00046589">
        <w:t xml:space="preserve"> </w:t>
      </w:r>
      <w:r>
        <w:t>to</w:t>
      </w:r>
      <w:r w:rsidR="00046589">
        <w:t xml:space="preserve"> </w:t>
      </w:r>
      <w:r>
        <w:t>a</w:t>
      </w:r>
      <w:r w:rsidR="00046589">
        <w:t xml:space="preserve"> </w:t>
      </w:r>
      <w:r>
        <w:t>spiritual</w:t>
      </w:r>
      <w:r w:rsidR="00046589">
        <w:t xml:space="preserve"> </w:t>
      </w:r>
      <w:r>
        <w:t>and</w:t>
      </w:r>
      <w:r w:rsidR="00046589">
        <w:t xml:space="preserve"> </w:t>
      </w:r>
      <w:r>
        <w:t>social</w:t>
      </w:r>
      <w:r w:rsidR="00046589">
        <w:t xml:space="preserve"> </w:t>
      </w:r>
      <w:r>
        <w:t>revolution</w:t>
      </w:r>
      <w:r w:rsidR="00046589">
        <w:t xml:space="preserve"> </w:t>
      </w:r>
      <w:r>
        <w:t>in</w:t>
      </w:r>
      <w:r w:rsidR="00046589">
        <w:t xml:space="preserve"> </w:t>
      </w:r>
      <w:r>
        <w:t>Arabia.</w:t>
      </w:r>
      <w:r w:rsidR="00046589">
        <w:t xml:space="preserve"> </w:t>
      </w:r>
      <w:r>
        <w:t>Islam</w:t>
      </w:r>
      <w:r w:rsidR="00046589">
        <w:t xml:space="preserve"> </w:t>
      </w:r>
      <w:r>
        <w:t>imposed</w:t>
      </w:r>
      <w:r w:rsidR="00046589">
        <w:t xml:space="preserve"> </w:t>
      </w:r>
      <w:r>
        <w:t>itself</w:t>
      </w:r>
      <w:r w:rsidR="00046589">
        <w:t xml:space="preserve"> </w:t>
      </w:r>
      <w:r>
        <w:t>as</w:t>
      </w:r>
      <w:r w:rsidR="00046589">
        <w:t xml:space="preserve"> </w:t>
      </w:r>
      <w:r>
        <w:t>a</w:t>
      </w:r>
      <w:r w:rsidR="00046589">
        <w:t xml:space="preserve"> </w:t>
      </w:r>
      <w:r>
        <w:t>novel</w:t>
      </w:r>
      <w:r w:rsidR="00046589">
        <w:t xml:space="preserve"> </w:t>
      </w:r>
      <w:r>
        <w:t>response</w:t>
      </w:r>
      <w:r w:rsidR="00046589">
        <w:t xml:space="preserve"> </w:t>
      </w:r>
      <w:r>
        <w:t>to</w:t>
      </w:r>
      <w:r w:rsidR="00046589">
        <w:t xml:space="preserve"> </w:t>
      </w:r>
      <w:r>
        <w:t>the</w:t>
      </w:r>
      <w:r w:rsidR="00046589">
        <w:t xml:space="preserve"> </w:t>
      </w:r>
      <w:r>
        <w:t>political</w:t>
      </w:r>
      <w:r w:rsidR="00046589">
        <w:t xml:space="preserve"> </w:t>
      </w:r>
      <w:r>
        <w:t>crisis</w:t>
      </w:r>
      <w:r w:rsidR="00046589">
        <w:t xml:space="preserve"> </w:t>
      </w:r>
      <w:r>
        <w:t>resulting</w:t>
      </w:r>
      <w:r w:rsidR="00046589">
        <w:t xml:space="preserve"> </w:t>
      </w:r>
      <w:r>
        <w:t>from</w:t>
      </w:r>
      <w:r w:rsidR="00046589">
        <w:t xml:space="preserve"> </w:t>
      </w:r>
      <w:r>
        <w:t>the</w:t>
      </w:r>
      <w:r w:rsidR="00046589">
        <w:t xml:space="preserve"> </w:t>
      </w:r>
      <w:r>
        <w:t>continuous</w:t>
      </w:r>
      <w:r w:rsidR="00046589">
        <w:t xml:space="preserve"> </w:t>
      </w:r>
      <w:r>
        <w:t>feuds</w:t>
      </w:r>
      <w:r w:rsidR="00046589">
        <w:t xml:space="preserve"> </w:t>
      </w:r>
      <w:r>
        <w:t>between</w:t>
      </w:r>
      <w:r w:rsidR="00046589">
        <w:t xml:space="preserve"> </w:t>
      </w:r>
      <w:r>
        <w:t>the</w:t>
      </w:r>
      <w:r w:rsidR="00046589">
        <w:t xml:space="preserve"> </w:t>
      </w:r>
      <w:r>
        <w:t>desert</w:t>
      </w:r>
      <w:r w:rsidR="00046589">
        <w:t xml:space="preserve"> </w:t>
      </w:r>
      <w:r>
        <w:t>people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Hijaz</w:t>
      </w:r>
      <w:proofErr w:type="spellEnd"/>
      <w:r w:rsidR="00046589">
        <w:t xml:space="preserve"> </w:t>
      </w:r>
      <w:r>
        <w:t>and</w:t>
      </w:r>
      <w:r w:rsidR="00046589">
        <w:t xml:space="preserve"> </w:t>
      </w:r>
      <w:r>
        <w:t>the</w:t>
      </w:r>
      <w:r w:rsidR="00046589">
        <w:t xml:space="preserve"> </w:t>
      </w:r>
      <w:r>
        <w:t>urban</w:t>
      </w:r>
      <w:r w:rsidR="00046589">
        <w:t xml:space="preserve"> </w:t>
      </w:r>
      <w:r>
        <w:t>merchant</w:t>
      </w:r>
      <w:r w:rsidR="00046589">
        <w:t xml:space="preserve"> </w:t>
      </w:r>
      <w:r>
        <w:t>oligarchy</w:t>
      </w:r>
      <w:r w:rsidR="00046589">
        <w:t xml:space="preserve"> </w:t>
      </w:r>
      <w:r>
        <w:t>in</w:t>
      </w:r>
      <w:r w:rsidR="00046589">
        <w:t xml:space="preserve"> </w:t>
      </w:r>
      <w:r>
        <w:t>Mecca</w:t>
      </w:r>
      <w:r w:rsidR="00046589">
        <w:t xml:space="preserve"> </w:t>
      </w:r>
      <w:r>
        <w:t>and</w:t>
      </w:r>
      <w:r w:rsidR="00046589">
        <w:t xml:space="preserve"> </w:t>
      </w:r>
      <w:r>
        <w:t>Medina.</w:t>
      </w:r>
      <w:r w:rsidR="00046589">
        <w:t xml:space="preserve"> </w:t>
      </w:r>
      <w:r>
        <w:t>The</w:t>
      </w:r>
      <w:r w:rsidR="00046589">
        <w:t xml:space="preserve"> </w:t>
      </w:r>
      <w:r>
        <w:t>social</w:t>
      </w:r>
      <w:r w:rsidR="00046589">
        <w:t xml:space="preserve"> </w:t>
      </w:r>
      <w:r>
        <w:t>conflict</w:t>
      </w:r>
      <w:r w:rsidR="00046589">
        <w:t xml:space="preserve"> </w:t>
      </w:r>
      <w:r>
        <w:t>was</w:t>
      </w:r>
      <w:r w:rsidR="00046589">
        <w:t xml:space="preserve"> </w:t>
      </w:r>
      <w:r>
        <w:t>defused</w:t>
      </w:r>
      <w:r w:rsidR="00046589">
        <w:t xml:space="preserve"> </w:t>
      </w:r>
      <w:r>
        <w:t>by</w:t>
      </w:r>
      <w:r w:rsidR="00046589">
        <w:t xml:space="preserve"> </w:t>
      </w:r>
      <w:r>
        <w:t>the</w:t>
      </w:r>
      <w:r w:rsidR="00046589">
        <w:t xml:space="preserve"> </w:t>
      </w:r>
      <w:r>
        <w:t>new</w:t>
      </w:r>
      <w:r w:rsidR="00046589">
        <w:t xml:space="preserve"> </w:t>
      </w:r>
      <w:r>
        <w:t>religion</w:t>
      </w:r>
      <w:r w:rsidR="00046589">
        <w:t xml:space="preserve"> </w:t>
      </w:r>
      <w:r>
        <w:t>with</w:t>
      </w:r>
      <w:r w:rsidR="00046589">
        <w:t xml:space="preserve"> </w:t>
      </w:r>
      <w:r>
        <w:t>its</w:t>
      </w:r>
      <w:r w:rsidR="00046589">
        <w:t xml:space="preserve"> </w:t>
      </w:r>
      <w:r>
        <w:t>binding</w:t>
      </w:r>
      <w:r w:rsidR="00046589">
        <w:t xml:space="preserve"> </w:t>
      </w:r>
      <w:r>
        <w:t>element</w:t>
      </w:r>
      <w:r w:rsidR="00046589">
        <w:t xml:space="preserve"> </w:t>
      </w:r>
      <w:r>
        <w:t>of</w:t>
      </w:r>
      <w:r w:rsidR="00046589">
        <w:t xml:space="preserve"> </w:t>
      </w:r>
      <w:r>
        <w:t>a</w:t>
      </w:r>
      <w:r w:rsidR="00046589">
        <w:t xml:space="preserve"> </w:t>
      </w:r>
      <w:r>
        <w:t>higher</w:t>
      </w:r>
      <w:r w:rsidR="00046589">
        <w:t xml:space="preserve"> </w:t>
      </w:r>
      <w:r>
        <w:t>order,</w:t>
      </w:r>
      <w:r w:rsidR="00046589">
        <w:t xml:space="preserve"> </w:t>
      </w:r>
      <w:r>
        <w:t>namely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umma</w:t>
      </w:r>
      <w:proofErr w:type="spellEnd"/>
      <w:r w:rsidR="00046589">
        <w:t xml:space="preserve"> </w:t>
      </w:r>
      <w:r>
        <w:t>or</w:t>
      </w:r>
      <w:r w:rsidR="00046589">
        <w:t xml:space="preserve"> </w:t>
      </w:r>
      <w:r>
        <w:t>th</w:t>
      </w:r>
      <w:r w:rsidR="006F62A6">
        <w:t>e</w:t>
      </w:r>
      <w:r w:rsidR="00046589">
        <w:t xml:space="preserve"> </w:t>
      </w:r>
      <w:r w:rsidR="006F62A6">
        <w:t>spiritual</w:t>
      </w:r>
      <w:r w:rsidR="00046589">
        <w:t xml:space="preserve"> </w:t>
      </w:r>
      <w:r w:rsidR="006F62A6">
        <w:t>link</w:t>
      </w:r>
      <w:r w:rsidR="00046589">
        <w:t xml:space="preserve"> </w:t>
      </w:r>
      <w:r w:rsidR="006F62A6">
        <w:t>of</w:t>
      </w:r>
      <w:r w:rsidR="00046589">
        <w:t xml:space="preserve"> </w:t>
      </w:r>
      <w:r w:rsidR="006F62A6">
        <w:t>believers.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space</w:t>
      </w:r>
      <w:r w:rsidR="00046589">
        <w:t xml:space="preserve"> </w:t>
      </w:r>
      <w:r>
        <w:t>of</w:t>
      </w:r>
      <w:r w:rsidR="00046589">
        <w:t xml:space="preserve"> </w:t>
      </w:r>
      <w:r>
        <w:t>barely</w:t>
      </w:r>
      <w:r w:rsidR="00046589">
        <w:t xml:space="preserve"> </w:t>
      </w:r>
      <w:r>
        <w:t>one</w:t>
      </w:r>
      <w:r w:rsidR="00046589">
        <w:t xml:space="preserve"> </w:t>
      </w:r>
      <w:r>
        <w:t>century,</w:t>
      </w:r>
      <w:r w:rsidR="00046589">
        <w:t xml:space="preserve"> </w:t>
      </w:r>
      <w:r>
        <w:t>Islam,</w:t>
      </w:r>
      <w:r w:rsidR="00046589">
        <w:t xml:space="preserve"> </w:t>
      </w:r>
      <w:r>
        <w:t>driven</w:t>
      </w:r>
      <w:r w:rsidR="00046589">
        <w:t xml:space="preserve"> </w:t>
      </w:r>
      <w:r>
        <w:t>by</w:t>
      </w:r>
      <w:r w:rsidR="00046589">
        <w:t xml:space="preserve"> </w:t>
      </w:r>
      <w:r>
        <w:t>a</w:t>
      </w:r>
      <w:r w:rsidR="00046589">
        <w:t xml:space="preserve"> </w:t>
      </w:r>
      <w:r>
        <w:t>holy</w:t>
      </w:r>
      <w:r w:rsidR="00046589">
        <w:t xml:space="preserve"> </w:t>
      </w:r>
      <w:r>
        <w:t>zeal</w:t>
      </w:r>
      <w:r w:rsidR="00046589">
        <w:t xml:space="preserve"> </w:t>
      </w:r>
      <w:r>
        <w:t>for</w:t>
      </w:r>
      <w:r w:rsidR="00046589">
        <w:t xml:space="preserve"> </w:t>
      </w:r>
      <w:r>
        <w:t>Allah</w:t>
      </w:r>
      <w:r w:rsidR="00046589">
        <w:t xml:space="preserve"> </w:t>
      </w:r>
      <w:r>
        <w:t>and</w:t>
      </w:r>
      <w:r w:rsidR="00046589">
        <w:t xml:space="preserve"> </w:t>
      </w:r>
      <w:r>
        <w:t>lust</w:t>
      </w:r>
      <w:r w:rsidR="00046589">
        <w:t xml:space="preserve"> </w:t>
      </w:r>
      <w:r>
        <w:t>for</w:t>
      </w:r>
      <w:r w:rsidR="00046589">
        <w:t xml:space="preserve"> </w:t>
      </w:r>
      <w:r>
        <w:t>booty,</w:t>
      </w:r>
      <w:r w:rsidR="00046589">
        <w:t xml:space="preserve"> </w:t>
      </w:r>
      <w:r>
        <w:t>would</w:t>
      </w:r>
      <w:r w:rsidR="00046589">
        <w:t xml:space="preserve"> </w:t>
      </w:r>
      <w:r>
        <w:t>conquer</w:t>
      </w:r>
      <w:r w:rsidR="00046589">
        <w:t xml:space="preserve"> </w:t>
      </w:r>
      <w:r>
        <w:t>an</w:t>
      </w:r>
      <w:r w:rsidR="00046589">
        <w:t xml:space="preserve"> </w:t>
      </w:r>
      <w:r>
        <w:t>area</w:t>
      </w:r>
      <w:r w:rsidR="00046589">
        <w:t xml:space="preserve"> </w:t>
      </w:r>
      <w:r>
        <w:t>stretching</w:t>
      </w:r>
      <w:r w:rsidR="00046589">
        <w:t xml:space="preserve"> </w:t>
      </w:r>
      <w:r>
        <w:t>from</w:t>
      </w:r>
      <w:r w:rsidR="00046589">
        <w:t xml:space="preserve"> </w:t>
      </w:r>
      <w:r>
        <w:t>Persia</w:t>
      </w:r>
      <w:r w:rsidR="00046589">
        <w:t xml:space="preserve"> </w:t>
      </w:r>
      <w:r>
        <w:t>to</w:t>
      </w:r>
      <w:r w:rsidR="00046589">
        <w:t xml:space="preserve"> </w:t>
      </w:r>
      <w:r>
        <w:t>Morocco</w:t>
      </w:r>
      <w:r w:rsidR="00046589">
        <w:t xml:space="preserve"> </w:t>
      </w:r>
      <w:r>
        <w:t>and</w:t>
      </w:r>
      <w:r w:rsidR="00046589">
        <w:t xml:space="preserve"> </w:t>
      </w:r>
      <w:r>
        <w:t>up</w:t>
      </w:r>
      <w:r w:rsidR="00046589">
        <w:t xml:space="preserve"> </w:t>
      </w:r>
      <w:r>
        <w:t>to</w:t>
      </w:r>
      <w:r w:rsidR="00046589">
        <w:t xml:space="preserve"> </w:t>
      </w:r>
      <w:r>
        <w:t>the</w:t>
      </w:r>
      <w:r w:rsidR="00046589">
        <w:t xml:space="preserve"> </w:t>
      </w:r>
      <w:r>
        <w:t>Pyrenees</w:t>
      </w:r>
      <w:r w:rsidR="00046589">
        <w:t xml:space="preserve"> </w:t>
      </w:r>
      <w:r>
        <w:t>in</w:t>
      </w:r>
      <w:r w:rsidR="00046589">
        <w:t xml:space="preserve"> </w:t>
      </w:r>
      <w:r>
        <w:t>Europe.</w:t>
      </w:r>
    </w:p>
    <w:p w:rsidR="003C40D7" w:rsidRDefault="003C40D7" w:rsidP="003C40D7">
      <w:pPr>
        <w:pStyle w:val="libNormal"/>
      </w:pPr>
      <w:r>
        <w:t>After</w:t>
      </w:r>
      <w:r w:rsidR="00046589">
        <w:t xml:space="preserve"> </w:t>
      </w:r>
      <w:r>
        <w:t>the</w:t>
      </w:r>
      <w:r w:rsidR="00046589">
        <w:t xml:space="preserve"> </w:t>
      </w:r>
      <w:r>
        <w:t>death</w:t>
      </w:r>
      <w:r w:rsidR="00046589">
        <w:t xml:space="preserve"> </w:t>
      </w:r>
      <w:r>
        <w:t>of</w:t>
      </w:r>
      <w:r w:rsidR="00046589">
        <w:t xml:space="preserve"> </w:t>
      </w:r>
      <w:r>
        <w:t>Muhammad</w:t>
      </w:r>
      <w:r w:rsidR="00046589">
        <w:t xml:space="preserve"> </w:t>
      </w:r>
      <w:r>
        <w:t>a</w:t>
      </w:r>
      <w:r w:rsidR="00046589">
        <w:t xml:space="preserve"> </w:t>
      </w:r>
      <w:r>
        <w:t>vicar</w:t>
      </w:r>
      <w:r w:rsidR="00046589">
        <w:t xml:space="preserve"> </w:t>
      </w:r>
      <w:r>
        <w:t>or</w:t>
      </w:r>
      <w:r w:rsidR="00046589">
        <w:t xml:space="preserve"> </w:t>
      </w:r>
      <w:proofErr w:type="spellStart"/>
      <w:r>
        <w:t>Khalif</w:t>
      </w:r>
      <w:proofErr w:type="spellEnd"/>
      <w:r w:rsidR="00046589">
        <w:t xml:space="preserve"> </w:t>
      </w:r>
      <w:r>
        <w:t>presided</w:t>
      </w:r>
      <w:r w:rsidR="00046589">
        <w:t xml:space="preserve"> </w:t>
      </w:r>
      <w:r>
        <w:t>over</w:t>
      </w:r>
      <w:r w:rsidR="00046589">
        <w:t xml:space="preserve"> </w:t>
      </w:r>
      <w:r>
        <w:t>the</w:t>
      </w:r>
      <w:r w:rsidR="00046589">
        <w:t xml:space="preserve"> </w:t>
      </w:r>
      <w:r>
        <w:t>community</w:t>
      </w:r>
      <w:r w:rsidR="00046589">
        <w:t xml:space="preserve"> </w:t>
      </w:r>
      <w:r>
        <w:t>of</w:t>
      </w:r>
      <w:r w:rsidR="00046589">
        <w:t xml:space="preserve"> </w:t>
      </w:r>
      <w:r>
        <w:t>believers.</w:t>
      </w:r>
      <w:r w:rsidR="00046589">
        <w:t xml:space="preserve"> </w:t>
      </w:r>
      <w:r>
        <w:t>According</w:t>
      </w:r>
      <w:r w:rsidR="00046589">
        <w:t xml:space="preserve"> </w:t>
      </w:r>
      <w:r>
        <w:t>to</w:t>
      </w:r>
      <w:r w:rsidR="00046589">
        <w:t xml:space="preserve"> </w:t>
      </w:r>
      <w:r>
        <w:t>the</w:t>
      </w:r>
      <w:r w:rsidR="00046589">
        <w:t xml:space="preserve"> </w:t>
      </w:r>
      <w:r>
        <w:t>ideal</w:t>
      </w:r>
      <w:r w:rsidR="00046589">
        <w:t xml:space="preserve"> </w:t>
      </w:r>
      <w:r>
        <w:t>model</w:t>
      </w:r>
      <w:r w:rsidR="00046589">
        <w:t xml:space="preserve"> </w:t>
      </w:r>
      <w:r>
        <w:t>set</w:t>
      </w:r>
      <w:r w:rsidR="00046589">
        <w:t xml:space="preserve"> </w:t>
      </w:r>
      <w:r>
        <w:t>by</w:t>
      </w:r>
      <w:r w:rsidR="00046589">
        <w:t xml:space="preserve"> </w:t>
      </w:r>
      <w:r>
        <w:t>the</w:t>
      </w:r>
      <w:r w:rsidR="00046589">
        <w:t xml:space="preserve"> </w:t>
      </w:r>
      <w:r>
        <w:t>rightly</w:t>
      </w:r>
      <w:r w:rsidR="00046589">
        <w:t xml:space="preserve"> </w:t>
      </w:r>
      <w:r>
        <w:t>guided</w:t>
      </w:r>
      <w:r w:rsidR="00046589">
        <w:t xml:space="preserve"> </w:t>
      </w:r>
      <w:r>
        <w:t>leaders</w:t>
      </w:r>
      <w:r w:rsidR="00046589">
        <w:t xml:space="preserve"> </w:t>
      </w:r>
      <w:r>
        <w:t>of</w:t>
      </w:r>
      <w:r w:rsidR="00046589">
        <w:t xml:space="preserve"> </w:t>
      </w:r>
      <w:r>
        <w:t>primeval</w:t>
      </w:r>
      <w:r w:rsidR="00046589">
        <w:t xml:space="preserve"> </w:t>
      </w:r>
      <w:r>
        <w:t>Islam,</w:t>
      </w:r>
      <w:r w:rsidR="00046589">
        <w:t xml:space="preserve"> </w:t>
      </w:r>
      <w:r>
        <w:t>the</w:t>
      </w:r>
      <w:r w:rsidR="00046589">
        <w:t xml:space="preserve"> </w:t>
      </w:r>
      <w:r>
        <w:t>caliph</w:t>
      </w:r>
      <w:r w:rsidR="00046589">
        <w:t xml:space="preserve"> </w:t>
      </w:r>
      <w:r>
        <w:t>was</w:t>
      </w:r>
      <w:r w:rsidR="00046589">
        <w:t xml:space="preserve"> </w:t>
      </w:r>
      <w:r>
        <w:t>the</w:t>
      </w:r>
      <w:r w:rsidR="00046589">
        <w:t xml:space="preserve"> </w:t>
      </w:r>
      <w:r>
        <w:t>supreme</w:t>
      </w:r>
      <w:r w:rsidR="00046589">
        <w:t xml:space="preserve"> </w:t>
      </w:r>
      <w:r>
        <w:t>spiritual</w:t>
      </w:r>
      <w:r w:rsidR="00046589">
        <w:t xml:space="preserve"> </w:t>
      </w:r>
      <w:r>
        <w:t>authority</w:t>
      </w:r>
      <w:r w:rsidR="00046589">
        <w:t xml:space="preserve"> </w:t>
      </w:r>
      <w:r>
        <w:t>who</w:t>
      </w:r>
      <w:r w:rsidR="00046589">
        <w:t xml:space="preserve"> </w:t>
      </w:r>
      <w:r>
        <w:t>also</w:t>
      </w:r>
      <w:r w:rsidR="00046589">
        <w:t xml:space="preserve"> </w:t>
      </w:r>
      <w:r>
        <w:t>served</w:t>
      </w:r>
      <w:r w:rsidR="00046589">
        <w:t xml:space="preserve"> </w:t>
      </w:r>
      <w:r>
        <w:t>as</w:t>
      </w:r>
      <w:r w:rsidR="00046589">
        <w:t xml:space="preserve"> </w:t>
      </w:r>
      <w:r w:rsidR="006F62A6">
        <w:t>the</w:t>
      </w:r>
      <w:r w:rsidR="00046589">
        <w:t xml:space="preserve"> </w:t>
      </w:r>
      <w:r w:rsidR="006F62A6">
        <w:t>temporal</w:t>
      </w:r>
      <w:r w:rsidR="00046589">
        <w:t xml:space="preserve"> </w:t>
      </w:r>
      <w:r w:rsidR="006F62A6">
        <w:t>ruler</w:t>
      </w:r>
      <w:r w:rsidR="00046589">
        <w:t xml:space="preserve"> </w:t>
      </w:r>
      <w:r w:rsidR="006F62A6">
        <w:t>and</w:t>
      </w:r>
      <w:r w:rsidR="00046589">
        <w:t xml:space="preserve"> </w:t>
      </w:r>
      <w:r w:rsidR="006F62A6">
        <w:t>judge.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course</w:t>
      </w:r>
      <w:r w:rsidR="00046589">
        <w:t xml:space="preserve"> </w:t>
      </w:r>
      <w:r>
        <w:t>of</w:t>
      </w:r>
      <w:r w:rsidR="00046589">
        <w:t xml:space="preserve"> </w:t>
      </w:r>
      <w:r>
        <w:t>time</w:t>
      </w:r>
      <w:r w:rsidR="00046589">
        <w:t xml:space="preserve"> </w:t>
      </w:r>
      <w:r>
        <w:t>the</w:t>
      </w:r>
      <w:r w:rsidR="00046589">
        <w:t xml:space="preserve"> </w:t>
      </w:r>
      <w:r>
        <w:t>caliphate</w:t>
      </w:r>
      <w:r w:rsidR="00046589">
        <w:t xml:space="preserve"> </w:t>
      </w:r>
      <w:r>
        <w:t>gave</w:t>
      </w:r>
      <w:r w:rsidR="00046589">
        <w:t xml:space="preserve"> </w:t>
      </w:r>
      <w:r>
        <w:t>way</w:t>
      </w:r>
      <w:r w:rsidR="00046589">
        <w:t xml:space="preserve"> </w:t>
      </w:r>
      <w:r>
        <w:t>to</w:t>
      </w:r>
      <w:r w:rsidR="00046589">
        <w:t xml:space="preserve"> </w:t>
      </w:r>
      <w:r>
        <w:t>mere</w:t>
      </w:r>
      <w:r w:rsidR="00046589">
        <w:t xml:space="preserve"> </w:t>
      </w:r>
      <w:r>
        <w:t>earthly</w:t>
      </w:r>
      <w:r w:rsidR="00046589">
        <w:t xml:space="preserve"> </w:t>
      </w:r>
      <w:r>
        <w:t>power</w:t>
      </w:r>
      <w:r w:rsidR="00046589">
        <w:t xml:space="preserve"> </w:t>
      </w:r>
      <w:r>
        <w:t>relations.</w:t>
      </w:r>
      <w:r w:rsidR="00046589">
        <w:t xml:space="preserve"> </w:t>
      </w:r>
      <w:r>
        <w:t>Sultans,</w:t>
      </w:r>
      <w:r w:rsidR="00046589">
        <w:t xml:space="preserve"> </w:t>
      </w:r>
      <w:r>
        <w:t>emirs</w:t>
      </w:r>
      <w:r w:rsidR="00046589">
        <w:t xml:space="preserve"> </w:t>
      </w:r>
      <w:r>
        <w:t>and</w:t>
      </w:r>
      <w:r w:rsidR="00046589">
        <w:t xml:space="preserve"> </w:t>
      </w:r>
      <w:r>
        <w:t>in</w:t>
      </w:r>
      <w:r w:rsidR="00046589">
        <w:t xml:space="preserve"> </w:t>
      </w:r>
      <w:r>
        <w:t>due</w:t>
      </w:r>
      <w:r w:rsidR="00046589">
        <w:t xml:space="preserve"> </w:t>
      </w:r>
      <w:r>
        <w:t>time</w:t>
      </w:r>
      <w:r w:rsidR="00046589">
        <w:t xml:space="preserve"> </w:t>
      </w:r>
      <w:r>
        <w:t>despots</w:t>
      </w:r>
      <w:r w:rsidR="00046589">
        <w:t xml:space="preserve"> </w:t>
      </w:r>
      <w:r>
        <w:t>gripped</w:t>
      </w:r>
      <w:r w:rsidR="00046589">
        <w:t xml:space="preserve"> </w:t>
      </w:r>
      <w:r>
        <w:t>the</w:t>
      </w:r>
      <w:r w:rsidR="00046589">
        <w:t xml:space="preserve"> </w:t>
      </w:r>
      <w:r>
        <w:t>reins</w:t>
      </w:r>
      <w:r w:rsidR="00046589">
        <w:t xml:space="preserve"> </w:t>
      </w:r>
      <w:r>
        <w:t>of</w:t>
      </w:r>
      <w:r w:rsidR="00046589">
        <w:t xml:space="preserve"> </w:t>
      </w:r>
      <w:r>
        <w:t>power</w:t>
      </w:r>
      <w:r w:rsidR="00046589">
        <w:t xml:space="preserve"> </w:t>
      </w:r>
      <w:r>
        <w:t>with</w:t>
      </w:r>
      <w:r w:rsidR="00046589">
        <w:t xml:space="preserve"> </w:t>
      </w:r>
      <w:r>
        <w:t>the</w:t>
      </w:r>
      <w:r w:rsidR="00046589">
        <w:t xml:space="preserve"> </w:t>
      </w:r>
      <w:r>
        <w:t>aid</w:t>
      </w:r>
      <w:r w:rsidR="00046589">
        <w:t xml:space="preserve"> </w:t>
      </w:r>
      <w:r>
        <w:t>of</w:t>
      </w:r>
      <w:r w:rsidR="00046589">
        <w:t xml:space="preserve"> </w:t>
      </w:r>
      <w:r>
        <w:t>military</w:t>
      </w:r>
      <w:r w:rsidR="00046589">
        <w:t xml:space="preserve"> </w:t>
      </w:r>
      <w:r>
        <w:t>force.</w:t>
      </w:r>
      <w:r w:rsidR="00046589">
        <w:t xml:space="preserve"> </w:t>
      </w:r>
      <w:r>
        <w:t>The</w:t>
      </w:r>
      <w:r w:rsidR="00046589">
        <w:t xml:space="preserve"> </w:t>
      </w:r>
      <w:r>
        <w:t>spiritual</w:t>
      </w:r>
      <w:r w:rsidR="00046589">
        <w:t xml:space="preserve"> </w:t>
      </w:r>
      <w:r>
        <w:t>guidance</w:t>
      </w:r>
      <w:r w:rsidR="00046589">
        <w:t xml:space="preserve"> </w:t>
      </w:r>
      <w:r>
        <w:t>was</w:t>
      </w:r>
      <w:r w:rsidR="00046589">
        <w:t xml:space="preserve"> </w:t>
      </w:r>
      <w:r>
        <w:t>gradually</w:t>
      </w:r>
      <w:r w:rsidR="00046589">
        <w:t xml:space="preserve"> </w:t>
      </w:r>
      <w:r>
        <w:t>monopolized</w:t>
      </w:r>
      <w:r w:rsidR="00046589">
        <w:t xml:space="preserve"> </w:t>
      </w:r>
      <w:r>
        <w:t>by</w:t>
      </w:r>
      <w:r w:rsidR="00046589">
        <w:t xml:space="preserve"> </w:t>
      </w:r>
      <w:r>
        <w:t>the</w:t>
      </w:r>
      <w:r w:rsidR="00046589">
        <w:t xml:space="preserve"> </w:t>
      </w:r>
      <w:r>
        <w:t>interpreters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revealed</w:t>
      </w:r>
      <w:r w:rsidR="00046589">
        <w:t xml:space="preserve"> </w:t>
      </w:r>
      <w:r>
        <w:t>message</w:t>
      </w:r>
      <w:r w:rsidR="00046589">
        <w:t xml:space="preserve"> </w:t>
      </w:r>
      <w:r>
        <w:t>and</w:t>
      </w:r>
      <w:r w:rsidR="00046589">
        <w:t xml:space="preserve"> </w:t>
      </w:r>
      <w:r>
        <w:t>of</w:t>
      </w:r>
      <w:r w:rsidR="00046589">
        <w:t xml:space="preserve"> </w:t>
      </w:r>
      <w:r>
        <w:t>sacred</w:t>
      </w:r>
      <w:r w:rsidR="00046589">
        <w:t xml:space="preserve"> </w:t>
      </w:r>
      <w:r>
        <w:t>law.</w:t>
      </w:r>
      <w:r w:rsidR="00046589">
        <w:t xml:space="preserve"> </w:t>
      </w:r>
      <w:r>
        <w:t>The</w:t>
      </w:r>
      <w:r w:rsidR="00046589">
        <w:t xml:space="preserve"> </w:t>
      </w:r>
      <w:r>
        <w:t>history</w:t>
      </w:r>
      <w:r w:rsidR="00046589">
        <w:t xml:space="preserve"> </w:t>
      </w:r>
      <w:r>
        <w:t>of</w:t>
      </w:r>
      <w:r w:rsidR="00046589">
        <w:t xml:space="preserve"> </w:t>
      </w:r>
      <w:r>
        <w:t>medieval</w:t>
      </w:r>
      <w:r w:rsidR="00046589">
        <w:t xml:space="preserve"> </w:t>
      </w:r>
      <w:r>
        <w:t>Islam</w:t>
      </w:r>
      <w:r w:rsidR="00046589">
        <w:t xml:space="preserve"> </w:t>
      </w:r>
      <w:r>
        <w:t>is</w:t>
      </w:r>
      <w:r w:rsidR="00046589">
        <w:t xml:space="preserve"> </w:t>
      </w:r>
      <w:r>
        <w:t>a</w:t>
      </w:r>
      <w:r w:rsidR="00046589">
        <w:t xml:space="preserve"> </w:t>
      </w:r>
      <w:r>
        <w:t>tale</w:t>
      </w:r>
      <w:r w:rsidR="00046589">
        <w:t xml:space="preserve"> </w:t>
      </w:r>
      <w:r>
        <w:t>of</w:t>
      </w:r>
      <w:r w:rsidR="00046589">
        <w:t xml:space="preserve"> </w:t>
      </w:r>
      <w:r>
        <w:t>a</w:t>
      </w:r>
      <w:r w:rsidR="00046589">
        <w:t xml:space="preserve"> </w:t>
      </w:r>
      <w:r>
        <w:t>magnificent</w:t>
      </w:r>
      <w:r w:rsidR="00046589">
        <w:t xml:space="preserve"> </w:t>
      </w:r>
      <w:r>
        <w:t>civilization</w:t>
      </w:r>
      <w:r w:rsidR="00046589">
        <w:t xml:space="preserve"> </w:t>
      </w:r>
      <w:r>
        <w:t>regularly</w:t>
      </w:r>
      <w:r w:rsidR="00046589">
        <w:t xml:space="preserve"> </w:t>
      </w:r>
      <w:r>
        <w:t>torn</w:t>
      </w:r>
      <w:r w:rsidR="00046589">
        <w:t xml:space="preserve"> </w:t>
      </w:r>
      <w:r>
        <w:t>apart</w:t>
      </w:r>
      <w:r w:rsidR="00046589">
        <w:t xml:space="preserve"> </w:t>
      </w:r>
      <w:r>
        <w:t>by</w:t>
      </w:r>
      <w:r w:rsidR="00046589">
        <w:t xml:space="preserve"> </w:t>
      </w:r>
      <w:r>
        <w:t>new</w:t>
      </w:r>
      <w:r w:rsidR="00046589">
        <w:t xml:space="preserve"> </w:t>
      </w:r>
      <w:r>
        <w:t>conquerors,</w:t>
      </w:r>
      <w:r w:rsidR="00046589">
        <w:t xml:space="preserve"> </w:t>
      </w:r>
      <w:r>
        <w:t>most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time</w:t>
      </w:r>
      <w:r w:rsidR="00046589">
        <w:t xml:space="preserve"> </w:t>
      </w:r>
      <w:r>
        <w:t>tribal</w:t>
      </w:r>
      <w:r w:rsidR="00046589">
        <w:t xml:space="preserve"> </w:t>
      </w:r>
      <w:r>
        <w:t>leaders</w:t>
      </w:r>
      <w:r w:rsidR="00046589">
        <w:t xml:space="preserve"> </w:t>
      </w:r>
      <w:r>
        <w:t>of</w:t>
      </w:r>
      <w:r w:rsidR="00046589">
        <w:t xml:space="preserve"> </w:t>
      </w:r>
      <w:r>
        <w:t>desert</w:t>
      </w:r>
      <w:r w:rsidR="00046589">
        <w:t xml:space="preserve"> </w:t>
      </w:r>
      <w:r>
        <w:t>nomads.</w:t>
      </w:r>
      <w:r w:rsidR="00046589">
        <w:t xml:space="preserve"> </w:t>
      </w:r>
      <w:r>
        <w:t>These</w:t>
      </w:r>
      <w:r w:rsidR="00046589">
        <w:t xml:space="preserve"> </w:t>
      </w:r>
      <w:r>
        <w:t>brave</w:t>
      </w:r>
      <w:r w:rsidR="00046589">
        <w:t xml:space="preserve"> </w:t>
      </w:r>
      <w:r>
        <w:t>newcomers</w:t>
      </w:r>
      <w:r w:rsidR="00046589">
        <w:t xml:space="preserve"> </w:t>
      </w:r>
      <w:r>
        <w:t>toppled</w:t>
      </w:r>
      <w:r w:rsidR="00046589">
        <w:t xml:space="preserve"> </w:t>
      </w:r>
      <w:r>
        <w:t>the</w:t>
      </w:r>
      <w:r w:rsidR="00046589">
        <w:t xml:space="preserve"> </w:t>
      </w:r>
      <w:r>
        <w:t>exhausted</w:t>
      </w:r>
      <w:r w:rsidR="00046589">
        <w:t xml:space="preserve"> </w:t>
      </w:r>
      <w:r>
        <w:t>urban</w:t>
      </w:r>
      <w:r w:rsidR="00046589">
        <w:t xml:space="preserve"> </w:t>
      </w:r>
      <w:r>
        <w:t>rulers</w:t>
      </w:r>
      <w:r w:rsidR="00046589">
        <w:t xml:space="preserve"> </w:t>
      </w:r>
      <w:r>
        <w:t>with</w:t>
      </w:r>
      <w:r w:rsidR="00046589">
        <w:t xml:space="preserve"> </w:t>
      </w:r>
      <w:r>
        <w:t>the</w:t>
      </w:r>
      <w:r w:rsidR="00046589">
        <w:t xml:space="preserve"> </w:t>
      </w:r>
      <w:r>
        <w:t>cohesive</w:t>
      </w:r>
      <w:r w:rsidR="00046589">
        <w:t xml:space="preserve"> </w:t>
      </w:r>
      <w:r>
        <w:t>military</w:t>
      </w:r>
      <w:r w:rsidR="00046589">
        <w:t xml:space="preserve"> </w:t>
      </w:r>
      <w:r>
        <w:t>clout</w:t>
      </w:r>
      <w:r w:rsidR="00046589">
        <w:t xml:space="preserve"> </w:t>
      </w:r>
      <w:r>
        <w:t>of</w:t>
      </w:r>
      <w:r w:rsidR="00046589">
        <w:t xml:space="preserve"> </w:t>
      </w:r>
      <w:r>
        <w:t>their</w:t>
      </w:r>
      <w:r w:rsidR="00046589">
        <w:t xml:space="preserve"> </w:t>
      </w:r>
      <w:r>
        <w:t>unspoiled</w:t>
      </w:r>
      <w:r w:rsidR="00046589">
        <w:t xml:space="preserve"> </w:t>
      </w:r>
      <w:r>
        <w:t>clansmen.</w:t>
      </w:r>
    </w:p>
    <w:p w:rsidR="003C40D7" w:rsidRDefault="006F62A6" w:rsidP="003C40D7">
      <w:pPr>
        <w:pStyle w:val="libNormal"/>
      </w:pPr>
      <w:proofErr w:type="spellStart"/>
      <w:r>
        <w:t>Ibn</w:t>
      </w:r>
      <w:proofErr w:type="spellEnd"/>
      <w:r w:rsidR="00046589">
        <w:t xml:space="preserve"> </w:t>
      </w:r>
      <w:proofErr w:type="spellStart"/>
      <w:r>
        <w:t>Khaldun</w:t>
      </w:r>
      <w:proofErr w:type="spellEnd"/>
      <w:r w:rsidR="00046589">
        <w:t xml:space="preserve"> </w:t>
      </w:r>
      <w:r w:rsidR="003C40D7">
        <w:t>who</w:t>
      </w:r>
      <w:r w:rsidR="00046589">
        <w:t xml:space="preserve"> </w:t>
      </w:r>
      <w:r w:rsidR="003C40D7">
        <w:t>in</w:t>
      </w:r>
      <w:r w:rsidR="00046589">
        <w:t xml:space="preserve"> </w:t>
      </w:r>
      <w:r w:rsidR="003C40D7">
        <w:t>his</w:t>
      </w:r>
      <w:r w:rsidR="00046589">
        <w:t xml:space="preserve"> </w:t>
      </w:r>
      <w:r w:rsidR="003C40D7">
        <w:t>schooling</w:t>
      </w:r>
      <w:r w:rsidR="00046589">
        <w:t xml:space="preserve"> </w:t>
      </w:r>
      <w:r w:rsidR="003C40D7">
        <w:t>had</w:t>
      </w:r>
      <w:r w:rsidR="00046589">
        <w:t xml:space="preserve"> </w:t>
      </w:r>
      <w:r w:rsidR="003C40D7">
        <w:t>absorbed</w:t>
      </w:r>
      <w:r w:rsidR="00046589">
        <w:t xml:space="preserve"> </w:t>
      </w:r>
      <w:r w:rsidR="003C40D7">
        <w:t>all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available</w:t>
      </w:r>
      <w:r w:rsidR="00046589">
        <w:t xml:space="preserve"> </w:t>
      </w:r>
      <w:r w:rsidR="003C40D7">
        <w:t>knowledge</w:t>
      </w:r>
      <w:r w:rsidR="00046589">
        <w:t xml:space="preserve"> </w:t>
      </w:r>
      <w:r w:rsidR="003C40D7">
        <w:t>and</w:t>
      </w:r>
      <w:r w:rsidR="00046589">
        <w:t xml:space="preserve"> </w:t>
      </w:r>
      <w:r w:rsidR="003C40D7">
        <w:t>who</w:t>
      </w:r>
      <w:r w:rsidR="00046589">
        <w:t xml:space="preserve"> </w:t>
      </w:r>
      <w:r w:rsidR="003C40D7">
        <w:t>as</w:t>
      </w:r>
      <w:r w:rsidR="00046589">
        <w:t xml:space="preserve"> </w:t>
      </w:r>
      <w:r w:rsidR="003C40D7">
        <w:t>a</w:t>
      </w:r>
      <w:r w:rsidR="00046589">
        <w:t xml:space="preserve"> </w:t>
      </w:r>
      <w:r w:rsidR="003C40D7">
        <w:t>political</w:t>
      </w:r>
      <w:r w:rsidR="00046589">
        <w:t xml:space="preserve"> </w:t>
      </w:r>
      <w:r w:rsidR="003C40D7">
        <w:t>activist</w:t>
      </w:r>
      <w:r w:rsidR="00046589">
        <w:t xml:space="preserve"> </w:t>
      </w:r>
      <w:r w:rsidR="003C40D7">
        <w:t>had</w:t>
      </w:r>
      <w:r w:rsidR="00046589">
        <w:t xml:space="preserve"> </w:t>
      </w:r>
      <w:r w:rsidR="003C40D7">
        <w:t>participated</w:t>
      </w:r>
      <w:r w:rsidR="00046589">
        <w:t xml:space="preserve"> </w:t>
      </w:r>
      <w:r w:rsidR="003C40D7">
        <w:t>in</w:t>
      </w:r>
      <w:r w:rsidR="00046589">
        <w:t xml:space="preserve"> </w:t>
      </w:r>
      <w:r w:rsidR="003C40D7">
        <w:t>some</w:t>
      </w:r>
      <w:r w:rsidR="00046589">
        <w:t xml:space="preserve"> </w:t>
      </w:r>
      <w:r w:rsidR="003C40D7">
        <w:t>major</w:t>
      </w:r>
      <w:r w:rsidR="00046589">
        <w:t xml:space="preserve"> </w:t>
      </w:r>
      <w:r w:rsidR="003C40D7">
        <w:t>power</w:t>
      </w:r>
      <w:r w:rsidR="00046589">
        <w:t xml:space="preserve"> </w:t>
      </w:r>
      <w:r w:rsidR="003C40D7">
        <w:t>struggles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his</w:t>
      </w:r>
      <w:r w:rsidR="00046589">
        <w:t xml:space="preserve"> </w:t>
      </w:r>
      <w:r w:rsidR="003C40D7">
        <w:t>time,</w:t>
      </w:r>
      <w:r w:rsidR="00046589">
        <w:t xml:space="preserve"> </w:t>
      </w:r>
      <w:r w:rsidR="003C40D7">
        <w:t>became</w:t>
      </w:r>
      <w:r w:rsidR="00046589">
        <w:t xml:space="preserve"> </w:t>
      </w:r>
      <w:r w:rsidR="003C40D7">
        <w:t>fascinated</w:t>
      </w:r>
      <w:r w:rsidR="00046589">
        <w:t xml:space="preserve"> </w:t>
      </w:r>
      <w:r w:rsidR="003C40D7">
        <w:t>by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natural</w:t>
      </w:r>
      <w:r w:rsidR="00046589">
        <w:t xml:space="preserve"> </w:t>
      </w:r>
      <w:r w:rsidR="003C40D7">
        <w:t>development</w:t>
      </w:r>
      <w:r w:rsidR="00046589">
        <w:t xml:space="preserve"> </w:t>
      </w:r>
      <w:r w:rsidR="003C40D7">
        <w:t>cycle,</w:t>
      </w:r>
      <w:r w:rsidR="00046589">
        <w:t xml:space="preserve"> </w:t>
      </w:r>
      <w:r w:rsidR="003C40D7">
        <w:t>this</w:t>
      </w:r>
      <w:r w:rsidR="00046589">
        <w:t xml:space="preserve"> </w:t>
      </w:r>
      <w:r w:rsidR="003C40D7">
        <w:t>is</w:t>
      </w:r>
      <w:r w:rsidR="00046589">
        <w:t xml:space="preserve"> </w:t>
      </w:r>
      <w:r w:rsidR="003C40D7">
        <w:t>by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genesis,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flourishing</w:t>
      </w:r>
      <w:r w:rsidR="00046589">
        <w:t xml:space="preserve"> </w:t>
      </w:r>
      <w:r w:rsidR="003C40D7">
        <w:t>and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decline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political</w:t>
      </w:r>
      <w:r w:rsidR="00046589">
        <w:t xml:space="preserve"> </w:t>
      </w:r>
      <w:r w:rsidR="003C40D7">
        <w:t>power</w:t>
      </w:r>
      <w:r w:rsidR="00046589">
        <w:t xml:space="preserve"> </w:t>
      </w:r>
      <w:r w:rsidR="003C40D7">
        <w:t>and</w:t>
      </w:r>
      <w:r w:rsidR="00046589">
        <w:t xml:space="preserve"> </w:t>
      </w:r>
      <w:r w:rsidR="003C40D7">
        <w:t>authority.</w:t>
      </w:r>
      <w:r w:rsidR="00046589">
        <w:t xml:space="preserve"> </w:t>
      </w:r>
      <w:r w:rsidR="003C40D7">
        <w:t>In</w:t>
      </w:r>
      <w:r w:rsidR="00046589">
        <w:t xml:space="preserve"> </w:t>
      </w:r>
      <w:r w:rsidR="003C40D7">
        <w:t>his</w:t>
      </w:r>
      <w:r w:rsidR="00046589">
        <w:t xml:space="preserve"> </w:t>
      </w:r>
      <w:r w:rsidR="003C40D7">
        <w:t>search</w:t>
      </w:r>
      <w:r w:rsidR="00046589">
        <w:t xml:space="preserve"> </w:t>
      </w:r>
      <w:r w:rsidR="003C40D7">
        <w:t>for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operational</w:t>
      </w:r>
      <w:r w:rsidR="00046589">
        <w:t xml:space="preserve"> </w:t>
      </w:r>
      <w:r w:rsidR="003C40D7">
        <w:t>foundations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this</w:t>
      </w:r>
      <w:r w:rsidR="00046589">
        <w:t xml:space="preserve"> </w:t>
      </w:r>
      <w:r w:rsidR="003C40D7">
        <w:t>repeated</w:t>
      </w:r>
      <w:r w:rsidR="00046589">
        <w:t xml:space="preserve"> </w:t>
      </w:r>
      <w:r w:rsidR="003C40D7">
        <w:t>cycle</w:t>
      </w:r>
      <w:r w:rsidR="00046589">
        <w:t xml:space="preserve"> </w:t>
      </w:r>
      <w:r w:rsidR="003C40D7">
        <w:t>he</w:t>
      </w:r>
      <w:r w:rsidR="00046589">
        <w:t xml:space="preserve"> </w:t>
      </w:r>
      <w:r w:rsidR="003C40D7">
        <w:t>singled</w:t>
      </w:r>
      <w:r w:rsidR="00046589">
        <w:t xml:space="preserve"> </w:t>
      </w:r>
      <w:r w:rsidR="003C40D7">
        <w:t>out</w:t>
      </w:r>
      <w:r w:rsidR="00046589">
        <w:t xml:space="preserve"> </w:t>
      </w:r>
      <w:r w:rsidR="003C40D7">
        <w:t>its</w:t>
      </w:r>
      <w:r w:rsidR="00046589">
        <w:t xml:space="preserve"> </w:t>
      </w:r>
      <w:r w:rsidR="003C40D7">
        <w:t>underlying</w:t>
      </w:r>
      <w:r w:rsidR="00046589">
        <w:t xml:space="preserve"> </w:t>
      </w:r>
      <w:r w:rsidR="003C40D7">
        <w:t>social</w:t>
      </w:r>
      <w:r w:rsidR="00046589">
        <w:t xml:space="preserve"> </w:t>
      </w:r>
      <w:r w:rsidR="003C40D7">
        <w:t>dynamics</w:t>
      </w:r>
      <w:r w:rsidR="00046589">
        <w:t xml:space="preserve"> </w:t>
      </w:r>
      <w:r w:rsidR="003C40D7">
        <w:t>as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prime</w:t>
      </w:r>
      <w:r w:rsidR="00046589">
        <w:t xml:space="preserve"> </w:t>
      </w:r>
      <w:r w:rsidR="003C40D7">
        <w:t>mover.</w:t>
      </w:r>
      <w:r w:rsidR="00046589">
        <w:t xml:space="preserve"> </w:t>
      </w:r>
      <w:r w:rsidR="003C40D7">
        <w:t>As</w:t>
      </w:r>
      <w:r w:rsidR="00046589">
        <w:t xml:space="preserve"> </w:t>
      </w:r>
      <w:r w:rsidR="003C40D7">
        <w:t>a</w:t>
      </w:r>
      <w:r w:rsidR="00046589">
        <w:t xml:space="preserve"> </w:t>
      </w:r>
      <w:r w:rsidR="003C40D7">
        <w:t>medieval</w:t>
      </w:r>
      <w:r w:rsidR="00046589">
        <w:t xml:space="preserve"> </w:t>
      </w:r>
      <w:r w:rsidR="003C40D7">
        <w:t>scholar</w:t>
      </w:r>
      <w:r w:rsidR="00046589">
        <w:t xml:space="preserve"> </w:t>
      </w:r>
      <w:r w:rsidR="003C40D7">
        <w:t>he</w:t>
      </w:r>
      <w:r w:rsidR="00046589">
        <w:t xml:space="preserve"> </w:t>
      </w:r>
      <w:r w:rsidR="003C40D7">
        <w:t>drew</w:t>
      </w:r>
      <w:r w:rsidR="00046589">
        <w:t xml:space="preserve"> </w:t>
      </w:r>
      <w:r w:rsidR="003C40D7">
        <w:t>more</w:t>
      </w:r>
      <w:r w:rsidR="00046589">
        <w:t xml:space="preserve"> </w:t>
      </w:r>
      <w:r w:rsidR="003C40D7">
        <w:t>than</w:t>
      </w:r>
      <w:r w:rsidR="00046589">
        <w:t xml:space="preserve"> </w:t>
      </w:r>
      <w:r w:rsidR="003C40D7">
        <w:t>he</w:t>
      </w:r>
      <w:r w:rsidR="00046589">
        <w:t xml:space="preserve"> </w:t>
      </w:r>
      <w:r w:rsidR="003C40D7">
        <w:t>admitted</w:t>
      </w:r>
      <w:r w:rsidR="00046589">
        <w:t xml:space="preserve"> </w:t>
      </w:r>
      <w:r w:rsidR="003C40D7">
        <w:t>on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prescriptive</w:t>
      </w:r>
      <w:r w:rsidR="00046589">
        <w:t xml:space="preserve"> </w:t>
      </w:r>
      <w:r w:rsidR="003C40D7">
        <w:t>norms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the</w:t>
      </w:r>
      <w:r w:rsidR="00046589">
        <w:t xml:space="preserve"> </w:t>
      </w:r>
      <w:proofErr w:type="spellStart"/>
      <w:r w:rsidR="003C40D7">
        <w:t>fukaha</w:t>
      </w:r>
      <w:proofErr w:type="spellEnd"/>
      <w:r w:rsidR="003C40D7">
        <w:t>,</w:t>
      </w:r>
      <w:r w:rsidR="00046589">
        <w:t xml:space="preserve"> </w:t>
      </w:r>
      <w:r w:rsidR="003C40D7">
        <w:t>on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apologetic</w:t>
      </w:r>
      <w:r w:rsidR="00046589">
        <w:t xml:space="preserve"> </w:t>
      </w:r>
      <w:r w:rsidR="003C40D7">
        <w:t>literature</w:t>
      </w:r>
      <w:r w:rsidR="00046589">
        <w:t xml:space="preserve"> </w:t>
      </w:r>
      <w:r w:rsidR="003C40D7">
        <w:t>of</w:t>
      </w:r>
      <w:r w:rsidR="00046589">
        <w:t xml:space="preserve"> </w:t>
      </w:r>
      <w:proofErr w:type="spellStart"/>
      <w:r w:rsidR="003C40D7">
        <w:t>kalam</w:t>
      </w:r>
      <w:proofErr w:type="spellEnd"/>
      <w:r w:rsidR="00046589">
        <w:t xml:space="preserve"> </w:t>
      </w:r>
      <w:r w:rsidR="003C40D7">
        <w:t>and</w:t>
      </w:r>
      <w:r w:rsidR="00046589">
        <w:t xml:space="preserve"> </w:t>
      </w:r>
      <w:r w:rsidR="003C40D7">
        <w:t>on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metaphysical</w:t>
      </w:r>
      <w:r w:rsidR="00046589">
        <w:t xml:space="preserve"> </w:t>
      </w:r>
      <w:r w:rsidR="003C40D7">
        <w:t>schemes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the</w:t>
      </w:r>
      <w:r w:rsidR="00046589">
        <w:t xml:space="preserve"> </w:t>
      </w:r>
      <w:proofErr w:type="spellStart"/>
      <w:r w:rsidR="003C40D7">
        <w:t>hellenizing</w:t>
      </w:r>
      <w:proofErr w:type="spellEnd"/>
      <w:r w:rsidR="00046589">
        <w:t xml:space="preserve"> </w:t>
      </w:r>
      <w:r w:rsidR="003C40D7">
        <w:t>Muslim</w:t>
      </w:r>
      <w:r w:rsidR="00046589">
        <w:t xml:space="preserve"> </w:t>
      </w:r>
      <w:r w:rsidR="003C40D7">
        <w:t>philosophers.</w:t>
      </w:r>
      <w:r w:rsidR="00046589">
        <w:t xml:space="preserve"> </w:t>
      </w:r>
      <w:r w:rsidR="003C40D7">
        <w:t>But</w:t>
      </w:r>
      <w:r w:rsidR="00046589">
        <w:t xml:space="preserve"> </w:t>
      </w:r>
      <w:r w:rsidR="003C40D7">
        <w:t>in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social</w:t>
      </w:r>
      <w:r w:rsidR="00046589">
        <w:t xml:space="preserve"> </w:t>
      </w:r>
      <w:r w:rsidR="003C40D7">
        <w:t>contextualization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his</w:t>
      </w:r>
      <w:r w:rsidR="00046589">
        <w:t xml:space="preserve"> </w:t>
      </w:r>
      <w:r w:rsidR="003C40D7">
        <w:t>thesis</w:t>
      </w:r>
      <w:r w:rsidR="00046589">
        <w:t xml:space="preserve"> </w:t>
      </w:r>
      <w:r w:rsidR="003C40D7">
        <w:t>he</w:t>
      </w:r>
      <w:r w:rsidR="00046589">
        <w:t xml:space="preserve"> </w:t>
      </w:r>
      <w:r w:rsidR="003C40D7">
        <w:t>proved</w:t>
      </w:r>
      <w:r w:rsidR="00046589">
        <w:t xml:space="preserve"> </w:t>
      </w:r>
      <w:r w:rsidR="003C40D7">
        <w:t>to</w:t>
      </w:r>
      <w:r w:rsidR="00046589">
        <w:t xml:space="preserve"> </w:t>
      </w:r>
      <w:r w:rsidR="003C40D7">
        <w:t>be</w:t>
      </w:r>
      <w:r w:rsidR="00046589">
        <w:t xml:space="preserve"> </w:t>
      </w:r>
      <w:r w:rsidR="003C40D7">
        <w:t>all</w:t>
      </w:r>
      <w:r w:rsidR="00046589">
        <w:t xml:space="preserve"> </w:t>
      </w:r>
      <w:r w:rsidR="003C40D7">
        <w:t>himself.</w:t>
      </w:r>
      <w:r w:rsidR="00046589">
        <w:t xml:space="preserve"> </w:t>
      </w:r>
      <w:r w:rsidR="003C40D7">
        <w:t>He</w:t>
      </w:r>
      <w:r w:rsidR="00046589">
        <w:t xml:space="preserve"> </w:t>
      </w:r>
      <w:r w:rsidR="003C40D7">
        <w:t>came</w:t>
      </w:r>
      <w:r w:rsidR="00046589">
        <w:t xml:space="preserve"> </w:t>
      </w:r>
      <w:r w:rsidR="003C40D7">
        <w:t>up</w:t>
      </w:r>
      <w:r w:rsidR="00046589">
        <w:t xml:space="preserve"> </w:t>
      </w:r>
      <w:r w:rsidR="003C40D7">
        <w:t>with</w:t>
      </w:r>
      <w:r w:rsidR="00046589">
        <w:t xml:space="preserve"> </w:t>
      </w:r>
      <w:r w:rsidR="003C40D7">
        <w:t>a</w:t>
      </w:r>
      <w:r w:rsidR="00046589">
        <w:t xml:space="preserve"> </w:t>
      </w:r>
      <w:r w:rsidR="003C40D7">
        <w:t>new</w:t>
      </w:r>
      <w:r w:rsidR="00046589">
        <w:t xml:space="preserve"> </w:t>
      </w:r>
      <w:r w:rsidR="003C40D7">
        <w:t>science</w:t>
      </w:r>
      <w:r w:rsidR="00046589">
        <w:t xml:space="preserve"> </w:t>
      </w:r>
      <w:r w:rsidR="003C40D7">
        <w:t>in</w:t>
      </w:r>
      <w:r w:rsidR="00046589">
        <w:t xml:space="preserve"> </w:t>
      </w:r>
      <w:r w:rsidR="003C40D7">
        <w:t>order</w:t>
      </w:r>
      <w:r w:rsidR="00046589">
        <w:t xml:space="preserve"> </w:t>
      </w:r>
      <w:r w:rsidR="003C40D7">
        <w:t>to</w:t>
      </w:r>
      <w:r w:rsidR="00046589">
        <w:t xml:space="preserve"> </w:t>
      </w:r>
      <w:r w:rsidR="003C40D7">
        <w:t>explain</w:t>
      </w:r>
      <w:r w:rsidR="00046589">
        <w:t xml:space="preserve"> </w:t>
      </w:r>
      <w:r w:rsidR="003C40D7">
        <w:t>how</w:t>
      </w:r>
      <w:r w:rsidR="00046589">
        <w:t xml:space="preserve"> </w:t>
      </w:r>
      <w:r w:rsidR="003C40D7">
        <w:t>and</w:t>
      </w:r>
      <w:r w:rsidR="00046589">
        <w:t xml:space="preserve"> </w:t>
      </w:r>
      <w:r w:rsidR="003C40D7">
        <w:t>why</w:t>
      </w:r>
      <w:r w:rsidR="00046589">
        <w:t xml:space="preserve"> </w:t>
      </w:r>
      <w:r w:rsidR="003C40D7">
        <w:t>things</w:t>
      </w:r>
      <w:r w:rsidR="00046589">
        <w:t xml:space="preserve"> </w:t>
      </w:r>
      <w:r w:rsidR="003C40D7">
        <w:t>are</w:t>
      </w:r>
      <w:r w:rsidR="00046589">
        <w:t xml:space="preserve"> </w:t>
      </w:r>
      <w:r w:rsidR="003C40D7">
        <w:t>as</w:t>
      </w:r>
      <w:r w:rsidR="00046589">
        <w:t xml:space="preserve"> </w:t>
      </w:r>
      <w:r w:rsidR="003C40D7">
        <w:t>they</w:t>
      </w:r>
      <w:r w:rsidR="00046589">
        <w:t xml:space="preserve"> </w:t>
      </w:r>
      <w:r w:rsidR="003C40D7">
        <w:t>are</w:t>
      </w:r>
      <w:r w:rsidR="00046589">
        <w:t xml:space="preserve"> </w:t>
      </w:r>
      <w:r w:rsidR="003C40D7">
        <w:t>in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natural</w:t>
      </w:r>
      <w:r w:rsidR="00046589">
        <w:t xml:space="preserve"> </w:t>
      </w:r>
      <w:r w:rsidR="003C40D7">
        <w:t>development</w:t>
      </w:r>
      <w:r w:rsidR="00046589">
        <w:t xml:space="preserve"> </w:t>
      </w:r>
      <w:r w:rsidR="003C40D7">
        <w:t>course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human</w:t>
      </w:r>
      <w:r w:rsidR="00046589">
        <w:t xml:space="preserve"> </w:t>
      </w:r>
      <w:r w:rsidR="003C40D7">
        <w:t>societies.</w:t>
      </w:r>
      <w:r w:rsidR="00046589">
        <w:t xml:space="preserve"> </w:t>
      </w:r>
      <w:proofErr w:type="spellStart"/>
      <w:r w:rsidR="003C40D7">
        <w:t>Ibn</w:t>
      </w:r>
      <w:proofErr w:type="spellEnd"/>
      <w:r w:rsidR="00046589">
        <w:t xml:space="preserve"> </w:t>
      </w:r>
      <w:proofErr w:type="spellStart"/>
      <w:r w:rsidR="003C40D7">
        <w:t>Khaldun</w:t>
      </w:r>
      <w:proofErr w:type="spellEnd"/>
      <w:r w:rsidR="003C40D7">
        <w:t>,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realist,</w:t>
      </w:r>
      <w:r w:rsidR="00046589">
        <w:t xml:space="preserve"> </w:t>
      </w:r>
      <w:r w:rsidR="003C40D7">
        <w:t>sided</w:t>
      </w:r>
      <w:r w:rsidR="00046589">
        <w:t xml:space="preserve"> </w:t>
      </w:r>
      <w:r w:rsidR="003C40D7">
        <w:t>with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facts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life</w:t>
      </w:r>
      <w:r w:rsidR="00046589">
        <w:t xml:space="preserve"> </w:t>
      </w:r>
      <w:r w:rsidR="003C40D7">
        <w:t>while</w:t>
      </w:r>
      <w:r w:rsidR="00046589">
        <w:t xml:space="preserve"> </w:t>
      </w:r>
      <w:r w:rsidR="003C40D7">
        <w:t>the</w:t>
      </w:r>
      <w:r w:rsidR="00046589">
        <w:t xml:space="preserve"> </w:t>
      </w:r>
      <w:proofErr w:type="spellStart"/>
      <w:r w:rsidR="003C40D7">
        <w:t>hellenizing</w:t>
      </w:r>
      <w:proofErr w:type="spellEnd"/>
      <w:r w:rsidR="00046589">
        <w:t xml:space="preserve"> </w:t>
      </w:r>
      <w:r w:rsidR="003C40D7">
        <w:t>philosophers</w:t>
      </w:r>
      <w:r w:rsidR="00046589">
        <w:t xml:space="preserve"> </w:t>
      </w:r>
      <w:r w:rsidR="003C40D7">
        <w:t>cherished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utopian</w:t>
      </w:r>
      <w:r w:rsidR="00046589">
        <w:t xml:space="preserve"> </w:t>
      </w:r>
      <w:r w:rsidR="003C40D7">
        <w:t>schemes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an</w:t>
      </w:r>
      <w:r w:rsidR="00046589">
        <w:t xml:space="preserve"> </w:t>
      </w:r>
      <w:r w:rsidR="003C40D7">
        <w:t>ideal</w:t>
      </w:r>
      <w:r w:rsidR="00046589">
        <w:t xml:space="preserve"> </w:t>
      </w:r>
      <w:r w:rsidR="003C40D7">
        <w:t>state.</w:t>
      </w:r>
      <w:r w:rsidR="00046589">
        <w:t xml:space="preserve"> </w:t>
      </w:r>
      <w:r w:rsidR="003C40D7">
        <w:t>According</w:t>
      </w:r>
      <w:r w:rsidR="00046589">
        <w:t xml:space="preserve"> </w:t>
      </w:r>
      <w:r w:rsidR="003C40D7">
        <w:t>to</w:t>
      </w:r>
      <w:r w:rsidR="00046589">
        <w:t xml:space="preserve"> </w:t>
      </w:r>
      <w:r w:rsidR="003C40D7">
        <w:t>his</w:t>
      </w:r>
      <w:r w:rsidR="00046589">
        <w:t xml:space="preserve"> </w:t>
      </w:r>
      <w:r w:rsidR="003C40D7">
        <w:t>mindset</w:t>
      </w:r>
      <w:r w:rsidR="00046589">
        <w:t xml:space="preserve"> </w:t>
      </w:r>
      <w:r w:rsidR="003C40D7">
        <w:t>also</w:t>
      </w:r>
      <w:r w:rsidR="00046589">
        <w:t xml:space="preserve"> </w:t>
      </w:r>
      <w:r w:rsidR="003C40D7">
        <w:t>the</w:t>
      </w:r>
      <w:r w:rsidR="00046589">
        <w:t xml:space="preserve"> </w:t>
      </w:r>
      <w:proofErr w:type="spellStart"/>
      <w:r w:rsidR="003C40D7">
        <w:t>juridico</w:t>
      </w:r>
      <w:proofErr w:type="spellEnd"/>
      <w:r>
        <w:t>-</w:t>
      </w:r>
      <w:r w:rsidR="003C40D7">
        <w:t>religious</w:t>
      </w:r>
      <w:r w:rsidR="00046589">
        <w:t xml:space="preserve"> </w:t>
      </w:r>
      <w:r w:rsidR="003C40D7">
        <w:t>norms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the</w:t>
      </w:r>
      <w:r w:rsidR="00046589">
        <w:t xml:space="preserve"> </w:t>
      </w:r>
      <w:proofErr w:type="spellStart"/>
      <w:r w:rsidR="003C40D7">
        <w:t>fukaha</w:t>
      </w:r>
      <w:proofErr w:type="spellEnd"/>
      <w:r w:rsidR="00046589">
        <w:t xml:space="preserve"> </w:t>
      </w:r>
      <w:r w:rsidR="003C40D7">
        <w:t>seemed</w:t>
      </w:r>
      <w:r w:rsidR="00046589">
        <w:t xml:space="preserve"> </w:t>
      </w:r>
      <w:r w:rsidR="003C40D7">
        <w:t>to</w:t>
      </w:r>
      <w:r w:rsidR="00046589">
        <w:t xml:space="preserve"> </w:t>
      </w:r>
      <w:r w:rsidR="003C40D7">
        <w:t>be</w:t>
      </w:r>
      <w:r w:rsidR="00046589">
        <w:t xml:space="preserve"> </w:t>
      </w:r>
      <w:r w:rsidR="003C40D7">
        <w:t>more</w:t>
      </w:r>
      <w:r w:rsidR="00046589">
        <w:t xml:space="preserve"> </w:t>
      </w:r>
      <w:r w:rsidR="003C40D7">
        <w:t>apt</w:t>
      </w:r>
      <w:r w:rsidR="00046589">
        <w:t xml:space="preserve"> </w:t>
      </w:r>
      <w:r w:rsidR="003C40D7">
        <w:t>to</w:t>
      </w:r>
      <w:r w:rsidR="00046589">
        <w:t xml:space="preserve"> </w:t>
      </w:r>
      <w:r w:rsidR="003C40D7">
        <w:t>offer</w:t>
      </w:r>
      <w:r w:rsidR="00046589">
        <w:t xml:space="preserve"> </w:t>
      </w:r>
      <w:r w:rsidR="003C40D7">
        <w:t>guidance</w:t>
      </w:r>
      <w:r w:rsidR="00046589">
        <w:t xml:space="preserve"> </w:t>
      </w:r>
      <w:r w:rsidR="003C40D7">
        <w:t>to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believer</w:t>
      </w:r>
      <w:r w:rsidR="00046589">
        <w:t xml:space="preserve"> </w:t>
      </w:r>
      <w:r w:rsidR="003C40D7">
        <w:t>for</w:t>
      </w:r>
      <w:r w:rsidR="00046589">
        <w:t xml:space="preserve"> </w:t>
      </w:r>
      <w:r w:rsidR="003C40D7">
        <w:t>his</w:t>
      </w:r>
      <w:r w:rsidR="00046589">
        <w:t xml:space="preserve"> </w:t>
      </w:r>
      <w:r w:rsidR="003C40D7">
        <w:t>salvation,</w:t>
      </w:r>
      <w:r w:rsidR="00046589">
        <w:t xml:space="preserve"> </w:t>
      </w:r>
      <w:r w:rsidR="003C40D7">
        <w:t>but</w:t>
      </w:r>
      <w:r w:rsidR="00046589">
        <w:t xml:space="preserve"> </w:t>
      </w:r>
      <w:r w:rsidR="003C40D7">
        <w:t>were</w:t>
      </w:r>
      <w:r w:rsidR="00046589">
        <w:t xml:space="preserve"> </w:t>
      </w:r>
      <w:r w:rsidR="003C40D7">
        <w:t>no</w:t>
      </w:r>
      <w:r w:rsidR="00046589">
        <w:t xml:space="preserve"> </w:t>
      </w:r>
      <w:r w:rsidR="003C40D7">
        <w:t>match</w:t>
      </w:r>
      <w:r w:rsidR="00046589">
        <w:t xml:space="preserve"> </w:t>
      </w:r>
      <w:r w:rsidR="003C40D7">
        <w:t>for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despots</w:t>
      </w:r>
      <w:r w:rsidR="00046589">
        <w:t xml:space="preserve"> </w:t>
      </w:r>
      <w:r w:rsidR="003C40D7">
        <w:t>and</w:t>
      </w:r>
      <w:r w:rsidR="00046589">
        <w:t xml:space="preserve"> </w:t>
      </w:r>
      <w:r w:rsidR="003C40D7">
        <w:t>their</w:t>
      </w:r>
      <w:r w:rsidR="00046589">
        <w:t xml:space="preserve"> </w:t>
      </w:r>
      <w:r w:rsidR="003C40D7">
        <w:t>power</w:t>
      </w:r>
      <w:r w:rsidR="00046589">
        <w:t xml:space="preserve"> </w:t>
      </w:r>
      <w:r w:rsidR="003C40D7">
        <w:t>holders.</w:t>
      </w:r>
    </w:p>
    <w:p w:rsidR="003C40D7" w:rsidRDefault="003C40D7" w:rsidP="003C40D7">
      <w:pPr>
        <w:pStyle w:val="libNormal"/>
      </w:pPr>
      <w:r>
        <w:t>In</w:t>
      </w:r>
      <w:r w:rsidR="00046589">
        <w:t xml:space="preserve"> </w:t>
      </w:r>
      <w:proofErr w:type="spellStart"/>
      <w:r>
        <w:t>Ibn</w:t>
      </w:r>
      <w:proofErr w:type="spellEnd"/>
      <w:r w:rsidR="00046589">
        <w:t xml:space="preserve"> </w:t>
      </w:r>
      <w:proofErr w:type="spellStart"/>
      <w:r>
        <w:t>Khaldun's</w:t>
      </w:r>
      <w:proofErr w:type="spellEnd"/>
      <w:r w:rsidR="00046589">
        <w:t xml:space="preserve"> </w:t>
      </w:r>
      <w:r>
        <w:t>socio</w:t>
      </w:r>
      <w:r w:rsidR="006F62A6">
        <w:t>-</w:t>
      </w:r>
      <w:r>
        <w:t>political</w:t>
      </w:r>
      <w:r w:rsidR="00046589">
        <w:t xml:space="preserve"> </w:t>
      </w:r>
      <w:r>
        <w:t>dynamics,</w:t>
      </w:r>
      <w:r w:rsidR="00046589">
        <w:t xml:space="preserve"> </w:t>
      </w:r>
      <w:proofErr w:type="spellStart"/>
      <w:r>
        <w:t>asabiyya</w:t>
      </w:r>
      <w:proofErr w:type="spellEnd"/>
      <w:r w:rsidR="00046589">
        <w:t xml:space="preserve"> </w:t>
      </w:r>
      <w:r>
        <w:t>or</w:t>
      </w:r>
      <w:r w:rsidR="00046589">
        <w:t xml:space="preserve"> </w:t>
      </w:r>
      <w:r>
        <w:t>the</w:t>
      </w:r>
      <w:r w:rsidR="00046589">
        <w:t xml:space="preserve"> </w:t>
      </w:r>
      <w:r>
        <w:t>primary</w:t>
      </w:r>
      <w:r w:rsidR="00046589">
        <w:t xml:space="preserve"> </w:t>
      </w:r>
      <w:r>
        <w:t>group</w:t>
      </w:r>
      <w:r w:rsidR="00046589">
        <w:t xml:space="preserve"> </w:t>
      </w:r>
      <w:r>
        <w:t>cohesion</w:t>
      </w:r>
      <w:r w:rsidR="00046589">
        <w:t xml:space="preserve"> </w:t>
      </w:r>
      <w:r>
        <w:t>and</w:t>
      </w:r>
      <w:r w:rsidR="00046589">
        <w:t xml:space="preserve"> </w:t>
      </w:r>
      <w:r>
        <w:t>solidarity</w:t>
      </w:r>
      <w:r w:rsidR="00046589">
        <w:t xml:space="preserve"> </w:t>
      </w:r>
      <w:r>
        <w:t>based</w:t>
      </w:r>
      <w:r w:rsidR="00046589">
        <w:t xml:space="preserve"> </w:t>
      </w:r>
      <w:r>
        <w:t>on</w:t>
      </w:r>
      <w:r w:rsidR="00046589">
        <w:t xml:space="preserve"> </w:t>
      </w:r>
      <w:r>
        <w:t>blood</w:t>
      </w:r>
      <w:r w:rsidR="00046589">
        <w:t xml:space="preserve"> </w:t>
      </w:r>
      <w:r>
        <w:t>ties,</w:t>
      </w:r>
      <w:r w:rsidR="00046589">
        <w:t xml:space="preserve"> </w:t>
      </w:r>
      <w:r>
        <w:t>is</w:t>
      </w:r>
      <w:r w:rsidR="00046589">
        <w:t xml:space="preserve"> </w:t>
      </w:r>
      <w:r>
        <w:t>the</w:t>
      </w:r>
      <w:r w:rsidR="00046589">
        <w:t xml:space="preserve"> </w:t>
      </w:r>
      <w:r>
        <w:t>pivotal</w:t>
      </w:r>
      <w:r w:rsidR="00046589">
        <w:t xml:space="preserve"> </w:t>
      </w:r>
      <w:r>
        <w:t>concept.</w:t>
      </w:r>
      <w:r w:rsidR="00046589">
        <w:t xml:space="preserve"> </w:t>
      </w:r>
      <w:r>
        <w:t>The</w:t>
      </w:r>
      <w:r w:rsidR="00046589">
        <w:t xml:space="preserve"> </w:t>
      </w:r>
      <w:r>
        <w:t>kinship</w:t>
      </w:r>
      <w:r w:rsidR="00046589">
        <w:t xml:space="preserve"> </w:t>
      </w:r>
      <w:r>
        <w:t>ties</w:t>
      </w:r>
      <w:r w:rsidR="00046589">
        <w:t xml:space="preserve"> </w:t>
      </w:r>
      <w:r>
        <w:t>lead</w:t>
      </w:r>
      <w:r w:rsidR="00046589">
        <w:t xml:space="preserve"> </w:t>
      </w:r>
      <w:r>
        <w:t>to</w:t>
      </w:r>
      <w:r w:rsidR="00046589">
        <w:t xml:space="preserve"> </w:t>
      </w:r>
      <w:r>
        <w:t>affection</w:t>
      </w:r>
      <w:r w:rsidR="00046589">
        <w:t xml:space="preserve"> </w:t>
      </w:r>
      <w:r>
        <w:t>and</w:t>
      </w:r>
      <w:r w:rsidR="00046589">
        <w:t xml:space="preserve"> </w:t>
      </w:r>
      <w:r>
        <w:t>support</w:t>
      </w:r>
      <w:r w:rsidR="00046589">
        <w:t xml:space="preserve"> </w:t>
      </w:r>
      <w:r>
        <w:t>in</w:t>
      </w:r>
      <w:r w:rsidR="00046589">
        <w:t xml:space="preserve"> </w:t>
      </w:r>
      <w:r>
        <w:t>one's</w:t>
      </w:r>
      <w:r w:rsidR="00046589">
        <w:t xml:space="preserve"> </w:t>
      </w:r>
      <w:r>
        <w:t>social</w:t>
      </w:r>
      <w:r w:rsidR="00046589">
        <w:t xml:space="preserve"> </w:t>
      </w:r>
      <w:r>
        <w:t>relations.</w:t>
      </w:r>
      <w:r w:rsidR="00046589">
        <w:t xml:space="preserve"> </w:t>
      </w:r>
      <w:r>
        <w:t>The</w:t>
      </w:r>
      <w:r w:rsidR="00046589">
        <w:t xml:space="preserve"> </w:t>
      </w:r>
      <w:r>
        <w:t>members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nomadic</w:t>
      </w:r>
      <w:r w:rsidR="00046589">
        <w:t xml:space="preserve"> </w:t>
      </w:r>
      <w:r>
        <w:t>tribes</w:t>
      </w:r>
      <w:r w:rsidR="00046589">
        <w:t xml:space="preserve"> </w:t>
      </w:r>
      <w:r>
        <w:t>concentrated</w:t>
      </w:r>
      <w:r w:rsidR="00046589">
        <w:t xml:space="preserve"> </w:t>
      </w:r>
      <w:r>
        <w:t>on</w:t>
      </w:r>
      <w:r w:rsidR="00046589">
        <w:t xml:space="preserve"> </w:t>
      </w:r>
      <w:r>
        <w:t>the</w:t>
      </w:r>
      <w:r w:rsidR="00046589">
        <w:t xml:space="preserve"> </w:t>
      </w:r>
      <w:r>
        <w:t>satisfaction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primary</w:t>
      </w:r>
      <w:r w:rsidR="00046589">
        <w:t xml:space="preserve"> </w:t>
      </w:r>
      <w:r>
        <w:t>needs,</w:t>
      </w:r>
      <w:r w:rsidR="00046589">
        <w:t xml:space="preserve"> </w:t>
      </w:r>
      <w:r>
        <w:t>like</w:t>
      </w:r>
      <w:r w:rsidR="00046589">
        <w:t xml:space="preserve"> </w:t>
      </w:r>
      <w:r>
        <w:t>food</w:t>
      </w:r>
      <w:r w:rsidR="00046589">
        <w:t xml:space="preserve"> </w:t>
      </w:r>
      <w:r>
        <w:t>and</w:t>
      </w:r>
      <w:r w:rsidR="00046589">
        <w:t xml:space="preserve"> </w:t>
      </w:r>
      <w:r>
        <w:t>shelter.</w:t>
      </w:r>
      <w:r w:rsidR="00046589">
        <w:t xml:space="preserve"> </w:t>
      </w:r>
      <w:r>
        <w:t>The</w:t>
      </w:r>
      <w:r w:rsidR="00046589">
        <w:t xml:space="preserve"> </w:t>
      </w:r>
      <w:r>
        <w:t>social</w:t>
      </w:r>
      <w:r w:rsidR="00046589">
        <w:t xml:space="preserve"> </w:t>
      </w:r>
      <w:proofErr w:type="spellStart"/>
      <w:r>
        <w:t>organisation</w:t>
      </w:r>
      <w:proofErr w:type="spellEnd"/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clan</w:t>
      </w:r>
      <w:r w:rsidR="00046589">
        <w:t xml:space="preserve"> </w:t>
      </w:r>
      <w:r>
        <w:t>guarantees</w:t>
      </w:r>
      <w:r w:rsidR="00046589">
        <w:t xml:space="preserve"> </w:t>
      </w:r>
      <w:r>
        <w:t>that</w:t>
      </w:r>
      <w:r w:rsidR="00046589">
        <w:t xml:space="preserve"> </w:t>
      </w:r>
      <w:r>
        <w:t>each</w:t>
      </w:r>
      <w:r w:rsidR="00046589">
        <w:t xml:space="preserve"> </w:t>
      </w:r>
      <w:r>
        <w:t>member</w:t>
      </w:r>
      <w:r w:rsidR="00046589">
        <w:t xml:space="preserve"> </w:t>
      </w:r>
      <w:r>
        <w:t>gains</w:t>
      </w:r>
      <w:r w:rsidR="00046589">
        <w:t xml:space="preserve"> </w:t>
      </w:r>
      <w:r>
        <w:t>the</w:t>
      </w:r>
      <w:r w:rsidR="00046589">
        <w:t xml:space="preserve"> </w:t>
      </w:r>
      <w:r>
        <w:t>means</w:t>
      </w:r>
      <w:r w:rsidR="00046589">
        <w:t xml:space="preserve"> </w:t>
      </w:r>
      <w:r>
        <w:t>of</w:t>
      </w:r>
      <w:r w:rsidR="00046589">
        <w:t xml:space="preserve"> </w:t>
      </w:r>
      <w:r>
        <w:t>subsistence</w:t>
      </w:r>
      <w:r w:rsidR="00046589">
        <w:t xml:space="preserve"> </w:t>
      </w:r>
      <w:r>
        <w:t>and</w:t>
      </w:r>
      <w:r w:rsidR="00046589">
        <w:t xml:space="preserve"> </w:t>
      </w:r>
      <w:r>
        <w:t>moreover</w:t>
      </w:r>
      <w:r w:rsidR="00046589">
        <w:t xml:space="preserve"> </w:t>
      </w:r>
      <w:r>
        <w:t>it</w:t>
      </w:r>
      <w:r w:rsidR="00046589">
        <w:t xml:space="preserve"> </w:t>
      </w:r>
      <w:r>
        <w:t>secures</w:t>
      </w:r>
      <w:r w:rsidR="00046589">
        <w:t xml:space="preserve"> </w:t>
      </w:r>
      <w:r>
        <w:t>the</w:t>
      </w:r>
      <w:r w:rsidR="00046589">
        <w:t xml:space="preserve"> </w:t>
      </w:r>
      <w:r>
        <w:t>mutual</w:t>
      </w:r>
      <w:r w:rsidR="00046589">
        <w:t xml:space="preserve"> </w:t>
      </w:r>
      <w:r>
        <w:t>protection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group.</w:t>
      </w:r>
      <w:r w:rsidR="00046589">
        <w:t xml:space="preserve"> </w:t>
      </w:r>
      <w:r>
        <w:t>As</w:t>
      </w:r>
      <w:r w:rsidR="00046589">
        <w:t xml:space="preserve"> </w:t>
      </w:r>
      <w:r>
        <w:t>a</w:t>
      </w:r>
      <w:r w:rsidR="00046589">
        <w:t xml:space="preserve"> </w:t>
      </w:r>
      <w:r>
        <w:t>result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natural</w:t>
      </w:r>
      <w:r w:rsidR="00046589">
        <w:t xml:space="preserve"> </w:t>
      </w:r>
      <w:r>
        <w:t>vicissitudes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subsistence</w:t>
      </w:r>
      <w:r w:rsidR="00046589">
        <w:t xml:space="preserve"> </w:t>
      </w:r>
      <w:r>
        <w:t>economy</w:t>
      </w:r>
      <w:r w:rsidR="00046589">
        <w:t xml:space="preserve"> </w:t>
      </w:r>
      <w:r>
        <w:t>the</w:t>
      </w:r>
      <w:r w:rsidR="00046589">
        <w:t xml:space="preserve"> </w:t>
      </w:r>
      <w:r>
        <w:t>clan</w:t>
      </w:r>
      <w:r w:rsidR="00046589">
        <w:t xml:space="preserve"> </w:t>
      </w:r>
      <w:r>
        <w:t>member</w:t>
      </w:r>
      <w:r w:rsidR="00046589">
        <w:t xml:space="preserve"> </w:t>
      </w:r>
      <w:r>
        <w:t>necessarily</w:t>
      </w:r>
      <w:r w:rsidR="00046589">
        <w:t xml:space="preserve"> </w:t>
      </w:r>
      <w:r>
        <w:t>has</w:t>
      </w:r>
      <w:r w:rsidR="00046589">
        <w:t xml:space="preserve"> </w:t>
      </w:r>
      <w:r>
        <w:t>to</w:t>
      </w:r>
      <w:r w:rsidR="00046589">
        <w:t xml:space="preserve"> </w:t>
      </w:r>
      <w:r>
        <w:lastRenderedPageBreak/>
        <w:t>fall</w:t>
      </w:r>
      <w:r w:rsidR="00046589">
        <w:t xml:space="preserve"> </w:t>
      </w:r>
      <w:r>
        <w:t>back</w:t>
      </w:r>
      <w:r w:rsidR="00046589">
        <w:t xml:space="preserve"> </w:t>
      </w:r>
      <w:r>
        <w:t>on</w:t>
      </w:r>
      <w:r w:rsidR="00046589">
        <w:t xml:space="preserve"> </w:t>
      </w:r>
      <w:r>
        <w:t>the</w:t>
      </w:r>
      <w:r w:rsidR="00046589">
        <w:t xml:space="preserve"> </w:t>
      </w:r>
      <w:r>
        <w:t>solidarity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group.</w:t>
      </w:r>
      <w:r w:rsidR="00046589">
        <w:t xml:space="preserve"> </w:t>
      </w:r>
      <w:r>
        <w:t>Consequently</w:t>
      </w:r>
      <w:r w:rsidR="00046589">
        <w:t xml:space="preserve"> </w:t>
      </w:r>
      <w:r>
        <w:t>he</w:t>
      </w:r>
      <w:r w:rsidR="00046589">
        <w:t xml:space="preserve"> </w:t>
      </w:r>
      <w:r>
        <w:t>takes</w:t>
      </w:r>
      <w:r w:rsidR="00046589">
        <w:t xml:space="preserve"> </w:t>
      </w:r>
      <w:r>
        <w:t>its</w:t>
      </w:r>
      <w:r w:rsidR="00046589">
        <w:t xml:space="preserve"> </w:t>
      </w:r>
      <w:r>
        <w:t>cohesive</w:t>
      </w:r>
      <w:r w:rsidR="00046589">
        <w:t xml:space="preserve"> </w:t>
      </w:r>
      <w:r>
        <w:t>power</w:t>
      </w:r>
      <w:r w:rsidR="00046589">
        <w:t xml:space="preserve"> </w:t>
      </w:r>
      <w:r>
        <w:t>structure</w:t>
      </w:r>
      <w:r w:rsidR="00046589">
        <w:t xml:space="preserve"> </w:t>
      </w:r>
      <w:r>
        <w:t>for</w:t>
      </w:r>
      <w:r w:rsidR="00046589">
        <w:t xml:space="preserve"> </w:t>
      </w:r>
      <w:r>
        <w:t>granted.</w:t>
      </w:r>
    </w:p>
    <w:p w:rsidR="003C40D7" w:rsidRDefault="003C40D7" w:rsidP="003C40D7">
      <w:pPr>
        <w:pStyle w:val="libNormal"/>
      </w:pPr>
      <w:proofErr w:type="spellStart"/>
      <w:r>
        <w:t>Asabiyya</w:t>
      </w:r>
      <w:proofErr w:type="spellEnd"/>
      <w:r w:rsidR="00046589">
        <w:t xml:space="preserve"> </w:t>
      </w:r>
      <w:r>
        <w:t>alone,</w:t>
      </w:r>
      <w:r w:rsidR="00046589">
        <w:t xml:space="preserve"> </w:t>
      </w:r>
      <w:r>
        <w:t>however,</w:t>
      </w:r>
      <w:r w:rsidR="00046589">
        <w:t xml:space="preserve"> </w:t>
      </w:r>
      <w:r>
        <w:t>is</w:t>
      </w:r>
      <w:r w:rsidR="00046589">
        <w:t xml:space="preserve"> </w:t>
      </w:r>
      <w:r>
        <w:t>not</w:t>
      </w:r>
      <w:r w:rsidR="00046589">
        <w:t xml:space="preserve"> </w:t>
      </w:r>
      <w:r>
        <w:t>sufficient</w:t>
      </w:r>
      <w:r w:rsidR="00046589">
        <w:t xml:space="preserve"> </w:t>
      </w:r>
      <w:r>
        <w:t>to</w:t>
      </w:r>
      <w:r w:rsidR="00046589">
        <w:t xml:space="preserve"> </w:t>
      </w:r>
      <w:r>
        <w:t>found</w:t>
      </w:r>
      <w:r w:rsidR="00046589">
        <w:t xml:space="preserve"> </w:t>
      </w:r>
      <w:r>
        <w:t>a</w:t>
      </w:r>
      <w:r w:rsidR="00046589">
        <w:t xml:space="preserve"> </w:t>
      </w:r>
      <w:r>
        <w:t>great</w:t>
      </w:r>
      <w:r w:rsidR="00046589">
        <w:t xml:space="preserve"> </w:t>
      </w:r>
      <w:r>
        <w:t>civilization.</w:t>
      </w:r>
      <w:r w:rsidR="00046589">
        <w:t xml:space="preserve"> </w:t>
      </w:r>
      <w:r>
        <w:t>With</w:t>
      </w:r>
      <w:r w:rsidR="00046589">
        <w:t xml:space="preserve"> </w:t>
      </w:r>
      <w:r>
        <w:t>the</w:t>
      </w:r>
      <w:r w:rsidR="00046589">
        <w:t xml:space="preserve"> </w:t>
      </w:r>
      <w:r>
        <w:t>development</w:t>
      </w:r>
      <w:r w:rsidR="00046589">
        <w:t xml:space="preserve"> </w:t>
      </w:r>
      <w:r>
        <w:t>of</w:t>
      </w:r>
      <w:r w:rsidR="00046589">
        <w:t xml:space="preserve"> </w:t>
      </w:r>
      <w:r>
        <w:t>cities</w:t>
      </w:r>
      <w:r w:rsidR="00046589">
        <w:t xml:space="preserve"> </w:t>
      </w:r>
      <w:r>
        <w:t>where</w:t>
      </w:r>
      <w:r w:rsidR="00046589">
        <w:t xml:space="preserve"> </w:t>
      </w:r>
      <w:r>
        <w:t>several</w:t>
      </w:r>
      <w:r w:rsidR="00046589">
        <w:t xml:space="preserve"> </w:t>
      </w:r>
      <w:r>
        <w:t>tribes</w:t>
      </w:r>
      <w:r w:rsidR="00046589">
        <w:t xml:space="preserve"> </w:t>
      </w:r>
      <w:r>
        <w:t>are</w:t>
      </w:r>
      <w:r w:rsidR="00046589">
        <w:t xml:space="preserve"> </w:t>
      </w:r>
      <w:r>
        <w:t>clustered</w:t>
      </w:r>
      <w:r w:rsidR="00046589">
        <w:t xml:space="preserve"> </w:t>
      </w:r>
      <w:r>
        <w:t>together</w:t>
      </w:r>
      <w:r w:rsidR="00046589">
        <w:t xml:space="preserve"> </w:t>
      </w:r>
      <w:r>
        <w:t>and</w:t>
      </w:r>
      <w:r w:rsidR="00046589">
        <w:t xml:space="preserve"> </w:t>
      </w:r>
      <w:r>
        <w:t>with</w:t>
      </w:r>
      <w:r w:rsidR="00046589">
        <w:t xml:space="preserve"> </w:t>
      </w:r>
      <w:r>
        <w:t>the</w:t>
      </w:r>
      <w:r w:rsidR="00046589">
        <w:t xml:space="preserve"> </w:t>
      </w:r>
      <w:r>
        <w:t>formation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state</w:t>
      </w:r>
      <w:r w:rsidR="00046589">
        <w:t xml:space="preserve"> </w:t>
      </w:r>
      <w:r>
        <w:t>a</w:t>
      </w:r>
      <w:r w:rsidR="00046589">
        <w:t xml:space="preserve"> </w:t>
      </w:r>
      <w:r>
        <w:t>different</w:t>
      </w:r>
      <w:r w:rsidR="00046589">
        <w:t xml:space="preserve"> </w:t>
      </w:r>
      <w:r>
        <w:t>social</w:t>
      </w:r>
      <w:r w:rsidR="00046589">
        <w:t xml:space="preserve"> </w:t>
      </w:r>
      <w:r>
        <w:t>organization</w:t>
      </w:r>
      <w:r w:rsidR="00046589">
        <w:t xml:space="preserve"> </w:t>
      </w:r>
      <w:r>
        <w:t>and</w:t>
      </w:r>
      <w:r w:rsidR="00046589">
        <w:t xml:space="preserve"> </w:t>
      </w:r>
      <w:r>
        <w:t>an</w:t>
      </w:r>
      <w:r w:rsidR="00046589">
        <w:t xml:space="preserve"> </w:t>
      </w:r>
      <w:r>
        <w:t>additional</w:t>
      </w:r>
      <w:r w:rsidR="00046589">
        <w:t xml:space="preserve"> </w:t>
      </w:r>
      <w:r>
        <w:t>force</w:t>
      </w:r>
      <w:r w:rsidR="00046589">
        <w:t xml:space="preserve"> </w:t>
      </w:r>
      <w:r>
        <w:t>is</w:t>
      </w:r>
      <w:r w:rsidR="00046589">
        <w:t xml:space="preserve"> </w:t>
      </w:r>
      <w:r>
        <w:t>needed</w:t>
      </w:r>
      <w:r w:rsidR="00046589">
        <w:t xml:space="preserve"> </w:t>
      </w:r>
      <w:r>
        <w:t>to</w:t>
      </w:r>
      <w:r w:rsidR="00046589">
        <w:t xml:space="preserve"> </w:t>
      </w:r>
      <w:r>
        <w:t>buttress</w:t>
      </w:r>
      <w:r w:rsidR="00046589">
        <w:t xml:space="preserve"> </w:t>
      </w:r>
      <w:r>
        <w:t>the</w:t>
      </w:r>
      <w:r w:rsidR="00046589">
        <w:t xml:space="preserve"> </w:t>
      </w:r>
      <w:r>
        <w:t>cohesion</w:t>
      </w:r>
      <w:r w:rsidR="00046589">
        <w:t xml:space="preserve"> </w:t>
      </w:r>
      <w:r>
        <w:t>of</w:t>
      </w:r>
      <w:r w:rsidR="00046589">
        <w:t xml:space="preserve"> </w:t>
      </w:r>
      <w:r>
        <w:t>this</w:t>
      </w:r>
      <w:r w:rsidR="00046589">
        <w:t xml:space="preserve"> </w:t>
      </w:r>
      <w:r>
        <w:t>multi</w:t>
      </w:r>
      <w:r w:rsidR="006F62A6">
        <w:t>-</w:t>
      </w:r>
      <w:r>
        <w:t>ethnic</w:t>
      </w:r>
      <w:r w:rsidR="00046589">
        <w:t xml:space="preserve"> </w:t>
      </w:r>
      <w:r>
        <w:t>entity.</w:t>
      </w:r>
      <w:r w:rsidR="00046589">
        <w:t xml:space="preserve"> </w:t>
      </w:r>
      <w:r>
        <w:t>According</w:t>
      </w:r>
      <w:r w:rsidR="00046589">
        <w:t xml:space="preserve"> </w:t>
      </w:r>
      <w:r>
        <w:t>to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>
        <w:t>the</w:t>
      </w:r>
      <w:r w:rsidR="00046589">
        <w:t xml:space="preserve"> </w:t>
      </w:r>
      <w:r>
        <w:t>primeval</w:t>
      </w:r>
      <w:r w:rsidR="00046589">
        <w:t xml:space="preserve"> </w:t>
      </w:r>
      <w:proofErr w:type="spellStart"/>
      <w:r>
        <w:t>umma</w:t>
      </w:r>
      <w:proofErr w:type="spellEnd"/>
      <w:r w:rsidR="00046589">
        <w:t xml:space="preserve"> </w:t>
      </w:r>
      <w:r>
        <w:t>was</w:t>
      </w:r>
      <w:r w:rsidR="00046589">
        <w:t xml:space="preserve"> </w:t>
      </w:r>
      <w:r>
        <w:t>linked</w:t>
      </w:r>
      <w:r w:rsidR="00046589">
        <w:t xml:space="preserve"> </w:t>
      </w:r>
      <w:r>
        <w:t>together</w:t>
      </w:r>
      <w:r w:rsidR="00046589">
        <w:t xml:space="preserve"> </w:t>
      </w:r>
      <w:r>
        <w:t>with</w:t>
      </w:r>
      <w:r w:rsidR="00046589">
        <w:t xml:space="preserve"> </w:t>
      </w:r>
      <w:r>
        <w:t>God's</w:t>
      </w:r>
      <w:r w:rsidR="00046589">
        <w:t xml:space="preserve"> </w:t>
      </w:r>
      <w:r>
        <w:t>help.</w:t>
      </w:r>
      <w:r w:rsidR="00046589">
        <w:t xml:space="preserve"> </w:t>
      </w:r>
      <w:r>
        <w:t>But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course</w:t>
      </w:r>
      <w:r w:rsidR="00046589">
        <w:t xml:space="preserve"> </w:t>
      </w:r>
      <w:r>
        <w:t>of</w:t>
      </w:r>
      <w:r w:rsidR="00046589">
        <w:t xml:space="preserve"> </w:t>
      </w:r>
      <w:r>
        <w:t>time,</w:t>
      </w:r>
      <w:r w:rsidR="00046589">
        <w:t xml:space="preserve"> </w:t>
      </w:r>
      <w:r>
        <w:t>a</w:t>
      </w:r>
      <w:r w:rsidR="00046589">
        <w:t xml:space="preserve"> </w:t>
      </w:r>
      <w:r>
        <w:t>multi</w:t>
      </w:r>
      <w:r w:rsidR="006F62A6">
        <w:t>-</w:t>
      </w:r>
      <w:r>
        <w:t>ethnic</w:t>
      </w:r>
      <w:r w:rsidR="00046589">
        <w:t xml:space="preserve"> </w:t>
      </w:r>
      <w:r>
        <w:t>empire</w:t>
      </w:r>
      <w:r w:rsidR="00046589">
        <w:t xml:space="preserve"> </w:t>
      </w:r>
      <w:r>
        <w:t>developed</w:t>
      </w:r>
      <w:r w:rsidR="00046589">
        <w:t xml:space="preserve"> </w:t>
      </w:r>
      <w:r>
        <w:t>and</w:t>
      </w:r>
      <w:r w:rsidR="00046589">
        <w:t xml:space="preserve"> </w:t>
      </w:r>
      <w:r>
        <w:t>after</w:t>
      </w:r>
      <w:r w:rsidR="00046589">
        <w:t xml:space="preserve"> </w:t>
      </w:r>
      <w:r>
        <w:t>the</w:t>
      </w:r>
      <w:r w:rsidR="00046589">
        <w:t xml:space="preserve"> </w:t>
      </w:r>
      <w:r>
        <w:t>charismatic</w:t>
      </w:r>
      <w:r w:rsidR="00046589">
        <w:t xml:space="preserve"> </w:t>
      </w:r>
      <w:r>
        <w:t>founding</w:t>
      </w:r>
      <w:r w:rsidR="00046589">
        <w:t xml:space="preserve"> </w:t>
      </w:r>
      <w:r>
        <w:t>fathers,</w:t>
      </w:r>
      <w:r w:rsidR="00046589">
        <w:t xml:space="preserve"> </w:t>
      </w:r>
      <w:r>
        <w:t>the</w:t>
      </w:r>
      <w:r w:rsidR="00046589">
        <w:t xml:space="preserve"> </w:t>
      </w:r>
      <w:r>
        <w:t>cohesive</w:t>
      </w:r>
      <w:r w:rsidR="00046589">
        <w:t xml:space="preserve"> </w:t>
      </w:r>
      <w:r>
        <w:t>impulse</w:t>
      </w:r>
      <w:r w:rsidR="00046589">
        <w:t xml:space="preserve"> </w:t>
      </w:r>
      <w:r>
        <w:t>of</w:t>
      </w:r>
      <w:r w:rsidR="00046589">
        <w:t xml:space="preserve"> </w:t>
      </w:r>
      <w:r>
        <w:t>religion</w:t>
      </w:r>
      <w:r w:rsidR="00046589">
        <w:t xml:space="preserve"> </w:t>
      </w:r>
      <w:r>
        <w:t>weakened.</w:t>
      </w:r>
      <w:r w:rsidR="00046589">
        <w:t xml:space="preserve"> </w:t>
      </w:r>
      <w:r>
        <w:t>Ambitious</w:t>
      </w:r>
      <w:r w:rsidR="00046589">
        <w:t xml:space="preserve"> </w:t>
      </w:r>
      <w:r>
        <w:t>rulers</w:t>
      </w:r>
      <w:r w:rsidR="00046589">
        <w:t xml:space="preserve"> </w:t>
      </w:r>
      <w:r>
        <w:t>monopolized</w:t>
      </w:r>
      <w:r w:rsidR="00046589">
        <w:t xml:space="preserve"> </w:t>
      </w:r>
      <w:r>
        <w:t>power</w:t>
      </w:r>
      <w:r w:rsidR="00046589">
        <w:t xml:space="preserve"> </w:t>
      </w:r>
      <w:r>
        <w:t>and</w:t>
      </w:r>
      <w:r w:rsidR="00046589">
        <w:t xml:space="preserve"> </w:t>
      </w:r>
      <w:r>
        <w:t>some</w:t>
      </w:r>
      <w:r w:rsidR="00046589">
        <w:t xml:space="preserve"> </w:t>
      </w:r>
      <w:r>
        <w:t>behaved</w:t>
      </w:r>
      <w:r w:rsidR="00046589">
        <w:t xml:space="preserve"> </w:t>
      </w:r>
      <w:r>
        <w:t>as</w:t>
      </w:r>
      <w:r w:rsidR="00046589">
        <w:t xml:space="preserve"> </w:t>
      </w:r>
      <w:r>
        <w:t>despots.</w:t>
      </w:r>
      <w:r w:rsidR="00046589">
        <w:t xml:space="preserve"> </w:t>
      </w:r>
      <w:r>
        <w:t>They</w:t>
      </w:r>
      <w:r w:rsidR="00046589">
        <w:t xml:space="preserve"> </w:t>
      </w:r>
      <w:r>
        <w:t>were</w:t>
      </w:r>
      <w:r w:rsidR="00046589">
        <w:t xml:space="preserve"> </w:t>
      </w:r>
      <w:r>
        <w:t>set</w:t>
      </w:r>
      <w:r w:rsidR="00046589">
        <w:t xml:space="preserve"> </w:t>
      </w:r>
      <w:r>
        <w:t>to</w:t>
      </w:r>
      <w:r w:rsidR="00046589">
        <w:t xml:space="preserve"> </w:t>
      </w:r>
      <w:r>
        <w:t>keep</w:t>
      </w:r>
      <w:r w:rsidR="00046589">
        <w:t xml:space="preserve"> </w:t>
      </w:r>
      <w:r>
        <w:t>the</w:t>
      </w:r>
      <w:r w:rsidR="00046589">
        <w:t xml:space="preserve"> </w:t>
      </w:r>
      <w:r>
        <w:t>community</w:t>
      </w:r>
      <w:r w:rsidR="00046589">
        <w:t xml:space="preserve"> </w:t>
      </w:r>
      <w:r>
        <w:t>together</w:t>
      </w:r>
      <w:r w:rsidR="00046589">
        <w:t xml:space="preserve"> </w:t>
      </w:r>
      <w:r>
        <w:t>with</w:t>
      </w:r>
      <w:r w:rsidR="00046589">
        <w:t xml:space="preserve"> </w:t>
      </w:r>
      <w:r>
        <w:t>a</w:t>
      </w:r>
      <w:r w:rsidR="00046589">
        <w:t xml:space="preserve"> </w:t>
      </w:r>
      <w:r>
        <w:t>paid</w:t>
      </w:r>
      <w:r w:rsidR="00046589">
        <w:t xml:space="preserve"> </w:t>
      </w:r>
      <w:r>
        <w:t>army</w:t>
      </w:r>
      <w:r w:rsidR="00046589">
        <w:t xml:space="preserve"> </w:t>
      </w:r>
      <w:r>
        <w:t>and</w:t>
      </w:r>
      <w:r w:rsidR="00046589">
        <w:t xml:space="preserve"> </w:t>
      </w:r>
      <w:r>
        <w:t>with</w:t>
      </w:r>
      <w:r w:rsidR="00046589">
        <w:t xml:space="preserve"> </w:t>
      </w:r>
      <w:r>
        <w:t>an</w:t>
      </w:r>
      <w:r w:rsidR="00046589">
        <w:t xml:space="preserve"> </w:t>
      </w:r>
      <w:r>
        <w:t>exacting</w:t>
      </w:r>
      <w:r w:rsidR="00046589">
        <w:t xml:space="preserve"> </w:t>
      </w:r>
      <w:r>
        <w:t>state</w:t>
      </w:r>
      <w:r w:rsidR="00046589">
        <w:t xml:space="preserve"> </w:t>
      </w:r>
      <w:r>
        <w:t>bureaucracy.</w:t>
      </w:r>
    </w:p>
    <w:p w:rsidR="003C40D7" w:rsidRDefault="003C40D7" w:rsidP="003C40D7">
      <w:pPr>
        <w:pStyle w:val="libNormal"/>
      </w:pPr>
      <w:r>
        <w:t>The</w:t>
      </w:r>
      <w:r w:rsidR="00046589">
        <w:t xml:space="preserve"> </w:t>
      </w:r>
      <w:r>
        <w:t>development</w:t>
      </w:r>
      <w:r w:rsidR="00046589">
        <w:t xml:space="preserve"> </w:t>
      </w:r>
      <w:r>
        <w:t>of</w:t>
      </w:r>
      <w:r w:rsidR="00046589">
        <w:t xml:space="preserve"> </w:t>
      </w:r>
      <w:r>
        <w:t>urban</w:t>
      </w:r>
      <w:r w:rsidR="00046589">
        <w:t xml:space="preserve"> </w:t>
      </w:r>
      <w:r>
        <w:t>agglomerations</w:t>
      </w:r>
      <w:r w:rsidR="00046589">
        <w:t xml:space="preserve"> </w:t>
      </w:r>
      <w:r>
        <w:t>(</w:t>
      </w:r>
      <w:proofErr w:type="spellStart"/>
      <w:r>
        <w:t>tamaddun</w:t>
      </w:r>
      <w:proofErr w:type="spellEnd"/>
      <w:r>
        <w:t>)</w:t>
      </w:r>
      <w:r w:rsidR="00046589">
        <w:t xml:space="preserve"> </w:t>
      </w:r>
      <w:r>
        <w:t>resulted</w:t>
      </w:r>
      <w:r w:rsidR="00046589">
        <w:t xml:space="preserve"> </w:t>
      </w:r>
      <w:r>
        <w:t>in</w:t>
      </w:r>
      <w:r w:rsidR="00046589">
        <w:t xml:space="preserve"> </w:t>
      </w:r>
      <w:r>
        <w:t>a</w:t>
      </w:r>
      <w:r w:rsidR="00046589">
        <w:t xml:space="preserve"> </w:t>
      </w:r>
      <w:r>
        <w:t>process</w:t>
      </w:r>
      <w:r w:rsidR="00046589">
        <w:t xml:space="preserve"> </w:t>
      </w:r>
      <w:r>
        <w:t>which</w:t>
      </w:r>
      <w:r w:rsidR="00046589">
        <w:t xml:space="preserve"> </w:t>
      </w:r>
      <w:r>
        <w:t>may</w:t>
      </w:r>
      <w:r w:rsidR="00046589">
        <w:t xml:space="preserve"> </w:t>
      </w:r>
      <w:r>
        <w:t>be</w:t>
      </w:r>
      <w:r w:rsidR="00046589">
        <w:t xml:space="preserve"> </w:t>
      </w:r>
      <w:r>
        <w:t>called</w:t>
      </w:r>
      <w:r w:rsidR="00046589">
        <w:t xml:space="preserve"> </w:t>
      </w:r>
      <w:r>
        <w:t>detribalization.</w:t>
      </w:r>
      <w:r w:rsidR="00046589">
        <w:t xml:space="preserve"> </w:t>
      </w:r>
      <w:r>
        <w:t>This</w:t>
      </w:r>
      <w:r w:rsidR="00046589">
        <w:t xml:space="preserve"> </w:t>
      </w:r>
      <w:r>
        <w:t>entails</w:t>
      </w:r>
      <w:r w:rsidR="00046589">
        <w:t xml:space="preserve"> </w:t>
      </w:r>
      <w:r>
        <w:t>a</w:t>
      </w:r>
      <w:r w:rsidR="00046589">
        <w:t xml:space="preserve"> </w:t>
      </w:r>
      <w:r>
        <w:t>gradual</w:t>
      </w:r>
      <w:r w:rsidR="00046589">
        <w:t xml:space="preserve"> </w:t>
      </w:r>
      <w:r>
        <w:t>looseni</w:t>
      </w:r>
      <w:r w:rsidR="006F62A6">
        <w:t>ng</w:t>
      </w:r>
      <w:r w:rsidR="00046589">
        <w:t xml:space="preserve"> </w:t>
      </w:r>
      <w:r w:rsidR="006F62A6">
        <w:t>of</w:t>
      </w:r>
      <w:r w:rsidR="00046589">
        <w:t xml:space="preserve"> </w:t>
      </w:r>
      <w:r w:rsidR="006F62A6">
        <w:t>natural</w:t>
      </w:r>
      <w:r w:rsidR="00046589">
        <w:t xml:space="preserve"> </w:t>
      </w:r>
      <w:r w:rsidR="006F62A6">
        <w:t>solidarity</w:t>
      </w:r>
      <w:r w:rsidR="00046589">
        <w:t xml:space="preserve"> </w:t>
      </w:r>
      <w:r w:rsidR="006F62A6">
        <w:t>ties.</w:t>
      </w:r>
      <w:r w:rsidR="00046589">
        <w:t xml:space="preserve"> </w:t>
      </w:r>
      <w:r>
        <w:t>In</w:t>
      </w:r>
      <w:r w:rsidR="00046589">
        <w:t xml:space="preserve"> </w:t>
      </w:r>
      <w:r>
        <w:t>order</w:t>
      </w:r>
      <w:r w:rsidR="00046589">
        <w:t xml:space="preserve"> </w:t>
      </w:r>
      <w:r>
        <w:t>to</w:t>
      </w:r>
      <w:r w:rsidR="00046589">
        <w:t xml:space="preserve"> </w:t>
      </w:r>
      <w:r>
        <w:t>safeguard</w:t>
      </w:r>
      <w:r w:rsidR="00046589">
        <w:t xml:space="preserve"> </w:t>
      </w:r>
      <w:r>
        <w:t>the</w:t>
      </w:r>
      <w:r w:rsidR="00046589">
        <w:t xml:space="preserve"> </w:t>
      </w:r>
      <w:r>
        <w:t>state</w:t>
      </w:r>
      <w:r w:rsidR="00046589">
        <w:t xml:space="preserve"> </w:t>
      </w:r>
      <w:r>
        <w:t>authority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ruler,</w:t>
      </w:r>
      <w:r w:rsidR="00046589">
        <w:t xml:space="preserve"> </w:t>
      </w:r>
      <w:r>
        <w:t>the</w:t>
      </w:r>
      <w:r w:rsidR="00046589">
        <w:t xml:space="preserve"> </w:t>
      </w:r>
      <w:r>
        <w:t>army</w:t>
      </w:r>
      <w:r w:rsidR="00046589">
        <w:t xml:space="preserve"> </w:t>
      </w:r>
      <w:r>
        <w:t>and</w:t>
      </w:r>
      <w:r w:rsidR="00046589">
        <w:t xml:space="preserve"> </w:t>
      </w:r>
      <w:r>
        <w:t>the</w:t>
      </w:r>
      <w:r w:rsidR="00046589">
        <w:t xml:space="preserve"> </w:t>
      </w:r>
      <w:r>
        <w:t>bureaucracy</w:t>
      </w:r>
      <w:r w:rsidR="00046589">
        <w:t xml:space="preserve"> </w:t>
      </w:r>
      <w:r>
        <w:t>assisted</w:t>
      </w:r>
      <w:r w:rsidR="00046589">
        <w:t xml:space="preserve"> </w:t>
      </w:r>
      <w:r>
        <w:t>by</w:t>
      </w:r>
      <w:r w:rsidR="00046589">
        <w:t xml:space="preserve"> </w:t>
      </w:r>
      <w:r>
        <w:t>a</w:t>
      </w:r>
      <w:r w:rsidR="00046589">
        <w:t xml:space="preserve"> </w:t>
      </w:r>
      <w:r>
        <w:t>learned</w:t>
      </w:r>
      <w:r w:rsidR="00046589">
        <w:t xml:space="preserve"> </w:t>
      </w:r>
      <w:r>
        <w:t>power</w:t>
      </w:r>
      <w:r w:rsidR="00046589">
        <w:t xml:space="preserve"> </w:t>
      </w:r>
      <w:r>
        <w:t>elite</w:t>
      </w:r>
      <w:r w:rsidR="00046589">
        <w:t xml:space="preserve"> </w:t>
      </w:r>
      <w:r>
        <w:t>became</w:t>
      </w:r>
      <w:r w:rsidR="00046589">
        <w:t xml:space="preserve"> </w:t>
      </w:r>
      <w:r>
        <w:t>the</w:t>
      </w:r>
      <w:r w:rsidR="00046589">
        <w:t xml:space="preserve"> </w:t>
      </w:r>
      <w:r>
        <w:t>instruments</w:t>
      </w:r>
      <w:r w:rsidR="00046589">
        <w:t xml:space="preserve"> </w:t>
      </w:r>
      <w:r>
        <w:t>of</w:t>
      </w:r>
      <w:r w:rsidR="00046589">
        <w:t xml:space="preserve"> </w:t>
      </w:r>
      <w:r>
        <w:t>law</w:t>
      </w:r>
      <w:r w:rsidR="00046589">
        <w:t xml:space="preserve"> </w:t>
      </w:r>
      <w:r>
        <w:t>and</w:t>
      </w:r>
      <w:r w:rsidR="00046589">
        <w:t xml:space="preserve"> </w:t>
      </w:r>
      <w:r>
        <w:t>order.</w:t>
      </w:r>
      <w:r w:rsidR="00046589">
        <w:t xml:space="preserve"> </w:t>
      </w:r>
      <w:r>
        <w:t>In</w:t>
      </w:r>
      <w:r w:rsidR="00046589">
        <w:t xml:space="preserve"> </w:t>
      </w:r>
      <w:r>
        <w:t>due</w:t>
      </w:r>
      <w:r w:rsidR="00046589">
        <w:t xml:space="preserve"> </w:t>
      </w:r>
      <w:r>
        <w:t>time</w:t>
      </w:r>
      <w:r w:rsidR="00046589">
        <w:t xml:space="preserve"> </w:t>
      </w:r>
      <w:r>
        <w:t>this</w:t>
      </w:r>
      <w:r w:rsidR="00046589">
        <w:t xml:space="preserve"> </w:t>
      </w:r>
      <w:r>
        <w:t>coercive</w:t>
      </w:r>
      <w:r w:rsidR="00046589">
        <w:t xml:space="preserve"> </w:t>
      </w:r>
      <w:r>
        <w:t>machinery</w:t>
      </w:r>
      <w:r w:rsidR="00046589">
        <w:t xml:space="preserve"> </w:t>
      </w:r>
      <w:r>
        <w:t>could</w:t>
      </w:r>
      <w:r w:rsidR="00046589">
        <w:t xml:space="preserve"> </w:t>
      </w:r>
      <w:r>
        <w:t>not</w:t>
      </w:r>
      <w:r w:rsidR="00046589">
        <w:t xml:space="preserve"> </w:t>
      </w:r>
      <w:r>
        <w:t>function</w:t>
      </w:r>
      <w:r w:rsidR="00046589">
        <w:t xml:space="preserve"> </w:t>
      </w:r>
      <w:r>
        <w:t>without</w:t>
      </w:r>
      <w:r w:rsidR="00046589">
        <w:t xml:space="preserve"> </w:t>
      </w:r>
      <w:r>
        <w:t>considerable</w:t>
      </w:r>
      <w:r w:rsidR="00046589">
        <w:t xml:space="preserve"> </w:t>
      </w:r>
      <w:r>
        <w:t>financial</w:t>
      </w:r>
      <w:r w:rsidR="00046589">
        <w:t xml:space="preserve"> </w:t>
      </w:r>
      <w:r>
        <w:t>means.</w:t>
      </w:r>
      <w:r w:rsidR="00046589">
        <w:t xml:space="preserve"> </w:t>
      </w:r>
      <w:r>
        <w:t>The</w:t>
      </w:r>
      <w:r w:rsidR="00046589">
        <w:t xml:space="preserve"> </w:t>
      </w:r>
      <w:r>
        <w:t>prodigality</w:t>
      </w:r>
      <w:r w:rsidR="00046589">
        <w:t xml:space="preserve"> </w:t>
      </w:r>
      <w:r>
        <w:t>and</w:t>
      </w:r>
      <w:r w:rsidR="00046589">
        <w:t xml:space="preserve"> </w:t>
      </w:r>
      <w:r>
        <w:t>the</w:t>
      </w:r>
      <w:r w:rsidR="00046589">
        <w:t xml:space="preserve"> </w:t>
      </w:r>
      <w:r>
        <w:t>luxury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court</w:t>
      </w:r>
      <w:r w:rsidR="00046589">
        <w:t xml:space="preserve"> </w:t>
      </w:r>
      <w:r>
        <w:t>and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ruling</w:t>
      </w:r>
      <w:r w:rsidR="00046589">
        <w:t xml:space="preserve"> </w:t>
      </w:r>
      <w:r>
        <w:t>class</w:t>
      </w:r>
      <w:r w:rsidR="00046589">
        <w:t xml:space="preserve"> </w:t>
      </w:r>
      <w:r>
        <w:t>swallowed</w:t>
      </w:r>
      <w:r w:rsidR="00046589">
        <w:t xml:space="preserve"> </w:t>
      </w:r>
      <w:r>
        <w:t>an</w:t>
      </w:r>
      <w:r w:rsidR="00046589">
        <w:t xml:space="preserve"> </w:t>
      </w:r>
      <w:r>
        <w:t>exorbitant</w:t>
      </w:r>
      <w:r w:rsidR="00046589">
        <w:t xml:space="preserve"> </w:t>
      </w:r>
      <w:r>
        <w:t>mass</w:t>
      </w:r>
      <w:r w:rsidR="00046589">
        <w:t xml:space="preserve"> </w:t>
      </w:r>
      <w:r>
        <w:t>of</w:t>
      </w:r>
      <w:r w:rsidR="00046589">
        <w:t xml:space="preserve"> </w:t>
      </w:r>
      <w:r>
        <w:t>resources.</w:t>
      </w:r>
      <w:r w:rsidR="00046589">
        <w:t xml:space="preserve"> </w:t>
      </w:r>
      <w:r>
        <w:t>The</w:t>
      </w:r>
      <w:r w:rsidR="00046589">
        <w:t xml:space="preserve"> </w:t>
      </w:r>
      <w:r>
        <w:t>tax</w:t>
      </w:r>
      <w:r w:rsidR="00046589">
        <w:t xml:space="preserve"> </w:t>
      </w:r>
      <w:r>
        <w:t>levies</w:t>
      </w:r>
      <w:r w:rsidR="00046589">
        <w:t xml:space="preserve"> </w:t>
      </w:r>
      <w:r>
        <w:t>beyond</w:t>
      </w:r>
      <w:r w:rsidR="00046589">
        <w:t xml:space="preserve"> </w:t>
      </w:r>
      <w:r>
        <w:t>the</w:t>
      </w:r>
      <w:r w:rsidR="00046589">
        <w:t xml:space="preserve"> </w:t>
      </w:r>
      <w:r>
        <w:t>rate</w:t>
      </w:r>
      <w:r w:rsidR="00046589">
        <w:t xml:space="preserve"> </w:t>
      </w:r>
      <w:r>
        <w:t>admitted</w:t>
      </w:r>
      <w:r w:rsidR="00046589">
        <w:t xml:space="preserve"> </w:t>
      </w:r>
      <w:r>
        <w:t>by</w:t>
      </w:r>
      <w:r w:rsidR="00046589">
        <w:t xml:space="preserve"> </w:t>
      </w:r>
      <w:r>
        <w:t>the</w:t>
      </w:r>
      <w:r w:rsidR="00046589">
        <w:t xml:space="preserve"> </w:t>
      </w:r>
      <w:r>
        <w:t>canonical</w:t>
      </w:r>
      <w:r w:rsidR="00046589">
        <w:t xml:space="preserve"> </w:t>
      </w:r>
      <w:r>
        <w:t>prescriptions</w:t>
      </w:r>
      <w:r w:rsidR="00046589">
        <w:t xml:space="preserve"> </w:t>
      </w:r>
      <w:r>
        <w:t>created</w:t>
      </w:r>
      <w:r w:rsidR="00046589">
        <w:t xml:space="preserve"> </w:t>
      </w:r>
      <w:r>
        <w:t>a</w:t>
      </w:r>
      <w:r w:rsidR="00046589">
        <w:t xml:space="preserve"> </w:t>
      </w:r>
      <w:r>
        <w:t>fiscal</w:t>
      </w:r>
      <w:r w:rsidR="00046589">
        <w:t xml:space="preserve"> </w:t>
      </w:r>
      <w:r>
        <w:t>overload</w:t>
      </w:r>
      <w:r w:rsidR="00046589">
        <w:t xml:space="preserve"> </w:t>
      </w:r>
      <w:r>
        <w:t>eliciting</w:t>
      </w:r>
      <w:r w:rsidR="00046589">
        <w:t xml:space="preserve"> </w:t>
      </w:r>
      <w:r>
        <w:t>the</w:t>
      </w:r>
      <w:r w:rsidR="00046589">
        <w:t xml:space="preserve"> </w:t>
      </w:r>
      <w:r>
        <w:t>moral</w:t>
      </w:r>
      <w:r w:rsidR="00046589">
        <w:t xml:space="preserve"> </w:t>
      </w:r>
      <w:r>
        <w:t>disapproval</w:t>
      </w:r>
      <w:r w:rsidR="00046589">
        <w:t xml:space="preserve"> </w:t>
      </w:r>
      <w:r>
        <w:t>of</w:t>
      </w:r>
      <w:r w:rsidR="00046589">
        <w:t xml:space="preserve"> </w:t>
      </w:r>
      <w:r>
        <w:t>dissident</w:t>
      </w:r>
      <w:r w:rsidR="00046589">
        <w:t xml:space="preserve"> </w:t>
      </w:r>
      <w:proofErr w:type="spellStart"/>
      <w:r>
        <w:t>fukaha</w:t>
      </w:r>
      <w:proofErr w:type="spellEnd"/>
      <w:r>
        <w:t>.</w:t>
      </w:r>
      <w:r w:rsidR="00046589">
        <w:t xml:space="preserve"> </w:t>
      </w:r>
      <w:r>
        <w:t>In</w:t>
      </w:r>
      <w:r w:rsidR="00046589">
        <w:t xml:space="preserve"> </w:t>
      </w:r>
      <w:r>
        <w:t>order</w:t>
      </w:r>
      <w:r w:rsidR="00046589">
        <w:t xml:space="preserve"> </w:t>
      </w:r>
      <w:r>
        <w:t>to</w:t>
      </w:r>
      <w:r w:rsidR="00046589">
        <w:t xml:space="preserve"> </w:t>
      </w:r>
      <w:r>
        <w:t>fill</w:t>
      </w:r>
      <w:r w:rsidR="00046589">
        <w:t xml:space="preserve"> </w:t>
      </w:r>
      <w:r>
        <w:t>the</w:t>
      </w:r>
      <w:r w:rsidR="00046589">
        <w:t xml:space="preserve"> </w:t>
      </w:r>
      <w:r>
        <w:t>void</w:t>
      </w:r>
      <w:r w:rsidR="00046589">
        <w:t xml:space="preserve"> </w:t>
      </w:r>
      <w:r>
        <w:t>the</w:t>
      </w:r>
      <w:r w:rsidR="00046589">
        <w:t xml:space="preserve"> </w:t>
      </w:r>
      <w:r>
        <w:t>state</w:t>
      </w:r>
      <w:r w:rsidR="00046589">
        <w:t xml:space="preserve"> </w:t>
      </w:r>
      <w:r>
        <w:t>authorities</w:t>
      </w:r>
      <w:r w:rsidR="00046589">
        <w:t xml:space="preserve"> </w:t>
      </w:r>
      <w:r>
        <w:t>felt</w:t>
      </w:r>
      <w:r w:rsidR="00046589">
        <w:t xml:space="preserve"> </w:t>
      </w:r>
      <w:r>
        <w:t>obliged</w:t>
      </w:r>
      <w:r w:rsidR="00046589">
        <w:t xml:space="preserve"> </w:t>
      </w:r>
      <w:r>
        <w:t>to</w:t>
      </w:r>
      <w:r w:rsidR="00046589">
        <w:t xml:space="preserve"> </w:t>
      </w:r>
      <w:r>
        <w:t>take</w:t>
      </w:r>
      <w:r w:rsidR="00046589">
        <w:t xml:space="preserve"> </w:t>
      </w:r>
      <w:r>
        <w:t>over</w:t>
      </w:r>
      <w:r w:rsidR="00046589">
        <w:t xml:space="preserve"> </w:t>
      </w:r>
      <w:r>
        <w:t>some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most</w:t>
      </w:r>
      <w:r w:rsidR="00046589">
        <w:t xml:space="preserve"> </w:t>
      </w:r>
      <w:r>
        <w:t>profitable</w:t>
      </w:r>
      <w:r w:rsidR="00046589">
        <w:t xml:space="preserve"> </w:t>
      </w:r>
      <w:r>
        <w:t>economic</w:t>
      </w:r>
      <w:r w:rsidR="00046589">
        <w:t xml:space="preserve"> </w:t>
      </w:r>
      <w:r>
        <w:t>activities</w:t>
      </w:r>
      <w:r w:rsidR="00046589">
        <w:t xml:space="preserve"> </w:t>
      </w:r>
      <w:r>
        <w:t>and</w:t>
      </w:r>
      <w:r w:rsidR="00046589">
        <w:t xml:space="preserve"> </w:t>
      </w:r>
      <w:r>
        <w:t>by</w:t>
      </w:r>
      <w:r w:rsidR="00046589">
        <w:t xml:space="preserve"> </w:t>
      </w:r>
      <w:r>
        <w:t>doing</w:t>
      </w:r>
      <w:r w:rsidR="00046589">
        <w:t xml:space="preserve"> </w:t>
      </w:r>
      <w:r>
        <w:t>so</w:t>
      </w:r>
      <w:r w:rsidR="00046589">
        <w:t xml:space="preserve"> </w:t>
      </w:r>
      <w:r>
        <w:t>alienated</w:t>
      </w:r>
      <w:r w:rsidR="00046589">
        <w:t xml:space="preserve"> </w:t>
      </w:r>
      <w:r>
        <w:t>large</w:t>
      </w:r>
      <w:r w:rsidR="00046589">
        <w:t xml:space="preserve"> </w:t>
      </w:r>
      <w:r>
        <w:t>sectors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business</w:t>
      </w:r>
      <w:r w:rsidR="00046589">
        <w:t xml:space="preserve"> </w:t>
      </w:r>
      <w:r>
        <w:t>community.</w:t>
      </w:r>
      <w:r w:rsidR="00046589">
        <w:t xml:space="preserve"> </w:t>
      </w:r>
      <w:r>
        <w:t>The</w:t>
      </w:r>
      <w:r w:rsidR="00046589">
        <w:t xml:space="preserve"> </w:t>
      </w:r>
      <w:r>
        <w:t>resulting</w:t>
      </w:r>
      <w:r w:rsidR="00046589">
        <w:t xml:space="preserve"> </w:t>
      </w:r>
      <w:r>
        <w:t>dissolution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social</w:t>
      </w:r>
      <w:r w:rsidR="00046589">
        <w:t xml:space="preserve"> </w:t>
      </w:r>
      <w:proofErr w:type="spellStart"/>
      <w:r>
        <w:t>fibres</w:t>
      </w:r>
      <w:proofErr w:type="spellEnd"/>
      <w:r w:rsidR="00046589">
        <w:t xml:space="preserve"> </w:t>
      </w:r>
      <w:r>
        <w:t>weakens</w:t>
      </w:r>
      <w:r w:rsidR="00046589">
        <w:t xml:space="preserve"> </w:t>
      </w:r>
      <w:r>
        <w:t>the</w:t>
      </w:r>
      <w:r w:rsidR="00046589">
        <w:t xml:space="preserve"> </w:t>
      </w:r>
      <w:r>
        <w:t>state</w:t>
      </w:r>
      <w:r w:rsidR="00046589">
        <w:t xml:space="preserve"> </w:t>
      </w:r>
      <w:r>
        <w:t>to</w:t>
      </w:r>
      <w:r w:rsidR="00046589">
        <w:t xml:space="preserve"> </w:t>
      </w:r>
      <w:r>
        <w:t>the</w:t>
      </w:r>
      <w:r w:rsidR="00046589">
        <w:t xml:space="preserve"> </w:t>
      </w:r>
      <w:r>
        <w:t>point</w:t>
      </w:r>
      <w:r w:rsidR="00046589">
        <w:t xml:space="preserve"> </w:t>
      </w:r>
      <w:r>
        <w:t>of</w:t>
      </w:r>
      <w:r w:rsidR="00046589">
        <w:t xml:space="preserve"> </w:t>
      </w:r>
      <w:r>
        <w:t>exhaustion.</w:t>
      </w:r>
      <w:r w:rsidR="00046589">
        <w:t xml:space="preserve"> </w:t>
      </w:r>
      <w:r>
        <w:t>The</w:t>
      </w:r>
      <w:r w:rsidR="00046589">
        <w:t xml:space="preserve"> </w:t>
      </w:r>
      <w:r>
        <w:t>times</w:t>
      </w:r>
      <w:r w:rsidR="00046589">
        <w:t xml:space="preserve"> </w:t>
      </w:r>
      <w:r>
        <w:t>are</w:t>
      </w:r>
      <w:r w:rsidR="00046589">
        <w:t xml:space="preserve"> </w:t>
      </w:r>
      <w:r>
        <w:t>ripe</w:t>
      </w:r>
      <w:r w:rsidR="00046589">
        <w:t xml:space="preserve"> </w:t>
      </w:r>
      <w:r>
        <w:t>for</w:t>
      </w:r>
      <w:r w:rsidR="00046589">
        <w:t xml:space="preserve"> </w:t>
      </w:r>
      <w:r>
        <w:t>a</w:t>
      </w:r>
      <w:r w:rsidR="00046589">
        <w:t xml:space="preserve"> </w:t>
      </w:r>
      <w:r>
        <w:t>desert</w:t>
      </w:r>
      <w:r w:rsidR="00046589">
        <w:t xml:space="preserve"> </w:t>
      </w:r>
      <w:r>
        <w:t>tribe,</w:t>
      </w:r>
      <w:r w:rsidR="00046589">
        <w:t xml:space="preserve"> </w:t>
      </w:r>
      <w:r>
        <w:t>still</w:t>
      </w:r>
      <w:r w:rsidR="00046589">
        <w:t xml:space="preserve"> </w:t>
      </w:r>
      <w:r>
        <w:t>unspoiled</w:t>
      </w:r>
      <w:r w:rsidR="00046589">
        <w:t xml:space="preserve"> </w:t>
      </w:r>
      <w:r>
        <w:t>by</w:t>
      </w:r>
      <w:r w:rsidR="00046589">
        <w:t xml:space="preserve"> </w:t>
      </w:r>
      <w:r>
        <w:t>civilization,</w:t>
      </w:r>
      <w:r w:rsidR="00046589">
        <w:t xml:space="preserve"> </w:t>
      </w:r>
      <w:r>
        <w:t>to</w:t>
      </w:r>
      <w:r w:rsidR="00046589">
        <w:t xml:space="preserve"> </w:t>
      </w:r>
      <w:r>
        <w:t>open</w:t>
      </w:r>
      <w:r w:rsidR="00046589">
        <w:t xml:space="preserve"> </w:t>
      </w:r>
      <w:r>
        <w:t>a</w:t>
      </w:r>
      <w:r w:rsidR="00046589">
        <w:t xml:space="preserve"> </w:t>
      </w:r>
      <w:r>
        <w:t>new</w:t>
      </w:r>
      <w:r w:rsidR="00046589">
        <w:t xml:space="preserve"> </w:t>
      </w:r>
      <w:r>
        <w:t>cycle.</w:t>
      </w:r>
    </w:p>
    <w:p w:rsidR="003C40D7" w:rsidRDefault="003C40D7" w:rsidP="003C40D7">
      <w:pPr>
        <w:pStyle w:val="libNormal"/>
      </w:pPr>
      <w:r>
        <w:t>The</w:t>
      </w:r>
      <w:r w:rsidR="00046589">
        <w:t xml:space="preserve"> </w:t>
      </w:r>
      <w:r>
        <w:t>inductive</w:t>
      </w:r>
      <w:r w:rsidR="00046589">
        <w:t xml:space="preserve"> </w:t>
      </w:r>
      <w:r>
        <w:t>method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author</w:t>
      </w:r>
      <w:r w:rsidR="00046589">
        <w:t xml:space="preserve"> </w:t>
      </w:r>
      <w:r>
        <w:t>and</w:t>
      </w:r>
      <w:r w:rsidR="00046589">
        <w:t xml:space="preserve"> </w:t>
      </w:r>
      <w:r>
        <w:t>the</w:t>
      </w:r>
      <w:r w:rsidR="00046589">
        <w:t xml:space="preserve"> </w:t>
      </w:r>
      <w:r>
        <w:t>realistic</w:t>
      </w:r>
      <w:r w:rsidR="00046589">
        <w:t xml:space="preserve"> </w:t>
      </w:r>
      <w:r>
        <w:t>contextualization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development</w:t>
      </w:r>
      <w:r w:rsidR="00046589">
        <w:t xml:space="preserve"> </w:t>
      </w:r>
      <w:r>
        <w:t>cycle,</w:t>
      </w:r>
      <w:r w:rsidR="00046589">
        <w:t xml:space="preserve"> </w:t>
      </w:r>
      <w:r>
        <w:t>based</w:t>
      </w:r>
      <w:r w:rsidR="00046589">
        <w:t xml:space="preserve"> </w:t>
      </w:r>
      <w:r>
        <w:t>upon</w:t>
      </w:r>
      <w:r w:rsidR="00046589">
        <w:t xml:space="preserve"> </w:t>
      </w:r>
      <w:r>
        <w:t>the</w:t>
      </w:r>
      <w:r w:rsidR="00046589">
        <w:t xml:space="preserve"> </w:t>
      </w:r>
      <w:r>
        <w:t>pivotal</w:t>
      </w:r>
      <w:r w:rsidR="00046589">
        <w:t xml:space="preserve"> </w:t>
      </w:r>
      <w:r>
        <w:t>changes</w:t>
      </w:r>
      <w:r w:rsidR="00046589">
        <w:t xml:space="preserve"> </w:t>
      </w:r>
      <w:r>
        <w:t>in</w:t>
      </w:r>
      <w:r w:rsidR="00046589">
        <w:t xml:space="preserve"> </w:t>
      </w:r>
      <w:proofErr w:type="spellStart"/>
      <w:r>
        <w:t>asabiyya</w:t>
      </w:r>
      <w:proofErr w:type="spellEnd"/>
      <w:r>
        <w:t>,</w:t>
      </w:r>
      <w:r w:rsidR="00046589">
        <w:t xml:space="preserve"> </w:t>
      </w:r>
      <w:r>
        <w:t>have</w:t>
      </w:r>
      <w:r w:rsidR="00046589">
        <w:t xml:space="preserve"> </w:t>
      </w:r>
      <w:r>
        <w:t>lead</w:t>
      </w:r>
      <w:r w:rsidR="00046589">
        <w:t xml:space="preserve"> </w:t>
      </w:r>
      <w:r>
        <w:t>some</w:t>
      </w:r>
      <w:r w:rsidR="00046589">
        <w:t xml:space="preserve"> </w:t>
      </w:r>
      <w:r>
        <w:t>modern</w:t>
      </w:r>
      <w:r w:rsidR="00046589">
        <w:t xml:space="preserve"> </w:t>
      </w:r>
      <w:r>
        <w:t>readers</w:t>
      </w:r>
      <w:r w:rsidR="00046589">
        <w:t xml:space="preserve"> </w:t>
      </w:r>
      <w:r>
        <w:t>to</w:t>
      </w:r>
      <w:r w:rsidR="00046589">
        <w:t xml:space="preserve"> </w:t>
      </w:r>
      <w:r>
        <w:t>hail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>
        <w:t>as</w:t>
      </w:r>
      <w:r w:rsidR="00046589">
        <w:t xml:space="preserve"> </w:t>
      </w:r>
      <w:r>
        <w:t>a</w:t>
      </w:r>
      <w:r w:rsidR="00046589">
        <w:t xml:space="preserve"> </w:t>
      </w:r>
      <w:r>
        <w:t>sociologist</w:t>
      </w:r>
      <w:r w:rsidR="00046589">
        <w:t xml:space="preserve"> </w:t>
      </w:r>
      <w:proofErr w:type="spellStart"/>
      <w:r>
        <w:t>avant</w:t>
      </w:r>
      <w:proofErr w:type="spellEnd"/>
      <w:r w:rsidR="00046589">
        <w:t xml:space="preserve"> </w:t>
      </w:r>
      <w:r>
        <w:t>la</w:t>
      </w:r>
      <w:r w:rsidR="00046589">
        <w:t xml:space="preserve"> </w:t>
      </w:r>
      <w:proofErr w:type="spellStart"/>
      <w:r>
        <w:t>lettre</w:t>
      </w:r>
      <w:proofErr w:type="spellEnd"/>
      <w:r>
        <w:t>.</w:t>
      </w:r>
      <w:r w:rsidR="00046589">
        <w:t xml:space="preserve"> </w:t>
      </w:r>
      <w:r>
        <w:t>True,</w:t>
      </w:r>
      <w:r w:rsidR="00046589">
        <w:t xml:space="preserve"> </w:t>
      </w:r>
      <w:r>
        <w:t>for</w:t>
      </w:r>
      <w:r w:rsidR="00046589">
        <w:t xml:space="preserve"> </w:t>
      </w:r>
      <w:r>
        <w:t>his</w:t>
      </w:r>
      <w:r w:rsidR="00046589">
        <w:t xml:space="preserve"> </w:t>
      </w:r>
      <w:r>
        <w:t>time</w:t>
      </w:r>
      <w:r w:rsidR="00046589">
        <w:t xml:space="preserve"> </w:t>
      </w:r>
      <w:r>
        <w:t>he</w:t>
      </w:r>
      <w:r w:rsidR="00046589">
        <w:t xml:space="preserve"> </w:t>
      </w:r>
      <w:r>
        <w:t>was</w:t>
      </w:r>
      <w:r w:rsidR="00046589">
        <w:t xml:space="preserve"> </w:t>
      </w:r>
      <w:r>
        <w:t>an</w:t>
      </w:r>
      <w:r w:rsidR="00046589">
        <w:t xml:space="preserve"> </w:t>
      </w:r>
      <w:r>
        <w:t>original</w:t>
      </w:r>
      <w:r w:rsidR="00046589">
        <w:t xml:space="preserve"> </w:t>
      </w:r>
      <w:r>
        <w:t>social</w:t>
      </w:r>
      <w:r w:rsidR="00046589">
        <w:t xml:space="preserve"> </w:t>
      </w:r>
      <w:r>
        <w:t>analyst.</w:t>
      </w:r>
      <w:r w:rsidR="00046589">
        <w:t xml:space="preserve"> </w:t>
      </w:r>
      <w:r>
        <w:t>This</w:t>
      </w:r>
      <w:r w:rsidR="00046589">
        <w:t xml:space="preserve"> </w:t>
      </w:r>
      <w:r>
        <w:t>does</w:t>
      </w:r>
      <w:r w:rsidR="00046589">
        <w:t xml:space="preserve"> </w:t>
      </w:r>
      <w:r>
        <w:t>not</w:t>
      </w:r>
      <w:r w:rsidR="00046589">
        <w:t xml:space="preserve"> </w:t>
      </w:r>
      <w:r>
        <w:t>make</w:t>
      </w:r>
      <w:r w:rsidR="00046589">
        <w:t xml:space="preserve"> </w:t>
      </w:r>
      <w:r>
        <w:t>him</w:t>
      </w:r>
      <w:r w:rsidR="00046589">
        <w:t xml:space="preserve"> </w:t>
      </w:r>
      <w:r>
        <w:t>yet</w:t>
      </w:r>
      <w:r w:rsidR="00046589">
        <w:t xml:space="preserve"> </w:t>
      </w:r>
      <w:r>
        <w:t>a</w:t>
      </w:r>
      <w:r w:rsidR="00046589">
        <w:t xml:space="preserve"> </w:t>
      </w:r>
      <w:r>
        <w:t>sociologist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modern</w:t>
      </w:r>
      <w:r w:rsidR="00046589">
        <w:t xml:space="preserve"> </w:t>
      </w:r>
      <w:r>
        <w:t>sense.</w:t>
      </w:r>
      <w:r w:rsidR="00046589">
        <w:t xml:space="preserve"> </w:t>
      </w:r>
      <w:r>
        <w:t>He</w:t>
      </w:r>
      <w:r w:rsidR="00046589">
        <w:t xml:space="preserve"> </w:t>
      </w:r>
      <w:r>
        <w:t>was</w:t>
      </w:r>
      <w:r w:rsidR="00046589">
        <w:t xml:space="preserve"> </w:t>
      </w:r>
      <w:r>
        <w:t>after</w:t>
      </w:r>
      <w:r w:rsidR="00046589">
        <w:t xml:space="preserve"> </w:t>
      </w:r>
      <w:r>
        <w:t>all</w:t>
      </w:r>
      <w:r w:rsidR="00046589">
        <w:t xml:space="preserve"> </w:t>
      </w:r>
      <w:r>
        <w:t>a</w:t>
      </w:r>
      <w:r w:rsidR="00046589">
        <w:t xml:space="preserve"> </w:t>
      </w:r>
      <w:r>
        <w:t>medieval</w:t>
      </w:r>
      <w:r w:rsidR="00046589">
        <w:t xml:space="preserve"> </w:t>
      </w:r>
      <w:r>
        <w:t>scholar</w:t>
      </w:r>
      <w:r w:rsidR="00046589">
        <w:t xml:space="preserve"> </w:t>
      </w:r>
      <w:r>
        <w:t>deeply</w:t>
      </w:r>
      <w:r w:rsidR="00046589">
        <w:t xml:space="preserve"> </w:t>
      </w:r>
      <w:r>
        <w:t>rooted</w:t>
      </w:r>
      <w:r w:rsidR="00046589">
        <w:t xml:space="preserve"> </w:t>
      </w:r>
      <w:r>
        <w:t>in</w:t>
      </w:r>
      <w:r w:rsidR="00046589">
        <w:t xml:space="preserve"> </w:t>
      </w:r>
      <w:r>
        <w:t>Islamic</w:t>
      </w:r>
      <w:r w:rsidR="00046589">
        <w:t xml:space="preserve"> </w:t>
      </w:r>
      <w:r>
        <w:t>culture.</w:t>
      </w:r>
    </w:p>
    <w:p w:rsidR="003C40D7" w:rsidRDefault="003C40D7" w:rsidP="003C40D7">
      <w:pPr>
        <w:pStyle w:val="libNormal"/>
      </w:pPr>
    </w:p>
    <w:p w:rsidR="003C40D7" w:rsidRDefault="003C40D7" w:rsidP="003C40D7">
      <w:pPr>
        <w:pStyle w:val="libNormal"/>
      </w:pPr>
      <w:r>
        <w:br w:type="page"/>
      </w:r>
    </w:p>
    <w:p w:rsidR="003C40D7" w:rsidRDefault="003C40D7" w:rsidP="003C40D7">
      <w:pPr>
        <w:pStyle w:val="Heading1Center"/>
      </w:pPr>
      <w:bookmarkStart w:id="4" w:name="_Toc446763483"/>
      <w:r>
        <w:lastRenderedPageBreak/>
        <w:t>V.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MECHANICS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LONG</w:t>
      </w:r>
      <w:r w:rsidR="00046589">
        <w:t xml:space="preserve"> </w:t>
      </w:r>
      <w:r w:rsidRPr="003C40D7">
        <w:t>TERM</w:t>
      </w:r>
      <w:bookmarkEnd w:id="4"/>
    </w:p>
    <w:p w:rsidR="003C40D7" w:rsidRDefault="006F62A6" w:rsidP="003C40D7">
      <w:pPr>
        <w:pStyle w:val="libNormal"/>
      </w:pPr>
      <w:proofErr w:type="spellStart"/>
      <w:r>
        <w:t>Ibn</w:t>
      </w:r>
      <w:proofErr w:type="spellEnd"/>
      <w:r w:rsidR="00046589">
        <w:t xml:space="preserve"> </w:t>
      </w:r>
      <w:proofErr w:type="spellStart"/>
      <w:r>
        <w:t>Khaldun</w:t>
      </w:r>
      <w:proofErr w:type="spellEnd"/>
      <w:r w:rsidR="00046589">
        <w:t xml:space="preserve"> </w:t>
      </w:r>
      <w:r w:rsidR="003C40D7">
        <w:t>called</w:t>
      </w:r>
      <w:r w:rsidR="00046589">
        <w:t xml:space="preserve"> </w:t>
      </w:r>
      <w:r w:rsidR="003C40D7">
        <w:t>his</w:t>
      </w:r>
      <w:r w:rsidR="00046589">
        <w:t xml:space="preserve"> </w:t>
      </w:r>
      <w:r w:rsidR="003C40D7">
        <w:t>new</w:t>
      </w:r>
      <w:r w:rsidR="00046589">
        <w:t xml:space="preserve"> </w:t>
      </w:r>
      <w:r w:rsidR="003C40D7">
        <w:t>science</w:t>
      </w:r>
      <w:r w:rsidR="00046589">
        <w:t xml:space="preserve"> </w:t>
      </w:r>
      <w:proofErr w:type="spellStart"/>
      <w:r w:rsidR="003C40D7" w:rsidRPr="003C40D7">
        <w:rPr>
          <w:rStyle w:val="libItalicChar"/>
        </w:rPr>
        <w:t>ilm</w:t>
      </w:r>
      <w:proofErr w:type="spellEnd"/>
      <w:r w:rsidR="00046589">
        <w:rPr>
          <w:rStyle w:val="libItalicChar"/>
        </w:rPr>
        <w:t xml:space="preserve"> </w:t>
      </w:r>
      <w:r w:rsidR="003C40D7" w:rsidRPr="003C40D7">
        <w:rPr>
          <w:rStyle w:val="libItalicChar"/>
        </w:rPr>
        <w:t>al</w:t>
      </w:r>
      <w:r>
        <w:rPr>
          <w:rStyle w:val="libItalicChar"/>
        </w:rPr>
        <w:t>-</w:t>
      </w:r>
      <w:proofErr w:type="spellStart"/>
      <w:r w:rsidR="003C40D7" w:rsidRPr="003C40D7">
        <w:rPr>
          <w:rStyle w:val="libItalicChar"/>
        </w:rPr>
        <w:t>umran</w:t>
      </w:r>
      <w:proofErr w:type="spellEnd"/>
      <w:r w:rsidR="003C40D7">
        <w:t>,</w:t>
      </w:r>
      <w:r w:rsidR="00046589">
        <w:t xml:space="preserve"> </w:t>
      </w:r>
      <w:r w:rsidR="003C40D7">
        <w:t>but</w:t>
      </w:r>
      <w:r w:rsidR="00046589">
        <w:t xml:space="preserve"> </w:t>
      </w:r>
      <w:r w:rsidR="003C40D7">
        <w:t>most</w:t>
      </w:r>
      <w:r w:rsidR="00046589">
        <w:t xml:space="preserve"> </w:t>
      </w:r>
      <w:r w:rsidR="003C40D7">
        <w:t>readers</w:t>
      </w:r>
      <w:r w:rsidR="00046589">
        <w:t xml:space="preserve"> </w:t>
      </w:r>
      <w:r w:rsidR="003C40D7">
        <w:t>familiar</w:t>
      </w:r>
      <w:r w:rsidR="00046589">
        <w:t xml:space="preserve"> </w:t>
      </w:r>
      <w:r w:rsidR="003C40D7">
        <w:t>with</w:t>
      </w:r>
      <w:r w:rsidR="00046589">
        <w:t xml:space="preserve"> </w:t>
      </w:r>
      <w:r w:rsidR="003C40D7">
        <w:t>his</w:t>
      </w:r>
      <w:r w:rsidR="00046589">
        <w:t xml:space="preserve"> </w:t>
      </w:r>
      <w:r w:rsidR="003C40D7">
        <w:t>semantics</w:t>
      </w:r>
      <w:r w:rsidR="00046589">
        <w:t xml:space="preserve"> </w:t>
      </w:r>
      <w:r w:rsidR="003C40D7">
        <w:t>agree</w:t>
      </w:r>
      <w:r w:rsidR="00046589">
        <w:t xml:space="preserve"> </w:t>
      </w:r>
      <w:r w:rsidR="003C40D7">
        <w:t>that</w:t>
      </w:r>
      <w:r w:rsidR="00046589">
        <w:t xml:space="preserve"> </w:t>
      </w:r>
      <w:proofErr w:type="spellStart"/>
      <w:r w:rsidR="003C40D7" w:rsidRPr="003C40D7">
        <w:rPr>
          <w:rStyle w:val="libItalicChar"/>
        </w:rPr>
        <w:t>umran</w:t>
      </w:r>
      <w:proofErr w:type="spellEnd"/>
      <w:r w:rsidR="00046589">
        <w:t xml:space="preserve"> </w:t>
      </w:r>
      <w:r w:rsidR="003C40D7">
        <w:t>is</w:t>
      </w:r>
      <w:r w:rsidR="00046589">
        <w:t xml:space="preserve"> </w:t>
      </w:r>
      <w:r w:rsidR="003C40D7">
        <w:t>too</w:t>
      </w:r>
      <w:r w:rsidR="00046589">
        <w:t xml:space="preserve"> </w:t>
      </w:r>
      <w:r w:rsidR="003C40D7">
        <w:t>complex</w:t>
      </w:r>
      <w:r w:rsidR="00046589">
        <w:t xml:space="preserve"> </w:t>
      </w:r>
      <w:r w:rsidR="003C40D7">
        <w:t>a</w:t>
      </w:r>
      <w:r w:rsidR="00046589">
        <w:t xml:space="preserve"> </w:t>
      </w:r>
      <w:r w:rsidR="003C40D7">
        <w:t>term</w:t>
      </w:r>
      <w:r w:rsidR="00046589">
        <w:t xml:space="preserve"> </w:t>
      </w:r>
      <w:r w:rsidR="003C40D7">
        <w:t>to</w:t>
      </w:r>
      <w:r w:rsidR="00046589">
        <w:t xml:space="preserve"> </w:t>
      </w:r>
      <w:r w:rsidR="003C40D7">
        <w:t>translate</w:t>
      </w:r>
      <w:r w:rsidR="00046589">
        <w:t xml:space="preserve"> </w:t>
      </w:r>
      <w:r w:rsidR="003C40D7">
        <w:t>in</w:t>
      </w:r>
      <w:r w:rsidR="00046589">
        <w:t xml:space="preserve"> </w:t>
      </w:r>
      <w:r w:rsidR="003C40D7">
        <w:t>one</w:t>
      </w:r>
      <w:r w:rsidR="00046589">
        <w:t xml:space="preserve"> </w:t>
      </w:r>
      <w:r w:rsidR="003C40D7">
        <w:t>word.</w:t>
      </w:r>
      <w:r w:rsidR="00046589">
        <w:t xml:space="preserve"> </w:t>
      </w:r>
      <w:r w:rsidR="003C40D7">
        <w:t>In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text,</w:t>
      </w:r>
      <w:r w:rsidR="00046589">
        <w:t xml:space="preserve"> </w:t>
      </w:r>
      <w:proofErr w:type="spellStart"/>
      <w:r w:rsidR="003C40D7" w:rsidRPr="003C40D7">
        <w:rPr>
          <w:rStyle w:val="libItalicChar"/>
        </w:rPr>
        <w:t>umran</w:t>
      </w:r>
      <w:proofErr w:type="spellEnd"/>
      <w:r w:rsidR="00046589">
        <w:t xml:space="preserve"> </w:t>
      </w:r>
      <w:r w:rsidR="003C40D7">
        <w:t>refers</w:t>
      </w:r>
      <w:r w:rsidR="00046589">
        <w:t xml:space="preserve"> </w:t>
      </w:r>
      <w:r w:rsidR="003C40D7">
        <w:t>to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cultural,</w:t>
      </w:r>
      <w:r w:rsidR="00046589">
        <w:t xml:space="preserve"> </w:t>
      </w:r>
      <w:r w:rsidR="003C40D7">
        <w:t>societal</w:t>
      </w:r>
      <w:r w:rsidR="00046589">
        <w:t xml:space="preserve"> </w:t>
      </w:r>
      <w:r w:rsidR="003C40D7">
        <w:t>and</w:t>
      </w:r>
      <w:r w:rsidR="00046589">
        <w:t xml:space="preserve"> </w:t>
      </w:r>
      <w:r w:rsidR="003C40D7">
        <w:t>material</w:t>
      </w:r>
      <w:r w:rsidR="00046589">
        <w:t xml:space="preserve"> </w:t>
      </w:r>
      <w:r w:rsidR="003C40D7">
        <w:t>unfolding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history.</w:t>
      </w:r>
      <w:r w:rsidR="00046589">
        <w:t xml:space="preserve"> </w:t>
      </w:r>
      <w:r w:rsidR="003C40D7">
        <w:t>In</w:t>
      </w:r>
      <w:r w:rsidR="00046589">
        <w:t xml:space="preserve"> </w:t>
      </w:r>
      <w:r w:rsidR="003C40D7">
        <w:t>some</w:t>
      </w:r>
      <w:r w:rsidR="00046589">
        <w:t xml:space="preserve"> </w:t>
      </w:r>
      <w:r w:rsidR="003C40D7">
        <w:t>passages</w:t>
      </w:r>
      <w:r w:rsidR="00046589">
        <w:t xml:space="preserve"> </w:t>
      </w:r>
      <w:r w:rsidR="003C40D7">
        <w:t>it</w:t>
      </w:r>
      <w:r w:rsidR="00046589">
        <w:t xml:space="preserve"> </w:t>
      </w:r>
      <w:r w:rsidR="003C40D7">
        <w:t>means</w:t>
      </w:r>
      <w:r w:rsidR="00046589">
        <w:t xml:space="preserve"> </w:t>
      </w:r>
      <w:r w:rsidR="003C40D7">
        <w:t>social</w:t>
      </w:r>
      <w:r w:rsidR="00046589">
        <w:t xml:space="preserve"> </w:t>
      </w:r>
      <w:r w:rsidR="003C40D7">
        <w:t>change.</w:t>
      </w:r>
      <w:r w:rsidR="00046589">
        <w:t xml:space="preserve"> </w:t>
      </w:r>
      <w:proofErr w:type="spellStart"/>
      <w:r w:rsidR="003C40D7">
        <w:t>Ibn</w:t>
      </w:r>
      <w:proofErr w:type="spellEnd"/>
      <w:r w:rsidR="00046589">
        <w:t xml:space="preserve"> </w:t>
      </w:r>
      <w:proofErr w:type="spellStart"/>
      <w:r w:rsidR="003C40D7">
        <w:t>Khaldun's</w:t>
      </w:r>
      <w:proofErr w:type="spellEnd"/>
      <w:r w:rsidR="00046589">
        <w:t xml:space="preserve"> </w:t>
      </w:r>
      <w:r w:rsidR="003C40D7">
        <w:t>analysis</w:t>
      </w:r>
      <w:r w:rsidR="00046589">
        <w:t xml:space="preserve"> </w:t>
      </w:r>
      <w:r w:rsidR="003C40D7">
        <w:t>rests</w:t>
      </w:r>
      <w:r w:rsidR="00046589">
        <w:t xml:space="preserve"> </w:t>
      </w:r>
      <w:r w:rsidR="003C40D7">
        <w:t>on</w:t>
      </w:r>
      <w:r w:rsidR="00046589">
        <w:t xml:space="preserve"> </w:t>
      </w:r>
      <w:r w:rsidR="003C40D7">
        <w:t>a</w:t>
      </w:r>
      <w:r w:rsidR="00046589">
        <w:t xml:space="preserve"> </w:t>
      </w:r>
      <w:r w:rsidR="003C40D7">
        <w:t>series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binary</w:t>
      </w:r>
      <w:r w:rsidR="00046589">
        <w:t xml:space="preserve"> </w:t>
      </w:r>
      <w:r w:rsidR="003C40D7">
        <w:t>dichotomies</w:t>
      </w:r>
      <w:r w:rsidR="00046589">
        <w:t xml:space="preserve"> </w:t>
      </w:r>
      <w:r w:rsidR="003C40D7">
        <w:t>;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most</w:t>
      </w:r>
      <w:r w:rsidR="00046589">
        <w:t xml:space="preserve"> </w:t>
      </w:r>
      <w:r w:rsidR="003C40D7">
        <w:t>important</w:t>
      </w:r>
      <w:r w:rsidR="00046589">
        <w:t xml:space="preserve"> </w:t>
      </w:r>
      <w:r w:rsidR="003C40D7">
        <w:t>being</w:t>
      </w:r>
      <w:r>
        <w:t>:</w:t>
      </w:r>
      <w:r w:rsidR="00046589">
        <w:t xml:space="preserve"> </w:t>
      </w:r>
      <w:r w:rsidR="003C40D7">
        <w:t>primitive</w:t>
      </w:r>
      <w:r>
        <w:t>-</w:t>
      </w:r>
      <w:r w:rsidR="003C40D7">
        <w:t>civilized,</w:t>
      </w:r>
      <w:r w:rsidR="00046589">
        <w:t xml:space="preserve"> </w:t>
      </w:r>
      <w:r w:rsidR="003C40D7">
        <w:t>nomadic</w:t>
      </w:r>
      <w:r>
        <w:t>-</w:t>
      </w:r>
      <w:r w:rsidR="003C40D7">
        <w:t>sedentary,</w:t>
      </w:r>
      <w:r w:rsidR="00046589">
        <w:t xml:space="preserve"> </w:t>
      </w:r>
      <w:r w:rsidR="003C40D7">
        <w:t>rural</w:t>
      </w:r>
      <w:r>
        <w:t>-</w:t>
      </w:r>
      <w:r w:rsidR="003C40D7">
        <w:t>urban,</w:t>
      </w:r>
      <w:r w:rsidR="00046589">
        <w:t xml:space="preserve"> </w:t>
      </w:r>
      <w:r w:rsidR="003C40D7">
        <w:t>small</w:t>
      </w:r>
      <w:r w:rsidR="00046589">
        <w:t xml:space="preserve"> </w:t>
      </w:r>
      <w:r w:rsidR="003C40D7">
        <w:t>scale</w:t>
      </w:r>
      <w:r w:rsidR="00046589">
        <w:t xml:space="preserve"> </w:t>
      </w:r>
      <w:r w:rsidR="003C40D7">
        <w:t>society</w:t>
      </w:r>
      <w:r w:rsidR="00046589">
        <w:t xml:space="preserve"> </w:t>
      </w:r>
      <w:r w:rsidR="003C40D7">
        <w:t>versus</w:t>
      </w:r>
      <w:r w:rsidR="00046589">
        <w:t xml:space="preserve"> </w:t>
      </w:r>
      <w:r w:rsidR="003C40D7">
        <w:t>big</w:t>
      </w:r>
      <w:r w:rsidR="00046589">
        <w:t xml:space="preserve"> </w:t>
      </w:r>
      <w:r w:rsidR="003C40D7">
        <w:t>scale,</w:t>
      </w:r>
      <w:r w:rsidR="00046589">
        <w:t xml:space="preserve"> </w:t>
      </w:r>
      <w:r w:rsidR="003C40D7">
        <w:t>feeling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solidarity</w:t>
      </w:r>
      <w:r w:rsidR="00046589">
        <w:t xml:space="preserve"> </w:t>
      </w:r>
      <w:r w:rsidR="003C40D7">
        <w:t>versus</w:t>
      </w:r>
      <w:r w:rsidR="00046589">
        <w:t xml:space="preserve"> </w:t>
      </w:r>
      <w:r w:rsidR="003C40D7">
        <w:t>anomie,</w:t>
      </w:r>
      <w:r w:rsidR="00046589">
        <w:t xml:space="preserve"> </w:t>
      </w:r>
      <w:r w:rsidR="003C40D7">
        <w:t>natural</w:t>
      </w:r>
      <w:r w:rsidR="00046589">
        <w:t xml:space="preserve"> </w:t>
      </w:r>
      <w:r w:rsidR="003C40D7">
        <w:t>subsistence</w:t>
      </w:r>
      <w:r w:rsidR="00046589">
        <w:t xml:space="preserve"> </w:t>
      </w:r>
      <w:r w:rsidR="003C40D7">
        <w:t>economy</w:t>
      </w:r>
      <w:r w:rsidR="00046589">
        <w:t xml:space="preserve"> </w:t>
      </w:r>
      <w:r w:rsidR="003C40D7">
        <w:t>versus</w:t>
      </w:r>
      <w:r w:rsidR="00046589">
        <w:t xml:space="preserve"> </w:t>
      </w:r>
      <w:r w:rsidR="003C40D7">
        <w:t>money</w:t>
      </w:r>
      <w:r w:rsidR="00046589">
        <w:t xml:space="preserve"> </w:t>
      </w:r>
      <w:r w:rsidR="003C40D7">
        <w:t>economy</w:t>
      </w:r>
      <w:r w:rsidR="00046589">
        <w:t xml:space="preserve"> </w:t>
      </w:r>
      <w:r w:rsidR="003C40D7">
        <w:t>with</w:t>
      </w:r>
      <w:r w:rsidR="00046589">
        <w:t xml:space="preserve"> </w:t>
      </w:r>
      <w:r w:rsidR="003C40D7">
        <w:t>a</w:t>
      </w:r>
      <w:r w:rsidR="00046589">
        <w:t xml:space="preserve"> </w:t>
      </w:r>
      <w:r w:rsidR="003C40D7">
        <w:t>surplus.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analysis</w:t>
      </w:r>
      <w:r w:rsidR="00046589">
        <w:t xml:space="preserve"> </w:t>
      </w:r>
      <w:r w:rsidR="003C40D7">
        <w:t>is</w:t>
      </w:r>
      <w:r w:rsidR="00046589">
        <w:t xml:space="preserve"> </w:t>
      </w:r>
      <w:proofErr w:type="spellStart"/>
      <w:r w:rsidR="003C40D7">
        <w:t>dynamized</w:t>
      </w:r>
      <w:proofErr w:type="spellEnd"/>
      <w:r w:rsidR="00046589">
        <w:t xml:space="preserve"> </w:t>
      </w:r>
      <w:r w:rsidR="003C40D7">
        <w:t>when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ideal</w:t>
      </w:r>
      <w:r w:rsidR="00046589">
        <w:t xml:space="preserve"> </w:t>
      </w:r>
      <w:r w:rsidR="003C40D7">
        <w:t>types</w:t>
      </w:r>
      <w:r w:rsidR="00046589">
        <w:t xml:space="preserve"> </w:t>
      </w:r>
      <w:r w:rsidR="003C40D7">
        <w:t>change</w:t>
      </w:r>
      <w:r w:rsidR="00046589">
        <w:t xml:space="preserve"> </w:t>
      </w:r>
      <w:r w:rsidR="003C40D7">
        <w:t>from</w:t>
      </w:r>
      <w:r w:rsidR="00046589">
        <w:t xml:space="preserve"> </w:t>
      </w:r>
      <w:r w:rsidR="003C40D7">
        <w:t>one</w:t>
      </w:r>
      <w:r w:rsidR="00046589">
        <w:t xml:space="preserve"> </w:t>
      </w:r>
      <w:r w:rsidR="003C40D7">
        <w:t>stage</w:t>
      </w:r>
      <w:r w:rsidR="00046589">
        <w:t xml:space="preserve"> </w:t>
      </w:r>
      <w:r w:rsidR="003C40D7">
        <w:t>to</w:t>
      </w:r>
      <w:r w:rsidR="00046589">
        <w:t xml:space="preserve"> </w:t>
      </w:r>
      <w:r w:rsidR="003C40D7">
        <w:t>another.</w:t>
      </w:r>
      <w:r w:rsidR="00046589">
        <w:t xml:space="preserve"> </w:t>
      </w:r>
      <w:proofErr w:type="spellStart"/>
      <w:r w:rsidR="003C40D7">
        <w:t>Ibn</w:t>
      </w:r>
      <w:proofErr w:type="spellEnd"/>
      <w:r w:rsidR="00046589">
        <w:t xml:space="preserve"> </w:t>
      </w:r>
      <w:proofErr w:type="spellStart"/>
      <w:r w:rsidR="003C40D7">
        <w:t>Khaldun's</w:t>
      </w:r>
      <w:proofErr w:type="spellEnd"/>
      <w:r w:rsidR="00046589">
        <w:t xml:space="preserve"> </w:t>
      </w:r>
      <w:r w:rsidR="003C40D7">
        <w:t>reasoning</w:t>
      </w:r>
      <w:r w:rsidR="00046589">
        <w:t xml:space="preserve"> </w:t>
      </w:r>
      <w:r w:rsidR="003C40D7">
        <w:t>is</w:t>
      </w:r>
      <w:r w:rsidR="00046589">
        <w:t xml:space="preserve"> </w:t>
      </w:r>
      <w:r w:rsidR="003C40D7">
        <w:t>essentially</w:t>
      </w:r>
      <w:r w:rsidR="00046589">
        <w:t xml:space="preserve"> </w:t>
      </w:r>
      <w:r w:rsidR="003C40D7">
        <w:t>a</w:t>
      </w:r>
      <w:r w:rsidR="00046589">
        <w:t xml:space="preserve"> </w:t>
      </w:r>
      <w:r w:rsidR="003C40D7">
        <w:t>discourse</w:t>
      </w:r>
      <w:r w:rsidR="00046589">
        <w:t xml:space="preserve"> </w:t>
      </w:r>
      <w:r w:rsidR="003C40D7">
        <w:t>on</w:t>
      </w:r>
      <w:r w:rsidR="00046589">
        <w:t xml:space="preserve"> </w:t>
      </w:r>
      <w:r w:rsidR="003C40D7">
        <w:t>stages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development.</w:t>
      </w:r>
      <w:r w:rsidR="00046589">
        <w:t xml:space="preserve"> </w:t>
      </w:r>
      <w:r w:rsidR="003C40D7">
        <w:t>Readers</w:t>
      </w:r>
      <w:r w:rsidR="00046589">
        <w:t xml:space="preserve"> </w:t>
      </w:r>
      <w:r w:rsidR="003C40D7">
        <w:t>with</w:t>
      </w:r>
      <w:r w:rsidR="00046589">
        <w:t xml:space="preserve"> </w:t>
      </w:r>
      <w:r w:rsidR="003C40D7">
        <w:t>a</w:t>
      </w:r>
      <w:r w:rsidR="00046589">
        <w:t xml:space="preserve"> </w:t>
      </w:r>
      <w:r w:rsidR="003C40D7">
        <w:t>schooling</w:t>
      </w:r>
      <w:r w:rsidR="00046589">
        <w:t xml:space="preserve"> </w:t>
      </w:r>
      <w:r w:rsidR="003C40D7">
        <w:t>in</w:t>
      </w:r>
      <w:r w:rsidR="00046589">
        <w:t xml:space="preserve"> </w:t>
      </w:r>
      <w:r w:rsidR="003C40D7">
        <w:t>sociology</w:t>
      </w:r>
      <w:r w:rsidR="00046589">
        <w:t xml:space="preserve"> </w:t>
      </w:r>
      <w:r w:rsidR="003C40D7">
        <w:t>identify</w:t>
      </w:r>
      <w:r w:rsidR="00046589">
        <w:t xml:space="preserve"> </w:t>
      </w:r>
      <w:r w:rsidR="003C40D7">
        <w:t>these</w:t>
      </w:r>
      <w:r w:rsidR="00046589">
        <w:t xml:space="preserve"> </w:t>
      </w:r>
      <w:r w:rsidR="003C40D7">
        <w:t>ideal</w:t>
      </w:r>
      <w:r>
        <w:t>-</w:t>
      </w:r>
      <w:r w:rsidR="003C40D7">
        <w:t>types</w:t>
      </w:r>
      <w:r w:rsidR="00046589">
        <w:t xml:space="preserve"> </w:t>
      </w:r>
      <w:r w:rsidR="003C40D7">
        <w:t>as</w:t>
      </w:r>
      <w:r w:rsidR="00046589">
        <w:t xml:space="preserve"> </w:t>
      </w:r>
      <w:r w:rsidR="003C40D7">
        <w:t>forebears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Durkheim</w:t>
      </w:r>
      <w:r>
        <w:t>-</w:t>
      </w:r>
      <w:r w:rsidR="003C40D7">
        <w:t>Weber</w:t>
      </w:r>
      <w:r>
        <w:t>-</w:t>
      </w:r>
      <w:r w:rsidR="003C40D7">
        <w:t>Parsons</w:t>
      </w:r>
      <w:r w:rsidR="00046589">
        <w:t xml:space="preserve"> </w:t>
      </w:r>
      <w:r w:rsidR="003C40D7">
        <w:t>scheme.</w:t>
      </w:r>
      <w:r w:rsidR="00046589">
        <w:t xml:space="preserve"> </w:t>
      </w:r>
      <w:r w:rsidR="003C40D7">
        <w:t>Readers</w:t>
      </w:r>
      <w:r w:rsidR="00046589">
        <w:t xml:space="preserve"> </w:t>
      </w:r>
      <w:r w:rsidR="003C40D7">
        <w:t>with</w:t>
      </w:r>
      <w:r w:rsidR="00046589">
        <w:t xml:space="preserve"> </w:t>
      </w:r>
      <w:r w:rsidR="003C40D7">
        <w:t>an</w:t>
      </w:r>
      <w:r w:rsidR="00046589">
        <w:t xml:space="preserve"> </w:t>
      </w:r>
      <w:r w:rsidR="003C40D7">
        <w:t>education</w:t>
      </w:r>
      <w:r w:rsidR="00046589">
        <w:t xml:space="preserve"> </w:t>
      </w:r>
      <w:r w:rsidR="003C40D7">
        <w:t>in</w:t>
      </w:r>
      <w:r w:rsidR="00046589">
        <w:t xml:space="preserve"> </w:t>
      </w:r>
      <w:r w:rsidR="003C40D7">
        <w:t>economics</w:t>
      </w:r>
      <w:r w:rsidR="00046589">
        <w:t xml:space="preserve"> </w:t>
      </w:r>
      <w:r w:rsidR="003C40D7">
        <w:t>opine</w:t>
      </w:r>
      <w:r w:rsidR="00046589">
        <w:t xml:space="preserve"> </w:t>
      </w:r>
      <w:r w:rsidR="003C40D7">
        <w:t>that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German</w:t>
      </w:r>
      <w:r w:rsidR="00046589">
        <w:t xml:space="preserve"> </w:t>
      </w:r>
      <w:r w:rsidR="003C40D7">
        <w:t>Historical</w:t>
      </w:r>
      <w:r w:rsidR="00046589">
        <w:t xml:space="preserve"> </w:t>
      </w:r>
      <w:r w:rsidR="003C40D7">
        <w:t>School</w:t>
      </w:r>
      <w:r w:rsidR="00046589">
        <w:t xml:space="preserve"> </w:t>
      </w:r>
      <w:r w:rsidR="003C40D7">
        <w:t>and</w:t>
      </w:r>
      <w:r w:rsidR="00046589">
        <w:t xml:space="preserve"> </w:t>
      </w:r>
      <w:proofErr w:type="spellStart"/>
      <w:r w:rsidR="003C40D7">
        <w:t>Rostow's</w:t>
      </w:r>
      <w:proofErr w:type="spellEnd"/>
      <w:r w:rsidR="00046589">
        <w:t xml:space="preserve"> </w:t>
      </w:r>
      <w:r w:rsidR="003C40D7">
        <w:t>stages</w:t>
      </w:r>
      <w:r w:rsidR="00046589">
        <w:t xml:space="preserve"> </w:t>
      </w:r>
      <w:r w:rsidR="003C40D7">
        <w:t>of</w:t>
      </w:r>
      <w:r w:rsidR="00046589">
        <w:t xml:space="preserve"> </w:t>
      </w:r>
      <w:r w:rsidR="003C40D7">
        <w:t>growth</w:t>
      </w:r>
      <w:r w:rsidR="00046589">
        <w:t xml:space="preserve"> </w:t>
      </w:r>
      <w:r w:rsidR="003C40D7">
        <w:t>had</w:t>
      </w:r>
      <w:r w:rsidR="00046589">
        <w:t xml:space="preserve"> </w:t>
      </w:r>
      <w:r w:rsidR="003C40D7">
        <w:t>an</w:t>
      </w:r>
      <w:r w:rsidR="00046589">
        <w:t xml:space="preserve"> </w:t>
      </w:r>
      <w:r w:rsidR="003C40D7">
        <w:t>medieval</w:t>
      </w:r>
      <w:r w:rsidR="00046589">
        <w:t xml:space="preserve"> </w:t>
      </w:r>
      <w:r w:rsidR="003C40D7">
        <w:t>ancestor.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most</w:t>
      </w:r>
      <w:r w:rsidR="00046589">
        <w:t xml:space="preserve"> </w:t>
      </w:r>
      <w:r w:rsidR="003C40D7">
        <w:t>important</w:t>
      </w:r>
      <w:r w:rsidR="00046589">
        <w:t xml:space="preserve"> </w:t>
      </w:r>
      <w:r w:rsidR="003C40D7">
        <w:t>distinction</w:t>
      </w:r>
      <w:r w:rsidR="00046589">
        <w:t xml:space="preserve"> </w:t>
      </w:r>
      <w:r w:rsidR="003C40D7">
        <w:t>is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one</w:t>
      </w:r>
      <w:r w:rsidR="00046589">
        <w:t xml:space="preserve"> </w:t>
      </w:r>
      <w:r w:rsidR="003C40D7">
        <w:t>between</w:t>
      </w:r>
      <w:r w:rsidR="00046589">
        <w:t xml:space="preserve"> </w:t>
      </w:r>
      <w:proofErr w:type="spellStart"/>
      <w:r w:rsidR="003C40D7" w:rsidRPr="003C40D7">
        <w:rPr>
          <w:rStyle w:val="libItalicChar"/>
        </w:rPr>
        <w:t>umran</w:t>
      </w:r>
      <w:proofErr w:type="spellEnd"/>
      <w:r w:rsidR="00046589">
        <w:rPr>
          <w:rStyle w:val="libItalicChar"/>
        </w:rPr>
        <w:t xml:space="preserve"> </w:t>
      </w:r>
      <w:proofErr w:type="spellStart"/>
      <w:r w:rsidR="003C40D7" w:rsidRPr="003C40D7">
        <w:rPr>
          <w:rStyle w:val="libItalicChar"/>
        </w:rPr>
        <w:t>badawi</w:t>
      </w:r>
      <w:proofErr w:type="spellEnd"/>
      <w:r w:rsidR="00046589">
        <w:t xml:space="preserve"> </w:t>
      </w:r>
      <w:r w:rsidR="003C40D7">
        <w:t>and</w:t>
      </w:r>
      <w:r w:rsidR="00046589">
        <w:t xml:space="preserve"> </w:t>
      </w:r>
      <w:proofErr w:type="spellStart"/>
      <w:r w:rsidR="003C40D7" w:rsidRPr="003C40D7">
        <w:rPr>
          <w:rStyle w:val="libItalicChar"/>
        </w:rPr>
        <w:t>umran</w:t>
      </w:r>
      <w:proofErr w:type="spellEnd"/>
      <w:r w:rsidR="00046589">
        <w:rPr>
          <w:rStyle w:val="libItalicChar"/>
        </w:rPr>
        <w:t xml:space="preserve"> </w:t>
      </w:r>
      <w:proofErr w:type="spellStart"/>
      <w:r w:rsidR="003C40D7" w:rsidRPr="003C40D7">
        <w:rPr>
          <w:rStyle w:val="libItalicChar"/>
        </w:rPr>
        <w:t>hadari</w:t>
      </w:r>
      <w:proofErr w:type="spellEnd"/>
      <w:r w:rsidR="003C40D7">
        <w:t>.</w:t>
      </w:r>
      <w:r w:rsidR="00046589">
        <w:t xml:space="preserve"> </w:t>
      </w:r>
      <w:r w:rsidR="003C40D7">
        <w:t>The</w:t>
      </w:r>
      <w:r w:rsidR="00046589">
        <w:t xml:space="preserve"> </w:t>
      </w:r>
      <w:r w:rsidR="003C40D7">
        <w:t>historical</w:t>
      </w:r>
      <w:r w:rsidR="00046589">
        <w:t xml:space="preserve"> </w:t>
      </w:r>
      <w:r w:rsidR="003C40D7">
        <w:t>cycle</w:t>
      </w:r>
      <w:r w:rsidR="00046589">
        <w:t xml:space="preserve"> </w:t>
      </w:r>
      <w:r w:rsidR="003C40D7">
        <w:t>consists</w:t>
      </w:r>
      <w:r w:rsidR="00046589">
        <w:t xml:space="preserve"> </w:t>
      </w:r>
      <w:r w:rsidR="003C40D7">
        <w:t>in</w:t>
      </w:r>
      <w:r w:rsidR="00046589">
        <w:t xml:space="preserve"> </w:t>
      </w:r>
      <w:r w:rsidR="003C40D7">
        <w:t>a</w:t>
      </w:r>
      <w:r w:rsidR="00046589">
        <w:t xml:space="preserve"> </w:t>
      </w:r>
      <w:r w:rsidR="003C40D7">
        <w:t>dynamic</w:t>
      </w:r>
      <w:r w:rsidR="00046589">
        <w:t xml:space="preserve"> </w:t>
      </w:r>
      <w:r w:rsidR="003C40D7">
        <w:t>change</w:t>
      </w:r>
      <w:r w:rsidR="00046589">
        <w:t xml:space="preserve"> </w:t>
      </w:r>
      <w:r w:rsidR="003C40D7">
        <w:t>from</w:t>
      </w:r>
      <w:r w:rsidR="00046589">
        <w:t xml:space="preserve"> </w:t>
      </w:r>
      <w:proofErr w:type="spellStart"/>
      <w:r w:rsidR="003C40D7" w:rsidRPr="003C40D7">
        <w:rPr>
          <w:rStyle w:val="libItalicChar"/>
        </w:rPr>
        <w:t>badawa</w:t>
      </w:r>
      <w:proofErr w:type="spellEnd"/>
      <w:r w:rsidR="00046589">
        <w:t xml:space="preserve"> </w:t>
      </w:r>
      <w:r w:rsidR="003C40D7">
        <w:t>into</w:t>
      </w:r>
      <w:r w:rsidR="00046589">
        <w:t xml:space="preserve"> </w:t>
      </w:r>
      <w:proofErr w:type="spellStart"/>
      <w:r w:rsidR="003C40D7" w:rsidRPr="003C40D7">
        <w:rPr>
          <w:rStyle w:val="libItalicChar"/>
        </w:rPr>
        <w:t>hadara</w:t>
      </w:r>
      <w:proofErr w:type="spellEnd"/>
      <w:r w:rsidR="003C40D7">
        <w:t>.</w:t>
      </w:r>
    </w:p>
    <w:p w:rsidR="003C40D7" w:rsidRDefault="003C40D7" w:rsidP="003C40D7">
      <w:pPr>
        <w:pStyle w:val="libNormal"/>
      </w:pPr>
    </w:p>
    <w:p w:rsidR="003C40D7" w:rsidRDefault="003C40D7" w:rsidP="003C40D7">
      <w:pPr>
        <w:pStyle w:val="Heading2Center"/>
      </w:pPr>
      <w:bookmarkStart w:id="5" w:name="_Toc446763484"/>
      <w:r>
        <w:t>1.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t>umran</w:t>
      </w:r>
      <w:proofErr w:type="spellEnd"/>
      <w:r w:rsidR="00046589">
        <w:t xml:space="preserve"> </w:t>
      </w:r>
      <w:proofErr w:type="spellStart"/>
      <w:r w:rsidRPr="003C40D7">
        <w:t>badawi</w:t>
      </w:r>
      <w:bookmarkEnd w:id="5"/>
      <w:proofErr w:type="spellEnd"/>
    </w:p>
    <w:p w:rsidR="003C40D7" w:rsidRDefault="003C40D7" w:rsidP="003C40D7">
      <w:pPr>
        <w:pStyle w:val="libNormal"/>
      </w:pPr>
      <w:r>
        <w:t>The</w:t>
      </w:r>
      <w:r w:rsidR="00046589">
        <w:t xml:space="preserve"> </w:t>
      </w:r>
      <w:r>
        <w:t>principal</w:t>
      </w:r>
      <w:r w:rsidR="00046589">
        <w:t xml:space="preserve"> </w:t>
      </w:r>
      <w:r>
        <w:t>meaning</w:t>
      </w:r>
      <w:r w:rsidR="00046589">
        <w:t xml:space="preserve"> </w:t>
      </w:r>
      <w:r>
        <w:t>of</w:t>
      </w:r>
      <w:r w:rsidR="00046589">
        <w:t xml:space="preserve"> </w:t>
      </w:r>
      <w:proofErr w:type="spellStart"/>
      <w:r w:rsidRPr="003C40D7">
        <w:rPr>
          <w:rStyle w:val="libItalicChar"/>
        </w:rPr>
        <w:t>badawa</w:t>
      </w:r>
      <w:proofErr w:type="spellEnd"/>
      <w:r w:rsidR="00046589">
        <w:t xml:space="preserve"> </w:t>
      </w:r>
      <w:r>
        <w:t>is</w:t>
      </w:r>
      <w:r w:rsidR="00046589">
        <w:t xml:space="preserve"> </w:t>
      </w:r>
      <w:r>
        <w:t>primitive</w:t>
      </w:r>
      <w:r w:rsidR="00046589">
        <w:t xml:space="preserve"> </w:t>
      </w:r>
      <w:r>
        <w:t>;</w:t>
      </w:r>
      <w:r w:rsidR="00046589">
        <w:t xml:space="preserve"> </w:t>
      </w:r>
      <w:r>
        <w:t>its</w:t>
      </w:r>
      <w:r w:rsidR="00046589">
        <w:t xml:space="preserve"> </w:t>
      </w:r>
      <w:r>
        <w:t>derivative</w:t>
      </w:r>
      <w:r w:rsidR="00046589">
        <w:t xml:space="preserve"> </w:t>
      </w:r>
      <w:r>
        <w:t>meanings</w:t>
      </w:r>
      <w:r w:rsidR="00046589">
        <w:t xml:space="preserve"> </w:t>
      </w:r>
      <w:r>
        <w:t>are</w:t>
      </w:r>
      <w:r w:rsidR="00046589">
        <w:t xml:space="preserve"> </w:t>
      </w:r>
      <w:r>
        <w:t>nomadic,</w:t>
      </w:r>
      <w:r w:rsidR="00046589">
        <w:t xml:space="preserve"> </w:t>
      </w:r>
      <w:r>
        <w:t>rural</w:t>
      </w:r>
      <w:r w:rsidR="00046589">
        <w:t xml:space="preserve"> </w:t>
      </w:r>
      <w:r>
        <w:t>or</w:t>
      </w:r>
      <w:r w:rsidR="00046589">
        <w:t xml:space="preserve"> </w:t>
      </w:r>
      <w:r>
        <w:t>backward.</w:t>
      </w:r>
      <w:r w:rsidR="00046589">
        <w:t xml:space="preserve"> </w:t>
      </w:r>
      <w:r>
        <w:t>Today</w:t>
      </w:r>
      <w:r w:rsidR="00046589">
        <w:t xml:space="preserve"> </w:t>
      </w:r>
      <w:r>
        <w:t>we</w:t>
      </w:r>
      <w:r w:rsidR="00046589">
        <w:t xml:space="preserve"> </w:t>
      </w:r>
      <w:r>
        <w:t>would</w:t>
      </w:r>
      <w:r w:rsidR="00046589">
        <w:t xml:space="preserve"> </w:t>
      </w:r>
      <w:r>
        <w:t>call</w:t>
      </w:r>
      <w:r w:rsidR="00046589">
        <w:t xml:space="preserve"> </w:t>
      </w:r>
      <w:r>
        <w:t>this</w:t>
      </w:r>
      <w:r w:rsidR="00046589">
        <w:t xml:space="preserve"> </w:t>
      </w:r>
      <w:r>
        <w:t>societal</w:t>
      </w:r>
      <w:r w:rsidR="00046589">
        <w:t xml:space="preserve"> </w:t>
      </w:r>
      <w:r>
        <w:t>form</w:t>
      </w:r>
      <w:r w:rsidR="00046589">
        <w:t xml:space="preserve"> </w:t>
      </w:r>
      <w:r>
        <w:t>an</w:t>
      </w:r>
      <w:r w:rsidR="00046589">
        <w:t xml:space="preserve"> </w:t>
      </w:r>
      <w:r>
        <w:t>underdeveloped</w:t>
      </w:r>
      <w:r w:rsidR="00046589">
        <w:t xml:space="preserve"> </w:t>
      </w:r>
      <w:r>
        <w:t>subsistence</w:t>
      </w:r>
      <w:r w:rsidR="00046589">
        <w:t xml:space="preserve"> </w:t>
      </w:r>
      <w:r>
        <w:t>economy</w:t>
      </w:r>
      <w:r w:rsidR="00046589">
        <w:t xml:space="preserve"> </w:t>
      </w:r>
      <w:r>
        <w:t>in</w:t>
      </w:r>
      <w:r w:rsidR="00046589">
        <w:t xml:space="preserve"> </w:t>
      </w:r>
      <w:r>
        <w:t>which</w:t>
      </w:r>
      <w:r w:rsidR="00046589">
        <w:t xml:space="preserve"> </w:t>
      </w:r>
      <w:r>
        <w:t>man</w:t>
      </w:r>
      <w:r w:rsidR="00046589">
        <w:t xml:space="preserve"> </w:t>
      </w:r>
      <w:r>
        <w:t>is</w:t>
      </w:r>
      <w:r w:rsidR="00046589">
        <w:t xml:space="preserve"> </w:t>
      </w:r>
      <w:r>
        <w:t>engaged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satisfaction</w:t>
      </w:r>
      <w:r w:rsidR="00046589">
        <w:t xml:space="preserve"> </w:t>
      </w:r>
      <w:r>
        <w:t>of</w:t>
      </w:r>
      <w:r w:rsidR="00046589">
        <w:t xml:space="preserve"> </w:t>
      </w:r>
      <w:r>
        <w:t>his</w:t>
      </w:r>
      <w:r w:rsidR="00046589">
        <w:t xml:space="preserve"> </w:t>
      </w:r>
      <w:r>
        <w:t>limited,</w:t>
      </w:r>
      <w:r w:rsidR="00046589">
        <w:t xml:space="preserve"> </w:t>
      </w:r>
      <w:r>
        <w:t>basic</w:t>
      </w:r>
      <w:r w:rsidR="00046589">
        <w:t xml:space="preserve"> </w:t>
      </w:r>
      <w:r>
        <w:t>needs</w:t>
      </w:r>
      <w:r w:rsidR="00046589">
        <w:t xml:space="preserve"> </w:t>
      </w:r>
      <w:r>
        <w:t>like</w:t>
      </w:r>
      <w:r w:rsidR="00046589">
        <w:t xml:space="preserve"> </w:t>
      </w:r>
      <w:r>
        <w:t>food</w:t>
      </w:r>
      <w:r w:rsidR="00046589">
        <w:t xml:space="preserve"> </w:t>
      </w:r>
      <w:r>
        <w:t>and</w:t>
      </w:r>
      <w:r w:rsidR="00046589">
        <w:t xml:space="preserve"> </w:t>
      </w:r>
      <w:r>
        <w:t>shelter.</w:t>
      </w:r>
      <w:r w:rsidR="00046589">
        <w:t xml:space="preserve"> </w:t>
      </w:r>
      <w:r>
        <w:t>The</w:t>
      </w:r>
      <w:r w:rsidR="00046589">
        <w:t xml:space="preserve"> </w:t>
      </w:r>
      <w:r>
        <w:t>desert</w:t>
      </w:r>
      <w:r w:rsidR="00046589">
        <w:t xml:space="preserve"> </w:t>
      </w:r>
      <w:r>
        <w:t>people</w:t>
      </w:r>
      <w:r w:rsidR="00046589">
        <w:t xml:space="preserve"> </w:t>
      </w:r>
      <w:r>
        <w:t>practice</w:t>
      </w:r>
      <w:r w:rsidR="00046589">
        <w:t xml:space="preserve"> </w:t>
      </w:r>
      <w:r>
        <w:t>stock</w:t>
      </w:r>
      <w:r w:rsidR="006F62A6">
        <w:t>-</w:t>
      </w:r>
      <w:r>
        <w:t>raising</w:t>
      </w:r>
      <w:r w:rsidR="00046589">
        <w:t xml:space="preserve"> </w:t>
      </w:r>
      <w:r>
        <w:t>and</w:t>
      </w:r>
      <w:r w:rsidR="00046589">
        <w:t xml:space="preserve"> </w:t>
      </w:r>
      <w:r>
        <w:t>oasis</w:t>
      </w:r>
      <w:r w:rsidR="006F62A6">
        <w:t>-</w:t>
      </w:r>
      <w:r>
        <w:t>agriculture</w:t>
      </w:r>
      <w:r w:rsidR="00046589">
        <w:t xml:space="preserve"> </w:t>
      </w:r>
      <w:r>
        <w:t>;</w:t>
      </w:r>
      <w:r w:rsidR="00046589">
        <w:t xml:space="preserve"> </w:t>
      </w:r>
      <w:r>
        <w:t>they</w:t>
      </w:r>
      <w:r w:rsidR="00046589">
        <w:t xml:space="preserve"> </w:t>
      </w:r>
      <w:r>
        <w:t>are</w:t>
      </w:r>
      <w:r w:rsidR="00046589">
        <w:t xml:space="preserve"> </w:t>
      </w:r>
      <w:r>
        <w:t>either</w:t>
      </w:r>
      <w:r w:rsidR="00046589">
        <w:t xml:space="preserve"> </w:t>
      </w:r>
      <w:proofErr w:type="spellStart"/>
      <w:r>
        <w:t>bedouins</w:t>
      </w:r>
      <w:proofErr w:type="spellEnd"/>
      <w:r w:rsidR="00046589">
        <w:t xml:space="preserve"> </w:t>
      </w:r>
      <w:r>
        <w:t>or</w:t>
      </w:r>
      <w:r w:rsidR="00046589">
        <w:t xml:space="preserve"> </w:t>
      </w:r>
      <w:r>
        <w:t>semi</w:t>
      </w:r>
      <w:r w:rsidR="006F62A6">
        <w:t>-</w:t>
      </w:r>
      <w:r>
        <w:t>nomads.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badawa</w:t>
      </w:r>
      <w:proofErr w:type="spellEnd"/>
      <w:r w:rsidR="00046589">
        <w:t xml:space="preserve"> </w:t>
      </w:r>
      <w:r>
        <w:t>people</w:t>
      </w:r>
      <w:r w:rsidR="00046589">
        <w:t xml:space="preserve"> </w:t>
      </w:r>
      <w:r>
        <w:t>live</w:t>
      </w:r>
      <w:r w:rsidR="00046589">
        <w:t xml:space="preserve"> </w:t>
      </w:r>
      <w:r>
        <w:t>a</w:t>
      </w:r>
      <w:r w:rsidR="00046589">
        <w:t xml:space="preserve"> </w:t>
      </w:r>
      <w:r>
        <w:t>natural</w:t>
      </w:r>
      <w:r w:rsidR="00046589">
        <w:t xml:space="preserve"> </w:t>
      </w:r>
      <w:r>
        <w:t>life</w:t>
      </w:r>
      <w:r w:rsidR="00046589">
        <w:t xml:space="preserve"> </w:t>
      </w:r>
      <w:r>
        <w:t>whose</w:t>
      </w:r>
      <w:r w:rsidR="00046589">
        <w:t xml:space="preserve"> </w:t>
      </w:r>
      <w:r>
        <w:t>simplicity</w:t>
      </w:r>
      <w:r w:rsidR="00046589">
        <w:t xml:space="preserve"> </w:t>
      </w:r>
      <w:r>
        <w:t>engenders</w:t>
      </w:r>
      <w:r w:rsidR="00046589">
        <w:t xml:space="preserve"> </w:t>
      </w:r>
      <w:r>
        <w:t>certain</w:t>
      </w:r>
      <w:r w:rsidR="00046589">
        <w:t xml:space="preserve"> </w:t>
      </w:r>
      <w:r>
        <w:t>physical</w:t>
      </w:r>
      <w:r w:rsidR="00046589">
        <w:t xml:space="preserve"> </w:t>
      </w:r>
      <w:r>
        <w:t>and</w:t>
      </w:r>
      <w:r w:rsidR="00046589">
        <w:t xml:space="preserve"> </w:t>
      </w:r>
      <w:r>
        <w:t>moral</w:t>
      </w:r>
      <w:r w:rsidR="00046589">
        <w:t xml:space="preserve"> </w:t>
      </w:r>
      <w:r>
        <w:t>qualities.</w:t>
      </w:r>
      <w:r w:rsidR="00046589">
        <w:t xml:space="preserve"> </w:t>
      </w:r>
      <w:r>
        <w:t>Used</w:t>
      </w:r>
      <w:r w:rsidR="00046589">
        <w:t xml:space="preserve"> </w:t>
      </w:r>
      <w:r>
        <w:t>to</w:t>
      </w:r>
      <w:r w:rsidR="00046589">
        <w:t xml:space="preserve"> </w:t>
      </w:r>
      <w:r>
        <w:t>stand</w:t>
      </w:r>
      <w:r w:rsidR="00046589">
        <w:t xml:space="preserve"> </w:t>
      </w:r>
      <w:r>
        <w:t>up</w:t>
      </w:r>
      <w:r w:rsidR="00046589">
        <w:t xml:space="preserve"> </w:t>
      </w:r>
      <w:r>
        <w:t>to</w:t>
      </w:r>
      <w:r w:rsidR="00046589">
        <w:t xml:space="preserve"> </w:t>
      </w:r>
      <w:r>
        <w:t>hardship</w:t>
      </w:r>
      <w:r w:rsidR="00046589">
        <w:t xml:space="preserve"> </w:t>
      </w:r>
      <w:r>
        <w:t>they</w:t>
      </w:r>
      <w:r w:rsidR="00046589">
        <w:t xml:space="preserve"> </w:t>
      </w:r>
      <w:r>
        <w:t>are</w:t>
      </w:r>
      <w:r w:rsidR="00046589">
        <w:t xml:space="preserve"> </w:t>
      </w:r>
      <w:r>
        <w:t>brave</w:t>
      </w:r>
      <w:r w:rsidR="00046589">
        <w:t xml:space="preserve"> </w:t>
      </w:r>
      <w:r>
        <w:t>and</w:t>
      </w:r>
      <w:r w:rsidR="00046589">
        <w:t xml:space="preserve"> </w:t>
      </w:r>
      <w:r>
        <w:t>live</w:t>
      </w:r>
      <w:r w:rsidR="00046589">
        <w:t xml:space="preserve"> </w:t>
      </w:r>
      <w:r>
        <w:t>on</w:t>
      </w:r>
      <w:r w:rsidR="00046589">
        <w:t xml:space="preserve"> </w:t>
      </w:r>
      <w:r>
        <w:t>the</w:t>
      </w:r>
      <w:r w:rsidR="00046589">
        <w:t xml:space="preserve"> </w:t>
      </w:r>
      <w:r>
        <w:t>close</w:t>
      </w:r>
      <w:r w:rsidR="006F62A6">
        <w:t>-</w:t>
      </w:r>
      <w:r>
        <w:t>knit</w:t>
      </w:r>
      <w:r w:rsidR="00046589">
        <w:t xml:space="preserve"> </w:t>
      </w:r>
      <w:r>
        <w:t>ties</w:t>
      </w:r>
      <w:r w:rsidR="00046589">
        <w:t xml:space="preserve"> </w:t>
      </w:r>
      <w:r>
        <w:t>of</w:t>
      </w:r>
      <w:r w:rsidR="00046589">
        <w:t xml:space="preserve"> </w:t>
      </w:r>
      <w:r>
        <w:t>common</w:t>
      </w:r>
      <w:r w:rsidR="00046589">
        <w:t xml:space="preserve"> </w:t>
      </w:r>
      <w:r>
        <w:t>ancestry</w:t>
      </w:r>
      <w:r w:rsidR="00046589">
        <w:t xml:space="preserve"> </w:t>
      </w:r>
      <w:r>
        <w:t>or</w:t>
      </w:r>
      <w:r w:rsidR="00046589">
        <w:t xml:space="preserve"> </w:t>
      </w:r>
      <w:r>
        <w:t>common</w:t>
      </w:r>
      <w:r w:rsidR="00046589">
        <w:t xml:space="preserve"> </w:t>
      </w:r>
      <w:r>
        <w:t>interests.</w:t>
      </w:r>
      <w:r w:rsidR="00046589">
        <w:t xml:space="preserve"> </w:t>
      </w:r>
      <w:r>
        <w:t>The</w:t>
      </w:r>
      <w:r w:rsidR="00046589">
        <w:t xml:space="preserve"> </w:t>
      </w:r>
      <w:r>
        <w:t>manifest</w:t>
      </w:r>
      <w:r w:rsidR="00046589">
        <w:t xml:space="preserve"> </w:t>
      </w:r>
      <w:r>
        <w:t>link</w:t>
      </w:r>
      <w:r w:rsidR="00046589">
        <w:t xml:space="preserve"> </w:t>
      </w:r>
      <w:r>
        <w:t>uniting</w:t>
      </w:r>
      <w:r w:rsidR="00046589">
        <w:t xml:space="preserve"> </w:t>
      </w:r>
      <w:r>
        <w:t>them</w:t>
      </w:r>
      <w:r w:rsidR="00046589">
        <w:t xml:space="preserve"> </w:t>
      </w:r>
      <w:r>
        <w:t>is</w:t>
      </w:r>
      <w:r w:rsidR="00046589">
        <w:t xml:space="preserve"> </w:t>
      </w:r>
      <w:proofErr w:type="spellStart"/>
      <w:r w:rsidRPr="003C40D7">
        <w:rPr>
          <w:rStyle w:val="libItalicChar"/>
        </w:rPr>
        <w:t>asabiyya</w:t>
      </w:r>
      <w:proofErr w:type="spellEnd"/>
      <w:r w:rsidR="00046589">
        <w:t xml:space="preserve"> </w:t>
      </w:r>
      <w:r>
        <w:t>or</w:t>
      </w:r>
      <w:r w:rsidR="00046589">
        <w:t xml:space="preserve"> </w:t>
      </w:r>
      <w:r>
        <w:t>social</w:t>
      </w:r>
      <w:r w:rsidR="00046589">
        <w:t xml:space="preserve"> </w:t>
      </w:r>
      <w:r>
        <w:t>solidarity.</w:t>
      </w:r>
      <w:r w:rsidR="00046589">
        <w:t xml:space="preserve"> </w:t>
      </w:r>
      <w:r>
        <w:t>After</w:t>
      </w:r>
      <w:r w:rsidR="00046589">
        <w:t xml:space="preserve"> </w:t>
      </w:r>
      <w:r>
        <w:t>the</w:t>
      </w:r>
      <w:r w:rsidR="00046589">
        <w:t xml:space="preserve"> </w:t>
      </w:r>
      <w:r>
        <w:t>necessary</w:t>
      </w:r>
      <w:r w:rsidR="00046589">
        <w:t xml:space="preserve"> </w:t>
      </w:r>
      <w:r>
        <w:t>aggrandizement</w:t>
      </w:r>
      <w:r w:rsidR="00046589">
        <w:t xml:space="preserve"> </w:t>
      </w:r>
      <w:r>
        <w:t>of</w:t>
      </w:r>
      <w:r w:rsidR="00046589">
        <w:t xml:space="preserve"> </w:t>
      </w:r>
      <w:r>
        <w:t>scale,</w:t>
      </w:r>
      <w:r w:rsidR="00046589">
        <w:t xml:space="preserve"> </w:t>
      </w:r>
      <w:r>
        <w:t>these</w:t>
      </w:r>
      <w:r w:rsidR="00046589">
        <w:t xml:space="preserve"> </w:t>
      </w:r>
      <w:r>
        <w:t>semi</w:t>
      </w:r>
      <w:r w:rsidR="006F62A6">
        <w:t>-</w:t>
      </w:r>
      <w:r>
        <w:t>nomads</w:t>
      </w:r>
      <w:r w:rsidR="00046589">
        <w:t xml:space="preserve"> </w:t>
      </w:r>
      <w:r>
        <w:t>are</w:t>
      </w:r>
      <w:r w:rsidR="00046589">
        <w:t xml:space="preserve"> </w:t>
      </w:r>
      <w:r>
        <w:t>able</w:t>
      </w:r>
      <w:r w:rsidR="00046589">
        <w:t xml:space="preserve"> </w:t>
      </w:r>
      <w:r>
        <w:t>to</w:t>
      </w:r>
      <w:r w:rsidR="00046589">
        <w:t xml:space="preserve"> </w:t>
      </w:r>
      <w:r>
        <w:t>conquer</w:t>
      </w:r>
      <w:r w:rsidR="00046589">
        <w:t xml:space="preserve"> </w:t>
      </w:r>
      <w:r>
        <w:t>an</w:t>
      </w:r>
      <w:r w:rsidR="00046589">
        <w:t xml:space="preserve"> </w:t>
      </w:r>
      <w:r>
        <w:t>existing</w:t>
      </w:r>
      <w:r w:rsidR="00046589">
        <w:t xml:space="preserve"> </w:t>
      </w:r>
      <w:r>
        <w:t>civilized</w:t>
      </w:r>
      <w:r w:rsidR="00046589">
        <w:t xml:space="preserve"> </w:t>
      </w:r>
      <w:r>
        <w:t>state,</w:t>
      </w:r>
      <w:r w:rsidR="00046589">
        <w:t xml:space="preserve"> </w:t>
      </w:r>
      <w:r>
        <w:t>or</w:t>
      </w:r>
      <w:r w:rsidR="00046589">
        <w:t xml:space="preserve"> </w:t>
      </w:r>
      <w:r>
        <w:t>to</w:t>
      </w:r>
      <w:r w:rsidR="00046589">
        <w:t xml:space="preserve"> </w:t>
      </w:r>
      <w:r>
        <w:t>create</w:t>
      </w:r>
      <w:r w:rsidR="00046589">
        <w:t xml:space="preserve"> </w:t>
      </w:r>
      <w:r>
        <w:t>one</w:t>
      </w:r>
      <w:r w:rsidR="00046589">
        <w:t xml:space="preserve"> </w:t>
      </w:r>
      <w:r>
        <w:t>;</w:t>
      </w:r>
      <w:r w:rsidR="00046589">
        <w:t xml:space="preserve"> </w:t>
      </w:r>
      <w:r>
        <w:t>because</w:t>
      </w:r>
      <w:r w:rsidR="00046589">
        <w:t xml:space="preserve"> </w:t>
      </w:r>
      <w:r>
        <w:t>their</w:t>
      </w:r>
      <w:r w:rsidR="00046589">
        <w:t xml:space="preserve"> </w:t>
      </w:r>
      <w:r>
        <w:t>striking</w:t>
      </w:r>
      <w:r w:rsidR="00046589">
        <w:t xml:space="preserve"> </w:t>
      </w:r>
      <w:r>
        <w:t>power</w:t>
      </w:r>
      <w:r w:rsidR="00046589">
        <w:t xml:space="preserve"> </w:t>
      </w:r>
      <w:r>
        <w:t>is</w:t>
      </w:r>
      <w:r w:rsidR="00046589">
        <w:t xml:space="preserve"> </w:t>
      </w:r>
      <w:r>
        <w:t>sustained</w:t>
      </w:r>
      <w:r w:rsidR="00046589">
        <w:t xml:space="preserve"> </w:t>
      </w:r>
      <w:r>
        <w:t>by</w:t>
      </w:r>
      <w:r w:rsidR="00046589">
        <w:t xml:space="preserve"> </w:t>
      </w:r>
      <w:r>
        <w:t>an</w:t>
      </w:r>
      <w:r w:rsidR="00046589">
        <w:t xml:space="preserve"> </w:t>
      </w:r>
      <w:r>
        <w:t>intense</w:t>
      </w:r>
      <w:r w:rsidR="00046589">
        <w:t xml:space="preserve"> </w:t>
      </w:r>
      <w:r>
        <w:t>feeling</w:t>
      </w:r>
      <w:r w:rsidR="00046589">
        <w:t xml:space="preserve"> </w:t>
      </w:r>
      <w:r>
        <w:t>of</w:t>
      </w:r>
      <w:r w:rsidR="00046589">
        <w:t xml:space="preserve"> </w:t>
      </w:r>
      <w:r>
        <w:t>inner</w:t>
      </w:r>
      <w:r w:rsidR="00046589">
        <w:t xml:space="preserve"> </w:t>
      </w:r>
      <w:r>
        <w:t>cohesion</w:t>
      </w:r>
      <w:r w:rsidR="00046589">
        <w:t xml:space="preserve"> </w:t>
      </w:r>
      <w:r>
        <w:t>and</w:t>
      </w:r>
      <w:r w:rsidR="00046589">
        <w:t xml:space="preserve"> </w:t>
      </w:r>
      <w:r>
        <w:t>solidarity.</w:t>
      </w:r>
      <w:r w:rsidR="00046589">
        <w:t xml:space="preserve"> </w:t>
      </w:r>
      <w:r>
        <w:t>As</w:t>
      </w:r>
      <w:r w:rsidR="00046589">
        <w:t xml:space="preserve"> </w:t>
      </w:r>
      <w:r>
        <w:t>time</w:t>
      </w:r>
      <w:r w:rsidR="00046589">
        <w:t xml:space="preserve"> </w:t>
      </w:r>
      <w:r>
        <w:t>is</w:t>
      </w:r>
      <w:r w:rsidR="00046589">
        <w:t xml:space="preserve"> </w:t>
      </w:r>
      <w:r>
        <w:t>wheeling</w:t>
      </w:r>
      <w:r w:rsidR="00046589">
        <w:t xml:space="preserve"> </w:t>
      </w:r>
      <w:r>
        <w:t>on,</w:t>
      </w:r>
      <w:r w:rsidR="00046589">
        <w:t xml:space="preserve"> </w:t>
      </w:r>
      <w:r>
        <w:t>some</w:t>
      </w:r>
      <w:r w:rsidR="00046589">
        <w:t xml:space="preserve"> </w:t>
      </w:r>
      <w:r>
        <w:t>tribes</w:t>
      </w:r>
      <w:r w:rsidR="00046589">
        <w:t xml:space="preserve"> </w:t>
      </w:r>
      <w:r>
        <w:t>get</w:t>
      </w:r>
      <w:r w:rsidR="00046589">
        <w:t xml:space="preserve"> </w:t>
      </w:r>
      <w:r>
        <w:t>lured</w:t>
      </w:r>
      <w:r w:rsidR="00046589">
        <w:t xml:space="preserve"> </w:t>
      </w:r>
      <w:r>
        <w:t>into</w:t>
      </w:r>
      <w:r w:rsidR="00046589">
        <w:t xml:space="preserve"> </w:t>
      </w:r>
      <w:r>
        <w:t>the</w:t>
      </w:r>
      <w:r w:rsidR="00046589">
        <w:t xml:space="preserve"> </w:t>
      </w:r>
      <w:r>
        <w:t>attractions</w:t>
      </w:r>
      <w:r w:rsidR="00046589">
        <w:t xml:space="preserve"> </w:t>
      </w:r>
      <w:r>
        <w:t>of</w:t>
      </w:r>
      <w:r w:rsidR="00046589">
        <w:t xml:space="preserve"> </w:t>
      </w:r>
      <w:r>
        <w:t>civilization.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>
        <w:t>underlines</w:t>
      </w:r>
      <w:r w:rsidR="00046589">
        <w:t xml:space="preserve"> </w:t>
      </w:r>
      <w:r>
        <w:t>the</w:t>
      </w:r>
      <w:r w:rsidR="00046589">
        <w:t xml:space="preserve"> </w:t>
      </w:r>
      <w:r>
        <w:t>progressive</w:t>
      </w:r>
      <w:r w:rsidR="00046589">
        <w:t xml:space="preserve"> </w:t>
      </w:r>
      <w:r>
        <w:t>division</w:t>
      </w:r>
      <w:r w:rsidR="00046589">
        <w:t xml:space="preserve"> </w:t>
      </w:r>
      <w:r>
        <w:t>of</w:t>
      </w:r>
      <w:r w:rsidR="00046589">
        <w:t xml:space="preserve"> </w:t>
      </w:r>
      <w:proofErr w:type="spellStart"/>
      <w:r>
        <w:t>labour</w:t>
      </w:r>
      <w:proofErr w:type="spellEnd"/>
      <w:r w:rsidR="00046589">
        <w:t xml:space="preserve"> </w:t>
      </w:r>
      <w:r>
        <w:t>as</w:t>
      </w:r>
      <w:r w:rsidR="00046589">
        <w:t xml:space="preserve"> </w:t>
      </w:r>
      <w:r>
        <w:t>a</w:t>
      </w:r>
      <w:r w:rsidR="00046589">
        <w:t xml:space="preserve"> </w:t>
      </w:r>
      <w:r>
        <w:t>consequence</w:t>
      </w:r>
      <w:r w:rsidR="00046589">
        <w:t xml:space="preserve"> </w:t>
      </w:r>
      <w:r>
        <w:t>of</w:t>
      </w:r>
      <w:r w:rsidR="00046589">
        <w:t xml:space="preserve"> </w:t>
      </w:r>
      <w:r>
        <w:t>scale</w:t>
      </w:r>
      <w:r w:rsidR="00046589">
        <w:t xml:space="preserve"> </w:t>
      </w:r>
      <w:r>
        <w:t>aggrandizement.</w:t>
      </w:r>
      <w:r w:rsidR="00046589">
        <w:t xml:space="preserve"> </w:t>
      </w:r>
      <w:r>
        <w:t>The</w:t>
      </w:r>
      <w:r w:rsidR="00046589">
        <w:t xml:space="preserve"> </w:t>
      </w:r>
      <w:r>
        <w:t>ensuing</w:t>
      </w:r>
      <w:r w:rsidR="00046589">
        <w:t xml:space="preserve"> </w:t>
      </w:r>
      <w:r>
        <w:t>rise</w:t>
      </w:r>
      <w:r w:rsidR="00046589">
        <w:t xml:space="preserve"> </w:t>
      </w:r>
      <w:r>
        <w:t>in</w:t>
      </w:r>
      <w:r w:rsidR="00046589">
        <w:t xml:space="preserve"> </w:t>
      </w:r>
      <w:r>
        <w:t>productivity</w:t>
      </w:r>
      <w:r w:rsidR="00046589">
        <w:t xml:space="preserve"> </w:t>
      </w:r>
      <w:r>
        <w:t>creates</w:t>
      </w:r>
      <w:r w:rsidR="00046589">
        <w:t xml:space="preserve"> </w:t>
      </w:r>
      <w:r>
        <w:t>a</w:t>
      </w:r>
      <w:r w:rsidR="00046589">
        <w:t xml:space="preserve"> </w:t>
      </w:r>
      <w:r>
        <w:t>surplus,</w:t>
      </w:r>
      <w:r w:rsidR="00046589">
        <w:t xml:space="preserve"> </w:t>
      </w:r>
      <w:r>
        <w:t>so</w:t>
      </w:r>
      <w:r w:rsidR="00046589">
        <w:t xml:space="preserve"> </w:t>
      </w:r>
      <w:r>
        <w:t>that</w:t>
      </w:r>
      <w:r w:rsidR="00046589">
        <w:t xml:space="preserve"> </w:t>
      </w:r>
      <w:r>
        <w:t>trade</w:t>
      </w:r>
      <w:r w:rsidR="00046589">
        <w:t xml:space="preserve"> </w:t>
      </w:r>
      <w:r>
        <w:t>intensifies</w:t>
      </w:r>
      <w:r w:rsidR="00046589">
        <w:t xml:space="preserve"> </w:t>
      </w:r>
      <w:r>
        <w:t>between</w:t>
      </w:r>
      <w:r w:rsidR="00046589">
        <w:t xml:space="preserve"> </w:t>
      </w:r>
      <w:r>
        <w:t>food</w:t>
      </w:r>
      <w:r w:rsidR="00046589">
        <w:t xml:space="preserve"> </w:t>
      </w:r>
      <w:r>
        <w:t>producers</w:t>
      </w:r>
      <w:r w:rsidR="00046589">
        <w:t xml:space="preserve"> </w:t>
      </w:r>
      <w:r>
        <w:t>and</w:t>
      </w:r>
      <w:r w:rsidR="00046589">
        <w:t xml:space="preserve"> </w:t>
      </w:r>
      <w:r>
        <w:t>craftsmen.</w:t>
      </w:r>
    </w:p>
    <w:p w:rsidR="003C40D7" w:rsidRDefault="003C40D7" w:rsidP="003C40D7">
      <w:pPr>
        <w:pStyle w:val="libNormal"/>
      </w:pPr>
    </w:p>
    <w:p w:rsidR="003C40D7" w:rsidRDefault="003C40D7" w:rsidP="003C40D7">
      <w:pPr>
        <w:pStyle w:val="Heading2Center"/>
      </w:pPr>
      <w:bookmarkStart w:id="6" w:name="_Toc446763485"/>
      <w:r>
        <w:t>2.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t>umran</w:t>
      </w:r>
      <w:proofErr w:type="spellEnd"/>
      <w:r w:rsidR="00046589">
        <w:t xml:space="preserve"> </w:t>
      </w:r>
      <w:proofErr w:type="spellStart"/>
      <w:r w:rsidRPr="003C40D7">
        <w:t>hadari</w:t>
      </w:r>
      <w:bookmarkEnd w:id="6"/>
      <w:proofErr w:type="spellEnd"/>
    </w:p>
    <w:p w:rsidR="003C40D7" w:rsidRDefault="003C40D7" w:rsidP="003C40D7">
      <w:pPr>
        <w:pStyle w:val="libNormal"/>
      </w:pPr>
      <w:r>
        <w:t>This</w:t>
      </w:r>
      <w:r w:rsidR="00046589">
        <w:t xml:space="preserve"> </w:t>
      </w:r>
      <w:r>
        <w:t>is</w:t>
      </w:r>
      <w:r w:rsidR="00046589">
        <w:t xml:space="preserve"> </w:t>
      </w:r>
      <w:r>
        <w:t>the</w:t>
      </w:r>
      <w:r w:rsidR="00046589">
        <w:t xml:space="preserve"> </w:t>
      </w:r>
      <w:r>
        <w:t>sedentary</w:t>
      </w:r>
      <w:r w:rsidR="00046589">
        <w:t xml:space="preserve"> </w:t>
      </w:r>
      <w:r>
        <w:t>way</w:t>
      </w:r>
      <w:r w:rsidR="00046589">
        <w:t xml:space="preserve"> </w:t>
      </w:r>
      <w:r>
        <w:t>of</w:t>
      </w:r>
      <w:r w:rsidR="00046589">
        <w:t xml:space="preserve"> </w:t>
      </w:r>
      <w:r>
        <w:t>life</w:t>
      </w:r>
      <w:r w:rsidR="00046589">
        <w:t xml:space="preserve"> </w:t>
      </w:r>
      <w:r>
        <w:t>or</w:t>
      </w:r>
      <w:r w:rsidR="00046589">
        <w:t xml:space="preserve"> </w:t>
      </w:r>
      <w:r>
        <w:t>the</w:t>
      </w:r>
      <w:r w:rsidR="00046589">
        <w:t xml:space="preserve"> </w:t>
      </w:r>
      <w:r>
        <w:t>civilized</w:t>
      </w:r>
      <w:r w:rsidR="00046589">
        <w:t xml:space="preserve"> </w:t>
      </w:r>
      <w:r>
        <w:t>society</w:t>
      </w:r>
      <w:r w:rsidR="00046589">
        <w:t xml:space="preserve"> </w:t>
      </w:r>
      <w:r>
        <w:t>with</w:t>
      </w:r>
      <w:r w:rsidR="00046589">
        <w:t xml:space="preserve"> </w:t>
      </w:r>
      <w:r>
        <w:t>people</w:t>
      </w:r>
      <w:r w:rsidR="00046589">
        <w:t xml:space="preserve"> </w:t>
      </w:r>
      <w:r>
        <w:t>living</w:t>
      </w:r>
      <w:r w:rsidR="00046589">
        <w:t xml:space="preserve"> </w:t>
      </w:r>
      <w:r>
        <w:t>in</w:t>
      </w:r>
      <w:r w:rsidR="00046589">
        <w:t xml:space="preserve"> </w:t>
      </w:r>
      <w:r>
        <w:t>big</w:t>
      </w:r>
      <w:r w:rsidR="00046589">
        <w:t xml:space="preserve"> </w:t>
      </w:r>
      <w:r>
        <w:t>and</w:t>
      </w:r>
      <w:r w:rsidR="00046589">
        <w:t xml:space="preserve"> </w:t>
      </w:r>
      <w:r>
        <w:t>complex</w:t>
      </w:r>
      <w:r w:rsidR="00046589">
        <w:t xml:space="preserve"> </w:t>
      </w:r>
      <w:r>
        <w:t>cities.</w:t>
      </w:r>
      <w:r w:rsidR="00046589">
        <w:t xml:space="preserve"> </w:t>
      </w:r>
      <w:r>
        <w:t>The</w:t>
      </w:r>
      <w:r w:rsidR="00046589">
        <w:t xml:space="preserve"> </w:t>
      </w:r>
      <w:r>
        <w:t>luxury</w:t>
      </w:r>
      <w:r w:rsidR="00046589">
        <w:t xml:space="preserve"> </w:t>
      </w:r>
      <w:r>
        <w:t>of</w:t>
      </w:r>
      <w:r w:rsidR="00046589">
        <w:t xml:space="preserve"> </w:t>
      </w:r>
      <w:proofErr w:type="spellStart"/>
      <w:r w:rsidRPr="003C40D7">
        <w:rPr>
          <w:rStyle w:val="libItalicChar"/>
        </w:rPr>
        <w:t>hadara</w:t>
      </w:r>
      <w:proofErr w:type="spellEnd"/>
      <w:r w:rsidR="00046589">
        <w:t xml:space="preserve"> </w:t>
      </w:r>
      <w:r>
        <w:t>is</w:t>
      </w:r>
      <w:r w:rsidR="00046589">
        <w:t xml:space="preserve"> </w:t>
      </w:r>
      <w:r>
        <w:t>the</w:t>
      </w:r>
      <w:r w:rsidR="00046589">
        <w:t xml:space="preserve"> </w:t>
      </w:r>
      <w:r>
        <w:t>result</w:t>
      </w:r>
      <w:r w:rsidR="00046589">
        <w:t xml:space="preserve"> </w:t>
      </w:r>
      <w:r>
        <w:t>of</w:t>
      </w:r>
      <w:r w:rsidR="00046589">
        <w:t xml:space="preserve"> </w:t>
      </w:r>
      <w:r>
        <w:t>advanced</w:t>
      </w:r>
      <w:r w:rsidR="00046589">
        <w:t xml:space="preserve"> </w:t>
      </w:r>
      <w:r>
        <w:t>technical</w:t>
      </w:r>
      <w:r w:rsidR="00046589">
        <w:t xml:space="preserve"> </w:t>
      </w:r>
      <w:r>
        <w:t>skills.</w:t>
      </w:r>
      <w:r w:rsidR="00046589">
        <w:t xml:space="preserve"> </w:t>
      </w:r>
      <w:r>
        <w:t>But</w:t>
      </w:r>
      <w:r w:rsidR="00046589">
        <w:t xml:space="preserve"> </w:t>
      </w:r>
      <w:r>
        <w:t>the</w:t>
      </w:r>
      <w:r w:rsidR="00046589">
        <w:t xml:space="preserve"> </w:t>
      </w:r>
      <w:r>
        <w:t>desires</w:t>
      </w:r>
      <w:r w:rsidR="00046589">
        <w:t xml:space="preserve"> </w:t>
      </w:r>
      <w:r>
        <w:t>of</w:t>
      </w:r>
      <w:r w:rsidR="00046589">
        <w:t xml:space="preserve"> </w:t>
      </w:r>
      <w:r>
        <w:t>townspeople</w:t>
      </w:r>
      <w:r w:rsidR="00046589">
        <w:t xml:space="preserve"> </w:t>
      </w:r>
      <w:r>
        <w:t>soon</w:t>
      </w:r>
      <w:r w:rsidR="00046589">
        <w:t xml:space="preserve"> </w:t>
      </w:r>
      <w:r>
        <w:t>become</w:t>
      </w:r>
      <w:r w:rsidR="00046589">
        <w:t xml:space="preserve"> </w:t>
      </w:r>
      <w:r>
        <w:t>unlimited.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process</w:t>
      </w:r>
      <w:r w:rsidR="00046589">
        <w:t xml:space="preserve"> </w:t>
      </w:r>
      <w:r>
        <w:t>of</w:t>
      </w:r>
      <w:r w:rsidR="00046589">
        <w:t xml:space="preserve"> </w:t>
      </w:r>
      <w:r>
        <w:t>urbanization,</w:t>
      </w:r>
      <w:r w:rsidR="00046589">
        <w:t xml:space="preserve"> </w:t>
      </w:r>
      <w:r>
        <w:t>this</w:t>
      </w:r>
      <w:r w:rsidR="00046589">
        <w:t xml:space="preserve"> </w:t>
      </w:r>
      <w:r>
        <w:t>is</w:t>
      </w:r>
      <w:r w:rsidR="00046589">
        <w:t xml:space="preserve"> </w:t>
      </w:r>
      <w:r>
        <w:t>a</w:t>
      </w:r>
      <w:r w:rsidR="00046589">
        <w:t xml:space="preserve"> </w:t>
      </w:r>
      <w:r>
        <w:t>few</w:t>
      </w:r>
      <w:r w:rsidR="00046589">
        <w:t xml:space="preserve"> </w:t>
      </w:r>
      <w:r>
        <w:t>generations</w:t>
      </w:r>
      <w:r w:rsidR="00046589">
        <w:t xml:space="preserve"> </w:t>
      </w:r>
      <w:r>
        <w:t>after</w:t>
      </w:r>
      <w:r w:rsidR="00046589">
        <w:t xml:space="preserve"> </w:t>
      </w:r>
      <w:r>
        <w:t>a</w:t>
      </w:r>
      <w:r w:rsidR="00046589">
        <w:t xml:space="preserve"> </w:t>
      </w:r>
      <w:r>
        <w:t>powerful</w:t>
      </w:r>
      <w:r w:rsidR="00046589">
        <w:t xml:space="preserve"> </w:t>
      </w:r>
      <w:r>
        <w:t>tribe</w:t>
      </w:r>
      <w:r w:rsidR="00046589">
        <w:t xml:space="preserve"> </w:t>
      </w:r>
      <w:r>
        <w:t>has</w:t>
      </w:r>
      <w:r w:rsidR="00046589">
        <w:t xml:space="preserve"> </w:t>
      </w:r>
      <w:r>
        <w:t>taken</w:t>
      </w:r>
      <w:r w:rsidR="00046589">
        <w:t xml:space="preserve"> </w:t>
      </w:r>
      <w:r>
        <w:t>over</w:t>
      </w:r>
      <w:r w:rsidR="00046589">
        <w:t xml:space="preserve"> </w:t>
      </w:r>
      <w:r>
        <w:t>power</w:t>
      </w:r>
      <w:r w:rsidR="00046589">
        <w:t xml:space="preserve"> </w:t>
      </w:r>
      <w:r>
        <w:t>in</w:t>
      </w:r>
      <w:r w:rsidR="00046589">
        <w:t xml:space="preserve"> </w:t>
      </w:r>
      <w:r>
        <w:t>an</w:t>
      </w:r>
      <w:r w:rsidR="00046589">
        <w:t xml:space="preserve"> </w:t>
      </w:r>
      <w:r>
        <w:t>existing</w:t>
      </w:r>
      <w:r w:rsidR="00046589">
        <w:t xml:space="preserve"> </w:t>
      </w:r>
      <w:r>
        <w:t>state,</w:t>
      </w:r>
      <w:r w:rsidR="00046589">
        <w:t xml:space="preserve"> </w:t>
      </w:r>
      <w:r>
        <w:t>detribalization</w:t>
      </w:r>
      <w:r w:rsidR="00046589">
        <w:t xml:space="preserve"> </w:t>
      </w:r>
      <w:r>
        <w:t>sets</w:t>
      </w:r>
      <w:r w:rsidR="00046589">
        <w:t xml:space="preserve"> </w:t>
      </w:r>
      <w:r>
        <w:t>in</w:t>
      </w:r>
      <w:r w:rsidR="00046589">
        <w:t xml:space="preserve"> </w:t>
      </w:r>
      <w:r>
        <w:t>and</w:t>
      </w:r>
      <w:r w:rsidR="00046589">
        <w:t xml:space="preserve"> </w:t>
      </w:r>
      <w:proofErr w:type="spellStart"/>
      <w:r w:rsidRPr="003C40D7">
        <w:rPr>
          <w:rStyle w:val="libItalicChar"/>
        </w:rPr>
        <w:t>asabiyya</w:t>
      </w:r>
      <w:proofErr w:type="spellEnd"/>
      <w:r w:rsidR="00046589">
        <w:t xml:space="preserve"> </w:t>
      </w:r>
      <w:r>
        <w:t>gradually</w:t>
      </w:r>
      <w:r w:rsidR="00046589">
        <w:t xml:space="preserve"> </w:t>
      </w:r>
      <w:r>
        <w:t>weakens.</w:t>
      </w:r>
      <w:r w:rsidR="00046589">
        <w:t xml:space="preserve"> </w:t>
      </w:r>
      <w:r>
        <w:t>The</w:t>
      </w:r>
      <w:r w:rsidR="00046589">
        <w:t xml:space="preserve"> </w:t>
      </w:r>
      <w:r>
        <w:t>conquering</w:t>
      </w:r>
      <w:r w:rsidR="00046589">
        <w:t xml:space="preserve"> </w:t>
      </w:r>
      <w:r>
        <w:t>leader,</w:t>
      </w:r>
      <w:r w:rsidR="00046589">
        <w:t xml:space="preserve"> </w:t>
      </w:r>
      <w:r>
        <w:t>who</w:t>
      </w:r>
      <w:r w:rsidR="00046589">
        <w:t xml:space="preserve"> </w:t>
      </w:r>
      <w:r>
        <w:t>initially</w:t>
      </w:r>
      <w:r w:rsidR="00046589">
        <w:t xml:space="preserve"> </w:t>
      </w:r>
      <w:r>
        <w:t>could</w:t>
      </w:r>
      <w:r w:rsidR="00046589">
        <w:t xml:space="preserve"> </w:t>
      </w:r>
      <w:r>
        <w:t>count</w:t>
      </w:r>
      <w:r w:rsidR="00046589">
        <w:t xml:space="preserve"> </w:t>
      </w:r>
      <w:r>
        <w:t>on</w:t>
      </w:r>
      <w:r w:rsidR="00046589">
        <w:t xml:space="preserve"> </w:t>
      </w:r>
      <w:r>
        <w:t>the</w:t>
      </w:r>
      <w:r w:rsidR="00046589">
        <w:t xml:space="preserve"> </w:t>
      </w:r>
      <w:r>
        <w:t>strong</w:t>
      </w:r>
      <w:r w:rsidR="00046589">
        <w:t xml:space="preserve"> </w:t>
      </w:r>
      <w:r>
        <w:t>solidarity</w:t>
      </w:r>
      <w:r w:rsidR="00046589">
        <w:t xml:space="preserve"> </w:t>
      </w:r>
      <w:r>
        <w:t>ties</w:t>
      </w:r>
      <w:r w:rsidR="00046589">
        <w:t xml:space="preserve"> </w:t>
      </w:r>
      <w:r>
        <w:t>of</w:t>
      </w:r>
      <w:r w:rsidR="00046589">
        <w:t xml:space="preserve"> </w:t>
      </w:r>
      <w:r>
        <w:t>his</w:t>
      </w:r>
      <w:r w:rsidR="00046589">
        <w:t xml:space="preserve"> </w:t>
      </w:r>
      <w:r>
        <w:t>followers,</w:t>
      </w:r>
      <w:r w:rsidR="00046589">
        <w:t xml:space="preserve"> </w:t>
      </w:r>
      <w:r>
        <w:t>is</w:t>
      </w:r>
      <w:r w:rsidR="00046589">
        <w:t xml:space="preserve"> </w:t>
      </w:r>
      <w:r>
        <w:t>obliged</w:t>
      </w:r>
      <w:r w:rsidR="00046589">
        <w:t xml:space="preserve"> </w:t>
      </w:r>
      <w:r>
        <w:t>to</w:t>
      </w:r>
      <w:r w:rsidR="00046589">
        <w:t xml:space="preserve"> </w:t>
      </w:r>
      <w:r>
        <w:t>hire</w:t>
      </w:r>
      <w:r w:rsidR="00046589">
        <w:t xml:space="preserve"> </w:t>
      </w:r>
      <w:r>
        <w:t>mercenaries</w:t>
      </w:r>
      <w:r w:rsidR="00046589">
        <w:t xml:space="preserve"> </w:t>
      </w:r>
      <w:r>
        <w:t>to</w:t>
      </w:r>
      <w:r w:rsidR="00046589">
        <w:t xml:space="preserve"> </w:t>
      </w:r>
      <w:r>
        <w:t>defend</w:t>
      </w:r>
      <w:r w:rsidR="00046589">
        <w:t xml:space="preserve"> </w:t>
      </w:r>
      <w:r>
        <w:t>himself</w:t>
      </w:r>
      <w:r w:rsidR="00046589">
        <w:t xml:space="preserve"> </w:t>
      </w:r>
      <w:r>
        <w:t>and</w:t>
      </w:r>
      <w:r w:rsidR="00046589">
        <w:t xml:space="preserve"> </w:t>
      </w:r>
      <w:r>
        <w:t>to</w:t>
      </w:r>
      <w:r w:rsidR="00046589">
        <w:t xml:space="preserve"> </w:t>
      </w:r>
      <w:r>
        <w:t>guarantee</w:t>
      </w:r>
      <w:r w:rsidR="00046589">
        <w:t xml:space="preserve"> </w:t>
      </w:r>
      <w:r>
        <w:t>his</w:t>
      </w:r>
      <w:r w:rsidR="00046589">
        <w:t xml:space="preserve"> </w:t>
      </w:r>
      <w:r>
        <w:t>power</w:t>
      </w:r>
      <w:r w:rsidR="00046589">
        <w:t xml:space="preserve"> </w:t>
      </w:r>
      <w:r>
        <w:t>and</w:t>
      </w:r>
      <w:r w:rsidR="00046589">
        <w:t xml:space="preserve"> </w:t>
      </w:r>
      <w:r>
        <w:t>his</w:t>
      </w:r>
      <w:r w:rsidR="00046589">
        <w:t xml:space="preserve"> </w:t>
      </w:r>
      <w:r>
        <w:t>authority.</w:t>
      </w:r>
      <w:r w:rsidR="00046589">
        <w:t xml:space="preserve"> </w:t>
      </w:r>
      <w:r>
        <w:t>With</w:t>
      </w:r>
      <w:r w:rsidR="00046589">
        <w:t xml:space="preserve"> </w:t>
      </w:r>
      <w:r>
        <w:t>the</w:t>
      </w:r>
      <w:r w:rsidR="00046589">
        <w:t xml:space="preserve"> </w:t>
      </w:r>
      <w:r>
        <w:t>dwindling</w:t>
      </w:r>
      <w:r w:rsidR="00046589">
        <w:t xml:space="preserve"> </w:t>
      </w:r>
      <w:r>
        <w:t>of</w:t>
      </w:r>
      <w:r w:rsidR="00046589">
        <w:t xml:space="preserve"> </w:t>
      </w:r>
      <w:proofErr w:type="spellStart"/>
      <w:r w:rsidRPr="003C40D7">
        <w:rPr>
          <w:rStyle w:val="libItalicChar"/>
        </w:rPr>
        <w:t>asabiyya</w:t>
      </w:r>
      <w:proofErr w:type="spellEnd"/>
      <w:r w:rsidR="00046589">
        <w:t xml:space="preserve"> </w:t>
      </w:r>
      <w:r>
        <w:t>the</w:t>
      </w:r>
      <w:r w:rsidR="00046589">
        <w:t xml:space="preserve"> </w:t>
      </w:r>
      <w:r>
        <w:t>need</w:t>
      </w:r>
      <w:r w:rsidR="00046589">
        <w:t xml:space="preserve"> </w:t>
      </w:r>
      <w:r>
        <w:t>of</w:t>
      </w:r>
      <w:r w:rsidR="00046589">
        <w:t xml:space="preserve"> </w:t>
      </w:r>
      <w:r>
        <w:t>a</w:t>
      </w:r>
      <w:r w:rsidR="00046589">
        <w:t xml:space="preserve"> </w:t>
      </w:r>
      <w:r>
        <w:t>standing</w:t>
      </w:r>
      <w:r w:rsidR="00046589">
        <w:t xml:space="preserve"> </w:t>
      </w:r>
      <w:r>
        <w:t>army</w:t>
      </w:r>
      <w:r w:rsidR="00046589">
        <w:t xml:space="preserve"> </w:t>
      </w:r>
      <w:r>
        <w:t>becomes</w:t>
      </w:r>
      <w:r w:rsidR="00046589">
        <w:t xml:space="preserve"> </w:t>
      </w:r>
      <w:r>
        <w:t>bigger</w:t>
      </w:r>
      <w:r w:rsidR="00046589">
        <w:t xml:space="preserve"> </w:t>
      </w:r>
      <w:r>
        <w:lastRenderedPageBreak/>
        <w:t>and</w:t>
      </w:r>
      <w:r w:rsidR="00046589">
        <w:t xml:space="preserve"> </w:t>
      </w:r>
      <w:r>
        <w:t>starts</w:t>
      </w:r>
      <w:r w:rsidR="00046589">
        <w:t xml:space="preserve"> </w:t>
      </w:r>
      <w:r>
        <w:t>to</w:t>
      </w:r>
      <w:r w:rsidR="00046589">
        <w:t xml:space="preserve"> </w:t>
      </w:r>
      <w:r>
        <w:t>swallow</w:t>
      </w:r>
      <w:r w:rsidR="00046589">
        <w:t xml:space="preserve"> </w:t>
      </w:r>
      <w:r>
        <w:t>up</w:t>
      </w:r>
      <w:r w:rsidR="00046589">
        <w:t xml:space="preserve"> </w:t>
      </w:r>
      <w:r>
        <w:t>a</w:t>
      </w:r>
      <w:r w:rsidR="00046589">
        <w:t xml:space="preserve"> </w:t>
      </w:r>
      <w:r>
        <w:t>considerable</w:t>
      </w:r>
      <w:r w:rsidR="00046589">
        <w:t xml:space="preserve"> </w:t>
      </w:r>
      <w:r>
        <w:t>share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state</w:t>
      </w:r>
      <w:r w:rsidR="00046589">
        <w:t xml:space="preserve"> </w:t>
      </w:r>
      <w:r>
        <w:t>budget.</w:t>
      </w:r>
      <w:r w:rsidR="00046589">
        <w:t xml:space="preserve"> </w:t>
      </w:r>
      <w:r>
        <w:t>More</w:t>
      </w:r>
      <w:r w:rsidR="00046589">
        <w:t xml:space="preserve"> </w:t>
      </w:r>
      <w:r>
        <w:t>public</w:t>
      </w:r>
      <w:r w:rsidR="00046589">
        <w:t xml:space="preserve"> </w:t>
      </w:r>
      <w:r>
        <w:t>works</w:t>
      </w:r>
      <w:r w:rsidR="00046589">
        <w:t xml:space="preserve"> </w:t>
      </w:r>
      <w:r>
        <w:t>(notably</w:t>
      </w:r>
      <w:r w:rsidR="00046589">
        <w:t xml:space="preserve"> </w:t>
      </w:r>
      <w:r>
        <w:t>flood</w:t>
      </w:r>
      <w:r w:rsidR="00046589">
        <w:t xml:space="preserve"> </w:t>
      </w:r>
      <w:r>
        <w:t>control</w:t>
      </w:r>
      <w:r w:rsidR="00046589">
        <w:t xml:space="preserve"> </w:t>
      </w:r>
      <w:r>
        <w:t>and</w:t>
      </w:r>
      <w:r w:rsidR="00046589">
        <w:t xml:space="preserve"> </w:t>
      </w:r>
      <w:r>
        <w:t>irrigation)</w:t>
      </w:r>
      <w:r w:rsidR="00046589">
        <w:t xml:space="preserve"> </w:t>
      </w:r>
      <w:r>
        <w:t>and</w:t>
      </w:r>
      <w:r w:rsidR="00046589">
        <w:t xml:space="preserve"> </w:t>
      </w:r>
      <w:r>
        <w:t>the</w:t>
      </w:r>
      <w:r w:rsidR="00046589">
        <w:t xml:space="preserve"> </w:t>
      </w:r>
      <w:r>
        <w:t>patronage</w:t>
      </w:r>
      <w:r w:rsidR="00046589">
        <w:t xml:space="preserve"> </w:t>
      </w:r>
      <w:r>
        <w:t>of</w:t>
      </w:r>
      <w:r w:rsidR="00046589">
        <w:t xml:space="preserve"> </w:t>
      </w:r>
      <w:r>
        <w:t>education,</w:t>
      </w:r>
      <w:r w:rsidR="00046589">
        <w:t xml:space="preserve"> </w:t>
      </w:r>
      <w:r>
        <w:t>the</w:t>
      </w:r>
      <w:r w:rsidR="00046589">
        <w:t xml:space="preserve"> </w:t>
      </w:r>
      <w:r>
        <w:t>science,</w:t>
      </w:r>
      <w:r w:rsidR="00046589">
        <w:t xml:space="preserve"> </w:t>
      </w:r>
      <w:r>
        <w:t>the</w:t>
      </w:r>
      <w:r w:rsidR="00046589">
        <w:t xml:space="preserve"> </w:t>
      </w:r>
      <w:r>
        <w:t>arts</w:t>
      </w:r>
      <w:r w:rsidR="00046589">
        <w:t xml:space="preserve"> </w:t>
      </w:r>
      <w:r>
        <w:t>and</w:t>
      </w:r>
      <w:r w:rsidR="00046589">
        <w:t xml:space="preserve"> </w:t>
      </w:r>
      <w:r>
        <w:t>especially</w:t>
      </w:r>
      <w:r w:rsidR="00046589">
        <w:t xml:space="preserve"> </w:t>
      </w:r>
      <w:r>
        <w:t>the</w:t>
      </w:r>
      <w:r w:rsidR="00046589">
        <w:t xml:space="preserve"> </w:t>
      </w:r>
      <w:r>
        <w:t>luxurious</w:t>
      </w:r>
      <w:r w:rsidR="00046589">
        <w:t xml:space="preserve"> </w:t>
      </w:r>
      <w:r>
        <w:t>courts</w:t>
      </w:r>
      <w:r w:rsidR="00046589">
        <w:t xml:space="preserve"> </w:t>
      </w:r>
      <w:r>
        <w:t>cost</w:t>
      </w:r>
      <w:r w:rsidR="00046589">
        <w:t xml:space="preserve"> </w:t>
      </w:r>
      <w:r>
        <w:t>money</w:t>
      </w:r>
      <w:r w:rsidR="00046589">
        <w:t xml:space="preserve"> </w:t>
      </w:r>
      <w:r>
        <w:t>and</w:t>
      </w:r>
      <w:r w:rsidR="00046589">
        <w:t xml:space="preserve"> </w:t>
      </w:r>
      <w:r>
        <w:t>gradually</w:t>
      </w:r>
      <w:r w:rsidR="00046589">
        <w:t xml:space="preserve"> </w:t>
      </w:r>
      <w:r>
        <w:t>overburden</w:t>
      </w:r>
      <w:r w:rsidR="00046589">
        <w:t xml:space="preserve"> </w:t>
      </w:r>
      <w:r>
        <w:t>the</w:t>
      </w:r>
      <w:r w:rsidR="00046589">
        <w:t xml:space="preserve"> </w:t>
      </w:r>
      <w:r>
        <w:t>royal</w:t>
      </w:r>
      <w:r w:rsidR="00046589">
        <w:t xml:space="preserve"> </w:t>
      </w:r>
      <w:r>
        <w:t>treasury.</w:t>
      </w:r>
      <w:r w:rsidR="00046589">
        <w:t xml:space="preserve"> </w:t>
      </w:r>
      <w:r>
        <w:t>In</w:t>
      </w:r>
      <w:r w:rsidR="00046589">
        <w:t xml:space="preserve"> </w:t>
      </w:r>
      <w:r>
        <w:t>order</w:t>
      </w:r>
      <w:r w:rsidR="00046589">
        <w:t xml:space="preserve"> </w:t>
      </w:r>
      <w:r>
        <w:t>to</w:t>
      </w:r>
      <w:r w:rsidR="00046589">
        <w:t xml:space="preserve"> </w:t>
      </w:r>
      <w:r>
        <w:t>meet</w:t>
      </w:r>
      <w:r w:rsidR="00046589">
        <w:t xml:space="preserve"> </w:t>
      </w:r>
      <w:r>
        <w:t>the</w:t>
      </w:r>
      <w:r w:rsidR="00046589">
        <w:t xml:space="preserve"> </w:t>
      </w:r>
      <w:r>
        <w:t>financial</w:t>
      </w:r>
      <w:r w:rsidR="00046589">
        <w:t xml:space="preserve"> </w:t>
      </w:r>
      <w:r>
        <w:t>requirements</w:t>
      </w:r>
      <w:r w:rsidR="00046589">
        <w:t xml:space="preserve"> </w:t>
      </w:r>
      <w:r>
        <w:t>for</w:t>
      </w:r>
      <w:r w:rsidR="00046589">
        <w:t xml:space="preserve"> </w:t>
      </w:r>
      <w:r>
        <w:t>the</w:t>
      </w:r>
      <w:r w:rsidR="00046589">
        <w:t xml:space="preserve"> </w:t>
      </w:r>
      <w:r>
        <w:t>growing</w:t>
      </w:r>
      <w:r w:rsidR="00046589">
        <w:t xml:space="preserve"> </w:t>
      </w:r>
      <w:r>
        <w:t>administration</w:t>
      </w:r>
      <w:r w:rsidR="00046589">
        <w:t xml:space="preserve"> </w:t>
      </w:r>
      <w:r>
        <w:t>and</w:t>
      </w:r>
      <w:r w:rsidR="00046589">
        <w:t xml:space="preserve"> </w:t>
      </w:r>
      <w:r>
        <w:t>army,</w:t>
      </w:r>
      <w:r w:rsidR="00046589">
        <w:t xml:space="preserve"> </w:t>
      </w:r>
      <w:r>
        <w:t>the</w:t>
      </w:r>
      <w:r w:rsidR="00046589">
        <w:t xml:space="preserve"> </w:t>
      </w:r>
      <w:r>
        <w:t>public</w:t>
      </w:r>
      <w:r w:rsidR="00046589">
        <w:t xml:space="preserve"> </w:t>
      </w:r>
      <w:r>
        <w:t>authorities</w:t>
      </w:r>
      <w:r w:rsidR="00046589">
        <w:t xml:space="preserve"> </w:t>
      </w:r>
      <w:r>
        <w:t>engage</w:t>
      </w:r>
      <w:r w:rsidR="00046589">
        <w:t xml:space="preserve"> </w:t>
      </w:r>
      <w:r>
        <w:t>in</w:t>
      </w:r>
      <w:r w:rsidR="00046589">
        <w:t xml:space="preserve"> </w:t>
      </w:r>
      <w:r>
        <w:t>economic</w:t>
      </w:r>
      <w:r w:rsidR="00046589">
        <w:t xml:space="preserve"> </w:t>
      </w:r>
      <w:r>
        <w:t>activities</w:t>
      </w:r>
      <w:r w:rsidR="00046589">
        <w:t xml:space="preserve"> </w:t>
      </w:r>
      <w:r>
        <w:t>to</w:t>
      </w:r>
      <w:r w:rsidR="00046589">
        <w:t xml:space="preserve"> </w:t>
      </w:r>
      <w:r>
        <w:t>meet</w:t>
      </w:r>
      <w:r w:rsidR="00046589">
        <w:t xml:space="preserve"> </w:t>
      </w:r>
      <w:r>
        <w:t>the</w:t>
      </w:r>
      <w:r w:rsidR="00046589">
        <w:t xml:space="preserve"> </w:t>
      </w:r>
      <w:r>
        <w:t>bill,</w:t>
      </w:r>
      <w:r w:rsidR="00046589">
        <w:t xml:space="preserve"> </w:t>
      </w:r>
      <w:r>
        <w:t>but</w:t>
      </w:r>
      <w:r w:rsidR="00046589">
        <w:t xml:space="preserve"> </w:t>
      </w:r>
      <w:r>
        <w:t>they</w:t>
      </w:r>
      <w:r w:rsidR="00046589">
        <w:t xml:space="preserve"> </w:t>
      </w:r>
      <w:r>
        <w:t>simultaneously</w:t>
      </w:r>
      <w:r w:rsidR="00046589">
        <w:t xml:space="preserve"> </w:t>
      </w:r>
      <w:r>
        <w:t>start</w:t>
      </w:r>
      <w:r w:rsidR="00046589">
        <w:t xml:space="preserve"> </w:t>
      </w:r>
      <w:r>
        <w:t>to</w:t>
      </w:r>
      <w:r w:rsidR="00046589">
        <w:t xml:space="preserve"> </w:t>
      </w:r>
      <w:r>
        <w:t>levy</w:t>
      </w:r>
      <w:r w:rsidR="00046589">
        <w:t xml:space="preserve"> </w:t>
      </w:r>
      <w:r>
        <w:t>heavier</w:t>
      </w:r>
      <w:r w:rsidR="00046589">
        <w:t xml:space="preserve"> </w:t>
      </w:r>
      <w:r>
        <w:t>taxes.</w:t>
      </w:r>
      <w:r w:rsidR="00046589">
        <w:t xml:space="preserve"> </w:t>
      </w:r>
      <w:r>
        <w:t>For</w:t>
      </w:r>
      <w:r w:rsidR="00046589">
        <w:t xml:space="preserve"> </w:t>
      </w:r>
      <w:r>
        <w:t>a</w:t>
      </w:r>
      <w:r w:rsidR="00046589">
        <w:t xml:space="preserve"> </w:t>
      </w:r>
      <w:r>
        <w:t>couple</w:t>
      </w:r>
      <w:r w:rsidR="00046589">
        <w:t xml:space="preserve"> </w:t>
      </w:r>
      <w:r>
        <w:t>of</w:t>
      </w:r>
      <w:r w:rsidR="00046589">
        <w:t xml:space="preserve"> </w:t>
      </w:r>
      <w:r>
        <w:t>generations</w:t>
      </w:r>
      <w:r w:rsidR="00046589">
        <w:t xml:space="preserve"> </w:t>
      </w:r>
      <w:r>
        <w:t>these</w:t>
      </w:r>
      <w:r w:rsidR="00046589">
        <w:t xml:space="preserve"> </w:t>
      </w:r>
      <w:r>
        <w:t>devices</w:t>
      </w:r>
      <w:r w:rsidR="00046589">
        <w:t xml:space="preserve"> </w:t>
      </w:r>
      <w:r>
        <w:t>may</w:t>
      </w:r>
      <w:r w:rsidR="00046589">
        <w:t xml:space="preserve"> </w:t>
      </w:r>
      <w:r>
        <w:t>be</w:t>
      </w:r>
      <w:r w:rsidR="00046589">
        <w:t xml:space="preserve"> </w:t>
      </w:r>
      <w:r>
        <w:t>able</w:t>
      </w:r>
      <w:r w:rsidR="00046589">
        <w:t xml:space="preserve"> </w:t>
      </w:r>
      <w:r>
        <w:t>to</w:t>
      </w:r>
      <w:r w:rsidR="00046589">
        <w:t xml:space="preserve"> </w:t>
      </w:r>
      <w:r>
        <w:t>avert</w:t>
      </w:r>
      <w:r w:rsidR="00046589">
        <w:t xml:space="preserve"> </w:t>
      </w:r>
      <w:r>
        <w:t>the</w:t>
      </w:r>
      <w:r w:rsidR="00046589">
        <w:t xml:space="preserve"> </w:t>
      </w:r>
      <w:r>
        <w:t>problems</w:t>
      </w:r>
      <w:r w:rsidR="00046589">
        <w:t xml:space="preserve"> </w:t>
      </w:r>
      <w:r>
        <w:t>of</w:t>
      </w:r>
      <w:r w:rsidR="00046589">
        <w:t xml:space="preserve"> </w:t>
      </w:r>
      <w:r>
        <w:t>overload.</w:t>
      </w:r>
    </w:p>
    <w:p w:rsidR="003C40D7" w:rsidRDefault="003C40D7" w:rsidP="003C40D7">
      <w:pPr>
        <w:pStyle w:val="libNormal"/>
      </w:pPr>
      <w:r>
        <w:t>At</w:t>
      </w:r>
      <w:r w:rsidR="00046589">
        <w:t xml:space="preserve"> </w:t>
      </w:r>
      <w:r>
        <w:t>this</w:t>
      </w:r>
      <w:r w:rsidR="00046589">
        <w:t xml:space="preserve"> </w:t>
      </w:r>
      <w:r>
        <w:t>point,</w:t>
      </w:r>
      <w:r w:rsidR="00046589">
        <w:t xml:space="preserve"> </w:t>
      </w:r>
      <w:r>
        <w:t>it</w:t>
      </w:r>
      <w:r w:rsidR="00046589">
        <w:t xml:space="preserve"> </w:t>
      </w:r>
      <w:r>
        <w:t>should</w:t>
      </w:r>
      <w:r w:rsidR="00046589">
        <w:t xml:space="preserve"> </w:t>
      </w:r>
      <w:r>
        <w:t>be</w:t>
      </w:r>
      <w:r w:rsidR="00046589">
        <w:t xml:space="preserve"> </w:t>
      </w:r>
      <w:r>
        <w:t>emphasized</w:t>
      </w:r>
      <w:r w:rsidR="00046589">
        <w:t xml:space="preserve"> </w:t>
      </w:r>
      <w:r>
        <w:t>that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>
        <w:t>showed</w:t>
      </w:r>
      <w:r w:rsidR="00046589">
        <w:t xml:space="preserve"> </w:t>
      </w:r>
      <w:r>
        <w:t>no</w:t>
      </w:r>
      <w:r w:rsidR="00046589">
        <w:t xml:space="preserve"> </w:t>
      </w:r>
      <w:r>
        <w:t>interest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problems</w:t>
      </w:r>
      <w:r w:rsidR="00046589">
        <w:t xml:space="preserve"> </w:t>
      </w:r>
      <w:r>
        <w:t>of</w:t>
      </w:r>
      <w:r w:rsidR="00046589">
        <w:t xml:space="preserve"> </w:t>
      </w:r>
      <w:r>
        <w:t>commutative</w:t>
      </w:r>
      <w:r w:rsidR="00046589">
        <w:t xml:space="preserve"> </w:t>
      </w:r>
      <w:r>
        <w:t>justice,</w:t>
      </w:r>
      <w:r w:rsidR="00046589">
        <w:t xml:space="preserve"> </w:t>
      </w:r>
      <w:r>
        <w:t>this</w:t>
      </w:r>
      <w:r w:rsidR="00046589">
        <w:t xml:space="preserve"> </w:t>
      </w:r>
      <w:r>
        <w:t>is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search</w:t>
      </w:r>
      <w:r w:rsidR="00046589">
        <w:t xml:space="preserve"> </w:t>
      </w:r>
      <w:r>
        <w:t>for</w:t>
      </w:r>
      <w:r w:rsidR="00046589">
        <w:t xml:space="preserve"> </w:t>
      </w:r>
      <w:r>
        <w:t>the</w:t>
      </w:r>
      <w:r w:rsidR="00046589">
        <w:t xml:space="preserve"> </w:t>
      </w:r>
      <w:r>
        <w:t>value</w:t>
      </w:r>
      <w:r w:rsidR="00046589">
        <w:t xml:space="preserve"> </w:t>
      </w:r>
      <w:r>
        <w:t>equivalence</w:t>
      </w:r>
      <w:r w:rsidR="00046589">
        <w:t xml:space="preserve"> </w:t>
      </w:r>
      <w:r>
        <w:t>in</w:t>
      </w:r>
      <w:r w:rsidR="00046589">
        <w:t xml:space="preserve"> </w:t>
      </w:r>
      <w:r>
        <w:t>commercial</w:t>
      </w:r>
      <w:r w:rsidR="00046589">
        <w:t xml:space="preserve"> </w:t>
      </w:r>
      <w:r>
        <w:t>exchange,</w:t>
      </w:r>
      <w:r w:rsidR="00046589">
        <w:t xml:space="preserve"> </w:t>
      </w:r>
      <w:r>
        <w:t>nor</w:t>
      </w:r>
      <w:r w:rsidR="00046589">
        <w:t xml:space="preserve"> </w:t>
      </w:r>
      <w:r>
        <w:t>in</w:t>
      </w:r>
      <w:r w:rsidR="00046589">
        <w:t xml:space="preserve"> </w:t>
      </w:r>
      <w:r>
        <w:t>a</w:t>
      </w:r>
      <w:r w:rsidR="00046589">
        <w:t xml:space="preserve"> </w:t>
      </w:r>
      <w:r>
        <w:t>theoretical</w:t>
      </w:r>
      <w:r w:rsidR="00046589">
        <w:t xml:space="preserve"> </w:t>
      </w:r>
      <w:r>
        <w:t>discourse</w:t>
      </w:r>
      <w:r w:rsidR="00046589">
        <w:t xml:space="preserve"> </w:t>
      </w:r>
      <w:r>
        <w:t>on</w:t>
      </w:r>
      <w:r w:rsidR="00046589">
        <w:t xml:space="preserve"> </w:t>
      </w:r>
      <w:r>
        <w:t>the</w:t>
      </w:r>
      <w:r w:rsidR="00046589">
        <w:t xml:space="preserve"> </w:t>
      </w:r>
      <w:r>
        <w:t>intricacies</w:t>
      </w:r>
      <w:r w:rsidR="00046589">
        <w:t xml:space="preserve"> </w:t>
      </w:r>
      <w:r>
        <w:t>of</w:t>
      </w:r>
      <w:r w:rsidR="00046589">
        <w:t xml:space="preserve"> </w:t>
      </w:r>
      <w:r>
        <w:t>commensurability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terms</w:t>
      </w:r>
      <w:r w:rsidR="00046589">
        <w:t xml:space="preserve"> </w:t>
      </w:r>
      <w:r>
        <w:t>of</w:t>
      </w:r>
      <w:r w:rsidR="00046589">
        <w:t xml:space="preserve"> </w:t>
      </w:r>
      <w:r>
        <w:t>trade</w:t>
      </w:r>
      <w:r w:rsidR="00046589">
        <w:t xml:space="preserve"> </w:t>
      </w:r>
      <w:r>
        <w:t>between</w:t>
      </w:r>
      <w:r w:rsidR="00046589">
        <w:t xml:space="preserve"> </w:t>
      </w:r>
      <w:r>
        <w:t>exchangers</w:t>
      </w:r>
      <w:r w:rsidR="00046589">
        <w:t xml:space="preserve"> </w:t>
      </w:r>
      <w:r>
        <w:t>of</w:t>
      </w:r>
      <w:r w:rsidR="00046589">
        <w:t xml:space="preserve"> </w:t>
      </w:r>
      <w:r>
        <w:t>goods</w:t>
      </w:r>
      <w:r w:rsidR="00046589">
        <w:t xml:space="preserve"> </w:t>
      </w:r>
      <w:r>
        <w:t>and</w:t>
      </w:r>
      <w:r w:rsidR="00046589">
        <w:t xml:space="preserve"> </w:t>
      </w:r>
      <w:r>
        <w:t>services,</w:t>
      </w:r>
      <w:r w:rsidR="00046589">
        <w:t xml:space="preserve"> </w:t>
      </w:r>
      <w:r>
        <w:t>like</w:t>
      </w:r>
      <w:r w:rsidR="00046589">
        <w:t xml:space="preserve"> </w:t>
      </w:r>
      <w:r>
        <w:t>Aristotle</w:t>
      </w:r>
      <w:r w:rsidR="00046589">
        <w:t xml:space="preserve"> </w:t>
      </w:r>
      <w:r>
        <w:t>and</w:t>
      </w:r>
      <w:r w:rsidR="00046589">
        <w:t xml:space="preserve"> </w:t>
      </w:r>
      <w:r>
        <w:t>the</w:t>
      </w:r>
      <w:r w:rsidR="00046589">
        <w:t xml:space="preserve"> </w:t>
      </w:r>
      <w:r>
        <w:t>thirteenth</w:t>
      </w:r>
      <w:r w:rsidR="00046589">
        <w:t xml:space="preserve"> </w:t>
      </w:r>
      <w:r>
        <w:t>century</w:t>
      </w:r>
      <w:r w:rsidR="00046589">
        <w:t xml:space="preserve"> </w:t>
      </w:r>
      <w:r>
        <w:t>Latin</w:t>
      </w:r>
      <w:r w:rsidR="00046589">
        <w:t xml:space="preserve"> </w:t>
      </w:r>
      <w:r>
        <w:t>scholastics</w:t>
      </w:r>
      <w:r w:rsidR="00046589">
        <w:t xml:space="preserve"> </w:t>
      </w:r>
      <w:r>
        <w:t>had</w:t>
      </w:r>
      <w:r w:rsidR="00046589">
        <w:t xml:space="preserve"> </w:t>
      </w:r>
      <w:r>
        <w:t>so</w:t>
      </w:r>
      <w:r w:rsidR="00046589">
        <w:t xml:space="preserve"> </w:t>
      </w:r>
      <w:r>
        <w:t>masterly</w:t>
      </w:r>
      <w:r w:rsidR="00046589">
        <w:t xml:space="preserve"> </w:t>
      </w:r>
      <w:r>
        <w:t>done</w:t>
      </w:r>
      <w:r w:rsidR="00046589">
        <w:t xml:space="preserve"> </w:t>
      </w:r>
      <w:r>
        <w:t>(</w:t>
      </w:r>
      <w:proofErr w:type="spellStart"/>
      <w:r>
        <w:t>Baeck</w:t>
      </w:r>
      <w:proofErr w:type="spellEnd"/>
      <w:r>
        <w:t>,</w:t>
      </w:r>
      <w:r w:rsidR="00046589">
        <w:t xml:space="preserve"> </w:t>
      </w:r>
      <w:r>
        <w:t>1994).</w:t>
      </w:r>
      <w:r w:rsidR="00046589">
        <w:t xml:space="preserve"> </w:t>
      </w:r>
      <w:r>
        <w:t>As</w:t>
      </w:r>
      <w:r w:rsidR="00046589">
        <w:t xml:space="preserve"> </w:t>
      </w:r>
      <w:r>
        <w:t>an</w:t>
      </w:r>
      <w:r w:rsidR="00046589">
        <w:t xml:space="preserve"> </w:t>
      </w:r>
      <w:r>
        <w:t>analyst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macrosphere</w:t>
      </w:r>
      <w:proofErr w:type="spellEnd"/>
      <w:r w:rsidR="00046589">
        <w:t xml:space="preserve"> </w:t>
      </w:r>
      <w:r>
        <w:t>he</w:t>
      </w:r>
      <w:r w:rsidR="00046589">
        <w:t xml:space="preserve"> </w:t>
      </w:r>
      <w:proofErr w:type="spellStart"/>
      <w:r>
        <w:t>focussed</w:t>
      </w:r>
      <w:proofErr w:type="spellEnd"/>
      <w:r w:rsidR="00046589">
        <w:t xml:space="preserve"> </w:t>
      </w:r>
      <w:r>
        <w:t>his</w:t>
      </w:r>
      <w:r w:rsidR="00046589">
        <w:t xml:space="preserve"> </w:t>
      </w:r>
      <w:r>
        <w:t>attention</w:t>
      </w:r>
      <w:r w:rsidR="00046589">
        <w:t xml:space="preserve"> </w:t>
      </w:r>
      <w:r>
        <w:t>on</w:t>
      </w:r>
      <w:r w:rsidR="00046589">
        <w:t xml:space="preserve"> </w:t>
      </w:r>
      <w:r>
        <w:t>the</w:t>
      </w:r>
      <w:r w:rsidR="00046589">
        <w:t xml:space="preserve"> </w:t>
      </w:r>
      <w:r>
        <w:t>socio</w:t>
      </w:r>
      <w:r w:rsidR="006F62A6">
        <w:t>-</w:t>
      </w:r>
      <w:r>
        <w:t>political</w:t>
      </w:r>
      <w:r w:rsidR="00046589">
        <w:t xml:space="preserve"> </w:t>
      </w:r>
      <w:r>
        <w:t>levers</w:t>
      </w:r>
      <w:r w:rsidR="00046589">
        <w:t xml:space="preserve"> </w:t>
      </w:r>
      <w:r>
        <w:t>of</w:t>
      </w:r>
      <w:r w:rsidR="00046589">
        <w:t xml:space="preserve"> </w:t>
      </w:r>
      <w:r>
        <w:t>wealth</w:t>
      </w:r>
      <w:r w:rsidR="00046589">
        <w:t xml:space="preserve"> </w:t>
      </w:r>
      <w:r>
        <w:t>distribution</w:t>
      </w:r>
      <w:r w:rsidR="00046589">
        <w:t xml:space="preserve"> </w:t>
      </w:r>
      <w:r>
        <w:t>between</w:t>
      </w:r>
      <w:r w:rsidR="00046589">
        <w:t xml:space="preserve"> </w:t>
      </w:r>
      <w:r>
        <w:t>the</w:t>
      </w:r>
      <w:r w:rsidR="00046589">
        <w:t xml:space="preserve"> </w:t>
      </w:r>
      <w:r>
        <w:t>power</w:t>
      </w:r>
      <w:r w:rsidR="00046589">
        <w:t xml:space="preserve"> </w:t>
      </w:r>
      <w:r>
        <w:t>holders</w:t>
      </w:r>
      <w:r w:rsidR="00046589">
        <w:t xml:space="preserve"> </w:t>
      </w:r>
      <w:r>
        <w:t>(the</w:t>
      </w:r>
      <w:r w:rsidR="00046589">
        <w:t xml:space="preserve"> </w:t>
      </w:r>
      <w:r>
        <w:t>state</w:t>
      </w:r>
      <w:r w:rsidR="00046589">
        <w:t xml:space="preserve"> </w:t>
      </w:r>
      <w:r>
        <w:t>machinery)</w:t>
      </w:r>
      <w:r w:rsidR="00046589">
        <w:t xml:space="preserve"> </w:t>
      </w:r>
      <w:r>
        <w:t>and</w:t>
      </w:r>
      <w:r w:rsidR="00046589">
        <w:t xml:space="preserve"> </w:t>
      </w:r>
      <w:r>
        <w:t>the</w:t>
      </w:r>
      <w:r w:rsidR="00046589">
        <w:t xml:space="preserve"> </w:t>
      </w:r>
      <w:r>
        <w:t>rest</w:t>
      </w:r>
      <w:r w:rsidR="00046589">
        <w:t xml:space="preserve"> </w:t>
      </w:r>
      <w:r>
        <w:t>of</w:t>
      </w:r>
      <w:r w:rsidR="00046589">
        <w:t xml:space="preserve"> </w:t>
      </w:r>
      <w:r>
        <w:t>society.</w:t>
      </w:r>
    </w:p>
    <w:p w:rsidR="003C40D7" w:rsidRDefault="003C40D7" w:rsidP="003C40D7">
      <w:pPr>
        <w:pStyle w:val="libNormal"/>
      </w:pPr>
      <w:r w:rsidRPr="003C40D7">
        <w:t>In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beginning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impulses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state</w:t>
      </w:r>
      <w:r w:rsidR="00046589">
        <w:t xml:space="preserve"> </w:t>
      </w:r>
      <w:r w:rsidRPr="003C40D7">
        <w:t>work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booster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economic</w:t>
      </w:r>
      <w:r w:rsidR="00046589">
        <w:t xml:space="preserve"> </w:t>
      </w:r>
      <w:r w:rsidRPr="003C40D7">
        <w:t>development.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state</w:t>
      </w:r>
      <w:r w:rsidR="00046589">
        <w:t xml:space="preserve"> </w:t>
      </w:r>
      <w:r w:rsidRPr="003C40D7">
        <w:t>is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greatest</w:t>
      </w:r>
      <w:r w:rsidR="00046589">
        <w:t xml:space="preserve"> </w:t>
      </w:r>
      <w:r w:rsidRPr="003C40D7">
        <w:t>employer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also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biggest</w:t>
      </w:r>
      <w:r w:rsidR="00046589">
        <w:t xml:space="preserve"> </w:t>
      </w:r>
      <w:r w:rsidRPr="003C40D7">
        <w:t>provider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public</w:t>
      </w:r>
      <w:r w:rsidR="00046589">
        <w:t xml:space="preserve"> </w:t>
      </w:r>
      <w:r w:rsidRPr="003C40D7">
        <w:t>utilities</w:t>
      </w:r>
      <w:r w:rsidR="00046589">
        <w:t xml:space="preserve"> </w:t>
      </w:r>
      <w:r w:rsidRPr="003C40D7">
        <w:t>like</w:t>
      </w:r>
      <w:r w:rsidR="00046589">
        <w:t xml:space="preserve"> </w:t>
      </w:r>
      <w:r w:rsidRPr="003C40D7">
        <w:t>public</w:t>
      </w:r>
      <w:r w:rsidR="00046589">
        <w:t xml:space="preserve"> </w:t>
      </w:r>
      <w:r w:rsidRPr="003C40D7">
        <w:t>buildings,</w:t>
      </w:r>
      <w:r w:rsidR="00046589">
        <w:t xml:space="preserve"> </w:t>
      </w:r>
      <w:r w:rsidRPr="003C40D7">
        <w:t>ports,</w:t>
      </w:r>
      <w:r w:rsidR="00046589">
        <w:t xml:space="preserve"> </w:t>
      </w:r>
      <w:r w:rsidRPr="003C40D7">
        <w:t>canals,</w:t>
      </w:r>
      <w:r w:rsidR="00046589">
        <w:t xml:space="preserve"> </w:t>
      </w:r>
      <w:r w:rsidRPr="003C40D7">
        <w:t>roads.</w:t>
      </w:r>
      <w:r w:rsidR="00046589">
        <w:t xml:space="preserve"> </w:t>
      </w:r>
      <w:r w:rsidRPr="003C40D7">
        <w:t>After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period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commercial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economic</w:t>
      </w:r>
      <w:r w:rsidR="00046589">
        <w:t xml:space="preserve"> </w:t>
      </w:r>
      <w:r w:rsidRPr="003C40D7">
        <w:t>expansion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creation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wealth,</w:t>
      </w:r>
      <w:r w:rsidR="00046589">
        <w:t xml:space="preserve"> </w:t>
      </w:r>
      <w:r w:rsidRPr="003C40D7">
        <w:t>leading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welfare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luxury,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fiscal</w:t>
      </w:r>
      <w:r w:rsidR="00046589">
        <w:t xml:space="preserve"> </w:t>
      </w:r>
      <w:r w:rsidRPr="003C40D7">
        <w:t>overload</w:t>
      </w:r>
      <w:r w:rsidR="00046589">
        <w:t xml:space="preserve"> </w:t>
      </w:r>
      <w:proofErr w:type="spellStart"/>
      <w:r w:rsidRPr="003C40D7">
        <w:t>spinns</w:t>
      </w:r>
      <w:proofErr w:type="spellEnd"/>
      <w:r w:rsidR="00046589">
        <w:t xml:space="preserve"> </w:t>
      </w:r>
      <w:r w:rsidRPr="003C40D7">
        <w:t>off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series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vicious</w:t>
      </w:r>
      <w:r w:rsidR="00046589">
        <w:t xml:space="preserve"> </w:t>
      </w:r>
      <w:r w:rsidRPr="003C40D7">
        <w:t>circles.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first</w:t>
      </w:r>
      <w:r w:rsidR="00046589">
        <w:t xml:space="preserve"> </w:t>
      </w:r>
      <w:r w:rsidRPr="003C40D7">
        <w:t>one</w:t>
      </w:r>
      <w:r w:rsidR="00046589">
        <w:t xml:space="preserve"> </w:t>
      </w:r>
      <w:r w:rsidRPr="003C40D7">
        <w:t>being</w:t>
      </w:r>
      <w:r w:rsidR="00046589">
        <w:t xml:space="preserve"> </w:t>
      </w:r>
      <w:r w:rsidRPr="003C40D7">
        <w:t>that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commercial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economic</w:t>
      </w:r>
      <w:r w:rsidR="00046589">
        <w:t xml:space="preserve"> </w:t>
      </w:r>
      <w:r w:rsidRPr="003C40D7">
        <w:t>establishment</w:t>
      </w:r>
      <w:r w:rsidR="00046589">
        <w:t xml:space="preserve"> </w:t>
      </w:r>
      <w:proofErr w:type="spellStart"/>
      <w:r w:rsidRPr="003C40D7">
        <w:t>looses</w:t>
      </w:r>
      <w:proofErr w:type="spellEnd"/>
      <w:r w:rsidR="00046589">
        <w:t xml:space="preserve"> </w:t>
      </w:r>
      <w:r w:rsidRPr="003C40D7">
        <w:t>its</w:t>
      </w:r>
      <w:r w:rsidR="00046589">
        <w:t xml:space="preserve"> </w:t>
      </w:r>
      <w:r w:rsidRPr="003C40D7">
        <w:t>profits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its</w:t>
      </w:r>
      <w:r w:rsidR="00046589">
        <w:t xml:space="preserve"> </w:t>
      </w:r>
      <w:r w:rsidRPr="003C40D7">
        <w:t>motivation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consequence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excessive</w:t>
      </w:r>
      <w:r w:rsidR="00046589">
        <w:t xml:space="preserve"> </w:t>
      </w:r>
      <w:r w:rsidRPr="003C40D7">
        <w:t>taxes.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forces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decline</w:t>
      </w:r>
      <w:r w:rsidR="00046589">
        <w:t xml:space="preserve"> </w:t>
      </w:r>
      <w:r w:rsidRPr="003C40D7">
        <w:t>set</w:t>
      </w:r>
      <w:r w:rsidR="00046589">
        <w:t xml:space="preserve"> </w:t>
      </w:r>
      <w:r w:rsidRPr="003C40D7">
        <w:t>in,</w:t>
      </w:r>
      <w:r w:rsidR="00046589">
        <w:t xml:space="preserve"> </w:t>
      </w:r>
      <w:r w:rsidRPr="003C40D7">
        <w:t>once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fiscal</w:t>
      </w:r>
      <w:r w:rsidR="00046589">
        <w:t xml:space="preserve"> </w:t>
      </w:r>
      <w:r w:rsidRPr="003C40D7">
        <w:t>income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state</w:t>
      </w:r>
      <w:r w:rsidR="00046589">
        <w:t xml:space="preserve"> </w:t>
      </w:r>
      <w:r w:rsidRPr="003C40D7">
        <w:t>(who</w:t>
      </w:r>
      <w:r w:rsidR="00046589">
        <w:t xml:space="preserve"> </w:t>
      </w:r>
      <w:r w:rsidRPr="003C40D7">
        <w:t>originally</w:t>
      </w:r>
      <w:r w:rsidR="00046589">
        <w:t xml:space="preserve"> </w:t>
      </w:r>
      <w:r w:rsidRPr="003C40D7">
        <w:t>induced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greatest</w:t>
      </w:r>
      <w:r w:rsidR="00046589">
        <w:t xml:space="preserve"> </w:t>
      </w:r>
      <w:r w:rsidRPr="003C40D7">
        <w:t>stimuli</w:t>
      </w:r>
      <w:r w:rsidR="00046589">
        <w:t xml:space="preserve"> </w:t>
      </w:r>
      <w:r w:rsidRPr="003C40D7">
        <w:t>for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economy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its</w:t>
      </w:r>
      <w:r w:rsidR="00046589">
        <w:t xml:space="preserve"> </w:t>
      </w:r>
      <w:proofErr w:type="spellStart"/>
      <w:r w:rsidRPr="003C40D7">
        <w:t>greates</w:t>
      </w:r>
      <w:proofErr w:type="spellEnd"/>
      <w:r w:rsidR="00046589">
        <w:t xml:space="preserve"> </w:t>
      </w:r>
      <w:r w:rsidRPr="003C40D7">
        <w:t>spender)</w:t>
      </w:r>
      <w:r w:rsidR="00046589">
        <w:t xml:space="preserve"> </w:t>
      </w:r>
      <w:r w:rsidRPr="003C40D7">
        <w:t>becomes</w:t>
      </w:r>
      <w:r w:rsidR="00046589">
        <w:t xml:space="preserve"> </w:t>
      </w:r>
      <w:r w:rsidRPr="003C40D7">
        <w:t>unable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finance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ballooning</w:t>
      </w:r>
      <w:r w:rsidR="00046589">
        <w:t xml:space="preserve"> </w:t>
      </w:r>
      <w:r w:rsidRPr="003C40D7">
        <w:t>public</w:t>
      </w:r>
      <w:r w:rsidR="00046589">
        <w:t xml:space="preserve"> </w:t>
      </w:r>
      <w:r w:rsidRPr="003C40D7">
        <w:t>deficit.</w:t>
      </w:r>
      <w:r w:rsidR="00046589">
        <w:t xml:space="preserve"> </w:t>
      </w:r>
      <w:r w:rsidR="006F62A6">
        <w:t>In</w:t>
      </w:r>
      <w:r w:rsidR="00046589">
        <w:t xml:space="preserve"> </w:t>
      </w:r>
      <w:r w:rsidR="006F62A6">
        <w:t>chapter</w:t>
      </w:r>
      <w:r w:rsidR="00046589">
        <w:t xml:space="preserve"> </w:t>
      </w:r>
      <w:r w:rsidR="006F62A6">
        <w:t>3,</w:t>
      </w:r>
      <w:r w:rsidR="00046589">
        <w:t xml:space="preserve"> </w:t>
      </w:r>
      <w:r w:rsidR="006F62A6">
        <w:t>section</w:t>
      </w:r>
      <w:r w:rsidR="00046589">
        <w:t xml:space="preserve"> </w:t>
      </w:r>
      <w:r w:rsidRPr="003C40D7">
        <w:t>39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Muqaddimah</w:t>
      </w:r>
      <w:proofErr w:type="spellEnd"/>
      <w:r w:rsidR="00046589">
        <w:t xml:space="preserve"> </w:t>
      </w:r>
      <w:r>
        <w:t>the</w:t>
      </w:r>
      <w:r w:rsidR="00046589">
        <w:t xml:space="preserve"> </w:t>
      </w:r>
      <w:r>
        <w:t>different</w:t>
      </w:r>
      <w:r w:rsidR="00046589">
        <w:t xml:space="preserve"> </w:t>
      </w:r>
      <w:r>
        <w:t>stages</w:t>
      </w:r>
      <w:r w:rsidR="00046589">
        <w:t xml:space="preserve"> </w:t>
      </w:r>
      <w:r>
        <w:t>and</w:t>
      </w:r>
      <w:r w:rsidR="00046589">
        <w:t xml:space="preserve"> </w:t>
      </w:r>
      <w:r>
        <w:t>effects</w:t>
      </w:r>
      <w:r w:rsidR="00046589">
        <w:t xml:space="preserve"> </w:t>
      </w:r>
      <w:r>
        <w:t>of</w:t>
      </w:r>
      <w:r w:rsidR="00046589">
        <w:t xml:space="preserve"> </w:t>
      </w:r>
      <w:r>
        <w:t>taxation</w:t>
      </w:r>
      <w:r w:rsidR="00046589">
        <w:t xml:space="preserve"> </w:t>
      </w:r>
      <w:r>
        <w:t>a</w:t>
      </w:r>
      <w:r w:rsidR="006F62A6">
        <w:t>re</w:t>
      </w:r>
      <w:r w:rsidR="00046589">
        <w:t xml:space="preserve"> </w:t>
      </w:r>
      <w:r w:rsidR="006F62A6">
        <w:t>clearly</w:t>
      </w:r>
      <w:r w:rsidR="00046589">
        <w:t xml:space="preserve"> </w:t>
      </w:r>
      <w:r w:rsidR="006F62A6">
        <w:t>formulated,</w:t>
      </w:r>
      <w:r w:rsidR="00046589">
        <w:t xml:space="preserve"> </w:t>
      </w:r>
      <w:r w:rsidR="006F62A6">
        <w:t>we</w:t>
      </w:r>
      <w:r w:rsidR="00046589">
        <w:t xml:space="preserve"> </w:t>
      </w:r>
      <w:r w:rsidR="006F62A6">
        <w:t>quote</w:t>
      </w:r>
      <w:r>
        <w:t>:</w:t>
      </w:r>
      <w:r w:rsidR="00046589">
        <w:t xml:space="preserve"> </w:t>
      </w:r>
      <w:r>
        <w:t>"In</w:t>
      </w:r>
      <w:r w:rsidR="00046589">
        <w:t xml:space="preserve"> </w:t>
      </w:r>
      <w:r>
        <w:t>the</w:t>
      </w:r>
      <w:r w:rsidR="00046589">
        <w:t xml:space="preserve"> </w:t>
      </w:r>
      <w:r>
        <w:t>city,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bedouin</w:t>
      </w:r>
      <w:proofErr w:type="spellEnd"/>
      <w:r w:rsidR="00046589">
        <w:t xml:space="preserve"> </w:t>
      </w:r>
      <w:r>
        <w:t>simplicity</w:t>
      </w:r>
      <w:r w:rsidR="00046589">
        <w:t xml:space="preserve"> </w:t>
      </w:r>
      <w:proofErr w:type="spellStart"/>
      <w:r>
        <w:t>looses</w:t>
      </w:r>
      <w:proofErr w:type="spellEnd"/>
      <w:r w:rsidR="00046589">
        <w:t xml:space="preserve"> </w:t>
      </w:r>
      <w:r>
        <w:t>its</w:t>
      </w:r>
      <w:r w:rsidR="00046589">
        <w:t xml:space="preserve"> </w:t>
      </w:r>
      <w:r>
        <w:t>importance</w:t>
      </w:r>
      <w:r w:rsidR="00046589">
        <w:t xml:space="preserve"> </w:t>
      </w:r>
      <w:r>
        <w:t>and</w:t>
      </w:r>
      <w:r w:rsidR="00046589">
        <w:t xml:space="preserve"> </w:t>
      </w:r>
      <w:r>
        <w:t>needs</w:t>
      </w:r>
      <w:r w:rsidR="00046589">
        <w:t xml:space="preserve"> </w:t>
      </w:r>
      <w:r>
        <w:t>become</w:t>
      </w:r>
      <w:r w:rsidR="00046589">
        <w:t xml:space="preserve"> </w:t>
      </w:r>
      <w:r>
        <w:t>more</w:t>
      </w:r>
      <w:r w:rsidR="00046589">
        <w:t xml:space="preserve"> </w:t>
      </w:r>
      <w:r>
        <w:t>varied.</w:t>
      </w:r>
      <w:r w:rsidR="00046589">
        <w:t xml:space="preserve"> </w:t>
      </w:r>
      <w:r>
        <w:t>Taxes</w:t>
      </w:r>
      <w:r w:rsidR="00046589">
        <w:t xml:space="preserve"> </w:t>
      </w:r>
      <w:r>
        <w:t>continually</w:t>
      </w:r>
      <w:r w:rsidR="00046589">
        <w:t xml:space="preserve"> </w:t>
      </w:r>
      <w:r>
        <w:t>rise</w:t>
      </w:r>
      <w:r w:rsidR="00046589">
        <w:t xml:space="preserve"> </w:t>
      </w:r>
      <w:r>
        <w:t>to</w:t>
      </w:r>
      <w:r w:rsidR="00046589">
        <w:t xml:space="preserve"> </w:t>
      </w:r>
      <w:r>
        <w:t>keep</w:t>
      </w:r>
      <w:r w:rsidR="00046589">
        <w:t xml:space="preserve"> </w:t>
      </w:r>
      <w:r>
        <w:t>pace</w:t>
      </w:r>
      <w:r w:rsidR="00046589">
        <w:t xml:space="preserve"> </w:t>
      </w:r>
      <w:r>
        <w:t>with</w:t>
      </w:r>
      <w:r w:rsidR="00046589">
        <w:t xml:space="preserve"> </w:t>
      </w:r>
      <w:r>
        <w:t>the</w:t>
      </w:r>
      <w:r w:rsidR="00046589">
        <w:t xml:space="preserve"> </w:t>
      </w:r>
      <w:r>
        <w:t>rise</w:t>
      </w:r>
      <w:r w:rsidR="00046589">
        <w:t xml:space="preserve"> </w:t>
      </w:r>
      <w:r>
        <w:t>in</w:t>
      </w:r>
      <w:r w:rsidR="00046589">
        <w:t xml:space="preserve"> </w:t>
      </w:r>
      <w:r>
        <w:t>needs</w:t>
      </w:r>
      <w:r w:rsidR="00046589">
        <w:t xml:space="preserve"> </w:t>
      </w:r>
      <w:r>
        <w:t>and</w:t>
      </w:r>
      <w:r w:rsidR="00046589">
        <w:t xml:space="preserve"> </w:t>
      </w:r>
      <w:r>
        <w:t>luxury.</w:t>
      </w:r>
      <w:r w:rsidR="00046589">
        <w:t xml:space="preserve"> </w:t>
      </w:r>
      <w:r>
        <w:t>Finally,</w:t>
      </w:r>
      <w:r w:rsidR="00046589">
        <w:t xml:space="preserve"> </w:t>
      </w:r>
      <w:r>
        <w:t>the</w:t>
      </w:r>
      <w:r w:rsidR="00046589">
        <w:t xml:space="preserve"> </w:t>
      </w:r>
      <w:r>
        <w:t>subjects</w:t>
      </w:r>
      <w:r w:rsidR="00046589">
        <w:t xml:space="preserve"> </w:t>
      </w:r>
      <w:r>
        <w:t>are</w:t>
      </w:r>
      <w:r w:rsidR="00046589">
        <w:t xml:space="preserve"> </w:t>
      </w:r>
      <w:r>
        <w:t>gradually</w:t>
      </w:r>
      <w:r w:rsidR="00046589">
        <w:t xml:space="preserve"> </w:t>
      </w:r>
      <w:r>
        <w:t>overburdened</w:t>
      </w:r>
      <w:r w:rsidR="00046589">
        <w:t xml:space="preserve"> </w:t>
      </w:r>
      <w:r>
        <w:t>with</w:t>
      </w:r>
      <w:r w:rsidR="00046589">
        <w:t xml:space="preserve"> </w:t>
      </w:r>
      <w:r>
        <w:t>heavy</w:t>
      </w:r>
      <w:r w:rsidR="00046589">
        <w:t xml:space="preserve"> </w:t>
      </w:r>
      <w:r>
        <w:t>taxes.</w:t>
      </w:r>
      <w:r w:rsidR="00046589">
        <w:t xml:space="preserve"> </w:t>
      </w:r>
      <w:r>
        <w:t>Consequently,</w:t>
      </w:r>
      <w:r w:rsidR="00046589">
        <w:t xml:space="preserve"> </w:t>
      </w:r>
      <w:r>
        <w:t>the</w:t>
      </w:r>
      <w:r w:rsidR="00046589">
        <w:t xml:space="preserve"> </w:t>
      </w:r>
      <w:r>
        <w:t>subjects</w:t>
      </w:r>
      <w:r w:rsidR="00046589">
        <w:t xml:space="preserve"> </w:t>
      </w:r>
      <w:proofErr w:type="spellStart"/>
      <w:r>
        <w:t>loose</w:t>
      </w:r>
      <w:proofErr w:type="spellEnd"/>
      <w:r w:rsidR="00046589">
        <w:t xml:space="preserve"> </w:t>
      </w:r>
      <w:r>
        <w:t>interest</w:t>
      </w:r>
      <w:r w:rsidR="00046589">
        <w:t xml:space="preserve"> </w:t>
      </w:r>
      <w:r>
        <w:t>in</w:t>
      </w:r>
      <w:r w:rsidR="00046589">
        <w:t xml:space="preserve"> </w:t>
      </w:r>
      <w:r>
        <w:t>social</w:t>
      </w:r>
      <w:r w:rsidR="00046589">
        <w:t xml:space="preserve"> </w:t>
      </w:r>
      <w:r>
        <w:t>and</w:t>
      </w:r>
      <w:r w:rsidR="00046589">
        <w:t xml:space="preserve"> </w:t>
      </w:r>
      <w:r>
        <w:t>economic</w:t>
      </w:r>
      <w:r w:rsidR="00046589">
        <w:t xml:space="preserve"> </w:t>
      </w:r>
      <w:r>
        <w:t>activities,</w:t>
      </w:r>
      <w:r w:rsidR="00046589">
        <w:t xml:space="preserve"> </w:t>
      </w:r>
      <w:r>
        <w:t>since</w:t>
      </w:r>
      <w:r w:rsidR="00046589">
        <w:t xml:space="preserve"> </w:t>
      </w:r>
      <w:r>
        <w:t>the</w:t>
      </w:r>
      <w:r w:rsidR="00046589">
        <w:t xml:space="preserve"> </w:t>
      </w:r>
      <w:r>
        <w:t>expected</w:t>
      </w:r>
      <w:r w:rsidR="00046589">
        <w:t xml:space="preserve"> </w:t>
      </w:r>
      <w:r>
        <w:t>profits</w:t>
      </w:r>
      <w:r w:rsidR="00046589">
        <w:t xml:space="preserve"> </w:t>
      </w:r>
      <w:r>
        <w:t>are</w:t>
      </w:r>
      <w:r w:rsidR="00046589">
        <w:t xml:space="preserve"> </w:t>
      </w:r>
      <w:r>
        <w:t>not</w:t>
      </w:r>
      <w:r w:rsidR="00046589">
        <w:t xml:space="preserve"> </w:t>
      </w:r>
      <w:proofErr w:type="spellStart"/>
      <w:r>
        <w:t>realised</w:t>
      </w:r>
      <w:proofErr w:type="spellEnd"/>
      <w:r>
        <w:t>.</w:t>
      </w:r>
      <w:r w:rsidR="00046589">
        <w:t xml:space="preserve"> </w:t>
      </w:r>
      <w:r>
        <w:t>At</w:t>
      </w:r>
      <w:r w:rsidR="00046589">
        <w:t xml:space="preserve"> </w:t>
      </w:r>
      <w:r>
        <w:t>last</w:t>
      </w:r>
      <w:r w:rsidR="00046589">
        <w:t xml:space="preserve"> </w:t>
      </w:r>
      <w:proofErr w:type="spellStart"/>
      <w:r>
        <w:t>civilisation</w:t>
      </w:r>
      <w:proofErr w:type="spellEnd"/>
      <w:r w:rsidR="00046589">
        <w:t xml:space="preserve"> </w:t>
      </w:r>
      <w:r>
        <w:t>is</w:t>
      </w:r>
      <w:r w:rsidR="00046589">
        <w:t xml:space="preserve"> </w:t>
      </w:r>
      <w:r>
        <w:t>destroyed,</w:t>
      </w:r>
      <w:r w:rsidR="00046589">
        <w:t xml:space="preserve"> </w:t>
      </w:r>
      <w:r>
        <w:t>because</w:t>
      </w:r>
      <w:r w:rsidR="00046589">
        <w:t xml:space="preserve"> </w:t>
      </w:r>
      <w:r>
        <w:t>there</w:t>
      </w:r>
      <w:r w:rsidR="00046589">
        <w:t xml:space="preserve"> </w:t>
      </w:r>
      <w:r>
        <w:t>is</w:t>
      </w:r>
      <w:r w:rsidR="00046589">
        <w:t xml:space="preserve"> </w:t>
      </w:r>
      <w:r>
        <w:t>no</w:t>
      </w:r>
      <w:r w:rsidR="00046589">
        <w:t xml:space="preserve"> </w:t>
      </w:r>
      <w:r>
        <w:t>incentive</w:t>
      </w:r>
      <w:r w:rsidR="00046589">
        <w:t xml:space="preserve"> </w:t>
      </w:r>
      <w:r>
        <w:t>for</w:t>
      </w:r>
      <w:r w:rsidR="00046589">
        <w:t xml:space="preserve"> </w:t>
      </w:r>
      <w:r>
        <w:t>social</w:t>
      </w:r>
      <w:r w:rsidR="00046589">
        <w:t xml:space="preserve"> </w:t>
      </w:r>
      <w:r>
        <w:t>and</w:t>
      </w:r>
      <w:r w:rsidR="00046589">
        <w:t xml:space="preserve"> </w:t>
      </w:r>
      <w:r>
        <w:t>cultural</w:t>
      </w:r>
      <w:r w:rsidR="00046589">
        <w:t xml:space="preserve"> </w:t>
      </w:r>
      <w:r>
        <w:t>activity".</w:t>
      </w:r>
    </w:p>
    <w:p w:rsidR="003C40D7" w:rsidRPr="003C40D7" w:rsidRDefault="003C40D7" w:rsidP="003C40D7">
      <w:pPr>
        <w:pStyle w:val="libNormal"/>
        <w:rPr>
          <w:rStyle w:val="libNormalChar"/>
        </w:rPr>
      </w:pPr>
      <w:r>
        <w:t>One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basic</w:t>
      </w:r>
      <w:r w:rsidR="00046589">
        <w:t xml:space="preserve"> </w:t>
      </w:r>
      <w:r>
        <w:t>themes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Muqaddimah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that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once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natural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economy,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characterised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by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basic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needs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social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solidarity,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changes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into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highly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productive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economy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(producing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luxury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social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anomie)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internal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coherence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weakens.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vicious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circle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disfunctional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development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sets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This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leads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to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decline.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loss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solidarity,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tyranny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masses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luxury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figured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already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picture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Polybius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villain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piece.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But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was</w:t>
      </w:r>
      <w:r w:rsidR="00046589">
        <w:rPr>
          <w:rStyle w:val="libNormalChar"/>
        </w:rPr>
        <w:t xml:space="preserve"> </w:t>
      </w:r>
      <w:proofErr w:type="spellStart"/>
      <w:r w:rsidR="006F62A6">
        <w:rPr>
          <w:rStyle w:val="libNormalChar"/>
        </w:rPr>
        <w:t>Ibn</w:t>
      </w:r>
      <w:proofErr w:type="spellEnd"/>
      <w:r w:rsidR="00046589">
        <w:rPr>
          <w:rStyle w:val="libNormalChar"/>
        </w:rPr>
        <w:t xml:space="preserve"> </w:t>
      </w:r>
      <w:proofErr w:type="spellStart"/>
      <w:r w:rsidR="006F62A6">
        <w:rPr>
          <w:rStyle w:val="libNormalChar"/>
        </w:rPr>
        <w:t>Khaldun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who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first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offered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well</w:t>
      </w:r>
      <w:r w:rsidR="006F62A6">
        <w:rPr>
          <w:rStyle w:val="libNormalChar"/>
        </w:rPr>
        <w:t>-</w:t>
      </w:r>
      <w:r w:rsidRPr="003C40D7">
        <w:rPr>
          <w:rStyle w:val="libNormalChar"/>
        </w:rPr>
        <w:t>documented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global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analysis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unsustainable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development.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civilized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state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with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highly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developed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economy,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with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comfort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luxury,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ItalicChar"/>
        </w:rPr>
        <w:t>telos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most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historical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societies.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But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once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society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its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economy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achieves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ItalicChar"/>
        </w:rPr>
        <w:t>hadara</w:t>
      </w:r>
      <w:proofErr w:type="spellEnd"/>
      <w:r w:rsidRPr="003C40D7">
        <w:rPr>
          <w:rStyle w:val="libNormalChar"/>
        </w:rPr>
        <w:t>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very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success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augurs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its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dissolution.</w:t>
      </w:r>
    </w:p>
    <w:p w:rsidR="003C40D7" w:rsidRDefault="003C40D7" w:rsidP="003C40D7">
      <w:pPr>
        <w:pStyle w:val="libNormal"/>
      </w:pPr>
      <w:r>
        <w:t>The</w:t>
      </w:r>
      <w:r w:rsidR="00046589">
        <w:t xml:space="preserve"> </w:t>
      </w:r>
      <w:r>
        <w:t>developed</w:t>
      </w:r>
      <w:r w:rsidR="00046589">
        <w:t xml:space="preserve"> </w:t>
      </w:r>
      <w:r>
        <w:t>modes</w:t>
      </w:r>
      <w:r w:rsidR="00046589">
        <w:t xml:space="preserve"> </w:t>
      </w:r>
      <w:r>
        <w:t>of</w:t>
      </w:r>
      <w:r w:rsidR="00046589">
        <w:t xml:space="preserve"> </w:t>
      </w:r>
      <w:r>
        <w:t>production</w:t>
      </w:r>
      <w:r w:rsidR="00046589">
        <w:t xml:space="preserve"> </w:t>
      </w:r>
      <w:r>
        <w:t>resulting</w:t>
      </w:r>
      <w:r w:rsidR="00046589">
        <w:t xml:space="preserve"> </w:t>
      </w:r>
      <w:r>
        <w:t>in</w:t>
      </w:r>
      <w:r w:rsidR="00046589">
        <w:t xml:space="preserve"> </w:t>
      </w:r>
      <w:r>
        <w:t>surplus</w:t>
      </w:r>
      <w:r w:rsidR="00046589">
        <w:t xml:space="preserve"> </w:t>
      </w:r>
      <w:r>
        <w:t>production</w:t>
      </w:r>
      <w:r w:rsidR="00046589">
        <w:t xml:space="preserve"> </w:t>
      </w:r>
      <w:r>
        <w:t>(in</w:t>
      </w:r>
      <w:r w:rsidR="00046589">
        <w:t xml:space="preserve"> </w:t>
      </w:r>
      <w:r>
        <w:t>agriculture,</w:t>
      </w:r>
      <w:r w:rsidR="00046589">
        <w:t xml:space="preserve"> </w:t>
      </w:r>
      <w:r>
        <w:t>stock</w:t>
      </w:r>
      <w:r w:rsidR="006F62A6">
        <w:t>-</w:t>
      </w:r>
      <w:r>
        <w:t>raising,</w:t>
      </w:r>
      <w:r w:rsidR="00046589">
        <w:t xml:space="preserve"> </w:t>
      </w:r>
      <w:r>
        <w:t>crafts</w:t>
      </w:r>
      <w:r w:rsidR="00046589">
        <w:t xml:space="preserve"> </w:t>
      </w:r>
      <w:r>
        <w:t>and</w:t>
      </w:r>
      <w:r w:rsidR="00046589">
        <w:t xml:space="preserve"> </w:t>
      </w:r>
      <w:r>
        <w:t>industries),</w:t>
      </w:r>
      <w:r w:rsidR="00046589">
        <w:t xml:space="preserve"> </w:t>
      </w:r>
      <w:r>
        <w:t>the</w:t>
      </w:r>
      <w:r w:rsidR="00046589">
        <w:t xml:space="preserve"> </w:t>
      </w:r>
      <w:r>
        <w:t>intense</w:t>
      </w:r>
      <w:r w:rsidR="00046589">
        <w:t xml:space="preserve"> </w:t>
      </w:r>
      <w:r>
        <w:t>exchange</w:t>
      </w:r>
      <w:r w:rsidR="00046589">
        <w:t xml:space="preserve"> </w:t>
      </w:r>
      <w:r>
        <w:t>and</w:t>
      </w:r>
      <w:r w:rsidR="00046589">
        <w:t xml:space="preserve"> </w:t>
      </w:r>
      <w:r>
        <w:lastRenderedPageBreak/>
        <w:t>trade</w:t>
      </w:r>
      <w:r w:rsidR="00046589">
        <w:t xml:space="preserve"> </w:t>
      </w:r>
      <w:r>
        <w:t>relations</w:t>
      </w:r>
      <w:r w:rsidR="00046589">
        <w:t xml:space="preserve"> </w:t>
      </w:r>
      <w:r>
        <w:t>between</w:t>
      </w:r>
      <w:r w:rsidR="00046589">
        <w:t xml:space="preserve"> </w:t>
      </w:r>
      <w:r>
        <w:t>these</w:t>
      </w:r>
      <w:r w:rsidR="00046589">
        <w:t xml:space="preserve"> </w:t>
      </w:r>
      <w:r>
        <w:t>sectors,</w:t>
      </w:r>
      <w:r w:rsidR="00046589">
        <w:t xml:space="preserve"> </w:t>
      </w:r>
      <w:r>
        <w:t>the</w:t>
      </w:r>
      <w:r w:rsidR="00046589">
        <w:t xml:space="preserve"> </w:t>
      </w:r>
      <w:r>
        <w:t>use</w:t>
      </w:r>
      <w:r w:rsidR="00046589">
        <w:t xml:space="preserve"> </w:t>
      </w:r>
      <w:r>
        <w:t>of</w:t>
      </w:r>
      <w:r w:rsidR="00046589">
        <w:t xml:space="preserve"> </w:t>
      </w:r>
      <w:r>
        <w:t>money,</w:t>
      </w:r>
      <w:r w:rsidR="00046589">
        <w:t xml:space="preserve"> </w:t>
      </w:r>
      <w:r>
        <w:t>the</w:t>
      </w:r>
      <w:r w:rsidR="00046589">
        <w:t xml:space="preserve"> </w:t>
      </w:r>
      <w:r>
        <w:t>refinement</w:t>
      </w:r>
      <w:r w:rsidR="00046589">
        <w:t xml:space="preserve"> </w:t>
      </w:r>
      <w:r>
        <w:t>of</w:t>
      </w:r>
      <w:r w:rsidR="00046589">
        <w:t xml:space="preserve"> </w:t>
      </w:r>
      <w:r>
        <w:t>arts</w:t>
      </w:r>
      <w:r w:rsidR="00046589">
        <w:t xml:space="preserve"> </w:t>
      </w:r>
      <w:r>
        <w:t>and</w:t>
      </w:r>
      <w:r w:rsidR="00046589">
        <w:t xml:space="preserve"> </w:t>
      </w:r>
      <w:r>
        <w:t>skills</w:t>
      </w:r>
      <w:r w:rsidR="00046589">
        <w:t xml:space="preserve"> </w:t>
      </w:r>
      <w:r>
        <w:t>evolved</w:t>
      </w:r>
      <w:r w:rsidR="00046589">
        <w:t xml:space="preserve"> </w:t>
      </w:r>
      <w:r>
        <w:t>as</w:t>
      </w:r>
      <w:r w:rsidR="00046589">
        <w:t xml:space="preserve"> </w:t>
      </w:r>
      <w:r>
        <w:t>a</w:t>
      </w:r>
      <w:r w:rsidR="00046589">
        <w:t xml:space="preserve"> </w:t>
      </w:r>
      <w:r>
        <w:t>response</w:t>
      </w:r>
      <w:r w:rsidR="00046589">
        <w:t xml:space="preserve"> </w:t>
      </w:r>
      <w:r>
        <w:t>to</w:t>
      </w:r>
      <w:r w:rsidR="00046589">
        <w:t xml:space="preserve"> </w:t>
      </w:r>
      <w:r>
        <w:t>man's</w:t>
      </w:r>
      <w:r w:rsidR="00046589">
        <w:t xml:space="preserve"> </w:t>
      </w:r>
      <w:r>
        <w:t>desire</w:t>
      </w:r>
      <w:r w:rsidR="00046589">
        <w:t xml:space="preserve"> </w:t>
      </w:r>
      <w:r>
        <w:t>for</w:t>
      </w:r>
      <w:r w:rsidR="00046589">
        <w:t xml:space="preserve"> </w:t>
      </w:r>
      <w:r>
        <w:t>material</w:t>
      </w:r>
      <w:r w:rsidR="00046589">
        <w:t xml:space="preserve"> </w:t>
      </w:r>
      <w:r>
        <w:t>comfort.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next</w:t>
      </w:r>
      <w:r w:rsidR="00046589">
        <w:t xml:space="preserve"> </w:t>
      </w:r>
      <w:r>
        <w:t>course</w:t>
      </w:r>
      <w:r w:rsidR="00046589">
        <w:t xml:space="preserve"> </w:t>
      </w:r>
      <w:r>
        <w:t>of</w:t>
      </w:r>
      <w:r w:rsidR="00046589">
        <w:t xml:space="preserve"> </w:t>
      </w:r>
      <w:r>
        <w:t>development,</w:t>
      </w:r>
      <w:r w:rsidR="00046589">
        <w:t xml:space="preserve"> </w:t>
      </w:r>
      <w:r>
        <w:t>however,</w:t>
      </w:r>
      <w:r w:rsidR="00046589">
        <w:t xml:space="preserve"> </w:t>
      </w:r>
      <w:r>
        <w:t>the</w:t>
      </w:r>
      <w:r w:rsidR="00046589">
        <w:t xml:space="preserve"> </w:t>
      </w:r>
      <w:r>
        <w:t>rise</w:t>
      </w:r>
      <w:r w:rsidR="00046589">
        <w:t xml:space="preserve"> </w:t>
      </w:r>
      <w:r>
        <w:t>and</w:t>
      </w:r>
      <w:r w:rsidR="00046589">
        <w:t xml:space="preserve"> </w:t>
      </w:r>
      <w:r>
        <w:t>growth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economy</w:t>
      </w:r>
      <w:r w:rsidR="00046589">
        <w:t xml:space="preserve"> </w:t>
      </w:r>
      <w:r>
        <w:t>is</w:t>
      </w:r>
      <w:r w:rsidR="00046589">
        <w:t xml:space="preserve"> </w:t>
      </w:r>
      <w:r>
        <w:t>intimately</w:t>
      </w:r>
      <w:r w:rsidR="00046589">
        <w:t xml:space="preserve"> </w:t>
      </w:r>
      <w:r>
        <w:t>related</w:t>
      </w:r>
      <w:r w:rsidR="00046589">
        <w:t xml:space="preserve"> </w:t>
      </w:r>
      <w:r>
        <w:t>to</w:t>
      </w:r>
      <w:r w:rsidR="00046589">
        <w:t xml:space="preserve"> </w:t>
      </w:r>
      <w:r>
        <w:t>the</w:t>
      </w:r>
      <w:r w:rsidR="00046589">
        <w:t xml:space="preserve"> </w:t>
      </w:r>
      <w:r>
        <w:t>assertive</w:t>
      </w:r>
      <w:r w:rsidR="00046589">
        <w:t xml:space="preserve"> </w:t>
      </w:r>
      <w:r>
        <w:t>power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state.</w:t>
      </w:r>
      <w:r w:rsidR="00046589">
        <w:t xml:space="preserve"> </w:t>
      </w:r>
      <w:r>
        <w:t>In</w:t>
      </w:r>
      <w:r w:rsidR="00046589">
        <w:t xml:space="preserve"> </w:t>
      </w:r>
      <w:r>
        <w:t>order</w:t>
      </w:r>
      <w:r w:rsidR="00046589">
        <w:t xml:space="preserve"> </w:t>
      </w:r>
      <w:r>
        <w:t>to</w:t>
      </w:r>
      <w:r w:rsidR="00046589">
        <w:t xml:space="preserve"> </w:t>
      </w:r>
      <w:r>
        <w:t>underpin</w:t>
      </w:r>
      <w:r w:rsidR="00046589">
        <w:t xml:space="preserve"> </w:t>
      </w:r>
      <w:r>
        <w:t>their</w:t>
      </w:r>
      <w:r w:rsidR="00046589">
        <w:t xml:space="preserve"> </w:t>
      </w:r>
      <w:r>
        <w:t>legitimacy</w:t>
      </w:r>
      <w:r w:rsidR="00046589">
        <w:t xml:space="preserve"> </w:t>
      </w:r>
      <w:r>
        <w:t>the</w:t>
      </w:r>
      <w:r w:rsidR="00046589">
        <w:t xml:space="preserve"> </w:t>
      </w:r>
      <w:r>
        <w:t>rulers</w:t>
      </w:r>
      <w:r w:rsidR="00046589">
        <w:t xml:space="preserve"> </w:t>
      </w:r>
      <w:r>
        <w:t>embark</w:t>
      </w:r>
      <w:r w:rsidR="00046589">
        <w:t xml:space="preserve"> </w:t>
      </w:r>
      <w:r>
        <w:t>upon</w:t>
      </w:r>
      <w:r w:rsidR="00046589">
        <w:t xml:space="preserve"> </w:t>
      </w:r>
      <w:r>
        <w:t>the</w:t>
      </w:r>
      <w:r w:rsidR="00046589">
        <w:t xml:space="preserve"> </w:t>
      </w:r>
      <w:r>
        <w:t>construction</w:t>
      </w:r>
      <w:r w:rsidR="00046589">
        <w:t xml:space="preserve"> </w:t>
      </w:r>
      <w:r>
        <w:t>of</w:t>
      </w:r>
      <w:r w:rsidR="00046589">
        <w:t xml:space="preserve"> </w:t>
      </w:r>
      <w:r>
        <w:t>public</w:t>
      </w:r>
      <w:r w:rsidR="00046589">
        <w:t xml:space="preserve"> </w:t>
      </w:r>
      <w:r>
        <w:t>works</w:t>
      </w:r>
      <w:r w:rsidR="00046589">
        <w:t xml:space="preserve"> </w:t>
      </w:r>
      <w:r>
        <w:t>and</w:t>
      </w:r>
      <w:r w:rsidR="00046589">
        <w:t xml:space="preserve"> </w:t>
      </w:r>
      <w:r>
        <w:t>distribute</w:t>
      </w:r>
      <w:r w:rsidR="00046589">
        <w:t xml:space="preserve"> </w:t>
      </w:r>
      <w:r>
        <w:t>attractions</w:t>
      </w:r>
      <w:r w:rsidR="00046589">
        <w:t xml:space="preserve"> </w:t>
      </w:r>
      <w:r>
        <w:t>and</w:t>
      </w:r>
      <w:r w:rsidR="00046589">
        <w:t xml:space="preserve"> </w:t>
      </w:r>
      <w:r>
        <w:t>public</w:t>
      </w:r>
      <w:r w:rsidR="00046589">
        <w:t xml:space="preserve"> </w:t>
      </w:r>
      <w:r>
        <w:t>utilities</w:t>
      </w:r>
      <w:r w:rsidR="00046589">
        <w:t xml:space="preserve"> </w:t>
      </w:r>
      <w:r>
        <w:t>for</w:t>
      </w:r>
      <w:r w:rsidR="00046589">
        <w:t xml:space="preserve"> </w:t>
      </w:r>
      <w:r>
        <w:t>the</w:t>
      </w:r>
      <w:r w:rsidR="00046589">
        <w:t xml:space="preserve"> </w:t>
      </w:r>
      <w:r>
        <w:t>people.</w:t>
      </w:r>
      <w:r w:rsidR="00046589">
        <w:t xml:space="preserve"> </w:t>
      </w:r>
      <w:r>
        <w:t>In</w:t>
      </w:r>
      <w:r w:rsidR="00046589">
        <w:t xml:space="preserve"> </w:t>
      </w:r>
      <w:r>
        <w:t>a</w:t>
      </w:r>
      <w:r w:rsidR="00046589">
        <w:t xml:space="preserve"> </w:t>
      </w:r>
      <w:r>
        <w:t>sort</w:t>
      </w:r>
      <w:r w:rsidR="00046589">
        <w:t xml:space="preserve"> </w:t>
      </w:r>
      <w:r>
        <w:t>of</w:t>
      </w:r>
      <w:r w:rsidR="00046589">
        <w:t xml:space="preserve"> </w:t>
      </w:r>
      <w:r>
        <w:t>mercantilist</w:t>
      </w:r>
      <w:r w:rsidR="00046589">
        <w:t xml:space="preserve"> </w:t>
      </w:r>
      <w:r>
        <w:t>interplay</w:t>
      </w:r>
      <w:r w:rsidR="00046589">
        <w:t xml:space="preserve"> </w:t>
      </w:r>
      <w:r>
        <w:t>the</w:t>
      </w:r>
      <w:r w:rsidR="00046589">
        <w:t xml:space="preserve"> </w:t>
      </w:r>
      <w:r>
        <w:t>state</w:t>
      </w:r>
      <w:r w:rsidR="00046589">
        <w:t xml:space="preserve"> </w:t>
      </w:r>
      <w:r>
        <w:t>and</w:t>
      </w:r>
      <w:r w:rsidR="00046589">
        <w:t xml:space="preserve"> </w:t>
      </w:r>
      <w:r>
        <w:t>the</w:t>
      </w:r>
      <w:r w:rsidR="00046589">
        <w:t xml:space="preserve"> </w:t>
      </w:r>
      <w:r>
        <w:t>commercial</w:t>
      </w:r>
      <w:r w:rsidR="00046589">
        <w:t xml:space="preserve"> </w:t>
      </w:r>
      <w:r>
        <w:t>classes</w:t>
      </w:r>
      <w:r w:rsidR="00046589">
        <w:t xml:space="preserve"> </w:t>
      </w:r>
      <w:r>
        <w:t>activate</w:t>
      </w:r>
      <w:r w:rsidR="00046589">
        <w:t xml:space="preserve"> </w:t>
      </w:r>
      <w:r>
        <w:t>the</w:t>
      </w:r>
      <w:r w:rsidR="00046589">
        <w:t xml:space="preserve"> </w:t>
      </w:r>
      <w:r>
        <w:t>professional</w:t>
      </w:r>
      <w:r w:rsidR="00046589">
        <w:t xml:space="preserve"> </w:t>
      </w:r>
      <w:r>
        <w:t>skills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craftsmen</w:t>
      </w:r>
      <w:r w:rsidR="00046589">
        <w:t xml:space="preserve"> </w:t>
      </w:r>
      <w:r>
        <w:t>and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other</w:t>
      </w:r>
      <w:r w:rsidR="00046589">
        <w:t xml:space="preserve"> </w:t>
      </w:r>
      <w:r>
        <w:t>productive</w:t>
      </w:r>
      <w:r w:rsidR="00046589">
        <w:t xml:space="preserve"> </w:t>
      </w:r>
      <w:r>
        <w:t>sectors.</w:t>
      </w:r>
    </w:p>
    <w:p w:rsidR="003C40D7" w:rsidRDefault="003C40D7" w:rsidP="003C40D7">
      <w:pPr>
        <w:pStyle w:val="libNormal"/>
      </w:pPr>
      <w:r w:rsidRPr="003C40D7">
        <w:t>With</w:t>
      </w:r>
      <w:r w:rsidR="00046589">
        <w:t xml:space="preserve"> </w:t>
      </w:r>
      <w:r w:rsidRPr="003C40D7">
        <w:t>greater</w:t>
      </w:r>
      <w:r w:rsidR="00046589">
        <w:t xml:space="preserve"> </w:t>
      </w:r>
      <w:r w:rsidRPr="003C40D7">
        <w:t>emphasis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clarity</w:t>
      </w:r>
      <w:r w:rsidR="00046589">
        <w:t xml:space="preserve"> </w:t>
      </w:r>
      <w:r w:rsidRPr="003C40D7">
        <w:t>than</w:t>
      </w:r>
      <w:r w:rsidR="00046589">
        <w:t xml:space="preserve"> </w:t>
      </w:r>
      <w:r w:rsidRPr="003C40D7">
        <w:t>any</w:t>
      </w:r>
      <w:r w:rsidR="00046589">
        <w:t xml:space="preserve"> </w:t>
      </w:r>
      <w:r w:rsidRPr="003C40D7">
        <w:t>author</w:t>
      </w:r>
      <w:r w:rsidR="00046589">
        <w:t xml:space="preserve"> </w:t>
      </w:r>
      <w:r w:rsidRPr="003C40D7">
        <w:t>before</w:t>
      </w:r>
      <w:r w:rsidR="00046589">
        <w:t xml:space="preserve"> </w:t>
      </w:r>
      <w:r w:rsidRPr="003C40D7">
        <w:t>him,</w:t>
      </w:r>
      <w:r w:rsidR="00046589">
        <w:t xml:space="preserve"> </w:t>
      </w:r>
      <w:r w:rsidRPr="003C40D7">
        <w:t>our</w:t>
      </w:r>
      <w:r w:rsidR="00046589">
        <w:t xml:space="preserve"> </w:t>
      </w:r>
      <w:r w:rsidRPr="003C40D7">
        <w:t>medieval</w:t>
      </w:r>
      <w:r w:rsidR="00046589">
        <w:t xml:space="preserve"> </w:t>
      </w:r>
      <w:r w:rsidRPr="003C40D7">
        <w:t>scholar</w:t>
      </w:r>
      <w:r w:rsidR="00046589">
        <w:t xml:space="preserve"> </w:t>
      </w:r>
      <w:r w:rsidRPr="003C40D7">
        <w:t>discourses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value</w:t>
      </w:r>
      <w:r w:rsidR="00046589">
        <w:t xml:space="preserve"> </w:t>
      </w:r>
      <w:r w:rsidRPr="003C40D7">
        <w:t>of</w:t>
      </w:r>
      <w:r w:rsidR="00046589">
        <w:t xml:space="preserve"> </w:t>
      </w:r>
      <w:proofErr w:type="spellStart"/>
      <w:r w:rsidRPr="003C40D7">
        <w:t>labour</w:t>
      </w:r>
      <w:proofErr w:type="spellEnd"/>
      <w:r w:rsidRPr="003C40D7">
        <w:t>,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productivity</w:t>
      </w:r>
      <w:r w:rsidR="006F62A6">
        <w:t>-</w:t>
      </w:r>
      <w:r w:rsidRPr="003C40D7">
        <w:t>effect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division</w:t>
      </w:r>
      <w:r w:rsidR="00046589">
        <w:t xml:space="preserve"> </w:t>
      </w:r>
      <w:r w:rsidRPr="003C40D7">
        <w:t>of</w:t>
      </w:r>
      <w:r w:rsidR="00046589">
        <w:t xml:space="preserve"> </w:t>
      </w:r>
      <w:proofErr w:type="spellStart"/>
      <w:r w:rsidRPr="003C40D7">
        <w:t>labour</w:t>
      </w:r>
      <w:proofErr w:type="spellEnd"/>
      <w:r w:rsidRPr="003C40D7">
        <w:t>,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stimulus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profit,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profit</w:t>
      </w:r>
      <w:r w:rsidR="00046589">
        <w:t xml:space="preserve"> </w:t>
      </w:r>
      <w:r w:rsidRPr="003C40D7">
        <w:t>motive,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accumulation</w:t>
      </w:r>
      <w:r w:rsidR="00046589">
        <w:t xml:space="preserve"> </w:t>
      </w:r>
      <w:r w:rsidRPr="003C40D7">
        <w:t>process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impetus</w:t>
      </w:r>
      <w:r w:rsidR="00046589">
        <w:t xml:space="preserve"> </w:t>
      </w:r>
      <w:r w:rsidRPr="003C40D7">
        <w:t>given</w:t>
      </w:r>
      <w:r w:rsidR="00046589">
        <w:t xml:space="preserve"> </w:t>
      </w:r>
      <w:r w:rsidRPr="003C40D7">
        <w:t>by</w:t>
      </w:r>
      <w:r w:rsidR="00046589">
        <w:t xml:space="preserve"> </w:t>
      </w:r>
      <w:r w:rsidRPr="003C40D7">
        <w:t>inflation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economic</w:t>
      </w:r>
      <w:r w:rsidR="00046589">
        <w:t xml:space="preserve"> </w:t>
      </w:r>
      <w:r w:rsidRPr="003C40D7">
        <w:t>growth</w:t>
      </w:r>
      <w:r w:rsidR="00046589">
        <w:t xml:space="preserve"> </w:t>
      </w:r>
      <w:r w:rsidRPr="003C40D7">
        <w:rPr>
          <w:rStyle w:val="libFootnotenumChar"/>
        </w:rPr>
        <w:endnoteReference w:id="5"/>
      </w:r>
      <w:r w:rsidRPr="003C40D7">
        <w:t>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importance</w:t>
      </w:r>
      <w:r w:rsidR="00046589">
        <w:t xml:space="preserve"> </w:t>
      </w:r>
      <w:r w:rsidRPr="003C40D7">
        <w:t>of</w:t>
      </w:r>
      <w:r w:rsidR="00046589">
        <w:t xml:space="preserve"> </w:t>
      </w:r>
      <w:proofErr w:type="spellStart"/>
      <w:r w:rsidRPr="003C40D7">
        <w:t>labour</w:t>
      </w:r>
      <w:proofErr w:type="spellEnd"/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profit</w:t>
      </w:r>
      <w:r w:rsidR="00046589">
        <w:t xml:space="preserve"> </w:t>
      </w:r>
      <w:r w:rsidRPr="003C40D7">
        <w:t>motive</w:t>
      </w:r>
      <w:r w:rsidR="00046589">
        <w:t xml:space="preserve"> </w:t>
      </w:r>
      <w:r w:rsidRPr="003C40D7">
        <w:t>merit</w:t>
      </w:r>
      <w:r w:rsidR="00046589">
        <w:t xml:space="preserve"> </w:t>
      </w:r>
      <w:r w:rsidRPr="003C40D7">
        <w:t>special</w:t>
      </w:r>
      <w:r w:rsidR="00046589">
        <w:t xml:space="preserve"> </w:t>
      </w:r>
      <w:r w:rsidRPr="003C40D7">
        <w:t>mentioning.</w:t>
      </w:r>
      <w:r w:rsidR="00046589">
        <w:t xml:space="preserve"> </w:t>
      </w:r>
      <w:r w:rsidRPr="003C40D7">
        <w:t>Chapter</w:t>
      </w:r>
      <w:r w:rsidR="00046589">
        <w:t xml:space="preserve"> </w:t>
      </w:r>
      <w:r w:rsidRPr="003C40D7">
        <w:t>V,</w:t>
      </w:r>
      <w:r w:rsidR="00046589">
        <w:t xml:space="preserve"> </w:t>
      </w:r>
      <w:r w:rsidRPr="003C40D7">
        <w:t>section</w:t>
      </w:r>
      <w:r w:rsidR="00046589">
        <w:t xml:space="preserve"> </w:t>
      </w:r>
      <w:r w:rsidRPr="003C40D7">
        <w:t>1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Muqaddimah</w:t>
      </w:r>
      <w:proofErr w:type="spellEnd"/>
      <w:r w:rsidR="00046589">
        <w:t xml:space="preserve"> </w:t>
      </w:r>
      <w:r>
        <w:t>is</w:t>
      </w:r>
      <w:r w:rsidR="00046589">
        <w:t xml:space="preserve"> </w:t>
      </w:r>
      <w:r>
        <w:t>replete</w:t>
      </w:r>
      <w:r w:rsidR="00046589">
        <w:t xml:space="preserve"> </w:t>
      </w:r>
      <w:r>
        <w:t>with</w:t>
      </w:r>
      <w:r w:rsidR="00046589">
        <w:t xml:space="preserve"> </w:t>
      </w:r>
      <w:r>
        <w:t>statements</w:t>
      </w:r>
      <w:r w:rsidR="00046589">
        <w:t xml:space="preserve"> </w:t>
      </w:r>
      <w:r>
        <w:t>such</w:t>
      </w:r>
      <w:r w:rsidR="00046589">
        <w:t xml:space="preserve"> </w:t>
      </w:r>
      <w:r>
        <w:t>as</w:t>
      </w:r>
      <w:r w:rsidR="006F62A6">
        <w:t>:</w:t>
      </w:r>
      <w:r w:rsidR="00046589">
        <w:t xml:space="preserve"> </w:t>
      </w:r>
      <w:r>
        <w:t>"profit</w:t>
      </w:r>
      <w:r w:rsidR="00046589">
        <w:t xml:space="preserve"> </w:t>
      </w:r>
      <w:r>
        <w:t>is</w:t>
      </w:r>
      <w:r w:rsidR="00046589">
        <w:t xml:space="preserve"> </w:t>
      </w:r>
      <w:r>
        <w:t>the</w:t>
      </w:r>
      <w:r w:rsidR="00046589">
        <w:t xml:space="preserve"> </w:t>
      </w:r>
      <w:r>
        <w:t>value</w:t>
      </w:r>
      <w:r w:rsidR="00046589">
        <w:t xml:space="preserve"> </w:t>
      </w:r>
      <w:r>
        <w:t>realized</w:t>
      </w:r>
      <w:r w:rsidR="00046589">
        <w:t xml:space="preserve"> </w:t>
      </w:r>
      <w:r>
        <w:t>from</w:t>
      </w:r>
      <w:r w:rsidR="00046589">
        <w:t xml:space="preserve"> </w:t>
      </w:r>
      <w:r>
        <w:t>human</w:t>
      </w:r>
      <w:r w:rsidR="00046589">
        <w:t xml:space="preserve"> </w:t>
      </w:r>
      <w:proofErr w:type="spellStart"/>
      <w:r>
        <w:t>labour</w:t>
      </w:r>
      <w:proofErr w:type="spellEnd"/>
      <w:r>
        <w:t>"</w:t>
      </w:r>
      <w:r w:rsidR="00046589">
        <w:t xml:space="preserve"> </w:t>
      </w:r>
      <w:r>
        <w:t>or</w:t>
      </w:r>
      <w:r w:rsidR="00046589">
        <w:t xml:space="preserve"> </w:t>
      </w:r>
      <w:r>
        <w:t>"capital</w:t>
      </w:r>
      <w:r w:rsidR="00046589">
        <w:t xml:space="preserve"> </w:t>
      </w:r>
      <w:r>
        <w:t>is</w:t>
      </w:r>
      <w:r w:rsidR="00046589">
        <w:t xml:space="preserve"> </w:t>
      </w:r>
      <w:r>
        <w:t>the</w:t>
      </w:r>
      <w:r w:rsidR="00046589">
        <w:t xml:space="preserve"> </w:t>
      </w:r>
      <w:r>
        <w:t>value</w:t>
      </w:r>
      <w:r w:rsidR="00046589">
        <w:t xml:space="preserve"> </w:t>
      </w:r>
      <w:r>
        <w:t>realized</w:t>
      </w:r>
      <w:r w:rsidR="00046589">
        <w:t xml:space="preserve"> </w:t>
      </w:r>
      <w:r>
        <w:t>from</w:t>
      </w:r>
      <w:r w:rsidR="00046589">
        <w:t xml:space="preserve"> </w:t>
      </w:r>
      <w:proofErr w:type="spellStart"/>
      <w:r>
        <w:t>labour</w:t>
      </w:r>
      <w:proofErr w:type="spellEnd"/>
      <w:r>
        <w:t>".</w:t>
      </w:r>
      <w:r w:rsidR="00046589">
        <w:t xml:space="preserve"> </w:t>
      </w:r>
      <w:r>
        <w:t>A</w:t>
      </w:r>
      <w:r w:rsidR="00046589">
        <w:t xml:space="preserve"> </w:t>
      </w:r>
      <w:r>
        <w:t>number</w:t>
      </w:r>
      <w:r w:rsidR="00046589">
        <w:t xml:space="preserve"> </w:t>
      </w:r>
      <w:r>
        <w:t>of</w:t>
      </w:r>
      <w:r w:rsidR="00046589">
        <w:t xml:space="preserve"> </w:t>
      </w:r>
      <w:r>
        <w:t>Marxist</w:t>
      </w:r>
      <w:r w:rsidR="00046589">
        <w:t xml:space="preserve"> </w:t>
      </w:r>
      <w:r>
        <w:t>writers,</w:t>
      </w:r>
      <w:r w:rsidR="00046589">
        <w:t xml:space="preserve"> </w:t>
      </w:r>
      <w:r>
        <w:t>like</w:t>
      </w:r>
      <w:r w:rsidR="00046589">
        <w:t xml:space="preserve"> </w:t>
      </w:r>
      <w:proofErr w:type="spellStart"/>
      <w:r>
        <w:t>Batsieva</w:t>
      </w:r>
      <w:proofErr w:type="spellEnd"/>
      <w:r>
        <w:t>,</w:t>
      </w:r>
      <w:r w:rsidR="00046589">
        <w:t xml:space="preserve"> </w:t>
      </w:r>
      <w:r>
        <w:t>were</w:t>
      </w:r>
      <w:r w:rsidR="00046589">
        <w:t xml:space="preserve"> </w:t>
      </w:r>
      <w:r>
        <w:t>tempted</w:t>
      </w:r>
      <w:r w:rsidR="00046589">
        <w:t xml:space="preserve"> </w:t>
      </w:r>
      <w:r>
        <w:t>to</w:t>
      </w:r>
      <w:r w:rsidR="00046589">
        <w:t xml:space="preserve"> </w:t>
      </w:r>
      <w:r>
        <w:t>profile</w:t>
      </w:r>
      <w:r w:rsidR="00046589">
        <w:t xml:space="preserve"> </w:t>
      </w:r>
      <w:r>
        <w:t>our</w:t>
      </w:r>
      <w:r w:rsidR="00046589">
        <w:t xml:space="preserve"> </w:t>
      </w:r>
      <w:r>
        <w:t>author</w:t>
      </w:r>
      <w:r w:rsidR="00046589">
        <w:t xml:space="preserve"> </w:t>
      </w:r>
      <w:r>
        <w:t>as</w:t>
      </w:r>
      <w:r w:rsidR="00046589">
        <w:t xml:space="preserve"> </w:t>
      </w:r>
      <w:r>
        <w:t>an</w:t>
      </w:r>
      <w:r w:rsidR="00046589">
        <w:t xml:space="preserve"> </w:t>
      </w:r>
      <w:r>
        <w:t>early</w:t>
      </w:r>
      <w:r w:rsidR="00046589">
        <w:t xml:space="preserve"> </w:t>
      </w:r>
      <w:r>
        <w:t>socialist</w:t>
      </w:r>
      <w:r w:rsidR="00046589">
        <w:t xml:space="preserve"> </w:t>
      </w:r>
      <w:r>
        <w:t>and</w:t>
      </w:r>
      <w:r w:rsidR="00046589">
        <w:t xml:space="preserve"> </w:t>
      </w:r>
      <w:proofErr w:type="spellStart"/>
      <w:r>
        <w:t>labour</w:t>
      </w:r>
      <w:proofErr w:type="spellEnd"/>
      <w:r w:rsidR="006F62A6">
        <w:t>-</w:t>
      </w:r>
      <w:r>
        <w:t>value</w:t>
      </w:r>
      <w:r w:rsidR="00046589">
        <w:t xml:space="preserve"> </w:t>
      </w:r>
      <w:r>
        <w:t>theorist.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>
        <w:t>would</w:t>
      </w:r>
      <w:r w:rsidR="00046589">
        <w:t xml:space="preserve"> </w:t>
      </w:r>
      <w:r>
        <w:t>be</w:t>
      </w:r>
      <w:r w:rsidR="00046589">
        <w:t xml:space="preserve"> </w:t>
      </w:r>
      <w:r>
        <w:t>the</w:t>
      </w:r>
      <w:r w:rsidR="00046589">
        <w:t xml:space="preserve"> </w:t>
      </w:r>
      <w:r>
        <w:t>first</w:t>
      </w:r>
      <w:r w:rsidR="00046589">
        <w:t xml:space="preserve"> </w:t>
      </w:r>
      <w:r>
        <w:t>to</w:t>
      </w:r>
      <w:r w:rsidR="00046589">
        <w:t xml:space="preserve"> </w:t>
      </w:r>
      <w:r>
        <w:t>take</w:t>
      </w:r>
      <w:r w:rsidR="00046589">
        <w:t xml:space="preserve"> </w:t>
      </w:r>
      <w:r>
        <w:t>umbrage</w:t>
      </w:r>
      <w:r w:rsidR="00046589">
        <w:t xml:space="preserve"> </w:t>
      </w:r>
      <w:r>
        <w:t>at</w:t>
      </w:r>
      <w:r w:rsidR="00046589">
        <w:t xml:space="preserve"> </w:t>
      </w:r>
      <w:r>
        <w:t>such</w:t>
      </w:r>
      <w:r w:rsidR="00046589">
        <w:t xml:space="preserve"> </w:t>
      </w:r>
      <w:r>
        <w:t>a</w:t>
      </w:r>
      <w:r w:rsidR="00046589">
        <w:t xml:space="preserve"> </w:t>
      </w:r>
      <w:r>
        <w:t>label.</w:t>
      </w:r>
      <w:r w:rsidR="00046589">
        <w:t xml:space="preserve"> </w:t>
      </w:r>
      <w:r>
        <w:t>For</w:t>
      </w:r>
      <w:r w:rsidR="00046589">
        <w:t xml:space="preserve"> </w:t>
      </w:r>
      <w:r>
        <w:t>an</w:t>
      </w:r>
      <w:r w:rsidR="00046589">
        <w:t xml:space="preserve"> </w:t>
      </w:r>
      <w:r>
        <w:t>author</w:t>
      </w:r>
      <w:r w:rsidR="00046589">
        <w:t xml:space="preserve"> </w:t>
      </w:r>
      <w:r>
        <w:t>who</w:t>
      </w:r>
      <w:r w:rsidR="00046589">
        <w:t xml:space="preserve"> </w:t>
      </w:r>
      <w:r>
        <w:t>denounces</w:t>
      </w:r>
      <w:r w:rsidR="00046589">
        <w:t xml:space="preserve"> </w:t>
      </w:r>
      <w:r>
        <w:t>the</w:t>
      </w:r>
      <w:r w:rsidR="00046589">
        <w:t xml:space="preserve"> </w:t>
      </w:r>
      <w:r>
        <w:t>luxury,</w:t>
      </w:r>
      <w:r w:rsidR="00046589">
        <w:t xml:space="preserve"> </w:t>
      </w:r>
      <w:r>
        <w:t>the</w:t>
      </w:r>
      <w:r w:rsidR="00046589">
        <w:t xml:space="preserve"> </w:t>
      </w:r>
      <w:r>
        <w:t>parasitical</w:t>
      </w:r>
      <w:r w:rsidR="00046589">
        <w:t xml:space="preserve"> </w:t>
      </w:r>
      <w:r>
        <w:t>idleness</w:t>
      </w:r>
      <w:r w:rsidR="00046589">
        <w:t xml:space="preserve"> </w:t>
      </w:r>
      <w:r>
        <w:t>and</w:t>
      </w:r>
      <w:r w:rsidR="00046589">
        <w:t xml:space="preserve"> </w:t>
      </w:r>
      <w:r>
        <w:t>the</w:t>
      </w:r>
      <w:r w:rsidR="00046589">
        <w:t xml:space="preserve"> </w:t>
      </w:r>
      <w:r>
        <w:t>fiscal</w:t>
      </w:r>
      <w:r w:rsidR="00046589">
        <w:t xml:space="preserve"> </w:t>
      </w:r>
      <w:r>
        <w:t>hunger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ruling</w:t>
      </w:r>
      <w:r w:rsidR="00046589">
        <w:t xml:space="preserve"> </w:t>
      </w:r>
      <w:r>
        <w:t>leisure</w:t>
      </w:r>
      <w:r w:rsidR="00046589">
        <w:t xml:space="preserve"> </w:t>
      </w:r>
      <w:r>
        <w:t>class,</w:t>
      </w:r>
      <w:r w:rsidR="00046589">
        <w:t xml:space="preserve"> </w:t>
      </w:r>
      <w:r>
        <w:t>the</w:t>
      </w:r>
      <w:r w:rsidR="00046589">
        <w:t xml:space="preserve"> </w:t>
      </w:r>
      <w:r>
        <w:t>emphasis</w:t>
      </w:r>
      <w:r w:rsidR="00046589">
        <w:t xml:space="preserve"> </w:t>
      </w:r>
      <w:r>
        <w:t>on</w:t>
      </w:r>
      <w:r w:rsidR="00046589">
        <w:t xml:space="preserve"> </w:t>
      </w:r>
      <w:proofErr w:type="spellStart"/>
      <w:r>
        <w:t>labour</w:t>
      </w:r>
      <w:proofErr w:type="spellEnd"/>
      <w:r w:rsidR="00046589">
        <w:t xml:space="preserve"> </w:t>
      </w:r>
      <w:r>
        <w:t>as</w:t>
      </w:r>
      <w:r w:rsidR="00046589">
        <w:t xml:space="preserve"> </w:t>
      </w:r>
      <w:r>
        <w:t>the</w:t>
      </w:r>
      <w:r w:rsidR="00046589">
        <w:t xml:space="preserve"> </w:t>
      </w:r>
      <w:r>
        <w:t>real</w:t>
      </w:r>
      <w:r w:rsidR="00046589">
        <w:t xml:space="preserve"> </w:t>
      </w:r>
      <w:r>
        <w:t>source</w:t>
      </w:r>
      <w:r w:rsidR="00046589">
        <w:t xml:space="preserve"> </w:t>
      </w:r>
      <w:r>
        <w:t>of</w:t>
      </w:r>
      <w:r w:rsidR="00046589">
        <w:t xml:space="preserve"> </w:t>
      </w:r>
      <w:r>
        <w:t>value</w:t>
      </w:r>
      <w:r w:rsidR="00046589">
        <w:t xml:space="preserve"> </w:t>
      </w:r>
      <w:r>
        <w:t>is</w:t>
      </w:r>
      <w:r w:rsidR="00046589">
        <w:t xml:space="preserve"> </w:t>
      </w:r>
      <w:r>
        <w:t>not</w:t>
      </w:r>
      <w:r w:rsidR="00046589">
        <w:t xml:space="preserve"> </w:t>
      </w:r>
      <w:r>
        <w:t>only</w:t>
      </w:r>
      <w:r w:rsidR="00046589">
        <w:t xml:space="preserve"> </w:t>
      </w:r>
      <w:r>
        <w:t>an</w:t>
      </w:r>
      <w:r w:rsidR="00046589">
        <w:t xml:space="preserve"> </w:t>
      </w:r>
      <w:r>
        <w:t>illustration</w:t>
      </w:r>
      <w:r w:rsidR="00046589">
        <w:t xml:space="preserve"> </w:t>
      </w:r>
      <w:r>
        <w:t>of</w:t>
      </w:r>
      <w:r w:rsidR="00046589">
        <w:t xml:space="preserve"> </w:t>
      </w:r>
      <w:r>
        <w:t>his</w:t>
      </w:r>
      <w:r w:rsidR="00046589">
        <w:t xml:space="preserve"> </w:t>
      </w:r>
      <w:r>
        <w:t>economic</w:t>
      </w:r>
      <w:r w:rsidR="00046589">
        <w:t xml:space="preserve"> </w:t>
      </w:r>
      <w:r>
        <w:t>realism</w:t>
      </w:r>
      <w:r w:rsidR="00046589">
        <w:t xml:space="preserve"> </w:t>
      </w:r>
      <w:r>
        <w:t>but</w:t>
      </w:r>
      <w:r w:rsidR="00046589">
        <w:t xml:space="preserve"> </w:t>
      </w:r>
      <w:r>
        <w:t>also</w:t>
      </w:r>
      <w:r w:rsidR="00046589">
        <w:t xml:space="preserve"> </w:t>
      </w:r>
      <w:r>
        <w:t>of</w:t>
      </w:r>
      <w:r w:rsidR="00046589">
        <w:t xml:space="preserve"> </w:t>
      </w:r>
      <w:r>
        <w:t>his</w:t>
      </w:r>
      <w:r w:rsidR="00046589">
        <w:t xml:space="preserve"> </w:t>
      </w:r>
      <w:r>
        <w:t>moral</w:t>
      </w:r>
      <w:r w:rsidR="00046589">
        <w:t xml:space="preserve"> </w:t>
      </w:r>
      <w:r>
        <w:t>disapproval</w:t>
      </w:r>
      <w:r w:rsidR="00046589">
        <w:t xml:space="preserve"> </w:t>
      </w:r>
      <w:r>
        <w:t>of</w:t>
      </w:r>
      <w:r w:rsidR="00046589">
        <w:t xml:space="preserve"> </w:t>
      </w:r>
      <w:r>
        <w:t>feudal</w:t>
      </w:r>
      <w:r w:rsidR="00046589">
        <w:t xml:space="preserve"> </w:t>
      </w:r>
      <w:r>
        <w:t>parasitism.</w:t>
      </w:r>
    </w:p>
    <w:p w:rsidR="003C40D7" w:rsidRDefault="003C40D7" w:rsidP="003C40D7">
      <w:pPr>
        <w:pStyle w:val="libNormal"/>
      </w:pPr>
      <w:r>
        <w:t>The</w:t>
      </w:r>
      <w:r w:rsidR="00046589">
        <w:t xml:space="preserve"> </w:t>
      </w:r>
      <w:r>
        <w:t>division</w:t>
      </w:r>
      <w:r w:rsidR="00046589">
        <w:t xml:space="preserve"> </w:t>
      </w:r>
      <w:r>
        <w:t>of</w:t>
      </w:r>
      <w:r w:rsidR="00046589">
        <w:t xml:space="preserve"> </w:t>
      </w:r>
      <w:proofErr w:type="spellStart"/>
      <w:r>
        <w:t>labour</w:t>
      </w:r>
      <w:proofErr w:type="spellEnd"/>
      <w:r>
        <w:t>,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specialisation</w:t>
      </w:r>
      <w:proofErr w:type="spellEnd"/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craftsmen</w:t>
      </w:r>
      <w:r w:rsidR="00046589">
        <w:t xml:space="preserve"> </w:t>
      </w:r>
      <w:r>
        <w:t>and</w:t>
      </w:r>
      <w:r w:rsidR="00046589">
        <w:t xml:space="preserve"> </w:t>
      </w:r>
      <w:r>
        <w:t>traders</w:t>
      </w:r>
      <w:r w:rsidR="00046589">
        <w:t xml:space="preserve"> </w:t>
      </w:r>
      <w:r>
        <w:t>in</w:t>
      </w:r>
      <w:r w:rsidR="00046589">
        <w:t xml:space="preserve"> </w:t>
      </w:r>
      <w:r>
        <w:t>a</w:t>
      </w:r>
      <w:r w:rsidR="00046589">
        <w:t xml:space="preserve"> </w:t>
      </w:r>
      <w:r>
        <w:t>variety</w:t>
      </w:r>
      <w:r w:rsidR="00046589">
        <w:t xml:space="preserve"> </w:t>
      </w:r>
      <w:r>
        <w:t>of</w:t>
      </w:r>
      <w:r w:rsidR="00046589">
        <w:t xml:space="preserve"> </w:t>
      </w:r>
      <w:r>
        <w:t>skills</w:t>
      </w:r>
      <w:r w:rsidR="00046589">
        <w:t xml:space="preserve"> </w:t>
      </w:r>
      <w:r>
        <w:t>is</w:t>
      </w:r>
      <w:r w:rsidR="00046589">
        <w:t xml:space="preserve"> </w:t>
      </w:r>
      <w:r>
        <w:t>explained</w:t>
      </w:r>
      <w:r w:rsidR="00046589">
        <w:t xml:space="preserve"> </w:t>
      </w:r>
      <w:r>
        <w:t>by</w:t>
      </w:r>
      <w:r w:rsidR="00046589">
        <w:t xml:space="preserve"> </w:t>
      </w:r>
      <w:r>
        <w:t>the</w:t>
      </w:r>
      <w:r w:rsidR="00046589">
        <w:t xml:space="preserve"> </w:t>
      </w:r>
      <w:r>
        <w:t>profit</w:t>
      </w:r>
      <w:r w:rsidR="00046589">
        <w:t xml:space="preserve"> </w:t>
      </w:r>
      <w:r>
        <w:t>motive.</w:t>
      </w:r>
      <w:r w:rsidR="00046589">
        <w:t xml:space="preserve"> </w:t>
      </w:r>
      <w:r>
        <w:t>The</w:t>
      </w:r>
      <w:r w:rsidR="00046589">
        <w:t xml:space="preserve"> </w:t>
      </w:r>
      <w:r>
        <w:t>differential</w:t>
      </w:r>
      <w:r w:rsidR="00046589">
        <w:t xml:space="preserve"> </w:t>
      </w:r>
      <w:r>
        <w:t>upward</w:t>
      </w:r>
      <w:r w:rsidR="00046589">
        <w:t xml:space="preserve"> </w:t>
      </w:r>
      <w:r>
        <w:t>trend</w:t>
      </w:r>
      <w:r w:rsidR="00046589">
        <w:t xml:space="preserve"> </w:t>
      </w:r>
      <w:r>
        <w:t>of</w:t>
      </w:r>
      <w:r w:rsidR="00046589">
        <w:t xml:space="preserve"> </w:t>
      </w:r>
      <w:r>
        <w:t>prices</w:t>
      </w:r>
      <w:r w:rsidR="00046589">
        <w:t xml:space="preserve"> </w:t>
      </w:r>
      <w:r>
        <w:t>works</w:t>
      </w:r>
      <w:r w:rsidR="00046589">
        <w:t xml:space="preserve"> </w:t>
      </w:r>
      <w:r>
        <w:t>as</w:t>
      </w:r>
      <w:r w:rsidR="00046589">
        <w:t xml:space="preserve"> </w:t>
      </w:r>
      <w:r>
        <w:t>a</w:t>
      </w:r>
      <w:r w:rsidR="00046589">
        <w:t xml:space="preserve"> </w:t>
      </w:r>
      <w:r>
        <w:t>pulling</w:t>
      </w:r>
      <w:r w:rsidR="00046589">
        <w:t xml:space="preserve"> </w:t>
      </w:r>
      <w:r>
        <w:t>force</w:t>
      </w:r>
      <w:r w:rsidR="00046589">
        <w:t xml:space="preserve"> </w:t>
      </w:r>
      <w:r>
        <w:t>for</w:t>
      </w:r>
      <w:r w:rsidR="00046589">
        <w:t xml:space="preserve"> </w:t>
      </w:r>
      <w:r>
        <w:t>the</w:t>
      </w:r>
      <w:r w:rsidR="00046589">
        <w:t xml:space="preserve"> </w:t>
      </w:r>
      <w:r>
        <w:t>occupational</w:t>
      </w:r>
      <w:r w:rsidR="00046589">
        <w:t xml:space="preserve"> </w:t>
      </w:r>
      <w:r>
        <w:t>transfer</w:t>
      </w:r>
      <w:r w:rsidR="00046589">
        <w:t xml:space="preserve"> </w:t>
      </w:r>
      <w:r>
        <w:t>of</w:t>
      </w:r>
      <w:r w:rsidR="00046589">
        <w:t xml:space="preserve"> </w:t>
      </w:r>
      <w:proofErr w:type="spellStart"/>
      <w:r>
        <w:t>labour</w:t>
      </w:r>
      <w:proofErr w:type="spellEnd"/>
      <w:r w:rsidR="00046589">
        <w:t xml:space="preserve"> </w:t>
      </w:r>
      <w:r>
        <w:t>over</w:t>
      </w:r>
      <w:r w:rsidR="00046589">
        <w:t xml:space="preserve"> </w:t>
      </w:r>
      <w:r>
        <w:t>the</w:t>
      </w:r>
      <w:r w:rsidR="00046589">
        <w:t xml:space="preserve"> </w:t>
      </w:r>
      <w:r>
        <w:t>sectors</w:t>
      </w:r>
      <w:r w:rsidR="006F62A6">
        <w:t>:</w:t>
      </w:r>
      <w:r w:rsidR="00046589">
        <w:t xml:space="preserve"> </w:t>
      </w:r>
      <w:r>
        <w:t>from</w:t>
      </w:r>
      <w:r w:rsidR="00046589">
        <w:t xml:space="preserve"> </w:t>
      </w:r>
      <w:r>
        <w:t>basic</w:t>
      </w:r>
      <w:r w:rsidR="00046589">
        <w:t xml:space="preserve"> </w:t>
      </w:r>
      <w:r>
        <w:t>necessities</w:t>
      </w:r>
      <w:r w:rsidR="00046589">
        <w:t xml:space="preserve"> </w:t>
      </w:r>
      <w:r>
        <w:t>towards</w:t>
      </w:r>
      <w:r w:rsidR="00046589">
        <w:t xml:space="preserve"> </w:t>
      </w:r>
      <w:r>
        <w:t>the</w:t>
      </w:r>
      <w:r w:rsidR="00046589">
        <w:t xml:space="preserve"> </w:t>
      </w:r>
      <w:r>
        <w:t>sector</w:t>
      </w:r>
      <w:r w:rsidR="00046589">
        <w:t xml:space="preserve"> </w:t>
      </w:r>
      <w:r>
        <w:t>of</w:t>
      </w:r>
      <w:r w:rsidR="00046589">
        <w:t xml:space="preserve"> </w:t>
      </w:r>
      <w:r>
        <w:t>luxury</w:t>
      </w:r>
      <w:r w:rsidR="00046589">
        <w:t xml:space="preserve"> </w:t>
      </w:r>
      <w:r>
        <w:t>goods.</w:t>
      </w:r>
      <w:r w:rsidR="00046589">
        <w:t xml:space="preserve"> </w:t>
      </w:r>
      <w:r>
        <w:t>When</w:t>
      </w:r>
      <w:r w:rsidR="00046589">
        <w:t xml:space="preserve"> </w:t>
      </w:r>
      <w:r>
        <w:t>the</w:t>
      </w:r>
      <w:r w:rsidR="00046589">
        <w:t xml:space="preserve"> </w:t>
      </w:r>
      <w:r>
        <w:t>mentality</w:t>
      </w:r>
      <w:r w:rsidR="00046589">
        <w:t xml:space="preserve"> </w:t>
      </w:r>
      <w:r>
        <w:t>of</w:t>
      </w:r>
      <w:r w:rsidR="00046589">
        <w:t xml:space="preserve"> </w:t>
      </w:r>
      <w:proofErr w:type="spellStart"/>
      <w:r w:rsidRPr="003C40D7">
        <w:rPr>
          <w:rStyle w:val="libItalicChar"/>
        </w:rPr>
        <w:t>hadara</w:t>
      </w:r>
      <w:proofErr w:type="spellEnd"/>
      <w:r w:rsidR="00046589">
        <w:t xml:space="preserve"> </w:t>
      </w:r>
      <w:r>
        <w:t>develops,</w:t>
      </w:r>
      <w:r w:rsidR="00046589">
        <w:t xml:space="preserve"> </w:t>
      </w:r>
      <w:r>
        <w:t>the</w:t>
      </w:r>
      <w:r w:rsidR="00046589">
        <w:t xml:space="preserve"> </w:t>
      </w:r>
      <w:r>
        <w:t>demand</w:t>
      </w:r>
      <w:r w:rsidR="00046589">
        <w:t xml:space="preserve"> </w:t>
      </w:r>
      <w:r>
        <w:t>for</w:t>
      </w:r>
      <w:r w:rsidR="00046589">
        <w:t xml:space="preserve"> </w:t>
      </w:r>
      <w:r>
        <w:t>comfort</w:t>
      </w:r>
      <w:r w:rsidR="00046589">
        <w:t xml:space="preserve"> </w:t>
      </w:r>
      <w:r>
        <w:t>and</w:t>
      </w:r>
      <w:r w:rsidR="00046589">
        <w:t xml:space="preserve"> </w:t>
      </w:r>
      <w:r>
        <w:t>luxury</w:t>
      </w:r>
      <w:r w:rsidR="00046589">
        <w:t xml:space="preserve"> </w:t>
      </w:r>
      <w:r>
        <w:t>goods</w:t>
      </w:r>
      <w:r w:rsidR="00046589">
        <w:t xml:space="preserve"> </w:t>
      </w:r>
      <w:r>
        <w:t>grows</w:t>
      </w:r>
      <w:r w:rsidR="00046589">
        <w:t xml:space="preserve"> </w:t>
      </w:r>
      <w:r>
        <w:t>proportionally</w:t>
      </w:r>
      <w:r w:rsidR="00046589">
        <w:t xml:space="preserve"> </w:t>
      </w:r>
      <w:r>
        <w:t>faster</w:t>
      </w:r>
      <w:r w:rsidR="00046589">
        <w:t xml:space="preserve"> </w:t>
      </w:r>
      <w:r>
        <w:t>than</w:t>
      </w:r>
      <w:r w:rsidR="00046589">
        <w:t xml:space="preserve"> </w:t>
      </w:r>
      <w:r>
        <w:t>demand</w:t>
      </w:r>
      <w:r w:rsidR="00046589">
        <w:t xml:space="preserve"> </w:t>
      </w:r>
      <w:r>
        <w:t>for</w:t>
      </w:r>
      <w:r w:rsidR="00046589">
        <w:t xml:space="preserve"> </w:t>
      </w:r>
      <w:r>
        <w:t>basic</w:t>
      </w:r>
      <w:r w:rsidR="00046589">
        <w:t xml:space="preserve"> </w:t>
      </w:r>
      <w:r>
        <w:t>needs.</w:t>
      </w:r>
      <w:r w:rsidR="00046589">
        <w:t xml:space="preserve"> </w:t>
      </w:r>
      <w:r>
        <w:t>This</w:t>
      </w:r>
      <w:r w:rsidR="00046589">
        <w:t xml:space="preserve"> </w:t>
      </w:r>
      <w:r>
        <w:t>makes</w:t>
      </w:r>
      <w:r w:rsidR="00046589">
        <w:t xml:space="preserve"> </w:t>
      </w:r>
      <w:r>
        <w:t>that</w:t>
      </w:r>
      <w:r w:rsidR="00046589">
        <w:t xml:space="preserve"> </w:t>
      </w:r>
      <w:r>
        <w:t>the</w:t>
      </w:r>
      <w:r w:rsidR="00046589">
        <w:t xml:space="preserve"> </w:t>
      </w:r>
      <w:r>
        <w:t>price</w:t>
      </w:r>
      <w:r w:rsidR="00046589">
        <w:t xml:space="preserve"> </w:t>
      </w:r>
      <w:r>
        <w:t>of</w:t>
      </w:r>
      <w:r w:rsidR="00046589">
        <w:t xml:space="preserve"> </w:t>
      </w:r>
      <w:r>
        <w:t>luxury</w:t>
      </w:r>
      <w:r w:rsidR="00046589">
        <w:t xml:space="preserve"> </w:t>
      </w:r>
      <w:r>
        <w:t>goods,</w:t>
      </w:r>
      <w:r w:rsidR="00046589">
        <w:t xml:space="preserve"> </w:t>
      </w:r>
      <w:r>
        <w:t>and</w:t>
      </w:r>
      <w:r w:rsidR="00046589">
        <w:t xml:space="preserve"> </w:t>
      </w:r>
      <w:r>
        <w:t>the</w:t>
      </w:r>
      <w:r w:rsidR="00046589">
        <w:t xml:space="preserve"> </w:t>
      </w:r>
      <w:r>
        <w:t>profit</w:t>
      </w:r>
      <w:r w:rsidR="00046589">
        <w:t xml:space="preserve"> </w:t>
      </w:r>
      <w:r>
        <w:t>to</w:t>
      </w:r>
      <w:r w:rsidR="00046589">
        <w:t xml:space="preserve"> </w:t>
      </w:r>
      <w:r>
        <w:t>earn,</w:t>
      </w:r>
      <w:r w:rsidR="00046589">
        <w:t xml:space="preserve"> </w:t>
      </w:r>
      <w:r>
        <w:t>attracts</w:t>
      </w:r>
      <w:r w:rsidR="00046589">
        <w:t xml:space="preserve"> </w:t>
      </w:r>
      <w:r>
        <w:t>relatively</w:t>
      </w:r>
      <w:r w:rsidR="00046589">
        <w:t xml:space="preserve"> </w:t>
      </w:r>
      <w:r>
        <w:t>more</w:t>
      </w:r>
      <w:r w:rsidR="00046589">
        <w:t xml:space="preserve"> </w:t>
      </w:r>
      <w:r>
        <w:t>people</w:t>
      </w:r>
      <w:r w:rsidR="00046589">
        <w:t xml:space="preserve"> </w:t>
      </w:r>
      <w:r>
        <w:t>in</w:t>
      </w:r>
      <w:r w:rsidR="00046589">
        <w:t xml:space="preserve"> </w:t>
      </w:r>
      <w:r>
        <w:t>that</w:t>
      </w:r>
      <w:r w:rsidR="00046589">
        <w:t xml:space="preserve"> </w:t>
      </w:r>
      <w:r>
        <w:t>activity.</w:t>
      </w:r>
      <w:r w:rsidR="00046589">
        <w:t xml:space="preserve"> </w:t>
      </w:r>
      <w:r>
        <w:t>The</w:t>
      </w:r>
      <w:r w:rsidR="00046589">
        <w:t xml:space="preserve"> </w:t>
      </w:r>
      <w:r>
        <w:t>differential</w:t>
      </w:r>
      <w:r w:rsidR="00046589">
        <w:t xml:space="preserve"> </w:t>
      </w:r>
      <w:r>
        <w:t>trend</w:t>
      </w:r>
      <w:r w:rsidR="00046589">
        <w:t xml:space="preserve"> </w:t>
      </w:r>
      <w:r>
        <w:t>in</w:t>
      </w:r>
      <w:r w:rsidR="00046589">
        <w:t xml:space="preserve"> </w:t>
      </w:r>
      <w:r>
        <w:t>price</w:t>
      </w:r>
      <w:r w:rsidR="00046589">
        <w:t xml:space="preserve"> </w:t>
      </w:r>
      <w:r>
        <w:t>and</w:t>
      </w:r>
      <w:r w:rsidR="00046589">
        <w:t xml:space="preserve"> </w:t>
      </w:r>
      <w:r>
        <w:t>profit</w:t>
      </w:r>
      <w:r w:rsidR="00046589">
        <w:t xml:space="preserve"> </w:t>
      </w:r>
      <w:r>
        <w:t>induces</w:t>
      </w:r>
      <w:r w:rsidR="00046589">
        <w:t xml:space="preserve"> </w:t>
      </w:r>
      <w:proofErr w:type="spellStart"/>
      <w:r>
        <w:t>labour</w:t>
      </w:r>
      <w:proofErr w:type="spellEnd"/>
      <w:r w:rsidR="00046589">
        <w:t xml:space="preserve"> </w:t>
      </w:r>
      <w:r>
        <w:t>to</w:t>
      </w:r>
      <w:r w:rsidR="00046589">
        <w:t xml:space="preserve"> </w:t>
      </w:r>
      <w:r>
        <w:t>move</w:t>
      </w:r>
      <w:r w:rsidR="00046589">
        <w:t xml:space="preserve"> </w:t>
      </w:r>
      <w:r>
        <w:t>from</w:t>
      </w:r>
      <w:r w:rsidR="00046589">
        <w:t xml:space="preserve"> </w:t>
      </w:r>
      <w:r>
        <w:t>the</w:t>
      </w:r>
      <w:r w:rsidR="00046589">
        <w:t xml:space="preserve"> </w:t>
      </w:r>
      <w:r>
        <w:t>primary</w:t>
      </w:r>
      <w:r w:rsidR="00046589">
        <w:t xml:space="preserve"> </w:t>
      </w:r>
      <w:r>
        <w:t>goods</w:t>
      </w:r>
      <w:r w:rsidR="00046589">
        <w:t xml:space="preserve"> </w:t>
      </w:r>
      <w:r>
        <w:t>sector</w:t>
      </w:r>
      <w:r w:rsidR="00046589">
        <w:t xml:space="preserve"> </w:t>
      </w:r>
      <w:r>
        <w:t>to</w:t>
      </w:r>
      <w:r w:rsidR="00046589">
        <w:t xml:space="preserve"> </w:t>
      </w:r>
      <w:r>
        <w:t>industry</w:t>
      </w:r>
      <w:r w:rsidR="00046589">
        <w:t xml:space="preserve"> </w:t>
      </w:r>
      <w:r>
        <w:t>and</w:t>
      </w:r>
      <w:r w:rsidR="00046589">
        <w:t xml:space="preserve"> </w:t>
      </w:r>
      <w:r>
        <w:t>trade,</w:t>
      </w:r>
      <w:r w:rsidR="00046589">
        <w:t xml:space="preserve"> </w:t>
      </w:r>
      <w:r>
        <w:t>and</w:t>
      </w:r>
      <w:r w:rsidR="00046589">
        <w:t xml:space="preserve"> </w:t>
      </w:r>
      <w:r>
        <w:t>finally</w:t>
      </w:r>
      <w:r w:rsidR="00046589">
        <w:t xml:space="preserve"> </w:t>
      </w:r>
      <w:r>
        <w:t>to</w:t>
      </w:r>
      <w:r w:rsidR="00046589">
        <w:t xml:space="preserve"> </w:t>
      </w:r>
      <w:r>
        <w:t>the</w:t>
      </w:r>
      <w:r w:rsidR="00046589">
        <w:t xml:space="preserve"> </w:t>
      </w:r>
      <w:r>
        <w:t>sector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superfluous.</w:t>
      </w:r>
      <w:r w:rsidR="00046589">
        <w:t xml:space="preserve"> </w:t>
      </w:r>
      <w:r>
        <w:t>In</w:t>
      </w:r>
      <w:r w:rsidR="00046589">
        <w:t xml:space="preserve"> </w:t>
      </w:r>
      <w:r>
        <w:t>order</w:t>
      </w:r>
      <w:r w:rsidR="00046589">
        <w:t xml:space="preserve"> </w:t>
      </w:r>
      <w:r>
        <w:t>to</w:t>
      </w:r>
      <w:r w:rsidR="00046589">
        <w:t xml:space="preserve"> </w:t>
      </w:r>
      <w:r>
        <w:t>satisfy</w:t>
      </w:r>
      <w:r w:rsidR="00046589">
        <w:t xml:space="preserve"> </w:t>
      </w:r>
      <w:r>
        <w:t>the</w:t>
      </w:r>
      <w:r w:rsidR="00046589">
        <w:t xml:space="preserve"> </w:t>
      </w:r>
      <w:r>
        <w:t>demand</w:t>
      </w:r>
      <w:r w:rsidR="00046589">
        <w:t xml:space="preserve"> </w:t>
      </w:r>
      <w:r>
        <w:t>for</w:t>
      </w:r>
      <w:r w:rsidR="00046589">
        <w:t xml:space="preserve"> </w:t>
      </w:r>
      <w:r>
        <w:t>riches,</w:t>
      </w:r>
      <w:r w:rsidR="00046589">
        <w:t xml:space="preserve"> </w:t>
      </w:r>
      <w:r>
        <w:t>the</w:t>
      </w:r>
      <w:r w:rsidR="00046589">
        <w:t xml:space="preserve"> </w:t>
      </w:r>
      <w:r>
        <w:t>state</w:t>
      </w:r>
      <w:r w:rsidR="00046589">
        <w:t xml:space="preserve"> </w:t>
      </w:r>
      <w:r>
        <w:t>is</w:t>
      </w:r>
      <w:r w:rsidR="00046589">
        <w:t xml:space="preserve"> </w:t>
      </w:r>
      <w:r>
        <w:t>tempted</w:t>
      </w:r>
      <w:r w:rsidR="00046589">
        <w:t xml:space="preserve"> </w:t>
      </w:r>
      <w:r>
        <w:t>to</w:t>
      </w:r>
      <w:r w:rsidR="00046589">
        <w:t xml:space="preserve"> </w:t>
      </w:r>
      <w:r>
        <w:t>intervene</w:t>
      </w:r>
      <w:r w:rsidR="00046589">
        <w:t xml:space="preserve"> </w:t>
      </w:r>
      <w:r>
        <w:t>with</w:t>
      </w:r>
      <w:r w:rsidR="00046589">
        <w:t xml:space="preserve"> </w:t>
      </w:r>
      <w:r>
        <w:t>price</w:t>
      </w:r>
      <w:r w:rsidR="00046589">
        <w:t xml:space="preserve"> </w:t>
      </w:r>
      <w:r>
        <w:t>controls.</w:t>
      </w:r>
      <w:r w:rsidR="00046589">
        <w:t xml:space="preserve"> </w:t>
      </w:r>
      <w:r>
        <w:t>These</w:t>
      </w:r>
      <w:r w:rsidR="00046589">
        <w:t xml:space="preserve"> </w:t>
      </w:r>
      <w:r>
        <w:t>obstructions</w:t>
      </w:r>
      <w:r w:rsidR="00046589">
        <w:t xml:space="preserve"> </w:t>
      </w:r>
      <w:r>
        <w:t>to</w:t>
      </w:r>
      <w:r w:rsidR="00046589">
        <w:t xml:space="preserve"> </w:t>
      </w:r>
      <w:r>
        <w:t>the</w:t>
      </w:r>
      <w:r w:rsidR="00046589">
        <w:t xml:space="preserve"> </w:t>
      </w:r>
      <w:r>
        <w:t>law</w:t>
      </w:r>
      <w:r w:rsidR="00046589">
        <w:t xml:space="preserve"> </w:t>
      </w:r>
      <w:r>
        <w:t>of</w:t>
      </w:r>
      <w:r w:rsidR="00046589">
        <w:t xml:space="preserve"> </w:t>
      </w:r>
      <w:r>
        <w:t>demand</w:t>
      </w:r>
      <w:r w:rsidR="00046589">
        <w:t xml:space="preserve"> </w:t>
      </w:r>
      <w:r>
        <w:t>and</w:t>
      </w:r>
      <w:r w:rsidR="00046589">
        <w:t xml:space="preserve"> </w:t>
      </w:r>
      <w:r>
        <w:t>supply,</w:t>
      </w:r>
      <w:r w:rsidR="00046589">
        <w:t xml:space="preserve"> </w:t>
      </w:r>
      <w:r>
        <w:t>force</w:t>
      </w:r>
      <w:r w:rsidR="00046589">
        <w:t xml:space="preserve"> </w:t>
      </w:r>
      <w:r>
        <w:t>the</w:t>
      </w:r>
      <w:r w:rsidR="00046589">
        <w:t xml:space="preserve"> </w:t>
      </w:r>
      <w:r>
        <w:t>producers</w:t>
      </w:r>
      <w:r w:rsidR="00046589">
        <w:t xml:space="preserve"> </w:t>
      </w:r>
      <w:r>
        <w:t>and</w:t>
      </w:r>
      <w:r w:rsidR="00046589">
        <w:t xml:space="preserve"> </w:t>
      </w:r>
      <w:r>
        <w:t>merchants</w:t>
      </w:r>
      <w:r w:rsidR="00046589">
        <w:t xml:space="preserve"> </w:t>
      </w:r>
      <w:r>
        <w:t>to</w:t>
      </w:r>
      <w:r w:rsidR="00046589">
        <w:t xml:space="preserve"> </w:t>
      </w:r>
      <w:r>
        <w:t>work</w:t>
      </w:r>
      <w:r w:rsidR="00046589">
        <w:t xml:space="preserve"> </w:t>
      </w:r>
      <w:r>
        <w:t>for</w:t>
      </w:r>
      <w:r w:rsidR="00046589">
        <w:t xml:space="preserve"> </w:t>
      </w:r>
      <w:r>
        <w:t>lower</w:t>
      </w:r>
      <w:r w:rsidR="00046589">
        <w:t xml:space="preserve"> </w:t>
      </w:r>
      <w:r>
        <w:t>profits.</w:t>
      </w:r>
      <w:r w:rsidR="00046589">
        <w:t xml:space="preserve"> </w:t>
      </w:r>
      <w:r>
        <w:t>When</w:t>
      </w:r>
      <w:r w:rsidR="00046589">
        <w:t xml:space="preserve"> </w:t>
      </w:r>
      <w:r>
        <w:t>the</w:t>
      </w:r>
      <w:r w:rsidR="00046589">
        <w:t xml:space="preserve"> </w:t>
      </w:r>
      <w:r>
        <w:t>state,</w:t>
      </w:r>
      <w:r w:rsidR="00046589">
        <w:t xml:space="preserve"> </w:t>
      </w:r>
      <w:r>
        <w:t>moreover,</w:t>
      </w:r>
      <w:r w:rsidR="00046589">
        <w:t xml:space="preserve"> </w:t>
      </w:r>
      <w:r>
        <w:t>raises</w:t>
      </w:r>
      <w:r w:rsidR="00046589">
        <w:t xml:space="preserve"> </w:t>
      </w:r>
      <w:r>
        <w:t>the</w:t>
      </w:r>
      <w:r w:rsidR="00046589">
        <w:t xml:space="preserve"> </w:t>
      </w:r>
      <w:r>
        <w:t>tax</w:t>
      </w:r>
      <w:r w:rsidR="00046589">
        <w:t xml:space="preserve"> </w:t>
      </w:r>
      <w:r>
        <w:t>rate</w:t>
      </w:r>
      <w:r w:rsidR="00046589">
        <w:t xml:space="preserve"> </w:t>
      </w:r>
      <w:r>
        <w:t>above</w:t>
      </w:r>
      <w:r w:rsidR="00046589">
        <w:t xml:space="preserve"> </w:t>
      </w:r>
      <w:r>
        <w:t>the</w:t>
      </w:r>
      <w:r w:rsidR="00046589">
        <w:t xml:space="preserve"> </w:t>
      </w:r>
      <w:r>
        <w:t>tolerable</w:t>
      </w:r>
      <w:r w:rsidR="00046589">
        <w:t xml:space="preserve"> </w:t>
      </w:r>
      <w:r>
        <w:t>limit</w:t>
      </w:r>
      <w:r w:rsidR="00046589">
        <w:t xml:space="preserve"> </w:t>
      </w:r>
      <w:r>
        <w:t>and</w:t>
      </w:r>
      <w:r w:rsidR="00046589">
        <w:t xml:space="preserve"> </w:t>
      </w:r>
      <w:r>
        <w:t>above</w:t>
      </w:r>
      <w:r w:rsidR="00046589">
        <w:t xml:space="preserve"> </w:t>
      </w:r>
      <w:r>
        <w:t>the</w:t>
      </w:r>
      <w:r w:rsidR="00046589">
        <w:t xml:space="preserve"> </w:t>
      </w:r>
      <w:r>
        <w:t>religious</w:t>
      </w:r>
      <w:r w:rsidR="00046589">
        <w:t xml:space="preserve"> </w:t>
      </w:r>
      <w:r>
        <w:t>norm,</w:t>
      </w:r>
      <w:r w:rsidR="00046589">
        <w:t xml:space="preserve"> </w:t>
      </w:r>
      <w:r>
        <w:t>the</w:t>
      </w:r>
      <w:r w:rsidR="00046589">
        <w:t xml:space="preserve"> </w:t>
      </w:r>
      <w:r>
        <w:t>growth</w:t>
      </w:r>
      <w:r w:rsidR="00046589">
        <w:t xml:space="preserve"> </w:t>
      </w:r>
      <w:r>
        <w:t>cycle</w:t>
      </w:r>
      <w:r w:rsidR="00046589">
        <w:t xml:space="preserve"> </w:t>
      </w:r>
      <w:r>
        <w:t>has</w:t>
      </w:r>
      <w:r w:rsidR="00046589">
        <w:t xml:space="preserve"> </w:t>
      </w:r>
      <w:r>
        <w:t>passed</w:t>
      </w:r>
      <w:r w:rsidR="00046589">
        <w:t xml:space="preserve"> </w:t>
      </w:r>
      <w:r>
        <w:t>its</w:t>
      </w:r>
      <w:r w:rsidR="00046589">
        <w:t xml:space="preserve"> </w:t>
      </w:r>
      <w:r>
        <w:t>peak</w:t>
      </w:r>
      <w:r w:rsidR="00046589">
        <w:t xml:space="preserve"> </w:t>
      </w:r>
      <w:r>
        <w:t>and</w:t>
      </w:r>
      <w:r w:rsidR="00046589">
        <w:t xml:space="preserve"> </w:t>
      </w:r>
      <w:r>
        <w:t>starts</w:t>
      </w:r>
      <w:r w:rsidR="00046589">
        <w:t xml:space="preserve"> </w:t>
      </w:r>
      <w:r>
        <w:t>to</w:t>
      </w:r>
      <w:r w:rsidR="00046589">
        <w:t xml:space="preserve"> </w:t>
      </w:r>
      <w:r>
        <w:t>spiral</w:t>
      </w:r>
      <w:r w:rsidR="00046589">
        <w:t xml:space="preserve"> </w:t>
      </w:r>
      <w:r>
        <w:t>down.</w:t>
      </w:r>
    </w:p>
    <w:p w:rsidR="003C40D7" w:rsidRPr="003C40D7" w:rsidRDefault="003C40D7" w:rsidP="003C40D7">
      <w:pPr>
        <w:pStyle w:val="libNormal"/>
        <w:rPr>
          <w:rStyle w:val="libNormalChar"/>
        </w:rPr>
      </w:pPr>
      <w:r>
        <w:t>The</w:t>
      </w:r>
      <w:r w:rsidR="00046589">
        <w:t xml:space="preserve"> </w:t>
      </w:r>
      <w:r>
        <w:t>analysis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demographic</w:t>
      </w:r>
      <w:r w:rsidR="00046589">
        <w:t xml:space="preserve"> </w:t>
      </w:r>
      <w:r>
        <w:t>cycle</w:t>
      </w:r>
      <w:r w:rsidR="00046589">
        <w:t xml:space="preserve"> </w:t>
      </w:r>
      <w:r>
        <w:t>forms</w:t>
      </w:r>
      <w:r w:rsidR="00046589">
        <w:t xml:space="preserve"> </w:t>
      </w:r>
      <w:r>
        <w:t>another</w:t>
      </w:r>
      <w:r w:rsidR="00046589">
        <w:t xml:space="preserve"> </w:t>
      </w:r>
      <w:r>
        <w:t>important</w:t>
      </w:r>
      <w:r w:rsidR="00046589">
        <w:t xml:space="preserve"> </w:t>
      </w:r>
      <w:r>
        <w:t>subsystem</w:t>
      </w:r>
      <w:r w:rsidR="00046589">
        <w:t xml:space="preserve"> </w:t>
      </w:r>
      <w:r>
        <w:t>in</w:t>
      </w:r>
      <w:r w:rsidR="00046589">
        <w:t xml:space="preserve"> </w:t>
      </w:r>
      <w:r>
        <w:t>his</w:t>
      </w:r>
      <w:r w:rsidR="00046589">
        <w:t xml:space="preserve"> </w:t>
      </w:r>
      <w:r>
        <w:t>cyclical</w:t>
      </w:r>
      <w:r w:rsidR="00046589">
        <w:t xml:space="preserve"> </w:t>
      </w:r>
      <w:r>
        <w:t>theory</w:t>
      </w:r>
      <w:r w:rsidR="00046589">
        <w:t xml:space="preserve"> </w:t>
      </w:r>
      <w:r>
        <w:t>of</w:t>
      </w:r>
      <w:r w:rsidR="00046589">
        <w:t xml:space="preserve"> </w:t>
      </w:r>
      <w:r>
        <w:t>stages.</w:t>
      </w:r>
      <w:r w:rsidR="00046589">
        <w:t xml:space="preserve"> </w:t>
      </w:r>
      <w:r>
        <w:t>Here</w:t>
      </w:r>
      <w:r w:rsidR="00046589">
        <w:t xml:space="preserve"> </w:t>
      </w:r>
      <w:r>
        <w:t>follows</w:t>
      </w:r>
      <w:r w:rsidR="00046589">
        <w:t xml:space="preserve"> </w:t>
      </w:r>
      <w:r>
        <w:t>the</w:t>
      </w:r>
      <w:r w:rsidR="00046589">
        <w:t xml:space="preserve"> </w:t>
      </w:r>
      <w:r>
        <w:t>scenario</w:t>
      </w:r>
      <w:r w:rsidR="00046589">
        <w:t xml:space="preserve"> </w:t>
      </w:r>
      <w:r>
        <w:t>in</w:t>
      </w:r>
      <w:r w:rsidR="00046589">
        <w:t xml:space="preserve"> </w:t>
      </w:r>
      <w:r>
        <w:t>a</w:t>
      </w:r>
      <w:r w:rsidR="00046589">
        <w:t xml:space="preserve"> </w:t>
      </w:r>
      <w:r>
        <w:t>nutshell.</w:t>
      </w:r>
      <w:r w:rsidR="00046589">
        <w:t xml:space="preserve"> </w:t>
      </w:r>
      <w:r>
        <w:t>When</w:t>
      </w:r>
      <w:r w:rsidR="00046589">
        <w:t xml:space="preserve"> </w:t>
      </w:r>
      <w:r>
        <w:t>a</w:t>
      </w:r>
      <w:r w:rsidR="00046589">
        <w:t xml:space="preserve"> </w:t>
      </w:r>
      <w:r>
        <w:t>new</w:t>
      </w:r>
      <w:r w:rsidR="00046589">
        <w:t xml:space="preserve"> </w:t>
      </w:r>
      <w:r>
        <w:t>tribe</w:t>
      </w:r>
      <w:r w:rsidR="00046589">
        <w:t xml:space="preserve"> </w:t>
      </w:r>
      <w:r>
        <w:t>of</w:t>
      </w:r>
      <w:r w:rsidR="00046589">
        <w:t xml:space="preserve"> </w:t>
      </w:r>
      <w:proofErr w:type="spellStart"/>
      <w:r>
        <w:t>bedouins</w:t>
      </w:r>
      <w:proofErr w:type="spellEnd"/>
      <w:r w:rsidR="00046589">
        <w:t xml:space="preserve"> </w:t>
      </w:r>
      <w:r>
        <w:t>and</w:t>
      </w:r>
      <w:r w:rsidR="00046589">
        <w:t xml:space="preserve"> </w:t>
      </w:r>
      <w:r>
        <w:t>semi</w:t>
      </w:r>
      <w:r w:rsidR="006F62A6">
        <w:t>-</w:t>
      </w:r>
      <w:r>
        <w:t>nomads</w:t>
      </w:r>
      <w:r w:rsidR="00046589">
        <w:t xml:space="preserve"> </w:t>
      </w:r>
      <w:r>
        <w:t>take</w:t>
      </w:r>
      <w:r w:rsidR="00046589">
        <w:t xml:space="preserve"> </w:t>
      </w:r>
      <w:r>
        <w:t>over</w:t>
      </w:r>
      <w:r w:rsidR="00046589">
        <w:t xml:space="preserve"> </w:t>
      </w:r>
      <w:r>
        <w:t>a</w:t>
      </w:r>
      <w:r w:rsidR="00046589">
        <w:t xml:space="preserve"> </w:t>
      </w:r>
      <w:r>
        <w:t>visibly</w:t>
      </w:r>
      <w:r w:rsidR="00046589">
        <w:t xml:space="preserve"> </w:t>
      </w:r>
      <w:r>
        <w:t>decadent</w:t>
      </w:r>
      <w:r w:rsidR="00046589">
        <w:t xml:space="preserve"> </w:t>
      </w:r>
      <w:r>
        <w:t>regime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cities,</w:t>
      </w:r>
      <w:r w:rsidR="00046589">
        <w:t xml:space="preserve"> </w:t>
      </w:r>
      <w:r>
        <w:t>their</w:t>
      </w:r>
      <w:r w:rsidR="00046589">
        <w:t xml:space="preserve"> </w:t>
      </w:r>
      <w:r>
        <w:t>invasion</w:t>
      </w:r>
      <w:r w:rsidR="00046589">
        <w:t xml:space="preserve"> </w:t>
      </w:r>
      <w:r>
        <w:t>and</w:t>
      </w:r>
      <w:r w:rsidR="00046589">
        <w:t xml:space="preserve"> </w:t>
      </w:r>
      <w:r>
        <w:t>high</w:t>
      </w:r>
      <w:r w:rsidR="00046589">
        <w:t xml:space="preserve"> </w:t>
      </w:r>
      <w:r>
        <w:t>number</w:t>
      </w:r>
      <w:r w:rsidR="00046589">
        <w:t xml:space="preserve"> </w:t>
      </w:r>
      <w:r>
        <w:t>of</w:t>
      </w:r>
      <w:r w:rsidR="00046589">
        <w:t xml:space="preserve"> </w:t>
      </w:r>
      <w:r>
        <w:t>children</w:t>
      </w:r>
      <w:r w:rsidR="00046589">
        <w:t xml:space="preserve"> </w:t>
      </w:r>
      <w:r>
        <w:t>initially</w:t>
      </w:r>
      <w:r w:rsidR="00046589">
        <w:t xml:space="preserve"> </w:t>
      </w:r>
      <w:r>
        <w:t>gives</w:t>
      </w:r>
      <w:r w:rsidR="00046589">
        <w:t xml:space="preserve"> </w:t>
      </w:r>
      <w:r>
        <w:t>a</w:t>
      </w:r>
      <w:r w:rsidR="00046589">
        <w:t xml:space="preserve"> </w:t>
      </w:r>
      <w:r>
        <w:t>boost</w:t>
      </w:r>
      <w:r w:rsidR="00046589">
        <w:t xml:space="preserve"> </w:t>
      </w:r>
      <w:r>
        <w:t>to</w:t>
      </w:r>
      <w:r w:rsidR="00046589">
        <w:t xml:space="preserve"> </w:t>
      </w:r>
      <w:r>
        <w:t>population</w:t>
      </w:r>
      <w:r w:rsidR="00046589">
        <w:t xml:space="preserve"> </w:t>
      </w:r>
      <w:r>
        <w:t>growth.</w:t>
      </w:r>
      <w:r w:rsidR="00046589">
        <w:t xml:space="preserve"> </w:t>
      </w:r>
      <w:r>
        <w:t>The</w:t>
      </w:r>
      <w:r w:rsidR="00046589">
        <w:t xml:space="preserve"> </w:t>
      </w:r>
      <w:r>
        <w:t>increase</w:t>
      </w:r>
      <w:r w:rsidR="00046589">
        <w:t xml:space="preserve"> </w:t>
      </w:r>
      <w:r>
        <w:t>in</w:t>
      </w:r>
      <w:r w:rsidR="00046589">
        <w:t xml:space="preserve"> </w:t>
      </w:r>
      <w:r>
        <w:t>population</w:t>
      </w:r>
      <w:r w:rsidR="00046589">
        <w:t xml:space="preserve"> </w:t>
      </w:r>
      <w:r>
        <w:t>permits</w:t>
      </w:r>
      <w:r w:rsidR="00046589">
        <w:t xml:space="preserve"> </w:t>
      </w:r>
      <w:r>
        <w:t>more</w:t>
      </w:r>
      <w:r w:rsidR="00046589">
        <w:t xml:space="preserve"> </w:t>
      </w:r>
      <w:r>
        <w:t>division</w:t>
      </w:r>
      <w:r w:rsidR="00046589">
        <w:t xml:space="preserve"> </w:t>
      </w:r>
      <w:r>
        <w:t>of</w:t>
      </w:r>
      <w:r w:rsidR="00046589">
        <w:t xml:space="preserve"> </w:t>
      </w:r>
      <w:proofErr w:type="spellStart"/>
      <w:r>
        <w:t>labour</w:t>
      </w:r>
      <w:proofErr w:type="spellEnd"/>
      <w:r w:rsidR="00046589">
        <w:t xml:space="preserve"> </w:t>
      </w:r>
      <w:r>
        <w:t>and</w:t>
      </w:r>
      <w:r w:rsidR="00046589">
        <w:t xml:space="preserve"> </w:t>
      </w:r>
      <w:proofErr w:type="spellStart"/>
      <w:r>
        <w:t>specialisation</w:t>
      </w:r>
      <w:proofErr w:type="spellEnd"/>
      <w:r>
        <w:t>,</w:t>
      </w:r>
      <w:r w:rsidR="00046589">
        <w:t xml:space="preserve"> </w:t>
      </w:r>
      <w:r>
        <w:t>and</w:t>
      </w:r>
      <w:r w:rsidR="00046589">
        <w:t xml:space="preserve"> </w:t>
      </w:r>
      <w:r>
        <w:t>thus</w:t>
      </w:r>
      <w:r w:rsidR="00046589">
        <w:t xml:space="preserve"> </w:t>
      </w:r>
      <w:r>
        <w:t>more</w:t>
      </w:r>
      <w:r w:rsidR="00046589">
        <w:t xml:space="preserve"> </w:t>
      </w:r>
      <w:r>
        <w:t>productivity</w:t>
      </w:r>
      <w:r w:rsidR="00046589">
        <w:t xml:space="preserve"> </w:t>
      </w:r>
      <w:r>
        <w:t>and</w:t>
      </w:r>
      <w:r w:rsidR="00046589">
        <w:t xml:space="preserve"> </w:t>
      </w:r>
      <w:r>
        <w:t>prosperity.</w:t>
      </w:r>
      <w:r w:rsidR="00046589">
        <w:t xml:space="preserve"> </w:t>
      </w:r>
      <w:r>
        <w:t>For</w:t>
      </w:r>
      <w:r w:rsidR="00046589">
        <w:t xml:space="preserve"> </w:t>
      </w:r>
      <w:r>
        <w:t>a</w:t>
      </w:r>
      <w:r w:rsidR="00046589">
        <w:t xml:space="preserve"> </w:t>
      </w:r>
      <w:r>
        <w:t>while</w:t>
      </w:r>
      <w:r w:rsidR="00046589">
        <w:t xml:space="preserve"> </w:t>
      </w:r>
      <w:r>
        <w:t>this</w:t>
      </w:r>
      <w:r w:rsidR="00046589">
        <w:t xml:space="preserve"> </w:t>
      </w:r>
      <w:r>
        <w:t>cumulative</w:t>
      </w:r>
      <w:r w:rsidR="00046589">
        <w:t xml:space="preserve"> </w:t>
      </w:r>
      <w:r>
        <w:t>process</w:t>
      </w:r>
      <w:r w:rsidR="00046589">
        <w:t xml:space="preserve"> </w:t>
      </w:r>
      <w:r>
        <w:t>feeds</w:t>
      </w:r>
      <w:r w:rsidR="00046589">
        <w:t xml:space="preserve"> </w:t>
      </w:r>
      <w:r>
        <w:t>itself.</w:t>
      </w:r>
      <w:r w:rsidR="00046589">
        <w:t xml:space="preserve"> </w:t>
      </w:r>
      <w:r>
        <w:t>As</w:t>
      </w:r>
      <w:r w:rsidR="00046589">
        <w:t xml:space="preserve"> </w:t>
      </w:r>
      <w:r>
        <w:t>the</w:t>
      </w:r>
      <w:r w:rsidR="00046589">
        <w:t xml:space="preserve"> </w:t>
      </w:r>
      <w:r>
        <w:t>process</w:t>
      </w:r>
      <w:r w:rsidR="00046589">
        <w:t xml:space="preserve"> </w:t>
      </w:r>
      <w:r>
        <w:t>of</w:t>
      </w:r>
      <w:r w:rsidR="00046589">
        <w:t xml:space="preserve"> </w:t>
      </w:r>
      <w:r>
        <w:t>more</w:t>
      </w:r>
      <w:r w:rsidR="00046589">
        <w:t xml:space="preserve"> </w:t>
      </w:r>
      <w:r>
        <w:t>population</w:t>
      </w:r>
      <w:r w:rsidR="00046589">
        <w:t xml:space="preserve"> </w:t>
      </w:r>
      <w:r>
        <w:t>with</w:t>
      </w:r>
      <w:r w:rsidR="00046589">
        <w:t xml:space="preserve"> </w:t>
      </w:r>
      <w:r>
        <w:t>higher</w:t>
      </w:r>
      <w:r w:rsidR="00046589">
        <w:t xml:space="preserve"> </w:t>
      </w:r>
      <w:r>
        <w:t>productivity</w:t>
      </w:r>
      <w:r w:rsidR="00046589">
        <w:t xml:space="preserve"> </w:t>
      </w:r>
      <w:r>
        <w:t>and</w:t>
      </w:r>
      <w:r w:rsidR="00046589">
        <w:t xml:space="preserve"> </w:t>
      </w:r>
      <w:proofErr w:type="spellStart"/>
      <w:r>
        <w:t>properity</w:t>
      </w:r>
      <w:proofErr w:type="spellEnd"/>
      <w:r w:rsidR="00046589">
        <w:t xml:space="preserve"> </w:t>
      </w:r>
      <w:r>
        <w:t>goes</w:t>
      </w:r>
      <w:r w:rsidR="00046589">
        <w:t xml:space="preserve"> </w:t>
      </w:r>
      <w:r>
        <w:t>on,</w:t>
      </w:r>
      <w:r w:rsidR="00046589">
        <w:t xml:space="preserve"> </w:t>
      </w:r>
      <w:r>
        <w:t>the</w:t>
      </w:r>
      <w:r w:rsidR="00046589">
        <w:t xml:space="preserve"> </w:t>
      </w:r>
      <w:r>
        <w:t>richer</w:t>
      </w:r>
      <w:r w:rsidR="00046589">
        <w:t xml:space="preserve"> </w:t>
      </w:r>
      <w:r>
        <w:t>regions</w:t>
      </w:r>
      <w:r w:rsidR="00046589">
        <w:t xml:space="preserve"> </w:t>
      </w:r>
      <w:r>
        <w:t>see</w:t>
      </w:r>
      <w:r w:rsidR="00046589">
        <w:t xml:space="preserve"> </w:t>
      </w:r>
      <w:r>
        <w:t>their</w:t>
      </w:r>
      <w:r w:rsidR="00046589">
        <w:t xml:space="preserve"> </w:t>
      </w:r>
      <w:r>
        <w:t>cities</w:t>
      </w:r>
      <w:r w:rsidR="00046589">
        <w:t xml:space="preserve"> </w:t>
      </w:r>
      <w:r>
        <w:t>grow</w:t>
      </w:r>
      <w:r w:rsidR="00046589">
        <w:t xml:space="preserve"> </w:t>
      </w:r>
      <w:r>
        <w:t>bigger</w:t>
      </w:r>
      <w:r w:rsidR="00046589">
        <w:t xml:space="preserve"> </w:t>
      </w:r>
      <w:r>
        <w:t>and</w:t>
      </w:r>
      <w:r w:rsidR="00046589">
        <w:t xml:space="preserve"> </w:t>
      </w:r>
      <w:r>
        <w:t>more</w:t>
      </w:r>
      <w:r w:rsidR="00046589">
        <w:t xml:space="preserve"> </w:t>
      </w:r>
      <w:r>
        <w:t>prosperous,</w:t>
      </w:r>
      <w:r w:rsidR="00046589">
        <w:t xml:space="preserve"> </w:t>
      </w:r>
      <w:r>
        <w:t>while</w:t>
      </w:r>
      <w:r w:rsidR="00046589">
        <w:t xml:space="preserve"> </w:t>
      </w:r>
      <w:r>
        <w:t>other</w:t>
      </w:r>
      <w:r w:rsidR="00046589">
        <w:t xml:space="preserve"> </w:t>
      </w:r>
      <w:r>
        <w:t>cities</w:t>
      </w:r>
      <w:r w:rsidR="00046589">
        <w:t xml:space="preserve"> </w:t>
      </w:r>
      <w:r>
        <w:t>and</w:t>
      </w:r>
      <w:r w:rsidR="00046589">
        <w:t xml:space="preserve"> </w:t>
      </w:r>
      <w:r>
        <w:t>the</w:t>
      </w:r>
      <w:r w:rsidR="00046589">
        <w:t xml:space="preserve"> </w:t>
      </w:r>
      <w:r>
        <w:t>rural</w:t>
      </w:r>
      <w:r w:rsidR="00046589">
        <w:t xml:space="preserve"> </w:t>
      </w:r>
      <w:r>
        <w:t>areas</w:t>
      </w:r>
      <w:r w:rsidR="00046589">
        <w:t xml:space="preserve"> </w:t>
      </w:r>
      <w:r>
        <w:t>lag</w:t>
      </w:r>
      <w:r w:rsidR="00046589">
        <w:t xml:space="preserve"> </w:t>
      </w:r>
      <w:r>
        <w:t>behind.</w:t>
      </w:r>
      <w:r w:rsidR="00046589">
        <w:t xml:space="preserve"> </w:t>
      </w:r>
      <w:r>
        <w:t>And</w:t>
      </w:r>
      <w:r w:rsidR="00046589">
        <w:t xml:space="preserve"> </w:t>
      </w:r>
      <w:r>
        <w:t>here</w:t>
      </w:r>
      <w:r w:rsidR="00046589">
        <w:t xml:space="preserve"> </w:t>
      </w:r>
      <w:r>
        <w:t>again</w:t>
      </w:r>
      <w:r w:rsidR="00046589">
        <w:t xml:space="preserve"> </w:t>
      </w:r>
      <w:r>
        <w:t>our</w:t>
      </w:r>
      <w:r w:rsidR="00046589">
        <w:t xml:space="preserve"> </w:t>
      </w:r>
      <w:r>
        <w:t>author</w:t>
      </w:r>
      <w:r w:rsidR="00046589">
        <w:t xml:space="preserve"> </w:t>
      </w:r>
      <w:r>
        <w:t>shows</w:t>
      </w:r>
      <w:r w:rsidR="00046589">
        <w:t xml:space="preserve"> </w:t>
      </w:r>
      <w:r>
        <w:t>his</w:t>
      </w:r>
      <w:r w:rsidR="00046589">
        <w:t xml:space="preserve"> </w:t>
      </w:r>
      <w:r>
        <w:t>interpretative</w:t>
      </w:r>
      <w:r w:rsidR="00046589">
        <w:t xml:space="preserve"> </w:t>
      </w:r>
      <w:r>
        <w:t>power</w:t>
      </w:r>
      <w:r w:rsidR="006F62A6">
        <w:t>:</w:t>
      </w:r>
      <w:r w:rsidR="00046589">
        <w:t xml:space="preserve"> </w:t>
      </w:r>
      <w:r>
        <w:t>when</w:t>
      </w:r>
      <w:r w:rsidR="00046589">
        <w:t xml:space="preserve"> </w:t>
      </w:r>
      <w:r>
        <w:t>the</w:t>
      </w:r>
      <w:r w:rsidR="00046589">
        <w:t xml:space="preserve"> </w:t>
      </w:r>
      <w:r>
        <w:t>demographic</w:t>
      </w:r>
      <w:r w:rsidR="00046589">
        <w:t xml:space="preserve"> </w:t>
      </w:r>
      <w:r>
        <w:t>cycle</w:t>
      </w:r>
      <w:r w:rsidR="00046589">
        <w:t xml:space="preserve"> </w:t>
      </w:r>
      <w:r>
        <w:t>reaches</w:t>
      </w:r>
      <w:r w:rsidR="00046589">
        <w:t xml:space="preserve"> </w:t>
      </w:r>
      <w:r>
        <w:lastRenderedPageBreak/>
        <w:t>maturity,</w:t>
      </w:r>
      <w:r w:rsidR="00046589">
        <w:t xml:space="preserve"> </w:t>
      </w:r>
      <w:r>
        <w:t>internal</w:t>
      </w:r>
      <w:r w:rsidR="00046589">
        <w:t xml:space="preserve"> </w:t>
      </w:r>
      <w:r>
        <w:t>bottlenecks</w:t>
      </w:r>
      <w:r w:rsidR="00046589">
        <w:t xml:space="preserve"> </w:t>
      </w:r>
      <w:r>
        <w:t>enter</w:t>
      </w:r>
      <w:r w:rsidR="00046589">
        <w:t xml:space="preserve"> </w:t>
      </w:r>
      <w:r>
        <w:t>the</w:t>
      </w:r>
      <w:r w:rsidR="00046589">
        <w:t xml:space="preserve"> </w:t>
      </w:r>
      <w:r>
        <w:t>scene</w:t>
      </w:r>
      <w:r w:rsidR="00046589">
        <w:t xml:space="preserve"> </w:t>
      </w:r>
      <w:r>
        <w:t>who</w:t>
      </w:r>
      <w:r w:rsidR="00046589">
        <w:t xml:space="preserve"> </w:t>
      </w:r>
      <w:r>
        <w:t>turn</w:t>
      </w:r>
      <w:r w:rsidR="00046589">
        <w:t xml:space="preserve"> </w:t>
      </w:r>
      <w:r>
        <w:t>the</w:t>
      </w:r>
      <w:r w:rsidR="00046589">
        <w:t xml:space="preserve"> </w:t>
      </w:r>
      <w:r>
        <w:t>cycle</w:t>
      </w:r>
      <w:r w:rsidR="00046589">
        <w:t xml:space="preserve"> </w:t>
      </w:r>
      <w:r>
        <w:t>into</w:t>
      </w:r>
      <w:r w:rsidR="00046589">
        <w:t xml:space="preserve"> </w:t>
      </w:r>
      <w:r>
        <w:t>a</w:t>
      </w:r>
      <w:r w:rsidR="00046589">
        <w:t xml:space="preserve"> </w:t>
      </w:r>
      <w:r>
        <w:t>vicious</w:t>
      </w:r>
      <w:r w:rsidR="00046589">
        <w:t xml:space="preserve"> </w:t>
      </w:r>
      <w:r>
        <w:t>process</w:t>
      </w:r>
      <w:r w:rsidR="00046589">
        <w:t xml:space="preserve"> </w:t>
      </w:r>
      <w:r>
        <w:t>of</w:t>
      </w:r>
      <w:r w:rsidR="00046589">
        <w:t xml:space="preserve"> </w:t>
      </w:r>
      <w:r>
        <w:t>dysfunctional</w:t>
      </w:r>
      <w:r w:rsidR="00046589">
        <w:t xml:space="preserve"> </w:t>
      </w:r>
      <w:r>
        <w:t>growth.</w:t>
      </w:r>
      <w:r w:rsidR="00046589">
        <w:t xml:space="preserve"> </w:t>
      </w:r>
      <w:r>
        <w:t>First</w:t>
      </w:r>
      <w:r w:rsidR="00046589">
        <w:t xml:space="preserve"> </w:t>
      </w:r>
      <w:r>
        <w:t>the</w:t>
      </w:r>
      <w:r w:rsidR="00046589">
        <w:t xml:space="preserve"> </w:t>
      </w:r>
      <w:r>
        <w:t>prosperous</w:t>
      </w:r>
      <w:r w:rsidR="00046589">
        <w:t xml:space="preserve"> </w:t>
      </w:r>
      <w:r>
        <w:t>cities</w:t>
      </w:r>
      <w:r w:rsidR="00046589">
        <w:t xml:space="preserve"> </w:t>
      </w:r>
      <w:r>
        <w:t>grow</w:t>
      </w:r>
      <w:r w:rsidR="00046589">
        <w:t xml:space="preserve"> </w:t>
      </w:r>
      <w:r>
        <w:t>too</w:t>
      </w:r>
      <w:r w:rsidR="00046589">
        <w:t xml:space="preserve"> </w:t>
      </w:r>
      <w:r>
        <w:t>large</w:t>
      </w:r>
      <w:r w:rsidR="00046589">
        <w:t xml:space="preserve"> </w:t>
      </w:r>
      <w:r>
        <w:t>and</w:t>
      </w:r>
      <w:r w:rsidR="00046589">
        <w:t xml:space="preserve"> </w:t>
      </w:r>
      <w:r>
        <w:t>get</w:t>
      </w:r>
      <w:r w:rsidR="00046589">
        <w:t xml:space="preserve"> </w:t>
      </w:r>
      <w:r>
        <w:t>overcrowded.</w:t>
      </w:r>
      <w:r w:rsidR="00046589">
        <w:t xml:space="preserve"> </w:t>
      </w:r>
      <w:r>
        <w:t>The</w:t>
      </w:r>
      <w:r w:rsidR="00046589">
        <w:t xml:space="preserve"> </w:t>
      </w:r>
      <w:r>
        <w:t>earlier</w:t>
      </w:r>
      <w:r w:rsidR="00046589">
        <w:t xml:space="preserve"> </w:t>
      </w:r>
      <w:r>
        <w:t>positive</w:t>
      </w:r>
      <w:r w:rsidR="00046589">
        <w:t xml:space="preserve"> </w:t>
      </w:r>
      <w:r>
        <w:t>effects</w:t>
      </w:r>
      <w:r w:rsidR="00046589">
        <w:t xml:space="preserve"> </w:t>
      </w:r>
      <w:r>
        <w:t>of</w:t>
      </w:r>
      <w:r w:rsidR="00046589">
        <w:t xml:space="preserve"> </w:t>
      </w:r>
      <w:r>
        <w:t>urban</w:t>
      </w:r>
      <w:r w:rsidR="00046589">
        <w:t xml:space="preserve"> </w:t>
      </w:r>
      <w:r>
        <w:t>life</w:t>
      </w:r>
      <w:r w:rsidR="00046589">
        <w:t xml:space="preserve"> </w:t>
      </w:r>
      <w:r>
        <w:t>(</w:t>
      </w:r>
      <w:proofErr w:type="spellStart"/>
      <w:r w:rsidRPr="003C40D7">
        <w:rPr>
          <w:rStyle w:val="libItalicChar"/>
        </w:rPr>
        <w:t>tamaddun</w:t>
      </w:r>
      <w:proofErr w:type="spellEnd"/>
      <w:r w:rsidRPr="003C40D7">
        <w:rPr>
          <w:rStyle w:val="libNormalChar"/>
        </w:rPr>
        <w:t>)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like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division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labour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specialisation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enter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into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zone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diminishing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returns.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mass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urban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poor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becomes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restless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growing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number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resort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to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criminality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way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living.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second,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rural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exodus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or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flight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population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from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countryside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brings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about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decrease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agricultural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production.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results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are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famine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desease</w:t>
      </w:r>
      <w:proofErr w:type="spellEnd"/>
      <w:r w:rsidRPr="003C40D7">
        <w:rPr>
          <w:rStyle w:val="libNormalChar"/>
        </w:rPr>
        <w:t>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ending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up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decrease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population.</w:t>
      </w:r>
    </w:p>
    <w:p w:rsidR="003C40D7" w:rsidRDefault="003C40D7" w:rsidP="003C40D7">
      <w:pPr>
        <w:pStyle w:val="libNormal"/>
      </w:pPr>
      <w:r>
        <w:br w:type="page"/>
      </w:r>
    </w:p>
    <w:p w:rsidR="003C40D7" w:rsidRDefault="003C40D7" w:rsidP="003C40D7">
      <w:pPr>
        <w:pStyle w:val="Heading1Center"/>
      </w:pPr>
      <w:bookmarkStart w:id="7" w:name="_Toc446763486"/>
      <w:r>
        <w:lastRenderedPageBreak/>
        <w:t>VI.</w:t>
      </w:r>
      <w:r w:rsidR="00046589">
        <w:t xml:space="preserve"> </w:t>
      </w:r>
      <w:r w:rsidRPr="003C40D7">
        <w:t>CONCLUSION</w:t>
      </w:r>
      <w:bookmarkEnd w:id="7"/>
    </w:p>
    <w:p w:rsidR="003C40D7" w:rsidRDefault="003C40D7" w:rsidP="003C40D7">
      <w:pPr>
        <w:pStyle w:val="libNormal"/>
      </w:pPr>
      <w:r>
        <w:t>Islam</w:t>
      </w:r>
      <w:r w:rsidR="00046589">
        <w:t xml:space="preserve"> </w:t>
      </w:r>
      <w:r>
        <w:t>was</w:t>
      </w:r>
      <w:r w:rsidR="00046589">
        <w:t xml:space="preserve"> </w:t>
      </w:r>
      <w:r>
        <w:t>the</w:t>
      </w:r>
      <w:r w:rsidR="00046589">
        <w:t xml:space="preserve"> </w:t>
      </w:r>
      <w:r>
        <w:t>latest</w:t>
      </w:r>
      <w:r w:rsidR="00046589">
        <w:t xml:space="preserve"> </w:t>
      </w:r>
      <w:r>
        <w:t>revealed</w:t>
      </w:r>
      <w:r w:rsidR="00046589">
        <w:t xml:space="preserve"> </w:t>
      </w:r>
      <w:r>
        <w:t>religion</w:t>
      </w:r>
      <w:r w:rsidR="00046589">
        <w:t xml:space="preserve"> </w:t>
      </w:r>
      <w:r>
        <w:t>of</w:t>
      </w:r>
      <w:r w:rsidR="00046589">
        <w:t xml:space="preserve"> </w:t>
      </w:r>
      <w:r>
        <w:t>Antiquity.</w:t>
      </w:r>
      <w:r w:rsidR="00046589">
        <w:t xml:space="preserve"> </w:t>
      </w:r>
      <w:proofErr w:type="spellStart"/>
      <w:r>
        <w:t>Ibn</w:t>
      </w:r>
      <w:proofErr w:type="spellEnd"/>
      <w:r w:rsidR="00046589">
        <w:t xml:space="preserve"> </w:t>
      </w:r>
      <w:proofErr w:type="spellStart"/>
      <w:r>
        <w:t>Khhaldun</w:t>
      </w:r>
      <w:proofErr w:type="spellEnd"/>
      <w:r w:rsidR="00046589">
        <w:t xml:space="preserve"> </w:t>
      </w:r>
      <w:r>
        <w:t>lived</w:t>
      </w:r>
      <w:r w:rsidR="00046589">
        <w:t xml:space="preserve"> </w:t>
      </w:r>
      <w:r>
        <w:t>seven</w:t>
      </w:r>
      <w:r w:rsidR="00046589">
        <w:t xml:space="preserve"> </w:t>
      </w:r>
      <w:r>
        <w:t>centuries</w:t>
      </w:r>
      <w:r w:rsidR="00046589">
        <w:t xml:space="preserve"> </w:t>
      </w:r>
      <w:r>
        <w:t>after</w:t>
      </w:r>
      <w:r w:rsidR="00046589">
        <w:t xml:space="preserve"> </w:t>
      </w:r>
      <w:r>
        <w:t>its</w:t>
      </w:r>
      <w:r w:rsidR="00046589">
        <w:t xml:space="preserve"> </w:t>
      </w:r>
      <w:r>
        <w:t>revelation.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transition</w:t>
      </w:r>
      <w:r w:rsidR="00046589">
        <w:t xml:space="preserve"> </w:t>
      </w:r>
      <w:r>
        <w:t>from</w:t>
      </w:r>
      <w:r w:rsidR="00046589">
        <w:t xml:space="preserve"> </w:t>
      </w:r>
      <w:r>
        <w:t>Late</w:t>
      </w:r>
      <w:r w:rsidR="00046589">
        <w:t xml:space="preserve"> </w:t>
      </w:r>
      <w:r>
        <w:t>Antiquity</w:t>
      </w:r>
      <w:r w:rsidR="00046589">
        <w:t xml:space="preserve"> </w:t>
      </w:r>
      <w:r>
        <w:t>to</w:t>
      </w:r>
      <w:r w:rsidR="00046589">
        <w:t xml:space="preserve"> </w:t>
      </w:r>
      <w:r>
        <w:t>the</w:t>
      </w:r>
      <w:r w:rsidR="00046589">
        <w:t xml:space="preserve"> </w:t>
      </w:r>
      <w:r>
        <w:t>emergence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Latin</w:t>
      </w:r>
      <w:r w:rsidR="00046589">
        <w:t xml:space="preserve"> </w:t>
      </w:r>
      <w:r>
        <w:t>West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twelfth</w:t>
      </w:r>
      <w:r w:rsidR="00046589">
        <w:t xml:space="preserve"> </w:t>
      </w:r>
      <w:r>
        <w:t>century,</w:t>
      </w:r>
      <w:r w:rsidR="00046589">
        <w:t xml:space="preserve"> </w:t>
      </w:r>
      <w:r>
        <w:t>Islam</w:t>
      </w:r>
      <w:r w:rsidR="00046589">
        <w:t xml:space="preserve"> </w:t>
      </w:r>
      <w:r>
        <w:t>was</w:t>
      </w:r>
      <w:r w:rsidR="00046589">
        <w:t xml:space="preserve"> </w:t>
      </w:r>
      <w:r>
        <w:t>at</w:t>
      </w:r>
      <w:r w:rsidR="00046589">
        <w:t xml:space="preserve"> </w:t>
      </w:r>
      <w:r>
        <w:t>its</w:t>
      </w:r>
      <w:r w:rsidR="00046589">
        <w:t xml:space="preserve"> </w:t>
      </w:r>
      <w:r>
        <w:t>zenith</w:t>
      </w:r>
      <w:r w:rsidR="00046589">
        <w:t xml:space="preserve"> </w:t>
      </w:r>
      <w:r>
        <w:t>and</w:t>
      </w:r>
      <w:r w:rsidR="00046589">
        <w:t xml:space="preserve"> </w:t>
      </w:r>
      <w:r>
        <w:t>played</w:t>
      </w:r>
      <w:r w:rsidR="00046589">
        <w:t xml:space="preserve"> </w:t>
      </w:r>
      <w:r>
        <w:t>an</w:t>
      </w:r>
      <w:r w:rsidR="00046589">
        <w:t xml:space="preserve"> </w:t>
      </w:r>
      <w:r>
        <w:t>eminent</w:t>
      </w:r>
      <w:r w:rsidR="00046589">
        <w:t xml:space="preserve"> </w:t>
      </w:r>
      <w:r>
        <w:t>role</w:t>
      </w:r>
      <w:r w:rsidR="00046589">
        <w:t xml:space="preserve"> </w:t>
      </w:r>
      <w:r>
        <w:t>as</w:t>
      </w:r>
      <w:r w:rsidR="00046589">
        <w:t xml:space="preserve"> </w:t>
      </w:r>
      <w:r>
        <w:t>a</w:t>
      </w:r>
      <w:r w:rsidR="00046589">
        <w:t xml:space="preserve"> </w:t>
      </w:r>
      <w:r>
        <w:t>marker</w:t>
      </w:r>
      <w:r w:rsidR="00046589">
        <w:t xml:space="preserve"> </w:t>
      </w:r>
      <w:r>
        <w:t>of</w:t>
      </w:r>
      <w:r w:rsidR="00046589">
        <w:t xml:space="preserve"> </w:t>
      </w:r>
      <w:r>
        <w:t>Mediterranean</w:t>
      </w:r>
      <w:r w:rsidR="00046589">
        <w:t xml:space="preserve"> </w:t>
      </w:r>
      <w:r>
        <w:t>culture</w:t>
      </w:r>
      <w:r w:rsidR="00046589">
        <w:t xml:space="preserve"> </w:t>
      </w:r>
      <w:r>
        <w:t>and</w:t>
      </w:r>
      <w:r w:rsidR="00046589">
        <w:t xml:space="preserve"> </w:t>
      </w:r>
      <w:r>
        <w:t>history.</w:t>
      </w:r>
      <w:r w:rsidR="00046589">
        <w:t xml:space="preserve"> </w:t>
      </w:r>
      <w:r>
        <w:t>Classical</w:t>
      </w:r>
      <w:r w:rsidR="00046589">
        <w:t xml:space="preserve"> </w:t>
      </w:r>
      <w:r>
        <w:t>Islam</w:t>
      </w:r>
      <w:r w:rsidR="00046589">
        <w:t xml:space="preserve"> </w:t>
      </w:r>
      <w:r>
        <w:t>made</w:t>
      </w:r>
      <w:r w:rsidR="00046589">
        <w:t xml:space="preserve"> </w:t>
      </w:r>
      <w:r>
        <w:t>an</w:t>
      </w:r>
      <w:r w:rsidR="00046589">
        <w:t xml:space="preserve"> </w:t>
      </w:r>
      <w:r>
        <w:t>important</w:t>
      </w:r>
      <w:r w:rsidR="00046589">
        <w:t xml:space="preserve"> </w:t>
      </w:r>
      <w:r>
        <w:t>contribution</w:t>
      </w:r>
      <w:r w:rsidR="00046589">
        <w:t xml:space="preserve"> </w:t>
      </w:r>
      <w:r>
        <w:t>to</w:t>
      </w:r>
      <w:r w:rsidR="00046589">
        <w:t xml:space="preserve"> </w:t>
      </w:r>
      <w:r>
        <w:t>economic</w:t>
      </w:r>
      <w:r w:rsidR="00046589">
        <w:t xml:space="preserve"> </w:t>
      </w:r>
      <w:r>
        <w:t>thought</w:t>
      </w:r>
      <w:r w:rsidR="00046589">
        <w:t xml:space="preserve"> </w:t>
      </w:r>
      <w:r>
        <w:t>(</w:t>
      </w:r>
      <w:proofErr w:type="spellStart"/>
      <w:r>
        <w:t>Baeck</w:t>
      </w:r>
      <w:proofErr w:type="spellEnd"/>
      <w:r>
        <w:t>,</w:t>
      </w:r>
      <w:r w:rsidR="00046589">
        <w:t xml:space="preserve"> </w:t>
      </w:r>
      <w:r>
        <w:t>1991).</w:t>
      </w:r>
      <w:r w:rsidR="00046589">
        <w:t xml:space="preserve"> </w:t>
      </w:r>
      <w:r>
        <w:t>During</w:t>
      </w:r>
      <w:r w:rsidR="00046589">
        <w:t xml:space="preserve"> </w:t>
      </w:r>
      <w:r>
        <w:t>that</w:t>
      </w:r>
      <w:r w:rsidR="00046589">
        <w:t xml:space="preserve"> </w:t>
      </w:r>
      <w:r>
        <w:t>long</w:t>
      </w:r>
      <w:r w:rsidR="00046589">
        <w:t xml:space="preserve"> </w:t>
      </w:r>
      <w:r>
        <w:t>span</w:t>
      </w:r>
      <w:r w:rsidR="00046589">
        <w:t xml:space="preserve"> </w:t>
      </w:r>
      <w:r>
        <w:t>of</w:t>
      </w:r>
      <w:r w:rsidR="00046589">
        <w:t xml:space="preserve"> </w:t>
      </w:r>
      <w:r>
        <w:t>time,</w:t>
      </w:r>
      <w:r w:rsidR="00046589">
        <w:t xml:space="preserve"> </w:t>
      </w:r>
      <w:r>
        <w:t>the</w:t>
      </w:r>
      <w:r w:rsidR="00046589">
        <w:t xml:space="preserve"> </w:t>
      </w:r>
      <w:r>
        <w:t>lands</w:t>
      </w:r>
      <w:r w:rsidR="00046589">
        <w:t xml:space="preserve"> </w:t>
      </w:r>
      <w:r>
        <w:t>of</w:t>
      </w:r>
      <w:r w:rsidR="00046589">
        <w:t xml:space="preserve"> </w:t>
      </w:r>
      <w:r>
        <w:t>Islam</w:t>
      </w:r>
      <w:r w:rsidR="00046589">
        <w:t xml:space="preserve"> </w:t>
      </w:r>
      <w:r>
        <w:t>were</w:t>
      </w:r>
      <w:r w:rsidR="00046589">
        <w:t xml:space="preserve"> </w:t>
      </w:r>
      <w:r>
        <w:t>witness</w:t>
      </w:r>
      <w:r w:rsidR="00046589">
        <w:t xml:space="preserve"> </w:t>
      </w:r>
      <w:r>
        <w:t>of</w:t>
      </w:r>
      <w:r w:rsidR="00046589">
        <w:t xml:space="preserve"> </w:t>
      </w:r>
      <w:r>
        <w:t>a</w:t>
      </w:r>
      <w:r w:rsidR="00046589">
        <w:t xml:space="preserve"> </w:t>
      </w:r>
      <w:r>
        <w:t>series</w:t>
      </w:r>
      <w:r w:rsidR="00046589">
        <w:t xml:space="preserve"> </w:t>
      </w:r>
      <w:r>
        <w:t>of</w:t>
      </w:r>
      <w:r w:rsidR="00046589">
        <w:t xml:space="preserve"> </w:t>
      </w:r>
      <w:r>
        <w:t>tribes</w:t>
      </w:r>
      <w:r w:rsidR="00046589">
        <w:t xml:space="preserve"> </w:t>
      </w:r>
      <w:r>
        <w:t>with</w:t>
      </w:r>
      <w:r w:rsidR="00046589">
        <w:t xml:space="preserve"> </w:t>
      </w:r>
      <w:r>
        <w:t>a</w:t>
      </w:r>
      <w:r w:rsidR="00046589">
        <w:t xml:space="preserve"> </w:t>
      </w:r>
      <w:r>
        <w:t>fervent</w:t>
      </w:r>
      <w:r w:rsidR="00046589">
        <w:t xml:space="preserve"> </w:t>
      </w:r>
      <w:r w:rsidRPr="003C40D7">
        <w:rPr>
          <w:rStyle w:val="libItalicChar"/>
        </w:rPr>
        <w:t>esprit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de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corps</w:t>
      </w:r>
      <w:r w:rsidR="00046589">
        <w:t xml:space="preserve"> </w:t>
      </w:r>
      <w:r>
        <w:t>taking</w:t>
      </w:r>
      <w:r w:rsidR="00046589">
        <w:t xml:space="preserve"> </w:t>
      </w:r>
      <w:r>
        <w:t>over</w:t>
      </w:r>
      <w:r w:rsidR="00046589">
        <w:t xml:space="preserve"> </w:t>
      </w:r>
      <w:r>
        <w:t>the</w:t>
      </w:r>
      <w:r w:rsidR="00046589">
        <w:t xml:space="preserve"> </w:t>
      </w:r>
      <w:r>
        <w:t>lead</w:t>
      </w:r>
      <w:r w:rsidR="00046589">
        <w:t xml:space="preserve"> </w:t>
      </w:r>
      <w:r>
        <w:t>in</w:t>
      </w:r>
      <w:r w:rsidR="00046589">
        <w:t xml:space="preserve"> </w:t>
      </w:r>
      <w:r>
        <w:t>order</w:t>
      </w:r>
      <w:r w:rsidR="00046589">
        <w:t xml:space="preserve"> </w:t>
      </w:r>
      <w:r>
        <w:t>to</w:t>
      </w:r>
      <w:r w:rsidR="00046589">
        <w:t xml:space="preserve"> </w:t>
      </w:r>
      <w:r>
        <w:t>found</w:t>
      </w:r>
      <w:r w:rsidR="00046589">
        <w:t xml:space="preserve"> </w:t>
      </w:r>
      <w:r>
        <w:t>a</w:t>
      </w:r>
      <w:r w:rsidR="00046589">
        <w:t xml:space="preserve"> </w:t>
      </w:r>
      <w:r>
        <w:t>new</w:t>
      </w:r>
      <w:r w:rsidR="00046589">
        <w:t xml:space="preserve"> </w:t>
      </w:r>
      <w:r>
        <w:t>regime</w:t>
      </w:r>
      <w:r w:rsidR="00046589">
        <w:t xml:space="preserve"> </w:t>
      </w:r>
      <w:r>
        <w:t>and</w:t>
      </w:r>
      <w:r w:rsidR="00046589">
        <w:t xml:space="preserve"> </w:t>
      </w:r>
      <w:r>
        <w:t>a</w:t>
      </w:r>
      <w:r w:rsidR="00046589">
        <w:t xml:space="preserve"> </w:t>
      </w:r>
      <w:r>
        <w:t>reborn</w:t>
      </w:r>
      <w:r w:rsidR="00046589">
        <w:t xml:space="preserve"> </w:t>
      </w:r>
      <w:r>
        <w:t>society.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eastern</w:t>
      </w:r>
      <w:r w:rsidR="00046589">
        <w:t xml:space="preserve"> </w:t>
      </w:r>
      <w:r>
        <w:t>lands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Ummayads</w:t>
      </w:r>
      <w:proofErr w:type="spellEnd"/>
      <w:r w:rsidR="00046589">
        <w:t xml:space="preserve"> </w:t>
      </w:r>
      <w:r>
        <w:t>took</w:t>
      </w:r>
      <w:r w:rsidR="00046589">
        <w:t xml:space="preserve"> </w:t>
      </w:r>
      <w:r>
        <w:t>over</w:t>
      </w:r>
      <w:r w:rsidR="00046589">
        <w:t xml:space="preserve"> </w:t>
      </w:r>
      <w:r>
        <w:t>the</w:t>
      </w:r>
      <w:r w:rsidR="00046589">
        <w:t xml:space="preserve"> </w:t>
      </w:r>
      <w:r>
        <w:t>caliphate</w:t>
      </w:r>
      <w:r w:rsidR="00046589">
        <w:t xml:space="preserve"> </w:t>
      </w:r>
      <w:r>
        <w:t>from</w:t>
      </w:r>
      <w:r w:rsidR="00046589">
        <w:t xml:space="preserve"> </w:t>
      </w:r>
      <w:r>
        <w:t>the</w:t>
      </w:r>
      <w:r w:rsidR="00046589">
        <w:t xml:space="preserve"> </w:t>
      </w:r>
      <w:r>
        <w:t>early</w:t>
      </w:r>
      <w:r w:rsidR="00046589">
        <w:t xml:space="preserve"> </w:t>
      </w:r>
      <w:r>
        <w:t>followers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prophet,</w:t>
      </w:r>
      <w:r w:rsidR="00046589">
        <w:t xml:space="preserve"> </w:t>
      </w:r>
      <w:r>
        <w:t>with</w:t>
      </w:r>
      <w:r w:rsidR="00046589">
        <w:t xml:space="preserve"> </w:t>
      </w:r>
      <w:r>
        <w:t>in</w:t>
      </w:r>
      <w:r w:rsidR="00046589">
        <w:t xml:space="preserve"> </w:t>
      </w:r>
      <w:r>
        <w:t>their</w:t>
      </w:r>
      <w:r w:rsidR="00046589">
        <w:t xml:space="preserve"> </w:t>
      </w:r>
      <w:r>
        <w:t>wake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Abbassids</w:t>
      </w:r>
      <w:proofErr w:type="spellEnd"/>
      <w:r>
        <w:t>,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Seldjuqs</w:t>
      </w:r>
      <w:proofErr w:type="spellEnd"/>
      <w:r>
        <w:t>,</w:t>
      </w:r>
      <w:r w:rsidR="00046589">
        <w:t xml:space="preserve"> </w:t>
      </w:r>
      <w:r>
        <w:t>the</w:t>
      </w:r>
      <w:r w:rsidR="00046589">
        <w:t xml:space="preserve"> </w:t>
      </w:r>
      <w:r>
        <w:t>Mongols.</w:t>
      </w:r>
      <w:r w:rsidR="00046589">
        <w:t xml:space="preserve"> </w:t>
      </w:r>
      <w:r>
        <w:t>In</w:t>
      </w:r>
      <w:r w:rsidR="00046589">
        <w:t xml:space="preserve"> </w:t>
      </w:r>
      <w:r>
        <w:t>Andalusia</w:t>
      </w:r>
      <w:r w:rsidR="00046589">
        <w:t xml:space="preserve"> </w:t>
      </w:r>
      <w:r>
        <w:t>and</w:t>
      </w:r>
      <w:r w:rsidR="00046589">
        <w:t xml:space="preserve"> </w:t>
      </w:r>
      <w:r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Maghreb,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Almoravids</w:t>
      </w:r>
      <w:proofErr w:type="spellEnd"/>
      <w:r w:rsidR="00046589">
        <w:t xml:space="preserve"> </w:t>
      </w:r>
      <w:r>
        <w:t>were</w:t>
      </w:r>
      <w:r w:rsidR="00046589">
        <w:t xml:space="preserve"> </w:t>
      </w:r>
      <w:r>
        <w:t>conquered</w:t>
      </w:r>
      <w:r w:rsidR="00046589">
        <w:t xml:space="preserve"> </w:t>
      </w:r>
      <w:r>
        <w:t>by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Almohads</w:t>
      </w:r>
      <w:proofErr w:type="spellEnd"/>
      <w:r>
        <w:t>.</w:t>
      </w:r>
      <w:r w:rsidR="00046589">
        <w:t xml:space="preserve"> </w:t>
      </w:r>
      <w:r>
        <w:t>Our</w:t>
      </w:r>
      <w:r w:rsidR="00046589">
        <w:t xml:space="preserve"> </w:t>
      </w:r>
      <w:r>
        <w:t>author</w:t>
      </w:r>
      <w:r w:rsidR="00046589">
        <w:t xml:space="preserve"> </w:t>
      </w:r>
      <w:r>
        <w:t>entered</w:t>
      </w:r>
      <w:r w:rsidR="00046589">
        <w:t xml:space="preserve"> </w:t>
      </w:r>
      <w:r>
        <w:t>his</w:t>
      </w:r>
      <w:r w:rsidR="00046589">
        <w:t xml:space="preserve"> </w:t>
      </w:r>
      <w:r>
        <w:t>manhood</w:t>
      </w:r>
      <w:r w:rsidR="00046589">
        <w:t xml:space="preserve"> </w:t>
      </w:r>
      <w:r>
        <w:t>when</w:t>
      </w:r>
      <w:r w:rsidR="00046589">
        <w:t xml:space="preserve"> </w:t>
      </w:r>
      <w:r>
        <w:t>the</w:t>
      </w:r>
      <w:r w:rsidR="00046589">
        <w:t xml:space="preserve"> </w:t>
      </w:r>
      <w:proofErr w:type="spellStart"/>
      <w:r>
        <w:t>Almohad</w:t>
      </w:r>
      <w:proofErr w:type="spellEnd"/>
      <w:r w:rsidR="00046589">
        <w:t xml:space="preserve"> </w:t>
      </w:r>
      <w:r>
        <w:t>empire</w:t>
      </w:r>
      <w:r w:rsidR="00046589">
        <w:t xml:space="preserve"> </w:t>
      </w:r>
      <w:r>
        <w:t>had</w:t>
      </w:r>
      <w:r w:rsidR="00046589">
        <w:t xml:space="preserve"> </w:t>
      </w:r>
      <w:r>
        <w:t>given</w:t>
      </w:r>
      <w:r w:rsidR="00046589">
        <w:t xml:space="preserve"> </w:t>
      </w:r>
      <w:r>
        <w:t>way</w:t>
      </w:r>
      <w:r w:rsidR="00046589">
        <w:t xml:space="preserve"> </w:t>
      </w:r>
      <w:r>
        <w:t>to</w:t>
      </w:r>
      <w:r w:rsidR="00046589">
        <w:t xml:space="preserve"> </w:t>
      </w:r>
      <w:r>
        <w:t>a</w:t>
      </w:r>
      <w:r w:rsidR="00046589">
        <w:t xml:space="preserve"> </w:t>
      </w:r>
      <w:r>
        <w:t>series</w:t>
      </w:r>
      <w:r w:rsidR="00046589">
        <w:t xml:space="preserve"> </w:t>
      </w:r>
      <w:r>
        <w:t>of</w:t>
      </w:r>
      <w:r w:rsidR="00046589">
        <w:t xml:space="preserve"> </w:t>
      </w:r>
      <w:r>
        <w:t>rival</w:t>
      </w:r>
      <w:r w:rsidR="00046589">
        <w:t xml:space="preserve"> </w:t>
      </w:r>
      <w:r>
        <w:t>princedoms.</w:t>
      </w:r>
      <w:r w:rsidR="00046589">
        <w:t xml:space="preserve"> </w:t>
      </w:r>
      <w:r>
        <w:t>Educated</w:t>
      </w:r>
      <w:r w:rsidR="00046589">
        <w:t xml:space="preserve"> </w:t>
      </w:r>
      <w:r>
        <w:t>by</w:t>
      </w:r>
      <w:r w:rsidR="00046589">
        <w:t xml:space="preserve"> </w:t>
      </w:r>
      <w:r>
        <w:t>the</w:t>
      </w:r>
      <w:r w:rsidR="00046589">
        <w:t xml:space="preserve"> </w:t>
      </w:r>
      <w:r>
        <w:t>best</w:t>
      </w:r>
      <w:r w:rsidR="00046589">
        <w:t xml:space="preserve"> </w:t>
      </w:r>
      <w:r>
        <w:t>scholars</w:t>
      </w:r>
      <w:r w:rsidR="00046589">
        <w:t xml:space="preserve"> </w:t>
      </w:r>
      <w:r>
        <w:t>of</w:t>
      </w:r>
      <w:r w:rsidR="00046589">
        <w:t xml:space="preserve"> </w:t>
      </w:r>
      <w:r>
        <w:t>his</w:t>
      </w:r>
      <w:r w:rsidR="00046589">
        <w:t xml:space="preserve"> </w:t>
      </w:r>
      <w:r>
        <w:t>time,</w:t>
      </w:r>
      <w:r w:rsidR="00046589">
        <w:t xml:space="preserve"> </w:t>
      </w:r>
      <w:r>
        <w:t>his</w:t>
      </w:r>
      <w:r w:rsidR="00046589">
        <w:t xml:space="preserve"> </w:t>
      </w:r>
      <w:r>
        <w:t>career</w:t>
      </w:r>
      <w:r w:rsidR="00046589">
        <w:t xml:space="preserve"> </w:t>
      </w:r>
      <w:r>
        <w:t>evolved</w:t>
      </w:r>
      <w:r w:rsidR="00046589">
        <w:t xml:space="preserve"> </w:t>
      </w:r>
      <w:r>
        <w:t>as</w:t>
      </w:r>
      <w:r w:rsidR="00046589">
        <w:t xml:space="preserve"> </w:t>
      </w:r>
      <w:r>
        <w:t>a</w:t>
      </w:r>
      <w:r w:rsidR="00046589">
        <w:t xml:space="preserve"> </w:t>
      </w:r>
      <w:r>
        <w:t>rare</w:t>
      </w:r>
      <w:r w:rsidR="00046589">
        <w:t xml:space="preserve"> </w:t>
      </w:r>
      <w:r>
        <w:t>combination</w:t>
      </w:r>
      <w:r w:rsidR="00046589">
        <w:t xml:space="preserve"> </w:t>
      </w:r>
      <w:r>
        <w:t>of</w:t>
      </w:r>
      <w:r w:rsidR="00046589">
        <w:t xml:space="preserve"> </w:t>
      </w:r>
      <w:r>
        <w:t>roles</w:t>
      </w:r>
      <w:r w:rsidR="00046589">
        <w:t xml:space="preserve"> </w:t>
      </w:r>
      <w:r>
        <w:t>and</w:t>
      </w:r>
      <w:r w:rsidR="00046589">
        <w:t xml:space="preserve"> </w:t>
      </w:r>
      <w:r>
        <w:t>functions</w:t>
      </w:r>
      <w:r w:rsidR="006F62A6">
        <w:t>:</w:t>
      </w:r>
      <w:r w:rsidR="00046589">
        <w:t xml:space="preserve"> </w:t>
      </w:r>
      <w:r>
        <w:t>political</w:t>
      </w:r>
      <w:r w:rsidR="00046589">
        <w:t xml:space="preserve"> </w:t>
      </w:r>
      <w:r>
        <w:t>activist,</w:t>
      </w:r>
      <w:r w:rsidR="00046589">
        <w:t xml:space="preserve"> </w:t>
      </w:r>
      <w:r>
        <w:t>grand</w:t>
      </w:r>
      <w:r w:rsidR="00046589">
        <w:t xml:space="preserve"> </w:t>
      </w:r>
      <w:r>
        <w:t>judge</w:t>
      </w:r>
      <w:r w:rsidR="00046589">
        <w:t xml:space="preserve"> </w:t>
      </w:r>
      <w:r>
        <w:t>and</w:t>
      </w:r>
      <w:r w:rsidR="00046589">
        <w:t xml:space="preserve"> </w:t>
      </w:r>
      <w:r>
        <w:t>scholar.</w:t>
      </w:r>
    </w:p>
    <w:p w:rsidR="003C40D7" w:rsidRDefault="003C40D7" w:rsidP="003C40D7">
      <w:pPr>
        <w:pStyle w:val="libNormal"/>
      </w:pPr>
      <w:r w:rsidRPr="003C40D7">
        <w:t>Thoroughly</w:t>
      </w:r>
      <w:r w:rsidR="00046589">
        <w:t xml:space="preserve"> </w:t>
      </w:r>
      <w:r w:rsidRPr="003C40D7">
        <w:t>familiar</w:t>
      </w:r>
      <w:r w:rsidR="00046589">
        <w:t xml:space="preserve"> </w:t>
      </w:r>
      <w:r w:rsidRPr="003C40D7">
        <w:t>but</w:t>
      </w:r>
      <w:r w:rsidR="00046589">
        <w:t xml:space="preserve"> </w:t>
      </w:r>
      <w:r w:rsidRPr="003C40D7">
        <w:t>unsatisfied</w:t>
      </w:r>
      <w:r w:rsidR="00046589">
        <w:t xml:space="preserve"> </w:t>
      </w:r>
      <w:r w:rsidRPr="003C40D7">
        <w:t>with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best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what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science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law,</w:t>
      </w:r>
      <w:r w:rsidR="00046589">
        <w:t xml:space="preserve"> </w:t>
      </w:r>
      <w:proofErr w:type="spellStart"/>
      <w:r w:rsidRPr="003C40D7">
        <w:rPr>
          <w:rStyle w:val="libItalicChar"/>
        </w:rPr>
        <w:t>kalam</w:t>
      </w:r>
      <w:proofErr w:type="spellEnd"/>
      <w:r w:rsidR="00046589">
        <w:t xml:space="preserve"> </w:t>
      </w:r>
      <w:r w:rsidRPr="003C40D7">
        <w:t>and</w:t>
      </w:r>
      <w:r w:rsidR="00046589">
        <w:t xml:space="preserve"> </w:t>
      </w:r>
      <w:proofErr w:type="spellStart"/>
      <w:r w:rsidRPr="003C40D7">
        <w:rPr>
          <w:rStyle w:val="libItalicChar"/>
        </w:rPr>
        <w:t>falsafa</w:t>
      </w:r>
      <w:proofErr w:type="spellEnd"/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time</w:t>
      </w:r>
      <w:r w:rsidR="00046589">
        <w:t xml:space="preserve"> </w:t>
      </w:r>
      <w:r w:rsidRPr="003C40D7">
        <w:t>could</w:t>
      </w:r>
      <w:r w:rsidR="00046589">
        <w:t xml:space="preserve"> </w:t>
      </w:r>
      <w:r w:rsidRPr="003C40D7">
        <w:t>offer,</w:t>
      </w:r>
      <w:r w:rsidR="00046589">
        <w:t xml:space="preserve"> </w:t>
      </w:r>
      <w:r w:rsidRPr="003C40D7">
        <w:t>he</w:t>
      </w:r>
      <w:r w:rsidR="00046589">
        <w:t xml:space="preserve"> </w:t>
      </w:r>
      <w:r w:rsidRPr="003C40D7">
        <w:t>created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new</w:t>
      </w:r>
      <w:r w:rsidR="00046589">
        <w:t xml:space="preserve"> </w:t>
      </w:r>
      <w:r w:rsidRPr="003C40D7">
        <w:t>framework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thought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make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contemporaries</w:t>
      </w:r>
      <w:r w:rsidR="00046589">
        <w:t xml:space="preserve"> </w:t>
      </w:r>
      <w:r w:rsidRPr="003C40D7">
        <w:t>conscious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patterns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overall</w:t>
      </w:r>
      <w:r w:rsidR="00046589">
        <w:t xml:space="preserve"> </w:t>
      </w:r>
      <w:r w:rsidRPr="003C40D7">
        <w:t>determinants</w:t>
      </w:r>
      <w:r w:rsidR="00046589">
        <w:t xml:space="preserve"> </w:t>
      </w:r>
      <w:r w:rsidRPr="003C40D7">
        <w:t>that</w:t>
      </w:r>
      <w:r w:rsidR="00046589">
        <w:t xml:space="preserve"> </w:t>
      </w:r>
      <w:r w:rsidRPr="003C40D7">
        <w:t>govern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rise,</w:t>
      </w:r>
      <w:r w:rsidR="00046589">
        <w:t xml:space="preserve"> </w:t>
      </w:r>
      <w:r w:rsidRPr="003C40D7">
        <w:t>growth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decline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societies.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preface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his</w:t>
      </w:r>
      <w:r w:rsidR="00046589">
        <w:t xml:space="preserve"> </w:t>
      </w:r>
      <w:proofErr w:type="spellStart"/>
      <w:r w:rsidRPr="003C40D7">
        <w:rPr>
          <w:rStyle w:val="libItalicChar"/>
        </w:rPr>
        <w:t>Kital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al</w:t>
      </w:r>
      <w:r w:rsidR="006F62A6">
        <w:rPr>
          <w:rStyle w:val="libItalicChar"/>
        </w:rPr>
        <w:t>-</w:t>
      </w:r>
      <w:proofErr w:type="spellStart"/>
      <w:r w:rsidRPr="003C40D7">
        <w:rPr>
          <w:rStyle w:val="libItalicChar"/>
        </w:rPr>
        <w:t>ibar</w:t>
      </w:r>
      <w:proofErr w:type="spellEnd"/>
      <w:r w:rsidR="00046589">
        <w:t xml:space="preserve"> </w:t>
      </w:r>
      <w:r w:rsidRPr="003C40D7">
        <w:t>he</w:t>
      </w:r>
      <w:r w:rsidR="00046589">
        <w:t xml:space="preserve"> </w:t>
      </w:r>
      <w:r w:rsidRPr="003C40D7">
        <w:t>proudly</w:t>
      </w:r>
      <w:r w:rsidR="00046589">
        <w:t xml:space="preserve"> </w:t>
      </w:r>
      <w:r w:rsidRPr="003C40D7">
        <w:t>declared</w:t>
      </w:r>
      <w:r w:rsidR="00046589">
        <w:t xml:space="preserve"> </w:t>
      </w:r>
      <w:r w:rsidRPr="003C40D7">
        <w:t>"this</w:t>
      </w:r>
      <w:r w:rsidR="00046589">
        <w:t xml:space="preserve"> </w:t>
      </w:r>
      <w:r w:rsidRPr="003C40D7">
        <w:t>topic</w:t>
      </w:r>
      <w:r w:rsidR="00046589">
        <w:t xml:space="preserve"> </w:t>
      </w:r>
      <w:r w:rsidRPr="003C40D7">
        <w:t>is</w:t>
      </w:r>
      <w:r w:rsidR="00046589">
        <w:t xml:space="preserve"> </w:t>
      </w:r>
      <w:r w:rsidRPr="003C40D7">
        <w:t>something</w:t>
      </w:r>
      <w:r w:rsidR="00046589">
        <w:t xml:space="preserve"> </w:t>
      </w:r>
      <w:r w:rsidRPr="003C40D7">
        <w:t>new,</w:t>
      </w:r>
      <w:r w:rsidR="00046589">
        <w:t xml:space="preserve"> </w:t>
      </w:r>
      <w:r w:rsidRPr="003C40D7">
        <w:t>extraordinary,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highly</w:t>
      </w:r>
      <w:r w:rsidR="00046589">
        <w:t xml:space="preserve"> </w:t>
      </w:r>
      <w:r w:rsidRPr="003C40D7">
        <w:t>useful</w:t>
      </w:r>
      <w:r w:rsidR="00046589">
        <w:t xml:space="preserve"> </w:t>
      </w:r>
      <w:r w:rsidRPr="003C40D7">
        <w:t>for</w:t>
      </w:r>
      <w:r w:rsidR="00046589">
        <w:t xml:space="preserve"> </w:t>
      </w:r>
      <w:r w:rsidRPr="003C40D7">
        <w:t>statesmen".</w:t>
      </w:r>
      <w:r w:rsidR="00046589">
        <w:t xml:space="preserve"> </w:t>
      </w:r>
      <w:r w:rsidRPr="003C40D7">
        <w:t>With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rare</w:t>
      </w:r>
      <w:r w:rsidR="00046589">
        <w:t xml:space="preserve"> </w:t>
      </w:r>
      <w:r w:rsidRPr="003C40D7">
        <w:t>show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chivalry</w:t>
      </w:r>
      <w:r w:rsidR="00046589">
        <w:t xml:space="preserve"> </w:t>
      </w:r>
      <w:r w:rsidRPr="003C40D7">
        <w:t>he</w:t>
      </w:r>
      <w:r w:rsidR="00046589">
        <w:t xml:space="preserve"> </w:t>
      </w:r>
      <w:r w:rsidRPr="003C40D7">
        <w:t>admitted</w:t>
      </w:r>
      <w:r w:rsidR="00046589">
        <w:t xml:space="preserve"> </w:t>
      </w:r>
      <w:r w:rsidRPr="003C40D7">
        <w:t>that</w:t>
      </w:r>
      <w:r w:rsidR="00046589">
        <w:t xml:space="preserve"> </w:t>
      </w:r>
      <w:r w:rsidRPr="003C40D7">
        <w:t>Aristotle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rPr>
          <w:rStyle w:val="libItalicChar"/>
        </w:rPr>
        <w:t>Politics</w:t>
      </w:r>
      <w:r w:rsidR="00046589">
        <w:t xml:space="preserve"> </w:t>
      </w:r>
      <w:r w:rsidRPr="003C40D7">
        <w:t>(book</w:t>
      </w:r>
      <w:r w:rsidR="00046589">
        <w:t xml:space="preserve"> </w:t>
      </w:r>
      <w:r w:rsidRPr="003C40D7">
        <w:t>I,</w:t>
      </w:r>
      <w:r w:rsidR="00046589">
        <w:t xml:space="preserve"> </w:t>
      </w:r>
      <w:r w:rsidRPr="003C40D7">
        <w:t>chapters</w:t>
      </w:r>
      <w:r w:rsidR="00046589">
        <w:t xml:space="preserve"> </w:t>
      </w:r>
      <w:r w:rsidRPr="003C40D7">
        <w:t>8</w:t>
      </w:r>
      <w:r w:rsidR="006F62A6">
        <w:t>-</w:t>
      </w:r>
      <w:r w:rsidRPr="003C40D7">
        <w:t>11)</w:t>
      </w:r>
      <w:r w:rsidR="00046589">
        <w:t xml:space="preserve"> </w:t>
      </w:r>
      <w:r w:rsidRPr="003C40D7">
        <w:t>had</w:t>
      </w:r>
      <w:r w:rsidR="00046589">
        <w:t xml:space="preserve"> </w:t>
      </w:r>
      <w:r w:rsidRPr="003C40D7">
        <w:t>initiated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eternal</w:t>
      </w:r>
      <w:r w:rsidR="00046589">
        <w:t xml:space="preserve"> </w:t>
      </w:r>
      <w:r w:rsidRPr="003C40D7">
        <w:t>theme</w:t>
      </w:r>
      <w:r w:rsidR="00046589">
        <w:t xml:space="preserve"> </w:t>
      </w:r>
      <w:r w:rsidRPr="003C40D7">
        <w:t>of</w:t>
      </w:r>
      <w:r w:rsidR="00046589">
        <w:t xml:space="preserve"> </w:t>
      </w:r>
      <w:proofErr w:type="spellStart"/>
      <w:r w:rsidRPr="003C40D7">
        <w:rPr>
          <w:rStyle w:val="libItalicChar"/>
        </w:rPr>
        <w:t>Gemeinschaft</w:t>
      </w:r>
      <w:proofErr w:type="spellEnd"/>
      <w:r w:rsidR="00046589">
        <w:t xml:space="preserve"> </w:t>
      </w:r>
      <w:r w:rsidRPr="003C40D7">
        <w:t>and</w:t>
      </w:r>
      <w:r w:rsidR="00046589">
        <w:t xml:space="preserve"> </w:t>
      </w:r>
      <w:proofErr w:type="spellStart"/>
      <w:r w:rsidRPr="003C40D7">
        <w:rPr>
          <w:rStyle w:val="libItalicChar"/>
        </w:rPr>
        <w:t>Gesellschaft</w:t>
      </w:r>
      <w:proofErr w:type="spellEnd"/>
      <w:r w:rsidRPr="003C40D7">
        <w:t>.</w:t>
      </w:r>
      <w:r w:rsidR="00046589">
        <w:t xml:space="preserve"> </w:t>
      </w:r>
      <w:r w:rsidRPr="003C40D7">
        <w:t>But</w:t>
      </w:r>
      <w:r w:rsidR="00046589">
        <w:t xml:space="preserve"> </w:t>
      </w:r>
      <w:r w:rsidRPr="003C40D7">
        <w:t>he</w:t>
      </w:r>
      <w:r w:rsidR="00046589">
        <w:t xml:space="preserve"> </w:t>
      </w:r>
      <w:r w:rsidRPr="003C40D7">
        <w:t>hastened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dismiss</w:t>
      </w:r>
      <w:r w:rsidR="00046589">
        <w:t xml:space="preserve"> </w:t>
      </w:r>
      <w:r w:rsidRPr="003C40D7">
        <w:t>Aristotle's</w:t>
      </w:r>
      <w:r w:rsidR="00046589">
        <w:t xml:space="preserve"> </w:t>
      </w:r>
      <w:r w:rsidRPr="003C40D7">
        <w:t>few</w:t>
      </w:r>
      <w:r w:rsidR="00046589">
        <w:t xml:space="preserve"> </w:t>
      </w:r>
      <w:r w:rsidRPr="003C40D7">
        <w:t>pages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topic</w:t>
      </w:r>
      <w:r w:rsidR="00046589">
        <w:t xml:space="preserve"> </w:t>
      </w:r>
      <w:r w:rsidRPr="003C40D7">
        <w:t>as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set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general</w:t>
      </w:r>
      <w:r w:rsidR="00046589">
        <w:t xml:space="preserve"> </w:t>
      </w:r>
      <w:r w:rsidRPr="003C40D7">
        <w:t>ideas</w:t>
      </w:r>
      <w:r w:rsidR="00046589">
        <w:t xml:space="preserve"> </w:t>
      </w:r>
      <w:r w:rsidRPr="003C40D7">
        <w:t>without</w:t>
      </w:r>
      <w:r w:rsidR="00046589">
        <w:t xml:space="preserve"> </w:t>
      </w:r>
      <w:r w:rsidRPr="003C40D7">
        <w:t>all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arguments</w:t>
      </w:r>
      <w:r w:rsidR="00046589">
        <w:t xml:space="preserve"> </w:t>
      </w:r>
      <w:r w:rsidRPr="003C40D7">
        <w:t>it</w:t>
      </w:r>
      <w:r w:rsidR="00046589">
        <w:t xml:space="preserve"> </w:t>
      </w:r>
      <w:r w:rsidRPr="003C40D7">
        <w:t>deserves.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own</w:t>
      </w:r>
      <w:r w:rsidR="00046589">
        <w:t xml:space="preserve"> </w:t>
      </w:r>
      <w:r w:rsidRPr="003C40D7">
        <w:t>new</w:t>
      </w:r>
      <w:r w:rsidR="00046589">
        <w:t xml:space="preserve"> </w:t>
      </w:r>
      <w:r w:rsidRPr="003C40D7">
        <w:t>discipline,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ilm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al</w:t>
      </w:r>
      <w:r w:rsidR="006F62A6">
        <w:rPr>
          <w:rStyle w:val="libItalicChar"/>
        </w:rPr>
        <w:t>-</w:t>
      </w:r>
      <w:proofErr w:type="spellStart"/>
      <w:r w:rsidRPr="003C40D7">
        <w:rPr>
          <w:rStyle w:val="libItalicChar"/>
        </w:rPr>
        <w:t>umran</w:t>
      </w:r>
      <w:proofErr w:type="spellEnd"/>
      <w:r w:rsidR="00046589">
        <w:t xml:space="preserve"> </w:t>
      </w:r>
      <w:r w:rsidRPr="003C40D7">
        <w:t>had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avowed</w:t>
      </w:r>
      <w:r w:rsidR="00046589">
        <w:t xml:space="preserve"> </w:t>
      </w:r>
      <w:r w:rsidRPr="003C40D7">
        <w:t>ambition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offer</w:t>
      </w:r>
      <w:r w:rsidR="00046589">
        <w:t xml:space="preserve"> </w:t>
      </w:r>
      <w:r w:rsidRPr="003C40D7">
        <w:t>"an</w:t>
      </w:r>
      <w:r w:rsidR="00046589">
        <w:t xml:space="preserve"> </w:t>
      </w:r>
      <w:proofErr w:type="spellStart"/>
      <w:r w:rsidRPr="003C40D7">
        <w:t>exchaustive</w:t>
      </w:r>
      <w:proofErr w:type="spellEnd"/>
      <w:r w:rsidRPr="003C40D7">
        <w:t>,</w:t>
      </w:r>
      <w:r w:rsidR="00046589">
        <w:t xml:space="preserve"> </w:t>
      </w:r>
      <w:r w:rsidRPr="003C40D7">
        <w:t>very</w:t>
      </w:r>
      <w:r w:rsidR="00046589">
        <w:t xml:space="preserve"> </w:t>
      </w:r>
      <w:r w:rsidRPr="003C40D7">
        <w:t>clear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fully</w:t>
      </w:r>
      <w:r w:rsidR="00046589">
        <w:t xml:space="preserve"> </w:t>
      </w:r>
      <w:r w:rsidRPr="003C40D7">
        <w:t>substantial</w:t>
      </w:r>
      <w:r w:rsidR="00046589">
        <w:t xml:space="preserve"> </w:t>
      </w:r>
      <w:r w:rsidRPr="003C40D7">
        <w:t>interpretation"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politics,</w:t>
      </w:r>
      <w:r w:rsidR="00046589">
        <w:t xml:space="preserve"> </w:t>
      </w:r>
      <w:r w:rsidRPr="003C40D7">
        <w:t>sociology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economics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development.</w:t>
      </w:r>
      <w:r w:rsidR="00046589">
        <w:t xml:space="preserve"> </w:t>
      </w:r>
      <w:r w:rsidRPr="003C40D7">
        <w:rPr>
          <w:rStyle w:val="libItalicChar"/>
        </w:rPr>
        <w:t>For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our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contemporaries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who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sense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the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impossibility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of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extrapolating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our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western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development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model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to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the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other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five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billion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people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on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earth,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his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message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questions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the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thesis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of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"sustainable"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development.</w:t>
      </w:r>
    </w:p>
    <w:p w:rsidR="003C40D7" w:rsidRPr="003C40D7" w:rsidRDefault="003C40D7" w:rsidP="003C40D7">
      <w:pPr>
        <w:pStyle w:val="libNormal"/>
        <w:rPr>
          <w:rStyle w:val="libNormalChar"/>
        </w:rPr>
      </w:pPr>
      <w:r>
        <w:t>His</w:t>
      </w:r>
      <w:r w:rsidR="00046589">
        <w:t xml:space="preserve"> </w:t>
      </w:r>
      <w:r w:rsidRPr="003C40D7">
        <w:rPr>
          <w:rStyle w:val="libItalicChar"/>
        </w:rPr>
        <w:t>Summa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now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universally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recognized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benchmark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history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socio</w:t>
      </w:r>
      <w:r w:rsidR="006F62A6">
        <w:rPr>
          <w:rStyle w:val="libNormalChar"/>
        </w:rPr>
        <w:t>-</w:t>
      </w:r>
      <w:r w:rsidRPr="003C40D7">
        <w:rPr>
          <w:rStyle w:val="libNormalChar"/>
        </w:rPr>
        <w:t>political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economic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thought.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my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view</w:t>
      </w:r>
      <w:r w:rsidR="00046589">
        <w:rPr>
          <w:rStyle w:val="libNormalChar"/>
        </w:rPr>
        <w:t xml:space="preserve"> </w:t>
      </w:r>
      <w:proofErr w:type="spellStart"/>
      <w:r w:rsidR="006F62A6">
        <w:rPr>
          <w:rStyle w:val="libNormalChar"/>
        </w:rPr>
        <w:t>Ibn</w:t>
      </w:r>
      <w:proofErr w:type="spellEnd"/>
      <w:r w:rsidR="00046589">
        <w:rPr>
          <w:rStyle w:val="libNormalChar"/>
        </w:rPr>
        <w:t xml:space="preserve"> </w:t>
      </w:r>
      <w:proofErr w:type="spellStart"/>
      <w:r w:rsidR="006F62A6">
        <w:rPr>
          <w:rStyle w:val="libNormalChar"/>
        </w:rPr>
        <w:t>Khaldun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greatest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social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scientist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classical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Islam.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Latin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West,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Italian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humanists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fourteenth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century,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like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Leonardo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Bruni</w:t>
      </w:r>
      <w:proofErr w:type="spellEnd"/>
      <w:r w:rsidRPr="003C40D7">
        <w:rPr>
          <w:rStyle w:val="libNormalChar"/>
        </w:rPr>
        <w:t>,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Matteo</w:t>
      </w:r>
      <w:proofErr w:type="spellEnd"/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Palmeri</w:t>
      </w:r>
      <w:proofErr w:type="spellEnd"/>
      <w:r w:rsidRPr="003C40D7">
        <w:rPr>
          <w:rStyle w:val="libNormalChar"/>
        </w:rPr>
        <w:t>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Leon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Battista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Alberti</w:t>
      </w:r>
      <w:proofErr w:type="spellEnd"/>
      <w:r w:rsidRPr="003C40D7">
        <w:rPr>
          <w:rStyle w:val="libNormalChar"/>
        </w:rPr>
        <w:t>,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Giannozzo</w:t>
      </w:r>
      <w:proofErr w:type="spellEnd"/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Manetti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Lorenzo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Valla,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had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also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reacted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to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normative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treatment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social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economic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affairs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by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canon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law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speculative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theology,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with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more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secular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or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realistic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version.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also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Nicolas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Oresme's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ItalicChar"/>
        </w:rPr>
        <w:t>Treatise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on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Money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sometimes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quoted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notable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example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matter</w:t>
      </w:r>
      <w:r w:rsidR="006F62A6">
        <w:rPr>
          <w:rStyle w:val="libNormalChar"/>
        </w:rPr>
        <w:t>-</w:t>
      </w:r>
      <w:r w:rsidRPr="003C40D7">
        <w:rPr>
          <w:rStyle w:val="libNormalChar"/>
        </w:rPr>
        <w:t>of</w:t>
      </w:r>
      <w:r w:rsidR="006F62A6">
        <w:rPr>
          <w:rStyle w:val="libNormalChar"/>
        </w:rPr>
        <w:t>-</w:t>
      </w:r>
      <w:r w:rsidRPr="003C40D7">
        <w:rPr>
          <w:rStyle w:val="libNormalChar"/>
        </w:rPr>
        <w:t>fact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writing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economics.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Oresme's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essay,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however,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like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al</w:t>
      </w:r>
      <w:r w:rsidR="006F62A6">
        <w:rPr>
          <w:rStyle w:val="libNormalChar"/>
        </w:rPr>
        <w:t>-</w:t>
      </w:r>
      <w:proofErr w:type="spellStart"/>
      <w:r w:rsidRPr="003C40D7">
        <w:rPr>
          <w:rStyle w:val="libNormalChar"/>
        </w:rPr>
        <w:t>Maqrizi's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monograph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one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topic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namely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money.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both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lack,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like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also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works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Italian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humanists,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comprehensiveness,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analytical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muscle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systematic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interplay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political,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social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economic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factors.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Ibn</w:t>
      </w:r>
      <w:proofErr w:type="spellEnd"/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Khaldun's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time,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political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science,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sociology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economics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were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not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yet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conceived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to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form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analytically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isolable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sphere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thought.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this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respect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this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medieval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scholar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was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thoroughly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Mediterranean,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this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pre</w:t>
      </w:r>
      <w:r w:rsidR="006F62A6">
        <w:rPr>
          <w:rStyle w:val="libNormalChar"/>
        </w:rPr>
        <w:t>-</w:t>
      </w:r>
      <w:r w:rsidRPr="003C40D7">
        <w:rPr>
          <w:rStyle w:val="libNormalChar"/>
        </w:rPr>
        <w:t>modern.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With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him,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however,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economic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concepts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lastRenderedPageBreak/>
        <w:t>determinants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are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more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forcefully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developed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than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with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any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other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medieval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author.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Today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would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call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Ibn</w:t>
      </w:r>
      <w:proofErr w:type="spellEnd"/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NormalChar"/>
        </w:rPr>
        <w:t>Khaldun's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oeuvre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perfect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example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of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interdisciplinary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approach.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In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this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genre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the</w:t>
      </w:r>
      <w:r w:rsidR="00046589">
        <w:rPr>
          <w:rStyle w:val="libNormalChar"/>
        </w:rPr>
        <w:t xml:space="preserve"> </w:t>
      </w:r>
      <w:proofErr w:type="spellStart"/>
      <w:r w:rsidRPr="003C40D7">
        <w:rPr>
          <w:rStyle w:val="libItalicChar"/>
        </w:rPr>
        <w:t>Muquaddimah</w:t>
      </w:r>
      <w:proofErr w:type="spellEnd"/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is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a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masterpiece.</w:t>
      </w:r>
    </w:p>
    <w:p w:rsidR="003C40D7" w:rsidRDefault="003C40D7" w:rsidP="003C40D7">
      <w:pPr>
        <w:pStyle w:val="libNormal"/>
      </w:pPr>
      <w:r>
        <w:br w:type="page"/>
      </w:r>
    </w:p>
    <w:p w:rsidR="003C40D7" w:rsidRDefault="003C40D7" w:rsidP="003C40D7">
      <w:pPr>
        <w:pStyle w:val="Heading1Center"/>
      </w:pPr>
      <w:bookmarkStart w:id="8" w:name="_Toc446763487"/>
      <w:r>
        <w:lastRenderedPageBreak/>
        <w:t>Notes</w:t>
      </w:r>
      <w:r w:rsidR="006F62A6">
        <w:t>:</w:t>
      </w:r>
      <w:bookmarkEnd w:id="8"/>
    </w:p>
    <w:p w:rsidR="003C40D7" w:rsidRDefault="003C40D7" w:rsidP="003C40D7">
      <w:pPr>
        <w:pStyle w:val="libNormal"/>
      </w:pPr>
      <w:r>
        <w:t>1.</w:t>
      </w:r>
      <w:r>
        <w:tab/>
        <w:t>When</w:t>
      </w:r>
      <w:r w:rsidR="00046589">
        <w:t xml:space="preserve"> </w:t>
      </w:r>
      <w:r>
        <w:t>the</w:t>
      </w:r>
      <w:r w:rsidR="00046589">
        <w:t xml:space="preserve"> </w:t>
      </w:r>
      <w:r>
        <w:t>Arab</w:t>
      </w:r>
      <w:r w:rsidR="00046589">
        <w:t xml:space="preserve"> </w:t>
      </w:r>
      <w:r>
        <w:t>scholar</w:t>
      </w:r>
      <w:r w:rsidR="00046589">
        <w:t xml:space="preserve"> </w:t>
      </w:r>
      <w:r>
        <w:t>declares</w:t>
      </w:r>
      <w:r w:rsidR="00046589">
        <w:t xml:space="preserve"> </w:t>
      </w:r>
      <w:r>
        <w:t>that</w:t>
      </w:r>
      <w:r w:rsidR="00046589">
        <w:t xml:space="preserve"> </w:t>
      </w:r>
      <w:r>
        <w:t>he</w:t>
      </w:r>
      <w:r w:rsidR="00046589">
        <w:t xml:space="preserve"> </w:t>
      </w:r>
      <w:r>
        <w:t>wrote</w:t>
      </w:r>
      <w:r w:rsidR="00046589">
        <w:t xml:space="preserve"> </w:t>
      </w:r>
      <w:r>
        <w:t>his</w:t>
      </w:r>
      <w:r w:rsidR="00046589">
        <w:t xml:space="preserve"> </w:t>
      </w:r>
      <w:r>
        <w:t>book</w:t>
      </w:r>
      <w:r w:rsidR="00046589">
        <w:t xml:space="preserve"> </w:t>
      </w:r>
      <w:r>
        <w:t>with</w:t>
      </w:r>
      <w:r w:rsidR="00046589">
        <w:t xml:space="preserve"> </w:t>
      </w:r>
      <w:r>
        <w:t>God's</w:t>
      </w:r>
      <w:r w:rsidR="00046589">
        <w:t xml:space="preserve"> </w:t>
      </w:r>
      <w:r>
        <w:t>help</w:t>
      </w:r>
      <w:r w:rsidR="00046589">
        <w:t xml:space="preserve"> </w:t>
      </w:r>
      <w:r>
        <w:t>and</w:t>
      </w:r>
      <w:r w:rsidR="00046589">
        <w:t xml:space="preserve"> </w:t>
      </w:r>
      <w:r>
        <w:t>without</w:t>
      </w:r>
      <w:r w:rsidR="00046589">
        <w:t xml:space="preserve"> </w:t>
      </w:r>
      <w:r>
        <w:t>the</w:t>
      </w:r>
      <w:r w:rsidR="00046589">
        <w:t xml:space="preserve"> </w:t>
      </w:r>
      <w:r>
        <w:t>instruction</w:t>
      </w:r>
      <w:r w:rsidR="00046589">
        <w:t xml:space="preserve"> </w:t>
      </w:r>
      <w:r>
        <w:t>of</w:t>
      </w:r>
      <w:r w:rsidR="00046589">
        <w:t xml:space="preserve"> </w:t>
      </w:r>
      <w:r>
        <w:t>Aristotle,</w:t>
      </w:r>
      <w:r w:rsidR="00046589">
        <w:t xml:space="preserve"> </w:t>
      </w:r>
      <w:r>
        <w:t>he</w:t>
      </w:r>
      <w:r w:rsidR="00046589">
        <w:t xml:space="preserve"> </w:t>
      </w:r>
      <w:r>
        <w:t>is</w:t>
      </w:r>
      <w:r w:rsidR="00046589">
        <w:t xml:space="preserve"> </w:t>
      </w:r>
      <w:r>
        <w:t>shielding</w:t>
      </w:r>
      <w:r w:rsidR="00046589">
        <w:t xml:space="preserve"> </w:t>
      </w:r>
      <w:r>
        <w:t>himself</w:t>
      </w:r>
      <w:r w:rsidR="00046589">
        <w:t xml:space="preserve"> </w:t>
      </w:r>
      <w:r>
        <w:t>off</w:t>
      </w:r>
      <w:r w:rsidR="00046589">
        <w:t xml:space="preserve"> </w:t>
      </w:r>
      <w:r>
        <w:t>from</w:t>
      </w:r>
      <w:r w:rsidR="00046589">
        <w:t xml:space="preserve"> </w:t>
      </w:r>
      <w:r>
        <w:t>the</w:t>
      </w:r>
      <w:r w:rsidR="00046589">
        <w:t xml:space="preserve"> </w:t>
      </w:r>
      <w:r>
        <w:t>criticism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orthodox</w:t>
      </w:r>
      <w:r w:rsidR="00046589">
        <w:t xml:space="preserve"> </w:t>
      </w:r>
      <w:r>
        <w:t>establishment</w:t>
      </w:r>
      <w:r w:rsidR="00046589">
        <w:t xml:space="preserve"> </w:t>
      </w:r>
      <w:r>
        <w:t>who</w:t>
      </w:r>
      <w:r w:rsidR="00046589">
        <w:t xml:space="preserve"> </w:t>
      </w:r>
      <w:r>
        <w:t>might</w:t>
      </w:r>
      <w:r w:rsidR="00046589">
        <w:t xml:space="preserve"> </w:t>
      </w:r>
      <w:r>
        <w:t>find</w:t>
      </w:r>
      <w:r w:rsidR="00046589">
        <w:t xml:space="preserve"> </w:t>
      </w:r>
      <w:r>
        <w:t>his</w:t>
      </w:r>
      <w:r w:rsidR="00046589">
        <w:t xml:space="preserve"> </w:t>
      </w:r>
      <w:r>
        <w:t>analysis</w:t>
      </w:r>
      <w:r w:rsidR="00046589">
        <w:t xml:space="preserve"> </w:t>
      </w:r>
      <w:r>
        <w:t>too</w:t>
      </w:r>
      <w:r w:rsidR="00046589">
        <w:t xml:space="preserve"> </w:t>
      </w:r>
      <w:r>
        <w:t>far</w:t>
      </w:r>
      <w:r w:rsidR="00046589">
        <w:t xml:space="preserve"> </w:t>
      </w:r>
      <w:r>
        <w:t>away</w:t>
      </w:r>
      <w:r w:rsidR="00046589">
        <w:t xml:space="preserve"> </w:t>
      </w:r>
      <w:r>
        <w:t>from</w:t>
      </w:r>
      <w:r w:rsidR="00046589">
        <w:t xml:space="preserve"> </w:t>
      </w:r>
      <w:proofErr w:type="spellStart"/>
      <w:r w:rsidRPr="003C40D7">
        <w:rPr>
          <w:rStyle w:val="libItalicChar"/>
        </w:rPr>
        <w:t>kalam</w:t>
      </w:r>
      <w:proofErr w:type="spellEnd"/>
      <w:r>
        <w:t>.</w:t>
      </w:r>
      <w:r w:rsidR="00046589">
        <w:t xml:space="preserve"> </w:t>
      </w:r>
      <w:r>
        <w:t>The</w:t>
      </w:r>
      <w:r w:rsidR="00046589">
        <w:t xml:space="preserve"> </w:t>
      </w:r>
      <w:r>
        <w:t>attack</w:t>
      </w:r>
      <w:r w:rsidR="00046589">
        <w:t xml:space="preserve"> </w:t>
      </w:r>
      <w:r>
        <w:t>on</w:t>
      </w:r>
      <w:r w:rsidR="00046589">
        <w:t xml:space="preserve"> </w:t>
      </w:r>
      <w:r>
        <w:t>a</w:t>
      </w:r>
      <w:r w:rsidR="00046589">
        <w:t xml:space="preserve"> </w:t>
      </w:r>
      <w:r>
        <w:t>theory</w:t>
      </w:r>
      <w:r w:rsidR="00046589">
        <w:t xml:space="preserve"> </w:t>
      </w:r>
      <w:r>
        <w:t>without</w:t>
      </w:r>
      <w:r w:rsidR="00046589">
        <w:t xml:space="preserve"> </w:t>
      </w:r>
      <w:r>
        <w:t>facts</w:t>
      </w:r>
      <w:r w:rsidR="00046589">
        <w:t xml:space="preserve"> </w:t>
      </w:r>
      <w:r>
        <w:t>and</w:t>
      </w:r>
      <w:r w:rsidR="00046589">
        <w:t xml:space="preserve"> </w:t>
      </w:r>
      <w:r>
        <w:t>arguments</w:t>
      </w:r>
      <w:r w:rsidR="00046589">
        <w:t xml:space="preserve"> </w:t>
      </w:r>
      <w:r>
        <w:t>is</w:t>
      </w:r>
      <w:r w:rsidR="00046589">
        <w:t xml:space="preserve"> </w:t>
      </w:r>
      <w:r>
        <w:t>also</w:t>
      </w:r>
      <w:r w:rsidR="00046589">
        <w:t xml:space="preserve"> </w:t>
      </w:r>
      <w:r>
        <w:t>unfair,</w:t>
      </w:r>
      <w:r w:rsidR="00046589">
        <w:t xml:space="preserve"> </w:t>
      </w:r>
      <w:r>
        <w:t>since</w:t>
      </w:r>
      <w:r w:rsidR="00046589">
        <w:t xml:space="preserve"> </w:t>
      </w:r>
      <w:r>
        <w:t>Aristotle's</w:t>
      </w:r>
      <w:r w:rsidR="00046589">
        <w:t xml:space="preserve"> </w:t>
      </w:r>
      <w:r>
        <w:t>research</w:t>
      </w:r>
      <w:r w:rsidR="00046589">
        <w:t xml:space="preserve"> </w:t>
      </w:r>
      <w:r>
        <w:t>team</w:t>
      </w:r>
      <w:r w:rsidR="00046589">
        <w:t xml:space="preserve"> </w:t>
      </w:r>
      <w:r>
        <w:t>garnered</w:t>
      </w:r>
      <w:r w:rsidR="00046589">
        <w:t xml:space="preserve"> </w:t>
      </w:r>
      <w:r>
        <w:t>the</w:t>
      </w:r>
      <w:r w:rsidR="00046589">
        <w:t xml:space="preserve"> </w:t>
      </w:r>
      <w:r>
        <w:t>impressive</w:t>
      </w:r>
      <w:r w:rsidR="00046589">
        <w:t xml:space="preserve"> </w:t>
      </w:r>
      <w:r>
        <w:t>number</w:t>
      </w:r>
      <w:r w:rsidR="00046589">
        <w:t xml:space="preserve"> </w:t>
      </w:r>
      <w:r>
        <w:t>of</w:t>
      </w:r>
      <w:r w:rsidR="00046589">
        <w:t xml:space="preserve"> </w:t>
      </w:r>
      <w:r>
        <w:t>157</w:t>
      </w:r>
      <w:r w:rsidR="00046589">
        <w:t xml:space="preserve"> </w:t>
      </w:r>
      <w:r>
        <w:t>constitutions</w:t>
      </w:r>
      <w:r w:rsidR="00046589">
        <w:t xml:space="preserve"> </w:t>
      </w:r>
      <w:r>
        <w:t>which</w:t>
      </w:r>
      <w:r w:rsidR="00046589">
        <w:t xml:space="preserve"> </w:t>
      </w:r>
      <w:r>
        <w:t>he</w:t>
      </w:r>
      <w:r w:rsidR="00046589">
        <w:t xml:space="preserve"> </w:t>
      </w:r>
      <w:r>
        <w:t>methodically</w:t>
      </w:r>
      <w:r w:rsidR="00046589">
        <w:t xml:space="preserve"> </w:t>
      </w:r>
      <w:proofErr w:type="spellStart"/>
      <w:r>
        <w:t>classifed</w:t>
      </w:r>
      <w:proofErr w:type="spellEnd"/>
      <w:r w:rsidR="00046589">
        <w:t xml:space="preserve"> </w:t>
      </w:r>
      <w:r>
        <w:t>and</w:t>
      </w:r>
      <w:r w:rsidR="00046589">
        <w:t xml:space="preserve"> </w:t>
      </w:r>
      <w:r>
        <w:t>systematized.</w:t>
      </w:r>
      <w:r w:rsidR="00046589">
        <w:t xml:space="preserve"> </w:t>
      </w:r>
      <w:r>
        <w:t>Here</w:t>
      </w:r>
      <w:r w:rsidR="00046589">
        <w:t xml:space="preserve"> </w:t>
      </w:r>
      <w:r>
        <w:t>like</w:t>
      </w:r>
      <w:r w:rsidR="00046589">
        <w:t xml:space="preserve"> </w:t>
      </w:r>
      <w:r>
        <w:t>in</w:t>
      </w:r>
      <w:r w:rsidR="00046589">
        <w:t xml:space="preserve"> </w:t>
      </w:r>
      <w:r>
        <w:t>some</w:t>
      </w:r>
      <w:r w:rsidR="00046589">
        <w:t xml:space="preserve"> </w:t>
      </w:r>
      <w:r>
        <w:t>other</w:t>
      </w:r>
      <w:r w:rsidR="00046589">
        <w:t xml:space="preserve"> </w:t>
      </w:r>
      <w:r>
        <w:t>passages</w:t>
      </w:r>
      <w:r w:rsidR="00046589">
        <w:t xml:space="preserve"> </w:t>
      </w:r>
      <w:proofErr w:type="spellStart"/>
      <w:r>
        <w:t>Ibn</w:t>
      </w:r>
      <w:proofErr w:type="spellEnd"/>
      <w:r w:rsidR="00046589">
        <w:t xml:space="preserve"> </w:t>
      </w:r>
      <w:proofErr w:type="spellStart"/>
      <w:r>
        <w:t>Khaldun's</w:t>
      </w:r>
      <w:proofErr w:type="spellEnd"/>
      <w:r w:rsidR="00046589">
        <w:t xml:space="preserve"> </w:t>
      </w:r>
      <w:r>
        <w:t>immense</w:t>
      </w:r>
      <w:r w:rsidR="00046589">
        <w:t xml:space="preserve"> </w:t>
      </w:r>
      <w:r>
        <w:t>pride</w:t>
      </w:r>
      <w:r w:rsidR="00046589">
        <w:t xml:space="preserve"> </w:t>
      </w:r>
      <w:r>
        <w:t>and</w:t>
      </w:r>
      <w:r w:rsidR="00046589">
        <w:t xml:space="preserve"> </w:t>
      </w:r>
      <w:r>
        <w:t>his</w:t>
      </w:r>
      <w:r w:rsidR="00046589">
        <w:t xml:space="preserve"> </w:t>
      </w:r>
      <w:r>
        <w:t>pretence</w:t>
      </w:r>
      <w:r w:rsidR="00046589">
        <w:t xml:space="preserve"> </w:t>
      </w:r>
      <w:r>
        <w:t>had</w:t>
      </w:r>
      <w:r w:rsidR="00046589">
        <w:t xml:space="preserve"> </w:t>
      </w:r>
      <w:r>
        <w:t>won</w:t>
      </w:r>
      <w:r w:rsidR="00046589">
        <w:t xml:space="preserve"> </w:t>
      </w:r>
      <w:r>
        <w:t>over</w:t>
      </w:r>
      <w:r w:rsidR="00046589">
        <w:t xml:space="preserve"> </w:t>
      </w:r>
      <w:r>
        <w:t>the</w:t>
      </w:r>
      <w:r w:rsidR="00046589">
        <w:t xml:space="preserve"> </w:t>
      </w:r>
      <w:r>
        <w:t>gentleman.</w:t>
      </w:r>
    </w:p>
    <w:p w:rsidR="003C40D7" w:rsidRPr="003C40D7" w:rsidRDefault="003C40D7" w:rsidP="003C40D7">
      <w:pPr>
        <w:pStyle w:val="libNormal"/>
      </w:pPr>
      <w:r>
        <w:t>2.</w:t>
      </w:r>
      <w:r>
        <w:tab/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Latin</w:t>
      </w:r>
      <w:r w:rsidR="00046589">
        <w:t xml:space="preserve"> </w:t>
      </w:r>
      <w:r>
        <w:t>West,</w:t>
      </w:r>
      <w:r w:rsidR="00046589">
        <w:t xml:space="preserve"> </w:t>
      </w:r>
      <w:r>
        <w:t>this</w:t>
      </w:r>
      <w:r w:rsidR="00046589">
        <w:t xml:space="preserve"> </w:t>
      </w:r>
      <w:r w:rsidRPr="003C40D7">
        <w:rPr>
          <w:rStyle w:val="libItalicChar"/>
        </w:rPr>
        <w:t>specula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principum</w:t>
      </w:r>
      <w:proofErr w:type="spellEnd"/>
      <w:r>
        <w:t>,</w:t>
      </w:r>
      <w:r w:rsidR="00046589">
        <w:t xml:space="preserve"> </w:t>
      </w:r>
      <w:r>
        <w:t>also</w:t>
      </w:r>
      <w:r w:rsidR="00046589">
        <w:t xml:space="preserve"> </w:t>
      </w:r>
      <w:r>
        <w:t>called</w:t>
      </w:r>
      <w:r w:rsidR="00046589">
        <w:t xml:space="preserve"> </w:t>
      </w:r>
      <w:proofErr w:type="spellStart"/>
      <w:r w:rsidRPr="003C40D7">
        <w:rPr>
          <w:rStyle w:val="libItalicChar"/>
        </w:rPr>
        <w:t>Fürstenspiegel</w:t>
      </w:r>
      <w:proofErr w:type="spellEnd"/>
      <w:r w:rsidR="00046589">
        <w:t xml:space="preserve"> </w:t>
      </w:r>
      <w:r>
        <w:t>literature,</w:t>
      </w:r>
      <w:r w:rsidR="00046589">
        <w:t xml:space="preserve"> </w:t>
      </w:r>
      <w:r>
        <w:t>flourished</w:t>
      </w:r>
      <w:r w:rsidR="00046589">
        <w:t xml:space="preserve"> </w:t>
      </w:r>
      <w:r>
        <w:t>since</w:t>
      </w:r>
      <w:r w:rsidR="00046589">
        <w:t xml:space="preserve"> </w:t>
      </w:r>
      <w:r>
        <w:t>the</w:t>
      </w:r>
      <w:r w:rsidR="00046589">
        <w:t xml:space="preserve"> </w:t>
      </w:r>
      <w:r>
        <w:t>twelfth</w:t>
      </w:r>
      <w:r w:rsidR="00046589">
        <w:t xml:space="preserve"> </w:t>
      </w:r>
      <w:r>
        <w:t>century</w:t>
      </w:r>
      <w:r w:rsidR="00046589">
        <w:t xml:space="preserve"> </w:t>
      </w:r>
      <w:r>
        <w:t>and</w:t>
      </w:r>
      <w:r w:rsidR="00046589">
        <w:t xml:space="preserve"> </w:t>
      </w:r>
      <w:r>
        <w:t>formed</w:t>
      </w:r>
      <w:r w:rsidR="00046589">
        <w:t xml:space="preserve"> </w:t>
      </w:r>
      <w:r>
        <w:t>the</w:t>
      </w:r>
      <w:r w:rsidR="00046589">
        <w:t xml:space="preserve"> </w:t>
      </w:r>
      <w:r>
        <w:t>seeds</w:t>
      </w:r>
      <w:r w:rsidR="00046589">
        <w:t xml:space="preserve"> </w:t>
      </w:r>
      <w:r>
        <w:t>for</w:t>
      </w:r>
      <w:r w:rsidR="00046589">
        <w:t xml:space="preserve"> </w:t>
      </w:r>
      <w:r>
        <w:t>the</w:t>
      </w:r>
      <w:r w:rsidR="00046589">
        <w:t xml:space="preserve"> </w:t>
      </w:r>
      <w:r>
        <w:t>theory</w:t>
      </w:r>
      <w:r w:rsidR="00046589">
        <w:t xml:space="preserve"> </w:t>
      </w:r>
      <w:r>
        <w:t>of</w:t>
      </w:r>
      <w:r w:rsidR="00046589">
        <w:t xml:space="preserve"> </w:t>
      </w:r>
      <w:r>
        <w:t>"</w:t>
      </w:r>
      <w:proofErr w:type="spellStart"/>
      <w:r w:rsidRPr="003C40D7">
        <w:rPr>
          <w:rStyle w:val="libItalicChar"/>
        </w:rPr>
        <w:t>Staatsraison</w:t>
      </w:r>
      <w:proofErr w:type="spellEnd"/>
      <w:r>
        <w:t>"</w:t>
      </w:r>
      <w:r w:rsidR="00046589">
        <w:t xml:space="preserve"> </w:t>
      </w:r>
      <w:r>
        <w:t>or</w:t>
      </w:r>
      <w:r w:rsidR="00046589">
        <w:t xml:space="preserve"> </w:t>
      </w:r>
      <w:r>
        <w:t>reason</w:t>
      </w:r>
      <w:r w:rsidR="00046589">
        <w:t xml:space="preserve"> </w:t>
      </w:r>
      <w:r>
        <w:t>of</w:t>
      </w:r>
      <w:r w:rsidR="00046589">
        <w:t xml:space="preserve"> </w:t>
      </w:r>
      <w:r>
        <w:t>state.</w:t>
      </w:r>
      <w:r w:rsidR="00046589">
        <w:t xml:space="preserve"> </w:t>
      </w:r>
      <w:r>
        <w:t>Machiavelli</w:t>
      </w:r>
      <w:r w:rsidR="00046589">
        <w:t xml:space="preserve"> </w:t>
      </w:r>
      <w:r>
        <w:t>was</w:t>
      </w:r>
      <w:r w:rsidR="00046589">
        <w:t xml:space="preserve"> </w:t>
      </w:r>
      <w:r>
        <w:t>largely</w:t>
      </w:r>
      <w:r w:rsidR="00046589">
        <w:t xml:space="preserve"> </w:t>
      </w:r>
      <w:r>
        <w:t>inspired</w:t>
      </w:r>
      <w:r w:rsidR="00046589">
        <w:t xml:space="preserve"> </w:t>
      </w:r>
      <w:r>
        <w:t>by</w:t>
      </w:r>
      <w:r w:rsidR="00046589">
        <w:t xml:space="preserve"> </w:t>
      </w:r>
      <w:r>
        <w:t>this</w:t>
      </w:r>
      <w:r w:rsidR="00046589">
        <w:t xml:space="preserve"> </w:t>
      </w:r>
      <w:r>
        <w:t>Persian</w:t>
      </w:r>
      <w:r w:rsidR="00046589">
        <w:t xml:space="preserve"> </w:t>
      </w:r>
      <w:r>
        <w:t>of</w:t>
      </w:r>
      <w:r w:rsidR="00046589">
        <w:t xml:space="preserve"> </w:t>
      </w:r>
      <w:r>
        <w:t>tradition</w:t>
      </w:r>
      <w:r w:rsidR="00046589">
        <w:t xml:space="preserve"> </w:t>
      </w:r>
      <w:r>
        <w:t>absorbed</w:t>
      </w:r>
      <w:r w:rsidR="00046589">
        <w:t xml:space="preserve"> </w:t>
      </w:r>
      <w:r>
        <w:t>by</w:t>
      </w:r>
      <w:r w:rsidR="00046589">
        <w:t xml:space="preserve"> </w:t>
      </w:r>
      <w:r>
        <w:t>the</w:t>
      </w:r>
      <w:r w:rsidR="00046589">
        <w:t xml:space="preserve"> </w:t>
      </w:r>
      <w:r>
        <w:t>West</w:t>
      </w:r>
      <w:r w:rsidR="00046589">
        <w:t xml:space="preserve"> </w:t>
      </w:r>
      <w:r>
        <w:t>(</w:t>
      </w:r>
      <w:proofErr w:type="spellStart"/>
      <w:r>
        <w:t>Senellart</w:t>
      </w:r>
      <w:proofErr w:type="spellEnd"/>
      <w:r>
        <w:t>,</w:t>
      </w:r>
      <w:r w:rsidR="00046589">
        <w:t xml:space="preserve"> </w:t>
      </w:r>
      <w:r>
        <w:t>1989).</w:t>
      </w:r>
    </w:p>
    <w:p w:rsidR="003C40D7" w:rsidRDefault="003C40D7" w:rsidP="003C40D7">
      <w:pPr>
        <w:pStyle w:val="libNormal"/>
      </w:pPr>
      <w:r>
        <w:t>3.</w:t>
      </w:r>
      <w:r>
        <w:tab/>
        <w:t>Here</w:t>
      </w:r>
      <w:r w:rsidR="00046589">
        <w:t xml:space="preserve"> </w:t>
      </w:r>
      <w:r>
        <w:t>again</w:t>
      </w:r>
      <w:r w:rsidR="00046589">
        <w:t xml:space="preserve"> 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>
        <w:t>is</w:t>
      </w:r>
      <w:r w:rsidR="00046589">
        <w:t xml:space="preserve"> </w:t>
      </w:r>
      <w:r>
        <w:t>more</w:t>
      </w:r>
      <w:r w:rsidR="00046589">
        <w:t xml:space="preserve"> </w:t>
      </w:r>
      <w:r>
        <w:t>influenced</w:t>
      </w:r>
      <w:r w:rsidR="00046589">
        <w:t xml:space="preserve"> </w:t>
      </w:r>
      <w:r>
        <w:t>than</w:t>
      </w:r>
      <w:r w:rsidR="00046589">
        <w:t xml:space="preserve"> </w:t>
      </w:r>
      <w:r>
        <w:t>he</w:t>
      </w:r>
      <w:r w:rsidR="00046589">
        <w:t xml:space="preserve"> </w:t>
      </w:r>
      <w:r>
        <w:t>cared</w:t>
      </w:r>
      <w:r w:rsidR="00046589">
        <w:t xml:space="preserve"> </w:t>
      </w:r>
      <w:r>
        <w:t>to</w:t>
      </w:r>
      <w:r w:rsidR="00046589">
        <w:t xml:space="preserve"> </w:t>
      </w:r>
      <w:r>
        <w:t>admit</w:t>
      </w:r>
      <w:r w:rsidR="00046589">
        <w:t xml:space="preserve"> </w:t>
      </w:r>
      <w:r>
        <w:t>by</w:t>
      </w:r>
      <w:r w:rsidR="00046589">
        <w:t xml:space="preserve"> </w:t>
      </w:r>
      <w:r>
        <w:t>Aristotle's</w:t>
      </w:r>
      <w:r w:rsidR="00046589">
        <w:t xml:space="preserve"> </w:t>
      </w:r>
      <w:r>
        <w:t>philosophy</w:t>
      </w:r>
      <w:r w:rsidR="00046589">
        <w:t xml:space="preserve"> </w:t>
      </w:r>
      <w:r>
        <w:t>of</w:t>
      </w:r>
      <w:r w:rsidR="00046589">
        <w:t xml:space="preserve"> </w:t>
      </w:r>
      <w:r>
        <w:t>development,</w:t>
      </w:r>
      <w:r w:rsidR="00046589">
        <w:t xml:space="preserve"> </w:t>
      </w:r>
      <w:r>
        <w:t>this</w:t>
      </w:r>
      <w:r w:rsidR="00046589">
        <w:t xml:space="preserve"> </w:t>
      </w:r>
      <w:r>
        <w:t>is</w:t>
      </w:r>
      <w:r w:rsidR="00046589">
        <w:t xml:space="preserve"> </w:t>
      </w:r>
      <w:r>
        <w:t>by</w:t>
      </w:r>
      <w:r w:rsidR="00046589">
        <w:t xml:space="preserve"> </w:t>
      </w:r>
      <w:r>
        <w:t>the</w:t>
      </w:r>
      <w:r w:rsidR="00046589">
        <w:t xml:space="preserve"> </w:t>
      </w:r>
      <w:r>
        <w:t>Aristotelian</w:t>
      </w:r>
      <w:r w:rsidR="00046589">
        <w:t xml:space="preserve"> </w:t>
      </w:r>
      <w:r>
        <w:t>tension</w:t>
      </w:r>
      <w:r w:rsidR="00046589">
        <w:t xml:space="preserve"> </w:t>
      </w:r>
      <w:r>
        <w:t>that</w:t>
      </w:r>
      <w:r w:rsidR="00046589">
        <w:t xml:space="preserve"> </w:t>
      </w:r>
      <w:r>
        <w:t>regulates</w:t>
      </w:r>
      <w:r w:rsidR="00046589">
        <w:t xml:space="preserve"> </w:t>
      </w:r>
      <w:r>
        <w:t>the</w:t>
      </w:r>
      <w:r w:rsidR="00046589">
        <w:t xml:space="preserve"> </w:t>
      </w:r>
      <w:r>
        <w:t>unfolding</w:t>
      </w:r>
      <w:r w:rsidR="00046589">
        <w:t xml:space="preserve"> </w:t>
      </w:r>
      <w:r>
        <w:t>of</w:t>
      </w:r>
      <w:r w:rsidR="00046589">
        <w:t xml:space="preserve"> </w:t>
      </w:r>
      <w:r>
        <w:t>the</w:t>
      </w:r>
      <w:r w:rsidR="00046589">
        <w:t xml:space="preserve"> </w:t>
      </w:r>
      <w:r>
        <w:t>potential</w:t>
      </w:r>
      <w:r w:rsidR="00046589">
        <w:t xml:space="preserve"> </w:t>
      </w:r>
      <w:r>
        <w:t>(</w:t>
      </w:r>
      <w:proofErr w:type="spellStart"/>
      <w:r w:rsidRPr="003C40D7">
        <w:rPr>
          <w:rStyle w:val="libItalicChar"/>
        </w:rPr>
        <w:t>dunamis</w:t>
      </w:r>
      <w:proofErr w:type="spellEnd"/>
      <w:r>
        <w:t>)</w:t>
      </w:r>
      <w:r w:rsidR="00046589">
        <w:t xml:space="preserve"> </w:t>
      </w:r>
      <w:r>
        <w:t>to</w:t>
      </w:r>
      <w:r w:rsidR="00046589">
        <w:t xml:space="preserve"> </w:t>
      </w:r>
      <w:r>
        <w:t>maturation</w:t>
      </w:r>
      <w:r w:rsidR="00046589">
        <w:t xml:space="preserve"> </w:t>
      </w:r>
      <w:r>
        <w:t>in</w:t>
      </w:r>
      <w:r w:rsidR="00046589">
        <w:t xml:space="preserve"> </w:t>
      </w:r>
      <w:r>
        <w:t>actual</w:t>
      </w:r>
      <w:r w:rsidR="00046589">
        <w:t xml:space="preserve"> </w:t>
      </w:r>
      <w:r>
        <w:t>reality</w:t>
      </w:r>
      <w:r w:rsidR="00046589">
        <w:t xml:space="preserve"> </w:t>
      </w:r>
      <w:r>
        <w:t>(</w:t>
      </w:r>
      <w:proofErr w:type="spellStart"/>
      <w:r w:rsidRPr="003C40D7">
        <w:rPr>
          <w:rStyle w:val="libItalicChar"/>
        </w:rPr>
        <w:t>energeia</w:t>
      </w:r>
      <w:proofErr w:type="spellEnd"/>
      <w:r>
        <w:t>).</w:t>
      </w:r>
    </w:p>
    <w:p w:rsidR="003C40D7" w:rsidRDefault="003C40D7" w:rsidP="003C40D7">
      <w:pPr>
        <w:pStyle w:val="libNormal"/>
      </w:pPr>
      <w:r>
        <w:t>4.</w:t>
      </w:r>
      <w:r>
        <w:tab/>
        <w:t>In</w:t>
      </w:r>
      <w:r w:rsidR="00046589">
        <w:t xml:space="preserve"> </w:t>
      </w:r>
      <w:r>
        <w:t>the</w:t>
      </w:r>
      <w:r w:rsidR="00046589">
        <w:t xml:space="preserve"> </w:t>
      </w:r>
      <w:r>
        <w:t>last</w:t>
      </w:r>
      <w:r w:rsidR="00046589">
        <w:t xml:space="preserve"> </w:t>
      </w:r>
      <w:r>
        <w:t>decades</w:t>
      </w:r>
      <w:r w:rsidR="00046589">
        <w:t xml:space="preserve"> </w:t>
      </w:r>
      <w:r>
        <w:t>a</w:t>
      </w:r>
      <w:r w:rsidR="00046589">
        <w:t xml:space="preserve"> </w:t>
      </w:r>
      <w:r>
        <w:t>number</w:t>
      </w:r>
      <w:r w:rsidR="00046589">
        <w:t xml:space="preserve"> </w:t>
      </w:r>
      <w:r>
        <w:t>of</w:t>
      </w:r>
      <w:r w:rsidR="00046589">
        <w:t xml:space="preserve"> </w:t>
      </w:r>
      <w:r>
        <w:t>PhD</w:t>
      </w:r>
      <w:r w:rsidR="006F62A6">
        <w:t>-</w:t>
      </w:r>
      <w:r>
        <w:t>theses</w:t>
      </w:r>
      <w:r w:rsidR="00046589">
        <w:t xml:space="preserve"> </w:t>
      </w:r>
      <w:r>
        <w:t>were</w:t>
      </w:r>
      <w:r w:rsidR="00046589">
        <w:t xml:space="preserve"> </w:t>
      </w:r>
      <w:r>
        <w:t>written</w:t>
      </w:r>
      <w:r w:rsidR="00046589">
        <w:t xml:space="preserve"> </w:t>
      </w:r>
      <w:r>
        <w:t>on</w:t>
      </w:r>
      <w:r w:rsidR="00046589">
        <w:t xml:space="preserve"> </w:t>
      </w:r>
      <w:r>
        <w:t>his</w:t>
      </w:r>
      <w:r w:rsidR="00046589">
        <w:t xml:space="preserve"> </w:t>
      </w:r>
      <w:r>
        <w:t>economic</w:t>
      </w:r>
      <w:r w:rsidR="00046589">
        <w:t xml:space="preserve"> </w:t>
      </w:r>
      <w:r>
        <w:t>thought.</w:t>
      </w:r>
      <w:r w:rsidR="00046589">
        <w:t xml:space="preserve"> </w:t>
      </w:r>
      <w:r>
        <w:t>For</w:t>
      </w:r>
      <w:r w:rsidR="00046589">
        <w:t xml:space="preserve"> </w:t>
      </w:r>
      <w:r>
        <w:t>a</w:t>
      </w:r>
      <w:r w:rsidR="00046589">
        <w:t xml:space="preserve"> </w:t>
      </w:r>
      <w:r>
        <w:t>sample</w:t>
      </w:r>
      <w:r w:rsidR="00046589">
        <w:t xml:space="preserve"> </w:t>
      </w:r>
      <w:r>
        <w:t>of</w:t>
      </w:r>
      <w:r w:rsidR="00046589">
        <w:t xml:space="preserve"> </w:t>
      </w:r>
      <w:r>
        <w:t>commenting</w:t>
      </w:r>
      <w:r w:rsidR="00046589">
        <w:t xml:space="preserve"> </w:t>
      </w:r>
      <w:r>
        <w:t>studies,</w:t>
      </w:r>
      <w:r w:rsidR="00046589">
        <w:t xml:space="preserve"> </w:t>
      </w:r>
      <w:r>
        <w:t>see</w:t>
      </w:r>
      <w:r w:rsidR="006F62A6">
        <w:t>:</w:t>
      </w:r>
      <w:r w:rsidR="00046589">
        <w:t xml:space="preserve"> </w:t>
      </w:r>
      <w:proofErr w:type="spellStart"/>
      <w:r>
        <w:t>Belal</w:t>
      </w:r>
      <w:proofErr w:type="spellEnd"/>
      <w:r w:rsidR="00046589">
        <w:t xml:space="preserve"> </w:t>
      </w:r>
      <w:r>
        <w:t>(1968),</w:t>
      </w:r>
      <w:r w:rsidR="00046589">
        <w:t xml:space="preserve"> </w:t>
      </w:r>
      <w:proofErr w:type="spellStart"/>
      <w:r>
        <w:t>Boulakia</w:t>
      </w:r>
      <w:proofErr w:type="spellEnd"/>
      <w:r w:rsidR="00046589">
        <w:t xml:space="preserve"> </w:t>
      </w:r>
      <w:r>
        <w:t>(1971),</w:t>
      </w:r>
      <w:r w:rsidR="00046589">
        <w:t xml:space="preserve"> </w:t>
      </w:r>
      <w:proofErr w:type="spellStart"/>
      <w:r>
        <w:t>Benassine</w:t>
      </w:r>
      <w:proofErr w:type="spellEnd"/>
      <w:r w:rsidR="00046589">
        <w:t xml:space="preserve"> </w:t>
      </w:r>
      <w:r>
        <w:t>(1982),</w:t>
      </w:r>
      <w:r w:rsidR="00046589">
        <w:t xml:space="preserve"> </w:t>
      </w:r>
      <w:proofErr w:type="spellStart"/>
      <w:r>
        <w:t>Busau</w:t>
      </w:r>
      <w:proofErr w:type="spellEnd"/>
      <w:r w:rsidR="00046589">
        <w:t xml:space="preserve"> </w:t>
      </w:r>
      <w:r>
        <w:t>(1990).</w:t>
      </w:r>
    </w:p>
    <w:p w:rsidR="003C40D7" w:rsidRDefault="003C40D7" w:rsidP="003C40D7">
      <w:pPr>
        <w:pStyle w:val="libNormal"/>
      </w:pPr>
      <w:r>
        <w:br w:type="page"/>
      </w:r>
    </w:p>
    <w:p w:rsidR="003C40D7" w:rsidRPr="00046589" w:rsidRDefault="003C40D7" w:rsidP="00046589">
      <w:pPr>
        <w:pStyle w:val="Heading1Center"/>
      </w:pPr>
      <w:bookmarkStart w:id="9" w:name="_Toc446763488"/>
      <w:r w:rsidRPr="00046589">
        <w:lastRenderedPageBreak/>
        <w:t>Bibliography</w:t>
      </w:r>
      <w:bookmarkEnd w:id="9"/>
    </w:p>
    <w:p w:rsidR="003C40D7" w:rsidRDefault="003C40D7" w:rsidP="00AA47B8">
      <w:pPr>
        <w:pStyle w:val="libNumbered"/>
      </w:pPr>
      <w:proofErr w:type="spellStart"/>
      <w:r>
        <w:t>Abdesselem</w:t>
      </w:r>
      <w:proofErr w:type="spellEnd"/>
      <w:r>
        <w:t>,</w:t>
      </w:r>
      <w:r w:rsidR="00046589">
        <w:t xml:space="preserve"> </w:t>
      </w:r>
      <w:r>
        <w:t>A.</w:t>
      </w:r>
      <w:r w:rsidR="00046589">
        <w:t xml:space="preserve"> </w:t>
      </w:r>
      <w:r>
        <w:t>(1983),</w:t>
      </w:r>
      <w:r w:rsidR="00046589">
        <w:t xml:space="preserve"> </w:t>
      </w:r>
      <w:proofErr w:type="spellStart"/>
      <w:r w:rsidR="006F62A6">
        <w:rPr>
          <w:rStyle w:val="libItalicChar"/>
        </w:rPr>
        <w:t>Ibn</w:t>
      </w:r>
      <w:proofErr w:type="spellEnd"/>
      <w:r w:rsidR="00046589">
        <w:rPr>
          <w:rStyle w:val="libItalicChar"/>
        </w:rPr>
        <w:t xml:space="preserve"> </w:t>
      </w:r>
      <w:proofErr w:type="spellStart"/>
      <w:r w:rsidR="006F62A6">
        <w:rPr>
          <w:rStyle w:val="libItalicChar"/>
        </w:rPr>
        <w:t>Khaldun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et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ses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lecteurs</w:t>
      </w:r>
      <w:proofErr w:type="spellEnd"/>
      <w:r>
        <w:t>,</w:t>
      </w:r>
      <w:r w:rsidR="00046589">
        <w:t xml:space="preserve"> </w:t>
      </w:r>
      <w:r>
        <w:t>Paris.</w:t>
      </w:r>
    </w:p>
    <w:p w:rsidR="003C40D7" w:rsidRDefault="003C40D7" w:rsidP="00AA47B8">
      <w:pPr>
        <w:pStyle w:val="libNumbered"/>
      </w:pPr>
      <w:r w:rsidRPr="003C40D7">
        <w:t>al</w:t>
      </w:r>
      <w:r w:rsidR="006F62A6">
        <w:t>-</w:t>
      </w:r>
      <w:proofErr w:type="spellStart"/>
      <w:r w:rsidRPr="003C40D7">
        <w:t>Azmeh</w:t>
      </w:r>
      <w:proofErr w:type="spellEnd"/>
      <w:r w:rsidRPr="003C40D7">
        <w:t>,</w:t>
      </w:r>
      <w:r w:rsidR="00046589">
        <w:t xml:space="preserve"> </w:t>
      </w:r>
      <w:r w:rsidRPr="003C40D7">
        <w:t>A.</w:t>
      </w:r>
      <w:r w:rsidR="00046589">
        <w:t xml:space="preserve"> </w:t>
      </w:r>
      <w:r w:rsidRPr="003C40D7">
        <w:t>(1981),</w:t>
      </w:r>
      <w:r w:rsidR="00046589">
        <w:t xml:space="preserve"> </w:t>
      </w:r>
      <w:proofErr w:type="spellStart"/>
      <w:r w:rsidR="006F62A6">
        <w:rPr>
          <w:rStyle w:val="libItalicChar"/>
        </w:rPr>
        <w:t>Ibn</w:t>
      </w:r>
      <w:proofErr w:type="spellEnd"/>
      <w:r w:rsidR="00046589">
        <w:rPr>
          <w:rStyle w:val="libItalicChar"/>
        </w:rPr>
        <w:t xml:space="preserve"> </w:t>
      </w:r>
      <w:proofErr w:type="spellStart"/>
      <w:r w:rsidR="006F62A6">
        <w:rPr>
          <w:rStyle w:val="libItalicChar"/>
        </w:rPr>
        <w:t>Khaldun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in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Modern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Scholarship</w:t>
      </w:r>
      <w:r>
        <w:t>,</w:t>
      </w:r>
      <w:r w:rsidR="00046589">
        <w:t xml:space="preserve"> </w:t>
      </w:r>
      <w:r>
        <w:t>London.</w:t>
      </w:r>
    </w:p>
    <w:p w:rsidR="003C40D7" w:rsidRDefault="003C40D7" w:rsidP="00AA47B8">
      <w:pPr>
        <w:pStyle w:val="libNumbered"/>
      </w:pPr>
      <w:r>
        <w:t>al</w:t>
      </w:r>
      <w:r w:rsidR="006F62A6">
        <w:t>-</w:t>
      </w:r>
      <w:proofErr w:type="spellStart"/>
      <w:r>
        <w:t>Wardi</w:t>
      </w:r>
      <w:proofErr w:type="spellEnd"/>
      <w:r>
        <w:t>,</w:t>
      </w:r>
      <w:r w:rsidR="00046589">
        <w:t xml:space="preserve"> </w:t>
      </w:r>
      <w:r>
        <w:t>A.</w:t>
      </w:r>
      <w:r w:rsidR="00046589">
        <w:t xml:space="preserve"> </w:t>
      </w:r>
      <w:r>
        <w:t>(1962),</w:t>
      </w:r>
      <w:r w:rsidR="00046589">
        <w:t xml:space="preserve"> </w:t>
      </w:r>
      <w:proofErr w:type="spellStart"/>
      <w:r w:rsidRPr="003C40D7">
        <w:rPr>
          <w:rStyle w:val="libItalicChar"/>
        </w:rPr>
        <w:t>Mantiq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Ibn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Khaldun</w:t>
      </w:r>
      <w:proofErr w:type="spellEnd"/>
      <w:r w:rsidRPr="003C40D7">
        <w:rPr>
          <w:rStyle w:val="libItalicChar"/>
        </w:rPr>
        <w:t>,</w:t>
      </w:r>
      <w:r w:rsidR="00046589">
        <w:t xml:space="preserve"> </w:t>
      </w:r>
      <w:r w:rsidRPr="003C40D7">
        <w:t>Cairo</w:t>
      </w:r>
      <w:r>
        <w:t>.</w:t>
      </w:r>
    </w:p>
    <w:p w:rsidR="003C40D7" w:rsidRDefault="003C40D7" w:rsidP="00AA47B8">
      <w:pPr>
        <w:pStyle w:val="libNumbered"/>
      </w:pPr>
      <w:proofErr w:type="spellStart"/>
      <w:r>
        <w:t>Baeck</w:t>
      </w:r>
      <w:proofErr w:type="spellEnd"/>
      <w:r>
        <w:t>,</w:t>
      </w:r>
      <w:r w:rsidR="00046589">
        <w:t xml:space="preserve"> </w:t>
      </w:r>
      <w:r>
        <w:t>L.</w:t>
      </w:r>
      <w:r w:rsidR="00046589">
        <w:t xml:space="preserve"> </w:t>
      </w:r>
      <w:r>
        <w:t>(1991),</w:t>
      </w:r>
      <w:r w:rsidR="00046589">
        <w:t xml:space="preserve"> </w:t>
      </w:r>
      <w:r>
        <w:t>"The</w:t>
      </w:r>
      <w:r w:rsidR="00046589">
        <w:t xml:space="preserve"> </w:t>
      </w:r>
      <w:r>
        <w:t>economic</w:t>
      </w:r>
      <w:r w:rsidR="00046589">
        <w:t xml:space="preserve"> </w:t>
      </w:r>
      <w:r>
        <w:t>Thought</w:t>
      </w:r>
      <w:r w:rsidR="00046589">
        <w:t xml:space="preserve"> </w:t>
      </w:r>
      <w:r>
        <w:t>of</w:t>
      </w:r>
      <w:r w:rsidR="00046589">
        <w:t xml:space="preserve"> </w:t>
      </w:r>
      <w:r>
        <w:t>Classical</w:t>
      </w:r>
      <w:r w:rsidR="00046589">
        <w:t xml:space="preserve"> </w:t>
      </w:r>
      <w:r>
        <w:t>Islam"</w:t>
      </w:r>
      <w:r w:rsidR="00046589">
        <w:t xml:space="preserve"> </w:t>
      </w:r>
      <w:r>
        <w:t>in</w:t>
      </w:r>
      <w:r w:rsidR="00046589">
        <w:t xml:space="preserve"> </w:t>
      </w:r>
      <w:r w:rsidRPr="003C40D7">
        <w:rPr>
          <w:rStyle w:val="libItalicChar"/>
        </w:rPr>
        <w:t>Perspectives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on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the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History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of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Economic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Thought</w:t>
      </w:r>
      <w:r>
        <w:t>,</w:t>
      </w:r>
      <w:r w:rsidR="00046589">
        <w:t xml:space="preserve"> </w:t>
      </w:r>
      <w:r>
        <w:t>Edgar</w:t>
      </w:r>
      <w:r w:rsidR="00046589">
        <w:t xml:space="preserve"> </w:t>
      </w:r>
      <w:r>
        <w:t>Elgar,</w:t>
      </w:r>
      <w:r w:rsidR="00046589">
        <w:t xml:space="preserve"> </w:t>
      </w:r>
      <w:r>
        <w:t>Vol.</w:t>
      </w:r>
      <w:r w:rsidR="00046589">
        <w:t xml:space="preserve"> </w:t>
      </w:r>
      <w:r>
        <w:t>V,</w:t>
      </w:r>
      <w:r w:rsidR="00046589">
        <w:t xml:space="preserve"> </w:t>
      </w:r>
      <w:r>
        <w:t>p.</w:t>
      </w:r>
      <w:r w:rsidR="00046589">
        <w:t xml:space="preserve"> </w:t>
      </w:r>
      <w:r>
        <w:t>3</w:t>
      </w:r>
      <w:r w:rsidR="006F62A6">
        <w:t>-</w:t>
      </w:r>
      <w:r>
        <w:t>22.</w:t>
      </w:r>
    </w:p>
    <w:p w:rsidR="003C40D7" w:rsidRDefault="003C40D7" w:rsidP="00AA47B8">
      <w:pPr>
        <w:pStyle w:val="libNumbered"/>
      </w:pPr>
      <w:proofErr w:type="spellStart"/>
      <w:r>
        <w:t>Baeck</w:t>
      </w:r>
      <w:proofErr w:type="spellEnd"/>
      <w:r>
        <w:t>,</w:t>
      </w:r>
      <w:r w:rsidR="00046589">
        <w:t xml:space="preserve"> </w:t>
      </w:r>
      <w:r>
        <w:t>L.</w:t>
      </w:r>
      <w:r w:rsidR="00046589">
        <w:t xml:space="preserve"> </w:t>
      </w:r>
      <w:r>
        <w:t>(1994),</w:t>
      </w:r>
      <w:r w:rsidR="00046589">
        <w:t xml:space="preserve"> </w:t>
      </w:r>
      <w:r w:rsidRPr="003C40D7">
        <w:rPr>
          <w:rStyle w:val="libItalicChar"/>
        </w:rPr>
        <w:t>The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Mediterranean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Tradition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in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Economic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Thought</w:t>
      </w:r>
      <w:r>
        <w:t>,</w:t>
      </w:r>
      <w:r w:rsidR="00046589">
        <w:t xml:space="preserve"> </w:t>
      </w:r>
      <w:r>
        <w:t>London.</w:t>
      </w:r>
    </w:p>
    <w:p w:rsidR="003C40D7" w:rsidRDefault="003C40D7" w:rsidP="00AA47B8">
      <w:pPr>
        <w:pStyle w:val="libNumbered"/>
      </w:pPr>
      <w:proofErr w:type="spellStart"/>
      <w:r>
        <w:t>Batsieva</w:t>
      </w:r>
      <w:proofErr w:type="spellEnd"/>
      <w:r>
        <w:t>,</w:t>
      </w:r>
      <w:r w:rsidR="00046589">
        <w:t xml:space="preserve"> </w:t>
      </w:r>
      <w:r>
        <w:t>S.</w:t>
      </w:r>
      <w:r w:rsidR="00046589">
        <w:t xml:space="preserve"> </w:t>
      </w:r>
      <w:r>
        <w:t>(1974),</w:t>
      </w:r>
      <w:r w:rsidR="00046589">
        <w:t xml:space="preserve"> </w:t>
      </w:r>
      <w:r>
        <w:t>"Les</w:t>
      </w:r>
      <w:r w:rsidR="00046589">
        <w:t xml:space="preserve"> </w:t>
      </w:r>
      <w:proofErr w:type="spellStart"/>
      <w:r>
        <w:t>idées</w:t>
      </w:r>
      <w:proofErr w:type="spellEnd"/>
      <w:r w:rsidR="00046589">
        <w:t xml:space="preserve"> </w:t>
      </w:r>
      <w:proofErr w:type="spellStart"/>
      <w:r>
        <w:t>économiques</w:t>
      </w:r>
      <w:proofErr w:type="spellEnd"/>
      <w:r w:rsidR="00046589">
        <w:t xml:space="preserve"> </w:t>
      </w:r>
      <w:proofErr w:type="spellStart"/>
      <w:r>
        <w:t>d'Ibn</w:t>
      </w:r>
      <w:proofErr w:type="spellEnd"/>
      <w:r w:rsidR="00046589">
        <w:t xml:space="preserve"> </w:t>
      </w:r>
      <w:proofErr w:type="spellStart"/>
      <w:r>
        <w:t>Khaldun</w:t>
      </w:r>
      <w:proofErr w:type="spellEnd"/>
      <w:r>
        <w:t>"</w:t>
      </w:r>
      <w:r w:rsidR="00046589">
        <w:t xml:space="preserve"> </w:t>
      </w:r>
      <w:r>
        <w:t>in</w:t>
      </w:r>
      <w:r w:rsidR="00046589">
        <w:t xml:space="preserve"> </w:t>
      </w:r>
      <w:proofErr w:type="spellStart"/>
      <w:r w:rsidRPr="003C40D7">
        <w:rPr>
          <w:rStyle w:val="libItalicChar"/>
        </w:rPr>
        <w:t>Orientalia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Hispanica</w:t>
      </w:r>
      <w:proofErr w:type="spellEnd"/>
      <w:r>
        <w:t>,</w:t>
      </w:r>
      <w:r w:rsidR="00046589">
        <w:t xml:space="preserve"> </w:t>
      </w:r>
      <w:r>
        <w:t>p.</w:t>
      </w:r>
      <w:r w:rsidR="00046589">
        <w:t xml:space="preserve"> </w:t>
      </w:r>
      <w:r>
        <w:t>96</w:t>
      </w:r>
      <w:r w:rsidR="006F62A6">
        <w:t>-</w:t>
      </w:r>
      <w:r>
        <w:t>109.</w:t>
      </w:r>
    </w:p>
    <w:p w:rsidR="003C40D7" w:rsidRDefault="003C40D7" w:rsidP="00AA47B8">
      <w:pPr>
        <w:pStyle w:val="libNumbered"/>
      </w:pPr>
      <w:proofErr w:type="spellStart"/>
      <w:r>
        <w:t>Belal</w:t>
      </w:r>
      <w:proofErr w:type="spellEnd"/>
      <w:r>
        <w:t>,</w:t>
      </w:r>
      <w:r w:rsidR="00046589">
        <w:t xml:space="preserve"> </w:t>
      </w:r>
      <w:r>
        <w:t>A.</w:t>
      </w:r>
      <w:r w:rsidR="00046589">
        <w:t xml:space="preserve"> </w:t>
      </w:r>
      <w:r>
        <w:t>(1968),</w:t>
      </w:r>
      <w:r w:rsidR="00046589">
        <w:t xml:space="preserve"> </w:t>
      </w:r>
      <w:r>
        <w:t>"Sur</w:t>
      </w:r>
      <w:r w:rsidR="00046589">
        <w:t xml:space="preserve"> </w:t>
      </w:r>
      <w:r>
        <w:t>la</w:t>
      </w:r>
      <w:r w:rsidR="00046589">
        <w:t xml:space="preserve"> </w:t>
      </w:r>
      <w:proofErr w:type="spellStart"/>
      <w:r>
        <w:t>pensée</w:t>
      </w:r>
      <w:proofErr w:type="spellEnd"/>
      <w:r w:rsidR="00046589">
        <w:t xml:space="preserve"> </w:t>
      </w:r>
      <w:proofErr w:type="spellStart"/>
      <w:r>
        <w:t>économique</w:t>
      </w:r>
      <w:proofErr w:type="spellEnd"/>
      <w:r w:rsidR="00046589">
        <w:t xml:space="preserve"> </w:t>
      </w:r>
      <w:proofErr w:type="spellStart"/>
      <w:r>
        <w:t>d'Ibn</w:t>
      </w:r>
      <w:proofErr w:type="spellEnd"/>
      <w:r w:rsidR="00046589">
        <w:t xml:space="preserve"> </w:t>
      </w:r>
      <w:proofErr w:type="spellStart"/>
      <w:r>
        <w:t>Khaldun</w:t>
      </w:r>
      <w:proofErr w:type="spellEnd"/>
      <w:r>
        <w:t>"</w:t>
      </w:r>
      <w:r w:rsidR="00046589">
        <w:t xml:space="preserve"> </w:t>
      </w:r>
      <w:r>
        <w:t>in</w:t>
      </w:r>
      <w:r w:rsidR="00046589">
        <w:t xml:space="preserve"> </w:t>
      </w:r>
      <w:r w:rsidRPr="003C40D7">
        <w:rPr>
          <w:rStyle w:val="libItalicChar"/>
        </w:rPr>
        <w:t>Bulletin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économique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et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social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du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Maroc</w:t>
      </w:r>
      <w:proofErr w:type="spellEnd"/>
      <w:r>
        <w:t>,</w:t>
      </w:r>
      <w:r w:rsidR="00046589">
        <w:t xml:space="preserve"> </w:t>
      </w:r>
      <w:r>
        <w:t>vol.</w:t>
      </w:r>
      <w:r w:rsidR="00046589">
        <w:t xml:space="preserve"> </w:t>
      </w:r>
      <w:r>
        <w:t>30,</w:t>
      </w:r>
      <w:r w:rsidR="00046589">
        <w:t xml:space="preserve"> </w:t>
      </w:r>
      <w:r>
        <w:t>p.</w:t>
      </w:r>
      <w:r w:rsidR="00046589">
        <w:t xml:space="preserve"> </w:t>
      </w:r>
      <w:r>
        <w:t>3</w:t>
      </w:r>
      <w:r w:rsidR="006F62A6">
        <w:t>-</w:t>
      </w:r>
      <w:r>
        <w:t>11.</w:t>
      </w:r>
    </w:p>
    <w:p w:rsidR="003C40D7" w:rsidRDefault="003C40D7" w:rsidP="00AA47B8">
      <w:pPr>
        <w:pStyle w:val="libNumbered"/>
      </w:pPr>
      <w:proofErr w:type="spellStart"/>
      <w:r>
        <w:t>Benassine</w:t>
      </w:r>
      <w:proofErr w:type="spellEnd"/>
      <w:r>
        <w:t>,</w:t>
      </w:r>
      <w:r w:rsidR="00046589">
        <w:t xml:space="preserve"> </w:t>
      </w:r>
      <w:r>
        <w:t>M.</w:t>
      </w:r>
      <w:r w:rsidR="00046589">
        <w:t xml:space="preserve"> </w:t>
      </w:r>
      <w:r>
        <w:t>(1982),</w:t>
      </w:r>
      <w:r w:rsidR="00046589">
        <w:t xml:space="preserve"> </w:t>
      </w:r>
      <w:r>
        <w:t>"La</w:t>
      </w:r>
      <w:r w:rsidR="00046589">
        <w:t xml:space="preserve"> </w:t>
      </w:r>
      <w:proofErr w:type="spellStart"/>
      <w:r>
        <w:t>pensée</w:t>
      </w:r>
      <w:proofErr w:type="spellEnd"/>
      <w:r w:rsidR="00046589">
        <w:t xml:space="preserve"> </w:t>
      </w:r>
      <w:proofErr w:type="spellStart"/>
      <w:r>
        <w:t>économique</w:t>
      </w:r>
      <w:proofErr w:type="spellEnd"/>
      <w:r w:rsidR="00046589">
        <w:t xml:space="preserve"> </w:t>
      </w:r>
      <w:r>
        <w:t>de</w:t>
      </w:r>
      <w:r w:rsidR="00046589">
        <w:t xml:space="preserve"> </w:t>
      </w:r>
      <w:proofErr w:type="spellStart"/>
      <w:r>
        <w:t>Abderrahmane</w:t>
      </w:r>
      <w:proofErr w:type="spellEnd"/>
      <w:r w:rsidR="00046589">
        <w:t xml:space="preserve"> </w:t>
      </w:r>
      <w:proofErr w:type="spellStart"/>
      <w:r>
        <w:t>Ibn</w:t>
      </w:r>
      <w:proofErr w:type="spellEnd"/>
      <w:r w:rsidR="00046589">
        <w:t xml:space="preserve"> </w:t>
      </w:r>
      <w:proofErr w:type="spellStart"/>
      <w:r>
        <w:t>Khaldoun</w:t>
      </w:r>
      <w:proofErr w:type="spellEnd"/>
      <w:r>
        <w:t>"</w:t>
      </w:r>
      <w:r w:rsidR="00046589">
        <w:t xml:space="preserve"> </w:t>
      </w:r>
      <w:r>
        <w:t>in</w:t>
      </w:r>
      <w:r w:rsidR="00046589">
        <w:t xml:space="preserve"> </w:t>
      </w:r>
      <w:r w:rsidRPr="003C40D7">
        <w:rPr>
          <w:rStyle w:val="libItalicChar"/>
        </w:rPr>
        <w:t>Revue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Algérienne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des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Sciences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Juridiques</w:t>
      </w:r>
      <w:proofErr w:type="spellEnd"/>
      <w:r w:rsidRPr="003C40D7">
        <w:rPr>
          <w:rStyle w:val="libItalicChar"/>
        </w:rPr>
        <w:t>,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Economiques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et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Politiques</w:t>
      </w:r>
      <w:proofErr w:type="spellEnd"/>
      <w:r>
        <w:t>,</w:t>
      </w:r>
      <w:r w:rsidR="00046589">
        <w:t xml:space="preserve"> </w:t>
      </w:r>
      <w:r>
        <w:t>vol.</w:t>
      </w:r>
      <w:r w:rsidR="00046589">
        <w:t xml:space="preserve"> </w:t>
      </w:r>
      <w:r>
        <w:t>19,</w:t>
      </w:r>
      <w:r w:rsidR="00046589">
        <w:t xml:space="preserve"> </w:t>
      </w:r>
      <w:r>
        <w:t>n°</w:t>
      </w:r>
      <w:r w:rsidR="00046589">
        <w:t xml:space="preserve"> </w:t>
      </w:r>
      <w:r>
        <w:t>1,</w:t>
      </w:r>
      <w:r w:rsidR="00046589">
        <w:t xml:space="preserve"> </w:t>
      </w:r>
      <w:r>
        <w:t>p.</w:t>
      </w:r>
      <w:r w:rsidR="00046589">
        <w:t xml:space="preserve"> </w:t>
      </w:r>
      <w:r>
        <w:t>7</w:t>
      </w:r>
      <w:r w:rsidR="006F62A6">
        <w:t>-</w:t>
      </w:r>
      <w:r>
        <w:t>22.</w:t>
      </w:r>
    </w:p>
    <w:p w:rsidR="003C40D7" w:rsidRDefault="003C40D7" w:rsidP="00AA47B8">
      <w:pPr>
        <w:pStyle w:val="libNumbered"/>
      </w:pPr>
      <w:proofErr w:type="spellStart"/>
      <w:r>
        <w:t>Himmich</w:t>
      </w:r>
      <w:proofErr w:type="spellEnd"/>
      <w:r>
        <w:t>,</w:t>
      </w:r>
      <w:r w:rsidR="00046589">
        <w:t xml:space="preserve"> </w:t>
      </w:r>
      <w:r>
        <w:t>bin</w:t>
      </w:r>
      <w:r w:rsidR="00046589">
        <w:t xml:space="preserve"> </w:t>
      </w:r>
      <w:r>
        <w:t>Salem,</w:t>
      </w:r>
      <w:r w:rsidR="00046589">
        <w:t xml:space="preserve"> </w:t>
      </w:r>
      <w:r>
        <w:t>H.</w:t>
      </w:r>
      <w:r w:rsidR="00046589">
        <w:t xml:space="preserve"> </w:t>
      </w:r>
      <w:r>
        <w:t>(1987),</w:t>
      </w:r>
      <w:r w:rsidR="00046589">
        <w:t xml:space="preserve"> </w:t>
      </w:r>
      <w:proofErr w:type="spellStart"/>
      <w:r w:rsidRPr="003C40D7">
        <w:rPr>
          <w:rStyle w:val="libItalicChar"/>
        </w:rPr>
        <w:t>Penser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la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dépression</w:t>
      </w:r>
      <w:proofErr w:type="spellEnd"/>
      <w:r w:rsidR="006F62A6">
        <w:rPr>
          <w:rStyle w:val="libItalicChar"/>
        </w:rPr>
        <w:t>: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partant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d'Ibn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Khaldoun</w:t>
      </w:r>
      <w:proofErr w:type="spellEnd"/>
      <w:r>
        <w:t>,</w:t>
      </w:r>
      <w:r w:rsidR="00046589">
        <w:t xml:space="preserve"> </w:t>
      </w:r>
      <w:r>
        <w:t>Rabat.</w:t>
      </w:r>
    </w:p>
    <w:p w:rsidR="003C40D7" w:rsidRDefault="003C40D7" w:rsidP="00AA47B8">
      <w:pPr>
        <w:pStyle w:val="libNumbered"/>
      </w:pPr>
      <w:proofErr w:type="spellStart"/>
      <w:r>
        <w:t>Boulaika</w:t>
      </w:r>
      <w:proofErr w:type="spellEnd"/>
      <w:r>
        <w:t>,</w:t>
      </w:r>
      <w:r w:rsidR="00046589">
        <w:t xml:space="preserve"> </w:t>
      </w:r>
      <w:r>
        <w:t>J.</w:t>
      </w:r>
      <w:r w:rsidR="00046589">
        <w:t xml:space="preserve"> </w:t>
      </w:r>
      <w:r>
        <w:t>(1971),</w:t>
      </w:r>
      <w:r w:rsidR="00046589">
        <w:t xml:space="preserve"> </w:t>
      </w:r>
      <w:r>
        <w:t>"A</w:t>
      </w:r>
      <w:r w:rsidR="00046589">
        <w:t xml:space="preserve"> </w:t>
      </w:r>
      <w:r>
        <w:t>Fourteenth</w:t>
      </w:r>
      <w:r w:rsidR="00046589">
        <w:t xml:space="preserve"> </w:t>
      </w:r>
      <w:r>
        <w:t>Century</w:t>
      </w:r>
      <w:r w:rsidR="00046589">
        <w:t xml:space="preserve"> </w:t>
      </w:r>
      <w:r>
        <w:t>Economist"</w:t>
      </w:r>
      <w:r w:rsidR="00046589">
        <w:t xml:space="preserve"> </w:t>
      </w:r>
      <w:r>
        <w:t>in</w:t>
      </w:r>
      <w:r w:rsidR="00046589">
        <w:t xml:space="preserve"> </w:t>
      </w:r>
      <w:r w:rsidRPr="003C40D7">
        <w:rPr>
          <w:rStyle w:val="libItalicChar"/>
        </w:rPr>
        <w:t>Journal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of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Political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Economy</w:t>
      </w:r>
      <w:r>
        <w:t>,</w:t>
      </w:r>
      <w:r w:rsidR="00046589">
        <w:t xml:space="preserve"> </w:t>
      </w:r>
      <w:r>
        <w:t>vol.</w:t>
      </w:r>
      <w:r w:rsidR="00046589">
        <w:t xml:space="preserve"> </w:t>
      </w:r>
      <w:r>
        <w:t>29,</w:t>
      </w:r>
      <w:r w:rsidR="00046589">
        <w:t xml:space="preserve"> </w:t>
      </w:r>
      <w:r>
        <w:t>p.</w:t>
      </w:r>
      <w:r w:rsidR="00046589">
        <w:t xml:space="preserve"> </w:t>
      </w:r>
      <w:r>
        <w:t>1105</w:t>
      </w:r>
      <w:r w:rsidR="006F62A6">
        <w:t>-</w:t>
      </w:r>
      <w:r>
        <w:t>18.</w:t>
      </w:r>
    </w:p>
    <w:p w:rsidR="003C40D7" w:rsidRDefault="003C40D7" w:rsidP="00AA47B8">
      <w:pPr>
        <w:pStyle w:val="libNumbered"/>
      </w:pPr>
      <w:proofErr w:type="spellStart"/>
      <w:r>
        <w:t>Busau</w:t>
      </w:r>
      <w:proofErr w:type="spellEnd"/>
      <w:r>
        <w:t>,</w:t>
      </w:r>
      <w:r w:rsidR="00046589">
        <w:t xml:space="preserve"> </w:t>
      </w:r>
      <w:r>
        <w:t>A.</w:t>
      </w:r>
      <w:r w:rsidR="00046589">
        <w:t xml:space="preserve"> </w:t>
      </w:r>
      <w:r>
        <w:t>(1990),</w:t>
      </w:r>
      <w:r w:rsidR="00046589">
        <w:t xml:space="preserve"> </w:t>
      </w:r>
      <w:r>
        <w:t>"Economic</w:t>
      </w:r>
      <w:r w:rsidR="00046589">
        <w:t xml:space="preserve"> </w:t>
      </w:r>
      <w:r>
        <w:t>Views</w:t>
      </w:r>
      <w:r w:rsidR="00046589">
        <w:t xml:space="preserve"> </w:t>
      </w:r>
      <w:r>
        <w:t>of</w:t>
      </w:r>
      <w:r w:rsidR="00046589">
        <w:t xml:space="preserve"> </w:t>
      </w:r>
      <w:proofErr w:type="spellStart"/>
      <w:r>
        <w:t>Ibn</w:t>
      </w:r>
      <w:proofErr w:type="spellEnd"/>
      <w:r w:rsidR="00046589">
        <w:t xml:space="preserve"> </w:t>
      </w:r>
      <w:proofErr w:type="spellStart"/>
      <w:r>
        <w:t>Khaldun</w:t>
      </w:r>
      <w:proofErr w:type="spellEnd"/>
      <w:r>
        <w:t>"</w:t>
      </w:r>
      <w:r w:rsidR="00046589">
        <w:t xml:space="preserve"> </w:t>
      </w:r>
      <w:r>
        <w:t>in</w:t>
      </w:r>
      <w:r w:rsidR="00046589">
        <w:t xml:space="preserve"> </w:t>
      </w:r>
      <w:r w:rsidRPr="003C40D7">
        <w:rPr>
          <w:rStyle w:val="libItalicChar"/>
        </w:rPr>
        <w:t>Journal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of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Objective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Studies</w:t>
      </w:r>
      <w:r>
        <w:t>,</w:t>
      </w:r>
      <w:r w:rsidR="00046589">
        <w:t xml:space="preserve"> </w:t>
      </w:r>
      <w:r>
        <w:t>vol.</w:t>
      </w:r>
      <w:r w:rsidR="00046589">
        <w:t xml:space="preserve"> </w:t>
      </w:r>
      <w:r>
        <w:t>3,</w:t>
      </w:r>
      <w:r w:rsidR="00046589">
        <w:t xml:space="preserve"> </w:t>
      </w:r>
      <w:r>
        <w:t>p.</w:t>
      </w:r>
      <w:r w:rsidR="00046589">
        <w:t xml:space="preserve"> </w:t>
      </w:r>
      <w:r>
        <w:t>48</w:t>
      </w:r>
      <w:r w:rsidR="006F62A6">
        <w:t>-</w:t>
      </w:r>
      <w:r>
        <w:t>66.</w:t>
      </w:r>
    </w:p>
    <w:p w:rsidR="003C40D7" w:rsidRDefault="003C40D7" w:rsidP="00AA47B8">
      <w:pPr>
        <w:pStyle w:val="libNumbered"/>
      </w:pPr>
      <w:proofErr w:type="spellStart"/>
      <w:r>
        <w:t>Dawood</w:t>
      </w:r>
      <w:proofErr w:type="spellEnd"/>
      <w:r>
        <w:t>,</w:t>
      </w:r>
      <w:r w:rsidR="00046589">
        <w:t xml:space="preserve"> </w:t>
      </w:r>
      <w:r>
        <w:t>N.</w:t>
      </w:r>
      <w:r w:rsidR="00046589">
        <w:t xml:space="preserve"> </w:t>
      </w:r>
      <w:r>
        <w:t>(1967),</w:t>
      </w:r>
      <w:r w:rsidR="00046589">
        <w:t xml:space="preserve"> </w:t>
      </w:r>
      <w:proofErr w:type="spellStart"/>
      <w:r w:rsidR="006F62A6">
        <w:rPr>
          <w:rStyle w:val="libItalicChar"/>
        </w:rPr>
        <w:t>Ibn</w:t>
      </w:r>
      <w:proofErr w:type="spellEnd"/>
      <w:r w:rsidR="00046589">
        <w:rPr>
          <w:rStyle w:val="libItalicChar"/>
        </w:rPr>
        <w:t xml:space="preserve"> </w:t>
      </w:r>
      <w:proofErr w:type="spellStart"/>
      <w:r w:rsidR="006F62A6">
        <w:rPr>
          <w:rStyle w:val="libItalicChar"/>
        </w:rPr>
        <w:t>Khaldun</w:t>
      </w:r>
      <w:proofErr w:type="spellEnd"/>
      <w:r w:rsidR="006F62A6">
        <w:rPr>
          <w:rStyle w:val="libItalicChar"/>
        </w:rPr>
        <w:t>: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the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Muqaddimah</w:t>
      </w:r>
      <w:proofErr w:type="spellEnd"/>
      <w:r>
        <w:t>,</w:t>
      </w:r>
      <w:r w:rsidR="00046589">
        <w:t xml:space="preserve"> </w:t>
      </w:r>
      <w:r>
        <w:t>London</w:t>
      </w:r>
      <w:r w:rsidR="00046589">
        <w:t xml:space="preserve"> </w:t>
      </w:r>
      <w:r>
        <w:t>(an</w:t>
      </w:r>
      <w:r w:rsidR="00046589">
        <w:t xml:space="preserve"> </w:t>
      </w:r>
      <w:r>
        <w:t>abridged</w:t>
      </w:r>
      <w:r w:rsidR="00046589">
        <w:t xml:space="preserve"> </w:t>
      </w:r>
      <w:r>
        <w:t>version</w:t>
      </w:r>
      <w:r w:rsidR="00046589">
        <w:t xml:space="preserve"> </w:t>
      </w:r>
      <w:r>
        <w:t>;</w:t>
      </w:r>
      <w:r w:rsidR="00046589">
        <w:t xml:space="preserve"> </w:t>
      </w:r>
      <w:r>
        <w:t>edited</w:t>
      </w:r>
      <w:r w:rsidR="00046589">
        <w:t xml:space="preserve"> </w:t>
      </w:r>
      <w:r>
        <w:t>in</w:t>
      </w:r>
      <w:r w:rsidR="00046589">
        <w:t xml:space="preserve"> </w:t>
      </w:r>
      <w:r>
        <w:t>paperback</w:t>
      </w:r>
      <w:r w:rsidR="00046589">
        <w:t xml:space="preserve"> </w:t>
      </w:r>
      <w:r>
        <w:t>1978).</w:t>
      </w:r>
    </w:p>
    <w:p w:rsidR="003C40D7" w:rsidRDefault="003C40D7" w:rsidP="00AA47B8">
      <w:pPr>
        <w:pStyle w:val="libNumbered"/>
      </w:pPr>
      <w:r>
        <w:t>de</w:t>
      </w:r>
      <w:r w:rsidR="00046589">
        <w:t xml:space="preserve"> </w:t>
      </w:r>
      <w:proofErr w:type="spellStart"/>
      <w:r>
        <w:t>Slane</w:t>
      </w:r>
      <w:proofErr w:type="spellEnd"/>
      <w:r>
        <w:t>,</w:t>
      </w:r>
      <w:r w:rsidR="00046589">
        <w:t xml:space="preserve"> </w:t>
      </w:r>
      <w:r>
        <w:t>M.</w:t>
      </w:r>
      <w:r w:rsidR="00046589">
        <w:t xml:space="preserve"> </w:t>
      </w:r>
      <w:r>
        <w:t>(1863).</w:t>
      </w:r>
      <w:r w:rsidR="00046589">
        <w:t xml:space="preserve"> </w:t>
      </w:r>
      <w:r w:rsidRPr="003C40D7">
        <w:rPr>
          <w:rStyle w:val="libItalicChar"/>
        </w:rPr>
        <w:t>Les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Prolégomènes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d'Ibn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Khaldoun</w:t>
      </w:r>
      <w:proofErr w:type="spellEnd"/>
      <w:r>
        <w:t>,</w:t>
      </w:r>
      <w:r w:rsidR="00046589">
        <w:t xml:space="preserve"> </w:t>
      </w:r>
      <w:r>
        <w:t>3</w:t>
      </w:r>
      <w:r w:rsidR="00046589">
        <w:t xml:space="preserve"> </w:t>
      </w:r>
      <w:r>
        <w:t>vols.,</w:t>
      </w:r>
      <w:r w:rsidR="00046589">
        <w:t xml:space="preserve"> </w:t>
      </w:r>
      <w:r>
        <w:t>Paris</w:t>
      </w:r>
      <w:r w:rsidR="00046589">
        <w:t xml:space="preserve"> </w:t>
      </w:r>
      <w:r>
        <w:t>(new</w:t>
      </w:r>
      <w:r w:rsidR="00046589">
        <w:t xml:space="preserve"> </w:t>
      </w:r>
      <w:r>
        <w:t>edition</w:t>
      </w:r>
      <w:r w:rsidR="00046589">
        <w:t xml:space="preserve"> </w:t>
      </w:r>
      <w:r>
        <w:t>in</w:t>
      </w:r>
      <w:r w:rsidR="00046589">
        <w:t xml:space="preserve"> </w:t>
      </w:r>
      <w:r>
        <w:t>1939,</w:t>
      </w:r>
      <w:r w:rsidR="00046589">
        <w:t xml:space="preserve"> </w:t>
      </w:r>
      <w:r>
        <w:t>with</w:t>
      </w:r>
      <w:r w:rsidR="00046589">
        <w:t xml:space="preserve"> </w:t>
      </w:r>
      <w:r>
        <w:t>an</w:t>
      </w:r>
      <w:r w:rsidR="00046589">
        <w:t xml:space="preserve"> </w:t>
      </w:r>
      <w:r>
        <w:t>introduction</w:t>
      </w:r>
      <w:r w:rsidR="00046589">
        <w:t xml:space="preserve"> </w:t>
      </w:r>
      <w:r>
        <w:t>by</w:t>
      </w:r>
      <w:r w:rsidR="00046589">
        <w:t xml:space="preserve"> </w:t>
      </w:r>
      <w:r>
        <w:t>G.</w:t>
      </w:r>
      <w:r w:rsidR="00046589">
        <w:t xml:space="preserve"> </w:t>
      </w:r>
      <w:proofErr w:type="spellStart"/>
      <w:r>
        <w:t>Bouthoul</w:t>
      </w:r>
      <w:proofErr w:type="spellEnd"/>
      <w:r>
        <w:t>).</w:t>
      </w:r>
    </w:p>
    <w:p w:rsidR="003C40D7" w:rsidRDefault="003C40D7" w:rsidP="00AA47B8">
      <w:pPr>
        <w:pStyle w:val="libNumbered"/>
      </w:pPr>
      <w:proofErr w:type="spellStart"/>
      <w:r>
        <w:t>Gabrieli</w:t>
      </w:r>
      <w:proofErr w:type="spellEnd"/>
      <w:r>
        <w:t>,</w:t>
      </w:r>
      <w:r w:rsidR="00046589">
        <w:t xml:space="preserve"> </w:t>
      </w:r>
      <w:r>
        <w:t>F.</w:t>
      </w:r>
      <w:r w:rsidR="00046589">
        <w:t xml:space="preserve"> </w:t>
      </w:r>
      <w:r>
        <w:t>(1966),</w:t>
      </w:r>
      <w:r w:rsidR="00046589">
        <w:t xml:space="preserve"> </w:t>
      </w:r>
      <w:r>
        <w:t>"Il</w:t>
      </w:r>
      <w:r w:rsidR="00046589">
        <w:t xml:space="preserve"> </w:t>
      </w:r>
      <w:proofErr w:type="spellStart"/>
      <w:r>
        <w:t>concetto</w:t>
      </w:r>
      <w:proofErr w:type="spellEnd"/>
      <w:r w:rsidR="00046589">
        <w:t xml:space="preserve"> </w:t>
      </w:r>
      <w:proofErr w:type="spellStart"/>
      <w:r>
        <w:t>della</w:t>
      </w:r>
      <w:proofErr w:type="spellEnd"/>
      <w:r w:rsidR="00046589">
        <w:t xml:space="preserve"> </w:t>
      </w:r>
      <w:proofErr w:type="spellStart"/>
      <w:r>
        <w:t>asabiyya</w:t>
      </w:r>
      <w:proofErr w:type="spellEnd"/>
      <w:r w:rsidR="00046589">
        <w:t xml:space="preserve"> </w:t>
      </w:r>
      <w:proofErr w:type="spellStart"/>
      <w:r>
        <w:t>nel</w:t>
      </w:r>
      <w:proofErr w:type="spellEnd"/>
      <w:r w:rsidR="00046589">
        <w:t xml:space="preserve"> </w:t>
      </w:r>
      <w:proofErr w:type="spellStart"/>
      <w:r>
        <w:t>pensiero</w:t>
      </w:r>
      <w:proofErr w:type="spellEnd"/>
      <w:r w:rsidR="00046589">
        <w:t xml:space="preserve"> </w:t>
      </w:r>
      <w:proofErr w:type="spellStart"/>
      <w:r>
        <w:t>storico</w:t>
      </w:r>
      <w:proofErr w:type="spellEnd"/>
      <w:r w:rsidR="00046589">
        <w:t xml:space="preserve"> </w:t>
      </w:r>
      <w:proofErr w:type="spellStart"/>
      <w:r>
        <w:t>di</w:t>
      </w:r>
      <w:proofErr w:type="spellEnd"/>
      <w:r w:rsidR="00046589">
        <w:t xml:space="preserve"> </w:t>
      </w:r>
      <w:proofErr w:type="spellStart"/>
      <w:r>
        <w:t>Ibn</w:t>
      </w:r>
      <w:proofErr w:type="spellEnd"/>
      <w:r w:rsidR="00046589">
        <w:t xml:space="preserve"> </w:t>
      </w:r>
      <w:proofErr w:type="spellStart"/>
      <w:r>
        <w:t>Khaldun</w:t>
      </w:r>
      <w:proofErr w:type="spellEnd"/>
      <w:r>
        <w:t>"</w:t>
      </w:r>
      <w:r w:rsidR="00046589">
        <w:t xml:space="preserve"> </w:t>
      </w:r>
      <w:r>
        <w:t>in</w:t>
      </w:r>
      <w:r w:rsidR="00046589">
        <w:t xml:space="preserve"> </w:t>
      </w:r>
      <w:proofErr w:type="spellStart"/>
      <w:r w:rsidRPr="003C40D7">
        <w:rPr>
          <w:rStyle w:val="libItalicChar"/>
        </w:rPr>
        <w:t>L'Islam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nella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Storia</w:t>
      </w:r>
      <w:proofErr w:type="spellEnd"/>
      <w:r>
        <w:t>,</w:t>
      </w:r>
      <w:r w:rsidR="00046589">
        <w:t xml:space="preserve"> </w:t>
      </w:r>
      <w:r>
        <w:t>Bari,</w:t>
      </w:r>
      <w:r w:rsidR="00046589">
        <w:t xml:space="preserve"> </w:t>
      </w:r>
      <w:r>
        <w:t>pp.</w:t>
      </w:r>
      <w:r w:rsidR="00046589">
        <w:t xml:space="preserve"> </w:t>
      </w:r>
      <w:r>
        <w:t>211</w:t>
      </w:r>
      <w:r w:rsidR="006F62A6">
        <w:t>-</w:t>
      </w:r>
      <w:r>
        <w:t>252.</w:t>
      </w:r>
    </w:p>
    <w:p w:rsidR="003C40D7" w:rsidRDefault="003C40D7" w:rsidP="00AA47B8">
      <w:pPr>
        <w:pStyle w:val="libNumbered"/>
      </w:pPr>
      <w:proofErr w:type="spellStart"/>
      <w:r>
        <w:t>Irabi</w:t>
      </w:r>
      <w:proofErr w:type="spellEnd"/>
      <w:r>
        <w:t>,</w:t>
      </w:r>
      <w:r w:rsidR="00046589">
        <w:t xml:space="preserve"> </w:t>
      </w:r>
      <w:r>
        <w:t>A.</w:t>
      </w:r>
      <w:r w:rsidR="00046589">
        <w:t xml:space="preserve"> </w:t>
      </w:r>
      <w:r>
        <w:t>(1982),</w:t>
      </w:r>
      <w:r w:rsidR="00046589">
        <w:t xml:space="preserve"> </w:t>
      </w:r>
      <w:r>
        <w:t>"</w:t>
      </w:r>
      <w:proofErr w:type="spellStart"/>
      <w:r>
        <w:t>Zum</w:t>
      </w:r>
      <w:proofErr w:type="spellEnd"/>
      <w:r w:rsidR="00046589">
        <w:t xml:space="preserve"> </w:t>
      </w:r>
      <w:r>
        <w:t>Stand</w:t>
      </w:r>
      <w:r w:rsidR="00046589">
        <w:t xml:space="preserve"> </w:t>
      </w:r>
      <w:proofErr w:type="spellStart"/>
      <w:r>
        <w:t>der</w:t>
      </w:r>
      <w:proofErr w:type="spellEnd"/>
      <w:r w:rsidR="00046589">
        <w:t xml:space="preserve"> </w:t>
      </w:r>
      <w:proofErr w:type="spellStart"/>
      <w:r>
        <w:t>gegenwartigen</w:t>
      </w:r>
      <w:proofErr w:type="spellEnd"/>
      <w:r w:rsidR="00046589">
        <w:t xml:space="preserve"> </w:t>
      </w:r>
      <w:proofErr w:type="spellStart"/>
      <w:r>
        <w:t>arabischen</w:t>
      </w:r>
      <w:proofErr w:type="spellEnd"/>
      <w:r w:rsidR="00046589">
        <w:t xml:space="preserve"> </w:t>
      </w:r>
      <w:proofErr w:type="spellStart"/>
      <w:r>
        <w:t>Soziologie</w:t>
      </w:r>
      <w:proofErr w:type="spellEnd"/>
      <w:r>
        <w:t>"</w:t>
      </w:r>
      <w:r w:rsidR="00046589">
        <w:t xml:space="preserve"> </w:t>
      </w:r>
      <w:r>
        <w:t>in</w:t>
      </w:r>
      <w:r w:rsidR="00046589">
        <w:t xml:space="preserve"> </w:t>
      </w:r>
      <w:proofErr w:type="spellStart"/>
      <w:r w:rsidRPr="003C40D7">
        <w:rPr>
          <w:rStyle w:val="libItalicChar"/>
        </w:rPr>
        <w:t>Zeitschrift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für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Soziologie</w:t>
      </w:r>
      <w:proofErr w:type="spellEnd"/>
      <w:r>
        <w:t>,</w:t>
      </w:r>
      <w:r w:rsidR="00046589">
        <w:t xml:space="preserve"> </w:t>
      </w:r>
      <w:r>
        <w:t>vol.</w:t>
      </w:r>
      <w:r w:rsidR="00046589">
        <w:t xml:space="preserve"> </w:t>
      </w:r>
      <w:r>
        <w:t>11,</w:t>
      </w:r>
      <w:r w:rsidR="00046589">
        <w:t xml:space="preserve"> </w:t>
      </w:r>
      <w:r>
        <w:t>p.</w:t>
      </w:r>
      <w:r w:rsidR="00046589">
        <w:t xml:space="preserve"> </w:t>
      </w:r>
      <w:r>
        <w:t>167</w:t>
      </w:r>
      <w:r w:rsidR="006F62A6">
        <w:t>-</w:t>
      </w:r>
      <w:r>
        <w:t>182.</w:t>
      </w:r>
    </w:p>
    <w:p w:rsidR="003C40D7" w:rsidRDefault="003C40D7" w:rsidP="00AA47B8">
      <w:pPr>
        <w:pStyle w:val="libNumbered"/>
      </w:pPr>
      <w:proofErr w:type="spellStart"/>
      <w:r>
        <w:t>Kepel</w:t>
      </w:r>
      <w:proofErr w:type="spellEnd"/>
      <w:r>
        <w:t>,</w:t>
      </w:r>
      <w:r w:rsidR="00046589">
        <w:t xml:space="preserve"> </w:t>
      </w:r>
      <w:r>
        <w:t>G.</w:t>
      </w:r>
      <w:r w:rsidR="00046589">
        <w:t xml:space="preserve"> </w:t>
      </w:r>
      <w:r>
        <w:t>&amp;</w:t>
      </w:r>
      <w:r w:rsidR="00046589">
        <w:t xml:space="preserve"> </w:t>
      </w:r>
      <w:r>
        <w:t>Richard,</w:t>
      </w:r>
      <w:r w:rsidR="00046589">
        <w:t xml:space="preserve"> </w:t>
      </w:r>
      <w:r>
        <w:t>Y.</w:t>
      </w:r>
      <w:r w:rsidR="00046589">
        <w:t xml:space="preserve"> </w:t>
      </w:r>
      <w:r>
        <w:t>(1990),</w:t>
      </w:r>
      <w:r w:rsidR="00046589">
        <w:t xml:space="preserve"> </w:t>
      </w:r>
      <w:proofErr w:type="spellStart"/>
      <w:r w:rsidRPr="003C40D7">
        <w:rPr>
          <w:rStyle w:val="libItalicChar"/>
        </w:rPr>
        <w:t>Intellectuels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et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Militants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de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l'Islam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Contemporain</w:t>
      </w:r>
      <w:proofErr w:type="spellEnd"/>
      <w:r>
        <w:t>,</w:t>
      </w:r>
      <w:r w:rsidR="00046589">
        <w:t xml:space="preserve"> </w:t>
      </w:r>
      <w:r>
        <w:t>Paris.</w:t>
      </w:r>
    </w:p>
    <w:p w:rsidR="003C40D7" w:rsidRDefault="003C40D7" w:rsidP="00AA47B8">
      <w:pPr>
        <w:pStyle w:val="libNumbered"/>
      </w:pPr>
      <w:proofErr w:type="spellStart"/>
      <w:r>
        <w:t>Lacoste</w:t>
      </w:r>
      <w:proofErr w:type="spellEnd"/>
      <w:r>
        <w:t>,</w:t>
      </w:r>
      <w:r w:rsidR="00046589">
        <w:t xml:space="preserve"> </w:t>
      </w:r>
      <w:r>
        <w:t>Y.</w:t>
      </w:r>
      <w:r w:rsidR="00046589">
        <w:t xml:space="preserve"> </w:t>
      </w:r>
      <w:r>
        <w:t>(1966),</w:t>
      </w:r>
      <w:r w:rsidR="00046589">
        <w:t xml:space="preserve"> </w:t>
      </w:r>
      <w:proofErr w:type="spellStart"/>
      <w:r w:rsidRPr="003C40D7">
        <w:rPr>
          <w:rStyle w:val="libItalicChar"/>
        </w:rPr>
        <w:t>Ibn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Khaldoun</w:t>
      </w:r>
      <w:proofErr w:type="spellEnd"/>
      <w:r w:rsidRPr="003C40D7">
        <w:rPr>
          <w:rStyle w:val="libItalicChar"/>
        </w:rPr>
        <w:t>,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naissance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de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l'histoire</w:t>
      </w:r>
      <w:proofErr w:type="spellEnd"/>
      <w:r w:rsidRPr="003C40D7">
        <w:t>,</w:t>
      </w:r>
      <w:r w:rsidR="00046589">
        <w:t xml:space="preserve"> </w:t>
      </w:r>
      <w:r w:rsidRPr="003C40D7">
        <w:t>Paris.</w:t>
      </w:r>
    </w:p>
    <w:p w:rsidR="003C40D7" w:rsidRDefault="003C40D7" w:rsidP="00AA47B8">
      <w:pPr>
        <w:pStyle w:val="libNumbered"/>
      </w:pPr>
      <w:r>
        <w:t>Lambton,</w:t>
      </w:r>
      <w:r w:rsidR="00046589">
        <w:t xml:space="preserve"> </w:t>
      </w:r>
      <w:r>
        <w:t>A.</w:t>
      </w:r>
      <w:r w:rsidR="00046589">
        <w:t xml:space="preserve"> </w:t>
      </w:r>
      <w:r>
        <w:t>(1981),</w:t>
      </w:r>
      <w:r w:rsidR="00046589">
        <w:t xml:space="preserve"> </w:t>
      </w:r>
      <w:r w:rsidRPr="003C40D7">
        <w:rPr>
          <w:rStyle w:val="libItalicChar"/>
        </w:rPr>
        <w:t>State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and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Government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in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medieval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Islam</w:t>
      </w:r>
      <w:r>
        <w:t>,</w:t>
      </w:r>
      <w:r w:rsidR="00046589">
        <w:t xml:space="preserve"> </w:t>
      </w:r>
      <w:r>
        <w:t>Oxford.</w:t>
      </w:r>
    </w:p>
    <w:p w:rsidR="003C40D7" w:rsidRDefault="003C40D7" w:rsidP="00AA47B8">
      <w:pPr>
        <w:pStyle w:val="libNumbered"/>
      </w:pPr>
      <w:proofErr w:type="spellStart"/>
      <w:r>
        <w:t>Mahdi</w:t>
      </w:r>
      <w:proofErr w:type="spellEnd"/>
      <w:r>
        <w:t>,</w:t>
      </w:r>
      <w:r w:rsidR="00046589">
        <w:t xml:space="preserve"> </w:t>
      </w:r>
      <w:r>
        <w:t>M.</w:t>
      </w:r>
      <w:r w:rsidR="00046589">
        <w:t xml:space="preserve"> </w:t>
      </w:r>
      <w:r>
        <w:t>(1957),</w:t>
      </w:r>
      <w:r w:rsidR="00046589">
        <w:t xml:space="preserve"> </w:t>
      </w:r>
      <w:proofErr w:type="spellStart"/>
      <w:r w:rsidRPr="003C40D7">
        <w:rPr>
          <w:rStyle w:val="libItalicChar"/>
        </w:rPr>
        <w:t>Ibn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Khaldun's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Philosophy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of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History</w:t>
      </w:r>
      <w:r>
        <w:t>,</w:t>
      </w:r>
      <w:r w:rsidR="00046589">
        <w:t xml:space="preserve"> </w:t>
      </w:r>
      <w:r>
        <w:t>London.</w:t>
      </w:r>
    </w:p>
    <w:p w:rsidR="003C40D7" w:rsidRDefault="003C40D7" w:rsidP="00AA47B8">
      <w:pPr>
        <w:pStyle w:val="libNumbered"/>
      </w:pPr>
      <w:proofErr w:type="spellStart"/>
      <w:r>
        <w:t>Mazarino</w:t>
      </w:r>
      <w:proofErr w:type="spellEnd"/>
      <w:r>
        <w:t>,</w:t>
      </w:r>
      <w:r w:rsidR="00046589">
        <w:t xml:space="preserve"> </w:t>
      </w:r>
      <w:r>
        <w:t>S.</w:t>
      </w:r>
      <w:r w:rsidR="00046589">
        <w:t xml:space="preserve"> </w:t>
      </w:r>
      <w:r>
        <w:t>(1959)</w:t>
      </w:r>
      <w:r w:rsidR="00046589">
        <w:t xml:space="preserve"> </w:t>
      </w:r>
      <w:r w:rsidRPr="003C40D7">
        <w:rPr>
          <w:rStyle w:val="libItalicChar"/>
        </w:rPr>
        <w:t>La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fine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del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mondo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antico</w:t>
      </w:r>
      <w:proofErr w:type="spellEnd"/>
      <w:r>
        <w:t>,</w:t>
      </w:r>
      <w:r w:rsidR="00046589">
        <w:t xml:space="preserve"> </w:t>
      </w:r>
      <w:r>
        <w:t>Rome.</w:t>
      </w:r>
    </w:p>
    <w:p w:rsidR="003C40D7" w:rsidRDefault="003C40D7" w:rsidP="00AA47B8">
      <w:pPr>
        <w:pStyle w:val="libNumbered"/>
      </w:pPr>
      <w:proofErr w:type="spellStart"/>
      <w:r>
        <w:t>Monteil</w:t>
      </w:r>
      <w:proofErr w:type="spellEnd"/>
      <w:r>
        <w:t>,</w:t>
      </w:r>
      <w:r w:rsidR="00046589">
        <w:t xml:space="preserve"> </w:t>
      </w:r>
      <w:r>
        <w:t>V.</w:t>
      </w:r>
      <w:r w:rsidR="00046589">
        <w:t xml:space="preserve"> </w:t>
      </w:r>
      <w:r>
        <w:t>(1967),</w:t>
      </w:r>
      <w:r w:rsidR="00046589">
        <w:t xml:space="preserve"> </w:t>
      </w:r>
      <w:proofErr w:type="spellStart"/>
      <w:r w:rsidR="006F62A6">
        <w:rPr>
          <w:rStyle w:val="libItalicChar"/>
        </w:rPr>
        <w:t>Ibn</w:t>
      </w:r>
      <w:proofErr w:type="spellEnd"/>
      <w:r w:rsidR="00046589">
        <w:rPr>
          <w:rStyle w:val="libItalicChar"/>
        </w:rPr>
        <w:t xml:space="preserve"> </w:t>
      </w:r>
      <w:proofErr w:type="spellStart"/>
      <w:r w:rsidR="006F62A6">
        <w:rPr>
          <w:rStyle w:val="libItalicChar"/>
        </w:rPr>
        <w:t>Khaldun</w:t>
      </w:r>
      <w:proofErr w:type="spellEnd"/>
      <w:r w:rsidR="006F62A6">
        <w:rPr>
          <w:rStyle w:val="libItalicChar"/>
        </w:rPr>
        <w:t>: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Discours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sur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l'Histoire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Universelle</w:t>
      </w:r>
      <w:proofErr w:type="spellEnd"/>
      <w:r w:rsidR="006F62A6">
        <w:t>,</w:t>
      </w:r>
      <w:r w:rsidR="00046589">
        <w:t xml:space="preserve"> </w:t>
      </w:r>
      <w:r w:rsidR="006F62A6">
        <w:t>Beirut,</w:t>
      </w:r>
      <w:r w:rsidR="00046589">
        <w:t xml:space="preserve"> </w:t>
      </w:r>
      <w:r w:rsidR="006F62A6">
        <w:t>1967</w:t>
      </w:r>
      <w:r w:rsidRPr="003C40D7">
        <w:t>;</w:t>
      </w:r>
      <w:r w:rsidR="00046589">
        <w:t xml:space="preserve"> </w:t>
      </w:r>
      <w:r w:rsidRPr="003C40D7">
        <w:t>French</w:t>
      </w:r>
      <w:r w:rsidR="00046589">
        <w:t xml:space="preserve"> </w:t>
      </w:r>
      <w:r w:rsidRPr="003C40D7">
        <w:t>translation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proofErr w:type="spellStart"/>
      <w:r w:rsidRPr="003C40D7">
        <w:rPr>
          <w:rStyle w:val="libItalicChar"/>
        </w:rPr>
        <w:t>Muqaddimah</w:t>
      </w:r>
      <w:proofErr w:type="spellEnd"/>
      <w:r w:rsidR="006F62A6">
        <w:t>,</w:t>
      </w:r>
      <w:r w:rsidR="00046589">
        <w:t xml:space="preserve"> </w:t>
      </w:r>
      <w:r w:rsidR="006F62A6">
        <w:t>new</w:t>
      </w:r>
      <w:r w:rsidR="00046589">
        <w:t xml:space="preserve"> </w:t>
      </w:r>
      <w:r w:rsidR="006F62A6">
        <w:t>edition,</w:t>
      </w:r>
      <w:r w:rsidR="00046589">
        <w:t xml:space="preserve"> </w:t>
      </w:r>
      <w:r w:rsidR="006F62A6">
        <w:t>Paris</w:t>
      </w:r>
      <w:r w:rsidR="00046589">
        <w:t xml:space="preserve"> </w:t>
      </w:r>
      <w:r>
        <w:t>1978.</w:t>
      </w:r>
    </w:p>
    <w:p w:rsidR="003C40D7" w:rsidRDefault="003C40D7" w:rsidP="00AA47B8">
      <w:pPr>
        <w:pStyle w:val="libNumbered"/>
      </w:pPr>
      <w:proofErr w:type="spellStart"/>
      <w:r>
        <w:t>Nashaat</w:t>
      </w:r>
      <w:proofErr w:type="spellEnd"/>
      <w:r>
        <w:t>,</w:t>
      </w:r>
      <w:r w:rsidR="00046589">
        <w:t xml:space="preserve"> </w:t>
      </w:r>
      <w:r>
        <w:t>M.</w:t>
      </w:r>
      <w:r w:rsidR="00046589">
        <w:t xml:space="preserve"> </w:t>
      </w:r>
      <w:r>
        <w:t>(1944),</w:t>
      </w:r>
      <w:r w:rsidR="00046589">
        <w:t xml:space="preserve"> </w:t>
      </w:r>
      <w:r w:rsidRPr="003C40D7">
        <w:rPr>
          <w:rStyle w:val="libItalicChar"/>
        </w:rPr>
        <w:t>The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Economic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Ideas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in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the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Prolegomena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of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Ibn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Khaldun</w:t>
      </w:r>
      <w:proofErr w:type="spellEnd"/>
      <w:r>
        <w:t>,</w:t>
      </w:r>
      <w:r w:rsidR="00046589">
        <w:t xml:space="preserve"> </w:t>
      </w:r>
      <w:r>
        <w:t>Cairo.</w:t>
      </w:r>
    </w:p>
    <w:p w:rsidR="003C40D7" w:rsidRDefault="003C40D7" w:rsidP="00AA47B8">
      <w:pPr>
        <w:pStyle w:val="libNumbered"/>
      </w:pPr>
      <w:proofErr w:type="spellStart"/>
      <w:r>
        <w:t>Nassar</w:t>
      </w:r>
      <w:proofErr w:type="spellEnd"/>
      <w:r>
        <w:t>,</w:t>
      </w:r>
      <w:r w:rsidR="00046589">
        <w:t xml:space="preserve"> </w:t>
      </w:r>
      <w:r>
        <w:t>N.</w:t>
      </w:r>
      <w:r w:rsidR="00046589">
        <w:t xml:space="preserve"> </w:t>
      </w:r>
      <w:r>
        <w:t>(1967),</w:t>
      </w:r>
      <w:r w:rsidR="00046589">
        <w:t xml:space="preserve"> </w:t>
      </w:r>
      <w:r w:rsidRPr="003C40D7">
        <w:rPr>
          <w:rStyle w:val="libItalicChar"/>
        </w:rPr>
        <w:t>La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pensée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réaliste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d'Ibn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Khaldun</w:t>
      </w:r>
      <w:proofErr w:type="spellEnd"/>
      <w:r>
        <w:t>,</w:t>
      </w:r>
      <w:r w:rsidR="00046589">
        <w:t xml:space="preserve"> </w:t>
      </w:r>
      <w:r>
        <w:t>Paris.</w:t>
      </w:r>
    </w:p>
    <w:p w:rsidR="003C40D7" w:rsidRDefault="003C40D7" w:rsidP="00AA47B8">
      <w:pPr>
        <w:pStyle w:val="libNumbered"/>
      </w:pPr>
      <w:proofErr w:type="spellStart"/>
      <w:r>
        <w:t>Oumlil</w:t>
      </w:r>
      <w:proofErr w:type="spellEnd"/>
      <w:r>
        <w:t>,</w:t>
      </w:r>
      <w:r w:rsidR="00046589">
        <w:t xml:space="preserve"> </w:t>
      </w:r>
      <w:r>
        <w:t>A.</w:t>
      </w:r>
      <w:r w:rsidR="00046589">
        <w:t xml:space="preserve"> </w:t>
      </w:r>
      <w:r>
        <w:t>(1979),</w:t>
      </w:r>
      <w:r w:rsidR="00046589">
        <w:t xml:space="preserve"> </w:t>
      </w:r>
      <w:proofErr w:type="spellStart"/>
      <w:r w:rsidRPr="003C40D7">
        <w:rPr>
          <w:rStyle w:val="libItalicChar"/>
        </w:rPr>
        <w:t>L'Histoire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et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son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discours</w:t>
      </w:r>
      <w:proofErr w:type="spellEnd"/>
      <w:r w:rsidR="006F62A6">
        <w:rPr>
          <w:rStyle w:val="libItalicChar"/>
        </w:rPr>
        <w:t>: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essais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sur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la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méthodologie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d'Ibn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Khaldun</w:t>
      </w:r>
      <w:proofErr w:type="spellEnd"/>
      <w:r>
        <w:t>,</w:t>
      </w:r>
      <w:r w:rsidR="00046589">
        <w:t xml:space="preserve"> </w:t>
      </w:r>
      <w:proofErr w:type="spellStart"/>
      <w:r>
        <w:t>Tanger</w:t>
      </w:r>
      <w:proofErr w:type="spellEnd"/>
      <w:r>
        <w:t>.</w:t>
      </w:r>
    </w:p>
    <w:p w:rsidR="003C40D7" w:rsidRDefault="003C40D7" w:rsidP="00AA47B8">
      <w:pPr>
        <w:pStyle w:val="libNumbered"/>
      </w:pPr>
      <w:r>
        <w:t>Polybius,</w:t>
      </w:r>
      <w:r w:rsidR="00046589">
        <w:t xml:space="preserve"> </w:t>
      </w:r>
      <w:r>
        <w:t>(1923)</w:t>
      </w:r>
      <w:r w:rsidR="00046589">
        <w:t xml:space="preserve"> </w:t>
      </w:r>
      <w:r w:rsidRPr="003C40D7">
        <w:rPr>
          <w:rStyle w:val="libItalicChar"/>
        </w:rPr>
        <w:t>The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Histories</w:t>
      </w:r>
      <w:r>
        <w:t>,</w:t>
      </w:r>
      <w:r w:rsidR="00046589">
        <w:t xml:space="preserve"> </w:t>
      </w:r>
      <w:r>
        <w:t>translated</w:t>
      </w:r>
      <w:r w:rsidR="00046589">
        <w:t xml:space="preserve"> </w:t>
      </w:r>
      <w:r>
        <w:t>by</w:t>
      </w:r>
      <w:r w:rsidR="00046589">
        <w:t xml:space="preserve"> </w:t>
      </w:r>
      <w:r>
        <w:t>W.</w:t>
      </w:r>
      <w:r w:rsidR="00046589">
        <w:t xml:space="preserve"> </w:t>
      </w:r>
      <w:proofErr w:type="spellStart"/>
      <w:r>
        <w:t>Platon</w:t>
      </w:r>
      <w:proofErr w:type="spellEnd"/>
      <w:r>
        <w:t>,</w:t>
      </w:r>
      <w:r w:rsidR="00046589">
        <w:t xml:space="preserve"> </w:t>
      </w:r>
      <w:r>
        <w:t>Loeb</w:t>
      </w:r>
      <w:r w:rsidR="00046589">
        <w:t xml:space="preserve"> </w:t>
      </w:r>
      <w:r>
        <w:t>Classical</w:t>
      </w:r>
      <w:r w:rsidR="00046589">
        <w:t xml:space="preserve"> </w:t>
      </w:r>
      <w:r>
        <w:t>Library,</w:t>
      </w:r>
      <w:r w:rsidR="00046589">
        <w:t xml:space="preserve"> </w:t>
      </w:r>
      <w:r>
        <w:t>London.</w:t>
      </w:r>
    </w:p>
    <w:p w:rsidR="003C40D7" w:rsidRDefault="003C40D7" w:rsidP="00AA47B8">
      <w:pPr>
        <w:pStyle w:val="libNumbered"/>
      </w:pPr>
      <w:r>
        <w:t>Rabi,</w:t>
      </w:r>
      <w:r w:rsidR="00046589">
        <w:t xml:space="preserve"> </w:t>
      </w:r>
      <w:r>
        <w:t>M.</w:t>
      </w:r>
      <w:r w:rsidR="00046589">
        <w:t xml:space="preserve"> </w:t>
      </w:r>
      <w:r>
        <w:t>(1957),</w:t>
      </w:r>
      <w:r w:rsidR="00046589">
        <w:t xml:space="preserve"> </w:t>
      </w:r>
      <w:r w:rsidRPr="003C40D7">
        <w:rPr>
          <w:rStyle w:val="libItalicChar"/>
        </w:rPr>
        <w:t>The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Political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Theory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of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Ibn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Khaldun</w:t>
      </w:r>
      <w:proofErr w:type="spellEnd"/>
      <w:r>
        <w:t>,</w:t>
      </w:r>
      <w:r w:rsidR="00046589">
        <w:t xml:space="preserve"> </w:t>
      </w:r>
      <w:r>
        <w:t>Leiden.</w:t>
      </w:r>
    </w:p>
    <w:p w:rsidR="003C40D7" w:rsidRDefault="003C40D7" w:rsidP="00AA47B8">
      <w:pPr>
        <w:pStyle w:val="libNumbered"/>
      </w:pPr>
      <w:r>
        <w:lastRenderedPageBreak/>
        <w:t>Rosenthal,</w:t>
      </w:r>
      <w:r w:rsidR="00046589">
        <w:t xml:space="preserve"> </w:t>
      </w:r>
      <w:r>
        <w:t>E.</w:t>
      </w:r>
      <w:r w:rsidR="00046589">
        <w:t xml:space="preserve"> </w:t>
      </w:r>
      <w:r>
        <w:t>(1962),</w:t>
      </w:r>
      <w:r w:rsidR="00046589">
        <w:t xml:space="preserve"> </w:t>
      </w:r>
      <w:r w:rsidRPr="003C40D7">
        <w:rPr>
          <w:rStyle w:val="libItalicChar"/>
        </w:rPr>
        <w:t>Political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Thought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in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Medieval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Islam</w:t>
      </w:r>
      <w:r>
        <w:t>,</w:t>
      </w:r>
      <w:r w:rsidR="00046589">
        <w:t xml:space="preserve"> </w:t>
      </w:r>
      <w:r>
        <w:t>Cambridge.</w:t>
      </w:r>
    </w:p>
    <w:p w:rsidR="003C40D7" w:rsidRDefault="003C40D7" w:rsidP="00AA47B8">
      <w:pPr>
        <w:pStyle w:val="libNumbered"/>
      </w:pPr>
      <w:r>
        <w:t>Rosenthal,</w:t>
      </w:r>
      <w:r w:rsidR="00046589">
        <w:t xml:space="preserve"> </w:t>
      </w:r>
      <w:r>
        <w:t>F.</w:t>
      </w:r>
      <w:r w:rsidR="00046589">
        <w:t xml:space="preserve"> </w:t>
      </w:r>
      <w:r>
        <w:t>(1958),</w:t>
      </w:r>
      <w:r w:rsidR="00046589">
        <w:t xml:space="preserve"> </w:t>
      </w:r>
      <w:proofErr w:type="spellStart"/>
      <w:r w:rsidR="006F62A6">
        <w:rPr>
          <w:rStyle w:val="libItalicChar"/>
        </w:rPr>
        <w:t>Ibn</w:t>
      </w:r>
      <w:proofErr w:type="spellEnd"/>
      <w:r w:rsidR="00046589">
        <w:rPr>
          <w:rStyle w:val="libItalicChar"/>
        </w:rPr>
        <w:t xml:space="preserve"> </w:t>
      </w:r>
      <w:proofErr w:type="spellStart"/>
      <w:r w:rsidR="006F62A6">
        <w:rPr>
          <w:rStyle w:val="libItalicChar"/>
        </w:rPr>
        <w:t>Khaldun</w:t>
      </w:r>
      <w:proofErr w:type="spellEnd"/>
      <w:r w:rsidR="006F62A6">
        <w:rPr>
          <w:rStyle w:val="libItalicChar"/>
        </w:rPr>
        <w:t>: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the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Muqaddimah</w:t>
      </w:r>
      <w:proofErr w:type="spellEnd"/>
      <w:r>
        <w:t>,</w:t>
      </w:r>
      <w:r w:rsidR="00046589">
        <w:t xml:space="preserve"> </w:t>
      </w:r>
      <w:r>
        <w:t>3</w:t>
      </w:r>
      <w:r w:rsidR="00046589">
        <w:t xml:space="preserve"> </w:t>
      </w:r>
      <w:r>
        <w:t>vols.,</w:t>
      </w:r>
      <w:r w:rsidR="00046589">
        <w:t xml:space="preserve"> </w:t>
      </w:r>
      <w:r>
        <w:t>Princeton.</w:t>
      </w:r>
    </w:p>
    <w:p w:rsidR="003C40D7" w:rsidRDefault="003C40D7" w:rsidP="00AA47B8">
      <w:pPr>
        <w:pStyle w:val="libNumbered"/>
      </w:pPr>
      <w:proofErr w:type="spellStart"/>
      <w:r>
        <w:t>Sabagh</w:t>
      </w:r>
      <w:proofErr w:type="spellEnd"/>
      <w:r>
        <w:t>,</w:t>
      </w:r>
      <w:r w:rsidR="00046589">
        <w:t xml:space="preserve"> </w:t>
      </w:r>
      <w:r>
        <w:t>G.</w:t>
      </w:r>
      <w:r w:rsidR="00046589">
        <w:t xml:space="preserve"> </w:t>
      </w:r>
      <w:r>
        <w:t>&amp;</w:t>
      </w:r>
      <w:r w:rsidR="00046589">
        <w:t xml:space="preserve"> </w:t>
      </w:r>
      <w:proofErr w:type="spellStart"/>
      <w:r>
        <w:t>Ghazalla</w:t>
      </w:r>
      <w:proofErr w:type="spellEnd"/>
      <w:r>
        <w:t>,</w:t>
      </w:r>
      <w:r w:rsidR="00046589">
        <w:t xml:space="preserve"> </w:t>
      </w:r>
      <w:r>
        <w:t>I.</w:t>
      </w:r>
      <w:r w:rsidR="00046589">
        <w:t xml:space="preserve"> </w:t>
      </w:r>
      <w:r>
        <w:t>(1986),</w:t>
      </w:r>
      <w:r w:rsidR="00046589">
        <w:t xml:space="preserve"> </w:t>
      </w:r>
      <w:r>
        <w:t>"Arab</w:t>
      </w:r>
      <w:r w:rsidR="00046589">
        <w:t xml:space="preserve"> </w:t>
      </w:r>
      <w:r>
        <w:t>Sociology</w:t>
      </w:r>
      <w:r w:rsidR="00046589">
        <w:t xml:space="preserve"> </w:t>
      </w:r>
      <w:r>
        <w:t>Today</w:t>
      </w:r>
      <w:r w:rsidR="006F62A6">
        <w:t>:</w:t>
      </w:r>
      <w:r w:rsidR="00046589">
        <w:t xml:space="preserve"> </w:t>
      </w:r>
      <w:r>
        <w:t>a</w:t>
      </w:r>
      <w:r w:rsidR="00046589">
        <w:t xml:space="preserve"> </w:t>
      </w:r>
      <w:r>
        <w:t>view</w:t>
      </w:r>
      <w:r w:rsidR="00046589">
        <w:t xml:space="preserve"> </w:t>
      </w:r>
      <w:r>
        <w:t>from</w:t>
      </w:r>
      <w:r w:rsidR="00046589">
        <w:t xml:space="preserve"> </w:t>
      </w:r>
      <w:r>
        <w:t>within"</w:t>
      </w:r>
      <w:r w:rsidR="00046589">
        <w:t xml:space="preserve"> </w:t>
      </w:r>
      <w:r>
        <w:t>in</w:t>
      </w:r>
      <w:r w:rsidR="00046589">
        <w:t xml:space="preserve"> </w:t>
      </w:r>
      <w:r w:rsidRPr="003C40D7">
        <w:rPr>
          <w:rStyle w:val="libItalicChar"/>
        </w:rPr>
        <w:t>Annual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Review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of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Sociology</w:t>
      </w:r>
      <w:r>
        <w:t>,</w:t>
      </w:r>
      <w:r w:rsidR="00046589">
        <w:t xml:space="preserve"> </w:t>
      </w:r>
      <w:r>
        <w:t>vol.</w:t>
      </w:r>
      <w:r w:rsidR="00046589">
        <w:t xml:space="preserve"> </w:t>
      </w:r>
      <w:r>
        <w:t>12,</w:t>
      </w:r>
      <w:r w:rsidR="00046589">
        <w:t xml:space="preserve"> </w:t>
      </w:r>
      <w:r>
        <w:t>p.</w:t>
      </w:r>
      <w:r w:rsidR="00046589">
        <w:t xml:space="preserve"> </w:t>
      </w:r>
      <w:r>
        <w:t>373</w:t>
      </w:r>
      <w:r w:rsidR="006F62A6">
        <w:t>-</w:t>
      </w:r>
      <w:r>
        <w:t>399.</w:t>
      </w:r>
    </w:p>
    <w:p w:rsidR="003C40D7" w:rsidRDefault="003C40D7" w:rsidP="00AA47B8">
      <w:pPr>
        <w:pStyle w:val="libNumbered"/>
      </w:pPr>
      <w:proofErr w:type="spellStart"/>
      <w:r>
        <w:t>Senellart</w:t>
      </w:r>
      <w:proofErr w:type="spellEnd"/>
      <w:r>
        <w:t>,</w:t>
      </w:r>
      <w:r w:rsidR="00046589">
        <w:t xml:space="preserve"> </w:t>
      </w:r>
      <w:r>
        <w:t>M.</w:t>
      </w:r>
      <w:r w:rsidR="00046589">
        <w:t xml:space="preserve"> </w:t>
      </w:r>
      <w:r>
        <w:t>(1989),</w:t>
      </w:r>
      <w:r w:rsidR="00046589">
        <w:t xml:space="preserve"> </w:t>
      </w:r>
      <w:proofErr w:type="spellStart"/>
      <w:r w:rsidRPr="003C40D7">
        <w:rPr>
          <w:rStyle w:val="libItalicChar"/>
        </w:rPr>
        <w:t>Machiavellisme</w:t>
      </w:r>
      <w:proofErr w:type="spellEnd"/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et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raison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d'Etat</w:t>
      </w:r>
      <w:proofErr w:type="spellEnd"/>
      <w:r>
        <w:t>,</w:t>
      </w:r>
      <w:r w:rsidR="00046589">
        <w:t xml:space="preserve"> </w:t>
      </w:r>
      <w:r>
        <w:t>Paris.</w:t>
      </w:r>
    </w:p>
    <w:p w:rsidR="003C40D7" w:rsidRDefault="003C40D7" w:rsidP="00AA47B8">
      <w:pPr>
        <w:pStyle w:val="libNumbered"/>
      </w:pPr>
      <w:r>
        <w:t>Sharif,</w:t>
      </w:r>
      <w:r w:rsidR="00046589">
        <w:t xml:space="preserve"> </w:t>
      </w:r>
      <w:r>
        <w:t>M.</w:t>
      </w:r>
      <w:r w:rsidR="00046589">
        <w:t xml:space="preserve"> </w:t>
      </w:r>
      <w:r>
        <w:t>(1955),</w:t>
      </w:r>
      <w:r w:rsidR="00046589">
        <w:t xml:space="preserve"> </w:t>
      </w:r>
      <w:r>
        <w:t>"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6F62A6">
        <w:t>:</w:t>
      </w:r>
      <w:r w:rsidR="00046589">
        <w:t xml:space="preserve"> </w:t>
      </w:r>
      <w:r>
        <w:t>the</w:t>
      </w:r>
      <w:r w:rsidR="00046589">
        <w:t xml:space="preserve"> </w:t>
      </w:r>
      <w:r>
        <w:t>Pioneer</w:t>
      </w:r>
      <w:r w:rsidR="00046589">
        <w:t xml:space="preserve"> </w:t>
      </w:r>
      <w:r>
        <w:t>Economist"</w:t>
      </w:r>
      <w:r w:rsidR="00046589">
        <w:t xml:space="preserve"> </w:t>
      </w:r>
      <w:r>
        <w:t>in</w:t>
      </w:r>
      <w:r w:rsidR="00046589">
        <w:t xml:space="preserve"> </w:t>
      </w:r>
      <w:r w:rsidRPr="003C40D7">
        <w:rPr>
          <w:rStyle w:val="libItalicChar"/>
        </w:rPr>
        <w:t>Islamic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Literature</w:t>
      </w:r>
      <w:r w:rsidR="006F62A6">
        <w:t>,</w:t>
      </w:r>
      <w:r w:rsidR="00046589">
        <w:t xml:space="preserve"> </w:t>
      </w:r>
      <w:r w:rsidR="006F62A6">
        <w:t>Vol.</w:t>
      </w:r>
      <w:r w:rsidR="00046589">
        <w:t xml:space="preserve"> </w:t>
      </w:r>
      <w:r w:rsidR="006F62A6">
        <w:t>6,</w:t>
      </w:r>
      <w:r w:rsidR="00046589">
        <w:t xml:space="preserve"> </w:t>
      </w:r>
      <w:r w:rsidR="006F62A6">
        <w:t>n</w:t>
      </w:r>
      <w:r w:rsidR="00046589">
        <w:t xml:space="preserve"> </w:t>
      </w:r>
      <w:r>
        <w:t>5,</w:t>
      </w:r>
      <w:r w:rsidR="00046589">
        <w:t xml:space="preserve"> </w:t>
      </w:r>
      <w:r>
        <w:t>pp.33</w:t>
      </w:r>
      <w:r w:rsidR="006F62A6">
        <w:t>-</w:t>
      </w:r>
      <w:r>
        <w:t>40.</w:t>
      </w:r>
    </w:p>
    <w:p w:rsidR="003C40D7" w:rsidRDefault="003C40D7" w:rsidP="00AA47B8">
      <w:pPr>
        <w:pStyle w:val="libNumbered"/>
      </w:pPr>
      <w:proofErr w:type="spellStart"/>
      <w:r>
        <w:t>Sherwani</w:t>
      </w:r>
      <w:proofErr w:type="spellEnd"/>
      <w:r>
        <w:t>,</w:t>
      </w:r>
      <w:r w:rsidR="00046589">
        <w:t xml:space="preserve"> </w:t>
      </w:r>
      <w:r>
        <w:t>H.</w:t>
      </w:r>
      <w:r w:rsidR="00046589">
        <w:t xml:space="preserve"> </w:t>
      </w:r>
      <w:r>
        <w:t>"</w:t>
      </w:r>
      <w:proofErr w:type="spellStart"/>
      <w:r w:rsidR="006F62A6">
        <w:t>Ibn</w:t>
      </w:r>
      <w:proofErr w:type="spellEnd"/>
      <w:r w:rsidR="00046589">
        <w:t xml:space="preserve"> </w:t>
      </w:r>
      <w:proofErr w:type="spellStart"/>
      <w:r w:rsidR="006F62A6">
        <w:t>Khaldun</w:t>
      </w:r>
      <w:proofErr w:type="spellEnd"/>
      <w:r w:rsidR="00046589">
        <w:t xml:space="preserve"> </w:t>
      </w:r>
      <w:r>
        <w:t>and</w:t>
      </w:r>
      <w:r w:rsidR="00046589">
        <w:t xml:space="preserve"> </w:t>
      </w:r>
      <w:r>
        <w:t>his</w:t>
      </w:r>
      <w:r w:rsidR="00046589">
        <w:t xml:space="preserve"> </w:t>
      </w:r>
      <w:r>
        <w:t>Politico</w:t>
      </w:r>
      <w:r w:rsidR="006F62A6">
        <w:t>-</w:t>
      </w:r>
      <w:r>
        <w:t>Economic</w:t>
      </w:r>
      <w:r w:rsidR="00046589">
        <w:t xml:space="preserve"> </w:t>
      </w:r>
      <w:r>
        <w:t>Thought"</w:t>
      </w:r>
      <w:r w:rsidR="00046589">
        <w:t xml:space="preserve"> </w:t>
      </w:r>
      <w:r>
        <w:t>in</w:t>
      </w:r>
      <w:r w:rsidR="00046589">
        <w:t xml:space="preserve"> </w:t>
      </w:r>
      <w:r w:rsidRPr="003C40D7">
        <w:rPr>
          <w:rStyle w:val="libItalicChar"/>
        </w:rPr>
        <w:t>Islamic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Culture</w:t>
      </w:r>
      <w:r>
        <w:t>,</w:t>
      </w:r>
      <w:r w:rsidR="00046589">
        <w:t xml:space="preserve"> </w:t>
      </w:r>
      <w:r>
        <w:t>vol.</w:t>
      </w:r>
      <w:r w:rsidR="00046589">
        <w:t xml:space="preserve"> </w:t>
      </w:r>
      <w:r>
        <w:t>44,</w:t>
      </w:r>
      <w:r w:rsidR="00046589">
        <w:t xml:space="preserve"> </w:t>
      </w:r>
      <w:r>
        <w:t>n°</w:t>
      </w:r>
      <w:r w:rsidR="00046589">
        <w:t xml:space="preserve"> </w:t>
      </w:r>
      <w:r>
        <w:t>2,</w:t>
      </w:r>
      <w:r w:rsidR="00046589">
        <w:t xml:space="preserve"> </w:t>
      </w:r>
      <w:r>
        <w:t>p.</w:t>
      </w:r>
      <w:r w:rsidR="00046589">
        <w:t xml:space="preserve"> </w:t>
      </w:r>
      <w:r>
        <w:t>71</w:t>
      </w:r>
      <w:r w:rsidR="006F62A6">
        <w:t>-</w:t>
      </w:r>
      <w:r>
        <w:t>80.</w:t>
      </w:r>
    </w:p>
    <w:p w:rsidR="003C40D7" w:rsidRDefault="003C40D7" w:rsidP="00AA47B8">
      <w:pPr>
        <w:pStyle w:val="libNumbered"/>
      </w:pPr>
      <w:proofErr w:type="spellStart"/>
      <w:r>
        <w:t>Sohbi</w:t>
      </w:r>
      <w:proofErr w:type="spellEnd"/>
      <w:r>
        <w:t>,</w:t>
      </w:r>
      <w:r w:rsidR="00046589">
        <w:t xml:space="preserve"> </w:t>
      </w:r>
      <w:r>
        <w:t>M.</w:t>
      </w:r>
      <w:r w:rsidR="00046589">
        <w:t xml:space="preserve"> </w:t>
      </w:r>
      <w:r>
        <w:t>(1932),</w:t>
      </w:r>
      <w:r w:rsidR="00046589">
        <w:t xml:space="preserve"> </w:t>
      </w:r>
      <w:r w:rsidRPr="003C40D7">
        <w:rPr>
          <w:rStyle w:val="libItalicChar"/>
        </w:rPr>
        <w:t>Les</w:t>
      </w:r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idées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économique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d'Ibn</w:t>
      </w:r>
      <w:proofErr w:type="spellEnd"/>
      <w:r w:rsidR="00046589">
        <w:rPr>
          <w:rStyle w:val="libItalicChar"/>
        </w:rPr>
        <w:t xml:space="preserve"> </w:t>
      </w:r>
      <w:proofErr w:type="spellStart"/>
      <w:r w:rsidRPr="003C40D7">
        <w:rPr>
          <w:rStyle w:val="libItalicChar"/>
        </w:rPr>
        <w:t>Khaldoun</w:t>
      </w:r>
      <w:proofErr w:type="spellEnd"/>
      <w:r>
        <w:t>,</w:t>
      </w:r>
      <w:r w:rsidR="00046589">
        <w:t xml:space="preserve"> </w:t>
      </w:r>
      <w:r>
        <w:t>Leiden.</w:t>
      </w:r>
    </w:p>
    <w:p w:rsidR="003C40D7" w:rsidRDefault="003C40D7" w:rsidP="00AA47B8">
      <w:pPr>
        <w:pStyle w:val="libNumbered"/>
      </w:pPr>
      <w:r>
        <w:t>Spengler,</w:t>
      </w:r>
      <w:r w:rsidR="00046589">
        <w:t xml:space="preserve"> </w:t>
      </w:r>
      <w:r>
        <w:t>J.</w:t>
      </w:r>
      <w:r w:rsidR="00046589">
        <w:t xml:space="preserve"> </w:t>
      </w:r>
      <w:r>
        <w:t>(1964),</w:t>
      </w:r>
      <w:r w:rsidR="00046589">
        <w:t xml:space="preserve"> </w:t>
      </w:r>
      <w:r>
        <w:t>"Economic</w:t>
      </w:r>
      <w:r w:rsidR="00046589">
        <w:t xml:space="preserve"> </w:t>
      </w:r>
      <w:r>
        <w:t>Thought</w:t>
      </w:r>
      <w:r w:rsidR="00046589">
        <w:t xml:space="preserve"> </w:t>
      </w:r>
      <w:r>
        <w:t>of</w:t>
      </w:r>
      <w:r w:rsidR="00046589">
        <w:t xml:space="preserve"> </w:t>
      </w:r>
      <w:r>
        <w:t>Islam</w:t>
      </w:r>
      <w:r w:rsidR="006F62A6">
        <w:t>:</w:t>
      </w:r>
      <w:r w:rsidR="00046589">
        <w:t xml:space="preserve"> </w:t>
      </w:r>
      <w:proofErr w:type="spellStart"/>
      <w:r>
        <w:t>Ibn</w:t>
      </w:r>
      <w:proofErr w:type="spellEnd"/>
      <w:r w:rsidR="00046589">
        <w:t xml:space="preserve"> </w:t>
      </w:r>
      <w:proofErr w:type="spellStart"/>
      <w:r>
        <w:t>Khaldun</w:t>
      </w:r>
      <w:proofErr w:type="spellEnd"/>
      <w:r>
        <w:t>"</w:t>
      </w:r>
      <w:r w:rsidR="00046589">
        <w:t xml:space="preserve"> </w:t>
      </w:r>
      <w:r>
        <w:t>in</w:t>
      </w:r>
      <w:r w:rsidR="00046589">
        <w:t xml:space="preserve"> </w:t>
      </w:r>
      <w:r w:rsidRPr="003C40D7">
        <w:rPr>
          <w:rStyle w:val="libItalicChar"/>
        </w:rPr>
        <w:t>Comparative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Studies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in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Society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and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History</w:t>
      </w:r>
      <w:r>
        <w:t>.</w:t>
      </w:r>
      <w:r w:rsidR="00046589">
        <w:t xml:space="preserve"> </w:t>
      </w:r>
      <w:r>
        <w:t>vol.</w:t>
      </w:r>
      <w:r w:rsidR="00046589">
        <w:t xml:space="preserve"> </w:t>
      </w:r>
      <w:r>
        <w:t>VI,</w:t>
      </w:r>
      <w:r w:rsidR="00046589">
        <w:t xml:space="preserve"> </w:t>
      </w:r>
      <w:r>
        <w:t>p.</w:t>
      </w:r>
      <w:r w:rsidR="00046589">
        <w:t xml:space="preserve"> </w:t>
      </w:r>
      <w:r>
        <w:t>268</w:t>
      </w:r>
      <w:r w:rsidR="006F62A6">
        <w:t>-</w:t>
      </w:r>
      <w:r>
        <w:t>306.</w:t>
      </w:r>
    </w:p>
    <w:p w:rsidR="003C40D7" w:rsidRDefault="003C40D7" w:rsidP="00AA47B8">
      <w:pPr>
        <w:pStyle w:val="libNumbered"/>
      </w:pPr>
      <w:proofErr w:type="spellStart"/>
      <w:r>
        <w:t>Taleghani</w:t>
      </w:r>
      <w:proofErr w:type="spellEnd"/>
      <w:r>
        <w:t>,</w:t>
      </w:r>
      <w:r w:rsidR="00046589">
        <w:t xml:space="preserve"> </w:t>
      </w:r>
      <w:proofErr w:type="spellStart"/>
      <w:r>
        <w:t>Ayatullah</w:t>
      </w:r>
      <w:proofErr w:type="spellEnd"/>
      <w:r>
        <w:t>,</w:t>
      </w:r>
      <w:r w:rsidR="00046589">
        <w:t xml:space="preserve"> </w:t>
      </w:r>
      <w:r>
        <w:t>S.</w:t>
      </w:r>
      <w:r w:rsidR="00046589">
        <w:t xml:space="preserve"> </w:t>
      </w:r>
      <w:r>
        <w:t>(1982),</w:t>
      </w:r>
      <w:r w:rsidR="00046589">
        <w:t xml:space="preserve"> </w:t>
      </w:r>
      <w:r w:rsidRPr="003C40D7">
        <w:rPr>
          <w:rStyle w:val="libItalicChar"/>
        </w:rPr>
        <w:t>Society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and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Economics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in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Islam</w:t>
      </w:r>
      <w:r w:rsidR="006F62A6">
        <w:t>,</w:t>
      </w:r>
      <w:r w:rsidR="00046589">
        <w:t xml:space="preserve"> </w:t>
      </w:r>
      <w:r>
        <w:t>Berkeley.</w:t>
      </w:r>
    </w:p>
    <w:p w:rsidR="003C40D7" w:rsidRPr="003C40D7" w:rsidRDefault="003C40D7" w:rsidP="00AA47B8">
      <w:pPr>
        <w:pStyle w:val="libNumbered"/>
        <w:rPr>
          <w:rStyle w:val="libNormalChar"/>
        </w:rPr>
      </w:pPr>
      <w:proofErr w:type="spellStart"/>
      <w:r>
        <w:t>Walbank</w:t>
      </w:r>
      <w:proofErr w:type="spellEnd"/>
      <w:r>
        <w:t>,</w:t>
      </w:r>
      <w:r w:rsidR="00046589">
        <w:t xml:space="preserve"> </w:t>
      </w:r>
      <w:r>
        <w:t>F.</w:t>
      </w:r>
      <w:r w:rsidR="00046589">
        <w:t xml:space="preserve"> </w:t>
      </w:r>
      <w:r>
        <w:t>(1957)</w:t>
      </w:r>
      <w:r w:rsidR="00046589">
        <w:t xml:space="preserve"> </w:t>
      </w:r>
      <w:r w:rsidRPr="003C40D7">
        <w:rPr>
          <w:rStyle w:val="libItalicChar"/>
        </w:rPr>
        <w:t>A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Historical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Commentary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on</w:t>
      </w:r>
      <w:r w:rsidR="00046589">
        <w:rPr>
          <w:rStyle w:val="libItalicChar"/>
        </w:rPr>
        <w:t xml:space="preserve"> </w:t>
      </w:r>
      <w:r w:rsidRPr="003C40D7">
        <w:rPr>
          <w:rStyle w:val="libItalicChar"/>
        </w:rPr>
        <w:t>Polybius</w:t>
      </w:r>
      <w:r w:rsidRPr="003C40D7">
        <w:rPr>
          <w:rStyle w:val="libNormalChar"/>
        </w:rPr>
        <w:t>,</w:t>
      </w:r>
      <w:r w:rsidR="00046589">
        <w:rPr>
          <w:rStyle w:val="libNormalChar"/>
        </w:rPr>
        <w:t xml:space="preserve"> </w:t>
      </w:r>
      <w:r w:rsidRPr="003C40D7">
        <w:rPr>
          <w:rStyle w:val="libNormalChar"/>
        </w:rPr>
        <w:t>Oxford.</w:t>
      </w:r>
    </w:p>
    <w:p w:rsidR="003C40D7" w:rsidRDefault="003C40D7" w:rsidP="003C40D7">
      <w:pPr>
        <w:pStyle w:val="libNormal"/>
      </w:pPr>
      <w:r>
        <w:br w:type="page"/>
      </w:r>
    </w:p>
    <w:p w:rsidR="00413479" w:rsidRPr="002C0451" w:rsidRDefault="00046589" w:rsidP="00046589">
      <w:pPr>
        <w:pStyle w:val="Heading1Center"/>
      </w:pPr>
      <w:bookmarkStart w:id="10" w:name="_Toc446763489"/>
      <w:r>
        <w:lastRenderedPageBreak/>
        <w:t>Endnotes</w:t>
      </w:r>
      <w:bookmarkEnd w:id="10"/>
    </w:p>
    <w:sectPr w:rsidR="00413479" w:rsidRPr="002C0451" w:rsidSect="003C40D7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7" w:h="16840" w:code="9"/>
      <w:pgMar w:top="1701" w:right="2268" w:bottom="1701" w:left="2268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292" w:rsidRDefault="00307292" w:rsidP="009805AD">
      <w:pPr>
        <w:pStyle w:val="libNormal"/>
      </w:pPr>
    </w:p>
  </w:endnote>
  <w:endnote w:type="continuationSeparator" w:id="0">
    <w:p w:rsidR="00307292" w:rsidRDefault="00307292" w:rsidP="009805AD">
      <w:pPr>
        <w:pStyle w:val="libNormal"/>
      </w:pPr>
    </w:p>
  </w:endnote>
  <w:endnote w:type="continuationNotice" w:id="1">
    <w:p w:rsidR="00307292" w:rsidRDefault="00307292" w:rsidP="009805AD">
      <w:pPr>
        <w:pStyle w:val="libNormal"/>
      </w:pPr>
    </w:p>
  </w:endnote>
  <w:endnote w:id="2">
    <w:p w:rsidR="003C40D7" w:rsidRPr="003C40D7" w:rsidRDefault="003C40D7" w:rsidP="003C40D7">
      <w:pPr>
        <w:pStyle w:val="libFootnote"/>
      </w:pPr>
      <w:r w:rsidRPr="003C40D7">
        <w:endnoteRef/>
      </w:r>
      <w:r w:rsidRPr="003C40D7">
        <w:tab/>
        <w:t>When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Arab</w:t>
      </w:r>
      <w:r w:rsidR="00046589">
        <w:t xml:space="preserve"> </w:t>
      </w:r>
      <w:r w:rsidRPr="003C40D7">
        <w:t>scholar</w:t>
      </w:r>
      <w:r w:rsidR="00046589">
        <w:t xml:space="preserve"> </w:t>
      </w:r>
      <w:r w:rsidRPr="003C40D7">
        <w:t>declares</w:t>
      </w:r>
      <w:r w:rsidR="00046589">
        <w:t xml:space="preserve"> </w:t>
      </w:r>
      <w:r w:rsidRPr="003C40D7">
        <w:t>that</w:t>
      </w:r>
      <w:r w:rsidR="00046589">
        <w:t xml:space="preserve"> </w:t>
      </w:r>
      <w:r w:rsidRPr="003C40D7">
        <w:t>he</w:t>
      </w:r>
      <w:r w:rsidR="00046589">
        <w:t xml:space="preserve"> </w:t>
      </w:r>
      <w:r w:rsidRPr="003C40D7">
        <w:t>wrote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book</w:t>
      </w:r>
      <w:r w:rsidR="00046589">
        <w:t xml:space="preserve"> </w:t>
      </w:r>
      <w:r w:rsidRPr="003C40D7">
        <w:t>with</w:t>
      </w:r>
      <w:r w:rsidR="00046589">
        <w:t xml:space="preserve"> </w:t>
      </w:r>
      <w:r w:rsidRPr="003C40D7">
        <w:t>God's</w:t>
      </w:r>
      <w:r w:rsidR="00046589">
        <w:t xml:space="preserve"> </w:t>
      </w:r>
      <w:r w:rsidRPr="003C40D7">
        <w:t>help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without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instruction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Aristotle,</w:t>
      </w:r>
      <w:r w:rsidR="00046589">
        <w:t xml:space="preserve"> </w:t>
      </w:r>
      <w:r w:rsidRPr="003C40D7">
        <w:t>he</w:t>
      </w:r>
      <w:r w:rsidR="00046589">
        <w:t xml:space="preserve"> </w:t>
      </w:r>
      <w:r w:rsidRPr="003C40D7">
        <w:t>is</w:t>
      </w:r>
      <w:r w:rsidR="00046589">
        <w:t xml:space="preserve"> </w:t>
      </w:r>
      <w:r w:rsidRPr="003C40D7">
        <w:t>shielding</w:t>
      </w:r>
      <w:r w:rsidR="00046589">
        <w:t xml:space="preserve"> </w:t>
      </w:r>
      <w:r w:rsidRPr="003C40D7">
        <w:t>himself</w:t>
      </w:r>
      <w:r w:rsidR="00046589">
        <w:t xml:space="preserve"> </w:t>
      </w:r>
      <w:r w:rsidRPr="003C40D7">
        <w:t>off</w:t>
      </w:r>
      <w:r w:rsidR="00046589">
        <w:t xml:space="preserve"> </w:t>
      </w:r>
      <w:r w:rsidRPr="003C40D7">
        <w:t>from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criticism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orthodox</w:t>
      </w:r>
      <w:r w:rsidR="00046589">
        <w:t xml:space="preserve"> </w:t>
      </w:r>
      <w:r w:rsidRPr="003C40D7">
        <w:t>establishment</w:t>
      </w:r>
      <w:r w:rsidR="00046589">
        <w:t xml:space="preserve"> </w:t>
      </w:r>
      <w:r w:rsidRPr="003C40D7">
        <w:t>who</w:t>
      </w:r>
      <w:r w:rsidR="00046589">
        <w:t xml:space="preserve"> </w:t>
      </w:r>
      <w:r w:rsidRPr="003C40D7">
        <w:t>might</w:t>
      </w:r>
      <w:r w:rsidR="00046589">
        <w:t xml:space="preserve"> </w:t>
      </w:r>
      <w:r w:rsidRPr="003C40D7">
        <w:t>find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analysis</w:t>
      </w:r>
      <w:r w:rsidR="00046589">
        <w:t xml:space="preserve"> </w:t>
      </w:r>
      <w:r w:rsidRPr="003C40D7">
        <w:t>too</w:t>
      </w:r>
      <w:r w:rsidR="00046589">
        <w:t xml:space="preserve"> </w:t>
      </w:r>
      <w:r w:rsidRPr="003C40D7">
        <w:t>far</w:t>
      </w:r>
      <w:r w:rsidR="00046589">
        <w:t xml:space="preserve"> </w:t>
      </w:r>
      <w:r w:rsidRPr="003C40D7">
        <w:t>away</w:t>
      </w:r>
      <w:r w:rsidR="00046589">
        <w:t xml:space="preserve"> </w:t>
      </w:r>
      <w:r w:rsidRPr="003C40D7">
        <w:t>from</w:t>
      </w:r>
      <w:r w:rsidR="00046589">
        <w:t xml:space="preserve"> </w:t>
      </w:r>
      <w:proofErr w:type="spellStart"/>
      <w:r w:rsidRPr="003C40D7">
        <w:rPr>
          <w:i/>
          <w:iCs/>
        </w:rPr>
        <w:t>kalam</w:t>
      </w:r>
      <w:proofErr w:type="spellEnd"/>
      <w:r w:rsidRPr="003C40D7">
        <w:t>.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attack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theory</w:t>
      </w:r>
      <w:r w:rsidR="00046589">
        <w:t xml:space="preserve"> </w:t>
      </w:r>
      <w:r w:rsidRPr="003C40D7">
        <w:t>without</w:t>
      </w:r>
      <w:r w:rsidR="00046589">
        <w:t xml:space="preserve"> </w:t>
      </w:r>
      <w:r w:rsidRPr="003C40D7">
        <w:t>facts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arguments</w:t>
      </w:r>
      <w:r w:rsidR="00046589">
        <w:t xml:space="preserve"> </w:t>
      </w:r>
      <w:r w:rsidRPr="003C40D7">
        <w:t>is</w:t>
      </w:r>
      <w:r w:rsidR="00046589">
        <w:t xml:space="preserve"> </w:t>
      </w:r>
      <w:r w:rsidRPr="003C40D7">
        <w:t>also</w:t>
      </w:r>
      <w:r w:rsidR="00046589">
        <w:t xml:space="preserve"> </w:t>
      </w:r>
      <w:r w:rsidRPr="003C40D7">
        <w:t>unfair,</w:t>
      </w:r>
      <w:r w:rsidR="00046589">
        <w:t xml:space="preserve"> </w:t>
      </w:r>
      <w:r w:rsidRPr="003C40D7">
        <w:t>since</w:t>
      </w:r>
      <w:r w:rsidR="00046589">
        <w:t xml:space="preserve"> </w:t>
      </w:r>
      <w:r w:rsidRPr="003C40D7">
        <w:t>Aristotle's</w:t>
      </w:r>
      <w:r w:rsidR="00046589">
        <w:t xml:space="preserve"> </w:t>
      </w:r>
      <w:r w:rsidRPr="003C40D7">
        <w:t>research</w:t>
      </w:r>
      <w:r w:rsidR="00046589">
        <w:t xml:space="preserve"> </w:t>
      </w:r>
      <w:r w:rsidRPr="003C40D7">
        <w:t>team</w:t>
      </w:r>
      <w:r w:rsidR="00046589">
        <w:t xml:space="preserve"> </w:t>
      </w:r>
      <w:r w:rsidRPr="003C40D7">
        <w:t>garnered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impressive</w:t>
      </w:r>
      <w:r w:rsidR="00046589">
        <w:t xml:space="preserve"> </w:t>
      </w:r>
      <w:r w:rsidRPr="003C40D7">
        <w:t>number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157</w:t>
      </w:r>
      <w:r w:rsidR="00046589">
        <w:t xml:space="preserve"> </w:t>
      </w:r>
      <w:r w:rsidRPr="003C40D7">
        <w:t>constitutions</w:t>
      </w:r>
      <w:r w:rsidR="00046589">
        <w:t xml:space="preserve"> </w:t>
      </w:r>
      <w:r w:rsidRPr="003C40D7">
        <w:t>which</w:t>
      </w:r>
      <w:r w:rsidR="00046589">
        <w:t xml:space="preserve"> </w:t>
      </w:r>
      <w:r w:rsidRPr="003C40D7">
        <w:t>he</w:t>
      </w:r>
      <w:r w:rsidR="00046589">
        <w:t xml:space="preserve"> </w:t>
      </w:r>
      <w:r w:rsidRPr="003C40D7">
        <w:t>methodically</w:t>
      </w:r>
      <w:r w:rsidR="00046589">
        <w:t xml:space="preserve"> </w:t>
      </w:r>
      <w:proofErr w:type="spellStart"/>
      <w:r w:rsidRPr="003C40D7">
        <w:t>classifed</w:t>
      </w:r>
      <w:proofErr w:type="spellEnd"/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systematized.</w:t>
      </w:r>
      <w:r w:rsidR="00046589">
        <w:t xml:space="preserve"> </w:t>
      </w:r>
      <w:r w:rsidRPr="003C40D7">
        <w:t>Here</w:t>
      </w:r>
      <w:r w:rsidR="00046589">
        <w:t xml:space="preserve"> </w:t>
      </w:r>
      <w:r w:rsidRPr="003C40D7">
        <w:t>like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some</w:t>
      </w:r>
      <w:r w:rsidR="00046589">
        <w:t xml:space="preserve"> </w:t>
      </w:r>
      <w:r w:rsidRPr="003C40D7">
        <w:t>other</w:t>
      </w:r>
      <w:r w:rsidR="00046589">
        <w:t xml:space="preserve"> </w:t>
      </w:r>
      <w:r w:rsidRPr="003C40D7">
        <w:t>passages</w:t>
      </w:r>
      <w:r w:rsidR="00046589">
        <w:t xml:space="preserve"> </w:t>
      </w:r>
      <w:proofErr w:type="spellStart"/>
      <w:r w:rsidRPr="003C40D7">
        <w:t>Ibn</w:t>
      </w:r>
      <w:proofErr w:type="spellEnd"/>
      <w:r w:rsidR="00046589">
        <w:t xml:space="preserve"> </w:t>
      </w:r>
      <w:proofErr w:type="spellStart"/>
      <w:r w:rsidRPr="003C40D7">
        <w:t>Khaldun's</w:t>
      </w:r>
      <w:proofErr w:type="spellEnd"/>
      <w:r w:rsidR="00046589">
        <w:t xml:space="preserve"> </w:t>
      </w:r>
      <w:r w:rsidRPr="003C40D7">
        <w:t>immense</w:t>
      </w:r>
      <w:r w:rsidR="00046589">
        <w:t xml:space="preserve"> </w:t>
      </w:r>
      <w:r w:rsidRPr="003C40D7">
        <w:t>pride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pretence</w:t>
      </w:r>
      <w:r w:rsidR="00046589">
        <w:t xml:space="preserve"> </w:t>
      </w:r>
      <w:r w:rsidRPr="003C40D7">
        <w:t>had</w:t>
      </w:r>
      <w:r w:rsidR="00046589">
        <w:t xml:space="preserve"> </w:t>
      </w:r>
      <w:r w:rsidRPr="003C40D7">
        <w:t>won</w:t>
      </w:r>
      <w:r w:rsidR="00046589">
        <w:t xml:space="preserve"> </w:t>
      </w:r>
      <w:r w:rsidRPr="003C40D7">
        <w:t>over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gentleman.</w:t>
      </w:r>
    </w:p>
  </w:endnote>
  <w:endnote w:id="3">
    <w:p w:rsidR="003C40D7" w:rsidRPr="003C40D7" w:rsidRDefault="003C40D7" w:rsidP="003C40D7">
      <w:pPr>
        <w:pStyle w:val="libFootnote"/>
      </w:pPr>
      <w:r w:rsidRPr="003C40D7">
        <w:endnoteRef/>
      </w:r>
      <w:r w:rsidRPr="003C40D7">
        <w:tab/>
        <w:t>In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Latin</w:t>
      </w:r>
      <w:r w:rsidR="00046589">
        <w:t xml:space="preserve"> </w:t>
      </w:r>
      <w:r w:rsidRPr="003C40D7">
        <w:t>West,</w:t>
      </w:r>
      <w:r w:rsidR="00046589">
        <w:t xml:space="preserve"> </w:t>
      </w:r>
      <w:r w:rsidRPr="003C40D7">
        <w:t>this</w:t>
      </w:r>
      <w:r w:rsidR="00046589">
        <w:t xml:space="preserve"> </w:t>
      </w:r>
      <w:r w:rsidRPr="003C40D7">
        <w:rPr>
          <w:i/>
          <w:iCs/>
        </w:rPr>
        <w:t>specula</w:t>
      </w:r>
      <w:r w:rsidR="00046589">
        <w:rPr>
          <w:i/>
          <w:iCs/>
        </w:rPr>
        <w:t xml:space="preserve"> </w:t>
      </w:r>
      <w:proofErr w:type="spellStart"/>
      <w:r w:rsidRPr="003C40D7">
        <w:rPr>
          <w:i/>
          <w:iCs/>
        </w:rPr>
        <w:t>principum</w:t>
      </w:r>
      <w:proofErr w:type="spellEnd"/>
      <w:r w:rsidRPr="003C40D7">
        <w:t>,</w:t>
      </w:r>
      <w:r w:rsidR="00046589">
        <w:t xml:space="preserve"> </w:t>
      </w:r>
      <w:r w:rsidRPr="003C40D7">
        <w:t>also</w:t>
      </w:r>
      <w:r w:rsidR="00046589">
        <w:t xml:space="preserve"> </w:t>
      </w:r>
      <w:r w:rsidRPr="003C40D7">
        <w:t>called</w:t>
      </w:r>
      <w:r w:rsidR="00046589">
        <w:t xml:space="preserve"> </w:t>
      </w:r>
      <w:proofErr w:type="spellStart"/>
      <w:r w:rsidRPr="003C40D7">
        <w:rPr>
          <w:i/>
          <w:iCs/>
        </w:rPr>
        <w:t>Fürstenspiegel</w:t>
      </w:r>
      <w:proofErr w:type="spellEnd"/>
      <w:r w:rsidR="00046589">
        <w:t xml:space="preserve"> </w:t>
      </w:r>
      <w:r w:rsidRPr="003C40D7">
        <w:t>literature,</w:t>
      </w:r>
      <w:r w:rsidR="00046589">
        <w:t xml:space="preserve"> </w:t>
      </w:r>
      <w:r w:rsidRPr="003C40D7">
        <w:t>flourished</w:t>
      </w:r>
      <w:r w:rsidR="00046589">
        <w:t xml:space="preserve"> </w:t>
      </w:r>
      <w:r w:rsidRPr="003C40D7">
        <w:t>since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twelfth</w:t>
      </w:r>
      <w:r w:rsidR="00046589">
        <w:t xml:space="preserve"> </w:t>
      </w:r>
      <w:r w:rsidRPr="003C40D7">
        <w:t>century</w:t>
      </w:r>
      <w:r w:rsidR="00046589">
        <w:t xml:space="preserve"> </w:t>
      </w:r>
      <w:r w:rsidRPr="003C40D7">
        <w:t>and</w:t>
      </w:r>
      <w:r w:rsidR="00046589">
        <w:t xml:space="preserve"> </w:t>
      </w:r>
      <w:r w:rsidRPr="003C40D7">
        <w:t>formed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seeds</w:t>
      </w:r>
      <w:r w:rsidR="00046589">
        <w:t xml:space="preserve"> </w:t>
      </w:r>
      <w:r w:rsidRPr="003C40D7">
        <w:t>for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theory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"</w:t>
      </w:r>
      <w:proofErr w:type="spellStart"/>
      <w:r w:rsidRPr="003C40D7">
        <w:rPr>
          <w:i/>
          <w:iCs/>
        </w:rPr>
        <w:t>Staatsraison</w:t>
      </w:r>
      <w:proofErr w:type="spellEnd"/>
      <w:r w:rsidRPr="003C40D7">
        <w:t>"</w:t>
      </w:r>
      <w:r w:rsidR="00046589">
        <w:t xml:space="preserve"> </w:t>
      </w:r>
      <w:r w:rsidRPr="003C40D7">
        <w:t>or</w:t>
      </w:r>
      <w:r w:rsidR="00046589">
        <w:t xml:space="preserve"> </w:t>
      </w:r>
      <w:r w:rsidRPr="003C40D7">
        <w:t>reason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state.</w:t>
      </w:r>
      <w:r w:rsidR="00046589">
        <w:t xml:space="preserve"> </w:t>
      </w:r>
      <w:r w:rsidRPr="003C40D7">
        <w:t>Machiavelli</w:t>
      </w:r>
      <w:r w:rsidR="00046589">
        <w:t xml:space="preserve"> </w:t>
      </w:r>
      <w:r w:rsidRPr="003C40D7">
        <w:t>was</w:t>
      </w:r>
      <w:r w:rsidR="00046589">
        <w:t xml:space="preserve"> </w:t>
      </w:r>
      <w:r w:rsidRPr="003C40D7">
        <w:t>largely</w:t>
      </w:r>
      <w:r w:rsidR="00046589">
        <w:t xml:space="preserve"> </w:t>
      </w:r>
      <w:r w:rsidRPr="003C40D7">
        <w:t>inspired</w:t>
      </w:r>
      <w:r w:rsidR="00046589">
        <w:t xml:space="preserve"> </w:t>
      </w:r>
      <w:r w:rsidRPr="003C40D7">
        <w:t>by</w:t>
      </w:r>
      <w:r w:rsidR="00046589">
        <w:t xml:space="preserve"> </w:t>
      </w:r>
      <w:r w:rsidRPr="003C40D7">
        <w:t>this</w:t>
      </w:r>
      <w:r w:rsidR="00046589">
        <w:t xml:space="preserve"> </w:t>
      </w:r>
      <w:r w:rsidRPr="003C40D7">
        <w:t>Persian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tradition</w:t>
      </w:r>
      <w:r w:rsidR="00046589">
        <w:t xml:space="preserve"> </w:t>
      </w:r>
      <w:r w:rsidRPr="003C40D7">
        <w:t>absorbed</w:t>
      </w:r>
      <w:r w:rsidR="00046589">
        <w:t xml:space="preserve"> </w:t>
      </w:r>
      <w:r w:rsidRPr="003C40D7">
        <w:t>by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West</w:t>
      </w:r>
      <w:r w:rsidR="00046589">
        <w:t xml:space="preserve"> </w:t>
      </w:r>
      <w:r w:rsidRPr="003C40D7">
        <w:t>(</w:t>
      </w:r>
      <w:proofErr w:type="spellStart"/>
      <w:r w:rsidRPr="003C40D7">
        <w:t>Senellart</w:t>
      </w:r>
      <w:proofErr w:type="spellEnd"/>
      <w:r w:rsidRPr="003C40D7">
        <w:t>,</w:t>
      </w:r>
      <w:r w:rsidR="00046589">
        <w:t xml:space="preserve"> </w:t>
      </w:r>
      <w:r w:rsidRPr="003C40D7">
        <w:t>1989).</w:t>
      </w:r>
    </w:p>
  </w:endnote>
  <w:endnote w:id="4">
    <w:p w:rsidR="003C40D7" w:rsidRPr="003C40D7" w:rsidRDefault="003C40D7" w:rsidP="003C40D7">
      <w:pPr>
        <w:pStyle w:val="libFootnote"/>
      </w:pPr>
      <w:r w:rsidRPr="003C40D7">
        <w:endnoteRef/>
      </w:r>
      <w:r w:rsidRPr="003C40D7">
        <w:tab/>
        <w:t>Here</w:t>
      </w:r>
      <w:r w:rsidR="00046589">
        <w:t xml:space="preserve"> </w:t>
      </w:r>
      <w:r w:rsidRPr="003C40D7">
        <w:t>again</w:t>
      </w:r>
      <w:r w:rsidR="00046589">
        <w:t xml:space="preserve"> </w:t>
      </w:r>
      <w:proofErr w:type="spellStart"/>
      <w:r w:rsidRPr="003C40D7">
        <w:t>Ibn</w:t>
      </w:r>
      <w:proofErr w:type="spellEnd"/>
      <w:r w:rsidR="00046589">
        <w:t xml:space="preserve"> </w:t>
      </w:r>
      <w:proofErr w:type="spellStart"/>
      <w:r w:rsidRPr="003C40D7">
        <w:t>Khaldun</w:t>
      </w:r>
      <w:proofErr w:type="spellEnd"/>
      <w:r w:rsidR="00046589">
        <w:t xml:space="preserve"> </w:t>
      </w:r>
      <w:r w:rsidRPr="003C40D7">
        <w:t>is</w:t>
      </w:r>
      <w:r w:rsidR="00046589">
        <w:t xml:space="preserve"> </w:t>
      </w:r>
      <w:r w:rsidRPr="003C40D7">
        <w:t>more</w:t>
      </w:r>
      <w:r w:rsidR="00046589">
        <w:t xml:space="preserve"> </w:t>
      </w:r>
      <w:r w:rsidRPr="003C40D7">
        <w:t>influenced</w:t>
      </w:r>
      <w:r w:rsidR="00046589">
        <w:t xml:space="preserve"> </w:t>
      </w:r>
      <w:r w:rsidRPr="003C40D7">
        <w:t>than</w:t>
      </w:r>
      <w:r w:rsidR="00046589">
        <w:t xml:space="preserve"> </w:t>
      </w:r>
      <w:r w:rsidRPr="003C40D7">
        <w:t>he</w:t>
      </w:r>
      <w:r w:rsidR="00046589">
        <w:t xml:space="preserve"> </w:t>
      </w:r>
      <w:r w:rsidRPr="003C40D7">
        <w:t>cared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admit</w:t>
      </w:r>
      <w:r w:rsidR="00046589">
        <w:t xml:space="preserve"> </w:t>
      </w:r>
      <w:r w:rsidRPr="003C40D7">
        <w:t>by</w:t>
      </w:r>
      <w:r w:rsidR="00046589">
        <w:t xml:space="preserve"> </w:t>
      </w:r>
      <w:r w:rsidRPr="003C40D7">
        <w:t>Aristotle's</w:t>
      </w:r>
      <w:r w:rsidR="00046589">
        <w:t xml:space="preserve"> </w:t>
      </w:r>
      <w:r w:rsidRPr="003C40D7">
        <w:t>philosophy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development,</w:t>
      </w:r>
      <w:r w:rsidR="00046589">
        <w:t xml:space="preserve"> </w:t>
      </w:r>
      <w:r w:rsidRPr="003C40D7">
        <w:t>this</w:t>
      </w:r>
      <w:r w:rsidR="00046589">
        <w:t xml:space="preserve"> </w:t>
      </w:r>
      <w:r w:rsidRPr="003C40D7">
        <w:t>is</w:t>
      </w:r>
      <w:r w:rsidR="00046589">
        <w:t xml:space="preserve"> </w:t>
      </w:r>
      <w:r w:rsidRPr="003C40D7">
        <w:t>by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Aristotelian</w:t>
      </w:r>
      <w:r w:rsidR="00046589">
        <w:t xml:space="preserve"> </w:t>
      </w:r>
      <w:r w:rsidRPr="003C40D7">
        <w:t>tension</w:t>
      </w:r>
      <w:r w:rsidR="00046589">
        <w:t xml:space="preserve"> </w:t>
      </w:r>
      <w:r w:rsidRPr="003C40D7">
        <w:t>that</w:t>
      </w:r>
      <w:r w:rsidR="00046589">
        <w:t xml:space="preserve"> </w:t>
      </w:r>
      <w:r w:rsidRPr="003C40D7">
        <w:t>regulates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unfolding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potential</w:t>
      </w:r>
      <w:r w:rsidR="00046589">
        <w:t xml:space="preserve"> </w:t>
      </w:r>
      <w:r w:rsidRPr="003C40D7">
        <w:t>(</w:t>
      </w:r>
      <w:proofErr w:type="spellStart"/>
      <w:r w:rsidRPr="003C40D7">
        <w:rPr>
          <w:i/>
          <w:iCs/>
        </w:rPr>
        <w:t>dunamis</w:t>
      </w:r>
      <w:proofErr w:type="spellEnd"/>
      <w:r w:rsidRPr="003C40D7">
        <w:t>)</w:t>
      </w:r>
      <w:r w:rsidR="00046589">
        <w:t xml:space="preserve"> </w:t>
      </w:r>
      <w:r w:rsidRPr="003C40D7">
        <w:t>to</w:t>
      </w:r>
      <w:r w:rsidR="00046589">
        <w:t xml:space="preserve"> </w:t>
      </w:r>
      <w:r w:rsidRPr="003C40D7">
        <w:t>maturation</w:t>
      </w:r>
      <w:r w:rsidR="00046589">
        <w:t xml:space="preserve"> </w:t>
      </w:r>
      <w:r w:rsidRPr="003C40D7">
        <w:t>in</w:t>
      </w:r>
      <w:r w:rsidR="00046589">
        <w:t xml:space="preserve"> </w:t>
      </w:r>
      <w:r w:rsidRPr="003C40D7">
        <w:t>actual</w:t>
      </w:r>
      <w:r w:rsidR="00046589">
        <w:t xml:space="preserve"> </w:t>
      </w:r>
      <w:r w:rsidRPr="003C40D7">
        <w:t>reality</w:t>
      </w:r>
      <w:r w:rsidR="00046589">
        <w:t xml:space="preserve"> </w:t>
      </w:r>
      <w:r w:rsidRPr="003C40D7">
        <w:t>(</w:t>
      </w:r>
      <w:proofErr w:type="spellStart"/>
      <w:r w:rsidRPr="003C40D7">
        <w:rPr>
          <w:i/>
          <w:iCs/>
        </w:rPr>
        <w:t>energeia</w:t>
      </w:r>
      <w:proofErr w:type="spellEnd"/>
      <w:r w:rsidRPr="003C40D7">
        <w:t>).</w:t>
      </w:r>
    </w:p>
  </w:endnote>
  <w:endnote w:id="5">
    <w:p w:rsidR="003C40D7" w:rsidRDefault="003C40D7" w:rsidP="003C40D7">
      <w:pPr>
        <w:pStyle w:val="libFootnote"/>
      </w:pPr>
      <w:r w:rsidRPr="003C40D7">
        <w:endnoteRef/>
      </w:r>
      <w:r w:rsidRPr="003C40D7">
        <w:tab/>
        <w:t>In</w:t>
      </w:r>
      <w:r w:rsidR="00046589">
        <w:t xml:space="preserve"> </w:t>
      </w:r>
      <w:r w:rsidRPr="003C40D7">
        <w:t>the</w:t>
      </w:r>
      <w:r w:rsidR="00046589">
        <w:t xml:space="preserve"> </w:t>
      </w:r>
      <w:r w:rsidRPr="003C40D7">
        <w:t>last</w:t>
      </w:r>
      <w:r w:rsidR="00046589">
        <w:t xml:space="preserve"> </w:t>
      </w:r>
      <w:r w:rsidRPr="003C40D7">
        <w:t>decades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number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PhD</w:t>
      </w:r>
      <w:r w:rsidR="006F62A6">
        <w:t>-</w:t>
      </w:r>
      <w:r w:rsidRPr="003C40D7">
        <w:t>theses</w:t>
      </w:r>
      <w:r w:rsidR="00046589">
        <w:t xml:space="preserve"> </w:t>
      </w:r>
      <w:r w:rsidRPr="003C40D7">
        <w:t>were</w:t>
      </w:r>
      <w:r w:rsidR="00046589">
        <w:t xml:space="preserve"> </w:t>
      </w:r>
      <w:r w:rsidRPr="003C40D7">
        <w:t>written</w:t>
      </w:r>
      <w:r w:rsidR="00046589">
        <w:t xml:space="preserve"> </w:t>
      </w:r>
      <w:r w:rsidRPr="003C40D7">
        <w:t>on</w:t>
      </w:r>
      <w:r w:rsidR="00046589">
        <w:t xml:space="preserve"> </w:t>
      </w:r>
      <w:r w:rsidRPr="003C40D7">
        <w:t>his</w:t>
      </w:r>
      <w:r w:rsidR="00046589">
        <w:t xml:space="preserve"> </w:t>
      </w:r>
      <w:r w:rsidRPr="003C40D7">
        <w:t>economic</w:t>
      </w:r>
      <w:r w:rsidR="00046589">
        <w:t xml:space="preserve"> </w:t>
      </w:r>
      <w:r w:rsidRPr="003C40D7">
        <w:t>thought.</w:t>
      </w:r>
      <w:r w:rsidR="00046589">
        <w:t xml:space="preserve"> </w:t>
      </w:r>
      <w:r w:rsidRPr="003C40D7">
        <w:t>For</w:t>
      </w:r>
      <w:r w:rsidR="00046589">
        <w:t xml:space="preserve"> </w:t>
      </w:r>
      <w:r w:rsidRPr="003C40D7">
        <w:t>a</w:t>
      </w:r>
      <w:r w:rsidR="00046589">
        <w:t xml:space="preserve"> </w:t>
      </w:r>
      <w:r w:rsidRPr="003C40D7">
        <w:t>sample</w:t>
      </w:r>
      <w:r w:rsidR="00046589">
        <w:t xml:space="preserve"> </w:t>
      </w:r>
      <w:r w:rsidRPr="003C40D7">
        <w:t>of</w:t>
      </w:r>
      <w:r w:rsidR="00046589">
        <w:t xml:space="preserve"> </w:t>
      </w:r>
      <w:r w:rsidRPr="003C40D7">
        <w:t>commenting</w:t>
      </w:r>
      <w:r w:rsidR="00046589">
        <w:t xml:space="preserve"> </w:t>
      </w:r>
      <w:r w:rsidRPr="003C40D7">
        <w:t>studies,</w:t>
      </w:r>
      <w:r w:rsidR="00046589">
        <w:t xml:space="preserve"> </w:t>
      </w:r>
      <w:r w:rsidRPr="003C40D7">
        <w:t>see</w:t>
      </w:r>
      <w:r w:rsidR="00046589">
        <w:t xml:space="preserve"> </w:t>
      </w:r>
      <w:r w:rsidRPr="003C40D7">
        <w:t>:</w:t>
      </w:r>
      <w:r w:rsidR="00046589">
        <w:t xml:space="preserve"> </w:t>
      </w:r>
      <w:proofErr w:type="spellStart"/>
      <w:r w:rsidRPr="003C40D7">
        <w:t>Belal</w:t>
      </w:r>
      <w:proofErr w:type="spellEnd"/>
      <w:r w:rsidR="00046589">
        <w:t xml:space="preserve"> </w:t>
      </w:r>
      <w:r w:rsidRPr="003C40D7">
        <w:t>(1968),</w:t>
      </w:r>
      <w:r w:rsidR="00046589">
        <w:t xml:space="preserve"> </w:t>
      </w:r>
      <w:proofErr w:type="spellStart"/>
      <w:r w:rsidRPr="003C40D7">
        <w:t>Boulakia</w:t>
      </w:r>
      <w:proofErr w:type="spellEnd"/>
      <w:r w:rsidR="00046589">
        <w:t xml:space="preserve"> </w:t>
      </w:r>
      <w:r w:rsidRPr="003C40D7">
        <w:t>(1971),</w:t>
      </w:r>
      <w:r w:rsidR="00046589">
        <w:t xml:space="preserve"> </w:t>
      </w:r>
      <w:proofErr w:type="spellStart"/>
      <w:r w:rsidRPr="003C40D7">
        <w:t>Benassine</w:t>
      </w:r>
      <w:proofErr w:type="spellEnd"/>
      <w:r w:rsidR="00046589">
        <w:t xml:space="preserve"> </w:t>
      </w:r>
      <w:r w:rsidRPr="003C40D7">
        <w:t>(1982),</w:t>
      </w:r>
      <w:r w:rsidR="00046589">
        <w:t xml:space="preserve"> </w:t>
      </w:r>
      <w:proofErr w:type="spellStart"/>
      <w:r w:rsidRPr="003C40D7">
        <w:t>Busau</w:t>
      </w:r>
      <w:proofErr w:type="spellEnd"/>
      <w:r w:rsidR="00046589">
        <w:t xml:space="preserve"> </w:t>
      </w:r>
      <w:r w:rsidRPr="003C40D7">
        <w:t>(1990).</w:t>
      </w: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03563D" w:rsidRDefault="0003563D" w:rsidP="0003563D">
      <w:pPr>
        <w:pStyle w:val="libNormal"/>
      </w:pPr>
    </w:p>
    <w:p w:rsidR="001E0C14" w:rsidRDefault="001E0C14" w:rsidP="001E0C14">
      <w:pPr>
        <w:pStyle w:val="libNormal"/>
      </w:pPr>
    </w:p>
    <w:p w:rsidR="001E0C14" w:rsidRDefault="001E0C14" w:rsidP="001E0C14">
      <w:pPr>
        <w:pStyle w:val="libNormal"/>
      </w:pPr>
    </w:p>
    <w:p w:rsidR="001E0C14" w:rsidRDefault="001E0C14" w:rsidP="001E0C14">
      <w:pPr>
        <w:pStyle w:val="libCenterBold1"/>
      </w:pPr>
      <w:r>
        <w:t>All rights reserved for Al-</w:t>
      </w:r>
      <w:proofErr w:type="spellStart"/>
      <w:r>
        <w:t>Hassanain</w:t>
      </w:r>
      <w:proofErr w:type="spellEnd"/>
      <w:r>
        <w:t xml:space="preserve"> (p) Network, </w:t>
      </w:r>
      <w:proofErr w:type="spellStart"/>
      <w:r>
        <w:t>ImamHussain</w:t>
      </w:r>
      <w:proofErr w:type="spellEnd"/>
      <w:r>
        <w:t xml:space="preserve"> (p) Foundation</w:t>
      </w:r>
    </w:p>
    <w:p w:rsidR="001E0C14" w:rsidRDefault="001E0C14" w:rsidP="001E0C14">
      <w:pPr>
        <w:pStyle w:val="libCenterBold1"/>
      </w:pPr>
    </w:p>
    <w:p w:rsidR="001E0C14" w:rsidRDefault="001E0C14" w:rsidP="001E0C14">
      <w:pPr>
        <w:pStyle w:val="libCenterBold1"/>
      </w:pPr>
      <w:proofErr w:type="spellStart"/>
      <w:r>
        <w:t>Alhassanain</w:t>
      </w:r>
      <w:proofErr w:type="spellEnd"/>
      <w:r>
        <w:t xml:space="preserve"> (p) Network for Islamic Heritage and Thought</w:t>
      </w:r>
    </w:p>
    <w:p w:rsidR="001E0C14" w:rsidRDefault="001E0C14" w:rsidP="001E0C14">
      <w:pPr>
        <w:pStyle w:val="libCenterBold1"/>
      </w:pPr>
    </w:p>
    <w:p w:rsidR="0003563D" w:rsidRDefault="00C954F7" w:rsidP="001E0C14">
      <w:pPr>
        <w:pStyle w:val="libCenterBold1"/>
      </w:pPr>
      <w:hyperlink r:id="rId1" w:history="1">
        <w:r w:rsidR="001E0C14" w:rsidRPr="00D66987">
          <w:rPr>
            <w:rStyle w:val="Hyperlink"/>
          </w:rPr>
          <w:t>www.alhassanain.org/english</w:t>
        </w:r>
      </w:hyperlink>
    </w:p>
    <w:p w:rsidR="001E0C14" w:rsidRPr="0003563D" w:rsidRDefault="001E0C14" w:rsidP="001E0C14">
      <w:pPr>
        <w:pStyle w:val="libCenterBold1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C954F7" w:rsidP="00745C1D">
    <w:pPr>
      <w:pStyle w:val="Footer"/>
      <w:tabs>
        <w:tab w:val="clear" w:pos="4153"/>
        <w:tab w:val="clear" w:pos="8306"/>
      </w:tabs>
    </w:pPr>
    <w:fldSimple w:instr=" PAGE   \* MERGEFORMAT ">
      <w:r w:rsidR="003C40D7">
        <w:rPr>
          <w:noProof/>
        </w:rPr>
        <w:t>18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C954F7" w:rsidP="003C40D7">
    <w:pPr>
      <w:pStyle w:val="libCenter"/>
    </w:pPr>
    <w:fldSimple w:instr=" PAGE   \* MERGEFORMAT ">
      <w:r w:rsidR="001D4AD7"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69F" w:rsidRDefault="00C954F7" w:rsidP="00745C1D">
    <w:pPr>
      <w:pStyle w:val="Footer"/>
      <w:tabs>
        <w:tab w:val="clear" w:pos="4153"/>
        <w:tab w:val="clear" w:pos="8306"/>
      </w:tabs>
    </w:pPr>
    <w:fldSimple w:instr=" PAGE   \* MERGEFORMAT ">
      <w:r w:rsidR="003C40D7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292" w:rsidRDefault="00307292" w:rsidP="00113C59">
      <w:r>
        <w:separator/>
      </w:r>
    </w:p>
  </w:footnote>
  <w:footnote w:type="continuationSeparator" w:id="0">
    <w:p w:rsidR="00307292" w:rsidRDefault="00307292" w:rsidP="00113C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C1D" w:rsidRDefault="00745C1D" w:rsidP="00745C1D">
    <w:pPr>
      <w:pStyle w:val="Header"/>
      <w:tabs>
        <w:tab w:val="clear" w:pos="4153"/>
        <w:tab w:val="clear" w:pos="830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C1D" w:rsidRDefault="00745C1D" w:rsidP="00745C1D">
    <w:pPr>
      <w:pStyle w:val="Header"/>
      <w:tabs>
        <w:tab w:val="clear" w:pos="4153"/>
        <w:tab w:val="clear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1C50B2D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16754C12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246E3D2E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DF12FFB"/>
    <w:multiLevelType w:val="hybridMultilevel"/>
    <w:tmpl w:val="0636B64E"/>
    <w:lvl w:ilvl="0" w:tplc="7AE2AFCE">
      <w:start w:val="1"/>
      <w:numFmt w:val="decimal"/>
      <w:pStyle w:val="libNumbered"/>
      <w:lvlText w:val="%1-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45DF4DE6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49A03135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4E8A3793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68DB602C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75267990"/>
    <w:multiLevelType w:val="multilevel"/>
    <w:tmpl w:val="16DC522E"/>
    <w:lvl w:ilvl="0">
      <w:start w:val="1"/>
      <w:numFmt w:val="decimal"/>
      <w:lvlText w:val="%1-"/>
      <w:lvlJc w:val="left"/>
      <w:pPr>
        <w:ind w:left="648" w:hanging="360"/>
      </w:pPr>
      <w:rPr>
        <w:rFonts w:cs="Traditional Arabic"/>
        <w:color w:val="000000"/>
        <w:sz w:val="24"/>
        <w:szCs w:val="32"/>
      </w:r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attachedTemplate r:id="rId1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applyBreakingRules/>
  </w:compat>
  <w:rsids>
    <w:rsidRoot w:val="00443656"/>
    <w:rsid w:val="00005A19"/>
    <w:rsid w:val="000267FE"/>
    <w:rsid w:val="0003563D"/>
    <w:rsid w:val="00036217"/>
    <w:rsid w:val="00040798"/>
    <w:rsid w:val="00043023"/>
    <w:rsid w:val="00046589"/>
    <w:rsid w:val="00054406"/>
    <w:rsid w:val="0006216A"/>
    <w:rsid w:val="00067F84"/>
    <w:rsid w:val="00071C97"/>
    <w:rsid w:val="000761F7"/>
    <w:rsid w:val="00076A3A"/>
    <w:rsid w:val="00092805"/>
    <w:rsid w:val="00092A0C"/>
    <w:rsid w:val="000966AD"/>
    <w:rsid w:val="000A7750"/>
    <w:rsid w:val="000B3A56"/>
    <w:rsid w:val="000C0A89"/>
    <w:rsid w:val="000C7722"/>
    <w:rsid w:val="000D0932"/>
    <w:rsid w:val="000D1BDF"/>
    <w:rsid w:val="000D71B7"/>
    <w:rsid w:val="000E591F"/>
    <w:rsid w:val="000E6824"/>
    <w:rsid w:val="000F355B"/>
    <w:rsid w:val="0010049D"/>
    <w:rsid w:val="00101CEF"/>
    <w:rsid w:val="00107A6B"/>
    <w:rsid w:val="001106A5"/>
    <w:rsid w:val="00111AE3"/>
    <w:rsid w:val="0011352E"/>
    <w:rsid w:val="00113B0B"/>
    <w:rsid w:val="00113C59"/>
    <w:rsid w:val="00113CCC"/>
    <w:rsid w:val="00115473"/>
    <w:rsid w:val="00115A71"/>
    <w:rsid w:val="001162C9"/>
    <w:rsid w:val="0012268F"/>
    <w:rsid w:val="001243ED"/>
    <w:rsid w:val="00126471"/>
    <w:rsid w:val="00133D3B"/>
    <w:rsid w:val="00133DD1"/>
    <w:rsid w:val="00135E90"/>
    <w:rsid w:val="00135EA2"/>
    <w:rsid w:val="00136268"/>
    <w:rsid w:val="00136E6F"/>
    <w:rsid w:val="00141B08"/>
    <w:rsid w:val="0014341C"/>
    <w:rsid w:val="00143EEA"/>
    <w:rsid w:val="00147ED8"/>
    <w:rsid w:val="00151C03"/>
    <w:rsid w:val="00153917"/>
    <w:rsid w:val="00157306"/>
    <w:rsid w:val="00160F76"/>
    <w:rsid w:val="00163D83"/>
    <w:rsid w:val="00164767"/>
    <w:rsid w:val="00164810"/>
    <w:rsid w:val="001712E1"/>
    <w:rsid w:val="00172327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4AD7"/>
    <w:rsid w:val="001E0C14"/>
    <w:rsid w:val="001E11FF"/>
    <w:rsid w:val="001E25DC"/>
    <w:rsid w:val="001E5959"/>
    <w:rsid w:val="001F0713"/>
    <w:rsid w:val="00202C7B"/>
    <w:rsid w:val="002054C5"/>
    <w:rsid w:val="002139CB"/>
    <w:rsid w:val="00214801"/>
    <w:rsid w:val="002177A1"/>
    <w:rsid w:val="00224964"/>
    <w:rsid w:val="002267C7"/>
    <w:rsid w:val="00227FEE"/>
    <w:rsid w:val="00241F59"/>
    <w:rsid w:val="0024265C"/>
    <w:rsid w:val="002439A9"/>
    <w:rsid w:val="00244C2E"/>
    <w:rsid w:val="00250E0A"/>
    <w:rsid w:val="00251E02"/>
    <w:rsid w:val="00254B61"/>
    <w:rsid w:val="00257657"/>
    <w:rsid w:val="002628DE"/>
    <w:rsid w:val="00263F56"/>
    <w:rsid w:val="0027369F"/>
    <w:rsid w:val="002818EF"/>
    <w:rsid w:val="0028271F"/>
    <w:rsid w:val="0028397C"/>
    <w:rsid w:val="002A0284"/>
    <w:rsid w:val="002A338C"/>
    <w:rsid w:val="002A717D"/>
    <w:rsid w:val="002A73D7"/>
    <w:rsid w:val="002B2B15"/>
    <w:rsid w:val="002B71A8"/>
    <w:rsid w:val="002B7989"/>
    <w:rsid w:val="002C0451"/>
    <w:rsid w:val="002C1543"/>
    <w:rsid w:val="002C3E3A"/>
    <w:rsid w:val="002C5C66"/>
    <w:rsid w:val="002C6427"/>
    <w:rsid w:val="002C7D0D"/>
    <w:rsid w:val="002D19A9"/>
    <w:rsid w:val="002D1DD4"/>
    <w:rsid w:val="002D2485"/>
    <w:rsid w:val="002D580E"/>
    <w:rsid w:val="002E19EE"/>
    <w:rsid w:val="002E4D3D"/>
    <w:rsid w:val="002E5CA1"/>
    <w:rsid w:val="002E6022"/>
    <w:rsid w:val="002F3626"/>
    <w:rsid w:val="00301EBF"/>
    <w:rsid w:val="00307292"/>
    <w:rsid w:val="00307C3A"/>
    <w:rsid w:val="00310D1D"/>
    <w:rsid w:val="00317E22"/>
    <w:rsid w:val="00322466"/>
    <w:rsid w:val="00324B78"/>
    <w:rsid w:val="00325884"/>
    <w:rsid w:val="00325A62"/>
    <w:rsid w:val="00330D70"/>
    <w:rsid w:val="003339D0"/>
    <w:rsid w:val="003353BB"/>
    <w:rsid w:val="0033620A"/>
    <w:rsid w:val="003368B1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0A47"/>
    <w:rsid w:val="0038683D"/>
    <w:rsid w:val="003963F3"/>
    <w:rsid w:val="0039787F"/>
    <w:rsid w:val="003A1475"/>
    <w:rsid w:val="003A3298"/>
    <w:rsid w:val="003A4587"/>
    <w:rsid w:val="003A661E"/>
    <w:rsid w:val="003B0913"/>
    <w:rsid w:val="003B20C5"/>
    <w:rsid w:val="003B5031"/>
    <w:rsid w:val="003B6720"/>
    <w:rsid w:val="003B775B"/>
    <w:rsid w:val="003B7FA9"/>
    <w:rsid w:val="003C40D7"/>
    <w:rsid w:val="003C7C08"/>
    <w:rsid w:val="003D1668"/>
    <w:rsid w:val="003D2459"/>
    <w:rsid w:val="003D28ED"/>
    <w:rsid w:val="003D3107"/>
    <w:rsid w:val="003E148D"/>
    <w:rsid w:val="003E3600"/>
    <w:rsid w:val="003F33DE"/>
    <w:rsid w:val="00402C65"/>
    <w:rsid w:val="0040326E"/>
    <w:rsid w:val="00404EB7"/>
    <w:rsid w:val="00407D56"/>
    <w:rsid w:val="00413479"/>
    <w:rsid w:val="00413CFD"/>
    <w:rsid w:val="00416E2B"/>
    <w:rsid w:val="004209BA"/>
    <w:rsid w:val="00420C44"/>
    <w:rsid w:val="004241E7"/>
    <w:rsid w:val="00430581"/>
    <w:rsid w:val="00434A97"/>
    <w:rsid w:val="00437035"/>
    <w:rsid w:val="00440C62"/>
    <w:rsid w:val="00443656"/>
    <w:rsid w:val="00446BBA"/>
    <w:rsid w:val="00453381"/>
    <w:rsid w:val="004538D5"/>
    <w:rsid w:val="00455A59"/>
    <w:rsid w:val="0046634E"/>
    <w:rsid w:val="00467E54"/>
    <w:rsid w:val="00470378"/>
    <w:rsid w:val="004722F9"/>
    <w:rsid w:val="00475E99"/>
    <w:rsid w:val="00481FD0"/>
    <w:rsid w:val="0048221F"/>
    <w:rsid w:val="004919C3"/>
    <w:rsid w:val="004953C3"/>
    <w:rsid w:val="00497042"/>
    <w:rsid w:val="004A0866"/>
    <w:rsid w:val="004A5116"/>
    <w:rsid w:val="004B17F4"/>
    <w:rsid w:val="004B3F28"/>
    <w:rsid w:val="004C3E90"/>
    <w:rsid w:val="004C4336"/>
    <w:rsid w:val="004C77B5"/>
    <w:rsid w:val="004D7678"/>
    <w:rsid w:val="004D7CD7"/>
    <w:rsid w:val="004E2A9A"/>
    <w:rsid w:val="004E6E95"/>
    <w:rsid w:val="004F58BA"/>
    <w:rsid w:val="005022E5"/>
    <w:rsid w:val="00512375"/>
    <w:rsid w:val="005254BC"/>
    <w:rsid w:val="00526724"/>
    <w:rsid w:val="00542EEF"/>
    <w:rsid w:val="00550B2F"/>
    <w:rsid w:val="00551712"/>
    <w:rsid w:val="00551E02"/>
    <w:rsid w:val="005529FE"/>
    <w:rsid w:val="00552C63"/>
    <w:rsid w:val="00553E8E"/>
    <w:rsid w:val="005549DE"/>
    <w:rsid w:val="00555E4C"/>
    <w:rsid w:val="00557FB6"/>
    <w:rsid w:val="00561C58"/>
    <w:rsid w:val="00562EED"/>
    <w:rsid w:val="00565AF9"/>
    <w:rsid w:val="005673A9"/>
    <w:rsid w:val="0057006C"/>
    <w:rsid w:val="00571BF1"/>
    <w:rsid w:val="0057612B"/>
    <w:rsid w:val="005772C4"/>
    <w:rsid w:val="00577577"/>
    <w:rsid w:val="00584801"/>
    <w:rsid w:val="00591B97"/>
    <w:rsid w:val="005923FF"/>
    <w:rsid w:val="00597294"/>
    <w:rsid w:val="00597B34"/>
    <w:rsid w:val="005A1C39"/>
    <w:rsid w:val="005A43ED"/>
    <w:rsid w:val="005B2DE4"/>
    <w:rsid w:val="005B56BE"/>
    <w:rsid w:val="005B68D5"/>
    <w:rsid w:val="005C0E2F"/>
    <w:rsid w:val="005D2C72"/>
    <w:rsid w:val="005E2913"/>
    <w:rsid w:val="00614301"/>
    <w:rsid w:val="00620B12"/>
    <w:rsid w:val="006210F4"/>
    <w:rsid w:val="00625C71"/>
    <w:rsid w:val="00627A7B"/>
    <w:rsid w:val="00632AD1"/>
    <w:rsid w:val="006357C1"/>
    <w:rsid w:val="00636D3F"/>
    <w:rsid w:val="00641A2D"/>
    <w:rsid w:val="00643F5E"/>
    <w:rsid w:val="00646D08"/>
    <w:rsid w:val="00650B2E"/>
    <w:rsid w:val="00651640"/>
    <w:rsid w:val="00651ADF"/>
    <w:rsid w:val="006574EA"/>
    <w:rsid w:val="00657D48"/>
    <w:rsid w:val="00663284"/>
    <w:rsid w:val="006644E3"/>
    <w:rsid w:val="00665B79"/>
    <w:rsid w:val="006726F6"/>
    <w:rsid w:val="00672E5A"/>
    <w:rsid w:val="0068125E"/>
    <w:rsid w:val="00682902"/>
    <w:rsid w:val="00684527"/>
    <w:rsid w:val="0068652E"/>
    <w:rsid w:val="00687928"/>
    <w:rsid w:val="0069163F"/>
    <w:rsid w:val="00691DBB"/>
    <w:rsid w:val="006A7D4D"/>
    <w:rsid w:val="006B5C71"/>
    <w:rsid w:val="006B7F0E"/>
    <w:rsid w:val="006C3A27"/>
    <w:rsid w:val="006C4B43"/>
    <w:rsid w:val="006D36EC"/>
    <w:rsid w:val="006D41DF"/>
    <w:rsid w:val="006D6DC1"/>
    <w:rsid w:val="006D6F9A"/>
    <w:rsid w:val="006E2C8E"/>
    <w:rsid w:val="006E446F"/>
    <w:rsid w:val="006E6291"/>
    <w:rsid w:val="006F005A"/>
    <w:rsid w:val="006F62A6"/>
    <w:rsid w:val="006F7CE8"/>
    <w:rsid w:val="00701353"/>
    <w:rsid w:val="0070524C"/>
    <w:rsid w:val="00710619"/>
    <w:rsid w:val="0071426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40E80"/>
    <w:rsid w:val="0074517B"/>
    <w:rsid w:val="00745C1D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96AAA"/>
    <w:rsid w:val="007A22D0"/>
    <w:rsid w:val="007A6185"/>
    <w:rsid w:val="007B10B3"/>
    <w:rsid w:val="007B1D12"/>
    <w:rsid w:val="007B2F17"/>
    <w:rsid w:val="007B46B3"/>
    <w:rsid w:val="007B5CD8"/>
    <w:rsid w:val="007B6D51"/>
    <w:rsid w:val="007C088F"/>
    <w:rsid w:val="007C3DC9"/>
    <w:rsid w:val="007D1D2B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393"/>
    <w:rsid w:val="00821493"/>
    <w:rsid w:val="00826B87"/>
    <w:rsid w:val="00831B8F"/>
    <w:rsid w:val="008340ED"/>
    <w:rsid w:val="00835393"/>
    <w:rsid w:val="00837259"/>
    <w:rsid w:val="0084238B"/>
    <w:rsid w:val="0084318E"/>
    <w:rsid w:val="00843A92"/>
    <w:rsid w:val="0084496F"/>
    <w:rsid w:val="00850983"/>
    <w:rsid w:val="00856941"/>
    <w:rsid w:val="00857A7C"/>
    <w:rsid w:val="00864864"/>
    <w:rsid w:val="008656BE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B5AE2"/>
    <w:rsid w:val="008B5B7E"/>
    <w:rsid w:val="008C0DB1"/>
    <w:rsid w:val="008C3327"/>
    <w:rsid w:val="008D5FE6"/>
    <w:rsid w:val="008D6657"/>
    <w:rsid w:val="008E1FA7"/>
    <w:rsid w:val="008E4D2E"/>
    <w:rsid w:val="008E625A"/>
    <w:rsid w:val="008F258C"/>
    <w:rsid w:val="008F3BB8"/>
    <w:rsid w:val="008F4513"/>
    <w:rsid w:val="008F5B45"/>
    <w:rsid w:val="009006DA"/>
    <w:rsid w:val="009046DF"/>
    <w:rsid w:val="0091682D"/>
    <w:rsid w:val="00922370"/>
    <w:rsid w:val="0092388A"/>
    <w:rsid w:val="00927D62"/>
    <w:rsid w:val="00932192"/>
    <w:rsid w:val="00932E02"/>
    <w:rsid w:val="00942855"/>
    <w:rsid w:val="00943412"/>
    <w:rsid w:val="00943B2E"/>
    <w:rsid w:val="00945D11"/>
    <w:rsid w:val="009503E2"/>
    <w:rsid w:val="00952675"/>
    <w:rsid w:val="00955164"/>
    <w:rsid w:val="0095713A"/>
    <w:rsid w:val="00960F67"/>
    <w:rsid w:val="00961CD2"/>
    <w:rsid w:val="00962B76"/>
    <w:rsid w:val="0097061F"/>
    <w:rsid w:val="00972C70"/>
    <w:rsid w:val="00974224"/>
    <w:rsid w:val="00974FF1"/>
    <w:rsid w:val="009805AD"/>
    <w:rsid w:val="00992E31"/>
    <w:rsid w:val="009A53CC"/>
    <w:rsid w:val="009A7001"/>
    <w:rsid w:val="009A7DA5"/>
    <w:rsid w:val="009B01D4"/>
    <w:rsid w:val="009B0C22"/>
    <w:rsid w:val="009B1D4A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063B5"/>
    <w:rsid w:val="00A16415"/>
    <w:rsid w:val="00A209AB"/>
    <w:rsid w:val="00A21090"/>
    <w:rsid w:val="00A22363"/>
    <w:rsid w:val="00A2310F"/>
    <w:rsid w:val="00A2642A"/>
    <w:rsid w:val="00A26AD5"/>
    <w:rsid w:val="00A30F05"/>
    <w:rsid w:val="00A35EDE"/>
    <w:rsid w:val="00A36CA9"/>
    <w:rsid w:val="00A44704"/>
    <w:rsid w:val="00A478DC"/>
    <w:rsid w:val="00A47F0B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91F7E"/>
    <w:rsid w:val="00A9330B"/>
    <w:rsid w:val="00A971B5"/>
    <w:rsid w:val="00AA378D"/>
    <w:rsid w:val="00AA47B8"/>
    <w:rsid w:val="00AB1F96"/>
    <w:rsid w:val="00AB49D8"/>
    <w:rsid w:val="00AB5AFC"/>
    <w:rsid w:val="00AB5B22"/>
    <w:rsid w:val="00AC28CD"/>
    <w:rsid w:val="00AC6146"/>
    <w:rsid w:val="00AC64A5"/>
    <w:rsid w:val="00AD0994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1AF5"/>
    <w:rsid w:val="00B12ED2"/>
    <w:rsid w:val="00B17010"/>
    <w:rsid w:val="00B24ABA"/>
    <w:rsid w:val="00B37FEA"/>
    <w:rsid w:val="00B426ED"/>
    <w:rsid w:val="00B42E0C"/>
    <w:rsid w:val="00B47827"/>
    <w:rsid w:val="00B506FA"/>
    <w:rsid w:val="00B55A74"/>
    <w:rsid w:val="00B629FE"/>
    <w:rsid w:val="00B65134"/>
    <w:rsid w:val="00B70AEE"/>
    <w:rsid w:val="00B71ADF"/>
    <w:rsid w:val="00B73110"/>
    <w:rsid w:val="00B731F9"/>
    <w:rsid w:val="00B7343D"/>
    <w:rsid w:val="00B7501C"/>
    <w:rsid w:val="00B76530"/>
    <w:rsid w:val="00B76B70"/>
    <w:rsid w:val="00B77EF4"/>
    <w:rsid w:val="00B81F23"/>
    <w:rsid w:val="00B82A3A"/>
    <w:rsid w:val="00B866B7"/>
    <w:rsid w:val="00B87355"/>
    <w:rsid w:val="00B90A19"/>
    <w:rsid w:val="00B931B4"/>
    <w:rsid w:val="00B936D7"/>
    <w:rsid w:val="00B955A3"/>
    <w:rsid w:val="00BA20DE"/>
    <w:rsid w:val="00BB2090"/>
    <w:rsid w:val="00BB5951"/>
    <w:rsid w:val="00BB5C83"/>
    <w:rsid w:val="00BB643C"/>
    <w:rsid w:val="00BC499A"/>
    <w:rsid w:val="00BC717E"/>
    <w:rsid w:val="00BC7435"/>
    <w:rsid w:val="00BD4DFE"/>
    <w:rsid w:val="00BD593F"/>
    <w:rsid w:val="00BD6706"/>
    <w:rsid w:val="00BD6758"/>
    <w:rsid w:val="00BE0D08"/>
    <w:rsid w:val="00BE7ED8"/>
    <w:rsid w:val="00C07677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617E5"/>
    <w:rsid w:val="00C667E4"/>
    <w:rsid w:val="00C76A9C"/>
    <w:rsid w:val="00C81C96"/>
    <w:rsid w:val="00C9021F"/>
    <w:rsid w:val="00C9028D"/>
    <w:rsid w:val="00C906FE"/>
    <w:rsid w:val="00C954F7"/>
    <w:rsid w:val="00CA2801"/>
    <w:rsid w:val="00CA41BF"/>
    <w:rsid w:val="00CB10B0"/>
    <w:rsid w:val="00CB22FF"/>
    <w:rsid w:val="00CB686E"/>
    <w:rsid w:val="00CC0833"/>
    <w:rsid w:val="00CC156E"/>
    <w:rsid w:val="00CD72D4"/>
    <w:rsid w:val="00CE30CD"/>
    <w:rsid w:val="00CF137D"/>
    <w:rsid w:val="00D01E43"/>
    <w:rsid w:val="00D10971"/>
    <w:rsid w:val="00D20EAE"/>
    <w:rsid w:val="00D212D5"/>
    <w:rsid w:val="00D24B24"/>
    <w:rsid w:val="00D24EB0"/>
    <w:rsid w:val="00D25987"/>
    <w:rsid w:val="00D302F5"/>
    <w:rsid w:val="00D33A32"/>
    <w:rsid w:val="00D404A6"/>
    <w:rsid w:val="00D46C32"/>
    <w:rsid w:val="00D52EC6"/>
    <w:rsid w:val="00D53C02"/>
    <w:rsid w:val="00D544E3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8776A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4435"/>
    <w:rsid w:val="00E169CC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3C51"/>
    <w:rsid w:val="00E65928"/>
    <w:rsid w:val="00E71139"/>
    <w:rsid w:val="00E731B6"/>
    <w:rsid w:val="00E74F63"/>
    <w:rsid w:val="00E7602E"/>
    <w:rsid w:val="00E90664"/>
    <w:rsid w:val="00E96F05"/>
    <w:rsid w:val="00EA340E"/>
    <w:rsid w:val="00EA3B1F"/>
    <w:rsid w:val="00EB55D0"/>
    <w:rsid w:val="00EB5646"/>
    <w:rsid w:val="00EB5ADB"/>
    <w:rsid w:val="00EB74A9"/>
    <w:rsid w:val="00EC0F78"/>
    <w:rsid w:val="00EC1A32"/>
    <w:rsid w:val="00EC1A39"/>
    <w:rsid w:val="00EC5C01"/>
    <w:rsid w:val="00ED3DFD"/>
    <w:rsid w:val="00ED3F21"/>
    <w:rsid w:val="00ED57DD"/>
    <w:rsid w:val="00EE260F"/>
    <w:rsid w:val="00EE5654"/>
    <w:rsid w:val="00EE56E1"/>
    <w:rsid w:val="00EE604B"/>
    <w:rsid w:val="00EE6B33"/>
    <w:rsid w:val="00EF0462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7A32"/>
    <w:rsid w:val="00FA0105"/>
    <w:rsid w:val="00FA0645"/>
    <w:rsid w:val="00FA3B58"/>
    <w:rsid w:val="00FA5484"/>
    <w:rsid w:val="00FA6127"/>
    <w:rsid w:val="00FB3EBB"/>
    <w:rsid w:val="00FB7CFB"/>
    <w:rsid w:val="00FB7DC1"/>
    <w:rsid w:val="00FC002F"/>
    <w:rsid w:val="00FC0365"/>
    <w:rsid w:val="00FD04E0"/>
    <w:rsid w:val="00FE0BFA"/>
    <w:rsid w:val="00FE0D85"/>
    <w:rsid w:val="00FF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40D7"/>
    <w:rPr>
      <w:sz w:val="24"/>
      <w:szCs w:val="24"/>
      <w:lang w:val="nl-NL" w:eastAsia="nl-NL"/>
    </w:rPr>
  </w:style>
  <w:style w:type="paragraph" w:styleId="Heading1">
    <w:name w:val="heading 1"/>
    <w:basedOn w:val="libNormal"/>
    <w:next w:val="libNormal"/>
    <w:link w:val="Heading1Char"/>
    <w:qFormat/>
    <w:rsid w:val="00745C1D"/>
    <w:pPr>
      <w:keepNext/>
      <w:spacing w:before="120"/>
      <w:outlineLvl w:val="0"/>
    </w:pPr>
    <w:rPr>
      <w:b/>
      <w:bCs/>
      <w:color w:val="1F497D"/>
      <w:kern w:val="32"/>
      <w:sz w:val="32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745C1D"/>
    <w:pPr>
      <w:keepNext/>
      <w:spacing w:before="120"/>
      <w:outlineLvl w:val="1"/>
    </w:pPr>
    <w:rPr>
      <w:b/>
      <w:bCs/>
      <w:color w:val="1F497D"/>
      <w:sz w:val="28"/>
    </w:rPr>
  </w:style>
  <w:style w:type="paragraph" w:styleId="Heading3">
    <w:name w:val="heading 3"/>
    <w:basedOn w:val="libNormal"/>
    <w:next w:val="libNormal"/>
    <w:qFormat/>
    <w:rsid w:val="00413479"/>
    <w:pPr>
      <w:keepNext/>
      <w:spacing w:before="120"/>
      <w:outlineLvl w:val="2"/>
    </w:pPr>
    <w:rPr>
      <w:b/>
      <w:color w:val="1F497D"/>
    </w:rPr>
  </w:style>
  <w:style w:type="paragraph" w:styleId="Heading4">
    <w:name w:val="heading 4"/>
    <w:basedOn w:val="libNormal"/>
    <w:next w:val="libNormal"/>
    <w:qFormat/>
    <w:rsid w:val="00745C1D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libNormal"/>
    <w:next w:val="libNormal"/>
    <w:qFormat/>
    <w:rsid w:val="00413479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45C1D"/>
    <w:rPr>
      <w:rFonts w:ascii="Times New Roman" w:hAnsi="Times New Roman" w:cs="Traditional Arabic"/>
      <w:b/>
      <w:bCs/>
      <w:color w:val="1F497D"/>
      <w:sz w:val="28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745C1D"/>
    <w:rPr>
      <w:color w:val="C00000"/>
      <w:szCs w:val="24"/>
      <w:vertAlign w:val="superscript"/>
    </w:rPr>
  </w:style>
  <w:style w:type="paragraph" w:customStyle="1" w:styleId="libCenterBold1">
    <w:name w:val="libCenterBold1"/>
    <w:basedOn w:val="libNormal"/>
    <w:rsid w:val="00133D3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745C1D"/>
    <w:pPr>
      <w:ind w:firstLine="0"/>
      <w:jc w:val="center"/>
    </w:pPr>
    <w:rPr>
      <w:b/>
      <w:bCs/>
      <w:sz w:val="22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745C1D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2C0451"/>
    <w:rPr>
      <w:rFonts w:cs="KFGQPC Uthman Taha Naskh"/>
      <w:color w:val="008000"/>
      <w:szCs w:val="26"/>
    </w:rPr>
  </w:style>
  <w:style w:type="paragraph" w:customStyle="1" w:styleId="libRightBold">
    <w:name w:val="libRightBold"/>
    <w:basedOn w:val="libNormal0"/>
    <w:next w:val="libNormal0"/>
    <w:link w:val="libRightBoldChar"/>
    <w:rsid w:val="00413479"/>
    <w:pPr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C0451"/>
    <w:rPr>
      <w:rFonts w:cs="KFGQPC Uthman Taha Naskh"/>
      <w:color w:val="008000"/>
      <w:szCs w:val="20"/>
    </w:rPr>
  </w:style>
  <w:style w:type="paragraph" w:customStyle="1" w:styleId="libRight">
    <w:name w:val="libRight"/>
    <w:basedOn w:val="libNormal0"/>
    <w:next w:val="libNormal0"/>
    <w:rsid w:val="00437035"/>
    <w:pPr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413479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libNormal0"/>
    <w:autoRedefine/>
    <w:uiPriority w:val="39"/>
    <w:rsid w:val="00413479"/>
    <w:pPr>
      <w:tabs>
        <w:tab w:val="right" w:leader="dot" w:pos="7361"/>
      </w:tabs>
      <w:jc w:val="center"/>
    </w:pPr>
    <w:rPr>
      <w:b/>
      <w:bCs/>
      <w:noProof/>
    </w:rPr>
  </w:style>
  <w:style w:type="paragraph" w:styleId="TOC3">
    <w:name w:val="toc 3"/>
    <w:basedOn w:val="libNormal0"/>
    <w:next w:val="libNormal0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745C1D"/>
    <w:pPr>
      <w:spacing w:before="120"/>
      <w:ind w:firstLine="0"/>
      <w:jc w:val="center"/>
      <w:outlineLvl w:val="0"/>
    </w:pPr>
    <w:rPr>
      <w:b/>
      <w:bCs/>
      <w:color w:val="1F497D"/>
      <w:sz w:val="32"/>
      <w:szCs w:val="36"/>
    </w:rPr>
  </w:style>
  <w:style w:type="paragraph" w:customStyle="1" w:styleId="Heading2Center">
    <w:name w:val="Heading 2 Center"/>
    <w:basedOn w:val="libNormal"/>
    <w:next w:val="Heading2"/>
    <w:rsid w:val="00745C1D"/>
    <w:pPr>
      <w:spacing w:before="120"/>
      <w:ind w:firstLine="0"/>
      <w:jc w:val="center"/>
      <w:outlineLvl w:val="1"/>
    </w:pPr>
    <w:rPr>
      <w:b/>
      <w:bCs/>
      <w:color w:val="1F497D"/>
      <w:sz w:val="28"/>
    </w:rPr>
  </w:style>
  <w:style w:type="paragraph" w:customStyle="1" w:styleId="Heading3Center">
    <w:name w:val="Heading 3 Center"/>
    <w:basedOn w:val="libNormal"/>
    <w:next w:val="libNormal"/>
    <w:rsid w:val="00413479"/>
    <w:pPr>
      <w:spacing w:before="120"/>
      <w:ind w:firstLine="0"/>
      <w:jc w:val="center"/>
      <w:outlineLvl w:val="2"/>
    </w:pPr>
    <w:rPr>
      <w:b/>
      <w:bCs/>
      <w:color w:val="1F497D"/>
    </w:rPr>
  </w:style>
  <w:style w:type="paragraph" w:customStyle="1" w:styleId="Heading4Center">
    <w:name w:val="Heading 4 Center"/>
    <w:basedOn w:val="libNormal"/>
    <w:next w:val="Heading4"/>
    <w:rsid w:val="00745C1D"/>
    <w:pPr>
      <w:spacing w:before="240" w:after="60"/>
      <w:ind w:firstLine="0"/>
      <w:jc w:val="center"/>
      <w:outlineLvl w:val="3"/>
    </w:pPr>
    <w:rPr>
      <w:b/>
      <w:bCs/>
    </w:rPr>
  </w:style>
  <w:style w:type="paragraph" w:customStyle="1" w:styleId="Heading5Center">
    <w:name w:val="Heading 5 Center"/>
    <w:basedOn w:val="libNormal"/>
    <w:next w:val="Heading5"/>
    <w:rsid w:val="00413479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413479"/>
    <w:rPr>
      <w:sz w:val="20"/>
      <w:szCs w:val="28"/>
    </w:rPr>
  </w:style>
  <w:style w:type="paragraph" w:customStyle="1" w:styleId="libMid">
    <w:name w:val="libMid"/>
    <w:basedOn w:val="libNormal"/>
    <w:next w:val="libNormal"/>
    <w:rsid w:val="00413479"/>
    <w:rPr>
      <w:sz w:val="20"/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Var"/>
    <w:rsid w:val="00DB2424"/>
    <w:pPr>
      <w:ind w:firstLine="0"/>
    </w:p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Center"/>
    <w:next w:val="libFootnoteCenter"/>
    <w:link w:val="libFootnoteCenterBoldChar"/>
    <w:qFormat/>
    <w:rsid w:val="000966AD"/>
    <w:rPr>
      <w:b/>
      <w:bCs/>
    </w:rPr>
  </w:style>
  <w:style w:type="paragraph" w:customStyle="1" w:styleId="libFootnoteRight">
    <w:name w:val="libFootnoteRight"/>
    <w:basedOn w:val="libFootnote"/>
    <w:next w:val="libFootnote"/>
    <w:link w:val="libFootnoteRightChar"/>
    <w:rsid w:val="00413479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Var"/>
    <w:rsid w:val="00F74FDC"/>
    <w:pPr>
      <w:ind w:firstLine="0"/>
      <w:jc w:val="center"/>
    </w:p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2C0451"/>
    <w:rPr>
      <w:rFonts w:cs="KFGQPC Uthman Taha Naskh"/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133D3B"/>
    <w:pPr>
      <w:ind w:firstLine="288"/>
      <w:jc w:val="lowKashida"/>
    </w:pPr>
    <w:rPr>
      <w:rFonts w:cs="Traditional Arabic"/>
      <w:color w:val="000000"/>
      <w:sz w:val="24"/>
      <w:szCs w:val="32"/>
    </w:rPr>
  </w:style>
  <w:style w:type="character" w:customStyle="1" w:styleId="libNormalChar">
    <w:name w:val="libNormal Char"/>
    <w:basedOn w:val="DefaultParagraphFont"/>
    <w:link w:val="libNormal"/>
    <w:rsid w:val="00133D3B"/>
    <w:rPr>
      <w:rFonts w:cs="Traditional Arabic"/>
      <w:color w:val="000000"/>
      <w:sz w:val="24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2C0451"/>
    <w:pPr>
      <w:jc w:val="right"/>
    </w:pPr>
    <w:rPr>
      <w:rFonts w:cs="KFGQPC Uthman Taha Naskh"/>
      <w:color w:val="008000"/>
      <w:szCs w:val="26"/>
    </w:rPr>
  </w:style>
  <w:style w:type="paragraph" w:customStyle="1" w:styleId="libBold2">
    <w:name w:val="libBold2"/>
    <w:basedOn w:val="libNormal"/>
    <w:next w:val="libNormal"/>
    <w:link w:val="libBold2Char"/>
    <w:qFormat/>
    <w:rsid w:val="00133D3B"/>
    <w:rPr>
      <w:b/>
      <w:bCs/>
      <w:sz w:val="22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745C1D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745C1D"/>
    <w:rPr>
      <w:color w:val="C00000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RightBoldChar">
    <w:name w:val="libRightBold Char"/>
    <w:basedOn w:val="libNormalChar"/>
    <w:link w:val="libRightBold"/>
    <w:rsid w:val="00413479"/>
    <w:rPr>
      <w:b/>
      <w:bCs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745C1D"/>
    <w:rPr>
      <w:rFonts w:ascii="Times New Roman" w:hAnsi="Times New Roman" w:cs="Traditional Arabic"/>
      <w:b/>
      <w:bCs/>
      <w:color w:val="1F497D"/>
      <w:kern w:val="32"/>
      <w:sz w:val="32"/>
      <w:szCs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customStyle="1" w:styleId="libItalic">
    <w:name w:val="libItalic"/>
    <w:basedOn w:val="libNormal"/>
    <w:link w:val="libItalicChar"/>
    <w:qFormat/>
    <w:rsid w:val="00413479"/>
    <w:rPr>
      <w:i/>
      <w:iCs/>
    </w:rPr>
  </w:style>
  <w:style w:type="character" w:customStyle="1" w:styleId="libItalicChar">
    <w:name w:val="libItalic Char"/>
    <w:basedOn w:val="libNormalChar"/>
    <w:link w:val="libItalic"/>
    <w:rsid w:val="00413479"/>
    <w:rPr>
      <w:i/>
      <w:iCs/>
    </w:rPr>
  </w:style>
  <w:style w:type="character" w:customStyle="1" w:styleId="libBold2Char">
    <w:name w:val="libBold2 Char"/>
    <w:basedOn w:val="libNormalChar"/>
    <w:link w:val="libBold2"/>
    <w:rsid w:val="00133D3B"/>
    <w:rPr>
      <w:b/>
      <w:bCs/>
      <w:sz w:val="22"/>
      <w:szCs w:val="28"/>
    </w:rPr>
  </w:style>
  <w:style w:type="paragraph" w:customStyle="1" w:styleId="libBoldItalic">
    <w:name w:val="libBoldItalic"/>
    <w:basedOn w:val="libNormal"/>
    <w:link w:val="libBoldItalicChar"/>
    <w:qFormat/>
    <w:rsid w:val="00413479"/>
    <w:rPr>
      <w:b/>
      <w:i/>
      <w:szCs w:val="28"/>
    </w:rPr>
  </w:style>
  <w:style w:type="paragraph" w:customStyle="1" w:styleId="libFootnoteItalic">
    <w:name w:val="libFootnoteItalic"/>
    <w:basedOn w:val="libFootnote"/>
    <w:link w:val="libFootnoteItalicChar"/>
    <w:qFormat/>
    <w:rsid w:val="0040326E"/>
    <w:rPr>
      <w:i/>
    </w:rPr>
  </w:style>
  <w:style w:type="character" w:customStyle="1" w:styleId="libBoldItalicChar">
    <w:name w:val="libBoldItalic Char"/>
    <w:basedOn w:val="libNormalChar"/>
    <w:link w:val="libBoldItalic"/>
    <w:rsid w:val="00413479"/>
    <w:rPr>
      <w:b/>
      <w:i/>
      <w:szCs w:val="28"/>
    </w:rPr>
  </w:style>
  <w:style w:type="paragraph" w:customStyle="1" w:styleId="libFootnoteBoldItalic">
    <w:name w:val="libFootnoteBoldItalic"/>
    <w:basedOn w:val="libFootnote"/>
    <w:link w:val="libFootnoteBoldItalicChar"/>
    <w:qFormat/>
    <w:rsid w:val="000966AD"/>
    <w:rPr>
      <w:b/>
      <w:i/>
    </w:rPr>
  </w:style>
  <w:style w:type="character" w:customStyle="1" w:styleId="libFootnoteItalicChar">
    <w:name w:val="libFootnoteItalic Char"/>
    <w:basedOn w:val="libFootnoteChar"/>
    <w:link w:val="libFootnoteItalic"/>
    <w:rsid w:val="0040326E"/>
    <w:rPr>
      <w:i/>
    </w:rPr>
  </w:style>
  <w:style w:type="character" w:customStyle="1" w:styleId="libFootnoteBoldItalicChar">
    <w:name w:val="libFootnoteBoldItalic Char"/>
    <w:basedOn w:val="libFootnoteChar"/>
    <w:link w:val="libFootnoteBoldItalic"/>
    <w:rsid w:val="000966AD"/>
    <w:rPr>
      <w:b/>
      <w:i/>
    </w:rPr>
  </w:style>
  <w:style w:type="paragraph" w:customStyle="1" w:styleId="libFootnoteSmall">
    <w:name w:val="libFootnoteSmall"/>
    <w:basedOn w:val="libFootnote"/>
    <w:link w:val="libFootnoteSmallChar"/>
    <w:rsid w:val="000966AD"/>
    <w:rPr>
      <w:sz w:val="16"/>
      <w:szCs w:val="22"/>
    </w:rPr>
  </w:style>
  <w:style w:type="paragraph" w:customStyle="1" w:styleId="libFootnoteBoldItalicUnderline">
    <w:name w:val="libFootnoteBoldItalicUnderline"/>
    <w:basedOn w:val="libFootnote"/>
    <w:next w:val="libFootnote"/>
    <w:link w:val="libFootnoteBoldItalicUnderlineChar"/>
    <w:rsid w:val="000966AD"/>
    <w:rPr>
      <w:b/>
      <w:bCs/>
      <w:i/>
      <w:iCs/>
      <w:u w:val="single"/>
    </w:rPr>
  </w:style>
  <w:style w:type="character" w:customStyle="1" w:styleId="libFootnoteSmallChar">
    <w:name w:val="libFootnoteSmall Char"/>
    <w:basedOn w:val="libFootnoteChar"/>
    <w:link w:val="libFootnoteSmall"/>
    <w:rsid w:val="000966AD"/>
    <w:rPr>
      <w:sz w:val="16"/>
      <w:szCs w:val="22"/>
    </w:rPr>
  </w:style>
  <w:style w:type="paragraph" w:customStyle="1" w:styleId="libFootnoteUnderline">
    <w:name w:val="libFootnoteUnderline"/>
    <w:basedOn w:val="libFootnote"/>
    <w:rsid w:val="000966AD"/>
    <w:rPr>
      <w:u w:val="single"/>
    </w:rPr>
  </w:style>
  <w:style w:type="character" w:customStyle="1" w:styleId="libFootnoteBoldItalicUnderlineChar">
    <w:name w:val="libFootnoteBoldItalicUnderline Char"/>
    <w:basedOn w:val="libFootnoteChar"/>
    <w:link w:val="libFootnoteBoldItalicUnderline"/>
    <w:rsid w:val="000966AD"/>
    <w:rPr>
      <w:b/>
      <w:bCs/>
      <w:i/>
      <w:iCs/>
      <w:u w:val="single"/>
    </w:rPr>
  </w:style>
  <w:style w:type="paragraph" w:customStyle="1" w:styleId="libItalicUnderline">
    <w:name w:val="libItalicUnderline"/>
    <w:basedOn w:val="libItalic"/>
    <w:link w:val="libItalicUnderlineChar"/>
    <w:rsid w:val="000966AD"/>
    <w:rPr>
      <w:u w:val="single"/>
    </w:rPr>
  </w:style>
  <w:style w:type="paragraph" w:customStyle="1" w:styleId="libFootnoteItalicUnderline">
    <w:name w:val="libFootnoteItalicUnderline"/>
    <w:basedOn w:val="libFootnote"/>
    <w:link w:val="libFootnoteItalicUnderlineChar"/>
    <w:qFormat/>
    <w:rsid w:val="000966AD"/>
    <w:rPr>
      <w:i/>
      <w:u w:val="single"/>
    </w:rPr>
  </w:style>
  <w:style w:type="character" w:customStyle="1" w:styleId="libItalicUnderlineChar">
    <w:name w:val="libItalicUnderline Char"/>
    <w:basedOn w:val="libItalicChar"/>
    <w:link w:val="libItalicUnderline"/>
    <w:rsid w:val="000966AD"/>
    <w:rPr>
      <w:i/>
      <w:iCs/>
      <w:u w:val="single"/>
    </w:rPr>
  </w:style>
  <w:style w:type="paragraph" w:customStyle="1" w:styleId="libFootnoteBoldUnderline">
    <w:name w:val="libFootnoteBoldUnderline"/>
    <w:basedOn w:val="libFootnote"/>
    <w:link w:val="libFootnoteBoldUnderlineChar"/>
    <w:qFormat/>
    <w:rsid w:val="000966AD"/>
    <w:rPr>
      <w:b/>
      <w:u w:val="single"/>
    </w:rPr>
  </w:style>
  <w:style w:type="paragraph" w:customStyle="1" w:styleId="libFootnoteCenterBoldUnderline">
    <w:name w:val="libFootnoteCenterBoldUnderline"/>
    <w:basedOn w:val="libFootnote"/>
    <w:next w:val="libFootnoteCenter"/>
    <w:link w:val="libFootnoteCenterBoldUnderlineChar"/>
    <w:qFormat/>
    <w:rsid w:val="000966AD"/>
    <w:pPr>
      <w:jc w:val="center"/>
    </w:pPr>
    <w:rPr>
      <w:b/>
      <w:u w:val="single"/>
    </w:rPr>
  </w:style>
  <w:style w:type="character" w:customStyle="1" w:styleId="libFootnoteBoldUnderlineChar">
    <w:name w:val="libFootnoteBoldUnderline Char"/>
    <w:basedOn w:val="libFootnoteChar"/>
    <w:link w:val="libFootnoteBoldUnderline"/>
    <w:rsid w:val="000966AD"/>
    <w:rPr>
      <w:b/>
      <w:u w:val="single"/>
    </w:rPr>
  </w:style>
  <w:style w:type="paragraph" w:customStyle="1" w:styleId="libFootnoteCenterUnderline">
    <w:name w:val="libFootnoteCenterUnderline"/>
    <w:basedOn w:val="libFootnoteCenter"/>
    <w:link w:val="libFootnoteCenterUnderlineChar"/>
    <w:qFormat/>
    <w:rsid w:val="000966AD"/>
    <w:rPr>
      <w:u w:val="single"/>
    </w:rPr>
  </w:style>
  <w:style w:type="character" w:customStyle="1" w:styleId="libFootnoteCenterBoldUnderlineChar">
    <w:name w:val="libFootnoteCenterBoldUnderline Char"/>
    <w:basedOn w:val="libFootnoteChar"/>
    <w:link w:val="libFootnoteCenterBoldUnderline"/>
    <w:rsid w:val="000966AD"/>
    <w:rPr>
      <w:b/>
      <w:u w:val="single"/>
    </w:rPr>
  </w:style>
  <w:style w:type="paragraph" w:customStyle="1" w:styleId="libFootnoteCenterItalicUnderline">
    <w:name w:val="libFootnoteCenterItalicUnderline"/>
    <w:basedOn w:val="libFootnote"/>
    <w:next w:val="libFootnoteCenter"/>
    <w:link w:val="libFootnoteCenterItalicUnderlineChar"/>
    <w:qFormat/>
    <w:rsid w:val="000966AD"/>
    <w:pPr>
      <w:jc w:val="center"/>
    </w:pPr>
    <w:rPr>
      <w:i/>
      <w:u w:val="single"/>
    </w:rPr>
  </w:style>
  <w:style w:type="character" w:customStyle="1" w:styleId="libFootnoteCenterUnderlineChar">
    <w:name w:val="libFootnoteCenterUnderline Char"/>
    <w:basedOn w:val="libFootnoteChar"/>
    <w:link w:val="libFootnoteCenterUnderline"/>
    <w:rsid w:val="00B866B7"/>
    <w:rPr>
      <w:u w:val="single"/>
    </w:rPr>
  </w:style>
  <w:style w:type="paragraph" w:customStyle="1" w:styleId="libFootnoteCenterBoldItalic">
    <w:name w:val="libFootnoteCenterBoldItalic"/>
    <w:basedOn w:val="libFootnote"/>
    <w:next w:val="libFootnoteCenter"/>
    <w:link w:val="libFootnoteCenterBoldItalicChar"/>
    <w:qFormat/>
    <w:rsid w:val="000966AD"/>
    <w:pPr>
      <w:jc w:val="center"/>
    </w:pPr>
    <w:rPr>
      <w:b/>
      <w:i/>
    </w:rPr>
  </w:style>
  <w:style w:type="character" w:customStyle="1" w:styleId="libFootnoteCenterItalicUnderlineChar">
    <w:name w:val="libFootnoteCenterItalicUnderline Char"/>
    <w:basedOn w:val="libFootnoteChar"/>
    <w:link w:val="libFootnoteCenterItalicUnderline"/>
    <w:rsid w:val="000966AD"/>
    <w:rPr>
      <w:i/>
      <w:u w:val="single"/>
    </w:rPr>
  </w:style>
  <w:style w:type="paragraph" w:customStyle="1" w:styleId="libFootnoteCenterItalic">
    <w:name w:val="libFootnoteCenterItalic"/>
    <w:basedOn w:val="libFootnote"/>
    <w:next w:val="libFootnoteCenter"/>
    <w:link w:val="libFootnoteCenterItalicChar"/>
    <w:qFormat/>
    <w:rsid w:val="000966AD"/>
    <w:pPr>
      <w:jc w:val="center"/>
    </w:pPr>
    <w:rPr>
      <w:i/>
    </w:rPr>
  </w:style>
  <w:style w:type="character" w:customStyle="1" w:styleId="libFootnoteCenterBoldItalicChar">
    <w:name w:val="libFootnoteCenterBoldItalic Char"/>
    <w:basedOn w:val="libFootnoteChar"/>
    <w:link w:val="libFootnoteCenterBoldItalic"/>
    <w:rsid w:val="000966AD"/>
    <w:rPr>
      <w:b/>
      <w:i/>
    </w:rPr>
  </w:style>
  <w:style w:type="paragraph" w:customStyle="1" w:styleId="libFootnoteCenterBoldItalicUnderline">
    <w:name w:val="libFootnoteCenterBoldItalicUnderline"/>
    <w:basedOn w:val="libFootnoteCenter"/>
    <w:link w:val="libFootnoteCenterBoldItalicUnderlineChar"/>
    <w:qFormat/>
    <w:rsid w:val="00B866B7"/>
    <w:rPr>
      <w:b/>
      <w:i/>
      <w:u w:val="single"/>
    </w:rPr>
  </w:style>
  <w:style w:type="character" w:customStyle="1" w:styleId="libFootnoteCenterItalicChar">
    <w:name w:val="libFootnoteCenterItalic Char"/>
    <w:basedOn w:val="libFootnoteChar"/>
    <w:link w:val="libFootnoteCenterItalic"/>
    <w:rsid w:val="000966AD"/>
    <w:rPr>
      <w:i/>
    </w:rPr>
  </w:style>
  <w:style w:type="character" w:customStyle="1" w:styleId="libFootnoteCenterBoldChar">
    <w:name w:val="libFootnoteCenterBold Char"/>
    <w:basedOn w:val="libFootnoteChar"/>
    <w:link w:val="libFootnoteCenterBold"/>
    <w:rsid w:val="00B866B7"/>
    <w:rPr>
      <w:b/>
      <w:bCs/>
    </w:rPr>
  </w:style>
  <w:style w:type="character" w:customStyle="1" w:styleId="libFootnoteCenterBoldItalicUnderlineChar">
    <w:name w:val="libFootnoteCenterBoldItalicUnderline Char"/>
    <w:basedOn w:val="libFootnoteChar"/>
    <w:link w:val="libFootnoteCenterBoldItalicUnderline"/>
    <w:rsid w:val="00B866B7"/>
    <w:rPr>
      <w:b/>
      <w:i/>
      <w:u w:val="single"/>
    </w:rPr>
  </w:style>
  <w:style w:type="character" w:customStyle="1" w:styleId="libFootnoteItalicUnderlineChar">
    <w:name w:val="libFootnoteItalicUnderline Char"/>
    <w:basedOn w:val="libFootnoteChar"/>
    <w:link w:val="libFootnoteItalicUnderline"/>
    <w:rsid w:val="00B866B7"/>
    <w:rPr>
      <w:i/>
      <w:u w:val="single"/>
    </w:rPr>
  </w:style>
  <w:style w:type="paragraph" w:customStyle="1" w:styleId="libFootnoteRightBold">
    <w:name w:val="libFootnoteRightBold"/>
    <w:basedOn w:val="libFootnoteRight"/>
    <w:link w:val="libFootnoteRightBoldChar"/>
    <w:qFormat/>
    <w:rsid w:val="00B866B7"/>
    <w:rPr>
      <w:b/>
    </w:rPr>
  </w:style>
  <w:style w:type="paragraph" w:customStyle="1" w:styleId="libFootnoteRightCenter">
    <w:name w:val="libFootnoteRightCenter"/>
    <w:basedOn w:val="libFootnoteRight"/>
    <w:qFormat/>
    <w:rsid w:val="00B866B7"/>
    <w:pPr>
      <w:bidi/>
      <w:jc w:val="center"/>
    </w:pPr>
  </w:style>
  <w:style w:type="character" w:customStyle="1" w:styleId="libFootnoteRightChar">
    <w:name w:val="libFootnoteRight Char"/>
    <w:basedOn w:val="libFootnoteChar"/>
    <w:link w:val="libFootnoteRight"/>
    <w:rsid w:val="00B866B7"/>
  </w:style>
  <w:style w:type="character" w:customStyle="1" w:styleId="libFootnoteRightBoldChar">
    <w:name w:val="libFootnoteRightBold Char"/>
    <w:basedOn w:val="libFootnoteRightChar"/>
    <w:link w:val="libFootnoteRightBold"/>
    <w:rsid w:val="00B866B7"/>
    <w:rPr>
      <w:b/>
    </w:rPr>
  </w:style>
  <w:style w:type="paragraph" w:customStyle="1" w:styleId="libFootnoteRightCenterBold">
    <w:name w:val="libFootnoteRightCenterBold"/>
    <w:basedOn w:val="libFootnoteRight"/>
    <w:link w:val="libFootnoteRightCenterBoldChar"/>
    <w:qFormat/>
    <w:rsid w:val="00B866B7"/>
    <w:rPr>
      <w:b/>
    </w:rPr>
  </w:style>
  <w:style w:type="paragraph" w:customStyle="1" w:styleId="libUnderline">
    <w:name w:val="libUnderline"/>
    <w:basedOn w:val="libNormal"/>
    <w:link w:val="libUnderlineChar"/>
    <w:qFormat/>
    <w:rsid w:val="00A47F0B"/>
    <w:pPr>
      <w:bidi/>
    </w:pPr>
    <w:rPr>
      <w:u w:val="single"/>
    </w:rPr>
  </w:style>
  <w:style w:type="character" w:customStyle="1" w:styleId="libFootnoteRightCenterBoldChar">
    <w:name w:val="libFootnoteRightCenterBold Char"/>
    <w:basedOn w:val="libFootnoteRightChar"/>
    <w:link w:val="libFootnoteRightCenterBold"/>
    <w:rsid w:val="00B866B7"/>
    <w:rPr>
      <w:b/>
    </w:rPr>
  </w:style>
  <w:style w:type="paragraph" w:customStyle="1" w:styleId="libRightBoldCenter">
    <w:name w:val="libRightBoldCenter"/>
    <w:basedOn w:val="libRight"/>
    <w:qFormat/>
    <w:rsid w:val="00A47F0B"/>
    <w:pPr>
      <w:jc w:val="center"/>
    </w:pPr>
    <w:rPr>
      <w:b/>
    </w:rPr>
  </w:style>
  <w:style w:type="character" w:customStyle="1" w:styleId="libUnderlineChar">
    <w:name w:val="libUnderline Char"/>
    <w:basedOn w:val="libNormalChar"/>
    <w:link w:val="libUnderline"/>
    <w:rsid w:val="00A47F0B"/>
    <w:rPr>
      <w:u w:val="single"/>
    </w:rPr>
  </w:style>
  <w:style w:type="paragraph" w:customStyle="1" w:styleId="libBoldUnderline">
    <w:name w:val="libBoldUnderline"/>
    <w:basedOn w:val="libNormal"/>
    <w:link w:val="libBoldUnderlineChar"/>
    <w:rsid w:val="00A47F0B"/>
    <w:rPr>
      <w:b/>
      <w:bCs/>
      <w:u w:val="single"/>
    </w:rPr>
  </w:style>
  <w:style w:type="paragraph" w:customStyle="1" w:styleId="libBoldItalicUnderline">
    <w:name w:val="libBoldItalicUnderline"/>
    <w:basedOn w:val="libNormal"/>
    <w:link w:val="libBoldItalicUnderlineChar"/>
    <w:rsid w:val="00A47F0B"/>
    <w:rPr>
      <w:b/>
      <w:bCs/>
      <w:i/>
      <w:iCs/>
      <w:u w:val="single"/>
    </w:rPr>
  </w:style>
  <w:style w:type="character" w:customStyle="1" w:styleId="libBoldUnderlineChar">
    <w:name w:val="libBoldUnderline Char"/>
    <w:basedOn w:val="libNormalChar"/>
    <w:link w:val="libBoldUnderline"/>
    <w:rsid w:val="00A47F0B"/>
    <w:rPr>
      <w:b/>
      <w:bCs/>
      <w:u w:val="single"/>
    </w:rPr>
  </w:style>
  <w:style w:type="paragraph" w:customStyle="1" w:styleId="libNumbered">
    <w:name w:val="libNumbered"/>
    <w:basedOn w:val="libNormal"/>
    <w:link w:val="libNumberedChar"/>
    <w:rsid w:val="00A47F0B"/>
    <w:pPr>
      <w:numPr>
        <w:numId w:val="2"/>
      </w:numPr>
    </w:pPr>
  </w:style>
  <w:style w:type="character" w:customStyle="1" w:styleId="libBoldItalicUnderlineChar">
    <w:name w:val="libBoldItalicUnderline Char"/>
    <w:basedOn w:val="libNormalChar"/>
    <w:link w:val="libBoldItalicUnderline"/>
    <w:rsid w:val="00A47F0B"/>
    <w:rPr>
      <w:b/>
      <w:bCs/>
      <w:i/>
      <w:iCs/>
      <w:u w:val="single"/>
    </w:rPr>
  </w:style>
  <w:style w:type="paragraph" w:customStyle="1" w:styleId="libNumbered2">
    <w:name w:val="libNumbered2"/>
    <w:basedOn w:val="libNumbered"/>
    <w:link w:val="libNumbered2Char"/>
    <w:rsid w:val="00A47F0B"/>
    <w:pPr>
      <w:ind w:firstLine="0"/>
    </w:pPr>
  </w:style>
  <w:style w:type="character" w:customStyle="1" w:styleId="libNumberedChar">
    <w:name w:val="libNumbered Char"/>
    <w:basedOn w:val="libNormalChar"/>
    <w:link w:val="libNumbered"/>
    <w:rsid w:val="00A47F0B"/>
  </w:style>
  <w:style w:type="character" w:customStyle="1" w:styleId="libNumbered2Char">
    <w:name w:val="libNumbered2 Char"/>
    <w:basedOn w:val="libNumberedChar"/>
    <w:link w:val="libNumbered2"/>
    <w:rsid w:val="00A47F0B"/>
  </w:style>
  <w:style w:type="paragraph" w:customStyle="1" w:styleId="libCenterTitr">
    <w:name w:val="libCenterTitr"/>
    <w:basedOn w:val="libCenterBold1"/>
    <w:rsid w:val="00512375"/>
    <w:rPr>
      <w:sz w:val="48"/>
      <w:szCs w:val="56"/>
    </w:rPr>
  </w:style>
  <w:style w:type="paragraph" w:customStyle="1" w:styleId="libAr">
    <w:name w:val="libAr"/>
    <w:qFormat/>
    <w:rsid w:val="00AD0994"/>
    <w:pPr>
      <w:bidi/>
      <w:ind w:firstLine="289"/>
      <w:jc w:val="both"/>
    </w:pPr>
    <w:rPr>
      <w:rFonts w:eastAsia="Calibri" w:cs="Traditional Arabic"/>
      <w:color w:val="000000"/>
      <w:sz w:val="28"/>
      <w:szCs w:val="32"/>
    </w:rPr>
  </w:style>
  <w:style w:type="paragraph" w:styleId="DocumentMap">
    <w:name w:val="Document Map"/>
    <w:basedOn w:val="Normal"/>
    <w:link w:val="DocumentMapChar"/>
    <w:rsid w:val="0044365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443656"/>
    <w:rPr>
      <w:rFonts w:ascii="Tahoma" w:hAnsi="Tahoma" w:cs="Tahoma"/>
      <w:sz w:val="16"/>
      <w:szCs w:val="16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hassanain.org/english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hassanain.org/englis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rkatullah\books\new%20books\Template%20Engli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E2DFD-55F5-4A48-B49D-2EA8DA34E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English</Template>
  <TotalTime>20</TotalTime>
  <Pages>26</Pages>
  <Words>7985</Words>
  <Characters>45520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Barekat</dc:creator>
  <cp:lastModifiedBy>Barekat</cp:lastModifiedBy>
  <cp:revision>20</cp:revision>
  <cp:lastPrinted>1601-01-01T00:00:00Z</cp:lastPrinted>
  <dcterms:created xsi:type="dcterms:W3CDTF">2016-03-26T08:35:00Z</dcterms:created>
  <dcterms:modified xsi:type="dcterms:W3CDTF">2016-03-26T09:53:00Z</dcterms:modified>
</cp:coreProperties>
</file>