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38" w:rsidRDefault="0041206D" w:rsidP="00776573">
      <w:pPr>
        <w:pStyle w:val="libCenterTitr"/>
      </w:pPr>
      <w:r>
        <w:t>Khadija</w:t>
      </w:r>
      <w:r w:rsidR="0024685D">
        <w:t>-</w:t>
      </w:r>
      <w:r>
        <w:t>tul</w:t>
      </w:r>
      <w:r w:rsidR="0024685D">
        <w:t>-</w:t>
      </w:r>
      <w:r>
        <w:t>Kubra:</w:t>
      </w:r>
      <w:r w:rsidR="00022A00">
        <w:t xml:space="preserve"> </w:t>
      </w:r>
      <w:r w:rsidR="00B17538">
        <w:t>The Wife of the Holy Prophet</w:t>
      </w:r>
    </w:p>
    <w:p w:rsidR="00B17538" w:rsidRDefault="00B17538" w:rsidP="00776573">
      <w:pPr>
        <w:pStyle w:val="libCenterBold1"/>
      </w:pPr>
      <w:r>
        <w:t>Author: Syed A.A. Razwy</w:t>
      </w:r>
    </w:p>
    <w:p w:rsidR="00035570" w:rsidRDefault="00035570" w:rsidP="00035570">
      <w:pPr>
        <w:pStyle w:val="libNormal"/>
      </w:pPr>
      <w:r>
        <w:br w:type="page"/>
      </w:r>
    </w:p>
    <w:sdt>
      <w:sdtPr>
        <w:rPr>
          <w:rStyle w:val="libNormalChar"/>
          <w:b w:val="0"/>
          <w:bCs w:val="0"/>
        </w:rPr>
        <w:id w:val="4071486"/>
        <w:docPartObj>
          <w:docPartGallery w:val="Table of Contents"/>
          <w:docPartUnique/>
        </w:docPartObj>
      </w:sdtPr>
      <w:sdtEndPr>
        <w:rPr>
          <w:rStyle w:val="DefaultParagraphFont"/>
        </w:rPr>
      </w:sdtEndPr>
      <w:sdtContent>
        <w:p w:rsidR="00035570" w:rsidRDefault="00035570" w:rsidP="0024685D">
          <w:pPr>
            <w:pStyle w:val="libCenterBold1"/>
          </w:pPr>
          <w:r>
            <w:t>Table of Contents</w:t>
          </w:r>
        </w:p>
        <w:p w:rsidR="0024685D" w:rsidRDefault="00815866" w:rsidP="0024685D">
          <w:pPr>
            <w:pStyle w:val="TOC1"/>
            <w:rPr>
              <w:rFonts w:asciiTheme="minorHAnsi" w:eastAsiaTheme="minorEastAsia" w:hAnsiTheme="minorHAnsi" w:cstheme="minorBidi"/>
              <w:b w:val="0"/>
              <w:bCs w:val="0"/>
              <w:color w:val="auto"/>
              <w:sz w:val="22"/>
              <w:szCs w:val="22"/>
              <w:rtl/>
            </w:rPr>
          </w:pPr>
          <w:r w:rsidRPr="00815866">
            <w:fldChar w:fldCharType="begin"/>
          </w:r>
          <w:r w:rsidR="00035570">
            <w:instrText xml:space="preserve"> TOC \o "1-3" \h \z \u </w:instrText>
          </w:r>
          <w:r w:rsidRPr="00815866">
            <w:fldChar w:fldCharType="separate"/>
          </w:r>
          <w:hyperlink w:anchor="_Toc423343212" w:history="1">
            <w:r w:rsidR="0024685D" w:rsidRPr="002C575C">
              <w:rPr>
                <w:rStyle w:val="Hyperlink"/>
              </w:rPr>
              <w:t>Introduction</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Toc423343212 \h</w:instrText>
            </w:r>
            <w:r w:rsidR="0024685D">
              <w:rPr>
                <w:webHidden/>
                <w:rtl/>
              </w:rPr>
              <w:instrText xml:space="preserve"> </w:instrText>
            </w:r>
            <w:r>
              <w:rPr>
                <w:webHidden/>
                <w:rtl/>
              </w:rPr>
            </w:r>
            <w:r>
              <w:rPr>
                <w:webHidden/>
                <w:rtl/>
              </w:rPr>
              <w:fldChar w:fldCharType="separate"/>
            </w:r>
            <w:r w:rsidR="00792D88">
              <w:rPr>
                <w:webHidden/>
              </w:rPr>
              <w:t>3</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13" w:history="1">
            <w:r w:rsidR="0024685D" w:rsidRPr="002C575C">
              <w:rPr>
                <w:rStyle w:val="Hyperlink"/>
              </w:rPr>
              <w:t>Chapter 1: Makka in the Sixth Century</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Toc423343213 \h</w:instrText>
            </w:r>
            <w:r w:rsidR="0024685D">
              <w:rPr>
                <w:webHidden/>
                <w:rtl/>
              </w:rPr>
              <w:instrText xml:space="preserve"> </w:instrText>
            </w:r>
            <w:r>
              <w:rPr>
                <w:webHidden/>
                <w:rtl/>
              </w:rPr>
            </w:r>
            <w:r>
              <w:rPr>
                <w:webHidden/>
                <w:rtl/>
              </w:rPr>
              <w:fldChar w:fldCharType="separate"/>
            </w:r>
            <w:r w:rsidR="00792D88">
              <w:rPr>
                <w:webHidden/>
              </w:rPr>
              <w:t>5</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14" w:history="1">
            <w:r w:rsidR="0024685D" w:rsidRPr="002C575C">
              <w:rPr>
                <w:rStyle w:val="Hyperlink"/>
              </w:rPr>
              <w:t>Chapter 2: Early Life of Khadija tul Kubra (R)</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Toc423343214 \h</w:instrText>
            </w:r>
            <w:r w:rsidR="0024685D">
              <w:rPr>
                <w:webHidden/>
                <w:rtl/>
              </w:rPr>
              <w:instrText xml:space="preserve"> </w:instrText>
            </w:r>
            <w:r>
              <w:rPr>
                <w:webHidden/>
                <w:rtl/>
              </w:rPr>
            </w:r>
            <w:r>
              <w:rPr>
                <w:webHidden/>
                <w:rtl/>
              </w:rPr>
              <w:fldChar w:fldCharType="separate"/>
            </w:r>
            <w:r w:rsidR="00792D88">
              <w:rPr>
                <w:webHidden/>
              </w:rPr>
              <w:t>7</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15" w:history="1">
            <w:r w:rsidR="0024685D" w:rsidRPr="002C575C">
              <w:rPr>
                <w:rStyle w:val="Hyperlink"/>
              </w:rPr>
              <w:t>Chapter 3:Muhammed Mustafa (S),The Future Prophet of Islam</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Toc423343215 \h</w:instrText>
            </w:r>
            <w:r w:rsidR="0024685D">
              <w:rPr>
                <w:webHidden/>
                <w:rtl/>
              </w:rPr>
              <w:instrText xml:space="preserve"> </w:instrText>
            </w:r>
            <w:r>
              <w:rPr>
                <w:webHidden/>
                <w:rtl/>
              </w:rPr>
            </w:r>
            <w:r>
              <w:rPr>
                <w:webHidden/>
                <w:rtl/>
              </w:rPr>
              <w:fldChar w:fldCharType="separate"/>
            </w:r>
            <w:r w:rsidR="00792D88">
              <w:rPr>
                <w:webHidden/>
              </w:rPr>
              <w:t>12</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16" w:history="1">
            <w:r w:rsidR="0024685D" w:rsidRPr="002C575C">
              <w:rPr>
                <w:rStyle w:val="Hyperlink"/>
              </w:rPr>
              <w:t>Chapter 4: The Marriage of Muhammed Mustafa (S) and Khadija</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Toc423343216 \h</w:instrText>
            </w:r>
            <w:r w:rsidR="0024685D">
              <w:rPr>
                <w:webHidden/>
                <w:rtl/>
              </w:rPr>
              <w:instrText xml:space="preserve"> </w:instrText>
            </w:r>
            <w:r>
              <w:rPr>
                <w:webHidden/>
                <w:rtl/>
              </w:rPr>
            </w:r>
            <w:r>
              <w:rPr>
                <w:webHidden/>
                <w:rtl/>
              </w:rPr>
              <w:fldChar w:fldCharType="separate"/>
            </w:r>
            <w:r w:rsidR="00792D88">
              <w:rPr>
                <w:webHidden/>
              </w:rPr>
              <w:t>21</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17" w:history="1">
            <w:r w:rsidR="0024685D" w:rsidRPr="002C575C">
              <w:rPr>
                <w:rStyle w:val="Hyperlink"/>
              </w:rPr>
              <w:t>Chapter 5: The Eve of the Proclamation of Islam</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Toc423343217 \h</w:instrText>
            </w:r>
            <w:r w:rsidR="0024685D">
              <w:rPr>
                <w:webHidden/>
                <w:rtl/>
              </w:rPr>
              <w:instrText xml:space="preserve"> </w:instrText>
            </w:r>
            <w:r>
              <w:rPr>
                <w:webHidden/>
                <w:rtl/>
              </w:rPr>
            </w:r>
            <w:r>
              <w:rPr>
                <w:webHidden/>
                <w:rtl/>
              </w:rPr>
              <w:fldChar w:fldCharType="separate"/>
            </w:r>
            <w:r w:rsidR="00792D88">
              <w:rPr>
                <w:webHidden/>
              </w:rPr>
              <w:t>28</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18" w:history="1">
            <w:r w:rsidR="0024685D" w:rsidRPr="002C575C">
              <w:rPr>
                <w:rStyle w:val="Hyperlink"/>
              </w:rPr>
              <w:t>Chapter 6: The Proclamation of Islam</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Toc423343218 \h</w:instrText>
            </w:r>
            <w:r w:rsidR="0024685D">
              <w:rPr>
                <w:webHidden/>
                <w:rtl/>
              </w:rPr>
              <w:instrText xml:space="preserve"> </w:instrText>
            </w:r>
            <w:r>
              <w:rPr>
                <w:webHidden/>
                <w:rtl/>
              </w:rPr>
            </w:r>
            <w:r>
              <w:rPr>
                <w:webHidden/>
                <w:rtl/>
              </w:rPr>
              <w:fldChar w:fldCharType="separate"/>
            </w:r>
            <w:r w:rsidR="00792D88">
              <w:rPr>
                <w:webHidden/>
              </w:rPr>
              <w:t>31</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19" w:history="1">
            <w:r w:rsidR="0024685D" w:rsidRPr="002C575C">
              <w:rPr>
                <w:rStyle w:val="Hyperlink"/>
              </w:rPr>
              <w:t>Chapter 7: The Persecution of the Muslims by the Pagans</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Toc423343219 \h</w:instrText>
            </w:r>
            <w:r w:rsidR="0024685D">
              <w:rPr>
                <w:webHidden/>
                <w:rtl/>
              </w:rPr>
              <w:instrText xml:space="preserve"> </w:instrText>
            </w:r>
            <w:r>
              <w:rPr>
                <w:webHidden/>
                <w:rtl/>
              </w:rPr>
            </w:r>
            <w:r>
              <w:rPr>
                <w:webHidden/>
                <w:rtl/>
              </w:rPr>
              <w:fldChar w:fldCharType="separate"/>
            </w:r>
            <w:r w:rsidR="00792D88">
              <w:rPr>
                <w:webHidden/>
              </w:rPr>
              <w:t>43</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20" w:history="1">
            <w:r w:rsidR="0024685D" w:rsidRPr="002C575C">
              <w:rPr>
                <w:rStyle w:val="Hyperlink"/>
              </w:rPr>
              <w:t>Chapter 8: The Two Migrations of the Muslims to Abyssinia (615 - 616)</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Toc423343220 \h</w:instrText>
            </w:r>
            <w:r w:rsidR="0024685D">
              <w:rPr>
                <w:webHidden/>
                <w:rtl/>
              </w:rPr>
              <w:instrText xml:space="preserve"> </w:instrText>
            </w:r>
            <w:r>
              <w:rPr>
                <w:webHidden/>
                <w:rtl/>
              </w:rPr>
            </w:r>
            <w:r>
              <w:rPr>
                <w:webHidden/>
                <w:rtl/>
              </w:rPr>
              <w:fldChar w:fldCharType="separate"/>
            </w:r>
            <w:r w:rsidR="00792D88">
              <w:rPr>
                <w:webHidden/>
              </w:rPr>
              <w:t>55</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21" w:history="1">
            <w:r w:rsidR="0024685D" w:rsidRPr="002C575C">
              <w:rPr>
                <w:rStyle w:val="Hyperlink"/>
              </w:rPr>
              <w:t>Chapter 9: Hamza Accepts Islam, A.D. 615</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Toc423343221 \h</w:instrText>
            </w:r>
            <w:r w:rsidR="0024685D">
              <w:rPr>
                <w:webHidden/>
                <w:rtl/>
              </w:rPr>
              <w:instrText xml:space="preserve"> </w:instrText>
            </w:r>
            <w:r>
              <w:rPr>
                <w:webHidden/>
                <w:rtl/>
              </w:rPr>
            </w:r>
            <w:r>
              <w:rPr>
                <w:webHidden/>
                <w:rtl/>
              </w:rPr>
              <w:fldChar w:fldCharType="separate"/>
            </w:r>
            <w:r w:rsidR="00792D88">
              <w:rPr>
                <w:webHidden/>
              </w:rPr>
              <w:t>58</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22" w:history="1">
            <w:r w:rsidR="0024685D" w:rsidRPr="002C575C">
              <w:rPr>
                <w:rStyle w:val="Hyperlink"/>
              </w:rPr>
              <w:t>Chapter 10: Umar's Conversion to Islam, A.D. 616</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Toc423343222 \h</w:instrText>
            </w:r>
            <w:r w:rsidR="0024685D">
              <w:rPr>
                <w:webHidden/>
                <w:rtl/>
              </w:rPr>
              <w:instrText xml:space="preserve"> </w:instrText>
            </w:r>
            <w:r>
              <w:rPr>
                <w:webHidden/>
                <w:rtl/>
              </w:rPr>
            </w:r>
            <w:r>
              <w:rPr>
                <w:webHidden/>
                <w:rtl/>
              </w:rPr>
              <w:fldChar w:fldCharType="separate"/>
            </w:r>
            <w:r w:rsidR="00792D88">
              <w:rPr>
                <w:webHidden/>
              </w:rPr>
              <w:t>59</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23" w:history="1">
            <w:r w:rsidR="0024685D" w:rsidRPr="002C575C">
              <w:rPr>
                <w:rStyle w:val="Hyperlink"/>
              </w:rPr>
              <w:t>Chapter 11: Umar's Conversion to Islam, A.D. 616</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Toc423343223 \h</w:instrText>
            </w:r>
            <w:r w:rsidR="0024685D">
              <w:rPr>
                <w:webHidden/>
                <w:rtl/>
              </w:rPr>
              <w:instrText xml:space="preserve"> </w:instrText>
            </w:r>
            <w:r>
              <w:rPr>
                <w:webHidden/>
                <w:rtl/>
              </w:rPr>
            </w:r>
            <w:r>
              <w:rPr>
                <w:webHidden/>
                <w:rtl/>
              </w:rPr>
              <w:fldChar w:fldCharType="separate"/>
            </w:r>
            <w:r w:rsidR="00792D88">
              <w:rPr>
                <w:webHidden/>
              </w:rPr>
              <w:t>61</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24" w:history="1">
            <w:r w:rsidR="0024685D" w:rsidRPr="002C575C">
              <w:rPr>
                <w:rStyle w:val="Hyperlink"/>
              </w:rPr>
              <w:t>Chapter 12: The Death of Khadija tul-Kubra and Abu Talib A. D. 619</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Toc423343224 \h</w:instrText>
            </w:r>
            <w:r w:rsidR="0024685D">
              <w:rPr>
                <w:webHidden/>
                <w:rtl/>
              </w:rPr>
              <w:instrText xml:space="preserve"> </w:instrText>
            </w:r>
            <w:r>
              <w:rPr>
                <w:webHidden/>
                <w:rtl/>
              </w:rPr>
            </w:r>
            <w:r>
              <w:rPr>
                <w:webHidden/>
                <w:rtl/>
              </w:rPr>
              <w:fldChar w:fldCharType="separate"/>
            </w:r>
            <w:r w:rsidR="00792D88">
              <w:rPr>
                <w:webHidden/>
              </w:rPr>
              <w:t>63</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25" w:history="1">
            <w:r w:rsidR="0024685D" w:rsidRPr="002C575C">
              <w:rPr>
                <w:rStyle w:val="Hyperlink"/>
              </w:rPr>
              <w:t>Chapter 13: Khadija, the Mother of Believers</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Toc423343225 \h</w:instrText>
            </w:r>
            <w:r w:rsidR="0024685D">
              <w:rPr>
                <w:webHidden/>
                <w:rtl/>
              </w:rPr>
              <w:instrText xml:space="preserve"> </w:instrText>
            </w:r>
            <w:r>
              <w:rPr>
                <w:webHidden/>
                <w:rtl/>
              </w:rPr>
            </w:r>
            <w:r>
              <w:rPr>
                <w:webHidden/>
                <w:rtl/>
              </w:rPr>
              <w:fldChar w:fldCharType="separate"/>
            </w:r>
            <w:r w:rsidR="00792D88">
              <w:rPr>
                <w:webHidden/>
              </w:rPr>
              <w:t>68</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26" w:history="1">
            <w:r w:rsidR="0024685D" w:rsidRPr="002C575C">
              <w:rPr>
                <w:rStyle w:val="Hyperlink"/>
              </w:rPr>
              <w:t>Chapter 14: Khadija, the Perfect Woman</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Toc423343226 \h</w:instrText>
            </w:r>
            <w:r w:rsidR="0024685D">
              <w:rPr>
                <w:webHidden/>
                <w:rtl/>
              </w:rPr>
              <w:instrText xml:space="preserve"> </w:instrText>
            </w:r>
            <w:r>
              <w:rPr>
                <w:webHidden/>
                <w:rtl/>
              </w:rPr>
            </w:r>
            <w:r>
              <w:rPr>
                <w:webHidden/>
                <w:rtl/>
              </w:rPr>
              <w:fldChar w:fldCharType="separate"/>
            </w:r>
            <w:r w:rsidR="00792D88">
              <w:rPr>
                <w:webHidden/>
              </w:rPr>
              <w:t>70</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27" w:history="1">
            <w:r w:rsidR="0024685D" w:rsidRPr="002C575C">
              <w:rPr>
                <w:rStyle w:val="Hyperlink"/>
              </w:rPr>
              <w:t>Chapter 15: Khadija's Generosity</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Toc423343227 \h</w:instrText>
            </w:r>
            <w:r w:rsidR="0024685D">
              <w:rPr>
                <w:webHidden/>
                <w:rtl/>
              </w:rPr>
              <w:instrText xml:space="preserve"> </w:instrText>
            </w:r>
            <w:r>
              <w:rPr>
                <w:webHidden/>
                <w:rtl/>
              </w:rPr>
            </w:r>
            <w:r>
              <w:rPr>
                <w:webHidden/>
                <w:rtl/>
              </w:rPr>
              <w:fldChar w:fldCharType="separate"/>
            </w:r>
            <w:r w:rsidR="00792D88">
              <w:rPr>
                <w:webHidden/>
              </w:rPr>
              <w:t>72</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28" w:history="1">
            <w:r w:rsidR="0024685D" w:rsidRPr="002C575C">
              <w:rPr>
                <w:rStyle w:val="Hyperlink"/>
              </w:rPr>
              <w:t>Chapter 16: Khadija and Muhammed Mustafa</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Toc423343228 \h</w:instrText>
            </w:r>
            <w:r w:rsidR="0024685D">
              <w:rPr>
                <w:webHidden/>
                <w:rtl/>
              </w:rPr>
              <w:instrText xml:space="preserve"> </w:instrText>
            </w:r>
            <w:r>
              <w:rPr>
                <w:webHidden/>
                <w:rtl/>
              </w:rPr>
            </w:r>
            <w:r>
              <w:rPr>
                <w:webHidden/>
                <w:rtl/>
              </w:rPr>
              <w:fldChar w:fldCharType="separate"/>
            </w:r>
            <w:r w:rsidR="00792D88">
              <w:rPr>
                <w:webHidden/>
              </w:rPr>
              <w:t>73</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29" w:history="1">
            <w:r w:rsidR="0024685D" w:rsidRPr="002C575C">
              <w:rPr>
                <w:rStyle w:val="Hyperlink"/>
              </w:rPr>
              <w:t>Chapter 17: Khadija and her Co-wives</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Toc423343229 \h</w:instrText>
            </w:r>
            <w:r w:rsidR="0024685D">
              <w:rPr>
                <w:webHidden/>
                <w:rtl/>
              </w:rPr>
              <w:instrText xml:space="preserve"> </w:instrText>
            </w:r>
            <w:r>
              <w:rPr>
                <w:webHidden/>
                <w:rtl/>
              </w:rPr>
            </w:r>
            <w:r>
              <w:rPr>
                <w:webHidden/>
                <w:rtl/>
              </w:rPr>
              <w:fldChar w:fldCharType="separate"/>
            </w:r>
            <w:r w:rsidR="00792D88">
              <w:rPr>
                <w:webHidden/>
              </w:rPr>
              <w:t>78</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30" w:history="1">
            <w:r w:rsidR="0024685D" w:rsidRPr="002C575C">
              <w:rPr>
                <w:rStyle w:val="Hyperlink"/>
              </w:rPr>
              <w:t>Chapter 18: Khadija and Ayesha</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Toc423343230 \h</w:instrText>
            </w:r>
            <w:r w:rsidR="0024685D">
              <w:rPr>
                <w:webHidden/>
                <w:rtl/>
              </w:rPr>
              <w:instrText xml:space="preserve"> </w:instrText>
            </w:r>
            <w:r>
              <w:rPr>
                <w:webHidden/>
                <w:rtl/>
              </w:rPr>
            </w:r>
            <w:r>
              <w:rPr>
                <w:webHidden/>
                <w:rtl/>
              </w:rPr>
              <w:fldChar w:fldCharType="separate"/>
            </w:r>
            <w:r w:rsidR="00792D88">
              <w:rPr>
                <w:webHidden/>
              </w:rPr>
              <w:t>84</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31" w:history="1">
            <w:r w:rsidR="0024685D" w:rsidRPr="002C575C">
              <w:rPr>
                <w:rStyle w:val="Hyperlink"/>
              </w:rPr>
              <w:t>Chapter 19: Khadija and Islam</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Toc423343231 \h</w:instrText>
            </w:r>
            <w:r w:rsidR="0024685D">
              <w:rPr>
                <w:webHidden/>
                <w:rtl/>
              </w:rPr>
              <w:instrText xml:space="preserve"> </w:instrText>
            </w:r>
            <w:r>
              <w:rPr>
                <w:webHidden/>
                <w:rtl/>
              </w:rPr>
            </w:r>
            <w:r>
              <w:rPr>
                <w:webHidden/>
                <w:rtl/>
              </w:rPr>
              <w:fldChar w:fldCharType="separate"/>
            </w:r>
            <w:r w:rsidR="00792D88">
              <w:rPr>
                <w:webHidden/>
              </w:rPr>
              <w:t>87</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32" w:history="1">
            <w:r w:rsidR="0024685D" w:rsidRPr="002C575C">
              <w:rPr>
                <w:rStyle w:val="Hyperlink"/>
              </w:rPr>
              <w:t>Chapter 20: Khadija and the Muslim Historians</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Toc423343232 \h</w:instrText>
            </w:r>
            <w:r w:rsidR="0024685D">
              <w:rPr>
                <w:webHidden/>
                <w:rtl/>
              </w:rPr>
              <w:instrText xml:space="preserve"> </w:instrText>
            </w:r>
            <w:r>
              <w:rPr>
                <w:webHidden/>
                <w:rtl/>
              </w:rPr>
            </w:r>
            <w:r>
              <w:rPr>
                <w:webHidden/>
                <w:rtl/>
              </w:rPr>
              <w:fldChar w:fldCharType="separate"/>
            </w:r>
            <w:r w:rsidR="00792D88">
              <w:rPr>
                <w:webHidden/>
              </w:rPr>
              <w:t>90</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33" w:history="1">
            <w:r w:rsidR="0024685D" w:rsidRPr="002C575C">
              <w:rPr>
                <w:rStyle w:val="Hyperlink"/>
              </w:rPr>
              <w:t>Epilogue</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Toc423343233 \h</w:instrText>
            </w:r>
            <w:r w:rsidR="0024685D">
              <w:rPr>
                <w:webHidden/>
                <w:rtl/>
              </w:rPr>
              <w:instrText xml:space="preserve"> </w:instrText>
            </w:r>
            <w:r>
              <w:rPr>
                <w:webHidden/>
                <w:rtl/>
              </w:rPr>
            </w:r>
            <w:r>
              <w:rPr>
                <w:webHidden/>
                <w:rtl/>
              </w:rPr>
              <w:fldChar w:fldCharType="separate"/>
            </w:r>
            <w:r w:rsidR="00792D88">
              <w:rPr>
                <w:webHidden/>
              </w:rPr>
              <w:t>101</w:t>
            </w:r>
            <w:r>
              <w:rPr>
                <w:webHidden/>
                <w:rtl/>
              </w:rPr>
              <w:fldChar w:fldCharType="end"/>
            </w:r>
          </w:hyperlink>
        </w:p>
        <w:p w:rsidR="0024685D" w:rsidRDefault="00815866" w:rsidP="0024685D">
          <w:pPr>
            <w:pStyle w:val="TOC1"/>
            <w:rPr>
              <w:rFonts w:asciiTheme="minorHAnsi" w:eastAsiaTheme="minorEastAsia" w:hAnsiTheme="minorHAnsi" w:cstheme="minorBidi"/>
              <w:b w:val="0"/>
              <w:bCs w:val="0"/>
              <w:color w:val="auto"/>
              <w:sz w:val="22"/>
              <w:szCs w:val="22"/>
              <w:rtl/>
            </w:rPr>
          </w:pPr>
          <w:hyperlink w:anchor="_Toc423343234" w:history="1">
            <w:r w:rsidR="0024685D" w:rsidRPr="002C575C">
              <w:rPr>
                <w:rStyle w:val="Hyperlink"/>
              </w:rPr>
              <w:t>Bibliography</w:t>
            </w:r>
            <w:r w:rsidR="0024685D">
              <w:rPr>
                <w:webHidden/>
                <w:rtl/>
              </w:rPr>
              <w:tab/>
            </w:r>
            <w:r>
              <w:rPr>
                <w:webHidden/>
                <w:rtl/>
              </w:rPr>
              <w:fldChar w:fldCharType="begin"/>
            </w:r>
            <w:r w:rsidR="0024685D">
              <w:rPr>
                <w:webHidden/>
                <w:rtl/>
              </w:rPr>
              <w:instrText xml:space="preserve"> </w:instrText>
            </w:r>
            <w:r w:rsidR="0024685D">
              <w:rPr>
                <w:webHidden/>
              </w:rPr>
              <w:instrText>PAGEREF</w:instrText>
            </w:r>
            <w:r w:rsidR="0024685D">
              <w:rPr>
                <w:webHidden/>
                <w:rtl/>
              </w:rPr>
              <w:instrText xml:space="preserve"> _</w:instrText>
            </w:r>
            <w:r w:rsidR="0024685D">
              <w:rPr>
                <w:webHidden/>
              </w:rPr>
              <w:instrText>Toc423343234 \h</w:instrText>
            </w:r>
            <w:r w:rsidR="0024685D">
              <w:rPr>
                <w:webHidden/>
                <w:rtl/>
              </w:rPr>
              <w:instrText xml:space="preserve"> </w:instrText>
            </w:r>
            <w:r>
              <w:rPr>
                <w:webHidden/>
                <w:rtl/>
              </w:rPr>
            </w:r>
            <w:r>
              <w:rPr>
                <w:webHidden/>
                <w:rtl/>
              </w:rPr>
              <w:fldChar w:fldCharType="separate"/>
            </w:r>
            <w:r w:rsidR="00792D88">
              <w:rPr>
                <w:webHidden/>
              </w:rPr>
              <w:t>102</w:t>
            </w:r>
            <w:r>
              <w:rPr>
                <w:webHidden/>
                <w:rtl/>
              </w:rPr>
              <w:fldChar w:fldCharType="end"/>
            </w:r>
          </w:hyperlink>
        </w:p>
        <w:p w:rsidR="00035570" w:rsidRDefault="00815866" w:rsidP="0024685D">
          <w:pPr>
            <w:pStyle w:val="libNormal"/>
          </w:pPr>
          <w:r>
            <w:fldChar w:fldCharType="end"/>
          </w:r>
        </w:p>
      </w:sdtContent>
    </w:sdt>
    <w:p w:rsidR="00B17538" w:rsidRDefault="00B17538" w:rsidP="00035570">
      <w:pPr>
        <w:pStyle w:val="libNormal"/>
      </w:pPr>
      <w:r>
        <w:br w:type="page"/>
      </w:r>
    </w:p>
    <w:p w:rsidR="00B17538" w:rsidRDefault="00B17538" w:rsidP="00B17538">
      <w:pPr>
        <w:pStyle w:val="Heading1Center"/>
      </w:pPr>
      <w:bookmarkStart w:id="0" w:name="_Toc423343212"/>
      <w:r>
        <w:lastRenderedPageBreak/>
        <w:t>Introduction</w:t>
      </w:r>
      <w:bookmarkEnd w:id="0"/>
    </w:p>
    <w:p w:rsidR="00776573" w:rsidRDefault="00B17538" w:rsidP="00B17538">
      <w:pPr>
        <w:pStyle w:val="libNormal"/>
      </w:pPr>
      <w:r>
        <w:t>Khadija, the first wife of Muhammed Mustafa, the Messenger of Allah, (may Allah bless him and his Ahlel</w:t>
      </w:r>
      <w:r w:rsidR="0024685D">
        <w:t>-</w:t>
      </w:r>
      <w:r>
        <w:t xml:space="preserve">Bayt), and the first Believer, evokes a most extraordinary personality. She played a stellar role in the history of nascent Islam. She was, with Abu Talib, one of the two greatest benefactors of Islam and the Muslims. At a time when Islam was under unremitting predation pressure; and was, for three years, in a state of unrelenting siege, she bailed it out, by her incredible sacrifices. Her constancy, her tenacity, her vision, and her indomitable faith in Allah, and in the mission of Muhammed Mustafa </w:t>
      </w:r>
      <w:r w:rsidR="0024685D">
        <w:t>-</w:t>
      </w:r>
      <w:r>
        <w:t xml:space="preserve"> His Last and the Greatest Messenger </w:t>
      </w:r>
      <w:r w:rsidR="0024685D">
        <w:t>-</w:t>
      </w:r>
      <w:r>
        <w:t xml:space="preserve"> were the sine qua non as the underpinnings of Islam during the first ten years of its existence.</w:t>
      </w:r>
    </w:p>
    <w:p w:rsidR="00776573" w:rsidRDefault="00B17538" w:rsidP="00B17538">
      <w:pPr>
        <w:pStyle w:val="libNormal"/>
      </w:pPr>
      <w:r>
        <w:t xml:space="preserve">For some mysterious reason, Khadija's role </w:t>
      </w:r>
      <w:r w:rsidR="0024685D">
        <w:t>-</w:t>
      </w:r>
      <w:r>
        <w:t xml:space="preserve"> so central in shaping the destiny of Islam </w:t>
      </w:r>
      <w:r w:rsidR="0024685D">
        <w:t>-</w:t>
      </w:r>
      <w:r>
        <w:t xml:space="preserve"> has not received the recognition to which it is entitled, from most of the Muslim biographers and historians. Such recognition as they have given it, is, at best, perfunctory and tentative. To the best of my knowledge and belief, a standard biography of Khadija has not been published yet. This is a most lamentable lack in the inspirational literature of Islam, especially at a time when, in the West, there is growing interest in Islam as a creed, and in the story of the respective roles of its various protagonists in its early days.</w:t>
      </w:r>
    </w:p>
    <w:p w:rsidR="00776573" w:rsidRDefault="00B17538" w:rsidP="00B17538">
      <w:pPr>
        <w:pStyle w:val="libNormal"/>
      </w:pPr>
      <w:r>
        <w:t>The material which is extant on the life of Khadija in various sources, is scanty and fragmentary. Even this scanty and fragmentary material is not free from stereotypical interpretations or misinterpretations of history. The biographer or the historian must create a sensitized climate of authentic understanding of Islam, and he must make an evenhanded assessment of the roles of those personages who shaped its history. Khadija is one of the most dynamic and vital personages in the entire history of Islam. It is impossible to tell the story of Islam without telling the story of the contribution she made to its survival, its consolidation, and its eventual triumph. Islam owes Khadija an unpayable debt!</w:t>
      </w:r>
    </w:p>
    <w:p w:rsidR="00776573" w:rsidRDefault="00B17538" w:rsidP="00B17538">
      <w:pPr>
        <w:pStyle w:val="libNormal"/>
      </w:pPr>
      <w:r>
        <w:t xml:space="preserve">Therefore, I believe that the publication of a biography of Khadija </w:t>
      </w:r>
      <w:r w:rsidR="0024685D">
        <w:t>-</w:t>
      </w:r>
      <w:r>
        <w:t xml:space="preserve"> reflecting scientific spirit and scientific principles </w:t>
      </w:r>
      <w:r w:rsidR="0024685D">
        <w:t>-</w:t>
      </w:r>
      <w:r>
        <w:t xml:space="preserve"> which at one time I envisioned as a necessity, now confronts the Muslim biographers and historians as an overwhelming imperative.</w:t>
      </w:r>
    </w:p>
    <w:p w:rsidR="00776573" w:rsidRDefault="00B17538" w:rsidP="00B17538">
      <w:pPr>
        <w:pStyle w:val="libNormal"/>
      </w:pPr>
      <w:r>
        <w:t>Another reason why all Muslims should have access to the life</w:t>
      </w:r>
      <w:r w:rsidR="0024685D">
        <w:t>-</w:t>
      </w:r>
      <w:r>
        <w:t>story of Khadija, is, that like her husband, Muhammed Mustafa, may Allah bless him and his Ahlel</w:t>
      </w:r>
      <w:r w:rsidR="0024685D">
        <w:t>-</w:t>
      </w:r>
      <w:r>
        <w:t>Bayt, she too is a symbol of the unity of his umma. She is a symbol that fosters unity of the Muslim umma.</w:t>
      </w:r>
    </w:p>
    <w:p w:rsidR="00776573" w:rsidRDefault="00B17538" w:rsidP="00B17538">
      <w:pPr>
        <w:pStyle w:val="libNormal"/>
      </w:pPr>
      <w:r>
        <w:t xml:space="preserve">An attempt has been made in this book to put together whatever material on the life of Khadija was available in numerous scattered sources. But it is an attempt which, it must be conceded, is hopelessly inadequate. It purports to be a mere outline </w:t>
      </w:r>
      <w:r w:rsidR="0024685D">
        <w:t>-</w:t>
      </w:r>
      <w:r>
        <w:t xml:space="preserve"> to be referred to only until such time as more authoritative works on the subject become available. Nevertheless, it is essential for all Muslims, but especially for the Muslim women, to be familiar with the story of the life of Khadija and her work for Islam. She blended her personality with the personality of Islam so thoroughly that she became its heart and core.</w:t>
      </w:r>
    </w:p>
    <w:p w:rsidR="00B17538" w:rsidRDefault="00B17538" w:rsidP="00B17538">
      <w:pPr>
        <w:pStyle w:val="libNormal"/>
      </w:pPr>
      <w:r>
        <w:lastRenderedPageBreak/>
        <w:t>Khadija literally lived and died for Islam. If Muslim women are in search of happiness in this world, and salvation in the Hereafter, they must live in imitation of the sainted life of Khadija. She is the "guardian" of the secret of winning the pleasure of Allah; and she is the "custodian" of the key that will unlock for them, the gates of success in the two worlds. She would be glad to share the "secret" with them, if they want to know what it is; and she would be glad to put the "key" in their hands, if they would seek it from her. May Allah bless Khadija and her family.</w:t>
      </w:r>
    </w:p>
    <w:p w:rsidR="00B17538" w:rsidRDefault="00B17538" w:rsidP="00035570">
      <w:pPr>
        <w:pStyle w:val="libNormal"/>
      </w:pPr>
      <w:r>
        <w:br w:type="page"/>
      </w:r>
    </w:p>
    <w:p w:rsidR="00776573" w:rsidRDefault="00B74437" w:rsidP="00623C9D">
      <w:pPr>
        <w:pStyle w:val="Heading1Center"/>
      </w:pPr>
      <w:bookmarkStart w:id="1" w:name="_Toc423343213"/>
      <w:r>
        <w:lastRenderedPageBreak/>
        <w:t xml:space="preserve">Chapter </w:t>
      </w:r>
      <w:r w:rsidR="00623C9D">
        <w:t>1</w:t>
      </w:r>
      <w:r w:rsidR="00B17538">
        <w:t>: Makka in the Sixth Century</w:t>
      </w:r>
      <w:bookmarkEnd w:id="1"/>
    </w:p>
    <w:p w:rsidR="00776573" w:rsidRDefault="00B17538" w:rsidP="00B17538">
      <w:pPr>
        <w:pStyle w:val="libNormal"/>
      </w:pPr>
      <w:r>
        <w:t>Makka in the sixth century AD. was an important emporium in Arabia. It was at the crossroads of international commerce and trade. Cargoes coming from India such as spices, fruits, grain, ceramics and textiles, were unloaded at the ports of Yemen, and were carried from there, with the produce of Southern Arabia itself, such as coffee, medicinal herbs, aromatics, and perfumes, by camel caravans to Makka, and thence, to Syria and through Syria to the Mediterranean world.</w:t>
      </w:r>
    </w:p>
    <w:p w:rsidR="00776573" w:rsidRDefault="00B17538" w:rsidP="00B17538">
      <w:pPr>
        <w:pStyle w:val="libNormal"/>
      </w:pPr>
      <w:r>
        <w:t>Makka itself was the destination of many of the caravans of the "Incense Road" of Arabia and of the "Spice Road" of India. Other caravans passed through Makka and Yathrib on their way to various destinations in the north where they made a link</w:t>
      </w:r>
      <w:r w:rsidR="0024685D">
        <w:t>-</w:t>
      </w:r>
      <w:r>
        <w:t>up with the caravans of the Silk Road of China.</w:t>
      </w:r>
    </w:p>
    <w:p w:rsidR="00776573" w:rsidRDefault="00B17538" w:rsidP="00B17538">
      <w:pPr>
        <w:pStyle w:val="libNormal"/>
      </w:pPr>
      <w:r>
        <w:t>The caravans coming from the north, also halted in Makka. They changed their camels and horses, replenished their supplies and then marched on to the ports in the south of the peninsula, on the Arabian Sea.</w:t>
      </w:r>
    </w:p>
    <w:p w:rsidR="00776573" w:rsidRDefault="00B17538" w:rsidP="00B17538">
      <w:pPr>
        <w:pStyle w:val="libNormal"/>
      </w:pPr>
      <w:r>
        <w:t>Makka was also a center for the exchange of goods and commodities, both for the sedentary and nomadic Arabian tribes; and it was a point of distribution of agricultural produce and manufactured goods to the hinterland of Hijaz. The tribesmen came from as far away as central Arabia and even eastern Arabia, to buy those goods which were not available in their territories. Most of this inter</w:t>
      </w:r>
      <w:r w:rsidR="0024685D">
        <w:t>-</w:t>
      </w:r>
      <w:r>
        <w:t>tribal trade was carried on in Makka by the barter system.</w:t>
      </w:r>
    </w:p>
    <w:p w:rsidR="00776573" w:rsidRDefault="00B17538" w:rsidP="00B17538">
      <w:pPr>
        <w:pStyle w:val="libNormal"/>
      </w:pPr>
      <w:r>
        <w:t>The Quraysh of Makka was the most important tribe of Western Arabia. All its members were merchants. By providing trans</w:t>
      </w:r>
      <w:r w:rsidR="0024685D">
        <w:t>-</w:t>
      </w:r>
      <w:r>
        <w:t xml:space="preserve">shipment of silk from China, produce from East Africa and treasures from India </w:t>
      </w:r>
      <w:r w:rsidR="0024685D">
        <w:t>-</w:t>
      </w:r>
      <w:r>
        <w:t xml:space="preserve"> the Quraysh dominated trade between the civilizations of the East and those of the Mediterranean.</w:t>
      </w:r>
    </w:p>
    <w:p w:rsidR="00776573" w:rsidRDefault="00B17538" w:rsidP="00B17538">
      <w:pPr>
        <w:pStyle w:val="libNormal"/>
      </w:pPr>
      <w:r>
        <w:t>Clearly much of this trade was in luxury goods but ordinary goods were traded too, such as purple cloth, clothing, plain, embroidered or interwoven with gold, saffron, muslin, cloaks, blankets, sashes, fragrant ointments, wine and wheat.</w:t>
      </w:r>
    </w:p>
    <w:p w:rsidR="00776573" w:rsidRDefault="00B17538" w:rsidP="00B17538">
      <w:pPr>
        <w:pStyle w:val="libNormal"/>
      </w:pPr>
      <w:r>
        <w:t>In this manner, the production, sale, exchange and distribution of goods had made the Quraysh quite rich. But there was one more thing to make them rich. Makka housed the Kaaba with its famous Black Stone. The Arabs came to Makka to perform pilgrimage at the Kaaba. For them, Makka held the same sanctity that Jerusalem did for the Jews and the Christians.</w:t>
      </w:r>
    </w:p>
    <w:p w:rsidR="00776573" w:rsidRDefault="00B17538" w:rsidP="00B17538">
      <w:pPr>
        <w:pStyle w:val="libNormal"/>
      </w:pPr>
      <w:r>
        <w:t>Kaaba was the pantheon of the idols of the various Arabian clans and tribes. The pilgrims brought rich and exotic offerings with them for the idols they worshipped. When the pilgrims left Makka to return to their homes, the priests of the pantheon appropriated all the offerings for themselves. The pilgrim traffic was a very lucrative source of revenue for the citizens of Makka.</w:t>
      </w:r>
    </w:p>
    <w:p w:rsidR="00776573" w:rsidRDefault="00B17538" w:rsidP="00B17538">
      <w:pPr>
        <w:pStyle w:val="libNormal"/>
      </w:pPr>
      <w:r>
        <w:t>If the Quraysh of Makka did not engage in trade for themselves, they would still become rich merely by providing the vast range of services, which they did, on a year</w:t>
      </w:r>
      <w:r w:rsidR="0024685D">
        <w:t>-</w:t>
      </w:r>
      <w:r>
        <w:t xml:space="preserve">round basis, to the caravans </w:t>
      </w:r>
      <w:r w:rsidR="0024685D">
        <w:t>-</w:t>
      </w:r>
      <w:r>
        <w:t xml:space="preserve"> both northbound and southbound </w:t>
      </w:r>
      <w:r w:rsidR="0024685D">
        <w:t>-</w:t>
      </w:r>
      <w:r>
        <w:t xml:space="preserve"> and to the pilgrims. But many of them were enterprising merchants as noted before, and brought much wealth to Makka from the neighboring countries.</w:t>
      </w:r>
    </w:p>
    <w:p w:rsidR="00776573" w:rsidRDefault="00B17538" w:rsidP="00B17538">
      <w:pPr>
        <w:pStyle w:val="libNormal"/>
      </w:pPr>
      <w:r>
        <w:lastRenderedPageBreak/>
        <w:t>Though the merchants of Makka sent only one caravan to Syria and one to Yemen in the whole year, there were numerous other little caravans which plied between various points within the Arabian peninsula throughout the year. Most of them either originated in Makka or they passed through Makka. Therefore, the caravan traffic in Makka was quite brisk.</w:t>
      </w:r>
    </w:p>
    <w:p w:rsidR="00B17538" w:rsidRDefault="00B17538" w:rsidP="00B17538">
      <w:pPr>
        <w:pStyle w:val="libNormal"/>
      </w:pPr>
      <w:r>
        <w:t>The caravans varied in size. They ranged from "local" caravans of as few as ten camels to "international" caravans of as many as thousands of camels. The organization of caravans was a major industry in Arabia.</w:t>
      </w:r>
    </w:p>
    <w:p w:rsidR="00B17538" w:rsidRDefault="00B17538" w:rsidP="00035570">
      <w:pPr>
        <w:pStyle w:val="libNormal"/>
      </w:pPr>
      <w:r>
        <w:br w:type="page"/>
      </w:r>
    </w:p>
    <w:p w:rsidR="00776573" w:rsidRDefault="00B74437" w:rsidP="00B17538">
      <w:pPr>
        <w:pStyle w:val="Heading1Center"/>
      </w:pPr>
      <w:bookmarkStart w:id="2" w:name="_Toc423343214"/>
      <w:r>
        <w:lastRenderedPageBreak/>
        <w:t>Chapter 2</w:t>
      </w:r>
      <w:r w:rsidR="00B17538">
        <w:t>: Early Life of Khadija tul Kubra (R)</w:t>
      </w:r>
      <w:bookmarkEnd w:id="2"/>
    </w:p>
    <w:p w:rsidR="00776573" w:rsidRDefault="00B17538" w:rsidP="00B17538">
      <w:pPr>
        <w:pStyle w:val="libNormal"/>
      </w:pPr>
      <w:r>
        <w:t>Khadija was born in Makka. She was the daughter of Khuwayled bin Asad bin Abdul Uzza bin Qusayy. Qusayy was the common progenitor of her line as well as the line of Muhammed Mustafa of the clan of Bani Hashim, and the future Prophet of Islam (may Allah bless him and his Ahlel Bayt). She thus belonged to a collateral branch of the Bani Hashim. Next to Bani Hashim itself, her family was the noblest and the most honorable in all Arabia. Her family was distinguished not only by its opulence but also by Jl the content of its character.</w:t>
      </w:r>
    </w:p>
    <w:p w:rsidR="00776573" w:rsidRDefault="00B17538" w:rsidP="00B17538">
      <w:pPr>
        <w:pStyle w:val="libNormal"/>
      </w:pPr>
      <w:r>
        <w:t xml:space="preserve">Khuwayled, the father of Khadija, was, like most other memhers of the tribe of the Quraysh of Makka, also a merchant. Like most of them, he too had made a fortune in foreign trade. The merchants of Makka put together two caravans every year </w:t>
      </w:r>
      <w:r w:rsidR="0024685D">
        <w:t>-</w:t>
      </w:r>
      <w:r>
        <w:t xml:space="preserve"> one in summer and one in winter. They sent the "summer caravan" to Syria and the "winter caravan" to Yemen.</w:t>
      </w:r>
    </w:p>
    <w:p w:rsidR="00776573" w:rsidRDefault="00B17538" w:rsidP="00B17538">
      <w:pPr>
        <w:pStyle w:val="libNormal"/>
      </w:pPr>
      <w:r>
        <w:t>These caravans carried the produce of the desert, and the goods manufactured in Makka and the surrounding areas, and sold them in the markets of Syria and Yemen. They also sold pedigreed horses in Syria. These horses were valued very highly in Syria and in the neighboring countries. After selling their merchandize and their horses, the traders bought grain, olive oil, fruits, coffee, textiles, luxury goods and other manufactured items for sale in Makka. They thus made profit at both ends of the journey.</w:t>
      </w:r>
    </w:p>
    <w:p w:rsidR="00776573" w:rsidRDefault="00B17538" w:rsidP="00B17538">
      <w:pPr>
        <w:pStyle w:val="libNormal"/>
      </w:pPr>
      <w:r>
        <w:t>(This trade of Makka has been referred to in Quran Majid in Sura Quraysh, the 106th chapter). Foreign trade was the entire basis of the economic life of Makka. Makka had neither arable lands nor water for irrigation. The Makkans, therefore, could not grow their own food. To feed themselves, they depended upon their trade with Syria and Yemen. With the profits they made in their trade, they bought grain and other necessities of life.</w:t>
      </w:r>
    </w:p>
    <w:p w:rsidR="00776573" w:rsidRDefault="00B17538" w:rsidP="00B17538">
      <w:pPr>
        <w:pStyle w:val="libNormal"/>
      </w:pPr>
      <w:r>
        <w:t>Each caravan had a leader. This leader had to be a man of some exceptional qualities. Upon his judgment and decisions depended the physical safety and the success of the caravan in its business of selling and buying. He was responsible for protecting the caravan from the brigands and the predators of the desert. This he did by recruiting warriors from various tribes, and by forming a squad or squads out of them, depending upon the size of the caravan. This squad accompanied the caravan to its destination. All caravans bound for distant destinations travelled under military escort.</w:t>
      </w:r>
    </w:p>
    <w:p w:rsidR="00776573" w:rsidRDefault="00B17538" w:rsidP="00B17538">
      <w:pPr>
        <w:pStyle w:val="libNormal"/>
      </w:pPr>
      <w:r>
        <w:t>The caravan</w:t>
      </w:r>
      <w:r w:rsidR="0024685D">
        <w:t>-</w:t>
      </w:r>
      <w:r>
        <w:t>leader also had to be gifted with a "sixth sense" to guide him in the trackless desert during the day, and he had to have the ability to determine directions at night. He, therefore, had to have the knowledge of the relative position of the stars. He also had to assure beforehand the availability of water during the long journey north to Syria or south to Yemen. He also had to take precautionary measures against such unforeseen hazards as sand</w:t>
      </w:r>
      <w:r w:rsidR="0024685D">
        <w:t>-</w:t>
      </w:r>
      <w:r>
        <w:t xml:space="preserve">storms and flash floods. He also had to have the ability to administer "first aid" to a traveller if he became sick or was injured. In other words, he had to be a man capable of handling any emergency. The merchants of Makka, therefore, selected a leader for their caravans after </w:t>
      </w:r>
      <w:r>
        <w:lastRenderedPageBreak/>
        <w:t>thoroughly investigating his antecedents. A screening panel of experienced travellers appraised all candidates for the post.</w:t>
      </w:r>
    </w:p>
    <w:p w:rsidR="00776573" w:rsidRDefault="00B17538" w:rsidP="00B17538">
      <w:pPr>
        <w:pStyle w:val="libNormal"/>
      </w:pPr>
      <w:r>
        <w:t>The panel was not satisfied by anything less than the proven ability of a candidate to "navigate" skillfully in the uncharted "sea" of sand, and his success in bringing the convoys of the "ships of the desert," (= the camels), and their cargoes, home safely. To be acceptable to the panel, a candidate had to show that he had thorough familiarity with the logistics of the caravans; and his "credentials" had to be impeccable.</w:t>
      </w:r>
    </w:p>
    <w:p w:rsidR="00776573" w:rsidRDefault="00B17538" w:rsidP="00B17538">
      <w:pPr>
        <w:pStyle w:val="libNormal"/>
      </w:pPr>
      <w:r>
        <w:t>Khadija's mother had died in or around A D. 575; and Khuwayled, her father, died in or around AD. 585. Upon his death, his children inherited his fortune, and divided it among themselves. Wealth has its own perils. It can tempt one to live a life of idleness and luxury. Khadija subconsciously understood the ambivalent character of wealth, and made up her mind not to let it make her an idler. She was endowed with such extraordinary intelligence and force of character that she overcame the challenge of prosperity, and decided to build an empire upon her patrimony. She had many siblings but among all of them, she alone had "inherited" their father's ability to become rich. But she demonstrated very soon that even if she had not inherited a fortune from her father, she would have made one for herself.</w:t>
      </w:r>
    </w:p>
    <w:p w:rsidR="00776573" w:rsidRDefault="00B17538" w:rsidP="00B17538">
      <w:pPr>
        <w:pStyle w:val="libNormal"/>
      </w:pPr>
      <w:r>
        <w:t>After the death of Khuwayled, Khadija took charge of the family business, and rapidly expanded it. With the profits she made, she helped the poor, the widows, the orphans, the sick and the disabled. If there were any poor girls, Khadija married them off, and gave them dowry. One of her uncles acted as her adviser in business matters, and other members of the family also assisted her in the management of business if and when she sought their assistance. But she didn't depend upon anyone else to make her decisions. She trusted her own judgment even though she welcomed advice and considered it. The senior members of her family knew that one thing she didn't like was paternalism.</w:t>
      </w:r>
    </w:p>
    <w:p w:rsidR="00776573" w:rsidRDefault="00B17538" w:rsidP="00B17538">
      <w:pPr>
        <w:pStyle w:val="libNormal"/>
      </w:pPr>
      <w:r>
        <w:t>Most of the traders who had cargo to sell in Syria or Yemen, travelled with the caravans to oversight all transactions in person. But there were occasions when a trader was unable to leave Makka. In such an event, he engaged a man to go in his stead, with the caravan. The man chosen for this purpose, had to be one with good reputation for his probity and for his sound business sense. Such a man was called an agent or a manager.</w:t>
      </w:r>
    </w:p>
    <w:p w:rsidR="00776573" w:rsidRDefault="00B17538" w:rsidP="00B17538">
      <w:pPr>
        <w:pStyle w:val="libNormal"/>
      </w:pPr>
      <w:r>
        <w:t xml:space="preserve">Khadija herself was a homebody and her brothers and cousins also did not show any interest in travelling with the caravans. She, therefore, recruited an agent whenever a caravan was outfitted to go abroad, and made him responsible for carrying her merchandize to the foreign markets and for selling it in those markets. By judicious selection of her agents, and by selling and buying at the right time and at the right place, she was able to make fantastic profits, and in due course, became the richest merchant in Makka. Ibn Sa'ad says in his Tabqaat that whenever caravans of the Makkan merchants set out on their journey, the cargo of Khadija alone was equal to the cargo of all other merchants of Quraysh put together. She had, it was obvious to everyone, the proverbial "golden touch." If she touched dust, it turned into gold. The citizens of Makka, therefore, bestowed upon her the </w:t>
      </w:r>
      <w:r>
        <w:lastRenderedPageBreak/>
        <w:t>title of the Princess of the QuMysh. They also called her the Princess of Makka.</w:t>
      </w:r>
    </w:p>
    <w:p w:rsidR="00776573" w:rsidRDefault="00B17538" w:rsidP="00B17538">
      <w:pPr>
        <w:pStyle w:val="libNormal"/>
      </w:pPr>
      <w:r>
        <w:t>Arabia at this time was a pagan society, and the Arabs worshipped a multitude of idols and fetishes who, they believed, had the power to bring good fortune to them. But their idolatry was crude and primitive, and their habits, customs and characteristics were repulsive. Drunkenness was one of their many vices, and they were incorrigible gamblers. They were wallowing in a pit of error and ignorance. Quran Majid has borne testimony to their condition in the following verse:</w:t>
      </w:r>
    </w:p>
    <w:p w:rsidR="00776573" w:rsidRDefault="00B17538" w:rsidP="00B17538">
      <w:pPr>
        <w:pStyle w:val="libBoldItalic"/>
      </w:pPr>
      <w:r>
        <w:t xml:space="preserve">IT IS HE WHO HAS SENT AMONGST THE UNLETTERED AN APOSTLE FROM AMONG THEMSELVES, TO REHEARSE TO THEM HIS SIGNS, TO SANCTIFY THEM, AND TO INSTRUCT THEM IN SCRIPTURE AND WISDOM, </w:t>
      </w:r>
      <w:r w:rsidR="0024685D">
        <w:t>-</w:t>
      </w:r>
      <w:r>
        <w:t xml:space="preserve"> ALTHOUGH THEY HAD BEEN, BEFORE, IN MANIFEST ERROR; (Chapter 62; verse 2)</w:t>
      </w:r>
    </w:p>
    <w:p w:rsidR="00776573" w:rsidRDefault="00B17538" w:rsidP="00B17538">
      <w:pPr>
        <w:pStyle w:val="libNormal"/>
      </w:pPr>
      <w:r>
        <w:t>But the country was not altogether devoid of individuals who found idolatry repugnant. These individuals, who were very few in number, were called "Hanifs," i.e., men and women "who had turned away from idol worship." Makka also had a sprinkling of these "hanifs," and some of them were in the clan of Khadija herself. One of them was her first cousin, Waraqa bin Naufal.</w:t>
      </w:r>
    </w:p>
    <w:p w:rsidR="00776573" w:rsidRDefault="00B17538" w:rsidP="00B17538">
      <w:pPr>
        <w:pStyle w:val="libNormal"/>
      </w:pPr>
      <w:r>
        <w:t xml:space="preserve">Waraqa was the eldest of all his siblings, and his hair had all turned grey. He castigated the Arabs for worshipping idols and for deviating from the true faith of their forebears </w:t>
      </w:r>
      <w:r w:rsidR="0024685D">
        <w:t>-</w:t>
      </w:r>
      <w:r>
        <w:t xml:space="preserve"> the prophets Ibrahim (Abraham) and Ismael. Ibrahim and Ismael had taught the lesson of Tauheed </w:t>
      </w:r>
      <w:r w:rsidR="0024685D">
        <w:t>-</w:t>
      </w:r>
      <w:r>
        <w:t xml:space="preserve"> the doctrine of the Unity of the Creator. But the Arabs had forgotten that lesson, and had become polytheists. Waraqa despised them for their polytheism and their moral turpitude. He himself followed the religion of Prophet Ibrahim, the true and faithful slave of Allah. He never associated any partner(s) with Allah. He did not drink and he did not gamble. And he was generous to the poor and the needy.</w:t>
      </w:r>
    </w:p>
    <w:p w:rsidR="00776573" w:rsidRDefault="00B17538" w:rsidP="00B17538">
      <w:pPr>
        <w:pStyle w:val="libNormal"/>
      </w:pPr>
      <w:r>
        <w:t>One of the most hideous customs of the Arabs of the times was that they buried their female infants alive. Whenever Waraqa heard that someone intended to bury his daughter alive, he went to see him, dissuaded him from killing his daughter, and if the reason for the contemplated murder was poverty, he ransomed her, and brought her up as his own child. In most cases, the father later regretted his error, and came to claim his daughter. Waraqa exacted from him a pledge to love his daughter, and to treat her well, and only then let him take her back.</w:t>
      </w:r>
    </w:p>
    <w:p w:rsidR="00776573" w:rsidRDefault="00B17538" w:rsidP="00B17538">
      <w:pPr>
        <w:pStyle w:val="libNormal"/>
      </w:pPr>
      <w:r>
        <w:t xml:space="preserve">Waraqa lived in the twilight of the pagan world. That world was soon going to be flooded with the Light of Islam </w:t>
      </w:r>
      <w:r w:rsidR="0024685D">
        <w:t>-</w:t>
      </w:r>
      <w:r>
        <w:t xml:space="preserve"> the Religion of Allah, par excellence </w:t>
      </w:r>
      <w:r w:rsidR="0024685D">
        <w:t>-</w:t>
      </w:r>
      <w:r>
        <w:t xml:space="preserve"> the Pristine Faith, first promulgated, many centuries earlier, by Ibrahim (Abraham), the Friend and Messenger of Allah. Allah had already chosen His slave, Muhammed Mustafa ibn Abdullah, of the clan of Bani Hashim, to be His new and His last Messenger to the world. The latter was living in Makka at the same time as Waraqa but had not proclaimed his mission yet.</w:t>
      </w:r>
    </w:p>
    <w:p w:rsidR="00776573" w:rsidRDefault="00B17538" w:rsidP="00B17538">
      <w:pPr>
        <w:pStyle w:val="libNormal"/>
      </w:pPr>
      <w:r>
        <w:t xml:space="preserve">Waraqa was one of the very few people in Makka who were educated. He is reported to have translated the Bible from Hebrew into Arabic. He had </w:t>
      </w:r>
      <w:r>
        <w:lastRenderedPageBreak/>
        <w:t>also read other books written by the Jewish and Christian theologians. He was a desperate seeker of truth in the darkness of a world growing darker, and longed to find it before his own death, but did not know how.</w:t>
      </w:r>
    </w:p>
    <w:p w:rsidR="00776573" w:rsidRDefault="00B17538" w:rsidP="00B17538">
      <w:pPr>
        <w:pStyle w:val="libNormal"/>
      </w:pPr>
      <w:r>
        <w:t>Khadija was strongly influenced by the ideas of Waraqa, and she shared his contempt for the idols and the idolaters. She did not associate any partner(s) with the Creator. Like Waraqa and some other members of the family, she too was a follower of the prophets Ibrahim and Ismael.</w:t>
      </w:r>
    </w:p>
    <w:p w:rsidR="00776573" w:rsidRDefault="00B17538" w:rsidP="00B17538">
      <w:pPr>
        <w:pStyle w:val="libCenterBold1"/>
      </w:pPr>
      <w:r>
        <w:t>Khadija was a Muwahhid (monotheist)!</w:t>
      </w:r>
    </w:p>
    <w:p w:rsidR="00776573" w:rsidRDefault="00B17538" w:rsidP="00B17538">
      <w:pPr>
        <w:pStyle w:val="libNormal"/>
      </w:pPr>
      <w:r>
        <w:t>What Khadija did not know at this time was that within a few years, her destiny was going to be intertwined with the destiny of Muhammed Mustafa, the apostle of Monotheism (Tauheed); and with the destiny of Islam, the creed of Monotheism. Arabia, before Islam, had no political organization in any form, and had no basic structure of any kind. There were no courts or police or a system of justice. Therefore, there was no apparatus to control crime, or to inhibit criminals. If an Arab committed a crime, he didn't feel any remorse. Instead, he boasted that he was capable of being utterly reckless, brutal and ruthless.</w:t>
      </w:r>
    </w:p>
    <w:p w:rsidR="00776573" w:rsidRDefault="00B17538" w:rsidP="00B17538">
      <w:pPr>
        <w:pStyle w:val="libNormal"/>
      </w:pPr>
      <w:r>
        <w:t>The whole peninsula was a masculine</w:t>
      </w:r>
      <w:r w:rsidR="0024685D">
        <w:t>-</w:t>
      </w:r>
      <w:r>
        <w:t>dominated society. A woman had no status whatsoever. Many Arabs believed that women were bringers of bad luck. In general, they treated women more like chattel than like individuals. A man could marry any number of women he liked. And when he died, his eldest son "inherited" all of them except his own mother. In other words, he married all his step</w:t>
      </w:r>
      <w:r w:rsidR="0024685D">
        <w:t>-</w:t>
      </w:r>
      <w:r>
        <w:t>mothers. Such a thing as a code of ethics simply did not exist to inhibit him in any way. Islam placed this foul practice under proscription.</w:t>
      </w:r>
    </w:p>
    <w:p w:rsidR="00B17538" w:rsidRDefault="00B17538" w:rsidP="00B17538">
      <w:pPr>
        <w:pStyle w:val="libNormal"/>
      </w:pPr>
      <w:r>
        <w:t>The pre</w:t>
      </w:r>
      <w:r w:rsidR="0024685D">
        <w:t>-</w:t>
      </w:r>
      <w:r>
        <w:t>Islamic Arabs were semi</w:t>
      </w:r>
      <w:r w:rsidR="0024685D">
        <w:t>-</w:t>
      </w:r>
      <w:r>
        <w:t>savages. An Arab spent his life in lawless warfare. Killing and plundering were his favorite professions. He tortured his prisoners of war to death, and torturing animals was one of his favorite pastimes. He had a perverse sense of honor which led him to kill his own infant daughters. If his wife gave birth to a daughter, he was unable to conceal his anguish and displeasure. WHEN NEWS IS BROUGHT TO ONE OF THEM, OF (THE BIRTH OF) A FEMALE (CHILD), HIS FACE DARKENS, AND HE IS FILLED WITH INWARD GRIEF! WITH SHAME DOES HE HIDE HIMSELF FROM HIS PEOPLE, BECAUSE OF THE BAD NEWS HE HAS HAD! SHALL HE RETAIN IT ON (SURFACE AND) CONTEMPT, OR BURY IT IN THE DUST?</w:t>
      </w:r>
    </w:p>
    <w:p w:rsidR="00776573" w:rsidRDefault="00B17538" w:rsidP="00B17538">
      <w:pPr>
        <w:pStyle w:val="libNormal"/>
      </w:pPr>
      <w:r>
        <w:t>AH! WHAT AN EVIL (CHOICE) THEY DECIDE ON. (Quran Majid. Chapter 16; verses 58, 59)</w:t>
      </w:r>
    </w:p>
    <w:p w:rsidR="00776573" w:rsidRDefault="00B17538" w:rsidP="00B17538">
      <w:pPr>
        <w:pStyle w:val="libNormal"/>
      </w:pPr>
      <w:r>
        <w:t>In most cases an Arab killed his daughter out of his fear that she would be made a prisoner in the inter</w:t>
      </w:r>
      <w:r w:rsidR="0024685D">
        <w:t>-</w:t>
      </w:r>
      <w:r>
        <w:t>tribal wars, and therefore, a slave of the enemy, and her status as a slave would bring disgrace to his family and tribe. He could also kill her out of his fear of poverty. He believed that his daughter would become an economic liability to him. Islam made the killing of children a capital offence. KILL NOT YOUR CHILDREN FOR FEAR OF WANT: WE SHALL PROVIDE SUSTENANCE FOR THEM AS WELL AS FOR YOU. VERILY THE KILLING OF THEM IS A GREAT SIN. (Quran Majid. Ch. 17; verse 31)</w:t>
      </w:r>
    </w:p>
    <w:p w:rsidR="00776573" w:rsidRDefault="00B17538" w:rsidP="00B17538">
      <w:pPr>
        <w:pStyle w:val="libNormal"/>
      </w:pPr>
      <w:r>
        <w:lastRenderedPageBreak/>
        <w:t xml:space="preserve">There were also those Arabs who did not kill their daughters but they deprived them of all their rights. They figured that since their daughters, when married, would go to other men's homes, they ought not to spend anything on them. It was such an environment in which Khadija was born, grew up and lived </w:t>
      </w:r>
      <w:r w:rsidR="0024685D">
        <w:t>-</w:t>
      </w:r>
      <w:r>
        <w:t xml:space="preserve"> an "anti</w:t>
      </w:r>
      <w:r w:rsidR="0024685D">
        <w:t>-</w:t>
      </w:r>
      <w:r>
        <w:t>woman" environment.</w:t>
      </w:r>
    </w:p>
    <w:p w:rsidR="00776573" w:rsidRDefault="00B17538" w:rsidP="00B17538">
      <w:pPr>
        <w:pStyle w:val="libNormal"/>
      </w:pPr>
      <w:r>
        <w:t>From her home in Makka, Khadija controlled an ever</w:t>
      </w:r>
      <w:r w:rsidR="0024685D">
        <w:t>-</w:t>
      </w:r>
      <w:r>
        <w:t xml:space="preserve">growing business which spread into the neighboring countries. What she had succeeded in achieving, would be remarkable in any country, in any age, and for anyone </w:t>
      </w:r>
      <w:r w:rsidR="0024685D">
        <w:t>-</w:t>
      </w:r>
      <w:r>
        <w:t xml:space="preserve"> man or woman. But her achievement becomes doubly remarkable when one takes into account the "anti</w:t>
      </w:r>
      <w:r w:rsidR="0024685D">
        <w:t>-</w:t>
      </w:r>
      <w:r>
        <w:t>woman" orientation of the Arab society. This is proof of her ability to master her destiny by her intelligence, strength of will and force of character. Her compatriots acknowledged her achievements when they called her the princess of the Quraysh and the princess of Makka, as noted before.</w:t>
      </w:r>
    </w:p>
    <w:p w:rsidR="00776573" w:rsidRDefault="00B17538" w:rsidP="00B17538">
      <w:pPr>
        <w:pStyle w:val="libNormal"/>
      </w:pPr>
      <w:r>
        <w:t>But even more remarkably, Khadija also earned a third title. She was called "Tahira" which means "the pure one." Who bestowed the title of Tahira upon her? Incredibly, it was bestowed upon her by the same Arabs who were notorious for their arrogance, conceit, vanity and male chauvinism. But Khadija's conduct was so consistently exemplary that it won recognition even from them, and they called her "the pure one."</w:t>
      </w:r>
    </w:p>
    <w:p w:rsidR="00776573" w:rsidRDefault="00B17538" w:rsidP="00B17538">
      <w:pPr>
        <w:pStyle w:val="libNormal"/>
      </w:pPr>
      <w:r>
        <w:t xml:space="preserve">It was the first time in the history of Arabia that a woman was called the Princess of Makka and was also called Tahira. The Arabs called Khadija the princess of Makka because of her affluence, and they called her Tahira because of the immaculacy of her reputation. They were also aware that she was a highly cultivated lady. She was thus a personage of distinction even in the times before Islam </w:t>
      </w:r>
      <w:r w:rsidR="0024685D">
        <w:t>-</w:t>
      </w:r>
      <w:r>
        <w:t xml:space="preserve"> the Times of Ignorance.</w:t>
      </w:r>
    </w:p>
    <w:p w:rsidR="00776573" w:rsidRDefault="00B17538" w:rsidP="00B17538">
      <w:pPr>
        <w:pStyle w:val="libNormal"/>
      </w:pPr>
      <w:r>
        <w:t>It was inevitable that Khadija would attract the attention of the Arab nobles and princes. Many among them sent proposals of marriage to her. But she did not consider any of them. Many of these nobles and princes were persistent in seeking her hand in marriage. Not discouraged by her refusal, they sought out men and women of influence and prestige to intercede for them with her. But she still spurned them all. She perhaps didn't attach much importance to the guardians of the male</w:t>
      </w:r>
      <w:r w:rsidR="0024685D">
        <w:t>-</w:t>
      </w:r>
      <w:r>
        <w:t>dominated and "anti</w:t>
      </w:r>
      <w:r w:rsidR="0024685D">
        <w:t>-</w:t>
      </w:r>
      <w:r>
        <w:t>woman" society.</w:t>
      </w:r>
    </w:p>
    <w:p w:rsidR="00B17538" w:rsidRDefault="00B17538" w:rsidP="00B17538">
      <w:pPr>
        <w:pStyle w:val="libNormal"/>
      </w:pPr>
      <w:r>
        <w:t>Khadija's refusal to accept the offers of marriage sent by the high and the mighty of Arabia, gave rise to much speculation as to what kind of man she would like to marry. It was a question that Khadija herself could not answer. But her destiny knew the answer; she would marry a man who was not only the best in all Arabia but was also the very best in all creation. It was her destiny which prompted her to turn down offers of marriage sent by commonplace mortals.</w:t>
      </w:r>
    </w:p>
    <w:p w:rsidR="00B17538" w:rsidRDefault="00B17538" w:rsidP="00035570">
      <w:pPr>
        <w:pStyle w:val="libNormal"/>
      </w:pPr>
      <w:r>
        <w:br w:type="page"/>
      </w:r>
    </w:p>
    <w:p w:rsidR="00776573" w:rsidRDefault="00B17538" w:rsidP="00B17538">
      <w:pPr>
        <w:pStyle w:val="Heading1Center"/>
      </w:pPr>
      <w:bookmarkStart w:id="3" w:name="_Toc423343215"/>
      <w:r>
        <w:lastRenderedPageBreak/>
        <w:t>Chapter 3:Muhammed Mustafa (S),The Future Prophet of Islam</w:t>
      </w:r>
      <w:bookmarkEnd w:id="3"/>
    </w:p>
    <w:p w:rsidR="00776573" w:rsidRDefault="00B17538" w:rsidP="00B17538">
      <w:pPr>
        <w:pStyle w:val="libNormal"/>
      </w:pPr>
      <w:r>
        <w:t xml:space="preserve">Though Arabia did not have any government </w:t>
      </w:r>
      <w:r w:rsidR="0024685D">
        <w:t>-</w:t>
      </w:r>
      <w:r>
        <w:t xml:space="preserve"> national, regional or local </w:t>
      </w:r>
      <w:r w:rsidR="0024685D">
        <w:t>-</w:t>
      </w:r>
      <w:r>
        <w:t xml:space="preserve"> the city of Makka was dominated by the tribe of Quraysh, as noted before. Quraysh was composed of twelve clans. These clans shared responsibility for maintaining a modicum of law and order in the city.</w:t>
      </w:r>
    </w:p>
    <w:p w:rsidR="00776573" w:rsidRDefault="00B17538" w:rsidP="00B17538">
      <w:pPr>
        <w:pStyle w:val="libNormal"/>
      </w:pPr>
      <w:r>
        <w:t xml:space="preserve">One of the clans of Quraysh was Bani Hashim. Each clan had its own leader. The leader of Bani Hashim was Abu Talib ibn Abdul Muttalib ibn Hashim ibn Abd Manaf ibn Qusayy. Like his forefathers, Abu Talib was also a merchant. In addition to being the chief of the clan, he was also the guardian of the Kaaba </w:t>
      </w:r>
      <w:r w:rsidR="0024685D">
        <w:t>-</w:t>
      </w:r>
      <w:r>
        <w:t xml:space="preserve"> the House of Allah </w:t>
      </w:r>
      <w:r w:rsidR="0024685D">
        <w:t>-</w:t>
      </w:r>
      <w:r>
        <w:t xml:space="preserve"> built in Makka, many centuries earlier, by the prophets Ibrahim and Ismael, and dedicated by them to the service of Allah Ta'ala.</w:t>
      </w:r>
    </w:p>
    <w:p w:rsidR="00776573" w:rsidRDefault="00B17538" w:rsidP="00B17538">
      <w:pPr>
        <w:pStyle w:val="libNormal"/>
      </w:pPr>
      <w:r>
        <w:t>Abu Talib had a younger brother called Abdullah. In A.D. 570, Abdullah went to Syria with a caravan. A few months before his departure to Syria, he had been married to Amina bint Wahab, a lady of Yathrib (Medina).</w:t>
      </w:r>
    </w:p>
    <w:p w:rsidR="00776573" w:rsidRDefault="00B17538" w:rsidP="00B17538">
      <w:pPr>
        <w:pStyle w:val="libNormal"/>
      </w:pPr>
      <w:r>
        <w:t>On his return journey from Syria, Abdullah fell ill and died. He was only 17 years old at his death. When he left Makka, his wife was pregnant, and she was living in the house of her brother</w:t>
      </w:r>
      <w:r w:rsidR="0024685D">
        <w:t>-</w:t>
      </w:r>
      <w:r>
        <w:t>in</w:t>
      </w:r>
      <w:r w:rsidR="0024685D">
        <w:t>-</w:t>
      </w:r>
      <w:r>
        <w:t xml:space="preserve">law, Abu Talib. Two months after the death of Abdullah, her child </w:t>
      </w:r>
      <w:r w:rsidR="0024685D">
        <w:t>-</w:t>
      </w:r>
      <w:r>
        <w:t xml:space="preserve"> a boy </w:t>
      </w:r>
      <w:r w:rsidR="0024685D">
        <w:t>-</w:t>
      </w:r>
      <w:r>
        <w:t xml:space="preserve"> was born. His grandfather, Abdul Muttalib, gave him the name Muhammed. Muhammed was born on June 8, 570, in the house of his uncle, Abu Talib, in Makka. The infant Muhammed was, some day, going to be handpicked by Allah Ta'ala to be His Messenger to the whole world, and he was going to change the destiny and the history of mankind forever.</w:t>
      </w:r>
    </w:p>
    <w:p w:rsidR="00776573" w:rsidRDefault="00B17538" w:rsidP="00B17538">
      <w:pPr>
        <w:pStyle w:val="libNormal"/>
      </w:pPr>
      <w:r>
        <w:t>Muhammed was six years old when his mother, Amina the daughter of Wahab, died, after a brief illness. Upon her death, his grandfather, Abdul Muttalib, took him to his home. But only two years had passed when Abdul Muttalib also died. Abdul Muttalib had ten sons. When he was on his deathbed, he called all of them, and designated his son, Abu Talib, as the new chief of the clan of Bani Hashim. He also made Abu Talib the guardian of Muhammed. Both Abu Talib and Abdullah, the father of Muhammed, were the sons of the same mother, whereas Abdul Muttalib's other sons were born of his other wives.</w:t>
      </w:r>
    </w:p>
    <w:p w:rsidR="00776573" w:rsidRDefault="00B17538" w:rsidP="00B17538">
      <w:pPr>
        <w:pStyle w:val="libNormal"/>
      </w:pPr>
      <w:r>
        <w:t xml:space="preserve">Abu Talib brought Muhammed into his house. Muhammed came, he saw and he conquered </w:t>
      </w:r>
      <w:r w:rsidR="0024685D">
        <w:t>-</w:t>
      </w:r>
      <w:r>
        <w:t xml:space="preserve"> all. Abu Talib and his wife lavished all their love upon him. They loved him more than they loved their own children. Muhammed was born in their house. His birth in their house had made it a house of many blessings; and now, after the death of Abdul Muttalib, he had returned to it.</w:t>
      </w:r>
    </w:p>
    <w:p w:rsidR="00776573" w:rsidRDefault="00B17538" w:rsidP="00B17538">
      <w:pPr>
        <w:pStyle w:val="libNormal"/>
      </w:pPr>
      <w:r>
        <w:t>When Muhammed was a child, he didn't show any interest in the toys and the frolics of children. In his boyhood, he didn't show any interest in games and sports, or in the company of other boys of his own age. As young as he was, he preferred solitude to company.</w:t>
      </w:r>
    </w:p>
    <w:p w:rsidR="00776573" w:rsidRDefault="00B17538" w:rsidP="00B17538">
      <w:pPr>
        <w:pStyle w:val="libNormal"/>
      </w:pPr>
      <w:r>
        <w:t>Like other members of the tribe of Quraysh, Abu Talib also sent his merchandize to Syria and to Yemen every year. Sometimes he went in person with the caravans, and at other times, he engaged an agent who sold his merchandize in the markets of those countries.</w:t>
      </w:r>
    </w:p>
    <w:p w:rsidR="00776573" w:rsidRDefault="00B17538" w:rsidP="00B17538">
      <w:pPr>
        <w:pStyle w:val="libNormal"/>
      </w:pPr>
      <w:r>
        <w:lastRenderedPageBreak/>
        <w:t>In A D. 582 Abu Talib decided to visit Syria with a caravan. His nephew, Muhammed, was 12 years old at this time. Abu Talib loved him so much that he could not bear to part company with him even for a few months. He, therefore, took him to Syria with him.</w:t>
      </w:r>
      <w:r>
        <w:cr/>
      </w:r>
    </w:p>
    <w:p w:rsidR="00776573" w:rsidRDefault="00B17538" w:rsidP="00B17538">
      <w:pPr>
        <w:pStyle w:val="libNormal"/>
      </w:pPr>
      <w:r>
        <w:t>Muhammed was a precocious boy, and notwithstanding his extreme youth, was a highly gifted observer. In course of his journey and during his sojourn in Syria, he carefully observed the people and their customs, mores, modes of worship, costumes, speeches and dialects. And whatever he saw, he remembered. Upon his return to Makka, he could recreate his experience from beginning to end, and he could recollect all his observations in vivid and graphic detail. He never forgot anything; in fact, he had "total recall." And though he was young in years, he was mature in wisdom and in plain common sense. Abu Talib was aware that Muhammed was wise and intelligent beyond his years and his experience. He, therefore, did not treat him like a minor but showed him all the respect due to an adult in Arab society.</w:t>
      </w:r>
    </w:p>
    <w:p w:rsidR="00776573" w:rsidRDefault="00B17538" w:rsidP="00B17538">
      <w:pPr>
        <w:pStyle w:val="libNormal"/>
      </w:pPr>
      <w:r>
        <w:t>Soon young Muhammed entered his teens. Though now on the threshold of young manhood, he still didn't take any interest in the pleasures that other young men seek. He eschewed levity of all kinds and as noted before, he preferred to be alone with his thoughts. He had the opportunity to satisfy this predilection when he grazed the sheep of his uncle. He was all alone under the immense vault of the sky. The silent and the brooding desert rolled up to the horizons, and seemed to encourage and to invite him to reflect upon the wonders of creation, the mysteries of heaven and earth, and the meaning and purpose of life. He surveyed the landscape from horizon to horizon, and it appeared to him as if a vast, cosmic solitude was the only °presence" to keep him company. Solitude to him appeared to be a new "dimension" of his world.</w:t>
      </w:r>
    </w:p>
    <w:p w:rsidR="00776573" w:rsidRDefault="00B17538" w:rsidP="00B17538">
      <w:pPr>
        <w:pStyle w:val="libNormal"/>
      </w:pPr>
      <w:r>
        <w:t>By the time Muhammed was out of his teens, the people of Makka had begun to take notice of him. They knew that he never deviated from rectitude, and he never erred. They also noted that he didn't talk much but when he did, he spoke only the truth, and he spoke only the words of wisdom. Since the Makkans had never heard him utter a falsehood, they called him "Sadiq" (=the Truthful).</w:t>
      </w:r>
    </w:p>
    <w:p w:rsidR="00776573" w:rsidRDefault="00B17538" w:rsidP="00B17538">
      <w:pPr>
        <w:pStyle w:val="libNormal"/>
      </w:pPr>
      <w:r>
        <w:t>Within a few more years, the citizens of Makka were going to bestow another title upon Muhammed. Knowing that he was highly conscientious, many of them began to deposit their cash, their jewelry and ornaments, and other valuables with him for safe</w:t>
      </w:r>
      <w:r w:rsidR="0024685D">
        <w:t>-</w:t>
      </w:r>
      <w:r>
        <w:t>keeping. Whenever anyone wanted his deposits back, Muhammed returned them to him. There never was an occasion when any repayment went by default. After such experience with him, over several years, they began to call him "Amin" (=the Trustworthy). He and he alone was called Sadiq and Amin by the Makkans.</w:t>
      </w:r>
    </w:p>
    <w:p w:rsidR="00776573" w:rsidRDefault="00B17538" w:rsidP="00B17538">
      <w:pPr>
        <w:pStyle w:val="libNormal"/>
      </w:pPr>
      <w:r>
        <w:t>A. Yusuf Ali, the translator and commentator of Quran Majid, has explained the word Amin as follows:</w:t>
      </w:r>
    </w:p>
    <w:p w:rsidR="00776573" w:rsidRDefault="00B17538" w:rsidP="00B17538">
      <w:pPr>
        <w:pStyle w:val="libNormal"/>
      </w:pPr>
      <w:r>
        <w:t xml:space="preserve">"Amin = one to whom a trust has been given, with several shades of meaning implied: e.g., (1) worthy of trust, (2) bound to deliver his trust, as a prophet is bound to deliver his Message, (3) bound to act entirely as directed </w:t>
      </w:r>
      <w:r>
        <w:lastRenderedPageBreak/>
        <w:t>by the trust, as a prophet is bound to give only the Message of Allah, and not add anything of his own, and (4) not seeking any interest of his Own.</w:t>
      </w:r>
    </w:p>
    <w:p w:rsidR="00776573" w:rsidRDefault="00B17538" w:rsidP="00B17538">
      <w:pPr>
        <w:pStyle w:val="libNormal"/>
      </w:pPr>
      <w:r>
        <w:t>The pre</w:t>
      </w:r>
      <w:r w:rsidR="0024685D">
        <w:t>-</w:t>
      </w:r>
      <w:r>
        <w:t>Islamic Arabs held every year a "season of fairs" in various parts of the country. Some of these fairs were held in Makka or in the environs of Makka. Well</w:t>
      </w:r>
      <w:r w:rsidR="0024685D">
        <w:t>-</w:t>
      </w:r>
      <w:r>
        <w:t>known among them were the fairs of Ukkaz, Majanna and Dhul</w:t>
      </w:r>
      <w:r w:rsidR="0024685D">
        <w:t>-</w:t>
      </w:r>
      <w:r>
        <w:t>Majaz. Muhammed visited these fairs whenever it was convenient for him to do so.</w:t>
      </w:r>
    </w:p>
    <w:p w:rsidR="00776573" w:rsidRDefault="00B17538" w:rsidP="00B17538">
      <w:pPr>
        <w:pStyle w:val="libNormal"/>
      </w:pPr>
      <w:r>
        <w:t>All these fairs were held in the four sacred months of Rajab, Dhil</w:t>
      </w:r>
      <w:r w:rsidR="0024685D">
        <w:t>-</w:t>
      </w:r>
      <w:r>
        <w:t>Qaada, Dhil</w:t>
      </w:r>
      <w:r w:rsidR="0024685D">
        <w:t>-</w:t>
      </w:r>
      <w:r>
        <w:t>Hajj and Moharram, according to ancient Arab tradition. During these four months, there was a total embargo on all kinds of violence, warfare, plunder and brigandage. At the very beginning of the "season of peace," a general truce went into effect. This truce was recognized and respected by all Arabian tribes.</w:t>
      </w:r>
    </w:p>
    <w:p w:rsidR="00776573" w:rsidRDefault="00B17538" w:rsidP="00B17538">
      <w:pPr>
        <w:pStyle w:val="libNormal"/>
      </w:pPr>
      <w:r>
        <w:t>Merchants, farmers and craftsmen gathered at these fairs from far and near to sell, to buy and to exchange. They brought the best of their products with them, and proudly exhibited them. The other arts of peace, poetry among them, were cultivated during the suspension of hostilities.</w:t>
      </w:r>
    </w:p>
    <w:p w:rsidR="00776573" w:rsidRDefault="00B17538" w:rsidP="00B17538">
      <w:pPr>
        <w:pStyle w:val="libNormal"/>
      </w:pPr>
      <w:r>
        <w:t>Poetry was the first love of the Arabs. If poetic talent was discovered in any tribe, it was an occasion, for each and all, to celebrate. The other tribes, friendly to it, presented their congratulations to it, for producing such talent. The Arabs were great aficionados of Arabic words and the multiple nuances of their meanings. They called themselves the "sons of Arabic." In these fairs the poets read their latest compositions, and held their audience spell</w:t>
      </w:r>
      <w:r w:rsidR="0024685D">
        <w:t>-</w:t>
      </w:r>
      <w:r>
        <w:t>bound with the "pyrotechnics" of their eloquence. Eloquence was an attribute which the Arabs treasured as paramount in importance. One of their maxims was that the beauty of a woman is in her face; but the beauty of a man in his eloquence.</w:t>
      </w:r>
    </w:p>
    <w:p w:rsidR="00776573" w:rsidRDefault="00B17538" w:rsidP="00B17538">
      <w:pPr>
        <w:pStyle w:val="libNormal"/>
      </w:pPr>
      <w:r>
        <w:t>They admired the skill of construction in an ode as much as the poet's felicity of expression. Weird</w:t>
      </w:r>
      <w:r w:rsidR="0024685D">
        <w:t>-</w:t>
      </w:r>
      <w:r>
        <w:t>looking mystics of the desert and wild</w:t>
      </w:r>
      <w:r w:rsidR="0024685D">
        <w:t>-</w:t>
      </w:r>
      <w:r>
        <w:t>looking soothsayers and the oracles of the tribes, regaled their audience with their cryptic speeches, parables and their esoteric prognostications, even though few, if any, could understand their language of symbolisms. Most Arabs believed that astral influence determined man's fate. The soothsayers, therefore, were held in great awe in the whole country; it was believed that they had the power to commune with the stars. Singers, dancers, entertainers, acrobats and magicians, all vied with each other for the attention of the public.</w:t>
      </w:r>
    </w:p>
    <w:p w:rsidR="00776573" w:rsidRDefault="00B17538" w:rsidP="00B17538">
      <w:pPr>
        <w:pStyle w:val="libNormal"/>
      </w:pPr>
      <w:r>
        <w:t>These fairs were also frequented by the saints, priests and holy men who preached their doctrines. They were all free to propagate their creeds and their ideas without fear of molestation from anyone during these four months. Peace and the arts of peace flourished against this panorama of untamed human vitality.</w:t>
      </w:r>
    </w:p>
    <w:p w:rsidR="00776573" w:rsidRDefault="00B17538" w:rsidP="00B17538">
      <w:pPr>
        <w:pStyle w:val="libNormal"/>
      </w:pPr>
      <w:r>
        <w:t>In these fairs, Muhammed found an opportunity to observe a cross</w:t>
      </w:r>
      <w:r w:rsidR="0024685D">
        <w:t>-</w:t>
      </w:r>
      <w:r>
        <w:t xml:space="preserve">section of the inhabitants of the Arabian peninsula. He also studied, at first hand, the customs and beliefs of the people of different social, cultural and geographical backgrounds. In the spring of A D. 595, the merchants of Makka "assembled" their summer caravan to carry their merchandize to Syria. Khadija also had her merchandize ready but she had not found a man </w:t>
      </w:r>
      <w:r>
        <w:lastRenderedPageBreak/>
        <w:t>who would take charge of it as her agent. A few names were suggested to her but she did not consider them satisfactory.</w:t>
      </w:r>
    </w:p>
    <w:p w:rsidR="00776573" w:rsidRDefault="00B17538" w:rsidP="00B17538">
      <w:pPr>
        <w:pStyle w:val="libNormal"/>
      </w:pPr>
      <w:r>
        <w:t>Through some of his colleagues in the merchants' "guild" of Makka, Abu Talib learned that Khadija was in need of an agent who would take her cargo with the caravan to Syria and would sell it there.</w:t>
      </w:r>
    </w:p>
    <w:p w:rsidR="00776573" w:rsidRDefault="00B17538" w:rsidP="00B17538">
      <w:pPr>
        <w:pStyle w:val="libNormal"/>
      </w:pPr>
      <w:r>
        <w:t>It occurred to Abu Talib that his nephew, Muhammed, who was now 25 years old, would qualify for the job. He was anxious to find employment for him. He knew that he (Muhammed) had no experience as an agent but he also knew that he (Muhammed) would more than make up for such a lack by his exceptional talents. He had faith in the capacities and faculties of his nephew, and was confident that he had enough savvy to handle his responsibilities and duties as an agent to the entire satisfaction of his employer. Therefore, with his (Muhammed's) tacit agreement, he called on Khadija, and broached with her the subject of his (Muhammed's) candidacy, as her new agent.</w:t>
      </w:r>
    </w:p>
    <w:p w:rsidR="00776573" w:rsidRDefault="00B17538" w:rsidP="00B17538">
      <w:pPr>
        <w:pStyle w:val="libNormal"/>
      </w:pPr>
      <w:r>
        <w:t xml:space="preserve">Like most of the other citizens of Makka, Khadija had also heard about Muhammed. One thing she knew that she could not question, was his integrity. She sensed that she could trust Muhammed implicitly and explicitly. She therefore readily agreed to appoint him (Muhammed) as her agent. She did not consider his lack of experience a handicap, and said that she would, in any case, send her slave, Maysara </w:t>
      </w:r>
      <w:r w:rsidR="0024685D">
        <w:t>-</w:t>
      </w:r>
      <w:r>
        <w:t xml:space="preserve"> an experienced traveller </w:t>
      </w:r>
      <w:r w:rsidR="0024685D">
        <w:t>-</w:t>
      </w:r>
      <w:r>
        <w:t xml:space="preserve"> with him to assist him in his duties.</w:t>
      </w:r>
    </w:p>
    <w:p w:rsidR="00776573" w:rsidRDefault="00B17538" w:rsidP="00B17538">
      <w:pPr>
        <w:pStyle w:val="libNormal"/>
      </w:pPr>
      <w:r>
        <w:t>Khadija was a superb administrator and a consummate organizer. But she was also lucky. She had always been lucky in finding good agents for her business. Even though she was "success</w:t>
      </w:r>
      <w:r w:rsidR="0024685D">
        <w:t>-</w:t>
      </w:r>
      <w:r>
        <w:t>oriented," she was soon surprised to discover that with Muhammed as her agent, her luck soared as it had never done before. For Khadija, there never was in the past, and there never was going to be in the future, an agent like Muhammed. If she had the "golden touch" in her hand, he had the "blessed touch" in his.</w:t>
      </w:r>
    </w:p>
    <w:p w:rsidR="00776573" w:rsidRDefault="00B17538" w:rsidP="00B17538">
      <w:pPr>
        <w:pStyle w:val="libNormal"/>
      </w:pPr>
      <w:r>
        <w:t>Khadija and Abu Talib worked out the details of the new arrangement. And when Muhammed called on his new employer to sign the contract, she explained to him the specifics of the trade. He immediately grasped what she told him, and didn't ask any questions seeking clarification. Khadija told Abu Talib that the recompense she would pay to Muhammed for his services, would be the double of what she had paid to her other agents in the past.</w:t>
      </w:r>
    </w:p>
    <w:p w:rsidR="00776573" w:rsidRDefault="00B17538" w:rsidP="00B17538">
      <w:pPr>
        <w:pStyle w:val="libNormal"/>
      </w:pPr>
      <w:r>
        <w:t>What Khadija didn't know at this time was that it was the hand of destiny which was working behind this arrangement. Destiny had other plans for her and for Muhammed. Those plans transcended such mundane and picayune matters as making profit in a business enterprise, as events were very soon to show.</w:t>
      </w:r>
    </w:p>
    <w:p w:rsidR="00776573" w:rsidRDefault="00B17538" w:rsidP="00B17538">
      <w:pPr>
        <w:pStyle w:val="libNormal"/>
      </w:pPr>
      <w:r>
        <w:t xml:space="preserve">In the meantime, the "summer caravan" of the Makkan merchants had been equipped, and was ready for departure on its long journey. The merchants brought their cargo out of the warehouses to be loaded on camels. The documents were prepared and were signed. Provisions were taken, and guides and the escorts were engaged. At the appointed time, Muhammed arrived with Abu Talib and his other uncles. They were greeted by an uncle </w:t>
      </w:r>
      <w:r>
        <w:lastRenderedPageBreak/>
        <w:t>of Khadija who was awaiting them with the "Bill of Lading" and the other documents.</w:t>
      </w:r>
    </w:p>
    <w:p w:rsidR="00776573" w:rsidRDefault="00B17538" w:rsidP="00B17538">
      <w:pPr>
        <w:pStyle w:val="libNormal"/>
      </w:pPr>
      <w:r>
        <w:t>Muhammed had to take inventory of the merchandize that he was going to sell in Syria. With Maysara, he checked all items against the manifest, and found everything in order. Maysara had to do the paperwork relating to the sales and purchases. He was the record</w:t>
      </w:r>
      <w:r w:rsidR="0024685D">
        <w:t>-</w:t>
      </w:r>
      <w:r>
        <w:t>keeper. Abu Talib gave special instructions to Maysara and to the leader of the caravan regarding the comfort and safety of Muhammed. They promised to do everything to make the journey pleasant and safe for him. Abu Talib and his brothers thanked them for showing solicitude for Muhammed's welfare. They prayed for his success in the new venture, and for his safe return. Then they committed him to the protection of Allah, and bade him farewell.</w:t>
      </w:r>
    </w:p>
    <w:p w:rsidR="00776573" w:rsidRDefault="00B17538" w:rsidP="00B17538">
      <w:pPr>
        <w:pStyle w:val="libNormal"/>
      </w:pPr>
      <w:r>
        <w:t>During summer, most caravans travelled at night to escape the murderous heat of the day, and they rested during the day. Travel during the day could be extremely exhausting both for the riders and for their camels and horses. Most caravans, therefore, left Makka "with the declining day," as the Arabs said, or when the sun had passed the zenith, and the heat was a little less oppressive.</w:t>
      </w:r>
    </w:p>
    <w:p w:rsidR="00776573" w:rsidRDefault="00B17538" w:rsidP="00B17538">
      <w:pPr>
        <w:pStyle w:val="libNormal"/>
      </w:pPr>
      <w:r>
        <w:t>Presently one of the outriders of the caravan rang a bell. The bell alerted all travellers that the caravan was ready to march. The crouching camels were made to stand, much against their will, and they showed their displeasure by protesting and snorting but took their position in the long train. About three hours before sunset, the leader of the caravan gave a signal, and the caravan was set in motion.</w:t>
      </w:r>
    </w:p>
    <w:p w:rsidR="00776573" w:rsidRDefault="00B17538" w:rsidP="00B17538">
      <w:pPr>
        <w:pStyle w:val="libNormal"/>
      </w:pPr>
      <w:r>
        <w:t>The caravan headed toward the north. The folks and the friends of the travellers lingered for some more time waving at them and watching, as the caravan receded into the distance. When the last camel disappeared beyond the hills, they also dispersed, and went to their homes.</w:t>
      </w:r>
    </w:p>
    <w:p w:rsidR="00776573" w:rsidRDefault="00B17538" w:rsidP="00B17538">
      <w:pPr>
        <w:pStyle w:val="libNormal"/>
      </w:pPr>
      <w:r>
        <w:t>The new travellers rode pillion with the experienced travellers who showed them the sights which were familiar to them, and explained their peculiarities to the former. Maysara pointed out many interesting sights to Muhammed. The latter also recognized all the landmarks that he had seen on the road which he had traversed 13 years earlier with his uncle. Nothing had changed in those 13 years. Maysara proved to be a lively companion who could tell many pertinent stories and could recount numerous interesting incidents from his earlier travels. Muhammed found that other travellers were also cordial and friendly.</w:t>
      </w:r>
    </w:p>
    <w:p w:rsidR="00776573" w:rsidRDefault="00B17538" w:rsidP="00B17538">
      <w:pPr>
        <w:pStyle w:val="libNormal"/>
      </w:pPr>
      <w:r>
        <w:t>After nearly a month, the caravan arrived at its destination in Syria. Billeting arrangements had already been made for the weary travellers in an inn, and they all wanted to rest after enduring the rigors of a month</w:t>
      </w:r>
      <w:r w:rsidR="0024685D">
        <w:t>-</w:t>
      </w:r>
      <w:r>
        <w:t>long journey over difficult terrain and in searing heat. They could take as much as a week to recuperate their vitality.</w:t>
      </w:r>
    </w:p>
    <w:p w:rsidR="00776573" w:rsidRDefault="00B17538" w:rsidP="00B17538">
      <w:pPr>
        <w:pStyle w:val="libNormal"/>
      </w:pPr>
      <w:r>
        <w:t>When the merchants had rested their aching limbs and were refreshed once again, they went into the market</w:t>
      </w:r>
      <w:r w:rsidR="0024685D">
        <w:t>-</w:t>
      </w:r>
      <w:r>
        <w:t>place to dispose of the goods which they had brought from Makka. Some of it they sold against cash, and some of it they bartered for the Syrian goods. They had also to buy merchandize for the home market, and they sought and found many profitable bargains. These transactions could take anywhere from two to four months.</w:t>
      </w:r>
    </w:p>
    <w:p w:rsidR="00776573" w:rsidRDefault="00B17538" w:rsidP="00B17538">
      <w:pPr>
        <w:pStyle w:val="libNormal"/>
      </w:pPr>
      <w:r>
        <w:lastRenderedPageBreak/>
        <w:t>Muhammed also sold his cargo and bought new cargo. Though for him it was his first commercial venture, he did not falter, from lack of experience, in conducting business transactions. In fact, he surprised Maysara by his "professionalism" in the trade. Maysara also noted his perspicacity as a negotiator and his acumen and probity as a salesman. Muhammed protected the interests of both his employer and his customers. And yet, he made more profit for Khadija than she had ever made ever since she had taken charge of her father's business at his death. And the cargo he bought in Syria for her, was superb in quality and was certain to fetch high prices in Makka, as it did.</w:t>
      </w:r>
    </w:p>
    <w:p w:rsidR="00776573" w:rsidRDefault="00B17538" w:rsidP="00B17538">
      <w:pPr>
        <w:pStyle w:val="libNormal"/>
      </w:pPr>
      <w:r>
        <w:t>In Syria whoever met Muhammed, was impressed by him. He had a striking appearance that made him unforgettable to anyone who saw him once.</w:t>
      </w:r>
    </w:p>
    <w:p w:rsidR="00776573" w:rsidRDefault="00B17538" w:rsidP="00B17538">
      <w:pPr>
        <w:pStyle w:val="libNormal"/>
      </w:pPr>
      <w:r>
        <w:t>Though Muhammed was busy in selling, in negotiating, in investigating the market, and in buying, Maysara noted that he nevertheless found time to be alone with himself. For Maysara, these silent sessions of Muhammed were rather mysterious, but he did not interrupt them. He didn't know it then that his young master was in the habit of reflecting on the state and destiny of man.</w:t>
      </w:r>
    </w:p>
    <w:p w:rsidR="00776573" w:rsidRDefault="00B17538" w:rsidP="00B17538">
      <w:pPr>
        <w:pStyle w:val="libNormal"/>
      </w:pPr>
      <w:r>
        <w:t>In Syria, Muhammed met many Christians and Jews. He had assumed that each of these two groups would be "monolithic." But to his surprise, they were not. Both of them were splintered into many sub</w:t>
      </w:r>
      <w:r w:rsidR="0024685D">
        <w:t>-</w:t>
      </w:r>
      <w:r>
        <w:t>groups, and the mode of worship of each of them was different from that of the others. Who among them was right and who was wrong? It was a question that intrigued Muhammed. The quest for an answer to this question, and other kindred questions kept him awake at nights when everyone else had gone to sleep.</w:t>
      </w:r>
    </w:p>
    <w:p w:rsidR="00776573" w:rsidRDefault="00B17538" w:rsidP="00B17538">
      <w:pPr>
        <w:pStyle w:val="libNormal"/>
      </w:pPr>
      <w:r>
        <w:t xml:space="preserve">Eventually, when all sale and purchase transactions were completed, and presents for families and friends were procured, the caravan returned to Makka. For the homesick travellers, homecoming is always an occasion for rejoicing. It's an occasion full of anticipation as one is going to meet one's loved ones whom one has missed for many months. The weary travellers cannot wait long enough to hear the merry laughter of their children, and they know that when that heavenly moment comes, they would not be able to withhold their tears, still less to conceal them. They know from long experience that there would be much laughter but also there would be many tears </w:t>
      </w:r>
      <w:r w:rsidR="0024685D">
        <w:t>-</w:t>
      </w:r>
      <w:r>
        <w:t xml:space="preserve"> the tears of joy. Laughter and Tears mixed freely on such blessed and blissful occasions.</w:t>
      </w:r>
    </w:p>
    <w:p w:rsidR="00776573" w:rsidRDefault="00B17538" w:rsidP="00B17538">
      <w:pPr>
        <w:pStyle w:val="libNormal"/>
      </w:pPr>
      <w:r>
        <w:t>The arrival of a caravan always generated much excitement in the city. It was, in fact, a festive occasion for everyone living in Makka and the surrounding areas. The "docks" where the "fleets" of the "ships of the desert" (i.e. the camels), unloaded their passengers and cargo, were the scenes of great animation. Most of the citizens and even the roving, nomadic tribesmen, found the hustle and bustle of a newly</w:t>
      </w:r>
      <w:r w:rsidR="0024685D">
        <w:t>-</w:t>
      </w:r>
      <w:r>
        <w:t>arrived caravan a welcome change in the tempo of life.</w:t>
      </w:r>
    </w:p>
    <w:p w:rsidR="00776573" w:rsidRDefault="00B17538" w:rsidP="00B17538">
      <w:pPr>
        <w:pStyle w:val="libNormal"/>
      </w:pPr>
      <w:r>
        <w:t>RV.C Bodley</w:t>
      </w:r>
    </w:p>
    <w:p w:rsidR="00776573" w:rsidRDefault="00B17538" w:rsidP="00B17538">
      <w:pPr>
        <w:pStyle w:val="libNormal"/>
      </w:pPr>
      <w:r>
        <w:t xml:space="preserve">The arrivals and departures of caravans were important events in the lives of the Meccans. Almost everyone in Mecca had some kind of investment in the fortunes of the thousands of camels, the hundreds of men, </w:t>
      </w:r>
      <w:r>
        <w:lastRenderedPageBreak/>
        <w:t xml:space="preserve">horses, and donkeys which went out with hides, raisins, and silver bars, and came back with oils, perfumes, and manufactured goods from Syria and Egypt and Persia, and with spices and gold from the south. (The Messenger </w:t>
      </w:r>
      <w:r w:rsidR="0024685D">
        <w:t>-</w:t>
      </w:r>
      <w:r>
        <w:t xml:space="preserve"> the Life of Mohammed, 1946)</w:t>
      </w:r>
    </w:p>
    <w:p w:rsidR="00776573" w:rsidRDefault="00B17538" w:rsidP="00B17538">
      <w:pPr>
        <w:pStyle w:val="libNormal"/>
      </w:pPr>
      <w:r>
        <w:t xml:space="preserve">People came to greet their loved ones who were returning home after an absence of six months. Many among them came with mixed feelings </w:t>
      </w:r>
      <w:r w:rsidR="0024685D">
        <w:t>-</w:t>
      </w:r>
      <w:r>
        <w:t xml:space="preserve"> feelings of hope mixed with feelings of fear. Once anyone left the city with a caravan, there was no way for his folks to know if they would ever see him alive again. Some travellers died on the long journey and were buried in places which were remote, and were inaccessible. Their kith and kin could never visit their graves.</w:t>
      </w:r>
    </w:p>
    <w:p w:rsidR="00776573" w:rsidRDefault="00B17538" w:rsidP="00B17538">
      <w:pPr>
        <w:pStyle w:val="libNormal"/>
      </w:pPr>
      <w:r>
        <w:t>And it was only when a caravan arrived that the Makkans could hear news of the world outside the peninsula. The Arabs lived in those days, very much in total isolation from the rest of the world. With that world, they had only one tangible link and that was the caravan.</w:t>
      </w:r>
    </w:p>
    <w:p w:rsidR="00776573" w:rsidRDefault="00B17538" w:rsidP="00B17538">
      <w:pPr>
        <w:pStyle w:val="libNormal"/>
      </w:pPr>
      <w:r>
        <w:t>Almost every Makkan invested money in the caravan trade. The rich ones among them could visit foreign countries for extended periods of many months. But people with limited means had to stay home. They, therefore, gave their goods to a trustworthy agent to sell, and they gave him money to buy the goods which were in demand in Arabia but were available only in the markets of Syria, Yemen, Abyssinia and Egypt. When their agents brought those goods to Makka, they sold them and made a profit on their sales. It was a system which, after long years of experience, they had found to be reasonably workable.</w:t>
      </w:r>
    </w:p>
    <w:p w:rsidR="00776573" w:rsidRDefault="00B17538" w:rsidP="00B17538">
      <w:pPr>
        <w:pStyle w:val="libNormal"/>
      </w:pPr>
      <w:r>
        <w:t>The merchants and the agents in the caravans also brought back with them exotic gifts and presents for their folks and friends, as per ancient custom. Everyone was eager to see those gifts which conjured up before their eyes the pictures of the riches of Syria and the luxury of the Persian and the Roman Empires.</w:t>
      </w:r>
    </w:p>
    <w:p w:rsidR="00776573" w:rsidRDefault="00B17538" w:rsidP="00B17538">
      <w:pPr>
        <w:pStyle w:val="libNormal"/>
      </w:pPr>
      <w:r>
        <w:t>Upon entering Makka, Muhammed first went into the precincts of the Kaaba where he made the customary seven circuits, and then he went to see his employer. He gave her a detailed account of the journey and the business transactions he had conducted on her behalf Later, he briefed his uncle, Abu Talib, on the highlights of his experience as a trader.</w:t>
      </w:r>
    </w:p>
    <w:p w:rsidR="00776573" w:rsidRDefault="00B17538" w:rsidP="00B17538">
      <w:pPr>
        <w:pStyle w:val="libNormal"/>
      </w:pPr>
      <w:r>
        <w:t>Maysara, the slave of Khadija, had his own story to tell her. He told her the story of the journey to and from Syria, and of the profits that Muhammed had made for her. But for him, far more interesting than the story of a successful trading mission, was the character and the personality of Muhammed himself. He was full of admiration for Muhammed's talents as a businessman. He told Khadija that Muhammed's foresight was fail</w:t>
      </w:r>
      <w:r w:rsidR="0024685D">
        <w:t>-</w:t>
      </w:r>
      <w:r>
        <w:t>safe; his judgment was infallible; and his perception was unerring. He also mentioned to her Muhammed's affableness, his courtesy and his condescension.</w:t>
      </w:r>
    </w:p>
    <w:p w:rsidR="00776573" w:rsidRDefault="00B17538" w:rsidP="00B17538">
      <w:pPr>
        <w:pStyle w:val="libNormal"/>
      </w:pPr>
      <w:r>
        <w:t>Khadija found the story fascinating, and she posed many questions to Maysara about her new steward, Muhammed. She probably would not be surprised at all if Maysara had told her that Muhammed was the most extraordinary individual he had ever seen and who was capable of doing the most extraordinary things.</w:t>
      </w:r>
    </w:p>
    <w:p w:rsidR="00776573" w:rsidRDefault="00B17538" w:rsidP="00B17538">
      <w:pPr>
        <w:pStyle w:val="libNormal"/>
      </w:pPr>
      <w:r>
        <w:lastRenderedPageBreak/>
        <w:t>On the following day, Waraqa bin Naufal came to see Khadija. He too wanted to hear the news that travellers brought from abroad. The news that interested him most was that of the old conflict between the Persian and the Roman Empires. Each of those empires wished to establish its own hegemony over the entire region called the "Fertile Crescent." It is also probable that like other citizens, Waraqa too had invested money in the export and import trade of Makka, and he wanted to know how the caravan had fared business wise.</w:t>
      </w:r>
    </w:p>
    <w:p w:rsidR="00776573" w:rsidRDefault="00B17538" w:rsidP="00B17538">
      <w:pPr>
        <w:pStyle w:val="libNormal"/>
      </w:pPr>
      <w:r>
        <w:t>Khadija told her cousin the whole story as she had heard it from Muhammed himself and from Maysara. She also mentioned that her new steward had made unprecedented profits for her.</w:t>
      </w:r>
    </w:p>
    <w:p w:rsidR="00776573" w:rsidRDefault="00B17538" w:rsidP="00B17538">
      <w:pPr>
        <w:pStyle w:val="libNormal"/>
      </w:pPr>
      <w:r>
        <w:t>Waraqa also talked with Maysara about the journey and about Muhammed. Maysara, however, wanted to talk only about Muhammed. Nothing else seemed to interest him, business transactions least of all.</w:t>
      </w:r>
    </w:p>
    <w:p w:rsidR="00776573" w:rsidRDefault="00B17538" w:rsidP="00B17538">
      <w:pPr>
        <w:pStyle w:val="libNormal"/>
      </w:pPr>
      <w:r>
        <w:t>When Waraqa had heard the long story, he is said to have plunged into deep thought. After a long pause, he said to Khadija: "Judging by what you and Maysara have told me about Muhammed, and also judging from what I know about him, it seems to me that he has all the qualities, attributes, characteristics and potentialities of the messengers of God. He might, in fact, be destined to become one of them in the times to come."</w:t>
      </w:r>
    </w:p>
    <w:p w:rsidR="00776573" w:rsidRDefault="00B17538" w:rsidP="00B17538">
      <w:pPr>
        <w:pStyle w:val="libNormal"/>
      </w:pPr>
      <w:r>
        <w:t>By peering into the darkness of pagan Arabia, Waraqa was enabled, perhaps by his prescience, to espy glimmerings of the Light of Islam, soon to appear on the horizon, and in Muhammed perhaps he recognized the Bringer of that Light. Many books on the life of Muhammed Mustafa, the future Prophet of Islam (may Allah bless him and his Ahlel</w:t>
      </w:r>
      <w:r w:rsidR="0024685D">
        <w:t>-</w:t>
      </w:r>
      <w:r>
        <w:t>Bayt) have recorded a number of miracles alleged to have taken place during his journey to, and his sojourn, in Syria. A. Yusuf Ali, the translator and commentator of Quran Majid, writes as follows in this regard:</w:t>
      </w:r>
    </w:p>
    <w:p w:rsidR="00776573" w:rsidRDefault="00B17538" w:rsidP="00B17538">
      <w:pPr>
        <w:pStyle w:val="libNormal"/>
      </w:pPr>
      <w:r>
        <w:t>"No apostle performed any Miracle or showed forth any "Signs," except as God willed. God's Will (Mashiyat) is an all</w:t>
      </w:r>
      <w:r w:rsidR="0024685D">
        <w:t>-</w:t>
      </w:r>
      <w:r>
        <w:t>wise, universal Plan, which is not formed for the benefit of one tribe or millat or of one age or country. The greatest Miracle in history was and is the Quran. We can apprehend its beauty and grandeur to</w:t>
      </w:r>
      <w:r w:rsidR="0024685D">
        <w:t>-</w:t>
      </w:r>
      <w:r>
        <w:t>day as much as did the people of Mustafa's day, even more, as our collective knowledge of nature and of God's creation has increased."</w:t>
      </w:r>
    </w:p>
    <w:p w:rsidR="00776573" w:rsidRDefault="00B17538" w:rsidP="00B17538">
      <w:pPr>
        <w:pStyle w:val="libNormal"/>
      </w:pPr>
      <w:r>
        <w:t>Elsewhere, A. Yusuf Ali says: "The Signs sent to the holy Prophet Muhammed, were: (1) the Ayats of the Quran, and (2) his life and work, in which God's Plan and Purpose were unfolded."</w:t>
      </w:r>
    </w:p>
    <w:p w:rsidR="00B17538" w:rsidRDefault="00B17538" w:rsidP="00B17538">
      <w:pPr>
        <w:pStyle w:val="libNormal"/>
      </w:pPr>
      <w:r>
        <w:t>It appears that Muhammed's charm and charisma had worked upon Khadija also. Like Maysara, she too became his admirer, and how could anyone help but become his admirer. Khadija had known him to be a gentle, a modest, a quiet and an unobtrusive young man. She also knew that the Makkans called him Sadiq and Amin. And now he had revealed his ability as a businessman also. His proficiency and savvy were part of his charisma. Her new assessment of Muhammed, therefore, was that he was no mere starry</w:t>
      </w:r>
      <w:r w:rsidR="0024685D">
        <w:t>-</w:t>
      </w:r>
      <w:r>
        <w:t>eyed dreamer but also was a practical man of affairs. This assessment prompted her decision to "draft" Muhammed as the manager of her business in all future expeditions.</w:t>
      </w:r>
    </w:p>
    <w:p w:rsidR="00B17538" w:rsidRDefault="00B17538" w:rsidP="00035570">
      <w:pPr>
        <w:pStyle w:val="libNormal"/>
      </w:pPr>
      <w:r>
        <w:lastRenderedPageBreak/>
        <w:br w:type="page"/>
      </w:r>
    </w:p>
    <w:p w:rsidR="00776573" w:rsidRDefault="00B74437" w:rsidP="00B17538">
      <w:pPr>
        <w:pStyle w:val="Heading1Center"/>
      </w:pPr>
      <w:bookmarkStart w:id="4" w:name="_Toc423343216"/>
      <w:r>
        <w:lastRenderedPageBreak/>
        <w:t>Chapter 4</w:t>
      </w:r>
      <w:r w:rsidR="00B17538">
        <w:t>: The Marriage of Muhammed Mustafa (S) and Khadija</w:t>
      </w:r>
      <w:bookmarkEnd w:id="4"/>
    </w:p>
    <w:p w:rsidR="00776573" w:rsidRDefault="00B17538" w:rsidP="00B17538">
      <w:pPr>
        <w:pStyle w:val="libNormal"/>
      </w:pPr>
      <w:r>
        <w:t>The commercial expedition of Muhammed to Syria turned out to be the prelude of his marriage with Khadija. The translator and commentator of Quran Majid, Yusuf Ali, poses the following rhetorical question in this context: "Can we wonder at Jacob's re</w:t>
      </w:r>
      <w:r w:rsidR="0024685D">
        <w:t>-</w:t>
      </w:r>
      <w:r>
        <w:t xml:space="preserve">union with Joseph, or that of Moses with Aaron, or of Muhammad Mustafa with the Lady Khadija?" No. We cannot. It was the decree of Allah that two of his slaves </w:t>
      </w:r>
      <w:r w:rsidR="0024685D">
        <w:t>-</w:t>
      </w:r>
      <w:r>
        <w:t xml:space="preserve"> Muhammed and Khadija </w:t>
      </w:r>
      <w:r w:rsidR="0024685D">
        <w:t>-</w:t>
      </w:r>
      <w:r>
        <w:t xml:space="preserve"> should be united in marriage, and they were.</w:t>
      </w:r>
    </w:p>
    <w:p w:rsidR="00776573" w:rsidRDefault="00B17538" w:rsidP="00B17538">
      <w:pPr>
        <w:pStyle w:val="libNormal"/>
      </w:pPr>
      <w:r>
        <w:t>It is reported that one of the close friends of Khadija was a high</w:t>
      </w:r>
      <w:r w:rsidR="0024685D">
        <w:t>-</w:t>
      </w:r>
      <w:r>
        <w:t xml:space="preserve">born lady of Makka called Nafisa (or Nufaysa) the daughter of Munyah. She was aware that Khadija had turned down many proposals of marriage. At first she wondered if there was any man in Arabia who would come up to the standards set by her. She had discussed the matter many times with Khadija. Finally, she had one more discussion with her which convinced her that she (Khadija) was not impressed by any man's wealth or rank or power. What really impressed Khadija, her friend gathered, was character </w:t>
      </w:r>
      <w:r w:rsidR="0024685D">
        <w:t>-</w:t>
      </w:r>
      <w:r>
        <w:t xml:space="preserve"> a sterling character. Khadija admired only a man of ethical and moral principles.</w:t>
      </w:r>
    </w:p>
    <w:p w:rsidR="00776573" w:rsidRDefault="00B17538" w:rsidP="00B17538">
      <w:pPr>
        <w:pStyle w:val="libNormal"/>
      </w:pPr>
      <w:r>
        <w:t>Nafisa (or Nufaysa) also happened to know that there was such a man in Makka and his name was Muhammed. It is reported that one day Muhammed was returning home from the Kaaba when Nafisa stopped him, and the following exchange took place between them: Nafisa: O Muhammed, you are a young man and you are single. Men who are much younger than you, are already married; some even have children. Why don't you marry?</w:t>
      </w:r>
    </w:p>
    <w:p w:rsidR="00776573" w:rsidRDefault="00B17538" w:rsidP="00B17538">
      <w:pPr>
        <w:pStyle w:val="libNormal"/>
      </w:pPr>
      <w:r>
        <w:t>Muhammed: I cannot afford to marry; I am not rich enough to marry.</w:t>
      </w:r>
    </w:p>
    <w:p w:rsidR="00776573" w:rsidRDefault="00B17538" w:rsidP="00B17538">
      <w:pPr>
        <w:pStyle w:val="libNormal"/>
      </w:pPr>
      <w:r>
        <w:t>Nafisa: What would be your response if you could marry a woman of beauty, wealth, status and honor, notwithstanding your present poverty? Muhammed: Who could be such a woman? Nafisa: Such a woman is Khadija the daughter of Khuwayled.</w:t>
      </w:r>
    </w:p>
    <w:p w:rsidR="00776573" w:rsidRDefault="00B17538" w:rsidP="00B17538">
      <w:pPr>
        <w:pStyle w:val="libNormal"/>
      </w:pPr>
      <w:r>
        <w:t>Muhammed: Khadija? How is it possible that Khadija would marry me? You know that many rich and powerful princes and chiefs of tribes proposed to her, and she rebuffed them all.</w:t>
      </w:r>
    </w:p>
    <w:p w:rsidR="00776573" w:rsidRDefault="00B17538" w:rsidP="00B17538">
      <w:pPr>
        <w:pStyle w:val="libNormal"/>
      </w:pPr>
      <w:r>
        <w:t>Nafisa: If you are agreeable to marry her, you just say so, and leave the rest to me. I shall arrange everything. Muhammed wished to inform his uncle and guardian, Abu Talib, about Nafisa's demarche, and to consult him in the matter before giving her an answer.</w:t>
      </w:r>
    </w:p>
    <w:p w:rsidR="00776573" w:rsidRDefault="00B17538" w:rsidP="00B17538">
      <w:pPr>
        <w:pStyle w:val="libNormal"/>
      </w:pPr>
      <w:r>
        <w:t>Abu Talib knew Khadija as well as he knew his own nephew. He welcomed Nafisa's suggestion. There was no doubt in his mind that Muhammed and Khadija would make the ideal couple. He, therefore, gave his blessings to the proposal of their marriage. Thereupon, Muhammed told Nafisa that her suggestion was acceptable to him and that she had the authority to negotiate, on his behalf, his marriage with Khadija.</w:t>
      </w:r>
    </w:p>
    <w:p w:rsidR="00776573" w:rsidRDefault="00B17538" w:rsidP="00B17538">
      <w:pPr>
        <w:pStyle w:val="libNormal"/>
      </w:pPr>
      <w:r>
        <w:t>Once Abu Talib had approved the match, he sent his sister, Safiya, to see Khadija, and to talk with her about the proposed marriage. In the meantime, Nafisa had already done the "groundwork," and Khadija was expecting a visitor from the house of her future in</w:t>
      </w:r>
      <w:r w:rsidR="0024685D">
        <w:t>-</w:t>
      </w:r>
      <w:r>
        <w:t xml:space="preserve">laws. She cordially received Safiya, entertained her, and told her that she (Khadija) had selected her (Safiya's) </w:t>
      </w:r>
      <w:r>
        <w:lastRenderedPageBreak/>
        <w:t>nephew to be her (Khadija's) life</w:t>
      </w:r>
      <w:r w:rsidR="0024685D">
        <w:t>-</w:t>
      </w:r>
      <w:r>
        <w:t>partner without any preconditions and reservations. Safiya was very happy with the success of her embassy. Before she left the house, Khadija gave her an elegant robe which she accepted with many expressions of joy and gratitude.</w:t>
      </w:r>
    </w:p>
    <w:p w:rsidR="00776573" w:rsidRDefault="00B17538" w:rsidP="00B17538">
      <w:pPr>
        <w:pStyle w:val="libNormal"/>
      </w:pPr>
      <w:r>
        <w:t>Abu Talib then decided to comply with the traditional formalities of marriage. He bought gifts for Khadija, and took his brothers, Abbas and Hamza, with him to her house to formally present to her the proposal of the marriage of his nephew with her. Khadija accepted the gifts that Abu Talib had brought, and of course she accepted the proposal of marriage. The two parties immediately fixed a date for the auspicious wedding.</w:t>
      </w:r>
    </w:p>
    <w:p w:rsidR="00776573" w:rsidRDefault="00B17538" w:rsidP="00B17538">
      <w:pPr>
        <w:pStyle w:val="libNormal"/>
      </w:pPr>
      <w:r>
        <w:t>Abu Talib himself took charge of the preparations for the marriage of his beloved nephew. For the blessed occasion, he brought out all the heirlooms of the family and the sacred relics of his forefathers. These included the cloak and the staff of Abdul Muttalib, the late chief of Bani Hashim. The bridegroom put on the cloak and held the staff in his hand. Abu Talib put the black turban of his clan on his (the bridegroom's) head, and a ring of green agate on his finger. The ring, at one time, had belonged to Hashim bin Abd Manaf bin Qusayy.</w:t>
      </w:r>
    </w:p>
    <w:p w:rsidR="00776573" w:rsidRDefault="00B17538" w:rsidP="00B17538">
      <w:pPr>
        <w:pStyle w:val="libNormal"/>
      </w:pPr>
      <w:r>
        <w:t>The wedding party was made up of all the chiefs of Quraysh and the lords of Makka. The bridegroom rode a proud and prancing horse, and the young warriors of Bani Hashim brandished gleaming swords high above their heads as they escorted him from the house of Abu Talib to the house of Khadija. The women of the clan had gone ahead of the bridegroom, and were already being entertained in the house of the bride.</w:t>
      </w:r>
    </w:p>
    <w:p w:rsidR="00776573" w:rsidRDefault="00B17538" w:rsidP="00B17538">
      <w:pPr>
        <w:pStyle w:val="libNormal"/>
      </w:pPr>
      <w:r>
        <w:t>Khadija's house was illuminated by myriads of lamps. Inside the house, chandeliers hung on golden chains from the ceiling, and each chandelier held seven lamps. The guests arrived in the amber dusk. The chief steward of Khadija's estates had formed a committee for the reception of the bridegroom and the distinguished guests. The members of this committee conducted them inside the house through a high</w:t>
      </w:r>
      <w:r w:rsidR="0024685D">
        <w:t>-</w:t>
      </w:r>
      <w:r>
        <w:t>arched entrance to a rectangular hall whose walls were panelled with tiles and whose ceiling was gilded. They made themselves comfortable on rugs and cushions.</w:t>
      </w:r>
    </w:p>
    <w:p w:rsidR="00776573" w:rsidRDefault="00B17538" w:rsidP="00B17538">
      <w:pPr>
        <w:pStyle w:val="libNormal"/>
      </w:pPr>
      <w:r>
        <w:t xml:space="preserve">For this special occasion, Khadija had ordered a special outfit to be made for all her domestics </w:t>
      </w:r>
      <w:r w:rsidR="0024685D">
        <w:t>-</w:t>
      </w:r>
      <w:r>
        <w:t xml:space="preserve"> male and female. Men were handsomely arrayed in spangled turbans, scarlet tunics, and black sashes around their waists. Attached to their turbans were silk tassels of ivory hue. The girls were wearing decor</w:t>
      </w:r>
      <w:r w:rsidR="0024685D">
        <w:t>-</w:t>
      </w:r>
      <w:r>
        <w:t>blending costumes which dripped with gold and spangles. They were wearing coronets on the head and ropes of pearls and rivers of crystals. Their hair, cascading from the head to the shoulders and from the shoulders down to the waist, was braided with pearls.</w:t>
      </w:r>
    </w:p>
    <w:p w:rsidR="00776573" w:rsidRDefault="00B17538" w:rsidP="00B17538">
      <w:pPr>
        <w:pStyle w:val="libNormal"/>
      </w:pPr>
      <w:r>
        <w:t>The decor of the chamber of the bride was exquisite and was in fact, unsurpassable in taste and skill. The hangings of silk and brocade in many delicate tints, draped the walls; and a white velvet carpet covered the floor. The smoke of incense rose from a goblet of silver sparkling with diamonds, blue sapphires and balas rubies.</w:t>
      </w:r>
    </w:p>
    <w:p w:rsidR="00776573" w:rsidRDefault="00B17538" w:rsidP="00B17538">
      <w:pPr>
        <w:pStyle w:val="libNormal"/>
      </w:pPr>
      <w:r>
        <w:t xml:space="preserve">Khadija, the bride, sat on a high dais placed under a richly embroidered canopy. She looked radiant and resplendent like the rising sun itself. On her head she was wearing a crown of gold and pearls of amazing orient and </w:t>
      </w:r>
      <w:r>
        <w:lastRenderedPageBreak/>
        <w:t>beauty. Her dress, in subtle shades of crimson and green, was shot with gold, and was set with pearls and emeralds. There were two maids in personal attendance on her; each was wearing a diadem of gold, an amethyst silken dress, and jewel</w:t>
      </w:r>
      <w:r w:rsidR="0024685D">
        <w:t>-</w:t>
      </w:r>
      <w:r>
        <w:t>studded slippers.</w:t>
      </w:r>
    </w:p>
    <w:p w:rsidR="00776573" w:rsidRDefault="00B17538" w:rsidP="00B17538">
      <w:pPr>
        <w:pStyle w:val="libNormal"/>
      </w:pPr>
      <w:r>
        <w:t>When all the guests had taken their seats, Abu Talib, the guardian of the bridegroom, rose to read the sermon of marriage as follows: All glory and all praise to Allah, the Creator of Heavens and earth, and all thanks to Him for all His blessings, bounties and mercy. He sent us into this world in the posterity of Ibrahim and Ismael. He put us in charge of the Mosque and made us guardians of His House, the Kaaba, which is a sanctuary for all His creatures.</w:t>
      </w:r>
    </w:p>
    <w:p w:rsidR="00776573" w:rsidRDefault="00B17538" w:rsidP="00B17538">
      <w:pPr>
        <w:pStyle w:val="libNormal"/>
      </w:pPr>
      <w:r>
        <w:t>After this exordium, Abu Talib continued:</w:t>
      </w:r>
    </w:p>
    <w:p w:rsidR="00776573" w:rsidRDefault="00B17538" w:rsidP="00B17538">
      <w:pPr>
        <w:pStyle w:val="libNormal"/>
      </w:pPr>
      <w:r>
        <w:t>My nephew, Muhammed ibn Abdullah ibn Abdul Muttalib, is the best individual in all mankind in his intelligence, in wisdom, in purity of lineage, in purity of his personal life, and in distinction of family. He has all the markings of a man destined to be great. He is marrying Khadija the daughter of Khuwayled against a meher of four hundred pieces of gold. I declare Muhammed and Khadija husband and wife. May Allah bless them both, and may He be their Protector.</w:t>
      </w:r>
    </w:p>
    <w:p w:rsidR="00776573" w:rsidRDefault="00B17538" w:rsidP="00B17538">
      <w:pPr>
        <w:pStyle w:val="libNormal"/>
      </w:pPr>
      <w:r>
        <w:t>In his sermon, Abu Talib declared that the Bani Hashim were the heirs of Ibrahim and Ismael, and were the carriers of their heritage. They were, therefore, uncontaminated by idolatry. When Abu Talib concluded his sermon, Waraqa bin Naufal rose to read the marriage sermon on behalf of the bride. He said:</w:t>
      </w:r>
    </w:p>
    <w:p w:rsidR="00776573" w:rsidRDefault="00B17538" w:rsidP="00B17538">
      <w:pPr>
        <w:pStyle w:val="libNormal"/>
      </w:pPr>
      <w:r>
        <w:t>All praise and glory to Allah. We testify and we affirm that the Bani Hashim are just as you have claimed. No one can deny their excellence. Because of their excellence, we cherish the marriage of Khadija and Muhammed. Their marriage unites our two houses, and their union is a source of great happiness to us. O Lords of Quraysh, I want you to be witnesses that I give Khadija in marriage to Muhammed ibn Abdullah against a meher of four hundred pieces of gold. May Allah make their marriage a happy one.</w:t>
      </w:r>
    </w:p>
    <w:p w:rsidR="00776573" w:rsidRDefault="00B17538" w:rsidP="00B17538">
      <w:pPr>
        <w:pStyle w:val="libNormal"/>
      </w:pPr>
      <w:r>
        <w:t>(M. Shibli, the Indian historian, says in his Seera that the meher of Hadret Khadija was five hundred pieces of gold).</w:t>
      </w:r>
    </w:p>
    <w:p w:rsidR="00776573" w:rsidRDefault="00B17538" w:rsidP="00B17538">
      <w:pPr>
        <w:pStyle w:val="libNormal"/>
      </w:pPr>
      <w:r>
        <w:t>Amr bin Asad, the aged uncle of Khadija, also spoke on the occasion, and he affirmed, in his own words, what Waraqa b. Naufal, had said. And it was he who, as guardian of the bride, gave her away to Muhammed ibn Abdullah. Abu Talib paid the meher for his nephew.</w:t>
      </w:r>
    </w:p>
    <w:p w:rsidR="00776573" w:rsidRDefault="00B17538" w:rsidP="00B17538">
      <w:pPr>
        <w:pStyle w:val="libNormal"/>
      </w:pPr>
      <w:r>
        <w:t>Edward Gibbon</w:t>
      </w:r>
    </w:p>
    <w:p w:rsidR="00776573" w:rsidRDefault="00B17538" w:rsidP="00B17538">
      <w:pPr>
        <w:pStyle w:val="libNormal"/>
      </w:pPr>
      <w:r>
        <w:t>At home and abroad, in peace and war, Abu Talib, the most respected of Mohammed's uncles, was the guide and guardian of his youth; in his 25th year he entered into the service of Khadija, rich and noble widow (sic) of Mecca, who soon rewarded his fidelity with the gift of her hand and fortune. The marriage contract, in the simple style of antiquity, recites the mutual love of Mohammed and Khadija; describes him as the most accomplished of the tribe of Koreish; and stipulates a dowry of twelve ounces of gold and twenty camels, which was supplied by the liberality of his uncle. (The Decline and Fall of the Roman Empire)</w:t>
      </w:r>
    </w:p>
    <w:p w:rsidR="00776573" w:rsidRDefault="00B17538" w:rsidP="00B17538">
      <w:pPr>
        <w:pStyle w:val="libNormal"/>
      </w:pPr>
      <w:r>
        <w:lastRenderedPageBreak/>
        <w:t>Washington Irving</w:t>
      </w:r>
    </w:p>
    <w:p w:rsidR="00776573" w:rsidRDefault="00B17538" w:rsidP="00B17538">
      <w:pPr>
        <w:pStyle w:val="libNormal"/>
      </w:pPr>
      <w:r>
        <w:t>Khadija was filled with a lively faith in the superhuman merits of her youthful steward, Mohammed. At her nuptials, Haleema, who had nursed Mohammed in his infancy, was summoned and was presented with a flock of forty sheep.</w:t>
      </w:r>
    </w:p>
    <w:p w:rsidR="00776573" w:rsidRDefault="00B17538" w:rsidP="00B17538">
      <w:pPr>
        <w:pStyle w:val="libNormal"/>
      </w:pPr>
      <w:r>
        <w:t>(The Life of Mohammed)</w:t>
      </w:r>
    </w:p>
    <w:p w:rsidR="00776573" w:rsidRDefault="00B17538" w:rsidP="00B17538">
      <w:pPr>
        <w:pStyle w:val="libNormal"/>
      </w:pPr>
      <w:r>
        <w:t>All the guests congratulated Muhammed Mustafa on his wedding and expressed their best wishes for his happiness. They also congratulated his uncle, Abu Talib, on the auspicious occasion. Both thanked their guests cordially.</w:t>
      </w:r>
    </w:p>
    <w:p w:rsidR="00776573" w:rsidRDefault="00B17538" w:rsidP="00B17538">
      <w:pPr>
        <w:pStyle w:val="libNormal"/>
      </w:pPr>
      <w:r>
        <w:t>When these ceremonies were over, the major</w:t>
      </w:r>
      <w:r w:rsidR="0024685D">
        <w:t>-</w:t>
      </w:r>
      <w:r>
        <w:t>domo ordered the slaves to spread out the banquet. The banquet was a gustatorial extravaganza such as no one had ever seen in Makka. The guests feasted upon delicacies each of which was a masterpiece of the culinary art. They slaked their thirst with delectable drinks laced with lotus nectar.</w:t>
      </w:r>
    </w:p>
    <w:p w:rsidR="00776573" w:rsidRDefault="00B17538" w:rsidP="00B17538">
      <w:pPr>
        <w:pStyle w:val="libNormal"/>
      </w:pPr>
      <w:r>
        <w:t>After the feast, each guest was invested with a robe of honor, in conformity with the ancient custom of the Arabian aristocracy. Presently, the major</w:t>
      </w:r>
      <w:r w:rsidR="0024685D">
        <w:t>-</w:t>
      </w:r>
      <w:r>
        <w:t>domo announced that the bride was ready to depart. A richly</w:t>
      </w:r>
      <w:r w:rsidR="0024685D">
        <w:t>-</w:t>
      </w:r>
      <w:r>
        <w:t>caparisoned she</w:t>
      </w:r>
      <w:r w:rsidR="0024685D">
        <w:t>-</w:t>
      </w:r>
      <w:r>
        <w:t>camel, carrying a white pavilion on her back, was waiting at the gate of the house. All the guests gathered in the foyer to see the bride being escorted to the gate. Her maids assisted her in climbing into the bridal pavilion.</w:t>
      </w:r>
    </w:p>
    <w:p w:rsidR="00776573" w:rsidRDefault="00B17538" w:rsidP="00B17538">
      <w:pPr>
        <w:pStyle w:val="libNormal"/>
      </w:pPr>
      <w:r>
        <w:t>...EMBARK YE ON THE ARK, IN THE NAME OF ALLAH, WHETHER IT MOVE OR BE AT REST! FOR MY LORD IS, BE SURE, OFT</w:t>
      </w:r>
      <w:r w:rsidR="0024685D">
        <w:t>-</w:t>
      </w:r>
      <w:r>
        <w:t>FORGIVING, MOST MERCIFUL." (Quran Majid. Chapter 11; verse 41)</w:t>
      </w:r>
    </w:p>
    <w:p w:rsidR="00776573" w:rsidRDefault="00B17538" w:rsidP="00B17538">
      <w:pPr>
        <w:pStyle w:val="libNormal"/>
      </w:pPr>
      <w:r>
        <w:t>One of the maidservants sat in the pavilion with the bride. Resting upon her head was a floral tiara, and her hair was threaded with blue ribbons and strands of lustrous pearls. She was wearing bracelets of agate, coral and rock crystal, and she held a jewelled fan in her hand.</w:t>
      </w:r>
    </w:p>
    <w:p w:rsidR="00776573" w:rsidRDefault="00B17538" w:rsidP="00B17538">
      <w:pPr>
        <w:pStyle w:val="libNormal"/>
      </w:pPr>
      <w:r>
        <w:t>A team of Nubian slaves carrying flambeaus, marched in front and on the right and the left sides of the she</w:t>
      </w:r>
      <w:r w:rsidR="0024685D">
        <w:t>-</w:t>
      </w:r>
      <w:r>
        <w:t>camel. The bridegroom also mounted his horse, and he, his uncles, the young men of Bani Hashim and their guests, returned to the house of Abu Talib in the same panoply as they had gone earlier that day to the house of the bride.</w:t>
      </w:r>
    </w:p>
    <w:p w:rsidR="00776573" w:rsidRDefault="00B17538" w:rsidP="00B17538">
      <w:pPr>
        <w:pStyle w:val="libNormal"/>
      </w:pPr>
      <w:r>
        <w:t>When this torch</w:t>
      </w:r>
      <w:r w:rsidR="0024685D">
        <w:t>-</w:t>
      </w:r>
      <w:r>
        <w:t>lit procession arrived at the house of Abu Talib, his wife and sisters assisted the bride in dismounting from the she</w:t>
      </w:r>
      <w:r w:rsidR="0024685D">
        <w:t>-</w:t>
      </w:r>
      <w:r>
        <w:t>camel. A chamberlain held a parasol of white silk over her head, and conducted her into the inner apartments of the house. And say:</w:t>
      </w:r>
    </w:p>
    <w:p w:rsidR="00776573" w:rsidRDefault="00B17538" w:rsidP="00B17538">
      <w:pPr>
        <w:pStyle w:val="libNormal"/>
      </w:pPr>
      <w:r>
        <w:t>"O MY LORD! ENABLE ME TO DISEMBARK WITH THY BLESSING: FOR THOU ART THE BEST TO ENABLE (US) TO DISEMBARK" (Quran Majid. Chapter 23, verse 29)</w:t>
      </w:r>
    </w:p>
    <w:p w:rsidR="00776573" w:rsidRDefault="00B17538" w:rsidP="00B17538">
      <w:pPr>
        <w:pStyle w:val="libNormal"/>
      </w:pPr>
      <w:r>
        <w:t xml:space="preserve">Everything went off with perfect precision. Coordination was superb from beginning to end. The marriage of Muhammed and Khadija had brought happiness to everyone but the happiness of Abu Talib knew no bounds. He had been very anxious that his nephew should have a good wife. This anxiety turned into pure and undiluted joy when his nephew and Khadija were married. There could not have been a better match. Abu Talib </w:t>
      </w:r>
      <w:r>
        <w:lastRenderedPageBreak/>
        <w:t>thanked Allah for the new happiness he had found, and his happiness was shared by his brothers, Abbas an~ Hamza, and all other members of the clan of Hashim.</w:t>
      </w:r>
    </w:p>
    <w:p w:rsidR="00776573" w:rsidRDefault="00B17538" w:rsidP="00B17538">
      <w:pPr>
        <w:pStyle w:val="libNormal"/>
      </w:pPr>
      <w:r>
        <w:t>Three days after the marriage, Abu Talib made arrangements for a banquet to mark the occasion called since then "the feast of walima." He dazzled the whole city by his liberality. At the feast, every resident of Makka was his guest. Muhammed, the bridegroom, was himself welcoming the guests into the house. He himself, his uncles, his cousins and all the young men of Bani Hashim, were the proud hosts. The banquet lasted for three days. Years later, Islam made the feast of walima a "memorial" to the banquet of Abu Talib at the marriage of Muhammed and Khadija, instituting it as a tradition of all Muslim marriages. Abu Talib was the first man to arrange it. Before the marriage of Muhammed and Khadija, the feast of walima was not known to anyone in Arabia.</w:t>
      </w:r>
    </w:p>
    <w:p w:rsidR="00776573" w:rsidRDefault="00B17538" w:rsidP="00B17538">
      <w:pPr>
        <w:pStyle w:val="libNormal"/>
      </w:pPr>
      <w:r>
        <w:t>Abu Talib must have wished that his beloved brother, Abdullah and his wife, Amina, may Allah bless them, were also present to witness and to bless the marriage of their son, and to share his (Abu Talib's) happiness. But even if Abdullah and Amina had been present, the marriage of their son could not have been celebrated with more pomp and pageantry than it was with Abu Talib as his (Muhammed's) guardian.</w:t>
      </w:r>
    </w:p>
    <w:p w:rsidR="00776573" w:rsidRDefault="00B17538" w:rsidP="00B17538">
      <w:pPr>
        <w:pStyle w:val="libNormal"/>
      </w:pPr>
      <w:r>
        <w:t>Next it was Khadija's turn to show generosity and hospitality. Generosity and hospitality were her old "addictions." And what occasion could be more appropriate or propitious for her than her own marriage to satisfy this propensity? She, therefore, ordered her major</w:t>
      </w:r>
      <w:r w:rsidR="0024685D">
        <w:t>-</w:t>
      </w:r>
      <w:r>
        <w:t>domo to make arrangements for the most elaborate banquet in the history of Makka.</w:t>
      </w:r>
    </w:p>
    <w:p w:rsidR="00776573" w:rsidRDefault="00B17538" w:rsidP="00B17538">
      <w:pPr>
        <w:pStyle w:val="libNormal"/>
      </w:pPr>
      <w:r>
        <w:t xml:space="preserve">It was a banquet that was truly memorable. Even the beggars of Makka and the wandering tribesmen and women were not excluded from the list of guests. They feasted on delicacies which they had never seen before. Those Arabs of the desert who had never tasted anything but brackish or rank water all their lives, drank rose water as the guests of Khadija. For many days the guests </w:t>
      </w:r>
      <w:r w:rsidR="0024685D">
        <w:t>-</w:t>
      </w:r>
      <w:r>
        <w:t xml:space="preserve"> rich and poor, high and low, lord and lackey, young and old </w:t>
      </w:r>
      <w:r w:rsidR="0024685D">
        <w:t>-</w:t>
      </w:r>
      <w:r>
        <w:t xml:space="preserve"> were fed in her house. To the poor guests, Khadija gave pieces of gold and silver and clothes, and she filled the houses of many widows and orphans with the necessities of life which they didn't have before.</w:t>
      </w:r>
    </w:p>
    <w:p w:rsidR="00776573" w:rsidRDefault="00B17538" w:rsidP="00B17538">
      <w:pPr>
        <w:pStyle w:val="libNormal"/>
      </w:pPr>
      <w:r>
        <w:t>Khadija had spent many years of her life waiting for the ideal man to come. Her long wait was at last rewarded when Muhammed came along, and they were united in holy wedlock.</w:t>
      </w:r>
    </w:p>
    <w:p w:rsidR="00776573" w:rsidRDefault="00B17538" w:rsidP="00B17538">
      <w:pPr>
        <w:pStyle w:val="libNormal"/>
      </w:pPr>
      <w:r>
        <w:t>The marriage of Muhammed and Khadija was the first and the last of its kind in the world. It was the only marriage in the whole world which abounded in heavenly blessings as well as material blessings. It was a marriage which was immeasurably and incalculably rich in the blessings of both the heaven and the earth.</w:t>
      </w:r>
    </w:p>
    <w:p w:rsidR="00776573" w:rsidRDefault="00B17538" w:rsidP="00B17538">
      <w:pPr>
        <w:pStyle w:val="libNormal"/>
      </w:pPr>
      <w:r>
        <w:t>It is entirely probable that in Arabia, no woman ever brought so much dowry with her into the house of her husband as Khadija did. It included slaves, slave girls, real estate, pasture lands, herds of camels and horses, flocks of goats and sheep, and her personal outfit of rich and rare fabrics, accessories, priceless heirlooms, ornaments, precious metals, precious stones and masses of gold and silver coins.</w:t>
      </w:r>
    </w:p>
    <w:p w:rsidR="00776573" w:rsidRDefault="00B17538" w:rsidP="00B17538">
      <w:pPr>
        <w:pStyle w:val="libNormal"/>
      </w:pPr>
      <w:r>
        <w:lastRenderedPageBreak/>
        <w:t xml:space="preserve">This dowry, unprecedented as it was for its quality and its quantity, was not a gift to Khadija </w:t>
      </w:r>
      <w:r w:rsidR="0024685D">
        <w:t>-</w:t>
      </w:r>
      <w:r>
        <w:t xml:space="preserve"> the bride </w:t>
      </w:r>
      <w:r w:rsidR="0024685D">
        <w:t>-</w:t>
      </w:r>
      <w:r>
        <w:t xml:space="preserve"> from her uncles or from her brothers. It was the product of her own efforts. She had produced it by her own diligence, industry, prudence, and foresight.</w:t>
      </w:r>
    </w:p>
    <w:p w:rsidR="00776573" w:rsidRDefault="00B17538" w:rsidP="00B17538">
      <w:pPr>
        <w:pStyle w:val="libNormal"/>
      </w:pPr>
      <w:r>
        <w:t>But these were not the only riches that Khadija brought with her. She also brought the riches of heart and mind, and these were immeasurable and inexhaustible. In the years to come she immeasurably enriched the life of her husband with these gifts.</w:t>
      </w:r>
    </w:p>
    <w:p w:rsidR="00776573" w:rsidRDefault="00B17538" w:rsidP="00B17538">
      <w:pPr>
        <w:pStyle w:val="libNormal"/>
      </w:pPr>
      <w:r>
        <w:t>Once Khadija was married, she appears to have lost interest in her mercantile ventures and in her commercial empire. Marriage changed the character of her dedication and commitment. She had found Muhammed Mustafa, the greatest of all treasures in the world. Once she found him, gold, silver and diamonds lost their value for her. Muhammed Mustafa, the future Messenger of Allah and the future Prophet of Islam, became the one object of all her affection, attention and devotion. Of course, she never lost her genius for organization, but now instead of applying it to her business, she applied it to the service of her husband. She reorganized her whole life around the personality of Muhammed Mustafa.</w:t>
      </w:r>
    </w:p>
    <w:p w:rsidR="00776573" w:rsidRDefault="00B17538" w:rsidP="00B17538">
      <w:pPr>
        <w:pStyle w:val="libNormal"/>
      </w:pPr>
      <w:r>
        <w:t>(Khadija could not wind up her wide</w:t>
      </w:r>
      <w:r w:rsidR="0024685D">
        <w:t>-</w:t>
      </w:r>
      <w:r>
        <w:t>ranging commercial operations abruptly. She had to phase them out. By degrees, therefore, she phased out the export</w:t>
      </w:r>
      <w:r w:rsidR="0024685D">
        <w:t>-</w:t>
      </w:r>
      <w:r>
        <w:t>and</w:t>
      </w:r>
      <w:r w:rsidR="0024685D">
        <w:t>-</w:t>
      </w:r>
      <w:r>
        <w:t>import business which her father had founded.)</w:t>
      </w:r>
    </w:p>
    <w:p w:rsidR="00776573" w:rsidRDefault="00B17538" w:rsidP="00B17538">
      <w:pPr>
        <w:pStyle w:val="libNormal"/>
      </w:pPr>
      <w:r>
        <w:t>In the years following his marriage, Muhammed travelled again with Khadija's caravans to Syria. M. Shibli, the Indian historian, says that he also went to Yemen. Wherever he went, he made profits. Khadija also recruited other managers who sold her merchandize or bought merchandise for her, and they too made profits for her. But the emphasis had shifted; instead of expanding her business as she had done in the years before her marriage, Khadija began, gradually, to curtail her commitments until all her merchandize was sold, and she had recovered all her investments.</w:t>
      </w:r>
    </w:p>
    <w:p w:rsidR="00776573" w:rsidRDefault="00B17538" w:rsidP="00B17538">
      <w:pPr>
        <w:pStyle w:val="libNormal"/>
      </w:pPr>
      <w:r>
        <w:t xml:space="preserve">When the Princess of Makka entered the house of her husband, Muhammed Mustafa, the most successful and the happiest phase of life began for her. This phase lasted 25 years </w:t>
      </w:r>
      <w:r w:rsidR="0024685D">
        <w:t>-</w:t>
      </w:r>
      <w:r>
        <w:t xml:space="preserve"> until her death. She immediately adapted her life to the new environment. From the very first day, she took charge of her new duty which was to make the life of her husband happy and pleasant. In carrying out this duty, she was eminently successful, as the history of later times has eloquently borne witness.</w:t>
      </w:r>
    </w:p>
    <w:p w:rsidR="00776573" w:rsidRDefault="00B17538" w:rsidP="00B17538">
      <w:pPr>
        <w:pStyle w:val="libNormal"/>
      </w:pPr>
      <w:r>
        <w:t xml:space="preserve">Marriage opened a new chapter for both Muhammed and Khadija in their life. The keynote of this "chapter" was happiness </w:t>
      </w:r>
      <w:r w:rsidR="0024685D">
        <w:t>-</w:t>
      </w:r>
      <w:r>
        <w:t xml:space="preserve"> the purest kind of happiness. Blessed with happiness as their marriage was, it was also blessed with children. Their first</w:t>
      </w:r>
      <w:r w:rsidR="0024685D">
        <w:t>-</w:t>
      </w:r>
      <w:r>
        <w:t>born was a boy called Qasim. It was after the birth of the infant Qasim that his father, Muhammed Mustafa, was called Abul</w:t>
      </w:r>
      <w:r w:rsidR="0024685D">
        <w:t>-</w:t>
      </w:r>
      <w:r>
        <w:t xml:space="preserve">Qasim </w:t>
      </w:r>
      <w:r w:rsidR="0024685D">
        <w:t>-</w:t>
      </w:r>
      <w:r>
        <w:t xml:space="preserve"> the father of Qasim </w:t>
      </w:r>
      <w:r w:rsidR="0024685D">
        <w:t>-</w:t>
      </w:r>
      <w:r>
        <w:t xml:space="preserve"> as per the custom of the Arabs. The second child was also a boy. His name was Abdullah. He bore the nicknames of Tahir and Tayyeb. Both Qasim and Abdullah died in their infancy.</w:t>
      </w:r>
    </w:p>
    <w:p w:rsidR="00B17538" w:rsidRDefault="00B17538" w:rsidP="00B17538">
      <w:pPr>
        <w:pStyle w:val="libNormal"/>
      </w:pPr>
      <w:r>
        <w:t xml:space="preserve">The third and the last and the only surviving child of Muhammed Mustafa and Khadija was their daughter, Fatima Zahra. Though the gifts which Allah had bestowed upon them, were many, there was none that they treasured more than their daughter. She was the "light of the eyes" of her </w:t>
      </w:r>
      <w:r>
        <w:lastRenderedPageBreak/>
        <w:t>father, and she was the "comfort of his heart." She was also the future "Lady of Heaven." The father and mother showered their love upon her, and she brought hope and happiness and the blessings and the mercy of Allah with her into their home.</w:t>
      </w:r>
    </w:p>
    <w:p w:rsidR="00B17538" w:rsidRDefault="00B17538" w:rsidP="00035570">
      <w:pPr>
        <w:pStyle w:val="libNormal"/>
      </w:pPr>
      <w:r>
        <w:br w:type="page"/>
      </w:r>
    </w:p>
    <w:p w:rsidR="00776573" w:rsidRDefault="00B74437" w:rsidP="00B17538">
      <w:pPr>
        <w:pStyle w:val="Heading1Center"/>
      </w:pPr>
      <w:bookmarkStart w:id="5" w:name="_Toc423343217"/>
      <w:r>
        <w:lastRenderedPageBreak/>
        <w:t>Chapter 5</w:t>
      </w:r>
      <w:r w:rsidR="00B17538">
        <w:t>: The Eve of the Proclamation of Islam</w:t>
      </w:r>
      <w:bookmarkEnd w:id="5"/>
    </w:p>
    <w:p w:rsidR="00776573" w:rsidRDefault="00B17538" w:rsidP="00B17538">
      <w:pPr>
        <w:pStyle w:val="libNormal"/>
      </w:pPr>
      <w:r>
        <w:t xml:space="preserve">Not with standing the fact that Arabia was a pit of iniquity and the bastion of idolatry and polytheism, Muhammed himself was free from all vice and sin, and he never bowed before any idol. Even before he formally declared that he came to establish the Kingdom of Heaven on Earth, his own conduct and character were a reflection of Quran Majid </w:t>
      </w:r>
      <w:r w:rsidR="0024685D">
        <w:t>-</w:t>
      </w:r>
      <w:r>
        <w:t xml:space="preserve"> the Book of Allah and the Manifesto of Islam. Even his enemies have not been able to point out any divergence between his conduct and the precepts of Quran </w:t>
      </w:r>
      <w:r w:rsidR="0024685D">
        <w:t>-</w:t>
      </w:r>
      <w:r>
        <w:t xml:space="preserve"> at any time </w:t>
      </w:r>
      <w:r w:rsidR="0024685D">
        <w:t>-</w:t>
      </w:r>
      <w:r>
        <w:t xml:space="preserve"> after or before the Proclamation of his mission as the Messenger of Allah. After the Proclamation of his mission as Allah's messenger, he placed pagan practices and customs under proscription. But there is no evidence that before doing so, he himself ever committed a pagan act, or indeed any act repugnant to Quran.</w:t>
      </w:r>
    </w:p>
    <w:p w:rsidR="00776573" w:rsidRDefault="00B17538" w:rsidP="00B17538">
      <w:pPr>
        <w:pStyle w:val="libNormal"/>
      </w:pPr>
      <w:r>
        <w:t>It appears that Quran Majid was etched on the heart of Muhammed from beginning to end, and it also appears that he "preached" Islam even before the Proclamation but only through his deeds and not with his words. His deeds were just as eloquent as his speeches, and they proclaimed to the world what manner of man he was. After all, it were the pagans who called him Sadiq (=Truthful) and Amin (=Trustworthy), and they were the same people who, in later years, persecuted him, hunted him, banished him, and set a price on his head.</w:t>
      </w:r>
    </w:p>
    <w:p w:rsidR="00776573" w:rsidRDefault="00B17538" w:rsidP="00B17538">
      <w:pPr>
        <w:pStyle w:val="libNormal"/>
      </w:pPr>
      <w:r>
        <w:t>Muhammed's demeanor preached a silent sermon!</w:t>
      </w:r>
    </w:p>
    <w:p w:rsidR="00776573" w:rsidRDefault="00B17538" w:rsidP="00B17538">
      <w:pPr>
        <w:pStyle w:val="libNormal"/>
      </w:pPr>
      <w:r>
        <w:t>Depraved and wanton as the pagan Arabs were, even they admired truthfulness, and they admired it even in an enemy. They admired Muhammed for his truthfulness yet their admiration did not inhibit them from conspiring to kill him when he denounced their idolatry and polytheism. They loved nothing more than to kill him ever since he invited them to Islam but they never questioned his integrity and trustworthiness. On this point there cannot be a testimony more unimpeachable than theirs.</w:t>
      </w:r>
    </w:p>
    <w:p w:rsidR="00776573" w:rsidRDefault="00B17538" w:rsidP="00B17538">
      <w:pPr>
        <w:pStyle w:val="libNormal"/>
      </w:pPr>
      <w:r>
        <w:t>The citizens of Makka admired not only Muhammed's integrity but also his judgment. At one time, the Quraysh were rebuilding the Kaaba, and in one of the walls they had to fit the Black Stone. Someone had to bring the Black Stone to the site of construction, lift it from the ground, and put it in its place in the wall. Who was going to do it?</w:t>
      </w:r>
    </w:p>
    <w:p w:rsidR="00776573" w:rsidRDefault="00B17538" w:rsidP="00B17538">
      <w:pPr>
        <w:pStyle w:val="libNormal"/>
      </w:pPr>
      <w:r>
        <w:t>Each clan claimed the honor for itself but other clans were not willing to defer to anyone in this matter. The disagreement led to violent speeches, and it was not long before the swords were drawn. The sword was going to decide who would place the Black Stone in the wall.</w:t>
      </w:r>
    </w:p>
    <w:p w:rsidR="00776573" w:rsidRDefault="00B17538" w:rsidP="00B17538">
      <w:pPr>
        <w:pStyle w:val="libNormal"/>
      </w:pPr>
      <w:r>
        <w:t>At that moment an old Arab intervened, and suggested that instead of fighting against, and killing each other, the chiefs of the clans ought to wait and see who would be the first man to enter the precincts of the Kaaba on the following morning, and then submit the case for adjudication to him. It was a wise suggestion, and the chiefs wisely accepted it. Next morning when the gate of Kaaba was opened, they noticed that it was the man thev called Sadiq and Amin who was entering through it. They were all glad that it was he, and they all agreed to refer their dispute to him, and to abide by his decision.</w:t>
      </w:r>
    </w:p>
    <w:p w:rsidR="00776573" w:rsidRDefault="00B17538" w:rsidP="00B17538">
      <w:pPr>
        <w:pStyle w:val="libNormal"/>
      </w:pPr>
      <w:r>
        <w:lastRenderedPageBreak/>
        <w:t>Muhammed ordered a sheet of cloth to be brought and to be spread on the ground. He then placed the Stone on it, and asked each chief to lift one of its corners, and to carry it to the foot of the wall of Kaaba. When it was done, he himself lifted the Stone and placed it in position.</w:t>
      </w:r>
    </w:p>
    <w:p w:rsidR="00776573" w:rsidRDefault="00B17538" w:rsidP="00B17538">
      <w:pPr>
        <w:pStyle w:val="libNormal"/>
      </w:pPr>
      <w:r>
        <w:t>Muhammed's decision satisfied everyone. By his wisdom, he had saved faces and he had obviated bloodshed. The incident also proved that in moments of crisis, the Arabs deferred to his opinion. They knew that he had all the virtues held high in their scale of values.</w:t>
      </w:r>
    </w:p>
    <w:p w:rsidR="00776573" w:rsidRDefault="00B17538" w:rsidP="00B17538">
      <w:pPr>
        <w:pStyle w:val="libNormal"/>
      </w:pPr>
      <w:r>
        <w:t>Muhammed was an inspired leader of men.</w:t>
      </w:r>
    </w:p>
    <w:p w:rsidR="00776573" w:rsidRDefault="00B17538" w:rsidP="00B17538">
      <w:pPr>
        <w:pStyle w:val="libNormal"/>
      </w:pPr>
      <w:r>
        <w:t>Sir William Muir</w:t>
      </w:r>
    </w:p>
    <w:p w:rsidR="00776573" w:rsidRDefault="00B17538" w:rsidP="00B17538">
      <w:pPr>
        <w:pStyle w:val="libNormal"/>
      </w:pPr>
      <w:r>
        <w:t>The circumstances which gave occasion for the decision of Mohammed (when Kaaba was being rebuilt and he put the Black Stone in place) strikingly illustrate the absence of any paramount authority in Mecca.</w:t>
      </w:r>
    </w:p>
    <w:p w:rsidR="00776573" w:rsidRDefault="00B17538" w:rsidP="00B17538">
      <w:pPr>
        <w:pStyle w:val="libNormal"/>
      </w:pPr>
      <w:r>
        <w:t>(The Life of Mohammed, London, 1877)</w:t>
      </w:r>
    </w:p>
    <w:p w:rsidR="00776573" w:rsidRDefault="00B17538" w:rsidP="00B17538">
      <w:pPr>
        <w:pStyle w:val="libNormal"/>
      </w:pPr>
      <w:r>
        <w:t>Muhammed at this time was 35 years old. His temples were faintly silvered. He was a man much devoted to his family, and had a great fondness for children. His sons, Qasim and Abdullah, had died in their infancy. After their death, he and Khadija adopted Ali as their son. Ali was the youngest son of Muhammed's uncle and guardian, Abu Talib. He was five years old when he came into their house, and filled a void in their life. They brought him up and educated him. He grew up surrounded with their love.</w:t>
      </w:r>
    </w:p>
    <w:p w:rsidR="00776573" w:rsidRDefault="00B17538" w:rsidP="00B17538">
      <w:pPr>
        <w:pStyle w:val="libNormal"/>
      </w:pPr>
      <w:r>
        <w:t>In the years to come, Ali showed himself a most splendid product of the upbringing and education that Muhammed and Khadija gave him. He was destined to be the most versatile young man in the entire entourage of Muhammed, the Messenger of God.</w:t>
      </w:r>
    </w:p>
    <w:p w:rsidR="00776573" w:rsidRDefault="00B17538" w:rsidP="00B17538">
      <w:pPr>
        <w:pStyle w:val="libNormal"/>
      </w:pPr>
      <w:r>
        <w:t>Sir William Muir</w:t>
      </w:r>
    </w:p>
    <w:p w:rsidR="00776573" w:rsidRDefault="00B17538" w:rsidP="00B17538">
      <w:pPr>
        <w:pStyle w:val="libNormal"/>
      </w:pPr>
      <w:r>
        <w:t>Shortly after the rebuilding of the Kaaba, Mohammed comforted himself for the loss of his infant son Casim by adopting Ali, the child of his friend and former guardian, Abu Talib. Ali, at this time not above five or six years of age, remained ever after with Mohammed, and they exhibited towards each other the mutual attachment of parent and child.</w:t>
      </w:r>
    </w:p>
    <w:p w:rsidR="00776573" w:rsidRDefault="00B17538" w:rsidP="00B17538">
      <w:pPr>
        <w:pStyle w:val="libNormal"/>
      </w:pPr>
      <w:r>
        <w:t>(The Life of Mohammed, London. 1877)</w:t>
      </w:r>
    </w:p>
    <w:p w:rsidR="00776573" w:rsidRDefault="00B17538" w:rsidP="00B17538">
      <w:pPr>
        <w:pStyle w:val="libNormal"/>
      </w:pPr>
      <w:r>
        <w:t>As noted before, Muhammed was endowed with a contemplative cast of mind. As the years passed, he became more and more absorbed in contemplation. He had discovered a cave called Hira, three miles in the hills to the north</w:t>
      </w:r>
      <w:r w:rsidR="0024685D">
        <w:t>-</w:t>
      </w:r>
      <w:r>
        <w:t>east of Makka. To be free from extraneous distractions, and from any possible interference in his reflections, he left the city, went to the hills, and spent the long summer days in Hira. Sometimes Muhammed Mustafa went to Hira alone, but quite often he took Khadija and the little boy, Ali, with him. The three of them spent the day together on top of the hill, and returned home in the evening.</w:t>
      </w:r>
    </w:p>
    <w:p w:rsidR="00776573" w:rsidRDefault="00B17538" w:rsidP="00B17538">
      <w:pPr>
        <w:pStyle w:val="libNormal"/>
      </w:pPr>
      <w:r>
        <w:t xml:space="preserve">From the cliffs of Hira, Muhammed could survey the immensity of heaven and the earth, and in silent wonder he contemplated the line where they met. How could one comprehend the greatness of the Creator Who created such vastness and Who regulates it all? What was so wonderful as the stars glittering in a tranquil sky or as intriguing as the Destiny of Man? And could anyone fathom the mystery of the two great abstractions which </w:t>
      </w:r>
      <w:r>
        <w:lastRenderedPageBreak/>
        <w:t xml:space="preserve">cradled the universe </w:t>
      </w:r>
      <w:r w:rsidR="0024685D">
        <w:t>-</w:t>
      </w:r>
      <w:r>
        <w:t xml:space="preserve"> Space (=Makan) and Time (=Zaman)? Muhammed sought answers to questions that embody perennial mysteries of human existence. For him, all creation was veiled in mystery. He spent hours reflecting on the awesome Intelligence and the constancy of Creation.</w:t>
      </w:r>
    </w:p>
    <w:p w:rsidR="00776573" w:rsidRDefault="00B17538" w:rsidP="00B17538">
      <w:pPr>
        <w:pStyle w:val="libNormal"/>
      </w:pPr>
      <w:r>
        <w:t>But as mysterious as the universe was, it was obvious to Muhammed that it was governed by immutable laws. He could almost "see" an organization and a system at work; without such organization and system there would only be chaos in both the celestial and the terrestrial spheres of creation.</w:t>
      </w:r>
    </w:p>
    <w:p w:rsidR="00776573" w:rsidRDefault="00B17538" w:rsidP="00B17538">
      <w:pPr>
        <w:pStyle w:val="libNormal"/>
      </w:pPr>
      <w:r>
        <w:t>(A few years later when Muhammed told the Arabs that God had sent him among them as His messenger, they challenged him to show them a "miracle." n A miMcle?" asked Muhammed. To see a miracle, all that they had to do was to open their eyes and to look around. Wasn't the whole universe full of miracles? What miracles were more wonderful than the rising and setting of the sun, the full moon sailing across the sky, the stars in their revolutions, the incandescent heaven, the change of the seasons, the upheaving bosom of the ocean, and the love of a mother for her child?)</w:t>
      </w:r>
    </w:p>
    <w:p w:rsidR="00776573" w:rsidRDefault="00B17538" w:rsidP="00B17538">
      <w:pPr>
        <w:pStyle w:val="libNormal"/>
      </w:pPr>
      <w:r>
        <w:t xml:space="preserve">If the immensity and majesty of Creation filled Muhammed's mind with wonder, they also filled his heart with humility. It might have occurred to him that if intellect could not apprehend the Creator and His mighty works, perhaps love could. He, therefore, let intellect defer to love </w:t>
      </w:r>
      <w:r w:rsidR="0024685D">
        <w:t>-</w:t>
      </w:r>
      <w:r>
        <w:t xml:space="preserve"> the love of his Creator.</w:t>
      </w:r>
    </w:p>
    <w:p w:rsidR="00B17538" w:rsidRDefault="00B17538" w:rsidP="00B17538">
      <w:pPr>
        <w:pStyle w:val="libNormal"/>
      </w:pPr>
      <w:r>
        <w:t xml:space="preserve">Muhammed also reflected on the state of the Arabs </w:t>
      </w:r>
      <w:r w:rsidR="0024685D">
        <w:t>-</w:t>
      </w:r>
      <w:r>
        <w:t xml:space="preserve"> their idolatry, their lust for blood and practice of infanticide, and the emptiness, meaninglessness, aimlessness and dreariness of their lives. But for Muhammed, the long years of "spiritual apprenticeship" and his solitary explorations in the domain of the soul, were coming to an end. He might have sensed that the time to turn his back upon a life of contemplation and meditation had come, and that he had soon to plunge into a life of action and conflict.</w:t>
      </w:r>
    </w:p>
    <w:p w:rsidR="00B17538" w:rsidRDefault="00B17538" w:rsidP="00035570">
      <w:pPr>
        <w:pStyle w:val="libNormal"/>
      </w:pPr>
      <w:r>
        <w:br w:type="page"/>
      </w:r>
    </w:p>
    <w:p w:rsidR="00776573" w:rsidRDefault="00B74437" w:rsidP="00B17538">
      <w:pPr>
        <w:pStyle w:val="Heading1Center"/>
      </w:pPr>
      <w:bookmarkStart w:id="6" w:name="_Toc423343218"/>
      <w:r>
        <w:lastRenderedPageBreak/>
        <w:t>Chapter 6</w:t>
      </w:r>
      <w:r w:rsidR="00B17538">
        <w:t>: The Proclamation of Islam</w:t>
      </w:r>
      <w:bookmarkEnd w:id="6"/>
    </w:p>
    <w:p w:rsidR="00776573" w:rsidRDefault="00B17538" w:rsidP="00B17538">
      <w:pPr>
        <w:pStyle w:val="libNormal"/>
      </w:pPr>
      <w:r>
        <w:t>At length the groundwork that Muhammed had to do to take charge of his duties and responsibilities as the Last and the Greatest Messenger of God to this world, was over. The night of paganism, error and ignorance had been long, dark, dreary and dismal. Mankind was in a state of despair. It was at a loss to know if it would ever see the light of dawn.</w:t>
      </w:r>
    </w:p>
    <w:p w:rsidR="00776573" w:rsidRDefault="00B17538" w:rsidP="00B17538">
      <w:pPr>
        <w:pStyle w:val="libNormal"/>
      </w:pPr>
      <w:r>
        <w:t>It was God's infinite Mercy which harkened to the unspoken longing of mankind. In response to its silent appeal, the Sun of Islam rose from the valley of Makka to overpower the darkness of polytheism in the world, and to proclaim the triumph of the doctrine of Tauheed (monotheism). Muhammed was 40 years old when he was commanded by Allah, through His angel, Gabriel, to declare His Oneness (Tauheed) to the idolaters and polytheists of the whole world, and to deliver the message of new hope and peace to an embattled humanity.</w:t>
      </w:r>
    </w:p>
    <w:p w:rsidR="00776573" w:rsidRDefault="00B17538" w:rsidP="00B17538">
      <w:pPr>
        <w:pStyle w:val="libNormal"/>
      </w:pPr>
      <w:r>
        <w:t>In compliance with this command of Heaven, Muhammed launched the momentous programme called Islam which was to change the destiny of mankind forever. The basic design of Islam, as he received it from Gabriel, was perfected in Heaven, and now he had to present it to the family of man.</w:t>
      </w:r>
    </w:p>
    <w:p w:rsidR="00776573" w:rsidRDefault="00B17538" w:rsidP="00B17538">
      <w:pPr>
        <w:pStyle w:val="libNormal"/>
      </w:pPr>
      <w:r>
        <w:t>Before he received his prophetic mission, Muhammed spent days and nights in prayer and meditation both at home and in the cave of Hira, as noted before. He was in Hira one evening when the Archangel Gabriel appeared before him, and brought to him the tidings that Allah had chosen him to be His last messenger to this world, and had imposed upon him the duty of extricating mankind from the welter of sin, error and ignorance, and to bring it into the light of Guidance, Truth and Knowledge. Gabriel then bade Muhammed to "read" the following verses: (In the Name of Allah, Most Gracious, Most Merciful)</w:t>
      </w:r>
    </w:p>
    <w:p w:rsidR="00776573" w:rsidRDefault="00B17538" w:rsidP="00B17538">
      <w:pPr>
        <w:pStyle w:val="libNormal"/>
      </w:pPr>
      <w:r>
        <w:t>READ IN THE NAME OF THY LORD AND CHERISHER WHO CREATED: CREATED MAN OUT OF A CLOT OF CONGEALED BLOOD. READ! AND THY LORD IS MOST BOUNTIFUL, HE WHO TAUGHT THE USE OF PEN: TAUGHT MAN THAT WHICH HE KNEW NOT. These five verses were the earliest revelation, and they came to Muhammed Mustafa on the "Night of Power" or the "Blessed Night" in Ramadan (the ninth month of the Islamic calendar) of the 40th year of the Elephant.</w:t>
      </w:r>
    </w:p>
    <w:p w:rsidR="00776573" w:rsidRDefault="00B17538" w:rsidP="00B17538">
      <w:pPr>
        <w:pStyle w:val="libNormal"/>
      </w:pPr>
      <w:r>
        <w:t>1. RAMADHAN IS THE (MONTH) IN WHICH WAS SENT DOWN THE QURAN, AS A GUIDE TO MANKIND, ALSO CLEAR (SIGNS) FOR GUIDANCE AND JUDGMENT (BETWEEN RIGHT AND WRONG). (Quran Majid. Chapter 2; verse 185)</w:t>
      </w:r>
    </w:p>
    <w:p w:rsidR="00776573" w:rsidRDefault="00B17538" w:rsidP="00B17538">
      <w:pPr>
        <w:pStyle w:val="libNormal"/>
      </w:pPr>
      <w:r>
        <w:t>2. WE HAVE INDEED REVEALED THIS (MESSAGE) IN THE NIGHT OF POWER. (Quran Majid. Chapter 97; verse 1)</w:t>
      </w:r>
    </w:p>
    <w:p w:rsidR="00776573" w:rsidRDefault="00B17538" w:rsidP="00B17538">
      <w:pPr>
        <w:pStyle w:val="libNormal"/>
      </w:pPr>
      <w:r>
        <w:t>3. BY THE BOOK THAT MAKES THINGS CLEAR; WE SENT IT DOWN DURING A BLESSED NIGHT...</w:t>
      </w:r>
    </w:p>
    <w:p w:rsidR="00776573" w:rsidRDefault="00B17538" w:rsidP="00B17538">
      <w:pPr>
        <w:pStyle w:val="libNormal"/>
      </w:pPr>
      <w:r>
        <w:t xml:space="preserve">(Quran Majid. Chapter 44; verses 2 and 3) The Night of Power or the Blessed Night occurs, according to tradition, during the last ten nights of Ramadan, and could be the 21st or 23rd or 25th or 27th of the month. According to the Gregorian calendar, the first revelation came to the Prophet </w:t>
      </w:r>
      <w:r>
        <w:lastRenderedPageBreak/>
        <w:t>on the 12th of February, 610, as per the calculations of Mahmud Pasha al</w:t>
      </w:r>
      <w:r w:rsidR="0024685D">
        <w:t>-</w:t>
      </w:r>
      <w:r>
        <w:t>Falaki of Egypt.</w:t>
      </w:r>
    </w:p>
    <w:p w:rsidR="00776573" w:rsidRDefault="00B17538" w:rsidP="00B17538">
      <w:pPr>
        <w:pStyle w:val="libNormal"/>
      </w:pPr>
      <w:r>
        <w:t>These five verses are at the beginning of the 96th chapter of Quran Majid. The name of the chapter is Iqraa (Read) or ~, (the Clot of Congealed Blood).</w:t>
      </w:r>
    </w:p>
    <w:p w:rsidR="00776573" w:rsidRDefault="00B17538" w:rsidP="00B17538">
      <w:pPr>
        <w:pStyle w:val="libNormal"/>
      </w:pPr>
      <w:r>
        <w:t>In their respective accounts of the reception by Muhammed Mustafa of the First Revelation, the Sunni and the Shia Muslims are not in agreement. According to the Sunni tradition, the appearance of Gabriel suprised Muhammed; and when the former ordered him to ~ he said: "I cannot read." This happened thrice, and each time when Muhammed declared his inability to read, the angel pressed him hard to his bosom. Eventually, he was able to repeat the five verses whereupon the angel released him, and disappeared.</w:t>
      </w:r>
    </w:p>
    <w:p w:rsidR="00776573" w:rsidRDefault="00B17538" w:rsidP="00B17538">
      <w:pPr>
        <w:pStyle w:val="libNormal"/>
      </w:pPr>
      <w:r>
        <w:t>When Archangel Gabriel disappeared, Muhammed, who was now "ordained" the Messenger of Allah, descended from the cliffs of Hira, and repaired to his home in a state of great trepidation. Apparently, Gabriel's sudden intrusion had been a traumatic experience for him. He was shivering with cold, and when he entered his house, he asked his wife, Khadija, to cover him with a blanket which she did. When he had sufficiently recovered from the shock, he recounted to her the story of his strange encounter with Archangel Gabriel in the cave of Hira.</w:t>
      </w:r>
    </w:p>
    <w:p w:rsidR="00776573" w:rsidRDefault="00B17538" w:rsidP="00B17538">
      <w:pPr>
        <w:pStyle w:val="libNormal"/>
      </w:pPr>
      <w:r>
        <w:t>The traditional Sunni account of this event is given in an article written by Shaykh Ahmad Zaki Hammad, Ph.D., captioned "Be Hopeful," published in the magazine, Islamic Horizons of the Islamic Society of North America, Plainfield, Indiana, May</w:t>
      </w:r>
      <w:r w:rsidR="0024685D">
        <w:t>-</w:t>
      </w:r>
      <w:r>
        <w:t xml:space="preserve">June 1987, as follows: "The Prophet (pbuh) in the early stages in Makkah, feared that the revelation experience was an evil touch preying upon him, playing with him mentally, upsetting his tranquility and peace of mind. He was afraid that one of the jinn had touched him. He expressed this to Khadija. His fear increased to the point that </w:t>
      </w:r>
      <w:r w:rsidR="0024685D">
        <w:t>---</w:t>
      </w:r>
      <w:r>
        <w:t xml:space="preserve"> and please don't be surprised by an authentic report in Bukhari </w:t>
      </w:r>
      <w:r w:rsidR="0024685D">
        <w:t>---</w:t>
      </w:r>
      <w:r>
        <w:t xml:space="preserve"> the Prophet (pbuh) preferred to take his own life rather than to be touched by evil, to be tampered with, corrupted, or polluted."</w:t>
      </w:r>
    </w:p>
    <w:p w:rsidR="00776573" w:rsidRDefault="00B17538" w:rsidP="00B17538">
      <w:pPr>
        <w:pStyle w:val="libNormal"/>
      </w:pPr>
      <w:r>
        <w:t>But according to the accounts of the Shia Muslims, Muhammed Mustafa, far from being suprised, much less frightened, by the sudden appearance of Archangel Gabriel, welcomed him as if he had been expecting him. Gabriel brought the tidings that Allah had chosen him to be His Last Messenger to Mankind, and congratulated him on being selected to become the recipient of the greatest of all honors for a mortal in this world.</w:t>
      </w:r>
    </w:p>
    <w:p w:rsidR="00776573" w:rsidRDefault="00B17538" w:rsidP="00B17538">
      <w:pPr>
        <w:pStyle w:val="libNormal"/>
      </w:pPr>
      <w:r>
        <w:t>Muhammed had no hesitation in accepting the mission of prophethood nor he had any difficulty in repeating the verses of the First Revelation. He read them or repeated them effortlessly, spontaneously. Gabriel, in fact, was no stranger to him, and he also knew that as the slave of Allah, his own raison d'etre was to carry out the mission imposed upon him by Allah. He was "mission</w:t>
      </w:r>
      <w:r w:rsidR="0024685D">
        <w:t>-</w:t>
      </w:r>
      <w:r>
        <w:t>oriented" even before Gabriel's visit. Gabriel only gave him the signal to begin.</w:t>
      </w:r>
    </w:p>
    <w:p w:rsidR="00776573" w:rsidRDefault="00B17538" w:rsidP="00B17538">
      <w:pPr>
        <w:pStyle w:val="libNormal"/>
      </w:pPr>
      <w:r>
        <w:t xml:space="preserve">The Shia Muslims also say that one thing that Gabriel didn't have to do, was to apply physical pressure on Muhammed to read. If he did, it would truly be a bizarre mode of imparting to Muhammed, the ability to read </w:t>
      </w:r>
      <w:r w:rsidR="0024685D">
        <w:t>-</w:t>
      </w:r>
      <w:r>
        <w:t xml:space="preserve"> by squeezing him or choking him. They further maintain that Muhammed </w:t>
      </w:r>
      <w:r>
        <w:lastRenderedPageBreak/>
        <w:t>Mustafa did not contemplate suicide at any time in his life, even in its most desolate moments; and that it never occurred to him that he could ever be touched by "evil" or that he could be "tampered with, corrupted or polluted." In this context, the Shia Muslims quote the following two verses of Quran Majid which appear to have a logical connection with this episode:</w:t>
      </w:r>
    </w:p>
    <w:p w:rsidR="00776573" w:rsidRDefault="00B17538" w:rsidP="00B17538">
      <w:pPr>
        <w:pStyle w:val="libNormal"/>
      </w:pPr>
      <w:r>
        <w:t>1. (Allah said to Iblis:)</w:t>
      </w:r>
    </w:p>
    <w:p w:rsidR="00776573" w:rsidRDefault="00B17538" w:rsidP="00B17538">
      <w:pPr>
        <w:pStyle w:val="libNormal"/>
      </w:pPr>
      <w:r>
        <w:t>"AS FOR MY SERVANTS, NO AUTHORITY SHALT THOU HAVE OVER THEM." ENOUGH IS THY LORD FOR A DISPOSER OF AFFAIRS. (Chapter 17; verse 65)</w:t>
      </w:r>
    </w:p>
    <w:p w:rsidR="00776573" w:rsidRDefault="00B17538" w:rsidP="00B17538">
      <w:pPr>
        <w:pStyle w:val="libNormal"/>
      </w:pPr>
      <w:r>
        <w:t>Allah Himself protects His sincere and true slaves from the clutches of Iblis (the Devil); he can have no authority over them, and they can never be tampered with or corrupted or polluted. 2. BUT GOD WILL DELIVER THE RIGHTEOUS TO THEIR PLACE OF SALVATION; NO EVIL SHALL TOUCH THEM. NOR SHALL THEY GRIEVE. (Chapter 39; verse 61)</w:t>
      </w:r>
    </w:p>
    <w:p w:rsidR="00776573" w:rsidRDefault="00B17538" w:rsidP="00B17538">
      <w:pPr>
        <w:pStyle w:val="libNormal"/>
      </w:pPr>
      <w:r>
        <w:t>No evil could touch Muhammed, the chosen one of God Himself. Under God's protection, he was safe from every evil. He lived under the jurisdiction of God at all times.</w:t>
      </w:r>
    </w:p>
    <w:p w:rsidR="00776573" w:rsidRDefault="00B17538" w:rsidP="00B17538">
      <w:pPr>
        <w:pStyle w:val="libNormal"/>
      </w:pPr>
      <w:r>
        <w:t>Nevertheless, Muhammed felt alarm at the magnitude of the task ahead of him. He realized that in the execution of his duty, he would be confronted by the massive, formidable, and determined opposition of the pagans of the whole world. The state of his anxiety was almost palpable. He was therefore in a somber frame of mind as he left the cave to return home. And he did in fact ask Khadija to drape him in a blanket as he sat down to recapitulate the events in Hira to her.</w:t>
      </w:r>
    </w:p>
    <w:p w:rsidR="00776573" w:rsidRDefault="00B17538" w:rsidP="00B17538">
      <w:pPr>
        <w:pStyle w:val="libNormal"/>
      </w:pPr>
      <w:r>
        <w:t>When Khadija heard the story that Muhammed Mustafa told her, she comforted him and reassured him by saying: "O son of my uncle, be of good cheer. Allah has chosen you to be His messenger. You are always kind to your neighbors, helpful to your kinsfolk, generous to the orphans, the widows and the poor, and friendly to the strangers. Allah will never forsake you."</w:t>
      </w:r>
    </w:p>
    <w:p w:rsidR="00776573" w:rsidRDefault="00B17538" w:rsidP="00B17538">
      <w:pPr>
        <w:pStyle w:val="libNormal"/>
      </w:pPr>
      <w:r>
        <w:t>R V. C Bodley</w:t>
      </w:r>
    </w:p>
    <w:p w:rsidR="00776573" w:rsidRDefault="00B17538" w:rsidP="00B17538">
      <w:pPr>
        <w:pStyle w:val="libNormal"/>
      </w:pPr>
      <w:r>
        <w:t>"God is my protection, Oh Abul Kasim!" said Khadija, "Rejoice and be of good cheer. He in Whose hands stands the life of Khadija, is my Witness that thou wilt be the Messenger of His people!" Then she added, "Hast thou not been loving to thy kinsfolk, kind to thy neighbors, charitable to the poor, hospitable to the stranger, faithful to thy word, and ever a defender of the truth?" (The Messenger, the Life of Mohammed, 1946)</w:t>
      </w:r>
    </w:p>
    <w:p w:rsidR="00776573" w:rsidRDefault="00B17538" w:rsidP="00B17538">
      <w:pPr>
        <w:pStyle w:val="libNormal"/>
      </w:pPr>
      <w:r>
        <w:t>It is possible that Muhammed was momentarily overwhelmed by the thought of his accountability to Allah in carrying the enormous burden of his new responsibilities, but when he heard Khadija's soothing words, he immediately felt the tensions within him decompressing. She reassured him and convinced him that with God's Hand on his shoulder, he would rise equal to his duties and would overcome all obstacles. Muhammed rallied. He knew from that moment that Khadija was the "instrument" through which God would reinforce his courage if it ever flagged, and would boslter his morale if it ever sagged.</w:t>
      </w:r>
    </w:p>
    <w:p w:rsidR="00776573" w:rsidRDefault="00B17538" w:rsidP="00B17538">
      <w:pPr>
        <w:pStyle w:val="libNormal"/>
      </w:pPr>
      <w:r>
        <w:lastRenderedPageBreak/>
        <w:t>The following verse of Quran Majid also appears to support the Shia point of view:</w:t>
      </w:r>
    </w:p>
    <w:p w:rsidR="00776573" w:rsidRDefault="00B17538" w:rsidP="00B17538">
      <w:pPr>
        <w:pStyle w:val="libNormal"/>
      </w:pPr>
      <w:r>
        <w:t>AND REMEMBER WE TOOK FROM THE PROPHETS THEIR COVENANT: AS (WE DID) FROM THEE: FROM NOAH, ABRAHAM, MOSES, AND JESUS THE SON OF MARY: WE TOOK FROM THEM A SOLEMN COVENANT: THAT (ALLAH) MAY QUESTION THE (CUSTODIANS) OF TRUTH CONCERNING THE TRUTH THEY (WERE CHARGED WITH): (Chapter 33; verses 7,8)</w:t>
      </w:r>
    </w:p>
    <w:p w:rsidR="00776573" w:rsidRDefault="00B17538" w:rsidP="00B17538">
      <w:pPr>
        <w:pStyle w:val="libNormal"/>
      </w:pPr>
      <w:r>
        <w:t>Translator's Note</w:t>
      </w:r>
    </w:p>
    <w:p w:rsidR="00776573" w:rsidRDefault="00B17538" w:rsidP="00B17538">
      <w:pPr>
        <w:pStyle w:val="libNormal"/>
      </w:pPr>
      <w:r>
        <w:t>There is an implied covenant on all created things to follow God's Law, which is the law of their being. But there is a special implied covenant with all Prophets, strict and solemn, that they shall carry out their mission, proclaim God's Truth without fear or favor, and be ever ready in His service in all circumstances. That gives them their position and dignity and their tremendous responsibility in respect of the people whom they come to instruct and lead to the Right Way. (A. Yusuf The Shia Muslims point out that Allah had taken a Covenant from Muhammed to deliver His Last Message to Mankind. Therefore, they do not agree with those historians who allege that Muhammed reacted to Gabriel's visit with surprise, shock and fear. Such reactions, they say, simply do not jibe with his temperament, and are not consistent with the character of his solemn Covenant.</w:t>
      </w:r>
    </w:p>
    <w:p w:rsidR="00776573" w:rsidRDefault="00B17538" w:rsidP="00B17538">
      <w:pPr>
        <w:pStyle w:val="libNormal"/>
      </w:pPr>
      <w:r>
        <w:t>After a brief interval, Gabriel appeared once again before Muhammed when the latter was in the cave of Hira, and presented to him the second Revelation which reads as follows: O THOU WRAPPED UP (IN A MANTLE)! ARISE AND DELIVER THY WARNING! AND THY LORD DO THOU MAGNIFY! (Chapter 74; verses 1, 2, 3)</w:t>
      </w:r>
    </w:p>
    <w:p w:rsidR="00776573" w:rsidRDefault="00B17538" w:rsidP="00B17538">
      <w:pPr>
        <w:pStyle w:val="libNormal"/>
      </w:pPr>
      <w:r>
        <w:t xml:space="preserve">The commandment from Heaven to "arise and warn" was the signal to Muhammed (the wrapped up in a blanket) to begin his work. Gabriel expounded to him his new duties the foremost of which was to destroy the worship of false gods, and to plant the banner of Tauheed </w:t>
      </w:r>
      <w:r w:rsidR="0024685D">
        <w:t>-</w:t>
      </w:r>
      <w:r>
        <w:t xml:space="preserve"> the doctrine of the Unity of the Creator </w:t>
      </w:r>
      <w:r w:rsidR="0024685D">
        <w:t>-</w:t>
      </w:r>
      <w:r>
        <w:t xml:space="preserve"> in the world; and he had to invite mankind to the True Faith Islam. Islam means to surrender to Allah and to acknowledge Muhammed as His slave and His messenger.</w:t>
      </w:r>
    </w:p>
    <w:p w:rsidR="00776573" w:rsidRDefault="00B17538" w:rsidP="00B17538">
      <w:pPr>
        <w:pStyle w:val="libNormal"/>
      </w:pPr>
      <w:r>
        <w:t xml:space="preserve">A.L.R. A BOOK WHICH WE HAVE REVEALED UNTO YOU, IN ORDER THAT YOU MIGHT LEAD MANKIND OUT OF THE DEPTHS OF DARKNESS INTO LIGHT </w:t>
      </w:r>
      <w:r w:rsidR="0024685D">
        <w:t>-</w:t>
      </w:r>
      <w:r>
        <w:t xml:space="preserve"> BY THE LEAVE OF THEIR LORD </w:t>
      </w:r>
      <w:r w:rsidR="0024685D">
        <w:t>-</w:t>
      </w:r>
      <w:r>
        <w:t xml:space="preserve"> TO THE WAY OF (HIM) THE EXALTED IN POWER, WORTHY OF ALL PRAISE. (Quran Majid. Chapter 14, verse 1)</w:t>
      </w:r>
    </w:p>
    <w:p w:rsidR="00776573" w:rsidRDefault="00B17538" w:rsidP="00B17538">
      <w:pPr>
        <w:pStyle w:val="libNormal"/>
      </w:pPr>
      <w:r>
        <w:t>Muhammed had to lead mankind out of the depths of darkness into light. How was Muhammed to lead mankind out of the depths of Darkness into Light? This question is answered by Quran Majid in the following verse: A SIMILAR (FAVOR HAVE YOU ALREADY RECEIVED) IN THAT WE HAVE SENT AMONG YOU AN APOSTLE OF YOUR OWN, REHEARSING TO YOU OUR SIGNS, AND SANCTIFYING YOU, AND INSTRUCTING YOU IN SCRIPTURE AND WISDOM, AND IN NEW KNOWLEDGE. (Chapter 2; verse 151)</w:t>
      </w:r>
    </w:p>
    <w:p w:rsidR="00776573" w:rsidRDefault="00B17538" w:rsidP="00B17538">
      <w:pPr>
        <w:pStyle w:val="libNormal"/>
      </w:pPr>
      <w:r>
        <w:lastRenderedPageBreak/>
        <w:t>Quran is precise and specific in defining the concept of his duty for Muhammed Mustafa. He had to lead mankind out of "the depths of darkness" into the light, by:</w:t>
      </w:r>
    </w:p>
    <w:p w:rsidR="00776573" w:rsidRDefault="00B17538" w:rsidP="00B17538">
      <w:pPr>
        <w:pStyle w:val="libNormal"/>
      </w:pPr>
      <w:r>
        <w:t xml:space="preserve">1. rehearsing the Signs of Allah; 2. sanctifying mankind; 3. instructing mankind in scripture and wisdom; and 4. imparting new knowledge to it. Gabriel and Muhammed then went out of the cave. Gabriel taught him how to take ablutions (ritual purification before saying prayers). Muhammed took ablutions, and then, with Gabriel in the lead, both of them offered prayers. When the prayer was over, Gabriel bade farewell to Muhammed, and disappeared in the sky. That evening Muhammed returned home conscious and conscientious of his new duty to "arise and warn." He had to preach Islam, the Religion of Allah, to the whole world, and he had to begin from his own home </w:t>
      </w:r>
      <w:r w:rsidR="0024685D">
        <w:t>-</w:t>
      </w:r>
      <w:r>
        <w:t xml:space="preserve"> by preaching it to his wife.</w:t>
      </w:r>
    </w:p>
    <w:p w:rsidR="00776573" w:rsidRDefault="00B17538" w:rsidP="00B17538">
      <w:pPr>
        <w:pStyle w:val="libNormal"/>
      </w:pPr>
      <w:r>
        <w:t>Muhammed told Khadija about the second visit of Gabriel, and the duty imposed upon him by Allah to invite her to Islam. For Khadija, the antecedents and the moral integrity of her husband were an incontrovertible attestation that he was a divine messenger, and she readily accepted Islam. In fact, between her and Islam, an "ideological affinity" had pre</w:t>
      </w:r>
      <w:r w:rsidR="0024685D">
        <w:t>-</w:t>
      </w:r>
      <w:r>
        <w:t>existed. Therefore, when Muhammed Mustafa presented Islam to her, she at once "recognized" it, and rosily embraced it. She believed that the Creator was One and that Muhammed was His messenger, and she declared:</w:t>
      </w:r>
    </w:p>
    <w:p w:rsidR="00776573" w:rsidRDefault="00B17538" w:rsidP="00B17538">
      <w:pPr>
        <w:pStyle w:val="libNormal"/>
      </w:pPr>
      <w:r>
        <w:t>I BEAR WITNESS THAT THERE IS NO GOD BUT ALLAH; AND I BEAR WITNESS THAT MUHAMMED IS HIS SLAVE AND HIS MESSENGER.</w:t>
      </w:r>
    </w:p>
    <w:p w:rsidR="00776573" w:rsidRDefault="00B17538" w:rsidP="00B17538">
      <w:pPr>
        <w:pStyle w:val="libNormal"/>
      </w:pPr>
      <w:r>
        <w:t xml:space="preserve">Muhammed, the new messenger of Allah, had won his first convert </w:t>
      </w:r>
      <w:r w:rsidR="0024685D">
        <w:t>-</w:t>
      </w:r>
      <w:r>
        <w:t xml:space="preserve"> Khadija </w:t>
      </w:r>
      <w:r w:rsidR="0024685D">
        <w:t>-</w:t>
      </w:r>
      <w:r>
        <w:t xml:space="preserve"> his wife. She was the first one, the very first to affirm her faith in Tauheed (Oneness of the Creator), and she was the very first to acknowledge Muhammed as God's messenger to all mankind. She was the first Muslima. Muhammed had "introduced" Islam to Khadija. He explained to her its meaning, and he initiated her into it. He told her that obedience to and love for Allah were central to the whole system called Islam.</w:t>
      </w:r>
    </w:p>
    <w:p w:rsidR="00776573" w:rsidRDefault="00B17538" w:rsidP="00B17538">
      <w:pPr>
        <w:pStyle w:val="libNormal"/>
      </w:pPr>
      <w:r>
        <w:t>Then Muhammed showed Khadija how to take ablutions and how to say prayers. She took ablutions and both of them offered their prayers, with Muhammed as the leader. After the prayer, both of them thanked Allah for bestowing upon them the blessing of Islam. They also thanked Him for the blessing of prayers (Salat) through which He gave them audience.</w:t>
      </w:r>
    </w:p>
    <w:p w:rsidR="00776573" w:rsidRDefault="00B17538" w:rsidP="00B17538">
      <w:pPr>
        <w:pStyle w:val="libNormal"/>
      </w:pPr>
      <w:r>
        <w:t>Prayer was, Khadija soon found out, the "Gate" to Allah's Tribunal of Grace and Mercy. The humble slaves of Allah have to pass through this "Gate" to get access to His Tribunal and to receive Grace and Mercy from Him. She also found out that prayer (Salat) was perpetual renewal and sanctification.</w:t>
      </w:r>
    </w:p>
    <w:p w:rsidR="00776573" w:rsidRDefault="00B17538" w:rsidP="00B17538">
      <w:pPr>
        <w:pStyle w:val="libNormal"/>
      </w:pPr>
      <w:r>
        <w:t xml:space="preserve">Khadija is the first Muslima </w:t>
      </w:r>
      <w:r w:rsidR="0024685D">
        <w:t>-</w:t>
      </w:r>
      <w:r>
        <w:t xml:space="preserve"> the very first to submit to Allah </w:t>
      </w:r>
      <w:r w:rsidR="0024685D">
        <w:t>-</w:t>
      </w:r>
      <w:r>
        <w:t xml:space="preserve"> next to her husband. Now no matter who compiles the list of the earliest converts to Islam, her name will always be on top. No venal historian can change this fact. The honor of being the first Muslima belongs to Khadija, and it will be hers to all Eternity.</w:t>
      </w:r>
    </w:p>
    <w:p w:rsidR="00776573" w:rsidRDefault="00B17538" w:rsidP="00B17538">
      <w:pPr>
        <w:pStyle w:val="libNormal"/>
      </w:pPr>
      <w:r>
        <w:t>After her induction into Islam, Khadija adopted the following credo:</w:t>
      </w:r>
    </w:p>
    <w:p w:rsidR="00776573" w:rsidRDefault="00B17538" w:rsidP="00B17538">
      <w:pPr>
        <w:pStyle w:val="libNormal"/>
      </w:pPr>
      <w:r>
        <w:lastRenderedPageBreak/>
        <w:t xml:space="preserve">SAY: "VERILY, MY LORD HATH GUIDED ME TO A WAY THAT IS STRAIGHT, </w:t>
      </w:r>
      <w:r w:rsidR="0024685D">
        <w:t>-</w:t>
      </w:r>
      <w:r>
        <w:t xml:space="preserve"> A RELIGION OF RIGHT, THE PATH (TROD) BY ABRAHAM THE TRUE IN FAITH, AND HE (CERTAINLY) JOINED NOT GODS WITH ALLAH."</w:t>
      </w:r>
    </w:p>
    <w:p w:rsidR="00776573" w:rsidRDefault="00B17538" w:rsidP="00B17538">
      <w:pPr>
        <w:pStyle w:val="libNormal"/>
      </w:pPr>
      <w:r>
        <w:t>SAY: "TRULY, MY PRAYER AND MY SERVICE OF SACRIFICE, MY LIFE AND MY DEATH, ARE (ALL) FOR ALLAH, THE CHERISHER OF THE WORLDS: NO PARTNER HATH HE: THIS I AM COMMANDED, AND I AM THE FIRST OF THOSE WHO BOW TO HIS WILL. (Quran Majid. Chapter 6, verses 161, 162, 163)</w:t>
      </w:r>
    </w:p>
    <w:p w:rsidR="00776573" w:rsidRDefault="00B17538" w:rsidP="00B17538">
      <w:pPr>
        <w:pStyle w:val="libNormal"/>
      </w:pPr>
      <w:r>
        <w:t>Washington Ilving</w:t>
      </w:r>
    </w:p>
    <w:p w:rsidR="00776573" w:rsidRDefault="00B17538" w:rsidP="00B17538">
      <w:pPr>
        <w:pStyle w:val="libNormal"/>
      </w:pPr>
      <w:r>
        <w:t>After the first encounter with Gabriel, Mohammed came trembling and agitated to Khadija. She saw everything with the eye of faith. "Joyful tidings dost thou bring," exclaimed she, by Him, in Whose hand is the soul of Khadija, I will henceforth regard thee as the Prophet of our nation. Rejoice," added she, "Allah will not suffer thee to fall to shame. Hast thou not been loving to thy kinsfolk, kind to thy neighbours, charitable to the poor, hospitable to the stranger, faithful to thy word, and ever a defender of the truth?" (Life of Mohammed)</w:t>
      </w:r>
    </w:p>
    <w:p w:rsidR="00776573" w:rsidRDefault="00B17538" w:rsidP="00B17538">
      <w:pPr>
        <w:pStyle w:val="libNormal"/>
      </w:pPr>
      <w:r>
        <w:t>Yusuf Ali</w:t>
      </w:r>
    </w:p>
    <w:p w:rsidR="00776573" w:rsidRDefault="00B17538" w:rsidP="00B17538">
      <w:pPr>
        <w:pStyle w:val="libNormal"/>
      </w:pPr>
      <w:r>
        <w:t>At twenty</w:t>
      </w:r>
      <w:r w:rsidR="0024685D">
        <w:t>-</w:t>
      </w:r>
      <w:r>
        <w:t>five he (Muhammed) was united in the holy bonds Of wedlock with Khadija the Great, the noble lady Who befriended him when he had no worldly resources, Trusted him when his worth was little known, Encouraged and understood him in his spiritual struggles, Believed in him when with trembling steps He took up the Call and withstood obloquy, Persecution, insults, threats, and tortures, And was a lifelong helpmate till she was gathered To the saints in his fifty</w:t>
      </w:r>
      <w:r w:rsidR="0024685D">
        <w:t>-</w:t>
      </w:r>
      <w:r>
        <w:t>first year, A perfect woman, the mother of those that believe.</w:t>
      </w:r>
    </w:p>
    <w:p w:rsidR="00776573" w:rsidRDefault="00B17538" w:rsidP="00B17538">
      <w:pPr>
        <w:pStyle w:val="libNormal"/>
      </w:pPr>
      <w:r>
        <w:t xml:space="preserve">When Muhammed was ordained messenger of Allah, his young cousin, Ali ibn Abi Talib, was ten years old. As young as he was, he showed remarkable grasp of the events taking place around him, and was richly endowed with the capacity for participating in his guardian's religious experience. He therefore eagerly declared what he believed </w:t>
      </w:r>
      <w:r w:rsidR="0024685D">
        <w:t>-</w:t>
      </w:r>
      <w:r>
        <w:t xml:space="preserve"> that God was One, and Muhammed was His messenger. And he could not wait long enough to offer prayers with Muhammed and Khadija. He wished to go into the presence of Allah in the company of His Own messenger.</w:t>
      </w:r>
    </w:p>
    <w:p w:rsidR="00776573" w:rsidRDefault="00B17538" w:rsidP="00B17538">
      <w:pPr>
        <w:pStyle w:val="libNormal"/>
      </w:pPr>
      <w:r>
        <w:t>(Introduction to the Translation and Commentary of the Holy Quran)</w:t>
      </w:r>
    </w:p>
    <w:p w:rsidR="00776573" w:rsidRDefault="00B17538" w:rsidP="00B17538">
      <w:pPr>
        <w:pStyle w:val="libNormal"/>
      </w:pPr>
      <w:r>
        <w:t>Muhammed Mustafa taught Ali how to take ablutions and how to pray. Since then, Muhammed was never seen at prayer except when Ali was with him. The boy also memorized the verses of Quran Majid as and when they were revealed to Muhammed. In this manner, he literally grew up with Quran. In fact, Ali and Quran "grew up" together as "twins" in the house of Muhammed Mustafa and Khadija</w:t>
      </w:r>
      <w:r w:rsidR="0024685D">
        <w:t>-</w:t>
      </w:r>
      <w:r>
        <w:t>tul</w:t>
      </w:r>
      <w:r w:rsidR="0024685D">
        <w:t>-</w:t>
      </w:r>
      <w:r>
        <w:t>Kubra.</w:t>
      </w:r>
    </w:p>
    <w:p w:rsidR="00776573" w:rsidRDefault="00B17538" w:rsidP="00B17538">
      <w:pPr>
        <w:pStyle w:val="libNormal"/>
      </w:pPr>
      <w:r>
        <w:t>Ali lived in an ambience vibrant with the ethos of Islam. Through such osmotic action, Islam became a part of the blood</w:t>
      </w:r>
      <w:r w:rsidR="0024685D">
        <w:t>-</w:t>
      </w:r>
      <w:r>
        <w:t>stream of Ali ibn Abi Talib, Muhammed's young protege. Islam became the very texture of his being.</w:t>
      </w:r>
    </w:p>
    <w:p w:rsidR="00776573" w:rsidRDefault="00B17538" w:rsidP="00B17538">
      <w:pPr>
        <w:pStyle w:val="libNormal"/>
      </w:pPr>
      <w:r>
        <w:t>Muhammed, the Messenger of Allah, had found the hrst Muslima in Khadija, and he found the first Muslim in Ali ibn Abi Talib.</w:t>
      </w:r>
    </w:p>
    <w:p w:rsidR="00776573" w:rsidRDefault="00B17538" w:rsidP="00B17538">
      <w:pPr>
        <w:pStyle w:val="libNormal"/>
      </w:pPr>
      <w:r>
        <w:lastRenderedPageBreak/>
        <w:t>Muhammad Ishaq</w:t>
      </w:r>
    </w:p>
    <w:p w:rsidR="00776573" w:rsidRDefault="00B17538" w:rsidP="00B17538">
      <w:pPr>
        <w:pStyle w:val="libNormal"/>
      </w:pPr>
      <w:r>
        <w:t>Ali was the first male to believe in the Apostle of God, to pray with him and to believe in his divine message, when he was a boy of ten. God favored him in that he was brought up in the care of the Apostle before Islam began. (The Life of the Messenger of Allah)</w:t>
      </w:r>
    </w:p>
    <w:p w:rsidR="00776573" w:rsidRDefault="00B17538" w:rsidP="00B17538">
      <w:pPr>
        <w:pStyle w:val="libNormal"/>
      </w:pPr>
      <w:r>
        <w:t>Muhammad Husayn Haykal</w:t>
      </w:r>
    </w:p>
    <w:p w:rsidR="00776573" w:rsidRDefault="00B17538" w:rsidP="00B17538">
      <w:pPr>
        <w:pStyle w:val="libNormal"/>
      </w:pPr>
      <w:r>
        <w:t>Ali was then the first youth to enter Islam. He was followed by Zayd ibn Harithah, Muhammad's client. Islam remained confined to the four walls of one house. Besides Muhammad himself, the converts of the new faith were his wife, his cousin, and his client. (The Life of Muhammed, Cairo, 1935)</w:t>
      </w:r>
    </w:p>
    <w:p w:rsidR="00776573" w:rsidRDefault="00B17538" w:rsidP="00B17538">
      <w:pPr>
        <w:pStyle w:val="libNormal"/>
      </w:pPr>
      <w:r>
        <w:t>Mannaduke Pickthall</w:t>
      </w:r>
    </w:p>
    <w:p w:rsidR="00776573" w:rsidRDefault="00B17538" w:rsidP="00B17538">
      <w:pPr>
        <w:pStyle w:val="libNormal"/>
      </w:pPr>
      <w:r>
        <w:t>The first of all his (Muhammad's) converts was his wife, Khadija; the second his first cousin Ali, whom he had adopted; the third his servant Zeyd, a former slave. (Introduction to the Translation of Holy Quran, 1975)</w:t>
      </w:r>
    </w:p>
    <w:p w:rsidR="00776573" w:rsidRDefault="00B17538" w:rsidP="00B17538">
      <w:pPr>
        <w:pStyle w:val="libNormal"/>
      </w:pPr>
      <w:r>
        <w:t>Abdullah Yusuf Ali</w:t>
      </w:r>
    </w:p>
    <w:p w:rsidR="00776573" w:rsidRDefault="00B17538" w:rsidP="00B17538">
      <w:pPr>
        <w:pStyle w:val="libNormal"/>
      </w:pPr>
      <w:r>
        <w:t>To his (Muhammed's) cousin Ali, the well</w:t>
      </w:r>
      <w:r w:rsidR="0024685D">
        <w:t>-</w:t>
      </w:r>
      <w:r>
        <w:t>beloved, Born when he was thirty, he appeared As the very pattern of a perfect man, As gentle as he was wise and true and strong, The one in whose defence and aid He spent his utmost strength and skill, Holding life cheap in support of a cause so high, And placing without reserve his chivalry, His prowess, his wit and learning, and his sword At the service of this mighty Messenger of God. Khadija believed, exalted in faith Above all women; Ali, the well</w:t>
      </w:r>
      <w:r w:rsidR="0024685D">
        <w:t>-</w:t>
      </w:r>
      <w:r>
        <w:t>beloved, Then a child of ten, but lion</w:t>
      </w:r>
      <w:r w:rsidR="0024685D">
        <w:t>-</w:t>
      </w:r>
      <w:r>
        <w:t>hearted, Plighted his faith, and became from that moment The Right Hand of Islam.</w:t>
      </w:r>
    </w:p>
    <w:p w:rsidR="00776573" w:rsidRDefault="00B17538" w:rsidP="00B17538">
      <w:pPr>
        <w:pStyle w:val="libNormal"/>
      </w:pPr>
      <w:r>
        <w:t>(Introduction to the Translation and Commentary of the Holy Qur'an)</w:t>
      </w:r>
    </w:p>
    <w:p w:rsidR="00776573" w:rsidRDefault="00B17538" w:rsidP="00B17538">
      <w:pPr>
        <w:pStyle w:val="libNormal"/>
      </w:pPr>
      <w:r>
        <w:t>The third "witness" who accepted Islam, was Zayd bin Haritha, the freed man of Muhammed, and a member of his household. Tor Andre</w:t>
      </w:r>
    </w:p>
    <w:p w:rsidR="00776573" w:rsidRDefault="00B17538" w:rsidP="00B17538">
      <w:pPr>
        <w:pStyle w:val="libNormal"/>
      </w:pPr>
      <w:r>
        <w:t>Zaid was one of the first to accept Islam, in fact the third after Khadija and Ali. (Mohammed, the Man and his Faith, 1960)</w:t>
      </w:r>
    </w:p>
    <w:p w:rsidR="00776573" w:rsidRDefault="00B17538" w:rsidP="00B17538">
      <w:pPr>
        <w:pStyle w:val="libNormal"/>
      </w:pPr>
      <w:r>
        <w:t>Ali ibn Abi Talib was the first male to accept Islam, and his precedence in accepting Islam, is beyond any question. Dr. Sir Muhammad Iqbal, the poet</w:t>
      </w:r>
      <w:r w:rsidR="0024685D">
        <w:t>-</w:t>
      </w:r>
      <w:r>
        <w:t>philosopher of Indo</w:t>
      </w:r>
      <w:r w:rsidR="0024685D">
        <w:t>-</w:t>
      </w:r>
      <w:r>
        <w:t>Pakistan, calls him, not the first, but "the foremost Muslim." Ali's was the foremost Muslim in point of time. No man preceded him in accepting Islam. But he was also the foremost Muslim in service to Islam and to its Messenger</w:t>
      </w:r>
      <w:r w:rsidR="0024685D">
        <w:t>-</w:t>
      </w:r>
      <w:r>
        <w:t>Prophet as the years to come were to reveal.</w:t>
      </w:r>
    </w:p>
    <w:p w:rsidR="00776573" w:rsidRDefault="00B17538" w:rsidP="00B17538">
      <w:pPr>
        <w:pStyle w:val="libNormal"/>
      </w:pPr>
      <w:r>
        <w:t>Muhammad ibn Ishaq, the biographer of Muhammed Mustafa, reports the following in his Seera: From Yahya b. al</w:t>
      </w:r>
      <w:r w:rsidR="0024685D">
        <w:t>-</w:t>
      </w:r>
      <w:r>
        <w:t>Ash'ath b. Qays al</w:t>
      </w:r>
      <w:r w:rsidR="0024685D">
        <w:t>-</w:t>
      </w:r>
      <w:r>
        <w:t>Kindi from his father, from his grandfather Afiif: Al</w:t>
      </w:r>
      <w:r w:rsidR="0024685D">
        <w:t>-</w:t>
      </w:r>
      <w:r>
        <w:t>Abbas b. Abdul Muttalib was a friend of mine who used to go often to the Yaman to buy aromatics and sell them during the fairs. While I was with him in Mina, there came a man in the prime of life and performed the full rites of ablution and then stood up and prayed. Then a woman came out and did her ablution and stood up and prayed.</w:t>
      </w:r>
    </w:p>
    <w:p w:rsidR="00776573" w:rsidRDefault="00B17538" w:rsidP="00B17538">
      <w:pPr>
        <w:pStyle w:val="libNormal"/>
      </w:pPr>
      <w:r>
        <w:t xml:space="preserve">Then a boy came out just approaching manhood, took his ablutions, stood up and prayed by his side. I asked Abbas what were they doing, and he said that it was his nephew, Muhammad b. Abdullah b. Abdul Muttalib, who claims that Allah has sent him as an Apostle; the other is my brother's son, Ali ibn Abi Talib, who has followed him in his religion; the third is his </w:t>
      </w:r>
      <w:r>
        <w:lastRenderedPageBreak/>
        <w:t>wife, Khadija daughter of Khuwayled who also follows him in his religion... Afiif said after he had become a Muslim and Islam was firmly established in his heart, "Would that I had been a fourth." The fourth "witness" who accepted Islam, was Abu Bakr, a merchant of Makka.</w:t>
      </w:r>
    </w:p>
    <w:p w:rsidR="00776573" w:rsidRDefault="00B17538" w:rsidP="00B17538">
      <w:pPr>
        <w:pStyle w:val="libNormal"/>
      </w:pPr>
      <w:r>
        <w:t>In the beginning, Muhammed preached Islam secretly. He invited only those people to Islam he could trust, and who were like his personal friends. The handful of neophytes he won, kept a "low profile" in Makka.</w:t>
      </w:r>
    </w:p>
    <w:p w:rsidR="00776573" w:rsidRDefault="00B17538" w:rsidP="00B17538">
      <w:pPr>
        <w:pStyle w:val="libNormal"/>
      </w:pPr>
      <w:r>
        <w:t>Muhammad Husayn Haykal</w:t>
      </w:r>
    </w:p>
    <w:p w:rsidR="00776573" w:rsidRDefault="00B17538" w:rsidP="00B17538">
      <w:pPr>
        <w:pStyle w:val="libNormal"/>
      </w:pPr>
      <w:r>
        <w:t>Fearful of arousing the enmity and antagonism of Quraysh for their departure from idol worship, the new Muslims used to hide the fact of their conversion. (The Life of Muhammad, Cairo, 1935)</w:t>
      </w:r>
    </w:p>
    <w:p w:rsidR="00776573" w:rsidRDefault="00B17538" w:rsidP="00B17538">
      <w:pPr>
        <w:pStyle w:val="libNormal"/>
      </w:pPr>
      <w:r>
        <w:t>Among the earliest converts to Islam were Yasar; his wife, Sumayya; and their son, Ammar. They are remarkable for the fact that they were the first family all members of which accepted Islam simultaneouslv, thus making up the first Muslim familv. outside the family of the Prophet of Islam himsel.</w:t>
      </w:r>
    </w:p>
    <w:p w:rsidR="00776573" w:rsidRDefault="00B17538" w:rsidP="00B17538">
      <w:pPr>
        <w:pStyle w:val="libNormal"/>
      </w:pPr>
      <w:r>
        <w:t>Another early convert to Islam was Abu Dharr el</w:t>
      </w:r>
      <w:r w:rsidR="0024685D">
        <w:t>-</w:t>
      </w:r>
      <w:r>
        <w:t>Ghiffari of the tribe of Ghiffar, noted in later years, for his uncompromising love of Justice and Truth.</w:t>
      </w:r>
    </w:p>
    <w:p w:rsidR="00776573" w:rsidRDefault="00B17538" w:rsidP="00B17538">
      <w:pPr>
        <w:pStyle w:val="libNormal"/>
      </w:pPr>
      <w:r>
        <w:t>Through the efforts of Abu Bakr, the fourth Muslim, a few other Makkans also accepted Islam. Among them were Uthman bin Affan, a future khalifa of the Muslims; Talha; Zubayr; Abdur Rahman ibn Auf; Saad ibn Abi Waqqas; and Obaidullah Aamir ibn al</w:t>
      </w:r>
      <w:r w:rsidR="0024685D">
        <w:t>-</w:t>
      </w:r>
      <w:r>
        <w:t xml:space="preserve">Jarrah. Abu Abdulah Arqam bin Abil Arqam was a young man of twenty. He belonged to the Makhzoom clan of Quraysh, and was a successful businessman. He lived in a spacious house in the valley of Safa. He too heard the Call of Islam and responded to it, and he put his house </w:t>
      </w:r>
      <w:r w:rsidR="0024685D">
        <w:t>-</w:t>
      </w:r>
      <w:r>
        <w:t xml:space="preserve"> Dar</w:t>
      </w:r>
      <w:r w:rsidR="0024685D">
        <w:t>-</w:t>
      </w:r>
      <w:r>
        <w:t>al</w:t>
      </w:r>
      <w:r w:rsidR="0024685D">
        <w:t>-</w:t>
      </w:r>
      <w:r>
        <w:t xml:space="preserve">Arqam </w:t>
      </w:r>
      <w:r w:rsidR="0024685D">
        <w:t>-</w:t>
      </w:r>
      <w:r>
        <w:t xml:space="preserve"> at the service of the Prophet of Islam.</w:t>
      </w:r>
    </w:p>
    <w:p w:rsidR="00776573" w:rsidRDefault="00B17538" w:rsidP="00B17538">
      <w:pPr>
        <w:pStyle w:val="libNormal"/>
      </w:pPr>
      <w:r>
        <w:t>The Muslims at this time were so few in number that they did not dare to say their prayers in Kaaba or in public. The Prophet gratefully accepted Arqam's offer, and Muslims gathered in his house to offer their congregational prayers. Dar</w:t>
      </w:r>
      <w:r w:rsidR="0024685D">
        <w:t>-</w:t>
      </w:r>
      <w:r>
        <w:t>al</w:t>
      </w:r>
      <w:r w:rsidR="0024685D">
        <w:t>-</w:t>
      </w:r>
      <w:r>
        <w:t>Arqam thus became Dar</w:t>
      </w:r>
      <w:r w:rsidR="0024685D">
        <w:t>-</w:t>
      </w:r>
      <w:r>
        <w:t>al</w:t>
      </w:r>
      <w:r w:rsidR="0024685D">
        <w:t>-</w:t>
      </w:r>
      <w:r>
        <w:t xml:space="preserve">Islam </w:t>
      </w:r>
      <w:r w:rsidR="0024685D">
        <w:t>-</w:t>
      </w:r>
      <w:r>
        <w:t xml:space="preserve"> the missionary center of Islam, and the first meeting place of the Muslims. Three years passed in this manner but in the fourth year of the Call, Muhammed was commanded by Allah to invite his own folks to Islam openly.</w:t>
      </w:r>
    </w:p>
    <w:p w:rsidR="00776573" w:rsidRDefault="00B17538" w:rsidP="00B17538">
      <w:pPr>
        <w:pStyle w:val="libNormal"/>
      </w:pPr>
      <w:r>
        <w:t>AND ADMONISH THY NEAREST KINSMEN</w:t>
      </w:r>
    </w:p>
    <w:p w:rsidR="00776573" w:rsidRDefault="00B17538" w:rsidP="00B17538">
      <w:pPr>
        <w:pStyle w:val="libNormal"/>
      </w:pPr>
      <w:r>
        <w:t>(Quran Majid. Chapter 26, verse 214) Muhammed's kinsmen included all members of Bani Hashim and Bani al</w:t>
      </w:r>
      <w:r w:rsidR="0024685D">
        <w:t>-</w:t>
      </w:r>
      <w:r>
        <w:t>Muttalib. He ordered his young cousin, Ali, to invite their chief men to a banquet. Forty of them came.</w:t>
      </w:r>
    </w:p>
    <w:p w:rsidR="00776573" w:rsidRDefault="00B17538" w:rsidP="00B17538">
      <w:pPr>
        <w:pStyle w:val="libNormal"/>
      </w:pPr>
      <w:r>
        <w:t>The guests gathered in a hall in the house of Abu Talib, and when they had partaken of the repast, Muhammed, the Messenger of Allah, rose to address them. Among the guests, there was one Abu Lahab, an uncle of Muhammed on his father's side. He had probably heard what his nephew was doing secretly, and guessed the reason why he had invited the Bani Hashim to a feast. Muhammed had just begun to speak when Abu Lahab rudely interrupted him, and himself addressed the assembly, saying:</w:t>
      </w:r>
    </w:p>
    <w:p w:rsidR="00776573" w:rsidRDefault="00B17538" w:rsidP="00B17538">
      <w:pPr>
        <w:pStyle w:val="libNormal"/>
      </w:pPr>
      <w:r>
        <w:lastRenderedPageBreak/>
        <w:t>Brothers, cousins and uncles: Do not listen to this "renegade," and do not leave your ancestral religion, if he invites you to a new one. If you do, then remember that you will rouse the anger of all Arabs against you. You do not have the strength to fight against all of them. After all, you are a mere handful. Therefore, it will be in your interest to be steadfast in your traditional religion. Abu Lahab, by his brief speech, succeeded in throwing the assembly into confusion. Everyone stood up milling around and jostling against each other. They then began to leave, and soon the hall was empty.</w:t>
      </w:r>
    </w:p>
    <w:p w:rsidR="00776573" w:rsidRDefault="00B17538" w:rsidP="00B17538">
      <w:pPr>
        <w:pStyle w:val="libNormal"/>
      </w:pPr>
      <w:r>
        <w:t>Muhammed's first attempt to convert his own clan to Islam had failed. But unfazed by this initial setback, he ordered his cousin, Ali, to invite the same guests a second time.</w:t>
      </w:r>
    </w:p>
    <w:p w:rsidR="00776573" w:rsidRDefault="00B17538" w:rsidP="00B17538">
      <w:pPr>
        <w:pStyle w:val="libNormal"/>
      </w:pPr>
      <w:r>
        <w:t xml:space="preserve">A few days later the guests came, and when they had eaten supper, Muhammed addressed them as follows: "I offer thanks to Allah for His mercies. I praise Allah and I seek His guidance. I believe in Him, and I put my trust in Him. He is Beneficent and Benevolent; and He is Gracious and Merciful." After this doxology, the Prophet went on to say: "I bear witness that there is no god except Allah; He has no partners, and I am His messenger. Allah has commanded me to invite you to His religion Islam </w:t>
      </w:r>
      <w:r w:rsidR="0024685D">
        <w:t>-</w:t>
      </w:r>
      <w:r>
        <w:t xml:space="preserve"> by saying: AND WARN THY NEAREST KINSMEN.</w:t>
      </w:r>
    </w:p>
    <w:p w:rsidR="00776573" w:rsidRDefault="00B17538" w:rsidP="00B17538">
      <w:pPr>
        <w:pStyle w:val="libNormal"/>
      </w:pPr>
      <w:r>
        <w:t>I, therefore, warn you that you should abandon false worship, and call upon you to testify that there is no god but Allah, and that I am His messenger. O ye sons of Abdul Muttalib, no one ever came to you with anything better than what I have brought to you. By accepting it, your welfare will be assured in this world and in the Hereafter. Who among you will support me in carrying out this momentous duty? Who will share the burden of work with me? Who will respond to my call? Who will become my vicegerent, my deputy and my wazir?"</w:t>
      </w:r>
    </w:p>
    <w:p w:rsidR="00776573" w:rsidRDefault="00B17538" w:rsidP="00B17538">
      <w:pPr>
        <w:pStyle w:val="libNormal"/>
      </w:pPr>
      <w:r>
        <w:t>There were forty guests in the hall. Muhammed paused to assess the impact of his words upon them. But no one among them responded. No one in the audience seemed to stir. At last, when the silence became too oppressive, young Ali stood up and said that he would support the Messenger of Allah; would share the burden of his work; and would become his vicegerent, his deputy and his wazir. But Muhammed beckoned Ali to sit down, and said: "Wait! Perhaps someone older than you might respond to my call."</w:t>
      </w:r>
    </w:p>
    <w:p w:rsidR="00776573" w:rsidRDefault="00B17538" w:rsidP="00B17538">
      <w:pPr>
        <w:pStyle w:val="libNormal"/>
      </w:pPr>
      <w:r>
        <w:t>Muhammed renewed his invitation but still there was no answer, and he was greeted only by an uneasy silence. Once again Ali offered his services but the Apostle still wishing that some senior member of the clan would accept his invitation, asked him to wait. He then appealed to the clan a third time to consider his invitation, and the same thing happened again. No one in the assembly showed any interest in what he told them. He surveyed the crowd and transfixed everyone in it with his gaze but no one moved. At length he beheld the solitary figure of Ali rising above the silent figures of the adults, to volunteer his services to him a third time.</w:t>
      </w:r>
    </w:p>
    <w:p w:rsidR="00776573" w:rsidRDefault="00B17538" w:rsidP="00B17538">
      <w:pPr>
        <w:pStyle w:val="libNormal"/>
      </w:pPr>
      <w:r>
        <w:t>This time Muhammed Mustafa, the Messenger of Allah, accepted Ali's offer. He drew him close, pressed him to his heart, and said to the assembly: "This is my wazir; my successor; and my vicegerent. Listen to him and obey his commands."</w:t>
      </w:r>
    </w:p>
    <w:p w:rsidR="00776573" w:rsidRDefault="00B17538" w:rsidP="00B17538">
      <w:pPr>
        <w:pStyle w:val="libNormal"/>
      </w:pPr>
      <w:r>
        <w:lastRenderedPageBreak/>
        <w:t>Edward Gibbon</w:t>
      </w:r>
    </w:p>
    <w:p w:rsidR="00776573" w:rsidRDefault="00B17538" w:rsidP="00B17538">
      <w:pPr>
        <w:pStyle w:val="libNormal"/>
      </w:pPr>
      <w:r>
        <w:t>Three years were silently employed in the conversion of fourteen proselytes, the first fruits of his (Mohammed's) mission; but in the fourth year he assumed the prophetic office, and resolving to impart to his family the light of divine truth, he prepared a banquet for the entertainment of forty guests of the race of Hashim. "Friends and kinsmen," Mohammed said to the assembly. "I offer you, and I alone can offer, the most precious gifts, the treasures of this world and of the world to come. God has commanded me to call you to His service. Who among you will support my burden? Who among you will be my companion and my vizir? No answer was returned, till the silence of astonishment and doubt, and contempt was at length broken by the impatient courage of Ali, a youth in the fourteenth year of his age. "O Prophet, I am the man, whoever rises against thee, I will dash out his teeth, tear out his eyes, break his legs, rip up his belly. O Prophet, I will be thy vizir over them." Mohammed accepted his offer with transport, and Abu Talib was ironically exhorted to respect the superior dignity of his son.</w:t>
      </w:r>
    </w:p>
    <w:p w:rsidR="00776573" w:rsidRDefault="00B17538" w:rsidP="00B17538">
      <w:pPr>
        <w:pStyle w:val="libNormal"/>
      </w:pPr>
      <w:r>
        <w:t>(The Decline and Fall of the Roman Empire)</w:t>
      </w:r>
    </w:p>
    <w:p w:rsidR="00776573" w:rsidRDefault="00B17538" w:rsidP="00B17538">
      <w:pPr>
        <w:pStyle w:val="libNormal"/>
      </w:pPr>
      <w:r>
        <w:t>Washington Ilving</w:t>
      </w:r>
    </w:p>
    <w:p w:rsidR="00776573" w:rsidRDefault="00B17538" w:rsidP="00B17538">
      <w:pPr>
        <w:pStyle w:val="libNormal"/>
      </w:pPr>
      <w:r>
        <w:t>"O children of Abd al</w:t>
      </w:r>
      <w:r w:rsidR="0024685D">
        <w:t>-</w:t>
      </w:r>
      <w:r>
        <w:t>Muttalib," cried he (Mohammed) with enthusiasm, "to you, of all men, has Allah vouchsafed these most precious gifts. In His name I offer you the blessings of this world, and endless joys hereafter. Who among you will share the burden of my offer? Who will be my brother, my lieutenant, my vizir?"</w:t>
      </w:r>
    </w:p>
    <w:p w:rsidR="00776573" w:rsidRDefault="00B17538" w:rsidP="00B17538">
      <w:pPr>
        <w:pStyle w:val="libNormal"/>
      </w:pPr>
      <w:r>
        <w:t>All remained silent; some wondering; others smiling with incredulity and derision. At length Ali, starting up with youthful zeal, offered himself to the services of the Prophet though modestly acknowledging his youth and physical weakness. Mohammed threw up his arms around the generous youth, and pressed him to his bosom. "Behold my brother, my vizir, my vicegerent," exclaimed he, "let all listen to his words, and obey him." (The Life of Mohammed)</w:t>
      </w:r>
    </w:p>
    <w:p w:rsidR="00776573" w:rsidRDefault="00B17538" w:rsidP="00B17538">
      <w:pPr>
        <w:pStyle w:val="libNormal"/>
      </w:pPr>
      <w:r>
        <w:t>Sir Richard Burton</w:t>
      </w:r>
    </w:p>
    <w:p w:rsidR="00776573" w:rsidRDefault="00B17538" w:rsidP="00B17538">
      <w:pPr>
        <w:pStyle w:val="libNormal"/>
      </w:pPr>
      <w:r>
        <w:t xml:space="preserve">After a long course of meditation, fired with anger by the absurd fanaticism of the Jews, the superstitions of the Syrian and Arab Christians, and the horrid idolatries of his unbelieving countrymen, an enthusiast too </w:t>
      </w:r>
      <w:r w:rsidR="0024685D">
        <w:t>-</w:t>
      </w:r>
      <w:r>
        <w:t xml:space="preserve"> and what great soul has not been an enthusiast? </w:t>
      </w:r>
      <w:r w:rsidR="0024685D">
        <w:t>-</w:t>
      </w:r>
      <w:r>
        <w:t xml:space="preserve"> he (Mohammed) determined to reform those abuses which rendered revelation contemptible to the learned and prejudicial to the vulgar. He introduced himself as one inspired to a body of his relations and fellow</w:t>
      </w:r>
      <w:r w:rsidR="0024685D">
        <w:t>-</w:t>
      </w:r>
      <w:r>
        <w:t>clansmen. The step was a failure, except that it won for him a proselyte worth a thousand sabres in the person of Ali, son of Abu Talib. (The Jew the Gypsy and El Islam, San Francisco, 1898)</w:t>
      </w:r>
    </w:p>
    <w:p w:rsidR="00776573" w:rsidRDefault="00B17538" w:rsidP="00B17538">
      <w:pPr>
        <w:pStyle w:val="libNormal"/>
      </w:pPr>
      <w:r>
        <w:t xml:space="preserve">Ali had offered his services to Muhammed, the Messenger of Allah, and the latter had accepted them. To the elders of the tribe, Ali's conduct might have appeared rash and brazen but he soon proved that he had the grit to accomplish far more than others had the courage even to dream. The Messenger of Allah, on his part, accepted the offer not only with expressions of gratitude and joy but also declared that Ali was, from that moment, his vicegerent and his wazir. Muhammed's declaration was </w:t>
      </w:r>
      <w:r>
        <w:lastRenderedPageBreak/>
        <w:t>forthright and unequivocal. It is foolish to quibble, as some people do, that Ali's vicegerency of Muhammed, was confined to the tribe of Bani Hashim because it was an assembly of Bani Hashim. But Muhammed himself did not restrict Ali's vicegerency to Bani Hashim. Ali was his vicegerent for all Muslims and for all time.</w:t>
      </w:r>
    </w:p>
    <w:p w:rsidR="00776573" w:rsidRDefault="00B17538" w:rsidP="00B17538">
      <w:pPr>
        <w:pStyle w:val="libNormal"/>
      </w:pPr>
      <w:r>
        <w:t>The banquet at which Muhammed, the Messenger of Allah, declared Ali to be his successor, is famous in history as "the Banquet of Dhul</w:t>
      </w:r>
      <w:r w:rsidR="0024685D">
        <w:t>-</w:t>
      </w:r>
      <w:r>
        <w:t>'Asheera." This name comes from Quran Majid itself (Chapter 26; verse 214). Strangely, Sir William Muir has called this historic event "apocryphal." But what is apocryphal or so improbable about it? Could anything be more logical for the Messenger of Allah than to begin his work of propagating Islam at his own home, and with the members of his own family and clan, especially, after he was expressly commanded by Allah to warn his "nearest kinsmen?"</w:t>
      </w:r>
    </w:p>
    <w:p w:rsidR="00776573" w:rsidRDefault="00B17538" w:rsidP="00B17538">
      <w:pPr>
        <w:pStyle w:val="libNormal"/>
      </w:pPr>
      <w:r>
        <w:t>The feast of Dhul</w:t>
      </w:r>
      <w:r w:rsidR="0024685D">
        <w:t>-</w:t>
      </w:r>
      <w:r>
        <w:t>'Asheera at which Muhammed, the Apostle of Allah, designated Ali ibn Abi Talib, as his successor, is a historical event, and its authenticity has been affirmed, among others, by the following Arab historians: 1. Tabari, Historv. Volume II, p. 217 2. Kamil ibn Atheer, Historv, Vol. II, p. 22 3. Abul Fida, Historv, Vol. I, p. 116 Writing about Ali at this time, Sir William Muir says:</w:t>
      </w:r>
    </w:p>
    <w:p w:rsidR="00776573" w:rsidRDefault="00B17538" w:rsidP="00B17538">
      <w:pPr>
        <w:pStyle w:val="libNormal"/>
      </w:pPr>
      <w:r>
        <w:t>"His (Mohammed's) cousin, Ali, now 13 or 14 years of age, already gave tokens of the wisdom and judgment which distinguished him in after life. Though possessed of indomitable courage, he lacked the stirring energy which would have rendered him an effective propagator of Islam. He grew up from a child in the faith of Mohammed, and his earliest associations strengthened the convictions of maturer years." (Life of Mohammed, London, 1877)</w:t>
      </w:r>
    </w:p>
    <w:p w:rsidR="00776573" w:rsidRDefault="00B17538" w:rsidP="00B17538">
      <w:pPr>
        <w:pStyle w:val="libNormal"/>
      </w:pPr>
      <w:r>
        <w:t>We have many reservations about Sir William Muir's statement that Ali "lacked the stirring energy that would have made him an effective propagator of Islam." Ali did not lack energy or anything else. In all the crises of Islam, Muhammed Mustafa, the Messenger of Allah, selected him to carry out the most dangerous missions, and he invariably accomplished them.</w:t>
      </w:r>
    </w:p>
    <w:p w:rsidR="00776573" w:rsidRDefault="00B17538" w:rsidP="00B17538">
      <w:pPr>
        <w:pStyle w:val="libNormal"/>
      </w:pPr>
      <w:r>
        <w:t>As a missionary also, Ali was peerless. There was no one among all the companions of the Prophet who was a more effective propagator of Islam than he. He promulgated the first 40 verses of the Sura Bera'a (=Immunity), the 9th chapter of Quran Majid, to the pagans in Makka, as the first missionary of Islam, and as one representing the Messenger of Allah himsel£ And it was Ali who brought all the tribes of Yemen into the fold of Islam.</w:t>
      </w:r>
    </w:p>
    <w:p w:rsidR="00776573" w:rsidRDefault="00B17538" w:rsidP="00B17538">
      <w:pPr>
        <w:pStyle w:val="libNormal"/>
      </w:pPr>
      <w:r>
        <w:t>Muhammed, the Messenger of Allah, had brought up Ali as his own child, and if the latter had lacked anything, he would have known it. He declared Ali to be his wazir, his successor and his vicegerent at a time when no one could have foreseen the future of Islam. This only points up the unbounded confidence that the Prophet of Islam had in this stripling of 14 years!</w:t>
      </w:r>
    </w:p>
    <w:p w:rsidR="00776573" w:rsidRDefault="00B17538" w:rsidP="00B17538">
      <w:pPr>
        <w:pStyle w:val="libNormal"/>
      </w:pPr>
      <w:r>
        <w:t>Ali symbolized the hopes and aspirations of Islam. In the great revolution which Muhammed, the Apostle of God, had launched at the feast of Dhul</w:t>
      </w:r>
      <w:r w:rsidR="0024685D">
        <w:t>-</w:t>
      </w:r>
      <w:r>
        <w:lastRenderedPageBreak/>
        <w:t>'Asheera, he had mobilized the dynamism and the idealism; and the fervor and the vigor of youth; Ali personified them all. Two things had happened at the Feast. One was that the Prophet had brought Islam out in the open; it was no longer an "under</w:t>
      </w:r>
      <w:r w:rsidR="0024685D">
        <w:t>-</w:t>
      </w:r>
      <w:r>
        <w:t xml:space="preserve">ground" movement; it had "surfaced." At the Feast of his kinsfolk, Muhammed had "crossed the Rubicon" and now there could be no turning back. Time had come for him to carry the message of Islam beyond his own clan </w:t>
      </w:r>
      <w:r w:rsidR="0024685D">
        <w:t>-</w:t>
      </w:r>
      <w:r>
        <w:t xml:space="preserve"> first to the Quraysh of Makka, then to all the Arabs, and finally, to the rest of the world. The other was that he had found Ali who was the embodiment of courage, devotion and resolution, and was worth far more than a "thousand sabres."</w:t>
      </w:r>
    </w:p>
    <w:p w:rsidR="00776573" w:rsidRDefault="00B17538" w:rsidP="00B17538">
      <w:pPr>
        <w:pStyle w:val="libNormal"/>
      </w:pPr>
      <w:r>
        <w:t>It is reported that some days after the second banquet of Dhul</w:t>
      </w:r>
      <w:r w:rsidR="0024685D">
        <w:t>-</w:t>
      </w:r>
      <w:r>
        <w:t>'Asheera, Muhammed Mustafa climbed up the hill of Safa near the Kaaba, and called out: "O sons of Fehr; O sons of Loi;</w:t>
      </w:r>
    </w:p>
    <w:p w:rsidR="00776573" w:rsidRDefault="00B17538" w:rsidP="00B17538">
      <w:pPr>
        <w:pStyle w:val="libNormal"/>
      </w:pPr>
      <w:r>
        <w:t>O sons of Adi; and all the rest of Quraysh! Come hither, and listen to me. I have something very important to tell you." Many of those Makkans who heard his voice, came to listen to him. Addressing them, he said: "Will you believe me if I told you that the army of an enemy was hidden behind yonder hills, and was watching you to attack you as soon as it found you sleeping or off</w:t>
      </w:r>
      <w:r w:rsidR="0024685D">
        <w:t>-</w:t>
      </w:r>
      <w:r>
        <w:t>guard?" They said they would believe him because they had never heard him telling a lie.</w:t>
      </w:r>
    </w:p>
    <w:p w:rsidR="00776573" w:rsidRDefault="00B17538" w:rsidP="00B17538">
      <w:pPr>
        <w:pStyle w:val="libNormal"/>
      </w:pPr>
      <w:r>
        <w:t>"If that's so," said Muhammed, "then listen to this with attention. The Lord of heavens and earth has commanded me to warn you of the dreadful time that is coming. But if you pay heed, you can save yourselves from perdition..." He had gone only as far as this when Abu Lahab, who was present among the listeners, interrupted him a second time by saying: "Death to you. Did you waste our time to tell us only this? We do not want to listcn to you. Do not call us again."</w:t>
      </w:r>
    </w:p>
    <w:p w:rsidR="00B17538" w:rsidRDefault="00B17538" w:rsidP="00B17538">
      <w:pPr>
        <w:pStyle w:val="libNormal"/>
      </w:pPr>
      <w:r>
        <w:t>Thenceforth, Abu Lahab made it a practice to shadow the Prophet wherever the latter went. If he started to read Quran or to say something else, he (Abu Lahab) interrupted him or started heckling him. Abu Lahab's hatred of Muhammed and hostility to Islam were shared by his wife, Umm Jameel. Both of them were cursed by Allah, for their perversity, in Chapter 111 of His Book.</w:t>
      </w:r>
    </w:p>
    <w:p w:rsidR="00B17538" w:rsidRDefault="00B17538" w:rsidP="00035570">
      <w:pPr>
        <w:pStyle w:val="libNormal"/>
      </w:pPr>
      <w:r>
        <w:br w:type="page"/>
      </w:r>
    </w:p>
    <w:p w:rsidR="00776573" w:rsidRDefault="00B74437" w:rsidP="00B17538">
      <w:pPr>
        <w:pStyle w:val="Heading1Center"/>
      </w:pPr>
      <w:bookmarkStart w:id="7" w:name="_Toc423343219"/>
      <w:r>
        <w:lastRenderedPageBreak/>
        <w:t>Chapter 7</w:t>
      </w:r>
      <w:r w:rsidR="00B17538">
        <w:t>: The Persecution of the Muslims by the Pagans</w:t>
      </w:r>
      <w:bookmarkEnd w:id="7"/>
    </w:p>
    <w:p w:rsidR="00776573" w:rsidRDefault="00B17538" w:rsidP="00B17538">
      <w:pPr>
        <w:pStyle w:val="libNormal"/>
      </w:pPr>
      <w:r>
        <w:t>Though Abu Lahab frequently succeeded in dispersing the crowds that gathered to hear the message of Islam, word nevertheless spread in Makka about it. People talked about the message of Islam. The thoughtful ones among them posed the question: "What is this religion to which Muhammed is inviting us?" This question showed curiosity on their part and a few of them wanted to know more about Islam. In the days that followed, Muhammed, the Messenger of Allah, made many attempts to preach to the Makkans. Abu Lahab and his confederate, Abu Jahl, did what they could to sabotage his work but they could not deflect him from his aim.</w:t>
      </w:r>
    </w:p>
    <w:p w:rsidR="00776573" w:rsidRDefault="00B17538" w:rsidP="00B17538">
      <w:pPr>
        <w:pStyle w:val="libNormal"/>
      </w:pPr>
      <w:r>
        <w:t xml:space="preserve">It was a strange message that Muhammed brought to the Arabs, and it was unique. No one had ever heard anything like it before. Muhammed as messenger of Allah, told the Arabs not to worship the inanimate objects which they themselves had fashioned, and which had no power either to give anything to them or to take anything away from them, and to whom they had given the status of gods and goddesses. Instead, he told them, they ought to give their love and obedience to Allah, the One Lord of the whole universe. He also told them that in His sight </w:t>
      </w:r>
      <w:r w:rsidR="0024685D">
        <w:t>-</w:t>
      </w:r>
      <w:r>
        <w:t xml:space="preserve"> in the sight of their Creator </w:t>
      </w:r>
      <w:r w:rsidR="0024685D">
        <w:t>-</w:t>
      </w:r>
      <w:r>
        <w:t xml:space="preserve"> they were all equal, and if they became Muslims, they would all become brothers of each other.</w:t>
      </w:r>
    </w:p>
    <w:p w:rsidR="00776573" w:rsidRDefault="00B17538" w:rsidP="00B17538">
      <w:pPr>
        <w:pStyle w:val="libNormal"/>
      </w:pPr>
      <w:r>
        <w:t>But idolatry was an old "fLxation" for the Arabs, and they were not quite ready to dump their idols. They resented Muhammed's diatribes against idolatry, and they were not very finicky about showing him their resentment.</w:t>
      </w:r>
    </w:p>
    <w:p w:rsidR="00776573" w:rsidRDefault="00B17538" w:rsidP="00B17538">
      <w:pPr>
        <w:pStyle w:val="libNormal"/>
      </w:pPr>
      <w:r>
        <w:t>Muhammed also called upon the rich Arabs to share their wealth with the poor and the under</w:t>
      </w:r>
      <w:r w:rsidR="0024685D">
        <w:t>-</w:t>
      </w:r>
      <w:r>
        <w:t>privileged. The poor, he said, had a right to receive their share out of the wealth of the rich. Such sharing, he further said, would guarantee the equitable distribution of wealth in the community. Most of the rich Arabs in Makka were money</w:t>
      </w:r>
      <w:r w:rsidR="0024685D">
        <w:t>-</w:t>
      </w:r>
      <w:r>
        <w:t>lenders; or rather, they were "loan sharks." They had grown rich by lending money to the poor classes at exorbitant rates of interest. The poor could never repay their debts, and were thus held in economic servitude in perpetuity. The money</w:t>
      </w:r>
      <w:r w:rsidR="0024685D">
        <w:t>-</w:t>
      </w:r>
      <w:r>
        <w:t>lenders throve on usury as vampires thrive on blood. Sharing their ill</w:t>
      </w:r>
      <w:r w:rsidR="0024685D">
        <w:t>-</w:t>
      </w:r>
      <w:r>
        <w:t>gotten wealth with the same people they had been exploiting, was, for them, something like a "sacrilege." By suggesting to them that they share their wealth with the poor, Muhammed had tampered with a hornets' nest!</w:t>
      </w:r>
    </w:p>
    <w:p w:rsidR="00776573" w:rsidRDefault="00B17538" w:rsidP="00B17538">
      <w:pPr>
        <w:pStyle w:val="libNormal"/>
      </w:pPr>
      <w:r>
        <w:t>Muhammed also wished to reorganize Arab society. The new doctrine that he put forward for this purpose, made Faith instead of Blood, the "linchpin" of the community. But the Arabs were bred in the code of pagan custom and convention; they believed in the basic tribal and kinship structures. For them "Blood" was the only workable basis of social organization. In their perception, if Faith were allowed to supplant Blood in this equation, it would wreck the whole structure of the Arab society.</w:t>
      </w:r>
    </w:p>
    <w:p w:rsidR="00776573" w:rsidRDefault="00B17538" w:rsidP="00B17538">
      <w:pPr>
        <w:pStyle w:val="libNormal"/>
      </w:pPr>
      <w:r>
        <w:t>But Muhammed had little interest in "Arab society." His aim was to create and to consolidate an "Islamic society," which is held together by Faith and not by Blood. He, therefore, assiduously cultivated and promoted the redeeming, transcending power of Faith.</w:t>
      </w:r>
    </w:p>
    <w:p w:rsidR="00776573" w:rsidRDefault="00B17538" w:rsidP="00B17538">
      <w:pPr>
        <w:pStyle w:val="libNormal"/>
      </w:pPr>
      <w:r>
        <w:lastRenderedPageBreak/>
        <w:t>Philip K Hitti</w:t>
      </w:r>
    </w:p>
    <w:p w:rsidR="00776573" w:rsidRDefault="00B17538" w:rsidP="00B17538">
      <w:pPr>
        <w:pStyle w:val="libNormal"/>
      </w:pPr>
      <w:r>
        <w:t>Substituting the religious for the centuries</w:t>
      </w:r>
      <w:r w:rsidR="0024685D">
        <w:t>-</w:t>
      </w:r>
      <w:r>
        <w:t>old blood bond as the basis for social cohesion was, indeed, a daring and original accomplishment of the Prophet of Arabia.</w:t>
      </w:r>
    </w:p>
    <w:p w:rsidR="00776573" w:rsidRDefault="00B17538" w:rsidP="00B17538">
      <w:pPr>
        <w:pStyle w:val="libNormal"/>
      </w:pPr>
      <w:r>
        <w:t>For the Arabs, all these were new and unfamiliar ideas; in fact, they were revolutionary. By preaching such revolutionary ideas, Muhammed had made the old establishment furious. Most furious and most assertive in the old establishment was the Umayyad clan of the Quraysh. Its members were the leading usurers and capitalists of Makka, and they were the high priests of the pagan pantheon. In Muhammed and the message of Islam, they saw a threat to their social system which was based upon privilege, elitism and force. His ideas, therefore, were most abhorrent to them, and they were resolved not to let him change the status quo.</w:t>
      </w:r>
    </w:p>
    <w:p w:rsidR="00776573" w:rsidRDefault="00B17538" w:rsidP="00B17538">
      <w:pPr>
        <w:pStyle w:val="libNormal"/>
      </w:pPr>
      <w:r>
        <w:t>Philip K Hitti</w:t>
      </w:r>
    </w:p>
    <w:p w:rsidR="00776573" w:rsidRDefault="00B17538" w:rsidP="00B17538">
      <w:pPr>
        <w:pStyle w:val="libNormal"/>
      </w:pPr>
      <w:r>
        <w:t xml:space="preserve">"...The Quraysh </w:t>
      </w:r>
      <w:r w:rsidR="0024685D">
        <w:t>-</w:t>
      </w:r>
      <w:r>
        <w:t xml:space="preserve"> particularly its Umayyad clan </w:t>
      </w:r>
      <w:r w:rsidR="0024685D">
        <w:t>-</w:t>
      </w:r>
      <w:r>
        <w:t xml:space="preserve"> custodians of the Kaabah and the Zamzam, controllers of the caravan trade, and oligarchic masters of the city, had special reasons for resistance (to Muhammed). The new preaching might jeopardize pilgrimage to the Kaabah, next to trade their main source of income. Moreover, the once</w:t>
      </w:r>
      <w:r w:rsidR="0024685D">
        <w:t>-</w:t>
      </w:r>
      <w:r>
        <w:t xml:space="preserve">poor orphan was introducing such dangerous economic doctrines as the rightful claim of beggars and the destitute to a share in the wealth of the rich. Additionally he (Muhammed) advocated a dangerous doctrine, one that would substitute faith for blood as the social bond of community life. If "the believers are naught but brothers" (Quran, 49:10) was acted upon, the entire family, clan, and tribal unity would be undermined and replaced by religious unity..." (Islam </w:t>
      </w:r>
      <w:r w:rsidR="0024685D">
        <w:t>-</w:t>
      </w:r>
      <w:r>
        <w:t xml:space="preserve"> A Way of Life)</w:t>
      </w:r>
    </w:p>
    <w:p w:rsidR="00776573" w:rsidRDefault="00B17538" w:rsidP="00B17538">
      <w:pPr>
        <w:pStyle w:val="libNormal"/>
      </w:pPr>
      <w:r>
        <w:t>The hostility of the Umayyads to Muhammed and Islam was marked by unrestrained vehemence, partly because it was atavistic. Their reflexes were conditioned by generations of heathenism. They symbolized die</w:t>
      </w:r>
      <w:r w:rsidR="0024685D">
        <w:t>-</w:t>
      </w:r>
      <w:r>
        <w:t xml:space="preserve">hard opposition to Muhammed when he was in Makka, and they spearheaded an implacable war against Islam when he migrated to Medina. "...the core of the opposition, the Umayyads, remained adamant in its hostility (to Muhammed)..." (Islam </w:t>
      </w:r>
      <w:r w:rsidR="0024685D">
        <w:t>-</w:t>
      </w:r>
      <w:r>
        <w:t xml:space="preserve"> A Way of Life)</w:t>
      </w:r>
    </w:p>
    <w:p w:rsidR="00776573" w:rsidRDefault="00B17538" w:rsidP="00B17538">
      <w:pPr>
        <w:pStyle w:val="libNormal"/>
      </w:pPr>
      <w:r>
        <w:t xml:space="preserve">But there were also a few individuals who found a strong appeal in these new ideas which Muhammed was introducing, collectively called Islam. In fact, they found them so attractive that they accepted them. They abjured their idols and they began to worship Allah </w:t>
      </w:r>
      <w:r w:rsidR="0024685D">
        <w:t>-</w:t>
      </w:r>
      <w:r>
        <w:t xml:space="preserve"> their Creator.</w:t>
      </w:r>
    </w:p>
    <w:p w:rsidR="00776573" w:rsidRDefault="00B17538" w:rsidP="00B17538">
      <w:pPr>
        <w:pStyle w:val="libNormal"/>
      </w:pPr>
      <w:r>
        <w:t>Islam held special appeal for the depressed classes in Makka; for those who were "poor and weak." Muslim historians have noted that the first followers of the apostles and the prophets of the past also, were invariably "poor and weak." When members of these classes became Muslim, they also became aware that as pagans they were despised and rejected by the highly class</w:t>
      </w:r>
      <w:r w:rsidR="0024685D">
        <w:t>-</w:t>
      </w:r>
      <w:r>
        <w:t>conscious and race</w:t>
      </w:r>
      <w:r w:rsidR="0024685D">
        <w:t>-</w:t>
      </w:r>
      <w:r>
        <w:t>conscious aristocracy of Makka but Islam gave them a new self</w:t>
      </w:r>
      <w:r w:rsidR="0024685D">
        <w:t>-</w:t>
      </w:r>
      <w:r>
        <w:t>esteem. As Muslims they found a new pride in themselves.</w:t>
      </w:r>
    </w:p>
    <w:p w:rsidR="00776573" w:rsidRDefault="00B17538" w:rsidP="00B17538">
      <w:pPr>
        <w:pStyle w:val="libNormal"/>
      </w:pPr>
      <w:r>
        <w:t>Most of the early converts to Islam were "poor and weak." But there were a few rich Muslims also like Hudhayfa bin Utba, and Arqam bin Abil</w:t>
      </w:r>
      <w:r w:rsidR="0024685D">
        <w:t>-</w:t>
      </w:r>
      <w:r>
        <w:t xml:space="preserve">Arqam. And all those men whom Abu Bakr brought into Islam, such as Uthman, Talha, Zubayr, Abdur Rahman bin Auf, Saad bin Abi Waqqas and </w:t>
      </w:r>
      <w:r>
        <w:lastRenderedPageBreak/>
        <w:t>Abu Obaidah Aamir ibn al</w:t>
      </w:r>
      <w:r w:rsidR="0024685D">
        <w:t>-</w:t>
      </w:r>
      <w:r>
        <w:t>Jarrah, were also rich. They were members of various clans of the Quraysh.</w:t>
      </w:r>
    </w:p>
    <w:p w:rsidR="00776573" w:rsidRDefault="00B17538" w:rsidP="00B17538">
      <w:pPr>
        <w:pStyle w:val="libNormal"/>
      </w:pPr>
      <w:r>
        <w:t>We may assume that at the beginning, the pagan aristocrats of Makka witnessed the efforts of Islam to win recognition, more with amusement than with irritation, not to speak of the hatred and the hysteria which gripped them a little later. But as the movement began to gather momentum, they sensed that the ideas which Muhammed was broadcasting, were really "dangerous," and that there was nothing "funny" about them. They argued that their forefathers had worshipped idols for countless generations; therefore idolatry was right, and they were not going to abandon it because Muhammed was denouncing it. But Muhammed was not content merely with denouncing their idolatry. Far more dangerous and frightening to the all</w:t>
      </w:r>
      <w:r w:rsidR="0024685D">
        <w:t>-</w:t>
      </w:r>
      <w:r>
        <w:t xml:space="preserve">grasping Umayyads, were his ideas of economic and social justice which threatened to pull down the fortress of their privileges; to dismantle the peccant system of their monopolies, to demolish the old structure of authority and hierarchy; and to smash all the fossilized institutions of the past. They, therefore, made it clear that privilege was something they were not going to relinquish </w:t>
      </w:r>
      <w:r w:rsidR="0024685D">
        <w:t>-</w:t>
      </w:r>
      <w:r>
        <w:t xml:space="preserve"> at any cost </w:t>
      </w:r>
      <w:r w:rsidR="0024685D">
        <w:t>-</w:t>
      </w:r>
      <w:r>
        <w:t xml:space="preserve"> come hell or high</w:t>
      </w:r>
      <w:r w:rsidR="0024685D">
        <w:t>-</w:t>
      </w:r>
      <w:r>
        <w:t>water.</w:t>
      </w:r>
    </w:p>
    <w:p w:rsidR="00776573" w:rsidRDefault="00B17538" w:rsidP="00B17538">
      <w:pPr>
        <w:pStyle w:val="libNormal"/>
      </w:pPr>
      <w:r>
        <w:t>But the one idea that the self</w:t>
      </w:r>
      <w:r w:rsidR="0024685D">
        <w:t>-</w:t>
      </w:r>
      <w:r>
        <w:t xml:space="preserve">selected elite of the Quraysh found most outrageous was the "notion" fostered by Muhammed that the members of the depressed, despised and exploited classes, many of them their slaves, were their equals </w:t>
      </w:r>
      <w:r w:rsidR="0024685D">
        <w:t>-</w:t>
      </w:r>
      <w:r>
        <w:t xml:space="preserve"> the equals of the high and mighty Quraysh! And even more outrageous to them was the idea that if a slave accepted Islam, he actually became superior to all the chiefs and lords of Quraysh. The staple of their life was arrogance and conceit; and equality with their own slaves, ex</w:t>
      </w:r>
      <w:r w:rsidR="0024685D">
        <w:t>-</w:t>
      </w:r>
      <w:r>
        <w:t>slaves and clients, was utterly unthinkable to them. They were obsessed with delusions of their own grandeur, and their "superiority" to the rest of mankind. Equality and brotherhood of men were totally alien and odious ideas to them.</w:t>
      </w:r>
    </w:p>
    <w:p w:rsidR="00776573" w:rsidRDefault="00B17538" w:rsidP="00B17538">
      <w:pPr>
        <w:pStyle w:val="libNormal"/>
      </w:pPr>
      <w:r>
        <w:t xml:space="preserve">By promulgating the "heterodox" doctrine of equality </w:t>
      </w:r>
      <w:r w:rsidR="0024685D">
        <w:t>-</w:t>
      </w:r>
      <w:r>
        <w:t xml:space="preserve"> the equality of the slave and the master, the poor and the rich; and the Arab and the non</w:t>
      </w:r>
      <w:r w:rsidR="0024685D">
        <w:t>-</w:t>
      </w:r>
      <w:r>
        <w:t>Arab, and by repudiating claims of superiority of the bloodline, Muhammed had committed "lese majesty" against the Quraysh! The Quraysh worshipped many idols, and race was one of them.</w:t>
      </w:r>
    </w:p>
    <w:p w:rsidR="00776573" w:rsidRDefault="00B17538" w:rsidP="00B17538">
      <w:pPr>
        <w:pStyle w:val="libNormal"/>
      </w:pPr>
      <w:r>
        <w:t>But racial pride is discounted by Quran Majid when it declares that all men have descended from Adam, and Adam was a handful of dust. Iblis (=Satan, the Devil) became the accursed one precisely because he argued for the superiority of his (presumed) his origins as against what he considered to be the lowly origins of man. "Man," he said, "was created from dust whereas I was created from fire." Such a sense of exclusivism which also comes to a people purely out of a desire to claim superior quality of blood in their being, has been denounced by Islam in the strongest , terms.</w:t>
      </w:r>
    </w:p>
    <w:p w:rsidR="00776573" w:rsidRDefault="00B17538" w:rsidP="00B17538">
      <w:pPr>
        <w:pStyle w:val="libNormal"/>
      </w:pPr>
      <w:r>
        <w:t xml:space="preserve">(IBLIS) SAID: "I AM BETTER THAN HE (ADAM): THOU CREATEDST ME FROM FIRE, AND HIM THOU CREATEDST FROM CLAY." (GOD) SAID: "THEN GET THEE OUT FROM HERE: FOR THOU ART REJECTED, ACCURSED. "AND MY CURSE SHALL BE </w:t>
      </w:r>
      <w:r>
        <w:lastRenderedPageBreak/>
        <w:t>ON THEE TILL THE DAY OF JUDGMENT." (Quran Majid. Chapter 38; verses 76, 77, 78)</w:t>
      </w:r>
    </w:p>
    <w:p w:rsidR="00776573" w:rsidRDefault="00B17538" w:rsidP="00B17538">
      <w:pPr>
        <w:pStyle w:val="libNormal"/>
      </w:pPr>
      <w:r>
        <w:t>Islam has knocked down the importance of race, nationality, color and privilege, and has forbidden Muslims to classify men into groups on grounds of blood and/or geographical contiguity or particular privilege which they may claim for themselves. In the sight of Quran, the most exalted person is the muttaqi. i.e., one who loves and obeys Allah most. In Islam, the only test of a person's quality, is his or her love for Allah. All other trappings of individual life are meaningless.</w:t>
      </w:r>
    </w:p>
    <w:p w:rsidR="00776573" w:rsidRDefault="00B17538" w:rsidP="00B17538">
      <w:pPr>
        <w:pStyle w:val="libNormal"/>
      </w:pPr>
      <w:r>
        <w:t>O MANKIND! WE CREATED YOU FROM A SINGLE (PAIR) OF A MALE AND A FEMALE, AND MADE YOU INTO NATIONS AND TRIBES, THAT YE MAY KNOW EACH OTHER (Not that ye may despise each other). VERILY THE MOST HONORED OF YOU IN THE SIGHT OF ALLAH IS (he who is) THE MOST RIGHTEOUS OF YOU. AND ALLAH HAS FULL KNOWLEDGE AND IS WELL ACQUAINTED (WITH ALL THINGS). (Quran Majid. Chapter 49; verse 13)</w:t>
      </w:r>
    </w:p>
    <w:p w:rsidR="00776573" w:rsidRDefault="00B17538" w:rsidP="00B17538">
      <w:pPr>
        <w:pStyle w:val="libNormal"/>
      </w:pPr>
      <w:r>
        <w:t>But as noted above, the Quraysh of Makka were not in a receptive mood for such ideas. They were perhaps intellectually incapable of grasping them. They considered them as rank blasphemy. It was then that they resolved to oppose Muhammed, the Prophet of Islam, (may Allah bless him and his Ahlel</w:t>
      </w:r>
      <w:r w:rsidR="0024685D">
        <w:t>-</w:t>
      </w:r>
      <w:r>
        <w:t xml:space="preserve">Bayt) and to destroy the "heresy" called Islam before it could strike roots and become viable. Their judgment was obscured by their perversity, rapacity, paranoia, and warped perceptions. They were driven by Hubris </w:t>
      </w:r>
      <w:r w:rsidR="0024685D">
        <w:t>-</w:t>
      </w:r>
      <w:r>
        <w:t xml:space="preserve"> the pride that inflates itself beyond the human scale </w:t>
      </w:r>
      <w:r w:rsidR="0024685D">
        <w:t>-</w:t>
      </w:r>
      <w:r>
        <w:t xml:space="preserve"> and by their dense materialism to make such a resolve against Muhammed and Islam.</w:t>
      </w:r>
    </w:p>
    <w:p w:rsidR="00776573" w:rsidRDefault="00B17538" w:rsidP="00B17538">
      <w:pPr>
        <w:pStyle w:val="libNormal"/>
      </w:pPr>
      <w:r>
        <w:t>With this resolution, the Quraysh declared their intention to fight, to the last ditch, in the defence of their idols and fetishes as well as in the defence of their economic and social system which guaranteed their privileges. Makka was in a state of war!</w:t>
      </w:r>
    </w:p>
    <w:p w:rsidR="00776573" w:rsidRDefault="00B17538" w:rsidP="00B17538">
      <w:pPr>
        <w:pStyle w:val="libNormal"/>
      </w:pPr>
      <w:r>
        <w:t>The Quraysh opened the campaign against Islam by harassing and persecuting the Muslims. At the beginning, persecution was confined to insults, jeers and mockery but as time went on, the Quraysh moved from violence of words to violence of deeds. They hoped that through their violence, they would destroy, or, at least, erode, the faith, of the Muslims. They refrained from inflicting personal injury upon Muhammed himself for fear of provoking reprisals but they had no inhibitions in hurting the rank</w:t>
      </w:r>
      <w:r w:rsidR="0024685D">
        <w:t>-</w:t>
      </w:r>
      <w:r>
        <w:t>and</w:t>
      </w:r>
      <w:r w:rsidR="0024685D">
        <w:t>-</w:t>
      </w:r>
      <w:r>
        <w:t>file Muslims. For a long time, it were the latter who bore the brunt of the malignity and the wrath of the Quraysh.</w:t>
      </w:r>
    </w:p>
    <w:p w:rsidR="00776573" w:rsidRDefault="00B17538" w:rsidP="00B17538">
      <w:pPr>
        <w:pStyle w:val="libNormal"/>
      </w:pPr>
      <w:r>
        <w:t>Muhammad Ibn Ishaq</w:t>
      </w:r>
    </w:p>
    <w:p w:rsidR="00776573" w:rsidRDefault="00B17538" w:rsidP="00B17538">
      <w:pPr>
        <w:pStyle w:val="libNormal"/>
      </w:pPr>
      <w:r>
        <w:t>Then the Quraysh incited people against the companions of the Apostle who had become Muslims. Every tribe fell upon the Muslims among them, beating them and seducing them from their religion. God protected His Apostle from them through his uncle (Abu Talib), who, when he saw what Quraysh were doing, called upon Bani Hashim and Bani Al</w:t>
      </w:r>
      <w:r w:rsidR="0024685D">
        <w:t>-</w:t>
      </w:r>
      <w:r>
        <w:t>Muttalib to stand with him in protecting the Apostle. This they agreed to do, with the exception of Abu Lahab. (Life of the Messenger of God)</w:t>
      </w:r>
    </w:p>
    <w:p w:rsidR="00776573" w:rsidRDefault="00B17538" w:rsidP="00B17538">
      <w:pPr>
        <w:pStyle w:val="libNormal"/>
      </w:pPr>
      <w:r>
        <w:lastRenderedPageBreak/>
        <w:t>Among the victims of persecution were: Bilal, the Ethiopian slave of Umayya bin Khalaf. His master and other idolaters tortured him in the savage glare of the sun of Makka, and they tortured him beyond the limits of human endurance. But he was fortified by inner sources of strength and courage which never failed him. Love of Allah and love of His messenger made it possible for him to endure torture with cheer. Abu Bakr brought deliverance to Bilal from torture when he bought him from his master, and set him free. When the Apostle of God and his followers migrated to Medina, he appointed Bilal the first Muezzin of Islam. His rich and powerful voice rang through the air of Medina with the shout of "Allah</w:t>
      </w:r>
      <w:r w:rsidR="0024685D">
        <w:t>-</w:t>
      </w:r>
      <w:r>
        <w:t>o</w:t>
      </w:r>
      <w:r w:rsidR="0024685D">
        <w:t>-</w:t>
      </w:r>
      <w:r>
        <w:t>Akbar" (=Mighty is the Lord). In later years, when the conquest of the peninsula was completed, the Apostle appointed Bilal his secretary of treasury.</w:t>
      </w:r>
    </w:p>
    <w:p w:rsidR="00776573" w:rsidRDefault="00B17538" w:rsidP="00B17538">
      <w:pPr>
        <w:pStyle w:val="libNormal"/>
      </w:pPr>
      <w:r>
        <w:t>Khabab ibn el</w:t>
      </w:r>
      <w:r w:rsidR="0024685D">
        <w:t>-</w:t>
      </w:r>
      <w:r>
        <w:t>Arat. He was a young man of 20 when he accepted Islam. He was a client of Bani Zuhra. The Quraysh tortured him day after day until the time came when he migrated to Medina with the Prophet of Islam. Suhaib ibn Sinan. Suhaib came to Makka as a slave. When he became a Muslim, his master beat him up brutally, but could not break his spirit.</w:t>
      </w:r>
    </w:p>
    <w:p w:rsidR="00776573" w:rsidRDefault="00B17538" w:rsidP="00B17538">
      <w:pPr>
        <w:pStyle w:val="libNormal"/>
      </w:pPr>
      <w:r>
        <w:t>Abu Fukaiha, the slave of Safwan bin Umayya. He accepted Islam at the same time as Bilal. Like Bilal, he was also dragged on hot sand by his master with a rope tied to his feet. Abu Bakr bought him and emancipated him. He migrated to Medina but died before the battle of Badr. Lubina was a female slave of Bani Mumil bin Habib. Amin Dawidar writes in his book, Pictures From the Life of the Prophet (Cairo, 1968), that Umar ibn al</w:t>
      </w:r>
      <w:r w:rsidR="0024685D">
        <w:t>-</w:t>
      </w:r>
      <w:r>
        <w:t>Khattab, a future khalifa of the Muslims, tortured her, and whenever he paused, he said: "I have stopped beating you not out of pity but because I am exhausted." He resumed beating her after he had taken rest.</w:t>
      </w:r>
    </w:p>
    <w:p w:rsidR="00776573" w:rsidRDefault="00B17538" w:rsidP="00B17538">
      <w:pPr>
        <w:pStyle w:val="libNormal"/>
      </w:pPr>
      <w:r>
        <w:t>Abu Bakr bought her and set her free. Zunayra was another female slave. When she declared that she had accepted Islam, Umar ibn al</w:t>
      </w:r>
      <w:r w:rsidR="0024685D">
        <w:t>-</w:t>
      </w:r>
      <w:r>
        <w:t>Khattab and Abu Jahl, took turns in torturing her. They tortured her until she became blind. Amin Dawidar says that a few years later she recovered her sight, and the Quraysh attributed this recovery to the "sorcery" of Muhammed. Abu Bakr bought her and set her free.</w:t>
      </w:r>
    </w:p>
    <w:p w:rsidR="00776573" w:rsidRDefault="00B17538" w:rsidP="00B17538">
      <w:pPr>
        <w:pStyle w:val="libNormal"/>
      </w:pPr>
      <w:r>
        <w:t>Nahdiyya and Umm Unays were two other female slaves, and their masters tortured them for accepting Islam. Abu Bakr is said to have bought both of them and emancipated them.</w:t>
      </w:r>
    </w:p>
    <w:p w:rsidR="00776573" w:rsidRDefault="00B17538" w:rsidP="00B17538">
      <w:pPr>
        <w:pStyle w:val="libNormal"/>
      </w:pPr>
      <w:r>
        <w:t>Muhammad Husayn Haykal</w:t>
      </w:r>
    </w:p>
    <w:p w:rsidR="00776573" w:rsidRDefault="00B17538" w:rsidP="00B17538">
      <w:pPr>
        <w:pStyle w:val="libNormal"/>
      </w:pPr>
      <w:r>
        <w:t>...Abu Bakr bought many of the slaves and clients who were thus being tortured by the unbelievers. Among these there was even a slave woman whom Abu Bakr had bought from Umar ibn al</w:t>
      </w:r>
      <w:r w:rsidR="0024685D">
        <w:t>-</w:t>
      </w:r>
      <w:r>
        <w:t>Khattab before the latter's conversion. One woman is known to have been tortured to death because of her attachment to Islam and her refusal to return to the old faith. (The Life of Muhammad, Cairo, 1935)</w:t>
      </w:r>
    </w:p>
    <w:p w:rsidR="00776573" w:rsidRDefault="00B17538" w:rsidP="00B17538">
      <w:pPr>
        <w:pStyle w:val="libNormal"/>
      </w:pPr>
      <w:r>
        <w:t xml:space="preserve">There were some other Muslims who though not slaves, were "poor and weak," and were, therefore, exposed to the malevolence of the Quraysh. One of them was Abdullah ibn Masood. He was distinguished among the companions of the Prophet by the vast range of his knowledge and learning. He had probably more familiarity with the ethos of Islam and the vitals of </w:t>
      </w:r>
      <w:r>
        <w:lastRenderedPageBreak/>
        <w:t>the Islamic legal system than most of the companions of the Prophet. Abdullah ibn Masood was one of the earliest huffaz (=men who know Quran by heart) in Islam. As each new verse was revealed, he memorized it, and he compiled his own copy of Quran. This copy was seized by Uthman bin Affan, the third khalifa, during his caliphate, and was burned.</w:t>
      </w:r>
    </w:p>
    <w:p w:rsidR="00776573" w:rsidRDefault="00B17538" w:rsidP="00B17538">
      <w:pPr>
        <w:pStyle w:val="libNormal"/>
      </w:pPr>
      <w:r>
        <w:t xml:space="preserve">It is reported that when a new chapter of Quran </w:t>
      </w:r>
      <w:r w:rsidR="0024685D">
        <w:t>-</w:t>
      </w:r>
      <w:r>
        <w:t xml:space="preserve"> Sura Rahman (the 55th chapter) </w:t>
      </w:r>
      <w:r w:rsidR="0024685D">
        <w:t>-</w:t>
      </w:r>
      <w:r>
        <w:t xml:space="preserve"> was revealed, the Apostle of God asked his companions who among them would go into the Kaaba, and read it before the pagans. Other companions staggered but Abdullah ibn Masood volunteered to go. He went into the Kaaba and read the new chapter out aloud. Next to Muhammed Mustafa himself, Abdullah ibn Masood was the first man to read Quran in Kaaba before a hostile crowd of the idolaters. They mauled him, not once but repeatedly, but they could not intimidate him into silence.</w:t>
      </w:r>
    </w:p>
    <w:p w:rsidR="00776573" w:rsidRDefault="00B17538" w:rsidP="00B17538">
      <w:pPr>
        <w:pStyle w:val="libNormal"/>
      </w:pPr>
      <w:r>
        <w:t>Muhammed Ibn Ishaq</w:t>
      </w:r>
    </w:p>
    <w:p w:rsidR="00776573" w:rsidRDefault="00B17538" w:rsidP="00B17538">
      <w:pPr>
        <w:pStyle w:val="libNormal"/>
      </w:pPr>
      <w:r>
        <w:t>Yahya b. Urwa b. al</w:t>
      </w:r>
      <w:r w:rsidR="0024685D">
        <w:t>-</w:t>
      </w:r>
      <w:r>
        <w:t>Zubayr told me as from his father that the first man to read the Quran loudly in Makka after the Apostle was Abdullah bin Masood. (The Life of the Messenger of God) M. Shibli, the Indian historian, says in his Seera that Abu Bakr was the equal of the other chiefs of Quraysh in rank and wealth yet he "could not read Quran out aloud" (in the Kaaba).</w:t>
      </w:r>
    </w:p>
    <w:p w:rsidR="00776573" w:rsidRDefault="00B17538" w:rsidP="00B17538">
      <w:pPr>
        <w:pStyle w:val="libNormal"/>
      </w:pPr>
      <w:r>
        <w:t>One of the earliest companions of Muhammed Mustafa was Abu Dharr el</w:t>
      </w:r>
      <w:r w:rsidR="0024685D">
        <w:t>-</w:t>
      </w:r>
      <w:r>
        <w:t>Ghiffari. He belonged to the tribe of Ghiffar which made its living by brigandage. From travellers he heard that a prophet had appeared in Makka who preached a new creed called Islam, and exhorted people to abandon idolatry, to worship only One God, to speak only the truth, to look after the poor, to feed the hungry, not to defame women, and not to bury their daughters alive. Idolatry had repelled Abu Dharr even before he heard about the message of Islam and the work of Muhammed. In fact, he lived like an ascetic, and did not take any part in his tribe's forays upon caravans of traders and pilgrims. He made his living as a shepherd.</w:t>
      </w:r>
    </w:p>
    <w:p w:rsidR="00776573" w:rsidRDefault="00B17538" w:rsidP="00B17538">
      <w:pPr>
        <w:pStyle w:val="libNormal"/>
      </w:pPr>
      <w:r>
        <w:t>Abu Dharr sent his brother to Makka to verify the reports he had heard about Muhammed. The latter went to Makka, met Muhammed, talked with him, posed many questions to him, heard him read Quran, and then returned home to report to Abu Dharr what he had seen and heard. Among other things, he said to Abu Dharr: "You are already doing many of the things that Muhammed is doing and preaching."</w:t>
      </w:r>
    </w:p>
    <w:p w:rsidR="00776573" w:rsidRDefault="00B17538" w:rsidP="00B17538">
      <w:pPr>
        <w:pStyle w:val="libNormal"/>
      </w:pPr>
      <w:r>
        <w:t>Abu Dharr, thenceforth, was attracted like a moth by the Light of Faith burning in Makka. In his eagerness to see the Prophet with his own eyes, and to hear Quran from his own lips, he decided to visit Makka.</w:t>
      </w:r>
    </w:p>
    <w:p w:rsidR="00776573" w:rsidRDefault="00B17538" w:rsidP="00B17538">
      <w:pPr>
        <w:pStyle w:val="libNormal"/>
      </w:pPr>
      <w:r>
        <w:t>In Makka, Abu Dharr was a stranger. His brother had told him that Makka was seething with hostility toward the new Prophet. Not knowing, therefore, who might be a friend and who a foe of the Prophet, he hesitated to ask anyone about him. He spent a whole day in the shade of the Kaaba watching passersby. In the evening, Ali ibn Abi Talib chanced to walk past him, and noticing that he was a stranger in town, invited him to his home for supper. Abu Dharr accepted the invitation, and later, apprised Ali of the purpose of his visit to Makka which was to see the Prophet of Islam. Ali, of course, was only too glad to conduct his new friend into the presence of his master, Muhammed Mustafa.</w:t>
      </w:r>
    </w:p>
    <w:p w:rsidR="00776573" w:rsidRDefault="00B17538" w:rsidP="00B17538">
      <w:pPr>
        <w:pStyle w:val="libNormal"/>
      </w:pPr>
      <w:r>
        <w:lastRenderedPageBreak/>
        <w:t>Abu Dharr and the Prophet exchanged greetings. Within a few moments of his meeting with the Prophet, Abu Dharr was convinced that he was in the presence of a true messenger of God. From the messenger of God, he heard the message of God (Quran), and learned the meaning of Islam. He found both the messenger and the message irresistible. He was carried away by the appeal of Islam. In fact, he wondered, how could he ever live without Islam. He buried the past in which he had lived without Islam. The first act of Abu Dharr, after his induction into Islam, was one of defiance to the infidels in Makka. He went into the precincts of the Kaaba, and shouted:</w:t>
      </w:r>
    </w:p>
    <w:p w:rsidR="00776573" w:rsidRDefault="00B17538" w:rsidP="00B17538">
      <w:pPr>
        <w:pStyle w:val="libNormal"/>
      </w:pPr>
      <w:r>
        <w:t>THERE IS NO GOD BUT ALLAH, AND MUHAMMED IS HIS MESSENGER</w:t>
      </w:r>
    </w:p>
    <w:p w:rsidR="00776573" w:rsidRDefault="00B17538" w:rsidP="00B17538">
      <w:pPr>
        <w:pStyle w:val="libNormal"/>
      </w:pPr>
      <w:r>
        <w:t>As expected, the infidels fell upon him, and started raining blows upon him. From this brawl he was rescued by Abbas ibn Abdul Muttalib, an uncle of the Prophet. He told the Quraysh that Abu Dharr belonged to the tribe of Ghiffar whose territory lay astride the caravan routes to the north, and if they did any harm to him, his tribesmen would bar access of their caravans to Syria. Abu Dharr el</w:t>
      </w:r>
      <w:r w:rsidR="0024685D">
        <w:t>-</w:t>
      </w:r>
      <w:r>
        <w:t xml:space="preserve">Ghiffari is one of the most remarkable men in the history of Islam. He publicly showed his contempt for the Quraysh and their presumption of power </w:t>
      </w:r>
      <w:r w:rsidR="0024685D">
        <w:t>-</w:t>
      </w:r>
      <w:r>
        <w:t xml:space="preserve"> not only in Makka when they were idolaters but also in later times in Medina when they had accepted Islam but had revived pre</w:t>
      </w:r>
      <w:r w:rsidR="0024685D">
        <w:t>-</w:t>
      </w:r>
      <w:r>
        <w:t>Islamic capitalism. He was the most outspoken, and one of the most fearless men among all the companions of Muhammed Mustafa who once said that "the sky did not spread its canopy on any man who was more truthful than Abu Dharr."</w:t>
      </w:r>
    </w:p>
    <w:p w:rsidR="00776573" w:rsidRDefault="00B17538" w:rsidP="00B17538">
      <w:pPr>
        <w:pStyle w:val="libNormal"/>
      </w:pPr>
      <w:r>
        <w:t>Abu Dharr was like an elemental force looking for a purpose in life, and he found it in Islam. He was the Voice of the Conscience of Islam. Fear of violence by the Quraysh did not deter these heroic and noble souls from accepting Islam, and each of them left a mark upon it by his or her sacrifices.</w:t>
      </w:r>
    </w:p>
    <w:p w:rsidR="00776573" w:rsidRDefault="00B17538" w:rsidP="00B17538">
      <w:pPr>
        <w:pStyle w:val="libNormal"/>
      </w:pPr>
      <w:r>
        <w:t>Also notable among early Muslims, was Mas'ab ibn Umayr, a cousin of the father of Muhammed Mustafa. Many years later, at the First Pledge of Aqaba, the citizens of Yathrib (Medina) requested the Prophet to send with them a teacher of Quran, and the choice fell upon him. This made him the first "official" in Islam. He was also the standard</w:t>
      </w:r>
      <w:r w:rsidR="0024685D">
        <w:t>-</w:t>
      </w:r>
      <w:r>
        <w:t>bearer of the army of Islam in the battle of Uhud but was killed in action.</w:t>
      </w:r>
    </w:p>
    <w:p w:rsidR="00776573" w:rsidRDefault="00B17538" w:rsidP="00B17538">
      <w:pPr>
        <w:pStyle w:val="libNormal"/>
      </w:pPr>
      <w:r>
        <w:t>If a member of a pagan family accepted Islam, he was ostracized by it for all time, without any hope for him of rapprochement. Many Makkans saw Islam as a "divisive force" which was breaking up their families, and some among them thought that they ought to check this "divisiveness" from spreading. But beyond the threat of using force to suppress the new movement, they could not think of anything else that would prove more efficacious in halting its progress. They also thought that if they did not act swiftly and resolutely enough, it was not unlikely that every house in Makka would become a battle</w:t>
      </w:r>
      <w:r w:rsidR="0024685D">
        <w:t>-</w:t>
      </w:r>
      <w:r>
        <w:t xml:space="preserve">ground in which the protagonists of the old and the new faiths would be locked up in a sanguinary struggle against each other. There were some others among them who imagined that Muhammed was prompted by ambition to denounce their ancestral mode of worship and their idols. All of them put their heads together and tried to think of some </w:t>
      </w:r>
      <w:r>
        <w:lastRenderedPageBreak/>
        <w:t>unconventional solution of the problem. After long deliberation, they decided to send Utba, one of the chiefs of Quraysh, to meet Muhammed, and to try to "talk him out" of his mission. Utba was noted for his persuasive ability.</w:t>
      </w:r>
    </w:p>
    <w:p w:rsidR="00776573" w:rsidRDefault="00B17538" w:rsidP="00B17538">
      <w:pPr>
        <w:pStyle w:val="libNormal"/>
      </w:pPr>
      <w:r>
        <w:t>Utba called on Muhammed Mustafa, and said: "O Muhammed! Do not plant seeds of dissension and discord among the Arabs, and do not curse the gods and goddesses our ancestors have worshipped for centuries, and we are worshipping today. If your aim in doing so is to become a political leader, we are willing to acknowledge you as the sovereign of Makka. If you want wealth, you just have to say so, and we shall provide you with all that we can. And if you are desirous of marriage in some noble family, you name it, and we shall arrange it for you."</w:t>
      </w:r>
    </w:p>
    <w:p w:rsidR="00776573" w:rsidRDefault="00B17538" w:rsidP="00B17538">
      <w:pPr>
        <w:pStyle w:val="libNormal"/>
      </w:pPr>
      <w:r>
        <w:t>Utba concluded his speech and hoped that he would get from Muhammed a favorable and a positive response. But to his surprise, Muhammed didn't show any interest in rank or wealth or beauty. Instead, he read out to him the Sura Sajda, (Chapter 32 of Quran Majid), the newest revelation from Heaven.</w:t>
      </w:r>
    </w:p>
    <w:p w:rsidR="00776573" w:rsidRDefault="00B17538" w:rsidP="00B17538">
      <w:pPr>
        <w:pStyle w:val="libNormal"/>
      </w:pPr>
      <w:r>
        <w:t>Muhammed never allowed a compromise on principle to weaken his moral authority. Utba heard in silence, and then returned to the Quraysh to report on the outcome of his embassy. He advised the Quraysh to leave Muhammed alone, and not to meddle with him any more.</w:t>
      </w:r>
    </w:p>
    <w:p w:rsidR="00776573" w:rsidRDefault="00B17538" w:rsidP="00B17538">
      <w:pPr>
        <w:pStyle w:val="libNormal"/>
      </w:pPr>
      <w:r>
        <w:t>He is also reported to have told them that if Muhammed failed in his mission, then they (i.e. the Quraysh) would lose nothing; but if he was successful, then they would share all his glory and power.</w:t>
      </w:r>
    </w:p>
    <w:p w:rsidR="00776573" w:rsidRDefault="00B17538" w:rsidP="00B17538">
      <w:pPr>
        <w:pStyle w:val="libNormal"/>
      </w:pPr>
      <w:r>
        <w:t>But the Quraysh did not accept Utba's advice for moderation and restraint in dealing with Muhammed and his followers. The Quraysh continued to harass the Prophet and to persecute the Muslims. But they also kept trying to think of some new wrinkle in their campaign against Islam that might yield better results than all their violence had done until then.</w:t>
      </w:r>
    </w:p>
    <w:p w:rsidR="00776573" w:rsidRDefault="00B17538" w:rsidP="00B17538">
      <w:pPr>
        <w:pStyle w:val="libNormal"/>
      </w:pPr>
      <w:r>
        <w:t>Muhammed Mustafa was protected by his uncle and guardian, Abu Talib. As long as Abu Talib was alive, the infidels could not molest his nephew. Some of them came forward with the new idea that they ought perhaps to try to persuade Abu Talib himself to waive his protection of Muhammed in the name of tribal solidarity. Tribal solidarity is basic for survival in desert life. This was a truly bright idea, and was applauded by all the tribal leaders. After all, tribal solidarity was something much too important to be treated with levity even by Abu Talib, notwith standing all his love for his nephew.</w:t>
      </w:r>
    </w:p>
    <w:p w:rsidR="00776573" w:rsidRDefault="00B17538" w:rsidP="00B17538">
      <w:pPr>
        <w:pStyle w:val="libNormal"/>
      </w:pPr>
      <w:r>
        <w:t>The Quraysh decided to send an embassy to Abu Talib. They carefully selected the members of a delegation which called on him, and appealed to him in the name of the "tribal solidarity" of the Quraysh to waive his protection of Muhammed who was "disrupting" that solidarity. Abu Talib, of course, had no intention of waiving his protection of, or of withdrawing his support to, Muhammed. But he mollified the delegates of the Quraysh with pious platitudes and placatory words, and sent them back.</w:t>
      </w:r>
    </w:p>
    <w:p w:rsidR="00776573" w:rsidRDefault="00B17538" w:rsidP="00B17538">
      <w:pPr>
        <w:pStyle w:val="libNormal"/>
      </w:pPr>
      <w:r>
        <w:t>The delegates also realized that they had come home from a "phantom</w:t>
      </w:r>
      <w:r w:rsidR="0024685D">
        <w:t>-</w:t>
      </w:r>
      <w:r>
        <w:t xml:space="preserve">chase." But they were unfazed by their failure, and a little later, they made another attempt to inveigle Abu Talib into deserting Muhammed. A new delegation went to see him and this time, its members took with them a </w:t>
      </w:r>
      <w:r>
        <w:lastRenderedPageBreak/>
        <w:t>handsome young man, one Ammarra ibn Waleed, whom they offered to Abu Talib for a "son" if he would surrender Muhammed to them. Abu Talib must have laughed at the naivete of the infidels. Did they seriously believe that he would give them his own son for them to kill him, and would rear one of their sons as his own? The idea was most ludicrous but once again Abu Talib handled the delicate situation with his customary finesse, and they went.</w:t>
      </w:r>
    </w:p>
    <w:p w:rsidR="00776573" w:rsidRDefault="00B17538" w:rsidP="00B17538">
      <w:pPr>
        <w:pStyle w:val="libNormal"/>
      </w:pPr>
      <w:r>
        <w:t>The second attempt of the leaders of Quraysh to coax Abu Talib into giving up Muhammed, had also failed. When the meaning of this failure sank into their minds, they argued that peaceful attempts to solve the problem had all been unsuccessful, and now they ought to try something really drastic. In sheer exasperation and frustration, the policy</w:t>
      </w:r>
      <w:r w:rsidR="0024685D">
        <w:t>-</w:t>
      </w:r>
      <w:r>
        <w:t>makers of the Quraysh adopted a "hard</w:t>
      </w:r>
      <w:r w:rsidR="0024685D">
        <w:t>-</w:t>
      </w:r>
      <w:r>
        <w:t>line" and sent their third and the last delegation to see Abu Talib. Its purpose was to compel him to surrender Muhammed to them. The leaders of the delegation presented an ultimatum to Abu Talib; either he had to surrender Muhammed to them or else he would have to face the consequences of his refusal to do so.</w:t>
      </w:r>
    </w:p>
    <w:p w:rsidR="00776573" w:rsidRDefault="00B17538" w:rsidP="00B17538">
      <w:pPr>
        <w:pStyle w:val="libNormal"/>
      </w:pPr>
      <w:r>
        <w:t>Abu Talib was a man of cheerful temperament and a sunny disposition but it was a somber day in his life. The Quraysh, he knew, were not bluffing. He, therefore, called Muhammed, and apprised him of the purport of the Qurayshi representation, and then added: "O life of your uncle! Do not place a burden upon me that I may find beyond my strength to carry."</w:t>
      </w:r>
    </w:p>
    <w:p w:rsidR="00776573" w:rsidRDefault="00B17538" w:rsidP="00B17538">
      <w:pPr>
        <w:pStyle w:val="libNormal"/>
      </w:pPr>
      <w:r>
        <w:t>Muhammed answered: "O my uncle! If the Quraysh place the r sun on my right hand and the moon on my left, I shall not refrain from proclaiming the Oneness of God. In the execution of this duty, either I shall succeed and Islam will spread, or, if I fail, I shall perish in the attempt." Abu Talib, of course, had no intention of dissuading his nephew from preaching Islam. He was only testing his resolution. Now convinced and satisfied that he (Muhammed) would not falter, he said: "Go my son, and do whatever you like. No one will dare to do any harm to you."</w:t>
      </w:r>
    </w:p>
    <w:p w:rsidR="00776573" w:rsidRDefault="00B17538" w:rsidP="00B17538">
      <w:pPr>
        <w:pStyle w:val="libNormal"/>
      </w:pPr>
      <w:r>
        <w:t>Sir William Muir</w:t>
      </w:r>
    </w:p>
    <w:p w:rsidR="00776573" w:rsidRDefault="00B17538" w:rsidP="00B17538">
      <w:pPr>
        <w:pStyle w:val="libNormal"/>
      </w:pPr>
      <w:r>
        <w:t>"...but the thought of desertion by his kind protector (Abu Talib) overcame him (Mohammed). He burst into tears, and turned to depart. Then Abu Talib called aloud: 'Son of my brother! Come back.' So he returned. And Abu Talib said, 'Depart in peace, my nephew, and say whatever thou desirest. For by the Lord, I will not, in any wise, give thee up ever." (The Life of Mohammed, London, 1877)</w:t>
      </w:r>
    </w:p>
    <w:p w:rsidR="00776573" w:rsidRDefault="00B17538" w:rsidP="00B17538">
      <w:pPr>
        <w:pStyle w:val="libNormal"/>
      </w:pPr>
      <w:r>
        <w:t>Muhammad Husayn Haykal</w:t>
      </w:r>
    </w:p>
    <w:p w:rsidR="00776573" w:rsidRDefault="00B17538" w:rsidP="00B17538">
      <w:pPr>
        <w:pStyle w:val="libNormal"/>
      </w:pPr>
      <w:r>
        <w:t>Abu Talib said: 'Go forth, my nephew, and say what you will. By the same God I swear I shall never betray you to your enemies.' Abu Talib communicated his resolution to Banu Hashim and Banu al</w:t>
      </w:r>
      <w:r w:rsidR="0024685D">
        <w:t>-</w:t>
      </w:r>
      <w:r>
        <w:t xml:space="preserve">Muttalib and spoke to them about his nephew with great admiration and deep appreciation of the sublimity of Muhammad's position. He asked them all to protect Muhammad against the Quraysh. All of them pledged to do so except Abu Lahab who declared openly his enmity to him and his withdrawal to the opposite camp. Quraysh inflicted upon Muhammad's companions all sorts of injuries from which he was saved only through the </w:t>
      </w:r>
      <w:r>
        <w:lastRenderedPageBreak/>
        <w:t>protection of Abu Talib, Banu Hashim, and Banu al</w:t>
      </w:r>
      <w:r w:rsidR="0024685D">
        <w:t>-</w:t>
      </w:r>
      <w:r>
        <w:t>Muttalib. (The Life of Muhammad, Cairo, 1935)</w:t>
      </w:r>
    </w:p>
    <w:p w:rsidR="00776573" w:rsidRDefault="00B17538" w:rsidP="00B17538">
      <w:pPr>
        <w:pStyle w:val="libNormal"/>
      </w:pPr>
      <w:r>
        <w:t>Foiled and checkmated repeatedly in this manner by Abu Talib, the patience of the polytheists reached the breaking point. Their virulence had been building up for years. After the failure of their third embassy to Abu Talib, they became desperate and reckless, and much more insolent and menacing toward the Muslims. They resolved to let loose all their frustrations and pent</w:t>
      </w:r>
      <w:r w:rsidR="0024685D">
        <w:t>-</w:t>
      </w:r>
      <w:r>
        <w:t xml:space="preserve">up fury upon them </w:t>
      </w:r>
      <w:r w:rsidR="0024685D">
        <w:t>-</w:t>
      </w:r>
      <w:r>
        <w:t xml:space="preserve"> upon the unprotected Muslims, and to crush the new faith with terror and brutality.</w:t>
      </w:r>
    </w:p>
    <w:p w:rsidR="00776573" w:rsidRDefault="00B17538" w:rsidP="00B17538">
      <w:pPr>
        <w:pStyle w:val="libNormal"/>
      </w:pPr>
      <w:r>
        <w:t>The Quraysh, it appeared, were going berserk!</w:t>
      </w:r>
    </w:p>
    <w:p w:rsidR="00776573" w:rsidRDefault="00B17538" w:rsidP="00B17538">
      <w:pPr>
        <w:pStyle w:val="libNormal"/>
      </w:pPr>
      <w:r>
        <w:t>The first victims of pagan attrition and aggression were those Muslims who had no tribal affiliation in Makka. Yasar and his wife, Sumayya, and their son, Ammar, had no tribal affiliation. Therefore they were "foreigners," in Makka, and there was no one to protect them. All three were savagely tortured by Abu Jahl and the other infidels. Sumayya, Yasar's wife, died while she was being tortured. She thus became the First Martvr in Islam. A little later, her husband, Yasar, was also tortured to death, and he became the Second Martyr in Islam.</w:t>
      </w:r>
    </w:p>
    <w:p w:rsidR="00776573" w:rsidRDefault="00B17538" w:rsidP="00B17538">
      <w:pPr>
        <w:pStyle w:val="libNormal"/>
      </w:pPr>
      <w:r>
        <w:t>In this manner the wife and the husband made their choice in the eternal conflict between light and darkness, good and evil, truth and falsehood, right and wrong, and Islam and paganism. The choice was difficult but they had no hang ups in the matter, and gladly paid for it with their lives! They made their lives an oblation for Islam. Quraysh had stained its hands with innocent blood!</w:t>
      </w:r>
    </w:p>
    <w:p w:rsidR="00776573" w:rsidRDefault="00B17538" w:rsidP="00B17538">
      <w:pPr>
        <w:pStyle w:val="libNormal"/>
      </w:pPr>
      <w:r>
        <w:t>In the honor</w:t>
      </w:r>
      <w:r w:rsidR="0024685D">
        <w:t>-</w:t>
      </w:r>
      <w:r>
        <w:t>roll of martyrs, Sumayya and her husband, Yasar, rank among the highest. They were killed for no reason other than their devotion to Allah and their love for Islam and Muhammed Mustafa. Those Muslims who were killed in the battles of Badr and Uhud, had an army to defend and to support them. But Sumayya and her husband, Yasar, had no one to defend them. They bore no arms, and they were the most defenseless of all martyrs of Islam. By sacrificing their lives, they highlighted the truth of Islam and they built strength into its structure.</w:t>
      </w:r>
    </w:p>
    <w:p w:rsidR="00776573" w:rsidRDefault="00B17538" w:rsidP="00B17538">
      <w:pPr>
        <w:pStyle w:val="libNormal"/>
      </w:pPr>
      <w:r>
        <w:t>Their martyrdom was a triumph of Faith over materialism. Friend and foe were flabbergasted to see them defy death. They made the "tradition" of sacrifice and martyrdom an integral part of the ethos of Islam. AMONG THE BELIEVERS ARE MEN WHO HAVE BEEN TRUE TO THEIR COVENANT WITH ALLAH: OF THEM SOME HAVE COMPLETED THEIR VOW (TO THE EXTREME), AND SOME (STILL) WAIT: BUT THEY HAVE NEVER CHANGED (THEIR DETERMINATION) IN THE LEAST.</w:t>
      </w:r>
    </w:p>
    <w:p w:rsidR="00776573" w:rsidRDefault="00B17538" w:rsidP="00B17538">
      <w:pPr>
        <w:pStyle w:val="libNormal"/>
      </w:pPr>
      <w:r>
        <w:t>(Quran Majid. Chapter 33, verse 23)</w:t>
      </w:r>
    </w:p>
    <w:p w:rsidR="00776573" w:rsidRDefault="00B17538" w:rsidP="00B17538">
      <w:pPr>
        <w:pStyle w:val="libNormal"/>
      </w:pPr>
      <w:r>
        <w:t>Transhtor's Note</w:t>
      </w:r>
    </w:p>
    <w:p w:rsidR="00776573" w:rsidRDefault="00B17538" w:rsidP="00B17538">
      <w:pPr>
        <w:pStyle w:val="libNormal"/>
      </w:pPr>
      <w:r>
        <w:t xml:space="preserve">In the fight for Truth were (and are) many who sacrificed their all </w:t>
      </w:r>
      <w:r w:rsidR="0024685D">
        <w:t>-</w:t>
      </w:r>
      <w:r>
        <w:t xml:space="preserve"> resources, knowledge, influence, life itself </w:t>
      </w:r>
      <w:r w:rsidR="0024685D">
        <w:t>-</w:t>
      </w:r>
      <w:r>
        <w:t xml:space="preserve"> in the Cause, and never wavered. If they won the crown of martyrdom, they were blessed. (A. Yusuf Ali) Earlier, Sumayya, Yasar and Ammar had won the distinction of being the First Muslim Familv in the umma. Now they won another distinction: Sumayya and Yasar became the First Two Martvrs in Islam. Muhammed </w:t>
      </w:r>
      <w:r>
        <w:lastRenderedPageBreak/>
        <w:t xml:space="preserve">Mustafa, the Messenger of Allah, who knew how and why they were being tortured, had comforted them; he had advised patience (sabr) of a true believer upon them, and had told them that Allah had built for them a palace in Paradise. Their son, Ammar, was also destined to wear the Crown of Martyrdom </w:t>
      </w:r>
      <w:r w:rsidR="0024685D">
        <w:t>-</w:t>
      </w:r>
      <w:r>
        <w:t xml:space="preserve"> though in later times.</w:t>
      </w:r>
    </w:p>
    <w:p w:rsidR="00776573" w:rsidRDefault="00B17538" w:rsidP="00B17538">
      <w:pPr>
        <w:pStyle w:val="libNormal"/>
      </w:pPr>
      <w:r>
        <w:t xml:space="preserve">If the Yasars were the First Family of Muslims, they were also the First Family of Martyrs. Each member of this blessed family died vindicating the principles of Justice and Truth enshrined in Islam. God was pleased to bestow upon them two of the greatest honors </w:t>
      </w:r>
      <w:r w:rsidR="0024685D">
        <w:t>-</w:t>
      </w:r>
      <w:r>
        <w:t xml:space="preserve"> Primacy in Faith and Primacy in Martyrdom.</w:t>
      </w:r>
    </w:p>
    <w:p w:rsidR="00776573" w:rsidRDefault="00B17538" w:rsidP="00B17538">
      <w:pPr>
        <w:pStyle w:val="libNormal"/>
      </w:pPr>
      <w:r>
        <w:t>As noted before, Bilal, Khabab ibn el</w:t>
      </w:r>
      <w:r w:rsidR="0024685D">
        <w:t>-</w:t>
      </w:r>
      <w:r>
        <w:t>Arat, Suhaib Rumi and other poor and unprotected Muslims were made to stand on the torrid sand, and were flogged by the infidels. Food and water were denied to them in the vain hope that hunger and thirst would compel them to abandon Muhammed and Islam. In persecuting the Muslims, the infidels were consistent, persistent and innovative.</w:t>
      </w:r>
    </w:p>
    <w:p w:rsidR="00776573" w:rsidRDefault="00B17538" w:rsidP="00B17538">
      <w:pPr>
        <w:pStyle w:val="libNormal"/>
      </w:pPr>
      <w:r>
        <w:t>If the Quraysh found Muhammed alone, they seized the opportunity to molest him. They of course wished to kill him but they had to curb this urge. If they had killed him, they would have touched off vendetta or even civil war. One afternoon, Muhammed Mustafa, the Messenger of Allah, went into the Kaaba to read Quran. He was in the act of reading when suddenly he was surrounded by the polytheists. They mobbed him, and they might have done him some great harm but for the intervention of Harith ibn Abi Hala, the nephew and adopted son of Khadija, who arrived on the scene just then. He entered the melee to defend the Messenger of Allah from the violence of the idolaters and polytheists of Makka.</w:t>
      </w:r>
    </w:p>
    <w:p w:rsidR="00776573" w:rsidRDefault="00B17538" w:rsidP="00B17538">
      <w:pPr>
        <w:pStyle w:val="libNormal"/>
      </w:pPr>
      <w:r>
        <w:t>Harith ibn Abi Hala kicked the pagans and fought with his fists. Most probably he too was carrying a sword or a dagger as all Arabs did but he did not wish to draw it and shed blood in the Kaaba. But in the fracas, one of the idolaters drew his dagger, and stabbed him repeatedly. He fell in a pool of his own blood, and died from multiple wounds in his chest, shoulders and temple. He was the first Muslim to be killed in the precincts of the Kaaba.</w:t>
      </w:r>
    </w:p>
    <w:p w:rsidR="00776573" w:rsidRDefault="00B17538" w:rsidP="00B17538">
      <w:pPr>
        <w:pStyle w:val="libNormal"/>
      </w:pPr>
      <w:r>
        <w:t>Harith was a young man of seventeen, and he gave his own life to save the life of Muhammed Mustafa, the Messenger of Allah. By doing so, he won the aureole of martyrdom. He was the Third Martvr in Islam. His death, so early in life, made the Prophet extremely sad. For Khadija, Harith's death was a personal loss. She had brought him up as her own child. But she forgot her own sorrow so she could provide emotional support to her spouse in his sorrow.</w:t>
      </w:r>
    </w:p>
    <w:p w:rsidR="00776573" w:rsidRDefault="00B17538" w:rsidP="00B17538">
      <w:pPr>
        <w:pStyle w:val="libNormal"/>
      </w:pPr>
      <w:r>
        <w:t>Although the Arab historians are silent on this subject, much bitter fighting must have taken place in Makka between the Muslims and the infidels during the years before the migration of the Prophet of Islam to Medina. Abu Talib protected his nephew as long as he lived, and after his death, his son, Ali, took charge of this duty.</w:t>
      </w:r>
    </w:p>
    <w:p w:rsidR="00776573" w:rsidRDefault="00B17538" w:rsidP="00B17538">
      <w:pPr>
        <w:pStyle w:val="libNormal"/>
      </w:pPr>
      <w:r>
        <w:t>Ali was still a teenager when he appointed himself the body</w:t>
      </w:r>
      <w:r w:rsidR="0024685D">
        <w:t>-</w:t>
      </w:r>
      <w:r>
        <w:t xml:space="preserve">guard of Muhammed Mustafa. After the murder, in Kaaba, of Harith ibn Abi Hala, by the pagans, Ali accompanied his master whenever the latter went out of his house, and stood between him and his enemies. If a ruffian approached </w:t>
      </w:r>
      <w:r>
        <w:lastRenderedPageBreak/>
        <w:t>Muhammed menacingly, Ali at once challenged him, and came to grips with him. Writing about this period of the history of Islam, the British historian, D. S. Margoliouth, says:</w:t>
      </w:r>
    </w:p>
    <w:p w:rsidR="00776573" w:rsidRDefault="00B17538" w:rsidP="00B17538">
      <w:pPr>
        <w:pStyle w:val="libNormal"/>
      </w:pPr>
      <w:r>
        <w:t>"The persons whose admission to Islam was most welcomed were men of physical strength, and much actual fighting must have taken place at Mecca before the Flight; else the readiness with which the Moslems after the Flight could produce from their number tried champions, would be inexplicable. A tried champion must have been tried somewhere; and no external fights are recorded or are even the subject of an allusion for this period."</w:t>
      </w:r>
    </w:p>
    <w:p w:rsidR="00776573" w:rsidRDefault="00B17538" w:rsidP="00B17538">
      <w:pPr>
        <w:pStyle w:val="libNormal"/>
      </w:pPr>
      <w:r>
        <w:t>(Mohammed and the Rise of Islam, London, 1931)</w:t>
      </w:r>
    </w:p>
    <w:p w:rsidR="00776573" w:rsidRDefault="00B17538" w:rsidP="00B17538">
      <w:pPr>
        <w:pStyle w:val="libNormal"/>
      </w:pPr>
      <w:r>
        <w:t>There were no external fights in Makka before the Hijra (=Migration of the Prophet from Makka to Medina); but there were many in the streets and open spaces of the city. The young hoods of Makka threw rocks or date stones at the Prophet when he walked past them, and Ali bloodied their noses, battered their teeth, and broke their limbs. It was in these "battlefields" that Ali, the young lion, acquired all his martial skills. These "battles" in Makka were a "dress rehearsal" of the role he was destined to play a few years later in Medina in the armed struggle of Islam and polytheism. It was also in these early days, before the Hijra (=Migration) that Ali became "the first line of the defence of Islam." In fact, he also became, at the same time, the second line and the last line of the defence of Islam. This, he and he alone, was to remain for the rest of his life.</w:t>
      </w:r>
    </w:p>
    <w:p w:rsidR="00776573" w:rsidRDefault="00B17538" w:rsidP="00B17538">
      <w:pPr>
        <w:pStyle w:val="libNormal"/>
      </w:pPr>
      <w:r>
        <w:t>Quraysh tortured the bodies of the unprotected Muslims in Makka in the hope that they would compel them to forswear Islam but they failed. No one from these "poor and weak" Muslims ever abjured Islam. Adverse circumstances can collaborate to break even the strongest of men, and for the Muslims, the circumstances could not have been more adverse. But those circumstances could not break them. Islam held them together. For these "poor and weak" Muslims, Islam was a "heady" experience. It had pulled life together for them; had put meaning into it; had run purpose through it; and had put horizons around it. They, therefore, spurned security, comforts and luxuries of life; and some among them like Sumayya and her husband, Yasar, spurned life itself; but they upheld their Faith. They died in the macabre violence against them of the enemies of Islam but they did not compromise with falsehood.</w:t>
      </w:r>
    </w:p>
    <w:p w:rsidR="00B17538" w:rsidRDefault="00B17538" w:rsidP="00B17538">
      <w:pPr>
        <w:pStyle w:val="libNormal"/>
      </w:pPr>
      <w:r>
        <w:t>May Allah be pleased with these heroic and noble souls and may He bless them. Their faith and morale were, as the Quraysh discovered, just as unconquerable as the faith and morale of their master and leader, Muhammed Mustafa, the Messenger of Allah. They were the diamonds that he found in the rocks of the world. They were few in number but priceless in value; to be expressed, not by quantity but only by quality, and that quality was sublime.</w:t>
      </w:r>
    </w:p>
    <w:p w:rsidR="00B17538" w:rsidRDefault="00B17538" w:rsidP="00035570">
      <w:pPr>
        <w:pStyle w:val="libNormal"/>
      </w:pPr>
      <w:r>
        <w:br w:type="page"/>
      </w:r>
    </w:p>
    <w:p w:rsidR="00776573" w:rsidRDefault="00B74437" w:rsidP="00B17538">
      <w:pPr>
        <w:pStyle w:val="Heading1Center"/>
      </w:pPr>
      <w:bookmarkStart w:id="8" w:name="_Toc423343220"/>
      <w:r>
        <w:lastRenderedPageBreak/>
        <w:t>Chapter 8</w:t>
      </w:r>
      <w:r w:rsidR="00B17538">
        <w:t xml:space="preserve">: The Two Migrations of the Muslims to Abyssinia (615 </w:t>
      </w:r>
      <w:r w:rsidR="0024685D">
        <w:t>-</w:t>
      </w:r>
      <w:r w:rsidR="00B17538">
        <w:t xml:space="preserve"> 616)</w:t>
      </w:r>
      <w:bookmarkEnd w:id="8"/>
    </w:p>
    <w:p w:rsidR="00776573" w:rsidRDefault="00B17538" w:rsidP="00B17538">
      <w:pPr>
        <w:pStyle w:val="libNormal"/>
      </w:pPr>
      <w:r>
        <w:t>Muhammed Mustafa, the Messenger of Allah, shared all the sorrows and afflictions of his followers who were being tortured for believing in Tauheed but he had no means to protect them. When it appeared that there was going to be no deescalation in the violence against and persecution of the Muslims by the pagans, he suggested to them to leave Makka, and to seek sanctuary in Abyssinia which was then ruled by a Christian king, well</w:t>
      </w:r>
      <w:r w:rsidR="0024685D">
        <w:t>-</w:t>
      </w:r>
      <w:r>
        <w:t>known for being a just and a God</w:t>
      </w:r>
      <w:r w:rsidR="0024685D">
        <w:t>-</w:t>
      </w:r>
      <w:r>
        <w:t>fearing man.</w:t>
      </w:r>
    </w:p>
    <w:p w:rsidR="00776573" w:rsidRDefault="00B17538" w:rsidP="00B17538">
      <w:pPr>
        <w:pStyle w:val="libNormal"/>
      </w:pPr>
      <w:r>
        <w:t>Following this suggestion, a group of Muslims, comprising eleven men and four women, left Makka and went to Abyssinia. The group included Uthman bin Affan, a future khalifa of the Muslims, and Zubayr bin al</w:t>
      </w:r>
      <w:r w:rsidR="0024685D">
        <w:t>-</w:t>
      </w:r>
      <w:r>
        <w:t>Awwam, a cousin of the Prophet. The Prophet appointed one of his principal companions, Uthman bin Mazoon, as the leader of this group.</w:t>
      </w:r>
    </w:p>
    <w:p w:rsidR="00776573" w:rsidRDefault="00B17538" w:rsidP="00B17538">
      <w:pPr>
        <w:pStyle w:val="libNormal"/>
      </w:pPr>
      <w:r>
        <w:t>Muhammad ibn Ishaq</w:t>
      </w:r>
    </w:p>
    <w:p w:rsidR="00776573" w:rsidRDefault="00B17538" w:rsidP="00B17538">
      <w:pPr>
        <w:pStyle w:val="libNormal"/>
      </w:pPr>
      <w:r>
        <w:t>When the Apostle saw the afflictions of his companions and that though he escaped them because of his standing with Allah and his uncle, Abu Talib, he could not protect them, he said to them: "If you were to go to Abyssinia (it would be better for you), for the king (there) will not tolerate injustice and it is a friendly country, until such time as Allah shall relieve you from distress." Thereupon his companions went to Abyssinia, being afraid of apostasy and fleeing to God with their religion. This was the first hijra in Islam.</w:t>
      </w:r>
    </w:p>
    <w:p w:rsidR="00776573" w:rsidRDefault="00B17538" w:rsidP="00B17538">
      <w:pPr>
        <w:pStyle w:val="libNormal"/>
      </w:pPr>
      <w:r>
        <w:t>(The Life of the Messenger of God)</w:t>
      </w:r>
    </w:p>
    <w:p w:rsidR="00776573" w:rsidRDefault="00B17538" w:rsidP="00B17538">
      <w:pPr>
        <w:pStyle w:val="libNormal"/>
      </w:pPr>
      <w:r>
        <w:t>The first migration took place in the fifth year of the Call (Proclamation), i.e., in AD. 615. The king of Abyssinia welcomed the Muslim refugees from Makka into his kingdom. He gave them sanctuary, and they found peace and security, and they enjoyed freedom of worship.</w:t>
      </w:r>
    </w:p>
    <w:p w:rsidR="00776573" w:rsidRDefault="00B17538" w:rsidP="00B17538">
      <w:pPr>
        <w:pStyle w:val="libNormal"/>
      </w:pPr>
      <w:r>
        <w:t>It is reported that about a year later, the Muslim refugees in Abyssinia heard rumors that the Quraysh in Makka had accepted Islam. If it was so, then there was no reason for them to live in exile, and they were very homesick. They, therefore, returned to Makka. But in Makka they found out that not only the reports of the conversion of the Quraysh to Islam were false but also that the latter had stepped up the persecution of the Muslims. They, therefore, left Makka once again but not alone. Many other Muslims accompanied them to Abyssinia. This new group comprised 83 men and 18 women, and may have included both the old and the new emigrants; among them were Abdur Rahman ibn Auf, Abu Salma Makhzoomi, and Abdullah ibn Masood. Muhammed Mustafa, the Messenger of Allah, appointed his cousin, Jaafer ibn Abi Talib, the elder brother of Ali, as the leader of this group.</w:t>
      </w:r>
    </w:p>
    <w:p w:rsidR="00776573" w:rsidRDefault="00B17538" w:rsidP="00B17538">
      <w:pPr>
        <w:pStyle w:val="libNormal"/>
      </w:pPr>
      <w:r>
        <w:t xml:space="preserve">The second migration of the Muslims to Abyssinia took place in the sixth year of the Call (Proclamation), which corresponds to A.D. 616. The migration of the Muslims, and their reception in Abyssinia, alarmed the Quraysh of Makka. They entertained the fear that the Muslims in Abyssinia might grow in strength or might find new allies, and then, some day, might return to Makka to challenge them. Therefore, to head off this potential </w:t>
      </w:r>
      <w:r>
        <w:lastRenderedPageBreak/>
        <w:t>threat, such as they saw it, they decided to send an embassy to the court of the king of Abyssinia to request him to extradite the Muslims to Makka.</w:t>
      </w:r>
    </w:p>
    <w:p w:rsidR="00776573" w:rsidRDefault="00B17538" w:rsidP="00B17538">
      <w:pPr>
        <w:pStyle w:val="libNormal"/>
      </w:pPr>
      <w:r>
        <w:t>The Muslim refugees who had expected to be left in peace, were surprised and dismayed by the arrival, in the Abyssinian capital, of an embassy from Makka, led by a certain Amr bin Ass. Amr had brought rich presents for the king and his courtiers to ingratiate himself with them.</w:t>
      </w:r>
    </w:p>
    <w:p w:rsidR="00776573" w:rsidRDefault="00B17538" w:rsidP="00B17538">
      <w:pPr>
        <w:pStyle w:val="libNormal"/>
      </w:pPr>
      <w:r>
        <w:t>When the king gave audience to the emissary of the Quraysh, he said that the Muslims in Abyssinia were not refugees from persecution but were fugitives from justice and law; and requested him to extradite them to Makka. The king, however, wanted to hear the other side of the story also before giving any judgment, and summoned Jaafer ibn Abi Talib, the leader of the refugees, to answer the charges against the Muslims.</w:t>
      </w:r>
    </w:p>
    <w:p w:rsidR="00776573" w:rsidRDefault="00B17538" w:rsidP="00B17538">
      <w:pPr>
        <w:pStyle w:val="libNormal"/>
      </w:pPr>
      <w:r>
        <w:t>Jaafer made a most memorable defence. Following is a summary of his speech in the Abyssinian court in reply to the questions posed by the Christian king.</w:t>
      </w:r>
    </w:p>
    <w:p w:rsidR="00776573" w:rsidRDefault="00B17538" w:rsidP="00B17538">
      <w:pPr>
        <w:pStyle w:val="libNormal"/>
      </w:pPr>
      <w:r>
        <w:t>"O king! We were ignorant people and we lived like wild animals. The strong among us lived by preying upon the weak. We obeyed no law and we acknowledged no authority save that of brute force. We worshipped idols made of stone or wood, and we knew nothing of the human dignity. Then God in His mercy sent to us His messenger who was himself one of us. We knew about his truthfulness and his integrity. His character was exemplary, and he was the most well</w:t>
      </w:r>
      <w:r w:rsidR="0024685D">
        <w:t>-</w:t>
      </w:r>
      <w:r>
        <w:t>born of the Arabs. He forbade us to worship idols and he invited us to the worship of One God. He exhorted us to speak the truth, and to protect the weak, the poor, the humble, the widows and the orphans. He ordered us to show respect to women, and never to slander them. We obeyed him and followed his teachings. Most of the people in our country are still polytheists, and they resented our conversion to the new faith. They began to persecute us, and it was in order to escape from persecution by them that we sought and found sanctuary in your kingdom."</w:t>
      </w:r>
    </w:p>
    <w:p w:rsidR="00776573" w:rsidRDefault="00B17538" w:rsidP="00B17538">
      <w:pPr>
        <w:pStyle w:val="libNormal"/>
      </w:pPr>
      <w:r>
        <w:t>When Jaafer concluded his speech, the king declared that he was convinced of his veracity, and added, to the great disappointment of Amr bin Ass, that the Muslims could live in his kingdom as long as they wished, without any fear.</w:t>
      </w:r>
    </w:p>
    <w:p w:rsidR="00776573" w:rsidRDefault="00B17538" w:rsidP="00B17538">
      <w:pPr>
        <w:pStyle w:val="libNormal"/>
      </w:pPr>
      <w:r>
        <w:t>But Amr bin Ass bethought himself of a new argument which, he felt confident, would appeal to the king who was a Christian. If it did, he was certain, it would tilt the scales against the Muslims, and they would be extradited.</w:t>
      </w:r>
    </w:p>
    <w:p w:rsidR="00776573" w:rsidRDefault="00B17538" w:rsidP="00B17538">
      <w:pPr>
        <w:pStyle w:val="libNormal"/>
      </w:pPr>
      <w:r>
        <w:t>On the following day, therefore, he returned to the court and said to the king that he (the king) ought to waive his protection of the Muslims because they rejected the divine nature of Jesus, and asserted that he was a mortal like other men. When questioned on this point by the king, Jaafer said: "Our judgment of Jesus is what was revealed to our Prophet, viz., that Jesus is the servant of God, and is His Prophet, His Spirit, and His Command given unto Mary, the innocent virgin."</w:t>
      </w:r>
    </w:p>
    <w:p w:rsidR="00776573" w:rsidRDefault="00B17538" w:rsidP="00B17538">
      <w:pPr>
        <w:pStyle w:val="libNormal"/>
      </w:pPr>
      <w:r>
        <w:t xml:space="preserve">The king said to Jaafer: "Jesus is just what you have stated him to be, and is nothing more than that." Then turning toward the Muslims, he said: "Go to your homes and live in peace. I shall never give you up to your enemies." </w:t>
      </w:r>
      <w:r>
        <w:lastRenderedPageBreak/>
        <w:t>He refused to extradite the Muslims, returned the presents which Amr bin Ass had brought, and dismissed his embassy.</w:t>
      </w:r>
    </w:p>
    <w:p w:rsidR="00776573" w:rsidRDefault="00B17538" w:rsidP="00B17538">
      <w:pPr>
        <w:pStyle w:val="libNormal"/>
      </w:pPr>
      <w:r>
        <w:t>Washington Irving</w:t>
      </w:r>
    </w:p>
    <w:p w:rsidR="00776573" w:rsidRDefault="00B17538" w:rsidP="00B17538">
      <w:pPr>
        <w:pStyle w:val="libNormal"/>
      </w:pPr>
      <w:r>
        <w:t>"Among the refugees to Abyssinia, there was Jaafer, the son of Abu Talib, and brother of Ali, consequently the cousin of Mohammed. He was a man of persuasive eloquence and a most prepossessing appearance. He stood forth before the king of Abyssinia, and expounded the doctrines of Islam with zeal and power. The king who was a Nestorian Christian, found these doctrines so similar in many respects to those of his sect and so opposed to the gross idolatry of the Koreishites, that so far from giving up the fugitives, he took them more especially into favor and protection, and returning to Amr b. Ass and Abdullah, the presents they had brought, dismissed them from his court." (The Life of Mohammed)</w:t>
      </w:r>
    </w:p>
    <w:p w:rsidR="00B17538" w:rsidRDefault="00B17538" w:rsidP="00B17538">
      <w:pPr>
        <w:pStyle w:val="libNormal"/>
      </w:pPr>
      <w:r>
        <w:t xml:space="preserve">The Muslims spent many years in Abyssinia. Thirteen years later, they returned, not to Makka but to Medina </w:t>
      </w:r>
      <w:r w:rsidR="0024685D">
        <w:t>-</w:t>
      </w:r>
      <w:r>
        <w:t xml:space="preserve"> in 7 AH. (A.D. 628), i.e., seven years after the migration of the Apostle of God from Makka to Medina. Their arrival synchronized with the conquest of Khyber by the Muslims. Jaafer ibn Abi Talib was the leader of all those Muslims who had migrated to Abyssinia in 615 and 616. He appears to have been the only member of the clan of Bani Hashim to leave Makka for Abyssinia with the other refugees. All other members of Bani Hashim stayed in Makka.</w:t>
      </w:r>
    </w:p>
    <w:p w:rsidR="00B17538" w:rsidRDefault="00B17538" w:rsidP="00035570">
      <w:pPr>
        <w:pStyle w:val="libNormal"/>
      </w:pPr>
      <w:r>
        <w:br w:type="page"/>
      </w:r>
    </w:p>
    <w:p w:rsidR="00776573" w:rsidRDefault="00B74437" w:rsidP="00B17538">
      <w:pPr>
        <w:pStyle w:val="Heading1Center"/>
      </w:pPr>
      <w:bookmarkStart w:id="9" w:name="_Toc423343221"/>
      <w:r>
        <w:lastRenderedPageBreak/>
        <w:t>Chapter 9</w:t>
      </w:r>
      <w:r w:rsidR="00B17538">
        <w:t>: Hamza Accepts Islam, A.D. 615</w:t>
      </w:r>
      <w:bookmarkEnd w:id="9"/>
    </w:p>
    <w:p w:rsidR="00776573" w:rsidRDefault="00B17538" w:rsidP="00B17538">
      <w:pPr>
        <w:pStyle w:val="libNormal"/>
      </w:pPr>
      <w:r>
        <w:t>Muhammed Mustafa, the Messenger of Allah (may Allah bless him and his Ahlel</w:t>
      </w:r>
      <w:r w:rsidR="0024685D">
        <w:t>-</w:t>
      </w:r>
      <w:r>
        <w:t>Bayt), though safe under the protection of his uncle, Abu Talib, was not immune from harassment by the infidels. Whenever they found an opportunity for baiting him, they didn't miss it. On one occasion, Abu Jahl found him alone, and used much offensive and vulgar language toward him. That same evening when his uncle, Hamza bin Abdul Muttalib, came home from a hunting expedition, his slave</w:t>
      </w:r>
      <w:r w:rsidR="0024685D">
        <w:t>-</w:t>
      </w:r>
      <w:r>
        <w:t>girl recounted to him the tale of Abu Jahl's gratuitous insolence toward him (Muhammed), and the latter's forbearance, of which she had been an eye</w:t>
      </w:r>
      <w:r w:rsidR="0024685D">
        <w:t>-</w:t>
      </w:r>
      <w:r>
        <w:t>witness.</w:t>
      </w:r>
    </w:p>
    <w:p w:rsidR="00776573" w:rsidRDefault="00B17538" w:rsidP="00B17538">
      <w:pPr>
        <w:pStyle w:val="libNormal"/>
      </w:pPr>
      <w:r>
        <w:t>Hamza was a warrior, a hunter and a sportsman, and was little interested in the day</w:t>
      </w:r>
      <w:r w:rsidR="0024685D">
        <w:t>-</w:t>
      </w:r>
      <w:r>
        <w:t>to</w:t>
      </w:r>
      <w:r w:rsidR="0024685D">
        <w:t>-</w:t>
      </w:r>
      <w:r>
        <w:t>day affairs of the city. But Abu Jahl's conduct toward his nephew so roused his anger that he seized his bow, went into the assembly of the Quraysh where he (Abu Jahl) was reviewing the events of the day to his compeers, struck him at his head with his bow, causing it to bleed, and shouted: "I too have become a Muslim."</w:t>
      </w:r>
    </w:p>
    <w:p w:rsidR="00776573" w:rsidRDefault="00B17538" w:rsidP="00B17538">
      <w:pPr>
        <w:pStyle w:val="libNormal"/>
      </w:pPr>
      <w:r>
        <w:t>This was a challenge to Abu Jahl but he figured that silence was the best part of valor, and did not tangle with Hamza, even restraining his friends who wished to rise in his defence.</w:t>
      </w:r>
    </w:p>
    <w:p w:rsidR="00776573" w:rsidRDefault="00B17538" w:rsidP="00B17538">
      <w:pPr>
        <w:pStyle w:val="libNormal"/>
      </w:pPr>
      <w:r>
        <w:t>Hamza became a devout Muslim and a champion of Islam. He was the comrade</w:t>
      </w:r>
      <w:r w:rsidR="0024685D">
        <w:t>-</w:t>
      </w:r>
      <w:r>
        <w:t>in</w:t>
      </w:r>
      <w:r w:rsidR="0024685D">
        <w:t>-</w:t>
      </w:r>
      <w:r>
        <w:t xml:space="preserve">arms of his other nephew, Ali ibn Abi Talib, and it were both of them who carried slaughter and dismay into the ranks of the Makkan army in the battle of Badr </w:t>
      </w:r>
      <w:r w:rsidR="0024685D">
        <w:t>-</w:t>
      </w:r>
      <w:r>
        <w:t xml:space="preserve"> the first battle of Islam </w:t>
      </w:r>
      <w:r w:rsidR="0024685D">
        <w:t>-</w:t>
      </w:r>
      <w:r>
        <w:t xml:space="preserve"> fought a few years later.</w:t>
      </w:r>
    </w:p>
    <w:p w:rsidR="00776573" w:rsidRDefault="00B17538" w:rsidP="00B17538">
      <w:pPr>
        <w:pStyle w:val="libNormal"/>
      </w:pPr>
      <w:r>
        <w:t>The battle of Uhud was the second battle of Islam. In that battle, Hamza killed one of the standard</w:t>
      </w:r>
      <w:r w:rsidR="0024685D">
        <w:t>-</w:t>
      </w:r>
      <w:r>
        <w:t>bearers of the pagans of Makka. When they charged the Muslim line, Hamza plunged into their midst. He was hacking his way through their ranks when Wahshi, an Abyssinian slave, hurled a javelin at him. Wahshi was engaged for this very purpose by Hinda, the wife of Abu Sufyan and the mother of Muawiya. The javelin caught Hamza in his groin; he fell on the ground and died immediately.</w:t>
      </w:r>
    </w:p>
    <w:p w:rsidR="00776573" w:rsidRDefault="00B17538" w:rsidP="00B17538">
      <w:pPr>
        <w:pStyle w:val="libNormal"/>
      </w:pPr>
      <w:r>
        <w:t>In the battle of Uhud the Muslims were defeated. After their rout, Hinda and the other harpies she had brought with her from Makka, mutilated the bodies of the slain Muslims. Hinda cut open Hamza's abdomen, plucked out his liver and chewed it up. Muhammad ibn Umar Waqidi, the historian, says that she made a fire in the battlefield, roasted Hamza's heart and liver and ate them. Not satisfied with this, she cut the limbs, the ears and the nose of Hamza, strung them into a "necklace," and entered Makka wearing it as a "trophy" of victory.</w:t>
      </w:r>
    </w:p>
    <w:p w:rsidR="00776573" w:rsidRDefault="00B17538" w:rsidP="00B17538">
      <w:pPr>
        <w:pStyle w:val="libNormal"/>
      </w:pPr>
      <w:r>
        <w:t>Hamza had killed Utba, the father of Hinda, in the battle of Badr. In the battle of Uhud, she slaked her thirst for vengeance which had given her no rest since the battle of Badr. Muhammed Mustafa, the Apostle of God, was deeply aggrieved at the death and at the mutilation of the body of such a stalwart of Islam as Hamza. He bestowed upon him the titles of the "Lion of God," and the "Chief of the Martyrs."</w:t>
      </w:r>
    </w:p>
    <w:p w:rsidR="00B17538" w:rsidRDefault="00B17538" w:rsidP="00B17538">
      <w:pPr>
        <w:pStyle w:val="libNormal"/>
      </w:pPr>
      <w:r>
        <w:t>Hamza accepted Islam in the fifth year of the Proclamation. May God be pleased with him, and bless him.</w:t>
      </w:r>
    </w:p>
    <w:p w:rsidR="00B17538" w:rsidRDefault="00B17538" w:rsidP="00035570">
      <w:pPr>
        <w:pStyle w:val="libNormal"/>
      </w:pPr>
      <w:r>
        <w:br w:type="page"/>
      </w:r>
    </w:p>
    <w:p w:rsidR="00776573" w:rsidRDefault="00B74437" w:rsidP="00B17538">
      <w:pPr>
        <w:pStyle w:val="Heading1Center"/>
      </w:pPr>
      <w:bookmarkStart w:id="10" w:name="_Toc423343222"/>
      <w:r>
        <w:lastRenderedPageBreak/>
        <w:t>Chapter 10</w:t>
      </w:r>
      <w:r w:rsidR="00B17538">
        <w:t>: Umar's Conversion to Islam, A.D. 616</w:t>
      </w:r>
      <w:bookmarkEnd w:id="10"/>
    </w:p>
    <w:p w:rsidR="00776573" w:rsidRDefault="00B17538" w:rsidP="00B17538">
      <w:pPr>
        <w:pStyle w:val="libNormal"/>
      </w:pPr>
      <w:r>
        <w:t>The most notable event of the year 6 of the Call was the conversion to Islam of Umar ibn al</w:t>
      </w:r>
      <w:r w:rsidR="0024685D">
        <w:t>-</w:t>
      </w:r>
      <w:r>
        <w:t>Khattab, a future khalifa of the Muslims. He was one of the most rabid enemies of Islam and Muhammed Mustafa, the Messenger of Allah, and was a great tormentor of the Muslims. The modern Egyptian historian, Amin Dawidar, says in his book, Pictures From the Life of the Prophet, that Umar's hatred of Islam, and his hostility to Muhammed Mustafa, were matched only by the hatred of and hostility to them, of his own maternal uncle, Abu Jahl.</w:t>
      </w:r>
    </w:p>
    <w:p w:rsidR="00776573" w:rsidRDefault="00B17538" w:rsidP="00B17538">
      <w:pPr>
        <w:pStyle w:val="libNormal"/>
      </w:pPr>
      <w:r>
        <w:t>It is said that one day Umar resolved, in sheer exasperation, to kill Muhammed Mustafa, and thereby to extinguish the flame of Islam itself. He left his home with this intention.</w:t>
      </w:r>
    </w:p>
    <w:p w:rsidR="00776573" w:rsidRDefault="00B17538" w:rsidP="00B17538">
      <w:pPr>
        <w:pStyle w:val="libNormal"/>
      </w:pPr>
      <w:r>
        <w:t>As noted before, the Muslims at this time (the end of the year 6) still gathered in the house of Arqam ibn Abil Arqam to say their congregational prayers. They were just beginning to assemble, when one of them, looking out the window, saw Umar approaching the house with a drawn sword. In a state of considerable alarm, he told other members of the congregation what he saw. Presumably, they too were alarmed. But Hamza, who was also present in the house of Arqam, reassured them, and said that if Umar was coming with good intentions, then it was all right; if not, then he (Hamza) would run him (Umar) through with his (Umar's) own sword. But it so happened that Umar had come with the intention of accepting Islam, and he did.</w:t>
      </w:r>
    </w:p>
    <w:p w:rsidR="00776573" w:rsidRDefault="00B17538" w:rsidP="00B17538">
      <w:pPr>
        <w:pStyle w:val="libNormal"/>
      </w:pPr>
      <w:r>
        <w:t>The story is told that Umar was going toward Dar</w:t>
      </w:r>
      <w:r w:rsidR="0024685D">
        <w:t>-</w:t>
      </w:r>
      <w:r>
        <w:t>ul</w:t>
      </w:r>
      <w:r w:rsidR="0024685D">
        <w:t>-</w:t>
      </w:r>
      <w:r>
        <w:t>Arqam with the intention of killing the Prophet when a passer</w:t>
      </w:r>
      <w:r w:rsidR="0024685D">
        <w:t>-</w:t>
      </w:r>
      <w:r>
        <w:t>by stopped him, and informed him that his own sister and her husband had become Muslims; and advised him to put his own house in order before undertaking any other grandiose and chimerical project.</w:t>
      </w:r>
    </w:p>
    <w:p w:rsidR="00776573" w:rsidRDefault="00B17538" w:rsidP="00B17538">
      <w:pPr>
        <w:pStyle w:val="libNormal"/>
      </w:pPr>
      <w:r>
        <w:t>Muhammad Husayn Haykal</w:t>
      </w:r>
    </w:p>
    <w:p w:rsidR="00776573" w:rsidRDefault="00B17538" w:rsidP="00B17538">
      <w:pPr>
        <w:pStyle w:val="libNormal"/>
      </w:pPr>
      <w:r>
        <w:t>Umar went there (to Dar</w:t>
      </w:r>
      <w:r w:rsidR="0024685D">
        <w:t>-</w:t>
      </w:r>
      <w:r>
        <w:t>ul</w:t>
      </w:r>
      <w:r w:rsidR="0024685D">
        <w:t>-</w:t>
      </w:r>
      <w:r>
        <w:t>Arqam) resolved to kill Muhammad and thus relieve the Quraysh of its burden, restore its ravaged unity, and re</w:t>
      </w:r>
      <w:r w:rsidR="0024685D">
        <w:t>-</w:t>
      </w:r>
      <w:r>
        <w:t>establish respect for the gods that Muhammad had castigated. On the road to Makkah he was met by Nu'aym ibn Abdullah. Upon learning what Umar was about, Nu'aym said, "By God, you have deceived yourself, O Umar! Do you think that Banu Abd Manaf would let you run around alive once you kill Muhammad. Your sister is a Muslim now. Why don't you return to your own house and set it straight?" (The Life of Muhammad, Cairo, 1935)</w:t>
      </w:r>
    </w:p>
    <w:p w:rsidR="00776573" w:rsidRDefault="00B17538" w:rsidP="00B17538">
      <w:pPr>
        <w:pStyle w:val="libNormal"/>
      </w:pPr>
      <w:r>
        <w:t>Umar was furious to hear this. He immediately changed his direction from the house of Arqam to the house of his sister to investigate the allegation. In reply to his question, she gave him a discreet but evasive answer.</w:t>
      </w:r>
    </w:p>
    <w:p w:rsidR="00776573" w:rsidRDefault="00B17538" w:rsidP="00B17538">
      <w:pPr>
        <w:pStyle w:val="libNormal"/>
      </w:pPr>
      <w:r>
        <w:t>Muhammad ibn Ishaq</w:t>
      </w:r>
    </w:p>
    <w:p w:rsidR="00776573" w:rsidRDefault="00B17538" w:rsidP="00B17538">
      <w:pPr>
        <w:pStyle w:val="libNormal"/>
      </w:pPr>
      <w:r>
        <w:t xml:space="preserve">Umar came to the door (of the house of his sister) as Khabbab (a companion of the Prophet) was studying the Sura Taha and When the Sun is Overthrown. The pagans used to call this reading "rubbish." When Umar came in, his sister saw that he meant mischief and hid the sheets from which they were reading. Khabbab slipped away into the house. Umar asked what </w:t>
      </w:r>
      <w:r>
        <w:lastRenderedPageBreak/>
        <w:t>was the gibberish he had heard to which she answered that it was merely conversation between them... (The Life of the Messenger of God)</w:t>
      </w:r>
    </w:p>
    <w:p w:rsidR="00776573" w:rsidRDefault="00B17538" w:rsidP="00B17538">
      <w:pPr>
        <w:pStyle w:val="libNormal"/>
      </w:pPr>
      <w:r>
        <w:t>Umar exploded in wrath at what he thought to be a prevarication, and struck his sister in her face. The blow caused her mouth to bleed. Umar was going to strike again but the sight of blood made him pause. He suddenly appeared to relent, and then in a changed tone asked her to show him what she was reading. She sensed a change in him but said: "You are an unclean idolater, and I cannot allow you to touch the word of Allah." Umar immediately went home, washed himself, returned to his sister's house, read the text of Quran, and then went to Arqam's house where he bore witness to the Unity of the Creator and the Prophethood of Muhammed.</w:t>
      </w:r>
    </w:p>
    <w:p w:rsidR="00776573" w:rsidRDefault="00B17538" w:rsidP="00B17538">
      <w:pPr>
        <w:pStyle w:val="libNormal"/>
      </w:pPr>
      <w:r>
        <w:t>Sir William Muir says that Umar's conversion to Islam took place at the close of the sixth year of Mohammed's mission.</w:t>
      </w:r>
    </w:p>
    <w:p w:rsidR="00776573" w:rsidRDefault="00B17538" w:rsidP="00B17538">
      <w:pPr>
        <w:pStyle w:val="libNormal"/>
      </w:pPr>
      <w:r>
        <w:t>Sir William Muir</w:t>
      </w:r>
    </w:p>
    <w:p w:rsidR="00776573" w:rsidRDefault="00B17538" w:rsidP="00B17538">
      <w:pPr>
        <w:pStyle w:val="libNormal"/>
      </w:pPr>
      <w:r>
        <w:t>It (Umar's conversion) occurred in Dzul Hajj, the last month of the year. The believers are said now to have amounted in all to 40 men and ten women; or by other accounts, to 45 men and eleven women. (The Life of Mohammed, London, 1877) Umar was in his thirties when he became a Muslim.</w:t>
      </w:r>
    </w:p>
    <w:p w:rsidR="00776573" w:rsidRDefault="00B17538" w:rsidP="00B17538">
      <w:pPr>
        <w:pStyle w:val="libNormal"/>
      </w:pPr>
      <w:r>
        <w:t>Muhammad Husayn Haykal</w:t>
      </w:r>
    </w:p>
    <w:p w:rsidR="00B17538" w:rsidRDefault="00B17538" w:rsidP="00B17538">
      <w:pPr>
        <w:pStyle w:val="libNormal"/>
      </w:pPr>
      <w:r>
        <w:t>At that time, Umar ibn al</w:t>
      </w:r>
      <w:r w:rsidR="0024685D">
        <w:t>-</w:t>
      </w:r>
      <w:r>
        <w:t>Khattab was a mature man of thirty to thirty</w:t>
      </w:r>
      <w:r w:rsidR="0024685D">
        <w:t>-</w:t>
      </w:r>
      <w:r>
        <w:t>five years of age. (The Life of Muhammad, Cairo, 1935)</w:t>
      </w:r>
    </w:p>
    <w:p w:rsidR="00B17538" w:rsidRDefault="00B17538" w:rsidP="00035570">
      <w:pPr>
        <w:pStyle w:val="libNormal"/>
      </w:pPr>
      <w:r>
        <w:br w:type="page"/>
      </w:r>
    </w:p>
    <w:p w:rsidR="00776573" w:rsidRDefault="00B17538" w:rsidP="00B17538">
      <w:pPr>
        <w:pStyle w:val="Heading1Center"/>
      </w:pPr>
      <w:bookmarkStart w:id="11" w:name="_Toc423343223"/>
      <w:r>
        <w:lastRenderedPageBreak/>
        <w:t>Chapter</w:t>
      </w:r>
      <w:r w:rsidR="00B74437">
        <w:t xml:space="preserve"> 11</w:t>
      </w:r>
      <w:r>
        <w:t>: Umar's Conversion to Islam, A.D. 616</w:t>
      </w:r>
      <w:bookmarkEnd w:id="11"/>
    </w:p>
    <w:p w:rsidR="00776573" w:rsidRDefault="00B17538" w:rsidP="00B17538">
      <w:pPr>
        <w:pStyle w:val="libNormal"/>
      </w:pPr>
      <w:r>
        <w:t>The most notable event of the year 6 of the Call was the conversion to Islam of Umar ibn al</w:t>
      </w:r>
      <w:r w:rsidR="0024685D">
        <w:t>-</w:t>
      </w:r>
      <w:r>
        <w:t>Khattab, a future khalifa of the Muslims. He was one of the most rabid enemies of Islam and Muhammed Mustafa, the Messenger of Allah, and was a great tormentor of the Muslims. The modern Egyptian historian, Amin Dawidar, says in his book, Pictures From the Life of the Prophet, that Umar's hatred of Islam, and his hostility to Muhammed Mustafa, were matched only by the hatred of and hostility to them, of his own maternal uncle, Abu Jahl.</w:t>
      </w:r>
    </w:p>
    <w:p w:rsidR="00776573" w:rsidRDefault="00B17538" w:rsidP="00B17538">
      <w:pPr>
        <w:pStyle w:val="libNormal"/>
      </w:pPr>
      <w:r>
        <w:t>It is said that one day Umar resolved, in sheer exasperation, to kill Muhammed Mustafa, and thereby to extinguish the flame of Islam itself. He left his home with this intention.</w:t>
      </w:r>
    </w:p>
    <w:p w:rsidR="00776573" w:rsidRDefault="00B17538" w:rsidP="00B17538">
      <w:pPr>
        <w:pStyle w:val="libNormal"/>
      </w:pPr>
      <w:r>
        <w:t>As noted before, the Muslims at this time (the end of the year 6) still gathered in the house of Arqam ibn Abil Arqam to say their congregational prayers. They were just beginning to assemble, when one of them, looking out the window, saw Umar approaching the house with a drawn sword. In a state of considerable alarm, he told other members of the congregation what he saw. Presumably, they too were alarmed. But Hamza, who was also present in the house of Arqam, reassured them, and said that if Umar was coming with good intentions, then it was all right; if not, then he (Hamza) would run him (Umar) through with his (Umar's) own sword. But it so happened that Umar had come with the intention of accepting Islam, and he did.</w:t>
      </w:r>
    </w:p>
    <w:p w:rsidR="00776573" w:rsidRDefault="00B17538" w:rsidP="00B17538">
      <w:pPr>
        <w:pStyle w:val="libNormal"/>
      </w:pPr>
      <w:r>
        <w:t>The story is told that Umar was going toward Dar</w:t>
      </w:r>
      <w:r w:rsidR="0024685D">
        <w:t>-</w:t>
      </w:r>
      <w:r>
        <w:t>ul</w:t>
      </w:r>
      <w:r w:rsidR="0024685D">
        <w:t>-</w:t>
      </w:r>
      <w:r>
        <w:t>Arqam with the intention of killing the Prophet when a passer</w:t>
      </w:r>
      <w:r w:rsidR="0024685D">
        <w:t>-</w:t>
      </w:r>
      <w:r>
        <w:t>by stopped him, and informed him that his own sister and her husband had become Muslims; and advised him to put his own house in order before undertaking any other grandiose and chimerical project.</w:t>
      </w:r>
    </w:p>
    <w:p w:rsidR="00776573" w:rsidRDefault="00B17538" w:rsidP="00B17538">
      <w:pPr>
        <w:pStyle w:val="libNormal"/>
      </w:pPr>
      <w:r>
        <w:t>Muhammad Husayn Haykal</w:t>
      </w:r>
    </w:p>
    <w:p w:rsidR="00776573" w:rsidRDefault="00B17538" w:rsidP="00B17538">
      <w:pPr>
        <w:pStyle w:val="libNormal"/>
      </w:pPr>
      <w:r>
        <w:t>Umar went there (to Dar</w:t>
      </w:r>
      <w:r w:rsidR="0024685D">
        <w:t>-</w:t>
      </w:r>
      <w:r>
        <w:t>ul</w:t>
      </w:r>
      <w:r w:rsidR="0024685D">
        <w:t>-</w:t>
      </w:r>
      <w:r>
        <w:t>Arqam) resolved to kill Muhammad and thus relieve the Quraysh of its burden, restore its ravaged unity, and re</w:t>
      </w:r>
      <w:r w:rsidR="0024685D">
        <w:t>-</w:t>
      </w:r>
      <w:r>
        <w:t>establish respect for the gods that Muhammad had castigated. On the road to Makkah he was met by Nu'aym ibn Abdullah. Upon learning what Umar was about, Nu'aym said, "By God, you have deceived yourself, O Umar! Do you think that Banu Abd Manaf would let you run around alive once you kill Muhammad. Your sister is a Muslim now. Why don't you return to your own house and set it straight?" (The Life of Muhammad, Cairo, 1935)</w:t>
      </w:r>
    </w:p>
    <w:p w:rsidR="00776573" w:rsidRDefault="00B17538" w:rsidP="00B17538">
      <w:pPr>
        <w:pStyle w:val="libNormal"/>
      </w:pPr>
      <w:r>
        <w:t>Umar was furious to hear this. He immediately changed his direction from the house of Arqam to the house of his sister to investigate the allegation. In reply to his question, she gave him a discreet but evasive answer.</w:t>
      </w:r>
    </w:p>
    <w:p w:rsidR="00776573" w:rsidRDefault="00B17538" w:rsidP="00B17538">
      <w:pPr>
        <w:pStyle w:val="libNormal"/>
      </w:pPr>
      <w:r>
        <w:t>Muhammad ibn Ishaq</w:t>
      </w:r>
    </w:p>
    <w:p w:rsidR="00776573" w:rsidRDefault="00B17538" w:rsidP="00B17538">
      <w:pPr>
        <w:pStyle w:val="libNormal"/>
      </w:pPr>
      <w:r>
        <w:t xml:space="preserve">Umar came to the door (of the house of his sister) as Khabbab (a companion of the Prophet) was studying the Sura Taha and When the Sun is Overthrown. The pagans used to call this reading "rubbish." When Umar came in, his sister saw that he meant mischief and hid the sheets from which they were reading. Khabbab slipped away into the house. Umar asked what </w:t>
      </w:r>
      <w:r>
        <w:lastRenderedPageBreak/>
        <w:t>was the gibberish he had heard to which she answered that it was merely conversation between them... (The Life of the Messenger of God)</w:t>
      </w:r>
    </w:p>
    <w:p w:rsidR="00776573" w:rsidRDefault="00B17538" w:rsidP="00B17538">
      <w:pPr>
        <w:pStyle w:val="libNormal"/>
      </w:pPr>
      <w:r>
        <w:t>Umar exploded in wrath at what he thought to be a prevarication, and struck his sister in her face. The blow caused her mouth to bleed. Umar was going to strike again but the sight of blood made him pause. He suddenly appeared to relent, and then in a changed tone asked her to show him what she was reading. She sensed a change in him but said: "You are an unclean idolater, and I cannot allow you to touch the word of Allah." Umar immediately went home, washed himself, returned to his sister's house, read the text of Quran, and then went to Arqam's house where he bore witness to the Unity of the Creator and the Prophethood of Muhammed.</w:t>
      </w:r>
    </w:p>
    <w:p w:rsidR="00776573" w:rsidRDefault="00B17538" w:rsidP="00B17538">
      <w:pPr>
        <w:pStyle w:val="libNormal"/>
      </w:pPr>
      <w:r>
        <w:t>Sir William Muir says that Umar's conversion to Islam took place at the close of the sixth year of Mohammed's mission.</w:t>
      </w:r>
    </w:p>
    <w:p w:rsidR="00776573" w:rsidRDefault="00B17538" w:rsidP="00B17538">
      <w:pPr>
        <w:pStyle w:val="libNormal"/>
      </w:pPr>
      <w:r>
        <w:t>Sir William Muir</w:t>
      </w:r>
    </w:p>
    <w:p w:rsidR="00776573" w:rsidRDefault="00B17538" w:rsidP="00B17538">
      <w:pPr>
        <w:pStyle w:val="libNormal"/>
      </w:pPr>
      <w:r>
        <w:t>It (Umar's conversion) occurred in Dzul Hajj, the last month of the year. The believers are said now to have amounted in all to 40 men and ten women; or by other accounts, to 45 men and eleven women. (The Life of Mohammed, London, 1877) Umar was in his thirties when he became a Muslim.</w:t>
      </w:r>
    </w:p>
    <w:p w:rsidR="00776573" w:rsidRDefault="00B17538" w:rsidP="00B17538">
      <w:pPr>
        <w:pStyle w:val="libNormal"/>
      </w:pPr>
      <w:r>
        <w:t>Muhammad Husayn Haykal</w:t>
      </w:r>
    </w:p>
    <w:p w:rsidR="00B17538" w:rsidRDefault="00B17538" w:rsidP="00B17538">
      <w:pPr>
        <w:pStyle w:val="libNormal"/>
      </w:pPr>
      <w:r>
        <w:t>At that time, Umar ibn al</w:t>
      </w:r>
      <w:r w:rsidR="0024685D">
        <w:t>-</w:t>
      </w:r>
      <w:r>
        <w:t>Khattab was a mature man of thirty to thirty</w:t>
      </w:r>
      <w:r w:rsidR="0024685D">
        <w:t>-</w:t>
      </w:r>
      <w:r>
        <w:t>five years of age. (The Life of Muhammad, Cairo, 1935)</w:t>
      </w:r>
    </w:p>
    <w:p w:rsidR="00B17538" w:rsidRDefault="00B17538" w:rsidP="00035570">
      <w:pPr>
        <w:pStyle w:val="libNormal"/>
      </w:pPr>
      <w:r>
        <w:br w:type="page"/>
      </w:r>
    </w:p>
    <w:p w:rsidR="00776573" w:rsidRDefault="00B74437" w:rsidP="00B17538">
      <w:pPr>
        <w:pStyle w:val="Heading1Center"/>
      </w:pPr>
      <w:bookmarkStart w:id="12" w:name="_Toc423343224"/>
      <w:r>
        <w:lastRenderedPageBreak/>
        <w:t xml:space="preserve">Chapter 12: </w:t>
      </w:r>
      <w:r w:rsidR="00B17538">
        <w:t>The Death of Khadija tul</w:t>
      </w:r>
      <w:r w:rsidR="0024685D">
        <w:t>-</w:t>
      </w:r>
      <w:r w:rsidR="00B17538">
        <w:t>Kubra and Abu Talib A. D. 619</w:t>
      </w:r>
      <w:bookmarkEnd w:id="12"/>
    </w:p>
    <w:p w:rsidR="00776573" w:rsidRDefault="00B17538" w:rsidP="00B17538">
      <w:pPr>
        <w:pStyle w:val="libNormal"/>
      </w:pPr>
      <w:r>
        <w:t>The five paladins of Makka had trampled upon the covenant of the Quraysh to boycott the Bani Hashim. Thanks to their chivalry and gallantry, the Bani Hashim could return to the city, and live in their homes once again. But they had barely begun to recover from the rigors of living in a mountain hideout for three years, when Khadija, the wife, the companion and the friend of Muhammed Mustafa, the Messenger of Allah; and the benefactress of Islam and the Muslims, fell ill. Her illness was brief but fatal. All her life she had lived in the midst of abundance and luxury but the three years of exile had been a time of excessive austerity for her which inevitably took its toll.</w:t>
      </w:r>
    </w:p>
    <w:p w:rsidR="00776573" w:rsidRDefault="00B17538" w:rsidP="00B17538">
      <w:pPr>
        <w:pStyle w:val="libNormal"/>
      </w:pPr>
      <w:r>
        <w:t>As noted before, Khadija was the first woman to declare that the Creator was One, and that Muhammed was His Messenger. The glory and honor of being the First Believer in the whole world, is hers to all eternity.</w:t>
      </w:r>
    </w:p>
    <w:p w:rsidR="00776573" w:rsidRDefault="00B17538" w:rsidP="00B17538">
      <w:pPr>
        <w:pStyle w:val="libNormal"/>
      </w:pPr>
      <w:r>
        <w:t>When Islam came under mounting pressure from its enemies, Khadija sacrificed her comfort, her wealth and her home for it; and now it would appear that she sacrificed her life also. Without a doubt, if she had lived in her palatial house in Makka, surrounded by her maid</w:t>
      </w:r>
      <w:r w:rsidR="0024685D">
        <w:t>-</w:t>
      </w:r>
      <w:r>
        <w:t>servants, she might have lived for many more years. But she preferred to stand by her husband and his clan, and to share the bitters of life with them. During the siege, she had to endure not only the pangs of hunger and thirst but also the extremes of heat in summer and cold in winter; yet she never complained to her husband about them. Whether times were good or bad, whether she had plenty or she had nothing, she was always cheerful. Austerity and privation never soured her. It was this temperament that was an unfailing source of comfort, courage and strength for her husband during the bleakest moments of his life.</w:t>
      </w:r>
    </w:p>
    <w:p w:rsidR="00776573" w:rsidRDefault="00B17538" w:rsidP="00B17538">
      <w:pPr>
        <w:pStyle w:val="libNormal"/>
      </w:pPr>
      <w:r>
        <w:t>During the years of the siege, Khadija spent all her fortune on buying essentials like food and water for the clan of her husband. When she returned to her house, her last cent was gone; and when she died, there was not enough money available in the house even to buy a shroud. A cloak of her husband was used as a shroud for her, and she was given burial in it.</w:t>
      </w:r>
    </w:p>
    <w:p w:rsidR="00776573" w:rsidRDefault="00B17538" w:rsidP="00B17538">
      <w:pPr>
        <w:pStyle w:val="libNormal"/>
      </w:pPr>
      <w:r>
        <w:t>Muhammed Mustafa never took another wife as long as Khadija lived, and if she had not died, it is most probable that he would never have married any other woman.</w:t>
      </w:r>
    </w:p>
    <w:p w:rsidR="00776573" w:rsidRDefault="00B17538" w:rsidP="00B17538">
      <w:pPr>
        <w:pStyle w:val="libNormal"/>
      </w:pPr>
      <w:r>
        <w:t>Edward Gibbon</w:t>
      </w:r>
    </w:p>
    <w:p w:rsidR="00776573" w:rsidRDefault="00B17538" w:rsidP="00B17538">
      <w:pPr>
        <w:pStyle w:val="libNormal"/>
      </w:pPr>
      <w:r>
        <w:t>During the 24</w:t>
      </w:r>
      <w:r w:rsidR="0024685D">
        <w:t>-</w:t>
      </w:r>
      <w:r>
        <w:t>years of their marriage, Khadija's youthful husband abstained from the right of polygamy, and the pride or tenderness of the venerable matron was never insulted by the society of a rival. After her death, the Prophet placed her in the rank of four perfect women, with the sister (sic) of Moses, the mother of Jesus, and Fatima, the best beloved of his daughters (sic). (The Decline and Fall of the Roman Empire)</w:t>
      </w:r>
    </w:p>
    <w:p w:rsidR="00776573" w:rsidRDefault="00B17538" w:rsidP="00B17538">
      <w:pPr>
        <w:pStyle w:val="libNormal"/>
      </w:pPr>
      <w:r>
        <w:t xml:space="preserve">Muhammad ibn Ishaq, the biographer of the Prophet, says that when there was resumption of Divine revelation, after its cessation following the first two visits of Gabriel, Khadija received a tribute and a salutation of peace from Allah Ta'ala. The message was communicated to Muhammed by </w:t>
      </w:r>
      <w:r>
        <w:lastRenderedPageBreak/>
        <w:t>Gabriel, and when he conveyed it to Khadija, she said: "Allah is Peace (as</w:t>
      </w:r>
      <w:r w:rsidR="0024685D">
        <w:t>-</w:t>
      </w:r>
      <w:r>
        <w:t>Salam), and from Him is all Peace, and may peace be on Gabriel."</w:t>
      </w:r>
    </w:p>
    <w:p w:rsidR="00776573" w:rsidRDefault="00B17538" w:rsidP="00B17538">
      <w:pPr>
        <w:pStyle w:val="libNormal"/>
      </w:pPr>
      <w:r>
        <w:t>Muhammed forever remembered Khadija with affection, gratitude and love. During her illness, he kept a nightlong vigil nursing her, comforting her and praying for her. He told her that Allah had promised Eternal Bliss to her, and had built for her a palace of pearls in Paradise. Toward morning her frail frame could not endure the attack of fever any more and her sanctified and noble soul left this earth for its destination in Heaven where it entered the company of the immortals. Her death filled Muhammed's heart with sorrow.</w:t>
      </w:r>
    </w:p>
    <w:p w:rsidR="00776573" w:rsidRDefault="00B17538" w:rsidP="00B17538">
      <w:pPr>
        <w:pStyle w:val="libNormal"/>
      </w:pPr>
      <w:r>
        <w:t>Khadija died on the tenth of Ramadan of the tenth year of the Proclamation of Islam. Khadija was buried in Hujun above Makka. Muhammed Mustafa, the Messenger of Allah, himself descended into her grave to lie in it for a few moments. Then he assisted the other mourners in lowering the body into it. After the burial, he smoothed the earth on her grave.</w:t>
      </w:r>
    </w:p>
    <w:p w:rsidR="00B17538" w:rsidRDefault="00B17538" w:rsidP="00B17538">
      <w:pPr>
        <w:pStyle w:val="libNormal"/>
      </w:pPr>
      <w:r>
        <w:t>Thus died Khadija, the first woman to believe in the Oneness of the Creator.</w:t>
      </w:r>
    </w:p>
    <w:p w:rsidR="00B17538" w:rsidRDefault="00B17538" w:rsidP="00B17538">
      <w:pPr>
        <w:pStyle w:val="libNormal"/>
      </w:pPr>
      <w:r>
        <w:t>Peace on Khadija to whom Allah Ta'ala sent His greetings and salutations.</w:t>
      </w:r>
    </w:p>
    <w:p w:rsidR="00B17538" w:rsidRDefault="00B17538" w:rsidP="00B17538">
      <w:pPr>
        <w:pStyle w:val="libNormal"/>
      </w:pPr>
      <w:r>
        <w:t>Peace on Khadija for whom Allah Ta'ala built a palace of pearls in Paradise.</w:t>
      </w:r>
    </w:p>
    <w:p w:rsidR="00776573" w:rsidRDefault="00B17538" w:rsidP="00B17538">
      <w:pPr>
        <w:pStyle w:val="libNormal"/>
      </w:pPr>
      <w:r>
        <w:t>Peace on Khadija, the best of women, and the chief of all women.</w:t>
      </w:r>
    </w:p>
    <w:p w:rsidR="00776573" w:rsidRDefault="00B17538" w:rsidP="00B17538">
      <w:pPr>
        <w:pStyle w:val="libNormal"/>
      </w:pPr>
      <w:r>
        <w:t xml:space="preserve">Khadija died in 619. One month after her death, Muhammed Mustafa had to sustain another shock in the death of Abu Talib, his uncle and guardian, and the bulwark of Islam. The death of these two friends </w:t>
      </w:r>
      <w:r w:rsidR="0024685D">
        <w:t>-</w:t>
      </w:r>
      <w:r>
        <w:t xml:space="preserve"> Khadija and Abu Talib </w:t>
      </w:r>
      <w:r w:rsidR="0024685D">
        <w:t>-</w:t>
      </w:r>
      <w:r>
        <w:t xml:space="preserve"> was the greatest shock that the Apostle of God had to endure in the fifty years of his life. The two lamps of his life were extinguished. He was overwhelmed with sorrow. He called the year of their death "the Year of Sorrow."</w:t>
      </w:r>
    </w:p>
    <w:p w:rsidR="00776573" w:rsidRDefault="00B17538" w:rsidP="00B17538">
      <w:pPr>
        <w:pStyle w:val="libNormal"/>
      </w:pPr>
      <w:r>
        <w:t>The year 619 turned out to be a year of sorrow for Muhammed Mustafa in more than one sense. The death of one's loved ones is naturally an occasion for sorrow. But in the case of Muhammed, the death of these two friends was not merely a subjective experience for him. He was soon made conscious of the meaning of their death by a series of extraneous events.</w:t>
      </w:r>
    </w:p>
    <w:p w:rsidR="00776573" w:rsidRDefault="00B17538" w:rsidP="00B17538">
      <w:pPr>
        <w:pStyle w:val="libNormal"/>
      </w:pPr>
      <w:r>
        <w:t>Muhammad ibn Ishaq</w:t>
      </w:r>
    </w:p>
    <w:p w:rsidR="00776573" w:rsidRDefault="00B17538" w:rsidP="00B17538">
      <w:pPr>
        <w:pStyle w:val="libNormal"/>
      </w:pPr>
      <w:r>
        <w:t>Khadija and Abu Talib died in the same year, and with Khadija's death troubles came fast one after another. She had been a faithful supporter for him in Islam, and he used to tell her of his troubles. With the death of Abu Talib he lost a source of strength in his personal life and a dcfence and protection against his tribe. Abu Talib died three years before he (Muhammed) migrated to Medina, and it was then that Quraysh began to treat him in an offcnsive way which they did not dare to follow in his uncle's lifetime. A young lout actually threw dust on his head. Hisham on the authority of his father, Urwa, told me that the Prophet went into his house, and he was saying: "Quraysh never treated me like this when Abu Talib was alive." (The Life of the Messenger of Allah)</w:t>
      </w:r>
    </w:p>
    <w:p w:rsidR="00776573" w:rsidRDefault="00B17538" w:rsidP="00B17538">
      <w:pPr>
        <w:pStyle w:val="libNormal"/>
      </w:pPr>
      <w:r>
        <w:t>Washington Irving</w:t>
      </w:r>
    </w:p>
    <w:p w:rsidR="00776573" w:rsidRDefault="00B17538" w:rsidP="00B17538">
      <w:pPr>
        <w:pStyle w:val="libNormal"/>
      </w:pPr>
      <w:r>
        <w:lastRenderedPageBreak/>
        <w:t>Mohammed soon became sensiblc of lhC loss he had suslained in the dealh of Abu Talib who had becn not merely an affectionate relative, but a steadfast and powerful protector, from his great influence in Mccca. At his death there was no one to check and counteract the hostilities of Abu Sofian and Abu Jahl.</w:t>
      </w:r>
    </w:p>
    <w:p w:rsidR="00776573" w:rsidRDefault="00B17538" w:rsidP="00B17538">
      <w:pPr>
        <w:pStyle w:val="libNormal"/>
      </w:pPr>
      <w:r>
        <w:t>The fortunes of Mohammed were becoming darker and darker in his native place. Khadija, his original benefactress, the devoted companion of his solitude and seclusion, the zealous believer in his doctrine, was dead; so also was Abu Talib, once his faithful and efficient protector. Deprived of the sheltering influence of the latter, Mohammed had become, in a manner, an outlaw in Mecca, obliged to conceal himself and remain a burden on the hospitality of those whom his own doctrines had involved in persecution (sic). If worldly advantage had been his objective, how had it been attained? (The Life of Mohammed)</w:t>
      </w:r>
    </w:p>
    <w:p w:rsidR="00776573" w:rsidRDefault="00B17538" w:rsidP="00B17538">
      <w:pPr>
        <w:pStyle w:val="libNormal"/>
      </w:pPr>
      <w:r>
        <w:t xml:space="preserve">Washington Irving has erred in stating that Muhammed had become "a burden on the hospitality of those whom his own doctrines had involved in persecution." Muhammed was never a burden to anyone at any time. The members of his clan </w:t>
      </w:r>
      <w:r w:rsidR="0024685D">
        <w:t>-</w:t>
      </w:r>
      <w:r>
        <w:t xml:space="preserve"> the Bani Hashim </w:t>
      </w:r>
      <w:r w:rsidR="0024685D">
        <w:t>-</w:t>
      </w:r>
      <w:r>
        <w:t xml:space="preserve"> considered it an honor and a privilege to defend him and to protect Islam </w:t>
      </w:r>
      <w:r w:rsidR="0024685D">
        <w:t>-</w:t>
      </w:r>
      <w:r>
        <w:t xml:space="preserve"> both of them their greatest treasures. They were aware that with Muhammed in their midst, they had become the recipients of the blessings of Heaven, and they had no intention of forfeiting those blessings at any price. Who else but the clan of Bani Hashim would defend Muhammed and protect Islam? Muhammed was its flesh and its blood, and Islam was its life and its love.</w:t>
      </w:r>
    </w:p>
    <w:p w:rsidR="00776573" w:rsidRDefault="00B17538" w:rsidP="00B17538">
      <w:pPr>
        <w:pStyle w:val="libNormal"/>
      </w:pPr>
      <w:r>
        <w:t xml:space="preserve">Another error that the distinguished historian has made the question which he has posed: "If worldly advantage had his (Muhammed's) objective, how had it been attained?" Attaining worldly advantage was not Muhammed's objective. The Quraysh had offered him all the worldly advantages; they offered him wealth, kingdom and beauty. They were all his for the asking. But he kicked at them. Could they offer him anything else? Muhammed had only one objective and that was to carry out the duty imposed upon him by Allah Ta'ala, namely, to promulgate Islam </w:t>
      </w:r>
      <w:r w:rsidR="0024685D">
        <w:t>-</w:t>
      </w:r>
      <w:r>
        <w:t xml:space="preserve"> the Religion of Allah.</w:t>
      </w:r>
    </w:p>
    <w:p w:rsidR="00776573" w:rsidRDefault="00B17538" w:rsidP="00B17538">
      <w:pPr>
        <w:pStyle w:val="libNormal"/>
      </w:pPr>
      <w:r>
        <w:t>Sir William Muir</w:t>
      </w:r>
    </w:p>
    <w:p w:rsidR="00776573" w:rsidRDefault="00B17538" w:rsidP="00B17538">
      <w:pPr>
        <w:pStyle w:val="libNormal"/>
      </w:pPr>
      <w:r>
        <w:t>The sacrifices to which Abu Talib exposed himself and his family for the sake of his nephew, while yet incredulous of his mission (sic), stamp his character as singularly noble and unselfish. They afford at the same time strong proof of the sincerity of Mohammed. Abu Talib would not have acted thus for an interested deceiver; and he had ample means of scrutiny. (The Life of Mohammed, London, 1877) Sir William Muir further says in this connection:</w:t>
      </w:r>
    </w:p>
    <w:p w:rsidR="00776573" w:rsidRDefault="00B17538" w:rsidP="00B17538">
      <w:pPr>
        <w:pStyle w:val="libNormal"/>
      </w:pPr>
      <w:r>
        <w:t>"If indeed, it had not been for the influence and steadfast protection of Abu Talib, it is clear that the hostile intentions of the Coreish would have imperilled the liberty, perhaps the life, of Mohammed." (The Life of Mohammed, London, 1877)</w:t>
      </w:r>
    </w:p>
    <w:p w:rsidR="00776573" w:rsidRDefault="00B17538" w:rsidP="00B17538">
      <w:pPr>
        <w:pStyle w:val="libNormal"/>
      </w:pPr>
      <w:r>
        <w:t>Jurji Zaydan</w:t>
      </w:r>
    </w:p>
    <w:p w:rsidR="00776573" w:rsidRDefault="00B17538" w:rsidP="00B17538">
      <w:pPr>
        <w:pStyle w:val="libNormal"/>
      </w:pPr>
      <w:r>
        <w:t xml:space="preserve">The reason why Abdul Muttalib made Abu Talib the guardian of Muhammed, was that Abu Talib and Abdullah were the children of the same </w:t>
      </w:r>
      <w:r>
        <w:lastRenderedPageBreak/>
        <w:t>mother. Without a doubt, the proteclion of Abu Talib was the major cause not only of the success of Muhammed's mission but also of his physical survival. Abu Talib was a dignitary of Quraysh, and a man of great prestige. Muhammed lived in his house like one of his children... (Complete Works, published by Dar</w:t>
      </w:r>
      <w:r w:rsidR="0024685D">
        <w:t>-</w:t>
      </w:r>
      <w:r>
        <w:t>ul</w:t>
      </w:r>
      <w:r w:rsidR="0024685D">
        <w:t>-</w:t>
      </w:r>
      <w:r>
        <w:t>Jeel, Beirut, Lebanon, Volume 1, page 91. 1981) Lt. General Sir John Glubb writes in his book, The Life and Times of Mohammed, that Abu Talib is not considered a hero by Muslims because he died in unbelief. But he adds, "Nevertheless, if it had not been for the staunch courage with which he stood by his nephew, Islam might have died in its cradle."</w:t>
      </w:r>
    </w:p>
    <w:p w:rsidR="00776573" w:rsidRDefault="00B17538" w:rsidP="00B17538">
      <w:pPr>
        <w:pStyle w:val="libNormal"/>
      </w:pPr>
      <w:r>
        <w:t>Both Sir William Muir and Sir John Glubb and many other historians have insinuated that Abu Talib died in unbelief. If challenged to prove this, they would advert to an authority like Imam Bukhari. Bukhari says in one of the "traditions" that he has collected that when Abu Talib was on his deathbed, the Apostle urged him to become a Muslim but he said that doing so would embarrass him with his Qurayshi friends.</w:t>
      </w:r>
    </w:p>
    <w:p w:rsidR="00776573" w:rsidRDefault="00B17538" w:rsidP="00B17538">
      <w:pPr>
        <w:pStyle w:val="libNormal"/>
      </w:pPr>
      <w:r>
        <w:t>The aulhors of this "tradition" forgot one thing. Abu Talib was dying, and knew that he was not going to see his Qurayshi "friends" any more. He knew that he was going into the presence of his Creator. At a time like this he could not have cared less for the Quraysh. His anxiety at all times was to win the pleasure of Allah. He proved by his deeds more than anyone else could ever prove by his words that his faith in the Oneness of God and in the mission of Muhammed as His messenger, was rocklike and unshakable.</w:t>
      </w:r>
    </w:p>
    <w:p w:rsidR="00776573" w:rsidRDefault="00B17538" w:rsidP="00B17538">
      <w:pPr>
        <w:pStyle w:val="libNormal"/>
      </w:pPr>
      <w:r>
        <w:t>Amin Dawidar, the modern Egyptian historian, says that Abu Talib was like a fortress for Muhammed which sheltered him from all the heat and cold and the contrariness and cussedness of the world outside. "And when Abu Talib died," he says, "Muhammed found himself face to face with the enemy for the first time in his life. Without a doubt, the death of Abu Talib was a great tragedy for him."</w:t>
      </w:r>
    </w:p>
    <w:p w:rsidR="00776573" w:rsidRDefault="00B17538" w:rsidP="00B17538">
      <w:pPr>
        <w:pStyle w:val="libNormal"/>
      </w:pPr>
      <w:r>
        <w:t>Abu Talib could not but be a Muslim and a Momin. No man can love Muhammed and idolatry at the same time; the two loves are mutually exclusive. And no man can love Muhammed yet hate Islam. The love of Muhammed and the hatred of Islam cannot coexist. Whoever loves Muhammed, must inevitably love Islam. If there is any one thing beyond any doubt in the history of Islam, it is the love of Abu Talib for Muhammed. As noted before, Abu Talib and his wife, loved Muhammed more than they loved their own children. Such love could have had only one fountainhead, namely, their conviction that Islam was divine in its origins.</w:t>
      </w:r>
    </w:p>
    <w:p w:rsidR="00776573" w:rsidRDefault="00B17538" w:rsidP="00B17538">
      <w:pPr>
        <w:pStyle w:val="libNormal"/>
      </w:pPr>
      <w:r>
        <w:t>Abu Talib was proud that Allah had chosen Muhammed, the son of his brother Abdullah, in all creation, to be His last and greatest messenger to mankind. Muhammed was the greatest love and the greatest pride of his uncle, Abu Talib. In His Book, Allah Ta'ala identified the protection that Abu Talib gave to Muhammed Mustafa, as His Own protection as per the following verse: DID HE NOT FIND THEE AN ORPHAN AND GIVE THEE SHELTER (AND CARE)?</w:t>
      </w:r>
    </w:p>
    <w:p w:rsidR="00776573" w:rsidRDefault="00B17538" w:rsidP="00B17538">
      <w:pPr>
        <w:pStyle w:val="libNormal"/>
      </w:pPr>
      <w:r>
        <w:t xml:space="preserve">Allah Ta'ala gave shelter (protection) and care to His Messenger, Muhammed Mustafa, through His slave </w:t>
      </w:r>
      <w:r w:rsidR="0024685D">
        <w:t>-</w:t>
      </w:r>
      <w:r>
        <w:t xml:space="preserve"> Abu Talib. Abu Talib worked in Makka for the glory and power of Islam, and he was the guardian of its </w:t>
      </w:r>
      <w:r>
        <w:lastRenderedPageBreak/>
        <w:t xml:space="preserve">absolute and incontestable values. For ten years, he steered the "vessel~ of Islam through dark and turbulent seas with a skill, vision and faith that became the dismay of the guardians of the idols of the pagans of Arabia. His deeds are an integral part of the story of Islam, and they are also the most eloquent testimony of his faith in Allah and His Messenger </w:t>
      </w:r>
      <w:r w:rsidR="0024685D">
        <w:t>-</w:t>
      </w:r>
      <w:r>
        <w:t xml:space="preserve"> in Islam!</w:t>
      </w:r>
    </w:p>
    <w:p w:rsidR="00B17538" w:rsidRDefault="00B17538" w:rsidP="00B17538">
      <w:pPr>
        <w:pStyle w:val="libNormal"/>
      </w:pPr>
      <w:r>
        <w:t>May Allah bless His loving slaves, Khadija and Abu Talib. Both of them put obedience to Him ahead of everything else in life.</w:t>
      </w:r>
    </w:p>
    <w:p w:rsidR="00B17538" w:rsidRDefault="00B17538" w:rsidP="00035570">
      <w:pPr>
        <w:pStyle w:val="libNormal"/>
      </w:pPr>
      <w:r>
        <w:br w:type="page"/>
      </w:r>
    </w:p>
    <w:p w:rsidR="00776573" w:rsidRDefault="00B74437" w:rsidP="00B17538">
      <w:pPr>
        <w:pStyle w:val="Heading1Center"/>
      </w:pPr>
      <w:bookmarkStart w:id="13" w:name="_Toc423343225"/>
      <w:r>
        <w:lastRenderedPageBreak/>
        <w:t>Chapter 13</w:t>
      </w:r>
      <w:r w:rsidR="00B17538">
        <w:t>: Khadija, the Mother of Believers</w:t>
      </w:r>
      <w:bookmarkEnd w:id="13"/>
    </w:p>
    <w:p w:rsidR="00776573" w:rsidRDefault="00B17538" w:rsidP="00B17538">
      <w:pPr>
        <w:pStyle w:val="libNormal"/>
      </w:pPr>
      <w:r>
        <w:t>Before Islam, Khadija was the Princess of Makka. When the sun of Islam rose above the horizon, Allah was pleased to make her the Princess of Islam also. Allah was also pleased to make her the Mother of the Believers, as He says in His Book: THE PROPHET IS CLOSER TO THE BELIEVERS THAN THEIR OWN SELVES, AND HIS WIVES ARE THEIR MOTHERS. (Chapter 33; verse 6)</w:t>
      </w:r>
    </w:p>
    <w:p w:rsidR="00776573" w:rsidRDefault="00B17538" w:rsidP="00B17538">
      <w:pPr>
        <w:pStyle w:val="libNormal"/>
      </w:pPr>
      <w:r>
        <w:t>Translators Note</w:t>
      </w:r>
    </w:p>
    <w:p w:rsidR="00776573" w:rsidRDefault="00B17538" w:rsidP="00B17538">
      <w:pPr>
        <w:pStyle w:val="libNormal"/>
      </w:pPr>
      <w:r>
        <w:t>"This Sura (chapter 33) establishes the dignity and position of the Holy Prophet's wives, who had a special mission and responsibility as Mothers of the Believers. They were not to be like ordinary women: they had to instruct women in spiritual matters, visit and minister to those who were ill or in distress, and do other kindly offices in aid of the Prophet's mission." (A. Yusuf Ali)</w:t>
      </w:r>
    </w:p>
    <w:p w:rsidR="00776573" w:rsidRDefault="00B17538" w:rsidP="00B17538">
      <w:pPr>
        <w:pStyle w:val="libNormal"/>
      </w:pPr>
      <w:r>
        <w:t xml:space="preserve">The title of the Mother of Believers appears to have been specifically designed for Khadija. Without Khadija, this title becomes meaningless. She and she alone gave the sacred love which a mother alone can give, to the believers. A mother may be hungry but if her children are hungry, she will feed them first. In fact, if necessary </w:t>
      </w:r>
      <w:r w:rsidR="0024685D">
        <w:t>-</w:t>
      </w:r>
      <w:r>
        <w:t xml:space="preserve"> in an exigency </w:t>
      </w:r>
      <w:r w:rsidR="0024685D">
        <w:t>-</w:t>
      </w:r>
      <w:r>
        <w:t xml:space="preserve"> she will feed her children her own share of food and will gladly go hungry. This has happened on countless occasions in history, especially during wars and famines. The fact that her children are well</w:t>
      </w:r>
      <w:r w:rsidR="0024685D">
        <w:t>-</w:t>
      </w:r>
      <w:r>
        <w:t>fed and contented, is enough to make a mother happy and contented, and is enough to make her forget her own hunger and thirst. A mother's love is unconditional; it is all</w:t>
      </w:r>
      <w:r w:rsidR="0024685D">
        <w:t>-</w:t>
      </w:r>
      <w:r>
        <w:t>protective, all</w:t>
      </w:r>
      <w:r w:rsidR="0024685D">
        <w:t>-</w:t>
      </w:r>
      <w:r>
        <w:t>enveloping.</w:t>
      </w:r>
    </w:p>
    <w:p w:rsidR="00776573" w:rsidRDefault="00B17538" w:rsidP="00B17538">
      <w:pPr>
        <w:pStyle w:val="libNormal"/>
      </w:pPr>
      <w:r>
        <w:t>Most of the Muslims of Makka were poor. They had no source of income, and they had no means of making a living in a city the economic life of which was controlled by a cartel of idolaters. The members of the cartel had decreed that no one would pay a Muslim any wages for any work done by him, and no one would buy anything from him. They knew that material privation affected the body as well as the spirit, and they figured that when the resistance of the Muslims breaks down through economic attrition, they would repudiate Islam, and they would abandon Muhammed. A concurrent aim of this policy was to starve the Muslims. But Khadija fed the poor Muslims, day after day, so that no one among them ever went hungry, and she provided shelter to them. For her, charity was nothing new but the size and scope of the commitment were; she spent money prodigiously on the poor and the homeless Muslims of Makka, and thus foiled the aims of the cartel.</w:t>
      </w:r>
    </w:p>
    <w:p w:rsidR="00776573" w:rsidRDefault="00B17538" w:rsidP="00B17538">
      <w:pPr>
        <w:pStyle w:val="libNormal"/>
      </w:pPr>
      <w:r>
        <w:t>The support that Khadija gave to the Muslim community in Makka, was indispensable for the survival of Islam. Her support to the Muslim community guaranteed its survival when it was in a state of blockade. In this sense, she was a maker of history the history of Islam.</w:t>
      </w:r>
    </w:p>
    <w:p w:rsidR="00776573" w:rsidRDefault="00B17538" w:rsidP="00B17538">
      <w:pPr>
        <w:pStyle w:val="libNormal"/>
      </w:pPr>
      <w:r>
        <w:t>All wives of Muhammed Mustafa, the Messenger of Allah, are the Mothers of Believers; but between them and Khadija there is a basic difference. All the women he married in Medina, received a stipend from the Bavt</w:t>
      </w:r>
      <w:r w:rsidR="0024685D">
        <w:t>-</w:t>
      </w:r>
      <w:r>
        <w:t>ul</w:t>
      </w:r>
      <w:r w:rsidR="0024685D">
        <w:t>-</w:t>
      </w:r>
      <w:r>
        <w:t xml:space="preserve">Mal (the Public Treasury). Some of them claimed special prerogatives, and demanded "perks" from him. They said that the stipend </w:t>
      </w:r>
      <w:r>
        <w:lastRenderedPageBreak/>
        <w:t>paid to them was insufficient for their needs, and they could not buy enough food to eat from it.</w:t>
      </w:r>
    </w:p>
    <w:p w:rsidR="00776573" w:rsidRDefault="00B17538" w:rsidP="00B17538">
      <w:pPr>
        <w:pStyle w:val="libNormal"/>
      </w:pPr>
      <w:r>
        <w:t>Khadija, on the other hand, never asked her husband for anything. Far from asking him to bring anything for her, she made her own purse a public treasury for the Muslims. In Makka there was no Bayt</w:t>
      </w:r>
      <w:r w:rsidR="0024685D">
        <w:t>-</w:t>
      </w:r>
      <w:r>
        <w:t>ul</w:t>
      </w:r>
      <w:r w:rsidR="0024685D">
        <w:t>-</w:t>
      </w:r>
      <w:r>
        <w:t>Mal, and it was the boundless generosity and the unlimited wealth of Khadija that saved the Community of the Faithful from starving. She was so solicitous of the welfare of the followers of her husband that she didn't withhold even the last coin that was in her possession, and spent it on them. May Allah bless His slave, Khadija, the Mother of the Believers, par excellence.</w:t>
      </w:r>
    </w:p>
    <w:p w:rsidR="00776573" w:rsidRDefault="00B17538" w:rsidP="00B17538">
      <w:pPr>
        <w:pStyle w:val="libNormal"/>
      </w:pPr>
      <w:r>
        <w:t>Khadija as a Mother</w:t>
      </w:r>
    </w:p>
    <w:p w:rsidR="00776573" w:rsidRDefault="00B17538" w:rsidP="00B17538">
      <w:pPr>
        <w:pStyle w:val="libNormal"/>
      </w:pPr>
      <w:r>
        <w:t>Dr. Sir Muhammad Iqbal (d. 1938) was the Poet</w:t>
      </w:r>
      <w:r w:rsidR="0024685D">
        <w:t>-</w:t>
      </w:r>
      <w:r>
        <w:t>Philosopher of Indo</w:t>
      </w:r>
      <w:r w:rsidR="0024685D">
        <w:t>-</w:t>
      </w:r>
      <w:r>
        <w:t>Pakistan. He was also a catalyst in the renaissance of the Muslims in the 20th</w:t>
      </w:r>
      <w:r w:rsidR="0024685D">
        <w:t>-</w:t>
      </w:r>
      <w:r>
        <w:t xml:space="preserve">century. He says that as a creator, a mother ranks next only to God Himself. She brings new life into the world, i.e., she creates; and that act </w:t>
      </w:r>
      <w:r w:rsidR="0024685D">
        <w:t>-</w:t>
      </w:r>
      <w:r>
        <w:t xml:space="preserve"> the act of bringing new life into the world or the act of creating, calls for sacrifice. In bringing new life into the world, a mother risks her own life. She therefore merits the greatest honor and respect. What makes her willing to sacrifice her life is love </w:t>
      </w:r>
      <w:r w:rsidR="0024685D">
        <w:t>-</w:t>
      </w:r>
      <w:r>
        <w:t xml:space="preserve"> the love of her child. Her love for her child is the most sacrosanct love. In sanctity, a mother's love for her child ranks second only to the love of God Khadija was the proud mother of three children </w:t>
      </w:r>
      <w:r w:rsidR="0024685D">
        <w:t>-</w:t>
      </w:r>
      <w:r>
        <w:t xml:space="preserve"> two boys and a girl, as noted before. The two boys </w:t>
      </w:r>
      <w:r w:rsidR="0024685D">
        <w:t>-</w:t>
      </w:r>
      <w:r>
        <w:t xml:space="preserve"> Qasim and Abdullah were still infants when they died. Her last and the only surviving child was her daughter, Fatima Zahra.</w:t>
      </w:r>
    </w:p>
    <w:p w:rsidR="00776573" w:rsidRDefault="00B17538" w:rsidP="00B17538">
      <w:pPr>
        <w:pStyle w:val="libNormal"/>
      </w:pPr>
      <w:r>
        <w:t xml:space="preserve">If Khadija was the ideal mother, Fatima Zahra was the ideal daughter. Fatima Zahra, the ideal daughter of Muhammed Mustafa and Khadija, also became the ideal mother. She was the mother of two boys </w:t>
      </w:r>
      <w:r w:rsidR="0024685D">
        <w:t>-</w:t>
      </w:r>
      <w:r>
        <w:t xml:space="preserve"> Hasan and Husain </w:t>
      </w:r>
      <w:r w:rsidR="0024685D">
        <w:t>-</w:t>
      </w:r>
      <w:r>
        <w:t xml:space="preserve"> and two girls </w:t>
      </w:r>
      <w:r w:rsidR="0024685D">
        <w:t>-</w:t>
      </w:r>
      <w:r>
        <w:t xml:space="preserve"> Zaynab and Umm Kulthum.</w:t>
      </w:r>
    </w:p>
    <w:p w:rsidR="00776573" w:rsidRDefault="00B17538" w:rsidP="00B17538">
      <w:pPr>
        <w:pStyle w:val="libNormal"/>
      </w:pPr>
      <w:r>
        <w:t xml:space="preserve">Khadija and Fatima Zahra </w:t>
      </w:r>
      <w:r w:rsidR="0024685D">
        <w:t>-</w:t>
      </w:r>
      <w:r>
        <w:t xml:space="preserve"> the mother and daughter </w:t>
      </w:r>
      <w:r w:rsidR="0024685D">
        <w:t>-</w:t>
      </w:r>
      <w:r>
        <w:t xml:space="preserve"> were two of the only four perfect women in the world. Both of them made motherhood sacrosanct. They brought glory and honor to motherhood. As noted earlier in this book, women had no status in pre</w:t>
      </w:r>
      <w:r w:rsidR="0024685D">
        <w:t>-</w:t>
      </w:r>
      <w:r>
        <w:t>Islamic Arabia. In the male</w:t>
      </w:r>
      <w:r w:rsidR="0024685D">
        <w:t>-</w:t>
      </w:r>
      <w:r>
        <w:t>dominated Arab society they were ruthlessly exploited and were treated like cattle. Muhammed Mustafa, the Messenger of Allah, put an end to their exploitation by men, and gave them a status which they didn't have in any country, at any time. About mothers, he said:</w:t>
      </w:r>
    </w:p>
    <w:p w:rsidR="00776573" w:rsidRDefault="00B17538" w:rsidP="00B17538">
      <w:pPr>
        <w:pStyle w:val="libNormal"/>
      </w:pPr>
      <w:r>
        <w:t>"Paradise is under the feet of one's mother."</w:t>
      </w:r>
    </w:p>
    <w:p w:rsidR="00B17538" w:rsidRDefault="00B17538" w:rsidP="00B17538">
      <w:pPr>
        <w:pStyle w:val="libNormal"/>
      </w:pPr>
      <w:r>
        <w:t xml:space="preserve">This means that no one may entertain the hope of entering paradise if one has displeased one's mother. One's admission to paradise hinges upon one's ability to win salvation, and no one who has displeased one's mother, will ever win salvation. The Prophet of Islam has thus made the winning of the pleasure of one's mother </w:t>
      </w:r>
      <w:r w:rsidR="0024685D">
        <w:t>-</w:t>
      </w:r>
      <w:r>
        <w:t xml:space="preserve"> a woman </w:t>
      </w:r>
      <w:r w:rsidR="0024685D">
        <w:t>-</w:t>
      </w:r>
      <w:r>
        <w:t xml:space="preserve"> a condition</w:t>
      </w:r>
      <w:r w:rsidR="0024685D">
        <w:t>-</w:t>
      </w:r>
      <w:r>
        <w:t>precedent for one to win salvation and to enter paradise.</w:t>
      </w:r>
    </w:p>
    <w:p w:rsidR="00B17538" w:rsidRDefault="00B17538" w:rsidP="00035570">
      <w:pPr>
        <w:pStyle w:val="libNormal"/>
      </w:pPr>
      <w:r>
        <w:br w:type="page"/>
      </w:r>
    </w:p>
    <w:p w:rsidR="00776573" w:rsidRDefault="00B74437" w:rsidP="00B17538">
      <w:pPr>
        <w:pStyle w:val="Heading1Center"/>
      </w:pPr>
      <w:bookmarkStart w:id="14" w:name="_Toc423343226"/>
      <w:r>
        <w:lastRenderedPageBreak/>
        <w:t>Chapter 14</w:t>
      </w:r>
      <w:r w:rsidR="00B17538">
        <w:t>: Khadija, the Perfect Woman</w:t>
      </w:r>
      <w:bookmarkEnd w:id="14"/>
    </w:p>
    <w:p w:rsidR="00776573" w:rsidRDefault="00B17538" w:rsidP="00B17538">
      <w:pPr>
        <w:pStyle w:val="libNormal"/>
      </w:pPr>
      <w:r>
        <w:t>There have been many women in the history of the world who have become great and famous because of their great deeds. Mankind can justly be proud of them. But in the entire history of the world, there are only four women who could measure up to the high standards of true greatness and perfection set by Islam. They measured up to these standards by dint of their great services to Allah. Muhammed Mustafa, the Prophet of Islam, the Recipient of Revelation from Heaven, and its Interpreter, identified them. They are:</w:t>
      </w:r>
    </w:p>
    <w:p w:rsidR="00B17538" w:rsidRDefault="00B17538" w:rsidP="00B17538">
      <w:pPr>
        <w:pStyle w:val="libNormal"/>
      </w:pPr>
      <w:r>
        <w:t>1. Asiya, the wife of Pharaoh</w:t>
      </w:r>
    </w:p>
    <w:p w:rsidR="00B17538" w:rsidRDefault="00B17538" w:rsidP="00B17538">
      <w:pPr>
        <w:pStyle w:val="libNormal"/>
      </w:pPr>
      <w:r>
        <w:t>2. Maryam (Mary), the mother of Isa (Jesus)</w:t>
      </w:r>
    </w:p>
    <w:p w:rsidR="00B17538" w:rsidRDefault="00B17538" w:rsidP="00B17538">
      <w:pPr>
        <w:pStyle w:val="libNormal"/>
      </w:pPr>
      <w:r>
        <w:t>3. Khadija, the daughter of Khuwayled, and</w:t>
      </w:r>
    </w:p>
    <w:p w:rsidR="00776573" w:rsidRDefault="00B17538" w:rsidP="00B17538">
      <w:pPr>
        <w:pStyle w:val="libNormal"/>
      </w:pPr>
      <w:r>
        <w:t>4. Fatima Zahra, the daughter of Muhammed Mustafa (S)</w:t>
      </w:r>
    </w:p>
    <w:p w:rsidR="00776573" w:rsidRDefault="00B17538" w:rsidP="00B17538">
      <w:pPr>
        <w:pStyle w:val="libNormal"/>
      </w:pPr>
      <w:r>
        <w:t>Muhammed Mustafa found only four perfect women in the entire human race. Out of these four, the last two belong to the same house; they are Khadija, the mother, and Fatima, her daughter. Khadija was the image of the perfect soul.</w:t>
      </w:r>
    </w:p>
    <w:p w:rsidR="00776573" w:rsidRDefault="00B17538" w:rsidP="00B17538">
      <w:pPr>
        <w:pStyle w:val="libNormal"/>
      </w:pPr>
      <w:r>
        <w:t xml:space="preserve">In the rest of mankind, the only other women who might qualify as perfect, would be the other wives of Muhammed Mustafa. But he himself gave the verdict in this matter, and his verdict remains irrevocable. He mentioned only Khadija out of all his wives as the perfect woman, and thus excluded </w:t>
      </w:r>
      <w:r w:rsidR="0024685D">
        <w:t>-</w:t>
      </w:r>
      <w:r>
        <w:t xml:space="preserve"> by a fiat his other wives from the group of perfect women. Khadija combined in her person all those attributes which add up to perfection. If she had lacked any of those attributes, her husband would not have classified her as perfect. And there is no evidence that she had any of those frailties which are said to be characteristic of womanhood as a rule.</w:t>
      </w:r>
    </w:p>
    <w:p w:rsidR="00776573" w:rsidRDefault="00B17538" w:rsidP="00B17538">
      <w:pPr>
        <w:pStyle w:val="libNormal"/>
      </w:pPr>
      <w:r>
        <w:t>One of the characteristic weaknesses of women is said to be jealousy. Khadija was untouched by jealousy of any kind. She was a woman who found fulfillment, pleasure and satisfaction in giving. She was a munificent patron of the poor. She was at her very best when she was feeding the hungry and comforting the cheerless. The acts of feeding and comforting the hungry and the cheerless did not call for a conscious effort on her part; for her they had become a reflex.</w:t>
      </w:r>
    </w:p>
    <w:p w:rsidR="00776573" w:rsidRDefault="00B17538" w:rsidP="00B17538">
      <w:pPr>
        <w:pStyle w:val="libNormal"/>
      </w:pPr>
      <w:r>
        <w:t>Just as Khadija was free from jealousy, she was also free from cynicism. One thing she never did, was to hurt anyone. She never made fun of any woman; she never tried to belittle anyone; she never despised anyone; she was never angry and never spiteful; and she was strictly nonjudgmental. She never uttered an ugly or a pejorative word against anyone. So true to the dimensions of the understanding heart, she was solicitous of the feelings of even the humblest and the poorest of women, and she was distressed by the distress of other people.</w:t>
      </w:r>
    </w:p>
    <w:p w:rsidR="00776573" w:rsidRDefault="00B17538" w:rsidP="00B17538">
      <w:pPr>
        <w:pStyle w:val="libNormal"/>
      </w:pPr>
      <w:r>
        <w:t xml:space="preserve">There was a time when Khadija was called the Princess of the Merchants and the Princess of Makka. Then a time came when her great fortune changed hands. From her hands, it passed into the hands of Islam. She was rich and she became poor in the material sense. She exchanged a lifestyle of luxury for a lifestyle of austerity. But nothing changed in her temperament. She remained cheerful, magnanimous, and idealistic as before. She spent more time than ever in devotions to Allah, and in service to His messenger, </w:t>
      </w:r>
      <w:r>
        <w:lastRenderedPageBreak/>
        <w:t>and of course, she was never forgetful of the well</w:t>
      </w:r>
      <w:r w:rsidR="0024685D">
        <w:t>-</w:t>
      </w:r>
      <w:r>
        <w:t>being and welfare of the Community of the Faithful.</w:t>
      </w:r>
    </w:p>
    <w:p w:rsidR="00776573" w:rsidRDefault="00B17538" w:rsidP="00B17538">
      <w:pPr>
        <w:pStyle w:val="libNormal"/>
      </w:pPr>
      <w:r>
        <w:t>The following verse in Quran Majid may be referring to her:</w:t>
      </w:r>
    </w:p>
    <w:p w:rsidR="00776573" w:rsidRDefault="00B17538" w:rsidP="00B17538">
      <w:pPr>
        <w:pStyle w:val="libNormal"/>
      </w:pPr>
      <w:r>
        <w:t>... AND THERE ARE SOME WHO ARE, BY GOD'S LEAVE, FOREMOST IN GOOD DEEDS; THAT IS THE HIGHEST GRACE. (Chapter 35; verse 32)</w:t>
      </w:r>
    </w:p>
    <w:p w:rsidR="00776573" w:rsidRDefault="00B17538" w:rsidP="00B17538">
      <w:pPr>
        <w:pStyle w:val="libNormal"/>
      </w:pPr>
      <w:r>
        <w:t>Khadija, the idealist, was foremost in doing "good deeds." She had an air of compelling sanctity about her. Through her "good deeds" she became the recipient of the "highest graces" from Heaven.</w:t>
      </w:r>
    </w:p>
    <w:p w:rsidR="00776573" w:rsidRDefault="00B17538" w:rsidP="00B17538">
      <w:pPr>
        <w:pStyle w:val="libNormal"/>
      </w:pPr>
      <w:r>
        <w:t>Khadija was the ideal woman, the ideal wife for Muhammed Mustafa, the ideal mother for her children, and the ideal Mother of the Believers. Faith in Allah's mercy was the spring from which Khadija took her life's responses. She was endowed with what Quran Majid has called Qalb Saleem (the sound heart) in verse 89 of its 26th chapter. Qalb Saleem or the sound heart, has been defined by A. Yusuf Ali, the translator and commentator of Quran Majid, as follows:</w:t>
      </w:r>
    </w:p>
    <w:p w:rsidR="00776573" w:rsidRDefault="00B17538" w:rsidP="00B17538">
      <w:pPr>
        <w:pStyle w:val="libNormal"/>
      </w:pPr>
      <w:r>
        <w:t>"A heart that is pure, and unaffected by the diseases that afflict others. As the heart in Arabic is taken to be not only the seat of feelings and affections, but also of intelligence and resulting action, it implies the whole character." Khadija's symmetry of character was an index of her Qalb Saleem.</w:t>
      </w:r>
    </w:p>
    <w:p w:rsidR="00B17538" w:rsidRDefault="00B17538" w:rsidP="00B17538">
      <w:pPr>
        <w:pStyle w:val="libNormal"/>
      </w:pPr>
      <w:r>
        <w:t>Khadija was born with Qalb Saleem or the "sound heart" such as only the chosen ones of Allah are born with. It was a heart brimming with deep convictions, dedication to Islam, and love for and gratitude to Allah.</w:t>
      </w:r>
    </w:p>
    <w:p w:rsidR="00B17538" w:rsidRDefault="00B17538" w:rsidP="00035570">
      <w:pPr>
        <w:pStyle w:val="libNormal"/>
      </w:pPr>
      <w:r>
        <w:br w:type="page"/>
      </w:r>
    </w:p>
    <w:p w:rsidR="00776573" w:rsidRDefault="00B74437" w:rsidP="00B17538">
      <w:pPr>
        <w:pStyle w:val="Heading1Center"/>
      </w:pPr>
      <w:bookmarkStart w:id="15" w:name="_Toc423343227"/>
      <w:r>
        <w:lastRenderedPageBreak/>
        <w:t>Chapter 15</w:t>
      </w:r>
      <w:r w:rsidR="00B17538">
        <w:t>: Khadija's Generosity</w:t>
      </w:r>
      <w:bookmarkEnd w:id="15"/>
    </w:p>
    <w:p w:rsidR="00776573" w:rsidRDefault="00B17538" w:rsidP="00B17538">
      <w:pPr>
        <w:pStyle w:val="libNormal"/>
      </w:pPr>
      <w:r>
        <w:t>Khadija, the princess of Arabia, and Muhammed Mustafa were married in A.D. 595. Fifteen years later, Muhammed was chosen by Allah to be His messenger. As God's messenger, his duty was to promulgate Islam in the world. From that moment, every thing changed for Khadija. She made her entire fortune an endowment for Islam. That endowment could not have come at a more opportune time for Islam. Khadija told her husband that all her vast wealth was his, and he could spend it just as he wished. Khadija's generosity had a glowing spontaneity.</w:t>
      </w:r>
    </w:p>
    <w:p w:rsidR="00776573" w:rsidRDefault="00B17538" w:rsidP="00B17538">
      <w:pPr>
        <w:pStyle w:val="libNormal"/>
      </w:pPr>
      <w:r>
        <w:t>Muhammed Mustafa "invested" Khadija's wealth in Islam. There has never been a better "investment" in the entire history of mankind. This "investment" was a guarantee that Islam's march would not be halted or even be retarded because of any lack of material means and support. It was an investment that, to this day, is paying enormous "dividends", and will pay "dividends" for every generation of the Muslims, to the end of time itself.</w:t>
      </w:r>
    </w:p>
    <w:p w:rsidR="00776573" w:rsidRDefault="00B17538" w:rsidP="00B17538">
      <w:pPr>
        <w:pStyle w:val="libNormal"/>
      </w:pPr>
      <w:r>
        <w:t xml:space="preserve">But material wealth was not the only investment that Khadija made in Islam. She also invested her time, talent, energy, spirit and heart in Islam </w:t>
      </w:r>
      <w:r w:rsidR="0024685D">
        <w:t>-</w:t>
      </w:r>
      <w:r>
        <w:t xml:space="preserve"> an investment otherwise known as commitment. She knew her spouse's dreams and hopes, and she .shared them all with him. Khadija's intent in supporting Islam was so transparent that Allah Ta'ala was pleased to call her wealth His Own in the following verse of Quran Majid:</w:t>
      </w:r>
    </w:p>
    <w:p w:rsidR="00776573" w:rsidRDefault="00B17538" w:rsidP="00B17538">
      <w:pPr>
        <w:pStyle w:val="libNormal"/>
      </w:pPr>
      <w:r>
        <w:t>AND HE FOUND THEE IN NEED, AND MADE THEE INDEPENDENT. (Chapter 93; verse 8)</w:t>
      </w:r>
    </w:p>
    <w:p w:rsidR="00776573" w:rsidRDefault="00B17538" w:rsidP="00B17538">
      <w:pPr>
        <w:pStyle w:val="libNormal"/>
      </w:pPr>
      <w:r>
        <w:t>Translator's Note</w:t>
      </w:r>
    </w:p>
    <w:p w:rsidR="00776573" w:rsidRDefault="00B17538" w:rsidP="00B17538">
      <w:pPr>
        <w:pStyle w:val="libNormal"/>
      </w:pPr>
      <w:r>
        <w:t>"The holy Prophet inherited no wealth and was poor. The true, pure, and sincere love of Khadija not only raised him above want, but made him independent of worldly needs in his later life, enabling him to devote his whole time to the service of Allah." (A. Yusuf Ali) Allah Ta'ala made His slave, Muhammed, rich with the wealth of Khadija. Khadija and the Two Migrations to Abyssinia</w:t>
      </w:r>
    </w:p>
    <w:p w:rsidR="00776573" w:rsidRDefault="00B17538" w:rsidP="00B17538">
      <w:pPr>
        <w:pStyle w:val="libNormal"/>
      </w:pPr>
      <w:r>
        <w:t>Two groups of Muslims left Makka in the years 615 and 616 to escape persecution by the Quraysh and they sought sanctuary in Abyssinia. The total number of men and women in both groups was about one hundred.</w:t>
      </w:r>
    </w:p>
    <w:p w:rsidR="00B17538" w:rsidRDefault="00B17538" w:rsidP="00B17538">
      <w:pPr>
        <w:pStyle w:val="libNormal"/>
      </w:pPr>
      <w:r>
        <w:t>With a few exceptions like Uthman and Zubayr, the rest of the refugees in these two groups were too poor to bear the expenses of travel to Abyssinia. Who equipped their caravans and paid their expenses so they were able to travel? The historians have not answered this question. But it is most probable that Khadija equipped the caravans and financed the emigration of the Muslims from Makka to Abyssinia. In Makka, she alone had the resources with which to underwrite emigration of Muslims on such a scale.</w:t>
      </w:r>
    </w:p>
    <w:p w:rsidR="00B17538" w:rsidRDefault="00B17538" w:rsidP="00035570">
      <w:pPr>
        <w:pStyle w:val="libNormal"/>
      </w:pPr>
      <w:r>
        <w:br w:type="page"/>
      </w:r>
    </w:p>
    <w:p w:rsidR="00776573" w:rsidRDefault="00B74437" w:rsidP="00B17538">
      <w:pPr>
        <w:pStyle w:val="Heading1Center"/>
      </w:pPr>
      <w:bookmarkStart w:id="16" w:name="_Toc423343228"/>
      <w:r>
        <w:lastRenderedPageBreak/>
        <w:t>Chapter 16</w:t>
      </w:r>
      <w:r w:rsidR="00B17538">
        <w:t>: Khadija and Muhammed Mustafa</w:t>
      </w:r>
      <w:bookmarkEnd w:id="16"/>
    </w:p>
    <w:p w:rsidR="00776573" w:rsidRDefault="00B17538" w:rsidP="00B17538">
      <w:pPr>
        <w:pStyle w:val="libNormal"/>
      </w:pPr>
      <w:r>
        <w:t xml:space="preserve">During the first fifteen years of her marriage, Khadija's duties were purely those of a housewife and a mother. In A.D. 610 Allah Ta'ala chose Muhammed to be His messenger, and since then there was an accession of new duties for Khadija. Now besides being her husband, Muhammed had also become her guide and leader in the two worlds </w:t>
      </w:r>
      <w:r w:rsidR="0024685D">
        <w:t>-</w:t>
      </w:r>
      <w:r>
        <w:t xml:space="preserve"> this one and the Hereafter. She was highly conscientious in her duties as a wife and a mother; now she also became conscientious in her duties as a Muslima and a Momina (=True Believer). She was happy that Allah had picked her husband out of all creation to carry the message of Islam to the world, and she threw herself heart, mind, and soul into his work to make it successful.</w:t>
      </w:r>
    </w:p>
    <w:p w:rsidR="00776573" w:rsidRDefault="00B17538" w:rsidP="00B17538">
      <w:pPr>
        <w:pStyle w:val="libNormal"/>
      </w:pPr>
      <w:r>
        <w:t>Khadija's parents, like the parents of Muhammed Mustafa, had died when she was quite young. She was thus deprived, as Muhammed was, of the parental love and tenderness. She and her husband were both orphaned early in life but both were destined to give their love and tenderness to the orphans of the world. What they lost in the love and tenderness of their parents, they gained in the infinite love and mercy of Allah Ta'ala Himself.</w:t>
      </w:r>
    </w:p>
    <w:p w:rsidR="00776573" w:rsidRDefault="00B17538" w:rsidP="00B17538">
      <w:pPr>
        <w:pStyle w:val="libNormal"/>
      </w:pPr>
      <w:r>
        <w:t>When Khadija entered the house of Muhammed as his wife, she didn't show any interest in finery, in cosmetics, in expensive and exotic gifts etc. After her marriage, she had only one overriding interest, and that was to secure the comfort and happiness of her husband. She secured them by applying all her energy and tenacity. She was comfortable only if he was comfortable, and she was happy only if he was happy. His happiness was her happiness. She was endowed with that rare genius and that her hand which made the house of her husband a heaven on this earth.</w:t>
      </w:r>
    </w:p>
    <w:p w:rsidR="00776573" w:rsidRDefault="00B17538" w:rsidP="00B17538">
      <w:pPr>
        <w:pStyle w:val="libNormal"/>
      </w:pPr>
      <w:r>
        <w:t>The role that Khadija played after the Proclamation by her husband, of his mission as the messenger of Allah, was vitally important in the history of Islam. As soon as he stepped out of his house, he put himself in the line of fire. The pagans tormented him with their invectives and they hurt him with their hands. Bristling with difficulties as his work was, rowdy and uncouth neighbors made it even more difficult. But as soon as he entered his house, Khadija greeted him with a smile that routed all his sorrows. She spoke words of cheer, hope and comfort and all his anxieties and fears vanished.</w:t>
      </w:r>
    </w:p>
    <w:p w:rsidR="00776573" w:rsidRDefault="00B17538" w:rsidP="00B17538">
      <w:pPr>
        <w:pStyle w:val="libNormal"/>
      </w:pPr>
      <w:r>
        <w:t>Khadija's smiles and her words acted like a balm upon the wounds which the idolaters inflicted upon Muhammed every day. And every day Khadija revived his spirits and restored his morale. Her cheerfulness "cushioned" for him the devastating pressures of external events, and he was able to face his enemies again with new confidence. The only happiness that he ever found in those years of horror and terror, was when he was with Khadija. Sorrows and tribulations came in waves, one after another, threatening to overwhelm him, but she was always there to rebuild his courage and resolution in overcoming them. She was, for him, a psychological "shield" against the trauma of the constantly escalating violence of the Quraysh.</w:t>
      </w:r>
    </w:p>
    <w:p w:rsidR="00776573" w:rsidRDefault="00B17538" w:rsidP="00B17538">
      <w:pPr>
        <w:pStyle w:val="libNormal"/>
      </w:pPr>
      <w:r>
        <w:t xml:space="preserve">Khadija had the same sense of mission as Muhammed had, and she was just as eager as he was to see Islam triumph over paganism. To her eagerness to see the triumph of Islam, she added commitment and power. This she did by freeing her husband from the necessity of making a living. </w:t>
      </w:r>
      <w:r>
        <w:lastRenderedPageBreak/>
        <w:t>She thus enabled him to focus all his attention, all his physical energy, and all his time to the advancement of Islam. This is a most significant contribution she made to the work of her husband as messenger of God. She was the fulcrum that he needed, in the words of A. Yusuf Ali, "all through his years of preparation." The years before the Proclamation of Islam, were his "years of preparation" for the prophethood.</w:t>
      </w:r>
    </w:p>
    <w:p w:rsidR="00776573" w:rsidRDefault="00B17538" w:rsidP="00B17538">
      <w:pPr>
        <w:pStyle w:val="libNormal"/>
      </w:pPr>
      <w:r>
        <w:t>Yusuf Ali</w:t>
      </w:r>
    </w:p>
    <w:p w:rsidR="00776573" w:rsidRDefault="00B17538" w:rsidP="00B17538">
      <w:pPr>
        <w:pStyle w:val="libNormal"/>
      </w:pPr>
      <w:r>
        <w:t>Days and nights he (Muhammed) spent there (in the cave of Hira) with his Lord. Hard were the problems he resolved in his mind, Harder and more cross</w:t>
      </w:r>
      <w:r w:rsidR="0024685D">
        <w:t>-</w:t>
      </w:r>
      <w:r>
        <w:t xml:space="preserve">grained than the red granite Of the rock around him, </w:t>
      </w:r>
      <w:r w:rsidR="0024685D">
        <w:t>-</w:t>
      </w:r>
      <w:r>
        <w:t xml:space="preserve"> problems not his own, But his people's, yea, and of human destiny, Of the mercy of God, and the age</w:t>
      </w:r>
      <w:r w:rsidR="0024685D">
        <w:t>-</w:t>
      </w:r>
      <w:r>
        <w:t xml:space="preserve">old conflict Of evil and righteousness, sin and abounding Grace. (The Holy Quran </w:t>
      </w:r>
      <w:r w:rsidR="0024685D">
        <w:t>-</w:t>
      </w:r>
      <w:r>
        <w:t xml:space="preserve"> Introduction)</w:t>
      </w:r>
    </w:p>
    <w:p w:rsidR="00776573" w:rsidRDefault="00B17538" w:rsidP="00B17538">
      <w:pPr>
        <w:pStyle w:val="libNormal"/>
      </w:pPr>
      <w:r>
        <w:t>It is probable that Muhammed, the Prophet</w:t>
      </w:r>
      <w:r w:rsidR="0024685D">
        <w:t>-</w:t>
      </w:r>
      <w:r>
        <w:t>Designate, systematized and optimized Islam in the cave of Hira. The lineaments of Islam were clearly and unmistakably visible in his personal life long before he formally proclaimed that he was the messenger of God. We do not know exactly how long did the "years of preparation" last for him but by the time he was forty years old, the framework of Islam was ready in his mind. Time was a basic factor in the systematization of Islam, and Khadija was aware of its importance for her husband in his work. She therefore created an optimal environment in which he could take maximum advantage of time, and make it productive.</w:t>
      </w:r>
    </w:p>
    <w:p w:rsidR="00776573" w:rsidRDefault="00B17538" w:rsidP="00B17538">
      <w:pPr>
        <w:pStyle w:val="libNormal"/>
      </w:pPr>
      <w:r>
        <w:t>Khadija was abundantly gifted with empathy. She anticipated the unspoken wishes of her husband, and went ahead and did what he wished to be done. Twenty</w:t>
      </w:r>
      <w:r w:rsidR="0024685D">
        <w:t>-</w:t>
      </w:r>
      <w:r>
        <w:t>five years of married life had produced exact point</w:t>
      </w:r>
      <w:r w:rsidR="0024685D">
        <w:t>-</w:t>
      </w:r>
      <w:r>
        <w:t>to</w:t>
      </w:r>
      <w:r w:rsidR="0024685D">
        <w:t>-</w:t>
      </w:r>
      <w:r>
        <w:t>point correspondence between her and her husband. In the year 10 of the Proclamation, Khadija died. The death of a loved one shows the vulnerability of mortal love. But the love of Muhammed and Khadija was not mortal; it was immortal. When Khadija died, Muhammed's love for her did not die. In fact, his love for Khadija not only outlived her but actually went on growing even after her death. Not even the presence, in his house, of nine wives, could inhibit the growth of that love, and his love for her was always struggling to find expression.</w:t>
      </w:r>
    </w:p>
    <w:p w:rsidR="00776573" w:rsidRDefault="00B17538" w:rsidP="00B17538">
      <w:pPr>
        <w:pStyle w:val="libNormal"/>
      </w:pPr>
      <w:r>
        <w:t>If Khadija had shown kindness to someone at any time, and even if she had done it only once, Muhammed Mustafa remembered it, and he made it a point to show the same kindness to that person even after her death, and he did it as often as possible. In Medina, once an old woman came to see Muhammed Mustafa with some request. He greeted her cordially, showed much solicitude for her welfare, and complied with her request there and then. When she left, Ayesha who was one of his wives, asked him who the old lady was. He said: "When Khadija and I were in Makka, this woman came from time to time to see her."</w:t>
      </w:r>
    </w:p>
    <w:p w:rsidR="00776573" w:rsidRDefault="00B17538" w:rsidP="00B17538">
      <w:pPr>
        <w:pStyle w:val="libNormal"/>
      </w:pPr>
      <w:r>
        <w:t>In her lifetime, Khadija had shown generosity and kindness to countless people. After her death, Muhammed Mustafa did not forget those people. The recipients of the generosity and the kindness of Khadija, became, after her death, the recipients of the generosity and the kindness of her husband. In this connection, Ayesha is reported as saying:</w:t>
      </w:r>
    </w:p>
    <w:p w:rsidR="00776573" w:rsidRDefault="00B17538" w:rsidP="00B17538">
      <w:pPr>
        <w:pStyle w:val="libNormal"/>
      </w:pPr>
      <w:r>
        <w:lastRenderedPageBreak/>
        <w:t>Whenever a goat or a sheep was slaughtered (in the house), the messenger of Allah ordered its meat to be sent to the ladies who at one time had been friends of Khadija. One day I asked him why did he do so, and he said: "I love all those people who loved Khadija." Allah Ta'ala honored His loving slave, Khadija, and saved her from the anguish of sharing the love of her husband with other women. Throughout the quarter</w:t>
      </w:r>
      <w:r w:rsidR="0024685D">
        <w:t>-</w:t>
      </w:r>
      <w:r>
        <w:t>century of married life, she and she alone was the companion and friend of her husband, Muhammed Mustafa. They lived for each other and they shared the bitters and sweets of life together.</w:t>
      </w:r>
    </w:p>
    <w:p w:rsidR="00776573" w:rsidRDefault="00B17538" w:rsidP="00B17538">
      <w:pPr>
        <w:pStyle w:val="libNormal"/>
      </w:pPr>
      <w:r>
        <w:t>Allah had bestowed many great attributes of character and personality upon His slave, Khadija. As richly blessed as she was with those attributes, she "reinforced" them with good deeds for Islam. She dressed up those attributes through love of Allah, obedience to her husband, and service to Islam. Through love and service, she rose to a position which remained unattainable for any other wife of Muhammed Mustafa. After the death of Khadija, many other women entered the house of Muhammed Mustafa as his wives. Some of them did little, if anything, to bring cheer, comfort and peace to him. In fact, they did just the opposite. They took cheer, comfort and peace away from him, and brought heart</w:t>
      </w:r>
      <w:r w:rsidR="0024685D">
        <w:t>-</w:t>
      </w:r>
      <w:r>
        <w:t>burning to him.</w:t>
      </w:r>
    </w:p>
    <w:p w:rsidR="00776573" w:rsidRDefault="00B17538" w:rsidP="00B17538">
      <w:pPr>
        <w:pStyle w:val="libNormal"/>
      </w:pPr>
      <w:r>
        <w:t>Khadija alone made, with her chemistry of character, the house of Muhammed Mustafa, the Messenger of Allah, an "island" of peace, contentment and happiness in a sea of conflict and strife.</w:t>
      </w:r>
    </w:p>
    <w:p w:rsidR="00776573" w:rsidRDefault="00B17538" w:rsidP="00B17538">
      <w:pPr>
        <w:pStyle w:val="libNormal"/>
      </w:pPr>
      <w:r>
        <w:t>It was decreed in Heaven that Muhammed Mustafa should marry the most well</w:t>
      </w:r>
      <w:r w:rsidR="0024685D">
        <w:t>-</w:t>
      </w:r>
      <w:r>
        <w:t>born and the most understanding woman in all Arabia. There did not exist such a woman other than Khadija. Allah had a distinct purpose for her to fulfil. Their marriage, thererore, was made in Heaven. Abbas Mahmud al</w:t>
      </w:r>
      <w:r w:rsidR="0024685D">
        <w:t>-</w:t>
      </w:r>
      <w:r>
        <w:t>Akkad of Egypt says in his book, Ayesha:</w:t>
      </w:r>
    </w:p>
    <w:p w:rsidR="00776573" w:rsidRDefault="00B17538" w:rsidP="00B17538">
      <w:pPr>
        <w:pStyle w:val="libNormal"/>
      </w:pPr>
      <w:r>
        <w:t>"It was the special decree of Allah that the wife of His messenger should be a woman so sympathetic and pure as Khadija."</w:t>
      </w:r>
    </w:p>
    <w:p w:rsidR="00776573" w:rsidRDefault="00B17538" w:rsidP="00B17538">
      <w:pPr>
        <w:pStyle w:val="libNormal"/>
      </w:pPr>
      <w:r>
        <w:t>Khadija was the embodiment of piety and purity, and she was a guardian of the supreme ideals and the loftiest values in life. It is most probable that if Muhammed Mustafa had not appeared on the scene, Khadija might have spent her life in the single state. Muhammed Mustafa, the Messenger of Allah, had once said about his daughter, Fatima Zahra, that except Ali ibn Abi Talib, no one was worthy of marrying her. It would be just as true to say that except Muhammed no one else was worthy of marrying Khadija.</w:t>
      </w:r>
    </w:p>
    <w:p w:rsidR="00776573" w:rsidRDefault="00B17538" w:rsidP="00B17538">
      <w:pPr>
        <w:pStyle w:val="libNormal"/>
      </w:pPr>
      <w:r>
        <w:t>In this regard, A. Yusuf Ali, the translator and commentator of Quran Majid, writes as follows:</w:t>
      </w:r>
    </w:p>
    <w:p w:rsidR="00776573" w:rsidRDefault="00B17538" w:rsidP="00B17538">
      <w:pPr>
        <w:pStyle w:val="libNormal"/>
      </w:pPr>
      <w:r>
        <w:t xml:space="preserve">The only youthful marriage of the holy Prophet was his first marriage </w:t>
      </w:r>
      <w:r w:rsidR="0024685D">
        <w:t>-</w:t>
      </w:r>
      <w:r>
        <w:t xml:space="preserve"> that with Hadhrat Khadija, the best of women and the best of wives. He married her fifteen years before he received his call to Apostleship; their married life lasted for twenty</w:t>
      </w:r>
      <w:r w:rsidR="0024685D">
        <w:t>-</w:t>
      </w:r>
      <w:r>
        <w:t>five years, and their mutual devotion was of the noblest, judged by spiritual as well as social standards. During her life he had no other wife, which was unusual for a man of his standing among his people. When she died, his age was 50, and but for two considerations, he would probably never have married again, as he was most abstemious in his physical life.</w:t>
      </w:r>
    </w:p>
    <w:p w:rsidR="00776573" w:rsidRDefault="00B17538" w:rsidP="00B17538">
      <w:pPr>
        <w:pStyle w:val="libNormal"/>
      </w:pPr>
      <w:r>
        <w:lastRenderedPageBreak/>
        <w:t>The two considerations which governed his later marriages were: (1) compassion and clemency as when he wanted to provide for suffering widows, who could not be provided for in any other way in that state of society; some of them, like Sauda, had issue by their former marriage, requiring protection; (2) help in his duties of leadership, with women, who had to be instructed and kept together in the large Muslim family, where women and men had similar social rights.</w:t>
      </w:r>
    </w:p>
    <w:p w:rsidR="00776573" w:rsidRDefault="00B17538" w:rsidP="00B17538">
      <w:pPr>
        <w:pStyle w:val="libNormal"/>
      </w:pPr>
      <w:r>
        <w:t>Muhammed Mustafa, the Apostle of Allah, welcomed every opportunity to express his admiration, and affection for Khadija, and in acknowledging her great and signal services to Islam. He did so, in the first place, to comply with the commandment of Allah enshrined in the following verses of His Book:</w:t>
      </w:r>
    </w:p>
    <w:p w:rsidR="00776573" w:rsidRDefault="00B17538" w:rsidP="00B17538">
      <w:pPr>
        <w:pStyle w:val="libNormal"/>
      </w:pPr>
      <w:r>
        <w:t>1. AND SOLEMNLY REHEARSE GOD'S FAVORS UPON YOU. (Chapter 2; verse 231)</w:t>
      </w:r>
    </w:p>
    <w:p w:rsidR="00776573" w:rsidRDefault="00B17538" w:rsidP="00B17538">
      <w:pPr>
        <w:pStyle w:val="libNormal"/>
      </w:pPr>
      <w:r>
        <w:t xml:space="preserve">2. BUT THE BOUNTY OF THY LORD </w:t>
      </w:r>
      <w:r w:rsidR="0024685D">
        <w:t>-</w:t>
      </w:r>
      <w:r>
        <w:t xml:space="preserve"> REHEARSE AND PROCLAIM (Chapter 93; verse 11)</w:t>
      </w:r>
    </w:p>
    <w:p w:rsidR="00776573" w:rsidRDefault="00B17538" w:rsidP="00B17538">
      <w:pPr>
        <w:pStyle w:val="libNormal"/>
      </w:pPr>
      <w:r>
        <w:t xml:space="preserve">Muhammed Mustafa, the slave and messenger of Allah, received many favors and bounties from Him </w:t>
      </w:r>
      <w:r w:rsidR="0024685D">
        <w:t>-</w:t>
      </w:r>
      <w:r>
        <w:t xml:space="preserve"> through Khadija </w:t>
      </w:r>
      <w:r w:rsidR="0024685D">
        <w:t>-</w:t>
      </w:r>
      <w:r>
        <w:t xml:space="preserve"> and he rehearsed and proclaimed them.</w:t>
      </w:r>
    </w:p>
    <w:p w:rsidR="00776573" w:rsidRDefault="00B17538" w:rsidP="00B17538">
      <w:pPr>
        <w:pStyle w:val="libNormal"/>
      </w:pPr>
      <w:r>
        <w:t>In the second place, Muhammed Mustafa liked to restate the great deeds of Khadija in the service of Allah and Islam, out of his love for her. It was one way for him to express love. It was also one way for him to recapture the time he and Khadija had spent together in Makka. One can clearly see that in his reminiscences, he was visiting or rather re</w:t>
      </w:r>
      <w:r w:rsidR="0024685D">
        <w:t>-</w:t>
      </w:r>
      <w:r>
        <w:t>living his past, and one can also discern in them faint traces of nostalgia. There must have been moments in his life, as there are in the life of every individual, when he was overcome by nostalgia.</w:t>
      </w:r>
    </w:p>
    <w:p w:rsidR="00776573" w:rsidRDefault="00B17538" w:rsidP="00B17538">
      <w:pPr>
        <w:pStyle w:val="libNormal"/>
      </w:pPr>
      <w:r>
        <w:t>The authors of two famous books, Isaba and Isti'ab, have quoted Hadhrat Ayesha as saying: "Whenever the Messenger of Allah left the house to go anywhere, he remembered Khadija; he praised her and he blessed her."</w:t>
      </w:r>
    </w:p>
    <w:p w:rsidR="00776573" w:rsidRDefault="00B17538" w:rsidP="00B17538">
      <w:pPr>
        <w:pStyle w:val="libNormal"/>
      </w:pPr>
      <w:r>
        <w:t>With passing years of married life, the love of Muhammed and Khadija gained in depth and strength. With her love, she banished all his anxieties, fears and sorrows, as noted before. To use an oriental metaphor, Khadija plucked all the thorns out of the life of Muhammed Mustafa, and in their stead, she planted roses of love and tulips of affection. Those flowers never withered; their color, fragrance and freshness were everlasting. If ever there was a marriage that was "evergreen," it was the marriage of Muhammed and Khadija; it was as fresh on the last day as it was on the first. Khadija remained forever alive in his heart. It was her name which was on his lips at all times, and it was her love which filled his heart. Just talking about her and complimenting her made him happy.</w:t>
      </w:r>
    </w:p>
    <w:p w:rsidR="00B17538" w:rsidRDefault="00B17538" w:rsidP="00B17538">
      <w:pPr>
        <w:pStyle w:val="libNormal"/>
      </w:pPr>
      <w:r>
        <w:t xml:space="preserve">Every word and every act of Khadija pointed up her sagacity. In selecting her husband, she exhibited astounding intuition and perspicacity of the highest order. But intuition and perspicacity are gifts which other women can also have, and Khadija was not the only woman who was endowed with them. The only explanation that she made an inspired decision in marrying Muhammed Mustafa, is that her judgment was guided by Allah Ta'ala Himself. She could, therefore, never misjudge. When she met Muhammed, </w:t>
      </w:r>
      <w:r>
        <w:lastRenderedPageBreak/>
        <w:t>the future Prophet, she recognized in him the Ultimate in Sublimity, and she put her destiny in his blessed hands. Those hands elevated her destiny, and made it Sublime.</w:t>
      </w:r>
    </w:p>
    <w:p w:rsidR="00B17538" w:rsidRDefault="00B17538" w:rsidP="00035570">
      <w:pPr>
        <w:pStyle w:val="libNormal"/>
      </w:pPr>
      <w:r>
        <w:br w:type="page"/>
      </w:r>
    </w:p>
    <w:p w:rsidR="00776573" w:rsidRDefault="00B74437" w:rsidP="00B17538">
      <w:pPr>
        <w:pStyle w:val="Heading1Center"/>
      </w:pPr>
      <w:bookmarkStart w:id="17" w:name="_Toc423343229"/>
      <w:r>
        <w:lastRenderedPageBreak/>
        <w:t>Chapter 17</w:t>
      </w:r>
      <w:r w:rsidR="00B17538">
        <w:t>: Khadija and her Co</w:t>
      </w:r>
      <w:r w:rsidR="0024685D">
        <w:t>-</w:t>
      </w:r>
      <w:r w:rsidR="00B17538">
        <w:t>wives</w:t>
      </w:r>
      <w:bookmarkEnd w:id="17"/>
    </w:p>
    <w:p w:rsidR="00776573" w:rsidRDefault="00B17538" w:rsidP="00B17538">
      <w:pPr>
        <w:pStyle w:val="libNormal"/>
      </w:pPr>
      <w:r>
        <w:t>Surprisingly, all the ladies in the household of Muhammed Mustafa, the messenger of Allah, were not altogether free from some of the weaknesses which are supposed to be characteristic of women. Some of his wives suffered from jealousy, and they were not very squeamish about showing it either. The incident of "honey" will make this point clear.</w:t>
      </w:r>
    </w:p>
    <w:p w:rsidR="00776573" w:rsidRDefault="00B17538" w:rsidP="00B17538">
      <w:pPr>
        <w:pStyle w:val="libNormal"/>
      </w:pPr>
      <w:r>
        <w:t>One of the wives of the Messenger of Allah was Zaynab bint Jahash. She knew that her husband was fond of honey. She, therefore, obtained the variety of honey which he liked very much. It so happened that Zaynab was the most beautiful of the wives of the Messenger of Allah. He thought very highly of her. This was a cause of some anxiety to Hadhrat Ayesha bint Abu Bakr, another of his wives. She feared lest he gave all his love to Zaynab, to the exclusion of his other wives. Therefore, she and Hafsa bint Umar, a third wife of the Prophet, worked out a scheme the purpose of which was to make him dislike honey.</w:t>
      </w:r>
    </w:p>
    <w:p w:rsidR="00776573" w:rsidRDefault="00B17538" w:rsidP="00B17538">
      <w:pPr>
        <w:pStyle w:val="libNormal"/>
      </w:pPr>
      <w:r>
        <w:t>The rest of the story is told by Hadhrat Ayesha herself Imam Bukhari has quoted her in his Book of Talaq (Divorce), and Book of Tafsir (of Sura Tahreem) as follows:</w:t>
      </w:r>
    </w:p>
    <w:p w:rsidR="00776573" w:rsidRDefault="00B17538" w:rsidP="00B17538">
      <w:pPr>
        <w:pStyle w:val="libNormal"/>
      </w:pPr>
      <w:r>
        <w:t>I and Hafsa made this plan that when the Messenger of Allah visits any one of us, she should tell him that his mouth reeks with "maghafeer." (maghafeer is something sweet to taste but has a pungent and unpleasant odor. Muhammed Mustafa was very sensitive on this point. He hated strong odors). It so happened that Hafsa was the wife he visited first. As soon as he entered her chamber, she said: "O Messenger of Allah! Your mouth has the odor of maghafeer." He said: "I did not eat maghafeer. But when I was with Zaynab, she gave me some honey to eat. It is possible that the honey had the odor of maghafeer. But in future, I shall not eat honey."</w:t>
      </w:r>
    </w:p>
    <w:p w:rsidR="00776573" w:rsidRDefault="00B17538" w:rsidP="00B17538">
      <w:pPr>
        <w:pStyle w:val="libNormal"/>
      </w:pPr>
      <w:r>
        <w:t xml:space="preserve">Here two wives of Muhammed Mustafa </w:t>
      </w:r>
      <w:r w:rsidR="0024685D">
        <w:t>-</w:t>
      </w:r>
      <w:r>
        <w:t xml:space="preserve"> Ayesha and Hafsa are seen working against a third wife </w:t>
      </w:r>
      <w:r w:rsidR="0024685D">
        <w:t>-</w:t>
      </w:r>
      <w:r>
        <w:t xml:space="preserve"> Zaynab. Zaynab had not done any harm to Ayesha and Hafsa. She was a cousin of the Prophet; he was the son of her maternal uncle. She loved him and he loved her. She knew his likes and dislikes, and kept a certain variety of honey at home which she knew, was his favorite.</w:t>
      </w:r>
    </w:p>
    <w:p w:rsidR="00776573" w:rsidRDefault="00B17538" w:rsidP="00B17538">
      <w:pPr>
        <w:pStyle w:val="libNormal"/>
      </w:pPr>
      <w:r>
        <w:t xml:space="preserve">Muhammed's love for Zaynab kindled the flames of jealousy in the heart of Ayesha. To quell those flames, she hatched a scheme with Hafsa against Zaynab and implemented it. Apparently, these two ladies did not trust their husband for fairplay. They thought that he was being partial to Zaynab </w:t>
      </w:r>
      <w:r w:rsidR="0024685D">
        <w:t>-</w:t>
      </w:r>
      <w:r>
        <w:t xml:space="preserve"> perhaps at their expense. If they had trusted him, they would not have hatched such a scheme.</w:t>
      </w:r>
    </w:p>
    <w:p w:rsidR="00776573" w:rsidRDefault="00B17538" w:rsidP="00B17538">
      <w:pPr>
        <w:pStyle w:val="libNormal"/>
      </w:pPr>
      <w:r>
        <w:t>Abul Kalam Azad says that jealousy is an instinct of women, and it can overcome all other instincts in them. Ayesha, he says, was led by this very human instinct to improvise an artifice to make her husband spend less time with Zaynab than he was doing.</w:t>
      </w:r>
    </w:p>
    <w:p w:rsidR="00776573" w:rsidRDefault="00B17538" w:rsidP="00B17538">
      <w:pPr>
        <w:pStyle w:val="libNormal"/>
      </w:pPr>
      <w:r>
        <w:t>Muhammed Mustafa told these two ladies that he would not eat honey again. This must have pleased both of them because they probably believed that their plot was successful. But at this point, Revelation intervened and clinched the matter with the following verse:</w:t>
      </w:r>
    </w:p>
    <w:p w:rsidR="00776573" w:rsidRDefault="00B17538" w:rsidP="00B17538">
      <w:pPr>
        <w:pStyle w:val="libNormal"/>
      </w:pPr>
      <w:r>
        <w:lastRenderedPageBreak/>
        <w:t>O PROPHET! WHY HOLDEST THOU TO BE FORBIDDEN THAT WHICH ALLAH HAS MADE LAWFUL TO THEE? THOU SEEKEST TO PLEASE THY CONSORTS. BUT ALLAH IS OFT</w:t>
      </w:r>
      <w:r w:rsidR="0024685D">
        <w:t>-</w:t>
      </w:r>
      <w:r>
        <w:t>FORGIVING, MOST MERCIFUL. (Quran Majid. Chapter 66; verse 1)</w:t>
      </w:r>
    </w:p>
    <w:p w:rsidR="00776573" w:rsidRDefault="00B17538" w:rsidP="00B17538">
      <w:pPr>
        <w:pStyle w:val="libNormal"/>
      </w:pPr>
      <w:r>
        <w:t>Hadhrat Ayesha and Hadhrat Hafsa did not want their husband to eat honey, and he agreed not to, but then Allah Ta'ala Himself had to remind him that the consumption of honey was quite lawful, and that he ought not to deny himself the pleasure of eating it. Muhammed Mustafa, of course, returned to Zaynab's apartment and enjoyed honey as he had done before.</w:t>
      </w:r>
    </w:p>
    <w:p w:rsidR="00776573" w:rsidRDefault="00B17538" w:rsidP="00B17538">
      <w:pPr>
        <w:pStyle w:val="libNormal"/>
      </w:pPr>
      <w:r>
        <w:t>Mary the Copt</w:t>
      </w:r>
    </w:p>
    <w:p w:rsidR="00776573" w:rsidRDefault="00B17538" w:rsidP="00B17538">
      <w:pPr>
        <w:pStyle w:val="libNormal"/>
      </w:pPr>
      <w:r>
        <w:t>In the year 10 A.H., the governor of Egypt, sent a slave girl called Mary the Copt to Medina to wait on Muhammed Mustafa. Mary soon won a place for herself in his affections and his home. He loved her and she also loved him. From her, he had a son whom he called Ibrahim. Ibrahim was born late in the life of his father. The father, therefore, loved him immensely.</w:t>
      </w:r>
    </w:p>
    <w:p w:rsidR="00776573" w:rsidRDefault="00B17538" w:rsidP="00B17538">
      <w:pPr>
        <w:pStyle w:val="libNormal"/>
      </w:pPr>
      <w:r>
        <w:t>Ibrahim was a special gift which Allah bestowed upon His slaves, Muhammed Mustafa and Mary the Copt. TO GOD BELONGS THE DOMINION OF THE HEAVENS AND THE EARTH. HE CREATES WHAT HE WILLS (AND PLANS). HE BESTOWS (CHILDREN) MALE OR FEMALE ACCORDING TO HIS WILL (AND PLAN), OR HE BESTOWS BOTH MALES AND FEMALES, AND HE LEAVES BARREN WHOM HE WILL: FOR HE IS FULL OF KNOWLEDGE AND POWER. (Quran Majid. Chapter 42; verses 49, 50)</w:t>
      </w:r>
    </w:p>
    <w:p w:rsidR="00776573" w:rsidRDefault="00B17538" w:rsidP="00B17538">
      <w:pPr>
        <w:pStyle w:val="libNormal"/>
      </w:pPr>
      <w:r>
        <w:t>Muhammed Mustafa and Mary the Copt were blessed by Allah with the birth of their son, Ibrahim. They thanked Him for the great blessing which filled their life and their home with.</w:t>
      </w:r>
    </w:p>
    <w:p w:rsidR="00776573" w:rsidRDefault="00B17538" w:rsidP="00B17538">
      <w:pPr>
        <w:pStyle w:val="libNormal"/>
      </w:pPr>
      <w:r>
        <w:t>But the birth of Ibrahim did not bring happiness to some other wives of his father.</w:t>
      </w:r>
    </w:p>
    <w:p w:rsidR="00776573" w:rsidRDefault="00B17538" w:rsidP="00B17538">
      <w:pPr>
        <w:pStyle w:val="libNormal"/>
      </w:pPr>
      <w:r>
        <w:t>D. S. Margoliouth</w:t>
      </w:r>
    </w:p>
    <w:p w:rsidR="00776573" w:rsidRDefault="00B17538" w:rsidP="00B17538">
      <w:pPr>
        <w:pStyle w:val="libNormal"/>
      </w:pPr>
      <w:r>
        <w:t>His (the Prophet's) last years were brightened for a time by the birth of a son to his Coptic concubine (sic) Mary whom he acknowledged as his own, and whom he called after the mythical (sic) founder of his religion, Ibrahim. This concubine (sic) having been the object of the extreme envy of his many childless wives, the auspicious event occasioned them the most painful heartburnings; which indeed were speedily allayed by the death of the child (who lived only 11 months). (Mohammed and the Rise of Islam, London)</w:t>
      </w:r>
    </w:p>
    <w:p w:rsidR="00776573" w:rsidRDefault="00B17538" w:rsidP="00B17538">
      <w:pPr>
        <w:pStyle w:val="libNormal"/>
      </w:pPr>
      <w:r>
        <w:t xml:space="preserve">One of the wives of the Prophet to whom the birth of Ibrahim occasioned heartburning, was Hadhrat Ayesha. Hadhrat Ayesha was of course jealous of Mary </w:t>
      </w:r>
      <w:r w:rsidR="0024685D">
        <w:t>-</w:t>
      </w:r>
      <w:r>
        <w:t xml:space="preserve"> her new co</w:t>
      </w:r>
      <w:r w:rsidR="0024685D">
        <w:t>-</w:t>
      </w:r>
      <w:r>
        <w:t>wife, and hated her. Unfortunately, her hatred of Mary was not confined to Mary alone; it went beyond her, and reached her infant son. Ayesha hated Ibrahim. It never occurred to her that she ought to love Ibrahim, not only because he was the darling of the Prophet, but also because he was an infant. But if Ayesha was unable to overcome jealousy and hatred, and was unable to show any love to the baby, she ought, at least, to have pretended to love him, if only to please his father. Ayesha could not do even this. Ayesha could not show any love to Ibrahim, not even for the sake of appearance. But there is one thing she could have done, and that was to refrain from showing her hatred for him.</w:t>
      </w:r>
    </w:p>
    <w:p w:rsidR="00776573" w:rsidRDefault="00B17538" w:rsidP="00B17538">
      <w:pPr>
        <w:pStyle w:val="libNormal"/>
      </w:pPr>
      <w:r>
        <w:lastRenderedPageBreak/>
        <w:t>It is amazing that whereas Ayesha was so abundantly endowed with feelings of hatred, jealousy and resentment, she appears to have been singularly devoid of the tenderness which is a universal characteristic of women. She did not show any tenderness. In the matter of children, and especially the infants, even a cruel woman becomes tender. But not Ayesha. Far from being tender to the beloved son of her husband, she cursed him and cast many aspersions on him. Alas, Ibrahim did not live long. He died in infancy.</w:t>
      </w:r>
    </w:p>
    <w:p w:rsidR="00776573" w:rsidRDefault="00B17538" w:rsidP="00B17538">
      <w:pPr>
        <w:pStyle w:val="libNormal"/>
      </w:pPr>
      <w:r>
        <w:t>Muhammad Husayn Haykal</w:t>
      </w:r>
    </w:p>
    <w:p w:rsidR="00776573" w:rsidRDefault="00B17538" w:rsidP="00B17538">
      <w:pPr>
        <w:pStyle w:val="libNormal"/>
      </w:pPr>
      <w:r>
        <w:t xml:space="preserve">"When Mary gave birth to Ibrahim, the event brought to Muhammad, a man past sixty years of age, great joy. Because of the birth of the baby, the position of his mother </w:t>
      </w:r>
      <w:r w:rsidR="0024685D">
        <w:t>-</w:t>
      </w:r>
      <w:r>
        <w:t xml:space="preserve"> Mary also improved. Muhammad now looked upon her as a free wife, indeed, as one enjoying a most favored position.</w:t>
      </w:r>
    </w:p>
    <w:p w:rsidR="00776573" w:rsidRDefault="00B17538" w:rsidP="00B17538">
      <w:pPr>
        <w:pStyle w:val="libNormal"/>
      </w:pPr>
      <w:r>
        <w:t>"It was inevitable that the birth of Ibrahim would kindle fires of jealousy in the hearts of the other wives of Muhammad who were all barren. It was also natural that the Prophet's love and affection for the newborn baby and his mother, fanned the flames of that jealousy. Muhammad had liberally rewarded Salma, the wife of Abu Rafi, and the midwife for Ibrahim. He also distributed grain to all the poor in Medina. He assigned the infant to the care of Umm Sayf, a wet nurse, who owned seven goats, and she was to give their milk to him. Every day Muhammad visited the house of Mary to see his son's bright face and to take him in his arms. All this incited fierce jealousy in the hearts of the barren wives. The question was how long these wives would endure this agony.</w:t>
      </w:r>
    </w:p>
    <w:p w:rsidR="00776573" w:rsidRDefault="00B17538" w:rsidP="00B17538">
      <w:pPr>
        <w:pStyle w:val="libNormal"/>
      </w:pPr>
      <w:r>
        <w:t>"One day the proud new father, Muhammed Mustafa, walked into Ayesha's chamber, carrying his son in his arms, to show him to her. He called her attention to the great resemblance of the baby to himself. Ayesha looked at the baby, and said that she saw no resemblance at all. When the Prophet expressed delight how his son was growing, Ayesha responded tartly that any child given the amount of milk which Ibrahim was getting, would grow just as big and strong as he. Indeed, the birth of Ibrahim brought so much heart</w:t>
      </w:r>
      <w:r w:rsidR="0024685D">
        <w:t>-</w:t>
      </w:r>
      <w:r>
        <w:t>burning to the wives of the prophet that they went beyond these and similar caustic answers. It reached such proportions that Revelation itself voiced a special condemnation. Without a doubt, the whole affair left an imprint on the life of the Prophet as well as on the history of Islam.</w:t>
      </w:r>
    </w:p>
    <w:p w:rsidR="00776573" w:rsidRDefault="00B17538" w:rsidP="00B17538">
      <w:pPr>
        <w:pStyle w:val="libNormal"/>
      </w:pPr>
      <w:r>
        <w:t>Since the Prophet granted to his wives special rights and privileges at a time when Arab women amounted to nothing at all in society, it was natural for them to abuse the liberty which none of their peers had ever enjoyed before. This liberty led some of them to criticize the Prophet himself so severely as to roil up his disposition for all day. He often ignored some of his wives, and avoided others in order to discourage them from abusing their privileges. Even so, one of them was so driven by her jealousy as to exceed all limits of decency. But when Mary gave birth to Ibrahim, they lost all composure and self</w:t>
      </w:r>
      <w:r w:rsidR="0024685D">
        <w:t>-</w:t>
      </w:r>
      <w:r>
        <w:t>control. It was for this reason that Ayesha went as far as denying all resemblance between the Prophet and his son, a denial which amounted to an accusation of adultery on the part of the innocent Mary." (The Life of Muhammad, Cairo, 1935)</w:t>
      </w:r>
    </w:p>
    <w:p w:rsidR="00776573" w:rsidRDefault="00B17538" w:rsidP="00B17538">
      <w:pPr>
        <w:pStyle w:val="libNormal"/>
      </w:pPr>
      <w:r>
        <w:lastRenderedPageBreak/>
        <w:t>Allah saved His loving slave, Khadija, from the torment of being forced, by the customs of the country, to share the attentions and love of her husband with his other wives. But if she had a co</w:t>
      </w:r>
      <w:r w:rsidR="0024685D">
        <w:t>-</w:t>
      </w:r>
      <w:r>
        <w:t>wife, how would she have treated her? Would she have been jealous of her? Never. Jealousy was as far from her as one pole is from the other. She would not have hurt her co</w:t>
      </w:r>
      <w:r w:rsidR="0024685D">
        <w:t>-</w:t>
      </w:r>
      <w:r>
        <w:t>wife or co</w:t>
      </w:r>
      <w:r w:rsidR="0024685D">
        <w:t>-</w:t>
      </w:r>
      <w:r>
        <w:t>wives. She never hurt a neighbor, a maid, or a slave. She never hurt even animals, much less any humans. She passed through life graced with angelic qualities.</w:t>
      </w:r>
    </w:p>
    <w:p w:rsidR="00776573" w:rsidRDefault="00B17538" w:rsidP="00B17538">
      <w:pPr>
        <w:pStyle w:val="libNormal"/>
      </w:pPr>
      <w:r>
        <w:t>After the death of Khadija, Muhammed Mustafa married many other women. But no one among them could ever approximate Khadija for excellence. Among them, there were women of different backgrounds, and they were of very different casts of character. Some of them, it appears, never realized that their husband was the chosen one of God Himself, and had a rank and a status beyond the reach of every other mortal.</w:t>
      </w:r>
    </w:p>
    <w:p w:rsidR="00776573" w:rsidRDefault="00B17538" w:rsidP="00B17538">
      <w:pPr>
        <w:pStyle w:val="libNormal"/>
      </w:pPr>
      <w:r>
        <w:t>D. S. Margoliouth</w:t>
      </w:r>
    </w:p>
    <w:p w:rsidR="00776573" w:rsidRDefault="00B17538" w:rsidP="00B17538">
      <w:pPr>
        <w:pStyle w:val="libNormal"/>
      </w:pPr>
      <w:r>
        <w:t xml:space="preserve">The residence of the wives in the Prophet's harem was short, owing to unsuitability of temper; in one or more cases the newcomers were taught by the jealous wives of the Prophet formularies which, uttered by them in ignorance of the meaning, made the Prophet discharge them on the spot. One was discharged for declaring on the death of the infant Ibrahim that had his father been a prophet, he would not have died </w:t>
      </w:r>
      <w:r w:rsidR="0024685D">
        <w:t>-</w:t>
      </w:r>
      <w:r>
        <w:t xml:space="preserve"> a remarkable exercise of the "reasoning power." (Mohammed and the Rise of Islam, London)</w:t>
      </w:r>
    </w:p>
    <w:p w:rsidR="00776573" w:rsidRDefault="00B17538" w:rsidP="00B17538">
      <w:pPr>
        <w:pStyle w:val="libNormal"/>
      </w:pPr>
      <w:r>
        <w:t>To Muhammed Mustafa the conduct of some of the women he married in Medina, must have seemed to be a strange counterpoint to the deportment of Khadija. The latter's deportment had been all sweetness and light. Her every word and every deed had comported with her aim to fill the house of her husband with bliss, and she was eminently successful in realizing it.</w:t>
      </w:r>
    </w:p>
    <w:p w:rsidR="00776573" w:rsidRDefault="00B17538" w:rsidP="00B17538">
      <w:pPr>
        <w:pStyle w:val="libNormal"/>
      </w:pPr>
      <w:r>
        <w:t>Muhammad Husayn Haykal of Egypt and Abul Kalam Azad of India, have quoted various collectors and commentators of Hadith as saying that Hadhrat Abu Bakr and Hadhrat Umar once sought permission of the Prophet to visit him. When they were admitted to his presence, they found him sitting silent, surrounded by his wives. (These ladies were demanding more money from their husband as they said, they could not live in poverty). Umar said: "O Prophet of Allah, if my daughter was ever seen or heard asking me for money, I would surely pull her hair." The Prophet laughed, and said: "Here are my wives surrounding me and asking me for money." Immediately, Abu Bakr rose and pulled the hair of his daughter, Ayesha; and so did Umar to his daughter, Hafsa. Both Abu Bakr and Umar said to their daughters: "Do you dare ask the Prophet of Allah what he cannot afford to give?" They answered: "No, by God, we do not ask him any such thing."</w:t>
      </w:r>
    </w:p>
    <w:p w:rsidR="00776573" w:rsidRDefault="00B17538" w:rsidP="00B17538">
      <w:pPr>
        <w:pStyle w:val="libNormal"/>
      </w:pPr>
      <w:r>
        <w:t xml:space="preserve">"It was in connection with this conversation between Abu Bakr and Umar and their daughters," says Muhammad Husayn Haykal, "that the following verses were revealed:" O PROPHET! SAY TO THY CONSORTS: "IF IT BE THAT YE DESIRE THE LIFE OF THIS WORLD AND ITS GLITTER, </w:t>
      </w:r>
      <w:r w:rsidR="0024685D">
        <w:t>-</w:t>
      </w:r>
      <w:r>
        <w:t xml:space="preserve"> THEN COME! I WILL PROVIDE FOR YOUR ENJOYMENT AND SET YOU FREE IN A HANDSOME MANNER.</w:t>
      </w:r>
    </w:p>
    <w:p w:rsidR="00776573" w:rsidRDefault="00B17538" w:rsidP="00B17538">
      <w:pPr>
        <w:pStyle w:val="libNormal"/>
      </w:pPr>
      <w:r>
        <w:lastRenderedPageBreak/>
        <w:t>BUT IF YE SEEK ALLAH AND HIS APOSTLE, AND THE HOME OF HEREAFTER, VERILY ALLAH HAS PREPARED FOR THE WELL</w:t>
      </w:r>
      <w:r w:rsidR="0024685D">
        <w:t>-</w:t>
      </w:r>
      <w:r>
        <w:t>DOERS AMONGST YOU A GREAT REWARD. (Chapter 33; verses 28, 29)</w:t>
      </w:r>
    </w:p>
    <w:p w:rsidR="00776573" w:rsidRDefault="00B17538" w:rsidP="00B17538">
      <w:pPr>
        <w:pStyle w:val="libNormal"/>
      </w:pPr>
      <w:r>
        <w:t>Though perhaps all wives of the Prophet were united in demanding more money for food and other necessities from him, Ayesha and Hafsa were pressing the demand more vigorously. Abdullah ibn Abbas says that he once asked Umar bin al</w:t>
      </w:r>
      <w:r w:rsidR="0024685D">
        <w:t>-</w:t>
      </w:r>
      <w:r>
        <w:t>Khattab who were the two wives of the Prophet who were most persistent in demanding money from him, and he said: "Ayesha and Hafsa."</w:t>
      </w:r>
    </w:p>
    <w:p w:rsidR="00776573" w:rsidRDefault="00B17538" w:rsidP="00B17538">
      <w:pPr>
        <w:pStyle w:val="libNormal"/>
      </w:pPr>
      <w:r>
        <w:t>The Prophet himself lived like an ascetic. He invariably put the needs of the poor and the hungry ahead of his own needs. His lifestyle was known to everyone in Medina and those who knew it better than anyone else, were his own wives. Therefore, when they told him that life for them was exceedingly austere, and that he ought to alleviate its asperity for them by granting them more money, he was surprised. He had perhaps assumed that his wives would also imitate him, and would live lives of strict self</w:t>
      </w:r>
      <w:r w:rsidR="0024685D">
        <w:t>-</w:t>
      </w:r>
      <w:r>
        <w:t>denial as he did. He, therefore, found their joint "representation" most shocking; he perhaps thought that it was prompted by too much attachment to food and material comforts. Abul Kalam Azad says that the wives of the Prophet, after all, were human, and they too had their human needs and desires. Their demarche, therefore, he adds, is quite understandable.</w:t>
      </w:r>
    </w:p>
    <w:p w:rsidR="00776573" w:rsidRDefault="00B17538" w:rsidP="00B17538">
      <w:pPr>
        <w:pStyle w:val="libNormal"/>
      </w:pPr>
      <w:r>
        <w:t>The Prophet, however, was so displeased with his wives that he separated himself from them for a whole month.</w:t>
      </w:r>
    </w:p>
    <w:p w:rsidR="00776573" w:rsidRDefault="00B17538" w:rsidP="00B17538">
      <w:pPr>
        <w:pStyle w:val="libNormal"/>
      </w:pPr>
      <w:r>
        <w:t>Muhammad Husayn Haykal</w:t>
      </w:r>
    </w:p>
    <w:p w:rsidR="00776573" w:rsidRDefault="00B17538" w:rsidP="00B17538">
      <w:pPr>
        <w:pStyle w:val="libNormal"/>
      </w:pPr>
      <w:r>
        <w:t>Muhammad isolated himself from all his women for a full month and refused to talk about them to anyone. Nor did anyone else dare to talk to him concerning them. Abu Bakr, Umar, and his other in</w:t>
      </w:r>
      <w:r w:rsidR="0024685D">
        <w:t>-</w:t>
      </w:r>
      <w:r>
        <w:t>laws as well, were deeply concerned over the sad fate that awaited the "Mothers of Believers" now that they had exposed themselves to the anger of the Prophet, and the consequent punishment of God. It was even said that Muhammad had divorced Hafsah, Umar's daughter, after she had divulged the secret she had promised to keep. The market</w:t>
      </w:r>
      <w:r w:rsidR="0024685D">
        <w:t>-</w:t>
      </w:r>
      <w:r>
        <w:t>place of Medina was abuzz with rumors about the impending divorce of the Prophet's wives. The wives, for their part, were repentant and apprehensive. They regretted that their jealousy of one another had carried them away, and that they had abused and harmed their gentle husband. Muhammad spent most of his time in a store</w:t>
      </w:r>
      <w:r w:rsidR="0024685D">
        <w:t>-</w:t>
      </w:r>
      <w:r>
        <w:t>house he owned, placing his servant Rabah at its doorstep as long as he was inside. Therein he used to sleep on a very hard bed of coarse date branches. (The Life of Muhammad, Cairo, 1935)</w:t>
      </w:r>
    </w:p>
    <w:p w:rsidR="00776573" w:rsidRDefault="00B17538" w:rsidP="00B17538">
      <w:pPr>
        <w:pStyle w:val="libNormal"/>
      </w:pPr>
      <w:r>
        <w:t>Some of the wives of the Prophet showed themselves extremely suspicious. Their suspiciousness could not have made him very happy in his conjugal life. Professor Margoliouth has quoted the Musnad of Imam Ahmad bin Hanbal (Vol. iv, p. 221) in this regard, in his book Mohammed and the Rise of Islam as follows:</w:t>
      </w:r>
    </w:p>
    <w:p w:rsidR="00776573" w:rsidRDefault="00B17538" w:rsidP="00B17538">
      <w:pPr>
        <w:pStyle w:val="libNormal"/>
      </w:pPr>
      <w:r>
        <w:t>"At dead of night, it is said, the Prophet went out to the cemetery called Al</w:t>
      </w:r>
      <w:r w:rsidR="0024685D">
        <w:t>-</w:t>
      </w:r>
      <w:r>
        <w:t xml:space="preserve">Baki, and asked forgiveness for the dead who were buried there. This indeed he had done before; Ayesha once followed him like a detective when </w:t>
      </w:r>
      <w:r>
        <w:lastRenderedPageBreak/>
        <w:t>he started out at night, supposing him to be bent on some amour: but his destination she found was the graveyard."</w:t>
      </w:r>
    </w:p>
    <w:p w:rsidR="00776573" w:rsidRDefault="00B17538" w:rsidP="00B17538">
      <w:pPr>
        <w:pStyle w:val="libNormal"/>
      </w:pPr>
      <w:r>
        <w:t>The 66th chapter of Quran Majid called Tahreem, deals exclusively with the subject of the conduct of the wives of the Prophet. One of its verses has been quoted above in connection with the incident of "honey." Its fourth and fifth verses read as follows:</w:t>
      </w:r>
      <w:r>
        <w:cr/>
      </w:r>
    </w:p>
    <w:p w:rsidR="00776573" w:rsidRDefault="00B17538" w:rsidP="00B17538">
      <w:pPr>
        <w:pStyle w:val="libNormal"/>
      </w:pPr>
      <w:r>
        <w:t xml:space="preserve">IF YOU TWO TURN IN REPENTANCE TO HIM (TO ALLAH), YOUR HEARTS ARE INDEED SO INCLINED; BUT IF YOU BACK UP EACH OTHER AGAINST HIM, TRULY ALLAH IS HIS PROTECTOR, AND GABRIEL, AND (EVERY) RIGHTEOUS ONE AMONG THOSE WHO BELIEVE, </w:t>
      </w:r>
      <w:r w:rsidR="0024685D">
        <w:t>-</w:t>
      </w:r>
      <w:r>
        <w:t xml:space="preserve"> AND FURTHERMORE THE ANGELS </w:t>
      </w:r>
      <w:r w:rsidR="0024685D">
        <w:t>-</w:t>
      </w:r>
      <w:r>
        <w:t xml:space="preserve"> WILL BACK (HIM) UP. IT MAY BE, IF HE DIVORCED YOU (ALL),THAT ALLAH WILL GIVE HIM IN EXCHANGE CONSORTS BETTER THAN YOU,</w:t>
      </w:r>
    </w:p>
    <w:p w:rsidR="00776573" w:rsidRDefault="00B17538" w:rsidP="00B17538">
      <w:pPr>
        <w:pStyle w:val="libNormal"/>
      </w:pPr>
      <w:r>
        <w:t>There is not a consensus of the commentators of Quran Majid and the historians upon the particular incident which is under reference in these two verses. Some of them say that the Prophet told something in confidence to Hadhrat Hafsa. She was, however, unable to keep the secret, and disclosed it to Hadhrat Ayesha. This breach of confidence drew the foregoing censure upon one of them for "betraying a confidence, and upon the other for encouraging the betrayal," thus "abetting each other's wrong."</w:t>
      </w:r>
    </w:p>
    <w:p w:rsidR="00776573" w:rsidRDefault="00B17538" w:rsidP="00B17538">
      <w:pPr>
        <w:pStyle w:val="libNormal"/>
      </w:pPr>
      <w:r>
        <w:t>Explaining the verses of the 66th chapter of Quran Majid, A. Yusuf Ali, its translator and commentator, writes as follows:</w:t>
      </w:r>
    </w:p>
    <w:p w:rsidR="00B17538" w:rsidRDefault="00B17538" w:rsidP="00B17538">
      <w:pPr>
        <w:pStyle w:val="libNormal"/>
      </w:pPr>
      <w:r>
        <w:t>The Prophet's household was not like other households. The Consorts of Purity were expected to hold a higher standard of behavior and reticence than ordinary women, as they had higher work to perform. But they were human beings after all, and were subject to the weaknesses of their sex, and they sometimes failed. The imprudence of Hadhrat Aisha once caused serious difficulties: the holy Prophet's mind was sore distressed, and he renounced the company of his wives for some time.... Hadhrat Umar's daughter, Hafsa, was also sometimes apt to presume on her position, and when the two combined in secret counsel, and discussed matters and disclosed secrets to each other, they caused much sorrow to the holy Prophet, whose heart was tender and who treated all his family with exemplary patience and affection.</w:t>
      </w:r>
    </w:p>
    <w:p w:rsidR="00B17538" w:rsidRDefault="00B17538" w:rsidP="00035570">
      <w:pPr>
        <w:pStyle w:val="libNormal"/>
      </w:pPr>
      <w:r>
        <w:br w:type="page"/>
      </w:r>
    </w:p>
    <w:p w:rsidR="00776573" w:rsidRDefault="00B74437" w:rsidP="00B17538">
      <w:pPr>
        <w:pStyle w:val="Heading1Center"/>
      </w:pPr>
      <w:bookmarkStart w:id="18" w:name="_Toc423343230"/>
      <w:r>
        <w:lastRenderedPageBreak/>
        <w:t>Chapter 18</w:t>
      </w:r>
      <w:r w:rsidR="00B17538">
        <w:t>: Khadija and Ayesha</w:t>
      </w:r>
      <w:bookmarkEnd w:id="18"/>
    </w:p>
    <w:p w:rsidR="00776573" w:rsidRDefault="00B17538" w:rsidP="00B17538">
      <w:pPr>
        <w:pStyle w:val="libNormal"/>
      </w:pPr>
      <w:r>
        <w:t>Hadhrat Ayesha was jealous not only of those wives of Muhammed Mustafa who were living at the same time and in the same house as she was, but also of a wife who was long since dead, viz., Khadija. In fact, she was more jealous of Khadija, the dead wife, than she was of any of her living co</w:t>
      </w:r>
      <w:r w:rsidR="0024685D">
        <w:t>-</w:t>
      </w:r>
      <w:r>
        <w:t>wives. She was so jealous of Khadija that she reserved her most bitter blasts against her.</w:t>
      </w:r>
    </w:p>
    <w:p w:rsidR="00776573" w:rsidRDefault="00B17538" w:rsidP="00B17538">
      <w:pPr>
        <w:pStyle w:val="libNormal"/>
      </w:pPr>
      <w:r>
        <w:t>Abbas Mahmud al</w:t>
      </w:r>
      <w:r w:rsidR="0024685D">
        <w:t>-</w:t>
      </w:r>
      <w:r>
        <w:t>Akkad says in his book, Avesha:</w:t>
      </w:r>
    </w:p>
    <w:p w:rsidR="00776573" w:rsidRDefault="00B17538" w:rsidP="00B17538">
      <w:pPr>
        <w:pStyle w:val="libNormal"/>
      </w:pPr>
      <w:r>
        <w:t>"Ayesha did not nurse such strong feelings of jealousy toward any wife of the Messenger of Allah as she did toward Khadija. The reason for this jealousy was that Khadija had made a place for herself in the heart of her husband which no one else could take. Muhammed Mustafa recounted her merits night and day.</w:t>
      </w:r>
    </w:p>
    <w:p w:rsidR="00776573" w:rsidRDefault="00B17538" w:rsidP="00B17538">
      <w:pPr>
        <w:pStyle w:val="libNormal"/>
      </w:pPr>
      <w:r>
        <w:t>Muhammed Mustafa was constantly helping the poor and the sick. On one occasion, Ayesha asked him the reason for this, and he said: "Khadija had told me to treat these people with kindness and love. It was her last wish." When Ayesha heard this, she nared into a rage, and shouted: "Khadija! Khadija! It seems that for you there is no other woman on the face of the earth except Khadija."</w:t>
      </w:r>
    </w:p>
    <w:p w:rsidR="00776573" w:rsidRDefault="00B17538" w:rsidP="00B17538">
      <w:pPr>
        <w:pStyle w:val="libNormal"/>
      </w:pPr>
      <w:r>
        <w:t>The Apostle was a man of unlimited forbearance. But when he saw Ayesha's outburst, he stopped talking with her."</w:t>
      </w:r>
    </w:p>
    <w:p w:rsidR="00776573" w:rsidRDefault="00B17538" w:rsidP="00B17538">
      <w:pPr>
        <w:pStyle w:val="libNormal"/>
      </w:pPr>
      <w:r>
        <w:t>If this incident points up the love that Khadija had for the poor and the sick, it also points up the esteem in which she was held by Muhammed Mustafa. He acted upon her wishes, notwithstanding the overt reaction and resentment of Ayesha. He, in fact, acted upon the wishes of Khadija as long as he lived. Didn't he know that any reference to Khadija displeased Ayesha? Of course he did. Therefore, when she asked him why he was feeding the poor, clothing the naked, and comforting the cheerless, he ought to have given her a "discreet" answer, one that would not have frayed her nerves. But he didn't. He just said: "I am carrying out the wishes of Khadija."</w:t>
      </w:r>
    </w:p>
    <w:p w:rsidR="00776573" w:rsidRDefault="00B17538" w:rsidP="00B17538">
      <w:pPr>
        <w:pStyle w:val="libNormal"/>
      </w:pPr>
      <w:r>
        <w:t xml:space="preserve">Was this a coincidence that the last thought that Khadija had in this world, was the welfare of the poor, the sick, the orphans, the widows and the disabled? No. There is nothing coincidental about it. Everything that Khadija ever said or did, was precalculated to win the pleasure of Allah. And she knew that she could win the pleasure of Allah by giving love and service to the most vulnerable of His humble slaves. Khadija's largess was reaching the hungry, the poor and the sick, even after her death. Her charity never came to a halt </w:t>
      </w:r>
      <w:r w:rsidR="0024685D">
        <w:t>-</w:t>
      </w:r>
      <w:r>
        <w:t xml:space="preserve"> in life or in death! The name and image of Khadija were etched on the heart of Muhammed Mustafa, and neither the hand of time nor the tantrums of Ayesha could efface them.</w:t>
      </w:r>
    </w:p>
    <w:p w:rsidR="00776573" w:rsidRDefault="00B17538" w:rsidP="00B17538">
      <w:pPr>
        <w:pStyle w:val="libNormal"/>
      </w:pPr>
      <w:r>
        <w:t>Hadhrat Ayesha was aware that she could not dissuade Muhammed Mustafa from praising Khadija, and from talking about her. But this knowledge did not put a crimp upon her vis</w:t>
      </w:r>
      <w:r w:rsidR="0024685D">
        <w:t>-</w:t>
      </w:r>
      <w:r>
        <w:t>a</w:t>
      </w:r>
      <w:r w:rsidR="0024685D">
        <w:t>-</w:t>
      </w:r>
      <w:r>
        <w:t>vis her "anti</w:t>
      </w:r>
      <w:r w:rsidR="0024685D">
        <w:t>-</w:t>
      </w:r>
      <w:r>
        <w:t>Khadija" stance. Abbas Mahmud al</w:t>
      </w:r>
      <w:r w:rsidR="0024685D">
        <w:t>-</w:t>
      </w:r>
      <w:r>
        <w:t xml:space="preserve">Akkad of Egypt, relates another incident in his book, Ayesha, as follows: One day the Messenger of Allah was praising Khadija when Ayesha said: "O Messenger of Allah! Why do you talk all the time </w:t>
      </w:r>
      <w:r>
        <w:lastRenderedPageBreak/>
        <w:t>about that old woman who had inflamed gums? After all, Allah has given you better wives than her."</w:t>
      </w:r>
    </w:p>
    <w:p w:rsidR="00776573" w:rsidRDefault="00B17538" w:rsidP="00B17538">
      <w:pPr>
        <w:pStyle w:val="libNormal"/>
      </w:pPr>
      <w:r>
        <w:t>Muhammed Mustafa said: "No Ayesha! Allah never gave me a better wife than Khadija. She believed in me at a time when other people denied me. She put all her wealth at my service when other people withheld theirs from me. And what's more, Allah gave me children only through Khadija." It appears that Ayesha's hatred of Khadija which she expressed so blatantly, backfired upon her. Her husband told her that Allah gave him children only through Khadija whereas his other wives could not give him any child.</w:t>
      </w:r>
    </w:p>
    <w:p w:rsidR="00776573" w:rsidRDefault="00B17538" w:rsidP="00B17538">
      <w:pPr>
        <w:pStyle w:val="libNormal"/>
      </w:pPr>
      <w:r>
        <w:t>To be childless, is a very painful experience for a woman. But if she is told that she is barren, the pain for her becomes a torture. And if it is her own husband who taunts her for her barrenness, then the pain becomes an agony.</w:t>
      </w:r>
    </w:p>
    <w:p w:rsidR="00776573" w:rsidRDefault="00B17538" w:rsidP="00B17538">
      <w:pPr>
        <w:pStyle w:val="libNormal"/>
      </w:pPr>
      <w:r>
        <w:t xml:space="preserve">But Ayesha could never repress her hatred of Khadija. She herself said once: "I have never been so jealous of any woman as I am of Khadija." She showed her jealousy over and over again, and each time she elicited from the Messenger of Allah the same anger and displeasure. The last child of Muhammed Mustafa and Khadija was their daughter, Fatima Zahra. She was born in the fifth year of the Proclamation, and eight years before the Migration. Her brothers, Qasim and Abdullah, had died before her. It was the pleasure of Allah that the line of descent of His messenger and friend, Muhammed Mustafa, should begin with his daughter, Fatima Zahra. She was the joy of her father's heart, and the light of his eyes. He cherished her and her children as his greatest treasures. They were, for him, the epitome of the purest of all joys </w:t>
      </w:r>
      <w:r w:rsidR="0024685D">
        <w:t>-</w:t>
      </w:r>
      <w:r>
        <w:t xml:space="preserve"> both terrestrial and celestial.</w:t>
      </w:r>
    </w:p>
    <w:p w:rsidR="00776573" w:rsidRDefault="00B17538" w:rsidP="00B17538">
      <w:pPr>
        <w:pStyle w:val="libNormal"/>
      </w:pPr>
      <w:r>
        <w:t>From time to time, Muhammed Mustafa had to leave Medina on his campaigns. It was his invariable practice that he sent his army ahead of him, and he himself was the last one to leave the city.</w:t>
      </w:r>
    </w:p>
    <w:p w:rsidR="00776573" w:rsidRDefault="00B17538" w:rsidP="00B17538">
      <w:pPr>
        <w:pStyle w:val="libNormal"/>
      </w:pPr>
      <w:r>
        <w:t>The last thing that Muhammed Mustafa did before leaving Medina, was to visit his daughter, Fatima Zahra, the blessed one, and her children. He entrusted them to the protection of God, and bade them farewell.</w:t>
      </w:r>
    </w:p>
    <w:p w:rsidR="00776573" w:rsidRDefault="00B17538" w:rsidP="00B17538">
      <w:pPr>
        <w:pStyle w:val="libNormal"/>
      </w:pPr>
      <w:r>
        <w:t>The first thing that Muhammed Mustafa did when he returned to Medina, was to visit the house of his daughter. He invoked God's blessings upon her and her family. During his frequent absences from Medina, there was nothing that he missed so much as the children of his daughter. When he saw them, he exchanged greetings with them, kissed them, dandled them, and played with them. Once he was with them, his weariness from the campaigns, and from long marches in the dust and heat of Arabia, vanished, and he was refreshed and restored. It was a pattern of life for Muhammed Mustafa, and he never veered from it. His emotional life revolved around the house of his daughter.</w:t>
      </w:r>
    </w:p>
    <w:p w:rsidR="00B17538" w:rsidRDefault="00B17538" w:rsidP="00B17538">
      <w:pPr>
        <w:pStyle w:val="libNormal"/>
      </w:pPr>
      <w:r>
        <w:t>Hadhrat Ayesha didn't share her husband's love for his daughter. Abbas Mahmud al</w:t>
      </w:r>
      <w:r w:rsidR="0024685D">
        <w:t>-</w:t>
      </w:r>
      <w:r>
        <w:t xml:space="preserve">Akkad says in his book, Avesha: In the first place, Fatima was the daughter of Khadija; and the Messenger of Allah loved Khadija so much that he was constantly praising and complimenting her. Ayesha resented this. In the second place, Ayesha was childless. Whenever she saw her husband coddling and cuddling the children of Fatima which he was doing all the time, she was further embittered being painfully reminded of her own </w:t>
      </w:r>
      <w:r>
        <w:lastRenderedPageBreak/>
        <w:t>sterility. The relations, therefore, of Ayesha and Fatima, were not very "friendly."</w:t>
      </w:r>
    </w:p>
    <w:p w:rsidR="00B17538" w:rsidRDefault="00B17538" w:rsidP="00035570">
      <w:pPr>
        <w:pStyle w:val="libNormal"/>
      </w:pPr>
      <w:r>
        <w:br w:type="page"/>
      </w:r>
    </w:p>
    <w:p w:rsidR="00776573" w:rsidRDefault="00B74437" w:rsidP="00B17538">
      <w:pPr>
        <w:pStyle w:val="Heading1Center"/>
      </w:pPr>
      <w:bookmarkStart w:id="19" w:name="_Toc423343231"/>
      <w:r>
        <w:lastRenderedPageBreak/>
        <w:t>Chapter 19</w:t>
      </w:r>
      <w:r w:rsidR="00B17538">
        <w:t>: Khadija and Islam</w:t>
      </w:r>
      <w:bookmarkEnd w:id="19"/>
    </w:p>
    <w:p w:rsidR="00776573" w:rsidRDefault="00B17538" w:rsidP="00B17538">
      <w:pPr>
        <w:pStyle w:val="libNormal"/>
      </w:pPr>
      <w:r>
        <w:t>Today, Islam is the greatest force in the world. Its enemies cannot do it any harm. It is like a mighty oak which the storms of the world cannot uproot. Yet there was a time when this mighty oak was a tiny sapling, and desperately needed someone to protect it from the hurricanes of idolatry and polytheism which threatened to uproot it.</w:t>
      </w:r>
    </w:p>
    <w:p w:rsidR="00776573" w:rsidRDefault="00B17538" w:rsidP="00B17538">
      <w:pPr>
        <w:pStyle w:val="libNormal"/>
      </w:pPr>
      <w:r>
        <w:t xml:space="preserve">Muslims may forget it but Islam cannot forget that in its infancy, it were Abu Talib and Khadija who protected it. They made Islam invulnerable. Abu Talib protected the sapling of Islam from the tempests of misbelieve and heathenism; and Khadija irrigated it with her wealth. She did not let the sapling of Islam die from draught. In fact, she didn't even let it wilt from neglect. Protecting Islam was, for Abu Talib and Khadija, their foremost duty. Islam was their first love, and it was a love which they passed on, as their "legacy" to their children. If they </w:t>
      </w:r>
      <w:r w:rsidR="0024685D">
        <w:t>-</w:t>
      </w:r>
      <w:r>
        <w:t xml:space="preserve"> Abu Talib and Khadija </w:t>
      </w:r>
      <w:r w:rsidR="0024685D">
        <w:t>-</w:t>
      </w:r>
      <w:r>
        <w:t xml:space="preserve"> had protected the tree of Islam from its enemies in the lifetime of Muhammed Mustafa, and had "irrigated" it with vast quantities of gold and silver, their children and their grandchildren protected it, from its enemies after his death, and irrigated it with their blood. Their blood was the most sacrosanct blood in all creation. After all, it was the blood of Muhammed Mustafa himself </w:t>
      </w:r>
      <w:r w:rsidR="0024685D">
        <w:t>-</w:t>
      </w:r>
      <w:r>
        <w:t xml:space="preserve"> the Last and the Greatest of all Messengers of Allah, and the Chief of all Apostles and Prophets.</w:t>
      </w:r>
    </w:p>
    <w:p w:rsidR="00776573" w:rsidRDefault="00B17538" w:rsidP="00B17538">
      <w:pPr>
        <w:pStyle w:val="libNormal"/>
      </w:pPr>
      <w:r>
        <w:t>Khadija was an "eye</w:t>
      </w:r>
      <w:r w:rsidR="0024685D">
        <w:t>-</w:t>
      </w:r>
      <w:r>
        <w:t>witness" of the birth of Islam. She nursed it through its infancy, through its most difficult, and through its most formative years. Islam was given shape and design in her home. If any home can be called the cradle of Islam, it was her home. She "reared" Islam. If any home can be called the "axis" of Islam, it was her home; Islam revolved around her home. Her home was the "home" of Quran Majid the Book of Allah, and the religious and political code of Islam.</w:t>
      </w:r>
    </w:p>
    <w:p w:rsidR="00776573" w:rsidRDefault="00B17538" w:rsidP="00B17538">
      <w:pPr>
        <w:pStyle w:val="libNormal"/>
      </w:pPr>
      <w:r>
        <w:t>It was in her home that Gabriel was bringing Revelations from Heaven for ten years.</w:t>
      </w:r>
    </w:p>
    <w:p w:rsidR="00776573" w:rsidRDefault="00B17538" w:rsidP="00B17538">
      <w:pPr>
        <w:pStyle w:val="libNormal"/>
      </w:pPr>
      <w:r>
        <w:t>Khadija has collected more "firsts" in the history of nascent Islam than anyone else. She was the first wife of the last messenger of Allah. She was the first Believer. She was the very first mortal to declare that the Creator was only One, and that Muhammed was His messenger. Next to her husband, she was the very first individual who heard the Voice of Revelation. She was the first person who offered prayers to Allah with her husband. Whenever he went into the presence of Allah, she was his constant companion. She was the first Mother of Believers. She was the only wife of Muhammed Mustafa who did not have to co</w:t>
      </w:r>
      <w:r w:rsidR="0024685D">
        <w:t>-</w:t>
      </w:r>
      <w:r>
        <w:t>exist with a co</w:t>
      </w:r>
      <w:r w:rsidR="0024685D">
        <w:t>-</w:t>
      </w:r>
      <w:r>
        <w:t>wife. All the love, all the affection and all the friendship of her husband, were hers and hers alone exclusively!</w:t>
      </w:r>
    </w:p>
    <w:p w:rsidR="00776573" w:rsidRDefault="00B17538" w:rsidP="00B17538">
      <w:pPr>
        <w:pStyle w:val="libNormal"/>
      </w:pPr>
      <w:r>
        <w:t xml:space="preserve">When Muhammed Mustafa proclaimed his mission as the messenger of Allah, and told the Arabs not to worship idols, and called upon them to rally under the banner of Tauheed, a tidal wave of sorrows broke upon him. The polytheists began to thirst for his blood. They invented new and ingenious ways of tormenting him, and they made many attempts to stifle his voice forever. In those times of stress and distress, Khadija was a bastion of strength for him. It was only because of her and Abu Talib that the </w:t>
      </w:r>
      <w:r>
        <w:lastRenderedPageBreak/>
        <w:t>polytheists could not disrupt his work of preaching and propagating Islam. She made, in this manner, a most important contribution to the survival and propagation of Islam.</w:t>
      </w:r>
    </w:p>
    <w:p w:rsidR="00776573" w:rsidRDefault="00B17538" w:rsidP="00B17538">
      <w:pPr>
        <w:pStyle w:val="libNormal"/>
      </w:pPr>
      <w:r>
        <w:t>Khadija set basic standards that spell domestic peace, harmony, happiness and fulfillment, and she upheld and reflected them in her life. She demonstrated that the key to a family's strength and happiness is the degree of emotional closeness between its members. She spelled out the rights and duties of husbands and wives. The standards set by her, became the "blueprint" for family life in Islam. Muhammed Mustafa and Khadija spent twenty</w:t>
      </w:r>
      <w:r w:rsidR="0024685D">
        <w:t>-</w:t>
      </w:r>
      <w:r>
        <w:t>five years together, and in those years, they formulated the "laws" that make a marriage successful and a life happy. Since then, even in temporal terms, the rest of the world has not been able to find better laws. Islam incorporated the same laws in its own programme.</w:t>
      </w:r>
    </w:p>
    <w:p w:rsidR="00776573" w:rsidRDefault="00B17538" w:rsidP="00B17538">
      <w:pPr>
        <w:pStyle w:val="libNormal"/>
      </w:pPr>
      <w:r>
        <w:t>Khadija turned the abstractions of idealism into reality. Her life with Muhammed is concrete evidence of that fact. What she gave to the world was not merely a set of principles or theoretical ideas but an experience, rich in moments of pure enchantment with Islam, and subtle rhythms of love for Allah and His Messenger.</w:t>
      </w:r>
    </w:p>
    <w:p w:rsidR="00776573" w:rsidRDefault="00B17538" w:rsidP="00B17538">
      <w:pPr>
        <w:pStyle w:val="libNormal"/>
      </w:pPr>
      <w:r>
        <w:t>As mentioned earlier, the pagan Arabs had a sense of honor gone all awry. It was their "sense of honor" which impelled them to kill their daughters. Islam of course put an end to this barbaric and horrendous practice by making it at once a sin against Allah, and a crime against humanity. Besides putting an end to female infanticide, Islam also gave dignity, honor and rights to women, and it guaranteed those rights.</w:t>
      </w:r>
    </w:p>
    <w:p w:rsidR="00776573" w:rsidRDefault="00B17538" w:rsidP="00B17538">
      <w:pPr>
        <w:pStyle w:val="libNormal"/>
      </w:pPr>
      <w:r>
        <w:t>Allah Ta'ala wished to demonstrate th;lt the laws of Islam were all practicable. To demonstrate the practicability of those laws, and to show the Islamic "Design of Life," He chose the house of His slaves, Muhammed and Khadija. Without Khadija, the laws of Islam would have remained meaningless. In fact, it is even possible that Muhammed Mustafa could not have promulgated those laws without her.</w:t>
      </w:r>
    </w:p>
    <w:p w:rsidR="00776573" w:rsidRDefault="00B17538" w:rsidP="00B17538">
      <w:pPr>
        <w:pStyle w:val="libNormal"/>
      </w:pPr>
      <w:r>
        <w:t>One of the greatest blessings that Muhammed Mustafa and Khadija received from Allah Ta'ala was their daughter, Fatima Zahra. As noted before, Fatima was born after the death of her brothers, Qasim and Abdullah. She was only five years old when her mother died. After the death of her mother, Muhammed Mustafa, the messenger of Allah, became both a father and a mother for her. In bringing up his daughter, the Messenger of Allah was demonstrating the applicability of the laws of Islam. Since he is the model for all Muslims, they have to imitate him in all his deeds. He bestowed the utmost love upon, and showed the greatest respect to his daughter.</w:t>
      </w:r>
    </w:p>
    <w:p w:rsidR="00776573" w:rsidRDefault="00B17538" w:rsidP="00B17538">
      <w:pPr>
        <w:pStyle w:val="libNormal"/>
      </w:pPr>
      <w:r>
        <w:t xml:space="preserve">Both in Makka and in Medina, many important persons, such as princes and leaders of powerful tribes, came to see the messenger of Allah. He never rose from the ground to greet any of them. But if he heard that his daughter, Fatima Zahra, was coming to see him, he rose from the floor, went forward to greet her, escorted her back, and gave her the place of honor to sit. He did not show so much esteem and regard to anyone at any time in his life </w:t>
      </w:r>
      <w:r w:rsidR="0024685D">
        <w:t>-</w:t>
      </w:r>
      <w:r>
        <w:t xml:space="preserve"> man or woman!</w:t>
      </w:r>
    </w:p>
    <w:p w:rsidR="00776573" w:rsidRDefault="00B17538" w:rsidP="00B17538">
      <w:pPr>
        <w:pStyle w:val="libNormal"/>
      </w:pPr>
      <w:r>
        <w:lastRenderedPageBreak/>
        <w:t>SUCH IS THE BOUNTY OF ALLAH, WHICH HE BESTOWS ON WHOM HE WILL: AND ALLAH IS THE LORD OF THE HIGHEST BOUNTY. (Quran Majid. Chapter 62; verse 4)</w:t>
      </w:r>
    </w:p>
    <w:p w:rsidR="00776573" w:rsidRDefault="00B17538" w:rsidP="00B17538">
      <w:pPr>
        <w:pStyle w:val="libNormal"/>
      </w:pPr>
      <w:r>
        <w:t>Allah Ta'ala bestowed His Bounty upon Fatima Zahra, the daughter of His friend and His messenger, Muhammed Mustafa.</w:t>
      </w:r>
    </w:p>
    <w:p w:rsidR="00776573" w:rsidRDefault="00B17538" w:rsidP="00B17538">
      <w:pPr>
        <w:pStyle w:val="libNormal"/>
      </w:pPr>
      <w:r>
        <w:t xml:space="preserve">It was Khadija's only daughter, Fatima Zahra, who became the recipient of the accolades of Heaven in the 76th chapter of Quran Majid </w:t>
      </w:r>
      <w:r w:rsidR="0024685D">
        <w:t>-</w:t>
      </w:r>
      <w:r>
        <w:t xml:space="preserve"> Sura Dahr. In fact, the whole chapter is "dedicated" to her and to her family comprising her husband, Ali ibn Abi Talib; her children, Hasan and Husain; and her maid, Fizza. She also became the "exegesis" of the 108th Chapter of Quran Majid </w:t>
      </w:r>
      <w:r w:rsidR="0024685D">
        <w:t>-</w:t>
      </w:r>
      <w:r>
        <w:t xml:space="preserve"> Sura Kauthar (=Abundance). Allah Ta'ala gave Khadija a son</w:t>
      </w:r>
      <w:r w:rsidR="0024685D">
        <w:t>-</w:t>
      </w:r>
      <w:r>
        <w:t>in</w:t>
      </w:r>
      <w:r w:rsidR="0024685D">
        <w:t>-</w:t>
      </w:r>
      <w:r>
        <w:t>law like Ali ibn Abi Talib who became the Lion of Allah; "the Right Arm of Islam;" and the shield and buckler of Muhammed Mustafa; and He gave her grandsons like Hasan and Husain who became the Riders of the Shoulders of the Messenger of Allah, and "the Princes of the Youth of Heaven."</w:t>
      </w:r>
    </w:p>
    <w:p w:rsidR="00776573" w:rsidRDefault="00B17538" w:rsidP="00B17538">
      <w:pPr>
        <w:pStyle w:val="libNormal"/>
      </w:pPr>
      <w:r>
        <w:t>Without a doubt, Islam means the practice of the house of Khadija; and without a doubt, Quran Majid is the "dialect" of her family. Her daughter, Fatima Zahra, and her grand</w:t>
      </w:r>
      <w:r w:rsidR="0024685D">
        <w:t>-</w:t>
      </w:r>
      <w:r>
        <w:t>children, Hasan and Husain, grew up "speaking" Quran Majid. She has the same relationship to Islam and Quran Majid that light has to the eyes, lustre to a pearl; and fragrance to a rose.</w:t>
      </w:r>
    </w:p>
    <w:p w:rsidR="00B17538" w:rsidRDefault="00B17538" w:rsidP="00B17538">
      <w:pPr>
        <w:pStyle w:val="libNormal"/>
      </w:pPr>
      <w:r>
        <w:t xml:space="preserve">Even the most eloquent of languages fails adequately to express or fittingly to commend, Khadija's merits. But Allah Ta'ala has promised His reward to his loving slaves like Khadija in the following verses of His Book: THOSE WHO HAVE FAITH AND DO RIGHTEOUS DEEDS, </w:t>
      </w:r>
      <w:r w:rsidR="0024685D">
        <w:t>-</w:t>
      </w:r>
      <w:r>
        <w:t xml:space="preserve"> THEY ARE THE BEST OF CREATURES. THEIR REWARD IS WITH ALLAH: GARDENS OF ETERNITY, BENEATH WHICH RIVERS FLOW; THEY WILL DWELL THEREIN FOR EVER; ALLAH WELL PLEASED WITH THEM, AND THEY WITH HIM: ALL THIS FOR SUCH AS FEAR THEIR LORD AND CHERISHER. (Chapter 98; verses 7, 8)</w:t>
      </w:r>
    </w:p>
    <w:p w:rsidR="00B17538" w:rsidRDefault="00B17538" w:rsidP="00035570">
      <w:pPr>
        <w:pStyle w:val="libNormal"/>
      </w:pPr>
      <w:r>
        <w:br w:type="page"/>
      </w:r>
    </w:p>
    <w:p w:rsidR="00776573" w:rsidRDefault="00B74437" w:rsidP="00B17538">
      <w:pPr>
        <w:pStyle w:val="Heading1Center"/>
      </w:pPr>
      <w:bookmarkStart w:id="20" w:name="_Toc423343232"/>
      <w:r>
        <w:lastRenderedPageBreak/>
        <w:t>Chapter 20</w:t>
      </w:r>
      <w:r w:rsidR="00B17538">
        <w:t>: Khadija and the Muslim Historians</w:t>
      </w:r>
      <w:bookmarkEnd w:id="20"/>
    </w:p>
    <w:p w:rsidR="00776573" w:rsidRDefault="00B17538" w:rsidP="00B17538">
      <w:pPr>
        <w:pStyle w:val="libNormal"/>
      </w:pPr>
      <w:r>
        <w:t xml:space="preserve">In their history books, the highest tribute that most of the Muslim historians have paid to Khadija, is that she strengthened Islam with her wealth. They pay this tribute and then they pass on to other matters. It is true that it was Khadija's wealth that made Islam viable; but it is only a partial truth. There is little, if any, acknowledgement by the historians of what Khadija's support </w:t>
      </w:r>
      <w:r w:rsidR="0024685D">
        <w:t>-</w:t>
      </w:r>
      <w:r>
        <w:t xml:space="preserve"> material and moral </w:t>
      </w:r>
      <w:r w:rsidR="0024685D">
        <w:t>-</w:t>
      </w:r>
      <w:r>
        <w:t xml:space="preserve"> did for Islam and the Muslims. Far from acknowledging her great services, many of them have either distorted truth or have strangled truth or have cooked up stories of their own, and have dished them out as historical "facts."</w:t>
      </w:r>
    </w:p>
    <w:p w:rsidR="00776573" w:rsidRDefault="00B17538" w:rsidP="00B17538">
      <w:pPr>
        <w:pStyle w:val="libNormal"/>
      </w:pPr>
      <w:r>
        <w:t>Not all the history of the early days of Islam is factual; some of it is "synthetic." This synthetic history was written for or was dictated by special interest groups. Many fairy tales found their way into the history of Islam in this manner and Truth was quietly given a burial.</w:t>
      </w:r>
    </w:p>
    <w:p w:rsidR="00776573" w:rsidRDefault="00B17538" w:rsidP="00B17538">
      <w:pPr>
        <w:pStyle w:val="libNormal"/>
      </w:pPr>
      <w:r>
        <w:t>Spinning fairy tales, putting them into circulation and burying truth was a conspiracy in which the leaders of the prayer</w:t>
      </w:r>
      <w:r w:rsidR="0024685D">
        <w:t>-</w:t>
      </w:r>
      <w:r>
        <w:t>congregations, orators of the pulpits in the mosques, teachers in schools, professors in colleges, doctors of law, judges of the courts, courtiers of the kings, sultans and caliphs; and the kings, sultans and caliphs themselves, all had a hand. The historian had little choice in the matter. Even if he was a man of integrity and principle, he dared not challenge the party line. If he did, he could imperil his own life. If he wrote factual history, his wife could become a widow, and his children could become orphans. He, therefore, adopted the "pragmatic" course. He ditched the truth, and wrote spurious history.</w:t>
      </w:r>
    </w:p>
    <w:p w:rsidR="00776573" w:rsidRDefault="00B17538" w:rsidP="00B17538">
      <w:pPr>
        <w:pStyle w:val="libNormal"/>
      </w:pPr>
      <w:r>
        <w:t xml:space="preserve">Maulana Shibli Numani, the dean of the Indian historians of Islam, writes in his Life of the Prophet. Volume I (Azamgarh, India, 1976), that during the reign of the caliph Muawiya (d. A.D. 680), and the later Umayyads, thousands and tens of thousands of Hadith (1) were churned out by hadith manufacturing factories, and were put into circulation. "Historians" on the payroll of the government, strung together "fact" after "fact," and incorporated them in their history books. And for 90 years, the names of Ali ibn Abi Talib, and other members of the Bani Hashim were cursed from every pulpit in the Muslim world </w:t>
      </w:r>
      <w:r w:rsidR="0024685D">
        <w:t>-</w:t>
      </w:r>
      <w:r>
        <w:t xml:space="preserve"> from Sind in India to Spain in Europe. Children were born, they grew up, and they died, hearing these curses and never knowing the truth.</w:t>
      </w:r>
    </w:p>
    <w:p w:rsidR="00776573" w:rsidRDefault="00B17538" w:rsidP="00B17538">
      <w:pPr>
        <w:pStyle w:val="libNormal"/>
      </w:pPr>
      <w:r>
        <w:t>In A D. 750, the Abbasis seized the caliphate, and they exterminated the Umayyads. But they were no less rabid in their animosity to the family of Muhammed Mustafa than were the Umayyads. In fact, some of them outdid the Umayyads in persecuting his children and their supporters. The one characteristic that both dynasties shared, was their built</w:t>
      </w:r>
      <w:r w:rsidR="0024685D">
        <w:t>-</w:t>
      </w:r>
      <w:r>
        <w:t>in animosity to the family and the children of Muhammed Mustafa.</w:t>
      </w:r>
    </w:p>
    <w:p w:rsidR="00776573" w:rsidRDefault="00B17538" w:rsidP="00B17538">
      <w:pPr>
        <w:pStyle w:val="libNormal"/>
      </w:pPr>
      <w:r>
        <w:t>Edward Gibbon</w:t>
      </w:r>
    </w:p>
    <w:p w:rsidR="00776573" w:rsidRDefault="00B17538" w:rsidP="00B17538">
      <w:pPr>
        <w:pStyle w:val="libNormal"/>
      </w:pPr>
      <w:r>
        <w:t>The persecutors of Mohammed usurped the inheritance of his children; and the champions of idolatry became the supreme heads of his religion and empire. (The Decline and Fall of the Roman Empire) (1) A Hadith is the memorial of an alleged act and/or saying of the Prophet of Islam, as transmitted by a chain of informants.</w:t>
      </w:r>
    </w:p>
    <w:p w:rsidR="00776573" w:rsidRDefault="00B17538" w:rsidP="00B17538">
      <w:pPr>
        <w:pStyle w:val="libNormal"/>
      </w:pPr>
      <w:r>
        <w:t>Robert Payn</w:t>
      </w:r>
    </w:p>
    <w:p w:rsidR="00776573" w:rsidRDefault="00B17538" w:rsidP="00B17538">
      <w:pPr>
        <w:pStyle w:val="libNormal"/>
      </w:pPr>
      <w:r>
        <w:lastRenderedPageBreak/>
        <w:t>...Again and again we shall find Muhammadans mercilessly destroying the living descendants of Muhammad. (p. 84</w:t>
      </w:r>
      <w:r w:rsidR="0024685D">
        <w:t>-</w:t>
      </w:r>
      <w:r>
        <w:t>85). For 350 years, the descendants of Abu Sufyan and those who claimed descent from Abbas had made war on the descendants of Muhammad's flesh. (p. 193) Throughout all the centuries of Islam, a strange fate had hovered over the descendants of Muhammad. It was as though that part of the world which eagerly accepted the Messenger of God, had turned forever against his living descendants. (p. 306) (The Holy Sword, 1959)</w:t>
      </w:r>
    </w:p>
    <w:p w:rsidR="00776573" w:rsidRDefault="00B17538" w:rsidP="00B17538">
      <w:pPr>
        <w:pStyle w:val="libNormal"/>
      </w:pPr>
      <w:r>
        <w:t xml:space="preserve">The campaign of the Abbasi caliphs against the members of the family of the Prophet, or his children, also lasted as long as their caliphate </w:t>
      </w:r>
      <w:r w:rsidR="0024685D">
        <w:t>-</w:t>
      </w:r>
      <w:r>
        <w:t xml:space="preserve"> 500 years. It was during their caliphate that the histories of Islam were written, and Hadith were collected, edited and were published. Some half</w:t>
      </w:r>
      <w:r w:rsidR="0024685D">
        <w:t>-</w:t>
      </w:r>
      <w:r>
        <w:t>hearted attempts were perhaps made by a few conscientious scholars at separating facts from bunk and junk, and at salvaging Truth from the contexture of lies but with little success. Many of the books of history and Hadith are saddled forever with "facts" or "hadith" (= a statement of the Prophet) which were planted in them.</w:t>
      </w:r>
    </w:p>
    <w:p w:rsidR="00776573" w:rsidRDefault="00B17538" w:rsidP="00B17538">
      <w:pPr>
        <w:pStyle w:val="libNormal"/>
      </w:pPr>
      <w:r>
        <w:t>History, it has been rightly said, is the propaganda of the victorious party. The victorious parties, in the history of Islam, were, first the Umayyads and then the Abbasis which succeedcd, in the words of Gibbon, in "usurping the inheritance of the children of Mohammed." Once thcy had thc instruments of power in their hands, they were free to write or to manipulate the history of the early days of Islam as they liked. Since most of the books of the history of Islam were "inspircd" by what the Communists call "the ruling circles," I shall identify their authors as the "court historians." Thcse historians foisted upon their readers the following three myths vis</w:t>
      </w:r>
      <w:r w:rsidR="0024685D">
        <w:t>-</w:t>
      </w:r>
      <w:r>
        <w:t>a</w:t>
      </w:r>
      <w:r w:rsidR="0024685D">
        <w:t>-</w:t>
      </w:r>
      <w:r>
        <w:t>vis the life of Hadhret Khadija, may Allah be pleased with her and bless her.</w:t>
      </w:r>
    </w:p>
    <w:p w:rsidR="00776573" w:rsidRDefault="00B17538" w:rsidP="00B17538">
      <w:pPr>
        <w:pStyle w:val="libNormal"/>
      </w:pPr>
      <w:r>
        <w:t>1. She was forty years old when she and Muhammed Mustafa were married.</w:t>
      </w:r>
    </w:p>
    <w:p w:rsidR="00776573" w:rsidRDefault="00B17538" w:rsidP="00B17538">
      <w:pPr>
        <w:pStyle w:val="libNormal"/>
      </w:pPr>
      <w:r>
        <w:t>2. She was married twice before she and Muhammed Mustafa were married.</w:t>
      </w:r>
    </w:p>
    <w:p w:rsidR="00776573" w:rsidRDefault="00B17538" w:rsidP="00B17538">
      <w:pPr>
        <w:pStyle w:val="libNormal"/>
      </w:pPr>
      <w:r>
        <w:t xml:space="preserve">3. She and Muhammed Mustafa had six children </w:t>
      </w:r>
      <w:r w:rsidR="0024685D">
        <w:t>-</w:t>
      </w:r>
      <w:r>
        <w:t xml:space="preserve"> two boys and four daughters.</w:t>
      </w:r>
    </w:p>
    <w:p w:rsidR="00776573" w:rsidRDefault="00B17538" w:rsidP="00B17538">
      <w:pPr>
        <w:pStyle w:val="libNormal"/>
      </w:pPr>
      <w:r>
        <w:t>We shall discuss these myths point by point.</w:t>
      </w:r>
    </w:p>
    <w:p w:rsidR="00776573" w:rsidRDefault="00B17538" w:rsidP="00B17538">
      <w:pPr>
        <w:pStyle w:val="libNormal"/>
      </w:pPr>
      <w:r>
        <w:t>1. Thte Age of Khtadija</w:t>
      </w:r>
    </w:p>
    <w:p w:rsidR="00776573" w:rsidRDefault="00B17538" w:rsidP="00B17538">
      <w:pPr>
        <w:pStyle w:val="libNormal"/>
      </w:pPr>
      <w:r>
        <w:t>Most of the Muslim historians have stated that Khadija was 40</w:t>
      </w:r>
      <w:r w:rsidR="0024685D">
        <w:t>-</w:t>
      </w:r>
      <w:r>
        <w:t>years old when she married Muhammed Mustafa. So many historians have repeated this figure that now it is believed as a gospel truth. Yet this figure is open to question on the following grounds: No historian knows the year in which Khadija was born. The figure "40" is only an estimate, and it is an over</w:t>
      </w:r>
      <w:r w:rsidR="0024685D">
        <w:t>-</w:t>
      </w:r>
      <w:r>
        <w:t>estimate. Whereas it is true that Khadija was older than Muhammed Mustafa, she was not 15 years older as claimed by most of the historians, but only a few years older than him.</w:t>
      </w:r>
    </w:p>
    <w:p w:rsidR="00776573" w:rsidRDefault="00B17538" w:rsidP="00B17538">
      <w:pPr>
        <w:pStyle w:val="libNormal"/>
      </w:pPr>
      <w:r>
        <w:t xml:space="preserve">Arabia is a very hot country, and Arab girls reach maturity much more rapidly than girls do in cold or temperate climates. Hadhrat Ayesha is said to have been married when she was only eleven years old. Other Arab girls were also married quite early. In a country like Arabia, a woman could not spend forty years of her life waiting to be married. At forty, the best years of </w:t>
      </w:r>
      <w:r>
        <w:lastRenderedPageBreak/>
        <w:t xml:space="preserve">a woman's life are already behind her </w:t>
      </w:r>
      <w:r w:rsidR="0024685D">
        <w:t>-</w:t>
      </w:r>
      <w:r>
        <w:t xml:space="preserve"> in Arabia or in any other country. But even if she marries at forty, she cannot entertain any hope of having children. Even in cold and temperate zones, a woman, in most cases, is past her child</w:t>
      </w:r>
      <w:r w:rsidR="0024685D">
        <w:t>-</w:t>
      </w:r>
      <w:r>
        <w:t>bearing age at 40. In Arabia, this happens, probably, much earlier.</w:t>
      </w:r>
    </w:p>
    <w:p w:rsidR="00776573" w:rsidRDefault="00B17538" w:rsidP="00B17538">
      <w:pPr>
        <w:pStyle w:val="libNormal"/>
      </w:pPr>
      <w:r>
        <w:t xml:space="preserve">Khadija spent many years of her life in the single state. As noted before, she received many offers of marriage from the lords and princes of Arabia but she turned them down. They could not impress her with their wealth. If they were rich, she was immeasurably richer than the richest of them. And in such personal qualities as the qualities of head, hand and heart, all of them were like the dust of her feet. Anyone trying to impress her with his wealth or power would be naive, if not foolish, indeed. Therefore, she marked time until the man who really impressed her </w:t>
      </w:r>
      <w:r w:rsidR="0024685D">
        <w:t>-</w:t>
      </w:r>
      <w:r>
        <w:t xml:space="preserve"> Muhammed Mustafa </w:t>
      </w:r>
      <w:r w:rsidR="0024685D">
        <w:t>-</w:t>
      </w:r>
      <w:r>
        <w:t xml:space="preserve"> came along, and she married him.</w:t>
      </w:r>
    </w:p>
    <w:p w:rsidR="00776573" w:rsidRDefault="00B17538" w:rsidP="00B17538">
      <w:pPr>
        <w:pStyle w:val="libNormal"/>
      </w:pPr>
      <w:r>
        <w:t>2. Alleged Marriages of Khadija</w:t>
      </w:r>
    </w:p>
    <w:p w:rsidR="00776573" w:rsidRDefault="00B17538" w:rsidP="00B17538">
      <w:pPr>
        <w:pStyle w:val="libNormal"/>
      </w:pPr>
      <w:r>
        <w:t>Khadija was never married before she married Muhammed Mustafa. Her marriage with Muhammed was her first and last marriage. The same historians who have claimed that Khadija was married twice before she married Muhammed, have reported that all the lords of Quraysh and the princes of the Arabs, sought her hand in marriage but she didn't condescend to consider any of them for a matrimonial alliance. If she had been married twice before, she ought to have had no hesitation in marrying a third time.</w:t>
      </w:r>
    </w:p>
    <w:p w:rsidR="00776573" w:rsidRDefault="00B17538" w:rsidP="00B17538">
      <w:pPr>
        <w:pStyle w:val="libNormal"/>
      </w:pPr>
      <w:r>
        <w:t>3. Khadija's Children</w:t>
      </w:r>
    </w:p>
    <w:p w:rsidR="00776573" w:rsidRDefault="00B17538" w:rsidP="00B17538">
      <w:pPr>
        <w:pStyle w:val="libNormal"/>
      </w:pPr>
      <w:r>
        <w:t>It is alleged by the court historians of the Umayyads that Khadija and Muhammed had six children, and they give their names as follows:</w:t>
      </w:r>
    </w:p>
    <w:p w:rsidR="00B17538" w:rsidRDefault="00B17538" w:rsidP="00B17538">
      <w:pPr>
        <w:pStyle w:val="libNormal"/>
      </w:pPr>
      <w:r>
        <w:t>1. Qasim</w:t>
      </w:r>
    </w:p>
    <w:p w:rsidR="00B17538" w:rsidRDefault="00B17538" w:rsidP="00B17538">
      <w:pPr>
        <w:pStyle w:val="libNormal"/>
      </w:pPr>
      <w:r>
        <w:t>2. Abdullah</w:t>
      </w:r>
    </w:p>
    <w:p w:rsidR="00B17538" w:rsidRDefault="00B17538" w:rsidP="00B17538">
      <w:pPr>
        <w:pStyle w:val="libNormal"/>
      </w:pPr>
      <w:r>
        <w:t>3. Zaynab</w:t>
      </w:r>
    </w:p>
    <w:p w:rsidR="00B17538" w:rsidRDefault="00B17538" w:rsidP="00B17538">
      <w:pPr>
        <w:pStyle w:val="libNormal"/>
      </w:pPr>
      <w:r>
        <w:t>4. Rukayya</w:t>
      </w:r>
    </w:p>
    <w:p w:rsidR="00B17538" w:rsidRDefault="00B17538" w:rsidP="00B17538">
      <w:pPr>
        <w:pStyle w:val="libNormal"/>
      </w:pPr>
      <w:r>
        <w:t>5. Umm Kulthum</w:t>
      </w:r>
    </w:p>
    <w:p w:rsidR="00776573" w:rsidRDefault="00B17538" w:rsidP="00B17538">
      <w:pPr>
        <w:pStyle w:val="libNormal"/>
      </w:pPr>
      <w:r>
        <w:t>6. Fatima Zahra</w:t>
      </w:r>
    </w:p>
    <w:p w:rsidR="00776573" w:rsidRDefault="00B17538" w:rsidP="00B17538">
      <w:pPr>
        <w:pStyle w:val="libNormal"/>
      </w:pPr>
      <w:r>
        <w:t>Muhammed Mustafa and Khadija were the parents of three and not six children. They were:</w:t>
      </w:r>
    </w:p>
    <w:p w:rsidR="00B17538" w:rsidRDefault="00B17538" w:rsidP="00B17538">
      <w:pPr>
        <w:pStyle w:val="libNormal"/>
      </w:pPr>
      <w:r>
        <w:t>1. Qasim</w:t>
      </w:r>
    </w:p>
    <w:p w:rsidR="00B17538" w:rsidRDefault="00B17538" w:rsidP="00B17538">
      <w:pPr>
        <w:pStyle w:val="libNormal"/>
      </w:pPr>
      <w:r>
        <w:t>2. Abdullah</w:t>
      </w:r>
    </w:p>
    <w:p w:rsidR="00776573" w:rsidRDefault="00B17538" w:rsidP="00B17538">
      <w:pPr>
        <w:pStyle w:val="libNormal"/>
      </w:pPr>
      <w:r>
        <w:t>3. Fatima Zahra</w:t>
      </w:r>
    </w:p>
    <w:p w:rsidR="00776573" w:rsidRDefault="00B17538" w:rsidP="00B17538">
      <w:pPr>
        <w:pStyle w:val="libNormal"/>
      </w:pPr>
      <w:r>
        <w:t xml:space="preserve">Out of these three children, the first two </w:t>
      </w:r>
      <w:r w:rsidR="0024685D">
        <w:t>-</w:t>
      </w:r>
      <w:r>
        <w:t xml:space="preserve"> Qasim and Abdullah </w:t>
      </w:r>
      <w:r w:rsidR="0024685D">
        <w:t>-</w:t>
      </w:r>
      <w:r>
        <w:t xml:space="preserve"> were boys, and both of them died in their infancy, as noted before. The third and their last child was their daughter </w:t>
      </w:r>
      <w:r w:rsidR="0024685D">
        <w:t>-</w:t>
      </w:r>
      <w:r>
        <w:t xml:space="preserve"> Fatima Zahra. Who were the other three girls, viz., Zaynab, Rukayya and Umm Kulthum? This question is answered later in this chapter.</w:t>
      </w:r>
    </w:p>
    <w:p w:rsidR="00776573" w:rsidRDefault="00B17538" w:rsidP="00B17538">
      <w:pPr>
        <w:pStyle w:val="libNormal"/>
      </w:pPr>
      <w:r>
        <w:t>All these three claims have gained currency as "facts" but are, nevertheless fairy</w:t>
      </w:r>
      <w:r w:rsidR="0024685D">
        <w:t>-</w:t>
      </w:r>
      <w:r>
        <w:t>tales. The "patina" of age has made them"respectable" so that most of the Muslims believe them to be true. But these are not by any means, the only tales which, formost Muslims, have acquired the status of facts. There are many other fables which have "graduated" as facts.</w:t>
      </w:r>
    </w:p>
    <w:p w:rsidR="00776573" w:rsidRDefault="00B17538" w:rsidP="00B17538">
      <w:pPr>
        <w:pStyle w:val="libNormal"/>
      </w:pPr>
      <w:r>
        <w:t xml:space="preserve">Following examples will show that this can happen even when there is no deliberate intent to twist facts or to mangle truth. 1. Many Muslims believe that the character designated in verses 83, 86 and 94 of the 18th chapter of </w:t>
      </w:r>
      <w:r>
        <w:lastRenderedPageBreak/>
        <w:t>Quran Majid (Kahf or the Cave) as Zul</w:t>
      </w:r>
      <w:r w:rsidR="0024685D">
        <w:t>-</w:t>
      </w:r>
      <w:r>
        <w:t>Qarnain, was Alexander the Great of Macedonia. Even Abdullah Yusuf Ali shares this view. He says: "Personally, I have not the least doubt that Zul</w:t>
      </w:r>
      <w:r w:rsidR="0024685D">
        <w:t>-</w:t>
      </w:r>
      <w:r>
        <w:t>Qarnain is meant to be Alexander the Great, the historic Alexander, and not the legendary Alexander..."</w:t>
      </w:r>
    </w:p>
    <w:p w:rsidR="00776573" w:rsidRDefault="00B17538" w:rsidP="00B17538">
      <w:pPr>
        <w:pStyle w:val="libNormal"/>
      </w:pPr>
      <w:r>
        <w:t>And yet, Zul</w:t>
      </w:r>
      <w:r w:rsidR="0024685D">
        <w:t>-</w:t>
      </w:r>
      <w:r>
        <w:t>Qarnain might have been anyone but Alexander the Great. Zul</w:t>
      </w:r>
      <w:r w:rsidR="0024685D">
        <w:t>-</w:t>
      </w:r>
      <w:r>
        <w:t>Qarnain was one of the chosen ones of Allah; perhaps he was a prophet. Alexander, on the other hand, was a heathen. He worshipped the gods and goddesses not only of Greece but also of Egypt, Babylon and Persia.</w:t>
      </w:r>
    </w:p>
    <w:p w:rsidR="00776573" w:rsidRDefault="00B17538" w:rsidP="00B17538">
      <w:pPr>
        <w:pStyle w:val="libNormal"/>
      </w:pPr>
      <w:r>
        <w:t>Harold Lamb</w:t>
      </w:r>
    </w:p>
    <w:p w:rsidR="00776573" w:rsidRDefault="00B17538" w:rsidP="00B17538">
      <w:pPr>
        <w:pStyle w:val="libNormal"/>
      </w:pPr>
      <w:r>
        <w:t xml:space="preserve">Alexander had bowed down to strange deities </w:t>
      </w:r>
      <w:r w:rsidR="0024685D">
        <w:t>-</w:t>
      </w:r>
      <w:r>
        <w:t xml:space="preserve"> not only to Zeus, but Ammon</w:t>
      </w:r>
      <w:r w:rsidR="0024685D">
        <w:t>-</w:t>
      </w:r>
      <w:r>
        <w:t>Re of the Egyptian desert, Marduk of the towers of Babylon, and Ahura, tutelary of the tombs of Persepolis. (Alexander of Macedon, New York, 1946) Alexander committed many crimes including the murder of two of his oldest friends and most loyal generals, Cleitus and Parmenion. And he engineered the murder of his own father, Philip. R D. Milns</w:t>
      </w:r>
    </w:p>
    <w:p w:rsidR="00776573" w:rsidRDefault="00B17538" w:rsidP="00B17538">
      <w:pPr>
        <w:pStyle w:val="libNormal"/>
      </w:pPr>
      <w:r>
        <w:t>There can be little doubt that Alexander became king by becoming a parricide. (Alexander the Great, New York, 1969)</w:t>
      </w:r>
    </w:p>
    <w:p w:rsidR="00776573" w:rsidRDefault="00B17538" w:rsidP="00B17538">
      <w:pPr>
        <w:pStyle w:val="libNormal"/>
      </w:pPr>
      <w:r>
        <w:t xml:space="preserve">In his wars, Alexander killed hundreds of thousands of innocent men and women </w:t>
      </w:r>
      <w:r w:rsidR="0024685D">
        <w:t>-</w:t>
      </w:r>
      <w:r>
        <w:t xml:space="preserve"> unnecessarily. Perhaps he was overcome by lust for blood. A modern historian says that before his death, he had become insane. And recent research has disclosed that he died an "alcoholic megalomaniac."</w:t>
      </w:r>
    </w:p>
    <w:p w:rsidR="00776573" w:rsidRDefault="00B17538" w:rsidP="00B17538">
      <w:pPr>
        <w:pStyle w:val="libNormal"/>
      </w:pPr>
      <w:r>
        <w:t xml:space="preserve">2. The real name of Hadhret Abdul Muttalib, the grandfather of Muhammed Mustafa, the Apostle of Allah, was Shaiba. As a young lad, he once rode pillion with his uncle, Muttalib, from Yathrib (Medina) into Makka. The bystanders who saw him, said: "O look! Muttalib has bought a new slave for himsel£" Muttalib bridled at the remark, and said: "Curse on you. He is not my slave. He is the son of my brother, Hashim." But the name "Abdul Muttalibn </w:t>
      </w:r>
      <w:r w:rsidR="0024685D">
        <w:t>-</w:t>
      </w:r>
      <w:r>
        <w:t xml:space="preserve"> nthe slave of Muttalib" stuck to the boy. He is known to history only by a fake name </w:t>
      </w:r>
      <w:r w:rsidR="0024685D">
        <w:t>-</w:t>
      </w:r>
      <w:r>
        <w:t xml:space="preserve"> Abdul Muttalib. His real name </w:t>
      </w:r>
      <w:r w:rsidR="0024685D">
        <w:t>-</w:t>
      </w:r>
      <w:r>
        <w:t xml:space="preserve"> Shaiba </w:t>
      </w:r>
      <w:r w:rsidR="0024685D">
        <w:t>-</w:t>
      </w:r>
      <w:r>
        <w:t xml:space="preserve"> is forgotten.</w:t>
      </w:r>
    </w:p>
    <w:p w:rsidR="00776573" w:rsidRDefault="00B17538" w:rsidP="00B17538">
      <w:pPr>
        <w:pStyle w:val="libNormal"/>
      </w:pPr>
      <w:r>
        <w:t>3. This example is from the story of Joseph (Prophet Yusuf).</w:t>
      </w:r>
    </w:p>
    <w:p w:rsidR="00776573" w:rsidRDefault="00B17538" w:rsidP="00B17538">
      <w:pPr>
        <w:pStyle w:val="libNormal"/>
      </w:pPr>
      <w:r>
        <w:t>The following verse occurs in the 12th chapter of Quran Majid (Sura Yusuf): THEY SAID: "TRULY JOSEPH AND HIS BROTHER ARE LOVED MORE BY OUR FATHER THAN WE: BUT WE ARE A GOODLY BODY. REALLY OUR FATHER IS OBVIOUSLY WANDERING (IN HIS MIND)!</w:t>
      </w:r>
    </w:p>
    <w:p w:rsidR="00776573" w:rsidRDefault="00B17538" w:rsidP="00B17538">
      <w:pPr>
        <w:pStyle w:val="libNormal"/>
      </w:pPr>
      <w:r>
        <w:t>A. Yusuf Ali has explained this verse as follows:</w:t>
      </w:r>
    </w:p>
    <w:p w:rsidR="00776573" w:rsidRDefault="00B17538" w:rsidP="00B17538">
      <w:pPr>
        <w:pStyle w:val="libNormal"/>
      </w:pPr>
      <w:r>
        <w:t xml:space="preserve">"The ten brothers not only envied and hated their innocent younger brothers Joseph and Benjamin. They despised and dishonored their father as an ignorant old fool </w:t>
      </w:r>
      <w:r w:rsidR="0024685D">
        <w:t>-</w:t>
      </w:r>
      <w:r>
        <w:t xml:space="preserve"> in his dotage. In reality, Jacob had the wisdom to see that his young and innocent sons wanted protection and to perceive Joseph's spiritual greatness. But his wisdom, to them, was folly or madness or imbecility, because it touched their self</w:t>
      </w:r>
      <w:r w:rsidR="0024685D">
        <w:t>-</w:t>
      </w:r>
      <w:r>
        <w:t xml:space="preserve">love, as truth often does. And they relied on the brute strength of numbers </w:t>
      </w:r>
      <w:r w:rsidR="0024685D">
        <w:t>-</w:t>
      </w:r>
      <w:r>
        <w:t xml:space="preserve"> the ten hefty brethren against old Jacob, the lad Joseph, and the boy Benjamin."</w:t>
      </w:r>
    </w:p>
    <w:p w:rsidR="00776573" w:rsidRDefault="00B17538" w:rsidP="00B17538">
      <w:pPr>
        <w:pStyle w:val="libNormal"/>
      </w:pPr>
      <w:r>
        <w:lastRenderedPageBreak/>
        <w:t>Another verse in the same context reads as follows: THEY SAID: "BY GOD! TRULY THOU ART IN THINE OLD WANDERING MIND." (Chapter 12; verse 85) This verse is explained by the translator as follows:</w:t>
      </w:r>
    </w:p>
    <w:p w:rsidR="00776573" w:rsidRDefault="00B17538" w:rsidP="00B17538">
      <w:pPr>
        <w:pStyle w:val="libNormal"/>
      </w:pPr>
      <w:r>
        <w:t>"They" must be the people around Jacob before the brothers (of Joseph) actually arrived (from Egypt). These same brothers had sedulously cultivated the calumny that their father was an old dotard, and everybody around believed it, even after its authors had given it up. Thus lies die hard once they set a start." (A. Yusuf Ali)</w:t>
      </w:r>
    </w:p>
    <w:p w:rsidR="00776573" w:rsidRDefault="00B17538" w:rsidP="00B17538">
      <w:pPr>
        <w:pStyle w:val="libNormal"/>
      </w:pPr>
      <w:r>
        <w:t>There are many other examples, in both Muslim and non</w:t>
      </w:r>
      <w:r w:rsidR="0024685D">
        <w:t>-</w:t>
      </w:r>
      <w:r>
        <w:t>Muslim history, of mendacity passing for truth. This is precisely what happened in the case of these three canards connected with the story of the life of Khadija; they found general acceptance among the Muslims. Once lies set a start, they refuse to die.</w:t>
      </w:r>
    </w:p>
    <w:p w:rsidR="00776573" w:rsidRDefault="00B17538" w:rsidP="00B17538">
      <w:pPr>
        <w:pStyle w:val="libNormal"/>
      </w:pPr>
      <w:r>
        <w:t>It is also possible that the historians who were collecting material to write the history of the early days of Islam, had access only to those stories which had been skillfully "planted" in the primary sources by the "ruling circles." They were convinced that material obtained through these sources, was authentic, and they incorporated it in their works.</w:t>
      </w:r>
    </w:p>
    <w:p w:rsidR="00776573" w:rsidRDefault="00B17538" w:rsidP="00B17538">
      <w:pPr>
        <w:pStyle w:val="libNormal"/>
      </w:pPr>
      <w:r>
        <w:t>The allegations pertaining to the age, marriage(s), and children of Khadija, were prompted by two reasons, viz; 1. Khadija was the mother of Hadhret Fatima Zahra; and she was the mother</w:t>
      </w:r>
      <w:r w:rsidR="0024685D">
        <w:t>-</w:t>
      </w:r>
      <w:r>
        <w:t>in</w:t>
      </w:r>
      <w:r w:rsidR="0024685D">
        <w:t>-</w:t>
      </w:r>
      <w:r>
        <w:t>law of Ali ibn Abi Talib; and the grandmother of Hasan and Husain. She, therefore, could not escape the animosity that the Umayyads and the Abbasis had nursed against all members of the family of Muhammed Mustafa, especially against Ali, Hasan and Husain. The historians, for the most part, shared this animosity with their paymasters; but if they didn't, they could forfeit their livelihood or even life itself.</w:t>
      </w:r>
    </w:p>
    <w:p w:rsidR="00776573" w:rsidRDefault="00B17538" w:rsidP="00B17538">
      <w:pPr>
        <w:pStyle w:val="libNormal"/>
      </w:pPr>
      <w:r>
        <w:t xml:space="preserve">They, therefore, had to invent some "fact" or "facts" which would minimize Khadija's importance. In selecting "facts" which they or their forerunners had invented, they considered themselves free to exercise their discretion </w:t>
      </w:r>
      <w:r w:rsidR="0024685D">
        <w:t>-</w:t>
      </w:r>
      <w:r>
        <w:t xml:space="preserve"> or their fantasy. But to make their accounts convincing, they had to be extremely subtle or else their animosity would become too obvious, and the worth of their works of history would become dubious.</w:t>
      </w:r>
    </w:p>
    <w:p w:rsidR="00776573" w:rsidRDefault="00B17538" w:rsidP="00B17538">
      <w:pPr>
        <w:pStyle w:val="libNormal"/>
      </w:pPr>
      <w:r>
        <w:t>2. The mercenary historians wanted to tell their readers that among the wives of the Prophet, there were some who were just as great or perhaps even greater, than Khadija, and that such a wife was Ayesha. They had to glorify Ayesha at the expense of Khadija.</w:t>
      </w:r>
    </w:p>
    <w:p w:rsidR="00776573" w:rsidRDefault="00B17538" w:rsidP="00B17538">
      <w:pPr>
        <w:pStyle w:val="libNormal"/>
      </w:pPr>
      <w:r>
        <w:t>These historians entertained no fear for the thesis which they were trying to develop from any other wife of Muhammed Mustafa but they were not sure if their efforts to show Ayesha as superior to Khadija would be successful. But they were serendipitous people and made the "discovery" that Khadija was forty years old, and was married twice before she married Muhammed. It was a "discovery" which, in their opinion, could militate against Khadija. On the other hand, they asserted that Ayesha was not only very young and beautiful but also was a virgin.</w:t>
      </w:r>
    </w:p>
    <w:p w:rsidR="00776573" w:rsidRDefault="00B17538" w:rsidP="00B17538">
      <w:pPr>
        <w:pStyle w:val="libNormal"/>
      </w:pPr>
      <w:r>
        <w:t xml:space="preserve">Through the exercise of such arbitrary logic the historians built up their thesis of the superiority of one wife over the other wives. But did the Prophet marry Ayesha for her youth, beauty and virginity? Abbas Mahmud </w:t>
      </w:r>
      <w:r>
        <w:lastRenderedPageBreak/>
        <w:t>al</w:t>
      </w:r>
      <w:r w:rsidR="0024685D">
        <w:t>-</w:t>
      </w:r>
      <w:r>
        <w:t>Akkad answers this question in his book, Avesha. as follows: "As far as we know, the Messenger of Allah did not marry for children. Generally speaking, he married for two reasons, viz;</w:t>
      </w:r>
    </w:p>
    <w:p w:rsidR="00776573" w:rsidRDefault="00B17538" w:rsidP="00B17538">
      <w:pPr>
        <w:pStyle w:val="libNormal"/>
      </w:pPr>
      <w:r>
        <w:t>1. Some women became utterly helpless after the death of their husbands. They had no next</w:t>
      </w:r>
      <w:r w:rsidR="0024685D">
        <w:t>-</w:t>
      </w:r>
      <w:r>
        <w:t>of</w:t>
      </w:r>
      <w:r w:rsidR="0024685D">
        <w:t>-</w:t>
      </w:r>
      <w:r>
        <w:t>kin to support them. The Apostle married them to provide a home to them.</w:t>
      </w:r>
    </w:p>
    <w:p w:rsidR="00776573" w:rsidRDefault="00B17538" w:rsidP="00B17538">
      <w:pPr>
        <w:pStyle w:val="libNormal"/>
      </w:pPr>
      <w:r>
        <w:t>2. The Apostle wished to break the resistance of the Arab tribes to Islam. One way to do so was, for him to marry the women of those tribes." There was also a third reason for some of the marriages of the Prophet, viz., if he was a teacher for Muslim men, his wives had to be teachers for Muslim women, in all matters of faith and religion. They explained to the Muslim women the meaning of Quran, and they taught them how to apply the laws of Islam in their personal lives.</w:t>
      </w:r>
    </w:p>
    <w:p w:rsidR="00776573" w:rsidRDefault="00B17538" w:rsidP="00B17538">
      <w:pPr>
        <w:pStyle w:val="libNormal"/>
      </w:pPr>
      <w:r>
        <w:t>With the exception of Khadija, the Apostle married all other women for one or more of these reasons. His marriage with Khadija was the only one which rested upon affection, love and friendship; and for him, it fulfilled all the aims of marriage. Khadija also taught the laws of Islam to Muslim women but she did so more by example and less by precept as noted before.</w:t>
      </w:r>
    </w:p>
    <w:p w:rsidR="00776573" w:rsidRDefault="00B17538" w:rsidP="00B17538">
      <w:pPr>
        <w:pStyle w:val="libNormal"/>
      </w:pPr>
      <w:r>
        <w:t>The court historians of the Muslims have been repeating some falsehoods and half</w:t>
      </w:r>
      <w:r w:rsidR="0024685D">
        <w:t>-</w:t>
      </w:r>
      <w:r>
        <w:t>truths for centuries, and through such repetition, they have succeeded in convincing the Muslim umma (=community) that Khadija was widowed twice before her marriage with Muhammed Mustafa.</w:t>
      </w:r>
    </w:p>
    <w:p w:rsidR="00776573" w:rsidRDefault="00B17538" w:rsidP="00B17538">
      <w:pPr>
        <w:pStyle w:val="libNormal"/>
      </w:pPr>
      <w:r>
        <w:t>Writing on the subject of the marriage of Khadija, the author of Raudhatus</w:t>
      </w:r>
      <w:r w:rsidR="0024685D">
        <w:t>-</w:t>
      </w:r>
      <w:r>
        <w:t>Safa says: The principal hgures of Quraysh wished to marry Khadija and they proposed to her but she did not agree to marry any of them. (Volume 2, page 271). And the author of Raudhatul</w:t>
      </w:r>
      <w:r w:rsidR="0024685D">
        <w:t>-</w:t>
      </w:r>
      <w:r>
        <w:t>Ahbab writes as follows:</w:t>
      </w:r>
    </w:p>
    <w:p w:rsidR="00776573" w:rsidRDefault="00B17538" w:rsidP="00B17538">
      <w:pPr>
        <w:pStyle w:val="libNormal"/>
      </w:pPr>
      <w:r>
        <w:t>All the nobles of Quraysh sought marriage with Khadija but she refused to consider any of them. (Volume 1, page 105). According to the venal historians, at her marriage with Muhammed Mustafa, Khadija was already widowed twice; and she was 40 years old. If this is true, then it means that she was already a middle</w:t>
      </w:r>
      <w:r w:rsidR="0024685D">
        <w:t>-</w:t>
      </w:r>
      <w:r>
        <w:t xml:space="preserve">aged woman, or perhaps </w:t>
      </w:r>
      <w:r w:rsidR="0024685D">
        <w:t>-</w:t>
      </w:r>
      <w:r>
        <w:t xml:space="preserve"> in a country like Arabia </w:t>
      </w:r>
      <w:r w:rsidR="0024685D">
        <w:t>-</w:t>
      </w:r>
      <w:r>
        <w:t xml:space="preserve"> even past middle</w:t>
      </w:r>
      <w:r w:rsidR="0024685D">
        <w:t>-</w:t>
      </w:r>
      <w:r>
        <w:t>age; and the bloom of youth had long since departed from her. Why were then the lords of Quraysh and the princes of the Arabs so eager to marry her? After all, being rich and powerful as they were, they could have very easily found many young and beautiful women, among them virgins, to marry. Why would they want to marry a widow who was not so young either? It will also not be correct to say that they were lured by Khadija's wealth. They were themselves very rich.</w:t>
      </w:r>
    </w:p>
    <w:p w:rsidR="00776573" w:rsidRDefault="00B17538" w:rsidP="00B17538">
      <w:pPr>
        <w:pStyle w:val="libNormal"/>
      </w:pPr>
      <w:r>
        <w:t>Allama Ali Ahmed Abul Qasim al</w:t>
      </w:r>
      <w:r w:rsidR="0024685D">
        <w:t>-</w:t>
      </w:r>
      <w:r>
        <w:t>Kufi questions the story of the two marriages of Khadija before her marriage with Muhammed Mustafa. He writes in his book, Al</w:t>
      </w:r>
      <w:r w:rsidR="0024685D">
        <w:t>-</w:t>
      </w:r>
      <w:r>
        <w:t>Istiphatha:</w:t>
      </w:r>
    </w:p>
    <w:p w:rsidR="00776573" w:rsidRDefault="00B17538" w:rsidP="00B17538">
      <w:pPr>
        <w:pStyle w:val="libNormal"/>
      </w:pPr>
      <w:r>
        <w:t xml:space="preserve">Khadija did not marry anyone before she married Muhammed Mustafa. All historians have unanimously stated that everyone of the chiefs of Quraysh proposed marriage to Khadija, but she turned down all those proposals with contempt. At length she married Muhammed Mustafa. This made the ladies of Quraysh very angry with her. They said that when the lords and princes proposed marriage to her, she refused. And yet, when a </w:t>
      </w:r>
      <w:r>
        <w:lastRenderedPageBreak/>
        <w:t>young man of Bani Hashim who did not have any wealth or power, proposed to her, she accepted. These ladies could not understand why Khadija spurned the requests of the rich and the powerful nobles of Arabia for marriage, and went ahead and married a poor man. This is proof that Khadija did not marry anyone before marrying Muhammed ibn Abdullah.</w:t>
      </w:r>
    </w:p>
    <w:p w:rsidR="00776573" w:rsidRDefault="00B17538" w:rsidP="00B17538">
      <w:pPr>
        <w:pStyle w:val="libNormal"/>
      </w:pPr>
      <w:r>
        <w:t>Some people pose the question that if it is assumed that Khadija was married twice before her marriage with Muhammed, and that she was 40 years old at her last marriage, is there anything reprehensible about it? No! If a man or a woman is married more than once or is 40 years old, there is nothing reprehensible about it. The question is not if it is true or false if Khadija was married more than once or if she was 40 years old at her last marriage. The only question is: is it a historical fact that Khadija was married thrice; or that she was 40 years old at her last marriage. It is not.</w:t>
      </w:r>
    </w:p>
    <w:p w:rsidR="00776573" w:rsidRDefault="00B17538" w:rsidP="00B17538">
      <w:pPr>
        <w:pStyle w:val="libNormal"/>
      </w:pPr>
      <w:r>
        <w:t>If one agrees with the venal historians that Khadija was married thrice, and she was 40 years old at her last marriage, nothing diminishes from her status. She remains sublime. But it is simply not true that she was a 40</w:t>
      </w:r>
      <w:r w:rsidR="0024685D">
        <w:t>-</w:t>
      </w:r>
      <w:r>
        <w:t>year old widow when she married Muhammed Mustafa, and, therefore, it is unethical to interpolate falsehoods in the story of her life, or the life of any other man or woman, for that matter. Every man is entitled to his own opinions but not to his own facts. If a seeker of truth wishes to separate facts from opinions, he can do so with the aid of intellectual and logical analysis. His search for deduction from fixed principles will be a rewarding experience.</w:t>
      </w:r>
    </w:p>
    <w:p w:rsidR="00776573" w:rsidRDefault="00B17538" w:rsidP="00B17538">
      <w:pPr>
        <w:pStyle w:val="libNormal"/>
      </w:pPr>
      <w:r>
        <w:t>Zaynab, Rukayya and Umm Kulthum</w:t>
      </w:r>
    </w:p>
    <w:p w:rsidR="00776573" w:rsidRDefault="00B17538" w:rsidP="00B17538">
      <w:pPr>
        <w:pStyle w:val="libNormal"/>
      </w:pPr>
      <w:r>
        <w:t>Before Khadija married Muhammed Mustafa, there were three girls living in her house in Makka. Their names were Zaynab, Rukayya and Umm Kulthum. They were the daughters of her deceased sister. Their father had died earlier, and when their mother also died, Khadija brought them into her own house. After Khadija's marriage, all three girls stayed with her as her wards. They probably called Khadija their mother and they probably called Muhammed Mustafa their father. And according to Arab usage, they were known as his daughters because they lived in his house, and he was their legal guardian.</w:t>
      </w:r>
    </w:p>
    <w:p w:rsidR="00776573" w:rsidRDefault="00B17538" w:rsidP="00B17538">
      <w:pPr>
        <w:pStyle w:val="libNormal"/>
      </w:pPr>
      <w:r>
        <w:t>Zaynab was the eldest of these three girls. She was married to a man called Abul</w:t>
      </w:r>
      <w:r w:rsidR="0024685D">
        <w:t>-</w:t>
      </w:r>
      <w:r>
        <w:t>As ibn er</w:t>
      </w:r>
      <w:r w:rsidR="0024685D">
        <w:t>-</w:t>
      </w:r>
      <w:r>
        <w:t xml:space="preserve">Rabi'. In 624 he came with the pagan army of Makka, and fought against Muhammed Mustafa in the battle of Badr. He was captured but he ransomed his freedom, and returned to Makka. Later, he accepted Islam. The other two girls </w:t>
      </w:r>
      <w:r w:rsidR="0024685D">
        <w:t>-</w:t>
      </w:r>
      <w:r>
        <w:t xml:space="preserve"> Rukayya and Umm Kulthum </w:t>
      </w:r>
      <w:r w:rsidR="0024685D">
        <w:t>-</w:t>
      </w:r>
      <w:r>
        <w:t xml:space="preserve"> were married to Utba and Utayba </w:t>
      </w:r>
      <w:r w:rsidR="0024685D">
        <w:t>-</w:t>
      </w:r>
      <w:r>
        <w:t xml:space="preserve"> the sons of Abu Lahab and Umm Jameel. All three girls were married before the dawn of Islam; the husbands of all three, therefore, were idolaters.</w:t>
      </w:r>
    </w:p>
    <w:p w:rsidR="00776573" w:rsidRDefault="00B17538" w:rsidP="00B17538">
      <w:pPr>
        <w:pStyle w:val="libNormal"/>
      </w:pPr>
      <w:r>
        <w:t>After the Proclamation of Islam, Abu Lahab and his wife, Umm Jameel, both arch</w:t>
      </w:r>
      <w:r w:rsidR="0024685D">
        <w:t>-</w:t>
      </w:r>
      <w:r>
        <w:t xml:space="preserve">enemies of Islam, were made subjects of a curse in chapter 111 of Quran Majid. This aroused their wrath, and they ordered their sons </w:t>
      </w:r>
      <w:r w:rsidR="0024685D">
        <w:t>-</w:t>
      </w:r>
      <w:r>
        <w:t xml:space="preserve"> Utba and Utayba </w:t>
      </w:r>
      <w:r w:rsidR="0024685D">
        <w:t>-</w:t>
      </w:r>
      <w:r>
        <w:t xml:space="preserve"> to divorce their wives and to send them to their home. Both girls </w:t>
      </w:r>
      <w:r w:rsidR="0024685D">
        <w:t>-</w:t>
      </w:r>
      <w:r>
        <w:t xml:space="preserve"> Rukayya and Umm Kulthum </w:t>
      </w:r>
      <w:r w:rsidR="0024685D">
        <w:t>-</w:t>
      </w:r>
      <w:r>
        <w:t xml:space="preserve"> were divorced, and they returned to the house of Khadija. Sometime later, Rukayya was married to Uthman bin Affan, a member of the Umayyad clan of the Quraysh, and a future khalifa </w:t>
      </w:r>
      <w:r>
        <w:lastRenderedPageBreak/>
        <w:t>of the Muslims. She died in 624 in Medina. After her death, her sister, Umm Kulthum, was also married to Uthman b. Affan.</w:t>
      </w:r>
    </w:p>
    <w:p w:rsidR="00776573" w:rsidRDefault="00B17538" w:rsidP="00B17538">
      <w:pPr>
        <w:pStyle w:val="libNormal"/>
      </w:pPr>
      <w:r>
        <w:t>Muhammad Husayn Haykal</w:t>
      </w:r>
    </w:p>
    <w:p w:rsidR="00776573" w:rsidRDefault="00B17538" w:rsidP="00B17538">
      <w:pPr>
        <w:pStyle w:val="libNormal"/>
      </w:pPr>
      <w:r>
        <w:t>He (Muhammad) married Ruqayyah and Umm Kulthum to Utbah and Utaybah, the sons of his uncle, Abu Lahab. These marriages did not last, for soon after the advent of Islam, Abu Lahab ordered his two sons to divorce their wives. It was Uthman that married both of them one after the other. (The Life of Muhammad, Cairo, 1935)</w:t>
      </w:r>
    </w:p>
    <w:p w:rsidR="00776573" w:rsidRDefault="00B17538" w:rsidP="00B17538">
      <w:pPr>
        <w:pStyle w:val="libNormal"/>
      </w:pPr>
      <w:r>
        <w:t xml:space="preserve">The court historians of the Umayyads, "inspired" by Muawiya bin Abu Sufyan, the founder of the Umayyad dynasty, and his successors, claimed that Rukayya and Umm Kulthum were the daughters of Muhammed Mustafa and Khadija. Since they were married to Uthman </w:t>
      </w:r>
      <w:r w:rsidR="0024685D">
        <w:t>-</w:t>
      </w:r>
      <w:r>
        <w:t xml:space="preserve"> an Umayyad </w:t>
      </w:r>
      <w:r w:rsidR="0024685D">
        <w:t>-</w:t>
      </w:r>
      <w:r>
        <w:t xml:space="preserve"> they called him Dhawin</w:t>
      </w:r>
      <w:r w:rsidR="0024685D">
        <w:t>-</w:t>
      </w:r>
      <w:r>
        <w:t xml:space="preserve">Nuravn, i.e., "the owner of two lights" </w:t>
      </w:r>
      <w:r w:rsidR="0024685D">
        <w:t>-</w:t>
      </w:r>
      <w:r>
        <w:t xml:space="preserve"> Rukayya and Umm Kulthum. Yet only a little earlier, both of these "lights" had belonged to two idolaters of Makka. Each of these idolaters was, therefore a Dhawin</w:t>
      </w:r>
      <w:r w:rsidR="0024685D">
        <w:t>-</w:t>
      </w:r>
      <w:r>
        <w:t xml:space="preserve">Nur </w:t>
      </w:r>
      <w:r w:rsidR="0024685D">
        <w:t>-</w:t>
      </w:r>
      <w:r>
        <w:t xml:space="preserve"> the owner of one "light" which he passed on to Uthman. After all, the "light" or the "lights" remained the same; only the ownership changed!</w:t>
      </w:r>
    </w:p>
    <w:p w:rsidR="00776573" w:rsidRDefault="00B17538" w:rsidP="00B17538">
      <w:pPr>
        <w:pStyle w:val="libNormal"/>
      </w:pPr>
      <w:r>
        <w:t>Were these girls the daughters of Muhammed Mustafa and Khadija as claimed by the mercenary historians? The answer to this question should be sought in (A) Quran Majid, and (B) the testimony of history. Their answer, set forth hereunder, is unequivocal: A. The Testimony of Quran Majid</w:t>
      </w:r>
    </w:p>
    <w:p w:rsidR="00776573" w:rsidRDefault="00B17538" w:rsidP="00B17538">
      <w:pPr>
        <w:pStyle w:val="libNormal"/>
      </w:pPr>
      <w:r>
        <w:t xml:space="preserve">If the light of guidance of the Book of Allah means anything to the Muslims, then these three girls </w:t>
      </w:r>
      <w:r w:rsidR="0024685D">
        <w:t>-</w:t>
      </w:r>
      <w:r>
        <w:t xml:space="preserve"> Zaynab, Rukayya and Umm Kulthum </w:t>
      </w:r>
      <w:r w:rsidR="0024685D">
        <w:t>-</w:t>
      </w:r>
      <w:r>
        <w:t xml:space="preserve"> were not, and could not have been the daughters of the Apostle of God and Khadija. They were orphans. The only connection the three of them had with Muhammed and Khadija, was that at one time they lived in their house. Khadija was a patroness of orphans (and widows) even before her marriage.</w:t>
      </w:r>
    </w:p>
    <w:p w:rsidR="00776573" w:rsidRDefault="00B17538" w:rsidP="00B17538">
      <w:pPr>
        <w:pStyle w:val="libNormal"/>
      </w:pPr>
      <w:r>
        <w:t xml:space="preserve">If Muhammed Mustafa and Khadija had been the parents of these three girls </w:t>
      </w:r>
      <w:r w:rsidR="0024685D">
        <w:t>-</w:t>
      </w:r>
      <w:r>
        <w:t xml:space="preserve"> Zaynab, Rukayya and Umm Kulthum </w:t>
      </w:r>
      <w:r w:rsidR="0024685D">
        <w:t>-</w:t>
      </w:r>
      <w:r>
        <w:t xml:space="preserve"> they would not have given them in marriage to the worshippers of idols which the husbands of all three of them were. It is true that all three girls were married before the sun of Islam rose above the horizon; but then, Muhammed did not violate any of the imperatives of Quran Majid at any time </w:t>
      </w:r>
      <w:r w:rsidR="0024685D">
        <w:t>-</w:t>
      </w:r>
      <w:r>
        <w:t xml:space="preserve"> before or after he was ordained messenger of Allah. Muhammed never committed a pagan act at any time in his life. And Quran is explicit on the prohibition of the marriage of a Muslim woman to a pagan.</w:t>
      </w:r>
    </w:p>
    <w:p w:rsidR="00776573" w:rsidRDefault="00B17538" w:rsidP="00B17538">
      <w:pPr>
        <w:pStyle w:val="libNormal"/>
      </w:pPr>
      <w:r>
        <w:t>The proscriptive commandment on the marriage of a Muslim woman and a polytheist was revealcd in the following verses of the Book of Allah:</w:t>
      </w:r>
    </w:p>
    <w:p w:rsidR="00776573" w:rsidRDefault="00B17538" w:rsidP="00B17538">
      <w:pPr>
        <w:pStyle w:val="libNormal"/>
      </w:pPr>
      <w:r>
        <w:t>1. DO NOT MARRY (YOUR GIRLS) TO UNBELIEVERS. (Chapter 2; verse 221)</w:t>
      </w:r>
    </w:p>
    <w:p w:rsidR="00776573" w:rsidRDefault="00B17538" w:rsidP="00B17538">
      <w:pPr>
        <w:pStyle w:val="libNormal"/>
      </w:pPr>
      <w:r>
        <w:t>2. BELIEVING WOMEN ARE NOT LAWFUL (WIVES) FOR THE UNBELIEVERS, NOR ARE THE (UNBELIEVERS) LAWFUL (HUSBANDS) FOR THEM. There are other verses in Quran which, without referring specifically to marriage, make it impossible for a Muslim to give his daughter or daughters to an idolater. Some of them are:</w:t>
      </w:r>
    </w:p>
    <w:p w:rsidR="00B17538" w:rsidRDefault="00B17538" w:rsidP="00B17538">
      <w:pPr>
        <w:pStyle w:val="libNormal"/>
      </w:pPr>
      <w:r>
        <w:t>1....THE CURSE OF ALLAH IS ON THOSE WITHOUT FAITH.</w:t>
      </w:r>
    </w:p>
    <w:p w:rsidR="00776573" w:rsidRDefault="00B17538" w:rsidP="00B17538">
      <w:pPr>
        <w:pStyle w:val="libNormal"/>
      </w:pPr>
      <w:r>
        <w:t>(Chapter 2; verse 89)</w:t>
      </w:r>
    </w:p>
    <w:p w:rsidR="00776573" w:rsidRDefault="00B17538" w:rsidP="00B17538">
      <w:pPr>
        <w:pStyle w:val="libNormal"/>
      </w:pPr>
      <w:r>
        <w:lastRenderedPageBreak/>
        <w:t>2....ALLAH IS AN ENEMY TO THOSE WHO REJECT FAITH. (Chapter 2; verse 98)</w:t>
      </w:r>
    </w:p>
    <w:p w:rsidR="00776573" w:rsidRDefault="00B17538" w:rsidP="00B17538">
      <w:pPr>
        <w:pStyle w:val="libNormal"/>
      </w:pPr>
      <w:r>
        <w:t>3. O YE WHO BELIEVE! TRULY THE PAGANS ARE UNCLEAN. (Chapter 9; verse 28)</w:t>
      </w:r>
    </w:p>
    <w:p w:rsidR="00776573" w:rsidRDefault="00B17538" w:rsidP="00B17538">
      <w:pPr>
        <w:pStyle w:val="libNormal"/>
      </w:pPr>
      <w:r>
        <w:t>No Muslim would be so reckless as to presume that Muhammed Mustafa contravened the prohibitions of Quran by giving his daughters to those men whom Allah has cursed: whose enemy He is, and who are unclean. To a Muslim, the verses of Quran Majid quoted above, prove conclusively that Zaynab, Rukayya and Umm Kulthum, all three, married at one time to the idolaters, were not the daughters of Muhammed Mustafa and Khadija.</w:t>
      </w:r>
    </w:p>
    <w:p w:rsidR="00776573" w:rsidRDefault="00B17538" w:rsidP="00B17538">
      <w:pPr>
        <w:pStyle w:val="libNormal"/>
      </w:pPr>
      <w:r>
        <w:t xml:space="preserve">A Muslim </w:t>
      </w:r>
      <w:r w:rsidR="0024685D">
        <w:t>-</w:t>
      </w:r>
      <w:r>
        <w:t xml:space="preserve"> any Muslim </w:t>
      </w:r>
      <w:r w:rsidR="0024685D">
        <w:t>-</w:t>
      </w:r>
      <w:r>
        <w:t xml:space="preserve"> even a "marginal" or a "statistical" Muslim </w:t>
      </w:r>
      <w:r w:rsidR="0024685D">
        <w:t>-</w:t>
      </w:r>
      <w:r>
        <w:t xml:space="preserve"> will bridle if it is suggested to him that he give his daughter or daughters in marriage to an idolater or even to a Jew or a Christian. Yet the same Muslim </w:t>
      </w:r>
      <w:r w:rsidR="0024685D">
        <w:t>-</w:t>
      </w:r>
      <w:r>
        <w:t xml:space="preserve"> and the situation reeks with irony </w:t>
      </w:r>
      <w:r w:rsidR="0024685D">
        <w:t>-</w:t>
      </w:r>
      <w:r>
        <w:t xml:space="preserve"> will believe, without so much as a twinge, that his own Prophet, Muhammed Mustafa </w:t>
      </w:r>
      <w:r w:rsidR="0024685D">
        <w:t>-</w:t>
      </w:r>
      <w:r>
        <w:t xml:space="preserve"> the Interpreter and Promulgator of Quran </w:t>
      </w:r>
      <w:r w:rsidR="0024685D">
        <w:t>-</w:t>
      </w:r>
      <w:r>
        <w:t xml:space="preserve"> gave three of his daughters to three idol</w:t>
      </w:r>
      <w:r w:rsidR="0024685D">
        <w:t>-</w:t>
      </w:r>
      <w:r>
        <w:t>worshippers in Makka!</w:t>
      </w:r>
    </w:p>
    <w:p w:rsidR="00776573" w:rsidRDefault="00B17538" w:rsidP="00B17538">
      <w:pPr>
        <w:pStyle w:val="libNormal"/>
      </w:pPr>
      <w:r>
        <w:t>B. The Testimony of History</w:t>
      </w:r>
    </w:p>
    <w:p w:rsidR="00776573" w:rsidRDefault="00B17538" w:rsidP="00B17538">
      <w:pPr>
        <w:pStyle w:val="libNormal"/>
      </w:pPr>
      <w:r>
        <w:t xml:space="preserve">Muhammed Mustafa was extremely fond of children. He was especially fond of the children of his daughter, Fatima Zahra. Her children </w:t>
      </w:r>
      <w:r w:rsidR="0024685D">
        <w:t>-</w:t>
      </w:r>
      <w:r>
        <w:t xml:space="preserve"> Hasan and Husain </w:t>
      </w:r>
      <w:r w:rsidR="0024685D">
        <w:t>-</w:t>
      </w:r>
      <w:r>
        <w:t xml:space="preserve"> were the pupils of his eyes. He pampered them. They rode on his neck and shoulders even when he was leading public prayers. He even interrupted his speeches to play with them if they came into the mosque. When they were with him, he forgot all the burdens, cares and problems of state and government. They brought to him the happiest moments of his life. And it appeared as if he could not bestow enough encomiums upon them and their mother. It is, therefore, a matter of historical curiosity why he never mentioned Zaynab, Rukayya and Umm Kulthum at any time. The parents give same love to all their children, and do not make any distinction between them. But judging by the traditions and historical literature of the time, the Apostle was not even aware that three women called Zaynab, Rukayya and Umm Kulthum existed.</w:t>
      </w:r>
    </w:p>
    <w:p w:rsidR="00776573" w:rsidRDefault="00B17538" w:rsidP="00B17538">
      <w:pPr>
        <w:pStyle w:val="libNormal"/>
      </w:pPr>
      <w:r>
        <w:t>For the Messenger of Allah, the years in Makka following the Proclamation of Islam, were fraught with perils. Every day brought new perils and new challenges to him. And yet, Rukayya and Umm Kulthum are never mentioned as giving any service to their father at any time. On the other hand, his daughter, Fatima Zahra, helped him, both in Makka and Medina, in various emergencies. Both Rukayya and Umm Kulthum were many years older than Fatima. They ought to have comforted their father whenever he was oppressed by the infidels in Makka or was wounded in battles in Medina. But they never did.</w:t>
      </w:r>
    </w:p>
    <w:p w:rsidR="00776573" w:rsidRDefault="00B17538" w:rsidP="00B17538">
      <w:pPr>
        <w:pStyle w:val="libNormal"/>
      </w:pPr>
      <w:r>
        <w:t>The truth made manifest both by the prohibitions of the Book of Allah, and by the logic of history, is that Rukayya and Umm Kulthum were not the daughters of Muhammed Mustafa and Khadija.</w:t>
      </w:r>
    </w:p>
    <w:p w:rsidR="00776573" w:rsidRDefault="00B17538" w:rsidP="00B17538">
      <w:pPr>
        <w:pStyle w:val="libNormal"/>
      </w:pPr>
      <w:r>
        <w:t xml:space="preserve">The subject of the age, the alleged marriages and the number of children of Khadija, is not one on which the faith of a Muslim depends; it does not. But a Muslim must uphold historical integrity. Khadija was the benefactress of Islam and the Muslims. The least that the Muslims can do to </w:t>
      </w:r>
      <w:r>
        <w:lastRenderedPageBreak/>
        <w:t>acknowledge their gratitude to her, is not to twist facts into pretzels still less to fabricate "facts" of their own; and to distort plain truths into conundrums. Truth must be upheld at all costs whether it benefits or hurts friends or foes.</w:t>
      </w:r>
    </w:p>
    <w:p w:rsidR="00776573" w:rsidRDefault="00B17538" w:rsidP="00B17538">
      <w:pPr>
        <w:pStyle w:val="libNormal"/>
      </w:pPr>
      <w:r>
        <w:t>A man may be eager to show his loyalty to his heroes, and the cult of hero worship may prompt him to glorify them. But if he is a Muslim, he must not do so at the expense of truth. If he does, he will merit the displeasure of Allah Who says in His Book:</w:t>
      </w:r>
    </w:p>
    <w:p w:rsidR="00776573" w:rsidRDefault="00B17538" w:rsidP="00B17538">
      <w:pPr>
        <w:pStyle w:val="libNormal"/>
      </w:pPr>
      <w:r>
        <w:t>1. AND COVER NOT TRUTH WITH FALSEHOOD, NOR CONCEAL THE TRUTH WHEN YE KNOW (WHAT IT IS). (Chapter 2; verse 42)</w:t>
      </w:r>
    </w:p>
    <w:p w:rsidR="00776573" w:rsidRDefault="00B17538" w:rsidP="00B17538">
      <w:pPr>
        <w:pStyle w:val="libNormal"/>
      </w:pPr>
      <w:r>
        <w:t>2....WHO IS MORE UNJUST THAN THOSE WHO CONCEAL THE TESTIMONY THEY HAVE FROM ALLAH? BUT ALLAH IS NOT UNMINDFUL OF WHAT YE DO!</w:t>
      </w:r>
    </w:p>
    <w:p w:rsidR="00776573" w:rsidRDefault="00B17538" w:rsidP="00B17538">
      <w:pPr>
        <w:pStyle w:val="libNormal"/>
      </w:pPr>
      <w:r>
        <w:t xml:space="preserve">3. THOSE WHO CONCEAL THE CLEAR (SIGNS) WE HAVE SENT DOWN, AND THE GUIDANCE, AFTER WE HAVE MADE IT CLEAR FOR THE PEOPLE IN THE BOOK, </w:t>
      </w:r>
      <w:r w:rsidR="0024685D">
        <w:t>-</w:t>
      </w:r>
      <w:r>
        <w:t xml:space="preserve"> ON THEM SHALL BE ALLAH'S CURSE, AND THE CURSE OF THOSE ENTITLED TO CURSE, (Chapter 2; verse 159)</w:t>
      </w:r>
    </w:p>
    <w:p w:rsidR="00776573" w:rsidRDefault="00B17538" w:rsidP="00B17538">
      <w:pPr>
        <w:pStyle w:val="libNormal"/>
      </w:pPr>
      <w:r>
        <w:t xml:space="preserve">4. CONCEAL NOT EVIDENCE; FOR WHOEVER CONCEALS IT, </w:t>
      </w:r>
      <w:r w:rsidR="0024685D">
        <w:t>-</w:t>
      </w:r>
      <w:r>
        <w:t xml:space="preserve"> HIS HEART IS TAINTED WITH SIN. AND ALLAH KNOWETH ALL THAT YE DO. (Chapter 2; verse 283)</w:t>
      </w:r>
    </w:p>
    <w:p w:rsidR="00776573" w:rsidRDefault="00B17538" w:rsidP="00B17538">
      <w:pPr>
        <w:pStyle w:val="libNormal"/>
      </w:pPr>
      <w:r>
        <w:t>Allah has commanded Muslims to acknowledge and to express their gratitude for the bounties He has given them. BUT THE BOUNTY OF THY LORD REHEARSE AND PROCLAIM (Chapter 93; verse 11)</w:t>
      </w:r>
    </w:p>
    <w:p w:rsidR="00776573" w:rsidRDefault="00B17538" w:rsidP="00B17538">
      <w:pPr>
        <w:pStyle w:val="libNormal"/>
      </w:pPr>
      <w:r>
        <w:t>If Muslims are sincere in expressing their gratitude to Khadija, they should spike the falsehoods vis</w:t>
      </w:r>
      <w:r w:rsidR="0024685D">
        <w:t>-</w:t>
      </w:r>
      <w:r>
        <w:t>a</w:t>
      </w:r>
      <w:r w:rsidR="0024685D">
        <w:t>-</w:t>
      </w:r>
      <w:r>
        <w:t xml:space="preserve">vis the story of her life. These falsehoods have been in circulation for much too long. There is no better way for the Muslims to "rehearse and to proclaim" the bounty of the Lord than by giving their loyalty to Truth </w:t>
      </w:r>
      <w:r w:rsidR="0024685D">
        <w:t>-</w:t>
      </w:r>
      <w:r>
        <w:t xml:space="preserve"> to Absolute Truth. By giving their loyalty to Truth, they will also win the pleasure of Allah Ta'ala. Khadija was the favorite slave of Allah, and the first wife of His friend and messenger, Muhammed Mustafa. She was unique; she was incomparable, and she was a "special" in the sight of Allah Who sent His greetings and salutations to her through the Archangel Gabriel!</w:t>
      </w:r>
    </w:p>
    <w:p w:rsidR="00776573" w:rsidRDefault="00B17538" w:rsidP="00B17538">
      <w:pPr>
        <w:pStyle w:val="libNormal"/>
      </w:pPr>
      <w:r>
        <w:t>May Allah bless His slave, Khadija.</w:t>
      </w:r>
    </w:p>
    <w:p w:rsidR="00776573" w:rsidRDefault="00B17538" w:rsidP="00B17538">
      <w:pPr>
        <w:pStyle w:val="libNormal"/>
      </w:pPr>
      <w:r>
        <w:t>The following verses of Quran Majid are addressed to those sincere and loving slaves of Allah who put His pleasure ahead of their own pleasure, and who seek His pleasure in selfless service to His Creation. Khadija was one of the foremost of those slaves of Allah.</w:t>
      </w:r>
    </w:p>
    <w:p w:rsidR="00776573" w:rsidRDefault="00B17538" w:rsidP="00B17538">
      <w:pPr>
        <w:pStyle w:val="libNormal"/>
      </w:pPr>
      <w:r>
        <w:t>(To the soul of the righteous will be said:)</w:t>
      </w:r>
    </w:p>
    <w:p w:rsidR="00776573" w:rsidRDefault="00B17538" w:rsidP="00B17538">
      <w:pPr>
        <w:pStyle w:val="libNormal"/>
      </w:pPr>
      <w:r>
        <w:t>"O THOU SOUL, IN (COMPLETE) REST AND SATISFACTION! COME BACK THOU TO THY LORD, WELL</w:t>
      </w:r>
      <w:r w:rsidR="0024685D">
        <w:t>-</w:t>
      </w:r>
      <w:r>
        <w:t>PLEASED (THYSELF), AND WELL</w:t>
      </w:r>
      <w:r w:rsidR="0024685D">
        <w:t>-</w:t>
      </w:r>
      <w:r>
        <w:t>PLEASED UNTO HIM! ENTER THOU, THEN, AMONG MY DEVOTEES! YEA, ENTER THOU MY HEAVEN!" (Chapter 89, verses 27</w:t>
      </w:r>
      <w:r w:rsidR="0024685D">
        <w:t>-</w:t>
      </w:r>
      <w:r>
        <w:t>30)</w:t>
      </w:r>
    </w:p>
    <w:p w:rsidR="00B17538" w:rsidRDefault="00B17538" w:rsidP="00B17538">
      <w:pPr>
        <w:pStyle w:val="libNormal"/>
      </w:pPr>
      <w:r>
        <w:t>May Allah bless Khadija and may He elevate her to the highest ranks in the hierarchy of His true and faithful friends. May Allah bless Muhammed Mustafa, and his Ahlel</w:t>
      </w:r>
      <w:r w:rsidR="0024685D">
        <w:t>-</w:t>
      </w:r>
      <w:r>
        <w:t>Bayt. Through him mankind received the Blessing of Light of Islam.</w:t>
      </w:r>
    </w:p>
    <w:p w:rsidR="00B17538" w:rsidRDefault="00B17538" w:rsidP="00035570">
      <w:pPr>
        <w:pStyle w:val="libNormal"/>
      </w:pPr>
      <w:r>
        <w:lastRenderedPageBreak/>
        <w:br w:type="page"/>
      </w:r>
    </w:p>
    <w:p w:rsidR="00776573" w:rsidRDefault="00B17538" w:rsidP="00B17538">
      <w:pPr>
        <w:pStyle w:val="Heading1Center"/>
      </w:pPr>
      <w:bookmarkStart w:id="21" w:name="_Toc423343233"/>
      <w:r>
        <w:lastRenderedPageBreak/>
        <w:t>Epilogue</w:t>
      </w:r>
      <w:bookmarkEnd w:id="21"/>
    </w:p>
    <w:p w:rsidR="00776573" w:rsidRDefault="00B17538" w:rsidP="00B17538">
      <w:pPr>
        <w:pStyle w:val="libNormal"/>
      </w:pPr>
      <w:r>
        <w:t>Khadija had made unparalleled sacrifices for Islam. Those sacrifices "dovetailed" with the infrastructure of Islam. They strengthened the edifice of Islam and made it indestructible.</w:t>
      </w:r>
    </w:p>
    <w:p w:rsidR="00776573" w:rsidRDefault="00B17538" w:rsidP="00B17538">
      <w:pPr>
        <w:pStyle w:val="libNormal"/>
      </w:pPr>
      <w:r>
        <w:t>Khadija's sacrifices are emblazoned in history as qualitatively and quantitatively superior to anything anyone else in the Muslim umma might have done for Islam. She made Islam viable by her countless and uncountable sacrifices. There is a clear correlation between the support she gave to her husband and the social, economic and political success of Islam. No one else could have played this role with such skill, love, consistency, percipience, address and intuition as she did.</w:t>
      </w:r>
    </w:p>
    <w:p w:rsidR="00776573" w:rsidRDefault="00B17538" w:rsidP="00B17538">
      <w:pPr>
        <w:pStyle w:val="libNormal"/>
      </w:pPr>
      <w:r>
        <w:t>Khadija's sacrifices bore fruit after her death. Islam was victorious in its long struggle with paganism. The enemies of Islam were decimated, the blasphemous arrogance of the Umayyads was humbled, and their heathen ideology was demolished. Khadija was one of the principal architects of the victory of monotheism over polytheism; of faith over materialism, and of Islam over paganism even though the story of her role in the conflict has remained, for the most part, "subliminal." It has existed only outside the conscious awareness of most of the Muslims.</w:t>
      </w:r>
    </w:p>
    <w:p w:rsidR="00776573" w:rsidRDefault="00B17538" w:rsidP="00B17538">
      <w:pPr>
        <w:pStyle w:val="libNormal"/>
      </w:pPr>
      <w:r>
        <w:t>In A.D. 630 Muhammed Mustafa marched into Makka as a conqueror. He and his cousin, Ali ibn Abi Talib, entered the Kaaba, cognizant of the Divine Commandment to Abraham and Ismael:</w:t>
      </w:r>
    </w:p>
    <w:p w:rsidR="00776573" w:rsidRDefault="00B17538" w:rsidP="00B17538">
      <w:pPr>
        <w:pStyle w:val="libNormal"/>
      </w:pPr>
      <w:r>
        <w:t>...AND WE COVENANTED WITH ABRAHAM AND ISMAEL THAT THEY SHOULD SANCTIFY MY HOUSE... (Quran Majid. Chapter 2; verse 125)</w:t>
      </w:r>
    </w:p>
    <w:p w:rsidR="00776573" w:rsidRDefault="00B17538" w:rsidP="00B17538">
      <w:pPr>
        <w:pStyle w:val="libNormal"/>
      </w:pPr>
      <w:r>
        <w:t xml:space="preserve">Muhammed and Ali found the House of God in a state of defilement; it had become the house of idols; and had to be sanctified. Therefore, in imitation of Abraham and Ismael </w:t>
      </w:r>
      <w:r w:rsidR="0024685D">
        <w:t>-</w:t>
      </w:r>
      <w:r>
        <w:t xml:space="preserve"> their prophetic forebears </w:t>
      </w:r>
      <w:r w:rsidR="0024685D">
        <w:t>-</w:t>
      </w:r>
      <w:r>
        <w:t xml:space="preserve"> Muhammed and Ali smashed all the idols and obliterated all the images in the Kaaba. They sanctified the House of God, and restored purity to it. Khadija would have equated this act of the restoration of purity to the Kaaba, by her husband and her son</w:t>
      </w:r>
      <w:r w:rsidR="0024685D">
        <w:t>-</w:t>
      </w:r>
      <w:r>
        <w:t>in</w:t>
      </w:r>
      <w:r w:rsidR="0024685D">
        <w:t>-</w:t>
      </w:r>
      <w:r>
        <w:t>law, with the realization of her own hopes and dreams, and it would have made her happy and proud. And how much Muhammed Mustafa must have wished that she were with him, standing by his side, to experience and to share the thrill of that blessed day when the Kaaba was rededicated to the service of Allah, after the passage of many dark centuries.</w:t>
      </w:r>
    </w:p>
    <w:p w:rsidR="00B17538" w:rsidRDefault="00B17538" w:rsidP="00B17538">
      <w:pPr>
        <w:pStyle w:val="libNormal"/>
      </w:pPr>
      <w:r>
        <w:t>From the moment Khadija bore witness that God was One, and Muhammed was His messenger, she put her words and her deeds and her life and her death on the same "wavelength" as the Pleasure and the Will of Allah. In correlating her work and her aims with the Pleasure and the Will of Allah, she found the Supreme Triumph of her sainted life.</w:t>
      </w:r>
    </w:p>
    <w:p w:rsidR="00B17538" w:rsidRDefault="00B17538" w:rsidP="00035570">
      <w:pPr>
        <w:pStyle w:val="libNormal"/>
      </w:pPr>
      <w:r>
        <w:br w:type="page"/>
      </w:r>
    </w:p>
    <w:p w:rsidR="00776573" w:rsidRDefault="00B17538" w:rsidP="00B17538">
      <w:pPr>
        <w:pStyle w:val="Heading1Center"/>
      </w:pPr>
      <w:bookmarkStart w:id="22" w:name="_Toc423343234"/>
      <w:r>
        <w:lastRenderedPageBreak/>
        <w:t>Bibliography</w:t>
      </w:r>
      <w:bookmarkEnd w:id="22"/>
    </w:p>
    <w:p w:rsidR="00776573" w:rsidRDefault="00B17538" w:rsidP="00B17538">
      <w:pPr>
        <w:pStyle w:val="libNormal"/>
      </w:pPr>
      <w:r>
        <w:t>1. Quran Majid, translation and commentary by A. Yusuf Ali</w:t>
      </w:r>
    </w:p>
    <w:p w:rsidR="00776573" w:rsidRDefault="00B17538" w:rsidP="00B17538">
      <w:pPr>
        <w:pStyle w:val="libNormal"/>
      </w:pPr>
      <w:r>
        <w:t>2. Quran Majid, translation by M. Marmaduke Pickthall</w:t>
      </w:r>
    </w:p>
    <w:p w:rsidR="00776573" w:rsidRDefault="00B17538" w:rsidP="00B17538">
      <w:pPr>
        <w:pStyle w:val="libNormal"/>
      </w:pPr>
      <w:r>
        <w:t>3. Mohammed, the Man and His Faith by Tor Andre, New York, 1960</w:t>
      </w:r>
    </w:p>
    <w:p w:rsidR="00776573" w:rsidRDefault="00B17538" w:rsidP="00B17538">
      <w:pPr>
        <w:pStyle w:val="libNormal"/>
      </w:pPr>
      <w:r>
        <w:t>4. The Eternal Message of Muhammad by Abd al</w:t>
      </w:r>
      <w:r w:rsidR="0024685D">
        <w:t>-</w:t>
      </w:r>
      <w:r>
        <w:t>Rahman Azzam, London, 1964</w:t>
      </w:r>
    </w:p>
    <w:p w:rsidR="00776573" w:rsidRDefault="00B17538" w:rsidP="00B17538">
      <w:pPr>
        <w:pStyle w:val="libNormal"/>
      </w:pPr>
      <w:r>
        <w:t>5. The Jew, the Gypsy and El</w:t>
      </w:r>
      <w:r w:rsidR="0024685D">
        <w:t>-</w:t>
      </w:r>
      <w:r>
        <w:t>Islam by Sir Richard Burton, San Francisco, 1898</w:t>
      </w:r>
    </w:p>
    <w:p w:rsidR="00776573" w:rsidRDefault="00B17538" w:rsidP="00B17538">
      <w:pPr>
        <w:pStyle w:val="libNormal"/>
      </w:pPr>
      <w:r>
        <w:t>6. The Decline and Fall of the Roman Empire by Edward Gibbon</w:t>
      </w:r>
    </w:p>
    <w:p w:rsidR="00776573" w:rsidRDefault="00B17538" w:rsidP="00B17538">
      <w:pPr>
        <w:pStyle w:val="libNormal"/>
      </w:pPr>
      <w:r>
        <w:t>7. The Life and Times of Mohammed by Lt. Gen. Sir John Glubb, New York, 1970</w:t>
      </w:r>
    </w:p>
    <w:p w:rsidR="00776573" w:rsidRDefault="00B17538" w:rsidP="00B17538">
      <w:pPr>
        <w:pStyle w:val="libNormal"/>
      </w:pPr>
      <w:r>
        <w:t>8. The Life of Mohammed by Washington Irving</w:t>
      </w:r>
    </w:p>
    <w:p w:rsidR="00776573" w:rsidRDefault="00B17538" w:rsidP="00B17538">
      <w:pPr>
        <w:pStyle w:val="libNormal"/>
      </w:pPr>
      <w:r>
        <w:t>9. Mohammed and the Rise of Islam by D. S. Margoliouth London, 1931</w:t>
      </w:r>
    </w:p>
    <w:p w:rsidR="00776573" w:rsidRDefault="00B17538" w:rsidP="00B17538">
      <w:pPr>
        <w:pStyle w:val="libNormal"/>
      </w:pPr>
      <w:r>
        <w:t>10. The Life of Mohammed by Sir William Muir, London, 1877</w:t>
      </w:r>
    </w:p>
    <w:p w:rsidR="00776573" w:rsidRDefault="00B17538" w:rsidP="00B17538">
      <w:pPr>
        <w:pStyle w:val="libNormal"/>
      </w:pPr>
      <w:r>
        <w:t>11. A Literary History of the Arabs by R. A, Nicholson, Cambridge, 1969.</w:t>
      </w:r>
    </w:p>
    <w:p w:rsidR="00776573" w:rsidRDefault="00B17538" w:rsidP="00B17538">
      <w:pPr>
        <w:pStyle w:val="libNormal"/>
      </w:pPr>
      <w:r>
        <w:t>12. A Study of History (Abridged) by Arnold J. Toynbee, New York, 1958</w:t>
      </w:r>
    </w:p>
    <w:p w:rsidR="00776573" w:rsidRDefault="00B17538" w:rsidP="00B17538">
      <w:pPr>
        <w:pStyle w:val="libNormal"/>
      </w:pPr>
      <w:r>
        <w:t>13. The Encyclopedia Britannica, 14th Edition</w:t>
      </w:r>
    </w:p>
    <w:p w:rsidR="00776573" w:rsidRDefault="00B17538" w:rsidP="00B17538">
      <w:pPr>
        <w:pStyle w:val="libNormal"/>
      </w:pPr>
      <w:r>
        <w:t>14. The Encyclopedia of Islam</w:t>
      </w:r>
    </w:p>
    <w:p w:rsidR="00776573" w:rsidRDefault="00B17538" w:rsidP="00B17538">
      <w:pPr>
        <w:pStyle w:val="libNormal"/>
      </w:pPr>
      <w:r>
        <w:t>15. The Cambridge History of Islam, Cambridge, 1970</w:t>
      </w:r>
    </w:p>
    <w:p w:rsidR="00776573" w:rsidRDefault="00B17538" w:rsidP="00776573">
      <w:pPr>
        <w:pStyle w:val="libCenterBold1"/>
      </w:pPr>
      <w:r>
        <w:t>Arabic</w:t>
      </w:r>
    </w:p>
    <w:p w:rsidR="00776573" w:rsidRDefault="00B17538" w:rsidP="00B17538">
      <w:pPr>
        <w:pStyle w:val="libNormal"/>
      </w:pPr>
      <w:r>
        <w:t>1. Ayesha by Abbas Mahmud al</w:t>
      </w:r>
      <w:r w:rsidR="0024685D">
        <w:t>-</w:t>
      </w:r>
      <w:r>
        <w:t>Akkad, Cairo, Egypt</w:t>
      </w:r>
    </w:p>
    <w:p w:rsidR="00776573" w:rsidRDefault="00B17538" w:rsidP="00B17538">
      <w:pPr>
        <w:pStyle w:val="libNormal"/>
      </w:pPr>
      <w:r>
        <w:t>2. Noor</w:t>
      </w:r>
      <w:r w:rsidR="0024685D">
        <w:t>-</w:t>
      </w:r>
      <w:r>
        <w:t>ul</w:t>
      </w:r>
      <w:r w:rsidR="0024685D">
        <w:t>-</w:t>
      </w:r>
      <w:r>
        <w:t>Yaqeen fi Seerat Sayyed</w:t>
      </w:r>
      <w:r w:rsidR="0024685D">
        <w:t>-</w:t>
      </w:r>
      <w:r>
        <w:t>ul</w:t>
      </w:r>
      <w:r w:rsidR="0024685D">
        <w:t>-</w:t>
      </w:r>
      <w:r>
        <w:t>Mursaleen by Shaykh Muhammed Khidhri Buck, Cairo, 1953</w:t>
      </w:r>
    </w:p>
    <w:p w:rsidR="00776573" w:rsidRDefault="00B17538" w:rsidP="00B17538">
      <w:pPr>
        <w:pStyle w:val="libNormal"/>
      </w:pPr>
      <w:r>
        <w:t>3. Khadija Tahira and Khadija Sayyedeten</w:t>
      </w:r>
      <w:r w:rsidR="0024685D">
        <w:t>-</w:t>
      </w:r>
      <w:r>
        <w:t>Nisa' by Muhammed Ahmed Baranaq, Cairo, 1968</w:t>
      </w:r>
    </w:p>
    <w:p w:rsidR="00776573" w:rsidRDefault="00B17538" w:rsidP="00B17538">
      <w:pPr>
        <w:pStyle w:val="libNormal"/>
      </w:pPr>
      <w:r>
        <w:t>4. Maymuna wa Mariya (Mary the Copt) by Muhammed Ahmed Baranaq, Cairo, 1968</w:t>
      </w:r>
    </w:p>
    <w:p w:rsidR="00776573" w:rsidRDefault="00B17538" w:rsidP="00B17538">
      <w:pPr>
        <w:pStyle w:val="libNormal"/>
      </w:pPr>
      <w:r>
        <w:t>5. Suwar Min Hayat</w:t>
      </w:r>
      <w:r w:rsidR="0024685D">
        <w:t>-</w:t>
      </w:r>
      <w:r>
        <w:t>er</w:t>
      </w:r>
      <w:r w:rsidR="0024685D">
        <w:t>-</w:t>
      </w:r>
      <w:r>
        <w:t>Rasul by Amin Dawidar, Cairo, 1953</w:t>
      </w:r>
    </w:p>
    <w:p w:rsidR="00776573" w:rsidRDefault="00B17538" w:rsidP="00B17538">
      <w:pPr>
        <w:pStyle w:val="libNormal"/>
      </w:pPr>
      <w:r>
        <w:t>6. Hayat Muhammad by Muhammad Husayn Haykal, Cairo, 1935</w:t>
      </w:r>
    </w:p>
    <w:p w:rsidR="00776573" w:rsidRDefault="00B17538" w:rsidP="00B17538">
      <w:pPr>
        <w:pStyle w:val="libNormal"/>
      </w:pPr>
      <w:r>
        <w:t>7. Seera Rasul</w:t>
      </w:r>
      <w:r w:rsidR="0024685D">
        <w:t>-</w:t>
      </w:r>
      <w:r>
        <w:t>Allah by Muhammed Ibn Ishaq</w:t>
      </w:r>
    </w:p>
    <w:p w:rsidR="00776573" w:rsidRDefault="00B17538" w:rsidP="00776573">
      <w:pPr>
        <w:pStyle w:val="libCenterBold1"/>
      </w:pPr>
      <w:r>
        <w:t>Urdu</w:t>
      </w:r>
    </w:p>
    <w:p w:rsidR="00776573" w:rsidRDefault="00B17538" w:rsidP="00B17538">
      <w:pPr>
        <w:pStyle w:val="libNormal"/>
      </w:pPr>
      <w:r>
        <w:t>1. Seerat</w:t>
      </w:r>
      <w:r w:rsidR="0024685D">
        <w:t>-</w:t>
      </w:r>
      <w:r>
        <w:t>un</w:t>
      </w:r>
      <w:r w:rsidR="0024685D">
        <w:t>-</w:t>
      </w:r>
      <w:r>
        <w:t>Nabi by M. Shibli Numani, Azamgarh, India, 1976</w:t>
      </w:r>
    </w:p>
    <w:p w:rsidR="00776573" w:rsidRDefault="00B17538" w:rsidP="00B17538">
      <w:pPr>
        <w:pStyle w:val="libNormal"/>
      </w:pPr>
      <w:r>
        <w:t>2. Malika</w:t>
      </w:r>
      <w:r w:rsidR="0024685D">
        <w:t>-</w:t>
      </w:r>
      <w:r>
        <w:t>tul</w:t>
      </w:r>
      <w:r w:rsidR="0024685D">
        <w:t>-</w:t>
      </w:r>
      <w:r>
        <w:t>Arab by Maulana Kararvi, Karachi, Pakistan, 1982</w:t>
      </w:r>
    </w:p>
    <w:p w:rsidR="00B17538" w:rsidRDefault="00B17538" w:rsidP="00B17538">
      <w:pPr>
        <w:pStyle w:val="libNormal"/>
      </w:pPr>
      <w:r>
        <w:t>3. Rasool</w:t>
      </w:r>
      <w:r w:rsidR="0024685D">
        <w:t>-</w:t>
      </w:r>
      <w:r>
        <w:t>i</w:t>
      </w:r>
      <w:r w:rsidR="0024685D">
        <w:t>-</w:t>
      </w:r>
      <w:r>
        <w:t>Rahmet by Abul Kalam Azad, Lahore, Pakistan, 1970.</w:t>
      </w:r>
    </w:p>
    <w:p w:rsidR="00B17538" w:rsidRDefault="00B17538" w:rsidP="00035570">
      <w:pPr>
        <w:pStyle w:val="libNormal"/>
      </w:pPr>
      <w:r>
        <w:br w:type="page"/>
      </w:r>
    </w:p>
    <w:p w:rsidR="00B17538" w:rsidRDefault="00B17538" w:rsidP="00B74437">
      <w:pPr>
        <w:pStyle w:val="libCenter"/>
      </w:pPr>
      <w:r>
        <w:lastRenderedPageBreak/>
        <w:t>All rights reserved for Al</w:t>
      </w:r>
      <w:r w:rsidR="0024685D">
        <w:t>-</w:t>
      </w:r>
      <w:r>
        <w:t>Hassanain</w:t>
      </w:r>
      <w:r w:rsidR="00022A00">
        <w:t xml:space="preserve"> </w:t>
      </w:r>
      <w:r>
        <w:t>(p) Network Imam Hussain</w:t>
      </w:r>
      <w:r w:rsidR="00022A00">
        <w:t xml:space="preserve"> </w:t>
      </w:r>
      <w:r>
        <w:t>(p) Foundation</w:t>
      </w:r>
    </w:p>
    <w:p w:rsidR="00413479" w:rsidRDefault="00B17538" w:rsidP="00B74437">
      <w:pPr>
        <w:pStyle w:val="libCenter"/>
      </w:pPr>
      <w:r>
        <w:t>Alhassanain</w:t>
      </w:r>
      <w:r w:rsidR="00022A00">
        <w:t xml:space="preserve"> </w:t>
      </w:r>
      <w:r>
        <w:t>(p) Network for Heritage and Islamic Thought</w:t>
      </w:r>
    </w:p>
    <w:p w:rsidR="00B74437" w:rsidRDefault="00815866" w:rsidP="006F60FD">
      <w:pPr>
        <w:pStyle w:val="libCenter"/>
      </w:pPr>
      <w:hyperlink r:id="rId8" w:history="1">
        <w:r w:rsidR="00B74437" w:rsidRPr="00E20FF4">
          <w:rPr>
            <w:rStyle w:val="Hyperlink"/>
          </w:rPr>
          <w:t>www.alhassanain.org/english</w:t>
        </w:r>
      </w:hyperlink>
    </w:p>
    <w:sectPr w:rsidR="00B74437" w:rsidSect="0041206D">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A5C" w:rsidRDefault="00723A5C" w:rsidP="00113C59">
      <w:r>
        <w:separator/>
      </w:r>
    </w:p>
  </w:endnote>
  <w:endnote w:type="continuationSeparator" w:id="1">
    <w:p w:rsidR="00723A5C" w:rsidRDefault="00723A5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15866" w:rsidP="00745C1D">
    <w:pPr>
      <w:pStyle w:val="Footer"/>
      <w:tabs>
        <w:tab w:val="clear" w:pos="4153"/>
        <w:tab w:val="clear" w:pos="8306"/>
      </w:tabs>
    </w:pPr>
    <w:fldSimple w:instr=" PAGE   \* MERGEFORMAT ">
      <w:r w:rsidR="0041206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15866" w:rsidP="0041206D">
    <w:pPr>
      <w:pStyle w:val="libCenter"/>
    </w:pPr>
    <w:fldSimple w:instr=" PAGE   \* MERGEFORMAT ">
      <w:r w:rsidR="00792D88">
        <w:rPr>
          <w:noProof/>
        </w:rPr>
        <w:t>103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15866" w:rsidP="00745C1D">
    <w:pPr>
      <w:pStyle w:val="Footer"/>
      <w:tabs>
        <w:tab w:val="clear" w:pos="4153"/>
        <w:tab w:val="clear" w:pos="8306"/>
      </w:tabs>
    </w:pPr>
    <w:fldSimple w:instr=" PAGE   \* MERGEFORMAT ">
      <w:r w:rsidR="0041206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A5C" w:rsidRDefault="00723A5C" w:rsidP="00113C59">
      <w:r>
        <w:separator/>
      </w:r>
    </w:p>
  </w:footnote>
  <w:footnote w:type="continuationSeparator" w:id="1">
    <w:p w:rsidR="00723A5C" w:rsidRDefault="00723A5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776573"/>
    <w:rsid w:val="00005A19"/>
    <w:rsid w:val="00022A00"/>
    <w:rsid w:val="000267FE"/>
    <w:rsid w:val="00035570"/>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3BAE"/>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0CF"/>
    <w:rsid w:val="001C5EDB"/>
    <w:rsid w:val="001D41A1"/>
    <w:rsid w:val="001E11FF"/>
    <w:rsid w:val="001E25DC"/>
    <w:rsid w:val="001E5959"/>
    <w:rsid w:val="001F0713"/>
    <w:rsid w:val="001F486F"/>
    <w:rsid w:val="00202C7B"/>
    <w:rsid w:val="002054C5"/>
    <w:rsid w:val="002139CB"/>
    <w:rsid w:val="00214801"/>
    <w:rsid w:val="002177A1"/>
    <w:rsid w:val="00224964"/>
    <w:rsid w:val="002267C7"/>
    <w:rsid w:val="00227FEE"/>
    <w:rsid w:val="00241F59"/>
    <w:rsid w:val="0024265C"/>
    <w:rsid w:val="002439A9"/>
    <w:rsid w:val="00244C2E"/>
    <w:rsid w:val="0024685D"/>
    <w:rsid w:val="00250E0A"/>
    <w:rsid w:val="00251E02"/>
    <w:rsid w:val="00254B61"/>
    <w:rsid w:val="00257657"/>
    <w:rsid w:val="002628DE"/>
    <w:rsid w:val="00263F56"/>
    <w:rsid w:val="002655B7"/>
    <w:rsid w:val="0027369F"/>
    <w:rsid w:val="002818EF"/>
    <w:rsid w:val="0028271F"/>
    <w:rsid w:val="0028397C"/>
    <w:rsid w:val="0028498A"/>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0922"/>
    <w:rsid w:val="00301E0D"/>
    <w:rsid w:val="00301EBF"/>
    <w:rsid w:val="00307C3A"/>
    <w:rsid w:val="00310D1D"/>
    <w:rsid w:val="00313A86"/>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2B15"/>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206D"/>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3F62"/>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4DDA"/>
    <w:rsid w:val="005B56BE"/>
    <w:rsid w:val="005B68D5"/>
    <w:rsid w:val="005C0E2F"/>
    <w:rsid w:val="005D2C72"/>
    <w:rsid w:val="005E2913"/>
    <w:rsid w:val="00614301"/>
    <w:rsid w:val="00620B12"/>
    <w:rsid w:val="006210F4"/>
    <w:rsid w:val="00623C9D"/>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0FD"/>
    <w:rsid w:val="006F7CE8"/>
    <w:rsid w:val="00701353"/>
    <w:rsid w:val="0070524C"/>
    <w:rsid w:val="00710619"/>
    <w:rsid w:val="00717AB1"/>
    <w:rsid w:val="00717C64"/>
    <w:rsid w:val="00721FA0"/>
    <w:rsid w:val="00723983"/>
    <w:rsid w:val="00723A5C"/>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968"/>
    <w:rsid w:val="00775FFA"/>
    <w:rsid w:val="00776573"/>
    <w:rsid w:val="00777AC5"/>
    <w:rsid w:val="0078259F"/>
    <w:rsid w:val="00782872"/>
    <w:rsid w:val="00784287"/>
    <w:rsid w:val="00792D88"/>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3BA7"/>
    <w:rsid w:val="007F4190"/>
    <w:rsid w:val="007F4E53"/>
    <w:rsid w:val="00806335"/>
    <w:rsid w:val="008105E2"/>
    <w:rsid w:val="008128CA"/>
    <w:rsid w:val="00813440"/>
    <w:rsid w:val="00815866"/>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08C4"/>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538"/>
    <w:rsid w:val="00B24ABA"/>
    <w:rsid w:val="00B37FEA"/>
    <w:rsid w:val="00B426ED"/>
    <w:rsid w:val="00B42E0C"/>
    <w:rsid w:val="00B47827"/>
    <w:rsid w:val="00B506FA"/>
    <w:rsid w:val="00B55A74"/>
    <w:rsid w:val="00B57EAA"/>
    <w:rsid w:val="00B629FE"/>
    <w:rsid w:val="00B65134"/>
    <w:rsid w:val="00B70AEE"/>
    <w:rsid w:val="00B71ADF"/>
    <w:rsid w:val="00B73110"/>
    <w:rsid w:val="00B731F9"/>
    <w:rsid w:val="00B7343D"/>
    <w:rsid w:val="00B74437"/>
    <w:rsid w:val="00B7501C"/>
    <w:rsid w:val="00B76530"/>
    <w:rsid w:val="00B76B70"/>
    <w:rsid w:val="00B77EF4"/>
    <w:rsid w:val="00B81F23"/>
    <w:rsid w:val="00B82A3A"/>
    <w:rsid w:val="00B866B7"/>
    <w:rsid w:val="00B87355"/>
    <w:rsid w:val="00B90A19"/>
    <w:rsid w:val="00B931B4"/>
    <w:rsid w:val="00B936D7"/>
    <w:rsid w:val="00B955A3"/>
    <w:rsid w:val="00BA20DE"/>
    <w:rsid w:val="00BA3EDA"/>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1B40"/>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390F"/>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35570"/>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51EF3-BC64-4ED4-8B42-EBE6A51C6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44</TotalTime>
  <Pages>1</Pages>
  <Words>41436</Words>
  <Characters>236189</Characters>
  <Application>Microsoft Office Word</Application>
  <DocSecurity>0</DocSecurity>
  <Lines>1968</Lines>
  <Paragraphs>554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277071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27</cp:revision>
  <cp:lastPrinted>2015-06-29T07:42:00Z</cp:lastPrinted>
  <dcterms:created xsi:type="dcterms:W3CDTF">2015-06-29T06:16:00Z</dcterms:created>
  <dcterms:modified xsi:type="dcterms:W3CDTF">2015-06-29T07:43:00Z</dcterms:modified>
</cp:coreProperties>
</file>