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0F7" w:rsidRDefault="000170F7" w:rsidP="000170F7">
      <w:pPr>
        <w:pStyle w:val="libCenterBold1"/>
      </w:pPr>
    </w:p>
    <w:p w:rsidR="000170F7" w:rsidRDefault="00616632" w:rsidP="000170F7">
      <w:pPr>
        <w:pStyle w:val="libCenterBold1"/>
      </w:pPr>
      <w:r>
        <w:rPr>
          <w:noProof/>
        </w:rPr>
        <w:drawing>
          <wp:inline distT="0" distB="0" distL="0" distR="0">
            <wp:extent cx="4680585" cy="6574094"/>
            <wp:effectExtent l="19050" t="0" r="5715" b="0"/>
            <wp:docPr id="1" name="Picture 1" descr="D:\barkatullah\books\new books\jamadi_ula_1438\prophethood\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prophethood\cover_.jpg"/>
                    <pic:cNvPicPr>
                      <a:picLocks noChangeAspect="1" noChangeArrowheads="1"/>
                    </pic:cNvPicPr>
                  </pic:nvPicPr>
                  <pic:blipFill>
                    <a:blip r:embed="rId8" cstate="print"/>
                    <a:srcRect/>
                    <a:stretch>
                      <a:fillRect/>
                    </a:stretch>
                  </pic:blipFill>
                  <pic:spPr bwMode="auto">
                    <a:xfrm>
                      <a:off x="0" y="0"/>
                      <a:ext cx="4680585" cy="6574094"/>
                    </a:xfrm>
                    <a:prstGeom prst="rect">
                      <a:avLst/>
                    </a:prstGeom>
                    <a:noFill/>
                    <a:ln w="9525">
                      <a:noFill/>
                      <a:miter lim="800000"/>
                      <a:headEnd/>
                      <a:tailEnd/>
                    </a:ln>
                  </pic:spPr>
                </pic:pic>
              </a:graphicData>
            </a:graphic>
          </wp:inline>
        </w:drawing>
      </w:r>
    </w:p>
    <w:p w:rsidR="000170F7" w:rsidRDefault="000170F7" w:rsidP="000170F7">
      <w:pPr>
        <w:pStyle w:val="libCenterBold1"/>
      </w:pPr>
    </w:p>
    <w:p w:rsidR="000170F7" w:rsidRDefault="000170F7" w:rsidP="000170F7">
      <w:pPr>
        <w:pStyle w:val="libCenterBold1"/>
      </w:pPr>
    </w:p>
    <w:p w:rsidR="000170F7" w:rsidRDefault="000170F7" w:rsidP="000170F7">
      <w:pPr>
        <w:pStyle w:val="libCenterBold1"/>
      </w:pPr>
      <w:hyperlink r:id="rId9" w:history="1">
        <w:r w:rsidRPr="00AF5716">
          <w:rPr>
            <w:rStyle w:val="Hyperlink"/>
          </w:rPr>
          <w:t>www.alhassanain.org/english</w:t>
        </w:r>
      </w:hyperlink>
    </w:p>
    <w:p w:rsidR="007C35B5" w:rsidRDefault="007C35B5" w:rsidP="007C35B5">
      <w:pPr>
        <w:pStyle w:val="libNormal"/>
      </w:pPr>
      <w:r>
        <w:br w:type="page"/>
      </w:r>
    </w:p>
    <w:p w:rsidR="00E37A6F" w:rsidRDefault="00E37A6F" w:rsidP="00D3542C">
      <w:pPr>
        <w:pStyle w:val="libCenterTitr"/>
      </w:pPr>
      <w:r>
        <w:lastRenderedPageBreak/>
        <w:t>Prophet Hood</w:t>
      </w:r>
    </w:p>
    <w:p w:rsidR="00E37A6F" w:rsidRDefault="00E37A6F" w:rsidP="00D3542C">
      <w:pPr>
        <w:pStyle w:val="libCenterBold1"/>
      </w:pPr>
      <w:r>
        <w:t>Author: Al-Shia.org</w:t>
      </w:r>
    </w:p>
    <w:p w:rsidR="000170F7" w:rsidRDefault="000170F7" w:rsidP="000170F7">
      <w:pPr>
        <w:pStyle w:val="libCenterBold1"/>
      </w:pPr>
      <w:hyperlink r:id="rId10" w:history="1">
        <w:r w:rsidRPr="00AF5716">
          <w:rPr>
            <w:rStyle w:val="Hyperlink"/>
          </w:rPr>
          <w:t>www.alhassanain.org/english</w:t>
        </w:r>
      </w:hyperlink>
    </w:p>
    <w:p w:rsidR="007C35B5" w:rsidRDefault="007C35B5" w:rsidP="007C35B5">
      <w:pPr>
        <w:pStyle w:val="libNormal"/>
      </w:pPr>
      <w:r>
        <w:br w:type="page"/>
      </w:r>
    </w:p>
    <w:p w:rsidR="000170F7" w:rsidRDefault="000170F7" w:rsidP="000170F7">
      <w:pPr>
        <w:pStyle w:val="libCenterBold1"/>
      </w:pPr>
    </w:p>
    <w:p w:rsidR="000170F7" w:rsidRDefault="000170F7" w:rsidP="000170F7">
      <w:pPr>
        <w:pStyle w:val="libCenterBold1"/>
      </w:pPr>
    </w:p>
    <w:p w:rsidR="000170F7" w:rsidRDefault="000170F7" w:rsidP="000170F7">
      <w:pPr>
        <w:pStyle w:val="libCenterBold1"/>
      </w:pPr>
    </w:p>
    <w:p w:rsidR="000170F7" w:rsidRDefault="000170F7" w:rsidP="000170F7">
      <w:pPr>
        <w:pStyle w:val="libCenterBold1"/>
      </w:pPr>
    </w:p>
    <w:p w:rsidR="000170F7" w:rsidRDefault="000170F7" w:rsidP="000170F7">
      <w:pPr>
        <w:pStyle w:val="libCenterBold1"/>
      </w:pPr>
    </w:p>
    <w:p w:rsidR="000170F7" w:rsidRDefault="000170F7" w:rsidP="000170F7">
      <w:pPr>
        <w:pStyle w:val="libCenterBold1"/>
      </w:pPr>
      <w:r>
        <w:t>Notice:</w:t>
      </w:r>
    </w:p>
    <w:p w:rsidR="000170F7" w:rsidRDefault="000170F7" w:rsidP="000170F7">
      <w:pPr>
        <w:pStyle w:val="libCenterBold2"/>
      </w:pPr>
      <w:r>
        <w:t>This version</w:t>
      </w:r>
      <w:r>
        <w:t xml:space="preserve"> </w:t>
      </w:r>
      <w:proofErr w:type="gramStart"/>
      <w:r>
        <w:t>is published</w:t>
      </w:r>
      <w:proofErr w:type="gramEnd"/>
      <w:r>
        <w:t xml:space="preserve"> on behalf of </w:t>
      </w:r>
      <w:hyperlink r:id="rId11" w:history="1">
        <w:r w:rsidRPr="00AF5716">
          <w:rPr>
            <w:rStyle w:val="Hyperlink"/>
          </w:rPr>
          <w:t>www.alhassanain.org/english</w:t>
        </w:r>
      </w:hyperlink>
    </w:p>
    <w:p w:rsidR="000170F7" w:rsidRDefault="000170F7" w:rsidP="000170F7">
      <w:pPr>
        <w:pStyle w:val="libCenterBold2"/>
      </w:pPr>
      <w:r>
        <w:t>The co</w:t>
      </w:r>
      <w:r>
        <w:t xml:space="preserve">mposing errors </w:t>
      </w:r>
      <w:proofErr w:type="gramStart"/>
      <w:r>
        <w:t>are not corrected</w:t>
      </w:r>
      <w:proofErr w:type="gramEnd"/>
      <w:r>
        <w:t>.</w:t>
      </w:r>
    </w:p>
    <w:p w:rsidR="000170F7" w:rsidRDefault="000170F7" w:rsidP="000170F7">
      <w:pPr>
        <w:pStyle w:val="libCenterBold2"/>
      </w:pPr>
    </w:p>
    <w:p w:rsidR="000170F7" w:rsidRDefault="000170F7" w:rsidP="000170F7">
      <w:pPr>
        <w:pStyle w:val="libCenterBold2"/>
      </w:pPr>
    </w:p>
    <w:p w:rsidR="000170F7" w:rsidRDefault="000170F7" w:rsidP="000170F7">
      <w:pPr>
        <w:pStyle w:val="libCenterBold2"/>
      </w:pPr>
    </w:p>
    <w:p w:rsidR="000170F7" w:rsidRDefault="000170F7" w:rsidP="000170F7">
      <w:pPr>
        <w:pStyle w:val="libCenterBold2"/>
      </w:pPr>
    </w:p>
    <w:p w:rsidR="000170F7" w:rsidRDefault="000170F7" w:rsidP="000170F7">
      <w:pPr>
        <w:pStyle w:val="libCenterBold2"/>
      </w:pPr>
    </w:p>
    <w:p w:rsidR="000170F7" w:rsidRDefault="000170F7" w:rsidP="000170F7">
      <w:pPr>
        <w:pStyle w:val="libCenterBold2"/>
      </w:pPr>
    </w:p>
    <w:p w:rsidR="007C35B5" w:rsidRDefault="007C35B5" w:rsidP="007C35B5">
      <w:pPr>
        <w:pStyle w:val="libNormal"/>
      </w:pPr>
      <w:r>
        <w:br w:type="page"/>
      </w:r>
    </w:p>
    <w:sdt>
      <w:sdtPr>
        <w:id w:val="17668793"/>
        <w:docPartObj>
          <w:docPartGallery w:val="Table of Contents"/>
          <w:docPartUnique/>
        </w:docPartObj>
      </w:sdtPr>
      <w:sdtEndPr>
        <w:rPr>
          <w:b w:val="0"/>
          <w:bCs w:val="0"/>
        </w:rPr>
      </w:sdtEndPr>
      <w:sdtContent>
        <w:p w:rsidR="00840914" w:rsidRDefault="00840914" w:rsidP="0098398E">
          <w:pPr>
            <w:pStyle w:val="libCenterBold1"/>
          </w:pPr>
          <w:r>
            <w:t>Table of Contents</w:t>
          </w:r>
        </w:p>
        <w:p w:rsidR="0098398E" w:rsidRDefault="00840914" w:rsidP="0098398E">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9357070" w:history="1">
            <w:r w:rsidR="0098398E" w:rsidRPr="0007764F">
              <w:rPr>
                <w:rStyle w:val="Hyperlink"/>
              </w:rPr>
              <w:t>Preface</w:t>
            </w:r>
            <w:r w:rsidR="0098398E">
              <w:rPr>
                <w:webHidden/>
                <w:rtl/>
              </w:rPr>
              <w:tab/>
            </w:r>
            <w:r w:rsidR="0098398E">
              <w:rPr>
                <w:webHidden/>
                <w:rtl/>
              </w:rPr>
              <w:fldChar w:fldCharType="begin"/>
            </w:r>
            <w:r w:rsidR="0098398E">
              <w:rPr>
                <w:webHidden/>
                <w:rtl/>
              </w:rPr>
              <w:instrText xml:space="preserve"> </w:instrText>
            </w:r>
            <w:r w:rsidR="0098398E">
              <w:rPr>
                <w:webHidden/>
              </w:rPr>
              <w:instrText>PAGEREF</w:instrText>
            </w:r>
            <w:r w:rsidR="0098398E">
              <w:rPr>
                <w:webHidden/>
                <w:rtl/>
              </w:rPr>
              <w:instrText xml:space="preserve"> _</w:instrText>
            </w:r>
            <w:r w:rsidR="0098398E">
              <w:rPr>
                <w:webHidden/>
              </w:rPr>
              <w:instrText>Toc489357070 \h</w:instrText>
            </w:r>
            <w:r w:rsidR="0098398E">
              <w:rPr>
                <w:webHidden/>
                <w:rtl/>
              </w:rPr>
              <w:instrText xml:space="preserve"> </w:instrText>
            </w:r>
            <w:r w:rsidR="0098398E">
              <w:rPr>
                <w:webHidden/>
                <w:rtl/>
              </w:rPr>
            </w:r>
            <w:r w:rsidR="0098398E">
              <w:rPr>
                <w:webHidden/>
                <w:rtl/>
              </w:rPr>
              <w:fldChar w:fldCharType="separate"/>
            </w:r>
            <w:r w:rsidR="0098398E">
              <w:rPr>
                <w:webHidden/>
              </w:rPr>
              <w:t>5</w:t>
            </w:r>
            <w:r w:rsidR="0098398E">
              <w:rPr>
                <w:webHidden/>
                <w:rtl/>
              </w:rPr>
              <w:fldChar w:fldCharType="end"/>
            </w:r>
          </w:hyperlink>
        </w:p>
        <w:p w:rsidR="0098398E" w:rsidRDefault="0098398E" w:rsidP="0098398E">
          <w:pPr>
            <w:pStyle w:val="TOC1"/>
            <w:rPr>
              <w:rFonts w:asciiTheme="minorHAnsi" w:eastAsiaTheme="minorEastAsia" w:hAnsiTheme="minorHAnsi" w:cstheme="minorBidi"/>
              <w:b w:val="0"/>
              <w:bCs w:val="0"/>
              <w:color w:val="auto"/>
              <w:sz w:val="22"/>
              <w:szCs w:val="22"/>
              <w:rtl/>
            </w:rPr>
          </w:pPr>
          <w:hyperlink w:anchor="_Toc489357071" w:history="1">
            <w:r w:rsidRPr="0007764F">
              <w:rPr>
                <w:rStyle w:val="Hyperlink"/>
              </w:rPr>
              <w:t>Supplement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Toc489357071 \h</w:instrText>
            </w:r>
            <w:r>
              <w:rPr>
                <w:webHidden/>
                <w:rtl/>
              </w:rPr>
              <w:instrText xml:space="preserve"> </w:instrText>
            </w:r>
            <w:r>
              <w:rPr>
                <w:webHidden/>
                <w:rtl/>
              </w:rPr>
            </w:r>
            <w:r>
              <w:rPr>
                <w:webHidden/>
                <w:rtl/>
              </w:rPr>
              <w:fldChar w:fldCharType="separate"/>
            </w:r>
            <w:r>
              <w:rPr>
                <w:webHidden/>
              </w:rPr>
              <w:t>8</w:t>
            </w:r>
            <w:r>
              <w:rPr>
                <w:webHidden/>
                <w:rtl/>
              </w:rPr>
              <w:fldChar w:fldCharType="end"/>
            </w:r>
          </w:hyperlink>
        </w:p>
        <w:p w:rsidR="0098398E" w:rsidRDefault="0098398E" w:rsidP="0098398E">
          <w:pPr>
            <w:pStyle w:val="TOC1"/>
            <w:rPr>
              <w:rFonts w:asciiTheme="minorHAnsi" w:eastAsiaTheme="minorEastAsia" w:hAnsiTheme="minorHAnsi" w:cstheme="minorBidi"/>
              <w:b w:val="0"/>
              <w:bCs w:val="0"/>
              <w:color w:val="auto"/>
              <w:sz w:val="22"/>
              <w:szCs w:val="22"/>
              <w:rtl/>
            </w:rPr>
          </w:pPr>
          <w:hyperlink w:anchor="_Toc489357072" w:history="1">
            <w:r w:rsidRPr="0007764F">
              <w:rPr>
                <w:rStyle w:val="Hyperlink"/>
              </w:rPr>
              <w:t>To Which Class Of Society do The Prophets Belong?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Toc489357072 \h</w:instrText>
            </w:r>
            <w:r>
              <w:rPr>
                <w:webHidden/>
                <w:rtl/>
              </w:rPr>
              <w:instrText xml:space="preserve"> </w:instrText>
            </w:r>
            <w:r>
              <w:rPr>
                <w:webHidden/>
                <w:rtl/>
              </w:rPr>
            </w:r>
            <w:r>
              <w:rPr>
                <w:webHidden/>
                <w:rtl/>
              </w:rPr>
              <w:fldChar w:fldCharType="separate"/>
            </w:r>
            <w:r>
              <w:rPr>
                <w:webHidden/>
              </w:rPr>
              <w:t>11</w:t>
            </w:r>
            <w:r>
              <w:rPr>
                <w:webHidden/>
                <w:rtl/>
              </w:rPr>
              <w:fldChar w:fldCharType="end"/>
            </w:r>
          </w:hyperlink>
        </w:p>
        <w:p w:rsidR="0098398E" w:rsidRDefault="0098398E" w:rsidP="0098398E">
          <w:pPr>
            <w:pStyle w:val="TOC1"/>
            <w:rPr>
              <w:rFonts w:asciiTheme="minorHAnsi" w:eastAsiaTheme="minorEastAsia" w:hAnsiTheme="minorHAnsi" w:cstheme="minorBidi"/>
              <w:b w:val="0"/>
              <w:bCs w:val="0"/>
              <w:color w:val="auto"/>
              <w:sz w:val="22"/>
              <w:szCs w:val="22"/>
              <w:rtl/>
            </w:rPr>
          </w:pPr>
          <w:hyperlink w:anchor="_Toc489357073" w:history="1">
            <w:r w:rsidRPr="0007764F">
              <w:rPr>
                <w:rStyle w:val="Hyperlink"/>
              </w:rPr>
              <w:t>How are Prophets chosen?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Toc489357073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98398E" w:rsidRDefault="0098398E" w:rsidP="0098398E">
          <w:pPr>
            <w:pStyle w:val="TOC1"/>
            <w:rPr>
              <w:rFonts w:asciiTheme="minorHAnsi" w:eastAsiaTheme="minorEastAsia" w:hAnsiTheme="minorHAnsi" w:cstheme="minorBidi"/>
              <w:b w:val="0"/>
              <w:bCs w:val="0"/>
              <w:color w:val="auto"/>
              <w:sz w:val="22"/>
              <w:szCs w:val="22"/>
              <w:rtl/>
            </w:rPr>
          </w:pPr>
          <w:hyperlink w:anchor="_Toc489357074" w:history="1">
            <w:r w:rsidRPr="0007764F">
              <w:rPr>
                <w:rStyle w:val="Hyperlink"/>
              </w:rPr>
              <w:t>Duties and Responsibilities of the Prophets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Toc489357074 \h</w:instrText>
            </w:r>
            <w:r>
              <w:rPr>
                <w:webHidden/>
                <w:rtl/>
              </w:rPr>
              <w:instrText xml:space="preserve"> </w:instrText>
            </w:r>
            <w:r>
              <w:rPr>
                <w:webHidden/>
                <w:rtl/>
              </w:rPr>
            </w:r>
            <w:r>
              <w:rPr>
                <w:webHidden/>
                <w:rtl/>
              </w:rPr>
              <w:fldChar w:fldCharType="separate"/>
            </w:r>
            <w:r>
              <w:rPr>
                <w:webHidden/>
              </w:rPr>
              <w:t>19</w:t>
            </w:r>
            <w:r>
              <w:rPr>
                <w:webHidden/>
                <w:rtl/>
              </w:rPr>
              <w:fldChar w:fldCharType="end"/>
            </w:r>
          </w:hyperlink>
        </w:p>
        <w:p w:rsidR="0098398E" w:rsidRDefault="0098398E" w:rsidP="0098398E">
          <w:pPr>
            <w:pStyle w:val="TOC1"/>
            <w:rPr>
              <w:rFonts w:asciiTheme="minorHAnsi" w:eastAsiaTheme="minorEastAsia" w:hAnsiTheme="minorHAnsi" w:cstheme="minorBidi"/>
              <w:b w:val="0"/>
              <w:bCs w:val="0"/>
              <w:color w:val="auto"/>
              <w:sz w:val="22"/>
              <w:szCs w:val="22"/>
              <w:rtl/>
            </w:rPr>
          </w:pPr>
          <w:hyperlink w:anchor="_Toc489357075" w:history="1">
            <w:r w:rsidRPr="0007764F">
              <w:rPr>
                <w:rStyle w:val="Hyperlink"/>
              </w:rPr>
              <w:t>The Continuity of Prophet 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Toc489357075 \h</w:instrText>
            </w:r>
            <w:r>
              <w:rPr>
                <w:webHidden/>
                <w:rtl/>
              </w:rPr>
              <w:instrText xml:space="preserve"> </w:instrText>
            </w:r>
            <w:r>
              <w:rPr>
                <w:webHidden/>
                <w:rtl/>
              </w:rPr>
            </w:r>
            <w:r>
              <w:rPr>
                <w:webHidden/>
                <w:rtl/>
              </w:rPr>
              <w:fldChar w:fldCharType="separate"/>
            </w:r>
            <w:r>
              <w:rPr>
                <w:webHidden/>
              </w:rPr>
              <w:t>24</w:t>
            </w:r>
            <w:r>
              <w:rPr>
                <w:webHidden/>
                <w:rtl/>
              </w:rPr>
              <w:fldChar w:fldCharType="end"/>
            </w:r>
          </w:hyperlink>
        </w:p>
        <w:p w:rsidR="0098398E" w:rsidRDefault="0098398E" w:rsidP="0098398E">
          <w:pPr>
            <w:pStyle w:val="TOC1"/>
            <w:rPr>
              <w:rFonts w:asciiTheme="minorHAnsi" w:eastAsiaTheme="minorEastAsia" w:hAnsiTheme="minorHAnsi" w:cstheme="minorBidi"/>
              <w:b w:val="0"/>
              <w:bCs w:val="0"/>
              <w:color w:val="auto"/>
              <w:sz w:val="22"/>
              <w:szCs w:val="22"/>
              <w:rtl/>
            </w:rPr>
          </w:pPr>
          <w:hyperlink w:anchor="_Toc489357076" w:history="1">
            <w:r w:rsidRPr="0007764F">
              <w:rPr>
                <w:rStyle w:val="Hyperlink"/>
              </w:rPr>
              <w:t>The End of Prophet 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Toc489357076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98398E" w:rsidRDefault="0098398E" w:rsidP="0098398E">
          <w:pPr>
            <w:pStyle w:val="TOC1"/>
            <w:rPr>
              <w:rFonts w:asciiTheme="minorHAnsi" w:eastAsiaTheme="minorEastAsia" w:hAnsiTheme="minorHAnsi" w:cstheme="minorBidi"/>
              <w:b w:val="0"/>
              <w:bCs w:val="0"/>
              <w:color w:val="auto"/>
              <w:sz w:val="22"/>
              <w:szCs w:val="22"/>
              <w:rtl/>
            </w:rPr>
          </w:pPr>
          <w:hyperlink w:anchor="_Toc489357077" w:history="1">
            <w:r w:rsidRPr="0007764F">
              <w:rPr>
                <w:rStyle w:val="Hyperlink"/>
              </w:rPr>
              <w:t>The Believer' Status Before, After and at the Time of the Prophets' Appearance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Toc489357077 \h</w:instrText>
            </w:r>
            <w:r>
              <w:rPr>
                <w:webHidden/>
                <w:rtl/>
              </w:rPr>
              <w:instrText xml:space="preserve"> </w:instrText>
            </w:r>
            <w:r>
              <w:rPr>
                <w:webHidden/>
                <w:rtl/>
              </w:rPr>
            </w:r>
            <w:r>
              <w:rPr>
                <w:webHidden/>
                <w:rtl/>
              </w:rPr>
              <w:fldChar w:fldCharType="separate"/>
            </w:r>
            <w:r>
              <w:rPr>
                <w:webHidden/>
              </w:rPr>
              <w:t>32</w:t>
            </w:r>
            <w:r>
              <w:rPr>
                <w:webHidden/>
                <w:rtl/>
              </w:rPr>
              <w:fldChar w:fldCharType="end"/>
            </w:r>
          </w:hyperlink>
        </w:p>
        <w:p w:rsidR="0098398E" w:rsidRDefault="0098398E" w:rsidP="0098398E">
          <w:pPr>
            <w:pStyle w:val="TOC1"/>
            <w:rPr>
              <w:rFonts w:asciiTheme="minorHAnsi" w:eastAsiaTheme="minorEastAsia" w:hAnsiTheme="minorHAnsi" w:cstheme="minorBidi"/>
              <w:b w:val="0"/>
              <w:bCs w:val="0"/>
              <w:color w:val="auto"/>
              <w:sz w:val="22"/>
              <w:szCs w:val="22"/>
              <w:rtl/>
            </w:rPr>
          </w:pPr>
          <w:hyperlink w:anchor="_Toc489357078" w:history="1">
            <w:r w:rsidRPr="0007764F">
              <w:rPr>
                <w:rStyle w:val="Hyperlink"/>
              </w:rPr>
              <w:t>The Three-Act Play of people's Status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Toc489357078 \h</w:instrText>
            </w:r>
            <w:r>
              <w:rPr>
                <w:webHidden/>
                <w:rtl/>
              </w:rPr>
              <w:instrText xml:space="preserve"> </w:instrText>
            </w:r>
            <w:r>
              <w:rPr>
                <w:webHidden/>
                <w:rtl/>
              </w:rPr>
            </w:r>
            <w:r>
              <w:rPr>
                <w:webHidden/>
                <w:rtl/>
              </w:rPr>
              <w:fldChar w:fldCharType="separate"/>
            </w:r>
            <w:r>
              <w:rPr>
                <w:webHidden/>
              </w:rPr>
              <w:t>34</w:t>
            </w:r>
            <w:r>
              <w:rPr>
                <w:webHidden/>
                <w:rtl/>
              </w:rPr>
              <w:fldChar w:fldCharType="end"/>
            </w:r>
          </w:hyperlink>
        </w:p>
        <w:p w:rsidR="0098398E" w:rsidRDefault="0098398E" w:rsidP="0098398E">
          <w:pPr>
            <w:pStyle w:val="TOC1"/>
            <w:rPr>
              <w:rFonts w:asciiTheme="minorHAnsi" w:eastAsiaTheme="minorEastAsia" w:hAnsiTheme="minorHAnsi" w:cstheme="minorBidi"/>
              <w:b w:val="0"/>
              <w:bCs w:val="0"/>
              <w:color w:val="auto"/>
              <w:sz w:val="22"/>
              <w:szCs w:val="22"/>
              <w:rtl/>
            </w:rPr>
          </w:pPr>
          <w:hyperlink w:anchor="_Toc489357079" w:history="1">
            <w:r w:rsidRPr="0007764F">
              <w:rPr>
                <w:rStyle w:val="Hyperlink"/>
              </w:rPr>
              <w:t>FOOTNOTES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Toc489357079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840914" w:rsidRDefault="00840914" w:rsidP="0098398E">
          <w:pPr>
            <w:pStyle w:val="libNormal"/>
          </w:pPr>
          <w:r>
            <w:fldChar w:fldCharType="end"/>
          </w:r>
        </w:p>
      </w:sdtContent>
    </w:sdt>
    <w:p w:rsidR="00E37A6F" w:rsidRDefault="00E37A6F" w:rsidP="007C35B5">
      <w:pPr>
        <w:pStyle w:val="libNormal"/>
      </w:pPr>
      <w:r>
        <w:br w:type="page"/>
      </w:r>
    </w:p>
    <w:p w:rsidR="00E37A6F" w:rsidRDefault="00E37A6F" w:rsidP="007C35B5">
      <w:pPr>
        <w:pStyle w:val="Heading1Center"/>
      </w:pPr>
      <w:bookmarkStart w:id="0" w:name="_Toc489357070"/>
      <w:r>
        <w:lastRenderedPageBreak/>
        <w:t>Preface</w:t>
      </w:r>
      <w:bookmarkEnd w:id="0"/>
    </w:p>
    <w:p w:rsidR="00E37A6F" w:rsidRDefault="00E37A6F" w:rsidP="00E37A6F">
      <w:pPr>
        <w:pStyle w:val="libNormal"/>
      </w:pPr>
      <w:r>
        <w:t xml:space="preserve">Prophet </w:t>
      </w:r>
      <w:proofErr w:type="gramStart"/>
      <w:r>
        <w:t>hood</w:t>
      </w:r>
      <w:proofErr w:type="gramEnd"/>
      <w:r>
        <w:t xml:space="preserve"> is among the subjects which have been dealt with in the </w:t>
      </w:r>
      <w:proofErr w:type="spellStart"/>
      <w:r>
        <w:t>Nahj-ul-Balagha</w:t>
      </w:r>
      <w:proofErr w:type="spellEnd"/>
      <w:r>
        <w:t xml:space="preserve"> and a discussion about which can help us understand one of the basic principles of Islam. In fact, it is not only a subject which can be followed throughout the </w:t>
      </w:r>
      <w:proofErr w:type="spellStart"/>
      <w:r>
        <w:t>Nahj-ul-Balagha</w:t>
      </w:r>
      <w:proofErr w:type="spellEnd"/>
      <w:r>
        <w:t xml:space="preserve"> but one of the most important and fundamental principles of Islamic ideology.</w:t>
      </w:r>
    </w:p>
    <w:p w:rsidR="00E37A6F" w:rsidRDefault="00E37A6F" w:rsidP="00E37A6F">
      <w:pPr>
        <w:pStyle w:val="libNormal"/>
      </w:pPr>
      <w:proofErr w:type="gramStart"/>
      <w:r>
        <w:t>I</w:t>
      </w:r>
      <w:proofErr w:type="gramEnd"/>
      <w:r>
        <w:t xml:space="preserve"> have repeatedly mentioned in various discussions that in order to analyze and understand the numerous matters of Islamic thought and ideology, the principle of prophet hood is an axis around which these matters can be discussed as well. As -to the principle of monotheism, we believe that its social and revolutionary dimensions can only be clarified when we discuss it within the vast spectrum of the matters concerning prophet hood.</w:t>
      </w:r>
    </w:p>
    <w:p w:rsidR="00E37A6F" w:rsidRDefault="00E37A6F" w:rsidP="00E37A6F">
      <w:pPr>
        <w:pStyle w:val="libNormal"/>
      </w:pPr>
      <w:r>
        <w:t xml:space="preserve">Accordingly, our method in this chapter is to point out and analyze the different dimensions of prophet hood and to support our discussion with an explanation of Ali's </w:t>
      </w:r>
      <w:proofErr w:type="spellStart"/>
      <w:r>
        <w:t>ibn</w:t>
      </w:r>
      <w:proofErr w:type="spellEnd"/>
      <w:r>
        <w:t xml:space="preserve"> </w:t>
      </w:r>
      <w:proofErr w:type="spellStart"/>
      <w:r>
        <w:t>Abi</w:t>
      </w:r>
      <w:proofErr w:type="spellEnd"/>
      <w:r>
        <w:t xml:space="preserve"> </w:t>
      </w:r>
      <w:proofErr w:type="spellStart"/>
      <w:r>
        <w:t>Talib's</w:t>
      </w:r>
      <w:proofErr w:type="spellEnd"/>
      <w:r>
        <w:t xml:space="preserve"> sayings wherever necessary. In this manner, two aims will be fulfilled, i.e. some important sections of the </w:t>
      </w:r>
      <w:proofErr w:type="spellStart"/>
      <w:r>
        <w:t>Nahj-ul-Balagha</w:t>
      </w:r>
      <w:proofErr w:type="spellEnd"/>
      <w:r>
        <w:t xml:space="preserve"> will be translated and interpreted, and </w:t>
      </w:r>
      <w:proofErr w:type="gramStart"/>
      <w:r>
        <w:t>an issues</w:t>
      </w:r>
      <w:proofErr w:type="gramEnd"/>
      <w:r>
        <w:t xml:space="preserve"> among the basic Islamic principles will be made apparent.</w:t>
      </w:r>
    </w:p>
    <w:p w:rsidR="00E37A6F" w:rsidRDefault="00E37A6F" w:rsidP="00E37A6F">
      <w:pPr>
        <w:pStyle w:val="libNormal"/>
      </w:pPr>
      <w:r>
        <w:t xml:space="preserve">It is to </w:t>
      </w:r>
      <w:proofErr w:type="gramStart"/>
      <w:r>
        <w:t>be mentioned</w:t>
      </w:r>
      <w:proofErr w:type="gramEnd"/>
      <w:r>
        <w:t xml:space="preserve"> at the beginning that in the discussion about prophet hood, revelation and its relevant matters will not be discussed. Rather, prophet hood </w:t>
      </w:r>
      <w:proofErr w:type="gramStart"/>
      <w:r>
        <w:t>will be viewed</w:t>
      </w:r>
      <w:proofErr w:type="gramEnd"/>
      <w:r>
        <w:t xml:space="preserve"> as a historical reality and an unquestionable event. Undoubtedly, prophet hood has existed as a phenomenon in the history of </w:t>
      </w:r>
      <w:proofErr w:type="gramStart"/>
      <w:r>
        <w:t>mankind.</w:t>
      </w:r>
      <w:proofErr w:type="gramEnd"/>
    </w:p>
    <w:p w:rsidR="00E37A6F" w:rsidRDefault="00E37A6F" w:rsidP="00E37A6F">
      <w:pPr>
        <w:pStyle w:val="libNormal"/>
      </w:pPr>
      <w:r>
        <w:t xml:space="preserve">There is no difference of opinion </w:t>
      </w:r>
      <w:proofErr w:type="gramStart"/>
      <w:r>
        <w:t>in this regard between us and those who disbelieve in lt.</w:t>
      </w:r>
      <w:proofErr w:type="gramEnd"/>
      <w:r>
        <w:t xml:space="preserve"> However, the difference lies in the interpretation of this event and the message it conveys. In fact, no one denies such personalities as Moses, </w:t>
      </w:r>
      <w:proofErr w:type="gramStart"/>
      <w:r>
        <w:t>Jesus</w:t>
      </w:r>
      <w:proofErr w:type="gramEnd"/>
      <w:r>
        <w:t xml:space="preserve"> and other Prophets whether or not the history of their lives be more or less known or vague. History reports that all of them have existed.</w:t>
      </w:r>
    </w:p>
    <w:p w:rsidR="00E37A6F" w:rsidRDefault="00E37A6F" w:rsidP="00E37A6F">
      <w:pPr>
        <w:pStyle w:val="libNormal"/>
      </w:pPr>
      <w:r>
        <w:t xml:space="preserve">Therefore, prophet hood will be considered as a historical event in our discussion and the following questions will be answered in the </w:t>
      </w:r>
      <w:proofErr w:type="gramStart"/>
      <w:r>
        <w:t>analysis which</w:t>
      </w:r>
      <w:proofErr w:type="gramEnd"/>
      <w:r>
        <w:t xml:space="preserve"> follows:</w:t>
      </w:r>
    </w:p>
    <w:p w:rsidR="00E37A6F" w:rsidRDefault="00E37A6F" w:rsidP="00E37A6F">
      <w:pPr>
        <w:pStyle w:val="libNormal"/>
      </w:pPr>
      <w:r>
        <w:t>1. What was the social background (social, temporal and historical situation) when this event occurred?</w:t>
      </w:r>
    </w:p>
    <w:p w:rsidR="00E37A6F" w:rsidRDefault="00E37A6F" w:rsidP="00E37A6F">
      <w:pPr>
        <w:pStyle w:val="libNormal"/>
      </w:pPr>
      <w:r>
        <w:t xml:space="preserve">2. Where did this event originate? Did it appear among the kings, the oppressed, the </w:t>
      </w:r>
      <w:proofErr w:type="gramStart"/>
      <w:r>
        <w:t>scholars</w:t>
      </w:r>
      <w:proofErr w:type="gramEnd"/>
      <w:r>
        <w:t xml:space="preserve"> and thinkers... which class of people?</w:t>
      </w:r>
    </w:p>
    <w:p w:rsidR="00E37A6F" w:rsidRDefault="00E37A6F" w:rsidP="00E37A6F">
      <w:pPr>
        <w:pStyle w:val="libNormal"/>
      </w:pPr>
      <w:r>
        <w:t xml:space="preserve">3. What position did it enjoy? Was it to the benefit of a special class of </w:t>
      </w:r>
      <w:proofErr w:type="gramStart"/>
      <w:r>
        <w:t>people</w:t>
      </w:r>
      <w:proofErr w:type="gramEnd"/>
      <w:r>
        <w:t xml:space="preserve">? </w:t>
      </w:r>
      <w:proofErr w:type="gramStart"/>
      <w:r>
        <w:t>Was it directed</w:t>
      </w:r>
      <w:proofErr w:type="gramEnd"/>
      <w:r>
        <w:t xml:space="preserve"> towards material advantages? 'Was it directed towards mystical and spiritual aspects of life? What was its social and intellectual direction?</w:t>
      </w:r>
    </w:p>
    <w:p w:rsidR="00E37A6F" w:rsidRDefault="00E37A6F" w:rsidP="00E37A6F">
      <w:pPr>
        <w:pStyle w:val="libNormal"/>
      </w:pPr>
      <w:r>
        <w:t xml:space="preserve">4. What </w:t>
      </w:r>
      <w:proofErr w:type="gramStart"/>
      <w:r>
        <w:t>was</w:t>
      </w:r>
      <w:proofErr w:type="gramEnd"/>
      <w:r>
        <w:t xml:space="preserve"> the pros and cons when the Prophet first offered his message? Who were those who opposed it and to which class of the society did they belong? What were their motives and means of opposition? Who were in favor of it and to which class did they belong? What were their motives and how did they assist the Prophet?</w:t>
      </w:r>
    </w:p>
    <w:p w:rsidR="00E37A6F" w:rsidRDefault="00E37A6F" w:rsidP="00E37A6F">
      <w:pPr>
        <w:pStyle w:val="libNormal"/>
      </w:pPr>
      <w:r>
        <w:t xml:space="preserve">5. What was the aim behind the message of prophet hood? </w:t>
      </w:r>
      <w:proofErr w:type="gramStart"/>
      <w:r>
        <w:t>Was prophet hood aimed</w:t>
      </w:r>
      <w:proofErr w:type="gramEnd"/>
      <w:r>
        <w:t xml:space="preserve"> at material welfare? </w:t>
      </w:r>
      <w:proofErr w:type="gramStart"/>
      <w:r>
        <w:t>Was it aimed</w:t>
      </w:r>
      <w:proofErr w:type="gramEnd"/>
      <w:r>
        <w:t xml:space="preserve"> at class distinction? </w:t>
      </w:r>
      <w:proofErr w:type="gramStart"/>
      <w:r>
        <w:t xml:space="preserve">Was it </w:t>
      </w:r>
      <w:r>
        <w:lastRenderedPageBreak/>
        <w:t>aimed</w:t>
      </w:r>
      <w:proofErr w:type="gramEnd"/>
      <w:r>
        <w:t xml:space="preserve"> at enhancing the level of people's knowledge and understanding? </w:t>
      </w:r>
      <w:proofErr w:type="gramStart"/>
      <w:r>
        <w:t>Was it aimed</w:t>
      </w:r>
      <w:proofErr w:type="gramEnd"/>
      <w:r>
        <w:t xml:space="preserve"> at opposing or accounting for the powers of the time?</w:t>
      </w:r>
    </w:p>
    <w:p w:rsidR="00E37A6F" w:rsidRDefault="00E37A6F" w:rsidP="00E37A6F">
      <w:pPr>
        <w:pStyle w:val="libNormal"/>
      </w:pPr>
      <w:r>
        <w:t xml:space="preserve">6. Did the Prophet call the people? Was it 'monotheism' with its social, political, </w:t>
      </w:r>
      <w:proofErr w:type="gramStart"/>
      <w:r>
        <w:t>economic</w:t>
      </w:r>
      <w:proofErr w:type="gramEnd"/>
      <w:r>
        <w:t xml:space="preserve"> and revolutionary dimensions?</w:t>
      </w:r>
    </w:p>
    <w:p w:rsidR="00E37A6F" w:rsidRDefault="00E37A6F" w:rsidP="00E37A6F">
      <w:pPr>
        <w:pStyle w:val="libNormal"/>
      </w:pPr>
      <w:proofErr w:type="gramStart"/>
      <w:r>
        <w:t>Answering these questions, with regard to Islamic texts and records, will shed light on different aspects of this social reality and will acquaint us with a vast scope of Islamic thought.</w:t>
      </w:r>
      <w:proofErr w:type="gramEnd"/>
      <w:r>
        <w:t xml:space="preserve"> Of </w:t>
      </w:r>
      <w:proofErr w:type="gramStart"/>
      <w:r>
        <w:t>course</w:t>
      </w:r>
      <w:proofErr w:type="gramEnd"/>
      <w:r>
        <w:t xml:space="preserve"> the </w:t>
      </w:r>
      <w:proofErr w:type="spellStart"/>
      <w:r>
        <w:t>Nahj-ul-Balagha</w:t>
      </w:r>
      <w:proofErr w:type="spellEnd"/>
      <w:r>
        <w:t xml:space="preserve"> will be the axis of our discussion, although different verses of the Holy Qur'an as well as mental reasoning may be of great help both in answering the questions and in interpreting All's words.</w:t>
      </w:r>
    </w:p>
    <w:p w:rsidR="00E37A6F" w:rsidRDefault="00E37A6F" w:rsidP="00E37A6F">
      <w:pPr>
        <w:pStyle w:val="libNormal"/>
      </w:pPr>
      <w:r>
        <w:t xml:space="preserve">The first </w:t>
      </w:r>
      <w:proofErr w:type="gramStart"/>
      <w:r>
        <w:t>question which is relevant</w:t>
      </w:r>
      <w:proofErr w:type="gramEnd"/>
      <w:r>
        <w:t xml:space="preserve"> is "What grounds were available for the manifestations of prophet hood?" What was the social, </w:t>
      </w:r>
      <w:proofErr w:type="gramStart"/>
      <w:r>
        <w:t>economic</w:t>
      </w:r>
      <w:proofErr w:type="gramEnd"/>
      <w:r>
        <w:t xml:space="preserve"> and historical setting for the appearance of the Prophets? </w:t>
      </w:r>
      <w:proofErr w:type="gramStart"/>
      <w:r>
        <w:t>And</w:t>
      </w:r>
      <w:proofErr w:type="gramEnd"/>
      <w:r>
        <w:t xml:space="preserve"> among which class of people have they appeared? The </w:t>
      </w:r>
      <w:proofErr w:type="spellStart"/>
      <w:r>
        <w:t>Nahj-ul-Balagha</w:t>
      </w:r>
      <w:proofErr w:type="spellEnd"/>
      <w:r>
        <w:t xml:space="preserve"> has answered these questions on several occasions. In the first sermon, speaking about monotheism, the creation of heavens and the earth, the angels and other matters, the appearance of the Prophets and the background to prophet hood in general </w:t>
      </w:r>
      <w:proofErr w:type="gramStart"/>
      <w:r>
        <w:t>are discussed</w:t>
      </w:r>
      <w:proofErr w:type="gramEnd"/>
      <w:r>
        <w:t xml:space="preserve"> as well.</w:t>
      </w:r>
    </w:p>
    <w:p w:rsidR="00E37A6F" w:rsidRDefault="00E37A6F" w:rsidP="00E37A6F">
      <w:pPr>
        <w:pStyle w:val="libNormal"/>
      </w:pPr>
      <w:r>
        <w:t xml:space="preserve">We read the preceding sentence so that the connection to this matter </w:t>
      </w:r>
      <w:proofErr w:type="gramStart"/>
      <w:r>
        <w:t>is made</w:t>
      </w:r>
      <w:proofErr w:type="gramEnd"/>
      <w:r>
        <w:t xml:space="preserve"> clear.</w:t>
      </w:r>
    </w:p>
    <w:p w:rsidR="00E37A6F" w:rsidRDefault="00E37A6F" w:rsidP="00E37A6F">
      <w:pPr>
        <w:pStyle w:val="libNormal"/>
      </w:pPr>
      <w:r>
        <w:t xml:space="preserve">From his progeny (Adam) God chose prophets and took their pledge for His revelation and for carrying His message as their trust. In the course of time, many people perverted God's trust with </w:t>
      </w:r>
      <w:proofErr w:type="gramStart"/>
      <w:r>
        <w:t>them and ignored His position</w:t>
      </w:r>
      <w:proofErr w:type="gramEnd"/>
      <w:r>
        <w:t xml:space="preserve"> and took partners along with Him. Satan turned them away from knowing Him and kept them aloof from His worship.</w:t>
      </w:r>
    </w:p>
    <w:p w:rsidR="00E37A6F" w:rsidRDefault="00E37A6F" w:rsidP="00E37A6F">
      <w:pPr>
        <w:pStyle w:val="libNormal"/>
      </w:pPr>
      <w:r>
        <w:t>Then sent His messengers and series of His prophets towards them to let them fulfill the pledges of His creation, to recall to them his bounties</w:t>
      </w:r>
      <w:proofErr w:type="gramStart"/>
      <w:r>
        <w:t>....</w:t>
      </w:r>
      <w:r w:rsidRPr="009B467F">
        <w:rPr>
          <w:rStyle w:val="libFootnotenumChar"/>
        </w:rPr>
        <w:t>3</w:t>
      </w:r>
      <w:proofErr w:type="gramEnd"/>
      <w:r>
        <w:t xml:space="preserve"> The last part of this quotation reveals some peculiarities of the community in the 'Age of Ignorance', in which Prophets were sent by God to people. These peculiarities </w:t>
      </w:r>
      <w:proofErr w:type="gramStart"/>
      <w:r>
        <w:t>are hereunder explained</w:t>
      </w:r>
      <w:proofErr w:type="gramEnd"/>
      <w:r>
        <w:t>.</w:t>
      </w:r>
    </w:p>
    <w:p w:rsidR="00E37A6F" w:rsidRDefault="00E37A6F" w:rsidP="00E37A6F">
      <w:pPr>
        <w:pStyle w:val="libNormal"/>
      </w:pPr>
      <w:r>
        <w:t>It says that 'in course of time many people perverted God's' trust. The Holy Qur'an speaks about '</w:t>
      </w:r>
      <w:proofErr w:type="spellStart"/>
      <w:r>
        <w:t>ahd</w:t>
      </w:r>
      <w:proofErr w:type="spellEnd"/>
      <w:r>
        <w:t xml:space="preserve"> on several occasions, examples of which </w:t>
      </w:r>
      <w:proofErr w:type="gramStart"/>
      <w:r>
        <w:t>are given</w:t>
      </w:r>
      <w:proofErr w:type="gramEnd"/>
      <w:r>
        <w:t xml:space="preserve"> below,</w:t>
      </w:r>
    </w:p>
    <w:p w:rsidR="00E37A6F" w:rsidRDefault="00E37A6F" w:rsidP="00E37A6F">
      <w:pPr>
        <w:pStyle w:val="libNormal"/>
      </w:pPr>
      <w:r>
        <w:t xml:space="preserve">"Thy Lord has decreed you shall not serve any but Him ... " (17:23) "Made I not covenant with you, children of Adam, that you should not serve Satan - surely he is a manifest foe to you ... ?" (36:60) "... and God made them testify concerning themselves, 'Am I not your Lord? </w:t>
      </w:r>
      <w:proofErr w:type="gramStart"/>
      <w:r>
        <w:t>'they</w:t>
      </w:r>
      <w:proofErr w:type="gramEnd"/>
      <w:r>
        <w:t xml:space="preserve"> said,' Yes, we testify ... " (7:172)</w:t>
      </w:r>
    </w:p>
    <w:p w:rsidR="00E37A6F" w:rsidRDefault="00E37A6F" w:rsidP="00E37A6F">
      <w:pPr>
        <w:pStyle w:val="libNormal"/>
      </w:pPr>
      <w:r>
        <w:t>These verses imply that God's covenant ('</w:t>
      </w:r>
      <w:proofErr w:type="spellStart"/>
      <w:r>
        <w:t>ahd</w:t>
      </w:r>
      <w:proofErr w:type="spellEnd"/>
      <w:r>
        <w:t>) is to abstain from servitude to Satan, that man's servitude should be exclusively for God and that human beings have primordially admitted that they are servants of God and should serve Him alone.</w:t>
      </w:r>
    </w:p>
    <w:p w:rsidR="00E37A6F" w:rsidRDefault="00E37A6F" w:rsidP="00E37A6F">
      <w:pPr>
        <w:pStyle w:val="libNormal"/>
      </w:pPr>
      <w:r>
        <w:t>This is the meaning of '</w:t>
      </w:r>
      <w:proofErr w:type="spellStart"/>
      <w:r>
        <w:t>ahd</w:t>
      </w:r>
      <w:proofErr w:type="spellEnd"/>
      <w:r>
        <w:t xml:space="preserve"> (trust and covenant</w:t>
      </w:r>
      <w:proofErr w:type="gramStart"/>
      <w:r>
        <w:t>)to</w:t>
      </w:r>
      <w:proofErr w:type="gramEnd"/>
      <w:r>
        <w:t xml:space="preserve"> which the Commander of the Faithful refers in the </w:t>
      </w:r>
      <w:proofErr w:type="spellStart"/>
      <w:r>
        <w:t>Nahj-ul-Balagha</w:t>
      </w:r>
      <w:proofErr w:type="spellEnd"/>
      <w:r>
        <w:t xml:space="preserve">. In fact, he says that most of the people broke their allegiance with God and disobeyed His commands by worshipping idols, taking partners (holders of power and possessions) along with Him, imposing themselves on other people as worship-deserving </w:t>
      </w:r>
      <w:proofErr w:type="gramStart"/>
      <w:r>
        <w:t>idols</w:t>
      </w:r>
      <w:proofErr w:type="gramEnd"/>
      <w:r>
        <w:t xml:space="preserve"> </w:t>
      </w:r>
      <w:r>
        <w:lastRenderedPageBreak/>
        <w:t>and perverting the divine decree through ignoring or exclusive obedience to God.</w:t>
      </w:r>
    </w:p>
    <w:p w:rsidR="007C35B5" w:rsidRDefault="007C35B5" w:rsidP="007C35B5">
      <w:pPr>
        <w:pStyle w:val="libNormal"/>
      </w:pPr>
      <w:r>
        <w:br w:type="page"/>
      </w:r>
    </w:p>
    <w:p w:rsidR="00E37A6F" w:rsidRDefault="00E37A6F" w:rsidP="007C35B5">
      <w:pPr>
        <w:pStyle w:val="Heading1Center"/>
      </w:pPr>
      <w:bookmarkStart w:id="1" w:name="_Toc489357071"/>
      <w:r>
        <w:lastRenderedPageBreak/>
        <w:t xml:space="preserve">Supplement </w:t>
      </w:r>
      <w:proofErr w:type="gramStart"/>
      <w:r>
        <w:t>1</w:t>
      </w:r>
      <w:bookmarkEnd w:id="1"/>
      <w:proofErr w:type="gramEnd"/>
    </w:p>
    <w:p w:rsidR="00E37A6F" w:rsidRDefault="00E37A6F" w:rsidP="00E37A6F">
      <w:pPr>
        <w:pStyle w:val="libNormal"/>
      </w:pPr>
      <w:r>
        <w:t xml:space="preserve">It was under these conditions, the Commander of the Faithful asserts, that God brought about prophet hood and appointed His Prophets. </w:t>
      </w:r>
      <w:proofErr w:type="gramStart"/>
      <w:r>
        <w:t>This is also emphasized in other statements of the first Sermon after describing the appearance of the Prophet of Islam and not the appearance of the prophets at large, although the social conditions and mental atmosphere in which all the Prophets, including Abraham, Moses, Jesus and others, have appeared have been the same, and thus what is said about the Prophet of Islam fits other Prophets as well.</w:t>
      </w:r>
      <w:proofErr w:type="gramEnd"/>
    </w:p>
    <w:p w:rsidR="00E37A6F" w:rsidRDefault="00E37A6F" w:rsidP="00E37A6F">
      <w:pPr>
        <w:pStyle w:val="libNormal"/>
      </w:pPr>
      <w:r>
        <w:rPr>
          <w:rFonts w:hint="eastAsia"/>
        </w:rPr>
        <w:t>„</w:t>
      </w:r>
      <w:r>
        <w:t xml:space="preserve">The statements run as under the people of the earth at this time were divided in different Parties, their aims were </w:t>
      </w:r>
      <w:proofErr w:type="gramStart"/>
      <w:r>
        <w:t>separate</w:t>
      </w:r>
      <w:proofErr w:type="gramEnd"/>
      <w:r>
        <w:t xml:space="preserve"> and their ways were diverse. </w:t>
      </w:r>
      <w:proofErr w:type="gramStart"/>
      <w:r>
        <w:t>They either likened God with His creation or twisted His Names or turned to other than Him.</w:t>
      </w:r>
      <w:proofErr w:type="gramEnd"/>
      <w:r>
        <w:t xml:space="preserve"> ..</w:t>
      </w:r>
      <w:proofErr w:type="gramStart"/>
      <w:r>
        <w:t>,</w:t>
      </w:r>
      <w:proofErr w:type="gramEnd"/>
      <w:r>
        <w:t>"</w:t>
      </w:r>
      <w:r w:rsidRPr="009B467F">
        <w:rPr>
          <w:rStyle w:val="libFootnotenumChar"/>
        </w:rPr>
        <w:t>4</w:t>
      </w:r>
    </w:p>
    <w:p w:rsidR="00E37A6F" w:rsidRDefault="00E37A6F" w:rsidP="00E37A6F">
      <w:pPr>
        <w:pStyle w:val="libNormal"/>
      </w:pPr>
      <w:r>
        <w:t>It says that the Prophet was appointed to prophet hood at a time when people were divided in groups with different ways of thinking, i.e</w:t>
      </w:r>
      <w:proofErr w:type="gramStart"/>
      <w:r>
        <w:t>..</w:t>
      </w:r>
      <w:proofErr w:type="gramEnd"/>
      <w:r>
        <w:t xml:space="preserve"> </w:t>
      </w:r>
      <w:proofErr w:type="gramStart"/>
      <w:r>
        <w:t>a</w:t>
      </w:r>
      <w:proofErr w:type="gramEnd"/>
      <w:r>
        <w:t xml:space="preserve"> universal mentality did not govern the is minds of all people, which indicates the lack of an acceptable culture at that time, separation among people and, finally, ignorance. It continues with the statement that 'their aims were separate'. This has two implications.</w:t>
      </w:r>
    </w:p>
    <w:p w:rsidR="00E37A6F" w:rsidRDefault="00E37A6F" w:rsidP="00E37A6F">
      <w:pPr>
        <w:pStyle w:val="libNormal"/>
      </w:pPr>
      <w:r>
        <w:t xml:space="preserve">The simple one is that in different parts of the community or in different corners of the world people enjoyed desires and manners of their own. The members of each community or class of people favored </w:t>
      </w:r>
      <w:proofErr w:type="gramStart"/>
      <w:r>
        <w:t>something which</w:t>
      </w:r>
      <w:proofErr w:type="gramEnd"/>
      <w:r>
        <w:t xml:space="preserve"> the members of other classes and communities despised. In fact, the </w:t>
      </w:r>
      <w:proofErr w:type="gramStart"/>
      <w:r>
        <w:t>society at large</w:t>
      </w:r>
      <w:proofErr w:type="gramEnd"/>
      <w:r>
        <w:t xml:space="preserve"> lacked a common aim and aspiration, which shows the decline of that society.</w:t>
      </w:r>
    </w:p>
    <w:p w:rsidR="00E37A6F" w:rsidRDefault="00E37A6F" w:rsidP="00E37A6F">
      <w:pPr>
        <w:pStyle w:val="libNormal"/>
      </w:pPr>
      <w:r>
        <w:t xml:space="preserve">The second implication is that there was not more than a few poles of power throughout the world at that time, and they were </w:t>
      </w:r>
      <w:proofErr w:type="spellStart"/>
      <w:r>
        <w:t>Sassanian</w:t>
      </w:r>
      <w:proofErr w:type="spellEnd"/>
      <w:r>
        <w:t xml:space="preserve"> Kings, Roman Emperors, Ethiopian </w:t>
      </w:r>
      <w:proofErr w:type="gramStart"/>
      <w:r>
        <w:t>Sultans</w:t>
      </w:r>
      <w:proofErr w:type="gramEnd"/>
      <w:r>
        <w:t xml:space="preserve"> and other despots, dictators and idols who stood at the peak of their communities, ruling over the people with tyranny and according to their own aims, desires and self-centeredness.</w:t>
      </w:r>
    </w:p>
    <w:p w:rsidR="00E37A6F" w:rsidRDefault="00E37A6F" w:rsidP="00E37A6F">
      <w:pPr>
        <w:pStyle w:val="libNormal"/>
      </w:pPr>
      <w:proofErr w:type="gramStart"/>
      <w:r>
        <w:t>The existence of insufficiencies and oppression in the Iranian community, the existence of impenetrable classes among the people, the boundless mastery of Brahmans, aristocrats and soldiers over the lower classes and the existence of moral, cultural, economic and class tyrannies, the pressure of which tortured the people, were all a manifestation of the sensuality and selfishness of the idols (kings) who possessed the leadership of the Iranian community.</w:t>
      </w:r>
      <w:proofErr w:type="gramEnd"/>
      <w:r>
        <w:t xml:space="preserve"> Thus, the whims and desires of a minority dominated all the affairs of a majority of </w:t>
      </w:r>
      <w:proofErr w:type="gramStart"/>
      <w:r>
        <w:t>mankind.</w:t>
      </w:r>
      <w:proofErr w:type="gramEnd"/>
    </w:p>
    <w:p w:rsidR="00E37A6F" w:rsidRDefault="00E37A6F" w:rsidP="00E37A6F">
      <w:pPr>
        <w:pStyle w:val="libNormal"/>
      </w:pPr>
      <w:r>
        <w:rPr>
          <w:rFonts w:hint="eastAsia"/>
        </w:rPr>
        <w:t>„</w:t>
      </w:r>
      <w:r>
        <w:t xml:space="preserve">They likened God with His creation". It implies that those people who, according to their nature and spiritual feelings, believed in the existence of a </w:t>
      </w:r>
      <w:proofErr w:type="spellStart"/>
      <w:r>
        <w:t>diety</w:t>
      </w:r>
      <w:proofErr w:type="spellEnd"/>
      <w:r>
        <w:t xml:space="preserve"> and a creator, found it in the form of creatures and small, imperfect beings. Some of them worshipped cows as their gods. Others worshipped stone or wooden idols. In fact, all the people were in some way or </w:t>
      </w:r>
      <w:proofErr w:type="gramStart"/>
      <w:r>
        <w:t>another worshippers</w:t>
      </w:r>
      <w:proofErr w:type="gramEnd"/>
      <w:r>
        <w:t xml:space="preserve"> of God as their nature demanded but they were devoid of a perfect knowledge concerning God. This was the </w:t>
      </w:r>
      <w:proofErr w:type="gramStart"/>
      <w:r>
        <w:t>most manifest</w:t>
      </w:r>
      <w:proofErr w:type="gramEnd"/>
      <w:r>
        <w:t xml:space="preserve"> perversion.</w:t>
      </w:r>
    </w:p>
    <w:p w:rsidR="00E37A6F" w:rsidRDefault="00E37A6F" w:rsidP="00E37A6F">
      <w:pPr>
        <w:pStyle w:val="libNormal"/>
      </w:pPr>
      <w:r>
        <w:t xml:space="preserve">"They twisted His Names or turned to other than Him». This was a kind of mental deviation prevailing among the believers of God. They were actually so involved in the Name of God that they could not take step </w:t>
      </w:r>
      <w:r>
        <w:lastRenderedPageBreak/>
        <w:t xml:space="preserve">beyond it. In ancient times, for example, those who had a vague view of God in their minds, being unable to know God perfectly, turned to His Names Allah, </w:t>
      </w:r>
      <w:proofErr w:type="spellStart"/>
      <w:proofErr w:type="gramStart"/>
      <w:r>
        <w:t>Mannan</w:t>
      </w:r>
      <w:proofErr w:type="spellEnd"/>
      <w:proofErr w:type="gramEnd"/>
      <w:r>
        <w:t xml:space="preserve"> or </w:t>
      </w:r>
      <w:proofErr w:type="spellStart"/>
      <w:r>
        <w:t>Ilah</w:t>
      </w:r>
      <w:proofErr w:type="spellEnd"/>
      <w:r>
        <w:t xml:space="preserve"> and worshipped them.</w:t>
      </w:r>
    </w:p>
    <w:p w:rsidR="00E37A6F" w:rsidRDefault="00E37A6F" w:rsidP="00E37A6F">
      <w:pPr>
        <w:pStyle w:val="libNormal"/>
      </w:pPr>
      <w:r>
        <w:t xml:space="preserve">They were ignorant of the reality of God. Another example </w:t>
      </w:r>
      <w:proofErr w:type="gramStart"/>
      <w:r>
        <w:t>can be observed</w:t>
      </w:r>
      <w:proofErr w:type="gramEnd"/>
      <w:r>
        <w:t xml:space="preserve"> in the extremist ideologies of today. Advocates of these ideologies claim to believe in God but if they </w:t>
      </w:r>
      <w:proofErr w:type="gramStart"/>
      <w:r>
        <w:t>are asked</w:t>
      </w:r>
      <w:proofErr w:type="gramEnd"/>
      <w:r>
        <w:t xml:space="preserve"> what God is, they cannot explain the true concept and meaning of this word. Rather, they take the 'whole existence', the rules governing nature and the cause and effect, conventions current in nature and history to be a god.</w:t>
      </w:r>
    </w:p>
    <w:p w:rsidR="00E37A6F" w:rsidRDefault="00E37A6F" w:rsidP="00E37A6F">
      <w:pPr>
        <w:pStyle w:val="libNormal"/>
      </w:pPr>
      <w:r>
        <w:t>They lack the ability to know the real meaning of God, i.e. to know Him as an independent 'Necessary Being' who is undoubtedly the Creator of this universe rather than being Himself the universe. They cannot perceive this reasonable, philosophical concept. Thus, they are confused about the Name and the real Being of God.</w:t>
      </w:r>
    </w:p>
    <w:p w:rsidR="00E37A6F" w:rsidRDefault="00E37A6F" w:rsidP="00E37A6F">
      <w:pPr>
        <w:pStyle w:val="libNormal"/>
      </w:pPr>
      <w:r>
        <w:t xml:space="preserve">Naturally, wisdom, love, knowledge, spiritual attractions and moral Attributes, all of which originate from monotheism and a knowledge of God, do not develop in them and, therefore, prayers, incantations and the wise prayers of Imam </w:t>
      </w:r>
      <w:proofErr w:type="spellStart"/>
      <w:r>
        <w:t>Sajjad</w:t>
      </w:r>
      <w:proofErr w:type="spellEnd"/>
      <w:r>
        <w:t>, peace be upon him, for example, become meaningless to them. Accordingly, what such people worship is 'God' as a word without being concerned with its meaning and concept. This is a sign of the decline and deviation of religious as well as a characteristic of the people who lived at the time when Prophets appeared.</w:t>
      </w:r>
    </w:p>
    <w:p w:rsidR="00E37A6F" w:rsidRDefault="00E37A6F" w:rsidP="00E37A6F">
      <w:pPr>
        <w:pStyle w:val="libNormal"/>
      </w:pPr>
      <w:r>
        <w:t>In the second Sermon, the Commander of the faithful has more detailed statements concerning the social background to the appearance of the prophets.</w:t>
      </w:r>
    </w:p>
    <w:p w:rsidR="00E37A6F" w:rsidRDefault="00E37A6F" w:rsidP="00E37A6F">
      <w:pPr>
        <w:pStyle w:val="libNormal"/>
      </w:pPr>
      <w:r>
        <w:t xml:space="preserve">They run as follows „At that time people had fallen in to vices whereby the rope of religion had been broken, the pillars of belief had been shaken, principles had been </w:t>
      </w:r>
      <w:proofErr w:type="spellStart"/>
      <w:r>
        <w:t>sacrileged</w:t>
      </w:r>
      <w:proofErr w:type="spellEnd"/>
      <w:r>
        <w:t xml:space="preserve">, systems had become </w:t>
      </w:r>
      <w:proofErr w:type="spellStart"/>
      <w:r>
        <w:t>topsy</w:t>
      </w:r>
      <w:proofErr w:type="spellEnd"/>
      <w:r>
        <w:t xml:space="preserve"> </w:t>
      </w:r>
      <w:proofErr w:type="spellStart"/>
      <w:r>
        <w:t>turvy</w:t>
      </w:r>
      <w:proofErr w:type="spellEnd"/>
      <w:r>
        <w:t xml:space="preserve">, openings were narrow, passages were dark, guidance was unknown and darkness prevailed. God </w:t>
      </w:r>
      <w:proofErr w:type="gramStart"/>
      <w:r>
        <w:t>was being disobeyed</w:t>
      </w:r>
      <w:proofErr w:type="gramEnd"/>
      <w:r>
        <w:t xml:space="preserve">. Satan </w:t>
      </w:r>
      <w:proofErr w:type="gramStart"/>
      <w:r>
        <w:t>was given</w:t>
      </w:r>
      <w:proofErr w:type="gramEnd"/>
      <w:r>
        <w:t xml:space="preserve"> support and Belief had been forsaken.</w:t>
      </w:r>
    </w:p>
    <w:p w:rsidR="00E37A6F" w:rsidRDefault="00E37A6F" w:rsidP="00E37A6F">
      <w:pPr>
        <w:pStyle w:val="libNormal"/>
      </w:pPr>
      <w:r>
        <w:t xml:space="preserve">As a result, the pillars of religion fell down, its traces could not be discerned, its passages had been </w:t>
      </w:r>
      <w:proofErr w:type="gramStart"/>
      <w:r>
        <w:t>destroyed</w:t>
      </w:r>
      <w:proofErr w:type="gramEnd"/>
      <w:r>
        <w:t xml:space="preserve"> and its streets had fallen into decay. </w:t>
      </w:r>
      <w:proofErr w:type="gramStart"/>
      <w:r>
        <w:t>People obeyed Satan and tread his paths.</w:t>
      </w:r>
      <w:proofErr w:type="gramEnd"/>
      <w:r>
        <w:t xml:space="preserve"> They sought water from his watering places. Through them Satan's emblems and his standard was raised in </w:t>
      </w:r>
      <w:proofErr w:type="gramStart"/>
      <w:r>
        <w:t>vices which</w:t>
      </w:r>
      <w:proofErr w:type="gramEnd"/>
      <w:r>
        <w:t xml:space="preserve"> trampled the people under their hoofs, and treaded upon them with their feet.</w:t>
      </w:r>
    </w:p>
    <w:p w:rsidR="00E37A6F" w:rsidRDefault="00E37A6F" w:rsidP="00E37A6F">
      <w:pPr>
        <w:pStyle w:val="libNormal"/>
      </w:pPr>
      <w:r>
        <w:t xml:space="preserve">The vices stood on their toes (in full stature) and the people immersed in them </w:t>
      </w:r>
      <w:proofErr w:type="gramStart"/>
      <w:r>
        <w:t xml:space="preserve">were strayed, </w:t>
      </w:r>
      <w:proofErr w:type="spellStart"/>
      <w:r>
        <w:t>perplexen</w:t>
      </w:r>
      <w:proofErr w:type="spellEnd"/>
      <w:r>
        <w:t>, ignorant and seduced as though in a good house with bad neighbors</w:t>
      </w:r>
      <w:proofErr w:type="gramEnd"/>
      <w:r>
        <w:t xml:space="preserve">. Instead of </w:t>
      </w:r>
      <w:proofErr w:type="gramStart"/>
      <w:r>
        <w:t>sleep</w:t>
      </w:r>
      <w:proofErr w:type="gramEnd"/>
      <w:r>
        <w:t xml:space="preserve"> they had wakefulness and for antimony they had tears in the eyes. They were in a land where the learned were in bridles (keeping their mouths shut) while the ignorant were honored.</w:t>
      </w:r>
      <w:proofErr w:type="gramStart"/>
      <w:r>
        <w:t>"</w:t>
      </w:r>
      <w:proofErr w:type="gramEnd"/>
      <w:r w:rsidRPr="009B467F">
        <w:rPr>
          <w:rStyle w:val="libFootnotenumChar"/>
        </w:rPr>
        <w:t>5</w:t>
      </w:r>
    </w:p>
    <w:p w:rsidR="00E37A6F" w:rsidRDefault="00E37A6F" w:rsidP="00E37A6F">
      <w:pPr>
        <w:pStyle w:val="libNormal"/>
      </w:pPr>
      <w:proofErr w:type="gramStart"/>
      <w:r>
        <w:t xml:space="preserve">This is a very beautiful and artistic picture (in the form of an ordinary lecture from the pulpit) of the social conditions in the age of ignorance, in which the Commander of the Faithful portrays the adversities, deficiencies and disorders casting shadows over the people's life- the people who were </w:t>
      </w:r>
      <w:r>
        <w:lastRenderedPageBreak/>
        <w:t xml:space="preserve">mentally bewildered and </w:t>
      </w:r>
      <w:proofErr w:type="spellStart"/>
      <w:r>
        <w:t>perplexen</w:t>
      </w:r>
      <w:proofErr w:type="spellEnd"/>
      <w:r>
        <w:t xml:space="preserve"> and who did not know the aim and purpose of life.</w:t>
      </w:r>
      <w:proofErr w:type="gramEnd"/>
    </w:p>
    <w:p w:rsidR="00E37A6F" w:rsidRDefault="00E37A6F" w:rsidP="00E37A6F">
      <w:pPr>
        <w:pStyle w:val="libNormal"/>
      </w:pPr>
      <w:r>
        <w:t xml:space="preserve">We </w:t>
      </w:r>
      <w:proofErr w:type="gramStart"/>
      <w:r>
        <w:t>can easily and clearly understand</w:t>
      </w:r>
      <w:proofErr w:type="gramEnd"/>
      <w:r>
        <w:t xml:space="preserve"> the meaning of these words of his, because they provide us with an exact portrait of the situation of our own time, when the Iranian nation was severely oppressed and fell victim to the tyrannies brought upon it by the Pahlavi executioners and American mercenaries.</w:t>
      </w:r>
    </w:p>
    <w:p w:rsidR="00E37A6F" w:rsidRDefault="00E37A6F" w:rsidP="00E37A6F">
      <w:pPr>
        <w:pStyle w:val="libNormal"/>
      </w:pPr>
      <w:r>
        <w:t xml:space="preserve">In fact, what in this Sermon and other Sermons </w:t>
      </w:r>
      <w:proofErr w:type="gramStart"/>
      <w:r>
        <w:t>has been expressed</w:t>
      </w:r>
      <w:proofErr w:type="gramEnd"/>
      <w:r>
        <w:t xml:space="preserve"> about the background to the appearance of the Prophets (which the writer used to interpret consciously in connection with the situations of strangulation at the Pahlavi time conforms exactly to the conditions under which we lived during the Pahlavi rule).</w:t>
      </w:r>
    </w:p>
    <w:p w:rsidR="00E37A6F" w:rsidRDefault="00E37A6F" w:rsidP="00E37A6F">
      <w:pPr>
        <w:pStyle w:val="libNormal"/>
      </w:pPr>
      <w:r>
        <w:t xml:space="preserve">In those days, especially in the last three years of the Pahlavi reign, the people were so mentally deceived and misled that they got on the buses and trucks in many cities, applauded, played the flute and shouted, „Long live the Shah". </w:t>
      </w:r>
      <w:proofErr w:type="gramStart"/>
      <w:r>
        <w:t>Meanwhile, the awakened conscience of a group of people was severely wounded; yet, this was not the common conscience of our community, for even those who refrained from participating in such shows, whether they were government employees, clergymen of other classes of people, accepted the ways and procedures of the ruling regime by their indifferent and apathetic behavior towards the prevailing situation.</w:t>
      </w:r>
      <w:proofErr w:type="gramEnd"/>
    </w:p>
    <w:p w:rsidR="00E37A6F" w:rsidRDefault="00E37A6F" w:rsidP="00E37A6F">
      <w:pPr>
        <w:pStyle w:val="libNormal"/>
      </w:pPr>
      <w:r>
        <w:t xml:space="preserve">The people were actually bewildered and dead. No one was aware of the aim behind his daily labor. They worked day and night but they were ignorant of the aim, aspiration and the future for the achievement of which human beings endeavor. The similitude of them was the like similitude of the 'mill donkey' </w:t>
      </w:r>
      <w:proofErr w:type="gramStart"/>
      <w:r>
        <w:t>who</w:t>
      </w:r>
      <w:proofErr w:type="gramEnd"/>
      <w:r>
        <w:t xml:space="preserve"> constantly moves in a circular direction and never reaches an end.</w:t>
      </w:r>
    </w:p>
    <w:p w:rsidR="00E37A6F" w:rsidRDefault="00E37A6F" w:rsidP="00E37A6F">
      <w:pPr>
        <w:pStyle w:val="libNormal"/>
      </w:pPr>
      <w:r>
        <w:t xml:space="preserve">They were endowed with the best dwellings and lands, having all the God-given bounties and with the territory of human conscience, </w:t>
      </w:r>
      <w:proofErr w:type="gramStart"/>
      <w:r>
        <w:t>faculties</w:t>
      </w:r>
      <w:proofErr w:type="gramEnd"/>
      <w:r>
        <w:t xml:space="preserve"> and beauties which have been hidden but now have bloomed in our revolutionary boys and girls, fathers and mothers. In fact, such a blessed background existed in people but the 'neighbors were bad' in the words of the Commander of the Faithful, i.e. the rulers and holders of power were incompetent and dishonest.</w:t>
      </w:r>
    </w:p>
    <w:p w:rsidR="00E37A6F" w:rsidRDefault="00E37A6F" w:rsidP="00E37A6F">
      <w:pPr>
        <w:pStyle w:val="libNormal"/>
      </w:pPr>
      <w:proofErr w:type="gramStart"/>
      <w:r>
        <w:t>On the whole, under</w:t>
      </w:r>
      <w:proofErr w:type="gramEnd"/>
      <w:r>
        <w:t xml:space="preserve"> such conditions which he recounts in the above-quoted statements, and we experienced in our own time, the Prophets were appointed to prophet hood. We shall, God-willing, give more details about the background to prophet hood, as pointed out in the Commander of the </w:t>
      </w:r>
      <w:proofErr w:type="spellStart"/>
      <w:r>
        <w:t>Faithful's</w:t>
      </w:r>
      <w:proofErr w:type="spellEnd"/>
      <w:r>
        <w:t xml:space="preserve"> words, which are very important so far as the philosophy of history is concerned, and which is misunderstood by some deviated individuals who draw wrong.</w:t>
      </w:r>
    </w:p>
    <w:p w:rsidR="007C35B5" w:rsidRDefault="007C35B5" w:rsidP="007C35B5">
      <w:pPr>
        <w:pStyle w:val="libNormal"/>
      </w:pPr>
      <w:r>
        <w:br w:type="page"/>
      </w:r>
    </w:p>
    <w:p w:rsidR="00E37A6F" w:rsidRDefault="00E37A6F" w:rsidP="007C35B5">
      <w:pPr>
        <w:pStyle w:val="Heading1Center"/>
      </w:pPr>
      <w:bookmarkStart w:id="2" w:name="_Toc489357072"/>
      <w:r>
        <w:lastRenderedPageBreak/>
        <w:t xml:space="preserve">To Which Class </w:t>
      </w:r>
      <w:proofErr w:type="gramStart"/>
      <w:r>
        <w:t>Of</w:t>
      </w:r>
      <w:proofErr w:type="gramEnd"/>
      <w:r>
        <w:t xml:space="preserve"> Society do The Prophets Belong?</w:t>
      </w:r>
      <w:bookmarkEnd w:id="2"/>
    </w:p>
    <w:p w:rsidR="00E37A6F" w:rsidRDefault="00E37A6F" w:rsidP="00E37A6F">
      <w:pPr>
        <w:pStyle w:val="libNormal"/>
      </w:pPr>
      <w:r>
        <w:t xml:space="preserve">In this </w:t>
      </w:r>
      <w:proofErr w:type="gramStart"/>
      <w:r>
        <w:t>chapter</w:t>
      </w:r>
      <w:proofErr w:type="gramEnd"/>
      <w:r>
        <w:t xml:space="preserve"> we are going to discuss the social origins of the Prophets themselves, i.e., to find out the social class to which the Prophets belonged. We are going to see whether they belonged to the rich people, </w:t>
      </w:r>
      <w:proofErr w:type="gramStart"/>
      <w:r>
        <w:t>aristocrats</w:t>
      </w:r>
      <w:proofErr w:type="gramEnd"/>
      <w:r>
        <w:t xml:space="preserve"> and holders of worldly power or to the poor, the needy and the deprived. It is, in fact, very import-ant to know the social and economic classes from which the Prophets have arisen in the course of history, founded monotheistic movements and revolutions and provided the masses with divine words and messages.</w:t>
      </w:r>
    </w:p>
    <w:p w:rsidR="00E37A6F" w:rsidRDefault="00E37A6F" w:rsidP="00E37A6F">
      <w:pPr>
        <w:pStyle w:val="libNormal"/>
      </w:pPr>
      <w:r>
        <w:t xml:space="preserve">The Holy Qur'an, the </w:t>
      </w:r>
      <w:proofErr w:type="gramStart"/>
      <w:r>
        <w:t>Traditions</w:t>
      </w:r>
      <w:proofErr w:type="gramEnd"/>
      <w:r>
        <w:t xml:space="preserve"> and the </w:t>
      </w:r>
      <w:proofErr w:type="spellStart"/>
      <w:r>
        <w:t>Nahj-ul-Balagha</w:t>
      </w:r>
      <w:proofErr w:type="spellEnd"/>
      <w:r>
        <w:t xml:space="preserve"> are rich sources which can help us in the analysis of this matter, but here the emphasis is only on the words of the </w:t>
      </w:r>
      <w:proofErr w:type="spellStart"/>
      <w:r>
        <w:t>Nahj-ul-Balagha</w:t>
      </w:r>
      <w:proofErr w:type="spellEnd"/>
      <w:r>
        <w:t>. In the long and famous sermon of al-</w:t>
      </w:r>
      <w:proofErr w:type="spellStart"/>
      <w:r>
        <w:t>Qasi'ah</w:t>
      </w:r>
      <w:proofErr w:type="spellEnd"/>
      <w:r>
        <w:t xml:space="preserve"> (the Sermon of Disparagement) there are statements which deserve careful reflection and which offer information concerning the matter being discussed.</w:t>
      </w:r>
    </w:p>
    <w:p w:rsidR="00E37A6F" w:rsidRDefault="00E37A6F" w:rsidP="00E37A6F">
      <w:pPr>
        <w:pStyle w:val="libNormal"/>
      </w:pPr>
      <w:r>
        <w:t>The statements run as follows: "</w:t>
      </w:r>
      <w:proofErr w:type="gramStart"/>
      <w:r>
        <w:t>Certainly ,</w:t>
      </w:r>
      <w:proofErr w:type="gramEnd"/>
      <w:r>
        <w:t xml:space="preserve"> if God were to allow anyone to indulge in pride, He would have allowed it to His selected prophets and vicegerents. </w:t>
      </w:r>
      <w:proofErr w:type="gramStart"/>
      <w:r>
        <w:t>But</w:t>
      </w:r>
      <w:proofErr w:type="gramEnd"/>
      <w:r>
        <w:t xml:space="preserve"> God, the Sublime, disliked vanity for them and liked humbleness for them. Therefore, they laid their cheeks on the ground, smeared their faces with dust, bent themselves down for the </w:t>
      </w:r>
      <w:proofErr w:type="gramStart"/>
      <w:r>
        <w:t>believers</w:t>
      </w:r>
      <w:proofErr w:type="gramEnd"/>
      <w:r>
        <w:t xml:space="preserve"> and remained humiliated people (they were from the oppressed people). God tested them with hunger, afflicted them with difficulties, tested them with fear, and upset them with troubles.</w:t>
      </w:r>
      <w:proofErr w:type="gramStart"/>
      <w:r>
        <w:t>"</w:t>
      </w:r>
      <w:proofErr w:type="gramEnd"/>
      <w:r w:rsidRPr="009B467F">
        <w:rPr>
          <w:rStyle w:val="libFootnotenumChar"/>
        </w:rPr>
        <w:t>6</w:t>
      </w:r>
    </w:p>
    <w:p w:rsidR="00E37A6F" w:rsidRDefault="00E37A6F" w:rsidP="00E37A6F">
      <w:pPr>
        <w:pStyle w:val="libNormal"/>
      </w:pPr>
      <w:r>
        <w:t>Here, the Commander of the Faithful speaks about pride and vanity and emphasizes that since God disliked these two qualities, He misrepresented them in the eyes of His Prophets and righteous beings. Therefore, the Prophets hated self-deceit and superiority complexes, but liked humbleness and humility.</w:t>
      </w:r>
    </w:p>
    <w:p w:rsidR="00E37A6F" w:rsidRDefault="00E37A6F" w:rsidP="00E37A6F">
      <w:pPr>
        <w:pStyle w:val="libNormal"/>
      </w:pPr>
      <w:r>
        <w:t xml:space="preserve">Thus, they bent themselves down for the believers, lived among the lowest classes of the people, rubbed their faces with the dust (in prostration) before </w:t>
      </w:r>
      <w:proofErr w:type="gramStart"/>
      <w:r>
        <w:t>God</w:t>
      </w:r>
      <w:proofErr w:type="gramEnd"/>
      <w:r>
        <w:t xml:space="preserve"> and refrained from indulging in haughtiness. They did, in effect, what the Holy Qur'an orders to </w:t>
      </w:r>
      <w:proofErr w:type="gramStart"/>
      <w:r>
        <w:t>be done</w:t>
      </w:r>
      <w:proofErr w:type="gramEnd"/>
      <w:r>
        <w:t xml:space="preserve"> to the parents. It says: "... and lower to them (one's parents) the wing of humbleness out of mercy ... " (17:24)</w:t>
      </w:r>
    </w:p>
    <w:p w:rsidR="00E37A6F" w:rsidRDefault="00E37A6F" w:rsidP="00E37A6F">
      <w:pPr>
        <w:pStyle w:val="libNormal"/>
      </w:pPr>
      <w:r>
        <w:t xml:space="preserve">The </w:t>
      </w:r>
      <w:proofErr w:type="gramStart"/>
      <w:r>
        <w:t>Prophets.,</w:t>
      </w:r>
      <w:proofErr w:type="gramEnd"/>
      <w:r>
        <w:t xml:space="preserve"> according to the Commander of the Faithful were from the oppressed masses of the people. They knew the, pains and agonies of the needy. They felt, for instance, what hunger was, because God had tried them with hunger. The Holy Qur'an quotes Moses, peace be upon him, to have said, "Oh God! </w:t>
      </w:r>
      <w:proofErr w:type="gramStart"/>
      <w:r>
        <w:t>I</w:t>
      </w:r>
      <w:proofErr w:type="gramEnd"/>
      <w:r>
        <w:t xml:space="preserve"> need what you shall send me.</w:t>
      </w:r>
    </w:p>
    <w:p w:rsidR="00E37A6F" w:rsidRDefault="00E37A6F" w:rsidP="00E37A6F">
      <w:pPr>
        <w:pStyle w:val="libNormal"/>
      </w:pPr>
      <w:proofErr w:type="gramStart"/>
      <w:r>
        <w:t>" According</w:t>
      </w:r>
      <w:proofErr w:type="gramEnd"/>
      <w:r>
        <w:t xml:space="preserve"> to narrations, Moses, peace be upon him, was hungry and implored God in this manner to send him bread so that he could satiate his hunger. Thus, the Prophets felt the pains of hungry people. They had tasted the sufferings of life. They knew well the troubles of hard physical labor in cold and hot weathers. They understood the meaning of hardship.</w:t>
      </w:r>
    </w:p>
    <w:p w:rsidR="00E37A6F" w:rsidRDefault="00E37A6F" w:rsidP="00E37A6F">
      <w:pPr>
        <w:pStyle w:val="libNormal"/>
      </w:pPr>
      <w:r>
        <w:t xml:space="preserve">Timidity and the state of being fearful are characteristics of the oppressed. They are usually fearful of the future, poverty and the dominance of a powerful hand over their destinies. They are always worried and in a state of mental disturbance, concerning the existing situations and the </w:t>
      </w:r>
      <w:r>
        <w:lastRenderedPageBreak/>
        <w:t xml:space="preserve">coming conditions. They expect at any moment to </w:t>
      </w:r>
      <w:proofErr w:type="gramStart"/>
      <w:r>
        <w:t>be put</w:t>
      </w:r>
      <w:proofErr w:type="gramEnd"/>
      <w:r>
        <w:t xml:space="preserve"> under pressure by a Powerful oppressor.</w:t>
      </w:r>
    </w:p>
    <w:p w:rsidR="00E37A6F" w:rsidRDefault="00E37A6F" w:rsidP="00E37A6F">
      <w:pPr>
        <w:pStyle w:val="libNormal"/>
      </w:pPr>
      <w:r>
        <w:t xml:space="preserve">Likewise, the Prophets suffered from such fears and anxieties and, to say the least, </w:t>
      </w:r>
      <w:proofErr w:type="gramStart"/>
      <w:r>
        <w:t>were so surrounded</w:t>
      </w:r>
      <w:proofErr w:type="gramEnd"/>
      <w:r>
        <w:t xml:space="preserve"> by hardships and difficulties as to become pure in the same way as gold derives its purity under the pressure of very hot temperature. In fact, the Prophets were not pampered individuals to suddenly come Out of their Palaces and call the people to make a revolution.</w:t>
      </w:r>
    </w:p>
    <w:p w:rsidR="00E37A6F" w:rsidRDefault="00E37A6F" w:rsidP="00E37A6F">
      <w:pPr>
        <w:pStyle w:val="libNormal"/>
      </w:pPr>
      <w:r>
        <w:t xml:space="preserve">There was a close link between them and the common people. They had, like all members of the society been subjected to ignorance, tasted the pains and sufferings of </w:t>
      </w:r>
      <w:proofErr w:type="gramStart"/>
      <w:r>
        <w:t>life</w:t>
      </w:r>
      <w:proofErr w:type="gramEnd"/>
      <w:r>
        <w:t xml:space="preserve"> and then became worthy to be called 'Prophets'.</w:t>
      </w:r>
    </w:p>
    <w:p w:rsidR="00E37A6F" w:rsidRDefault="00E37A6F" w:rsidP="00E37A6F">
      <w:pPr>
        <w:pStyle w:val="libNormal"/>
      </w:pPr>
      <w:r>
        <w:t>The Definition of the Deprived (</w:t>
      </w:r>
      <w:proofErr w:type="spellStart"/>
      <w:r>
        <w:t>mustad'af</w:t>
      </w:r>
      <w:proofErr w:type="spellEnd"/>
      <w:r>
        <w:t>)</w:t>
      </w:r>
    </w:p>
    <w:p w:rsidR="00E37A6F" w:rsidRDefault="00E37A6F" w:rsidP="00E37A6F">
      <w:pPr>
        <w:pStyle w:val="libNormal"/>
      </w:pPr>
      <w:r>
        <w:t xml:space="preserve">A society dominated by ignorance </w:t>
      </w:r>
      <w:proofErr w:type="gramStart"/>
      <w:r>
        <w:t>is always made up</w:t>
      </w:r>
      <w:proofErr w:type="gramEnd"/>
      <w:r>
        <w:t xml:space="preserve"> of two groups of people. One group consists of those who make Plans, administer </w:t>
      </w:r>
      <w:proofErr w:type="gramStart"/>
      <w:r>
        <w:t>society</w:t>
      </w:r>
      <w:proofErr w:type="gramEnd"/>
      <w:r>
        <w:t xml:space="preserve"> and have total authority over all affairs. The other group consists of the subjects and subordinates who have nothing to do with different affairs of society. They work hard (and thus they are not good-for-nothings as they are usually called, compared for example, to the amount of work Pharaoh performed with the slaves in building the Pyramids), but they have no right to apply their will, personality and points of view in the administration of the affairs of their society.</w:t>
      </w:r>
    </w:p>
    <w:p w:rsidR="00E37A6F" w:rsidRDefault="00E37A6F" w:rsidP="00E37A6F">
      <w:pPr>
        <w:pStyle w:val="libNormal"/>
      </w:pPr>
      <w:r>
        <w:t xml:space="preserve">The first group is a minority consisting of the powerful families and dynasties with various degrees of authority over society. They </w:t>
      </w:r>
      <w:proofErr w:type="gramStart"/>
      <w:r>
        <w:t>are called</w:t>
      </w:r>
      <w:proofErr w:type="gramEnd"/>
      <w:r>
        <w:t xml:space="preserve"> 'the arrogant' (</w:t>
      </w:r>
      <w:proofErr w:type="spellStart"/>
      <w:r>
        <w:t>mustakbirin</w:t>
      </w:r>
      <w:proofErr w:type="spellEnd"/>
      <w:r>
        <w:t xml:space="preserve">). The second group are the common people and the masses who are regarded as the weak and who are devoid of authority whatsoever. They </w:t>
      </w:r>
      <w:proofErr w:type="gramStart"/>
      <w:r>
        <w:t>are called</w:t>
      </w:r>
      <w:proofErr w:type="gramEnd"/>
      <w:r>
        <w:t xml:space="preserve"> 'the deprived' (</w:t>
      </w:r>
      <w:proofErr w:type="spellStart"/>
      <w:r>
        <w:t>mustad'afin</w:t>
      </w:r>
      <w:proofErr w:type="spellEnd"/>
      <w:r>
        <w:t xml:space="preserve">). Our own country, during the corrupt regime of Pahlavi, </w:t>
      </w:r>
      <w:proofErr w:type="gramStart"/>
      <w:r>
        <w:t>was administered</w:t>
      </w:r>
      <w:proofErr w:type="gramEnd"/>
      <w:r>
        <w:t xml:space="preserve"> by a limited number of individuals, with the Shah at the head of them. It is true that an institution named the 'National Consultative Assembly' existed but all the decisions </w:t>
      </w:r>
      <w:proofErr w:type="gramStart"/>
      <w:r>
        <w:t>were made by the Shah and his American advisers and dictated to the members of the Assembly, who had no will of their own</w:t>
      </w:r>
      <w:proofErr w:type="gramEnd"/>
      <w:r>
        <w:t>.</w:t>
      </w:r>
    </w:p>
    <w:p w:rsidR="00E37A6F" w:rsidRDefault="00E37A6F" w:rsidP="00E37A6F">
      <w:pPr>
        <w:pStyle w:val="libNormal"/>
      </w:pPr>
      <w:r>
        <w:t xml:space="preserve">At the lower levels, decisions were made by the big money makers who acted in collusion with governmental personages, by </w:t>
      </w:r>
      <w:proofErr w:type="gramStart"/>
      <w:r>
        <w:t>governor generals</w:t>
      </w:r>
      <w:proofErr w:type="gramEnd"/>
      <w:r>
        <w:t xml:space="preserve"> and so forth. In fact, the total authority </w:t>
      </w:r>
      <w:proofErr w:type="gramStart"/>
      <w:r>
        <w:t>was centralized</w:t>
      </w:r>
      <w:proofErr w:type="gramEnd"/>
      <w:r>
        <w:t xml:space="preserve"> in the hands of one person, the Shah. If all the ministers, Assembly members, director generals and the like agreed on something, but the Shah opposed; it was his will and </w:t>
      </w:r>
      <w:proofErr w:type="gramStart"/>
      <w:r>
        <w:t>decision which</w:t>
      </w:r>
      <w:proofErr w:type="gramEnd"/>
      <w:r>
        <w:t xml:space="preserve"> prevailed.</w:t>
      </w:r>
    </w:p>
    <w:p w:rsidR="00E37A6F" w:rsidRDefault="00E37A6F" w:rsidP="00E37A6F">
      <w:pPr>
        <w:pStyle w:val="libNormal"/>
      </w:pPr>
      <w:r>
        <w:t xml:space="preserve">The rest of the people, i.e. the masses, had no authority (even over their own destinies) to </w:t>
      </w:r>
      <w:proofErr w:type="spellStart"/>
      <w:r>
        <w:t>hnterfere</w:t>
      </w:r>
      <w:proofErr w:type="spellEnd"/>
      <w:r>
        <w:t xml:space="preserve"> with the affairs pertaining to foreign relations (with Russia and America, for instance), internal industries, agriculture, animal husbandry, etc. let alone matters concerning religion and morality. They had no right to meddle with the total course of affairs of their society due to the absolute lack of democracy, voting `</w:t>
      </w:r>
      <w:proofErr w:type="spellStart"/>
      <w:r>
        <w:t>nd</w:t>
      </w:r>
      <w:proofErr w:type="spellEnd"/>
      <w:r>
        <w:t xml:space="preserve"> elections in the country.</w:t>
      </w:r>
    </w:p>
    <w:p w:rsidR="00E37A6F" w:rsidRDefault="00E37A6F" w:rsidP="00E37A6F">
      <w:pPr>
        <w:pStyle w:val="libNormal"/>
      </w:pPr>
      <w:r>
        <w:t xml:space="preserve">This state of affairs is nowadays an obvious characteristic of all socialist countries but in a more respectable form, i.e. one party (the Communist Party) possesses the total power and authority in administering the affairs of these countries. In fact, </w:t>
      </w:r>
      <w:proofErr w:type="gramStart"/>
      <w:r>
        <w:t xml:space="preserve">all the affairs of these countries are determined by the high governmental cadres, supreme councils and the general secretary </w:t>
      </w:r>
      <w:r>
        <w:lastRenderedPageBreak/>
        <w:t>himself</w:t>
      </w:r>
      <w:proofErr w:type="gramEnd"/>
      <w:r>
        <w:t xml:space="preserve">. Other people have no right to express their viewpoints, and their will and decisions </w:t>
      </w:r>
      <w:proofErr w:type="gramStart"/>
      <w:r>
        <w:t>are not taken</w:t>
      </w:r>
      <w:proofErr w:type="gramEnd"/>
      <w:r>
        <w:t xml:space="preserve"> for granted.</w:t>
      </w:r>
    </w:p>
    <w:p w:rsidR="00E37A6F" w:rsidRDefault="00E37A6F" w:rsidP="00E37A6F">
      <w:pPr>
        <w:pStyle w:val="libNormal"/>
      </w:pPr>
      <w:r>
        <w:t xml:space="preserve">Thus, mental development is repressed in such countries, and perhaps this is why the youth usually engage in Sports and physical training and blossom out as the first rate athletes in international competition such as the Olympics as we observed in the recent Olympic </w:t>
      </w:r>
      <w:proofErr w:type="gramStart"/>
      <w:r>
        <w:t>games</w:t>
      </w:r>
      <w:proofErr w:type="gramEnd"/>
      <w:r>
        <w:t xml:space="preserve"> held in Russia.</w:t>
      </w:r>
    </w:p>
    <w:p w:rsidR="00E37A6F" w:rsidRDefault="00E37A6F" w:rsidP="00E37A6F">
      <w:pPr>
        <w:pStyle w:val="libNormal"/>
      </w:pPr>
      <w:r>
        <w:t>In western societies, too, the situation is more or less the same (mostly in the so-called civilized countries of America and Europe where 'freedom' and 'democracy' have widespread literal application). Nowadays, there are unfortunately some people who try to transform freedom and democracy to western conceptions of freedom and democracy, without knowing that the West itself is bereft of real freedom; (in America, West Germany and the likes,</w:t>
      </w:r>
    </w:p>
    <w:p w:rsidR="00E37A6F" w:rsidRDefault="00E37A6F" w:rsidP="00E37A6F">
      <w:pPr>
        <w:pStyle w:val="libNormal"/>
      </w:pPr>
      <w:proofErr w:type="gramStart"/>
      <w:r>
        <w:t>people</w:t>
      </w:r>
      <w:proofErr w:type="gramEnd"/>
      <w:r>
        <w:t xml:space="preserve"> imagine that they elect their representatives freely whereas the reality is that it is specific currents which lead them to one side or another to cast their votes in favor of one party or another. Recent elections in America and the conflicts between the Democratic and Republican parties are the best evidence, verifying this reality).</w:t>
      </w:r>
    </w:p>
    <w:p w:rsidR="00E37A6F" w:rsidRDefault="00E37A6F" w:rsidP="00E37A6F">
      <w:pPr>
        <w:pStyle w:val="libNormal"/>
      </w:pPr>
      <w:proofErr w:type="gramStart"/>
      <w:r>
        <w:t>Generally speaking, in</w:t>
      </w:r>
      <w:proofErr w:type="gramEnd"/>
      <w:r>
        <w:t xml:space="preserve"> all countries of the world, people are divided into two classes: the deprived and the arrogant. The deprived masses are themselves two groups: the needy and the non-needy. </w:t>
      </w:r>
      <w:proofErr w:type="gramStart"/>
      <w:r>
        <w:t>In fact, a poor and wretched peasant who performs fifteen hours of physical labor a day under the difficulties of rain, snow and hot weather and one who lives an ordinary life, being a shopkeeper, or employee, etc., without suffering so much, are both in the category of the deprived, because both of them are considered to be worthless and good-for-nothing and are devoid of the right to participate in the administration of their society.</w:t>
      </w:r>
      <w:proofErr w:type="gramEnd"/>
    </w:p>
    <w:p w:rsidR="00E37A6F" w:rsidRDefault="00E37A6F" w:rsidP="00E37A6F">
      <w:pPr>
        <w:pStyle w:val="libNormal"/>
      </w:pPr>
      <w:r>
        <w:t xml:space="preserve">According to the Commander of the Faithful in the quoted Sermon, the Prophets belonged to the deprived classes and, like them, </w:t>
      </w:r>
      <w:proofErr w:type="gramStart"/>
      <w:r>
        <w:t>have been deprived</w:t>
      </w:r>
      <w:proofErr w:type="gramEnd"/>
      <w:r>
        <w:t xml:space="preserve"> of the authority to carry out a responsibility in their society. A historical review of the life-accounts of Muhammad, peace and the mercy of God </w:t>
      </w:r>
      <w:proofErr w:type="gramStart"/>
      <w:r>
        <w:t>be</w:t>
      </w:r>
      <w:proofErr w:type="gramEnd"/>
      <w:r>
        <w:t xml:space="preserve"> upon him and his descendants, and other Prophets will clarify this matter further.</w:t>
      </w:r>
    </w:p>
    <w:p w:rsidR="00E37A6F" w:rsidRDefault="00E37A6F" w:rsidP="00E37A6F">
      <w:pPr>
        <w:pStyle w:val="libNormal"/>
      </w:pPr>
      <w:r>
        <w:t xml:space="preserve">Moses, peace be upon him, was born to a deprived family among the children of Israel who lived under severe pressures. </w:t>
      </w:r>
      <w:proofErr w:type="gramStart"/>
      <w:r>
        <w:t>But</w:t>
      </w:r>
      <w:proofErr w:type="gramEnd"/>
      <w:r>
        <w:t xml:space="preserve"> after birth he was brought in a completely arrogant house and became a favorite with the Pharaoh's family although he had not been born of the Pharaoh's wife. He was brought up under the best living possibilities, the most delicious </w:t>
      </w:r>
      <w:proofErr w:type="gramStart"/>
      <w:r>
        <w:t>food</w:t>
      </w:r>
      <w:proofErr w:type="gramEnd"/>
      <w:r>
        <w:t xml:space="preserve"> and different kinds of luxuries (as a perfect aristocrat). Then, when Pharaoh noticed that he was nourishing an enemy within his house, Moses decided to escape.</w:t>
      </w:r>
    </w:p>
    <w:p w:rsidR="00E37A6F" w:rsidRDefault="00E37A6F" w:rsidP="00E37A6F">
      <w:pPr>
        <w:pStyle w:val="libNormal"/>
      </w:pPr>
      <w:r>
        <w:t xml:space="preserve">In fact, Moses had begun his invitation and calling people to God, had started his revolutionary propagations within the royal </w:t>
      </w:r>
      <w:proofErr w:type="gramStart"/>
      <w:r>
        <w:t>palace</w:t>
      </w:r>
      <w:proofErr w:type="gramEnd"/>
      <w:r>
        <w:t xml:space="preserve"> and had succeeded in converting the Pharaoh's wife to submission to God when Pharaoh experienced a feeling of danger and decided to prosecute him. Moses escaped to Egypt.</w:t>
      </w:r>
    </w:p>
    <w:p w:rsidR="00E37A6F" w:rsidRDefault="00E37A6F" w:rsidP="00E37A6F">
      <w:pPr>
        <w:pStyle w:val="libNormal"/>
      </w:pPr>
      <w:r>
        <w:t xml:space="preserve">To say the least, Moses became a Prophet and invited the people to make a revolution when he was within the royal house and at the peak of </w:t>
      </w:r>
      <w:r>
        <w:lastRenderedPageBreak/>
        <w:t>arrogance (this biographical account of Moses is narrated in the Qur'an, and no use was made here of the Traditions).</w:t>
      </w:r>
    </w:p>
    <w:p w:rsidR="00E37A6F" w:rsidRDefault="00E37A6F" w:rsidP="00E37A6F">
      <w:pPr>
        <w:pStyle w:val="libNormal"/>
      </w:pPr>
      <w:r>
        <w:t>Our Prophet, Muhammad, peace and the mercy of God be upon him and his descendants was born in a tribal house of high rank. He was the grandson of and a favorite with '</w:t>
      </w:r>
      <w:proofErr w:type="spellStart"/>
      <w:r>
        <w:t>Abd</w:t>
      </w:r>
      <w:proofErr w:type="spellEnd"/>
      <w:r>
        <w:t xml:space="preserve"> al-</w:t>
      </w:r>
      <w:proofErr w:type="spellStart"/>
      <w:r>
        <w:t>Muttalib</w:t>
      </w:r>
      <w:proofErr w:type="spellEnd"/>
      <w:r>
        <w:t xml:space="preserve">, the chief of Mecca (although he was, unlike Pharaoh, a pious, chief and a believer in God). </w:t>
      </w:r>
      <w:proofErr w:type="gramStart"/>
      <w:r>
        <w:t>When his father, Abdullah, who was one of the dearest children of '</w:t>
      </w:r>
      <w:proofErr w:type="spellStart"/>
      <w:r>
        <w:t>Abd</w:t>
      </w:r>
      <w:proofErr w:type="spellEnd"/>
      <w:r>
        <w:t xml:space="preserve"> al-</w:t>
      </w:r>
      <w:proofErr w:type="spellStart"/>
      <w:r>
        <w:t>Muttalib</w:t>
      </w:r>
      <w:proofErr w:type="spellEnd"/>
      <w:r>
        <w:t>, died in youth, the latter brought up Muhammad, peace and the mercy of God be upon him and his descendants, until he became four years of age (although Moses was the favorite with a great emperor and Muhammad with a tribal chief, both of them enjoyed the favor of highly respectful families).</w:t>
      </w:r>
      <w:proofErr w:type="gramEnd"/>
    </w:p>
    <w:p w:rsidR="00E37A6F" w:rsidRDefault="00E37A6F" w:rsidP="00E37A6F">
      <w:pPr>
        <w:pStyle w:val="libNormal"/>
      </w:pPr>
      <w:r>
        <w:t>Then '</w:t>
      </w:r>
      <w:proofErr w:type="spellStart"/>
      <w:r>
        <w:t>Abd</w:t>
      </w:r>
      <w:proofErr w:type="spellEnd"/>
      <w:r>
        <w:t xml:space="preserve"> al-</w:t>
      </w:r>
      <w:proofErr w:type="spellStart"/>
      <w:r>
        <w:t>Muttalib</w:t>
      </w:r>
      <w:proofErr w:type="spellEnd"/>
      <w:r>
        <w:t xml:space="preserve"> passed away and Muhammad came under the guardianship of his uncle Abu </w:t>
      </w:r>
      <w:proofErr w:type="spellStart"/>
      <w:r>
        <w:t>Talib</w:t>
      </w:r>
      <w:proofErr w:type="spellEnd"/>
      <w:r>
        <w:t xml:space="preserve"> who did not enjoy the same respect as his father, '</w:t>
      </w:r>
      <w:proofErr w:type="spellStart"/>
      <w:r>
        <w:t>Abd</w:t>
      </w:r>
      <w:proofErr w:type="spellEnd"/>
      <w:r>
        <w:t xml:space="preserve"> al-</w:t>
      </w:r>
      <w:proofErr w:type="spellStart"/>
      <w:r>
        <w:t>Muttalib</w:t>
      </w:r>
      <w:proofErr w:type="spellEnd"/>
      <w:r>
        <w:t>, but who was himself a distinguished personality, not belonging to the masses.</w:t>
      </w:r>
    </w:p>
    <w:p w:rsidR="00E37A6F" w:rsidRDefault="00E37A6F" w:rsidP="00E37A6F">
      <w:pPr>
        <w:pStyle w:val="libNormal"/>
      </w:pPr>
      <w:r>
        <w:t xml:space="preserve">Abu </w:t>
      </w:r>
      <w:proofErr w:type="spellStart"/>
      <w:r>
        <w:t>Talib</w:t>
      </w:r>
      <w:proofErr w:type="spellEnd"/>
      <w:r>
        <w:t xml:space="preserve"> acted as a good guardian for a </w:t>
      </w:r>
      <w:proofErr w:type="gramStart"/>
      <w:r>
        <w:t>period of time</w:t>
      </w:r>
      <w:proofErr w:type="gramEnd"/>
      <w:r>
        <w:t xml:space="preserve"> and then he was afflicted with poverty. Thus, Muhammad lost the (financial) support of his uncle at this time. </w:t>
      </w:r>
      <w:proofErr w:type="gramStart"/>
      <w:r>
        <w:t>But</w:t>
      </w:r>
      <w:proofErr w:type="gramEnd"/>
      <w:r>
        <w:t xml:space="preserve"> before long he married </w:t>
      </w:r>
      <w:proofErr w:type="spellStart"/>
      <w:r>
        <w:t>Khadija</w:t>
      </w:r>
      <w:proofErr w:type="spellEnd"/>
      <w:r>
        <w:t xml:space="preserve">, a rich woman. He first acted as a functionary to </w:t>
      </w:r>
      <w:proofErr w:type="spellStart"/>
      <w:r>
        <w:t>Khadija</w:t>
      </w:r>
      <w:proofErr w:type="spellEnd"/>
      <w:r>
        <w:t xml:space="preserve"> but later on, (fifteen years before his appointment to prophet hood) he married her, thus becoming a relatively rich man in Medina.</w:t>
      </w:r>
    </w:p>
    <w:p w:rsidR="00E37A6F" w:rsidRDefault="00E37A6F" w:rsidP="00E37A6F">
      <w:pPr>
        <w:pStyle w:val="libNormal"/>
      </w:pPr>
      <w:r>
        <w:t xml:space="preserve">The </w:t>
      </w:r>
      <w:proofErr w:type="gramStart"/>
      <w:r>
        <w:t>very financial</w:t>
      </w:r>
      <w:proofErr w:type="gramEnd"/>
      <w:r>
        <w:t xml:space="preserve"> state remained with him until he became a Prophet at the age of forty (this is why it is said that Islam advanced through </w:t>
      </w:r>
      <w:proofErr w:type="spellStart"/>
      <w:r>
        <w:t>Khadija's</w:t>
      </w:r>
      <w:proofErr w:type="spellEnd"/>
      <w:r>
        <w:t xml:space="preserve"> wealth and Ali's sword).</w:t>
      </w:r>
    </w:p>
    <w:p w:rsidR="00E37A6F" w:rsidRDefault="00E37A6F" w:rsidP="00E37A6F">
      <w:pPr>
        <w:pStyle w:val="libNormal"/>
      </w:pPr>
      <w:r>
        <w:t xml:space="preserve">Accordingly, the Prophet of Islam was born to an aristocratic family and lived a comfortable and affluent life until </w:t>
      </w:r>
      <w:proofErr w:type="gramStart"/>
      <w:r>
        <w:t>he was appointed to prophet hood by God</w:t>
      </w:r>
      <w:proofErr w:type="gramEnd"/>
      <w:r>
        <w:t>. After the appointment, however, due to the high expenses of propagation and calling people to monotheism and due to the lack of opportunity for conducting business, he became poor.</w:t>
      </w:r>
    </w:p>
    <w:p w:rsidR="00E37A6F" w:rsidRDefault="00E37A6F" w:rsidP="00E37A6F">
      <w:pPr>
        <w:pStyle w:val="libNormal"/>
      </w:pPr>
      <w:r>
        <w:t>Other prophets, too, were more or less wealthy. It is in the Traditions (although there is no clear, historical accounts available) that Job, for example, possessed lands, gardens and trees which were destroyed when God wanted to test his belief. David, too, had a rural origin. He was a commoner. Yet he became a commander and a ruler. Solomon was born in the house of this commander (David).</w:t>
      </w:r>
    </w:p>
    <w:p w:rsidR="00E37A6F" w:rsidRDefault="00E37A6F" w:rsidP="00E37A6F">
      <w:pPr>
        <w:pStyle w:val="libNormal"/>
      </w:pPr>
      <w:r>
        <w:t xml:space="preserve">In fact, this chosen Prophet of God (although there is no difference between him and Moses as far as his purity, piety, </w:t>
      </w:r>
      <w:proofErr w:type="gramStart"/>
      <w:r>
        <w:t>revolutionary</w:t>
      </w:r>
      <w:proofErr w:type="gramEnd"/>
      <w:r>
        <w:t xml:space="preserve"> spirit and prophet hood are concerned) was the son of a ruler. Abraham was born in the house of an idol-carver, and the history of nations and religions reveals that idol-carvers were not only not among the low, deprived classes but were also considered </w:t>
      </w:r>
      <w:proofErr w:type="gramStart"/>
      <w:r>
        <w:t>to be saintly</w:t>
      </w:r>
      <w:proofErr w:type="gramEnd"/>
      <w:r>
        <w:t xml:space="preserve"> and respectable.</w:t>
      </w:r>
    </w:p>
    <w:p w:rsidR="00E37A6F" w:rsidRDefault="00E37A6F" w:rsidP="00E37A6F">
      <w:pPr>
        <w:pStyle w:val="libNormal"/>
      </w:pPr>
      <w:r>
        <w:t xml:space="preserve">We </w:t>
      </w:r>
      <w:proofErr w:type="gramStart"/>
      <w:r>
        <w:t>come to the conclusion</w:t>
      </w:r>
      <w:proofErr w:type="gramEnd"/>
      <w:r>
        <w:t xml:space="preserve">, therefore, that a considerable number (not all of them) of the Prophets have been brought up among affluent and powerful families. Thus, we have two points here to </w:t>
      </w:r>
      <w:proofErr w:type="gramStart"/>
      <w:r>
        <w:t>be considered</w:t>
      </w:r>
      <w:proofErr w:type="gramEnd"/>
      <w:r>
        <w:t xml:space="preserve"> along with each other: First, in the Commander of the Faithful saying that Prophets have belonged to the deprived and humble masses of the people. Second, the </w:t>
      </w:r>
      <w:r>
        <w:lastRenderedPageBreak/>
        <w:t>Prophets (some of them), as we see above, have been born among the socially, comfortable families of high ranks.</w:t>
      </w:r>
    </w:p>
    <w:p w:rsidR="00E37A6F" w:rsidRDefault="00E37A6F" w:rsidP="00E37A6F">
      <w:pPr>
        <w:pStyle w:val="libNormal"/>
      </w:pPr>
      <w:r>
        <w:t xml:space="preserve">Are these two realities incompatible? No It is not the main point here to see whether they are compatible or not, </w:t>
      </w:r>
      <w:proofErr w:type="gramStart"/>
      <w:r>
        <w:t>The</w:t>
      </w:r>
      <w:proofErr w:type="gramEnd"/>
      <w:r>
        <w:t xml:space="preserve"> main point is to nullify the (communists') imaginary legend that all the revolutionary agents have originated from the proletarian, bare-footed and needy classes. What is essential is that a revolutionary person (be he a leader of the revolution or a commoner) should be dressed with revolutionary morals and Attributes.</w:t>
      </w:r>
    </w:p>
    <w:p w:rsidR="00E37A6F" w:rsidRDefault="00E37A6F" w:rsidP="00E37A6F">
      <w:pPr>
        <w:pStyle w:val="libNormal"/>
      </w:pPr>
      <w:r>
        <w:t xml:space="preserve">Materialists and the interpreters of Marxism, in fact, hold a wrong belief that only those individuals can enjoy revolutionary morals and Attributes who themselves belong to the poor, bare-footed or proletarian classes, for man is always and everywhere a human being and thus corrigible. He can, </w:t>
      </w:r>
      <w:proofErr w:type="gramStart"/>
      <w:r>
        <w:t>like</w:t>
      </w:r>
      <w:proofErr w:type="gramEnd"/>
      <w:r>
        <w:t xml:space="preserve"> the Prophets about whom Ali says, "They were from the deprived people," equip himself with correct, revolutionary habits and with the attributes of the deprived.</w:t>
      </w:r>
    </w:p>
    <w:p w:rsidR="00E37A6F" w:rsidRDefault="00E37A6F" w:rsidP="00E37A6F">
      <w:pPr>
        <w:pStyle w:val="libNormal"/>
      </w:pPr>
      <w:r>
        <w:t xml:space="preserve">It is true that aristocratic training and education entail no result but an aristocrat human being, yet it is untrue to believe that such an education (in a person who </w:t>
      </w:r>
      <w:proofErr w:type="gramStart"/>
      <w:r>
        <w:t>is brought up</w:t>
      </w:r>
      <w:proofErr w:type="gramEnd"/>
      <w:r>
        <w:t xml:space="preserve"> in an aristocratic atmosphere) is unchangeable and indestructible. </w:t>
      </w:r>
      <w:proofErr w:type="gramStart"/>
      <w:r>
        <w:t xml:space="preserve">In fact, should divine guidance (either in the form of thinking, meditation and the awakening of conscience of the individuals themselves or through training and purification of the soul by the teachers of morality, i.e. the Prophets) enlighten the sick bodies of those who are under the influence of aristocratic habits and training, they would come out of their spiritual depression and become dressed with revolutionary </w:t>
      </w:r>
      <w:proofErr w:type="spellStart"/>
      <w:r>
        <w:t>dispositions.nclusions</w:t>
      </w:r>
      <w:proofErr w:type="spellEnd"/>
      <w:r>
        <w:t xml:space="preserve"> on the basis of their </w:t>
      </w:r>
      <w:proofErr w:type="spellStart"/>
      <w:r>
        <w:t>i</w:t>
      </w:r>
      <w:proofErr w:type="spellEnd"/>
      <w:r w:rsidR="00D3542C">
        <w:t>?????</w:t>
      </w:r>
      <w:proofErr w:type="gramEnd"/>
    </w:p>
    <w:p w:rsidR="007C35B5" w:rsidRDefault="007C35B5" w:rsidP="007C35B5">
      <w:pPr>
        <w:pStyle w:val="libNormal"/>
      </w:pPr>
      <w:r>
        <w:br w:type="page"/>
      </w:r>
    </w:p>
    <w:p w:rsidR="00E37A6F" w:rsidRDefault="00E37A6F" w:rsidP="007C35B5">
      <w:pPr>
        <w:pStyle w:val="Heading1Center"/>
      </w:pPr>
      <w:bookmarkStart w:id="3" w:name="_Toc489357073"/>
      <w:r>
        <w:lastRenderedPageBreak/>
        <w:t xml:space="preserve">How </w:t>
      </w:r>
      <w:proofErr w:type="gramStart"/>
      <w:r>
        <w:t>are Prophets chosen</w:t>
      </w:r>
      <w:proofErr w:type="gramEnd"/>
      <w:r>
        <w:t>?</w:t>
      </w:r>
      <w:bookmarkEnd w:id="3"/>
    </w:p>
    <w:p w:rsidR="00E37A6F" w:rsidRDefault="00E37A6F" w:rsidP="00E37A6F">
      <w:pPr>
        <w:pStyle w:val="libNormal"/>
      </w:pPr>
      <w:r>
        <w:t xml:space="preserve">What are the Prophets' responsibilities towards God? What is the social, </w:t>
      </w:r>
      <w:proofErr w:type="gramStart"/>
      <w:r>
        <w:t>cultural</w:t>
      </w:r>
      <w:proofErr w:type="gramEnd"/>
      <w:r>
        <w:t xml:space="preserve"> and intellectual background in which the Prophets appear? To answer these questions, we analyze the following statements of the first Sermon of the </w:t>
      </w:r>
      <w:proofErr w:type="spellStart"/>
      <w:r>
        <w:t>Nahj-ul-Balagha</w:t>
      </w:r>
      <w:proofErr w:type="spellEnd"/>
      <w:r>
        <w:t>. "From his progeny (Adam), God chose (</w:t>
      </w:r>
      <w:proofErr w:type="spellStart"/>
      <w:r>
        <w:t>istafa</w:t>
      </w:r>
      <w:proofErr w:type="spellEnd"/>
      <w:r>
        <w:t>) Prophets and took their pledge for His revelation and for carrying His message as their trust."</w:t>
      </w:r>
    </w:p>
    <w:p w:rsidR="00E37A6F" w:rsidRDefault="00E37A6F" w:rsidP="00E37A6F">
      <w:pPr>
        <w:pStyle w:val="libNormal"/>
      </w:pPr>
      <w:proofErr w:type="spellStart"/>
      <w:r>
        <w:t>Istafa</w:t>
      </w:r>
      <w:proofErr w:type="spellEnd"/>
      <w:r>
        <w:t xml:space="preserve"> (to choose the best) is a very important and fundamental issue. In Arabic, not all selections </w:t>
      </w:r>
      <w:proofErr w:type="gramStart"/>
      <w:r>
        <w:t>are indicated</w:t>
      </w:r>
      <w:proofErr w:type="gramEnd"/>
      <w:r>
        <w:t xml:space="preserve"> by this word. Only when a pure element is recognized and chosen from amongst a collection of elements is the '</w:t>
      </w:r>
      <w:proofErr w:type="spellStart"/>
      <w:r>
        <w:t>istafa</w:t>
      </w:r>
      <w:proofErr w:type="spellEnd"/>
      <w:r>
        <w:t xml:space="preserve">' used. It </w:t>
      </w:r>
      <w:proofErr w:type="gramStart"/>
      <w:r>
        <w:t>is actually employed</w:t>
      </w:r>
      <w:proofErr w:type="gramEnd"/>
      <w:r>
        <w:t xml:space="preserve"> when the pure and the impure are separated in a collection of things and the pure portion is extracted.</w:t>
      </w:r>
    </w:p>
    <w:p w:rsidR="00E37A6F" w:rsidRDefault="00E37A6F" w:rsidP="00E37A6F">
      <w:pPr>
        <w:pStyle w:val="libNormal"/>
      </w:pPr>
      <w:r>
        <w:t>As far as physical and spiritual aspects of humanity are concerned, the Prophets have been ordinary human beings but, at the same time, they have possessed the competence needed for gaining high ranks and positions. Accordingly, they have been selected, distinguished individuals, born of parents none of whom have been involved in polytheism and human Corruption Thus '</w:t>
      </w:r>
      <w:proofErr w:type="spellStart"/>
      <w:r>
        <w:t>istqfa</w:t>
      </w:r>
      <w:proofErr w:type="spellEnd"/>
      <w:r>
        <w:t>' in its general sense implies that a trained and educated Generation deliver a more trained Generation to society.</w:t>
      </w:r>
    </w:p>
    <w:p w:rsidR="00E37A6F" w:rsidRDefault="00E37A6F" w:rsidP="00E37A6F">
      <w:pPr>
        <w:pStyle w:val="libNormal"/>
      </w:pPr>
      <w:r>
        <w:t xml:space="preserve">As an example, the Prophet of Islam was born in a pure and holy family, from a father and mother who were, in turn, distinguished from the point of spirituality and morals (and not on the basis of race, blood, wealth and aristocratic privileges). In fact, 'Abdullah was superior to all fathers and </w:t>
      </w:r>
      <w:proofErr w:type="spellStart"/>
      <w:r>
        <w:t>Amina</w:t>
      </w:r>
      <w:proofErr w:type="spellEnd"/>
      <w:r>
        <w:t xml:space="preserve"> was superior to all mothers. These two spiritually trained beings married and provided society with a child nobler to all children, a better </w:t>
      </w:r>
      <w:proofErr w:type="gramStart"/>
      <w:r>
        <w:t>spiritually-trained</w:t>
      </w:r>
      <w:proofErr w:type="gramEnd"/>
      <w:r>
        <w:t xml:space="preserve"> being.</w:t>
      </w:r>
    </w:p>
    <w:p w:rsidR="00E37A6F" w:rsidRDefault="00E37A6F" w:rsidP="00E37A6F">
      <w:pPr>
        <w:pStyle w:val="libNormal"/>
      </w:pPr>
      <w:proofErr w:type="gramStart"/>
      <w:r>
        <w:t>So much is certain that the Prophets who appeared before Moses; peace be upon him, enjoyed lesser spirituality than those who came after him and after Jesus Christ, peace be upon him, for every Prophet has been the product of the training and education brought by the Prophets before him, i.e. the prevailing divine and spiritual training provided by past Prophets have been quite influential for the growth of the coming ones.</w:t>
      </w:r>
      <w:proofErr w:type="gramEnd"/>
      <w:r>
        <w:t xml:space="preserve"> Thus, the Commander of the Faithful uses the word '</w:t>
      </w:r>
      <w:proofErr w:type="spellStart"/>
      <w:r>
        <w:t>istafa</w:t>
      </w:r>
      <w:proofErr w:type="spellEnd"/>
      <w:r>
        <w:t>' to indicate that God has appointed those beings to prophet hood who have had this spiritual training.</w:t>
      </w:r>
    </w:p>
    <w:p w:rsidR="00E37A6F" w:rsidRDefault="00E37A6F" w:rsidP="00E37A6F">
      <w:pPr>
        <w:pStyle w:val="libNormal"/>
      </w:pPr>
      <w:r>
        <w:t xml:space="preserve">"... and took their ledge for His revelation and for carrying his message as their trust." Here the Commander of the Faithful mentions the Prophets' commitments and says that they are committed in two respects: </w:t>
      </w:r>
      <w:proofErr w:type="gramStart"/>
      <w:r>
        <w:t>First</w:t>
      </w:r>
      <w:proofErr w:type="gramEnd"/>
      <w:r>
        <w:t xml:space="preserve"> they have a commitment towards the divine revelation, meaning that they are obliged to say merely what they receive as revelation and not to intermix their personal views with the divine message. Second, they are obliged to deliver the message they have received and not to bury it with themselves.</w:t>
      </w:r>
    </w:p>
    <w:p w:rsidR="00E37A6F" w:rsidRDefault="00E37A6F" w:rsidP="00E37A6F">
      <w:pPr>
        <w:pStyle w:val="libNormal"/>
      </w:pPr>
      <w:r>
        <w:t>"</w:t>
      </w:r>
      <w:proofErr w:type="gramStart"/>
      <w:r>
        <w:t>in</w:t>
      </w:r>
      <w:proofErr w:type="gramEnd"/>
      <w:r>
        <w:t xml:space="preserve"> the course of time many people perverted God's trust with them and ignored his position and took partners along with Him. Satan turned them away from knowing him and kept them aloof from his worship." In five short sentences, the Commander of the Faithful provides us with a precise account of the mental, practical, </w:t>
      </w:r>
      <w:proofErr w:type="gramStart"/>
      <w:r>
        <w:t>social</w:t>
      </w:r>
      <w:proofErr w:type="gramEnd"/>
      <w:r>
        <w:t xml:space="preserve"> and cultural background of the people at the time of the Prophets' appearance.</w:t>
      </w:r>
    </w:p>
    <w:p w:rsidR="00E37A6F" w:rsidRDefault="00E37A6F" w:rsidP="00E37A6F">
      <w:pPr>
        <w:pStyle w:val="libNormal"/>
      </w:pPr>
      <w:proofErr w:type="gramStart"/>
      <w:r>
        <w:lastRenderedPageBreak/>
        <w:t>In the first sentence he uses the Phrase '</w:t>
      </w:r>
      <w:proofErr w:type="spellStart"/>
      <w:r>
        <w:t>aktharu</w:t>
      </w:r>
      <w:proofErr w:type="spellEnd"/>
      <w:r>
        <w:t xml:space="preserve"> </w:t>
      </w:r>
      <w:proofErr w:type="spellStart"/>
      <w:r>
        <w:t>khalqihi</w:t>
      </w:r>
      <w:proofErr w:type="spellEnd"/>
      <w:r>
        <w:t>' (the majority of His creatures) to indicate that not all the people, but a great many of them, had perverted God's prescription and commands because absolute darkness or ignorance has never had dominance over a society, that is, in no age and era People have been left without heavenly guides, teachers and messengers who have themselves had some faithful followers.</w:t>
      </w:r>
      <w:proofErr w:type="gramEnd"/>
    </w:p>
    <w:p w:rsidR="00E37A6F" w:rsidRDefault="00E37A6F" w:rsidP="00E37A6F">
      <w:pPr>
        <w:pStyle w:val="libNormal"/>
      </w:pPr>
      <w:r>
        <w:t xml:space="preserve">In </w:t>
      </w:r>
      <w:proofErr w:type="gramStart"/>
      <w:r>
        <w:t>tact</w:t>
      </w:r>
      <w:proofErr w:type="gramEnd"/>
      <w:r>
        <w:t xml:space="preserve"> he refers to a society and a time in which people ignored God's orders, changed the general principles delivered through the chain of prophet hood and deviated the course and program of life determined by the Prophets through the application of prejudices, perversions and Personal grudges.</w:t>
      </w:r>
    </w:p>
    <w:p w:rsidR="00E37A6F" w:rsidRDefault="00E37A6F" w:rsidP="00E37A6F">
      <w:pPr>
        <w:pStyle w:val="libNormal"/>
      </w:pPr>
      <w:r>
        <w:t>He continues with the phrase '</w:t>
      </w:r>
      <w:proofErr w:type="spellStart"/>
      <w:r>
        <w:t>facahiluhaqqah</w:t>
      </w:r>
      <w:proofErr w:type="spellEnd"/>
      <w:r>
        <w:t>' (</w:t>
      </w:r>
      <w:proofErr w:type="gramStart"/>
      <w:r>
        <w:t>thus</w:t>
      </w:r>
      <w:proofErr w:type="gramEnd"/>
      <w:r>
        <w:t xml:space="preserve"> they ignored His Position), meaning that people forgot about God's power and providence in administering the affairs of society (the same situation is dominant today among the westerners who do not feel the absence of God in their lives, because they have remained far away from their true nature. They have forgotten the existence of God although they apparently believe in God and hear His name repeatedly. They actually do not know God's Position and status in society).</w:t>
      </w:r>
    </w:p>
    <w:p w:rsidR="00E37A6F" w:rsidRDefault="00E37A6F" w:rsidP="00E37A6F">
      <w:pPr>
        <w:pStyle w:val="libNormal"/>
      </w:pPr>
      <w:r>
        <w:t>What is God's trust and covenant (</w:t>
      </w:r>
      <w:proofErr w:type="spellStart"/>
      <w:r>
        <w:t>ahd</w:t>
      </w:r>
      <w:proofErr w:type="spellEnd"/>
      <w:r>
        <w:t xml:space="preserve">)? Almighty God has provided human beings with a general pattern of life and a specific course within which people should move. This course or pattern is the very reality to which all the Prophets have invited people throughout history, i.e. monotheism, respect for humanity and </w:t>
      </w:r>
      <w:proofErr w:type="gramStart"/>
      <w:r>
        <w:t>moral ,</w:t>
      </w:r>
      <w:proofErr w:type="gramEnd"/>
      <w:r>
        <w:t xml:space="preserve"> natural and legal quality of human beings. This is the divine program, a command and covenant.</w:t>
      </w:r>
    </w:p>
    <w:p w:rsidR="00E37A6F" w:rsidRDefault="00E37A6F" w:rsidP="00E37A6F">
      <w:pPr>
        <w:pStyle w:val="libNormal"/>
      </w:pPr>
      <w:proofErr w:type="spellStart"/>
      <w:r>
        <w:t>Satans</w:t>
      </w:r>
      <w:proofErr w:type="spellEnd"/>
      <w:r>
        <w:t xml:space="preserve"> try to pervert this course and command and to induce people to obey and worship God's creatures instead of God. God calls people to honor the human being and </w:t>
      </w:r>
      <w:proofErr w:type="spellStart"/>
      <w:proofErr w:type="gramStart"/>
      <w:r>
        <w:t>satans</w:t>
      </w:r>
      <w:proofErr w:type="spellEnd"/>
      <w:proofErr w:type="gramEnd"/>
      <w:r>
        <w:t xml:space="preserve"> invite them to humiliate and belittle him. Thus, the perversion of the divine covenant is to deviate from the mentioned course and pattern, to ignore God's position and to transform society into a satanic one in which partners </w:t>
      </w:r>
      <w:proofErr w:type="gramStart"/>
      <w:r>
        <w:t>are taken</w:t>
      </w:r>
      <w:proofErr w:type="gramEnd"/>
      <w:r>
        <w:t xml:space="preserve"> along with God.</w:t>
      </w:r>
    </w:p>
    <w:p w:rsidR="00E37A6F" w:rsidRDefault="00E37A6F" w:rsidP="00E37A6F">
      <w:pPr>
        <w:pStyle w:val="libNormal"/>
      </w:pPr>
      <w:r>
        <w:t xml:space="preserve">Taking partners along with God </w:t>
      </w:r>
      <w:proofErr w:type="gramStart"/>
      <w:r>
        <w:t>is not merely confined</w:t>
      </w:r>
      <w:proofErr w:type="gramEnd"/>
      <w:r>
        <w:t xml:space="preserve"> to worshipping an object. </w:t>
      </w:r>
      <w:proofErr w:type="gramStart"/>
      <w:r>
        <w:t>But when God's position remains unknown and the people do not know that creation and Legislation belong to God (i.e. in the same way as the laws of creation - laws relating to the movement of heavens and the earth, day and night, man, birth and death - are in possession of God alone, Legislation or administration of the society and life, too, is under His authority.</w:t>
      </w:r>
      <w:proofErr w:type="gramEnd"/>
      <w:r>
        <w:t xml:space="preserve"> This is the meaning of God's position in human life).</w:t>
      </w:r>
    </w:p>
    <w:p w:rsidR="00E37A6F" w:rsidRDefault="00E37A6F" w:rsidP="00E37A6F">
      <w:pPr>
        <w:pStyle w:val="libNormal"/>
      </w:pPr>
      <w:r>
        <w:t xml:space="preserve">They accept certain lines of thought as their guide, certain human beings as their rulers and certain false customs and traditions as their manners of living. They thereby replace God with ignorance, </w:t>
      </w:r>
      <w:proofErr w:type="gramStart"/>
      <w:r>
        <w:t>unawareness</w:t>
      </w:r>
      <w:proofErr w:type="gramEnd"/>
      <w:r>
        <w:t xml:space="preserve"> and </w:t>
      </w:r>
      <w:proofErr w:type="spellStart"/>
      <w:r>
        <w:t>satans</w:t>
      </w:r>
      <w:proofErr w:type="spellEnd"/>
      <w:r>
        <w:t xml:space="preserve"> (which only in our limited minds are regarded as rivals to God for, in reality, God has no rival). For example, Egyptians were actually taking a Pharaoh like Anwar Sadat as a partner along with God when they left their destinies in his hands.</w:t>
      </w:r>
    </w:p>
    <w:p w:rsidR="00E37A6F" w:rsidRDefault="00E37A6F" w:rsidP="00E37A6F">
      <w:pPr>
        <w:pStyle w:val="libNormal"/>
      </w:pPr>
      <w:r>
        <w:t xml:space="preserve">The Commander of the faithful continues with the statement, "Satan turned them away from knowing Him.." to emphasize that when God's position remains unknown in a society, </w:t>
      </w:r>
      <w:proofErr w:type="spellStart"/>
      <w:r>
        <w:t>satans</w:t>
      </w:r>
      <w:proofErr w:type="spellEnd"/>
      <w:r>
        <w:t xml:space="preserve"> try to fill up the human mind, </w:t>
      </w:r>
      <w:r>
        <w:lastRenderedPageBreak/>
        <w:t xml:space="preserve">which is bereft of the knowledge of God in some way or other. Sometimes one lacks something and he knows that he lacks it, but more painful is the case when one lacks something and he knows it is not </w:t>
      </w:r>
      <w:proofErr w:type="gramStart"/>
      <w:r>
        <w:t>due to the fact that</w:t>
      </w:r>
      <w:proofErr w:type="gramEnd"/>
      <w:r>
        <w:t xml:space="preserve"> the empty place of what he lacks has been filled with something else of his thirst has been quenched with muddy water. (This is the greater oppression the victims of human beings, i.e. suppression of man's God seeking sense or imposition of unawareness on man). Later </w:t>
      </w:r>
      <w:proofErr w:type="gramStart"/>
      <w:r>
        <w:t>on</w:t>
      </w:r>
      <w:proofErr w:type="gramEnd"/>
      <w:r>
        <w:t xml:space="preserve"> we shall see that Prophets have the responsibility to remove this oppression and compensate for it.</w:t>
      </w:r>
    </w:p>
    <w:p w:rsidR="00E37A6F" w:rsidRDefault="00E37A6F" w:rsidP="00E37A6F">
      <w:pPr>
        <w:pStyle w:val="libNormal"/>
      </w:pPr>
      <w:r>
        <w:t>It is to be noted here that Satan (</w:t>
      </w:r>
      <w:proofErr w:type="spellStart"/>
      <w:r>
        <w:t>shaitan</w:t>
      </w:r>
      <w:proofErr w:type="spellEnd"/>
      <w:r>
        <w:t xml:space="preserve">), referred to in Ali's sermon, should not be mistaken for </w:t>
      </w:r>
      <w:proofErr w:type="spellStart"/>
      <w:r>
        <w:t>Iblis</w:t>
      </w:r>
      <w:proofErr w:type="spellEnd"/>
      <w:r>
        <w:t>, the creature who, according to the text of the Qur'an, refused to bow down to Adam and then implored God to keep him alive till the Day of Judgment but God promised only to keep him alive, .</w:t>
      </w:r>
    </w:p>
    <w:p w:rsidR="00E37A6F" w:rsidRDefault="00E37A6F" w:rsidP="00E37A6F">
      <w:pPr>
        <w:pStyle w:val="libNormal"/>
      </w:pPr>
      <w:r>
        <w:t xml:space="preserve">This creature </w:t>
      </w:r>
      <w:proofErr w:type="gramStart"/>
      <w:r>
        <w:t>should not in any way be assimilated</w:t>
      </w:r>
      <w:proofErr w:type="gramEnd"/>
      <w:r>
        <w:t xml:space="preserve"> with other creatures. We should grow accustomed to accepting the exact concepts of the </w:t>
      </w:r>
      <w:proofErr w:type="spellStart"/>
      <w:r>
        <w:t>Qur'anic</w:t>
      </w:r>
      <w:proofErr w:type="spellEnd"/>
      <w:r>
        <w:t xml:space="preserve"> statements, and not </w:t>
      </w:r>
      <w:proofErr w:type="gramStart"/>
      <w:r>
        <w:t>merely</w:t>
      </w:r>
      <w:proofErr w:type="gramEnd"/>
      <w:r>
        <w:t xml:space="preserve"> what our prejudices warrant.</w:t>
      </w:r>
    </w:p>
    <w:p w:rsidR="00E37A6F" w:rsidRDefault="00E37A6F" w:rsidP="00E37A6F">
      <w:pPr>
        <w:pStyle w:val="libNormal"/>
      </w:pPr>
      <w:r>
        <w:t xml:space="preserve">Satan has a different meaning. </w:t>
      </w:r>
      <w:proofErr w:type="gramStart"/>
      <w:r>
        <w:t>Generally speaking according</w:t>
      </w:r>
      <w:proofErr w:type="gramEnd"/>
      <w:r>
        <w:t xml:space="preserve"> to the Qur'an, it is applied to those forces which, create corruption, wickedness and deviation. On this ground, we have in the Qur'an" </w:t>
      </w:r>
      <w:proofErr w:type="spellStart"/>
      <w:r>
        <w:t>satans</w:t>
      </w:r>
      <w:proofErr w:type="spellEnd"/>
      <w:r>
        <w:t xml:space="preserve"> among men and </w:t>
      </w:r>
      <w:proofErr w:type="spellStart"/>
      <w:r>
        <w:t>jinns</w:t>
      </w:r>
      <w:proofErr w:type="spellEnd"/>
      <w:proofErr w:type="gramStart"/>
      <w:r>
        <w:t>",</w:t>
      </w:r>
      <w:proofErr w:type="gramEnd"/>
      <w:r>
        <w:t xml:space="preserve"> i.e. </w:t>
      </w:r>
      <w:proofErr w:type="spellStart"/>
      <w:r>
        <w:t>satans</w:t>
      </w:r>
      <w:proofErr w:type="spellEnd"/>
      <w:r>
        <w:t xml:space="preserve"> among humankind who put on clothes, walk and do the like, and </w:t>
      </w:r>
      <w:proofErr w:type="spellStart"/>
      <w:r>
        <w:t>satans</w:t>
      </w:r>
      <w:proofErr w:type="spellEnd"/>
      <w:r>
        <w:t xml:space="preserve"> of the kind of </w:t>
      </w:r>
      <w:proofErr w:type="spellStart"/>
      <w:r>
        <w:t>jinns</w:t>
      </w:r>
      <w:proofErr w:type="spellEnd"/>
      <w:r>
        <w:t xml:space="preserve">. </w:t>
      </w:r>
      <w:proofErr w:type="gramStart"/>
      <w:r>
        <w:t>These</w:t>
      </w:r>
      <w:proofErr w:type="gramEnd"/>
      <w:r>
        <w:t xml:space="preserve"> </w:t>
      </w:r>
      <w:proofErr w:type="spellStart"/>
      <w:r>
        <w:t>satans</w:t>
      </w:r>
      <w:proofErr w:type="spellEnd"/>
      <w:r>
        <w:t xml:space="preserve"> who sometimes dwell within the human being and are called selfishness, carnal desire, avarice, Aggression, negligence and so forth. Sometimes they dwell outside the human being and </w:t>
      </w:r>
      <w:proofErr w:type="gramStart"/>
      <w:r>
        <w:t>are titled</w:t>
      </w:r>
      <w:proofErr w:type="gramEnd"/>
      <w:r>
        <w:t xml:space="preserve"> king, ruffian refractory, corrupt religious leader, aphrodisiac scene, etc.</w:t>
      </w:r>
    </w:p>
    <w:p w:rsidR="00E37A6F" w:rsidRDefault="00E37A6F" w:rsidP="00E37A6F">
      <w:pPr>
        <w:pStyle w:val="libNormal"/>
      </w:pPr>
      <w:r>
        <w:t xml:space="preserve">Now, should we not develop </w:t>
      </w:r>
      <w:proofErr w:type="spellStart"/>
      <w:proofErr w:type="gramStart"/>
      <w:r>
        <w:t>satans</w:t>
      </w:r>
      <w:proofErr w:type="spellEnd"/>
      <w:proofErr w:type="gramEnd"/>
      <w:r>
        <w:t xml:space="preserve"> within ourselves, outside </w:t>
      </w:r>
      <w:proofErr w:type="spellStart"/>
      <w:r>
        <w:t>satans</w:t>
      </w:r>
      <w:proofErr w:type="spellEnd"/>
      <w:r>
        <w:t xml:space="preserve"> cannot influence us. For the very reason we cannot put the blame of our own deviations on social conditions or on those who have led us to negligence. It is in the Qur'an that the arrogant and the deprived will quarrel on the Day of Judgment. The deprived accuse the arrogant of having misled them but the arrogant deny it and argue that they themselves should not have listened to them. Both of them tell the truth and at the same time, both are condemned.</w:t>
      </w:r>
    </w:p>
    <w:p w:rsidR="00E37A6F" w:rsidRDefault="00E37A6F" w:rsidP="00E37A6F">
      <w:pPr>
        <w:pStyle w:val="libNormal"/>
      </w:pPr>
      <w:r>
        <w:t xml:space="preserve">"... and kept them aloof from His worship." By this statement the Commander of the Faithful means that when human beings do not know God, it is quite natural for them not to worship Him and not to serve Him (servitude is </w:t>
      </w:r>
      <w:proofErr w:type="spellStart"/>
      <w:proofErr w:type="gramStart"/>
      <w:r>
        <w:t>submissi</w:t>
      </w:r>
      <w:proofErr w:type="spellEnd"/>
      <w:r>
        <w:t xml:space="preserve"> .</w:t>
      </w:r>
      <w:proofErr w:type="gramEnd"/>
    </w:p>
    <w:p w:rsidR="007C35B5" w:rsidRDefault="007C35B5" w:rsidP="007C35B5">
      <w:pPr>
        <w:pStyle w:val="libNormal"/>
      </w:pPr>
      <w:r>
        <w:br w:type="page"/>
      </w:r>
    </w:p>
    <w:p w:rsidR="00E37A6F" w:rsidRDefault="00E37A6F" w:rsidP="007C35B5">
      <w:pPr>
        <w:pStyle w:val="Heading1Center"/>
      </w:pPr>
      <w:bookmarkStart w:id="4" w:name="_Toc489357074"/>
      <w:r>
        <w:lastRenderedPageBreak/>
        <w:t>Duties and Responsibilities of the Prophets</w:t>
      </w:r>
      <w:bookmarkEnd w:id="4"/>
    </w:p>
    <w:p w:rsidR="00E37A6F" w:rsidRDefault="00E37A6F" w:rsidP="00E37A6F">
      <w:pPr>
        <w:pStyle w:val="libNormal"/>
      </w:pPr>
      <w:r>
        <w:t xml:space="preserve">In the previous lesson, it </w:t>
      </w:r>
      <w:proofErr w:type="gramStart"/>
      <w:r>
        <w:t>was concluded</w:t>
      </w:r>
      <w:proofErr w:type="gramEnd"/>
      <w:r>
        <w:t xml:space="preserve"> that the chosen Prophets of God have certain responsibilities towards God and the people. This lesson </w:t>
      </w:r>
      <w:proofErr w:type="gramStart"/>
      <w:r>
        <w:t>is aimed</w:t>
      </w:r>
      <w:proofErr w:type="gramEnd"/>
      <w:r>
        <w:t xml:space="preserve"> at discussing these responsibilities.</w:t>
      </w:r>
    </w:p>
    <w:p w:rsidR="00E37A6F" w:rsidRDefault="00E37A6F" w:rsidP="00E37A6F">
      <w:pPr>
        <w:pStyle w:val="libNormal"/>
      </w:pPr>
      <w:r>
        <w:t xml:space="preserve">Our discussion here does not include such matters as the establishment of a monotheistic society and a prophetic government, not meaning that these matters have not been part of the Prophets' missions. They have definitely been aimed for and the Prophets have come to establish the ideal society for </w:t>
      </w:r>
      <w:proofErr w:type="gramStart"/>
      <w:r>
        <w:t>mankind)</w:t>
      </w:r>
      <w:proofErr w:type="gramEnd"/>
      <w:r>
        <w:t>.</w:t>
      </w:r>
    </w:p>
    <w:p w:rsidR="00E37A6F" w:rsidRDefault="00E37A6F" w:rsidP="00E37A6F">
      <w:pPr>
        <w:pStyle w:val="libNormal"/>
      </w:pPr>
      <w:r>
        <w:t>If fact, responsibility or mission here means the change that the Prophets bring about within the human being, for founding a just, monotheistic society is impossible without constructed human beings in the same way as a social revolution is inseparable from an inner revolution among people.</w:t>
      </w:r>
    </w:p>
    <w:p w:rsidR="00E37A6F" w:rsidRDefault="00E37A6F" w:rsidP="00E37A6F">
      <w:pPr>
        <w:pStyle w:val="libNormal"/>
      </w:pPr>
      <w:r>
        <w:t xml:space="preserve">This change and provocation originate from the heart of the Prophet, encompass the hearts of </w:t>
      </w:r>
      <w:proofErr w:type="gramStart"/>
      <w:r>
        <w:t>people</w:t>
      </w:r>
      <w:proofErr w:type="gramEnd"/>
      <w:r>
        <w:t xml:space="preserve"> and finally lead to inner explosions among the arisen and faithful individuals. Should the means of such provocation be available (for which the Prophets are responsible) then it would be time to construct society and establish the monotheistic system.</w:t>
      </w:r>
    </w:p>
    <w:p w:rsidR="00E37A6F" w:rsidRDefault="00E37A6F" w:rsidP="00E37A6F">
      <w:pPr>
        <w:pStyle w:val="libNormal"/>
      </w:pPr>
      <w:proofErr w:type="gramStart"/>
      <w:r>
        <w:t>Now, we will study the Prophets' responsibilities in the following words of the Commander of the Faithful "Then God sent His Messengers and series of His Prophets towards them to help them to fulfill the pledges of His creation, to recall to them His bounties, to exhort them by preaching, to unveil before them the hidden virtues of wisdom and show them the signs of His Omnipotence ..."</w:t>
      </w:r>
      <w:proofErr w:type="gramEnd"/>
    </w:p>
    <w:p w:rsidR="00E37A6F" w:rsidRDefault="00E37A6F" w:rsidP="00E37A6F">
      <w:pPr>
        <w:pStyle w:val="libNormal"/>
      </w:pPr>
      <w:r>
        <w:t xml:space="preserve">With this general policy, the Prophets connected themselves with the people and their inner selves. i.e., with these aims and manners of developing human beings in their mind, they began their missions and on these same </w:t>
      </w:r>
      <w:proofErr w:type="gramStart"/>
      <w:r>
        <w:t>bases</w:t>
      </w:r>
      <w:proofErr w:type="gramEnd"/>
      <w:r>
        <w:t xml:space="preserve"> they tried to establish the Islamic community. Thus, in all dimensions of the Islamic community such as education, economics, government, human relations, etc., nothing contradictory to these aims </w:t>
      </w:r>
      <w:proofErr w:type="gramStart"/>
      <w:r>
        <w:t>should be found</w:t>
      </w:r>
      <w:proofErr w:type="gramEnd"/>
      <w:r>
        <w:t>. For example, if in an Islamic community something creates forgetfulness instead of 'recalling', that is against the philosophy behind the Prophets' appointment to prophet hood. In fact, all the social signs of an Islamic system, i.e. all those things which constitute the minor and Major structures of an Islamic community, should induce people to "fulfill the pledges of His creation</w:t>
      </w:r>
      <w:proofErr w:type="gramStart"/>
      <w:r>
        <w:t>".</w:t>
      </w:r>
      <w:proofErr w:type="gramEnd"/>
    </w:p>
    <w:p w:rsidR="00E37A6F" w:rsidRDefault="00E37A6F" w:rsidP="00E37A6F">
      <w:pPr>
        <w:pStyle w:val="libNormal"/>
      </w:pPr>
      <w:proofErr w:type="gramStart"/>
      <w:r>
        <w:t>These five programs (to which the Commander of the Faithful refers) were compensatory for the deficiencies existent among people during the age of ignorance when Prophets were absent - deficiencies and short comings mentioned in this same Sermon, which we analyzed before under the title 'mental, social and ... backgrounds to prophet hood' ("In the course of time many people perverted God's trust with them ...").</w:t>
      </w:r>
      <w:proofErr w:type="gramEnd"/>
    </w:p>
    <w:p w:rsidR="00E37A6F" w:rsidRDefault="00E37A6F" w:rsidP="00E37A6F">
      <w:pPr>
        <w:pStyle w:val="libNormal"/>
      </w:pPr>
      <w:r>
        <w:t xml:space="preserve">What is this 'trust' or 'covenant'? It is the human being's absolute servitude towards God, the human being has a commitment towards </w:t>
      </w:r>
      <w:proofErr w:type="gramStart"/>
      <w:r>
        <w:t>God</w:t>
      </w:r>
      <w:proofErr w:type="gramEnd"/>
      <w:r>
        <w:t xml:space="preserve"> and that is worshipping none but Him. Worshipping other </w:t>
      </w:r>
      <w:proofErr w:type="gramStart"/>
      <w:r>
        <w:t>than</w:t>
      </w:r>
      <w:proofErr w:type="gramEnd"/>
      <w:r>
        <w:t xml:space="preserve"> God means submission to others, whether it be mental, physical, doctrinal or practical. The human being is actually responsible to submit to no one except God but this does not mean that one has accepted this responsibility without having </w:t>
      </w:r>
      <w:r>
        <w:lastRenderedPageBreak/>
        <w:t>had power and a free will to reject it. The human being's nature and one's inner mechanism conform to the servitude and worship of God.</w:t>
      </w:r>
    </w:p>
    <w:p w:rsidR="00E37A6F" w:rsidRDefault="00E37A6F" w:rsidP="00E37A6F">
      <w:pPr>
        <w:pStyle w:val="libNormal"/>
      </w:pPr>
      <w:r>
        <w:t xml:space="preserve">These </w:t>
      </w:r>
      <w:proofErr w:type="gramStart"/>
      <w:r>
        <w:t>are, in fact, hidden</w:t>
      </w:r>
      <w:proofErr w:type="gramEnd"/>
      <w:r>
        <w:t xml:space="preserve"> in humanity's primordial nature. The Holy Qur'an says "Made I not covenant with you, children of Adam, that you should not serve Satan - surely he is a manifest foe to you</w:t>
      </w:r>
      <w:proofErr w:type="gramStart"/>
      <w:r>
        <w:t>?...</w:t>
      </w:r>
      <w:proofErr w:type="gramEnd"/>
      <w:r>
        <w:t xml:space="preserve"> And that ye should worship </w:t>
      </w:r>
      <w:proofErr w:type="gramStart"/>
      <w:r>
        <w:t>Me</w:t>
      </w:r>
      <w:proofErr w:type="gramEnd"/>
      <w:r>
        <w:t>, (for that) this was the straight way?" (36:60-61)</w:t>
      </w:r>
    </w:p>
    <w:p w:rsidR="00E37A6F" w:rsidRDefault="00E37A6F" w:rsidP="00E37A6F">
      <w:pPr>
        <w:pStyle w:val="libNormal"/>
      </w:pPr>
      <w:r>
        <w:t xml:space="preserve">After appointment, the Prophets ask human beings to destroy the change and </w:t>
      </w:r>
      <w:proofErr w:type="gramStart"/>
      <w:r>
        <w:t>distortion which they have brought about in God's trust</w:t>
      </w:r>
      <w:proofErr w:type="gramEnd"/>
      <w:r>
        <w:t xml:space="preserve"> and to make contact with God on the basis of their covenant with Him ("fulfill the pledges of His creation,". This is the very removal of deficiencies of the age of ignorance, the age in which 'God's position remains unknown', the age when Prophets come to recall God's bounties to people.</w:t>
      </w:r>
    </w:p>
    <w:p w:rsidR="00E37A6F" w:rsidRDefault="00E37A6F" w:rsidP="00E37A6F">
      <w:pPr>
        <w:pStyle w:val="libNormal"/>
      </w:pPr>
      <w:r>
        <w:t xml:space="preserve">Asking people to fulfill their natural covenant with God is not a complementary matter. It has a general and, at the same time, absolute concept involving propagation through mere speaking, providing the addressee with final reasoning and teaching purification of the people through controlled behavior. In the Holy Qur'an we read", Invite (all) to the way of thy Lord with wisdom and beautiful preaching; and argue with them in ways that are best ... </w:t>
      </w:r>
      <w:proofErr w:type="gramStart"/>
      <w:r>
        <w:t>" (</w:t>
      </w:r>
      <w:proofErr w:type="gramEnd"/>
      <w:r>
        <w:t>16:125)</w:t>
      </w:r>
    </w:p>
    <w:p w:rsidR="00E37A6F" w:rsidRDefault="00E37A6F" w:rsidP="00E37A6F">
      <w:pPr>
        <w:pStyle w:val="libNormal"/>
      </w:pPr>
      <w:r>
        <w:t xml:space="preserve">In this verse, God asks the Prophet to expose the simple minds of the people and the adversaries to wisdom at the beginning stages and after a firm foundation for reasoning </w:t>
      </w:r>
      <w:proofErr w:type="gramStart"/>
      <w:r>
        <w:t>is achieved</w:t>
      </w:r>
      <w:proofErr w:type="gramEnd"/>
      <w:r>
        <w:t xml:space="preserve">, guide them by preaching. </w:t>
      </w:r>
      <w:proofErr w:type="gramStart"/>
      <w:r>
        <w:t>This results</w:t>
      </w:r>
      <w:proofErr w:type="gramEnd"/>
      <w:r>
        <w:t xml:space="preserve"> in the purification of the mind and soul and, as the final stage, prevent them from establishing wrong reasoning, argue with them and convince them.</w:t>
      </w:r>
    </w:p>
    <w:p w:rsidR="00E37A6F" w:rsidRDefault="00E37A6F" w:rsidP="00E37A6F">
      <w:pPr>
        <w:pStyle w:val="libNormal"/>
      </w:pPr>
      <w:r>
        <w:t xml:space="preserve">Concerning their relationship with human beings, Prophets are obliged and responsible to remove mental obstacles. Thus, those individuals or regimes that bring about such obstacles </w:t>
      </w:r>
      <w:proofErr w:type="gramStart"/>
      <w:r>
        <w:t>are opposed and fought by the Prophets</w:t>
      </w:r>
      <w:proofErr w:type="gramEnd"/>
      <w:r>
        <w:t xml:space="preserve">. Accordingly, the </w:t>
      </w:r>
      <w:proofErr w:type="gramStart"/>
      <w:r>
        <w:t>Prophet's asking</w:t>
      </w:r>
      <w:proofErr w:type="gramEnd"/>
      <w:r>
        <w:t xml:space="preserve"> the people to fulfill their natural covenant ranges from wisdom and reasoning to the Islamic jihad (religious and spiritual struggle in the way of God for the removal of the obstacles.</w:t>
      </w:r>
    </w:p>
    <w:p w:rsidR="00E37A6F" w:rsidRDefault="00E37A6F" w:rsidP="00E37A6F">
      <w:pPr>
        <w:pStyle w:val="libNormal"/>
      </w:pPr>
      <w:r>
        <w:t>The 'natural covenant' and humanity's primordial nature (i.e. worshipping God alone) are in conformity with the natural structure of the whole universe.</w:t>
      </w:r>
    </w:p>
    <w:p w:rsidR="00E37A6F" w:rsidRDefault="00E37A6F" w:rsidP="00E37A6F">
      <w:pPr>
        <w:pStyle w:val="libNormal"/>
      </w:pPr>
      <w:r>
        <w:t xml:space="preserve">Therefore, all the decrees and regulations of the Divine Law, which are incumbent on human beings, conform to human nature. This </w:t>
      </w:r>
      <w:proofErr w:type="gramStart"/>
      <w:r>
        <w:t>is clarified</w:t>
      </w:r>
      <w:proofErr w:type="gramEnd"/>
      <w:r>
        <w:t xml:space="preserve"> in several verses of the Holy Qur'an. </w:t>
      </w:r>
      <w:proofErr w:type="gramStart"/>
      <w:r>
        <w:t xml:space="preserve">Examples are as </w:t>
      </w:r>
      <w:proofErr w:type="spellStart"/>
      <w:r>
        <w:t>follows,So</w:t>
      </w:r>
      <w:proofErr w:type="spellEnd"/>
      <w:r>
        <w:t xml:space="preserve"> set thou thy face steadily and truly to the faith: (establish) God's handiwork according to the pattern on which He has made mankind: no change (let there be) in the work (wrought) by God ... , (30:30) In </w:t>
      </w:r>
      <w:proofErr w:type="spellStart"/>
      <w:r>
        <w:t>Sura</w:t>
      </w:r>
      <w:proofErr w:type="spellEnd"/>
      <w:r>
        <w:t xml:space="preserve"> </w:t>
      </w:r>
      <w:proofErr w:type="spellStart"/>
      <w:r>
        <w:t>Ar-Rahman</w:t>
      </w:r>
      <w:proofErr w:type="spellEnd"/>
      <w:r>
        <w:t>, some of the verses speak of humanity's structure and Attributes and of the time of creation such as "(God) most Gracious!</w:t>
      </w:r>
      <w:proofErr w:type="gramEnd"/>
      <w:r>
        <w:t xml:space="preserve"> </w:t>
      </w:r>
      <w:proofErr w:type="gramStart"/>
      <w:r>
        <w:t>It is He who</w:t>
      </w:r>
      <w:proofErr w:type="gramEnd"/>
      <w:r>
        <w:t xml:space="preserve"> has taught the Qur'an... He has created mankind...,</w:t>
      </w:r>
      <w:proofErr w:type="gramStart"/>
      <w:r>
        <w:t>",</w:t>
      </w:r>
      <w:proofErr w:type="gramEnd"/>
    </w:p>
    <w:p w:rsidR="00E37A6F" w:rsidRDefault="00E37A6F" w:rsidP="00E37A6F">
      <w:pPr>
        <w:pStyle w:val="libNormal"/>
      </w:pPr>
      <w:r>
        <w:t xml:space="preserve">Some others refer to natural phenomena such as the following, </w:t>
      </w:r>
      <w:proofErr w:type="gramStart"/>
      <w:r>
        <w:t>" The</w:t>
      </w:r>
      <w:proofErr w:type="gramEnd"/>
      <w:r>
        <w:t xml:space="preserve"> sun and the moon follow, courses (exactly) computed; and the stars and the trees - both (alike) bow, in adoration. </w:t>
      </w:r>
      <w:proofErr w:type="gramStart"/>
      <w:r>
        <w:t>And</w:t>
      </w:r>
      <w:proofErr w:type="gramEnd"/>
      <w:r>
        <w:t xml:space="preserve"> the firmament hat He raised high, and He has set up balance (of justice..." (55:5-7)</w:t>
      </w:r>
    </w:p>
    <w:p w:rsidR="00E37A6F" w:rsidRDefault="00E37A6F" w:rsidP="00E37A6F">
      <w:pPr>
        <w:pStyle w:val="libNormal"/>
      </w:pPr>
      <w:r>
        <w:lastRenderedPageBreak/>
        <w:t xml:space="preserve">It </w:t>
      </w:r>
      <w:proofErr w:type="gramStart"/>
      <w:r>
        <w:t>should be noticed</w:t>
      </w:r>
      <w:proofErr w:type="gramEnd"/>
      <w:r>
        <w:t xml:space="preserve"> here that by 'bowing in adoration' the Qur'an implies that natural phenomena are in a state of submission towards God and move according to specific rules and regulations. It should also be observed that </w:t>
      </w:r>
      <w:proofErr w:type="gramStart"/>
      <w:r>
        <w:t>the ,</w:t>
      </w:r>
      <w:proofErr w:type="gramEnd"/>
      <w:r>
        <w:t xml:space="preserve"> has nothing to do with plants, sun, moon, etc., but exclusively for humanity's good and evil deeds to be recognized and measured.</w:t>
      </w:r>
    </w:p>
    <w:p w:rsidR="00E37A6F" w:rsidRDefault="00E37A6F" w:rsidP="00E37A6F">
      <w:pPr>
        <w:pStyle w:val="libNormal"/>
      </w:pPr>
      <w:r>
        <w:t>Then the Qur'an continues, "In order that ye may not transgress (due) balance. So establish weight with justice</w:t>
      </w:r>
      <w:proofErr w:type="gramStart"/>
      <w:r>
        <w:t>.."</w:t>
      </w:r>
      <w:proofErr w:type="gramEnd"/>
      <w:r>
        <w:t xml:space="preserve">. This means that human beings should not violate the laws of creation (natural laws) and religious </w:t>
      </w:r>
      <w:proofErr w:type="gramStart"/>
      <w:r>
        <w:t>laws which</w:t>
      </w:r>
      <w:proofErr w:type="gramEnd"/>
      <w:r>
        <w:t xml:space="preserve"> are in a state of balance and conformity. </w:t>
      </w:r>
      <w:proofErr w:type="gramStart"/>
      <w:r>
        <w:t>Accordingly</w:t>
      </w:r>
      <w:proofErr w:type="gramEnd"/>
      <w:r>
        <w:t xml:space="preserve"> human beings are obliged to maintain this practical connection with nature (i.e. natural laws).</w:t>
      </w:r>
    </w:p>
    <w:p w:rsidR="00E37A6F" w:rsidRDefault="00E37A6F" w:rsidP="00E37A6F">
      <w:pPr>
        <w:pStyle w:val="libNormal"/>
      </w:pPr>
      <w:r>
        <w:t xml:space="preserve">Thus, when human beings or the </w:t>
      </w:r>
      <w:proofErr w:type="gramStart"/>
      <w:r>
        <w:t>community move</w:t>
      </w:r>
      <w:proofErr w:type="gramEnd"/>
      <w:r>
        <w:t xml:space="preserve"> against the Divine Law and regulations, they are actually moving against the primordial nature of humanity and the world. </w:t>
      </w:r>
      <w:proofErr w:type="gramStart"/>
      <w:r>
        <w:t>And</w:t>
      </w:r>
      <w:proofErr w:type="gramEnd"/>
      <w:r>
        <w:t xml:space="preserve"> the Prophets come to bring this 'natural covenant' (covenant with God which originates from humanity's heart and warrants a kind of harmony between one's actions and movements and the structure of the Universe) to the stage of action.</w:t>
      </w:r>
    </w:p>
    <w:p w:rsidR="00E37A6F" w:rsidRDefault="00E37A6F" w:rsidP="00E37A6F">
      <w:pPr>
        <w:pStyle w:val="libNormal"/>
      </w:pPr>
      <w:r>
        <w:t xml:space="preserve">Another duty of the Prophets, according to the Commander of the Faithful is to recall </w:t>
      </w:r>
      <w:proofErr w:type="gramStart"/>
      <w:r>
        <w:t>to people</w:t>
      </w:r>
      <w:proofErr w:type="gramEnd"/>
      <w:r>
        <w:t xml:space="preserve"> the forgotten bounties of God. Human beings forget many of God's bounties and blessings, the most important of which being one's 'self' which </w:t>
      </w:r>
      <w:proofErr w:type="gramStart"/>
      <w:r>
        <w:t>is the axis for all God's blessings</w:t>
      </w:r>
      <w:proofErr w:type="gramEnd"/>
      <w:r>
        <w:t>. We read in the Qur'an: "And be not like those who forget God, and whom He hath therefore caused to forget their proper selves</w:t>
      </w:r>
      <w:proofErr w:type="gramStart"/>
      <w:r>
        <w:t>".</w:t>
      </w:r>
      <w:proofErr w:type="gramEnd"/>
      <w:r>
        <w:t xml:space="preserve"> (59:18)</w:t>
      </w:r>
    </w:p>
    <w:p w:rsidR="00E37A6F" w:rsidRDefault="00E37A6F" w:rsidP="00E37A6F">
      <w:pPr>
        <w:pStyle w:val="libNormal"/>
      </w:pPr>
      <w:r>
        <w:t xml:space="preserve">One's 'self' (that great but forgotten blessing), despite being not more than one thing, has various effects and manifestations. Thus, forgetting it is to forget those tools and means by which one can attain knowledge and recognition means of thinking, means of decision-making, means of innovation and means of accepting responsibility, the lack of each, damages one as a human being. By means of thinking and the power of analysis, one acquires knowledge and understanding and finds the ways. </w:t>
      </w:r>
      <w:proofErr w:type="gramStart"/>
      <w:r>
        <w:t>And</w:t>
      </w:r>
      <w:proofErr w:type="gramEnd"/>
      <w:r>
        <w:t xml:space="preserve"> through one's 'free will' one has the ability to choose.</w:t>
      </w:r>
    </w:p>
    <w:p w:rsidR="00E37A6F" w:rsidRDefault="00E37A6F" w:rsidP="00E37A6F">
      <w:pPr>
        <w:pStyle w:val="libNormal"/>
      </w:pPr>
      <w:r>
        <w:t xml:space="preserve">Now when one distinguishes the right way from the wrong and chooses it, one can perfect the self through </w:t>
      </w:r>
      <w:proofErr w:type="spellStart"/>
      <w:r>
        <w:t>hnnovation</w:t>
      </w:r>
      <w:proofErr w:type="spellEnd"/>
      <w:r>
        <w:t xml:space="preserve"> and disclose </w:t>
      </w:r>
      <w:proofErr w:type="gramStart"/>
      <w:r>
        <w:t>the dead-ends</w:t>
      </w:r>
      <w:proofErr w:type="gramEnd"/>
      <w:r>
        <w:t xml:space="preserve">. In fact, lack of innovation and initiative prevent one from going the way of perfection and making progress in the fields of culture, civilization, industry </w:t>
      </w:r>
      <w:proofErr w:type="gramStart"/>
      <w:r>
        <w:t>knowledge</w:t>
      </w:r>
      <w:proofErr w:type="gramEnd"/>
      <w:r>
        <w:t xml:space="preserve"> and morality. Finally, when one consciously chooses the way, one becomes responsible. A person confronts cases in which one should act as well as cases in which one should refuse to act. If one does not understand the case well and if one lacks free will to choose, one will have no responsibility. </w:t>
      </w:r>
      <w:proofErr w:type="gramStart"/>
      <w:r>
        <w:t>But</w:t>
      </w:r>
      <w:proofErr w:type="gramEnd"/>
      <w:r>
        <w:t xml:space="preserve"> if one understands it well and one has freedom of choice, then a person will be responsible.</w:t>
      </w:r>
    </w:p>
    <w:p w:rsidR="00E37A6F" w:rsidRDefault="00E37A6F" w:rsidP="00E37A6F">
      <w:pPr>
        <w:pStyle w:val="libNormal"/>
      </w:pPr>
      <w:proofErr w:type="gramStart"/>
      <w:r>
        <w:t>On the whole, in</w:t>
      </w:r>
      <w:proofErr w:type="gramEnd"/>
      <w:r>
        <w:t xml:space="preserve"> an ignorant society, human beings forget one or all of these four characteristics, and the Prophets came to recall to them what they had forgotten. This is why the empty-handed and uncultured people who are reminded by the Prophets of their own 'self' and, </w:t>
      </w:r>
      <w:proofErr w:type="gramStart"/>
      <w:r>
        <w:t>as a result</w:t>
      </w:r>
      <w:proofErr w:type="gramEnd"/>
      <w:r>
        <w:t xml:space="preserve"> of their beliefs in God, they can stand firmly against the most stable political systems and gain victory.</w:t>
      </w:r>
    </w:p>
    <w:p w:rsidR="00E37A6F" w:rsidRDefault="00E37A6F" w:rsidP="00E37A6F">
      <w:pPr>
        <w:pStyle w:val="libNormal"/>
      </w:pPr>
      <w:r>
        <w:lastRenderedPageBreak/>
        <w:t>The Commander of the Faithful enumerates the duties of the Prophets, saying, "to exhort them by preaching ...</w:t>
      </w:r>
      <w:proofErr w:type="gramStart"/>
      <w:r>
        <w:t>".</w:t>
      </w:r>
      <w:proofErr w:type="gramEnd"/>
      <w:r>
        <w:t xml:space="preserve"> The Prophet is responsible to propagate his message; otherwise, revelation remains a monopoly with him and, thus, two dimensions of prophet hood </w:t>
      </w:r>
      <w:proofErr w:type="gramStart"/>
      <w:r>
        <w:t>are left</w:t>
      </w:r>
      <w:proofErr w:type="gramEnd"/>
      <w:r>
        <w:t xml:space="preserve"> unrealized. The Holy Qur'an affirms this "And remember God took a covenant from the people of the Book, to make it known and clear to mankind, and not to hide it ..." (3:187)</w:t>
      </w:r>
    </w:p>
    <w:p w:rsidR="00E37A6F" w:rsidRDefault="00E37A6F" w:rsidP="00E37A6F">
      <w:pPr>
        <w:pStyle w:val="libNormal"/>
      </w:pPr>
      <w:r>
        <w:t>Should the Prophet not fulfill this responsibility, the problems related to prophet hood will remain unsolved. This is also true with an Islamic community in which propaganda plays a great role. In fact, it is not Islamic if a community falls short in propagating the message of God. The Commander of the Faithful continues, "</w:t>
      </w:r>
      <w:proofErr w:type="gramStart"/>
      <w:r>
        <w:t>to</w:t>
      </w:r>
      <w:proofErr w:type="gramEnd"/>
      <w:r>
        <w:t xml:space="preserve"> unveil before them the hidden virtues of wisdom", meaning that the Prophets should call people to thinking, contemplation and wisdom which all human beings possess in their nature.</w:t>
      </w:r>
    </w:p>
    <w:p w:rsidR="00E37A6F" w:rsidRDefault="00E37A6F" w:rsidP="00E37A6F">
      <w:pPr>
        <w:pStyle w:val="libNormal"/>
      </w:pPr>
      <w:proofErr w:type="gramStart"/>
      <w:r>
        <w:t>The power of thinking and contemplation may be weak in a community and land or among a Generation not necessarily because of geographical conditions, racial deficiencies or stupidity but due to the fact that powerful classes and seekers of dominance prevent people from correct thinking and stop the development of minds by different means (such as the wrong systems of education, prevailing nowadays in underdeveloped countries, which cause minds to be accustomed to various formulas and remain undeveloped due to lack of necessary practices).</w:t>
      </w:r>
      <w:proofErr w:type="gramEnd"/>
    </w:p>
    <w:p w:rsidR="00E37A6F" w:rsidRDefault="00E37A6F" w:rsidP="00E37A6F">
      <w:pPr>
        <w:pStyle w:val="libNormal"/>
      </w:pPr>
      <w:r>
        <w:t>As was mentioned before, the power of thinking is a property common to all human beings. But sometimes it is buried (by customs and traditions or by ruling systems) and made a treasure from which no benefit is derived, a treasure hidden behind the curtain of whims and fancies, false imaginations, legends, distorted matters and absurd ideas under the name of religion, philosophy and science.</w:t>
      </w:r>
    </w:p>
    <w:p w:rsidR="00E37A6F" w:rsidRDefault="00E37A6F" w:rsidP="00E37A6F">
      <w:pPr>
        <w:pStyle w:val="libNormal"/>
      </w:pPr>
      <w:r>
        <w:t xml:space="preserve">In fact, the holders of power, wealth and deceit (kings, priests, pseudo-theologians and the wealthy) dispossess human beings from the power of thinking or do not provide them with the means for the development of thought (this is the very colonial program enforced in </w:t>
      </w:r>
      <w:proofErr w:type="spellStart"/>
      <w:r>
        <w:t>colonialized</w:t>
      </w:r>
      <w:proofErr w:type="spellEnd"/>
      <w:r>
        <w:t xml:space="preserve"> countries).</w:t>
      </w:r>
    </w:p>
    <w:p w:rsidR="00E37A6F" w:rsidRDefault="00E37A6F" w:rsidP="00E37A6F">
      <w:pPr>
        <w:pStyle w:val="libNormal"/>
      </w:pPr>
      <w:r>
        <w:t xml:space="preserve">This is where the Prophets arise and unveil the treasures of thought and wisdom, inviting people to contemplation. This is observed in the following verses of the </w:t>
      </w:r>
      <w:proofErr w:type="gramStart"/>
      <w:r>
        <w:t>Qur'an which</w:t>
      </w:r>
      <w:proofErr w:type="gramEnd"/>
      <w:r>
        <w:t xml:space="preserve"> call people to think about the most common phenomena of the world and to see in them the wonder which is usually hidden from the eyes of human beings. "Do they not look at the </w:t>
      </w:r>
      <w:proofErr w:type="spellStart"/>
      <w:r>
        <w:t>canels</w:t>
      </w:r>
      <w:proofErr w:type="spellEnd"/>
      <w:r>
        <w:t xml:space="preserve">, how they are made?" (88:17), "Then let man look at his food (and how we provide it) ..." (80:24) "For what We pour forth water in abundance and We split the earth </w:t>
      </w:r>
      <w:proofErr w:type="spellStart"/>
      <w:r>
        <w:t>infragments</w:t>
      </w:r>
      <w:proofErr w:type="spellEnd"/>
      <w:proofErr w:type="gramStart"/>
      <w:r>
        <w:t>.."</w:t>
      </w:r>
      <w:proofErr w:type="gramEnd"/>
      <w:r>
        <w:t xml:space="preserve"> (80:25-26)</w:t>
      </w:r>
    </w:p>
    <w:p w:rsidR="00E37A6F" w:rsidRDefault="00E37A6F" w:rsidP="00E37A6F">
      <w:pPr>
        <w:pStyle w:val="libNormal"/>
      </w:pPr>
      <w:r>
        <w:t xml:space="preserve">These events and phenomena to which the Qur'an refers are quite common and familiar to human beings, yet when they contemplate them, their minds gradually develop and become active. This development of the mind is clearly seen in the Islamic community during early Islam when Muslims arose </w:t>
      </w:r>
      <w:proofErr w:type="gramStart"/>
      <w:r>
        <w:t>'n</w:t>
      </w:r>
      <w:proofErr w:type="gramEnd"/>
      <w:r>
        <w:t xml:space="preserve"> a short period of time from the depths of ignorance and </w:t>
      </w:r>
      <w:r>
        <w:lastRenderedPageBreak/>
        <w:t>short sightedness to such heights that they soon came to be known as the founders of experimental sciences and great universities.</w:t>
      </w:r>
    </w:p>
    <w:p w:rsidR="00E37A6F" w:rsidRDefault="00E37A6F" w:rsidP="00E37A6F">
      <w:pPr>
        <w:pStyle w:val="libNormal"/>
      </w:pPr>
      <w:r>
        <w:t xml:space="preserve">Another task that the Prophets fulfilled and to which the Commander of the Faithful </w:t>
      </w:r>
      <w:proofErr w:type="gramStart"/>
      <w:r>
        <w:t>makes a reference</w:t>
      </w:r>
      <w:proofErr w:type="gramEnd"/>
      <w:r>
        <w:t xml:space="preserve"> is "and show them the signs of His Omnipotence", meaning that they provided the people with manifestations of the divine power. This is what he himself does in this very Sermon (Sermon No. 1), i.e. he refers to some examples of the heavenly signs to persuade people to think about them. He continues: His Omnipotence, namely the sky which is raised over them, the earth that is placed beneath them, means of living that sustain them, deaths that make them die, aliments that turn them old, incidents that successively betake them.</w:t>
      </w:r>
    </w:p>
    <w:p w:rsidR="00E37A6F" w:rsidRDefault="00E37A6F" w:rsidP="00E37A6F">
      <w:pPr>
        <w:pStyle w:val="libNormal"/>
      </w:pPr>
      <w:r>
        <w:t xml:space="preserve">What is this ceiling (sky) over our head? It is a collection of air, space, stars and so forth, to which we have grown accustomed, yet something that provokes us to think what it really is and, as a result, provides us with understanding and recognition. Newton acquired the very recognition concerning a great reality by paying careful attention to a natural and very common incident to which no one before him had contemplated. He simply asked why the things did not go up but rather fell vertically down when they </w:t>
      </w:r>
      <w:proofErr w:type="gramStart"/>
      <w:r>
        <w:t>were freed</w:t>
      </w:r>
      <w:proofErr w:type="gramEnd"/>
      <w:r>
        <w:t xml:space="preserve"> in the air, and subsequently he discovered the powerful force of gravity. In fact, all scientific progress and developments in the field of astronomy have originated from the very attentiveness to which the Prophets always called the people.</w:t>
      </w:r>
    </w:p>
    <w:p w:rsidR="00E37A6F" w:rsidRDefault="00E37A6F" w:rsidP="00E37A6F">
      <w:pPr>
        <w:pStyle w:val="libNormal"/>
      </w:pPr>
      <w:r>
        <w:t>What is this bed (earth) beneath man's feet? What has it been created from'? What is beneath it? Where would we reach, should we excavate the earth? These are the questions from which such sciences as geology, mining, etc., originate.</w:t>
      </w:r>
    </w:p>
    <w:p w:rsidR="00E37A6F" w:rsidRDefault="00E37A6F" w:rsidP="00E37A6F">
      <w:pPr>
        <w:pStyle w:val="libNormal"/>
      </w:pPr>
      <w:r>
        <w:t xml:space="preserve">What is the </w:t>
      </w:r>
      <w:proofErr w:type="gramStart"/>
      <w:r>
        <w:t>food which</w:t>
      </w:r>
      <w:proofErr w:type="gramEnd"/>
      <w:r>
        <w:t xml:space="preserve"> maintains life? How is it prepared? Why </w:t>
      </w:r>
      <w:proofErr w:type="gramStart"/>
      <w:r>
        <w:t>is it needed</w:t>
      </w:r>
      <w:proofErr w:type="gramEnd"/>
      <w:r>
        <w:t xml:space="preserve"> and why should we try to obtain it? What is living with all its aspects such as speaking, walking, eating, etc., and what is death and becoming lifeless and silent'? What causes one to grow old? Why </w:t>
      </w:r>
      <w:proofErr w:type="gramStart"/>
      <w:r>
        <w:t>is one</w:t>
      </w:r>
      <w:proofErr w:type="gramEnd"/>
      <w:r>
        <w:t xml:space="preserve"> happy and glad at one stage of life and exhausted, weak and disable at another stage? The answers to these questions and the careful study of such events and phenomena (life, death, youth, old age etc.) induce human beings to employ their minds and activate them.</w:t>
      </w:r>
    </w:p>
    <w:p w:rsidR="007C35B5" w:rsidRDefault="007C35B5" w:rsidP="007C35B5">
      <w:pPr>
        <w:pStyle w:val="libNormal"/>
      </w:pPr>
      <w:r>
        <w:br w:type="page"/>
      </w:r>
    </w:p>
    <w:p w:rsidR="00E37A6F" w:rsidRDefault="00E37A6F" w:rsidP="007C35B5">
      <w:pPr>
        <w:pStyle w:val="Heading1Center"/>
      </w:pPr>
      <w:bookmarkStart w:id="5" w:name="_Toc489357075"/>
      <w:r>
        <w:lastRenderedPageBreak/>
        <w:t>The Continuity of Prophet hood</w:t>
      </w:r>
      <w:bookmarkEnd w:id="5"/>
    </w:p>
    <w:p w:rsidR="00E37A6F" w:rsidRDefault="00E37A6F" w:rsidP="00E37A6F">
      <w:pPr>
        <w:pStyle w:val="libNormal"/>
      </w:pPr>
      <w:r>
        <w:t xml:space="preserve">Continuity is one of the main points in the discussion of prophet hood. In the first Sermon of the </w:t>
      </w:r>
      <w:proofErr w:type="spellStart"/>
      <w:r>
        <w:t>Nahj-ul-Balagha</w:t>
      </w:r>
      <w:proofErr w:type="spellEnd"/>
      <w:r>
        <w:t>, the Commander of the Faithful aims at picturing the line of prophet hood as a consistent and continuous line in the course of history extending to the time of the Prophet of Islam.</w:t>
      </w:r>
    </w:p>
    <w:p w:rsidR="00E37A6F" w:rsidRDefault="00E37A6F" w:rsidP="00E37A6F">
      <w:pPr>
        <w:pStyle w:val="libNormal"/>
      </w:pPr>
      <w:proofErr w:type="gramStart"/>
      <w:r>
        <w:t>In fact, never in the course of history has there been a time or place devoid of a Prophet or signs of a Prophet in the past, i.e. either a Prophet has lived among people appointed by God to provide them with good tidings or to make them fear (God's wrath) or there has been something left behind by a Prophet, which the people obeyed as they obeyed the Prophet himself.</w:t>
      </w:r>
      <w:proofErr w:type="gramEnd"/>
    </w:p>
    <w:p w:rsidR="00E37A6F" w:rsidRDefault="00E37A6F" w:rsidP="00E37A6F">
      <w:pPr>
        <w:pStyle w:val="libNormal"/>
      </w:pPr>
      <w:r>
        <w:t xml:space="preserve">Thus, believing in the fact that the earth has never been devoid of a 'proof' (of God) does not necessarily mean that in a given nation or community, a Prophet has always lived who </w:t>
      </w:r>
      <w:proofErr w:type="gramStart"/>
      <w:r>
        <w:t>has been immediately taken</w:t>
      </w:r>
      <w:proofErr w:type="gramEnd"/>
      <w:r>
        <w:t xml:space="preserve">, over by another Prophet at the time of death. It rather implies that after a prophet's death and before the advent of the next </w:t>
      </w:r>
      <w:proofErr w:type="gramStart"/>
      <w:r>
        <w:t>prophet</w:t>
      </w:r>
      <w:proofErr w:type="gramEnd"/>
      <w:r>
        <w:t xml:space="preserve"> there was something (a book or a faithful disciple) which the people followed and obeyed as the successor of the dead Prophet.</w:t>
      </w:r>
    </w:p>
    <w:p w:rsidR="00E37A6F" w:rsidRDefault="00E37A6F" w:rsidP="00E37A6F">
      <w:pPr>
        <w:pStyle w:val="libNormal"/>
      </w:pPr>
      <w:r>
        <w:t xml:space="preserve">In the Arabian Peninsula, for example, it took a very long time before the Prophet of Islam appeared. There was a long transition between the </w:t>
      </w:r>
      <w:proofErr w:type="gramStart"/>
      <w:r>
        <w:t>disappearance</w:t>
      </w:r>
      <w:proofErr w:type="gramEnd"/>
      <w:r>
        <w:t xml:space="preserve"> of Jesus Christ, peace be upon him and the appearance of Muhammad, peace and the mercy of God be upon him and his descendants. In Sermon No. 88 of the </w:t>
      </w:r>
      <w:proofErr w:type="spellStart"/>
      <w:r>
        <w:t>Nahj-ul-Balagha</w:t>
      </w:r>
      <w:proofErr w:type="spellEnd"/>
      <w:r>
        <w:t>, the Commander of the Faithful points out this matter saying, "God sent the Prophet when the mission of other Prophets had ended and people had fallen into</w:t>
      </w:r>
      <w:proofErr w:type="gramStart"/>
      <w:r>
        <w:t>".</w:t>
      </w:r>
      <w:proofErr w:type="gramEnd"/>
    </w:p>
    <w:p w:rsidR="00E37A6F" w:rsidRDefault="00E37A6F" w:rsidP="00E37A6F">
      <w:pPr>
        <w:pStyle w:val="libNormal"/>
      </w:pPr>
      <w:r>
        <w:t xml:space="preserve">Now we pursue our discussion concerning the continuity of prophet hood with regard to his words in the </w:t>
      </w:r>
      <w:proofErr w:type="spellStart"/>
      <w:r>
        <w:t>Nahj-ul-Balagha</w:t>
      </w:r>
      <w:proofErr w:type="spellEnd"/>
      <w:r>
        <w:t>. In Sermon no. 1 he says, God never allowed His creation to remain without a Prophet (</w:t>
      </w:r>
      <w:proofErr w:type="spellStart"/>
      <w:r>
        <w:t>nabi</w:t>
      </w:r>
      <w:proofErr w:type="spellEnd"/>
      <w:r>
        <w:t>) deputed by Him, or a book sent down from Him or a binding argument (proof) or a standing plea.</w:t>
      </w:r>
    </w:p>
    <w:p w:rsidR="00E37A6F" w:rsidRDefault="00E37A6F" w:rsidP="00E37A6F">
      <w:pPr>
        <w:pStyle w:val="libNormal"/>
      </w:pPr>
      <w:r>
        <w:t xml:space="preserve">The difference between </w:t>
      </w:r>
      <w:proofErr w:type="spellStart"/>
      <w:r>
        <w:t>nabi</w:t>
      </w:r>
      <w:proofErr w:type="spellEnd"/>
      <w:r>
        <w:t xml:space="preserve"> and </w:t>
      </w:r>
      <w:proofErr w:type="spellStart"/>
      <w:r>
        <w:t>rasul</w:t>
      </w:r>
      <w:proofErr w:type="spellEnd"/>
      <w:r>
        <w:t xml:space="preserve"> is that a </w:t>
      </w:r>
      <w:proofErr w:type="spellStart"/>
      <w:r>
        <w:t>nabi</w:t>
      </w:r>
      <w:proofErr w:type="spellEnd"/>
      <w:r>
        <w:t xml:space="preserve"> merely receives the message from God but a </w:t>
      </w:r>
      <w:proofErr w:type="spellStart"/>
      <w:r>
        <w:t>rasul</w:t>
      </w:r>
      <w:proofErr w:type="spellEnd"/>
      <w:r>
        <w:t xml:space="preserve"> in addition to receiving the message, has the mission to propagate it and deliver it to the people. This is, of course, not </w:t>
      </w:r>
      <w:proofErr w:type="gramStart"/>
      <w:r>
        <w:t>totally</w:t>
      </w:r>
      <w:proofErr w:type="gramEnd"/>
      <w:r>
        <w:t xml:space="preserve"> acceptable because the aim of receiving a message is nothing but propagating and the deliverance of it to others. </w:t>
      </w:r>
      <w:proofErr w:type="gramStart"/>
      <w:r>
        <w:t xml:space="preserve">However, we might suppose that a </w:t>
      </w:r>
      <w:proofErr w:type="spellStart"/>
      <w:r>
        <w:t>nabi</w:t>
      </w:r>
      <w:proofErr w:type="spellEnd"/>
      <w:r>
        <w:t xml:space="preserve"> takes the message but it is not the time to deliver it, just as the Prophet of Islam received the message (revelation) on the 'Night of Power' "We have indeed revealed this Message in the Night of Power." but it took twenty-three years before he could fulfill the duty of conveying it to the people.</w:t>
      </w:r>
      <w:proofErr w:type="gramEnd"/>
    </w:p>
    <w:p w:rsidR="00E37A6F" w:rsidRDefault="00E37A6F" w:rsidP="00E37A6F">
      <w:pPr>
        <w:pStyle w:val="libNormal"/>
      </w:pPr>
      <w:r>
        <w:t xml:space="preserve">In the </w:t>
      </w:r>
      <w:proofErr w:type="spellStart"/>
      <w:r>
        <w:t>Sura</w:t>
      </w:r>
      <w:proofErr w:type="spellEnd"/>
      <w:r>
        <w:t xml:space="preserve"> Ta Ha, verse 114, the Holy Qur'an addresses the prophet, </w:t>
      </w:r>
      <w:proofErr w:type="gramStart"/>
      <w:r>
        <w:t>saying:</w:t>
      </w:r>
      <w:proofErr w:type="gramEnd"/>
      <w:r>
        <w:t xml:space="preserve"> "... Be not in haste with the Qur'an before its revelation to thee is </w:t>
      </w:r>
      <w:proofErr w:type="gramStart"/>
      <w:r>
        <w:t>completed ..</w:t>
      </w:r>
      <w:proofErr w:type="gramEnd"/>
      <w:r>
        <w:t xml:space="preserve"> </w:t>
      </w:r>
      <w:proofErr w:type="gramStart"/>
      <w:r>
        <w:t>" Accordingly</w:t>
      </w:r>
      <w:proofErr w:type="gramEnd"/>
      <w:r>
        <w:t xml:space="preserve">, </w:t>
      </w:r>
      <w:proofErr w:type="spellStart"/>
      <w:r>
        <w:t>nabi</w:t>
      </w:r>
      <w:proofErr w:type="spellEnd"/>
      <w:r>
        <w:t xml:space="preserve"> </w:t>
      </w:r>
      <w:proofErr w:type="spellStart"/>
      <w:r>
        <w:t>mursal</w:t>
      </w:r>
      <w:proofErr w:type="spellEnd"/>
      <w:r>
        <w:t xml:space="preserve"> (the deputed prophet),as the Commander of the Faithful puts it, is referred to as a Prophet who actually conveys his message to the people.</w:t>
      </w:r>
    </w:p>
    <w:p w:rsidR="00E37A6F" w:rsidRDefault="00E37A6F" w:rsidP="00E37A6F">
      <w:pPr>
        <w:pStyle w:val="libNormal"/>
      </w:pPr>
      <w:r>
        <w:t>What is the meaning of '</w:t>
      </w:r>
      <w:proofErr w:type="spellStart"/>
      <w:r>
        <w:t>Kitabun</w:t>
      </w:r>
      <w:proofErr w:type="spellEnd"/>
      <w:r>
        <w:t xml:space="preserve"> </w:t>
      </w:r>
      <w:proofErr w:type="spellStart"/>
      <w:r>
        <w:t>munzal</w:t>
      </w:r>
      <w:proofErr w:type="spellEnd"/>
      <w:r>
        <w:t xml:space="preserve"> (a book sent down)? Does this sending down refers to a place? The fact is that to send down a book actually means to transform the book into letters and words (language) </w:t>
      </w:r>
      <w:r>
        <w:lastRenderedPageBreak/>
        <w:t>which humanity understands, i.e. to adapt the high heavenly concepts and realities to the level of one's thoughts and understanding.</w:t>
      </w:r>
    </w:p>
    <w:p w:rsidR="00E37A6F" w:rsidRDefault="00E37A6F" w:rsidP="00E37A6F">
      <w:pPr>
        <w:pStyle w:val="libNormal"/>
      </w:pPr>
      <w:r>
        <w:t xml:space="preserve">In fact, God, the exalted, inspired the Prophet with the highly complicated facts and </w:t>
      </w:r>
      <w:proofErr w:type="spellStart"/>
      <w:r>
        <w:t>learnings</w:t>
      </w:r>
      <w:proofErr w:type="spellEnd"/>
      <w:r>
        <w:t xml:space="preserve"> in the form of the most simple words and </w:t>
      </w:r>
      <w:proofErr w:type="gramStart"/>
      <w:r>
        <w:t>expressions which could be understood by all and which later</w:t>
      </w:r>
      <w:proofErr w:type="gramEnd"/>
      <w:r>
        <w:t xml:space="preserve"> came to be called the Qur'an, just as a teacher simplifies difficult matters and gives them to his students.</w:t>
      </w:r>
    </w:p>
    <w:p w:rsidR="00E37A6F" w:rsidRDefault="00E37A6F" w:rsidP="00E37A6F">
      <w:pPr>
        <w:pStyle w:val="libNormal"/>
      </w:pPr>
      <w:r>
        <w:t xml:space="preserve">This comparison </w:t>
      </w:r>
      <w:proofErr w:type="gramStart"/>
      <w:r>
        <w:t>may, however, be</w:t>
      </w:r>
      <w:proofErr w:type="gramEnd"/>
      <w:r>
        <w:t xml:space="preserve"> wrong, for in any case there is a logical and ordinary connection between a teachers' mind and heart and those of his students, whereas there is a great gap between an ordinary man's heart and the divine lofty teachings. The Commander of the Faithful asserts that in the absence of Prophets and heavenly books, there was either a 'binding argument' (an unfading proof by which people could convince the enemies) or a 'standing plea' (a clear and permanent way) on which people could depend.</w:t>
      </w:r>
    </w:p>
    <w:p w:rsidR="00E37A6F" w:rsidRDefault="00E37A6F" w:rsidP="00E37A6F">
      <w:pPr>
        <w:pStyle w:val="libNormal"/>
      </w:pPr>
      <w:proofErr w:type="gramStart"/>
      <w:r>
        <w:t>On the whole, every</w:t>
      </w:r>
      <w:proofErr w:type="gramEnd"/>
      <w:r>
        <w:t xml:space="preserve"> nation in the course of history has enjoyed one of the following: First a Prophet (like Moses, Jesus, Abraham, etc.). According to a </w:t>
      </w:r>
      <w:proofErr w:type="gramStart"/>
      <w:r>
        <w:t>Tradition</w:t>
      </w:r>
      <w:proofErr w:type="gramEnd"/>
      <w:r>
        <w:t xml:space="preserve"> there has been 124,000 Prophets, the first of them being Adam and the last one being Muhammad, peace and the mercy of God be upon him and his descendants.</w:t>
      </w:r>
    </w:p>
    <w:p w:rsidR="00E37A6F" w:rsidRDefault="00E37A6F" w:rsidP="00E37A6F">
      <w:pPr>
        <w:pStyle w:val="libNormal"/>
      </w:pPr>
      <w:r>
        <w:t xml:space="preserve">Second, a heavenly Book, left behind by a Prophet. In this very Sermon (Sermon No. </w:t>
      </w:r>
      <w:proofErr w:type="gramStart"/>
      <w:r>
        <w:t>1)</w:t>
      </w:r>
      <w:proofErr w:type="gramEnd"/>
      <w:r>
        <w:t xml:space="preserve"> he speaks of the Last Prophet, saying, "... The Prophet left among you the same (the Book) which other Prophets lefts among their peoples..." By '</w:t>
      </w:r>
      <w:proofErr w:type="gramStart"/>
      <w:r>
        <w:t>Book'</w:t>
      </w:r>
      <w:proofErr w:type="gramEnd"/>
      <w:r>
        <w:t xml:space="preserve"> he means a collection of </w:t>
      </w:r>
      <w:proofErr w:type="spellStart"/>
      <w:r>
        <w:t>vritten</w:t>
      </w:r>
      <w:proofErr w:type="spellEnd"/>
      <w:r>
        <w:t xml:space="preserve"> teachings and commandments which all the Prophets possessed. Some of these books </w:t>
      </w:r>
      <w:proofErr w:type="gramStart"/>
      <w:r>
        <w:t>were, however, descended</w:t>
      </w:r>
      <w:proofErr w:type="gramEnd"/>
      <w:r>
        <w:t xml:space="preserve"> to the Prophets themselves (these are not more than a few) but others were those left behind by previous Prophets, either distorted or misunderstood, which the Prophets after them undertook to correct or interpret.</w:t>
      </w:r>
    </w:p>
    <w:p w:rsidR="00E37A6F" w:rsidRDefault="00E37A6F" w:rsidP="00E37A6F">
      <w:pPr>
        <w:pStyle w:val="libNormal"/>
      </w:pPr>
      <w:r>
        <w:t>As an example, after Moses, the Torah was misunderstood by some, even mingled with polytheistic ideas, and thus such Prophets as Salomon, David, etc., who succeeded Moses, tried to provide the people with the true meanings and concepts of this Book.</w:t>
      </w:r>
    </w:p>
    <w:p w:rsidR="00E37A6F" w:rsidRDefault="00E37A6F" w:rsidP="00E37A6F">
      <w:pPr>
        <w:pStyle w:val="libNormal"/>
      </w:pPr>
      <w:r>
        <w:t xml:space="preserve">This is also true with the Qur'an. That is to say that there is a considerable difference between our understanding of the </w:t>
      </w:r>
      <w:proofErr w:type="spellStart"/>
      <w:r>
        <w:t>Qur'anic</w:t>
      </w:r>
      <w:proofErr w:type="spellEnd"/>
      <w:r>
        <w:t xml:space="preserve"> teachings and that of the past generations (taking into account the fact that the </w:t>
      </w:r>
      <w:proofErr w:type="gramStart"/>
      <w:r>
        <w:t>text of the Qur'an and its concepts and realities have</w:t>
      </w:r>
      <w:proofErr w:type="gramEnd"/>
      <w:r>
        <w:t xml:space="preserve"> remained untouched). In the past, these teachings </w:t>
      </w:r>
      <w:proofErr w:type="gramStart"/>
      <w:r>
        <w:t>were considerably misunderstood</w:t>
      </w:r>
      <w:proofErr w:type="gramEnd"/>
      <w:r>
        <w:t xml:space="preserve"> because distorted matters and wrong ways of thinking obsessed the people's minds and prevented them from the correct understanding of the Qur'an.</w:t>
      </w:r>
    </w:p>
    <w:p w:rsidR="00E37A6F" w:rsidRDefault="00E37A6F" w:rsidP="00E37A6F">
      <w:pPr>
        <w:pStyle w:val="libNormal"/>
      </w:pPr>
      <w:proofErr w:type="gramStart"/>
      <w:r>
        <w:t>But</w:t>
      </w:r>
      <w:proofErr w:type="gramEnd"/>
      <w:r>
        <w:t xml:space="preserve"> today, the Qur'an is correctly understood and it is likely that in the future some </w:t>
      </w:r>
      <w:proofErr w:type="spellStart"/>
      <w:r>
        <w:t>Qur'anic</w:t>
      </w:r>
      <w:proofErr w:type="spellEnd"/>
      <w:r>
        <w:t xml:space="preserve"> realities be unveiled that we do not perceive today (According to some traditions, when eventually Imam-</w:t>
      </w:r>
      <w:proofErr w:type="spellStart"/>
      <w:r>
        <w:t>Mahdi</w:t>
      </w:r>
      <w:proofErr w:type="spellEnd"/>
      <w:r>
        <w:t xml:space="preserve"> reappears, he will introduce a new religion-the true Islam. Today, some Sunni and non-Sunni jurists have announced that the </w:t>
      </w:r>
      <w:proofErr w:type="gramStart"/>
      <w:r>
        <w:t>religion which people follow in Iran</w:t>
      </w:r>
      <w:proofErr w:type="gramEnd"/>
      <w:r>
        <w:t xml:space="preserve"> is not Islam.</w:t>
      </w:r>
    </w:p>
    <w:p w:rsidR="00E37A6F" w:rsidRDefault="00E37A6F" w:rsidP="00E37A6F">
      <w:pPr>
        <w:pStyle w:val="libNormal"/>
      </w:pPr>
      <w:r>
        <w:t xml:space="preserve">They tell the truth because this is not that Islam in which they believe-that distorted </w:t>
      </w:r>
      <w:proofErr w:type="gramStart"/>
      <w:r>
        <w:t>Islam which</w:t>
      </w:r>
      <w:proofErr w:type="gramEnd"/>
      <w:r>
        <w:t xml:space="preserve"> contains idolatry, polytheistic and anti-Islamic ' </w:t>
      </w:r>
      <w:r>
        <w:lastRenderedPageBreak/>
        <w:t xml:space="preserve">values. Our Islam is different from that Islam whose mosque </w:t>
      </w:r>
      <w:proofErr w:type="gramStart"/>
      <w:r>
        <w:t>is inaugurated by the President of America</w:t>
      </w:r>
      <w:proofErr w:type="gramEnd"/>
      <w:r>
        <w:t xml:space="preserve"> and whose Qur'an is printed by the Shah of Iran. There is a great and changing distance between these two forms of Islam).</w:t>
      </w:r>
    </w:p>
    <w:p w:rsidR="00E37A6F" w:rsidRDefault="00E37A6F" w:rsidP="00E37A6F">
      <w:pPr>
        <w:pStyle w:val="libNormal"/>
      </w:pPr>
      <w:r>
        <w:t xml:space="preserve">The Books of the Prophets were, however, sufficient as long as they remained untouched, their concepts were rightly </w:t>
      </w:r>
      <w:proofErr w:type="gramStart"/>
      <w:r>
        <w:t>expounded</w:t>
      </w:r>
      <w:proofErr w:type="gramEnd"/>
      <w:r>
        <w:t xml:space="preserve"> and they were correctly interpreted. In the case of Moses, for example, his Book remained perfect and undistorted after he died, during the time when the Children of Israel were in a state of bewilderment and sought to reach Jerusalem, and guaranteed the victory of Israelites as well as the establishment of the Mosaic community. (This community, which was powerful and enjoyed a government, came into being after Moses' death.</w:t>
      </w:r>
    </w:p>
    <w:p w:rsidR="00E37A6F" w:rsidRDefault="00E37A6F" w:rsidP="00E37A6F">
      <w:pPr>
        <w:pStyle w:val="libNormal"/>
      </w:pPr>
      <w:r>
        <w:t xml:space="preserve">In fact, Moses </w:t>
      </w:r>
      <w:proofErr w:type="gramStart"/>
      <w:r>
        <w:t>made preparations</w:t>
      </w:r>
      <w:proofErr w:type="gramEnd"/>
      <w:r>
        <w:t xml:space="preserve"> for the revolution and provoked the people but he did not live long enough to witness the establishment of his ideal community, and it was the people who accomplished this task). The Torah was actually preserved and kept aloof from distortion by the successors of Moses (</w:t>
      </w:r>
      <w:proofErr w:type="spellStart"/>
      <w:r>
        <w:t>Yusha</w:t>
      </w:r>
      <w:proofErr w:type="spellEnd"/>
      <w:r>
        <w:t xml:space="preserve"> </w:t>
      </w:r>
      <w:proofErr w:type="spellStart"/>
      <w:r>
        <w:t>ibn</w:t>
      </w:r>
      <w:proofErr w:type="spellEnd"/>
      <w:r>
        <w:t xml:space="preserve"> Nun and </w:t>
      </w:r>
      <w:proofErr w:type="spellStart"/>
      <w:r>
        <w:t>Kalib</w:t>
      </w:r>
      <w:proofErr w:type="spellEnd"/>
      <w:r>
        <w:t xml:space="preserve"> </w:t>
      </w:r>
      <w:proofErr w:type="spellStart"/>
      <w:r>
        <w:t>ibn</w:t>
      </w:r>
      <w:proofErr w:type="spellEnd"/>
      <w:r>
        <w:t xml:space="preserve"> </w:t>
      </w:r>
      <w:proofErr w:type="spellStart"/>
      <w:r>
        <w:t>Yuhanna</w:t>
      </w:r>
      <w:proofErr w:type="spellEnd"/>
      <w:r>
        <w:t xml:space="preserve">) who succeeded in pursuing that heavenly, </w:t>
      </w:r>
      <w:proofErr w:type="gramStart"/>
      <w:r>
        <w:t>Islamic</w:t>
      </w:r>
      <w:proofErr w:type="gramEnd"/>
      <w:r>
        <w:t xml:space="preserve"> and monotheistic dynamism, i.e. the genuine Torah.</w:t>
      </w:r>
    </w:p>
    <w:p w:rsidR="00E37A6F" w:rsidRDefault="00E37A6F" w:rsidP="00E37A6F">
      <w:pPr>
        <w:pStyle w:val="libNormal"/>
      </w:pPr>
      <w:proofErr w:type="gramStart"/>
      <w:r>
        <w:t>Third, a fixed and undeniable proof.</w:t>
      </w:r>
      <w:proofErr w:type="gramEnd"/>
      <w:r>
        <w:t xml:space="preserve"> </w:t>
      </w:r>
      <w:proofErr w:type="gramStart"/>
      <w:r>
        <w:t>This can be seen in the period after Jesus Christ ascended to the heavens (he was not killed), during which time Christians were subjected to manifold oppression; namely, the oppression of the Roman Empire whose foundations were based on polytheism, which severely persecuted the followers of this progressed monotheistic religion; and the oppression of non-Christian Israelites (the Jews) who did not believe in the Message of Jesus Christ.</w:t>
      </w:r>
      <w:proofErr w:type="gramEnd"/>
    </w:p>
    <w:p w:rsidR="00E37A6F" w:rsidRDefault="00E37A6F" w:rsidP="00E37A6F">
      <w:pPr>
        <w:pStyle w:val="libNormal"/>
      </w:pPr>
      <w:r>
        <w:t xml:space="preserve">As a result, Orthodox Christian Israelites lived for many years in concealment and in a state of strangulation without the opportunity to </w:t>
      </w:r>
      <w:proofErr w:type="gramStart"/>
      <w:r>
        <w:t>gather together</w:t>
      </w:r>
      <w:proofErr w:type="gramEnd"/>
      <w:r>
        <w:t xml:space="preserve"> or convey the prophetic legacy to one another freely. The famous disciples of Jesus Christ had to tolerate a great deal of distress in traveling between the cities and lands in order to propagate Jesus' Message.</w:t>
      </w:r>
    </w:p>
    <w:p w:rsidR="00E37A6F" w:rsidRDefault="00E37A6F" w:rsidP="00E37A6F">
      <w:pPr>
        <w:pStyle w:val="libNormal"/>
      </w:pPr>
      <w:r>
        <w:t xml:space="preserve">To say the least, the prevailing state of oppression kept the true Bible of Jesus Christ far away different versions of this heavenly Book; namely, the four Gospels of Matthew, Mark, Luke and John, none of them containing the exact words, sayings and signs of Jesus Christ. </w:t>
      </w:r>
      <w:proofErr w:type="gramStart"/>
      <w:r>
        <w:t>Thus, the original Book (the Bible) was not among the people, yet the existence of the Torah's commandments, which Jesus Christ had announced to be valid and practicable if modified, the existence of the mentioned calamities and the existence of Jesus' guidelines were all an undeniable proof preventing people from refuting the prophecy of Jesus Christ and provoking them to transfer Christian teachings to the coming generations who could, in turn, move and act on the basis of such teachings.</w:t>
      </w:r>
      <w:proofErr w:type="gramEnd"/>
    </w:p>
    <w:p w:rsidR="00E37A6F" w:rsidRDefault="00E37A6F" w:rsidP="00E37A6F">
      <w:pPr>
        <w:pStyle w:val="libNormal"/>
      </w:pPr>
      <w:r>
        <w:t xml:space="preserve">Fourth, a clear and manifest way, i.e. the means and decrees </w:t>
      </w:r>
      <w:proofErr w:type="gramStart"/>
      <w:r>
        <w:t>which</w:t>
      </w:r>
      <w:proofErr w:type="gramEnd"/>
      <w:r>
        <w:t xml:space="preserve"> are not found in the Book but the people possess. It is in a Tradition related from Imam Hassan </w:t>
      </w:r>
      <w:proofErr w:type="spellStart"/>
      <w:r>
        <w:t>al'Asgari</w:t>
      </w:r>
      <w:proofErr w:type="spellEnd"/>
      <w:r>
        <w:t xml:space="preserve">, peace be upon him, in which he has explained the qualities and Attributes of Islamic jurisprudents. Someone asked the Imam why the learned men of the Christians and the Jews (priests and </w:t>
      </w:r>
      <w:r>
        <w:lastRenderedPageBreak/>
        <w:t xml:space="preserve">monks) </w:t>
      </w:r>
      <w:proofErr w:type="gramStart"/>
      <w:r>
        <w:t>are reproached</w:t>
      </w:r>
      <w:proofErr w:type="gramEnd"/>
      <w:r>
        <w:t xml:space="preserve"> in the Qur'an whereas the learned men of Islam are praised.</w:t>
      </w:r>
    </w:p>
    <w:p w:rsidR="00E37A6F" w:rsidRDefault="00E37A6F" w:rsidP="00E37A6F">
      <w:pPr>
        <w:pStyle w:val="libNormal"/>
      </w:pPr>
      <w:r>
        <w:t xml:space="preserve">What is the difference between the two? The Imam gave a detailed answer, the epitome of which is that the learned men of Islam, too, are </w:t>
      </w:r>
      <w:proofErr w:type="gramStart"/>
      <w:r>
        <w:t>not unconditionally</w:t>
      </w:r>
      <w:proofErr w:type="gramEnd"/>
      <w:r>
        <w:t xml:space="preserve"> praised. They </w:t>
      </w:r>
      <w:proofErr w:type="gramStart"/>
      <w:r>
        <w:t>are praised</w:t>
      </w:r>
      <w:proofErr w:type="gramEnd"/>
      <w:r>
        <w:t xml:space="preserve"> provided they possess the Attributes that Islam has determined. </w:t>
      </w:r>
      <w:proofErr w:type="gramStart"/>
      <w:r>
        <w:t>But</w:t>
      </w:r>
      <w:proofErr w:type="gramEnd"/>
      <w:r>
        <w:t xml:space="preserve"> should they contrarily follow the same perversions and disgraces adhered to by priests and monks, they will also be blameworthy.</w:t>
      </w:r>
    </w:p>
    <w:p w:rsidR="00E37A6F" w:rsidRDefault="00E37A6F" w:rsidP="00E37A6F">
      <w:pPr>
        <w:pStyle w:val="libNormal"/>
      </w:pPr>
      <w:r>
        <w:t xml:space="preserve">Priests and monks were actually dependent on the powerful and supported them. Although the realities had reversely been manifest in the people's eyes, they did not take action to provide the people with a true portrait of their religion. </w:t>
      </w:r>
      <w:proofErr w:type="gramStart"/>
      <w:r>
        <w:t>But</w:t>
      </w:r>
      <w:proofErr w:type="gramEnd"/>
      <w:r>
        <w:t xml:space="preserve"> the people could discern, on the basis of a series of natural (primordial) principles, the perverseness of the way to which they had been led.</w:t>
      </w:r>
    </w:p>
    <w:p w:rsidR="00E37A6F" w:rsidRDefault="00E37A6F" w:rsidP="00E37A6F">
      <w:pPr>
        <w:pStyle w:val="libNormal"/>
      </w:pPr>
      <w:proofErr w:type="gramStart"/>
      <w:r>
        <w:t>Basically, at any age there is a set of accepted natural principles among the people, resulting from the continuous instructions of the Prophets in the course of centuries, which enables them to distinguish the truth from falsehood (for example, when a religious scholar or a man of God compromises with the enemies of God, it can be said without reasoning that he is in the wrong.</w:t>
      </w:r>
      <w:proofErr w:type="gramEnd"/>
      <w:r>
        <w:t xml:space="preserve"> It is quite obvious and natural that he goes the wrong way, for one cannot obey God and His enemies simultaneously).</w:t>
      </w:r>
    </w:p>
    <w:p w:rsidR="00E37A6F" w:rsidRDefault="00E37A6F" w:rsidP="00E37A6F">
      <w:pPr>
        <w:pStyle w:val="libNormal"/>
      </w:pPr>
      <w:r>
        <w:t>People can, in effect, distinguish the right way from the wrong by a reference to their hearts and according to their intrinsic beliefs which are the very 'standing pleas' and manifest ways.</w:t>
      </w:r>
    </w:p>
    <w:p w:rsidR="00E37A6F" w:rsidRDefault="00E37A6F" w:rsidP="00E37A6F">
      <w:pPr>
        <w:pStyle w:val="libNormal"/>
      </w:pPr>
      <w:r>
        <w:t xml:space="preserve">These four elements (this clear way) always existed in man's life before the advent of Prophet of Islam. It sometimes happened, however, that two Prophets were living at the same time in different corners of the world or two heavenly Books </w:t>
      </w:r>
      <w:proofErr w:type="gramStart"/>
      <w:r>
        <w:t>were followed</w:t>
      </w:r>
      <w:proofErr w:type="gramEnd"/>
      <w:r>
        <w:t xml:space="preserve"> by two different nations. </w:t>
      </w:r>
      <w:proofErr w:type="gramStart"/>
      <w:r>
        <w:t>But</w:t>
      </w:r>
      <w:proofErr w:type="gramEnd"/>
      <w:r>
        <w:t xml:space="preserve"> the important point was that heavenly guidance made its appearance in all places and at all times (even among the wild, primitive people). Yet, more important of the number of those who denied </w:t>
      </w:r>
      <w:proofErr w:type="gramStart"/>
      <w:r>
        <w:t>them</w:t>
      </w:r>
      <w:proofErr w:type="gramEnd"/>
      <w:r>
        <w:t xml:space="preserve"> never caused the Prophets to neglect fulfilling their obligations.</w:t>
      </w:r>
    </w:p>
    <w:p w:rsidR="00E37A6F" w:rsidRDefault="00E37A6F" w:rsidP="00E37A6F">
      <w:pPr>
        <w:pStyle w:val="libNormal"/>
      </w:pPr>
      <w:r>
        <w:t xml:space="preserve">In Sermon No. 1 of the </w:t>
      </w:r>
      <w:proofErr w:type="spellStart"/>
      <w:r>
        <w:t>Nahj-ul-Balagha</w:t>
      </w:r>
      <w:proofErr w:type="spellEnd"/>
      <w:r>
        <w:t xml:space="preserve"> the Commander of the Faithful says, "These Messengers were such that they did of not feel little because of the smallness of their number or of largeness of the number of their falsifiers."</w:t>
      </w:r>
    </w:p>
    <w:p w:rsidR="00E37A6F" w:rsidRDefault="00E37A6F" w:rsidP="00E37A6F">
      <w:pPr>
        <w:pStyle w:val="libNormal"/>
      </w:pPr>
      <w:r>
        <w:t xml:space="preserve">In fact, none of the Prophets fell victim to disappointment but rather all of them succeeded in achieving their aims although the number of them was small (124,000 in proportion to the world population from the very beginning till now) and the number of their falsifiers was large. Falsifiers were the ones who spread out falsely the point that the Prophets' way, message and prophet hood were wrong. They were great in number and in some </w:t>
      </w:r>
      <w:proofErr w:type="gramStart"/>
      <w:r>
        <w:t>cases</w:t>
      </w:r>
      <w:proofErr w:type="gramEnd"/>
      <w:r>
        <w:t xml:space="preserve"> they even killed some of the Prophets. </w:t>
      </w:r>
      <w:proofErr w:type="gramStart"/>
      <w:r>
        <w:t>yet</w:t>
      </w:r>
      <w:proofErr w:type="gramEnd"/>
      <w:r>
        <w:t xml:space="preserve"> the Prophets never fell short in pursuing their general and ultimate aim, i.e. prosperous community, and never became hopeless in accomplishing their mission.</w:t>
      </w:r>
    </w:p>
    <w:p w:rsidR="00E37A6F" w:rsidRDefault="00E37A6F" w:rsidP="00E37A6F">
      <w:pPr>
        <w:pStyle w:val="libNormal"/>
      </w:pPr>
      <w:r>
        <w:t xml:space="preserve">They not only struggled for the spiritual elevation of the people of their own time but they also tried to attain the total prosperity and historical evolution of human beings as a whole. </w:t>
      </w:r>
      <w:proofErr w:type="gramStart"/>
      <w:r>
        <w:t>And</w:t>
      </w:r>
      <w:proofErr w:type="gramEnd"/>
      <w:r>
        <w:t xml:space="preserve"> they were successful in this </w:t>
      </w:r>
      <w:r>
        <w:lastRenderedPageBreak/>
        <w:t>respect. Even those Prophets who were killed had the opportunity beforehand to convey their message and introduce their heavenly lines of thought which although were kept hidden for some time, were finally unveiled and practiced again.</w:t>
      </w:r>
    </w:p>
    <w:p w:rsidR="00E37A6F" w:rsidRDefault="00E37A6F" w:rsidP="00E37A6F">
      <w:pPr>
        <w:pStyle w:val="libNormal"/>
      </w:pPr>
      <w:proofErr w:type="spellStart"/>
      <w:r>
        <w:t>Muddarres</w:t>
      </w:r>
      <w:proofErr w:type="spellEnd"/>
      <w:r>
        <w:t>, as a follower of the Prophets, had a message to convey at the time of the strangulation of Reza Shah's reign. He believed in the policy of, "Negative Equilibrium" or in his own terms "</w:t>
      </w:r>
      <w:proofErr w:type="spellStart"/>
      <w:r>
        <w:t>adami</w:t>
      </w:r>
      <w:proofErr w:type="spellEnd"/>
      <w:proofErr w:type="gramStart"/>
      <w:r>
        <w:t>",</w:t>
      </w:r>
      <w:proofErr w:type="gramEnd"/>
      <w:r>
        <w:t xml:space="preserve"> meaning that we shall neither pay tribute to the West nor to the East. He said, "Religion should not be separated from politics." For the deliverance of such a social and political message, he </w:t>
      </w:r>
      <w:proofErr w:type="gramStart"/>
      <w:r>
        <w:t xml:space="preserve">was arrested, exiled and finally poisoned and choked by stuffing his own turban in his mouth (his grave is now besides a small farm in </w:t>
      </w:r>
      <w:proofErr w:type="spellStart"/>
      <w:r>
        <w:t>Kashmar</w:t>
      </w:r>
      <w:proofErr w:type="spellEnd"/>
      <w:r>
        <w:t>)</w:t>
      </w:r>
      <w:proofErr w:type="gramEnd"/>
      <w:r>
        <w:t>.</w:t>
      </w:r>
    </w:p>
    <w:p w:rsidR="00E37A6F" w:rsidRDefault="00E37A6F" w:rsidP="00E37A6F">
      <w:pPr>
        <w:pStyle w:val="libNormal"/>
      </w:pPr>
      <w:r>
        <w:t xml:space="preserve">He departed and was buried in the remote deserts, but gradually one of his beliefs, "Negative Equilibrium" (before the announcement of this policy by </w:t>
      </w:r>
      <w:proofErr w:type="spellStart"/>
      <w:r>
        <w:t>Muddarres</w:t>
      </w:r>
      <w:proofErr w:type="spellEnd"/>
      <w:r>
        <w:t xml:space="preserve">, </w:t>
      </w:r>
      <w:proofErr w:type="gramStart"/>
      <w:r>
        <w:t>Russian</w:t>
      </w:r>
      <w:proofErr w:type="gramEnd"/>
      <w:r>
        <w:t xml:space="preserve"> and British governments were equally privileged in Iran. For example, in 1919, </w:t>
      </w:r>
      <w:proofErr w:type="spellStart"/>
      <w:r>
        <w:t>Vuthuq</w:t>
      </w:r>
      <w:proofErr w:type="spellEnd"/>
      <w:r>
        <w:t xml:space="preserve"> ad-</w:t>
      </w:r>
      <w:proofErr w:type="spellStart"/>
      <w:r>
        <w:t>Dulih</w:t>
      </w:r>
      <w:proofErr w:type="spellEnd"/>
      <w:r>
        <w:t xml:space="preserve"> granted the western part of Iran to Britain under a treaty. Russians objected to it, and he granted the north to them.</w:t>
      </w:r>
      <w:proofErr w:type="gramStart"/>
      <w:r>
        <w:t>"</w:t>
      </w:r>
      <w:proofErr w:type="gramEnd"/>
      <w:r>
        <w:t xml:space="preserve">Positive Equilibrium") </w:t>
      </w:r>
      <w:proofErr w:type="gramStart"/>
      <w:r>
        <w:t>was revived</w:t>
      </w:r>
      <w:proofErr w:type="gramEnd"/>
      <w:r>
        <w:t xml:space="preserve"> eighteen or twenty years later, at the time of Dr. </w:t>
      </w:r>
      <w:proofErr w:type="spellStart"/>
      <w:r>
        <w:t>Mussadiq</w:t>
      </w:r>
      <w:proofErr w:type="spellEnd"/>
      <w:r>
        <w:t>.</w:t>
      </w:r>
    </w:p>
    <w:p w:rsidR="00E37A6F" w:rsidRDefault="00E37A6F" w:rsidP="00E37A6F">
      <w:pPr>
        <w:pStyle w:val="libNormal"/>
      </w:pPr>
      <w:proofErr w:type="spellStart"/>
      <w:r>
        <w:t>Muddarres</w:t>
      </w:r>
      <w:proofErr w:type="spellEnd"/>
      <w:r>
        <w:t xml:space="preserve">, </w:t>
      </w:r>
      <w:proofErr w:type="spellStart"/>
      <w:r>
        <w:t>Seyyid</w:t>
      </w:r>
      <w:proofErr w:type="spellEnd"/>
      <w:r>
        <w:t xml:space="preserve"> Jamal (of </w:t>
      </w:r>
      <w:proofErr w:type="spellStart"/>
      <w:r>
        <w:t>Asadabad</w:t>
      </w:r>
      <w:proofErr w:type="spellEnd"/>
      <w:r>
        <w:t xml:space="preserve">) and others, all being messengers of truth and justice and compassionate lecturers of their own time, were so devoted and courageous that they expressed their views and left behind their lines of thought. </w:t>
      </w:r>
      <w:proofErr w:type="gramStart"/>
      <w:r>
        <w:t>But</w:t>
      </w:r>
      <w:proofErr w:type="gramEnd"/>
      <w:r>
        <w:t xml:space="preserve"> it could be much better if they themselves could have the opportunity to materialize their messages in a better manner and could witness the overthrow of the Pharaoh and the freedom of the people after they had been exposed to so much trouble and distress. However, their names, </w:t>
      </w:r>
      <w:proofErr w:type="gramStart"/>
      <w:r>
        <w:t>actions</w:t>
      </w:r>
      <w:proofErr w:type="gramEnd"/>
      <w:r>
        <w:t xml:space="preserve"> and messages are recorded in history despite their untimely death. They did not neglect their aims and duties and history will not neglect them either. </w:t>
      </w:r>
      <w:proofErr w:type="spellStart"/>
      <w:proofErr w:type="gramStart"/>
      <w:r>
        <w:t>efore</w:t>
      </w:r>
      <w:proofErr w:type="spellEnd"/>
      <w:proofErr w:type="gramEnd"/>
      <w:r>
        <w:t xml:space="preserve"> God).</w:t>
      </w:r>
      <w:proofErr w:type="spellStart"/>
      <w:r>
        <w:t>ncorrect</w:t>
      </w:r>
      <w:proofErr w:type="spellEnd"/>
      <w:r>
        <w:t xml:space="preserve"> analysis in this regard.</w:t>
      </w:r>
    </w:p>
    <w:p w:rsidR="007C35B5" w:rsidRDefault="007C35B5" w:rsidP="007C35B5">
      <w:pPr>
        <w:pStyle w:val="libNormal"/>
      </w:pPr>
      <w:r>
        <w:br w:type="page"/>
      </w:r>
    </w:p>
    <w:p w:rsidR="00E37A6F" w:rsidRDefault="00E37A6F" w:rsidP="007C35B5">
      <w:pPr>
        <w:pStyle w:val="Heading1Center"/>
      </w:pPr>
      <w:bookmarkStart w:id="6" w:name="_Toc489357076"/>
      <w:r>
        <w:lastRenderedPageBreak/>
        <w:t>The End of Prophet hood</w:t>
      </w:r>
      <w:bookmarkEnd w:id="6"/>
    </w:p>
    <w:p w:rsidR="00E37A6F" w:rsidRDefault="00E37A6F" w:rsidP="00E37A6F">
      <w:pPr>
        <w:pStyle w:val="libNormal"/>
      </w:pPr>
      <w:r>
        <w:t xml:space="preserve">"... Among them was either a predecessor who would name the one to follow or the follower who had been introduced by the predecessor." (Sermon 1, </w:t>
      </w:r>
      <w:proofErr w:type="spellStart"/>
      <w:r>
        <w:t>Nahj-ul-Balagha</w:t>
      </w:r>
      <w:proofErr w:type="spellEnd"/>
      <w:r>
        <w:t>)</w:t>
      </w:r>
    </w:p>
    <w:p w:rsidR="00E37A6F" w:rsidRDefault="00E37A6F" w:rsidP="00E37A6F">
      <w:pPr>
        <w:pStyle w:val="libNormal"/>
      </w:pPr>
      <w:r>
        <w:t xml:space="preserve">In the previous lesson, we mentioned that human beings have never suffered from the absence of the Prophets or revealed Books. </w:t>
      </w:r>
      <w:proofErr w:type="gramStart"/>
      <w:r>
        <w:t>Here in the above statement, the Commander of the Faithful points out that all the Prophets have had the same direction, although their followers stand against each other today (Jews against Christians and Christians against Muslims ... ) He actually means that there have been no dispute or quarrel among the Prophets, all of them traversing the same path, conveying the same message and knowing each other quite well.</w:t>
      </w:r>
      <w:proofErr w:type="gramEnd"/>
    </w:p>
    <w:p w:rsidR="00E37A6F" w:rsidRDefault="00E37A6F" w:rsidP="00E37A6F">
      <w:pPr>
        <w:pStyle w:val="libNormal"/>
      </w:pPr>
      <w:proofErr w:type="gramStart"/>
      <w:r>
        <w:t>Everyone</w:t>
      </w:r>
      <w:proofErr w:type="gramEnd"/>
      <w:r>
        <w:t xml:space="preserve"> of them introduced the Prophet after him and talked honorably about the one before him. For example, Moses informed his followers that Jesus Christ would be his successor and Jesus Christ mentioned, in turn, the name of Moses. Thus, the disputes and wars running among the followers of the Prophets are quite illogical, originating from egotism and selfishness.</w:t>
      </w:r>
    </w:p>
    <w:p w:rsidR="00E37A6F" w:rsidRDefault="00E37A6F" w:rsidP="00E37A6F">
      <w:pPr>
        <w:pStyle w:val="libNormal"/>
      </w:pPr>
      <w:r>
        <w:t xml:space="preserve">We see, therefore, that this situation (the successive coming of the Prophets, heavenly Books and the Prophets' followers such as the Imams) continued along with history and humanity's evolution </w:t>
      </w:r>
      <w:proofErr w:type="gramStart"/>
      <w:r>
        <w:t>till</w:t>
      </w:r>
      <w:proofErr w:type="gramEnd"/>
      <w:r>
        <w:t xml:space="preserve"> God appointed Muhammad peace and the mercy of God be upon him and upon his, descendants as the last Prophet.</w:t>
      </w:r>
    </w:p>
    <w:p w:rsidR="00E37A6F" w:rsidRDefault="00E37A6F" w:rsidP="00E37A6F">
      <w:pPr>
        <w:pStyle w:val="libNormal"/>
      </w:pPr>
      <w:proofErr w:type="gramStart"/>
      <w:r>
        <w:t>In this regard, the Commander of the Faithful continues with the following words: "In this way, ages passed by and time rolled on, fathers passed away while sons took their places till God deputed Muhammad (peace and the mercy of God be upon him and his descendants) as His Prophet, in fulfillment of His promise and in completion of His Prophet hood."</w:t>
      </w:r>
      <w:proofErr w:type="gramEnd"/>
    </w:p>
    <w:p w:rsidR="00E37A6F" w:rsidRDefault="00E37A6F" w:rsidP="009B467F">
      <w:pPr>
        <w:pStyle w:val="libNormal"/>
      </w:pPr>
      <w:r>
        <w:t xml:space="preserve">What has God promised which should definitely be fulfilled? </w:t>
      </w:r>
      <w:proofErr w:type="gramStart"/>
      <w:r>
        <w:t xml:space="preserve">The answer can be traced in the Qur'an where it gives good tidings, in the words of Jesus Christ, of the advent of Muhammad, saying: "And remember, Jesus, the son of Mary, said.- </w:t>
      </w:r>
      <w:r w:rsidR="009B467F">
        <w:t>O</w:t>
      </w:r>
      <w:r>
        <w:t xml:space="preserve"> children of Israel, I am the apostle of God(sent) to you, confirming the Law (which came) before me, and giving glad tidings of an Apostle to come after me, whose name shall be Ahmad.</w:t>
      </w:r>
      <w:proofErr w:type="gramEnd"/>
      <w:r>
        <w:t xml:space="preserve"> ...It is He who has sent His Apostle with Guidance and the Religion of Truth, that he may proclaim it over all religion ... </w:t>
      </w:r>
      <w:proofErr w:type="gramStart"/>
      <w:r>
        <w:t>" (</w:t>
      </w:r>
      <w:proofErr w:type="gramEnd"/>
      <w:r>
        <w:t>61: 69)</w:t>
      </w:r>
    </w:p>
    <w:p w:rsidR="00E37A6F" w:rsidRDefault="00E37A6F" w:rsidP="00E37A6F">
      <w:pPr>
        <w:pStyle w:val="libNormal"/>
      </w:pPr>
      <w:r>
        <w:t xml:space="preserve">Thus, God's promise is the victory of Mohammed's religion (or prophet hood) over all </w:t>
      </w:r>
      <w:proofErr w:type="spellStart"/>
      <w:proofErr w:type="gramStart"/>
      <w:r>
        <w:t>nf</w:t>
      </w:r>
      <w:proofErr w:type="spellEnd"/>
      <w:proofErr w:type="gramEnd"/>
      <w:r>
        <w:t xml:space="preserve"> humanity's intellectual courses and social experiences. </w:t>
      </w:r>
      <w:proofErr w:type="gramStart"/>
      <w:r>
        <w:t xml:space="preserve">This does not mean, however, that during the Prophet's lifetime this aim </w:t>
      </w:r>
      <w:proofErr w:type="spellStart"/>
      <w:r>
        <w:t>rhould</w:t>
      </w:r>
      <w:proofErr w:type="spellEnd"/>
      <w:r>
        <w:t xml:space="preserve"> have been achieved (as it was not achieved in practice due to the Prophet's departure), nor does </w:t>
      </w:r>
      <w:proofErr w:type="spellStart"/>
      <w:r>
        <w:t>ht</w:t>
      </w:r>
      <w:proofErr w:type="spellEnd"/>
      <w:r>
        <w:t xml:space="preserve"> mean that the Prophet of Islam </w:t>
      </w:r>
      <w:proofErr w:type="spellStart"/>
      <w:r>
        <w:t>rhould</w:t>
      </w:r>
      <w:proofErr w:type="spellEnd"/>
      <w:r>
        <w:t xml:space="preserve">, </w:t>
      </w:r>
      <w:proofErr w:type="spellStart"/>
      <w:r>
        <w:t>hn</w:t>
      </w:r>
      <w:proofErr w:type="spellEnd"/>
      <w:r>
        <w:t xml:space="preserve"> the long run, overcome all religions, nations and schools of thought (although this has been realized many times in history and the Islamic government has approached a worldwide extent)</w:t>
      </w:r>
      <w:proofErr w:type="gramEnd"/>
    </w:p>
    <w:p w:rsidR="00E37A6F" w:rsidRDefault="00E37A6F" w:rsidP="00E37A6F">
      <w:pPr>
        <w:pStyle w:val="libNormal"/>
      </w:pPr>
      <w:r>
        <w:t xml:space="preserve">The proclamation of truth actually has a more delicate significance. In fact, the thought and mentality of human beings and their creativeness, initiative and innovation increasingly provide them with new ways and manners. Ideologies come into being, grow up and become widespread in </w:t>
      </w:r>
      <w:r>
        <w:lastRenderedPageBreak/>
        <w:t xml:space="preserve">this way, and thinkers and philosophers (such as Plato Socrates and </w:t>
      </w:r>
      <w:proofErr w:type="gramStart"/>
      <w:r>
        <w:t>... )</w:t>
      </w:r>
      <w:proofErr w:type="gramEnd"/>
      <w:r>
        <w:t xml:space="preserve"> make their plans for humanity's social life or the basis of these new ways and manners.</w:t>
      </w:r>
    </w:p>
    <w:p w:rsidR="00E37A6F" w:rsidRDefault="00E37A6F" w:rsidP="00E37A6F">
      <w:pPr>
        <w:pStyle w:val="libNormal"/>
      </w:pPr>
      <w:r>
        <w:t xml:space="preserve">Now, the path (school) of the Prophets will gain absolute victory over all the ways designed by human beings at a time when the whole content of the prophet hood </w:t>
      </w:r>
      <w:proofErr w:type="gramStart"/>
      <w:r>
        <w:t>is given</w:t>
      </w:r>
      <w:proofErr w:type="gramEnd"/>
      <w:r>
        <w:t xml:space="preserve"> to the people. The path of Moses was certainly the path of God but no one claims that it was the </w:t>
      </w:r>
      <w:proofErr w:type="gramStart"/>
      <w:r>
        <w:t>most perfect</w:t>
      </w:r>
      <w:proofErr w:type="gramEnd"/>
      <w:r>
        <w:t xml:space="preserve"> path ever disclosed for humanity. It was quite appropriate for the time of Moses but it lacked that much capacity to encompass various necessities of human life at all ages and times. It is likely that such </w:t>
      </w:r>
      <w:proofErr w:type="gramStart"/>
      <w:r>
        <w:t>man-made</w:t>
      </w:r>
      <w:proofErr w:type="gramEnd"/>
      <w:r>
        <w:t xml:space="preserve"> schools of thought shall appear in the course of the coming centuries as to be more perfect than the school (religion) of Moses.</w:t>
      </w:r>
    </w:p>
    <w:p w:rsidR="00E37A6F" w:rsidRDefault="00E37A6F" w:rsidP="00E37A6F">
      <w:pPr>
        <w:pStyle w:val="libNormal"/>
      </w:pPr>
      <w:r>
        <w:t>Thus, Moses' religion was not the one to overcome all other schools and religions because the line of prophecy had not come to an end and the cup of prophet hood had not overflowed. Moses filled a part of this cup and Jesus filled another part but they could not go forward because human beings did not have the capacity to absorb more. The people were, in effect, mentally weak. Otherwise, God would have bestowed on them the whole message of prophet hood through His first appointed Prophet.</w:t>
      </w:r>
    </w:p>
    <w:p w:rsidR="00E37A6F" w:rsidRDefault="00E37A6F" w:rsidP="00E37A6F">
      <w:pPr>
        <w:pStyle w:val="libNormal"/>
      </w:pPr>
      <w:proofErr w:type="gramStart"/>
      <w:r>
        <w:t>But</w:t>
      </w:r>
      <w:proofErr w:type="gramEnd"/>
      <w:r>
        <w:t xml:space="preserve"> when the people got the essential readiness, God deputed His Last Messenger to provide them with all (the knowledge and awareness) that could be contained in the human mind and to complete the culture of prophet hood, fulfilling the divine promise and overcoming all religions and man-made schools of thought.</w:t>
      </w:r>
      <w:r w:rsidRPr="009B467F">
        <w:rPr>
          <w:rStyle w:val="libFootnotenumChar"/>
        </w:rPr>
        <w:t>7</w:t>
      </w:r>
    </w:p>
    <w:p w:rsidR="00E37A6F" w:rsidRDefault="00E37A6F" w:rsidP="00E37A6F">
      <w:pPr>
        <w:pStyle w:val="libNormal"/>
      </w:pPr>
      <w:r>
        <w:t xml:space="preserve">The completion of prophet hood speaks of the end of the line through which humanity connects itself directly with God, i.e. revelation. </w:t>
      </w:r>
      <w:proofErr w:type="gramStart"/>
      <w:r>
        <w:t>When this line comes to an end by the appearance of the Last Prophet there is no further need of revelation, Gabriel and so forth, because human beings themselves are thereafter capable of understanding new ways and manners of life and extracting them from what has been offered to them in a complete form by the Last Messenger of God, who stands at the end of the chain of prophet hood.</w:t>
      </w:r>
      <w:proofErr w:type="gramEnd"/>
    </w:p>
    <w:p w:rsidR="00E37A6F" w:rsidRDefault="00E37A6F" w:rsidP="00E37A6F">
      <w:pPr>
        <w:pStyle w:val="libNormal"/>
      </w:pPr>
      <w:proofErr w:type="gramStart"/>
      <w:r>
        <w:t xml:space="preserve">Now, going back once again to the </w:t>
      </w:r>
      <w:proofErr w:type="spellStart"/>
      <w:r>
        <w:t>Nahj-ul-Balagha</w:t>
      </w:r>
      <w:proofErr w:type="spellEnd"/>
      <w:r>
        <w:t>, we see that all the Prophets preceding the last, such as Noah, Abraham, Moses, Jesus and so forth, had a commitment to believe in him, as they anticipated his coming: The Last Prophet stood in effect at the peak of prophet hood and other Prophets who were below him in rank had to await him, believe in him (i.e. believe in his prophet hood and message) and love him.</w:t>
      </w:r>
      <w:proofErr w:type="gramEnd"/>
    </w:p>
    <w:p w:rsidR="00E37A6F" w:rsidRDefault="00E37A6F" w:rsidP="00E37A6F">
      <w:pPr>
        <w:pStyle w:val="libNormal"/>
      </w:pPr>
      <w:r>
        <w:t>The Commander of the Faithful says, "</w:t>
      </w:r>
      <w:proofErr w:type="gramStart"/>
      <w:r>
        <w:t>..</w:t>
      </w:r>
      <w:proofErr w:type="gramEnd"/>
      <w:r>
        <w:t xml:space="preserve"> God deputed Muhammad (peace and the mercy of God be upon him and his descendants) as His Prophet, in fulfillment of His promise and in completion of His Prophet hood. His pledge had been taken from the Prophets, his traits of character were well </w:t>
      </w:r>
      <w:proofErr w:type="gramStart"/>
      <w:r>
        <w:t>reputed</w:t>
      </w:r>
      <w:proofErr w:type="gramEnd"/>
      <w:r>
        <w:t xml:space="preserve"> and his birth was honorable."</w:t>
      </w:r>
    </w:p>
    <w:p w:rsidR="00E37A6F" w:rsidRDefault="00E37A6F" w:rsidP="00E37A6F">
      <w:pPr>
        <w:pStyle w:val="libNormal"/>
      </w:pPr>
      <w:r>
        <w:t xml:space="preserve">There is, however, a subtler significance in these statements and that is that the Prophet's commitment was </w:t>
      </w:r>
      <w:proofErr w:type="gramStart"/>
      <w:r>
        <w:t>neither a written or</w:t>
      </w:r>
      <w:proofErr w:type="gramEnd"/>
      <w:r>
        <w:t xml:space="preserve"> an oral one. They had, rather, a natural and primordial commitment to heighten the thought and understanding of human beings and to make them ready for the advent of the Last Messenger. This commitment is similar to the commitment of </w:t>
      </w:r>
      <w:r>
        <w:lastRenderedPageBreak/>
        <w:t>the teachers of lower grades towards the teachers of higher grades, although they may not know one another. In fact, the former are responsible to train the students' minds in such a proper way that the latter can make the more advanced matters and more extended concepts easily understood.</w:t>
      </w:r>
    </w:p>
    <w:p w:rsidR="00E37A6F" w:rsidRDefault="00E37A6F" w:rsidP="00E37A6F">
      <w:pPr>
        <w:pStyle w:val="libNormal"/>
      </w:pPr>
      <w:proofErr w:type="gramStart"/>
      <w:r>
        <w:t xml:space="preserve">The Commander of the Faithful continues that the Prophet's "traits of character", i.e. his physical, familial, spiritual and </w:t>
      </w:r>
      <w:proofErr w:type="spellStart"/>
      <w:r>
        <w:t>behavioural</w:t>
      </w:r>
      <w:proofErr w:type="spellEnd"/>
      <w:r>
        <w:t xml:space="preserve"> signs and characteristics were known to one and all and thus a few number of people such as </w:t>
      </w:r>
      <w:proofErr w:type="spellStart"/>
      <w:r>
        <w:t>Salman</w:t>
      </w:r>
      <w:proofErr w:type="spellEnd"/>
      <w:r>
        <w:t xml:space="preserve"> of Fars could unprecedentedly, and without being exposed to his later teachings and programs, know him an come to a perfect belief in his religion.</w:t>
      </w:r>
      <w:proofErr w:type="gramEnd"/>
      <w:r>
        <w:t xml:space="preserve"> As to the birth of the Prophet, the Commander of the Faithful uses the adjective "honorable" to indicate that there was not weakness regarding this matter, i.e. the Prophet's father and moth (were both chaste and pious.</w:t>
      </w:r>
    </w:p>
    <w:p w:rsidR="007C35B5" w:rsidRDefault="007C35B5" w:rsidP="007C35B5">
      <w:pPr>
        <w:pStyle w:val="libNormal"/>
      </w:pPr>
      <w:r>
        <w:br w:type="page"/>
      </w:r>
    </w:p>
    <w:p w:rsidR="00E37A6F" w:rsidRDefault="00E37A6F" w:rsidP="007C35B5">
      <w:pPr>
        <w:pStyle w:val="Heading1Center"/>
      </w:pPr>
      <w:bookmarkStart w:id="7" w:name="_Toc489357077"/>
      <w:r>
        <w:lastRenderedPageBreak/>
        <w:t xml:space="preserve">The Believer' Status Before, </w:t>
      </w:r>
      <w:proofErr w:type="gramStart"/>
      <w:r>
        <w:t>After</w:t>
      </w:r>
      <w:proofErr w:type="gramEnd"/>
      <w:r>
        <w:t xml:space="preserve"> and at the Time of the Prophets' Appearance</w:t>
      </w:r>
      <w:bookmarkEnd w:id="7"/>
    </w:p>
    <w:p w:rsidR="00E37A6F" w:rsidRDefault="00E37A6F" w:rsidP="00E37A6F">
      <w:pPr>
        <w:pStyle w:val="libNormal"/>
      </w:pPr>
      <w:proofErr w:type="gramStart"/>
      <w:r>
        <w:t xml:space="preserve">In another sermon of the </w:t>
      </w:r>
      <w:proofErr w:type="spellStart"/>
      <w:r>
        <w:t>Nahj-ul-Balagha</w:t>
      </w:r>
      <w:proofErr w:type="spellEnd"/>
      <w:r>
        <w:t xml:space="preserve"> known as "al-</w:t>
      </w:r>
      <w:proofErr w:type="spellStart"/>
      <w:r>
        <w:t>Khutbah</w:t>
      </w:r>
      <w:proofErr w:type="spellEnd"/>
      <w:r>
        <w:t xml:space="preserve"> al-</w:t>
      </w:r>
      <w:proofErr w:type="spellStart"/>
      <w:r>
        <w:t>Qasi'ah</w:t>
      </w:r>
      <w:proofErr w:type="spellEnd"/>
      <w:r>
        <w:t>" (The Sermon of Disparagement),the Commander of the Faithful lays down and explains some of the matters which were quoted in previous from Sermon No. 1, concerning the status of the people during the Age of Ignorance, conditions of the time of the appearance of the Prophets and the situation of the people after the appointment of the Prophets to prophet hood.</w:t>
      </w:r>
      <w:proofErr w:type="gramEnd"/>
      <w:r>
        <w:t xml:space="preserve"> He portrays, in effect, the conditions and </w:t>
      </w:r>
      <w:proofErr w:type="gramStart"/>
      <w:r>
        <w:t>circumstances which</w:t>
      </w:r>
      <w:proofErr w:type="gramEnd"/>
      <w:r>
        <w:t xml:space="preserve"> had naturally cast shadows over the people's lives in the Age of Ignorance as well as the victorious status the people gained after the appearance of the Prophets under the light of their efforts, struggles and endeavors.</w:t>
      </w:r>
    </w:p>
    <w:p w:rsidR="00E37A6F" w:rsidRDefault="00E37A6F" w:rsidP="00E37A6F">
      <w:pPr>
        <w:pStyle w:val="libNormal"/>
      </w:pPr>
      <w:r>
        <w:t xml:space="preserve">A study of some of the statements of this Sermon (al </w:t>
      </w:r>
      <w:proofErr w:type="spellStart"/>
      <w:r>
        <w:t>qasrah</w:t>
      </w:r>
      <w:proofErr w:type="spellEnd"/>
      <w:r>
        <w:t xml:space="preserve">) which adds to our mind concerning what we learned about the background to prophet hood, the Prophets' responsibilities, etc., in previous lessons, would bring us to a sound conclusion for this book. In a part of this Sermon we </w:t>
      </w:r>
      <w:proofErr w:type="gramStart"/>
      <w:r>
        <w:t>read:</w:t>
      </w:r>
      <w:proofErr w:type="gramEnd"/>
      <w:r>
        <w:t xml:space="preserve"> "Think about the condition of people from among the believers who passed before you. What distress and trials they underwent:"</w:t>
      </w:r>
      <w:r w:rsidRPr="009B467F">
        <w:rPr>
          <w:rStyle w:val="libFootnotenumChar"/>
        </w:rPr>
        <w:t>8</w:t>
      </w:r>
    </w:p>
    <w:p w:rsidR="00E37A6F" w:rsidRDefault="00E37A6F" w:rsidP="00E37A6F">
      <w:pPr>
        <w:pStyle w:val="libNormal"/>
      </w:pPr>
      <w:r>
        <w:t xml:space="preserve">It means that we should look deep into the circumstances of the believers who lived before us, not treating them in a perfunctory manner because we cannot learn much from the formal appearance of the past events. </w:t>
      </w:r>
      <w:proofErr w:type="gramStart"/>
      <w:r>
        <w:t>Only when one traces the causes of these events and contemplates them deeply will one perceive that the believers of the past have been under severe pressure' and that they have been subjected to such hardships as hunger, torture, imprisonment and so forth and greater hardships than those we suffer today, i.e. facing political problems and happenings and recognizing the true character of different groups and fronts and the stance they take.</w:t>
      </w:r>
      <w:proofErr w:type="gramEnd"/>
    </w:p>
    <w:p w:rsidR="00E37A6F" w:rsidRDefault="00E37A6F" w:rsidP="00E37A6F">
      <w:pPr>
        <w:pStyle w:val="libNormal"/>
      </w:pPr>
      <w:r>
        <w:t>The Commander of the Faithful continues with the following statements, "were they the most over-burdened among all the people and in the most straightened circumstances in the whole world?"</w:t>
      </w:r>
    </w:p>
    <w:p w:rsidR="00E37A6F" w:rsidRDefault="00E37A6F" w:rsidP="00E37A6F">
      <w:pPr>
        <w:pStyle w:val="libNormal"/>
      </w:pPr>
      <w:r>
        <w:t xml:space="preserve">The true believers have always been the most overburdened, the most pain-suffering and the poorest creatures of God before the advent of the Prophets and the realization of Islamic revolutions (all the revolutions led by the Prophets have been Islamic in the sense that they have all been primarily aimed at submission to God). </w:t>
      </w:r>
      <w:proofErr w:type="gramStart"/>
      <w:r>
        <w:t>Why?</w:t>
      </w:r>
      <w:proofErr w:type="gramEnd"/>
    </w:p>
    <w:p w:rsidR="00E37A6F" w:rsidRDefault="00E37A6F" w:rsidP="00E37A6F">
      <w:pPr>
        <w:pStyle w:val="libNormal"/>
      </w:pPr>
      <w:proofErr w:type="gramStart"/>
      <w:r>
        <w:t xml:space="preserve">First, because the believers have to provide for their own </w:t>
      </w:r>
      <w:proofErr w:type="spellStart"/>
      <w:r>
        <w:t>sustainance</w:t>
      </w:r>
      <w:proofErr w:type="spellEnd"/>
      <w:r>
        <w:t>.</w:t>
      </w:r>
      <w:proofErr w:type="gramEnd"/>
      <w:r>
        <w:t xml:space="preserve"> In fact, the true believers, those who have touched the spirit of the belief in God, never compromise with oppressive powers. They usually refuse to enter their service and to help them should they not be able to fight them." Thus, under tyrannical governments, the believers are constantly face to face with hardships and inconveniences as far as their economic affairs are concerned. This </w:t>
      </w:r>
      <w:proofErr w:type="gramStart"/>
      <w:r>
        <w:t>can be traced</w:t>
      </w:r>
      <w:proofErr w:type="gramEnd"/>
      <w:r>
        <w:t xml:space="preserve"> in Islamic traditions. On the contrary, disbelievers compromise with the oppressors very easily, enter the </w:t>
      </w:r>
      <w:proofErr w:type="gramStart"/>
      <w:r>
        <w:t>service</w:t>
      </w:r>
      <w:proofErr w:type="gramEnd"/>
      <w:r>
        <w:t xml:space="preserve"> and thus enjoy a comfortable life.</w:t>
      </w:r>
    </w:p>
    <w:p w:rsidR="00E37A6F" w:rsidRDefault="00E37A6F" w:rsidP="00E37A6F">
      <w:pPr>
        <w:pStyle w:val="libNormal"/>
      </w:pPr>
      <w:r>
        <w:t xml:space="preserve">Second, in addition to providing for their own living, the believers are usually obliged to </w:t>
      </w:r>
      <w:proofErr w:type="spellStart"/>
      <w:r>
        <w:t>rhoulder</w:t>
      </w:r>
      <w:proofErr w:type="spellEnd"/>
      <w:r>
        <w:t xml:space="preserve"> the burden of the oppressors' impositions concerning their luxurious life. As an example, we all know that the overthrown regime (of Pahlavi) faced exorbitant </w:t>
      </w:r>
      <w:proofErr w:type="gramStart"/>
      <w:r>
        <w:t>expenses which</w:t>
      </w:r>
      <w:proofErr w:type="gramEnd"/>
      <w:r>
        <w:t xml:space="preserve"> had to be </w:t>
      </w:r>
      <w:r>
        <w:lastRenderedPageBreak/>
        <w:t xml:space="preserve">paid by those who did not compromise with it. Those who compromised with that regime </w:t>
      </w:r>
      <w:proofErr w:type="gramStart"/>
      <w:r>
        <w:t>were not subjected</w:t>
      </w:r>
      <w:proofErr w:type="gramEnd"/>
      <w:r>
        <w:t xml:space="preserve"> to such burdens and impositions. They themselves took advantage of the prevailing situations as well.</w:t>
      </w:r>
    </w:p>
    <w:p w:rsidR="00E37A6F" w:rsidRDefault="00E37A6F" w:rsidP="00E37A6F">
      <w:pPr>
        <w:pStyle w:val="libNormal"/>
      </w:pPr>
      <w:r>
        <w:t>Third, the believers have to tolerate the political impositions of the oppressive ruling powers with whom they fight. Such powers do not let them express their beliefs and have their own free thoughts and opinions. They force the believers to accept their own oppressive thoughts. Thus, the prevailing strangulation in a society is a great burden on the shoulder of the believers who refuse to adhere to the thoughts and opinions imposed by the oppressive ruling powers. They are, in effect, the most combative people, always fighting the oppressors in order to eradicate calamities and corruptions.</w:t>
      </w:r>
    </w:p>
    <w:p w:rsidR="00E37A6F" w:rsidRDefault="00E37A6F" w:rsidP="00E37A6F">
      <w:pPr>
        <w:pStyle w:val="libNormal"/>
      </w:pPr>
      <w:r>
        <w:t xml:space="preserve">It </w:t>
      </w:r>
      <w:proofErr w:type="gramStart"/>
      <w:r>
        <w:t>is narrated</w:t>
      </w:r>
      <w:proofErr w:type="gramEnd"/>
      <w:r>
        <w:t xml:space="preserve"> that the believer is always in a state of struggling in some way or other. Under unlawful and corruptive governments, he involves himself in organized hidden and underground battles and lives in a precautionary, dissimulative manner, and under lawful, legitimate governments, he deals with political, ideological and military involvements or fights the enemy to safeguard the way of God. Thus, the believer is always in a fighting </w:t>
      </w:r>
      <w:proofErr w:type="gramStart"/>
      <w:r>
        <w:t>state which</w:t>
      </w:r>
      <w:proofErr w:type="gramEnd"/>
      <w:r>
        <w:t xml:space="preserve"> is very troublesome. Fighting does not necessarily mean receiving wounds and bearing distress.</w:t>
      </w:r>
    </w:p>
    <w:p w:rsidR="00E37A6F" w:rsidRDefault="00E37A6F" w:rsidP="00E37A6F">
      <w:pPr>
        <w:pStyle w:val="libNormal"/>
      </w:pPr>
      <w:r>
        <w:t>It includes, in addition to these, fears and failures, worries and anxieties. The true fighter is thus the one who does not surrender to these and who only fights for the sake of God and duty, not for the sake of victory. Accordingly, fighting is more troublesome and difficult than all the trials of life.</w:t>
      </w:r>
    </w:p>
    <w:p w:rsidR="00E37A6F" w:rsidRDefault="00E37A6F" w:rsidP="00E37A6F">
      <w:pPr>
        <w:pStyle w:val="libNormal"/>
      </w:pPr>
      <w:proofErr w:type="gramStart"/>
      <w:r>
        <w:t>Finally</w:t>
      </w:r>
      <w:proofErr w:type="gramEnd"/>
      <w:r>
        <w:t xml:space="preserve"> the Commander of the Faithful says, that are the poorest and the most straightened people because they have to live in a state of strangulation, poverty, force and precautionary silence.</w:t>
      </w:r>
    </w:p>
    <w:p w:rsidR="00E37A6F" w:rsidRDefault="00E37A6F" w:rsidP="00E37A6F">
      <w:pPr>
        <w:pStyle w:val="libNormal"/>
      </w:pPr>
      <w:r>
        <w:t>He continues to explain the believers' status in the following statements: "The Pharaohs took them as slaves. They inflicted the worst punishments and bitter sufferings on them. They continuously remained in this state of (spiritual) ruinous disgrace and severe subjugation. They found no method for escape and no way for protection."</w:t>
      </w:r>
    </w:p>
    <w:p w:rsidR="00E37A6F" w:rsidRDefault="00E37A6F" w:rsidP="00E37A6F">
      <w:pPr>
        <w:pStyle w:val="libNormal"/>
      </w:pPr>
      <w:r>
        <w:t xml:space="preserve">The first statement implies that the believers </w:t>
      </w:r>
      <w:proofErr w:type="gramStart"/>
      <w:r>
        <w:t>were forcefully made</w:t>
      </w:r>
      <w:proofErr w:type="gramEnd"/>
      <w:r>
        <w:t xml:space="preserve"> to obey Pharaohs (holders of tyrannical power) or deities other than the One God, although they were servants of God by nature. Sometimes, of course, such deities or objects of worship believe in God themselves and, therefore submission to them is submission to God. </w:t>
      </w:r>
      <w:proofErr w:type="gramStart"/>
      <w:r>
        <w:t>But</w:t>
      </w:r>
      <w:proofErr w:type="gramEnd"/>
      <w:r>
        <w:t xml:space="preserve"> when they induce people to the worship of their own selves, submission to them is submission to non-gods. It has been </w:t>
      </w:r>
      <w:proofErr w:type="gramStart"/>
      <w:r>
        <w:t>narrated that</w:t>
      </w:r>
      <w:proofErr w:type="gramEnd"/>
      <w:r>
        <w:t xml:space="preserve"> "he who listens to a speaker, becomes his servant. If the speaker speaks of God, that person will be the servant of God and if he speaks of Satan that person will be the servant of Satan."</w:t>
      </w:r>
    </w:p>
    <w:p w:rsidR="00E37A6F" w:rsidRDefault="00E37A6F" w:rsidP="00E37A6F">
      <w:pPr>
        <w:pStyle w:val="libNormal"/>
      </w:pPr>
      <w:proofErr w:type="gramStart"/>
      <w:r>
        <w:t>And</w:t>
      </w:r>
      <w:proofErr w:type="gramEnd"/>
      <w:r>
        <w:t xml:space="preserve"> Satan is sometimes the very human 'self' and 'concupiscence' to whose obedience the Pharaohs forced the believers in God, who knew no way of defending their human dignity and getting rid of such servitude.</w:t>
      </w:r>
    </w:p>
    <w:p w:rsidR="00E37A6F" w:rsidRDefault="00E37A6F" w:rsidP="00E37A6F">
      <w:pPr>
        <w:pStyle w:val="libNormal"/>
      </w:pPr>
      <w:r>
        <w:t xml:space="preserve">Such was the status of the believers in God and followers of the Prophets who dealt with satanic ruling powers before the </w:t>
      </w:r>
      <w:proofErr w:type="spellStart"/>
      <w:r>
        <w:t>victory.spect</w:t>
      </w:r>
      <w:proofErr w:type="spellEnd"/>
      <w:r>
        <w:t xml:space="preserve"> to</w:t>
      </w:r>
    </w:p>
    <w:p w:rsidR="007C35B5" w:rsidRDefault="007C35B5" w:rsidP="007C35B5">
      <w:pPr>
        <w:pStyle w:val="libNormal"/>
      </w:pPr>
      <w:r>
        <w:br w:type="page"/>
      </w:r>
    </w:p>
    <w:p w:rsidR="00E37A6F" w:rsidRDefault="00E37A6F" w:rsidP="007C35B5">
      <w:pPr>
        <w:pStyle w:val="Heading1Center"/>
      </w:pPr>
      <w:bookmarkStart w:id="8" w:name="_Toc489357078"/>
      <w:r>
        <w:lastRenderedPageBreak/>
        <w:t>The Three-Act Play of people's Status</w:t>
      </w:r>
      <w:bookmarkEnd w:id="8"/>
    </w:p>
    <w:p w:rsidR="00E37A6F" w:rsidRDefault="00E37A6F" w:rsidP="00E37A6F">
      <w:pPr>
        <w:pStyle w:val="libNormal"/>
      </w:pPr>
      <w:r>
        <w:t xml:space="preserve">The status of the people before, </w:t>
      </w:r>
      <w:proofErr w:type="gramStart"/>
      <w:r>
        <w:t>during</w:t>
      </w:r>
      <w:proofErr w:type="gramEnd"/>
      <w:r>
        <w:t xml:space="preserve"> and after the Prophets' appointment can be likened to a three-act play, the first act of which shows hardship and distress, the second speaks of resistance and perseverance and the third pictures, victory and freedom. In fact, the believers will never gain victory without resisting hardships and struggling for their aim.</w:t>
      </w:r>
    </w:p>
    <w:p w:rsidR="00E37A6F" w:rsidRDefault="00E37A6F" w:rsidP="00E37A6F">
      <w:pPr>
        <w:pStyle w:val="libNormal"/>
      </w:pPr>
      <w:r>
        <w:t>The Commander of the Faithful continues, "Till when God, the Glorified, noticed that they were enduring troubles in His love and bearing distress and of fear for Him, He provided escape from the distress of trials. So, He changed their disgrace into honor and fear into safety."</w:t>
      </w:r>
    </w:p>
    <w:p w:rsidR="00E37A6F" w:rsidRDefault="00E37A6F" w:rsidP="00E37A6F">
      <w:pPr>
        <w:pStyle w:val="libNormal"/>
      </w:pPr>
      <w:proofErr w:type="gramStart"/>
      <w:r>
        <w:t xml:space="preserve">In these statements, the Imam shows that the direction of the believers' struggles is towards God and they tolerate hardships and undesirable problems such as hunger, torture, imprisonment, cudgel-punishments and so forth upon His way and for the sake of His love so that God, seeing their patience and perseverance, would reveal to them the ways of escape from nuisances and calamities, maintain their convenience and </w:t>
      </w:r>
      <w:proofErr w:type="spellStart"/>
      <w:r>
        <w:t>tranquillity</w:t>
      </w:r>
      <w:proofErr w:type="spellEnd"/>
      <w:r>
        <w:t>, change their disgrace into honor and fear into security and finally their defeat into victory.</w:t>
      </w:r>
      <w:proofErr w:type="gramEnd"/>
    </w:p>
    <w:p w:rsidR="00E37A6F" w:rsidRDefault="00E37A6F" w:rsidP="00E37A6F">
      <w:pPr>
        <w:pStyle w:val="libNormal"/>
      </w:pPr>
      <w:r>
        <w:t xml:space="preserve">It </w:t>
      </w:r>
      <w:proofErr w:type="gramStart"/>
      <w:r>
        <w:t>should be added</w:t>
      </w:r>
      <w:proofErr w:type="gramEnd"/>
      <w:r>
        <w:t xml:space="preserve"> here that honor (i.e. not submitting to contempt) and safety (i.e. not fearing any enemy) are the most important things the oppressed people are concerned about. Under the rule of </w:t>
      </w:r>
      <w:proofErr w:type="spellStart"/>
      <w:proofErr w:type="gramStart"/>
      <w:r>
        <w:t>satans</w:t>
      </w:r>
      <w:proofErr w:type="spellEnd"/>
      <w:proofErr w:type="gramEnd"/>
      <w:r>
        <w:t xml:space="preserve"> (tyrannical powers) the people are not immune concerning their lives, properties, morality and so forth, whereas under the rule of God and the oppressed people such worries and anxieties do not exist at all.</w:t>
      </w:r>
    </w:p>
    <w:p w:rsidR="00E37A6F" w:rsidRDefault="00E37A6F" w:rsidP="00E37A6F">
      <w:pPr>
        <w:pStyle w:val="libNormal"/>
      </w:pPr>
      <w:proofErr w:type="gramStart"/>
      <w:r>
        <w:t>The Commander of the Faithful continues his discussion with these statements, "Consequently, they became ruling authorities and conspicuous leaders, and God's favors over them reached limits to which their own wishes had not reached," meaning that the whole community of believers, after God, bestowed victory upon them, became leaders (Imams, guides and patterns) and objects of imitation for other oppressed people and nations who followed their ways and manners and made movements.</w:t>
      </w:r>
      <w:proofErr w:type="gramEnd"/>
    </w:p>
    <w:p w:rsidR="00E37A6F" w:rsidRDefault="00E37A6F" w:rsidP="00E37A6F">
      <w:pPr>
        <w:pStyle w:val="libNormal"/>
      </w:pPr>
      <w:r>
        <w:t>This is clearly observable in the world of today in which a nation of believers (i.e. Iranians), after having struggled for a long time and gaining victory over a tyrannical regime, has now become the leader of the whole world of the oppressed, and achievement which had never been imagined by Iranians.</w:t>
      </w:r>
    </w:p>
    <w:p w:rsidR="00E37A6F" w:rsidRDefault="00E37A6F" w:rsidP="00E37A6F">
      <w:pPr>
        <w:pStyle w:val="libNormal"/>
      </w:pPr>
      <w:r>
        <w:t xml:space="preserve">They thought, in fact, about victory but they never imagined </w:t>
      </w:r>
      <w:proofErr w:type="gramStart"/>
      <w:r>
        <w:t>to become</w:t>
      </w:r>
      <w:proofErr w:type="gramEnd"/>
      <w:r>
        <w:t xml:space="preserve"> leaders and guiding patterns for all of the oppressed people of the world such as those of Saudi Arabia, Iraq, Egypt, Persian Gulf countries, Africa and America, who have been greatly influenced and motivated by Iranians' achievements. </w:t>
      </w:r>
      <w:proofErr w:type="gramStart"/>
      <w:r>
        <w:t>And</w:t>
      </w:r>
      <w:proofErr w:type="gramEnd"/>
      <w:r>
        <w:t xml:space="preserve"> this is nothing but God's favor as he says.</w:t>
      </w:r>
    </w:p>
    <w:p w:rsidR="00E37A6F" w:rsidRDefault="00E37A6F" w:rsidP="00E37A6F">
      <w:pPr>
        <w:pStyle w:val="libNormal"/>
      </w:pPr>
      <w:r>
        <w:t>Conclusion (Two General Points in the Sermon)</w:t>
      </w:r>
    </w:p>
    <w:p w:rsidR="00E37A6F" w:rsidRDefault="00E37A6F" w:rsidP="00E37A6F">
      <w:pPr>
        <w:pStyle w:val="libNormal"/>
      </w:pPr>
      <w:r>
        <w:t>First, in this Sermon (No. 191) the emphasis is mostly on the spiritual aspects of the people's calamities and adversities</w:t>
      </w:r>
      <w:proofErr w:type="gramStart"/>
      <w:r>
        <w:t>..</w:t>
      </w:r>
      <w:proofErr w:type="gramEnd"/>
      <w:r>
        <w:t xml:space="preserve"> In fact, such factors as strangulation, lack of security, the burden of mental impositions and the burden of providing for the satanic wishes of illegitimate governments, all of which cause humanity to suffer spiritually and invoke one to campaign, are more emphasized than such material misfortunes (or trials) as hunger for </w:t>
      </w:r>
      <w:r>
        <w:lastRenderedPageBreak/>
        <w:t xml:space="preserve">which the people rarely campaign. To say the least, human beings' honor and dignity are the dearest things to them, which stimulate them to seriously struggle and campaign. Hunger and the like </w:t>
      </w:r>
      <w:proofErr w:type="gramStart"/>
      <w:r>
        <w:t>can be removed</w:t>
      </w:r>
      <w:proofErr w:type="gramEnd"/>
      <w:r>
        <w:t xml:space="preserve"> in other ways. These are the points of emphasis in this Sermon.</w:t>
      </w:r>
    </w:p>
    <w:p w:rsidR="00E37A6F" w:rsidRDefault="00E37A6F" w:rsidP="00E37A6F">
      <w:pPr>
        <w:pStyle w:val="libNormal"/>
      </w:pPr>
      <w:r>
        <w:t xml:space="preserve">Secondly, the Imam emphasizes here that in a community of believers, when the arrogant government is </w:t>
      </w:r>
      <w:proofErr w:type="gramStart"/>
      <w:r>
        <w:t>overthrown,</w:t>
      </w:r>
      <w:proofErr w:type="gramEnd"/>
      <w:r>
        <w:t xml:space="preserve"> it is the oppressed who take it over another arrogant group. As an example, after the revolution of Moses and destruction of Pharaoh, it was the believers themselves and the masses </w:t>
      </w:r>
      <w:proofErr w:type="gramStart"/>
      <w:r>
        <w:t>who</w:t>
      </w:r>
      <w:proofErr w:type="gramEnd"/>
      <w:r>
        <w:t xml:space="preserve"> became rulers and established a true government. </w:t>
      </w:r>
      <w:proofErr w:type="gramStart"/>
      <w:r>
        <w:t>Also</w:t>
      </w:r>
      <w:proofErr w:type="gramEnd"/>
      <w:r>
        <w:t xml:space="preserve">, during the lifetime of the Last Prophet, as well as during the reign of the rightly guided Caliphs, the people themselves were masters of their own affairs and played significant roles in resolving the </w:t>
      </w:r>
      <w:proofErr w:type="spellStart"/>
      <w:r>
        <w:t>rnatters</w:t>
      </w:r>
      <w:proofErr w:type="spellEnd"/>
      <w:r>
        <w:t xml:space="preserve"> which came about.</w:t>
      </w:r>
    </w:p>
    <w:p w:rsidR="00E37A6F" w:rsidRDefault="00E37A6F" w:rsidP="00E37A6F">
      <w:pPr>
        <w:pStyle w:val="libNormal"/>
      </w:pPr>
      <w:r>
        <w:t xml:space="preserve">They loved the Prophet and accepted what he said but not blindly and under </w:t>
      </w:r>
      <w:proofErr w:type="spellStart"/>
      <w:r>
        <w:t>propagandic</w:t>
      </w:r>
      <w:proofErr w:type="spellEnd"/>
      <w:r>
        <w:t xml:space="preserve"> pressures. They freely accepted his decisions and they themselves made minor decisions. Unfortunately, as time has passed, people's participation in and contribution to the ruling affairs of the Islamic communities have gradually decreased and these communities have turned out to be, like the communities predominated by ignorance, consisting of two classes of people - the arrogant and the deprived; whereas a true Islamic community .</w:t>
      </w:r>
    </w:p>
    <w:p w:rsidR="007C35B5" w:rsidRDefault="007C35B5" w:rsidP="007C35B5">
      <w:pPr>
        <w:pStyle w:val="libNormal"/>
      </w:pPr>
      <w:r>
        <w:br w:type="page"/>
      </w:r>
    </w:p>
    <w:p w:rsidR="00E37A6F" w:rsidRDefault="00E37A6F" w:rsidP="007C35B5">
      <w:pPr>
        <w:pStyle w:val="Heading1Center"/>
      </w:pPr>
      <w:bookmarkStart w:id="9" w:name="_Toc489357079"/>
      <w:r>
        <w:lastRenderedPageBreak/>
        <w:t>FOOTNOTES</w:t>
      </w:r>
      <w:bookmarkEnd w:id="9"/>
    </w:p>
    <w:p w:rsidR="00E37A6F" w:rsidRDefault="00E37A6F" w:rsidP="00601297">
      <w:pPr>
        <w:pStyle w:val="libFootnote"/>
      </w:pPr>
      <w:proofErr w:type="gramStart"/>
      <w:r>
        <w:t>1)When</w:t>
      </w:r>
      <w:proofErr w:type="gramEnd"/>
      <w:r>
        <w:t xml:space="preserve"> Damascus was conquered by '</w:t>
      </w:r>
      <w:proofErr w:type="spellStart"/>
      <w:r>
        <w:t>Umar</w:t>
      </w:r>
      <w:proofErr w:type="spellEnd"/>
      <w:r>
        <w:t xml:space="preserve">, the second Caliph, he appointed </w:t>
      </w:r>
      <w:proofErr w:type="spellStart"/>
      <w:r>
        <w:t>Yazid</w:t>
      </w:r>
      <w:proofErr w:type="spellEnd"/>
      <w:r>
        <w:t xml:space="preserve"> bin Abu </w:t>
      </w:r>
      <w:proofErr w:type="spellStart"/>
      <w:r>
        <w:t>Sufyan</w:t>
      </w:r>
      <w:proofErr w:type="spellEnd"/>
      <w:r>
        <w:t xml:space="preserve"> the governor of that region and when </w:t>
      </w:r>
      <w:proofErr w:type="spellStart"/>
      <w:r>
        <w:t>Yazid</w:t>
      </w:r>
      <w:proofErr w:type="spellEnd"/>
      <w:r>
        <w:t xml:space="preserve"> died, his brother </w:t>
      </w:r>
      <w:proofErr w:type="spellStart"/>
      <w:r>
        <w:t>Mu'awiya</w:t>
      </w:r>
      <w:proofErr w:type="spellEnd"/>
      <w:r>
        <w:t xml:space="preserve"> took over. Thus, the people of the region came to know only </w:t>
      </w:r>
      <w:proofErr w:type="spellStart"/>
      <w:r>
        <w:t>Mu'awiya</w:t>
      </w:r>
      <w:proofErr w:type="spellEnd"/>
      <w:r>
        <w:t xml:space="preserve"> and his family from the very beginning when they embraced Islam.</w:t>
      </w:r>
    </w:p>
    <w:p w:rsidR="00E37A6F" w:rsidRDefault="00E37A6F" w:rsidP="00601297">
      <w:pPr>
        <w:pStyle w:val="libFootnote"/>
      </w:pPr>
      <w:r>
        <w:t xml:space="preserve">2) This title </w:t>
      </w:r>
      <w:proofErr w:type="gramStart"/>
      <w:r>
        <w:t>is still found</w:t>
      </w:r>
      <w:proofErr w:type="gramEnd"/>
      <w:r>
        <w:t xml:space="preserve"> in many books of our Sunni brethren.</w:t>
      </w:r>
    </w:p>
    <w:p w:rsidR="00E37A6F" w:rsidRDefault="00E37A6F" w:rsidP="00601297">
      <w:pPr>
        <w:pStyle w:val="libFootnote"/>
      </w:pPr>
      <w:r>
        <w:t xml:space="preserve">3) Ash-Sharif </w:t>
      </w:r>
      <w:proofErr w:type="spellStart"/>
      <w:r>
        <w:t>Ar-Radi</w:t>
      </w:r>
      <w:proofErr w:type="spellEnd"/>
      <w:r>
        <w:t xml:space="preserve">, </w:t>
      </w:r>
      <w:proofErr w:type="gramStart"/>
      <w:r>
        <w:t>the of</w:t>
      </w:r>
      <w:proofErr w:type="gramEnd"/>
      <w:r>
        <w:t xml:space="preserve"> Ali (Tehran: World Organization for Islamic Services, 1979), part one, page 19.</w:t>
      </w:r>
    </w:p>
    <w:p w:rsidR="00E37A6F" w:rsidRDefault="00E37A6F" w:rsidP="00601297">
      <w:pPr>
        <w:pStyle w:val="libFootnote"/>
      </w:pPr>
      <w:proofErr w:type="gramStart"/>
      <w:r>
        <w:t>4) Ibid. p. 20.</w:t>
      </w:r>
      <w:proofErr w:type="gramEnd"/>
    </w:p>
    <w:p w:rsidR="00E37A6F" w:rsidRDefault="00E37A6F" w:rsidP="00601297">
      <w:pPr>
        <w:pStyle w:val="libFootnote"/>
      </w:pPr>
      <w:proofErr w:type="gramStart"/>
      <w:r>
        <w:t>5) Ibid. p. 30.</w:t>
      </w:r>
      <w:proofErr w:type="gramEnd"/>
    </w:p>
    <w:p w:rsidR="00E37A6F" w:rsidRDefault="00E37A6F" w:rsidP="00601297">
      <w:pPr>
        <w:pStyle w:val="libFootnote"/>
      </w:pPr>
      <w:r>
        <w:t xml:space="preserve">6) Ibid. part two, page 406. </w:t>
      </w:r>
      <w:proofErr w:type="gramStart"/>
      <w:r>
        <w:t>parenthesis</w:t>
      </w:r>
      <w:proofErr w:type="gramEnd"/>
      <w:r>
        <w:t xml:space="preserve"> is the translator's.</w:t>
      </w:r>
    </w:p>
    <w:p w:rsidR="00E37A6F" w:rsidRDefault="00E37A6F" w:rsidP="00601297">
      <w:pPr>
        <w:pStyle w:val="libFootnote"/>
      </w:pPr>
      <w:r>
        <w:t xml:space="preserve">7) For a better understanding of this matter, refer to Martyr </w:t>
      </w:r>
      <w:proofErr w:type="spellStart"/>
      <w:r>
        <w:t>Murtada</w:t>
      </w:r>
      <w:proofErr w:type="spellEnd"/>
      <w:r>
        <w:t xml:space="preserve"> </w:t>
      </w:r>
      <w:proofErr w:type="spellStart"/>
      <w:r>
        <w:t>Mutahhari's</w:t>
      </w:r>
      <w:proofErr w:type="spellEnd"/>
      <w:r>
        <w:t xml:space="preserve"> The End of Prophecy</w:t>
      </w:r>
    </w:p>
    <w:p w:rsidR="00E37A6F" w:rsidRDefault="00E37A6F" w:rsidP="00601297">
      <w:pPr>
        <w:pStyle w:val="libFootnote"/>
      </w:pPr>
      <w:r>
        <w:t xml:space="preserve">8) </w:t>
      </w:r>
      <w:proofErr w:type="spellStart"/>
      <w:r>
        <w:t>Nahj-ul-Balagha</w:t>
      </w:r>
      <w:proofErr w:type="spellEnd"/>
      <w:r>
        <w:t xml:space="preserve"> of Ali, part two, page 410.</w:t>
      </w:r>
    </w:p>
    <w:p w:rsidR="00E37A6F" w:rsidRDefault="00E37A6F" w:rsidP="00601297">
      <w:pPr>
        <w:pStyle w:val="libFootnote"/>
      </w:pPr>
      <w:r>
        <w:t>9) In the terminology of the Qur'an and in Islamic usage "trial" (</w:t>
      </w:r>
      <w:proofErr w:type="spellStart"/>
      <w:r>
        <w:t>bala</w:t>
      </w:r>
      <w:proofErr w:type="spellEnd"/>
      <w:r>
        <w:t xml:space="preserve">) comes to mean a bitter </w:t>
      </w:r>
      <w:proofErr w:type="gramStart"/>
      <w:r>
        <w:t>a and</w:t>
      </w:r>
      <w:proofErr w:type="gramEnd"/>
      <w:r>
        <w:t xml:space="preserve"> severe incident. Through these incidents, the human heroes </w:t>
      </w:r>
      <w:proofErr w:type="gramStart"/>
      <w:r>
        <w:t>have always been tried</w:t>
      </w:r>
      <w:proofErr w:type="gramEnd"/>
      <w:r>
        <w:t xml:space="preserve"> in the course of history and one cannot claim to be a perfect human being unless one exposes.</w:t>
      </w:r>
    </w:p>
    <w:p w:rsidR="00E37A6F" w:rsidRDefault="00E37A6F" w:rsidP="00601297">
      <w:pPr>
        <w:pStyle w:val="libFootnote"/>
      </w:pPr>
      <w:proofErr w:type="gramStart"/>
      <w:r>
        <w:t xml:space="preserve">10) </w:t>
      </w:r>
      <w:proofErr w:type="spellStart"/>
      <w:r>
        <w:t>Akhavan-i-Thalith</w:t>
      </w:r>
      <w:proofErr w:type="spellEnd"/>
      <w:r>
        <w:t xml:space="preserve">, one of the forerunners of modern Persian poetry, wrote a poem entitled "Wolves and Dogs" in which he pictures the status of rebellious believers with all hardships and calamities they suffer and their battle against oppressors as well as the status of the peace-seeking disbelievers and hypocrites who compromise with tyrants and do not refuse to </w:t>
      </w:r>
      <w:proofErr w:type="spellStart"/>
      <w:r>
        <w:t>he</w:t>
      </w:r>
      <w:proofErr w:type="spellEnd"/>
      <w:r>
        <w:t xml:space="preserve"> subjected to </w:t>
      </w:r>
      <w:proofErr w:type="spellStart"/>
      <w:r>
        <w:t>rneanness</w:t>
      </w:r>
      <w:proofErr w:type="spellEnd"/>
      <w:r>
        <w:t>.</w:t>
      </w:r>
      <w:proofErr w:type="gramEnd"/>
    </w:p>
    <w:p w:rsidR="00E37A6F" w:rsidRDefault="00E37A6F" w:rsidP="00601297">
      <w:pPr>
        <w:pStyle w:val="libFootnote"/>
      </w:pPr>
      <w:proofErr w:type="spellStart"/>
      <w:r>
        <w:t>Akhvan</w:t>
      </w:r>
      <w:proofErr w:type="spellEnd"/>
      <w:r>
        <w:t xml:space="preserve"> likens the believers to </w:t>
      </w:r>
      <w:proofErr w:type="gramStart"/>
      <w:r>
        <w:t>wolves which</w:t>
      </w:r>
      <w:proofErr w:type="gramEnd"/>
      <w:r>
        <w:t xml:space="preserve"> keep distance with the affluent and expose themselves to great sufferings for a loaf of bread, and compares the disbelievers with dogs which always serve faithfully, collar on the neck, in order to receive what is left over the master's table.ple and they are the believers. </w:t>
      </w:r>
      <w:proofErr w:type="gramStart"/>
      <w:r>
        <w:t>circumstances</w:t>
      </w:r>
      <w:proofErr w:type="gramEnd"/>
      <w:r>
        <w:t xml:space="preserve"> of time and place.</w:t>
      </w:r>
    </w:p>
    <w:p w:rsidR="00E37A6F" w:rsidRDefault="00E37A6F" w:rsidP="007C35B5">
      <w:pPr>
        <w:pStyle w:val="libNormal"/>
      </w:pPr>
      <w:r>
        <w:br w:type="page"/>
      </w:r>
    </w:p>
    <w:p w:rsidR="000170F7" w:rsidRDefault="000170F7" w:rsidP="000170F7">
      <w:pPr>
        <w:pStyle w:val="libCenterBold1"/>
      </w:pPr>
    </w:p>
    <w:p w:rsidR="000170F7" w:rsidRDefault="000170F7" w:rsidP="000170F7">
      <w:pPr>
        <w:pStyle w:val="libCenterBold1"/>
      </w:pPr>
    </w:p>
    <w:p w:rsidR="000170F7" w:rsidRDefault="000170F7" w:rsidP="000170F7">
      <w:pPr>
        <w:pStyle w:val="libCenterBold1"/>
      </w:pPr>
    </w:p>
    <w:p w:rsidR="000170F7" w:rsidRDefault="000170F7" w:rsidP="000170F7">
      <w:pPr>
        <w:pStyle w:val="libCenterBold1"/>
      </w:pPr>
    </w:p>
    <w:p w:rsidR="000170F7" w:rsidRDefault="000170F7" w:rsidP="000170F7">
      <w:pPr>
        <w:pStyle w:val="libCenterBold1"/>
      </w:pPr>
    </w:p>
    <w:p w:rsidR="000170F7" w:rsidRDefault="000170F7" w:rsidP="000170F7">
      <w:pPr>
        <w:pStyle w:val="libCenterBold1"/>
      </w:pPr>
    </w:p>
    <w:p w:rsidR="000170F7" w:rsidRDefault="000170F7" w:rsidP="000170F7">
      <w:pPr>
        <w:pStyle w:val="libCenterBold1"/>
      </w:pPr>
    </w:p>
    <w:p w:rsidR="000170F7" w:rsidRDefault="000170F7" w:rsidP="000170F7">
      <w:pPr>
        <w:pStyle w:val="libCenterBold1"/>
      </w:pPr>
    </w:p>
    <w:p w:rsidR="000170F7" w:rsidRDefault="000170F7" w:rsidP="000170F7">
      <w:pPr>
        <w:pStyle w:val="libCenterBold1"/>
      </w:pPr>
    </w:p>
    <w:p w:rsidR="000170F7" w:rsidRDefault="000170F7" w:rsidP="000170F7">
      <w:pPr>
        <w:pStyle w:val="libCenterBold1"/>
      </w:pPr>
    </w:p>
    <w:p w:rsidR="000170F7" w:rsidRDefault="000170F7" w:rsidP="000170F7">
      <w:pPr>
        <w:pStyle w:val="libCenterBold1"/>
      </w:pPr>
      <w:hyperlink r:id="rId12" w:history="1">
        <w:r w:rsidRPr="00AF5716">
          <w:rPr>
            <w:rStyle w:val="Hyperlink"/>
          </w:rPr>
          <w:t>www.alhassanain.org/english</w:t>
        </w:r>
      </w:hyperlink>
    </w:p>
    <w:sectPr w:rsidR="000170F7"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09D3" w:rsidRDefault="008909D3" w:rsidP="00113C59">
      <w:r>
        <w:separator/>
      </w:r>
    </w:p>
  </w:endnote>
  <w:endnote w:type="continuationSeparator" w:id="0">
    <w:p w:rsidR="008909D3" w:rsidRDefault="008909D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B1971" w:rsidP="00745C1D">
    <w:pPr>
      <w:pStyle w:val="Footer"/>
      <w:tabs>
        <w:tab w:val="clear" w:pos="4153"/>
        <w:tab w:val="clear" w:pos="8306"/>
      </w:tabs>
    </w:pPr>
    <w:fldSimple w:instr=" PAGE   \* MERGEFORMAT ">
      <w:r w:rsidR="00616632">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A6F" w:rsidRDefault="00DB1971" w:rsidP="00113C59">
    <w:pPr>
      <w:pStyle w:val="Footer"/>
    </w:pPr>
    <w:fldSimple w:instr=" PAGE   \* MERGEFORMAT ">
      <w:r w:rsidR="00616632">
        <w:rPr>
          <w:noProof/>
        </w:rPr>
        <w:t>37</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DB1971" w:rsidP="00745C1D">
    <w:pPr>
      <w:pStyle w:val="Footer"/>
      <w:tabs>
        <w:tab w:val="clear" w:pos="4153"/>
        <w:tab w:val="clear" w:pos="8306"/>
      </w:tabs>
    </w:pPr>
    <w:fldSimple w:instr=" PAGE   \* MERGEFORMAT ">
      <w:r w:rsidR="0061663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09D3" w:rsidRDefault="008909D3" w:rsidP="00113C59">
      <w:r>
        <w:separator/>
      </w:r>
    </w:p>
  </w:footnote>
  <w:footnote w:type="continuationSeparator" w:id="0">
    <w:p w:rsidR="008909D3" w:rsidRDefault="008909D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7C35B5"/>
    <w:rsid w:val="00005A19"/>
    <w:rsid w:val="000170F7"/>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396B"/>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01297"/>
    <w:rsid w:val="00614301"/>
    <w:rsid w:val="00616632"/>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5B5"/>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0914"/>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09D3"/>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398E"/>
    <w:rsid w:val="00992E31"/>
    <w:rsid w:val="009A53CC"/>
    <w:rsid w:val="009A7001"/>
    <w:rsid w:val="009A7DA5"/>
    <w:rsid w:val="009B01D4"/>
    <w:rsid w:val="009B0C22"/>
    <w:rsid w:val="009B467F"/>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3542C"/>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1971"/>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7A6F"/>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840914"/>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D3542C"/>
    <w:rPr>
      <w:rFonts w:ascii="Tahoma" w:hAnsi="Tahoma" w:cs="Tahoma"/>
      <w:sz w:val="16"/>
      <w:szCs w:val="16"/>
    </w:rPr>
  </w:style>
  <w:style w:type="character" w:customStyle="1" w:styleId="DocumentMapChar">
    <w:name w:val="Document Map Char"/>
    <w:basedOn w:val="DefaultParagraphFont"/>
    <w:link w:val="DocumentMap"/>
    <w:rsid w:val="00D3542C"/>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900E0-A252-473B-9360-4D05C6FB9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10</TotalTime>
  <Pages>37</Pages>
  <Words>13435</Words>
  <Characters>76586</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89842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10</cp:revision>
  <cp:lastPrinted>1601-01-01T00:00:00Z</cp:lastPrinted>
  <dcterms:created xsi:type="dcterms:W3CDTF">2017-08-01T07:59:00Z</dcterms:created>
  <dcterms:modified xsi:type="dcterms:W3CDTF">2017-08-01T08:59:00Z</dcterms:modified>
</cp:coreProperties>
</file>