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5BE0" w:rsidRDefault="00DF5BE0" w:rsidP="00DF5BE0">
      <w:pPr>
        <w:pStyle w:val="libCenterBold1"/>
      </w:pPr>
    </w:p>
    <w:p w:rsidR="00DF5BE0" w:rsidRDefault="009F3990" w:rsidP="00DF5BE0">
      <w:pPr>
        <w:pStyle w:val="libCenterBold1"/>
      </w:pPr>
      <w:r>
        <w:rPr>
          <w:noProof/>
        </w:rPr>
        <w:drawing>
          <wp:inline distT="0" distB="0" distL="0" distR="0">
            <wp:extent cx="4680585" cy="6637020"/>
            <wp:effectExtent l="0" t="0" r="571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0585" cy="6637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5BE0" w:rsidRDefault="00DF5BE0" w:rsidP="00DF5BE0">
      <w:pPr>
        <w:pStyle w:val="libCenterBold1"/>
      </w:pPr>
    </w:p>
    <w:p w:rsidR="00DF5BE0" w:rsidRDefault="00DF5BE0" w:rsidP="00DF5BE0">
      <w:pPr>
        <w:pStyle w:val="libCenterBold1"/>
      </w:pPr>
      <w:hyperlink r:id="rId9" w:history="1">
        <w:r w:rsidRPr="00C57EB2">
          <w:rPr>
            <w:rStyle w:val="Hyperlink"/>
          </w:rPr>
          <w:t>www.alhassanain.org/english</w:t>
        </w:r>
      </w:hyperlink>
    </w:p>
    <w:p w:rsidR="006654EB" w:rsidRDefault="006654EB" w:rsidP="00AD4582">
      <w:pPr>
        <w:pStyle w:val="libNormal"/>
      </w:pPr>
      <w:r>
        <w:br w:type="page"/>
      </w:r>
    </w:p>
    <w:p w:rsidR="00E90E41" w:rsidRDefault="00E90E41" w:rsidP="00E90E41">
      <w:pPr>
        <w:pStyle w:val="libCenterTitr"/>
      </w:pPr>
    </w:p>
    <w:p w:rsidR="00E90E41" w:rsidRDefault="00E90E41" w:rsidP="00E90E41">
      <w:pPr>
        <w:pStyle w:val="libCenterTitr"/>
      </w:pPr>
    </w:p>
    <w:p w:rsidR="00E90E41" w:rsidRDefault="00E90E41" w:rsidP="00E90E41">
      <w:pPr>
        <w:pStyle w:val="libCenterTitr"/>
      </w:pPr>
    </w:p>
    <w:p w:rsidR="00ED3D62" w:rsidRDefault="00ED3D62" w:rsidP="00E90E41">
      <w:pPr>
        <w:pStyle w:val="libCenterTitr"/>
      </w:pPr>
      <w:r>
        <w:t>ISLAMIC STUDIES: A Bibliography (Books</w:t>
      </w:r>
      <w:r w:rsidR="00AB5161">
        <w:t xml:space="preserve"> - </w:t>
      </w:r>
      <w:r>
        <w:t>In English)</w:t>
      </w:r>
    </w:p>
    <w:p w:rsidR="00E90E41" w:rsidRDefault="00E90E41" w:rsidP="00E90E41">
      <w:pPr>
        <w:pStyle w:val="libCenterTitr"/>
      </w:pPr>
    </w:p>
    <w:p w:rsidR="00E90E41" w:rsidRDefault="00E90E41" w:rsidP="00E90E41">
      <w:pPr>
        <w:pStyle w:val="libCenterTitr"/>
      </w:pPr>
    </w:p>
    <w:p w:rsidR="00ED3D62" w:rsidRDefault="00ED3D62" w:rsidP="00E90E41">
      <w:pPr>
        <w:pStyle w:val="libCenterBold1"/>
      </w:pPr>
      <w:r>
        <w:t>Patrick S. O’Donnell, Dept. of Philosophy</w:t>
      </w:r>
    </w:p>
    <w:p w:rsidR="00E90E41" w:rsidRDefault="00E90E41" w:rsidP="0093396E">
      <w:pPr>
        <w:pStyle w:val="libCenterBold1"/>
      </w:pPr>
    </w:p>
    <w:p w:rsidR="00E90E41" w:rsidRDefault="00E90E41" w:rsidP="0093396E">
      <w:pPr>
        <w:pStyle w:val="libCenterBold1"/>
      </w:pPr>
    </w:p>
    <w:p w:rsidR="0093396E" w:rsidRDefault="00ED3D62" w:rsidP="0093396E">
      <w:pPr>
        <w:pStyle w:val="libCenterBold1"/>
      </w:pPr>
      <w:r>
        <w:t>Santa Barbara City College, 2004</w:t>
      </w:r>
    </w:p>
    <w:p w:rsidR="0093396E" w:rsidRDefault="0093396E" w:rsidP="0093396E">
      <w:pPr>
        <w:pStyle w:val="libCenterBold1"/>
      </w:pPr>
    </w:p>
    <w:p w:rsidR="0093396E" w:rsidRDefault="0093396E" w:rsidP="0093396E">
      <w:pPr>
        <w:pStyle w:val="libCenterBold1"/>
      </w:pPr>
    </w:p>
    <w:p w:rsidR="00E90E41" w:rsidRDefault="00E90E41" w:rsidP="0093396E">
      <w:pPr>
        <w:pStyle w:val="libCenterBold1"/>
      </w:pPr>
    </w:p>
    <w:p w:rsidR="00E90E41" w:rsidRDefault="00E90E41" w:rsidP="0093396E">
      <w:pPr>
        <w:pStyle w:val="libCenterBold1"/>
      </w:pPr>
    </w:p>
    <w:p w:rsidR="00E90E41" w:rsidRDefault="00E90E41" w:rsidP="0093396E">
      <w:pPr>
        <w:pStyle w:val="libCenterBold1"/>
      </w:pPr>
    </w:p>
    <w:p w:rsidR="00E90E41" w:rsidRDefault="00E90E41" w:rsidP="0093396E">
      <w:pPr>
        <w:pStyle w:val="libCenterBold1"/>
      </w:pPr>
    </w:p>
    <w:p w:rsidR="00E90E41" w:rsidRDefault="00E90E41" w:rsidP="0093396E">
      <w:pPr>
        <w:pStyle w:val="libCenterBold1"/>
      </w:pPr>
    </w:p>
    <w:p w:rsidR="00E90E41" w:rsidRDefault="00E90E41" w:rsidP="0093396E">
      <w:pPr>
        <w:pStyle w:val="libCenterBold1"/>
      </w:pPr>
    </w:p>
    <w:p w:rsidR="0093396E" w:rsidRDefault="0093396E" w:rsidP="0093396E">
      <w:pPr>
        <w:pStyle w:val="libCenterBold1"/>
      </w:pPr>
      <w:hyperlink r:id="rId10" w:history="1">
        <w:r w:rsidRPr="00C57EB2">
          <w:rPr>
            <w:rStyle w:val="Hyperlink"/>
          </w:rPr>
          <w:t>www.alhassanain.org/english</w:t>
        </w:r>
      </w:hyperlink>
    </w:p>
    <w:p w:rsidR="00AB5161" w:rsidRPr="00AD4582" w:rsidRDefault="00AB5161" w:rsidP="00AD4582">
      <w:pPr>
        <w:pStyle w:val="libNormal"/>
      </w:pPr>
      <w:r>
        <w:br w:type="page"/>
      </w:r>
    </w:p>
    <w:p w:rsidR="00B81F70" w:rsidRPr="00B80287" w:rsidRDefault="00B81F70" w:rsidP="00B81F70">
      <w:pPr>
        <w:pStyle w:val="libCenterBold1"/>
      </w:pPr>
      <w:bookmarkStart w:id="0" w:name="_Hlk8210883"/>
    </w:p>
    <w:p w:rsidR="00B81F70" w:rsidRDefault="00B81F70" w:rsidP="00B81F70">
      <w:pPr>
        <w:pStyle w:val="libCenterBold1"/>
      </w:pPr>
    </w:p>
    <w:p w:rsidR="00B81F70" w:rsidRDefault="00B81F70" w:rsidP="00B81F70">
      <w:pPr>
        <w:pStyle w:val="libCenterBold1"/>
      </w:pPr>
    </w:p>
    <w:p w:rsidR="00B81F70" w:rsidRDefault="00B81F70" w:rsidP="00B81F70">
      <w:pPr>
        <w:pStyle w:val="libCenterBold1"/>
      </w:pPr>
    </w:p>
    <w:p w:rsidR="00B81F70" w:rsidRDefault="00B81F70" w:rsidP="00B81F70">
      <w:pPr>
        <w:pStyle w:val="libCenterBold1"/>
      </w:pPr>
    </w:p>
    <w:p w:rsidR="00B81F70" w:rsidRDefault="00B81F70" w:rsidP="00B81F70">
      <w:pPr>
        <w:pStyle w:val="libCenterBold1"/>
      </w:pPr>
    </w:p>
    <w:p w:rsidR="00B81F70" w:rsidRDefault="00B81F70" w:rsidP="00B81F70">
      <w:pPr>
        <w:pStyle w:val="libCenterBold1"/>
      </w:pPr>
    </w:p>
    <w:p w:rsidR="00B81F70" w:rsidRDefault="00B81F70" w:rsidP="00B81F70">
      <w:pPr>
        <w:pStyle w:val="libCenterBold1"/>
      </w:pPr>
    </w:p>
    <w:p w:rsidR="00B81F70" w:rsidRDefault="00B81F70" w:rsidP="00B81F70">
      <w:pPr>
        <w:pStyle w:val="libCenterBold1"/>
      </w:pPr>
    </w:p>
    <w:p w:rsidR="00B81F70" w:rsidRDefault="00B81F70" w:rsidP="00B81F70">
      <w:pPr>
        <w:pStyle w:val="libCenterBold1"/>
      </w:pPr>
    </w:p>
    <w:p w:rsidR="00B81F70" w:rsidRDefault="00B81F70" w:rsidP="00B81F70">
      <w:pPr>
        <w:pStyle w:val="libCenterBold1"/>
      </w:pPr>
    </w:p>
    <w:p w:rsidR="00B81F70" w:rsidRDefault="00B81F70" w:rsidP="00B81F70">
      <w:pPr>
        <w:pStyle w:val="libCenterBold1"/>
      </w:pPr>
      <w:r>
        <w:t>Notice:</w:t>
      </w:r>
    </w:p>
    <w:p w:rsidR="00B81F70" w:rsidRDefault="00B81F70" w:rsidP="00B81F70">
      <w:pPr>
        <w:pStyle w:val="libCenterBold2"/>
      </w:pPr>
      <w:r>
        <w:t xml:space="preserve">This version is published on behalf of </w:t>
      </w:r>
      <w:hyperlink r:id="rId11" w:history="1">
        <w:r w:rsidRPr="003A5B21">
          <w:rPr>
            <w:rStyle w:val="Hyperlink"/>
          </w:rPr>
          <w:t>www.alhassanain.org/english</w:t>
        </w:r>
      </w:hyperlink>
    </w:p>
    <w:p w:rsidR="00B81F70" w:rsidRDefault="00B81F70" w:rsidP="00B81F70">
      <w:pPr>
        <w:pStyle w:val="libCenterBold2"/>
      </w:pPr>
      <w:r>
        <w:t>The composing errors are not corrected.</w:t>
      </w:r>
    </w:p>
    <w:bookmarkEnd w:id="0"/>
    <w:p w:rsidR="00ED3D62" w:rsidRPr="00D86078" w:rsidRDefault="00ED3D62" w:rsidP="00AB5161">
      <w:pPr>
        <w:pStyle w:val="libNormal"/>
      </w:pPr>
      <w:r>
        <w:br w:type="page"/>
      </w:r>
    </w:p>
    <w:sdt>
      <w:sdtPr>
        <w:id w:val="622187114"/>
        <w:docPartObj>
          <w:docPartGallery w:val="Table of Contents"/>
          <w:docPartUnique/>
        </w:docPartObj>
      </w:sdtPr>
      <w:sdtEndPr>
        <w:rPr>
          <w:b w:val="0"/>
          <w:bCs w:val="0"/>
          <w:noProof/>
        </w:rPr>
      </w:sdtEndPr>
      <w:sdtContent>
        <w:p w:rsidR="00AD4582" w:rsidRDefault="00AD4582" w:rsidP="00AD4582">
          <w:pPr>
            <w:pStyle w:val="libCenterBold1"/>
          </w:pPr>
        </w:p>
        <w:p w:rsidR="00AD4582" w:rsidRDefault="00AD4582" w:rsidP="00AD4582">
          <w:pPr>
            <w:pStyle w:val="libCenterBold1"/>
          </w:pPr>
        </w:p>
        <w:p w:rsidR="00AD4582" w:rsidRDefault="00AD4582" w:rsidP="00AD4582">
          <w:pPr>
            <w:pStyle w:val="libCenterBold1"/>
          </w:pPr>
          <w:r>
            <w:t>Table of Contents</w:t>
          </w:r>
        </w:p>
        <w:p w:rsidR="00AD4582" w:rsidRDefault="00AD4582" w:rsidP="003D01B3">
          <w:pPr>
            <w:pStyle w:val="libCenterBold1"/>
          </w:pPr>
        </w:p>
        <w:p w:rsidR="003D01B3" w:rsidRDefault="00AD4582" w:rsidP="003D01B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8818410" w:history="1">
            <w:r w:rsidR="003D01B3" w:rsidRPr="00B47306">
              <w:rPr>
                <w:rStyle w:val="Hyperlink"/>
              </w:rPr>
              <w:t>I - General:</w:t>
            </w:r>
            <w:r w:rsidR="003D01B3">
              <w:rPr>
                <w:webHidden/>
                <w:rtl/>
              </w:rPr>
              <w:tab/>
            </w:r>
            <w:r w:rsidR="003D01B3">
              <w:rPr>
                <w:webHidden/>
                <w:rtl/>
              </w:rPr>
              <w:fldChar w:fldCharType="begin"/>
            </w:r>
            <w:r w:rsidR="003D01B3">
              <w:rPr>
                <w:webHidden/>
                <w:rtl/>
              </w:rPr>
              <w:instrText xml:space="preserve"> </w:instrText>
            </w:r>
            <w:r w:rsidR="003D01B3">
              <w:rPr>
                <w:webHidden/>
              </w:rPr>
              <w:instrText>PAGEREF</w:instrText>
            </w:r>
            <w:r w:rsidR="003D01B3">
              <w:rPr>
                <w:webHidden/>
                <w:rtl/>
              </w:rPr>
              <w:instrText xml:space="preserve"> _</w:instrText>
            </w:r>
            <w:r w:rsidR="003D01B3">
              <w:rPr>
                <w:webHidden/>
              </w:rPr>
              <w:instrText>Toc8818410 \h</w:instrText>
            </w:r>
            <w:r w:rsidR="003D01B3">
              <w:rPr>
                <w:webHidden/>
                <w:rtl/>
              </w:rPr>
              <w:instrText xml:space="preserve"> </w:instrText>
            </w:r>
            <w:r w:rsidR="003D01B3">
              <w:rPr>
                <w:webHidden/>
                <w:rtl/>
              </w:rPr>
            </w:r>
            <w:r w:rsidR="003D01B3">
              <w:rPr>
                <w:webHidden/>
                <w:rtl/>
              </w:rPr>
              <w:fldChar w:fldCharType="separate"/>
            </w:r>
            <w:r w:rsidR="004D045A">
              <w:rPr>
                <w:webHidden/>
              </w:rPr>
              <w:t>5</w:t>
            </w:r>
            <w:r w:rsidR="003D01B3">
              <w:rPr>
                <w:webHidden/>
                <w:rtl/>
              </w:rPr>
              <w:fldChar w:fldCharType="end"/>
            </w:r>
          </w:hyperlink>
        </w:p>
        <w:p w:rsidR="003D01B3" w:rsidRDefault="003D01B3" w:rsidP="003D01B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8818411" w:history="1">
            <w:r w:rsidRPr="00B47306">
              <w:rPr>
                <w:rStyle w:val="Hyperlink"/>
              </w:rPr>
              <w:t>II - Muhammad: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Toc8818411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4D045A">
              <w:rPr>
                <w:webHidden/>
              </w:rPr>
              <w:t>8</w:t>
            </w:r>
            <w:r>
              <w:rPr>
                <w:webHidden/>
                <w:rtl/>
              </w:rPr>
              <w:fldChar w:fldCharType="end"/>
            </w:r>
          </w:hyperlink>
        </w:p>
        <w:p w:rsidR="003D01B3" w:rsidRDefault="003D01B3" w:rsidP="003D01B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8818412" w:history="1">
            <w:r w:rsidRPr="00B47306">
              <w:rPr>
                <w:rStyle w:val="Hyperlink"/>
              </w:rPr>
              <w:t>III - The Qur’an (Translatio</w:t>
            </w:r>
            <w:bookmarkStart w:id="1" w:name="_GoBack"/>
            <w:bookmarkEnd w:id="1"/>
            <w:r w:rsidRPr="00B47306">
              <w:rPr>
                <w:rStyle w:val="Hyperlink"/>
              </w:rPr>
              <w:t>ns, Commentaries, Studies):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Toc8818412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4D045A">
              <w:rPr>
                <w:webHidden/>
              </w:rPr>
              <w:t>9</w:t>
            </w:r>
            <w:r>
              <w:rPr>
                <w:webHidden/>
                <w:rtl/>
              </w:rPr>
              <w:fldChar w:fldCharType="end"/>
            </w:r>
          </w:hyperlink>
        </w:p>
        <w:p w:rsidR="003D01B3" w:rsidRDefault="003D01B3" w:rsidP="003D01B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8818413" w:history="1">
            <w:r w:rsidRPr="00B47306">
              <w:rPr>
                <w:rStyle w:val="Hyperlink"/>
              </w:rPr>
              <w:t>IV - Shi‘i Islam: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Toc8818413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4D045A">
              <w:rPr>
                <w:webHidden/>
              </w:rPr>
              <w:t>12</w:t>
            </w:r>
            <w:r>
              <w:rPr>
                <w:webHidden/>
                <w:rtl/>
              </w:rPr>
              <w:fldChar w:fldCharType="end"/>
            </w:r>
          </w:hyperlink>
        </w:p>
        <w:p w:rsidR="003D01B3" w:rsidRDefault="003D01B3" w:rsidP="003D01B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8818414" w:history="1">
            <w:r w:rsidRPr="00B47306">
              <w:rPr>
                <w:rStyle w:val="Hyperlink"/>
              </w:rPr>
              <w:t>V - Sufism: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Toc8818414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4D045A">
              <w:rPr>
                <w:webHidden/>
              </w:rPr>
              <w:t>14</w:t>
            </w:r>
            <w:r>
              <w:rPr>
                <w:webHidden/>
                <w:rtl/>
              </w:rPr>
              <w:fldChar w:fldCharType="end"/>
            </w:r>
          </w:hyperlink>
        </w:p>
        <w:p w:rsidR="003D01B3" w:rsidRDefault="003D01B3" w:rsidP="003D01B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8818415" w:history="1">
            <w:r w:rsidRPr="00B47306">
              <w:rPr>
                <w:rStyle w:val="Hyperlink"/>
              </w:rPr>
              <w:t>VI - Theology &amp; Philosophy: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Toc8818415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4D045A">
              <w:rPr>
                <w:webHidden/>
              </w:rPr>
              <w:t>22</w:t>
            </w:r>
            <w:r>
              <w:rPr>
                <w:webHidden/>
                <w:rtl/>
              </w:rPr>
              <w:fldChar w:fldCharType="end"/>
            </w:r>
          </w:hyperlink>
        </w:p>
        <w:p w:rsidR="003D01B3" w:rsidRDefault="003D01B3" w:rsidP="003D01B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8818416" w:history="1">
            <w:r w:rsidRPr="00B47306">
              <w:rPr>
                <w:rStyle w:val="Hyperlink"/>
              </w:rPr>
              <w:t>VII – Jurisprudence: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Toc8818416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4D045A">
              <w:rPr>
                <w:webHidden/>
              </w:rPr>
              <w:t>31</w:t>
            </w:r>
            <w:r>
              <w:rPr>
                <w:webHidden/>
                <w:rtl/>
              </w:rPr>
              <w:fldChar w:fldCharType="end"/>
            </w:r>
          </w:hyperlink>
        </w:p>
        <w:p w:rsidR="003D01B3" w:rsidRDefault="003D01B3" w:rsidP="003D01B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8818417" w:history="1">
            <w:r w:rsidRPr="00B47306">
              <w:rPr>
                <w:rStyle w:val="Hyperlink"/>
              </w:rPr>
              <w:t>VIII - The Arts: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Toc8818417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4D045A">
              <w:rPr>
                <w:webHidden/>
              </w:rPr>
              <w:t>36</w:t>
            </w:r>
            <w:r>
              <w:rPr>
                <w:webHidden/>
                <w:rtl/>
              </w:rPr>
              <w:fldChar w:fldCharType="end"/>
            </w:r>
          </w:hyperlink>
        </w:p>
        <w:p w:rsidR="003D01B3" w:rsidRDefault="003D01B3" w:rsidP="003D01B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8818418" w:history="1">
            <w:r w:rsidRPr="00B47306">
              <w:rPr>
                <w:rStyle w:val="Hyperlink"/>
              </w:rPr>
              <w:t>IX - History: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Toc8818418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4D045A">
              <w:rPr>
                <w:webHidden/>
              </w:rPr>
              <w:t>42</w:t>
            </w:r>
            <w:r>
              <w:rPr>
                <w:webHidden/>
                <w:rtl/>
              </w:rPr>
              <w:fldChar w:fldCharType="end"/>
            </w:r>
          </w:hyperlink>
        </w:p>
        <w:p w:rsidR="003D01B3" w:rsidRDefault="003D01B3" w:rsidP="003D01B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8818419" w:history="1">
            <w:r w:rsidRPr="00B47306">
              <w:rPr>
                <w:rStyle w:val="Hyperlink"/>
              </w:rPr>
              <w:t>X - Geographic Regions and Nation-States: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Toc8818419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4D045A">
              <w:rPr>
                <w:webHidden/>
              </w:rPr>
              <w:t>54</w:t>
            </w:r>
            <w:r>
              <w:rPr>
                <w:webHidden/>
                <w:rtl/>
              </w:rPr>
              <w:fldChar w:fldCharType="end"/>
            </w:r>
          </w:hyperlink>
        </w:p>
        <w:p w:rsidR="003D01B3" w:rsidRDefault="003D01B3" w:rsidP="003D01B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8818420" w:history="1">
            <w:r w:rsidRPr="00B47306">
              <w:rPr>
                <w:rStyle w:val="Hyperlink"/>
              </w:rPr>
              <w:t>XI - Culture, Economics and Politics: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Toc8818420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4D045A">
              <w:rPr>
                <w:webHidden/>
              </w:rPr>
              <w:t>73</w:t>
            </w:r>
            <w:r>
              <w:rPr>
                <w:webHidden/>
                <w:rtl/>
              </w:rPr>
              <w:fldChar w:fldCharType="end"/>
            </w:r>
          </w:hyperlink>
        </w:p>
        <w:p w:rsidR="003D01B3" w:rsidRDefault="003D01B3" w:rsidP="003D01B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8818421" w:history="1">
            <w:r w:rsidRPr="00B47306">
              <w:rPr>
                <w:rStyle w:val="Hyperlink"/>
              </w:rPr>
              <w:t>XII - Miscellany: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Toc8818421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4D045A">
              <w:rPr>
                <w:webHidden/>
              </w:rPr>
              <w:t>92</w:t>
            </w:r>
            <w:r>
              <w:rPr>
                <w:webHidden/>
                <w:rtl/>
              </w:rPr>
              <w:fldChar w:fldCharType="end"/>
            </w:r>
          </w:hyperlink>
        </w:p>
        <w:p w:rsidR="00AD4582" w:rsidRDefault="00AD4582" w:rsidP="003D01B3">
          <w:pPr>
            <w:pStyle w:val="libNormal"/>
          </w:pPr>
          <w:r>
            <w:rPr>
              <w:noProof/>
            </w:rPr>
            <w:fldChar w:fldCharType="end"/>
          </w:r>
        </w:p>
      </w:sdtContent>
    </w:sdt>
    <w:p w:rsidR="00ED3D62" w:rsidRPr="00D86078" w:rsidRDefault="00ED3D62" w:rsidP="00ED3D62">
      <w:pPr>
        <w:pStyle w:val="libNormal"/>
      </w:pPr>
      <w:r>
        <w:br w:type="page"/>
      </w:r>
    </w:p>
    <w:p w:rsidR="007D4755" w:rsidRPr="00296A62" w:rsidRDefault="00ED3D62" w:rsidP="00296A62">
      <w:pPr>
        <w:pStyle w:val="Heading1Center"/>
      </w:pPr>
      <w:bookmarkStart w:id="2" w:name="_Toc8818410"/>
      <w:r w:rsidRPr="00296A62">
        <w:lastRenderedPageBreak/>
        <w:t>I - General:</w:t>
      </w:r>
      <w:bookmarkEnd w:id="2"/>
    </w:p>
    <w:p w:rsidR="00ED3D62" w:rsidRDefault="00ED3D62" w:rsidP="00ED3D62">
      <w:pPr>
        <w:pStyle w:val="libNormal"/>
      </w:pPr>
      <w:r w:rsidRPr="00D86078">
        <w:t xml:space="preserve">Ahmed, Akbar. </w:t>
      </w:r>
      <w:r w:rsidRPr="00D86078">
        <w:rPr>
          <w:rStyle w:val="libItalicChar"/>
        </w:rPr>
        <w:t xml:space="preserve">Discovering Islam: Making Sense of Muslim History and Society. </w:t>
      </w:r>
      <w:r>
        <w:t>New York: Routledge, revised ed., 2002.</w:t>
      </w:r>
    </w:p>
    <w:p w:rsidR="00ED3D62" w:rsidRDefault="00ED3D62" w:rsidP="00ED3D62">
      <w:pPr>
        <w:pStyle w:val="libNormal"/>
      </w:pPr>
      <w:r>
        <w:t xml:space="preserve">Ahmed, Akbar. </w:t>
      </w:r>
      <w:r w:rsidRPr="00D86078">
        <w:rPr>
          <w:rStyle w:val="libItalicChar"/>
        </w:rPr>
        <w:t>Islam Today: A Short Introduction to the Muslim World.</w:t>
      </w:r>
      <w:r>
        <w:t xml:space="preserve"> London: I.B. Tauris,1999.</w:t>
      </w:r>
    </w:p>
    <w:p w:rsidR="00ED3D62" w:rsidRDefault="00ED3D62" w:rsidP="00ED3D62">
      <w:pPr>
        <w:pStyle w:val="libNormal"/>
      </w:pPr>
      <w:r>
        <w:t xml:space="preserve">Ali, Syed Ameer. </w:t>
      </w:r>
      <w:r w:rsidRPr="00D86078">
        <w:rPr>
          <w:rStyle w:val="libItalicChar"/>
        </w:rPr>
        <w:t>The Spirit of Islam: A History of the Evolution and Ideals of Islam,</w:t>
      </w:r>
      <w:r w:rsidRPr="00CA2CCA">
        <w:t xml:space="preserve"> </w:t>
      </w:r>
      <w:r w:rsidRPr="00D86078">
        <w:rPr>
          <w:rStyle w:val="libItalicChar"/>
        </w:rPr>
        <w:t>with a Life of the Prophet</w:t>
      </w:r>
      <w:r>
        <w:t xml:space="preserve">. London: </w:t>
      </w:r>
      <w:proofErr w:type="spellStart"/>
      <w:r>
        <w:t>Chatto</w:t>
      </w:r>
      <w:proofErr w:type="spellEnd"/>
      <w:r>
        <w:t xml:space="preserve"> &amp; </w:t>
      </w:r>
      <w:proofErr w:type="spellStart"/>
      <w:r>
        <w:t>Windus</w:t>
      </w:r>
      <w:proofErr w:type="spellEnd"/>
      <w:r>
        <w:t>, 1978.</w:t>
      </w:r>
    </w:p>
    <w:p w:rsidR="00ED3D62" w:rsidRDefault="00ED3D62" w:rsidP="00ED3D62">
      <w:pPr>
        <w:pStyle w:val="libNormal"/>
      </w:pPr>
      <w:r>
        <w:t xml:space="preserve">Armstrong, Karen. </w:t>
      </w:r>
      <w:r w:rsidRPr="00D86078">
        <w:rPr>
          <w:rStyle w:val="libItalicChar"/>
        </w:rPr>
        <w:t>Islam: A Short History.</w:t>
      </w:r>
      <w:r>
        <w:t xml:space="preserve"> New York: Modern Library, revised ed., 2002.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proofErr w:type="spellStart"/>
      <w:r>
        <w:t>Awde</w:t>
      </w:r>
      <w:proofErr w:type="spellEnd"/>
      <w:r>
        <w:t xml:space="preserve">, Nicholas, trans. and ed. </w:t>
      </w:r>
      <w:r w:rsidRPr="00D86078">
        <w:rPr>
          <w:rStyle w:val="libItalicChar"/>
        </w:rPr>
        <w:t>Women in Islam: An Anthology from the Qur’an and</w:t>
      </w:r>
      <w:r w:rsidRPr="00D86078">
        <w:rPr>
          <w:rStyle w:val="libNormalChar"/>
        </w:rPr>
        <w:t xml:space="preserve"> </w:t>
      </w:r>
      <w:proofErr w:type="spellStart"/>
      <w:r w:rsidRPr="00D86078">
        <w:rPr>
          <w:rStyle w:val="libItalicChar"/>
        </w:rPr>
        <w:t>Hadīths</w:t>
      </w:r>
      <w:proofErr w:type="spellEnd"/>
      <w:r w:rsidRPr="00D86078">
        <w:rPr>
          <w:rStyle w:val="libItalicChar"/>
        </w:rPr>
        <w:t xml:space="preserve">. </w:t>
      </w:r>
      <w:r w:rsidRPr="00D86078">
        <w:rPr>
          <w:rStyle w:val="libNormalChar"/>
        </w:rPr>
        <w:t>New York: Palgrave Macmillan, 2000.</w:t>
      </w:r>
    </w:p>
    <w:p w:rsidR="007D4755" w:rsidRDefault="00ED3D62" w:rsidP="00ED3D62">
      <w:pPr>
        <w:pStyle w:val="libNormal"/>
      </w:pPr>
      <w:r w:rsidRPr="00CA2CCA">
        <w:t xml:space="preserve">Bloom, Jonathan and Sheila Blair. </w:t>
      </w:r>
      <w:r w:rsidRPr="00D86078">
        <w:rPr>
          <w:rStyle w:val="libItalicChar"/>
        </w:rPr>
        <w:t>Islam: A Thousand Years of Faith and Power.</w:t>
      </w:r>
      <w:r>
        <w:t xml:space="preserve"> New Haven, CT: Yale University Press, 2002.</w:t>
      </w:r>
    </w:p>
    <w:p w:rsidR="007D4755" w:rsidRDefault="00ED3D62" w:rsidP="00ED3D62">
      <w:pPr>
        <w:pStyle w:val="libNormal"/>
      </w:pPr>
      <w:r>
        <w:t xml:space="preserve">Bogle, Emory C. </w:t>
      </w:r>
      <w:r w:rsidRPr="00D86078">
        <w:rPr>
          <w:rStyle w:val="libItalicChar"/>
        </w:rPr>
        <w:t>Islam: Origin and Belief.</w:t>
      </w:r>
      <w:r>
        <w:t xml:space="preserve"> Austin, TX: University of Texas Press, 1998.</w:t>
      </w:r>
    </w:p>
    <w:p w:rsidR="00ED3D62" w:rsidRDefault="00ED3D62" w:rsidP="00ED3D62">
      <w:pPr>
        <w:pStyle w:val="libNormal"/>
      </w:pPr>
      <w:r>
        <w:t xml:space="preserve">Bowker, John. </w:t>
      </w:r>
      <w:r w:rsidRPr="00D86078">
        <w:rPr>
          <w:rStyle w:val="libItalicChar"/>
        </w:rPr>
        <w:t>What Muslims Believe.</w:t>
      </w:r>
      <w:r>
        <w:t xml:space="preserve"> Oxford, UK: </w:t>
      </w:r>
      <w:proofErr w:type="spellStart"/>
      <w:r>
        <w:t>Onewworld</w:t>
      </w:r>
      <w:proofErr w:type="spellEnd"/>
      <w:r>
        <w:t>, 1999.</w:t>
      </w:r>
    </w:p>
    <w:p w:rsidR="00ED3D62" w:rsidRDefault="00ED3D62" w:rsidP="00ED3D62">
      <w:pPr>
        <w:pStyle w:val="libNormal"/>
      </w:pPr>
      <w:r>
        <w:t xml:space="preserve">Brown, Daniel W. </w:t>
      </w:r>
      <w:r w:rsidRPr="00D86078">
        <w:rPr>
          <w:rStyle w:val="libItalicChar"/>
        </w:rPr>
        <w:t>A New Introduction to Islam.</w:t>
      </w:r>
      <w:r>
        <w:t xml:space="preserve"> Malden, MA: Blackwell, 2003.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Calder, Norman, </w:t>
      </w:r>
      <w:proofErr w:type="spellStart"/>
      <w:r>
        <w:t>Jawid</w:t>
      </w:r>
      <w:proofErr w:type="spellEnd"/>
      <w:r>
        <w:t xml:space="preserve"> </w:t>
      </w:r>
      <w:proofErr w:type="spellStart"/>
      <w:r>
        <w:t>Mojaddedi</w:t>
      </w:r>
      <w:proofErr w:type="spellEnd"/>
      <w:r>
        <w:t xml:space="preserve"> and Andrew Rippin, eds. </w:t>
      </w:r>
      <w:r w:rsidRPr="00D86078">
        <w:rPr>
          <w:rStyle w:val="libItalicChar"/>
        </w:rPr>
        <w:t>Classical Islam: A Sourcebook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>of</w:t>
      </w:r>
      <w:r w:rsidR="007D4755">
        <w:rPr>
          <w:rStyle w:val="libItalicChar"/>
        </w:rPr>
        <w:t xml:space="preserve"> </w:t>
      </w:r>
      <w:proofErr w:type="spellStart"/>
      <w:r w:rsidRPr="00D86078">
        <w:rPr>
          <w:rStyle w:val="libItalicChar"/>
        </w:rPr>
        <w:t>of</w:t>
      </w:r>
      <w:proofErr w:type="spellEnd"/>
      <w:r w:rsidRPr="00D86078">
        <w:rPr>
          <w:rStyle w:val="libItalicChar"/>
        </w:rPr>
        <w:t xml:space="preserve"> Religious Literature. </w:t>
      </w:r>
      <w:r w:rsidRPr="00D86078">
        <w:rPr>
          <w:rStyle w:val="libNormalChar"/>
        </w:rPr>
        <w:t>New York: Routledge, 2003.</w:t>
      </w:r>
    </w:p>
    <w:p w:rsidR="00ED3D62" w:rsidRDefault="00ED3D62" w:rsidP="00ED3D62">
      <w:pPr>
        <w:pStyle w:val="libNormal"/>
      </w:pPr>
      <w:r w:rsidRPr="00CA2CCA">
        <w:t xml:space="preserve">Daniel, Norman. </w:t>
      </w:r>
      <w:r w:rsidRPr="00D86078">
        <w:rPr>
          <w:rStyle w:val="libItalicChar"/>
        </w:rPr>
        <w:t xml:space="preserve">Islam and the West: The Making of an Image. </w:t>
      </w:r>
      <w:r>
        <w:t xml:space="preserve">Oxford, England: </w:t>
      </w:r>
      <w:proofErr w:type="spellStart"/>
      <w:r>
        <w:t>Oneworld</w:t>
      </w:r>
      <w:proofErr w:type="spellEnd"/>
      <w:r>
        <w:t>, 2000 (reprint ed.).</w:t>
      </w:r>
    </w:p>
    <w:p w:rsidR="00ED3D62" w:rsidRDefault="00ED3D62" w:rsidP="00ED3D62">
      <w:pPr>
        <w:pStyle w:val="libNormal"/>
      </w:pPr>
      <w:r>
        <w:t xml:space="preserve">Davies, </w:t>
      </w:r>
      <w:proofErr w:type="spellStart"/>
      <w:r>
        <w:t>Merryl</w:t>
      </w:r>
      <w:proofErr w:type="spellEnd"/>
      <w:r>
        <w:t xml:space="preserve"> Wyn and Zia Sardar. </w:t>
      </w:r>
      <w:r w:rsidRPr="00D86078">
        <w:rPr>
          <w:rStyle w:val="libItalicChar"/>
        </w:rPr>
        <w:t>The No-Nonsense Guide to Islam.</w:t>
      </w:r>
      <w:r>
        <w:t xml:space="preserve"> London: Verso, 2004.</w:t>
      </w:r>
    </w:p>
    <w:p w:rsidR="00ED3D62" w:rsidRDefault="00ED3D62" w:rsidP="00ED3D62">
      <w:pPr>
        <w:pStyle w:val="libNormal"/>
      </w:pPr>
      <w:r>
        <w:t xml:space="preserve">Denny, Frederick Mathewson. </w:t>
      </w:r>
      <w:r w:rsidRPr="00D86078">
        <w:rPr>
          <w:rStyle w:val="libItalicChar"/>
        </w:rPr>
        <w:t>An Introduction to Islam</w:t>
      </w:r>
      <w:r>
        <w:t>. New York: Macmillan, 1994.</w:t>
      </w:r>
    </w:p>
    <w:p w:rsidR="00ED3D62" w:rsidRDefault="00ED3D62" w:rsidP="00ED3D62">
      <w:pPr>
        <w:pStyle w:val="libNormal"/>
      </w:pPr>
      <w:r>
        <w:t xml:space="preserve">Elias, Jamal J. </w:t>
      </w:r>
      <w:r w:rsidRPr="00D86078">
        <w:rPr>
          <w:rStyle w:val="libItalicChar"/>
        </w:rPr>
        <w:t>Islam.</w:t>
      </w:r>
      <w:r>
        <w:t xml:space="preserve"> Upper Saddle River, NJ: Prentice Hall, 1999.</w:t>
      </w:r>
    </w:p>
    <w:p w:rsidR="00ED3D62" w:rsidRDefault="00ED3D62" w:rsidP="00ED3D62">
      <w:pPr>
        <w:pStyle w:val="libNormal"/>
      </w:pPr>
      <w:r>
        <w:t xml:space="preserve">Endress, Gerhard. </w:t>
      </w:r>
      <w:r w:rsidRPr="00D86078">
        <w:rPr>
          <w:rStyle w:val="libItalicChar"/>
        </w:rPr>
        <w:t>Islam: An Historical Introduction.</w:t>
      </w:r>
      <w:r w:rsidRPr="00D86078">
        <w:t xml:space="preserve"> New York: Columbia University Press, 2</w:t>
      </w:r>
      <w:r w:rsidRPr="00750AA4">
        <w:t>nd</w:t>
      </w:r>
      <w:r>
        <w:t xml:space="preserve"> ed., 2002.</w:t>
      </w:r>
    </w:p>
    <w:p w:rsidR="00ED3D62" w:rsidRDefault="00ED3D62" w:rsidP="00ED3D62">
      <w:pPr>
        <w:pStyle w:val="libNormal"/>
      </w:pPr>
      <w:r>
        <w:t xml:space="preserve">Ernst, Carl W. </w:t>
      </w:r>
      <w:r w:rsidRPr="00D86078">
        <w:rPr>
          <w:rStyle w:val="libItalicChar"/>
        </w:rPr>
        <w:t xml:space="preserve">Following Muhammad: Rethinking Islam in the Contemporary World. </w:t>
      </w:r>
      <w:r>
        <w:t>Chapel Hill, NC: University of North Carolina Press, 2003.</w:t>
      </w:r>
    </w:p>
    <w:p w:rsidR="00ED3D62" w:rsidRDefault="00ED3D62" w:rsidP="00ED3D62">
      <w:pPr>
        <w:pStyle w:val="libNormal"/>
      </w:pPr>
      <w:r>
        <w:t xml:space="preserve">Esposito, John L., ed. </w:t>
      </w:r>
      <w:r w:rsidRPr="00D86078">
        <w:rPr>
          <w:rStyle w:val="libItalicChar"/>
        </w:rPr>
        <w:t xml:space="preserve">The Oxford Dictionary of Islam. </w:t>
      </w:r>
      <w:r>
        <w:t>Oxford, UK: Oxford University Press, 2003.</w:t>
      </w:r>
    </w:p>
    <w:p w:rsidR="007D4755" w:rsidRDefault="00ED3D62" w:rsidP="00ED3D62">
      <w:pPr>
        <w:pStyle w:val="libNormal"/>
      </w:pPr>
      <w:r>
        <w:t xml:space="preserve">Esposito, John L. </w:t>
      </w:r>
      <w:r w:rsidRPr="00D86078">
        <w:rPr>
          <w:rStyle w:val="libItalicChar"/>
        </w:rPr>
        <w:t>The Oxford Encyclopedia of the Modern Islamic World,</w:t>
      </w:r>
      <w:r>
        <w:t xml:space="preserve"> 4 Vols. Oxford, UK: Oxford University Press, 1995.</w:t>
      </w:r>
    </w:p>
    <w:p w:rsidR="00ED3D62" w:rsidRDefault="00ED3D62" w:rsidP="00ED3D62">
      <w:pPr>
        <w:pStyle w:val="libNormal"/>
      </w:pPr>
      <w:r>
        <w:t xml:space="preserve">Esposito, John L. </w:t>
      </w:r>
      <w:r w:rsidRPr="00D86078">
        <w:rPr>
          <w:rStyle w:val="libItalicChar"/>
        </w:rPr>
        <w:t>Islam: The Straight Path.</w:t>
      </w:r>
      <w:r w:rsidRPr="00D86078">
        <w:t xml:space="preserve"> New York: Oxford University Press, 3</w:t>
      </w:r>
      <w:r w:rsidRPr="00750AA4">
        <w:t>rd</w:t>
      </w:r>
      <w:r>
        <w:t xml:space="preserve"> ed.,1998.</w:t>
      </w:r>
    </w:p>
    <w:p w:rsidR="00ED3D62" w:rsidRDefault="00ED3D62" w:rsidP="00ED3D62">
      <w:pPr>
        <w:pStyle w:val="libNormal"/>
      </w:pPr>
      <w:r>
        <w:t xml:space="preserve">Esposito, John L. and John </w:t>
      </w:r>
      <w:proofErr w:type="spellStart"/>
      <w:r>
        <w:t>Obert</w:t>
      </w:r>
      <w:proofErr w:type="spellEnd"/>
      <w:r>
        <w:t xml:space="preserve"> </w:t>
      </w:r>
      <w:proofErr w:type="spellStart"/>
      <w:r>
        <w:t>Voll</w:t>
      </w:r>
      <w:proofErr w:type="spellEnd"/>
      <w:r>
        <w:t xml:space="preserve">. </w:t>
      </w:r>
      <w:r w:rsidRPr="00D86078">
        <w:rPr>
          <w:rStyle w:val="libItalicChar"/>
        </w:rPr>
        <w:t>Makers of Contemporary Islam.</w:t>
      </w:r>
      <w:r>
        <w:t xml:space="preserve"> Oxford, UK: Oxford University Press, 2001.</w:t>
      </w:r>
    </w:p>
    <w:p w:rsidR="00ED3D62" w:rsidRDefault="00ED3D62" w:rsidP="00ED3D62">
      <w:pPr>
        <w:pStyle w:val="libNormal"/>
      </w:pPr>
      <w:r>
        <w:t xml:space="preserve">Gibb, Hamilton A.R. and J.H. </w:t>
      </w:r>
      <w:proofErr w:type="spellStart"/>
      <w:r>
        <w:t>Kramers</w:t>
      </w:r>
      <w:proofErr w:type="spellEnd"/>
      <w:r>
        <w:t xml:space="preserve">, eds. </w:t>
      </w:r>
      <w:r w:rsidRPr="00D86078">
        <w:rPr>
          <w:rStyle w:val="libItalicChar"/>
        </w:rPr>
        <w:t>Shorter Encyclopedia of Islam.</w:t>
      </w:r>
      <w:r>
        <w:t xml:space="preserve"> Leiden: E.J. Brill,</w:t>
      </w:r>
      <w:r w:rsidR="007D4755">
        <w:t xml:space="preserve"> </w:t>
      </w:r>
      <w:r>
        <w:t>1997 (reprint ed.).</w:t>
      </w:r>
    </w:p>
    <w:p w:rsidR="00ED3D62" w:rsidRDefault="00ED3D62" w:rsidP="00ED3D62">
      <w:pPr>
        <w:pStyle w:val="libNormal"/>
      </w:pPr>
      <w:proofErr w:type="spellStart"/>
      <w:r>
        <w:t>Gilsenan</w:t>
      </w:r>
      <w:proofErr w:type="spellEnd"/>
      <w:r>
        <w:t xml:space="preserve">, Michael. </w:t>
      </w:r>
      <w:proofErr w:type="spellStart"/>
      <w:r w:rsidRPr="00D86078">
        <w:rPr>
          <w:rStyle w:val="libItalicChar"/>
        </w:rPr>
        <w:t>Recognising</w:t>
      </w:r>
      <w:proofErr w:type="spellEnd"/>
      <w:r w:rsidRPr="00D86078">
        <w:rPr>
          <w:rStyle w:val="libItalicChar"/>
        </w:rPr>
        <w:t xml:space="preserve"> Islam: an anthropologist’s introduction.</w:t>
      </w:r>
      <w:r>
        <w:t xml:space="preserve"> London: Croom Helm, 1982.</w:t>
      </w:r>
    </w:p>
    <w:p w:rsidR="00ED3D62" w:rsidRDefault="00ED3D62" w:rsidP="00ED3D62">
      <w:pPr>
        <w:pStyle w:val="libNormal"/>
      </w:pPr>
      <w:proofErr w:type="spellStart"/>
      <w:r>
        <w:t>Glassé</w:t>
      </w:r>
      <w:proofErr w:type="spellEnd"/>
      <w:r>
        <w:t xml:space="preserve">, Cyril. </w:t>
      </w:r>
      <w:r w:rsidRPr="00D86078">
        <w:rPr>
          <w:rStyle w:val="libItalicChar"/>
        </w:rPr>
        <w:t>The New Encyclopedia of Islam.</w:t>
      </w:r>
      <w:r>
        <w:t xml:space="preserve"> Lanham, MD: </w:t>
      </w:r>
      <w:proofErr w:type="spellStart"/>
      <w:r>
        <w:t>AltaMira</w:t>
      </w:r>
      <w:proofErr w:type="spellEnd"/>
      <w:r>
        <w:t xml:space="preserve"> Press, 2003.</w:t>
      </w:r>
    </w:p>
    <w:p w:rsidR="00ED3D62" w:rsidRDefault="00ED3D62" w:rsidP="00ED3D62">
      <w:pPr>
        <w:pStyle w:val="libNormal"/>
      </w:pPr>
      <w:r>
        <w:t xml:space="preserve">Guillaume, Alfred. </w:t>
      </w:r>
      <w:r w:rsidRPr="00D86078">
        <w:rPr>
          <w:rStyle w:val="libItalicChar"/>
        </w:rPr>
        <w:t xml:space="preserve">The Traditions of Islam: An Introduction to the Study of </w:t>
      </w:r>
      <w:proofErr w:type="spellStart"/>
      <w:r w:rsidRPr="00D86078">
        <w:rPr>
          <w:rStyle w:val="libItalicChar"/>
        </w:rPr>
        <w:t>Hadīth</w:t>
      </w:r>
      <w:proofErr w:type="spellEnd"/>
      <w:r w:rsidRPr="00CA2CCA">
        <w:t xml:space="preserve"> </w:t>
      </w:r>
      <w:r w:rsidRPr="00D86078">
        <w:rPr>
          <w:rStyle w:val="libItalicChar"/>
        </w:rPr>
        <w:t xml:space="preserve">Literature. </w:t>
      </w:r>
      <w:r>
        <w:t>Oxford, UK: Clarendon Press, 1924.</w:t>
      </w:r>
    </w:p>
    <w:p w:rsidR="00ED3D62" w:rsidRDefault="00ED3D62" w:rsidP="00ED3D62">
      <w:pPr>
        <w:pStyle w:val="libNormal"/>
      </w:pPr>
      <w:r>
        <w:lastRenderedPageBreak/>
        <w:t xml:space="preserve">Hodgson, Marshall G.S. </w:t>
      </w:r>
      <w:r w:rsidRPr="00D86078">
        <w:rPr>
          <w:rStyle w:val="libItalicChar"/>
        </w:rPr>
        <w:t>The Venture of Islam,</w:t>
      </w:r>
      <w:r>
        <w:t xml:space="preserve"> 3 Vols. Chicago, IL: University of Chicago Press, 1974.</w:t>
      </w:r>
    </w:p>
    <w:p w:rsidR="00ED3D62" w:rsidRDefault="00ED3D62" w:rsidP="00ED3D62">
      <w:pPr>
        <w:pStyle w:val="libNormal"/>
      </w:pPr>
      <w:r>
        <w:t xml:space="preserve">Keller, </w:t>
      </w:r>
      <w:proofErr w:type="spellStart"/>
      <w:r>
        <w:t>Nuh</w:t>
      </w:r>
      <w:proofErr w:type="spellEnd"/>
      <w:r>
        <w:t xml:space="preserve"> Ha </w:t>
      </w:r>
      <w:proofErr w:type="spellStart"/>
      <w:r>
        <w:t>Mim</w:t>
      </w:r>
      <w:proofErr w:type="spellEnd"/>
      <w:r>
        <w:t xml:space="preserve">, trans. </w:t>
      </w:r>
      <w:r w:rsidRPr="00D86078">
        <w:rPr>
          <w:rStyle w:val="libItalicChar"/>
        </w:rPr>
        <w:t>Al-</w:t>
      </w:r>
      <w:proofErr w:type="spellStart"/>
      <w:r w:rsidRPr="00D86078">
        <w:rPr>
          <w:rStyle w:val="libItalicChar"/>
        </w:rPr>
        <w:t>Nawawi’s</w:t>
      </w:r>
      <w:proofErr w:type="spellEnd"/>
      <w:r w:rsidRPr="00D86078">
        <w:rPr>
          <w:rStyle w:val="libItalicChar"/>
        </w:rPr>
        <w:t xml:space="preserve"> Manual of Islam.</w:t>
      </w:r>
      <w:r>
        <w:t xml:space="preserve"> Cambridge, UK: The Islamic Texts Society, 1996.</w:t>
      </w:r>
    </w:p>
    <w:p w:rsidR="00ED3D62" w:rsidRDefault="00ED3D62" w:rsidP="00ED3D62">
      <w:pPr>
        <w:pStyle w:val="libNormal"/>
      </w:pPr>
      <w:r>
        <w:t xml:space="preserve">Lewis, Bernard, ed. </w:t>
      </w:r>
      <w:r w:rsidRPr="00D86078">
        <w:rPr>
          <w:rStyle w:val="libItalicChar"/>
        </w:rPr>
        <w:t>The World of Islam: Faith, People, Culture.</w:t>
      </w:r>
      <w:r>
        <w:t xml:space="preserve"> New York: Thames and Hudson, 1992.</w:t>
      </w:r>
    </w:p>
    <w:p w:rsidR="007D4755" w:rsidRDefault="00ED3D62" w:rsidP="00ED3D62">
      <w:pPr>
        <w:pStyle w:val="libNormal"/>
        <w:rPr>
          <w:rStyle w:val="libNormalChar"/>
        </w:rPr>
      </w:pPr>
      <w:r>
        <w:t xml:space="preserve">Murata, Sachiko. </w:t>
      </w:r>
      <w:r w:rsidRPr="00D86078">
        <w:rPr>
          <w:rStyle w:val="libItalicChar"/>
        </w:rPr>
        <w:t>The Tao of Islam: A Sourcebook on Gender Relationships in Islamic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Thought. </w:t>
      </w:r>
      <w:r w:rsidRPr="00D86078">
        <w:rPr>
          <w:rStyle w:val="libNormalChar"/>
        </w:rPr>
        <w:t>Albany, NY: State University of New York Press, 1992.</w:t>
      </w:r>
    </w:p>
    <w:p w:rsidR="00ED3D62" w:rsidRDefault="00ED3D62" w:rsidP="00ED3D62">
      <w:pPr>
        <w:pStyle w:val="libNormal"/>
      </w:pPr>
      <w:r w:rsidRPr="00CA2CCA">
        <w:t xml:space="preserve">Murata, Sachiko and William C. Chittick. </w:t>
      </w:r>
      <w:r w:rsidRPr="00D86078">
        <w:rPr>
          <w:rStyle w:val="libItalicChar"/>
        </w:rPr>
        <w:t>The Vision of Islam.</w:t>
      </w:r>
      <w:r>
        <w:t xml:space="preserve"> New York: Paragon House, 1994.</w:t>
      </w:r>
    </w:p>
    <w:p w:rsidR="007D4755" w:rsidRDefault="00ED3D62" w:rsidP="00ED3D62">
      <w:pPr>
        <w:pStyle w:val="libNormal"/>
        <w:rPr>
          <w:rStyle w:val="libNormalChar"/>
        </w:rPr>
      </w:pPr>
      <w:r>
        <w:t xml:space="preserve">Murphy, </w:t>
      </w:r>
      <w:proofErr w:type="spellStart"/>
      <w:r>
        <w:t>Caryle</w:t>
      </w:r>
      <w:proofErr w:type="spellEnd"/>
      <w:r>
        <w:t xml:space="preserve">. </w:t>
      </w:r>
      <w:r w:rsidRPr="00D86078">
        <w:rPr>
          <w:rStyle w:val="libItalicChar"/>
        </w:rPr>
        <w:t>Passion for Islam—Shaping the Modern Middle East: The Egyptian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Experience. </w:t>
      </w:r>
      <w:r w:rsidRPr="00D86078">
        <w:rPr>
          <w:rStyle w:val="libNormalChar"/>
        </w:rPr>
        <w:t>New York: Scribner, 2002.</w:t>
      </w:r>
    </w:p>
    <w:p w:rsidR="00ED3D62" w:rsidRDefault="00ED3D62" w:rsidP="00ED3D62">
      <w:pPr>
        <w:pStyle w:val="libNormal"/>
      </w:pPr>
      <w:r w:rsidRPr="00CA2CCA">
        <w:t xml:space="preserve">Nasr, </w:t>
      </w:r>
      <w:proofErr w:type="spellStart"/>
      <w:r w:rsidRPr="00CA2CCA">
        <w:t>Seyyed</w:t>
      </w:r>
      <w:proofErr w:type="spellEnd"/>
      <w:r w:rsidRPr="00CA2CCA">
        <w:t xml:space="preserve"> Hossein. </w:t>
      </w:r>
      <w:r w:rsidRPr="00D86078">
        <w:rPr>
          <w:rStyle w:val="libItalicChar"/>
        </w:rPr>
        <w:t>The Heart of Islam: Enduring Values for Humanity.</w:t>
      </w:r>
      <w:r>
        <w:t xml:space="preserve"> San Francisco, </w:t>
      </w:r>
      <w:proofErr w:type="spellStart"/>
      <w:proofErr w:type="gramStart"/>
      <w:r>
        <w:t>CA:Harper</w:t>
      </w:r>
      <w:proofErr w:type="spellEnd"/>
      <w:proofErr w:type="gramEnd"/>
      <w:r>
        <w:t xml:space="preserve"> </w:t>
      </w:r>
      <w:proofErr w:type="spellStart"/>
      <w:r>
        <w:t>SanFrancisco</w:t>
      </w:r>
      <w:proofErr w:type="spellEnd"/>
      <w:r>
        <w:t>, 2002.</w:t>
      </w:r>
    </w:p>
    <w:p w:rsidR="00ED3D62" w:rsidRDefault="00ED3D62" w:rsidP="00ED3D62">
      <w:pPr>
        <w:pStyle w:val="libNormal"/>
      </w:pPr>
      <w:r>
        <w:t xml:space="preserve">Nasr, </w:t>
      </w:r>
      <w:proofErr w:type="spellStart"/>
      <w:r>
        <w:t>Seyyed</w:t>
      </w:r>
      <w:proofErr w:type="spellEnd"/>
      <w:r>
        <w:t xml:space="preserve"> Hossein. </w:t>
      </w:r>
      <w:r w:rsidRPr="00D86078">
        <w:rPr>
          <w:rStyle w:val="libItalicChar"/>
        </w:rPr>
        <w:t>Ideals and Realities of Islam.</w:t>
      </w:r>
      <w:r>
        <w:t xml:space="preserve"> London: Allen &amp; Unwin, 1966.</w:t>
      </w:r>
    </w:p>
    <w:p w:rsidR="00ED3D62" w:rsidRDefault="00ED3D62" w:rsidP="00ED3D62">
      <w:pPr>
        <w:pStyle w:val="libNormal"/>
      </w:pPr>
      <w:r>
        <w:t xml:space="preserve">Nasr, </w:t>
      </w:r>
      <w:proofErr w:type="spellStart"/>
      <w:r>
        <w:t>Seyyed</w:t>
      </w:r>
      <w:proofErr w:type="spellEnd"/>
      <w:r>
        <w:t xml:space="preserve"> Hossein. </w:t>
      </w:r>
      <w:r w:rsidRPr="00D86078">
        <w:rPr>
          <w:rStyle w:val="libItalicChar"/>
        </w:rPr>
        <w:t xml:space="preserve">Islam: Religion, History, and Civilization. </w:t>
      </w:r>
      <w:r>
        <w:t xml:space="preserve">San Francisco, CA: Harper </w:t>
      </w:r>
      <w:proofErr w:type="spellStart"/>
      <w:r>
        <w:t>SanFrancisco</w:t>
      </w:r>
      <w:proofErr w:type="spellEnd"/>
      <w:r>
        <w:t>, 2002.</w:t>
      </w:r>
    </w:p>
    <w:p w:rsidR="00ED3D62" w:rsidRDefault="00ED3D62" w:rsidP="00ED3D62">
      <w:pPr>
        <w:pStyle w:val="libNormal"/>
      </w:pPr>
      <w:r>
        <w:t xml:space="preserve">Nasr, </w:t>
      </w:r>
      <w:proofErr w:type="spellStart"/>
      <w:r>
        <w:t>Seyyed</w:t>
      </w:r>
      <w:proofErr w:type="spellEnd"/>
      <w:r>
        <w:t xml:space="preserve"> Hossein. </w:t>
      </w:r>
      <w:r w:rsidRPr="00D86078">
        <w:rPr>
          <w:rStyle w:val="libItalicChar"/>
        </w:rPr>
        <w:t>Islamic Life and Thought.</w:t>
      </w:r>
      <w:r>
        <w:t xml:space="preserve"> Albany, NY: State University of New York Press, 1981.</w:t>
      </w:r>
    </w:p>
    <w:p w:rsidR="00ED3D62" w:rsidRDefault="00ED3D62" w:rsidP="00ED3D62">
      <w:pPr>
        <w:pStyle w:val="libNormal"/>
      </w:pPr>
      <w:r>
        <w:t xml:space="preserve">Nasr, </w:t>
      </w:r>
      <w:proofErr w:type="spellStart"/>
      <w:r>
        <w:t>Seyyed</w:t>
      </w:r>
      <w:proofErr w:type="spellEnd"/>
      <w:r>
        <w:t xml:space="preserve"> Hossein. </w:t>
      </w:r>
      <w:r w:rsidRPr="00D86078">
        <w:rPr>
          <w:rStyle w:val="libItalicChar"/>
        </w:rPr>
        <w:t>Islamic Spirituality I: Foundations.</w:t>
      </w:r>
      <w:r>
        <w:t xml:space="preserve"> New York: Crossroad, 1987.</w:t>
      </w:r>
    </w:p>
    <w:p w:rsidR="00ED3D62" w:rsidRDefault="00ED3D62" w:rsidP="00ED3D62">
      <w:pPr>
        <w:pStyle w:val="libNormal"/>
      </w:pPr>
      <w:r>
        <w:t xml:space="preserve">Nasr, </w:t>
      </w:r>
      <w:proofErr w:type="spellStart"/>
      <w:r>
        <w:t>Seyyed</w:t>
      </w:r>
      <w:proofErr w:type="spellEnd"/>
      <w:r>
        <w:t xml:space="preserve"> Hossein. </w:t>
      </w:r>
      <w:r w:rsidRPr="00D86078">
        <w:rPr>
          <w:rStyle w:val="libItalicChar"/>
        </w:rPr>
        <w:t>Islamic Spirituality II: Manifestations.</w:t>
      </w:r>
      <w:r>
        <w:t xml:space="preserve"> New York: Crossroad, 1991.</w:t>
      </w:r>
    </w:p>
    <w:p w:rsidR="00ED3D62" w:rsidRDefault="00ED3D62" w:rsidP="00ED3D62">
      <w:pPr>
        <w:pStyle w:val="libNormal"/>
      </w:pPr>
      <w:proofErr w:type="spellStart"/>
      <w:r>
        <w:t>Netton</w:t>
      </w:r>
      <w:proofErr w:type="spellEnd"/>
      <w:r>
        <w:t xml:space="preserve">, Ian Richard. </w:t>
      </w:r>
      <w:r w:rsidRPr="00D86078">
        <w:rPr>
          <w:rStyle w:val="libItalicChar"/>
        </w:rPr>
        <w:t>A Popular Dictionary of Islam.</w:t>
      </w:r>
      <w:r>
        <w:t xml:space="preserve"> London: Curzon Press, 1992.</w:t>
      </w:r>
    </w:p>
    <w:p w:rsidR="007D4755" w:rsidRDefault="00ED3D62" w:rsidP="00ED3D62">
      <w:pPr>
        <w:pStyle w:val="libNormal"/>
      </w:pPr>
      <w:r>
        <w:t>Newby, Gordon D.</w:t>
      </w:r>
      <w:r w:rsidRPr="00D86078">
        <w:rPr>
          <w:rStyle w:val="libItalicChar"/>
        </w:rPr>
        <w:t xml:space="preserve"> A Concise Encyclopedia of Islam.</w:t>
      </w:r>
      <w:r>
        <w:t xml:space="preserve"> Oxford, UK: </w:t>
      </w:r>
      <w:proofErr w:type="spellStart"/>
      <w:r>
        <w:t>Oneworld</w:t>
      </w:r>
      <w:proofErr w:type="spellEnd"/>
      <w:r>
        <w:t>, 2002.</w:t>
      </w:r>
    </w:p>
    <w:p w:rsidR="00ED3D62" w:rsidRDefault="00ED3D62" w:rsidP="00ED3D62">
      <w:pPr>
        <w:pStyle w:val="libNormal"/>
      </w:pPr>
      <w:proofErr w:type="spellStart"/>
      <w:r>
        <w:t>Nigosian</w:t>
      </w:r>
      <w:proofErr w:type="spellEnd"/>
      <w:r>
        <w:t xml:space="preserve">, S.A. </w:t>
      </w:r>
      <w:r w:rsidRPr="00D86078">
        <w:rPr>
          <w:rStyle w:val="libItalicChar"/>
        </w:rPr>
        <w:t>Islam: Its History, Teaching, and Practices.</w:t>
      </w:r>
      <w:r>
        <w:t xml:space="preserve"> Bloomington, IN: Indiana University Press, 2003.</w:t>
      </w:r>
    </w:p>
    <w:p w:rsidR="00ED3D62" w:rsidRDefault="00ED3D62" w:rsidP="00ED3D62">
      <w:pPr>
        <w:pStyle w:val="libNormal"/>
      </w:pPr>
      <w:r>
        <w:t xml:space="preserve">Peters, F.E. </w:t>
      </w:r>
      <w:r w:rsidRPr="00D86078">
        <w:rPr>
          <w:rStyle w:val="libItalicChar"/>
        </w:rPr>
        <w:t>A Reader on Classical Islam.</w:t>
      </w:r>
      <w:r>
        <w:t xml:space="preserve"> Princeton, NJ: Princeton University Press, 1994.</w:t>
      </w:r>
    </w:p>
    <w:p w:rsidR="00ED3D62" w:rsidRDefault="00ED3D62" w:rsidP="00ED3D62">
      <w:pPr>
        <w:pStyle w:val="libNormal"/>
      </w:pPr>
      <w:r>
        <w:t xml:space="preserve">Rahman, Fazlur. </w:t>
      </w:r>
      <w:r w:rsidRPr="00D86078">
        <w:rPr>
          <w:rStyle w:val="libItalicChar"/>
        </w:rPr>
        <w:t>Islam.</w:t>
      </w:r>
      <w:r w:rsidRPr="00D86078">
        <w:t xml:space="preserve"> Chicago, IL: University of Chicago Press, 2</w:t>
      </w:r>
      <w:r w:rsidRPr="00750AA4">
        <w:t>nd</w:t>
      </w:r>
      <w:r>
        <w:t xml:space="preserve"> ed., 1979.</w:t>
      </w:r>
    </w:p>
    <w:p w:rsidR="00ED3D62" w:rsidRDefault="00ED3D62" w:rsidP="00ED3D62">
      <w:pPr>
        <w:pStyle w:val="libNormal"/>
      </w:pPr>
      <w:proofErr w:type="spellStart"/>
      <w:r>
        <w:t>Rejwan</w:t>
      </w:r>
      <w:proofErr w:type="spellEnd"/>
      <w:r>
        <w:t xml:space="preserve">, Nissim, ed. </w:t>
      </w:r>
      <w:r w:rsidRPr="00D86078">
        <w:rPr>
          <w:rStyle w:val="libItalicChar"/>
        </w:rPr>
        <w:t xml:space="preserve">The Many Faces of Islam: Perspectives on a Resurgent Civilization. </w:t>
      </w:r>
      <w:r>
        <w:t>Gainesville, FL: University Press of Florida, 2000.</w:t>
      </w:r>
    </w:p>
    <w:p w:rsidR="007D4755" w:rsidRDefault="00ED3D62" w:rsidP="00ED3D62">
      <w:pPr>
        <w:pStyle w:val="libNormal"/>
      </w:pPr>
      <w:r>
        <w:t xml:space="preserve">Renard, John. </w:t>
      </w:r>
      <w:r w:rsidRPr="00D86078">
        <w:rPr>
          <w:rStyle w:val="libItalicChar"/>
        </w:rPr>
        <w:t xml:space="preserve">In the Footsteps of Muhammad: Understanding the Islamic Experience. </w:t>
      </w:r>
      <w:r>
        <w:t>New York: Paulist Press, 1992.</w:t>
      </w:r>
    </w:p>
    <w:p w:rsidR="00ED3D62" w:rsidRDefault="00ED3D62" w:rsidP="00ED3D62">
      <w:pPr>
        <w:pStyle w:val="libNormal"/>
      </w:pPr>
      <w:r>
        <w:t xml:space="preserve">Renard, John. </w:t>
      </w:r>
      <w:r w:rsidRPr="00D86078">
        <w:rPr>
          <w:rStyle w:val="libItalicChar"/>
        </w:rPr>
        <w:t>Responses to 101 Questions on Islam.</w:t>
      </w:r>
      <w:r>
        <w:t xml:space="preserve"> Mahwah, NJ: Paulist Press, 1998.</w:t>
      </w:r>
    </w:p>
    <w:p w:rsidR="00ED3D62" w:rsidRDefault="00ED3D62" w:rsidP="00ED3D62">
      <w:pPr>
        <w:pStyle w:val="libNormal"/>
      </w:pPr>
      <w:r>
        <w:t xml:space="preserve">Renard, John. </w:t>
      </w:r>
      <w:r w:rsidRPr="00D86078">
        <w:rPr>
          <w:rStyle w:val="libItalicChar"/>
        </w:rPr>
        <w:t>Seven Doors to Islam: Spirituality and the Religious Life of Muslims.</w:t>
      </w:r>
      <w:r>
        <w:t xml:space="preserve"> Berkeley, CA: University of California Press, 1996.</w:t>
      </w:r>
    </w:p>
    <w:p w:rsidR="00ED3D62" w:rsidRDefault="00ED3D62" w:rsidP="00ED3D62">
      <w:pPr>
        <w:pStyle w:val="libNormal"/>
      </w:pPr>
      <w:r>
        <w:t xml:space="preserve">Renard, John, ed. </w:t>
      </w:r>
      <w:r w:rsidRPr="00D86078">
        <w:rPr>
          <w:rStyle w:val="libItalicChar"/>
        </w:rPr>
        <w:t xml:space="preserve">Windows on the House of Islam: Muslim Sources on Spirituality. </w:t>
      </w:r>
      <w:r>
        <w:t>Berkeley, CA: University of California Press, 1998.</w:t>
      </w:r>
    </w:p>
    <w:p w:rsidR="00ED3D62" w:rsidRDefault="00ED3D62" w:rsidP="00ED3D62">
      <w:pPr>
        <w:pStyle w:val="libNormal"/>
      </w:pPr>
      <w:r>
        <w:t xml:space="preserve">Riddell, Peter G. and Peter </w:t>
      </w:r>
      <w:proofErr w:type="spellStart"/>
      <w:r>
        <w:t>Cotterell</w:t>
      </w:r>
      <w:proofErr w:type="spellEnd"/>
      <w:r>
        <w:t xml:space="preserve">. </w:t>
      </w:r>
      <w:r w:rsidRPr="00D86078">
        <w:rPr>
          <w:rStyle w:val="libItalicChar"/>
        </w:rPr>
        <w:t xml:space="preserve">Islam in Context: Past, Present, and Future. </w:t>
      </w:r>
      <w:r>
        <w:t>Grand Rapids, MI: Baker Academic, 2003.</w:t>
      </w:r>
    </w:p>
    <w:p w:rsidR="00ED3D62" w:rsidRDefault="00ED3D62" w:rsidP="00ED3D62">
      <w:pPr>
        <w:pStyle w:val="libNormal"/>
      </w:pPr>
      <w:r>
        <w:lastRenderedPageBreak/>
        <w:t xml:space="preserve">Rippin, Andrew. </w:t>
      </w:r>
      <w:r w:rsidRPr="00D86078">
        <w:rPr>
          <w:rStyle w:val="libItalicChar"/>
        </w:rPr>
        <w:t>Muslims: Their Religious Beliefs and Practices.</w:t>
      </w:r>
      <w:r w:rsidRPr="00D86078">
        <w:t xml:space="preserve"> London: Routledge, 2</w:t>
      </w:r>
      <w:r w:rsidRPr="00750AA4">
        <w:t>nd</w:t>
      </w:r>
      <w:r>
        <w:t xml:space="preserve"> ed., 2000.</w:t>
      </w:r>
    </w:p>
    <w:p w:rsidR="00ED3D62" w:rsidRDefault="00ED3D62" w:rsidP="00ED3D62">
      <w:pPr>
        <w:pStyle w:val="libNormal"/>
      </w:pPr>
      <w:r>
        <w:t xml:space="preserve">Rippin, Andrew and Jan </w:t>
      </w:r>
      <w:proofErr w:type="spellStart"/>
      <w:r>
        <w:t>Knappert</w:t>
      </w:r>
      <w:proofErr w:type="spellEnd"/>
      <w:r>
        <w:t xml:space="preserve">, eds. </w:t>
      </w:r>
      <w:r w:rsidRPr="00D86078">
        <w:rPr>
          <w:rStyle w:val="libItalicChar"/>
        </w:rPr>
        <w:t>Textual Sources for the Study of Islam.</w:t>
      </w:r>
      <w:r>
        <w:t xml:space="preserve"> Chicago, IL: University of Chicago Press, 1986.</w:t>
      </w:r>
    </w:p>
    <w:p w:rsidR="00ED3D62" w:rsidRDefault="00ED3D62" w:rsidP="00ED3D62">
      <w:pPr>
        <w:pStyle w:val="libNormal"/>
      </w:pPr>
      <w:r>
        <w:t xml:space="preserve">Robinson, Francis. </w:t>
      </w:r>
      <w:r w:rsidRPr="00D86078">
        <w:rPr>
          <w:rStyle w:val="libItalicChar"/>
        </w:rPr>
        <w:t>Atlas of the Islamic World since 1500.</w:t>
      </w:r>
      <w:r>
        <w:t xml:space="preserve"> New York: Facts on File, 1982.</w:t>
      </w:r>
    </w:p>
    <w:p w:rsidR="00ED3D62" w:rsidRDefault="00ED3D62" w:rsidP="00ED3D62">
      <w:pPr>
        <w:pStyle w:val="libNormal"/>
      </w:pPr>
      <w:r>
        <w:t xml:space="preserve">Robinson, Neal. </w:t>
      </w:r>
      <w:r w:rsidRPr="00D86078">
        <w:rPr>
          <w:rStyle w:val="libItalicChar"/>
        </w:rPr>
        <w:t>Islam: A Concise Introduction.</w:t>
      </w:r>
      <w:r>
        <w:t xml:space="preserve"> Richmond, Surrey: Curzon, 1999.</w:t>
      </w:r>
    </w:p>
    <w:p w:rsidR="00ED3D62" w:rsidRDefault="00ED3D62" w:rsidP="00ED3D62">
      <w:pPr>
        <w:pStyle w:val="libNormal"/>
      </w:pPr>
      <w:r>
        <w:t xml:space="preserve">Ruthven, </w:t>
      </w:r>
      <w:proofErr w:type="spellStart"/>
      <w:r>
        <w:t>Malise</w:t>
      </w:r>
      <w:proofErr w:type="spellEnd"/>
      <w:r>
        <w:t xml:space="preserve">. </w:t>
      </w:r>
      <w:r w:rsidRPr="00D86078">
        <w:rPr>
          <w:rStyle w:val="libItalicChar"/>
        </w:rPr>
        <w:t>Islam: A Very Short Introduction.</w:t>
      </w:r>
      <w:r>
        <w:t xml:space="preserve"> New York: Oxford University Press, 2000.</w:t>
      </w:r>
    </w:p>
    <w:p w:rsidR="00ED3D62" w:rsidRDefault="00ED3D62" w:rsidP="00ED3D62">
      <w:pPr>
        <w:pStyle w:val="libNormal"/>
      </w:pPr>
      <w:r>
        <w:t xml:space="preserve">Ruthven, </w:t>
      </w:r>
      <w:proofErr w:type="spellStart"/>
      <w:r>
        <w:t>Malise</w:t>
      </w:r>
      <w:proofErr w:type="spellEnd"/>
      <w:r>
        <w:t xml:space="preserve">. </w:t>
      </w:r>
      <w:r w:rsidRPr="00D86078">
        <w:rPr>
          <w:rStyle w:val="libItalicChar"/>
        </w:rPr>
        <w:t>Islam in the World</w:t>
      </w:r>
      <w:r w:rsidRPr="00D86078">
        <w:t>. New York: Oxford University Press, 2</w:t>
      </w:r>
      <w:r w:rsidRPr="00750AA4">
        <w:t>nd</w:t>
      </w:r>
      <w:r>
        <w:t xml:space="preserve"> ed., 2000.</w:t>
      </w:r>
    </w:p>
    <w:p w:rsidR="00ED3D62" w:rsidRDefault="00ED3D62" w:rsidP="00ED3D62">
      <w:pPr>
        <w:pStyle w:val="libNormal"/>
      </w:pPr>
      <w:r>
        <w:t xml:space="preserve">Savory, R.M., ed. </w:t>
      </w:r>
      <w:r w:rsidRPr="00D86078">
        <w:rPr>
          <w:rStyle w:val="libItalicChar"/>
        </w:rPr>
        <w:t>Introduction to Islamic Civilization.</w:t>
      </w:r>
      <w:r>
        <w:t xml:space="preserve"> Cambridge, UK: Cambridge University Press, 1976.</w:t>
      </w:r>
    </w:p>
    <w:p w:rsidR="007D4755" w:rsidRDefault="00ED3D62" w:rsidP="00ED3D62">
      <w:pPr>
        <w:pStyle w:val="libNormal"/>
      </w:pPr>
      <w:r>
        <w:t xml:space="preserve">Schimmel, Annemarie. </w:t>
      </w:r>
      <w:r w:rsidRPr="00D86078">
        <w:rPr>
          <w:rStyle w:val="libItalicChar"/>
        </w:rPr>
        <w:t>Islam: An Introduction.</w:t>
      </w:r>
      <w:r>
        <w:t xml:space="preserve"> Albany, NY: State University of New York Press, 1992.</w:t>
      </w:r>
    </w:p>
    <w:p w:rsidR="00ED3D62" w:rsidRDefault="00ED3D62" w:rsidP="00ED3D62">
      <w:pPr>
        <w:pStyle w:val="libNormal"/>
      </w:pPr>
      <w:r>
        <w:t xml:space="preserve">Schulze, Reinhard. </w:t>
      </w:r>
      <w:r w:rsidRPr="00D86078">
        <w:rPr>
          <w:rStyle w:val="libItalicChar"/>
        </w:rPr>
        <w:t>A Modern History of the Islamic World.</w:t>
      </w:r>
      <w:r>
        <w:t xml:space="preserve"> Washington Square, NY: New York University Press, 2000.</w:t>
      </w:r>
    </w:p>
    <w:p w:rsidR="00ED3D62" w:rsidRDefault="00ED3D62" w:rsidP="00ED3D62">
      <w:pPr>
        <w:pStyle w:val="libNormal"/>
      </w:pPr>
      <w:proofErr w:type="spellStart"/>
      <w:r>
        <w:t>Schuon</w:t>
      </w:r>
      <w:proofErr w:type="spellEnd"/>
      <w:r>
        <w:t xml:space="preserve">, </w:t>
      </w:r>
      <w:proofErr w:type="spellStart"/>
      <w:r>
        <w:t>Frithjof</w:t>
      </w:r>
      <w:proofErr w:type="spellEnd"/>
      <w:r>
        <w:t xml:space="preserve">. </w:t>
      </w:r>
      <w:r w:rsidRPr="00D86078">
        <w:rPr>
          <w:rStyle w:val="libItalicChar"/>
        </w:rPr>
        <w:t>Islam and the Perennial Philosophy.</w:t>
      </w:r>
      <w:r>
        <w:t xml:space="preserve"> London: World of Islam Festival Publ. Co., 1976.</w:t>
      </w:r>
    </w:p>
    <w:p w:rsidR="00ED3D62" w:rsidRDefault="00ED3D62" w:rsidP="00ED3D62">
      <w:pPr>
        <w:pStyle w:val="libNormal"/>
      </w:pPr>
      <w:proofErr w:type="spellStart"/>
      <w:r>
        <w:t>Schuon</w:t>
      </w:r>
      <w:proofErr w:type="spellEnd"/>
      <w:r>
        <w:t xml:space="preserve">, </w:t>
      </w:r>
      <w:proofErr w:type="spellStart"/>
      <w:r>
        <w:t>Frithjof</w:t>
      </w:r>
      <w:proofErr w:type="spellEnd"/>
      <w:r>
        <w:t xml:space="preserve"> (D.M. Matheson, trans.). </w:t>
      </w:r>
      <w:r w:rsidRPr="00D86078">
        <w:rPr>
          <w:rStyle w:val="libItalicChar"/>
        </w:rPr>
        <w:t>Understanding Islam.</w:t>
      </w:r>
      <w:r>
        <w:t xml:space="preserve"> London: George Allen &amp; Unwin, 1963.</w:t>
      </w:r>
    </w:p>
    <w:p w:rsidR="00ED3D62" w:rsidRDefault="00ED3D62" w:rsidP="00ED3D62">
      <w:pPr>
        <w:pStyle w:val="libNormal"/>
      </w:pPr>
      <w:proofErr w:type="spellStart"/>
      <w:r>
        <w:t>Sonn</w:t>
      </w:r>
      <w:proofErr w:type="spellEnd"/>
      <w:r>
        <w:t xml:space="preserve">, Tamara. </w:t>
      </w:r>
      <w:r w:rsidRPr="00D86078">
        <w:rPr>
          <w:rStyle w:val="libItalicChar"/>
        </w:rPr>
        <w:t>A Brief History of Islam.</w:t>
      </w:r>
      <w:r>
        <w:t xml:space="preserve"> London: Polity Press, 2004.</w:t>
      </w:r>
    </w:p>
    <w:p w:rsidR="00ED3D62" w:rsidRDefault="00ED3D62" w:rsidP="00ED3D62">
      <w:pPr>
        <w:pStyle w:val="libNormal"/>
      </w:pPr>
      <w:proofErr w:type="spellStart"/>
      <w:r>
        <w:t>Tayob</w:t>
      </w:r>
      <w:proofErr w:type="spellEnd"/>
      <w:r>
        <w:t xml:space="preserve">, </w:t>
      </w:r>
      <w:proofErr w:type="spellStart"/>
      <w:r>
        <w:t>Abdulkader</w:t>
      </w:r>
      <w:proofErr w:type="spellEnd"/>
      <w:r>
        <w:t xml:space="preserve">. </w:t>
      </w:r>
      <w:r w:rsidRPr="00D86078">
        <w:rPr>
          <w:rStyle w:val="libItalicChar"/>
        </w:rPr>
        <w:t>Islam: A Short Introduction.</w:t>
      </w:r>
      <w:r>
        <w:t xml:space="preserve"> Oxford, England: </w:t>
      </w:r>
      <w:proofErr w:type="spellStart"/>
      <w:r>
        <w:t>Oneworld</w:t>
      </w:r>
      <w:proofErr w:type="spellEnd"/>
      <w:r>
        <w:t>, 1999.</w:t>
      </w:r>
    </w:p>
    <w:p w:rsidR="00ED3D62" w:rsidRDefault="00ED3D62" w:rsidP="00ED3D62">
      <w:pPr>
        <w:pStyle w:val="libNormal"/>
      </w:pPr>
      <w:proofErr w:type="spellStart"/>
      <w:r>
        <w:t>Waines</w:t>
      </w:r>
      <w:proofErr w:type="spellEnd"/>
      <w:r>
        <w:t xml:space="preserve">, David. </w:t>
      </w:r>
      <w:r w:rsidRPr="00D86078">
        <w:rPr>
          <w:rStyle w:val="libItalicChar"/>
        </w:rPr>
        <w:t>An Introduction to Islam.</w:t>
      </w:r>
      <w:r w:rsidRPr="00D86078">
        <w:t xml:space="preserve"> Cambridge, UK: Cambridge University Press, 2</w:t>
      </w:r>
      <w:r w:rsidRPr="00750AA4">
        <w:t>nd</w:t>
      </w:r>
      <w:r>
        <w:t xml:space="preserve"> ed.2003.</w:t>
      </w:r>
    </w:p>
    <w:p w:rsidR="00ED3D62" w:rsidRDefault="00ED3D62" w:rsidP="00ED3D62">
      <w:pPr>
        <w:pStyle w:val="libNormal"/>
      </w:pPr>
      <w:r>
        <w:t xml:space="preserve">Watt, William Montgomery. </w:t>
      </w:r>
      <w:r w:rsidRPr="00D86078">
        <w:rPr>
          <w:rStyle w:val="libItalicChar"/>
        </w:rPr>
        <w:t>Islam: A Short History.</w:t>
      </w:r>
      <w:r>
        <w:t xml:space="preserve"> Oxford, UK: </w:t>
      </w:r>
      <w:proofErr w:type="spellStart"/>
      <w:r>
        <w:t>Oneworld</w:t>
      </w:r>
      <w:proofErr w:type="spellEnd"/>
      <w:r>
        <w:t>, 1996.</w:t>
      </w:r>
    </w:p>
    <w:p w:rsidR="00ED3D62" w:rsidRDefault="00ED3D62" w:rsidP="00ED3D62">
      <w:pPr>
        <w:pStyle w:val="libNormal"/>
      </w:pPr>
      <w:r>
        <w:t xml:space="preserve">Watt, William Montgomery. </w:t>
      </w:r>
      <w:r w:rsidRPr="00D86078">
        <w:rPr>
          <w:rStyle w:val="libItalicChar"/>
        </w:rPr>
        <w:t>What is Islam?</w:t>
      </w:r>
      <w:r>
        <w:t xml:space="preserve"> London: Longman, 1970.</w:t>
      </w:r>
    </w:p>
    <w:p w:rsidR="00ED3D62" w:rsidRPr="00D86078" w:rsidRDefault="00ED3D62" w:rsidP="00ED3D62">
      <w:pPr>
        <w:pStyle w:val="libNormal"/>
        <w:rPr>
          <w:rStyle w:val="libNormalChar"/>
        </w:rPr>
      </w:pPr>
      <w:r>
        <w:t xml:space="preserve">Williams, John Alden, ed. </w:t>
      </w:r>
      <w:r w:rsidRPr="00D86078">
        <w:rPr>
          <w:rStyle w:val="libItalicChar"/>
        </w:rPr>
        <w:t>The Word of Islam.</w:t>
      </w:r>
      <w:r w:rsidRPr="00D86078">
        <w:rPr>
          <w:rStyle w:val="libNormalChar"/>
        </w:rPr>
        <w:t xml:space="preserve"> Austin, TX: University of Texas Press, 1994</w:t>
      </w:r>
    </w:p>
    <w:p w:rsidR="00ED3D62" w:rsidRDefault="00ED3D62" w:rsidP="00ED3D62">
      <w:pPr>
        <w:pStyle w:val="libNormal"/>
      </w:pPr>
      <w:r>
        <w:br w:type="page"/>
      </w:r>
    </w:p>
    <w:p w:rsidR="00ED3D62" w:rsidRPr="00296A62" w:rsidRDefault="00ED3D62" w:rsidP="00296A62">
      <w:pPr>
        <w:pStyle w:val="Heading1Center"/>
      </w:pPr>
      <w:bookmarkStart w:id="3" w:name="_Toc8818411"/>
      <w:r w:rsidRPr="00296A62">
        <w:lastRenderedPageBreak/>
        <w:t>II - Muhammad:</w:t>
      </w:r>
      <w:bookmarkEnd w:id="3"/>
    </w:p>
    <w:p w:rsidR="00ED3D62" w:rsidRDefault="00ED3D62" w:rsidP="00ED3D62">
      <w:pPr>
        <w:pStyle w:val="libNormal"/>
      </w:pPr>
      <w:r w:rsidRPr="00D86078">
        <w:t xml:space="preserve">Abbott, </w:t>
      </w:r>
      <w:proofErr w:type="spellStart"/>
      <w:r w:rsidRPr="00D86078">
        <w:t>Nabia</w:t>
      </w:r>
      <w:proofErr w:type="spellEnd"/>
      <w:r w:rsidRPr="00D86078">
        <w:t xml:space="preserve">. </w:t>
      </w:r>
      <w:r w:rsidRPr="00D86078">
        <w:rPr>
          <w:rStyle w:val="libItalicChar"/>
        </w:rPr>
        <w:t>Aishah: The Beloved of Mohammad.</w:t>
      </w:r>
      <w:r>
        <w:t xml:space="preserve"> London: Al-</w:t>
      </w:r>
      <w:proofErr w:type="spellStart"/>
      <w:r>
        <w:t>Saqi</w:t>
      </w:r>
      <w:proofErr w:type="spellEnd"/>
      <w:r>
        <w:t>, 1998.</w:t>
      </w:r>
    </w:p>
    <w:p w:rsidR="00ED3D62" w:rsidRDefault="00ED3D62" w:rsidP="00ED3D62">
      <w:pPr>
        <w:pStyle w:val="libNormal"/>
      </w:pPr>
      <w:proofErr w:type="spellStart"/>
      <w:r>
        <w:t>Andrae</w:t>
      </w:r>
      <w:proofErr w:type="spellEnd"/>
      <w:r>
        <w:t xml:space="preserve">, Tor. </w:t>
      </w:r>
      <w:r w:rsidRPr="00D86078">
        <w:rPr>
          <w:rStyle w:val="libItalicChar"/>
        </w:rPr>
        <w:t>Mohammed: The Man and His Faith.</w:t>
      </w:r>
      <w:r>
        <w:t xml:space="preserve"> London: George Allen &amp; Unwin, 1936.</w:t>
      </w:r>
    </w:p>
    <w:p w:rsidR="00ED3D62" w:rsidRDefault="00ED3D62" w:rsidP="00ED3D62">
      <w:pPr>
        <w:pStyle w:val="libNormal"/>
      </w:pPr>
      <w:r>
        <w:t xml:space="preserve">Armstrong, Karen. </w:t>
      </w:r>
      <w:r w:rsidRPr="00D86078">
        <w:rPr>
          <w:rStyle w:val="libItalicChar"/>
        </w:rPr>
        <w:t xml:space="preserve">Muhammad: A Biography of the Prophet. </w:t>
      </w:r>
      <w:r>
        <w:t xml:space="preserve">San Francisco, CA: </w:t>
      </w:r>
      <w:proofErr w:type="spellStart"/>
      <w:r>
        <w:t>HarperSanFrancisco</w:t>
      </w:r>
      <w:proofErr w:type="spellEnd"/>
      <w:r>
        <w:t>, 1993.</w:t>
      </w:r>
    </w:p>
    <w:p w:rsidR="007D4755" w:rsidRDefault="00ED3D62" w:rsidP="00ED3D62">
      <w:pPr>
        <w:pStyle w:val="libNormal"/>
      </w:pPr>
      <w:proofErr w:type="spellStart"/>
      <w:r>
        <w:t>Asani</w:t>
      </w:r>
      <w:proofErr w:type="spellEnd"/>
      <w:r>
        <w:t xml:space="preserve">, Ali, et al. </w:t>
      </w:r>
      <w:r w:rsidRPr="00D86078">
        <w:rPr>
          <w:rStyle w:val="libItalicChar"/>
        </w:rPr>
        <w:t xml:space="preserve">Celebrating Muhammad: Images of the Prophet in Popular Muslim Poetry. </w:t>
      </w:r>
      <w:r>
        <w:t>Columbia, SC: University of South Carolina Press, 1996.</w:t>
      </w:r>
    </w:p>
    <w:p w:rsidR="00ED3D62" w:rsidRDefault="00ED3D62" w:rsidP="00ED3D62">
      <w:pPr>
        <w:pStyle w:val="libNormal"/>
      </w:pPr>
      <w:r>
        <w:t xml:space="preserve">Cook, Michael. </w:t>
      </w:r>
      <w:r w:rsidRPr="00D86078">
        <w:rPr>
          <w:rStyle w:val="libItalicChar"/>
        </w:rPr>
        <w:t>Muhammad.</w:t>
      </w:r>
      <w:r>
        <w:t xml:space="preserve"> New York: Oxford University Press, 1983.</w:t>
      </w:r>
    </w:p>
    <w:p w:rsidR="00ED3D62" w:rsidRDefault="00ED3D62" w:rsidP="00ED3D62">
      <w:pPr>
        <w:pStyle w:val="libNormal"/>
      </w:pPr>
      <w:r>
        <w:t xml:space="preserve">Forward, Martin. </w:t>
      </w:r>
      <w:r w:rsidRPr="00D86078">
        <w:rPr>
          <w:rStyle w:val="libItalicChar"/>
        </w:rPr>
        <w:t>Muhammad: A Short Biography.</w:t>
      </w:r>
      <w:r>
        <w:t xml:space="preserve"> Oxford, UK: </w:t>
      </w:r>
      <w:proofErr w:type="spellStart"/>
      <w:r>
        <w:t>Oneworld</w:t>
      </w:r>
      <w:proofErr w:type="spellEnd"/>
      <w:r>
        <w:t>, 1997.</w:t>
      </w:r>
    </w:p>
    <w:p w:rsidR="00ED3D62" w:rsidRDefault="00ED3D62" w:rsidP="00ED3D62">
      <w:pPr>
        <w:pStyle w:val="libNormal"/>
      </w:pPr>
      <w:r>
        <w:t xml:space="preserve">Guillaume, Alfred. </w:t>
      </w:r>
      <w:r w:rsidRPr="00D86078">
        <w:rPr>
          <w:rStyle w:val="libItalicChar"/>
        </w:rPr>
        <w:t xml:space="preserve">The Life of Muhammad: A Translation of </w:t>
      </w:r>
      <w:proofErr w:type="gramStart"/>
      <w:r w:rsidRPr="00D86078">
        <w:rPr>
          <w:rStyle w:val="libItalicChar"/>
        </w:rPr>
        <w:t>Ibn</w:t>
      </w:r>
      <w:proofErr w:type="gramEnd"/>
      <w:r w:rsidRPr="00D86078">
        <w:rPr>
          <w:rStyle w:val="libItalicChar"/>
        </w:rPr>
        <w:t xml:space="preserve"> </w:t>
      </w:r>
      <w:proofErr w:type="spellStart"/>
      <w:r w:rsidRPr="00D86078">
        <w:rPr>
          <w:rStyle w:val="libItalicChar"/>
        </w:rPr>
        <w:t>Ishaq’s</w:t>
      </w:r>
      <w:proofErr w:type="spellEnd"/>
      <w:r w:rsidRPr="00D86078">
        <w:rPr>
          <w:rStyle w:val="libItalicChar"/>
        </w:rPr>
        <w:t xml:space="preserve"> </w:t>
      </w:r>
      <w:proofErr w:type="spellStart"/>
      <w:r w:rsidRPr="00D86078">
        <w:rPr>
          <w:rStyle w:val="libItalicChar"/>
        </w:rPr>
        <w:t>Sirat</w:t>
      </w:r>
      <w:proofErr w:type="spellEnd"/>
      <w:r w:rsidRPr="00D86078">
        <w:rPr>
          <w:rStyle w:val="libItalicChar"/>
        </w:rPr>
        <w:t xml:space="preserve"> Rasul Allah.</w:t>
      </w:r>
      <w:r>
        <w:t xml:space="preserve"> London: Oxford University Press, 1955.</w:t>
      </w:r>
    </w:p>
    <w:p w:rsidR="00ED3D62" w:rsidRDefault="00ED3D62" w:rsidP="00ED3D62">
      <w:pPr>
        <w:pStyle w:val="libNormal"/>
      </w:pPr>
      <w:r>
        <w:t xml:space="preserve">Kahn, Muhammad </w:t>
      </w:r>
      <w:proofErr w:type="spellStart"/>
      <w:r>
        <w:t>Zafrulla</w:t>
      </w:r>
      <w:proofErr w:type="spellEnd"/>
      <w:r>
        <w:t xml:space="preserve">. </w:t>
      </w:r>
      <w:r w:rsidRPr="00D86078">
        <w:rPr>
          <w:rStyle w:val="libItalicChar"/>
        </w:rPr>
        <w:t>Muhammad, Seal of the Prophets.</w:t>
      </w:r>
      <w:r>
        <w:t xml:space="preserve"> New York: Viking Press, 1981.</w:t>
      </w:r>
    </w:p>
    <w:p w:rsidR="00ED3D62" w:rsidRDefault="00ED3D62" w:rsidP="00ED3D62">
      <w:pPr>
        <w:pStyle w:val="libNormal"/>
      </w:pPr>
      <w:r>
        <w:t xml:space="preserve">Lings, Martin. </w:t>
      </w:r>
      <w:r w:rsidRPr="00D86078">
        <w:rPr>
          <w:rStyle w:val="libItalicChar"/>
        </w:rPr>
        <w:t>Muhammad: his life based on the earliest sources.</w:t>
      </w:r>
      <w:r>
        <w:t xml:space="preserve"> New York: Inner Traditions International, 1983.</w:t>
      </w:r>
    </w:p>
    <w:p w:rsidR="00ED3D62" w:rsidRDefault="00ED3D62" w:rsidP="00ED3D62">
      <w:pPr>
        <w:pStyle w:val="libNormal"/>
      </w:pPr>
      <w:proofErr w:type="spellStart"/>
      <w:r>
        <w:t>Motzki</w:t>
      </w:r>
      <w:proofErr w:type="spellEnd"/>
      <w:r>
        <w:t xml:space="preserve">, Harald, ed. </w:t>
      </w:r>
      <w:r w:rsidRPr="00D86078">
        <w:rPr>
          <w:rStyle w:val="libItalicChar"/>
        </w:rPr>
        <w:t xml:space="preserve">The Biography of Muhammad: The Issue of the Sources. </w:t>
      </w:r>
      <w:r>
        <w:t>Leiden: E.J. Brill, 2000.</w:t>
      </w:r>
    </w:p>
    <w:p w:rsidR="00ED3D62" w:rsidRDefault="00ED3D62" w:rsidP="00ED3D62">
      <w:pPr>
        <w:pStyle w:val="libNormal"/>
      </w:pPr>
      <w:r>
        <w:t xml:space="preserve">Nasr, </w:t>
      </w:r>
      <w:proofErr w:type="spellStart"/>
      <w:r>
        <w:t>Seyyed</w:t>
      </w:r>
      <w:proofErr w:type="spellEnd"/>
      <w:r>
        <w:t xml:space="preserve"> Hossein. </w:t>
      </w:r>
      <w:r w:rsidRPr="00D86078">
        <w:rPr>
          <w:rStyle w:val="libItalicChar"/>
        </w:rPr>
        <w:t xml:space="preserve">Muhammad: </w:t>
      </w:r>
      <w:proofErr w:type="gramStart"/>
      <w:r w:rsidRPr="00D86078">
        <w:rPr>
          <w:rStyle w:val="libItalicChar"/>
        </w:rPr>
        <w:t>Man</w:t>
      </w:r>
      <w:proofErr w:type="gramEnd"/>
      <w:r w:rsidRPr="00D86078">
        <w:rPr>
          <w:rStyle w:val="libItalicChar"/>
        </w:rPr>
        <w:t xml:space="preserve"> of God</w:t>
      </w:r>
      <w:r>
        <w:t>. Chicago, IL: Kazi Publ., 1995.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Newby, Gordon. </w:t>
      </w:r>
      <w:r w:rsidRPr="00D86078">
        <w:rPr>
          <w:rStyle w:val="libItalicChar"/>
        </w:rPr>
        <w:t>The Making of the Last Prophet: A Reconstruction of the Earliest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Biography of Muhammad. </w:t>
      </w:r>
      <w:r w:rsidRPr="00D86078">
        <w:rPr>
          <w:rStyle w:val="libNormalChar"/>
        </w:rPr>
        <w:t>Columbia, SC: University of South Carolina Press, 1989.</w:t>
      </w:r>
    </w:p>
    <w:p w:rsidR="007D4755" w:rsidRDefault="00ED3D62" w:rsidP="00ED3D62">
      <w:pPr>
        <w:pStyle w:val="libNormal"/>
      </w:pPr>
      <w:proofErr w:type="spellStart"/>
      <w:r w:rsidRPr="00CA2CCA">
        <w:t>Nurbakhsh</w:t>
      </w:r>
      <w:proofErr w:type="spellEnd"/>
      <w:r w:rsidRPr="00CA2CCA">
        <w:t xml:space="preserve">, </w:t>
      </w:r>
      <w:proofErr w:type="spellStart"/>
      <w:r w:rsidRPr="00CA2CCA">
        <w:t>Javad</w:t>
      </w:r>
      <w:proofErr w:type="spellEnd"/>
      <w:r w:rsidRPr="00CA2CCA">
        <w:t xml:space="preserve">. </w:t>
      </w:r>
      <w:r w:rsidRPr="00D86078">
        <w:rPr>
          <w:rStyle w:val="libItalicChar"/>
        </w:rPr>
        <w:t>Traditions of the Prophet: Ahadith</w:t>
      </w:r>
      <w:r>
        <w:t xml:space="preserve">. New York: </w:t>
      </w:r>
      <w:proofErr w:type="spellStart"/>
      <w:r>
        <w:t>Khaniqahi</w:t>
      </w:r>
      <w:proofErr w:type="spellEnd"/>
      <w:r>
        <w:t xml:space="preserve"> </w:t>
      </w:r>
      <w:proofErr w:type="spellStart"/>
      <w:r>
        <w:t>Nimatullahi</w:t>
      </w:r>
      <w:proofErr w:type="spellEnd"/>
      <w:r>
        <w:t xml:space="preserve"> Publ., 1981.</w:t>
      </w:r>
    </w:p>
    <w:p w:rsidR="00ED3D62" w:rsidRDefault="00ED3D62" w:rsidP="00ED3D62">
      <w:pPr>
        <w:pStyle w:val="libNormal"/>
      </w:pPr>
      <w:r>
        <w:t xml:space="preserve">Peters, Francis E. </w:t>
      </w:r>
      <w:r w:rsidRPr="00D86078">
        <w:rPr>
          <w:rStyle w:val="libItalicChar"/>
        </w:rPr>
        <w:t>Muhammad and the Origins of Islam</w:t>
      </w:r>
      <w:r>
        <w:t>. Albany, NY: State University of New York Press, 1994.</w:t>
      </w:r>
    </w:p>
    <w:p w:rsidR="00ED3D62" w:rsidRDefault="00ED3D62" w:rsidP="00ED3D62">
      <w:pPr>
        <w:pStyle w:val="libNormal"/>
      </w:pPr>
      <w:r>
        <w:t xml:space="preserve">Robinson, Neal. </w:t>
      </w:r>
      <w:r w:rsidRPr="00D86078">
        <w:rPr>
          <w:rStyle w:val="libItalicChar"/>
        </w:rPr>
        <w:t>The Sayings of Muhammad</w:t>
      </w:r>
      <w:r>
        <w:t>. London: Duckworth, 1991.</w:t>
      </w:r>
    </w:p>
    <w:p w:rsidR="00ED3D62" w:rsidRDefault="00ED3D62" w:rsidP="00ED3D62">
      <w:pPr>
        <w:pStyle w:val="libNormal"/>
      </w:pPr>
      <w:proofErr w:type="spellStart"/>
      <w:r>
        <w:t>Rodinson</w:t>
      </w:r>
      <w:proofErr w:type="spellEnd"/>
      <w:r>
        <w:t xml:space="preserve">, Maxime. </w:t>
      </w:r>
      <w:r w:rsidRPr="00D86078">
        <w:rPr>
          <w:rStyle w:val="libItalicChar"/>
        </w:rPr>
        <w:t>Muhammad.</w:t>
      </w:r>
      <w:r>
        <w:t xml:space="preserve"> New York: Pantheon Books, 1980 ed.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Rubin, Uri. </w:t>
      </w:r>
      <w:r w:rsidRPr="00D86078">
        <w:rPr>
          <w:rStyle w:val="libItalicChar"/>
        </w:rPr>
        <w:t xml:space="preserve">The Eye of the Beholder: The Life of Muhammad as Viewed by the Early Muslims. </w:t>
      </w:r>
      <w:r w:rsidRPr="00D86078">
        <w:rPr>
          <w:rStyle w:val="libNormalChar"/>
        </w:rPr>
        <w:t>Princeton, NJ: Darwin Press, 1995.</w:t>
      </w:r>
    </w:p>
    <w:p w:rsidR="00ED3D62" w:rsidRDefault="00ED3D62" w:rsidP="00ED3D62">
      <w:pPr>
        <w:pStyle w:val="libNormal"/>
      </w:pPr>
      <w:r w:rsidRPr="00CA2CCA">
        <w:t xml:space="preserve">Rubin, Uri, ed. </w:t>
      </w:r>
      <w:r w:rsidRPr="00D86078">
        <w:rPr>
          <w:rStyle w:val="libItalicChar"/>
        </w:rPr>
        <w:t>The Life of Muhammad</w:t>
      </w:r>
      <w:r>
        <w:t xml:space="preserve">. </w:t>
      </w:r>
      <w:proofErr w:type="spellStart"/>
      <w:r>
        <w:t>Aldershot</w:t>
      </w:r>
      <w:proofErr w:type="spellEnd"/>
      <w:r>
        <w:t>: Ashgate, 1998.</w:t>
      </w:r>
    </w:p>
    <w:p w:rsidR="00ED3D62" w:rsidRDefault="00ED3D62" w:rsidP="00ED3D62">
      <w:pPr>
        <w:pStyle w:val="libNormal"/>
      </w:pPr>
      <w:r>
        <w:t xml:space="preserve">Schimmel, Annemarie. </w:t>
      </w:r>
      <w:r w:rsidRPr="00D86078">
        <w:rPr>
          <w:rStyle w:val="libItalicChar"/>
        </w:rPr>
        <w:t>And Muhammad is His Messenger: The Veneration of the Prophet in</w:t>
      </w:r>
      <w:r w:rsidRPr="00CA2CCA">
        <w:t xml:space="preserve"> </w:t>
      </w:r>
      <w:r w:rsidRPr="00D86078">
        <w:rPr>
          <w:rStyle w:val="libItalicChar"/>
        </w:rPr>
        <w:t xml:space="preserve">Islamic Piety. </w:t>
      </w:r>
      <w:r>
        <w:t>Chapel Hill, NC: University of North Carolina Press, 1985.</w:t>
      </w:r>
    </w:p>
    <w:p w:rsidR="00ED3D62" w:rsidRDefault="00ED3D62" w:rsidP="00ED3D62">
      <w:pPr>
        <w:pStyle w:val="libNormal"/>
      </w:pPr>
      <w:proofErr w:type="spellStart"/>
      <w:r>
        <w:t>Warraq</w:t>
      </w:r>
      <w:proofErr w:type="spellEnd"/>
      <w:r>
        <w:t xml:space="preserve">, Ibn, ed. and trans. </w:t>
      </w:r>
      <w:r w:rsidRPr="00D86078">
        <w:rPr>
          <w:rStyle w:val="libItalicChar"/>
        </w:rPr>
        <w:t>The Quest for the Historical Muhammad.</w:t>
      </w:r>
      <w:r>
        <w:t xml:space="preserve"> Amherst, NY: Prometheus Books, 2000.</w:t>
      </w:r>
    </w:p>
    <w:p w:rsidR="00ED3D62" w:rsidRDefault="00ED3D62" w:rsidP="00ED3D62">
      <w:pPr>
        <w:pStyle w:val="libNormal"/>
      </w:pPr>
      <w:r>
        <w:t xml:space="preserve">Watt, William Montgomery. </w:t>
      </w:r>
      <w:r w:rsidRPr="00D86078">
        <w:rPr>
          <w:rStyle w:val="libItalicChar"/>
        </w:rPr>
        <w:t>Muhammad at Mecca.</w:t>
      </w:r>
      <w:r>
        <w:t xml:space="preserve"> Oxford, UK: Clarendon Press, 1953.</w:t>
      </w:r>
    </w:p>
    <w:p w:rsidR="00ED3D62" w:rsidRDefault="00ED3D62" w:rsidP="00ED3D62">
      <w:pPr>
        <w:pStyle w:val="libNormal"/>
      </w:pPr>
      <w:r>
        <w:t xml:space="preserve">Watt, William Montgomery. </w:t>
      </w:r>
      <w:r w:rsidRPr="00D86078">
        <w:rPr>
          <w:rStyle w:val="libItalicChar"/>
        </w:rPr>
        <w:t>Muhammad at Medina.</w:t>
      </w:r>
      <w:r>
        <w:t xml:space="preserve"> Oxford, UK: Clarendon Press, 1956.</w:t>
      </w:r>
    </w:p>
    <w:p w:rsidR="007D4755" w:rsidRDefault="00ED3D62" w:rsidP="00ED3D62">
      <w:pPr>
        <w:pStyle w:val="libNormal"/>
        <w:rPr>
          <w:rStyle w:val="libNormalChar"/>
        </w:rPr>
      </w:pPr>
      <w:r>
        <w:t xml:space="preserve">Watt, William Montgomery. </w:t>
      </w:r>
      <w:r w:rsidRPr="00D86078">
        <w:rPr>
          <w:rStyle w:val="libItalicChar"/>
        </w:rPr>
        <w:t xml:space="preserve">Muhammad: Prophet and Statesman. </w:t>
      </w:r>
      <w:r w:rsidRPr="00D86078">
        <w:rPr>
          <w:rStyle w:val="libNormalChar"/>
        </w:rPr>
        <w:t>London: Oxford University Press, 1961.</w:t>
      </w:r>
    </w:p>
    <w:p w:rsidR="00ED3D62" w:rsidRDefault="00ED3D62" w:rsidP="00ED3D62">
      <w:pPr>
        <w:pStyle w:val="libNormal"/>
      </w:pPr>
      <w:r>
        <w:br w:type="page"/>
      </w:r>
    </w:p>
    <w:p w:rsidR="00ED3D62" w:rsidRPr="00296A62" w:rsidRDefault="00ED3D62" w:rsidP="00296A62">
      <w:pPr>
        <w:pStyle w:val="Heading1Center"/>
      </w:pPr>
      <w:bookmarkStart w:id="4" w:name="_Toc8818412"/>
      <w:r w:rsidRPr="00296A62">
        <w:lastRenderedPageBreak/>
        <w:t>III - The Qur’an (Translations, Commentaries, Studies):</w:t>
      </w:r>
      <w:bookmarkEnd w:id="4"/>
    </w:p>
    <w:p w:rsidR="00ED3D62" w:rsidRDefault="00ED3D62" w:rsidP="00ED3D62">
      <w:pPr>
        <w:pStyle w:val="libNormal"/>
      </w:pPr>
      <w:r w:rsidRPr="00D86078">
        <w:t>Abu-</w:t>
      </w:r>
      <w:proofErr w:type="spellStart"/>
      <w:r w:rsidRPr="00D86078">
        <w:t>Hamdiyyah</w:t>
      </w:r>
      <w:proofErr w:type="spellEnd"/>
      <w:r w:rsidRPr="00D86078">
        <w:t xml:space="preserve">, Mohammad. </w:t>
      </w:r>
      <w:r w:rsidRPr="00D86078">
        <w:rPr>
          <w:rStyle w:val="libItalicChar"/>
        </w:rPr>
        <w:t xml:space="preserve">The Qur’an: An Introduction. </w:t>
      </w:r>
      <w:r>
        <w:t>New York: Routledge, 2000.</w:t>
      </w:r>
    </w:p>
    <w:p w:rsidR="00ED3D62" w:rsidRDefault="00ED3D62" w:rsidP="00ED3D62">
      <w:pPr>
        <w:pStyle w:val="libNormal"/>
      </w:pPr>
      <w:r>
        <w:t xml:space="preserve">Ali, Abdullah Yusuf. </w:t>
      </w:r>
      <w:r w:rsidRPr="00D86078">
        <w:rPr>
          <w:rStyle w:val="libItalicChar"/>
        </w:rPr>
        <w:t>The Holy Qur’an: Text, Translation and Commentary.</w:t>
      </w:r>
      <w:r>
        <w:t xml:space="preserve"> Washington, DC: </w:t>
      </w:r>
      <w:proofErr w:type="spellStart"/>
      <w:r>
        <w:t>Amanah</w:t>
      </w:r>
      <w:proofErr w:type="spellEnd"/>
      <w:r>
        <w:t>, 1989.</w:t>
      </w:r>
    </w:p>
    <w:p w:rsidR="00ED3D62" w:rsidRDefault="00ED3D62" w:rsidP="00ED3D62">
      <w:pPr>
        <w:pStyle w:val="libNormal"/>
      </w:pPr>
      <w:r>
        <w:t xml:space="preserve">Ali, Ahmed. </w:t>
      </w:r>
      <w:r w:rsidRPr="00D86078">
        <w:rPr>
          <w:rStyle w:val="libItalicChar"/>
        </w:rPr>
        <w:t>Al-Qur’an: A Contemporary Translation.</w:t>
      </w:r>
      <w:r>
        <w:t xml:space="preserve"> Princeton, NJ: Princeton University Press, 1988.</w:t>
      </w:r>
    </w:p>
    <w:p w:rsidR="00ED3D62" w:rsidRDefault="00ED3D62" w:rsidP="00ED3D62">
      <w:pPr>
        <w:pStyle w:val="libNormal"/>
      </w:pPr>
      <w:proofErr w:type="spellStart"/>
      <w:r>
        <w:t>Asad</w:t>
      </w:r>
      <w:proofErr w:type="spellEnd"/>
      <w:r>
        <w:t xml:space="preserve">, Muhammad. </w:t>
      </w:r>
      <w:r w:rsidRPr="00D86078">
        <w:rPr>
          <w:rStyle w:val="libItalicChar"/>
        </w:rPr>
        <w:t>The Message of the Qur’an.</w:t>
      </w:r>
      <w:r>
        <w:t xml:space="preserve"> Gibraltar: Dar </w:t>
      </w:r>
      <w:proofErr w:type="spellStart"/>
      <w:r>
        <w:t>al-Andalus</w:t>
      </w:r>
      <w:proofErr w:type="spellEnd"/>
      <w:r>
        <w:t>, 1980.</w:t>
      </w:r>
    </w:p>
    <w:p w:rsidR="00ED3D62" w:rsidRDefault="00ED3D62" w:rsidP="00ED3D62">
      <w:pPr>
        <w:pStyle w:val="libNormal"/>
      </w:pPr>
      <w:r>
        <w:t xml:space="preserve">Ayoub, Mahmoud. </w:t>
      </w:r>
      <w:r w:rsidRPr="00D86078">
        <w:rPr>
          <w:rStyle w:val="libItalicChar"/>
        </w:rPr>
        <w:t>The Qur’an and Its Interpreters,</w:t>
      </w:r>
      <w:r>
        <w:t xml:space="preserve"> Vols. 1-2. Albany, NY: State University of New York Press, 1984.</w:t>
      </w:r>
    </w:p>
    <w:p w:rsidR="00ED3D62" w:rsidRDefault="00ED3D62" w:rsidP="00ED3D62">
      <w:pPr>
        <w:pStyle w:val="libNormal"/>
      </w:pPr>
      <w:proofErr w:type="spellStart"/>
      <w:r>
        <w:t>Baljon</w:t>
      </w:r>
      <w:proofErr w:type="spellEnd"/>
      <w:r>
        <w:t xml:space="preserve">, Jon M.S. </w:t>
      </w:r>
      <w:r w:rsidRPr="00D86078">
        <w:rPr>
          <w:rStyle w:val="libItalicChar"/>
        </w:rPr>
        <w:t xml:space="preserve">Modern Muslim Koran Interpretation (1880-1960). </w:t>
      </w:r>
      <w:r>
        <w:t>Leiden: E.J. Brill, 1961.</w:t>
      </w:r>
    </w:p>
    <w:p w:rsidR="007D4755" w:rsidRDefault="00ED3D62" w:rsidP="00ED3D62">
      <w:pPr>
        <w:pStyle w:val="libNormal"/>
        <w:rPr>
          <w:rStyle w:val="libNormalChar"/>
        </w:rPr>
      </w:pPr>
      <w:r>
        <w:t xml:space="preserve">Barlas, Asma. </w:t>
      </w:r>
      <w:r w:rsidRPr="00D86078">
        <w:rPr>
          <w:rStyle w:val="libItalicChar"/>
        </w:rPr>
        <w:t>“Believing Women” in Islam: Unreading Patriarchal Interpretations of the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Qur’an. </w:t>
      </w:r>
      <w:r w:rsidRPr="00D86078">
        <w:rPr>
          <w:rStyle w:val="libNormalChar"/>
        </w:rPr>
        <w:t>Austin, TX: University of Texas Press, 2002.</w:t>
      </w:r>
    </w:p>
    <w:p w:rsidR="00ED3D62" w:rsidRDefault="00ED3D62" w:rsidP="00ED3D62">
      <w:pPr>
        <w:pStyle w:val="libNormal"/>
      </w:pPr>
      <w:r w:rsidRPr="00CA2CCA">
        <w:t xml:space="preserve">Bell, Richard. </w:t>
      </w:r>
      <w:r w:rsidRPr="00D86078">
        <w:rPr>
          <w:rStyle w:val="libItalicChar"/>
        </w:rPr>
        <w:t xml:space="preserve">Introduction to the Qur’an. </w:t>
      </w:r>
      <w:r>
        <w:t>Edinburgh: Edinburgh University Press, 1963.</w:t>
      </w:r>
    </w:p>
    <w:p w:rsidR="007D4755" w:rsidRDefault="00ED3D62" w:rsidP="00ED3D62">
      <w:pPr>
        <w:pStyle w:val="libNormal"/>
      </w:pPr>
      <w:r>
        <w:t xml:space="preserve">Bell, Richard. </w:t>
      </w:r>
      <w:r w:rsidRPr="00D86078">
        <w:rPr>
          <w:rStyle w:val="libItalicChar"/>
        </w:rPr>
        <w:t>The Qur’an Translated,</w:t>
      </w:r>
      <w:r>
        <w:t xml:space="preserve"> 2 Vols. Edinburgh: T. &amp; T. Clark, 1960.</w:t>
      </w:r>
    </w:p>
    <w:p w:rsidR="00ED3D62" w:rsidRDefault="00ED3D62" w:rsidP="00ED3D62">
      <w:pPr>
        <w:pStyle w:val="libNormal"/>
      </w:pPr>
      <w:r>
        <w:t xml:space="preserve">Burton, John. </w:t>
      </w:r>
      <w:r w:rsidRPr="00D86078">
        <w:rPr>
          <w:rStyle w:val="libItalicChar"/>
        </w:rPr>
        <w:t>The Collection of the Quran.</w:t>
      </w:r>
      <w:r>
        <w:t xml:space="preserve"> Cambridge, UK: Cambridge University Press, 1977.</w:t>
      </w:r>
    </w:p>
    <w:p w:rsidR="007D4755" w:rsidRDefault="00ED3D62" w:rsidP="00ED3D62">
      <w:pPr>
        <w:pStyle w:val="libNormal"/>
      </w:pPr>
      <w:r>
        <w:t xml:space="preserve">Cook, Michael. </w:t>
      </w:r>
      <w:r w:rsidRPr="00D86078">
        <w:rPr>
          <w:rStyle w:val="libItalicChar"/>
        </w:rPr>
        <w:t>The Koran: A Very Short Introduction.</w:t>
      </w:r>
      <w:r>
        <w:t xml:space="preserve"> Oxford, UK: Oxford University Press, 2000.</w:t>
      </w:r>
    </w:p>
    <w:p w:rsidR="00ED3D62" w:rsidRDefault="00ED3D62" w:rsidP="00ED3D62">
      <w:pPr>
        <w:pStyle w:val="libNormal"/>
      </w:pPr>
      <w:r>
        <w:t xml:space="preserve">Cragg, Kenneth. </w:t>
      </w:r>
      <w:r w:rsidRPr="00D86078">
        <w:rPr>
          <w:rStyle w:val="libItalicChar"/>
        </w:rPr>
        <w:t xml:space="preserve">The Event of the Quran: Islam in its Scripture. </w:t>
      </w:r>
      <w:r>
        <w:t>London: George Allen &amp; Unwin, 1971.</w:t>
      </w:r>
    </w:p>
    <w:p w:rsidR="00ED3D62" w:rsidRDefault="00ED3D62" w:rsidP="00ED3D62">
      <w:pPr>
        <w:pStyle w:val="libNormal"/>
      </w:pPr>
      <w:r>
        <w:t xml:space="preserve">Cragg, Kenneth. </w:t>
      </w:r>
      <w:r w:rsidRPr="00D86078">
        <w:rPr>
          <w:rStyle w:val="libItalicChar"/>
        </w:rPr>
        <w:t>The Mind of the Quran: Chapters in Reflection.</w:t>
      </w:r>
      <w:r>
        <w:t xml:space="preserve"> London: George Allen &amp; Unwin, 1973.</w:t>
      </w:r>
    </w:p>
    <w:p w:rsidR="00ED3D62" w:rsidRPr="00D86078" w:rsidRDefault="00ED3D62" w:rsidP="00ED3D62">
      <w:pPr>
        <w:pStyle w:val="libNormal"/>
        <w:rPr>
          <w:rStyle w:val="libNormalChar"/>
        </w:rPr>
      </w:pPr>
      <w:r>
        <w:t xml:space="preserve">Dawood, N.J. </w:t>
      </w:r>
      <w:r w:rsidRPr="00D86078">
        <w:rPr>
          <w:rStyle w:val="libItalicChar"/>
        </w:rPr>
        <w:t>The Koran</w:t>
      </w:r>
      <w:r w:rsidRPr="00D86078">
        <w:rPr>
          <w:rStyle w:val="libNormalChar"/>
        </w:rPr>
        <w:t>. Harmondsworth: Penguin, 1956.</w:t>
      </w:r>
    </w:p>
    <w:p w:rsidR="00ED3D62" w:rsidRDefault="00ED3D62" w:rsidP="00ED3D62">
      <w:pPr>
        <w:pStyle w:val="libNormal"/>
      </w:pPr>
      <w:r w:rsidRPr="00D86078">
        <w:rPr>
          <w:rStyle w:val="libItalicChar"/>
        </w:rPr>
        <w:t xml:space="preserve">English Translation of the Meaning of Al-Qur’an: The Guidance for Mankind </w:t>
      </w:r>
      <w:r>
        <w:t>(Muhammad Farooq-</w:t>
      </w:r>
      <w:proofErr w:type="spellStart"/>
      <w:r>
        <w:t>i</w:t>
      </w:r>
      <w:proofErr w:type="spellEnd"/>
      <w:r>
        <w:t>-Azam Malik, trans.). Houston, TX: The Institute of Islamic Knowledge, 1997.</w:t>
      </w:r>
    </w:p>
    <w:p w:rsidR="00ED3D62" w:rsidRDefault="00ED3D62" w:rsidP="00ED3D62">
      <w:pPr>
        <w:pStyle w:val="libNormal"/>
      </w:pPr>
      <w:proofErr w:type="spellStart"/>
      <w:r>
        <w:t>Esack</w:t>
      </w:r>
      <w:proofErr w:type="spellEnd"/>
      <w:r>
        <w:t xml:space="preserve">, Farid. </w:t>
      </w:r>
      <w:r w:rsidRPr="00D86078">
        <w:rPr>
          <w:rStyle w:val="libItalicChar"/>
        </w:rPr>
        <w:t xml:space="preserve">Qur’ān, Liberation and Pluralism. </w:t>
      </w:r>
      <w:r>
        <w:t xml:space="preserve">Oxford, England: </w:t>
      </w:r>
      <w:proofErr w:type="spellStart"/>
      <w:r>
        <w:t>Oneworld</w:t>
      </w:r>
      <w:proofErr w:type="spellEnd"/>
      <w:r>
        <w:t>, 1997.</w:t>
      </w:r>
    </w:p>
    <w:p w:rsidR="00ED3D62" w:rsidRDefault="00ED3D62" w:rsidP="00ED3D62">
      <w:pPr>
        <w:pStyle w:val="libNormal"/>
      </w:pPr>
      <w:proofErr w:type="spellStart"/>
      <w:r>
        <w:t>Esack</w:t>
      </w:r>
      <w:proofErr w:type="spellEnd"/>
      <w:r>
        <w:t xml:space="preserve">, Farid. </w:t>
      </w:r>
      <w:r w:rsidRPr="00D86078">
        <w:rPr>
          <w:rStyle w:val="libItalicChar"/>
        </w:rPr>
        <w:t>The Qur’an: A Short Introduction.</w:t>
      </w:r>
      <w:r>
        <w:t xml:space="preserve"> Oxford, England: </w:t>
      </w:r>
      <w:proofErr w:type="spellStart"/>
      <w:r>
        <w:t>Oneworld</w:t>
      </w:r>
      <w:proofErr w:type="spellEnd"/>
      <w:r>
        <w:t>, 2002.</w:t>
      </w:r>
    </w:p>
    <w:p w:rsidR="00ED3D62" w:rsidRDefault="00ED3D62" w:rsidP="00ED3D62">
      <w:pPr>
        <w:pStyle w:val="libNormal"/>
      </w:pPr>
      <w:proofErr w:type="spellStart"/>
      <w:r>
        <w:t>Fakhry</w:t>
      </w:r>
      <w:proofErr w:type="spellEnd"/>
      <w:r>
        <w:t xml:space="preserve">, Majid, trans. </w:t>
      </w:r>
      <w:r w:rsidRPr="00D86078">
        <w:rPr>
          <w:rStyle w:val="libItalicChar"/>
        </w:rPr>
        <w:t>An Interpretation of the Qur’an.</w:t>
      </w:r>
      <w:r>
        <w:t xml:space="preserve"> New York: New York University Press, 2002.</w:t>
      </w:r>
    </w:p>
    <w:p w:rsidR="00ED3D62" w:rsidRDefault="00ED3D62" w:rsidP="00ED3D62">
      <w:pPr>
        <w:pStyle w:val="libNormal"/>
      </w:pPr>
      <w:proofErr w:type="spellStart"/>
      <w:r>
        <w:t>Gätje</w:t>
      </w:r>
      <w:proofErr w:type="spellEnd"/>
      <w:r>
        <w:t xml:space="preserve">, Helmut (Alford T. Welch, trans. and ed.). </w:t>
      </w:r>
      <w:r w:rsidRPr="00D86078">
        <w:rPr>
          <w:rStyle w:val="libItalicChar"/>
        </w:rPr>
        <w:t>The Quran and Its Exegesis.</w:t>
      </w:r>
      <w:r>
        <w:t xml:space="preserve"> Berkeley, CA: University of California Press, 1976.</w:t>
      </w:r>
    </w:p>
    <w:p w:rsidR="00ED3D62" w:rsidRPr="00D86078" w:rsidRDefault="00ED3D62" w:rsidP="00ED3D62">
      <w:pPr>
        <w:pStyle w:val="libNormal"/>
        <w:rPr>
          <w:rStyle w:val="libNormalChar"/>
        </w:rPr>
      </w:pPr>
      <w:proofErr w:type="spellStart"/>
      <w:r>
        <w:t>Hawting</w:t>
      </w:r>
      <w:proofErr w:type="spellEnd"/>
      <w:r>
        <w:t xml:space="preserve">, G.R. et al., eds. </w:t>
      </w:r>
      <w:r w:rsidRPr="00D86078">
        <w:rPr>
          <w:rStyle w:val="libItalicChar"/>
        </w:rPr>
        <w:t>Approaches to the Quran.</w:t>
      </w:r>
      <w:r w:rsidRPr="00D86078">
        <w:rPr>
          <w:rStyle w:val="libNormalChar"/>
        </w:rPr>
        <w:t xml:space="preserve"> London: Routledge, 1993.</w:t>
      </w:r>
    </w:p>
    <w:p w:rsidR="00ED3D62" w:rsidRDefault="00ED3D62" w:rsidP="00ED3D62">
      <w:pPr>
        <w:pStyle w:val="libNormal"/>
      </w:pPr>
      <w:r w:rsidRPr="00D86078">
        <w:rPr>
          <w:rStyle w:val="libItalicChar"/>
        </w:rPr>
        <w:t xml:space="preserve">The Holy Qur’an: Arabic Text with English Translation and Short Commentary </w:t>
      </w:r>
      <w:r>
        <w:t>(</w:t>
      </w:r>
      <w:proofErr w:type="spellStart"/>
      <w:r>
        <w:t>Maulavi</w:t>
      </w:r>
      <w:proofErr w:type="spellEnd"/>
      <w:r>
        <w:t xml:space="preserve"> Sher Ali, trans. and Malik Ghulam Farid, ed.). Tilford, Surrey, England: Islam International Publ., 1994.</w:t>
      </w:r>
    </w:p>
    <w:p w:rsidR="00ED3D62" w:rsidRDefault="00ED3D62" w:rsidP="00ED3D62">
      <w:pPr>
        <w:pStyle w:val="libNormal"/>
      </w:pPr>
      <w:proofErr w:type="spellStart"/>
      <w:r>
        <w:t>Izutsu</w:t>
      </w:r>
      <w:proofErr w:type="spellEnd"/>
      <w:r>
        <w:t xml:space="preserve">, Toshihiko. </w:t>
      </w:r>
      <w:proofErr w:type="spellStart"/>
      <w:r w:rsidRPr="00D86078">
        <w:rPr>
          <w:rStyle w:val="libItalicChar"/>
        </w:rPr>
        <w:t>Ethico</w:t>
      </w:r>
      <w:proofErr w:type="spellEnd"/>
      <w:r w:rsidRPr="00D86078">
        <w:rPr>
          <w:rStyle w:val="libItalicChar"/>
        </w:rPr>
        <w:t>-Religious Concepts in the Quran.</w:t>
      </w:r>
      <w:r>
        <w:t xml:space="preserve"> Montreal: McGill-Queens University Press, 2002.</w:t>
      </w:r>
    </w:p>
    <w:p w:rsidR="00ED3D62" w:rsidRDefault="00ED3D62" w:rsidP="00ED3D62">
      <w:pPr>
        <w:pStyle w:val="libNormal"/>
      </w:pPr>
      <w:proofErr w:type="spellStart"/>
      <w:r>
        <w:lastRenderedPageBreak/>
        <w:t>Izutsu</w:t>
      </w:r>
      <w:proofErr w:type="spellEnd"/>
      <w:r>
        <w:t xml:space="preserve">, Toshihiko. </w:t>
      </w:r>
      <w:r w:rsidRPr="00D86078">
        <w:rPr>
          <w:rStyle w:val="libItalicChar"/>
        </w:rPr>
        <w:t>God and Man in the Koran.</w:t>
      </w:r>
      <w:r>
        <w:t xml:space="preserve"> Salem, NH: Ayer Co. Publ., 1980.</w:t>
      </w:r>
    </w:p>
    <w:p w:rsidR="00ED3D62" w:rsidRDefault="00ED3D62" w:rsidP="00ED3D62">
      <w:pPr>
        <w:pStyle w:val="libNormal"/>
      </w:pPr>
      <w:r>
        <w:t xml:space="preserve">Jansen, J.J.G. </w:t>
      </w:r>
      <w:r w:rsidRPr="00D86078">
        <w:rPr>
          <w:rStyle w:val="libItalicChar"/>
        </w:rPr>
        <w:t>The Interpretation of the Koran in Modern Egypt</w:t>
      </w:r>
      <w:r>
        <w:t>. Leiden: E.J. Brill, 1974.</w:t>
      </w:r>
    </w:p>
    <w:p w:rsidR="00ED3D62" w:rsidRDefault="00ED3D62" w:rsidP="00ED3D62">
      <w:pPr>
        <w:pStyle w:val="libNormal"/>
      </w:pPr>
      <w:proofErr w:type="spellStart"/>
      <w:r>
        <w:t>Kassis</w:t>
      </w:r>
      <w:proofErr w:type="spellEnd"/>
      <w:r>
        <w:t xml:space="preserve">, Hanna E. </w:t>
      </w:r>
      <w:r w:rsidRPr="00D86078">
        <w:rPr>
          <w:rStyle w:val="libItalicChar"/>
        </w:rPr>
        <w:t>A Concordance of the Qur’an.</w:t>
      </w:r>
      <w:r>
        <w:t xml:space="preserve"> Berkeley, CA: University of California Press,1998.</w:t>
      </w:r>
    </w:p>
    <w:p w:rsidR="00ED3D62" w:rsidRDefault="00ED3D62" w:rsidP="00ED3D62">
      <w:pPr>
        <w:pStyle w:val="libNormal"/>
      </w:pPr>
      <w:r>
        <w:t xml:space="preserve">Khalifa, Rashad. </w:t>
      </w:r>
      <w:r w:rsidRPr="00D86078">
        <w:rPr>
          <w:rStyle w:val="libItalicChar"/>
        </w:rPr>
        <w:t xml:space="preserve">Quran, Hadith, and Islam. </w:t>
      </w:r>
      <w:r>
        <w:t>Fremont, CA: Universal Unity, 2000.</w:t>
      </w:r>
    </w:p>
    <w:p w:rsidR="00ED3D62" w:rsidRPr="00D86078" w:rsidRDefault="00ED3D62" w:rsidP="00ED3D62">
      <w:pPr>
        <w:pStyle w:val="libNormal"/>
        <w:rPr>
          <w:rStyle w:val="libNormalChar"/>
        </w:rPr>
      </w:pPr>
      <w:r>
        <w:t>al-</w:t>
      </w:r>
      <w:proofErr w:type="spellStart"/>
      <w:r>
        <w:t>Khu’i</w:t>
      </w:r>
      <w:proofErr w:type="spellEnd"/>
      <w:r>
        <w:t>, ‛</w:t>
      </w:r>
      <w:proofErr w:type="spellStart"/>
      <w:r>
        <w:t>Abu’l</w:t>
      </w:r>
      <w:proofErr w:type="spellEnd"/>
      <w:r>
        <w:t xml:space="preserve"> Qasim al-</w:t>
      </w:r>
      <w:proofErr w:type="spellStart"/>
      <w:r>
        <w:t>Musawu</w:t>
      </w:r>
      <w:proofErr w:type="spellEnd"/>
      <w:r>
        <w:t xml:space="preserve">. </w:t>
      </w:r>
      <w:r w:rsidRPr="00D86078">
        <w:rPr>
          <w:rStyle w:val="libItalicChar"/>
        </w:rPr>
        <w:t>The Prolegomena to the Qur’an.</w:t>
      </w:r>
      <w:r w:rsidRPr="00D86078">
        <w:rPr>
          <w:rStyle w:val="libNormalChar"/>
        </w:rPr>
        <w:t xml:space="preserve"> Oxford, UK: Oxford University Press, 1998.</w:t>
      </w:r>
    </w:p>
    <w:p w:rsidR="00ED3D62" w:rsidRPr="00D86078" w:rsidRDefault="00ED3D62" w:rsidP="00ED3D62">
      <w:pPr>
        <w:rPr>
          <w:rStyle w:val="libNormalChar"/>
        </w:rPr>
      </w:pPr>
      <w:r w:rsidRPr="00D86078">
        <w:rPr>
          <w:rStyle w:val="libItalicChar"/>
        </w:rPr>
        <w:t>The Koran.</w:t>
      </w:r>
      <w:r w:rsidRPr="00D86078">
        <w:rPr>
          <w:rStyle w:val="libNormalChar"/>
        </w:rPr>
        <w:t xml:space="preserve"> J.M. Rodwell, trans. London: J.M. Dent &amp; Sons, 1909 (reprint ed., 1974).</w:t>
      </w:r>
    </w:p>
    <w:p w:rsidR="00ED3D62" w:rsidRDefault="00ED3D62" w:rsidP="00ED3D62">
      <w:pPr>
        <w:pStyle w:val="libNormal"/>
      </w:pPr>
      <w:r w:rsidRPr="00D86078">
        <w:rPr>
          <w:rStyle w:val="libItalicChar"/>
        </w:rPr>
        <w:t>The Koran Interpreted.</w:t>
      </w:r>
      <w:r>
        <w:t xml:space="preserve"> Arthur J. </w:t>
      </w:r>
      <w:proofErr w:type="spellStart"/>
      <w:r>
        <w:t>Arberry</w:t>
      </w:r>
      <w:proofErr w:type="spellEnd"/>
      <w:r>
        <w:t>, trans. New York: Macmillan, 1955.</w:t>
      </w:r>
    </w:p>
    <w:p w:rsidR="00ED3D62" w:rsidRDefault="00ED3D62" w:rsidP="00ED3D62">
      <w:pPr>
        <w:pStyle w:val="libNormal"/>
      </w:pPr>
      <w:r>
        <w:t xml:space="preserve">Madigan, Daniel A. </w:t>
      </w:r>
      <w:r w:rsidRPr="00D86078">
        <w:rPr>
          <w:rStyle w:val="libItalicChar"/>
        </w:rPr>
        <w:t xml:space="preserve">The Qur’an’s Self-Image: Writing and Authority in Islamic Scripture. </w:t>
      </w:r>
      <w:r>
        <w:t>Princeton, NJ: Princeton University Press, 2001.</w:t>
      </w:r>
    </w:p>
    <w:p w:rsidR="00ED3D62" w:rsidRDefault="00ED3D62" w:rsidP="00ED3D62">
      <w:pPr>
        <w:pStyle w:val="libNormal"/>
      </w:pPr>
      <w:r>
        <w:t xml:space="preserve">McAuliffe, Jane </w:t>
      </w:r>
      <w:proofErr w:type="spellStart"/>
      <w:r>
        <w:t>Dammen</w:t>
      </w:r>
      <w:proofErr w:type="spellEnd"/>
      <w:r>
        <w:t xml:space="preserve">, ed. </w:t>
      </w:r>
      <w:r w:rsidRPr="00D86078">
        <w:rPr>
          <w:rStyle w:val="libItalicChar"/>
        </w:rPr>
        <w:t>The Encyclopedia of the Qur’an,</w:t>
      </w:r>
      <w:r>
        <w:t xml:space="preserve"> Vol. 1. Leiden: E.J. Brill, 2001.</w:t>
      </w:r>
    </w:p>
    <w:p w:rsidR="00ED3D62" w:rsidRDefault="00ED3D62" w:rsidP="00ED3D62">
      <w:pPr>
        <w:pStyle w:val="libNormal"/>
      </w:pPr>
      <w:r>
        <w:t xml:space="preserve">Mir, Mustansir. </w:t>
      </w:r>
      <w:r w:rsidRPr="00D86078">
        <w:rPr>
          <w:rStyle w:val="libItalicChar"/>
        </w:rPr>
        <w:t>Dictionary of Qur’anic Terms and Concepts.</w:t>
      </w:r>
      <w:r>
        <w:t xml:space="preserve"> New York: Garland, 1987.</w:t>
      </w:r>
    </w:p>
    <w:p w:rsidR="00ED3D62" w:rsidRPr="00D86078" w:rsidRDefault="00ED3D62" w:rsidP="00ED3D62">
      <w:pPr>
        <w:pStyle w:val="libNormal"/>
        <w:rPr>
          <w:rStyle w:val="libNormalChar"/>
        </w:rPr>
      </w:pPr>
      <w:r>
        <w:t xml:space="preserve">Nelson, Kristina. </w:t>
      </w:r>
      <w:r w:rsidRPr="00D86078">
        <w:rPr>
          <w:rStyle w:val="libItalicChar"/>
        </w:rPr>
        <w:t>The Art of Reciting the Qur’ān.</w:t>
      </w:r>
      <w:r w:rsidRPr="00D86078">
        <w:rPr>
          <w:rStyle w:val="libNormalChar"/>
        </w:rPr>
        <w:t xml:space="preserve"> Austin, TX: University of Texas Press, 1985.</w:t>
      </w:r>
    </w:p>
    <w:p w:rsidR="00ED3D62" w:rsidRPr="00D86078" w:rsidRDefault="00ED3D62" w:rsidP="00ED3D62">
      <w:pPr>
        <w:rPr>
          <w:rStyle w:val="libNormalChar"/>
        </w:rPr>
      </w:pPr>
      <w:r w:rsidRPr="00D86078">
        <w:rPr>
          <w:rStyle w:val="libItalicChar"/>
        </w:rPr>
        <w:t>The Qur’an</w:t>
      </w:r>
      <w:r w:rsidRPr="00D86078">
        <w:rPr>
          <w:rStyle w:val="libNormalChar"/>
        </w:rPr>
        <w:t xml:space="preserve"> (Muhammad </w:t>
      </w:r>
      <w:proofErr w:type="spellStart"/>
      <w:r w:rsidRPr="00D86078">
        <w:rPr>
          <w:rStyle w:val="libNormalChar"/>
        </w:rPr>
        <w:t>Zafrulla</w:t>
      </w:r>
      <w:proofErr w:type="spellEnd"/>
      <w:r w:rsidRPr="00D86078">
        <w:rPr>
          <w:rStyle w:val="libNormalChar"/>
        </w:rPr>
        <w:t xml:space="preserve"> Khan, trans., with Arabic text). Northampton, MA: Olive Branch Press, 1997.</w:t>
      </w:r>
    </w:p>
    <w:p w:rsidR="00ED3D62" w:rsidRDefault="00ED3D62" w:rsidP="00ED3D62">
      <w:pPr>
        <w:pStyle w:val="libNormal"/>
      </w:pPr>
      <w:r w:rsidRPr="00D86078">
        <w:rPr>
          <w:rStyle w:val="libItalicChar"/>
        </w:rPr>
        <w:t>The Qur’an Translated, With a Critical Rearrangement of the Surahs.</w:t>
      </w:r>
      <w:r>
        <w:t xml:space="preserve"> Richard Bell, trans. Edinburgh: T. &amp; T. Clark, 1939.</w:t>
      </w:r>
    </w:p>
    <w:p w:rsidR="00ED3D62" w:rsidRDefault="00ED3D62" w:rsidP="00ED3D62">
      <w:pPr>
        <w:pStyle w:val="libNormal"/>
      </w:pPr>
      <w:r>
        <w:t xml:space="preserve">Rahman, Fazlur. </w:t>
      </w:r>
      <w:r w:rsidRPr="00D86078">
        <w:rPr>
          <w:rStyle w:val="libItalicChar"/>
        </w:rPr>
        <w:t>Major Themes of the Qur’an.</w:t>
      </w:r>
      <w:r>
        <w:t xml:space="preserve"> Minneapolis, MN: Bibliotheca Islamica, 1980.</w:t>
      </w:r>
    </w:p>
    <w:p w:rsidR="00ED3D62" w:rsidRDefault="00ED3D62" w:rsidP="00ED3D62">
      <w:pPr>
        <w:pStyle w:val="libNormal"/>
      </w:pPr>
      <w:r>
        <w:t xml:space="preserve">Rippin, Andrew. </w:t>
      </w:r>
      <w:r w:rsidRPr="00D86078">
        <w:rPr>
          <w:rStyle w:val="libItalicChar"/>
        </w:rPr>
        <w:t>The Qur’an and Its Interpretive Tradition.</w:t>
      </w:r>
      <w:r>
        <w:t xml:space="preserve"> </w:t>
      </w:r>
      <w:proofErr w:type="spellStart"/>
      <w:r>
        <w:t>Aldershot</w:t>
      </w:r>
      <w:proofErr w:type="spellEnd"/>
      <w:r>
        <w:t>, UK: Ashgate, 2002.</w:t>
      </w:r>
    </w:p>
    <w:p w:rsidR="00ED3D62" w:rsidRDefault="00ED3D62" w:rsidP="00ED3D62">
      <w:pPr>
        <w:pStyle w:val="libNormal"/>
      </w:pPr>
      <w:r>
        <w:t xml:space="preserve">Rippin, Andrew, ed. </w:t>
      </w:r>
      <w:r w:rsidRPr="00D86078">
        <w:rPr>
          <w:rStyle w:val="libItalicChar"/>
        </w:rPr>
        <w:t xml:space="preserve">Approaches to the History of the Interpretation of the Qur’an. </w:t>
      </w:r>
      <w:r>
        <w:t>Oxford, UK: Clarendon Press, 1988.</w:t>
      </w:r>
    </w:p>
    <w:p w:rsidR="00ED3D62" w:rsidRDefault="00ED3D62" w:rsidP="00ED3D62">
      <w:pPr>
        <w:pStyle w:val="libNormal"/>
      </w:pPr>
      <w:r>
        <w:t xml:space="preserve">Rippin, Andrew, ed. </w:t>
      </w:r>
      <w:r w:rsidRPr="00D86078">
        <w:rPr>
          <w:rStyle w:val="libItalicChar"/>
        </w:rPr>
        <w:t>The Qur’an: Formative Interpretation.</w:t>
      </w:r>
      <w:r>
        <w:t xml:space="preserve"> </w:t>
      </w:r>
      <w:proofErr w:type="spellStart"/>
      <w:r>
        <w:t>Aldershot</w:t>
      </w:r>
      <w:proofErr w:type="spellEnd"/>
      <w:r>
        <w:t>, UK: Ashgate/Variorum, 2000.</w:t>
      </w:r>
    </w:p>
    <w:p w:rsidR="00ED3D62" w:rsidRDefault="00ED3D62" w:rsidP="00ED3D62">
      <w:pPr>
        <w:pStyle w:val="libNormal"/>
      </w:pPr>
      <w:r>
        <w:t xml:space="preserve">Rippin, Andrew, ed. </w:t>
      </w:r>
      <w:r w:rsidRPr="00D86078">
        <w:rPr>
          <w:rStyle w:val="libItalicChar"/>
        </w:rPr>
        <w:t>The Qur’an: Style and Contents</w:t>
      </w:r>
      <w:r>
        <w:t xml:space="preserve">. </w:t>
      </w:r>
      <w:proofErr w:type="spellStart"/>
      <w:r>
        <w:t>Aldershot</w:t>
      </w:r>
      <w:proofErr w:type="spellEnd"/>
      <w:r>
        <w:t>, UK: Ashgate, 2001.</w:t>
      </w:r>
    </w:p>
    <w:p w:rsidR="00ED3D62" w:rsidRDefault="00ED3D62" w:rsidP="00ED3D62">
      <w:pPr>
        <w:pStyle w:val="libNormal"/>
      </w:pPr>
      <w:r>
        <w:t xml:space="preserve">Robinson, Neal. </w:t>
      </w:r>
      <w:r w:rsidRPr="00D86078">
        <w:rPr>
          <w:rStyle w:val="libItalicChar"/>
        </w:rPr>
        <w:t xml:space="preserve">Discovering the Qur’an: A Contemporary Approach to a Veiled Text. </w:t>
      </w:r>
      <w:r>
        <w:t>London: SCM Press, 1996.</w:t>
      </w:r>
    </w:p>
    <w:p w:rsidR="00ED3D62" w:rsidRDefault="00ED3D62" w:rsidP="00ED3D62">
      <w:pPr>
        <w:pStyle w:val="libNormal"/>
      </w:pPr>
      <w:r>
        <w:t xml:space="preserve">Sells, Michael. </w:t>
      </w:r>
      <w:r w:rsidRPr="00D86078">
        <w:rPr>
          <w:rStyle w:val="libItalicChar"/>
        </w:rPr>
        <w:t>Approaching the Qur’an: The Early Revelations.</w:t>
      </w:r>
      <w:r>
        <w:t xml:space="preserve"> Ashland, OR: White Cloud Press, 1999.</w:t>
      </w:r>
    </w:p>
    <w:p w:rsidR="00ED3D62" w:rsidRDefault="00ED3D62" w:rsidP="00ED3D62">
      <w:pPr>
        <w:pStyle w:val="libNormal"/>
      </w:pPr>
      <w:proofErr w:type="spellStart"/>
      <w:r>
        <w:t>Stowasser</w:t>
      </w:r>
      <w:proofErr w:type="spellEnd"/>
      <w:r>
        <w:t xml:space="preserve">, Barbara </w:t>
      </w:r>
      <w:proofErr w:type="spellStart"/>
      <w:r>
        <w:t>Freyer</w:t>
      </w:r>
      <w:proofErr w:type="spellEnd"/>
      <w:r>
        <w:t xml:space="preserve">. </w:t>
      </w:r>
      <w:r w:rsidRPr="00D86078">
        <w:rPr>
          <w:rStyle w:val="libItalicChar"/>
        </w:rPr>
        <w:t xml:space="preserve">Women in the Qur’an: Traditions and Interpretations. </w:t>
      </w:r>
      <w:r>
        <w:t>New York: Oxford University Press, 1994.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Turner, Colin, trans. (Mohammad Baqir </w:t>
      </w:r>
      <w:proofErr w:type="spellStart"/>
      <w:r>
        <w:t>Behbudi</w:t>
      </w:r>
      <w:proofErr w:type="spellEnd"/>
      <w:r>
        <w:t xml:space="preserve">, textual exegesis). </w:t>
      </w:r>
      <w:r w:rsidRPr="00D86078">
        <w:rPr>
          <w:rStyle w:val="libItalicChar"/>
        </w:rPr>
        <w:t xml:space="preserve">The Quran: A New Interpretation. </w:t>
      </w:r>
      <w:r w:rsidRPr="00D86078">
        <w:rPr>
          <w:rStyle w:val="libNormalChar"/>
        </w:rPr>
        <w:t>Richmond, Surrey: Curzon Press, 1998.</w:t>
      </w:r>
    </w:p>
    <w:p w:rsidR="00ED3D62" w:rsidRPr="00D86078" w:rsidRDefault="00ED3D62" w:rsidP="00ED3D62">
      <w:pPr>
        <w:rPr>
          <w:rStyle w:val="libItalicChar"/>
        </w:rPr>
      </w:pPr>
      <w:proofErr w:type="spellStart"/>
      <w:r w:rsidRPr="00D86078">
        <w:rPr>
          <w:rStyle w:val="libNormalChar"/>
        </w:rPr>
        <w:t>Wadud</w:t>
      </w:r>
      <w:proofErr w:type="spellEnd"/>
      <w:r w:rsidRPr="00D86078">
        <w:rPr>
          <w:rStyle w:val="libNormalChar"/>
        </w:rPr>
        <w:t xml:space="preserve">-Muhsin, Amina. </w:t>
      </w:r>
      <w:r w:rsidRPr="00D86078">
        <w:rPr>
          <w:rStyle w:val="libItalicChar"/>
        </w:rPr>
        <w:t xml:space="preserve">Qur’an and Woman: Reading the Sacred Text from a Woman’s Perspective. </w:t>
      </w:r>
      <w:r w:rsidRPr="00D86078">
        <w:rPr>
          <w:rStyle w:val="libNormalChar"/>
        </w:rPr>
        <w:t>New York, Oxford University Press, 1999 reprint ed.</w:t>
      </w:r>
    </w:p>
    <w:p w:rsidR="00ED3D62" w:rsidRDefault="00ED3D62" w:rsidP="00ED3D62">
      <w:pPr>
        <w:pStyle w:val="libNormal"/>
      </w:pPr>
      <w:proofErr w:type="spellStart"/>
      <w:r w:rsidRPr="00CA2CCA">
        <w:lastRenderedPageBreak/>
        <w:t>Wansbrough</w:t>
      </w:r>
      <w:proofErr w:type="spellEnd"/>
      <w:r w:rsidRPr="00CA2CCA">
        <w:t xml:space="preserve">, John. </w:t>
      </w:r>
      <w:r w:rsidRPr="00D86078">
        <w:rPr>
          <w:rStyle w:val="libItalicChar"/>
        </w:rPr>
        <w:t xml:space="preserve">Qur’anic Studies: Sources and Methods of Scriptural Interpretation. </w:t>
      </w:r>
      <w:r>
        <w:t>Cambridge, UK: Cambridge University Press, 1977.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proofErr w:type="spellStart"/>
      <w:r>
        <w:t>Wansbrough</w:t>
      </w:r>
      <w:proofErr w:type="spellEnd"/>
      <w:r>
        <w:t xml:space="preserve">, John and Andrew Rippin. </w:t>
      </w:r>
      <w:r w:rsidRPr="00D86078">
        <w:rPr>
          <w:rStyle w:val="libItalicChar"/>
        </w:rPr>
        <w:t xml:space="preserve">Quranic Studies: Sources and Methods of Scriptural </w:t>
      </w:r>
      <w:proofErr w:type="spellStart"/>
      <w:r w:rsidRPr="00D86078">
        <w:rPr>
          <w:rStyle w:val="libItalicChar"/>
        </w:rPr>
        <w:t>Interpretaion</w:t>
      </w:r>
      <w:proofErr w:type="spellEnd"/>
      <w:r w:rsidRPr="00D86078">
        <w:rPr>
          <w:rStyle w:val="libItalicChar"/>
        </w:rPr>
        <w:t xml:space="preserve">. </w:t>
      </w:r>
      <w:r w:rsidRPr="00D86078">
        <w:rPr>
          <w:rStyle w:val="libNormalChar"/>
        </w:rPr>
        <w:t>Amherst, NY: Prometheus Books, 2004.</w:t>
      </w:r>
    </w:p>
    <w:p w:rsidR="00ED3D62" w:rsidRDefault="00ED3D62" w:rsidP="00ED3D62">
      <w:pPr>
        <w:pStyle w:val="libNormal"/>
      </w:pPr>
      <w:proofErr w:type="spellStart"/>
      <w:r w:rsidRPr="00CA2CCA">
        <w:t>Warraq</w:t>
      </w:r>
      <w:proofErr w:type="spellEnd"/>
      <w:r w:rsidRPr="00CA2CCA">
        <w:t xml:space="preserve">, Ibn, ed. </w:t>
      </w:r>
      <w:r w:rsidRPr="00D86078">
        <w:rPr>
          <w:rStyle w:val="libItalicChar"/>
        </w:rPr>
        <w:t>The Origins of the Koran: Classic Essays on Islam’s Holy Book.</w:t>
      </w:r>
      <w:r>
        <w:t xml:space="preserve"> Amherst, NY: Prometheus Books, 1998.</w:t>
      </w:r>
    </w:p>
    <w:p w:rsidR="00ED3D62" w:rsidRDefault="00ED3D62" w:rsidP="00ED3D62">
      <w:pPr>
        <w:pStyle w:val="libNormal"/>
      </w:pPr>
      <w:proofErr w:type="spellStart"/>
      <w:r>
        <w:t>Warraq</w:t>
      </w:r>
      <w:proofErr w:type="spellEnd"/>
      <w:r>
        <w:t xml:space="preserve">, Ibn, ed. </w:t>
      </w:r>
      <w:r w:rsidRPr="00D86078">
        <w:rPr>
          <w:rStyle w:val="libItalicChar"/>
        </w:rPr>
        <w:t>What the Koran Really Says: Language, Text, and Commentary</w:t>
      </w:r>
      <w:r>
        <w:t>. Amherst, NY: Prometheus Books, 2002.</w:t>
      </w:r>
    </w:p>
    <w:p w:rsidR="00ED3D62" w:rsidRDefault="00ED3D62" w:rsidP="00ED3D62">
      <w:pPr>
        <w:pStyle w:val="libNormal"/>
      </w:pPr>
      <w:r>
        <w:t xml:space="preserve">Watt, William Montgomery. </w:t>
      </w:r>
      <w:r w:rsidRPr="00D86078">
        <w:rPr>
          <w:rStyle w:val="libItalicChar"/>
        </w:rPr>
        <w:t>Companion to the Qur’an.</w:t>
      </w:r>
      <w:r>
        <w:t xml:space="preserve"> Oxford, UK: </w:t>
      </w:r>
      <w:proofErr w:type="spellStart"/>
      <w:r>
        <w:t>Oneworld</w:t>
      </w:r>
      <w:proofErr w:type="spellEnd"/>
      <w:r>
        <w:t>, 1994.</w:t>
      </w:r>
    </w:p>
    <w:p w:rsidR="00ED3D62" w:rsidRDefault="00ED3D62" w:rsidP="00ED3D62">
      <w:pPr>
        <w:pStyle w:val="libNormal"/>
      </w:pPr>
      <w:r>
        <w:t xml:space="preserve">Watt, William Montgomery and Richard Bell. </w:t>
      </w:r>
      <w:r w:rsidRPr="00D86078">
        <w:rPr>
          <w:rStyle w:val="libItalicChar"/>
        </w:rPr>
        <w:t xml:space="preserve">Introduction to the Qur’an. </w:t>
      </w:r>
      <w:r>
        <w:t>Edinburgh: Edinburgh University Press, 1970.</w:t>
      </w:r>
    </w:p>
    <w:p w:rsidR="00ED3D62" w:rsidRPr="00D86078" w:rsidRDefault="00ED3D62" w:rsidP="00ED3D62">
      <w:pPr>
        <w:pStyle w:val="libNormal"/>
        <w:rPr>
          <w:rStyle w:val="libNormalChar"/>
        </w:rPr>
      </w:pPr>
      <w:r>
        <w:t xml:space="preserve">Wild, S., ed. </w:t>
      </w:r>
      <w:r w:rsidRPr="00D86078">
        <w:rPr>
          <w:rStyle w:val="libItalicChar"/>
        </w:rPr>
        <w:t>The Qur’an as Text: Islamic Philosophy, Theology, and Science.</w:t>
      </w:r>
      <w:r w:rsidRPr="00D86078">
        <w:rPr>
          <w:rStyle w:val="libNormalChar"/>
        </w:rPr>
        <w:t xml:space="preserve"> Leiden: E.J. Brill, 1997.</w:t>
      </w:r>
    </w:p>
    <w:p w:rsidR="00ED3D62" w:rsidRDefault="00ED3D62" w:rsidP="00ED3D62">
      <w:pPr>
        <w:pStyle w:val="libNormal"/>
      </w:pPr>
      <w:r>
        <w:br w:type="page"/>
      </w:r>
    </w:p>
    <w:p w:rsidR="00ED3D62" w:rsidRPr="00296A62" w:rsidRDefault="00ED3D62" w:rsidP="00296A62">
      <w:pPr>
        <w:pStyle w:val="Heading1Center"/>
      </w:pPr>
      <w:bookmarkStart w:id="5" w:name="_Toc8818413"/>
      <w:r w:rsidRPr="00296A62">
        <w:lastRenderedPageBreak/>
        <w:t xml:space="preserve">IV - </w:t>
      </w:r>
      <w:proofErr w:type="gramStart"/>
      <w:r w:rsidRPr="00296A62">
        <w:t>Shi‘</w:t>
      </w:r>
      <w:proofErr w:type="gramEnd"/>
      <w:r w:rsidRPr="00296A62">
        <w:t>i Islam:</w:t>
      </w:r>
      <w:bookmarkEnd w:id="5"/>
    </w:p>
    <w:p w:rsidR="007D4755" w:rsidRDefault="00ED3D62" w:rsidP="00ED3D62">
      <w:pPr>
        <w:pStyle w:val="libNormal"/>
      </w:pPr>
      <w:r w:rsidRPr="00D86078">
        <w:t>Abdul-</w:t>
      </w:r>
      <w:proofErr w:type="spellStart"/>
      <w:r w:rsidRPr="00D86078">
        <w:t>Jabar</w:t>
      </w:r>
      <w:proofErr w:type="spellEnd"/>
      <w:r w:rsidRPr="00D86078">
        <w:t xml:space="preserve">, </w:t>
      </w:r>
      <w:proofErr w:type="spellStart"/>
      <w:r w:rsidRPr="00D86078">
        <w:t>Faleh</w:t>
      </w:r>
      <w:proofErr w:type="spellEnd"/>
      <w:r w:rsidRPr="00D86078">
        <w:t xml:space="preserve">, ed. </w:t>
      </w:r>
      <w:r w:rsidRPr="00D86078">
        <w:rPr>
          <w:rStyle w:val="libItalicChar"/>
        </w:rPr>
        <w:t>Ayatollahs, Sufis, and Ideologues: State, Religion and Social Movements</w:t>
      </w:r>
      <w:r w:rsidRPr="00CA2CCA">
        <w:t xml:space="preserve"> </w:t>
      </w:r>
      <w:r w:rsidRPr="00D86078">
        <w:rPr>
          <w:rStyle w:val="libItalicChar"/>
        </w:rPr>
        <w:t xml:space="preserve">in Iraq. </w:t>
      </w:r>
      <w:r>
        <w:t xml:space="preserve">London: </w:t>
      </w:r>
      <w:proofErr w:type="spellStart"/>
      <w:r>
        <w:t>Saqi</w:t>
      </w:r>
      <w:proofErr w:type="spellEnd"/>
      <w:r>
        <w:t>, 2002.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Amir-Moezzi, Mohammad Ali. </w:t>
      </w:r>
      <w:r w:rsidRPr="00D86078">
        <w:rPr>
          <w:rStyle w:val="libItalicChar"/>
        </w:rPr>
        <w:t xml:space="preserve">The Divine Guide in Early </w:t>
      </w:r>
      <w:proofErr w:type="gramStart"/>
      <w:r w:rsidRPr="00D86078">
        <w:rPr>
          <w:rStyle w:val="libItalicChar"/>
        </w:rPr>
        <w:t>Shi‘</w:t>
      </w:r>
      <w:proofErr w:type="gramEnd"/>
      <w:r w:rsidRPr="00D86078">
        <w:rPr>
          <w:rStyle w:val="libItalicChar"/>
        </w:rPr>
        <w:t>ism: The Sources of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Esotericism in Islam. </w:t>
      </w:r>
      <w:r w:rsidRPr="00D86078">
        <w:rPr>
          <w:rStyle w:val="libNormalChar"/>
        </w:rPr>
        <w:t>Albany, NY: State University of New York Press, 1994.</w:t>
      </w:r>
    </w:p>
    <w:p w:rsidR="00ED3D62" w:rsidRDefault="00ED3D62" w:rsidP="00ED3D62">
      <w:pPr>
        <w:pStyle w:val="libNormal"/>
      </w:pPr>
      <w:proofErr w:type="spellStart"/>
      <w:r w:rsidRPr="00CA2CCA">
        <w:t>Arjomand</w:t>
      </w:r>
      <w:proofErr w:type="spellEnd"/>
      <w:r w:rsidRPr="00CA2CCA">
        <w:t xml:space="preserve">, Said Amir. </w:t>
      </w:r>
      <w:r w:rsidRPr="00D86078">
        <w:rPr>
          <w:rStyle w:val="libItalicChar"/>
        </w:rPr>
        <w:t xml:space="preserve">The Shadow of God and the Hidden Imam. </w:t>
      </w:r>
      <w:r>
        <w:t>Chicago, IL: University of Chicago Press, 1984.</w:t>
      </w:r>
    </w:p>
    <w:p w:rsidR="007D4755" w:rsidRDefault="00ED3D62" w:rsidP="00ED3D62">
      <w:pPr>
        <w:pStyle w:val="libNormal"/>
      </w:pPr>
      <w:proofErr w:type="spellStart"/>
      <w:r>
        <w:t>Arjomand</w:t>
      </w:r>
      <w:proofErr w:type="spellEnd"/>
      <w:r>
        <w:t xml:space="preserve">, Said Amir, ed. </w:t>
      </w:r>
      <w:r w:rsidRPr="00D86078">
        <w:rPr>
          <w:rStyle w:val="libItalicChar"/>
        </w:rPr>
        <w:t xml:space="preserve">Authority and Political Culture in </w:t>
      </w:r>
      <w:proofErr w:type="gramStart"/>
      <w:r w:rsidRPr="00D86078">
        <w:rPr>
          <w:rStyle w:val="libItalicChar"/>
        </w:rPr>
        <w:t>Shi‘</w:t>
      </w:r>
      <w:proofErr w:type="gramEnd"/>
      <w:r w:rsidRPr="00D86078">
        <w:rPr>
          <w:rStyle w:val="libItalicChar"/>
        </w:rPr>
        <w:t>ism.</w:t>
      </w:r>
      <w:r>
        <w:t xml:space="preserve"> Albany, NY: State</w:t>
      </w:r>
    </w:p>
    <w:p w:rsidR="007D4755" w:rsidRDefault="00ED3D62" w:rsidP="00ED3D62">
      <w:pPr>
        <w:pStyle w:val="libNormal"/>
      </w:pPr>
      <w:r>
        <w:tab/>
        <w:t>University of New York Press, 1988.</w:t>
      </w:r>
    </w:p>
    <w:p w:rsidR="00ED3D62" w:rsidRDefault="00ED3D62" w:rsidP="00ED3D62">
      <w:pPr>
        <w:pStyle w:val="libNormal"/>
      </w:pPr>
      <w:r>
        <w:t xml:space="preserve">Ayoub, Mahmoud. </w:t>
      </w:r>
      <w:r w:rsidRPr="00D86078">
        <w:rPr>
          <w:rStyle w:val="libItalicChar"/>
        </w:rPr>
        <w:t>Redemptive Suffering in Islam.</w:t>
      </w:r>
      <w:r>
        <w:t xml:space="preserve"> The Hague: Mouton, 1978.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Bill, James A. and John Alden Williams. </w:t>
      </w:r>
      <w:r w:rsidRPr="00D86078">
        <w:rPr>
          <w:rStyle w:val="libItalicChar"/>
        </w:rPr>
        <w:t xml:space="preserve">Roman Catholics and </w:t>
      </w:r>
      <w:proofErr w:type="gramStart"/>
      <w:r w:rsidRPr="00D86078">
        <w:rPr>
          <w:rStyle w:val="libItalicChar"/>
        </w:rPr>
        <w:t>Shi‘</w:t>
      </w:r>
      <w:proofErr w:type="gramEnd"/>
      <w:r w:rsidRPr="00D86078">
        <w:rPr>
          <w:rStyle w:val="libItalicChar"/>
        </w:rPr>
        <w:t xml:space="preserve">i Muslims: Prayer, Passion, and Politics. </w:t>
      </w:r>
      <w:r w:rsidRPr="00D86078">
        <w:rPr>
          <w:rStyle w:val="libNormalChar"/>
        </w:rPr>
        <w:t>Chapel Hill, NC: University of North Carolina Press, 2003.</w:t>
      </w:r>
    </w:p>
    <w:p w:rsidR="00ED3D62" w:rsidRDefault="00ED3D62" w:rsidP="00ED3D62">
      <w:pPr>
        <w:pStyle w:val="libNormal"/>
      </w:pPr>
      <w:proofErr w:type="spellStart"/>
      <w:r w:rsidRPr="00CA2CCA">
        <w:t>Blichfeldt</w:t>
      </w:r>
      <w:proofErr w:type="spellEnd"/>
      <w:r w:rsidRPr="00CA2CCA">
        <w:t xml:space="preserve">, Jan-Olaf. </w:t>
      </w:r>
      <w:r w:rsidRPr="00D86078">
        <w:rPr>
          <w:rStyle w:val="libItalicChar"/>
        </w:rPr>
        <w:t xml:space="preserve">Early Mahdism: Politics and Religion in the Formative Period of Islam. </w:t>
      </w:r>
      <w:r>
        <w:t>Leiden: E.J. Brill, 1985.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Brunner, </w:t>
      </w:r>
      <w:proofErr w:type="spellStart"/>
      <w:r>
        <w:t>Ranier</w:t>
      </w:r>
      <w:proofErr w:type="spellEnd"/>
      <w:r>
        <w:t xml:space="preserve"> and Werner Ende, eds. </w:t>
      </w:r>
      <w:r w:rsidRPr="00D86078">
        <w:rPr>
          <w:rStyle w:val="libItalicChar"/>
        </w:rPr>
        <w:t>The Twelver Shia in Modern Times: Religious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Culture and Political History. </w:t>
      </w:r>
      <w:r w:rsidRPr="00D86078">
        <w:rPr>
          <w:rStyle w:val="libNormalChar"/>
        </w:rPr>
        <w:t>Leiden: E.J. Brill, 2001.</w:t>
      </w:r>
    </w:p>
    <w:p w:rsidR="00ED3D62" w:rsidRDefault="00ED3D62" w:rsidP="00ED3D62">
      <w:pPr>
        <w:pStyle w:val="libNormal"/>
      </w:pPr>
      <w:proofErr w:type="spellStart"/>
      <w:r w:rsidRPr="00CA2CCA">
        <w:t>Chelkowski</w:t>
      </w:r>
      <w:proofErr w:type="spellEnd"/>
      <w:r w:rsidRPr="00CA2CCA">
        <w:t xml:space="preserve">, Peter J., ed. </w:t>
      </w:r>
      <w:proofErr w:type="spellStart"/>
      <w:proofErr w:type="gramStart"/>
      <w:r w:rsidRPr="00D86078">
        <w:rPr>
          <w:rStyle w:val="libItalicChar"/>
        </w:rPr>
        <w:t>Ta‘</w:t>
      </w:r>
      <w:proofErr w:type="gramEnd"/>
      <w:r w:rsidRPr="00D86078">
        <w:rPr>
          <w:rStyle w:val="libItalicChar"/>
        </w:rPr>
        <w:t>ziyah</w:t>
      </w:r>
      <w:proofErr w:type="spellEnd"/>
      <w:r w:rsidRPr="00D86078">
        <w:rPr>
          <w:rStyle w:val="libItalicChar"/>
        </w:rPr>
        <w:t>: Ritual and Drama in Iran.</w:t>
      </w:r>
      <w:r>
        <w:t xml:space="preserve"> Washington Square, NY: New York University Press, 1979.</w:t>
      </w:r>
    </w:p>
    <w:p w:rsidR="00ED3D62" w:rsidRDefault="00ED3D62" w:rsidP="00ED3D62">
      <w:pPr>
        <w:pStyle w:val="libNormal"/>
      </w:pPr>
      <w:r>
        <w:t xml:space="preserve">Chittick, William. </w:t>
      </w:r>
      <w:r w:rsidRPr="00D86078">
        <w:rPr>
          <w:rStyle w:val="libItalicChar"/>
        </w:rPr>
        <w:t xml:space="preserve">A </w:t>
      </w:r>
      <w:proofErr w:type="gramStart"/>
      <w:r w:rsidRPr="00D86078">
        <w:rPr>
          <w:rStyle w:val="libItalicChar"/>
        </w:rPr>
        <w:t>Shi‘</w:t>
      </w:r>
      <w:proofErr w:type="gramEnd"/>
      <w:r w:rsidRPr="00D86078">
        <w:rPr>
          <w:rStyle w:val="libItalicChar"/>
        </w:rPr>
        <w:t>ite Anthology.</w:t>
      </w:r>
      <w:r>
        <w:t xml:space="preserve"> London: Muhammadi Trust of Great Britain and Northern Ireland, 1980.</w:t>
      </w:r>
    </w:p>
    <w:p w:rsidR="007D4755" w:rsidRDefault="00ED3D62" w:rsidP="00ED3D62">
      <w:pPr>
        <w:pStyle w:val="libNormal"/>
      </w:pPr>
      <w:r>
        <w:t xml:space="preserve">Cole, Juan. </w:t>
      </w:r>
      <w:r w:rsidRPr="00D86078">
        <w:rPr>
          <w:rStyle w:val="libItalicChar"/>
        </w:rPr>
        <w:t xml:space="preserve">Sacred Space and Holy War: The Politics, Culture and History of </w:t>
      </w:r>
      <w:proofErr w:type="gramStart"/>
      <w:r w:rsidRPr="00D86078">
        <w:rPr>
          <w:rStyle w:val="libItalicChar"/>
        </w:rPr>
        <w:t>Shi‘</w:t>
      </w:r>
      <w:proofErr w:type="gramEnd"/>
      <w:r w:rsidRPr="00D86078">
        <w:rPr>
          <w:rStyle w:val="libItalicChar"/>
        </w:rPr>
        <w:t>ite Islam.</w:t>
      </w:r>
      <w:r>
        <w:t xml:space="preserve"> London: I.B. Tauris, 2002.</w:t>
      </w:r>
    </w:p>
    <w:p w:rsidR="00ED3D62" w:rsidRDefault="00ED3D62" w:rsidP="00ED3D62">
      <w:pPr>
        <w:pStyle w:val="libNormal"/>
      </w:pPr>
      <w:r>
        <w:t xml:space="preserve">Cole, Juan R.I. and Nikki R. Keddie. </w:t>
      </w:r>
      <w:proofErr w:type="gramStart"/>
      <w:r w:rsidRPr="00D86078">
        <w:rPr>
          <w:rStyle w:val="libItalicChar"/>
        </w:rPr>
        <w:t>Shi‘</w:t>
      </w:r>
      <w:proofErr w:type="gramEnd"/>
      <w:r w:rsidRPr="00D86078">
        <w:rPr>
          <w:rStyle w:val="libItalicChar"/>
        </w:rPr>
        <w:t>ism and Social Protest.</w:t>
      </w:r>
      <w:r>
        <w:t xml:space="preserve"> New Haven, CT: Yale University Press, 1986.</w:t>
      </w:r>
    </w:p>
    <w:p w:rsidR="00ED3D62" w:rsidRDefault="00ED3D62" w:rsidP="00ED3D62">
      <w:pPr>
        <w:pStyle w:val="libNormal"/>
      </w:pPr>
      <w:r>
        <w:t xml:space="preserve">Corbin, Henry. </w:t>
      </w:r>
      <w:r w:rsidRPr="00D86078">
        <w:rPr>
          <w:rStyle w:val="libItalicChar"/>
        </w:rPr>
        <w:t>Cyclical Time and Ismaili Gnosis.</w:t>
      </w:r>
      <w:r>
        <w:t xml:space="preserve"> London: The Institute of Ismaili Studies Ltd./Kegan Paul Int’l. with Islamic Publications, 1985 ed.</w:t>
      </w:r>
    </w:p>
    <w:p w:rsidR="007D4755" w:rsidRDefault="00ED3D62" w:rsidP="00ED3D62">
      <w:pPr>
        <w:pStyle w:val="libNormal"/>
      </w:pPr>
      <w:r>
        <w:t xml:space="preserve">Corbin, Henry. </w:t>
      </w:r>
      <w:r w:rsidRPr="00D86078">
        <w:rPr>
          <w:rStyle w:val="libItalicChar"/>
        </w:rPr>
        <w:t xml:space="preserve">Spiritual Body and Celestial Earth: From </w:t>
      </w:r>
      <w:proofErr w:type="spellStart"/>
      <w:r w:rsidRPr="00D86078">
        <w:rPr>
          <w:rStyle w:val="libItalicChar"/>
        </w:rPr>
        <w:t>Mazdean</w:t>
      </w:r>
      <w:proofErr w:type="spellEnd"/>
      <w:r w:rsidRPr="00D86078">
        <w:rPr>
          <w:rStyle w:val="libItalicChar"/>
        </w:rPr>
        <w:t xml:space="preserve"> Iran to </w:t>
      </w:r>
      <w:proofErr w:type="spellStart"/>
      <w:proofErr w:type="gramStart"/>
      <w:r w:rsidRPr="00D86078">
        <w:rPr>
          <w:rStyle w:val="libItalicChar"/>
        </w:rPr>
        <w:t>Shī‘</w:t>
      </w:r>
      <w:proofErr w:type="gramEnd"/>
      <w:r w:rsidRPr="00D86078">
        <w:rPr>
          <w:rStyle w:val="libItalicChar"/>
        </w:rPr>
        <w:t>ite</w:t>
      </w:r>
      <w:proofErr w:type="spellEnd"/>
      <w:r w:rsidRPr="00D86078">
        <w:rPr>
          <w:rStyle w:val="libItalicChar"/>
        </w:rPr>
        <w:t xml:space="preserve"> Iran. </w:t>
      </w:r>
      <w:r>
        <w:t>Princeton, NJ: Princeton University Press, 1977.</w:t>
      </w:r>
    </w:p>
    <w:p w:rsidR="00ED3D62" w:rsidRDefault="00ED3D62" w:rsidP="00ED3D62">
      <w:pPr>
        <w:pStyle w:val="libNormal"/>
      </w:pPr>
      <w:proofErr w:type="spellStart"/>
      <w:r>
        <w:t>Daftary</w:t>
      </w:r>
      <w:proofErr w:type="spellEnd"/>
      <w:r>
        <w:t xml:space="preserve">, Farhad. </w:t>
      </w:r>
      <w:r w:rsidRPr="00D86078">
        <w:rPr>
          <w:rStyle w:val="libItalicChar"/>
        </w:rPr>
        <w:t xml:space="preserve">The Assassin Legends: Myth of the </w:t>
      </w:r>
      <w:proofErr w:type="spellStart"/>
      <w:proofErr w:type="gramStart"/>
      <w:r w:rsidRPr="00D86078">
        <w:rPr>
          <w:rStyle w:val="libItalicChar"/>
        </w:rPr>
        <w:t>Ismā‘</w:t>
      </w:r>
      <w:proofErr w:type="gramEnd"/>
      <w:r w:rsidRPr="00D86078">
        <w:rPr>
          <w:rStyle w:val="libItalicChar"/>
        </w:rPr>
        <w:t>īlīs</w:t>
      </w:r>
      <w:proofErr w:type="spellEnd"/>
      <w:r w:rsidRPr="00D86078">
        <w:rPr>
          <w:rStyle w:val="libItalicChar"/>
        </w:rPr>
        <w:t>.</w:t>
      </w:r>
      <w:r>
        <w:t xml:space="preserve"> London: I.B. Tauris, 1994.</w:t>
      </w:r>
    </w:p>
    <w:p w:rsidR="00ED3D62" w:rsidRDefault="00ED3D62" w:rsidP="00ED3D62">
      <w:pPr>
        <w:pStyle w:val="libNormal"/>
      </w:pPr>
      <w:proofErr w:type="spellStart"/>
      <w:r>
        <w:t>Daftary</w:t>
      </w:r>
      <w:proofErr w:type="spellEnd"/>
      <w:r>
        <w:t xml:space="preserve">, Farhad. </w:t>
      </w:r>
      <w:r w:rsidRPr="00D86078">
        <w:rPr>
          <w:rStyle w:val="libItalicChar"/>
        </w:rPr>
        <w:t xml:space="preserve">The </w:t>
      </w:r>
      <w:proofErr w:type="spellStart"/>
      <w:proofErr w:type="gramStart"/>
      <w:r w:rsidRPr="00D86078">
        <w:rPr>
          <w:rStyle w:val="libItalicChar"/>
        </w:rPr>
        <w:t>Ismā‘</w:t>
      </w:r>
      <w:proofErr w:type="gramEnd"/>
      <w:r w:rsidRPr="00D86078">
        <w:rPr>
          <w:rStyle w:val="libItalicChar"/>
        </w:rPr>
        <w:t>īlīs</w:t>
      </w:r>
      <w:proofErr w:type="spellEnd"/>
      <w:r w:rsidRPr="00D86078">
        <w:rPr>
          <w:rStyle w:val="libItalicChar"/>
        </w:rPr>
        <w:t xml:space="preserve">: Their History and Doctrines. </w:t>
      </w:r>
      <w:r>
        <w:t>Cambridge, UK: Cambridge University Press, 1990.</w:t>
      </w:r>
    </w:p>
    <w:p w:rsidR="00ED3D62" w:rsidRDefault="00ED3D62" w:rsidP="00ED3D62">
      <w:pPr>
        <w:pStyle w:val="libNormal"/>
      </w:pPr>
      <w:proofErr w:type="spellStart"/>
      <w:r>
        <w:t>Daftary</w:t>
      </w:r>
      <w:proofErr w:type="spellEnd"/>
      <w:r>
        <w:t xml:space="preserve">, Farhad, ed. </w:t>
      </w:r>
      <w:r w:rsidRPr="00D86078">
        <w:rPr>
          <w:rStyle w:val="libItalicChar"/>
        </w:rPr>
        <w:t xml:space="preserve">Mediaeval </w:t>
      </w:r>
      <w:proofErr w:type="spellStart"/>
      <w:proofErr w:type="gramStart"/>
      <w:r w:rsidRPr="00D86078">
        <w:rPr>
          <w:rStyle w:val="libItalicChar"/>
        </w:rPr>
        <w:t>Ismā‘</w:t>
      </w:r>
      <w:proofErr w:type="gramEnd"/>
      <w:r w:rsidRPr="00D86078">
        <w:rPr>
          <w:rStyle w:val="libItalicChar"/>
        </w:rPr>
        <w:t>īlī</w:t>
      </w:r>
      <w:proofErr w:type="spellEnd"/>
      <w:r w:rsidRPr="00D86078">
        <w:rPr>
          <w:rStyle w:val="libItalicChar"/>
        </w:rPr>
        <w:t xml:space="preserve"> History and Thought.</w:t>
      </w:r>
      <w:r>
        <w:t xml:space="preserve"> Cambridge, UK: Cambridge University Press, 1996.</w:t>
      </w:r>
    </w:p>
    <w:p w:rsidR="00ED3D62" w:rsidRDefault="00ED3D62" w:rsidP="00ED3D62">
      <w:pPr>
        <w:pStyle w:val="libNormal"/>
      </w:pPr>
      <w:r>
        <w:t xml:space="preserve">Fuller, Graham E. and Rend Rahim </w:t>
      </w:r>
      <w:proofErr w:type="spellStart"/>
      <w:r>
        <w:t>Francke</w:t>
      </w:r>
      <w:proofErr w:type="spellEnd"/>
      <w:r>
        <w:t xml:space="preserve">. </w:t>
      </w:r>
      <w:r w:rsidRPr="00D86078">
        <w:rPr>
          <w:rStyle w:val="libItalicChar"/>
        </w:rPr>
        <w:t xml:space="preserve">The Arab </w:t>
      </w:r>
      <w:proofErr w:type="gramStart"/>
      <w:r w:rsidRPr="00D86078">
        <w:rPr>
          <w:rStyle w:val="libItalicChar"/>
        </w:rPr>
        <w:t>Shi‘</w:t>
      </w:r>
      <w:proofErr w:type="gramEnd"/>
      <w:r w:rsidRPr="00D86078">
        <w:rPr>
          <w:rStyle w:val="libItalicChar"/>
        </w:rPr>
        <w:t xml:space="preserve">a: The Forgotten Muslims. </w:t>
      </w:r>
      <w:r>
        <w:t>New York: Palgrave Macmillan, 2001.</w:t>
      </w:r>
    </w:p>
    <w:p w:rsidR="007D4755" w:rsidRDefault="00ED3D62" w:rsidP="00ED3D62">
      <w:pPr>
        <w:pStyle w:val="libNormal"/>
      </w:pPr>
      <w:r>
        <w:t xml:space="preserve">Halm, Heinz. </w:t>
      </w:r>
      <w:r w:rsidRPr="00D86078">
        <w:rPr>
          <w:rStyle w:val="libItalicChar"/>
        </w:rPr>
        <w:t>The Fatimids and their Traditions of Learning.</w:t>
      </w:r>
      <w:r>
        <w:t xml:space="preserve"> London: I.B. Tauris and Co., 2001.</w:t>
      </w:r>
    </w:p>
    <w:p w:rsidR="00ED3D62" w:rsidRDefault="00ED3D62" w:rsidP="00ED3D62">
      <w:pPr>
        <w:pStyle w:val="libNormal"/>
      </w:pPr>
      <w:r>
        <w:t xml:space="preserve">Halm, Heinz. </w:t>
      </w:r>
      <w:r w:rsidRPr="00D86078">
        <w:rPr>
          <w:rStyle w:val="libItalicChar"/>
        </w:rPr>
        <w:t>Shiism.</w:t>
      </w:r>
      <w:r>
        <w:t xml:space="preserve"> Edinburgh: Edinburgh University Press, 1992.</w:t>
      </w:r>
    </w:p>
    <w:p w:rsidR="00ED3D62" w:rsidRDefault="00ED3D62" w:rsidP="00ED3D62">
      <w:pPr>
        <w:pStyle w:val="libNormal"/>
      </w:pPr>
      <w:r>
        <w:t xml:space="preserve">Halm, Heinz. </w:t>
      </w:r>
      <w:proofErr w:type="gramStart"/>
      <w:r w:rsidRPr="00D86078">
        <w:rPr>
          <w:rStyle w:val="libItalicChar"/>
        </w:rPr>
        <w:t>Shi‘</w:t>
      </w:r>
      <w:proofErr w:type="gramEnd"/>
      <w:r w:rsidRPr="00D86078">
        <w:rPr>
          <w:rStyle w:val="libItalicChar"/>
        </w:rPr>
        <w:t>a Islam: From Religion to Revolution</w:t>
      </w:r>
      <w:r>
        <w:t>. Princeton, NJ: Markus Wiener, 1997.</w:t>
      </w:r>
    </w:p>
    <w:p w:rsidR="00ED3D62" w:rsidRDefault="00ED3D62" w:rsidP="00ED3D62">
      <w:pPr>
        <w:pStyle w:val="libNormal"/>
      </w:pPr>
      <w:r>
        <w:t xml:space="preserve">Hollister, John N. </w:t>
      </w:r>
      <w:r w:rsidRPr="00D86078">
        <w:rPr>
          <w:rStyle w:val="libItalicChar"/>
        </w:rPr>
        <w:t xml:space="preserve">The </w:t>
      </w:r>
      <w:proofErr w:type="gramStart"/>
      <w:r w:rsidRPr="00D86078">
        <w:rPr>
          <w:rStyle w:val="libItalicChar"/>
        </w:rPr>
        <w:t>Shi‘</w:t>
      </w:r>
      <w:proofErr w:type="gramEnd"/>
      <w:r w:rsidRPr="00D86078">
        <w:rPr>
          <w:rStyle w:val="libItalicChar"/>
        </w:rPr>
        <w:t>a of India.</w:t>
      </w:r>
      <w:r>
        <w:t xml:space="preserve"> London: </w:t>
      </w:r>
      <w:proofErr w:type="spellStart"/>
      <w:r>
        <w:t>Luzac</w:t>
      </w:r>
      <w:proofErr w:type="spellEnd"/>
      <w:r>
        <w:t xml:space="preserve"> &amp; Co., 1953.</w:t>
      </w:r>
    </w:p>
    <w:p w:rsidR="00ED3D62" w:rsidRDefault="00ED3D62" w:rsidP="00ED3D62">
      <w:pPr>
        <w:pStyle w:val="libNormal"/>
      </w:pPr>
      <w:proofErr w:type="spellStart"/>
      <w:r>
        <w:t>Jabar</w:t>
      </w:r>
      <w:proofErr w:type="spellEnd"/>
      <w:r>
        <w:t xml:space="preserve">, </w:t>
      </w:r>
      <w:proofErr w:type="spellStart"/>
      <w:r>
        <w:t>Faleh</w:t>
      </w:r>
      <w:proofErr w:type="spellEnd"/>
      <w:r>
        <w:t xml:space="preserve"> A. </w:t>
      </w:r>
      <w:r w:rsidRPr="00D86078">
        <w:rPr>
          <w:rStyle w:val="libItalicChar"/>
        </w:rPr>
        <w:t xml:space="preserve">The </w:t>
      </w:r>
      <w:proofErr w:type="gramStart"/>
      <w:r w:rsidRPr="00D86078">
        <w:rPr>
          <w:rStyle w:val="libItalicChar"/>
        </w:rPr>
        <w:t>Shi‘</w:t>
      </w:r>
      <w:proofErr w:type="gramEnd"/>
      <w:r w:rsidRPr="00D86078">
        <w:rPr>
          <w:rStyle w:val="libItalicChar"/>
        </w:rPr>
        <w:t>ite Movement in Iraq.</w:t>
      </w:r>
      <w:r>
        <w:t xml:space="preserve"> London: </w:t>
      </w:r>
      <w:proofErr w:type="spellStart"/>
      <w:r>
        <w:t>Saqi</w:t>
      </w:r>
      <w:proofErr w:type="spellEnd"/>
      <w:r>
        <w:t>, 2003.</w:t>
      </w:r>
    </w:p>
    <w:p w:rsidR="00ED3D62" w:rsidRDefault="00ED3D62" w:rsidP="00ED3D62">
      <w:pPr>
        <w:pStyle w:val="libNormal"/>
      </w:pPr>
      <w:r>
        <w:lastRenderedPageBreak/>
        <w:t xml:space="preserve">Jafri, S. Husain M. </w:t>
      </w:r>
      <w:r w:rsidRPr="00D86078">
        <w:rPr>
          <w:rStyle w:val="libItalicChar"/>
        </w:rPr>
        <w:t>The</w:t>
      </w:r>
      <w:r w:rsidRPr="00CA2CCA">
        <w:t xml:space="preserve"> </w:t>
      </w:r>
      <w:r w:rsidRPr="00D86078">
        <w:rPr>
          <w:rStyle w:val="libItalicChar"/>
        </w:rPr>
        <w:t xml:space="preserve">Origins and Early Development of </w:t>
      </w:r>
      <w:proofErr w:type="gramStart"/>
      <w:r w:rsidRPr="00D86078">
        <w:rPr>
          <w:rStyle w:val="libItalicChar"/>
        </w:rPr>
        <w:t>Shi‘</w:t>
      </w:r>
      <w:proofErr w:type="gramEnd"/>
      <w:r w:rsidRPr="00D86078">
        <w:rPr>
          <w:rStyle w:val="libItalicChar"/>
        </w:rPr>
        <w:t>a Islam.</w:t>
      </w:r>
      <w:r>
        <w:t xml:space="preserve"> Oxford, UK: Oxford University Press, 2002.</w:t>
      </w:r>
    </w:p>
    <w:p w:rsidR="00ED3D62" w:rsidRDefault="00ED3D62" w:rsidP="00ED3D62">
      <w:pPr>
        <w:pStyle w:val="libNormal"/>
      </w:pPr>
      <w:proofErr w:type="spellStart"/>
      <w:r>
        <w:t>Kholberg</w:t>
      </w:r>
      <w:proofErr w:type="spellEnd"/>
      <w:r>
        <w:t xml:space="preserve">, Etan. </w:t>
      </w:r>
      <w:r w:rsidRPr="00D86078">
        <w:rPr>
          <w:rStyle w:val="libItalicChar"/>
        </w:rPr>
        <w:t xml:space="preserve">Belief and Law in Imami </w:t>
      </w:r>
      <w:proofErr w:type="gramStart"/>
      <w:r w:rsidRPr="00D86078">
        <w:rPr>
          <w:rStyle w:val="libItalicChar"/>
        </w:rPr>
        <w:t>Shi‘</w:t>
      </w:r>
      <w:proofErr w:type="gramEnd"/>
      <w:r w:rsidRPr="00D86078">
        <w:rPr>
          <w:rStyle w:val="libItalicChar"/>
        </w:rPr>
        <w:t>ism.</w:t>
      </w:r>
      <w:r>
        <w:t xml:space="preserve"> </w:t>
      </w:r>
      <w:proofErr w:type="spellStart"/>
      <w:r>
        <w:t>Aldershot</w:t>
      </w:r>
      <w:proofErr w:type="spellEnd"/>
      <w:r>
        <w:t>: Variorum/Ashgate, 1991.</w:t>
      </w:r>
    </w:p>
    <w:p w:rsidR="00ED3D62" w:rsidRDefault="00ED3D62" w:rsidP="00ED3D62">
      <w:pPr>
        <w:pStyle w:val="libNormal"/>
      </w:pPr>
      <w:proofErr w:type="spellStart"/>
      <w:r>
        <w:t>Kholberg</w:t>
      </w:r>
      <w:proofErr w:type="spellEnd"/>
      <w:r>
        <w:t xml:space="preserve">, Etan, ed. </w:t>
      </w:r>
      <w:r w:rsidRPr="00D86078">
        <w:rPr>
          <w:rStyle w:val="libItalicChar"/>
        </w:rPr>
        <w:t>Shi‛ism.</w:t>
      </w:r>
      <w:r>
        <w:t xml:space="preserve"> </w:t>
      </w:r>
      <w:proofErr w:type="spellStart"/>
      <w:r>
        <w:t>Aldershot</w:t>
      </w:r>
      <w:proofErr w:type="spellEnd"/>
      <w:r>
        <w:t>: Ashgate, 2003.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proofErr w:type="spellStart"/>
      <w:r>
        <w:t>Khumaynī</w:t>
      </w:r>
      <w:proofErr w:type="spellEnd"/>
      <w:r>
        <w:t xml:space="preserve">, </w:t>
      </w:r>
      <w:proofErr w:type="spellStart"/>
      <w:r>
        <w:t>Ayatu’llah</w:t>
      </w:r>
      <w:proofErr w:type="spellEnd"/>
      <w:r>
        <w:t xml:space="preserve"> </w:t>
      </w:r>
      <w:proofErr w:type="spellStart"/>
      <w:r>
        <w:t>Seyyid</w:t>
      </w:r>
      <w:proofErr w:type="spellEnd"/>
      <w:r>
        <w:t xml:space="preserve"> </w:t>
      </w:r>
      <w:proofErr w:type="spellStart"/>
      <w:r>
        <w:t>Ruhu’llāh</w:t>
      </w:r>
      <w:proofErr w:type="spellEnd"/>
      <w:r>
        <w:t xml:space="preserve"> (Hamid </w:t>
      </w:r>
      <w:proofErr w:type="spellStart"/>
      <w:r>
        <w:t>Algar</w:t>
      </w:r>
      <w:proofErr w:type="spellEnd"/>
      <w:r>
        <w:t xml:space="preserve">, trans. and ed.). </w:t>
      </w:r>
      <w:r w:rsidRPr="00D86078">
        <w:rPr>
          <w:rStyle w:val="libItalicChar"/>
        </w:rPr>
        <w:t xml:space="preserve">Islam and Revolution: Writings and Declarations of Imam Khomeini. </w:t>
      </w:r>
      <w:r w:rsidRPr="00D86078">
        <w:rPr>
          <w:rStyle w:val="libNormalChar"/>
        </w:rPr>
        <w:t xml:space="preserve">Berkeley, CA: </w:t>
      </w:r>
      <w:proofErr w:type="spellStart"/>
      <w:r w:rsidRPr="00D86078">
        <w:rPr>
          <w:rStyle w:val="libNormalChar"/>
        </w:rPr>
        <w:t>Mizan</w:t>
      </w:r>
      <w:proofErr w:type="spellEnd"/>
      <w:r w:rsidRPr="00D86078">
        <w:rPr>
          <w:rStyle w:val="libNormalChar"/>
        </w:rPr>
        <w:t xml:space="preserve"> Press, 1981.</w:t>
      </w:r>
    </w:p>
    <w:p w:rsidR="00ED3D62" w:rsidRDefault="00ED3D62" w:rsidP="00ED3D62">
      <w:pPr>
        <w:pStyle w:val="libNormal"/>
      </w:pPr>
      <w:r w:rsidRPr="00CA2CCA">
        <w:t xml:space="preserve">Kramer, Martin S., ed. </w:t>
      </w:r>
      <w:proofErr w:type="gramStart"/>
      <w:r w:rsidRPr="00D86078">
        <w:rPr>
          <w:rStyle w:val="libItalicChar"/>
        </w:rPr>
        <w:t>Shi‘</w:t>
      </w:r>
      <w:proofErr w:type="gramEnd"/>
      <w:r w:rsidRPr="00D86078">
        <w:rPr>
          <w:rStyle w:val="libItalicChar"/>
        </w:rPr>
        <w:t>ism, Resistance, and Revolution.</w:t>
      </w:r>
      <w:r>
        <w:t xml:space="preserve"> Boulder, CO: Westview Press, 1987.</w:t>
      </w:r>
    </w:p>
    <w:p w:rsidR="00ED3D62" w:rsidRDefault="00ED3D62" w:rsidP="00ED3D62">
      <w:pPr>
        <w:pStyle w:val="libNormal"/>
      </w:pPr>
      <w:r>
        <w:t xml:space="preserve">Litvak, Meir. </w:t>
      </w:r>
      <w:proofErr w:type="gramStart"/>
      <w:r w:rsidRPr="00D86078">
        <w:rPr>
          <w:rStyle w:val="libItalicChar"/>
        </w:rPr>
        <w:t>Shi‘</w:t>
      </w:r>
      <w:proofErr w:type="gramEnd"/>
      <w:r w:rsidRPr="00D86078">
        <w:rPr>
          <w:rStyle w:val="libItalicChar"/>
        </w:rPr>
        <w:t xml:space="preserve">i Scholars of Nineteenth-Century Iraq. </w:t>
      </w:r>
      <w:r>
        <w:t>Cambridge, UK: Cambridge University Press, 2002.</w:t>
      </w:r>
    </w:p>
    <w:p w:rsidR="007D4755" w:rsidRDefault="00ED3D62" w:rsidP="00ED3D62">
      <w:pPr>
        <w:pStyle w:val="libNormal"/>
      </w:pPr>
      <w:proofErr w:type="spellStart"/>
      <w:r>
        <w:t>Mallat</w:t>
      </w:r>
      <w:proofErr w:type="spellEnd"/>
      <w:r>
        <w:t xml:space="preserve">, </w:t>
      </w:r>
      <w:proofErr w:type="spellStart"/>
      <w:r>
        <w:t>Chibli</w:t>
      </w:r>
      <w:proofErr w:type="spellEnd"/>
      <w:r>
        <w:t xml:space="preserve">. </w:t>
      </w:r>
      <w:proofErr w:type="gramStart"/>
      <w:r w:rsidRPr="00D86078">
        <w:rPr>
          <w:rStyle w:val="libItalicChar"/>
        </w:rPr>
        <w:t>Shi‘</w:t>
      </w:r>
      <w:proofErr w:type="gramEnd"/>
      <w:r w:rsidRPr="00D86078">
        <w:rPr>
          <w:rStyle w:val="libItalicChar"/>
        </w:rPr>
        <w:t>i Thought from the South of Lebanon.</w:t>
      </w:r>
      <w:r>
        <w:t xml:space="preserve"> Oxford, UK: Centre for Lebanese Studies, 1988.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proofErr w:type="spellStart"/>
      <w:r>
        <w:t>Modarressi</w:t>
      </w:r>
      <w:proofErr w:type="spellEnd"/>
      <w:r>
        <w:t xml:space="preserve">, Hossein. </w:t>
      </w:r>
      <w:r w:rsidRPr="00D86078">
        <w:rPr>
          <w:rStyle w:val="libItalicChar"/>
        </w:rPr>
        <w:t xml:space="preserve">Tradition and Survival: A Bibliographical Survey of Early </w:t>
      </w:r>
      <w:proofErr w:type="gramStart"/>
      <w:r w:rsidRPr="00D86078">
        <w:rPr>
          <w:rStyle w:val="libItalicChar"/>
        </w:rPr>
        <w:t>Shi‘</w:t>
      </w:r>
      <w:proofErr w:type="gramEnd"/>
      <w:r w:rsidRPr="00D86078">
        <w:rPr>
          <w:rStyle w:val="libItalicChar"/>
        </w:rPr>
        <w:t>ite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Literature, Vol.1. </w:t>
      </w:r>
      <w:r w:rsidRPr="00D86078">
        <w:rPr>
          <w:rStyle w:val="libNormalChar"/>
        </w:rPr>
        <w:t xml:space="preserve">Oxford, UK: </w:t>
      </w:r>
      <w:proofErr w:type="spellStart"/>
      <w:r w:rsidRPr="00D86078">
        <w:rPr>
          <w:rStyle w:val="libNormalChar"/>
        </w:rPr>
        <w:t>Oneworld</w:t>
      </w:r>
      <w:proofErr w:type="spellEnd"/>
      <w:r w:rsidRPr="00D86078">
        <w:rPr>
          <w:rStyle w:val="libNormalChar"/>
        </w:rPr>
        <w:t>, 2003.</w:t>
      </w:r>
    </w:p>
    <w:p w:rsidR="00ED3D62" w:rsidRPr="00D86078" w:rsidRDefault="00ED3D62" w:rsidP="00ED3D62">
      <w:pPr>
        <w:rPr>
          <w:rStyle w:val="libItalicChar"/>
        </w:rPr>
      </w:pPr>
      <w:proofErr w:type="spellStart"/>
      <w:r w:rsidRPr="00D86078">
        <w:rPr>
          <w:rStyle w:val="libNormalChar"/>
        </w:rPr>
        <w:t>Momen</w:t>
      </w:r>
      <w:proofErr w:type="spellEnd"/>
      <w:r w:rsidRPr="00D86078">
        <w:rPr>
          <w:rStyle w:val="libNormalChar"/>
        </w:rPr>
        <w:t xml:space="preserve">, </w:t>
      </w:r>
      <w:proofErr w:type="spellStart"/>
      <w:r w:rsidRPr="00D86078">
        <w:rPr>
          <w:rStyle w:val="libNormalChar"/>
        </w:rPr>
        <w:t>Moojan</w:t>
      </w:r>
      <w:proofErr w:type="spellEnd"/>
      <w:r w:rsidRPr="00D86078">
        <w:rPr>
          <w:rStyle w:val="libNormalChar"/>
        </w:rPr>
        <w:t xml:space="preserve">. </w:t>
      </w:r>
      <w:r w:rsidRPr="00D86078">
        <w:rPr>
          <w:rStyle w:val="libItalicChar"/>
        </w:rPr>
        <w:t xml:space="preserve">An Introduction to </w:t>
      </w:r>
      <w:proofErr w:type="gramStart"/>
      <w:r w:rsidRPr="00D86078">
        <w:rPr>
          <w:rStyle w:val="libItalicChar"/>
        </w:rPr>
        <w:t>Shi‘</w:t>
      </w:r>
      <w:proofErr w:type="gramEnd"/>
      <w:r w:rsidRPr="00D86078">
        <w:rPr>
          <w:rStyle w:val="libItalicChar"/>
        </w:rPr>
        <w:t xml:space="preserve">i Islam: The History and Doctrines of Twelver Shi‘ism. </w:t>
      </w:r>
      <w:r w:rsidRPr="00D86078">
        <w:rPr>
          <w:rStyle w:val="libNormalChar"/>
        </w:rPr>
        <w:t>New Haven, CT: Yale University Press, 1985.</w:t>
      </w:r>
    </w:p>
    <w:p w:rsidR="00ED3D62" w:rsidRDefault="00ED3D62" w:rsidP="00ED3D62">
      <w:pPr>
        <w:pStyle w:val="libNormal"/>
      </w:pPr>
      <w:proofErr w:type="spellStart"/>
      <w:r w:rsidRPr="00CA2CCA">
        <w:t>Nakash</w:t>
      </w:r>
      <w:proofErr w:type="spellEnd"/>
      <w:r w:rsidRPr="00CA2CCA">
        <w:t xml:space="preserve">, Yitzhak. </w:t>
      </w:r>
      <w:r w:rsidRPr="00D86078">
        <w:rPr>
          <w:rStyle w:val="libItalicChar"/>
        </w:rPr>
        <w:t xml:space="preserve">The </w:t>
      </w:r>
      <w:proofErr w:type="gramStart"/>
      <w:r w:rsidRPr="00D86078">
        <w:rPr>
          <w:rStyle w:val="libItalicChar"/>
        </w:rPr>
        <w:t>Shi‘</w:t>
      </w:r>
      <w:proofErr w:type="gramEnd"/>
      <w:r w:rsidRPr="00D86078">
        <w:rPr>
          <w:rStyle w:val="libItalicChar"/>
        </w:rPr>
        <w:t xml:space="preserve">is of Iraq. </w:t>
      </w:r>
      <w:r>
        <w:t>Princeton, NJ: Princeton University Press, 2003.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Nasr, </w:t>
      </w:r>
      <w:proofErr w:type="spellStart"/>
      <w:r>
        <w:t>Seyyed</w:t>
      </w:r>
      <w:proofErr w:type="spellEnd"/>
      <w:r>
        <w:t xml:space="preserve"> Hossein, Hamid Dabashi and </w:t>
      </w:r>
      <w:proofErr w:type="spellStart"/>
      <w:r>
        <w:t>Seyyed</w:t>
      </w:r>
      <w:proofErr w:type="spellEnd"/>
      <w:r>
        <w:t xml:space="preserve"> Vali Reza Nasr, eds. </w:t>
      </w:r>
      <w:r w:rsidRPr="00D86078">
        <w:rPr>
          <w:rStyle w:val="libItalicChar"/>
        </w:rPr>
        <w:t xml:space="preserve">Expectation of the Millennium: </w:t>
      </w:r>
      <w:proofErr w:type="gramStart"/>
      <w:r w:rsidRPr="00D86078">
        <w:rPr>
          <w:rStyle w:val="libItalicChar"/>
        </w:rPr>
        <w:t>Shi‘</w:t>
      </w:r>
      <w:proofErr w:type="gramEnd"/>
      <w:r w:rsidRPr="00D86078">
        <w:rPr>
          <w:rStyle w:val="libItalicChar"/>
        </w:rPr>
        <w:t xml:space="preserve">ism in History. </w:t>
      </w:r>
      <w:r w:rsidRPr="00D86078">
        <w:rPr>
          <w:rStyle w:val="libNormalChar"/>
        </w:rPr>
        <w:t>Albany, NY: State University of New York Press, 1989.</w:t>
      </w:r>
    </w:p>
    <w:p w:rsidR="00ED3D62" w:rsidRPr="00D86078" w:rsidRDefault="00ED3D62" w:rsidP="00ED3D62">
      <w:pPr>
        <w:rPr>
          <w:rStyle w:val="libItalicChar"/>
        </w:rPr>
      </w:pPr>
      <w:r w:rsidRPr="00D86078">
        <w:rPr>
          <w:rStyle w:val="libNormalChar"/>
        </w:rPr>
        <w:t xml:space="preserve">Nasr, </w:t>
      </w:r>
      <w:proofErr w:type="spellStart"/>
      <w:r w:rsidRPr="00D86078">
        <w:rPr>
          <w:rStyle w:val="libNormalChar"/>
        </w:rPr>
        <w:t>Seyyed</w:t>
      </w:r>
      <w:proofErr w:type="spellEnd"/>
      <w:r w:rsidRPr="00D86078">
        <w:rPr>
          <w:rStyle w:val="libNormalChar"/>
        </w:rPr>
        <w:t xml:space="preserve"> Hossein, Hamid Dabashi and </w:t>
      </w:r>
      <w:proofErr w:type="spellStart"/>
      <w:r w:rsidRPr="00D86078">
        <w:rPr>
          <w:rStyle w:val="libNormalChar"/>
        </w:rPr>
        <w:t>Seyyed</w:t>
      </w:r>
      <w:proofErr w:type="spellEnd"/>
      <w:r w:rsidRPr="00D86078">
        <w:rPr>
          <w:rStyle w:val="libNormalChar"/>
        </w:rPr>
        <w:t xml:space="preserve"> Vali Reza Nasr, eds. </w:t>
      </w:r>
      <w:proofErr w:type="gramStart"/>
      <w:r w:rsidRPr="00D86078">
        <w:rPr>
          <w:rStyle w:val="libItalicChar"/>
        </w:rPr>
        <w:t>Shi‘</w:t>
      </w:r>
      <w:proofErr w:type="gramEnd"/>
      <w:r w:rsidRPr="00D86078">
        <w:rPr>
          <w:rStyle w:val="libItalicChar"/>
        </w:rPr>
        <w:t xml:space="preserve">ism: Doctrines, Thought and Spirituality. </w:t>
      </w:r>
      <w:r w:rsidRPr="00D86078">
        <w:rPr>
          <w:rStyle w:val="libNormalChar"/>
        </w:rPr>
        <w:t>Albany, NY: State University of New York Press, 1988.</w:t>
      </w:r>
    </w:p>
    <w:p w:rsidR="00ED3D62" w:rsidRPr="00D86078" w:rsidRDefault="00ED3D62" w:rsidP="00ED3D62">
      <w:pPr>
        <w:rPr>
          <w:rStyle w:val="libItalicChar"/>
        </w:rPr>
      </w:pPr>
      <w:r w:rsidRPr="00D86078">
        <w:rPr>
          <w:rStyle w:val="libNormalChar"/>
        </w:rPr>
        <w:t xml:space="preserve">Newman, Andrew J. </w:t>
      </w:r>
      <w:r w:rsidRPr="00D86078">
        <w:rPr>
          <w:rStyle w:val="libItalicChar"/>
        </w:rPr>
        <w:t xml:space="preserve">The Formative Period of Twelver </w:t>
      </w:r>
      <w:proofErr w:type="gramStart"/>
      <w:r w:rsidRPr="00D86078">
        <w:rPr>
          <w:rStyle w:val="libItalicChar"/>
        </w:rPr>
        <w:t>Shi‘</w:t>
      </w:r>
      <w:proofErr w:type="gramEnd"/>
      <w:r w:rsidRPr="00D86078">
        <w:rPr>
          <w:rStyle w:val="libItalicChar"/>
        </w:rPr>
        <w:t xml:space="preserve">ism: </w:t>
      </w:r>
      <w:proofErr w:type="spellStart"/>
      <w:r w:rsidRPr="00D86078">
        <w:rPr>
          <w:rStyle w:val="libItalicChar"/>
        </w:rPr>
        <w:t>Hadīth</w:t>
      </w:r>
      <w:proofErr w:type="spellEnd"/>
      <w:r w:rsidRPr="00D86078">
        <w:rPr>
          <w:rStyle w:val="libItalicChar"/>
        </w:rPr>
        <w:t xml:space="preserve"> as Discourse Between Qum and Baghdad. </w:t>
      </w:r>
      <w:r w:rsidRPr="00D86078">
        <w:rPr>
          <w:rStyle w:val="libNormalChar"/>
        </w:rPr>
        <w:t>Richmond: Curzon Press, 2001.</w:t>
      </w:r>
    </w:p>
    <w:p w:rsidR="00ED3D62" w:rsidRDefault="00ED3D62" w:rsidP="00ED3D62">
      <w:pPr>
        <w:pStyle w:val="libNormal"/>
      </w:pPr>
      <w:r w:rsidRPr="00CA2CCA">
        <w:t xml:space="preserve">Pinault, David. </w:t>
      </w:r>
      <w:r w:rsidRPr="00D86078">
        <w:rPr>
          <w:rStyle w:val="libItalicChar"/>
        </w:rPr>
        <w:t>The Shiites: Ritual and Popular Piety in a Muslim Community.</w:t>
      </w:r>
      <w:r>
        <w:t xml:space="preserve"> New York: Palgrave, 1993.</w:t>
      </w:r>
    </w:p>
    <w:p w:rsidR="00ED3D62" w:rsidRDefault="00ED3D62" w:rsidP="00ED3D62">
      <w:pPr>
        <w:pStyle w:val="libNormal"/>
      </w:pPr>
      <w:r>
        <w:t xml:space="preserve">Sachedina, </w:t>
      </w:r>
      <w:proofErr w:type="spellStart"/>
      <w:r>
        <w:t>Abdulaziz</w:t>
      </w:r>
      <w:proofErr w:type="spellEnd"/>
      <w:r>
        <w:t xml:space="preserve"> A. </w:t>
      </w:r>
      <w:r w:rsidRPr="00D86078">
        <w:rPr>
          <w:rStyle w:val="libItalicChar"/>
        </w:rPr>
        <w:t xml:space="preserve">Islamic Messianism: The Idea of the Mahdi in Twelver </w:t>
      </w:r>
      <w:proofErr w:type="gramStart"/>
      <w:r w:rsidRPr="00D86078">
        <w:rPr>
          <w:rStyle w:val="libItalicChar"/>
        </w:rPr>
        <w:t>Shi‘</w:t>
      </w:r>
      <w:proofErr w:type="gramEnd"/>
      <w:r w:rsidRPr="00D86078">
        <w:rPr>
          <w:rStyle w:val="libItalicChar"/>
        </w:rPr>
        <w:t xml:space="preserve">ism. </w:t>
      </w:r>
      <w:r>
        <w:t xml:space="preserve">Albany, </w:t>
      </w:r>
      <w:proofErr w:type="spellStart"/>
      <w:proofErr w:type="gramStart"/>
      <w:r>
        <w:t>NY:State</w:t>
      </w:r>
      <w:proofErr w:type="spellEnd"/>
      <w:proofErr w:type="gramEnd"/>
      <w:r>
        <w:t xml:space="preserve"> University of New York Press, 1981.</w:t>
      </w:r>
    </w:p>
    <w:p w:rsidR="00ED3D62" w:rsidRDefault="00ED3D62" w:rsidP="00ED3D62">
      <w:pPr>
        <w:pStyle w:val="libNormal"/>
      </w:pPr>
      <w:proofErr w:type="spellStart"/>
      <w:r>
        <w:t>Tabataba’i</w:t>
      </w:r>
      <w:proofErr w:type="spellEnd"/>
      <w:r>
        <w:t>, ‘</w:t>
      </w:r>
      <w:proofErr w:type="spellStart"/>
      <w:r>
        <w:t>Allamah</w:t>
      </w:r>
      <w:proofErr w:type="spellEnd"/>
      <w:r>
        <w:t xml:space="preserve"> Sayyid Muhammad Husain (</w:t>
      </w:r>
      <w:proofErr w:type="spellStart"/>
      <w:r>
        <w:t>Seyyed</w:t>
      </w:r>
      <w:proofErr w:type="spellEnd"/>
      <w:r>
        <w:t xml:space="preserve"> </w:t>
      </w:r>
      <w:proofErr w:type="spellStart"/>
      <w:r>
        <w:t>Hoseyn</w:t>
      </w:r>
      <w:proofErr w:type="spellEnd"/>
      <w:r>
        <w:t xml:space="preserve"> Nasr, trans. and ed.). </w:t>
      </w:r>
      <w:proofErr w:type="gramStart"/>
      <w:r w:rsidRPr="00D86078">
        <w:rPr>
          <w:rStyle w:val="libItalicChar"/>
        </w:rPr>
        <w:t>Shi‘</w:t>
      </w:r>
      <w:proofErr w:type="gramEnd"/>
      <w:r w:rsidRPr="00D86078">
        <w:rPr>
          <w:rStyle w:val="libItalicChar"/>
        </w:rPr>
        <w:t>ite Islam.</w:t>
      </w:r>
      <w:r>
        <w:t xml:space="preserve"> London: George Allen &amp; Unwin, 1975.</w:t>
      </w:r>
    </w:p>
    <w:p w:rsidR="00ED3D62" w:rsidRDefault="00ED3D62" w:rsidP="00ED3D62">
      <w:pPr>
        <w:pStyle w:val="libNormal"/>
      </w:pPr>
      <w:r>
        <w:t xml:space="preserve">Walker, Paul E. </w:t>
      </w:r>
      <w:r w:rsidRPr="00D86078">
        <w:rPr>
          <w:rStyle w:val="libItalicChar"/>
        </w:rPr>
        <w:t xml:space="preserve">Abu </w:t>
      </w:r>
      <w:proofErr w:type="gramStart"/>
      <w:r w:rsidRPr="00D86078">
        <w:rPr>
          <w:rStyle w:val="libItalicChar"/>
        </w:rPr>
        <w:t>Ya‘</w:t>
      </w:r>
      <w:proofErr w:type="gramEnd"/>
      <w:r w:rsidRPr="00D86078">
        <w:rPr>
          <w:rStyle w:val="libItalicChar"/>
        </w:rPr>
        <w:t>qub al-</w:t>
      </w:r>
      <w:proofErr w:type="spellStart"/>
      <w:r w:rsidRPr="00D86078">
        <w:rPr>
          <w:rStyle w:val="libItalicChar"/>
        </w:rPr>
        <w:t>Sijistani</w:t>
      </w:r>
      <w:proofErr w:type="spellEnd"/>
      <w:r w:rsidRPr="00D86078">
        <w:rPr>
          <w:rStyle w:val="libItalicChar"/>
        </w:rPr>
        <w:t xml:space="preserve">: Intellectual Missionary. </w:t>
      </w:r>
      <w:r>
        <w:t>London: I.B. Tauris, 1998.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Walker, Paul E. </w:t>
      </w:r>
      <w:r w:rsidRPr="00D86078">
        <w:rPr>
          <w:rStyle w:val="libItalicChar"/>
        </w:rPr>
        <w:t xml:space="preserve">Early Philosophical Shiism: The </w:t>
      </w:r>
      <w:proofErr w:type="gramStart"/>
      <w:r w:rsidRPr="00D86078">
        <w:rPr>
          <w:rStyle w:val="libItalicChar"/>
        </w:rPr>
        <w:t>Isma‘</w:t>
      </w:r>
      <w:proofErr w:type="gramEnd"/>
      <w:r w:rsidRPr="00D86078">
        <w:rPr>
          <w:rStyle w:val="libItalicChar"/>
        </w:rPr>
        <w:t>ili Neoplatonism of Abu Ya‘qub al-</w:t>
      </w:r>
      <w:proofErr w:type="spellStart"/>
      <w:r w:rsidRPr="00D86078">
        <w:rPr>
          <w:rStyle w:val="libItalicChar"/>
        </w:rPr>
        <w:t>Sijistani</w:t>
      </w:r>
      <w:proofErr w:type="spellEnd"/>
      <w:r w:rsidRPr="00D86078">
        <w:rPr>
          <w:rStyle w:val="libItalicChar"/>
        </w:rPr>
        <w:t xml:space="preserve">. </w:t>
      </w:r>
      <w:r w:rsidRPr="00D86078">
        <w:rPr>
          <w:rStyle w:val="libNormalChar"/>
        </w:rPr>
        <w:t>Cambridge, UK: Cambridge University Press, 1993.</w:t>
      </w:r>
    </w:p>
    <w:p w:rsidR="00ED3D62" w:rsidRDefault="00ED3D62" w:rsidP="00ED3D62">
      <w:pPr>
        <w:pStyle w:val="libNormal"/>
      </w:pPr>
      <w:r w:rsidRPr="00CA2CCA">
        <w:t xml:space="preserve">Walker, Paul E. </w:t>
      </w:r>
      <w:proofErr w:type="spellStart"/>
      <w:r w:rsidRPr="00D86078">
        <w:rPr>
          <w:rStyle w:val="libItalicChar"/>
        </w:rPr>
        <w:t>Hamīd</w:t>
      </w:r>
      <w:proofErr w:type="spellEnd"/>
      <w:r w:rsidRPr="00D86078">
        <w:rPr>
          <w:rStyle w:val="libItalicChar"/>
        </w:rPr>
        <w:t xml:space="preserve"> al-</w:t>
      </w:r>
      <w:proofErr w:type="spellStart"/>
      <w:r w:rsidRPr="00D86078">
        <w:rPr>
          <w:rStyle w:val="libItalicChar"/>
        </w:rPr>
        <w:t>Dīn</w:t>
      </w:r>
      <w:proofErr w:type="spellEnd"/>
      <w:r w:rsidRPr="00D86078">
        <w:rPr>
          <w:rStyle w:val="libItalicChar"/>
        </w:rPr>
        <w:t xml:space="preserve"> al-</w:t>
      </w:r>
      <w:proofErr w:type="spellStart"/>
      <w:r w:rsidRPr="00D86078">
        <w:rPr>
          <w:rStyle w:val="libItalicChar"/>
        </w:rPr>
        <w:t>Kirmānī</w:t>
      </w:r>
      <w:proofErr w:type="spellEnd"/>
      <w:r w:rsidRPr="00D86078">
        <w:rPr>
          <w:rStyle w:val="libItalicChar"/>
        </w:rPr>
        <w:t xml:space="preserve">: </w:t>
      </w:r>
      <w:proofErr w:type="spellStart"/>
      <w:r w:rsidRPr="00D86078">
        <w:rPr>
          <w:rStyle w:val="libItalicChar"/>
        </w:rPr>
        <w:t>Ismaiili</w:t>
      </w:r>
      <w:proofErr w:type="spellEnd"/>
      <w:r w:rsidRPr="00D86078">
        <w:rPr>
          <w:rStyle w:val="libItalicChar"/>
        </w:rPr>
        <w:t xml:space="preserve"> Thought in the Age of al-</w:t>
      </w:r>
      <w:proofErr w:type="spellStart"/>
      <w:r w:rsidRPr="00D86078">
        <w:rPr>
          <w:rStyle w:val="libItalicChar"/>
        </w:rPr>
        <w:t>Hākim</w:t>
      </w:r>
      <w:proofErr w:type="spellEnd"/>
      <w:r w:rsidRPr="00D86078">
        <w:rPr>
          <w:rStyle w:val="libItalicChar"/>
        </w:rPr>
        <w:t xml:space="preserve">. </w:t>
      </w:r>
      <w:r>
        <w:t xml:space="preserve">London: </w:t>
      </w:r>
      <w:proofErr w:type="spellStart"/>
      <w:r>
        <w:t>I.</w:t>
      </w:r>
      <w:proofErr w:type="gramStart"/>
      <w:r>
        <w:t>B.Tauris</w:t>
      </w:r>
      <w:proofErr w:type="spellEnd"/>
      <w:proofErr w:type="gramEnd"/>
      <w:r>
        <w:t>, 1999.</w:t>
      </w:r>
    </w:p>
    <w:p w:rsidR="00ED3D62" w:rsidRPr="00D86078" w:rsidRDefault="00ED3D62" w:rsidP="00ED3D62">
      <w:pPr>
        <w:pStyle w:val="libNormal"/>
        <w:rPr>
          <w:rStyle w:val="libNormalChar"/>
        </w:rPr>
      </w:pPr>
      <w:r>
        <w:t xml:space="preserve">Wiley, Joyce N. </w:t>
      </w:r>
      <w:r w:rsidRPr="00D86078">
        <w:rPr>
          <w:rStyle w:val="libItalicChar"/>
        </w:rPr>
        <w:t xml:space="preserve">The Islamic Movement of Iraqi </w:t>
      </w:r>
      <w:proofErr w:type="gramStart"/>
      <w:r w:rsidRPr="00D86078">
        <w:rPr>
          <w:rStyle w:val="libItalicChar"/>
        </w:rPr>
        <w:t>Shi‘</w:t>
      </w:r>
      <w:proofErr w:type="gramEnd"/>
      <w:r w:rsidRPr="00D86078">
        <w:rPr>
          <w:rStyle w:val="libItalicChar"/>
        </w:rPr>
        <w:t>as.</w:t>
      </w:r>
      <w:r w:rsidRPr="00D86078">
        <w:rPr>
          <w:rStyle w:val="libNormalChar"/>
        </w:rPr>
        <w:t xml:space="preserve"> Boulder, CO: Lynne </w:t>
      </w:r>
      <w:proofErr w:type="spellStart"/>
      <w:r w:rsidRPr="00D86078">
        <w:rPr>
          <w:rStyle w:val="libNormalChar"/>
        </w:rPr>
        <w:t>Rienner</w:t>
      </w:r>
      <w:proofErr w:type="spellEnd"/>
      <w:r w:rsidRPr="00D86078">
        <w:rPr>
          <w:rStyle w:val="libNormalChar"/>
        </w:rPr>
        <w:t>, 1992.</w:t>
      </w:r>
    </w:p>
    <w:p w:rsidR="00ED3D62" w:rsidRDefault="00ED3D62" w:rsidP="00ED3D62">
      <w:pPr>
        <w:pStyle w:val="libNormal"/>
      </w:pPr>
      <w:r>
        <w:br w:type="page"/>
      </w:r>
    </w:p>
    <w:p w:rsidR="00ED3D62" w:rsidRPr="00296A62" w:rsidRDefault="00ED3D62" w:rsidP="00296A62">
      <w:pPr>
        <w:pStyle w:val="Heading1Center"/>
      </w:pPr>
      <w:bookmarkStart w:id="6" w:name="_Toc8818414"/>
      <w:r w:rsidRPr="00296A62">
        <w:lastRenderedPageBreak/>
        <w:t>V - Sufism:</w:t>
      </w:r>
      <w:bookmarkEnd w:id="6"/>
    </w:p>
    <w:p w:rsidR="00ED3D62" w:rsidRPr="00D86078" w:rsidRDefault="00ED3D62" w:rsidP="00ED3D62">
      <w:pPr>
        <w:rPr>
          <w:rStyle w:val="libItalicChar"/>
        </w:rPr>
      </w:pPr>
      <w:r w:rsidRPr="00D86078">
        <w:rPr>
          <w:rStyle w:val="libNormalChar"/>
        </w:rPr>
        <w:t xml:space="preserve">Abbas, </w:t>
      </w:r>
      <w:proofErr w:type="spellStart"/>
      <w:r w:rsidRPr="00D86078">
        <w:rPr>
          <w:rStyle w:val="libNormalChar"/>
        </w:rPr>
        <w:t>Shemeem</w:t>
      </w:r>
      <w:proofErr w:type="spellEnd"/>
      <w:r w:rsidRPr="00D86078">
        <w:rPr>
          <w:rStyle w:val="libNormalChar"/>
        </w:rPr>
        <w:t xml:space="preserve"> Burney. </w:t>
      </w:r>
      <w:r w:rsidRPr="00D86078">
        <w:rPr>
          <w:rStyle w:val="libItalicChar"/>
        </w:rPr>
        <w:t>The Female Voice in Sufi Ritual: Devotional Practices of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Pakistan and India. </w:t>
      </w:r>
      <w:r w:rsidRPr="00D86078">
        <w:rPr>
          <w:rStyle w:val="libNormalChar"/>
        </w:rPr>
        <w:t>Austin, TX: University of Texas Press, 2003.</w:t>
      </w:r>
    </w:p>
    <w:p w:rsidR="00ED3D62" w:rsidRPr="00D86078" w:rsidRDefault="00ED3D62" w:rsidP="00ED3D62">
      <w:pPr>
        <w:rPr>
          <w:rStyle w:val="libItalicChar"/>
        </w:rPr>
      </w:pPr>
      <w:r w:rsidRPr="00D86078">
        <w:rPr>
          <w:rStyle w:val="libNormalChar"/>
        </w:rPr>
        <w:t>‘Abd al-</w:t>
      </w:r>
      <w:proofErr w:type="spellStart"/>
      <w:r w:rsidRPr="00D86078">
        <w:rPr>
          <w:rStyle w:val="libNormalChar"/>
        </w:rPr>
        <w:t>Qādir</w:t>
      </w:r>
      <w:proofErr w:type="spellEnd"/>
      <w:r w:rsidRPr="00D86078">
        <w:rPr>
          <w:rStyle w:val="libNormalChar"/>
        </w:rPr>
        <w:t xml:space="preserve"> al-</w:t>
      </w:r>
      <w:proofErr w:type="spellStart"/>
      <w:r w:rsidRPr="00D86078">
        <w:rPr>
          <w:rStyle w:val="libNormalChar"/>
        </w:rPr>
        <w:t>Jīlānī</w:t>
      </w:r>
      <w:proofErr w:type="spellEnd"/>
      <w:r w:rsidRPr="00D86078">
        <w:rPr>
          <w:rStyle w:val="libNormalChar"/>
        </w:rPr>
        <w:t xml:space="preserve"> (Muhtar Holland, trans.). </w:t>
      </w:r>
      <w:r w:rsidRPr="00D86078">
        <w:rPr>
          <w:rStyle w:val="libItalicChar"/>
        </w:rPr>
        <w:t>The Book of the Secret of Secrets and the Manifestation of Lights (</w:t>
      </w:r>
      <w:proofErr w:type="spellStart"/>
      <w:r w:rsidRPr="00D86078">
        <w:rPr>
          <w:rStyle w:val="libItalicChar"/>
        </w:rPr>
        <w:t>Kitāb</w:t>
      </w:r>
      <w:proofErr w:type="spellEnd"/>
      <w:r w:rsidRPr="00D86078">
        <w:rPr>
          <w:rStyle w:val="libItalicChar"/>
        </w:rPr>
        <w:t xml:space="preserve"> </w:t>
      </w:r>
      <w:proofErr w:type="spellStart"/>
      <w:r w:rsidRPr="00D86078">
        <w:rPr>
          <w:rStyle w:val="libItalicChar"/>
        </w:rPr>
        <w:t>Sirr</w:t>
      </w:r>
      <w:proofErr w:type="spellEnd"/>
      <w:r w:rsidRPr="00D86078">
        <w:rPr>
          <w:rStyle w:val="libItalicChar"/>
        </w:rPr>
        <w:t xml:space="preserve"> al-</w:t>
      </w:r>
      <w:proofErr w:type="spellStart"/>
      <w:r w:rsidRPr="00D86078">
        <w:rPr>
          <w:rStyle w:val="libItalicChar"/>
        </w:rPr>
        <w:t>Asrār</w:t>
      </w:r>
      <w:proofErr w:type="spellEnd"/>
      <w:r w:rsidRPr="00D86078">
        <w:rPr>
          <w:rStyle w:val="libItalicChar"/>
        </w:rPr>
        <w:t xml:space="preserve"> wa Mazhar al-</w:t>
      </w:r>
      <w:proofErr w:type="spellStart"/>
      <w:r w:rsidRPr="00D86078">
        <w:rPr>
          <w:rStyle w:val="libItalicChar"/>
        </w:rPr>
        <w:t>Anwār</w:t>
      </w:r>
      <w:proofErr w:type="spellEnd"/>
      <w:r w:rsidRPr="00D86078">
        <w:rPr>
          <w:rStyle w:val="libItalicChar"/>
        </w:rPr>
        <w:t xml:space="preserve">). </w:t>
      </w:r>
      <w:r w:rsidRPr="00D86078">
        <w:rPr>
          <w:rStyle w:val="libNormalChar"/>
        </w:rPr>
        <w:t xml:space="preserve">Fort Lauderdale, </w:t>
      </w:r>
      <w:proofErr w:type="spellStart"/>
      <w:proofErr w:type="gramStart"/>
      <w:r w:rsidRPr="00D86078">
        <w:rPr>
          <w:rStyle w:val="libNormalChar"/>
        </w:rPr>
        <w:t>FL:Al</w:t>
      </w:r>
      <w:proofErr w:type="gramEnd"/>
      <w:r w:rsidRPr="00D86078">
        <w:rPr>
          <w:rStyle w:val="libNormalChar"/>
        </w:rPr>
        <w:t>-Baz</w:t>
      </w:r>
      <w:proofErr w:type="spellEnd"/>
      <w:r w:rsidRPr="00D86078">
        <w:rPr>
          <w:rStyle w:val="libNormalChar"/>
        </w:rPr>
        <w:t xml:space="preserve"> Publ., 2000.</w:t>
      </w:r>
    </w:p>
    <w:p w:rsidR="00ED3D62" w:rsidRPr="00D86078" w:rsidRDefault="00ED3D62" w:rsidP="00ED3D62">
      <w:pPr>
        <w:rPr>
          <w:rStyle w:val="libItalicChar"/>
        </w:rPr>
      </w:pPr>
      <w:r w:rsidRPr="00D86078">
        <w:rPr>
          <w:rStyle w:val="libNormalChar"/>
        </w:rPr>
        <w:t>‘Abd al-</w:t>
      </w:r>
      <w:proofErr w:type="spellStart"/>
      <w:r w:rsidRPr="00D86078">
        <w:rPr>
          <w:rStyle w:val="libNormalChar"/>
        </w:rPr>
        <w:t>Qādir</w:t>
      </w:r>
      <w:proofErr w:type="spellEnd"/>
      <w:r w:rsidRPr="00D86078">
        <w:rPr>
          <w:rStyle w:val="libNormalChar"/>
        </w:rPr>
        <w:t xml:space="preserve"> al-</w:t>
      </w:r>
      <w:proofErr w:type="spellStart"/>
      <w:r w:rsidRPr="00D86078">
        <w:rPr>
          <w:rStyle w:val="libNormalChar"/>
        </w:rPr>
        <w:t>Jīlānī</w:t>
      </w:r>
      <w:proofErr w:type="spellEnd"/>
      <w:r w:rsidRPr="00D86078">
        <w:rPr>
          <w:rStyle w:val="libNormalChar"/>
        </w:rPr>
        <w:t xml:space="preserve"> (Muhtar Holland, trans.). </w:t>
      </w:r>
      <w:r w:rsidRPr="00D86078">
        <w:rPr>
          <w:rStyle w:val="libItalicChar"/>
        </w:rPr>
        <w:t>Fifteen Letters (</w:t>
      </w:r>
      <w:proofErr w:type="spellStart"/>
      <w:r w:rsidRPr="00D86078">
        <w:rPr>
          <w:rStyle w:val="libItalicChar"/>
        </w:rPr>
        <w:t>Khamsata</w:t>
      </w:r>
      <w:proofErr w:type="spellEnd"/>
      <w:r w:rsidRPr="00D86078">
        <w:rPr>
          <w:rStyle w:val="libItalicChar"/>
        </w:rPr>
        <w:t xml:space="preserve"> ‘</w:t>
      </w:r>
      <w:proofErr w:type="spellStart"/>
      <w:r w:rsidRPr="00D86078">
        <w:rPr>
          <w:rStyle w:val="libItalicChar"/>
        </w:rPr>
        <w:t>Ashara</w:t>
      </w:r>
      <w:proofErr w:type="spellEnd"/>
      <w:r w:rsidRPr="00D86078">
        <w:rPr>
          <w:rStyle w:val="libNormalChar"/>
        </w:rPr>
        <w:t xml:space="preserve"> </w:t>
      </w:r>
      <w:proofErr w:type="spellStart"/>
      <w:r w:rsidRPr="00D86078">
        <w:rPr>
          <w:rStyle w:val="libItalicChar"/>
        </w:rPr>
        <w:t>Maktūban</w:t>
      </w:r>
      <w:proofErr w:type="spellEnd"/>
      <w:r w:rsidRPr="00D86078">
        <w:rPr>
          <w:rStyle w:val="libItalicChar"/>
        </w:rPr>
        <w:t xml:space="preserve">). </w:t>
      </w:r>
      <w:r w:rsidRPr="00D86078">
        <w:rPr>
          <w:rStyle w:val="libNormalChar"/>
        </w:rPr>
        <w:t>Hollywood, FL: Al-Baz Publ., 1997.</w:t>
      </w:r>
    </w:p>
    <w:p w:rsidR="00ED3D62" w:rsidRPr="00D86078" w:rsidRDefault="00ED3D62" w:rsidP="00ED3D62">
      <w:pPr>
        <w:rPr>
          <w:rStyle w:val="libItalicChar"/>
        </w:rPr>
      </w:pPr>
      <w:r w:rsidRPr="00D86078">
        <w:rPr>
          <w:rStyle w:val="libNormalChar"/>
        </w:rPr>
        <w:t>‘Abd al-</w:t>
      </w:r>
      <w:proofErr w:type="spellStart"/>
      <w:r w:rsidRPr="00D86078">
        <w:rPr>
          <w:rStyle w:val="libNormalChar"/>
        </w:rPr>
        <w:t>Qādir</w:t>
      </w:r>
      <w:proofErr w:type="spellEnd"/>
      <w:r w:rsidRPr="00D86078">
        <w:rPr>
          <w:rStyle w:val="libNormalChar"/>
        </w:rPr>
        <w:t xml:space="preserve"> al-</w:t>
      </w:r>
      <w:proofErr w:type="spellStart"/>
      <w:r w:rsidRPr="00D86078">
        <w:rPr>
          <w:rStyle w:val="libNormalChar"/>
        </w:rPr>
        <w:t>Jīlānī</w:t>
      </w:r>
      <w:proofErr w:type="spellEnd"/>
      <w:r w:rsidRPr="00D86078">
        <w:rPr>
          <w:rStyle w:val="libNormalChar"/>
        </w:rPr>
        <w:t xml:space="preserve"> (Muhtar Holland, trans.). </w:t>
      </w:r>
      <w:r w:rsidRPr="00D86078">
        <w:rPr>
          <w:rStyle w:val="libItalicChar"/>
        </w:rPr>
        <w:t>The Sublime Revelation (Al-</w:t>
      </w:r>
      <w:proofErr w:type="spellStart"/>
      <w:r w:rsidRPr="00D86078">
        <w:rPr>
          <w:rStyle w:val="libItalicChar"/>
        </w:rPr>
        <w:t>Fath</w:t>
      </w:r>
      <w:proofErr w:type="spellEnd"/>
      <w:r w:rsidRPr="00D86078">
        <w:rPr>
          <w:rStyle w:val="libItalicChar"/>
        </w:rPr>
        <w:t xml:space="preserve"> </w:t>
      </w:r>
      <w:proofErr w:type="spellStart"/>
      <w:r w:rsidRPr="00D86078">
        <w:rPr>
          <w:rStyle w:val="libItalicChar"/>
        </w:rPr>
        <w:t>ar-Rabbānī</w:t>
      </w:r>
      <w:proofErr w:type="spellEnd"/>
      <w:r w:rsidRPr="00D86078">
        <w:rPr>
          <w:rStyle w:val="libItalicChar"/>
        </w:rPr>
        <w:t xml:space="preserve">). </w:t>
      </w:r>
      <w:r w:rsidRPr="00D86078">
        <w:rPr>
          <w:rStyle w:val="libNormalChar"/>
        </w:rPr>
        <w:t>Fort Lauderdale, FL: Al-Baz Publ., 2nd ed., 1998.</w:t>
      </w:r>
    </w:p>
    <w:p w:rsidR="00ED3D62" w:rsidRPr="00D86078" w:rsidRDefault="00ED3D62" w:rsidP="00ED3D62">
      <w:pPr>
        <w:rPr>
          <w:rStyle w:val="libItalicChar"/>
        </w:rPr>
      </w:pPr>
      <w:r w:rsidRPr="00D86078">
        <w:rPr>
          <w:rStyle w:val="libNormalChar"/>
        </w:rPr>
        <w:t>‘Abd al-</w:t>
      </w:r>
      <w:proofErr w:type="spellStart"/>
      <w:r w:rsidRPr="00D86078">
        <w:rPr>
          <w:rStyle w:val="libNormalChar"/>
        </w:rPr>
        <w:t>Qādir</w:t>
      </w:r>
      <w:proofErr w:type="spellEnd"/>
      <w:r w:rsidRPr="00D86078">
        <w:rPr>
          <w:rStyle w:val="libNormalChar"/>
        </w:rPr>
        <w:t xml:space="preserve"> al-</w:t>
      </w:r>
      <w:proofErr w:type="spellStart"/>
      <w:r w:rsidRPr="00D86078">
        <w:rPr>
          <w:rStyle w:val="libNormalChar"/>
        </w:rPr>
        <w:t>Jīlānī</w:t>
      </w:r>
      <w:proofErr w:type="spellEnd"/>
      <w:r w:rsidRPr="00D86078">
        <w:rPr>
          <w:rStyle w:val="libNormalChar"/>
        </w:rPr>
        <w:t xml:space="preserve"> (Muhtar Holland, trans.). </w:t>
      </w:r>
      <w:r w:rsidRPr="00D86078">
        <w:rPr>
          <w:rStyle w:val="libItalicChar"/>
        </w:rPr>
        <w:t>Sufficient Provision for Seekers of the Path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>of the Truth (Al-</w:t>
      </w:r>
      <w:proofErr w:type="spellStart"/>
      <w:r w:rsidRPr="00D86078">
        <w:rPr>
          <w:rStyle w:val="libItalicChar"/>
        </w:rPr>
        <w:t>Ghunya</w:t>
      </w:r>
      <w:proofErr w:type="spellEnd"/>
      <w:r w:rsidRPr="00D86078">
        <w:rPr>
          <w:rStyle w:val="libItalicChar"/>
        </w:rPr>
        <w:t xml:space="preserve"> li-</w:t>
      </w:r>
      <w:proofErr w:type="spellStart"/>
      <w:r w:rsidRPr="00D86078">
        <w:rPr>
          <w:rStyle w:val="libItalicChar"/>
        </w:rPr>
        <w:t>Tālibī</w:t>
      </w:r>
      <w:proofErr w:type="spellEnd"/>
      <w:r w:rsidRPr="00D86078">
        <w:rPr>
          <w:rStyle w:val="libItalicChar"/>
        </w:rPr>
        <w:t xml:space="preserve"> </w:t>
      </w:r>
      <w:proofErr w:type="spellStart"/>
      <w:r w:rsidRPr="00D86078">
        <w:rPr>
          <w:rStyle w:val="libItalicChar"/>
        </w:rPr>
        <w:t>Tarīq</w:t>
      </w:r>
      <w:proofErr w:type="spellEnd"/>
      <w:r w:rsidRPr="00D86078">
        <w:rPr>
          <w:rStyle w:val="libItalicChar"/>
        </w:rPr>
        <w:t xml:space="preserve"> al-Haqq), </w:t>
      </w:r>
      <w:r w:rsidRPr="00D86078">
        <w:rPr>
          <w:rStyle w:val="libNormalChar"/>
        </w:rPr>
        <w:t>5 Vols. Hollywood, FL: Al-Baz Publ., 1995-1997.</w:t>
      </w:r>
    </w:p>
    <w:p w:rsidR="00ED3D62" w:rsidRPr="00D86078" w:rsidRDefault="00ED3D62" w:rsidP="00ED3D62">
      <w:pPr>
        <w:rPr>
          <w:rStyle w:val="libItalicChar"/>
        </w:rPr>
      </w:pPr>
      <w:r w:rsidRPr="00D86078">
        <w:rPr>
          <w:rStyle w:val="libNormalChar"/>
        </w:rPr>
        <w:t>‘Abd al-</w:t>
      </w:r>
      <w:proofErr w:type="spellStart"/>
      <w:r w:rsidRPr="00D86078">
        <w:rPr>
          <w:rStyle w:val="libNormalChar"/>
        </w:rPr>
        <w:t>Qādir</w:t>
      </w:r>
      <w:proofErr w:type="spellEnd"/>
      <w:r w:rsidRPr="00D86078">
        <w:rPr>
          <w:rStyle w:val="libNormalChar"/>
        </w:rPr>
        <w:t xml:space="preserve"> al-</w:t>
      </w:r>
      <w:proofErr w:type="spellStart"/>
      <w:r w:rsidRPr="00D86078">
        <w:rPr>
          <w:rStyle w:val="libNormalChar"/>
        </w:rPr>
        <w:t>Jīlānī</w:t>
      </w:r>
      <w:proofErr w:type="spellEnd"/>
      <w:r w:rsidRPr="00D86078">
        <w:rPr>
          <w:rStyle w:val="libNormalChar"/>
        </w:rPr>
        <w:t xml:space="preserve"> (Muhtar Holland, trans.). </w:t>
      </w:r>
      <w:r w:rsidRPr="00D86078">
        <w:rPr>
          <w:rStyle w:val="libItalicChar"/>
        </w:rPr>
        <w:t>Utterances of Shaikh ‘Abd al-</w:t>
      </w:r>
      <w:proofErr w:type="spellStart"/>
      <w:r w:rsidRPr="00D86078">
        <w:rPr>
          <w:rStyle w:val="libItalicChar"/>
        </w:rPr>
        <w:t>Qādir</w:t>
      </w:r>
      <w:proofErr w:type="spellEnd"/>
      <w:r w:rsidRPr="00D86078">
        <w:rPr>
          <w:rStyle w:val="libItalicChar"/>
        </w:rPr>
        <w:t xml:space="preserve"> al-</w:t>
      </w:r>
      <w:proofErr w:type="spellStart"/>
      <w:r w:rsidRPr="00D86078">
        <w:rPr>
          <w:rStyle w:val="libItalicChar"/>
        </w:rPr>
        <w:t>Jīlānī</w:t>
      </w:r>
      <w:proofErr w:type="spellEnd"/>
      <w:r w:rsidRPr="00D86078">
        <w:rPr>
          <w:rStyle w:val="libItalicChar"/>
        </w:rPr>
        <w:t xml:space="preserve"> (</w:t>
      </w:r>
      <w:proofErr w:type="spellStart"/>
      <w:r w:rsidRPr="00D86078">
        <w:rPr>
          <w:rStyle w:val="libItalicChar"/>
        </w:rPr>
        <w:t>Malfūzāt</w:t>
      </w:r>
      <w:proofErr w:type="spellEnd"/>
      <w:r w:rsidRPr="00D86078">
        <w:rPr>
          <w:rStyle w:val="libItalicChar"/>
        </w:rPr>
        <w:t xml:space="preserve">). </w:t>
      </w:r>
      <w:r w:rsidRPr="00D86078">
        <w:rPr>
          <w:rStyle w:val="libNormalChar"/>
        </w:rPr>
        <w:t>Ft. Lauderdale, FL: Al-Baz Publ., 2nd ed., 1998.</w:t>
      </w:r>
    </w:p>
    <w:p w:rsidR="007D4755" w:rsidRDefault="00ED3D62" w:rsidP="00ED3D62">
      <w:pPr>
        <w:rPr>
          <w:rStyle w:val="libNormalChar"/>
        </w:rPr>
      </w:pPr>
      <w:r w:rsidRPr="00D86078">
        <w:rPr>
          <w:rStyle w:val="libNormalChar"/>
        </w:rPr>
        <w:t xml:space="preserve">Abdel-Kader, Ali Hassan. </w:t>
      </w:r>
      <w:r w:rsidRPr="00D86078">
        <w:rPr>
          <w:rStyle w:val="libItalicChar"/>
        </w:rPr>
        <w:t>The Life, Personality and Writings of al-</w:t>
      </w:r>
      <w:proofErr w:type="spellStart"/>
      <w:r w:rsidRPr="00D86078">
        <w:rPr>
          <w:rStyle w:val="libItalicChar"/>
        </w:rPr>
        <w:t>Junayd</w:t>
      </w:r>
      <w:proofErr w:type="spellEnd"/>
      <w:r w:rsidRPr="00D86078">
        <w:rPr>
          <w:rStyle w:val="libItalicChar"/>
        </w:rPr>
        <w:t>: A Study of a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Third/Ninth Century Mystic with an Edition and Translation of his Writings. </w:t>
      </w:r>
      <w:r w:rsidRPr="00D86078">
        <w:rPr>
          <w:rStyle w:val="libNormalChar"/>
        </w:rPr>
        <w:t xml:space="preserve">London: </w:t>
      </w:r>
      <w:proofErr w:type="spellStart"/>
      <w:r w:rsidRPr="00D86078">
        <w:rPr>
          <w:rStyle w:val="libNormalChar"/>
        </w:rPr>
        <w:t>Luzac</w:t>
      </w:r>
      <w:proofErr w:type="spellEnd"/>
      <w:r w:rsidRPr="00D86078">
        <w:rPr>
          <w:rStyle w:val="libNormalChar"/>
        </w:rPr>
        <w:t xml:space="preserve"> &amp; Co.,1976.</w:t>
      </w:r>
    </w:p>
    <w:p w:rsidR="00ED3D62" w:rsidRPr="00D86078" w:rsidRDefault="00ED3D62" w:rsidP="00ED3D62">
      <w:pPr>
        <w:rPr>
          <w:rStyle w:val="libItalicChar"/>
        </w:rPr>
      </w:pPr>
      <w:proofErr w:type="spellStart"/>
      <w:r w:rsidRPr="00D86078">
        <w:rPr>
          <w:rStyle w:val="libNormalChar"/>
        </w:rPr>
        <w:t>Abrahamov</w:t>
      </w:r>
      <w:proofErr w:type="spellEnd"/>
      <w:r w:rsidRPr="00D86078">
        <w:rPr>
          <w:rStyle w:val="libNormalChar"/>
        </w:rPr>
        <w:t xml:space="preserve">, Binyamin. </w:t>
      </w:r>
      <w:r w:rsidRPr="00D86078">
        <w:rPr>
          <w:rStyle w:val="libItalicChar"/>
        </w:rPr>
        <w:t>Divine Love in Islamic Mysticism: The Teachings of al-</w:t>
      </w:r>
      <w:proofErr w:type="spellStart"/>
      <w:r w:rsidRPr="00D86078">
        <w:rPr>
          <w:rStyle w:val="libItalicChar"/>
        </w:rPr>
        <w:t>Ghazālī</w:t>
      </w:r>
      <w:proofErr w:type="spellEnd"/>
      <w:r w:rsidRPr="00D86078">
        <w:rPr>
          <w:rStyle w:val="libItalicChar"/>
        </w:rPr>
        <w:t xml:space="preserve"> and al-</w:t>
      </w:r>
      <w:proofErr w:type="spellStart"/>
      <w:r w:rsidRPr="00D86078">
        <w:rPr>
          <w:rStyle w:val="libItalicChar"/>
        </w:rPr>
        <w:t>Dabbāgh</w:t>
      </w:r>
      <w:proofErr w:type="spellEnd"/>
      <w:r w:rsidRPr="00D86078">
        <w:rPr>
          <w:rStyle w:val="libItalicChar"/>
        </w:rPr>
        <w:t xml:space="preserve">. </w:t>
      </w:r>
      <w:r w:rsidRPr="00D86078">
        <w:rPr>
          <w:rStyle w:val="libNormalChar"/>
        </w:rPr>
        <w:t xml:space="preserve">London: </w:t>
      </w:r>
      <w:proofErr w:type="spellStart"/>
      <w:r w:rsidRPr="00D86078">
        <w:rPr>
          <w:rStyle w:val="libNormalChar"/>
        </w:rPr>
        <w:t>RoutledgeCurzon</w:t>
      </w:r>
      <w:proofErr w:type="spellEnd"/>
      <w:r w:rsidRPr="00D86078">
        <w:rPr>
          <w:rStyle w:val="libNormalChar"/>
        </w:rPr>
        <w:t>, 2002.</w:t>
      </w:r>
    </w:p>
    <w:p w:rsidR="00ED3D62" w:rsidRDefault="00ED3D62" w:rsidP="00ED3D62">
      <w:pPr>
        <w:pStyle w:val="libNormal"/>
      </w:pPr>
      <w:proofErr w:type="spellStart"/>
      <w:r w:rsidRPr="00CA2CCA">
        <w:t>Abun</w:t>
      </w:r>
      <w:proofErr w:type="spellEnd"/>
      <w:r w:rsidRPr="00CA2CCA">
        <w:t xml:space="preserve">-Nasr, Jamil M. </w:t>
      </w:r>
      <w:r w:rsidRPr="00D86078">
        <w:rPr>
          <w:rStyle w:val="libItalicChar"/>
        </w:rPr>
        <w:t xml:space="preserve">The </w:t>
      </w:r>
      <w:proofErr w:type="spellStart"/>
      <w:r w:rsidRPr="00D86078">
        <w:rPr>
          <w:rStyle w:val="libItalicChar"/>
        </w:rPr>
        <w:t>Tijaniyya</w:t>
      </w:r>
      <w:proofErr w:type="spellEnd"/>
      <w:r w:rsidRPr="00D86078">
        <w:rPr>
          <w:rStyle w:val="libItalicChar"/>
        </w:rPr>
        <w:t xml:space="preserve">: A Sufi Order in the Modern World. </w:t>
      </w:r>
      <w:r>
        <w:t>London: Oxford University Press, 1965.</w:t>
      </w:r>
    </w:p>
    <w:p w:rsidR="00ED3D62" w:rsidRDefault="00ED3D62" w:rsidP="00ED3D62">
      <w:pPr>
        <w:pStyle w:val="libNormal"/>
      </w:pPr>
      <w:proofErr w:type="spellStart"/>
      <w:r>
        <w:t>Addas</w:t>
      </w:r>
      <w:proofErr w:type="spellEnd"/>
      <w:r>
        <w:t xml:space="preserve">, Claude. </w:t>
      </w:r>
      <w:r w:rsidRPr="00D86078">
        <w:rPr>
          <w:rStyle w:val="libItalicChar"/>
        </w:rPr>
        <w:t>Quest for the Red Sulphur: The Life of Ibn ‘</w:t>
      </w:r>
      <w:proofErr w:type="spellStart"/>
      <w:r w:rsidRPr="00D86078">
        <w:rPr>
          <w:rStyle w:val="libItalicChar"/>
        </w:rPr>
        <w:t>Arabī</w:t>
      </w:r>
      <w:proofErr w:type="spellEnd"/>
      <w:r w:rsidRPr="00D86078">
        <w:rPr>
          <w:rStyle w:val="libItalicChar"/>
        </w:rPr>
        <w:t>.</w:t>
      </w:r>
      <w:r>
        <w:t xml:space="preserve"> Cambridge, UK: The Islamic Texts Society, 1993.</w:t>
      </w:r>
    </w:p>
    <w:p w:rsidR="00ED3D62" w:rsidRDefault="00ED3D62" w:rsidP="00ED3D62">
      <w:pPr>
        <w:pStyle w:val="libNormal"/>
      </w:pPr>
      <w:proofErr w:type="spellStart"/>
      <w:r>
        <w:t>Affifi</w:t>
      </w:r>
      <w:proofErr w:type="spellEnd"/>
      <w:r>
        <w:t xml:space="preserve">, </w:t>
      </w:r>
      <w:proofErr w:type="spellStart"/>
      <w:r>
        <w:t>Abu’l-</w:t>
      </w:r>
      <w:proofErr w:type="gramStart"/>
      <w:r>
        <w:t>A‘</w:t>
      </w:r>
      <w:proofErr w:type="gramEnd"/>
      <w:r>
        <w:t>la</w:t>
      </w:r>
      <w:proofErr w:type="spellEnd"/>
      <w:r>
        <w:t xml:space="preserve">. </w:t>
      </w:r>
      <w:r w:rsidRPr="00D86078">
        <w:rPr>
          <w:rStyle w:val="libItalicChar"/>
        </w:rPr>
        <w:t xml:space="preserve">The Mystical Philosophy of </w:t>
      </w:r>
      <w:proofErr w:type="spellStart"/>
      <w:r w:rsidRPr="00D86078">
        <w:rPr>
          <w:rStyle w:val="libItalicChar"/>
        </w:rPr>
        <w:t>Muhyīd’Dīn</w:t>
      </w:r>
      <w:proofErr w:type="spellEnd"/>
      <w:r w:rsidRPr="00D86078">
        <w:rPr>
          <w:rStyle w:val="libItalicChar"/>
        </w:rPr>
        <w:t xml:space="preserve"> </w:t>
      </w:r>
      <w:proofErr w:type="spellStart"/>
      <w:r w:rsidRPr="00D86078">
        <w:rPr>
          <w:rStyle w:val="libItalicChar"/>
        </w:rPr>
        <w:t>Ibnul</w:t>
      </w:r>
      <w:proofErr w:type="spellEnd"/>
      <w:proofErr w:type="gramStart"/>
      <w:r w:rsidRPr="00D86078">
        <w:rPr>
          <w:rStyle w:val="libItalicChar"/>
        </w:rPr>
        <w:t>-‘</w:t>
      </w:r>
      <w:proofErr w:type="spellStart"/>
      <w:proofErr w:type="gramEnd"/>
      <w:r w:rsidRPr="00D86078">
        <w:rPr>
          <w:rStyle w:val="libItalicChar"/>
        </w:rPr>
        <w:t>Arabī</w:t>
      </w:r>
      <w:proofErr w:type="spellEnd"/>
      <w:r w:rsidRPr="00D86078">
        <w:rPr>
          <w:rStyle w:val="libItalicChar"/>
        </w:rPr>
        <w:t xml:space="preserve">. </w:t>
      </w:r>
      <w:r>
        <w:t>Cambridge, UK: Cambridge University Press, 1936.</w:t>
      </w:r>
    </w:p>
    <w:p w:rsidR="00ED3D62" w:rsidRDefault="00ED3D62" w:rsidP="00ED3D62">
      <w:pPr>
        <w:pStyle w:val="libNormal"/>
      </w:pPr>
      <w:proofErr w:type="spellStart"/>
      <w:r>
        <w:t>Andrae</w:t>
      </w:r>
      <w:proofErr w:type="spellEnd"/>
      <w:r>
        <w:t xml:space="preserve">, Tor. </w:t>
      </w:r>
      <w:r w:rsidRPr="00D86078">
        <w:rPr>
          <w:rStyle w:val="libItalicChar"/>
        </w:rPr>
        <w:t>In the Garden of Myrtles: Studies in Early Islamic Mysticism.</w:t>
      </w:r>
      <w:r>
        <w:t xml:space="preserve"> Albany, NY: State University of New York Press, 1987.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Andreyev, Sergei. </w:t>
      </w:r>
      <w:r w:rsidRPr="00D86078">
        <w:rPr>
          <w:rStyle w:val="libItalicChar"/>
        </w:rPr>
        <w:t xml:space="preserve">Sufi Illuminati: The </w:t>
      </w:r>
      <w:proofErr w:type="spellStart"/>
      <w:r w:rsidRPr="00D86078">
        <w:rPr>
          <w:rStyle w:val="libItalicChar"/>
        </w:rPr>
        <w:t>Rawshani</w:t>
      </w:r>
      <w:proofErr w:type="spellEnd"/>
      <w:r w:rsidRPr="00D86078">
        <w:rPr>
          <w:rStyle w:val="libItalicChar"/>
        </w:rPr>
        <w:t xml:space="preserve"> Movement in Muslim Mysticism, Society and Politics. </w:t>
      </w:r>
      <w:r w:rsidRPr="00D86078">
        <w:rPr>
          <w:rStyle w:val="libNormalChar"/>
        </w:rPr>
        <w:t>London: Curzon Press, 2000.</w:t>
      </w:r>
    </w:p>
    <w:p w:rsidR="00ED3D62" w:rsidRPr="00D86078" w:rsidRDefault="00ED3D62" w:rsidP="00ED3D62">
      <w:pPr>
        <w:rPr>
          <w:rStyle w:val="libItalicChar"/>
        </w:rPr>
      </w:pPr>
      <w:proofErr w:type="spellStart"/>
      <w:r w:rsidRPr="00D86078">
        <w:rPr>
          <w:rStyle w:val="libNormalChar"/>
        </w:rPr>
        <w:t>Arberry</w:t>
      </w:r>
      <w:proofErr w:type="spellEnd"/>
      <w:r w:rsidRPr="00D86078">
        <w:rPr>
          <w:rStyle w:val="libNormalChar"/>
        </w:rPr>
        <w:t xml:space="preserve">, Arthur John, trans. </w:t>
      </w:r>
      <w:r w:rsidRPr="00D86078">
        <w:rPr>
          <w:rStyle w:val="libItalicChar"/>
        </w:rPr>
        <w:t>The Doctrine of the Sufis</w:t>
      </w:r>
      <w:r w:rsidRPr="00D86078">
        <w:rPr>
          <w:rStyle w:val="libNormalChar"/>
        </w:rPr>
        <w:t xml:space="preserve"> (translation of </w:t>
      </w:r>
      <w:proofErr w:type="spellStart"/>
      <w:r w:rsidRPr="00D86078">
        <w:rPr>
          <w:rStyle w:val="libNormalChar"/>
        </w:rPr>
        <w:t>Kalābādhī’s</w:t>
      </w:r>
      <w:proofErr w:type="spellEnd"/>
      <w:r w:rsidRPr="00D86078">
        <w:rPr>
          <w:rStyle w:val="libNormalChar"/>
        </w:rPr>
        <w:t xml:space="preserve"> </w:t>
      </w:r>
      <w:proofErr w:type="spellStart"/>
      <w:r w:rsidRPr="00D86078">
        <w:rPr>
          <w:rStyle w:val="libItalicChar"/>
        </w:rPr>
        <w:t>Kitāb</w:t>
      </w:r>
      <w:proofErr w:type="spellEnd"/>
      <w:r w:rsidRPr="00D86078">
        <w:rPr>
          <w:rStyle w:val="libItalicChar"/>
        </w:rPr>
        <w:t xml:space="preserve"> al-</w:t>
      </w:r>
      <w:proofErr w:type="spellStart"/>
      <w:proofErr w:type="gramStart"/>
      <w:r w:rsidRPr="00D86078">
        <w:rPr>
          <w:rStyle w:val="libItalicChar"/>
        </w:rPr>
        <w:t>ta‘</w:t>
      </w:r>
      <w:proofErr w:type="gramEnd"/>
      <w:r w:rsidRPr="00D86078">
        <w:rPr>
          <w:rStyle w:val="libItalicChar"/>
        </w:rPr>
        <w:t>arruf</w:t>
      </w:r>
      <w:proofErr w:type="spellEnd"/>
      <w:r w:rsidRPr="00D86078">
        <w:rPr>
          <w:rStyle w:val="libNormalChar"/>
        </w:rPr>
        <w:t>). Cambridge, UK: Cambridge University Press, 1977.</w:t>
      </w:r>
    </w:p>
    <w:p w:rsidR="00ED3D62" w:rsidRDefault="00ED3D62" w:rsidP="00ED3D62">
      <w:pPr>
        <w:pStyle w:val="libNormal"/>
      </w:pPr>
      <w:proofErr w:type="spellStart"/>
      <w:r w:rsidRPr="00CA2CCA">
        <w:t>Arberry</w:t>
      </w:r>
      <w:proofErr w:type="spellEnd"/>
      <w:r w:rsidRPr="00CA2CCA">
        <w:t xml:space="preserve">, Arthur John. </w:t>
      </w:r>
      <w:r w:rsidRPr="00D86078">
        <w:rPr>
          <w:rStyle w:val="libItalicChar"/>
        </w:rPr>
        <w:t>Discourses of Rumi.</w:t>
      </w:r>
      <w:r>
        <w:t xml:space="preserve"> London: John Murray, 1961.</w:t>
      </w:r>
    </w:p>
    <w:p w:rsidR="00ED3D62" w:rsidRDefault="00ED3D62" w:rsidP="00ED3D62">
      <w:pPr>
        <w:pStyle w:val="libNormal"/>
      </w:pPr>
      <w:proofErr w:type="spellStart"/>
      <w:r>
        <w:t>Arberry</w:t>
      </w:r>
      <w:proofErr w:type="spellEnd"/>
      <w:r>
        <w:t xml:space="preserve">, Arthur John. </w:t>
      </w:r>
      <w:r w:rsidRPr="00D86078">
        <w:rPr>
          <w:rStyle w:val="libItalicChar"/>
        </w:rPr>
        <w:t xml:space="preserve">Mystical Poems of </w:t>
      </w:r>
      <w:proofErr w:type="spellStart"/>
      <w:r w:rsidRPr="00D86078">
        <w:rPr>
          <w:rStyle w:val="libItalicChar"/>
        </w:rPr>
        <w:t>Rūmī</w:t>
      </w:r>
      <w:proofErr w:type="spellEnd"/>
      <w:r w:rsidRPr="00D86078">
        <w:rPr>
          <w:rStyle w:val="libItalicChar"/>
        </w:rPr>
        <w:t>.</w:t>
      </w:r>
      <w:r>
        <w:t xml:space="preserve"> Chicago, IL: University of Chicago Press, 1968.</w:t>
      </w:r>
    </w:p>
    <w:p w:rsidR="00ED3D62" w:rsidRDefault="00ED3D62" w:rsidP="00ED3D62">
      <w:pPr>
        <w:pStyle w:val="libNormal"/>
      </w:pPr>
      <w:proofErr w:type="spellStart"/>
      <w:r>
        <w:t>Arberry</w:t>
      </w:r>
      <w:proofErr w:type="spellEnd"/>
      <w:r>
        <w:t xml:space="preserve">, Arthur John. </w:t>
      </w:r>
      <w:r w:rsidRPr="00D86078">
        <w:rPr>
          <w:rStyle w:val="libItalicChar"/>
        </w:rPr>
        <w:t xml:space="preserve">Mystical Poems of </w:t>
      </w:r>
      <w:proofErr w:type="spellStart"/>
      <w:r w:rsidRPr="00D86078">
        <w:rPr>
          <w:rStyle w:val="libItalicChar"/>
        </w:rPr>
        <w:t>Rūmī</w:t>
      </w:r>
      <w:proofErr w:type="spellEnd"/>
      <w:r w:rsidRPr="00D86078">
        <w:rPr>
          <w:rStyle w:val="libItalicChar"/>
        </w:rPr>
        <w:t xml:space="preserve">, 2: Second Selection. </w:t>
      </w:r>
      <w:r>
        <w:t>Chicago, IL: University of Chicago Press, 1979.</w:t>
      </w:r>
    </w:p>
    <w:p w:rsidR="00ED3D62" w:rsidRDefault="00ED3D62" w:rsidP="00ED3D62">
      <w:pPr>
        <w:pStyle w:val="libNormal"/>
      </w:pPr>
      <w:proofErr w:type="spellStart"/>
      <w:r>
        <w:t>Arberry</w:t>
      </w:r>
      <w:proofErr w:type="spellEnd"/>
      <w:r>
        <w:t xml:space="preserve">, Arthur John. </w:t>
      </w:r>
      <w:r w:rsidRPr="00D86078">
        <w:rPr>
          <w:rStyle w:val="libItalicChar"/>
        </w:rPr>
        <w:t>A Sufi Martyr: The Apologia of ‘Ain al-</w:t>
      </w:r>
      <w:proofErr w:type="spellStart"/>
      <w:r w:rsidRPr="00D86078">
        <w:rPr>
          <w:rStyle w:val="libItalicChar"/>
        </w:rPr>
        <w:t>Qudāt</w:t>
      </w:r>
      <w:proofErr w:type="spellEnd"/>
      <w:r w:rsidRPr="00D86078">
        <w:rPr>
          <w:rStyle w:val="libItalicChar"/>
        </w:rPr>
        <w:t xml:space="preserve"> al-</w:t>
      </w:r>
      <w:proofErr w:type="spellStart"/>
      <w:r w:rsidRPr="00D86078">
        <w:rPr>
          <w:rStyle w:val="libItalicChar"/>
        </w:rPr>
        <w:t>Hamadhāni</w:t>
      </w:r>
      <w:proofErr w:type="spellEnd"/>
      <w:r w:rsidRPr="00D86078">
        <w:rPr>
          <w:rStyle w:val="libItalicChar"/>
        </w:rPr>
        <w:t xml:space="preserve">. </w:t>
      </w:r>
      <w:proofErr w:type="spellStart"/>
      <w:proofErr w:type="gramStart"/>
      <w:r>
        <w:t>London:George</w:t>
      </w:r>
      <w:proofErr w:type="spellEnd"/>
      <w:proofErr w:type="gramEnd"/>
      <w:r>
        <w:t xml:space="preserve"> Allen &amp; Unwin, 1969.</w:t>
      </w:r>
    </w:p>
    <w:p w:rsidR="00ED3D62" w:rsidRDefault="00ED3D62" w:rsidP="00ED3D62">
      <w:pPr>
        <w:pStyle w:val="libNormal"/>
      </w:pPr>
      <w:proofErr w:type="spellStart"/>
      <w:r>
        <w:t>Arberry</w:t>
      </w:r>
      <w:proofErr w:type="spellEnd"/>
      <w:r>
        <w:t xml:space="preserve">, Arthur John. </w:t>
      </w:r>
      <w:r w:rsidRPr="00D86078">
        <w:rPr>
          <w:rStyle w:val="libItalicChar"/>
        </w:rPr>
        <w:t>Sufism: An Account of the Mystics of Islam.</w:t>
      </w:r>
      <w:r>
        <w:t xml:space="preserve"> London: Allen and Unwin, 1950.</w:t>
      </w:r>
    </w:p>
    <w:p w:rsidR="00ED3D62" w:rsidRDefault="00ED3D62" w:rsidP="00ED3D62">
      <w:pPr>
        <w:pStyle w:val="libNormal"/>
      </w:pPr>
      <w:proofErr w:type="spellStart"/>
      <w:r>
        <w:t>Arberry</w:t>
      </w:r>
      <w:proofErr w:type="spellEnd"/>
      <w:r>
        <w:t xml:space="preserve">, Arthur John. </w:t>
      </w:r>
      <w:r w:rsidRPr="00D86078">
        <w:rPr>
          <w:rStyle w:val="libItalicChar"/>
        </w:rPr>
        <w:t xml:space="preserve">More Tales from the </w:t>
      </w:r>
      <w:proofErr w:type="spellStart"/>
      <w:r w:rsidRPr="00D86078">
        <w:rPr>
          <w:rStyle w:val="libItalicChar"/>
        </w:rPr>
        <w:t>Masnavi</w:t>
      </w:r>
      <w:proofErr w:type="spellEnd"/>
      <w:r w:rsidRPr="00D86078">
        <w:rPr>
          <w:rStyle w:val="libItalicChar"/>
        </w:rPr>
        <w:t>.</w:t>
      </w:r>
      <w:r>
        <w:t xml:space="preserve"> London: George Allen &amp; Unwin, 1963.</w:t>
      </w:r>
    </w:p>
    <w:p w:rsidR="00ED3D62" w:rsidRDefault="00ED3D62" w:rsidP="00ED3D62">
      <w:pPr>
        <w:pStyle w:val="libNormal"/>
      </w:pPr>
      <w:proofErr w:type="spellStart"/>
      <w:r>
        <w:t>Arberry</w:t>
      </w:r>
      <w:proofErr w:type="spellEnd"/>
      <w:r>
        <w:t xml:space="preserve">, Arthur John. </w:t>
      </w:r>
      <w:r w:rsidRPr="00D86078">
        <w:rPr>
          <w:rStyle w:val="libItalicChar"/>
        </w:rPr>
        <w:t xml:space="preserve">Tales from the </w:t>
      </w:r>
      <w:proofErr w:type="spellStart"/>
      <w:r w:rsidRPr="00D86078">
        <w:rPr>
          <w:rStyle w:val="libItalicChar"/>
        </w:rPr>
        <w:t>Masnavi</w:t>
      </w:r>
      <w:proofErr w:type="spellEnd"/>
      <w:r w:rsidRPr="00D86078">
        <w:rPr>
          <w:rStyle w:val="libItalicChar"/>
        </w:rPr>
        <w:t>.</w:t>
      </w:r>
      <w:r>
        <w:t xml:space="preserve"> London: George Allen &amp; Unwin, 1961.</w:t>
      </w:r>
    </w:p>
    <w:p w:rsidR="007D4755" w:rsidRDefault="00ED3D62" w:rsidP="00ED3D62">
      <w:pPr>
        <w:pStyle w:val="libNormal"/>
        <w:rPr>
          <w:rStyle w:val="libNormalChar"/>
        </w:rPr>
      </w:pPr>
      <w:r>
        <w:lastRenderedPageBreak/>
        <w:t xml:space="preserve">Attar, Farid </w:t>
      </w:r>
      <w:proofErr w:type="spellStart"/>
      <w:r>
        <w:t>ud</w:t>
      </w:r>
      <w:proofErr w:type="spellEnd"/>
      <w:r>
        <w:t xml:space="preserve">-Din (Dick Davis and Afkham </w:t>
      </w:r>
      <w:proofErr w:type="spellStart"/>
      <w:r>
        <w:t>Darbandi</w:t>
      </w:r>
      <w:proofErr w:type="spellEnd"/>
      <w:r>
        <w:t xml:space="preserve">, trans.). </w:t>
      </w:r>
      <w:r w:rsidRPr="00D86078">
        <w:rPr>
          <w:rStyle w:val="libItalicChar"/>
        </w:rPr>
        <w:t>The Conference of the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Birds. </w:t>
      </w:r>
      <w:r w:rsidRPr="00D86078">
        <w:rPr>
          <w:rStyle w:val="libNormalChar"/>
        </w:rPr>
        <w:t>London: Penguin Books, 1984.</w:t>
      </w:r>
    </w:p>
    <w:p w:rsidR="00ED3D62" w:rsidRDefault="00ED3D62" w:rsidP="00ED3D62">
      <w:pPr>
        <w:pStyle w:val="libNormal"/>
      </w:pPr>
      <w:r w:rsidRPr="00CA2CCA">
        <w:t xml:space="preserve">Awn, Peter J. </w:t>
      </w:r>
      <w:r w:rsidRPr="00D86078">
        <w:rPr>
          <w:rStyle w:val="libItalicChar"/>
        </w:rPr>
        <w:t xml:space="preserve">Satan’s Tragedy and Redemption: </w:t>
      </w:r>
      <w:proofErr w:type="spellStart"/>
      <w:r w:rsidRPr="00D86078">
        <w:rPr>
          <w:rStyle w:val="libItalicChar"/>
        </w:rPr>
        <w:t>Iblīs</w:t>
      </w:r>
      <w:proofErr w:type="spellEnd"/>
      <w:r w:rsidRPr="00D86078">
        <w:rPr>
          <w:rStyle w:val="libItalicChar"/>
        </w:rPr>
        <w:t xml:space="preserve"> in Sufi Psychology.</w:t>
      </w:r>
      <w:r>
        <w:t xml:space="preserve"> Leiden: E.J. Brill, 1983.</w:t>
      </w:r>
    </w:p>
    <w:p w:rsidR="00ED3D62" w:rsidRDefault="00ED3D62" w:rsidP="00ED3D62">
      <w:pPr>
        <w:pStyle w:val="libNormal"/>
      </w:pPr>
      <w:proofErr w:type="spellStart"/>
      <w:r>
        <w:t>Baldick</w:t>
      </w:r>
      <w:proofErr w:type="spellEnd"/>
      <w:r>
        <w:t xml:space="preserve">, Julian. </w:t>
      </w:r>
      <w:r w:rsidRPr="00D86078">
        <w:rPr>
          <w:rStyle w:val="libItalicChar"/>
        </w:rPr>
        <w:t>Mystical Islam: An Introduction to Sufism.</w:t>
      </w:r>
      <w:r>
        <w:t xml:space="preserve"> Washington Square, NY: New York University Press, 1989.</w:t>
      </w:r>
    </w:p>
    <w:p w:rsidR="007D4755" w:rsidRDefault="00ED3D62" w:rsidP="00ED3D62">
      <w:pPr>
        <w:pStyle w:val="libNormal"/>
      </w:pPr>
      <w:proofErr w:type="spellStart"/>
      <w:r>
        <w:t>Baldick</w:t>
      </w:r>
      <w:proofErr w:type="spellEnd"/>
      <w:r>
        <w:t xml:space="preserve">, Julian. </w:t>
      </w:r>
      <w:r w:rsidRPr="00D86078">
        <w:rPr>
          <w:rStyle w:val="libItalicChar"/>
        </w:rPr>
        <w:t>Imaginary Muslims:</w:t>
      </w:r>
      <w:r w:rsidRPr="00CA2CCA">
        <w:t xml:space="preserve"> </w:t>
      </w:r>
      <w:r w:rsidRPr="00D86078">
        <w:rPr>
          <w:rStyle w:val="libItalicChar"/>
        </w:rPr>
        <w:t xml:space="preserve">The </w:t>
      </w:r>
      <w:proofErr w:type="spellStart"/>
      <w:r w:rsidRPr="00D86078">
        <w:rPr>
          <w:rStyle w:val="libItalicChar"/>
        </w:rPr>
        <w:t>Uwaysi</w:t>
      </w:r>
      <w:proofErr w:type="spellEnd"/>
      <w:r w:rsidRPr="00D86078">
        <w:rPr>
          <w:rStyle w:val="libItalicChar"/>
        </w:rPr>
        <w:t xml:space="preserve"> Sufis of Central Asia.</w:t>
      </w:r>
      <w:r>
        <w:t xml:space="preserve"> Washington Square, NY: New York University Press, 1993.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Banani, Amin, Richard Hovannisian and George </w:t>
      </w:r>
      <w:proofErr w:type="spellStart"/>
      <w:r>
        <w:t>Sabagh</w:t>
      </w:r>
      <w:proofErr w:type="spellEnd"/>
      <w:r>
        <w:t xml:space="preserve">, eds. </w:t>
      </w:r>
      <w:r w:rsidRPr="00D86078">
        <w:rPr>
          <w:rStyle w:val="libItalicChar"/>
        </w:rPr>
        <w:t xml:space="preserve">Poetry and Mysticism in Islam: The Heritage of Rumi. </w:t>
      </w:r>
      <w:r w:rsidRPr="00D86078">
        <w:rPr>
          <w:rStyle w:val="libNormalChar"/>
        </w:rPr>
        <w:t>New York: Cambridge University Press, 1994.</w:t>
      </w:r>
    </w:p>
    <w:p w:rsidR="00ED3D62" w:rsidRDefault="00ED3D62" w:rsidP="00ED3D62">
      <w:pPr>
        <w:pStyle w:val="libNormal"/>
      </w:pPr>
      <w:proofErr w:type="spellStart"/>
      <w:r w:rsidRPr="00CA2CCA">
        <w:t>Baqli</w:t>
      </w:r>
      <w:proofErr w:type="spellEnd"/>
      <w:r w:rsidRPr="00CA2CCA">
        <w:t xml:space="preserve">, </w:t>
      </w:r>
      <w:proofErr w:type="spellStart"/>
      <w:r w:rsidRPr="00CA2CCA">
        <w:t>Ruzbihan</w:t>
      </w:r>
      <w:proofErr w:type="spellEnd"/>
      <w:r w:rsidRPr="00CA2CCA">
        <w:t xml:space="preserve"> (Carl W. Ernst, trans.). </w:t>
      </w:r>
      <w:r w:rsidRPr="00D86078">
        <w:rPr>
          <w:rStyle w:val="libItalicChar"/>
        </w:rPr>
        <w:t xml:space="preserve">The Unveiling of Secrets: Diary of a Sufi Master. </w:t>
      </w:r>
      <w:r>
        <w:t xml:space="preserve">Chapel Hill, NC: </w:t>
      </w:r>
      <w:proofErr w:type="spellStart"/>
      <w:r>
        <w:t>Parvardigar</w:t>
      </w:r>
      <w:proofErr w:type="spellEnd"/>
      <w:r>
        <w:t xml:space="preserve"> Press, 1997.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Bashir, Shahzad. </w:t>
      </w:r>
      <w:r w:rsidRPr="00D86078">
        <w:rPr>
          <w:rStyle w:val="libItalicChar"/>
        </w:rPr>
        <w:t xml:space="preserve">Messianic Hopes and Mystical Visions: The </w:t>
      </w:r>
      <w:proofErr w:type="spellStart"/>
      <w:r w:rsidRPr="00D86078">
        <w:rPr>
          <w:rStyle w:val="libItalicChar"/>
        </w:rPr>
        <w:t>Nūrbakhshīya</w:t>
      </w:r>
      <w:proofErr w:type="spellEnd"/>
      <w:r w:rsidRPr="00D86078">
        <w:rPr>
          <w:rStyle w:val="libItalicChar"/>
        </w:rPr>
        <w:t xml:space="preserve"> between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Medieval and Modern Islam. </w:t>
      </w:r>
      <w:r w:rsidRPr="00D86078">
        <w:rPr>
          <w:rStyle w:val="libNormalChar"/>
        </w:rPr>
        <w:t>Columbia, SC: University of South Carolina Press, 2003.</w:t>
      </w:r>
    </w:p>
    <w:p w:rsidR="007D4755" w:rsidRDefault="00ED3D62" w:rsidP="00ED3D62">
      <w:pPr>
        <w:pStyle w:val="libNormal"/>
      </w:pPr>
      <w:proofErr w:type="spellStart"/>
      <w:r w:rsidRPr="00CA2CCA">
        <w:t>Bennigsen</w:t>
      </w:r>
      <w:proofErr w:type="spellEnd"/>
      <w:r w:rsidRPr="00CA2CCA">
        <w:t xml:space="preserve">, Alexandre, et al. </w:t>
      </w:r>
      <w:r w:rsidRPr="00D86078">
        <w:rPr>
          <w:rStyle w:val="libItalicChar"/>
        </w:rPr>
        <w:t>Mystics and Commissars: Sufism in the Soviet Union.</w:t>
      </w:r>
      <w:r>
        <w:t xml:space="preserve"> Berkeley, CA: University of California Press, 1986.</w:t>
      </w:r>
    </w:p>
    <w:p w:rsidR="00ED3D62" w:rsidRDefault="00ED3D62" w:rsidP="00ED3D62">
      <w:pPr>
        <w:pStyle w:val="libNormal"/>
      </w:pPr>
      <w:proofErr w:type="spellStart"/>
      <w:r>
        <w:t>Birge</w:t>
      </w:r>
      <w:proofErr w:type="spellEnd"/>
      <w:r>
        <w:t xml:space="preserve">, John K. </w:t>
      </w:r>
      <w:r w:rsidRPr="00D86078">
        <w:rPr>
          <w:rStyle w:val="libItalicChar"/>
        </w:rPr>
        <w:t xml:space="preserve">The </w:t>
      </w:r>
      <w:proofErr w:type="spellStart"/>
      <w:r w:rsidRPr="00D86078">
        <w:rPr>
          <w:rStyle w:val="libItalicChar"/>
        </w:rPr>
        <w:t>Bektashi</w:t>
      </w:r>
      <w:proofErr w:type="spellEnd"/>
      <w:r w:rsidRPr="00D86078">
        <w:rPr>
          <w:rStyle w:val="libItalicChar"/>
        </w:rPr>
        <w:t xml:space="preserve"> Order of Dervishes.</w:t>
      </w:r>
      <w:r>
        <w:t xml:space="preserve"> London: </w:t>
      </w:r>
      <w:proofErr w:type="spellStart"/>
      <w:r>
        <w:t>Luzac</w:t>
      </w:r>
      <w:proofErr w:type="spellEnd"/>
      <w:r>
        <w:t xml:space="preserve"> &amp; Co., 1937.</w:t>
      </w:r>
    </w:p>
    <w:p w:rsidR="007D4755" w:rsidRDefault="00ED3D62" w:rsidP="00ED3D62">
      <w:pPr>
        <w:pStyle w:val="libNormal"/>
        <w:rPr>
          <w:rStyle w:val="libNormalChar"/>
        </w:rPr>
      </w:pPr>
      <w:proofErr w:type="spellStart"/>
      <w:r>
        <w:t>Böwering</w:t>
      </w:r>
      <w:proofErr w:type="spellEnd"/>
      <w:r>
        <w:t xml:space="preserve">, Gerhard. </w:t>
      </w:r>
      <w:r w:rsidRPr="00D86078">
        <w:rPr>
          <w:rStyle w:val="libItalicChar"/>
        </w:rPr>
        <w:t>Mystical Vision of Existence in Classical Islam: The Qur’anic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Hermeneutics of the Sufi </w:t>
      </w:r>
      <w:proofErr w:type="spellStart"/>
      <w:r w:rsidRPr="00D86078">
        <w:rPr>
          <w:rStyle w:val="libItalicChar"/>
        </w:rPr>
        <w:t>Sahl</w:t>
      </w:r>
      <w:proofErr w:type="spellEnd"/>
      <w:r w:rsidRPr="00D86078">
        <w:rPr>
          <w:rStyle w:val="libItalicChar"/>
        </w:rPr>
        <w:t xml:space="preserve"> al-</w:t>
      </w:r>
      <w:proofErr w:type="spellStart"/>
      <w:r w:rsidRPr="00D86078">
        <w:rPr>
          <w:rStyle w:val="libItalicChar"/>
        </w:rPr>
        <w:t>Tustarī</w:t>
      </w:r>
      <w:proofErr w:type="spellEnd"/>
      <w:r w:rsidRPr="00D86078">
        <w:rPr>
          <w:rStyle w:val="libItalicChar"/>
        </w:rPr>
        <w:t xml:space="preserve">. </w:t>
      </w:r>
      <w:r w:rsidRPr="00D86078">
        <w:rPr>
          <w:rStyle w:val="libNormalChar"/>
        </w:rPr>
        <w:t>Berlin: Walter de Gruyter, 1980.</w:t>
      </w:r>
    </w:p>
    <w:p w:rsidR="00ED3D62" w:rsidRPr="00D86078" w:rsidRDefault="00ED3D62" w:rsidP="00ED3D62">
      <w:pPr>
        <w:rPr>
          <w:rStyle w:val="libItalicChar"/>
        </w:rPr>
      </w:pPr>
      <w:r w:rsidRPr="00D86078">
        <w:rPr>
          <w:rStyle w:val="libNormalChar"/>
        </w:rPr>
        <w:t xml:space="preserve">Brenner, Louis. </w:t>
      </w:r>
      <w:r w:rsidRPr="00D86078">
        <w:rPr>
          <w:rStyle w:val="libItalicChar"/>
        </w:rPr>
        <w:t xml:space="preserve">West African Sufi: The Religious Heritage and Spiritual Search of </w:t>
      </w:r>
      <w:proofErr w:type="spellStart"/>
      <w:r w:rsidRPr="00D86078">
        <w:rPr>
          <w:rStyle w:val="libItalicChar"/>
        </w:rPr>
        <w:t>Cerno</w:t>
      </w:r>
      <w:proofErr w:type="spellEnd"/>
      <w:r w:rsidRPr="00D86078">
        <w:rPr>
          <w:rStyle w:val="libNormalChar"/>
        </w:rPr>
        <w:t xml:space="preserve"> </w:t>
      </w:r>
      <w:proofErr w:type="spellStart"/>
      <w:r w:rsidRPr="00D86078">
        <w:rPr>
          <w:rStyle w:val="libItalicChar"/>
        </w:rPr>
        <w:t>Bokar</w:t>
      </w:r>
      <w:proofErr w:type="spellEnd"/>
      <w:r w:rsidRPr="00D86078">
        <w:rPr>
          <w:rStyle w:val="libItalicChar"/>
        </w:rPr>
        <w:t xml:space="preserve"> </w:t>
      </w:r>
      <w:proofErr w:type="spellStart"/>
      <w:r w:rsidRPr="00D86078">
        <w:rPr>
          <w:rStyle w:val="libItalicChar"/>
        </w:rPr>
        <w:t>Saalif</w:t>
      </w:r>
      <w:proofErr w:type="spellEnd"/>
      <w:r w:rsidRPr="00D86078">
        <w:rPr>
          <w:rStyle w:val="libItalicChar"/>
        </w:rPr>
        <w:t xml:space="preserve"> </w:t>
      </w:r>
      <w:proofErr w:type="spellStart"/>
      <w:r w:rsidRPr="00D86078">
        <w:rPr>
          <w:rStyle w:val="libItalicChar"/>
        </w:rPr>
        <w:t>Taal</w:t>
      </w:r>
      <w:proofErr w:type="spellEnd"/>
      <w:r w:rsidRPr="00D86078">
        <w:rPr>
          <w:rStyle w:val="libItalicChar"/>
        </w:rPr>
        <w:t xml:space="preserve">. </w:t>
      </w:r>
      <w:r w:rsidRPr="00D86078">
        <w:rPr>
          <w:rStyle w:val="libNormalChar"/>
        </w:rPr>
        <w:t>London: C, Hurst &amp; Co., 1984.</w:t>
      </w:r>
    </w:p>
    <w:p w:rsidR="00ED3D62" w:rsidRDefault="00ED3D62" w:rsidP="00ED3D62">
      <w:pPr>
        <w:pStyle w:val="libNormal"/>
      </w:pPr>
      <w:r w:rsidRPr="00CA2CCA">
        <w:t xml:space="preserve">de </w:t>
      </w:r>
      <w:proofErr w:type="spellStart"/>
      <w:r w:rsidRPr="00CA2CCA">
        <w:t>Bruijn</w:t>
      </w:r>
      <w:proofErr w:type="spellEnd"/>
      <w:r w:rsidRPr="00CA2CCA">
        <w:t xml:space="preserve">, J.T.P. </w:t>
      </w:r>
      <w:r w:rsidRPr="00D86078">
        <w:rPr>
          <w:rStyle w:val="libItalicChar"/>
        </w:rPr>
        <w:t>Persian Sufi Poetry.</w:t>
      </w:r>
      <w:r>
        <w:t xml:space="preserve"> Surrey: Curzon, 1997.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Buehler, Arthur F. </w:t>
      </w:r>
      <w:r w:rsidRPr="00D86078">
        <w:rPr>
          <w:rStyle w:val="libItalicChar"/>
        </w:rPr>
        <w:t xml:space="preserve">Sufi Heirs of the Prophet: The Indian </w:t>
      </w:r>
      <w:proofErr w:type="spellStart"/>
      <w:r w:rsidRPr="00D86078">
        <w:rPr>
          <w:rStyle w:val="libItalicChar"/>
        </w:rPr>
        <w:t>Naqshbandiyya</w:t>
      </w:r>
      <w:proofErr w:type="spellEnd"/>
      <w:r w:rsidRPr="00D86078">
        <w:rPr>
          <w:rStyle w:val="libItalicChar"/>
        </w:rPr>
        <w:t xml:space="preserve"> and the Rise of the Mediating Sufi Shaykh. </w:t>
      </w:r>
      <w:r w:rsidRPr="00D86078">
        <w:rPr>
          <w:rStyle w:val="libNormalChar"/>
        </w:rPr>
        <w:t>Columbia, SC: University of South Carolina Press, 1998.</w:t>
      </w:r>
    </w:p>
    <w:p w:rsidR="00ED3D62" w:rsidRDefault="00ED3D62" w:rsidP="00ED3D62">
      <w:pPr>
        <w:pStyle w:val="libNormal"/>
      </w:pPr>
      <w:r w:rsidRPr="00CA2CCA">
        <w:t xml:space="preserve">Burckhardt, Titus. </w:t>
      </w:r>
      <w:r w:rsidRPr="00D86078">
        <w:rPr>
          <w:rStyle w:val="libItalicChar"/>
        </w:rPr>
        <w:t>Introduction to Sufism.</w:t>
      </w:r>
      <w:r>
        <w:t xml:space="preserve"> London: </w:t>
      </w:r>
      <w:proofErr w:type="spellStart"/>
      <w:r>
        <w:t>Thorsons</w:t>
      </w:r>
      <w:proofErr w:type="spellEnd"/>
      <w:r>
        <w:t>, 1995.</w:t>
      </w:r>
    </w:p>
    <w:p w:rsidR="00ED3D62" w:rsidRDefault="00ED3D62" w:rsidP="00ED3D62">
      <w:pPr>
        <w:pStyle w:val="libNormal"/>
      </w:pPr>
      <w:r>
        <w:t xml:space="preserve">Burckhardt, Titus. </w:t>
      </w:r>
      <w:r w:rsidRPr="00D86078">
        <w:rPr>
          <w:rStyle w:val="libItalicChar"/>
        </w:rPr>
        <w:t xml:space="preserve">Mystical Astrology According to Ibn ‘Arabi. </w:t>
      </w:r>
      <w:r>
        <w:t xml:space="preserve">Louisville, KY: </w:t>
      </w:r>
      <w:proofErr w:type="spellStart"/>
      <w:r>
        <w:t>Fons</w:t>
      </w:r>
      <w:proofErr w:type="spellEnd"/>
      <w:r>
        <w:t xml:space="preserve"> Vitae, 2001.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Chittick, William C. </w:t>
      </w:r>
      <w:r w:rsidRPr="00D86078">
        <w:rPr>
          <w:rStyle w:val="libItalicChar"/>
        </w:rPr>
        <w:t>Imaginal Worlds: Ibn al</w:t>
      </w:r>
      <w:proofErr w:type="gramStart"/>
      <w:r w:rsidRPr="00D86078">
        <w:rPr>
          <w:rStyle w:val="libItalicChar"/>
        </w:rPr>
        <w:t>-‘</w:t>
      </w:r>
      <w:proofErr w:type="spellStart"/>
      <w:proofErr w:type="gramEnd"/>
      <w:r w:rsidRPr="00D86078">
        <w:rPr>
          <w:rStyle w:val="libItalicChar"/>
        </w:rPr>
        <w:t>Arabī</w:t>
      </w:r>
      <w:proofErr w:type="spellEnd"/>
      <w:r w:rsidRPr="00D86078">
        <w:rPr>
          <w:rStyle w:val="libItalicChar"/>
        </w:rPr>
        <w:t xml:space="preserve"> and the Problem of Religious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Diversity. </w:t>
      </w:r>
      <w:r w:rsidRPr="00D86078">
        <w:rPr>
          <w:rStyle w:val="libNormalChar"/>
        </w:rPr>
        <w:t>Albany, NY: State University of New York Press, 1995.</w:t>
      </w:r>
    </w:p>
    <w:p w:rsidR="00ED3D62" w:rsidRPr="00D86078" w:rsidRDefault="00ED3D62" w:rsidP="00ED3D62">
      <w:pPr>
        <w:rPr>
          <w:rStyle w:val="libItalicChar"/>
        </w:rPr>
      </w:pPr>
      <w:r w:rsidRPr="00D86078">
        <w:rPr>
          <w:rStyle w:val="libNormalChar"/>
        </w:rPr>
        <w:t xml:space="preserve">Chittick, William C. </w:t>
      </w:r>
      <w:r w:rsidRPr="00D86078">
        <w:rPr>
          <w:rStyle w:val="libItalicChar"/>
        </w:rPr>
        <w:t>The Self-Disclosure of God: Principles of Ibn al</w:t>
      </w:r>
      <w:proofErr w:type="gramStart"/>
      <w:r w:rsidRPr="00D86078">
        <w:rPr>
          <w:rStyle w:val="libItalicChar"/>
        </w:rPr>
        <w:t>-‘</w:t>
      </w:r>
      <w:proofErr w:type="spellStart"/>
      <w:proofErr w:type="gramEnd"/>
      <w:r w:rsidRPr="00D86078">
        <w:rPr>
          <w:rStyle w:val="libItalicChar"/>
        </w:rPr>
        <w:t>Arabī’s</w:t>
      </w:r>
      <w:proofErr w:type="spellEnd"/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Cosmology. </w:t>
      </w:r>
      <w:r w:rsidRPr="00D86078">
        <w:rPr>
          <w:rStyle w:val="libNormalChar"/>
        </w:rPr>
        <w:t>Albany, NY: State University of New York Press, 1997.</w:t>
      </w:r>
    </w:p>
    <w:p w:rsidR="00ED3D62" w:rsidRDefault="00ED3D62" w:rsidP="00ED3D62">
      <w:pPr>
        <w:pStyle w:val="libNormal"/>
      </w:pPr>
      <w:r w:rsidRPr="00CA2CCA">
        <w:t xml:space="preserve">Chittick, William C. </w:t>
      </w:r>
      <w:r w:rsidRPr="00D86078">
        <w:rPr>
          <w:rStyle w:val="libItalicChar"/>
        </w:rPr>
        <w:t>The Sufi Path of Knowledge: Ibn al</w:t>
      </w:r>
      <w:proofErr w:type="gramStart"/>
      <w:r w:rsidRPr="00D86078">
        <w:rPr>
          <w:rStyle w:val="libItalicChar"/>
        </w:rPr>
        <w:t>-‘</w:t>
      </w:r>
      <w:proofErr w:type="spellStart"/>
      <w:proofErr w:type="gramEnd"/>
      <w:r w:rsidRPr="00D86078">
        <w:rPr>
          <w:rStyle w:val="libItalicChar"/>
        </w:rPr>
        <w:t>Arabī’s</w:t>
      </w:r>
      <w:proofErr w:type="spellEnd"/>
      <w:r w:rsidRPr="00D86078">
        <w:rPr>
          <w:rStyle w:val="libItalicChar"/>
        </w:rPr>
        <w:t xml:space="preserve"> Metaphysics of</w:t>
      </w:r>
      <w:r w:rsidRPr="00CA2CCA">
        <w:t xml:space="preserve"> </w:t>
      </w:r>
      <w:r w:rsidRPr="00D86078">
        <w:rPr>
          <w:rStyle w:val="libItalicChar"/>
        </w:rPr>
        <w:t xml:space="preserve">Imagination. </w:t>
      </w:r>
      <w:r>
        <w:t>Albany, NY: State University of New York Press, 1989.</w:t>
      </w:r>
    </w:p>
    <w:p w:rsidR="00ED3D62" w:rsidRDefault="00ED3D62" w:rsidP="00ED3D62">
      <w:pPr>
        <w:pStyle w:val="libNormal"/>
      </w:pPr>
      <w:r>
        <w:t xml:space="preserve">Chittick, William C. </w:t>
      </w:r>
      <w:r w:rsidRPr="00D86078">
        <w:rPr>
          <w:rStyle w:val="libItalicChar"/>
        </w:rPr>
        <w:t>Sufism: A Short Introduction.</w:t>
      </w:r>
      <w:r>
        <w:t xml:space="preserve"> Oxford, England: </w:t>
      </w:r>
      <w:proofErr w:type="spellStart"/>
      <w:r>
        <w:t>Oneworld</w:t>
      </w:r>
      <w:proofErr w:type="spellEnd"/>
      <w:r>
        <w:t>, 2000.</w:t>
      </w:r>
    </w:p>
    <w:p w:rsidR="00ED3D62" w:rsidRDefault="00ED3D62" w:rsidP="00ED3D62">
      <w:pPr>
        <w:pStyle w:val="libNormal"/>
      </w:pPr>
      <w:r>
        <w:t xml:space="preserve">Chittick, William C., ed. </w:t>
      </w:r>
      <w:r w:rsidRPr="00D86078">
        <w:rPr>
          <w:rStyle w:val="libItalicChar"/>
        </w:rPr>
        <w:t xml:space="preserve">Faith and Practice of Islam: Three Thirteenth Century Sufi Texts. </w:t>
      </w:r>
      <w:r>
        <w:t>Albany, NY: State University of New York Press, 1992.</w:t>
      </w:r>
    </w:p>
    <w:p w:rsidR="00ED3D62" w:rsidRDefault="00ED3D62" w:rsidP="00ED3D62">
      <w:pPr>
        <w:pStyle w:val="libNormal"/>
      </w:pPr>
      <w:r>
        <w:t xml:space="preserve">Chittick, William C., trans. and ed. </w:t>
      </w:r>
      <w:r w:rsidRPr="00D86078">
        <w:rPr>
          <w:rStyle w:val="libItalicChar"/>
        </w:rPr>
        <w:t xml:space="preserve">The Sufi Path of Love: The Spiritual Teachings of Rumi. </w:t>
      </w:r>
      <w:r>
        <w:t>Albany, NY: State University of New York Press, 1983.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Chittick, William C. and Peter Lamborn Wilson, trans. </w:t>
      </w:r>
      <w:r w:rsidRPr="00D86078">
        <w:rPr>
          <w:rStyle w:val="libItalicChar"/>
        </w:rPr>
        <w:t xml:space="preserve">Fakhruddin ‘Iraqi--Divine Flashes. </w:t>
      </w:r>
      <w:r w:rsidRPr="00D86078">
        <w:rPr>
          <w:rStyle w:val="libNormalChar"/>
        </w:rPr>
        <w:t>Mahwah, NJ: Paulist Press, 1982.</w:t>
      </w:r>
    </w:p>
    <w:p w:rsidR="00ED3D62" w:rsidRDefault="00ED3D62" w:rsidP="00ED3D62">
      <w:pPr>
        <w:pStyle w:val="libNormal"/>
      </w:pPr>
      <w:proofErr w:type="spellStart"/>
      <w:r w:rsidRPr="00CA2CCA">
        <w:lastRenderedPageBreak/>
        <w:t>Chodkiewicz</w:t>
      </w:r>
      <w:proofErr w:type="spellEnd"/>
      <w:r w:rsidRPr="00CA2CCA">
        <w:t xml:space="preserve">, Michel. </w:t>
      </w:r>
      <w:r w:rsidRPr="00D86078">
        <w:rPr>
          <w:rStyle w:val="libItalicChar"/>
        </w:rPr>
        <w:t xml:space="preserve">An Ocean Without Shore: Ibn ‘Arabi, The Book, and The Law. </w:t>
      </w:r>
      <w:r>
        <w:t>Albany, NY: State University of New York Press, 1993.</w:t>
      </w:r>
    </w:p>
    <w:p w:rsidR="007D4755" w:rsidRDefault="00ED3D62" w:rsidP="00ED3D62">
      <w:pPr>
        <w:pStyle w:val="libNormal"/>
        <w:rPr>
          <w:rStyle w:val="libNormalChar"/>
        </w:rPr>
      </w:pPr>
      <w:proofErr w:type="spellStart"/>
      <w:r>
        <w:t>Chodkiewicz</w:t>
      </w:r>
      <w:proofErr w:type="spellEnd"/>
      <w:r>
        <w:t xml:space="preserve">, Michel. </w:t>
      </w:r>
      <w:r w:rsidRPr="00D86078">
        <w:rPr>
          <w:rStyle w:val="libItalicChar"/>
        </w:rPr>
        <w:t>The Seal of the Saints: Prophethood and Sainthood in the Doctrine of Ibn ‘</w:t>
      </w:r>
      <w:proofErr w:type="spellStart"/>
      <w:r w:rsidRPr="00D86078">
        <w:rPr>
          <w:rStyle w:val="libItalicChar"/>
        </w:rPr>
        <w:t>Arabī</w:t>
      </w:r>
      <w:proofErr w:type="spellEnd"/>
      <w:r w:rsidRPr="00D86078">
        <w:rPr>
          <w:rStyle w:val="libItalicChar"/>
        </w:rPr>
        <w:t xml:space="preserve">. </w:t>
      </w:r>
      <w:r w:rsidRPr="00D86078">
        <w:rPr>
          <w:rStyle w:val="libNormalChar"/>
        </w:rPr>
        <w:t>Cambridge, UK: The Islamic Texts Society, 1993.</w:t>
      </w:r>
    </w:p>
    <w:p w:rsidR="007D4755" w:rsidRDefault="00ED3D62" w:rsidP="00ED3D62">
      <w:pPr>
        <w:pStyle w:val="libNormal"/>
      </w:pPr>
      <w:r w:rsidRPr="00CA2CCA">
        <w:t xml:space="preserve">Coates, Peter. </w:t>
      </w:r>
      <w:r w:rsidRPr="00D86078">
        <w:rPr>
          <w:rStyle w:val="libItalicChar"/>
        </w:rPr>
        <w:t>Ibn ‘Arabi and Modern Thought: The History of Taking Metaphysics</w:t>
      </w:r>
      <w:r w:rsidRPr="00CA2CCA">
        <w:t xml:space="preserve"> </w:t>
      </w:r>
      <w:r w:rsidRPr="00D86078">
        <w:rPr>
          <w:rStyle w:val="libItalicChar"/>
        </w:rPr>
        <w:t xml:space="preserve">Seriously. </w:t>
      </w:r>
      <w:r>
        <w:t xml:space="preserve">Oxford, UK: </w:t>
      </w:r>
      <w:proofErr w:type="spellStart"/>
      <w:r>
        <w:t>Anqa</w:t>
      </w:r>
      <w:proofErr w:type="spellEnd"/>
      <w:r>
        <w:t xml:space="preserve"> Publ., 2002.</w:t>
      </w:r>
    </w:p>
    <w:p w:rsidR="00ED3D62" w:rsidRDefault="00ED3D62" w:rsidP="00ED3D62">
      <w:pPr>
        <w:pStyle w:val="libNormal"/>
      </w:pPr>
      <w:r>
        <w:t xml:space="preserve">Corbin, Henry. </w:t>
      </w:r>
      <w:r w:rsidRPr="00D86078">
        <w:rPr>
          <w:rStyle w:val="libItalicChar"/>
        </w:rPr>
        <w:t xml:space="preserve">Creative Imagination in the </w:t>
      </w:r>
      <w:proofErr w:type="spellStart"/>
      <w:r w:rsidRPr="00D86078">
        <w:rPr>
          <w:rStyle w:val="libItalicChar"/>
        </w:rPr>
        <w:t>Sūfism</w:t>
      </w:r>
      <w:proofErr w:type="spellEnd"/>
      <w:r w:rsidRPr="00D86078">
        <w:rPr>
          <w:rStyle w:val="libItalicChar"/>
        </w:rPr>
        <w:t xml:space="preserve"> of Ibn ‘</w:t>
      </w:r>
      <w:proofErr w:type="spellStart"/>
      <w:r w:rsidRPr="00D86078">
        <w:rPr>
          <w:rStyle w:val="libItalicChar"/>
        </w:rPr>
        <w:t>Arabī</w:t>
      </w:r>
      <w:proofErr w:type="spellEnd"/>
      <w:r w:rsidRPr="00D86078">
        <w:rPr>
          <w:rStyle w:val="libItalicChar"/>
        </w:rPr>
        <w:t xml:space="preserve">. </w:t>
      </w:r>
      <w:r>
        <w:t>Princeton, NJ: Princeton University Press, 1998.</w:t>
      </w:r>
    </w:p>
    <w:p w:rsidR="00ED3D62" w:rsidRDefault="00ED3D62" w:rsidP="00ED3D62">
      <w:pPr>
        <w:pStyle w:val="libNormal"/>
      </w:pPr>
      <w:r>
        <w:t xml:space="preserve">Corbin, Henri (Nancy Pearson, trans.). </w:t>
      </w:r>
      <w:r w:rsidRPr="00D86078">
        <w:rPr>
          <w:rStyle w:val="libItalicChar"/>
        </w:rPr>
        <w:t>The Man of Light in Iranian Sufism</w:t>
      </w:r>
      <w:r>
        <w:t>. Boulder, CO: Shambhala, 1978.</w:t>
      </w:r>
    </w:p>
    <w:p w:rsidR="007D4755" w:rsidRDefault="00ED3D62" w:rsidP="00ED3D62">
      <w:pPr>
        <w:pStyle w:val="libNormal"/>
        <w:rPr>
          <w:rStyle w:val="libNormalChar"/>
        </w:rPr>
      </w:pPr>
      <w:r>
        <w:t xml:space="preserve">Corbin, Henry (Joseph H. Rowe, trans.). </w:t>
      </w:r>
      <w:r w:rsidRPr="00D86078">
        <w:rPr>
          <w:rStyle w:val="libItalicChar"/>
        </w:rPr>
        <w:t>The Voyage and the Messenger: Iran and Philosophy.</w:t>
      </w:r>
      <w:r w:rsidR="007D4755">
        <w:rPr>
          <w:rStyle w:val="libItalicChar"/>
        </w:rPr>
        <w:t xml:space="preserve"> </w:t>
      </w:r>
      <w:r w:rsidRPr="00D86078">
        <w:rPr>
          <w:rStyle w:val="libNormalChar"/>
        </w:rPr>
        <w:t>Berkeley, CA: North Atlantic Books, 1998.</w:t>
      </w:r>
    </w:p>
    <w:p w:rsidR="00ED3D62" w:rsidRPr="00D86078" w:rsidRDefault="00ED3D62" w:rsidP="00ED3D62">
      <w:pPr>
        <w:rPr>
          <w:rStyle w:val="libItalicChar"/>
        </w:rPr>
      </w:pPr>
      <w:r w:rsidRPr="00D86078">
        <w:rPr>
          <w:rStyle w:val="libNormalChar"/>
        </w:rPr>
        <w:t xml:space="preserve">Cornell, </w:t>
      </w:r>
      <w:proofErr w:type="spellStart"/>
      <w:r w:rsidRPr="00D86078">
        <w:rPr>
          <w:rStyle w:val="libNormalChar"/>
        </w:rPr>
        <w:t>Rkia</w:t>
      </w:r>
      <w:proofErr w:type="spellEnd"/>
      <w:r w:rsidRPr="00D86078">
        <w:rPr>
          <w:rStyle w:val="libNormalChar"/>
        </w:rPr>
        <w:t xml:space="preserve"> E. (intro. and trans.). </w:t>
      </w:r>
      <w:r w:rsidRPr="00D86078">
        <w:rPr>
          <w:rStyle w:val="libItalicChar"/>
        </w:rPr>
        <w:t>Early Sufi Women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>(Dhikr an-</w:t>
      </w:r>
      <w:proofErr w:type="spellStart"/>
      <w:r w:rsidRPr="00D86078">
        <w:rPr>
          <w:rStyle w:val="libItalicChar"/>
        </w:rPr>
        <w:t>niswa</w:t>
      </w:r>
      <w:proofErr w:type="spellEnd"/>
      <w:r w:rsidRPr="00D86078">
        <w:rPr>
          <w:rStyle w:val="libItalicChar"/>
        </w:rPr>
        <w:t xml:space="preserve"> al-</w:t>
      </w:r>
      <w:proofErr w:type="spellStart"/>
      <w:proofErr w:type="gramStart"/>
      <w:r w:rsidRPr="00D86078">
        <w:rPr>
          <w:rStyle w:val="libItalicChar"/>
        </w:rPr>
        <w:t>muta‘</w:t>
      </w:r>
      <w:proofErr w:type="gramEnd"/>
      <w:r w:rsidRPr="00D86078">
        <w:rPr>
          <w:rStyle w:val="libItalicChar"/>
        </w:rPr>
        <w:t>ābbidāt</w:t>
      </w:r>
      <w:proofErr w:type="spellEnd"/>
      <w:r w:rsidRPr="00D86078">
        <w:rPr>
          <w:rStyle w:val="libItalicChar"/>
        </w:rPr>
        <w:t xml:space="preserve"> as-</w:t>
      </w:r>
      <w:proofErr w:type="spellStart"/>
      <w:r w:rsidRPr="00D86078">
        <w:rPr>
          <w:rStyle w:val="libItalicChar"/>
        </w:rPr>
        <w:t>Sūffiyāt</w:t>
      </w:r>
      <w:proofErr w:type="spellEnd"/>
      <w:r w:rsidRPr="00D86078">
        <w:rPr>
          <w:rStyle w:val="libItalicChar"/>
        </w:rPr>
        <w:t xml:space="preserve">. </w:t>
      </w:r>
      <w:r w:rsidRPr="00D86078">
        <w:rPr>
          <w:rStyle w:val="libNormalChar"/>
        </w:rPr>
        <w:t xml:space="preserve">Louisville, KY: </w:t>
      </w:r>
      <w:proofErr w:type="spellStart"/>
      <w:r w:rsidRPr="00D86078">
        <w:rPr>
          <w:rStyle w:val="libNormalChar"/>
        </w:rPr>
        <w:t>Fons</w:t>
      </w:r>
      <w:proofErr w:type="spellEnd"/>
      <w:r w:rsidRPr="00D86078">
        <w:rPr>
          <w:rStyle w:val="libNormalChar"/>
        </w:rPr>
        <w:t xml:space="preserve"> Vitae, 1999.</w:t>
      </w:r>
    </w:p>
    <w:p w:rsidR="00ED3D62" w:rsidRDefault="00ED3D62" w:rsidP="00ED3D62">
      <w:pPr>
        <w:pStyle w:val="libNormal"/>
      </w:pPr>
      <w:r w:rsidRPr="00CA2CCA">
        <w:t xml:space="preserve">Cornell, Vincent J. </w:t>
      </w:r>
      <w:r w:rsidRPr="00D86078">
        <w:rPr>
          <w:rStyle w:val="libItalicChar"/>
        </w:rPr>
        <w:t xml:space="preserve">Realm of the Saint: Power and Authority in Moroccan Sufism. </w:t>
      </w:r>
      <w:r>
        <w:t>Austin, TX: University of Texas Press, 1998.</w:t>
      </w:r>
    </w:p>
    <w:p w:rsidR="00ED3D62" w:rsidRDefault="00ED3D62" w:rsidP="00ED3D62">
      <w:pPr>
        <w:pStyle w:val="libNormal"/>
      </w:pPr>
      <w:r>
        <w:t xml:space="preserve">Cornell, Vincent J. </w:t>
      </w:r>
      <w:r w:rsidRPr="00D86078">
        <w:rPr>
          <w:rStyle w:val="libItalicChar"/>
        </w:rPr>
        <w:t xml:space="preserve">The Way of Abu </w:t>
      </w:r>
      <w:proofErr w:type="spellStart"/>
      <w:r w:rsidRPr="00D86078">
        <w:rPr>
          <w:rStyle w:val="libItalicChar"/>
        </w:rPr>
        <w:t>Madyan</w:t>
      </w:r>
      <w:proofErr w:type="spellEnd"/>
      <w:r w:rsidRPr="00D86078">
        <w:rPr>
          <w:rStyle w:val="libItalicChar"/>
        </w:rPr>
        <w:t xml:space="preserve">. </w:t>
      </w:r>
      <w:r>
        <w:t>Cambridge, UK: The Islamic Texts Society, 1996.</w:t>
      </w:r>
    </w:p>
    <w:p w:rsidR="00ED3D62" w:rsidRDefault="00ED3D62" w:rsidP="00ED3D62">
      <w:pPr>
        <w:pStyle w:val="libNormal"/>
      </w:pPr>
      <w:r>
        <w:t xml:space="preserve">Cragg, Kenneth. </w:t>
      </w:r>
      <w:r w:rsidRPr="00D86078">
        <w:rPr>
          <w:rStyle w:val="libItalicChar"/>
        </w:rPr>
        <w:t>The Wisdom of the Sufis.</w:t>
      </w:r>
      <w:r>
        <w:t xml:space="preserve"> New York: W.W. Norton, 1976.</w:t>
      </w:r>
    </w:p>
    <w:p w:rsidR="00ED3D62" w:rsidRDefault="00ED3D62" w:rsidP="00ED3D62">
      <w:pPr>
        <w:pStyle w:val="libNormal"/>
      </w:pPr>
      <w:r>
        <w:t xml:space="preserve">Currie, P.M. </w:t>
      </w:r>
      <w:r w:rsidRPr="00D86078">
        <w:rPr>
          <w:rStyle w:val="libItalicChar"/>
        </w:rPr>
        <w:t xml:space="preserve">The Shrine and Cult of </w:t>
      </w:r>
      <w:proofErr w:type="spellStart"/>
      <w:proofErr w:type="gramStart"/>
      <w:r w:rsidRPr="00D86078">
        <w:rPr>
          <w:rStyle w:val="libItalicChar"/>
        </w:rPr>
        <w:t>Mu‘</w:t>
      </w:r>
      <w:proofErr w:type="gramEnd"/>
      <w:r w:rsidRPr="00D86078">
        <w:rPr>
          <w:rStyle w:val="libItalicChar"/>
        </w:rPr>
        <w:t>īn</w:t>
      </w:r>
      <w:proofErr w:type="spellEnd"/>
      <w:r w:rsidRPr="00D86078">
        <w:rPr>
          <w:rStyle w:val="libItalicChar"/>
        </w:rPr>
        <w:t xml:space="preserve"> al-</w:t>
      </w:r>
      <w:proofErr w:type="spellStart"/>
      <w:r w:rsidRPr="00D86078">
        <w:rPr>
          <w:rStyle w:val="libItalicChar"/>
        </w:rPr>
        <w:t>Dīn</w:t>
      </w:r>
      <w:proofErr w:type="spellEnd"/>
      <w:r w:rsidRPr="00D86078">
        <w:rPr>
          <w:rStyle w:val="libItalicChar"/>
        </w:rPr>
        <w:t xml:space="preserve"> </w:t>
      </w:r>
      <w:proofErr w:type="spellStart"/>
      <w:r w:rsidRPr="00D86078">
        <w:rPr>
          <w:rStyle w:val="libItalicChar"/>
        </w:rPr>
        <w:t>Chishtī</w:t>
      </w:r>
      <w:proofErr w:type="spellEnd"/>
      <w:r w:rsidRPr="00D86078">
        <w:rPr>
          <w:rStyle w:val="libItalicChar"/>
        </w:rPr>
        <w:t xml:space="preserve"> of Ajmer.</w:t>
      </w:r>
      <w:r>
        <w:t xml:space="preserve"> Delhi: Oxford University Press, 1989.</w:t>
      </w:r>
    </w:p>
    <w:p w:rsidR="00ED3D62" w:rsidRDefault="00ED3D62" w:rsidP="00ED3D62">
      <w:pPr>
        <w:pStyle w:val="libNormal"/>
      </w:pPr>
      <w:r>
        <w:t xml:space="preserve">Danner, Victor and Wheeler M. </w:t>
      </w:r>
      <w:proofErr w:type="spellStart"/>
      <w:r>
        <w:t>Thackston</w:t>
      </w:r>
      <w:proofErr w:type="spellEnd"/>
      <w:r>
        <w:t xml:space="preserve">, trans. </w:t>
      </w:r>
      <w:r w:rsidRPr="00D86078">
        <w:rPr>
          <w:rStyle w:val="libItalicChar"/>
        </w:rPr>
        <w:t xml:space="preserve">Ibn ‘Ata’ </w:t>
      </w:r>
      <w:proofErr w:type="spellStart"/>
      <w:r w:rsidRPr="00D86078">
        <w:rPr>
          <w:rStyle w:val="libItalicChar"/>
        </w:rPr>
        <w:t>Illah</w:t>
      </w:r>
      <w:proofErr w:type="spellEnd"/>
      <w:r w:rsidRPr="00D86078">
        <w:rPr>
          <w:rStyle w:val="libItalicChar"/>
        </w:rPr>
        <w:t>—The Book of Wisdom/</w:t>
      </w:r>
      <w:proofErr w:type="spellStart"/>
      <w:r w:rsidRPr="00D86078">
        <w:rPr>
          <w:rStyle w:val="libItalicChar"/>
        </w:rPr>
        <w:t>Kwaja</w:t>
      </w:r>
      <w:proofErr w:type="spellEnd"/>
      <w:r w:rsidRPr="00D86078">
        <w:rPr>
          <w:rStyle w:val="libItalicChar"/>
        </w:rPr>
        <w:t xml:space="preserve"> Abdullah Ansari—Intimate Conversations. </w:t>
      </w:r>
      <w:r>
        <w:t>Mahwah, NJ: Paulist Press, 1988.</w:t>
      </w:r>
    </w:p>
    <w:p w:rsidR="00ED3D62" w:rsidRDefault="00ED3D62" w:rsidP="00ED3D62">
      <w:pPr>
        <w:pStyle w:val="libNormal"/>
      </w:pPr>
      <w:r>
        <w:t xml:space="preserve">Eaton, Richard M. </w:t>
      </w:r>
      <w:r w:rsidRPr="00D86078">
        <w:rPr>
          <w:rStyle w:val="libItalicChar"/>
        </w:rPr>
        <w:t xml:space="preserve">Sufis of </w:t>
      </w:r>
      <w:proofErr w:type="spellStart"/>
      <w:r w:rsidRPr="00D86078">
        <w:rPr>
          <w:rStyle w:val="libItalicChar"/>
        </w:rPr>
        <w:t>Bijapur</w:t>
      </w:r>
      <w:proofErr w:type="spellEnd"/>
      <w:r w:rsidRPr="00D86078">
        <w:rPr>
          <w:rStyle w:val="libItalicChar"/>
        </w:rPr>
        <w:t>, 1300-1700: Social Roles of Sufis in Medieval India.</w:t>
      </w:r>
      <w:r>
        <w:t xml:space="preserve"> Princeton, NJ: Princeton University Press, 1978.</w:t>
      </w:r>
    </w:p>
    <w:p w:rsidR="007D4755" w:rsidRDefault="00ED3D62" w:rsidP="00ED3D62">
      <w:pPr>
        <w:pStyle w:val="libNormal"/>
      </w:pPr>
      <w:r>
        <w:t xml:space="preserve">Elias, Jamal J., trans. </w:t>
      </w:r>
      <w:r w:rsidRPr="00D86078">
        <w:rPr>
          <w:rStyle w:val="libItalicChar"/>
        </w:rPr>
        <w:t>The Sufi Poems of Sultan Bahu.</w:t>
      </w:r>
      <w:r>
        <w:t xml:space="preserve"> Berkeley, CA: University of California Press, 1998.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Elmore, Gerald T., ed. </w:t>
      </w:r>
      <w:r w:rsidRPr="00D86078">
        <w:rPr>
          <w:rStyle w:val="libItalicChar"/>
        </w:rPr>
        <w:t>Islamic Sainthood in the Fullness of Time: Ibn al</w:t>
      </w:r>
      <w:proofErr w:type="gramStart"/>
      <w:r w:rsidRPr="00D86078">
        <w:rPr>
          <w:rStyle w:val="libItalicChar"/>
        </w:rPr>
        <w:t>-‘</w:t>
      </w:r>
      <w:proofErr w:type="gramEnd"/>
      <w:r w:rsidRPr="00D86078">
        <w:rPr>
          <w:rStyle w:val="libItalicChar"/>
        </w:rPr>
        <w:t xml:space="preserve">Arabi’s Book of the Fabulous Gryphon. </w:t>
      </w:r>
      <w:r w:rsidRPr="00D86078">
        <w:rPr>
          <w:rStyle w:val="libNormalChar"/>
        </w:rPr>
        <w:t>Leiden: E.J. Brill, 1999.</w:t>
      </w:r>
    </w:p>
    <w:p w:rsidR="007D4755" w:rsidRDefault="00ED3D62" w:rsidP="00ED3D62">
      <w:pPr>
        <w:rPr>
          <w:rStyle w:val="libNormalChar"/>
        </w:rPr>
      </w:pPr>
      <w:r w:rsidRPr="00D86078">
        <w:rPr>
          <w:rStyle w:val="libNormalChar"/>
        </w:rPr>
        <w:t xml:space="preserve">Ernst, Carl W. </w:t>
      </w:r>
      <w:r w:rsidRPr="00D86078">
        <w:rPr>
          <w:rStyle w:val="libItalicChar"/>
        </w:rPr>
        <w:t>Eternal Garden: Mysticism, History, and Politics at a South Asian Sufi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Center. </w:t>
      </w:r>
      <w:r w:rsidRPr="00D86078">
        <w:rPr>
          <w:rStyle w:val="libNormalChar"/>
        </w:rPr>
        <w:t>Albany, NY: State University of New York Press, 1992.</w:t>
      </w:r>
    </w:p>
    <w:p w:rsidR="00ED3D62" w:rsidRPr="00D86078" w:rsidRDefault="00ED3D62" w:rsidP="00ED3D62">
      <w:pPr>
        <w:rPr>
          <w:rStyle w:val="libItalicChar"/>
        </w:rPr>
      </w:pPr>
      <w:r w:rsidRPr="00D86078">
        <w:rPr>
          <w:rStyle w:val="libNormalChar"/>
        </w:rPr>
        <w:t xml:space="preserve">Ernst, Carl W. </w:t>
      </w:r>
      <w:proofErr w:type="spellStart"/>
      <w:r w:rsidRPr="00D86078">
        <w:rPr>
          <w:rStyle w:val="libItalicChar"/>
        </w:rPr>
        <w:t>Ruzbihan</w:t>
      </w:r>
      <w:proofErr w:type="spellEnd"/>
      <w:r w:rsidRPr="00D86078">
        <w:rPr>
          <w:rStyle w:val="libItalicChar"/>
        </w:rPr>
        <w:t xml:space="preserve"> </w:t>
      </w:r>
      <w:proofErr w:type="spellStart"/>
      <w:r w:rsidRPr="00D86078">
        <w:rPr>
          <w:rStyle w:val="libItalicChar"/>
        </w:rPr>
        <w:t>Baqli</w:t>
      </w:r>
      <w:proofErr w:type="spellEnd"/>
      <w:r w:rsidRPr="00D86078">
        <w:rPr>
          <w:rStyle w:val="libItalicChar"/>
        </w:rPr>
        <w:t xml:space="preserve">: Mystical Experience and the Rhetoric of Sainthood in Persian Sufism. </w:t>
      </w:r>
      <w:r w:rsidRPr="00D86078">
        <w:rPr>
          <w:rStyle w:val="libNormalChar"/>
        </w:rPr>
        <w:t>London: Curzon Press, 1996.</w:t>
      </w:r>
    </w:p>
    <w:p w:rsidR="00ED3D62" w:rsidRDefault="00ED3D62" w:rsidP="00ED3D62">
      <w:pPr>
        <w:pStyle w:val="libNormal"/>
      </w:pPr>
      <w:r w:rsidRPr="00CA2CCA">
        <w:t xml:space="preserve">Ernst, Carl W. </w:t>
      </w:r>
      <w:r w:rsidRPr="00D86078">
        <w:rPr>
          <w:rStyle w:val="libItalicChar"/>
        </w:rPr>
        <w:t>The Shambhala Guide to Sufism.</w:t>
      </w:r>
      <w:r>
        <w:t xml:space="preserve"> Boston, MA: Shambhala, 1997.</w:t>
      </w:r>
    </w:p>
    <w:p w:rsidR="007D4755" w:rsidRDefault="00ED3D62" w:rsidP="00ED3D62">
      <w:pPr>
        <w:pStyle w:val="libNormal"/>
      </w:pPr>
      <w:r>
        <w:t xml:space="preserve">Ernst, Carl W. </w:t>
      </w:r>
      <w:r w:rsidRPr="00D86078">
        <w:rPr>
          <w:rStyle w:val="libItalicChar"/>
        </w:rPr>
        <w:t>Words of Ecstasy in Sufism</w:t>
      </w:r>
      <w:r>
        <w:t>. Albany, NY: State University of New York Press, 1984.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Ernst, Carl W. and Bruce B. Lawrence. </w:t>
      </w:r>
      <w:r w:rsidRPr="00D86078">
        <w:rPr>
          <w:rStyle w:val="libItalicChar"/>
        </w:rPr>
        <w:t>Sufi Martyrs of Love: The Chishti Order in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South Asia and Beyond. </w:t>
      </w:r>
      <w:r w:rsidRPr="00D86078">
        <w:rPr>
          <w:rStyle w:val="libNormalChar"/>
        </w:rPr>
        <w:t>London: Palgrave Macmillan, 2002.</w:t>
      </w:r>
    </w:p>
    <w:p w:rsidR="00ED3D62" w:rsidRDefault="00ED3D62" w:rsidP="00ED3D62">
      <w:pPr>
        <w:pStyle w:val="libNormal"/>
      </w:pPr>
      <w:r w:rsidRPr="00CA2CCA">
        <w:t xml:space="preserve">Farhadi, A.G. </w:t>
      </w:r>
      <w:proofErr w:type="spellStart"/>
      <w:r w:rsidRPr="00CA2CCA">
        <w:t>Ravan</w:t>
      </w:r>
      <w:proofErr w:type="spellEnd"/>
      <w:r w:rsidRPr="00CA2CCA">
        <w:t xml:space="preserve">. </w:t>
      </w:r>
      <w:r w:rsidRPr="00D86078">
        <w:rPr>
          <w:rStyle w:val="libItalicChar"/>
        </w:rPr>
        <w:t xml:space="preserve">Abdullah Ansari of Herat: An Early Sufi Master. </w:t>
      </w:r>
      <w:r>
        <w:t>Surrey: Curzon, 1996.</w:t>
      </w:r>
    </w:p>
    <w:p w:rsidR="007D4755" w:rsidRDefault="00ED3D62" w:rsidP="00ED3D62">
      <w:pPr>
        <w:pStyle w:val="libNormal"/>
      </w:pPr>
      <w:r>
        <w:t xml:space="preserve">Friedlander, </w:t>
      </w:r>
      <w:proofErr w:type="spellStart"/>
      <w:r>
        <w:t>Shems</w:t>
      </w:r>
      <w:proofErr w:type="spellEnd"/>
      <w:r>
        <w:t xml:space="preserve">. </w:t>
      </w:r>
      <w:r w:rsidRPr="00D86078">
        <w:rPr>
          <w:rStyle w:val="libItalicChar"/>
        </w:rPr>
        <w:t>Rumi and the Whirling Dervishes.</w:t>
      </w:r>
      <w:r>
        <w:t xml:space="preserve"> New York: Parabola Books, revised ed., 2003.</w:t>
      </w:r>
    </w:p>
    <w:p w:rsidR="00ED3D62" w:rsidRDefault="00ED3D62" w:rsidP="00ED3D62">
      <w:pPr>
        <w:pStyle w:val="libNormal"/>
      </w:pPr>
      <w:proofErr w:type="spellStart"/>
      <w:r>
        <w:t>Gilsenan</w:t>
      </w:r>
      <w:proofErr w:type="spellEnd"/>
      <w:r>
        <w:t xml:space="preserve">, Michael. </w:t>
      </w:r>
      <w:r w:rsidRPr="00D86078">
        <w:rPr>
          <w:rStyle w:val="libItalicChar"/>
        </w:rPr>
        <w:t>Saint and Sufi in Modern Egypt.</w:t>
      </w:r>
      <w:r>
        <w:t xml:space="preserve"> Oxford, UK: Clarendon Press, 1973.</w:t>
      </w:r>
    </w:p>
    <w:p w:rsidR="00ED3D62" w:rsidRDefault="00ED3D62" w:rsidP="00ED3D62">
      <w:pPr>
        <w:pStyle w:val="libNormal"/>
      </w:pPr>
      <w:r>
        <w:lastRenderedPageBreak/>
        <w:t xml:space="preserve">Hammarlund, Anders, et al., eds. </w:t>
      </w:r>
      <w:r w:rsidRPr="00D86078">
        <w:rPr>
          <w:rStyle w:val="libItalicChar"/>
        </w:rPr>
        <w:t xml:space="preserve">Sufism, Music and Society in Turkey and the Middle East. </w:t>
      </w:r>
      <w:r>
        <w:t>Richmond, Surrey: Curzon Press, 2001.</w:t>
      </w:r>
    </w:p>
    <w:p w:rsidR="00ED3D62" w:rsidRDefault="00ED3D62" w:rsidP="00ED3D62">
      <w:pPr>
        <w:pStyle w:val="libNormal"/>
      </w:pPr>
      <w:proofErr w:type="spellStart"/>
      <w:r>
        <w:t>Heer</w:t>
      </w:r>
      <w:proofErr w:type="spellEnd"/>
      <w:r>
        <w:t xml:space="preserve">, Nicholas and Kenneth L. </w:t>
      </w:r>
      <w:proofErr w:type="spellStart"/>
      <w:r>
        <w:t>Honerkamp</w:t>
      </w:r>
      <w:proofErr w:type="spellEnd"/>
      <w:r>
        <w:t xml:space="preserve">, (intro. and trans.). </w:t>
      </w:r>
      <w:r w:rsidRPr="00D86078">
        <w:rPr>
          <w:rStyle w:val="libItalicChar"/>
        </w:rPr>
        <w:t xml:space="preserve">Three Early Sufi </w:t>
      </w:r>
      <w:proofErr w:type="spellStart"/>
      <w:r w:rsidRPr="00D86078">
        <w:rPr>
          <w:rStyle w:val="libItalicChar"/>
        </w:rPr>
        <w:t>Texts.</w:t>
      </w:r>
      <w:r>
        <w:t>Louisville</w:t>
      </w:r>
      <w:proofErr w:type="spellEnd"/>
      <w:r>
        <w:t xml:space="preserve">, KY: </w:t>
      </w:r>
      <w:proofErr w:type="spellStart"/>
      <w:r>
        <w:t>Fons</w:t>
      </w:r>
      <w:proofErr w:type="spellEnd"/>
      <w:r>
        <w:t xml:space="preserve"> Vitae, 2003.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proofErr w:type="spellStart"/>
      <w:r>
        <w:t>Helminksi</w:t>
      </w:r>
      <w:proofErr w:type="spellEnd"/>
      <w:r>
        <w:t xml:space="preserve">, Camille Adams, ed. </w:t>
      </w:r>
      <w:r w:rsidRPr="00D86078">
        <w:rPr>
          <w:rStyle w:val="libItalicChar"/>
        </w:rPr>
        <w:t xml:space="preserve">Women of Sufism, A Hidden Treasure: Writings and Stories of Mystic Poets, Scholars &amp; Saints. </w:t>
      </w:r>
      <w:r w:rsidRPr="00D86078">
        <w:rPr>
          <w:rStyle w:val="libNormalChar"/>
        </w:rPr>
        <w:t>Boston, MA: Shambhala, 2003.</w:t>
      </w:r>
    </w:p>
    <w:p w:rsidR="007D4755" w:rsidRDefault="00ED3D62" w:rsidP="00ED3D62">
      <w:pPr>
        <w:pStyle w:val="libNormal"/>
      </w:pPr>
      <w:r w:rsidRPr="00CA2CCA">
        <w:t xml:space="preserve">Hoffman, Valerie. </w:t>
      </w:r>
      <w:r w:rsidRPr="00D86078">
        <w:rPr>
          <w:rStyle w:val="libItalicChar"/>
        </w:rPr>
        <w:t>Sufism, Mystics, and Saints in Modern Egypt.</w:t>
      </w:r>
      <w:r>
        <w:t xml:space="preserve"> Columbia, SC: University of South Carolina Press, 1995.</w:t>
      </w:r>
    </w:p>
    <w:p w:rsidR="007D4755" w:rsidRDefault="00ED3D62" w:rsidP="00ED3D62">
      <w:pPr>
        <w:pStyle w:val="libNormal"/>
        <w:rPr>
          <w:rStyle w:val="libNormalChar"/>
        </w:rPr>
      </w:pPr>
      <w:proofErr w:type="spellStart"/>
      <w:r>
        <w:t>Homerin</w:t>
      </w:r>
      <w:proofErr w:type="spellEnd"/>
      <w:r>
        <w:t xml:space="preserve">, Th. Emil. </w:t>
      </w:r>
      <w:r w:rsidRPr="00D86078">
        <w:rPr>
          <w:rStyle w:val="libItalicChar"/>
        </w:rPr>
        <w:t>From Arab Poet to Muslim Saint: Ibn al-Farid, His Verse, and His</w:t>
      </w:r>
      <w:r w:rsidRPr="00D86078">
        <w:rPr>
          <w:rStyle w:val="libNormalChar"/>
        </w:rPr>
        <w:t xml:space="preserve"> </w:t>
      </w:r>
      <w:proofErr w:type="spellStart"/>
      <w:r w:rsidRPr="00D86078">
        <w:rPr>
          <w:rStyle w:val="libItalicChar"/>
        </w:rPr>
        <w:t>Shrine.</w:t>
      </w:r>
      <w:r w:rsidRPr="00D86078">
        <w:rPr>
          <w:rStyle w:val="libNormalChar"/>
        </w:rPr>
        <w:t>Columbia</w:t>
      </w:r>
      <w:proofErr w:type="spellEnd"/>
      <w:r w:rsidRPr="00D86078">
        <w:rPr>
          <w:rStyle w:val="libNormalChar"/>
        </w:rPr>
        <w:t>, SC: University of South Carolina Press, 1994.</w:t>
      </w:r>
    </w:p>
    <w:p w:rsidR="00ED3D62" w:rsidRDefault="00ED3D62" w:rsidP="00ED3D62">
      <w:pPr>
        <w:pStyle w:val="libNormal"/>
      </w:pPr>
      <w:r w:rsidRPr="00CA2CCA">
        <w:t xml:space="preserve">Huda, </w:t>
      </w:r>
      <w:proofErr w:type="spellStart"/>
      <w:r w:rsidRPr="00CA2CCA">
        <w:t>Qumar</w:t>
      </w:r>
      <w:proofErr w:type="spellEnd"/>
      <w:r w:rsidRPr="00CA2CCA">
        <w:t xml:space="preserve">-ul. </w:t>
      </w:r>
      <w:r w:rsidRPr="00D86078">
        <w:rPr>
          <w:rStyle w:val="libItalicChar"/>
        </w:rPr>
        <w:t xml:space="preserve">Striving for Divine Union: Spiritual Exercises for </w:t>
      </w:r>
      <w:proofErr w:type="spellStart"/>
      <w:r w:rsidRPr="00D86078">
        <w:rPr>
          <w:rStyle w:val="libItalicChar"/>
        </w:rPr>
        <w:t>Suhrawardī</w:t>
      </w:r>
      <w:proofErr w:type="spellEnd"/>
      <w:r w:rsidRPr="00D86078">
        <w:rPr>
          <w:rStyle w:val="libItalicChar"/>
        </w:rPr>
        <w:t xml:space="preserve"> Sufis. </w:t>
      </w:r>
      <w:r>
        <w:t xml:space="preserve">New York: </w:t>
      </w:r>
      <w:proofErr w:type="spellStart"/>
      <w:r>
        <w:t>RoutledgeCurzon</w:t>
      </w:r>
      <w:proofErr w:type="spellEnd"/>
      <w:r>
        <w:t>, 2003.</w:t>
      </w:r>
    </w:p>
    <w:p w:rsidR="00ED3D62" w:rsidRDefault="00ED3D62" w:rsidP="00ED3D62">
      <w:pPr>
        <w:pStyle w:val="libNormal"/>
      </w:pPr>
      <w:r>
        <w:t>Ibn ’</w:t>
      </w:r>
      <w:proofErr w:type="spellStart"/>
      <w:r>
        <w:t>Abbad</w:t>
      </w:r>
      <w:proofErr w:type="spellEnd"/>
      <w:r>
        <w:t xml:space="preserve"> of Ronda (John Renard, trans.). </w:t>
      </w:r>
      <w:r w:rsidRPr="00D86078">
        <w:rPr>
          <w:rStyle w:val="libItalicChar"/>
        </w:rPr>
        <w:t xml:space="preserve">Letters on the Sufi Path. </w:t>
      </w:r>
      <w:r>
        <w:t>Mahwah, NJ: Paulist Press, 1982.</w:t>
      </w:r>
    </w:p>
    <w:p w:rsidR="00ED3D62" w:rsidRDefault="00ED3D62" w:rsidP="00ED3D62">
      <w:pPr>
        <w:pStyle w:val="libNormal"/>
      </w:pPr>
      <w:r>
        <w:t>Ibn al</w:t>
      </w:r>
      <w:proofErr w:type="gramStart"/>
      <w:r>
        <w:t>-‘</w:t>
      </w:r>
      <w:proofErr w:type="spellStart"/>
      <w:proofErr w:type="gramEnd"/>
      <w:r>
        <w:t>Arabī</w:t>
      </w:r>
      <w:proofErr w:type="spellEnd"/>
      <w:r>
        <w:t xml:space="preserve"> (R.W.J. Austin, trans.). </w:t>
      </w:r>
      <w:r w:rsidRPr="00D86078">
        <w:rPr>
          <w:rStyle w:val="libItalicChar"/>
        </w:rPr>
        <w:t>Bezels of Wisdom.</w:t>
      </w:r>
      <w:r>
        <w:t xml:space="preserve"> New York: Paulist Press, 1980.</w:t>
      </w:r>
    </w:p>
    <w:p w:rsidR="007D4755" w:rsidRDefault="00ED3D62" w:rsidP="00ED3D62">
      <w:pPr>
        <w:pStyle w:val="libNormal"/>
      </w:pPr>
      <w:r>
        <w:t>Ibn al</w:t>
      </w:r>
      <w:proofErr w:type="gramStart"/>
      <w:r>
        <w:t>-‘</w:t>
      </w:r>
      <w:proofErr w:type="spellStart"/>
      <w:proofErr w:type="gramEnd"/>
      <w:r>
        <w:t>Arabī</w:t>
      </w:r>
      <w:proofErr w:type="spellEnd"/>
      <w:r>
        <w:t xml:space="preserve"> (Cecilia </w:t>
      </w:r>
      <w:proofErr w:type="spellStart"/>
      <w:r>
        <w:t>Twinch</w:t>
      </w:r>
      <w:proofErr w:type="spellEnd"/>
      <w:r>
        <w:t xml:space="preserve"> and Pablo </w:t>
      </w:r>
      <w:proofErr w:type="spellStart"/>
      <w:r>
        <w:t>Beneito</w:t>
      </w:r>
      <w:proofErr w:type="spellEnd"/>
      <w:r>
        <w:t xml:space="preserve">, trans.). </w:t>
      </w:r>
      <w:r w:rsidRPr="00D86078">
        <w:rPr>
          <w:rStyle w:val="libItalicChar"/>
        </w:rPr>
        <w:t>Contemplation of the Holy</w:t>
      </w:r>
      <w:r w:rsidRPr="00CA2CCA">
        <w:t xml:space="preserve"> </w:t>
      </w:r>
      <w:r w:rsidRPr="00D86078">
        <w:rPr>
          <w:rStyle w:val="libItalicChar"/>
        </w:rPr>
        <w:t>Mysteries.</w:t>
      </w:r>
      <w:r>
        <w:t xml:space="preserve"> Oxford, UK: </w:t>
      </w:r>
      <w:proofErr w:type="spellStart"/>
      <w:r>
        <w:t>Anqa</w:t>
      </w:r>
      <w:proofErr w:type="spellEnd"/>
      <w:r>
        <w:t xml:space="preserve"> Publ., 2001.</w:t>
      </w:r>
    </w:p>
    <w:p w:rsidR="00ED3D62" w:rsidRDefault="00ED3D62" w:rsidP="00ED3D62">
      <w:pPr>
        <w:pStyle w:val="libNormal"/>
      </w:pPr>
      <w:r>
        <w:t>Ibn al</w:t>
      </w:r>
      <w:proofErr w:type="gramStart"/>
      <w:r>
        <w:t>-‘</w:t>
      </w:r>
      <w:proofErr w:type="spellStart"/>
      <w:proofErr w:type="gramEnd"/>
      <w:r>
        <w:t>Arabī</w:t>
      </w:r>
      <w:proofErr w:type="spellEnd"/>
      <w:r>
        <w:t xml:space="preserve"> (Rabia Harris, trans.) </w:t>
      </w:r>
      <w:r w:rsidRPr="00D86078">
        <w:rPr>
          <w:rStyle w:val="libItalicChar"/>
        </w:rPr>
        <w:t xml:space="preserve">Journey to the Lord of Power: A Sufi Manual on Retreat. </w:t>
      </w:r>
      <w:r>
        <w:t>Rochester, VT: Inner Traditions, 1981.</w:t>
      </w:r>
    </w:p>
    <w:p w:rsidR="00ED3D62" w:rsidRDefault="00ED3D62" w:rsidP="00ED3D62">
      <w:pPr>
        <w:pStyle w:val="libNormal"/>
      </w:pPr>
      <w:r>
        <w:t>Ibn al</w:t>
      </w:r>
      <w:proofErr w:type="gramStart"/>
      <w:r>
        <w:t>-‘</w:t>
      </w:r>
      <w:proofErr w:type="spellStart"/>
      <w:proofErr w:type="gramEnd"/>
      <w:r>
        <w:t>Arabī</w:t>
      </w:r>
      <w:proofErr w:type="spellEnd"/>
      <w:r>
        <w:t xml:space="preserve">, Muhyiddin (Raghavan </w:t>
      </w:r>
      <w:proofErr w:type="spellStart"/>
      <w:r>
        <w:t>Iyer</w:t>
      </w:r>
      <w:proofErr w:type="spellEnd"/>
      <w:r>
        <w:t xml:space="preserve">, ed., with introductory essay by Elton Hall). </w:t>
      </w:r>
      <w:proofErr w:type="spellStart"/>
      <w:r w:rsidRPr="00D86078">
        <w:rPr>
          <w:rStyle w:val="libItalicChar"/>
        </w:rPr>
        <w:t>TheSeals</w:t>
      </w:r>
      <w:proofErr w:type="spellEnd"/>
      <w:r w:rsidRPr="00D86078">
        <w:rPr>
          <w:rStyle w:val="libItalicChar"/>
        </w:rPr>
        <w:t xml:space="preserve"> of Wisdom (ten selections from the </w:t>
      </w:r>
      <w:proofErr w:type="spellStart"/>
      <w:r w:rsidRPr="00D86078">
        <w:rPr>
          <w:rStyle w:val="libItalicChar"/>
        </w:rPr>
        <w:t>Fusus</w:t>
      </w:r>
      <w:proofErr w:type="spellEnd"/>
      <w:r w:rsidRPr="00D86078">
        <w:rPr>
          <w:rStyle w:val="libItalicChar"/>
        </w:rPr>
        <w:t xml:space="preserve"> al-</w:t>
      </w:r>
      <w:proofErr w:type="spellStart"/>
      <w:r w:rsidRPr="00D86078">
        <w:rPr>
          <w:rStyle w:val="libItalicChar"/>
        </w:rPr>
        <w:t>Hikam</w:t>
      </w:r>
      <w:proofErr w:type="spellEnd"/>
      <w:r w:rsidRPr="00D86078">
        <w:rPr>
          <w:rStyle w:val="libItalicChar"/>
        </w:rPr>
        <w:t xml:space="preserve">). </w:t>
      </w:r>
      <w:r>
        <w:t>Santa Barbara, CA: Concord Grove Press, 1983.</w:t>
      </w:r>
    </w:p>
    <w:p w:rsidR="00ED3D62" w:rsidRDefault="00ED3D62" w:rsidP="00ED3D62">
      <w:pPr>
        <w:pStyle w:val="libNormal"/>
      </w:pPr>
      <w:r>
        <w:t>Ibn al</w:t>
      </w:r>
      <w:proofErr w:type="gramStart"/>
      <w:r>
        <w:t>-‘</w:t>
      </w:r>
      <w:proofErr w:type="spellStart"/>
      <w:proofErr w:type="gramEnd"/>
      <w:r>
        <w:t>Arabī</w:t>
      </w:r>
      <w:proofErr w:type="spellEnd"/>
      <w:r>
        <w:t xml:space="preserve"> (Pablo </w:t>
      </w:r>
      <w:proofErr w:type="spellStart"/>
      <w:r>
        <w:t>Beneito</w:t>
      </w:r>
      <w:proofErr w:type="spellEnd"/>
      <w:r>
        <w:t xml:space="preserve"> and Stephen </w:t>
      </w:r>
      <w:proofErr w:type="spellStart"/>
      <w:r>
        <w:t>Hertenstein</w:t>
      </w:r>
      <w:proofErr w:type="spellEnd"/>
      <w:r>
        <w:t xml:space="preserve">, trans.). </w:t>
      </w:r>
      <w:r w:rsidRPr="00D86078">
        <w:rPr>
          <w:rStyle w:val="libItalicChar"/>
        </w:rPr>
        <w:t>The Seven Days of the Heart:</w:t>
      </w:r>
      <w:r w:rsidRPr="00CA2CCA">
        <w:t xml:space="preserve"> </w:t>
      </w:r>
      <w:r w:rsidRPr="00D86078">
        <w:rPr>
          <w:rStyle w:val="libItalicChar"/>
        </w:rPr>
        <w:t xml:space="preserve">Prayers for the Days and Nights of the Week. </w:t>
      </w:r>
      <w:r>
        <w:t xml:space="preserve">Oxford, UK: </w:t>
      </w:r>
      <w:proofErr w:type="spellStart"/>
      <w:r>
        <w:t>Anqa</w:t>
      </w:r>
      <w:proofErr w:type="spellEnd"/>
      <w:r>
        <w:t xml:space="preserve"> Publ., 2000.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>Ibn al</w:t>
      </w:r>
      <w:proofErr w:type="gramStart"/>
      <w:r>
        <w:t>-‘</w:t>
      </w:r>
      <w:proofErr w:type="spellStart"/>
      <w:proofErr w:type="gramEnd"/>
      <w:r>
        <w:t>Arabī</w:t>
      </w:r>
      <w:proofErr w:type="spellEnd"/>
      <w:r>
        <w:t xml:space="preserve"> (R.W.J. Austin, trans.). </w:t>
      </w:r>
      <w:r w:rsidRPr="00D86078">
        <w:rPr>
          <w:rStyle w:val="libItalicChar"/>
        </w:rPr>
        <w:t xml:space="preserve">Sufis of Andalusia: The </w:t>
      </w:r>
      <w:proofErr w:type="spellStart"/>
      <w:r w:rsidRPr="00D86078">
        <w:rPr>
          <w:rStyle w:val="libItalicChar"/>
        </w:rPr>
        <w:t>Rūh</w:t>
      </w:r>
      <w:proofErr w:type="spellEnd"/>
      <w:r w:rsidRPr="00D86078">
        <w:rPr>
          <w:rStyle w:val="libItalicChar"/>
        </w:rPr>
        <w:t xml:space="preserve"> </w:t>
      </w:r>
      <w:proofErr w:type="spellStart"/>
      <w:r w:rsidRPr="00D86078">
        <w:rPr>
          <w:rStyle w:val="libItalicChar"/>
        </w:rPr>
        <w:t>al-quds</w:t>
      </w:r>
      <w:proofErr w:type="spellEnd"/>
      <w:r w:rsidRPr="00D86078">
        <w:rPr>
          <w:rStyle w:val="libItalicChar"/>
        </w:rPr>
        <w:t xml:space="preserve"> and Al-</w:t>
      </w:r>
      <w:proofErr w:type="spellStart"/>
      <w:r w:rsidRPr="00D86078">
        <w:rPr>
          <w:rStyle w:val="libItalicChar"/>
        </w:rPr>
        <w:t>Durrat</w:t>
      </w:r>
      <w:proofErr w:type="spellEnd"/>
      <w:r w:rsidRPr="00D86078">
        <w:rPr>
          <w:rStyle w:val="libItalicChar"/>
        </w:rPr>
        <w:t xml:space="preserve"> al-</w:t>
      </w:r>
      <w:proofErr w:type="spellStart"/>
      <w:r w:rsidRPr="00D86078">
        <w:rPr>
          <w:rStyle w:val="libItalicChar"/>
        </w:rPr>
        <w:t>fākhirah</w:t>
      </w:r>
      <w:proofErr w:type="spellEnd"/>
      <w:r w:rsidRPr="00D86078">
        <w:rPr>
          <w:rStyle w:val="libItalicChar"/>
        </w:rPr>
        <w:t xml:space="preserve">. </w:t>
      </w:r>
      <w:r w:rsidRPr="00D86078">
        <w:rPr>
          <w:rStyle w:val="libNormalChar"/>
        </w:rPr>
        <w:t>London: George Allen &amp; Unwin, 1971.</w:t>
      </w:r>
    </w:p>
    <w:p w:rsidR="007D4755" w:rsidRDefault="00ED3D62" w:rsidP="00ED3D62">
      <w:pPr>
        <w:rPr>
          <w:rStyle w:val="libNormalChar"/>
        </w:rPr>
      </w:pPr>
      <w:r w:rsidRPr="00D86078">
        <w:rPr>
          <w:rStyle w:val="libNormalChar"/>
        </w:rPr>
        <w:t>Ibn ‘Ata’ Allah al-</w:t>
      </w:r>
      <w:proofErr w:type="spellStart"/>
      <w:r w:rsidRPr="00D86078">
        <w:rPr>
          <w:rStyle w:val="libNormalChar"/>
        </w:rPr>
        <w:t>Iskandari</w:t>
      </w:r>
      <w:proofErr w:type="spellEnd"/>
      <w:r w:rsidRPr="00D86078">
        <w:rPr>
          <w:rStyle w:val="libNormalChar"/>
        </w:rPr>
        <w:t xml:space="preserve"> (Mary Ann </w:t>
      </w:r>
      <w:proofErr w:type="spellStart"/>
      <w:r w:rsidRPr="00D86078">
        <w:rPr>
          <w:rStyle w:val="libNormalChar"/>
        </w:rPr>
        <w:t>Koury</w:t>
      </w:r>
      <w:proofErr w:type="spellEnd"/>
      <w:r w:rsidRPr="00D86078">
        <w:rPr>
          <w:rStyle w:val="libNormalChar"/>
        </w:rPr>
        <w:t xml:space="preserve">-Danner, trans.). </w:t>
      </w:r>
      <w:r w:rsidRPr="00D86078">
        <w:rPr>
          <w:rStyle w:val="libItalicChar"/>
        </w:rPr>
        <w:t xml:space="preserve">The Key to Salvation: A Sufi Manual of Invocation. </w:t>
      </w:r>
      <w:r w:rsidRPr="00D86078">
        <w:rPr>
          <w:rStyle w:val="libNormalChar"/>
        </w:rPr>
        <w:t>Cambridge, UK: The Islamic Texts Society, 1996.</w:t>
      </w:r>
    </w:p>
    <w:p w:rsidR="00ED3D62" w:rsidRDefault="00ED3D62" w:rsidP="00ED3D62">
      <w:pPr>
        <w:pStyle w:val="libNormal"/>
      </w:pPr>
      <w:r w:rsidRPr="00CA2CCA">
        <w:t>Ibn al-</w:t>
      </w:r>
      <w:proofErr w:type="spellStart"/>
      <w:r w:rsidRPr="00CA2CCA">
        <w:t>Fārid</w:t>
      </w:r>
      <w:proofErr w:type="spellEnd"/>
      <w:r w:rsidRPr="00CA2CCA">
        <w:t xml:space="preserve">, ‘Umar (Th. Emil </w:t>
      </w:r>
      <w:proofErr w:type="spellStart"/>
      <w:r w:rsidRPr="00CA2CCA">
        <w:t>Homerin</w:t>
      </w:r>
      <w:proofErr w:type="spellEnd"/>
      <w:r w:rsidRPr="00CA2CCA">
        <w:t xml:space="preserve">, trans.). </w:t>
      </w:r>
      <w:r w:rsidRPr="00D86078">
        <w:rPr>
          <w:rStyle w:val="libItalicChar"/>
        </w:rPr>
        <w:t xml:space="preserve">Sufi Verse, Saintly Life. </w:t>
      </w:r>
      <w:r>
        <w:t xml:space="preserve">Mahwah, NJ: </w:t>
      </w:r>
      <w:proofErr w:type="spellStart"/>
      <w:r>
        <w:t>PaulistPress</w:t>
      </w:r>
      <w:proofErr w:type="spellEnd"/>
      <w:r>
        <w:t>, 2001.</w:t>
      </w:r>
    </w:p>
    <w:p w:rsidR="00ED3D62" w:rsidRDefault="00ED3D62" w:rsidP="00ED3D62">
      <w:pPr>
        <w:pStyle w:val="libNormal"/>
      </w:pPr>
      <w:r>
        <w:t xml:space="preserve">Ingram, Harold, et al. </w:t>
      </w:r>
      <w:r w:rsidRPr="00D86078">
        <w:rPr>
          <w:rStyle w:val="libItalicChar"/>
        </w:rPr>
        <w:t>Studies in Islamic Mysticism.</w:t>
      </w:r>
      <w:r>
        <w:t xml:space="preserve"> New York: Columbia University Press, 1997.</w:t>
      </w:r>
    </w:p>
    <w:p w:rsidR="00ED3D62" w:rsidRDefault="00ED3D62" w:rsidP="00ED3D62">
      <w:pPr>
        <w:pStyle w:val="libNormal"/>
      </w:pPr>
      <w:r>
        <w:t xml:space="preserve">‘Iraqi, Fakhruddin (William Chittick and Peter Wilson, trans.). </w:t>
      </w:r>
      <w:r w:rsidRPr="00D86078">
        <w:rPr>
          <w:rStyle w:val="libItalicChar"/>
        </w:rPr>
        <w:t xml:space="preserve">Divine Flashes. </w:t>
      </w:r>
      <w:r>
        <w:t xml:space="preserve">Mahwah, </w:t>
      </w:r>
      <w:proofErr w:type="spellStart"/>
      <w:proofErr w:type="gramStart"/>
      <w:r>
        <w:t>NJ:Paulist</w:t>
      </w:r>
      <w:proofErr w:type="spellEnd"/>
      <w:proofErr w:type="gramEnd"/>
      <w:r>
        <w:t xml:space="preserve"> Press, 1982.</w:t>
      </w:r>
    </w:p>
    <w:p w:rsidR="00ED3D62" w:rsidRDefault="00ED3D62" w:rsidP="00ED3D62">
      <w:pPr>
        <w:pStyle w:val="libNormal"/>
      </w:pPr>
      <w:r>
        <w:t xml:space="preserve">Islam, </w:t>
      </w:r>
      <w:proofErr w:type="spellStart"/>
      <w:r>
        <w:t>Riazul</w:t>
      </w:r>
      <w:proofErr w:type="spellEnd"/>
      <w:r>
        <w:t xml:space="preserve">. </w:t>
      </w:r>
      <w:r w:rsidRPr="00D86078">
        <w:rPr>
          <w:rStyle w:val="libItalicChar"/>
        </w:rPr>
        <w:t xml:space="preserve">Sufism in South Asia: Impact on Fourteenth Century Muslim Society. </w:t>
      </w:r>
      <w:proofErr w:type="spellStart"/>
      <w:proofErr w:type="gramStart"/>
      <w:r>
        <w:t>Karachi:Oxford</w:t>
      </w:r>
      <w:proofErr w:type="spellEnd"/>
      <w:proofErr w:type="gramEnd"/>
      <w:r>
        <w:t xml:space="preserve"> University Press, 2002.</w:t>
      </w:r>
    </w:p>
    <w:p w:rsidR="00ED3D62" w:rsidRDefault="00ED3D62" w:rsidP="00ED3D62">
      <w:pPr>
        <w:pStyle w:val="libNormal"/>
      </w:pPr>
      <w:r>
        <w:t>al-</w:t>
      </w:r>
      <w:proofErr w:type="spellStart"/>
      <w:r>
        <w:t>Jīlānī</w:t>
      </w:r>
      <w:proofErr w:type="spellEnd"/>
      <w:r>
        <w:t xml:space="preserve">, </w:t>
      </w:r>
      <w:proofErr w:type="spellStart"/>
      <w:r>
        <w:t>Hadrat</w:t>
      </w:r>
      <w:proofErr w:type="spellEnd"/>
      <w:r>
        <w:t xml:space="preserve"> ‘Abd al-</w:t>
      </w:r>
      <w:proofErr w:type="spellStart"/>
      <w:r>
        <w:t>Qādir</w:t>
      </w:r>
      <w:proofErr w:type="spellEnd"/>
      <w:r>
        <w:t xml:space="preserve"> (Shaykh </w:t>
      </w:r>
      <w:proofErr w:type="spellStart"/>
      <w:r>
        <w:t>Tosun</w:t>
      </w:r>
      <w:proofErr w:type="spellEnd"/>
      <w:r>
        <w:t xml:space="preserve"> </w:t>
      </w:r>
      <w:proofErr w:type="spellStart"/>
      <w:r>
        <w:t>Bayrak</w:t>
      </w:r>
      <w:proofErr w:type="spellEnd"/>
      <w:r>
        <w:t xml:space="preserve"> al-</w:t>
      </w:r>
      <w:proofErr w:type="spellStart"/>
      <w:r>
        <w:t>Jerrahi</w:t>
      </w:r>
      <w:proofErr w:type="spellEnd"/>
      <w:r>
        <w:t xml:space="preserve"> al-</w:t>
      </w:r>
      <w:proofErr w:type="spellStart"/>
      <w:r>
        <w:t>Halveti</w:t>
      </w:r>
      <w:proofErr w:type="spellEnd"/>
      <w:r>
        <w:t xml:space="preserve">, interpretative trans.). </w:t>
      </w:r>
      <w:r w:rsidRPr="00D86078">
        <w:rPr>
          <w:rStyle w:val="libItalicChar"/>
        </w:rPr>
        <w:t>The Secret of Secrets.</w:t>
      </w:r>
      <w:r>
        <w:t xml:space="preserve"> Cambridge, UK: The Islamic Texts Society, 1992.</w:t>
      </w:r>
    </w:p>
    <w:p w:rsidR="00ED3D62" w:rsidRDefault="00ED3D62" w:rsidP="00ED3D62">
      <w:pPr>
        <w:pStyle w:val="libNormal"/>
      </w:pPr>
      <w:proofErr w:type="spellStart"/>
      <w:r>
        <w:t>Jurji</w:t>
      </w:r>
      <w:proofErr w:type="spellEnd"/>
      <w:r>
        <w:t xml:space="preserve">, Edward J. </w:t>
      </w:r>
      <w:r w:rsidRPr="00D86078">
        <w:rPr>
          <w:rStyle w:val="libItalicChar"/>
        </w:rPr>
        <w:t>Illumination in Islamic Mysticism.</w:t>
      </w:r>
      <w:r>
        <w:t xml:space="preserve"> Princeton, NJ: Princeton University Press,1937.</w:t>
      </w:r>
    </w:p>
    <w:p w:rsidR="007D4755" w:rsidRDefault="00ED3D62" w:rsidP="00ED3D62">
      <w:pPr>
        <w:pStyle w:val="libNormal"/>
        <w:rPr>
          <w:rStyle w:val="libNormalChar"/>
        </w:rPr>
      </w:pPr>
      <w:proofErr w:type="spellStart"/>
      <w:r>
        <w:lastRenderedPageBreak/>
        <w:t>Karamustafa</w:t>
      </w:r>
      <w:proofErr w:type="spellEnd"/>
      <w:r>
        <w:t xml:space="preserve">, Ahmet T. </w:t>
      </w:r>
      <w:r w:rsidRPr="00D86078">
        <w:rPr>
          <w:rStyle w:val="libItalicChar"/>
        </w:rPr>
        <w:t>God’s Unruly Friends: Dervish Groups in the Islamic Later Middle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Period,1200-1550. </w:t>
      </w:r>
      <w:r w:rsidRPr="00D86078">
        <w:rPr>
          <w:rStyle w:val="libNormalChar"/>
        </w:rPr>
        <w:t>Salt Lake City, UT: University of Utah Press, 1994.</w:t>
      </w:r>
    </w:p>
    <w:p w:rsidR="00ED3D62" w:rsidRDefault="00ED3D62" w:rsidP="00ED3D62">
      <w:pPr>
        <w:pStyle w:val="libNormal"/>
      </w:pPr>
      <w:proofErr w:type="spellStart"/>
      <w:r w:rsidRPr="00CA2CCA">
        <w:t>Karrar</w:t>
      </w:r>
      <w:proofErr w:type="spellEnd"/>
      <w:r w:rsidRPr="00CA2CCA">
        <w:t xml:space="preserve">, Ali S. </w:t>
      </w:r>
      <w:r w:rsidRPr="00D86078">
        <w:rPr>
          <w:rStyle w:val="libItalicChar"/>
        </w:rPr>
        <w:t>The Sufi Brotherhoods in the Sudan.</w:t>
      </w:r>
      <w:r>
        <w:t xml:space="preserve"> Evanston, IL: Northwestern University Press,1992.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Keshavarz, Fatemeh (Frederick M. Denny, ed.). </w:t>
      </w:r>
      <w:r w:rsidRPr="00D86078">
        <w:rPr>
          <w:rStyle w:val="libItalicChar"/>
        </w:rPr>
        <w:t xml:space="preserve">Reading Mystical Lyric: The Case of Jalal al-Din Rumi. </w:t>
      </w:r>
      <w:r w:rsidRPr="00D86078">
        <w:rPr>
          <w:rStyle w:val="libNormalChar"/>
        </w:rPr>
        <w:t>Columbia, SC: University of South Carolina Press, 1998.</w:t>
      </w:r>
    </w:p>
    <w:p w:rsidR="00ED3D62" w:rsidRDefault="00ED3D62" w:rsidP="00ED3D62">
      <w:pPr>
        <w:pStyle w:val="libNormal"/>
      </w:pPr>
      <w:proofErr w:type="spellStart"/>
      <w:r w:rsidRPr="00CA2CCA">
        <w:t>Knysh</w:t>
      </w:r>
      <w:proofErr w:type="spellEnd"/>
      <w:r w:rsidRPr="00CA2CCA">
        <w:t xml:space="preserve">, Alexander. </w:t>
      </w:r>
      <w:r w:rsidRPr="00D86078">
        <w:rPr>
          <w:rStyle w:val="libItalicChar"/>
        </w:rPr>
        <w:t>Islamic Mysticism: A Short History.</w:t>
      </w:r>
      <w:r>
        <w:t xml:space="preserve"> Leiden: E.J. Brill, 2000.</w:t>
      </w:r>
    </w:p>
    <w:p w:rsidR="00ED3D62" w:rsidRDefault="00ED3D62" w:rsidP="00ED3D62">
      <w:pPr>
        <w:pStyle w:val="libNormal"/>
      </w:pPr>
      <w:r>
        <w:t xml:space="preserve">Lawrence, Bruce B., ed. </w:t>
      </w:r>
      <w:r w:rsidRPr="00D86078">
        <w:rPr>
          <w:rStyle w:val="libItalicChar"/>
        </w:rPr>
        <w:t xml:space="preserve">Nizam </w:t>
      </w:r>
      <w:proofErr w:type="spellStart"/>
      <w:r w:rsidRPr="00D86078">
        <w:rPr>
          <w:rStyle w:val="libItalicChar"/>
        </w:rPr>
        <w:t>ad-din</w:t>
      </w:r>
      <w:proofErr w:type="spellEnd"/>
      <w:r w:rsidRPr="00D86078">
        <w:rPr>
          <w:rStyle w:val="libItalicChar"/>
        </w:rPr>
        <w:t xml:space="preserve"> Awliya--Morals for the Heart.</w:t>
      </w:r>
      <w:r>
        <w:t xml:space="preserve"> New York: Paulist Press, 1992.</w:t>
      </w:r>
    </w:p>
    <w:p w:rsidR="00ED3D62" w:rsidRDefault="00ED3D62" w:rsidP="00ED3D62">
      <w:pPr>
        <w:pStyle w:val="libNormal"/>
      </w:pPr>
      <w:r>
        <w:t xml:space="preserve">Lawrence, Bruce B. </w:t>
      </w:r>
      <w:r w:rsidRPr="00D86078">
        <w:rPr>
          <w:rStyle w:val="libItalicChar"/>
        </w:rPr>
        <w:t xml:space="preserve">Notes from a Distant Flute: Sufi Literature in Pre-Mughal India. </w:t>
      </w:r>
      <w:r>
        <w:t>Tehran: Imperial Iranian Academy of Philosophy, 1978.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Lewis, Franklin D. </w:t>
      </w:r>
      <w:r w:rsidRPr="00D86078">
        <w:rPr>
          <w:rStyle w:val="libItalicChar"/>
        </w:rPr>
        <w:t>Rumi: Past and Present, East and West—The Life, Teachings and Poetry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of </w:t>
      </w:r>
      <w:proofErr w:type="spellStart"/>
      <w:r w:rsidRPr="00D86078">
        <w:rPr>
          <w:rStyle w:val="libItalicChar"/>
        </w:rPr>
        <w:t>Jalāl</w:t>
      </w:r>
      <w:proofErr w:type="spellEnd"/>
      <w:r w:rsidRPr="00D86078">
        <w:rPr>
          <w:rStyle w:val="libItalicChar"/>
        </w:rPr>
        <w:t xml:space="preserve"> al-Din Rumi. </w:t>
      </w:r>
      <w:r w:rsidRPr="00D86078">
        <w:rPr>
          <w:rStyle w:val="libNormalChar"/>
        </w:rPr>
        <w:t xml:space="preserve">Oxford, UK: </w:t>
      </w:r>
      <w:proofErr w:type="spellStart"/>
      <w:r w:rsidRPr="00D86078">
        <w:rPr>
          <w:rStyle w:val="libNormalChar"/>
        </w:rPr>
        <w:t>Oneworld</w:t>
      </w:r>
      <w:proofErr w:type="spellEnd"/>
      <w:r w:rsidRPr="00D86078">
        <w:rPr>
          <w:rStyle w:val="libNormalChar"/>
        </w:rPr>
        <w:t>, 2000.</w:t>
      </w:r>
    </w:p>
    <w:p w:rsidR="00ED3D62" w:rsidRPr="00D86078" w:rsidRDefault="00ED3D62" w:rsidP="00ED3D62">
      <w:pPr>
        <w:rPr>
          <w:rStyle w:val="libItalicChar"/>
        </w:rPr>
      </w:pPr>
      <w:r w:rsidRPr="00D86078">
        <w:rPr>
          <w:rStyle w:val="libNormalChar"/>
        </w:rPr>
        <w:t xml:space="preserve">Lewisohn, Leonard. </w:t>
      </w:r>
      <w:r w:rsidRPr="00D86078">
        <w:rPr>
          <w:rStyle w:val="libItalicChar"/>
        </w:rPr>
        <w:t>Beyond Faith and Infidelity: The Sufi Poetry and Teachings of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Mahmud </w:t>
      </w:r>
      <w:proofErr w:type="spellStart"/>
      <w:r w:rsidRPr="00D86078">
        <w:rPr>
          <w:rStyle w:val="libItalicChar"/>
        </w:rPr>
        <w:t>Shabistari</w:t>
      </w:r>
      <w:proofErr w:type="spellEnd"/>
      <w:r w:rsidRPr="00D86078">
        <w:rPr>
          <w:rStyle w:val="libItalicChar"/>
        </w:rPr>
        <w:t xml:space="preserve">. </w:t>
      </w:r>
      <w:r w:rsidRPr="00D86078">
        <w:rPr>
          <w:rStyle w:val="libNormalChar"/>
        </w:rPr>
        <w:t>Surrey: Curzon, 1995.</w:t>
      </w:r>
    </w:p>
    <w:p w:rsidR="00ED3D62" w:rsidRPr="00D86078" w:rsidRDefault="00ED3D62" w:rsidP="00ED3D62">
      <w:pPr>
        <w:rPr>
          <w:rStyle w:val="libItalicChar"/>
        </w:rPr>
      </w:pPr>
      <w:r w:rsidRPr="00D86078">
        <w:rPr>
          <w:rStyle w:val="libNormalChar"/>
        </w:rPr>
        <w:t xml:space="preserve">Lewisohn, Leonard, ed. </w:t>
      </w:r>
      <w:r w:rsidRPr="00D86078">
        <w:rPr>
          <w:rStyle w:val="libItalicChar"/>
        </w:rPr>
        <w:t>The Heritage of Sufism, Vol. I: Classical Persian Sufism from its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Origins to Rumi (700-1300). </w:t>
      </w:r>
      <w:r w:rsidRPr="00D86078">
        <w:rPr>
          <w:rStyle w:val="libNormalChar"/>
        </w:rPr>
        <w:t xml:space="preserve">Oxford, England: </w:t>
      </w:r>
      <w:proofErr w:type="spellStart"/>
      <w:r w:rsidRPr="00D86078">
        <w:rPr>
          <w:rStyle w:val="libNormalChar"/>
        </w:rPr>
        <w:t>Oneworld</w:t>
      </w:r>
      <w:proofErr w:type="spellEnd"/>
      <w:r w:rsidRPr="00D86078">
        <w:rPr>
          <w:rStyle w:val="libNormalChar"/>
        </w:rPr>
        <w:t>, 1999.</w:t>
      </w:r>
    </w:p>
    <w:p w:rsidR="00ED3D62" w:rsidRPr="00D86078" w:rsidRDefault="00ED3D62" w:rsidP="00ED3D62">
      <w:pPr>
        <w:rPr>
          <w:rStyle w:val="libItalicChar"/>
        </w:rPr>
      </w:pPr>
      <w:r w:rsidRPr="00D86078">
        <w:rPr>
          <w:rStyle w:val="libNormalChar"/>
        </w:rPr>
        <w:t xml:space="preserve">Lewisohn, Leonard, ed. </w:t>
      </w:r>
      <w:r w:rsidRPr="00D86078">
        <w:rPr>
          <w:rStyle w:val="libItalicChar"/>
        </w:rPr>
        <w:t>The Heritage of Sufism, Vol. II: The Legacy of Medieval Persian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Sufism (1150-1500). </w:t>
      </w:r>
      <w:r w:rsidRPr="00D86078">
        <w:rPr>
          <w:rStyle w:val="libNormalChar"/>
        </w:rPr>
        <w:t xml:space="preserve">Oxford, England: </w:t>
      </w:r>
      <w:proofErr w:type="spellStart"/>
      <w:r w:rsidRPr="00D86078">
        <w:rPr>
          <w:rStyle w:val="libNormalChar"/>
        </w:rPr>
        <w:t>Oneworld</w:t>
      </w:r>
      <w:proofErr w:type="spellEnd"/>
      <w:r w:rsidRPr="00D86078">
        <w:rPr>
          <w:rStyle w:val="libNormalChar"/>
        </w:rPr>
        <w:t>, 1999.</w:t>
      </w:r>
    </w:p>
    <w:p w:rsidR="007D4755" w:rsidRDefault="00ED3D62" w:rsidP="00ED3D62">
      <w:pPr>
        <w:rPr>
          <w:rStyle w:val="libNormalChar"/>
        </w:rPr>
      </w:pPr>
      <w:r w:rsidRPr="00D86078">
        <w:rPr>
          <w:rStyle w:val="libNormalChar"/>
        </w:rPr>
        <w:t xml:space="preserve">Lewisohn, Leonard and David Morgan, eds. </w:t>
      </w:r>
      <w:r w:rsidRPr="00D86078">
        <w:rPr>
          <w:rStyle w:val="libItalicChar"/>
        </w:rPr>
        <w:t xml:space="preserve">The Heritage of Sufism, Vol. III: Late Classical Persianate Sufism (1501-1750). </w:t>
      </w:r>
      <w:r w:rsidRPr="00D86078">
        <w:rPr>
          <w:rStyle w:val="libNormalChar"/>
        </w:rPr>
        <w:t xml:space="preserve">Oxford, England: </w:t>
      </w:r>
      <w:proofErr w:type="spellStart"/>
      <w:r w:rsidRPr="00D86078">
        <w:rPr>
          <w:rStyle w:val="libNormalChar"/>
        </w:rPr>
        <w:t>Oneworld</w:t>
      </w:r>
      <w:proofErr w:type="spellEnd"/>
      <w:r w:rsidRPr="00D86078">
        <w:rPr>
          <w:rStyle w:val="libNormalChar"/>
        </w:rPr>
        <w:t>, 1999.</w:t>
      </w:r>
    </w:p>
    <w:p w:rsidR="00ED3D62" w:rsidRDefault="00ED3D62" w:rsidP="00ED3D62">
      <w:pPr>
        <w:pStyle w:val="libNormal"/>
      </w:pPr>
      <w:r w:rsidRPr="00CA2CCA">
        <w:t xml:space="preserve">Lewisohn, Leonard, ed. </w:t>
      </w:r>
      <w:r w:rsidRPr="00D86078">
        <w:rPr>
          <w:rStyle w:val="libItalicChar"/>
        </w:rPr>
        <w:t>The Wisdom of Sufism.</w:t>
      </w:r>
      <w:r>
        <w:t xml:space="preserve"> Oxford, UK: </w:t>
      </w:r>
      <w:proofErr w:type="spellStart"/>
      <w:r>
        <w:t>Oneworld</w:t>
      </w:r>
      <w:proofErr w:type="spellEnd"/>
      <w:r>
        <w:t>, 2001.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Lings, Martin. </w:t>
      </w:r>
      <w:r w:rsidRPr="00D86078">
        <w:rPr>
          <w:rStyle w:val="libItalicChar"/>
        </w:rPr>
        <w:t>A Sufi Saint of the Twentieth Century, Shaikh Ahmad al</w:t>
      </w:r>
      <w:proofErr w:type="gramStart"/>
      <w:r w:rsidRPr="00D86078">
        <w:rPr>
          <w:rStyle w:val="libItalicChar"/>
        </w:rPr>
        <w:t>-‘</w:t>
      </w:r>
      <w:proofErr w:type="spellStart"/>
      <w:proofErr w:type="gramEnd"/>
      <w:r w:rsidRPr="00D86078">
        <w:rPr>
          <w:rStyle w:val="libItalicChar"/>
        </w:rPr>
        <w:t>Alawī</w:t>
      </w:r>
      <w:proofErr w:type="spellEnd"/>
      <w:r w:rsidRPr="00D86078">
        <w:rPr>
          <w:rStyle w:val="libItalicChar"/>
        </w:rPr>
        <w:t>: His Spiritual Heritage and Legacy.</w:t>
      </w:r>
      <w:r w:rsidRPr="00D86078">
        <w:rPr>
          <w:rStyle w:val="libNormalChar"/>
        </w:rPr>
        <w:t xml:space="preserve"> London: George Allen &amp; Unwin, 2</w:t>
      </w:r>
      <w:r w:rsidRPr="00CA2CCA">
        <w:rPr>
          <w:rStyle w:val="libNormalChar"/>
        </w:rPr>
        <w:t>nd</w:t>
      </w:r>
      <w:r w:rsidRPr="00D86078">
        <w:rPr>
          <w:rStyle w:val="libNormalChar"/>
        </w:rPr>
        <w:t xml:space="preserve"> ed., 1971.</w:t>
      </w:r>
    </w:p>
    <w:p w:rsidR="00ED3D62" w:rsidRDefault="00ED3D62" w:rsidP="00ED3D62">
      <w:pPr>
        <w:pStyle w:val="libNormal"/>
      </w:pPr>
      <w:r w:rsidRPr="00CA2CCA">
        <w:t xml:space="preserve">Lings, Martin. </w:t>
      </w:r>
      <w:r w:rsidRPr="00D86078">
        <w:rPr>
          <w:rStyle w:val="libItalicChar"/>
        </w:rPr>
        <w:t>What is Sufism?</w:t>
      </w:r>
      <w:r>
        <w:t xml:space="preserve"> Cambridge, UK: The Islamic Texts Society, 1993 (reprint ed.).</w:t>
      </w:r>
    </w:p>
    <w:p w:rsidR="00ED3D62" w:rsidRDefault="00ED3D62" w:rsidP="00ED3D62">
      <w:pPr>
        <w:pStyle w:val="libNormal"/>
      </w:pPr>
      <w:proofErr w:type="spellStart"/>
      <w:r>
        <w:t>Maneri</w:t>
      </w:r>
      <w:proofErr w:type="spellEnd"/>
      <w:r>
        <w:t xml:space="preserve">, </w:t>
      </w:r>
      <w:proofErr w:type="spellStart"/>
      <w:r>
        <w:t>Sharafuddin</w:t>
      </w:r>
      <w:proofErr w:type="spellEnd"/>
      <w:r>
        <w:t xml:space="preserve"> (Paul Jackson, trans.). </w:t>
      </w:r>
      <w:r w:rsidRPr="00D86078">
        <w:rPr>
          <w:rStyle w:val="libItalicChar"/>
        </w:rPr>
        <w:t>The Hundred Letters.</w:t>
      </w:r>
      <w:r>
        <w:t xml:space="preserve"> Mahwah, NJ: Paulist Press,1980.</w:t>
      </w:r>
    </w:p>
    <w:p w:rsidR="00ED3D62" w:rsidRDefault="00ED3D62" w:rsidP="00ED3D62">
      <w:pPr>
        <w:pStyle w:val="libNormal"/>
      </w:pPr>
      <w:r>
        <w:t xml:space="preserve">Mason, Herbert. </w:t>
      </w:r>
      <w:r w:rsidRPr="00D86078">
        <w:rPr>
          <w:rStyle w:val="libItalicChar"/>
        </w:rPr>
        <w:t>The Death of al-</w:t>
      </w:r>
      <w:proofErr w:type="spellStart"/>
      <w:r w:rsidRPr="00D86078">
        <w:rPr>
          <w:rStyle w:val="libItalicChar"/>
        </w:rPr>
        <w:t>Hallāj</w:t>
      </w:r>
      <w:proofErr w:type="spellEnd"/>
      <w:r w:rsidRPr="00D86078">
        <w:rPr>
          <w:rStyle w:val="libItalicChar"/>
        </w:rPr>
        <w:t>: A Dramatic Narrative.</w:t>
      </w:r>
      <w:r>
        <w:t xml:space="preserve"> Notre Dame, IN: University of Notre Dame Press, 1991 (originally published, 1979).</w:t>
      </w:r>
    </w:p>
    <w:p w:rsidR="00ED3D62" w:rsidRDefault="00ED3D62" w:rsidP="00ED3D62">
      <w:pPr>
        <w:pStyle w:val="libNormal"/>
      </w:pPr>
      <w:r>
        <w:t xml:space="preserve">Mason, Herbert W. </w:t>
      </w:r>
      <w:r w:rsidRPr="00D86078">
        <w:rPr>
          <w:rStyle w:val="libItalicChar"/>
        </w:rPr>
        <w:t>Al-</w:t>
      </w:r>
      <w:proofErr w:type="spellStart"/>
      <w:r w:rsidRPr="00D86078">
        <w:rPr>
          <w:rStyle w:val="libItalicChar"/>
        </w:rPr>
        <w:t>Hallaj</w:t>
      </w:r>
      <w:proofErr w:type="spellEnd"/>
      <w:r w:rsidRPr="00D86078">
        <w:rPr>
          <w:rStyle w:val="libItalicChar"/>
        </w:rPr>
        <w:t>.</w:t>
      </w:r>
      <w:r>
        <w:t xml:space="preserve"> Richmond, Surrey: Curzon Press, </w:t>
      </w:r>
      <w:r>
        <w:tab/>
        <w:t>1995.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proofErr w:type="spellStart"/>
      <w:r>
        <w:t>Massignon</w:t>
      </w:r>
      <w:proofErr w:type="spellEnd"/>
      <w:r>
        <w:t xml:space="preserve">, Louis (Benjamin Clark, trans.). </w:t>
      </w:r>
      <w:r w:rsidRPr="00D86078">
        <w:rPr>
          <w:rStyle w:val="libItalicChar"/>
        </w:rPr>
        <w:t>Essay on the Origins of the Technical Language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of Islamic Mysticism. </w:t>
      </w:r>
      <w:r w:rsidRPr="00D86078">
        <w:rPr>
          <w:rStyle w:val="libNormalChar"/>
        </w:rPr>
        <w:t>Notre Dame, IN: University of Notre Dame Press, 1997.</w:t>
      </w:r>
    </w:p>
    <w:p w:rsidR="00ED3D62" w:rsidRPr="00D86078" w:rsidRDefault="00ED3D62" w:rsidP="00ED3D62">
      <w:pPr>
        <w:rPr>
          <w:rStyle w:val="libItalicChar"/>
        </w:rPr>
      </w:pPr>
      <w:proofErr w:type="spellStart"/>
      <w:r w:rsidRPr="00D86078">
        <w:rPr>
          <w:rStyle w:val="libNormalChar"/>
        </w:rPr>
        <w:t>Massignon</w:t>
      </w:r>
      <w:proofErr w:type="spellEnd"/>
      <w:r w:rsidRPr="00D86078">
        <w:rPr>
          <w:rStyle w:val="libNormalChar"/>
        </w:rPr>
        <w:t xml:space="preserve">, Louis (Herbert Mason, trans.). </w:t>
      </w:r>
      <w:r w:rsidRPr="00D86078">
        <w:rPr>
          <w:rStyle w:val="libItalicChar"/>
        </w:rPr>
        <w:t>The Passion of al-</w:t>
      </w:r>
      <w:proofErr w:type="spellStart"/>
      <w:r w:rsidRPr="00D86078">
        <w:rPr>
          <w:rStyle w:val="libItalicChar"/>
        </w:rPr>
        <w:t>Hallaj</w:t>
      </w:r>
      <w:proofErr w:type="spellEnd"/>
      <w:r w:rsidRPr="00D86078">
        <w:rPr>
          <w:rStyle w:val="libItalicChar"/>
        </w:rPr>
        <w:t xml:space="preserve">, Mystic and Martyr of Islam, </w:t>
      </w:r>
      <w:r w:rsidRPr="00D86078">
        <w:rPr>
          <w:rStyle w:val="libNormalChar"/>
        </w:rPr>
        <w:t>4 Vols. Princeton, NJ: Princeton University Press, 1982.</w:t>
      </w:r>
    </w:p>
    <w:p w:rsidR="00ED3D62" w:rsidRDefault="00ED3D62" w:rsidP="00ED3D62">
      <w:pPr>
        <w:pStyle w:val="libNormal"/>
      </w:pPr>
      <w:r w:rsidRPr="00CA2CCA">
        <w:t xml:space="preserve">Meier, Fritz (John O’Kane, trans.). </w:t>
      </w:r>
      <w:r w:rsidRPr="00D86078">
        <w:rPr>
          <w:rStyle w:val="libItalicChar"/>
        </w:rPr>
        <w:t>Essays on Islamic Piety and Mysticism.</w:t>
      </w:r>
      <w:r>
        <w:t xml:space="preserve"> Leiden: E.J. Brill, 1999.</w:t>
      </w:r>
    </w:p>
    <w:p w:rsidR="00ED3D62" w:rsidRDefault="00ED3D62" w:rsidP="00ED3D62">
      <w:pPr>
        <w:pStyle w:val="libNormal"/>
      </w:pPr>
      <w:proofErr w:type="spellStart"/>
      <w:r>
        <w:lastRenderedPageBreak/>
        <w:t>Meisami</w:t>
      </w:r>
      <w:proofErr w:type="spellEnd"/>
      <w:r>
        <w:t xml:space="preserve">, Julie. </w:t>
      </w:r>
      <w:r w:rsidRPr="00D86078">
        <w:rPr>
          <w:rStyle w:val="libItalicChar"/>
        </w:rPr>
        <w:t>Medieval Persian Court Poetry.</w:t>
      </w:r>
      <w:r>
        <w:t xml:space="preserve"> Princeton, NJ: Princeton University Press, 1987.</w:t>
      </w:r>
    </w:p>
    <w:p w:rsidR="007D4755" w:rsidRDefault="00ED3D62" w:rsidP="00ED3D62">
      <w:pPr>
        <w:pStyle w:val="libNormal"/>
      </w:pPr>
      <w:r>
        <w:t xml:space="preserve">Milson, Menahem, trans. </w:t>
      </w:r>
      <w:r w:rsidRPr="00D86078">
        <w:rPr>
          <w:rStyle w:val="libItalicChar"/>
        </w:rPr>
        <w:t xml:space="preserve">A Sufi Rule for Novices: </w:t>
      </w:r>
      <w:proofErr w:type="spellStart"/>
      <w:r w:rsidRPr="00D86078">
        <w:rPr>
          <w:rStyle w:val="libItalicChar"/>
        </w:rPr>
        <w:t>Kitāb</w:t>
      </w:r>
      <w:proofErr w:type="spellEnd"/>
      <w:r w:rsidRPr="00D86078">
        <w:rPr>
          <w:rStyle w:val="libItalicChar"/>
        </w:rPr>
        <w:t xml:space="preserve"> </w:t>
      </w:r>
      <w:proofErr w:type="spellStart"/>
      <w:r w:rsidRPr="00D86078">
        <w:rPr>
          <w:rStyle w:val="libItalicChar"/>
        </w:rPr>
        <w:t>Ādāb</w:t>
      </w:r>
      <w:proofErr w:type="spellEnd"/>
      <w:r w:rsidRPr="00D86078">
        <w:rPr>
          <w:rStyle w:val="libItalicChar"/>
        </w:rPr>
        <w:t xml:space="preserve"> al-</w:t>
      </w:r>
      <w:proofErr w:type="spellStart"/>
      <w:r w:rsidRPr="00D86078">
        <w:rPr>
          <w:rStyle w:val="libItalicChar"/>
        </w:rPr>
        <w:t>murīdīn</w:t>
      </w:r>
      <w:proofErr w:type="spellEnd"/>
      <w:r w:rsidRPr="00D86078">
        <w:rPr>
          <w:rStyle w:val="libItalicChar"/>
        </w:rPr>
        <w:t xml:space="preserve"> of </w:t>
      </w:r>
      <w:proofErr w:type="spellStart"/>
      <w:r w:rsidRPr="00D86078">
        <w:rPr>
          <w:rStyle w:val="libItalicChar"/>
        </w:rPr>
        <w:t>Abū</w:t>
      </w:r>
      <w:proofErr w:type="spellEnd"/>
      <w:r w:rsidRPr="00D86078">
        <w:rPr>
          <w:rStyle w:val="libItalicChar"/>
        </w:rPr>
        <w:t xml:space="preserve"> </w:t>
      </w:r>
      <w:proofErr w:type="spellStart"/>
      <w:r w:rsidRPr="00D86078">
        <w:rPr>
          <w:rStyle w:val="libItalicChar"/>
        </w:rPr>
        <w:t>Najīb</w:t>
      </w:r>
      <w:proofErr w:type="spellEnd"/>
      <w:r w:rsidRPr="00CA2CCA">
        <w:t xml:space="preserve"> </w:t>
      </w:r>
      <w:r w:rsidRPr="00D86078">
        <w:rPr>
          <w:rStyle w:val="libItalicChar"/>
        </w:rPr>
        <w:t>al-</w:t>
      </w:r>
      <w:proofErr w:type="spellStart"/>
      <w:r w:rsidRPr="00D86078">
        <w:rPr>
          <w:rStyle w:val="libItalicChar"/>
        </w:rPr>
        <w:t>Suhrawardī</w:t>
      </w:r>
      <w:proofErr w:type="spellEnd"/>
      <w:r w:rsidRPr="00D86078">
        <w:rPr>
          <w:rStyle w:val="libItalicChar"/>
        </w:rPr>
        <w:t xml:space="preserve">. </w:t>
      </w:r>
      <w:r>
        <w:t>Cambridge, MA: Harvard University Press, 1973.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proofErr w:type="spellStart"/>
      <w:r>
        <w:t>Mojaddedi</w:t>
      </w:r>
      <w:proofErr w:type="spellEnd"/>
      <w:r>
        <w:t xml:space="preserve">, </w:t>
      </w:r>
      <w:proofErr w:type="spellStart"/>
      <w:r>
        <w:t>Jawid</w:t>
      </w:r>
      <w:proofErr w:type="spellEnd"/>
      <w:r>
        <w:t xml:space="preserve"> A. </w:t>
      </w:r>
      <w:r w:rsidRPr="00D86078">
        <w:rPr>
          <w:rStyle w:val="libItalicChar"/>
        </w:rPr>
        <w:t xml:space="preserve">The Biographical Tradition in Sufism: The </w:t>
      </w:r>
      <w:proofErr w:type="spellStart"/>
      <w:r w:rsidRPr="00D86078">
        <w:rPr>
          <w:rStyle w:val="libItalicChar"/>
        </w:rPr>
        <w:t>tabaqāt</w:t>
      </w:r>
      <w:proofErr w:type="spellEnd"/>
      <w:r w:rsidRPr="00D86078">
        <w:rPr>
          <w:rStyle w:val="libItalicChar"/>
        </w:rPr>
        <w:t xml:space="preserve"> genre from al-</w:t>
      </w:r>
      <w:proofErr w:type="spellStart"/>
      <w:r w:rsidRPr="00D86078">
        <w:rPr>
          <w:rStyle w:val="libItalicChar"/>
        </w:rPr>
        <w:t>Sulamī</w:t>
      </w:r>
      <w:proofErr w:type="spellEnd"/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to </w:t>
      </w:r>
      <w:proofErr w:type="spellStart"/>
      <w:r w:rsidRPr="00D86078">
        <w:rPr>
          <w:rStyle w:val="libItalicChar"/>
        </w:rPr>
        <w:t>Jāmī</w:t>
      </w:r>
      <w:proofErr w:type="spellEnd"/>
      <w:r w:rsidRPr="00D86078">
        <w:rPr>
          <w:rStyle w:val="libItalicChar"/>
        </w:rPr>
        <w:t xml:space="preserve">. </w:t>
      </w:r>
      <w:r w:rsidRPr="00D86078">
        <w:rPr>
          <w:rStyle w:val="libNormalChar"/>
        </w:rPr>
        <w:t>Richmond, Surrey: Curzon, 2001.</w:t>
      </w:r>
    </w:p>
    <w:p w:rsidR="00ED3D62" w:rsidRDefault="00ED3D62" w:rsidP="00ED3D62">
      <w:pPr>
        <w:pStyle w:val="libNormal"/>
      </w:pPr>
      <w:r w:rsidRPr="00CA2CCA">
        <w:t xml:space="preserve">Murata, Sachiko. </w:t>
      </w:r>
      <w:r w:rsidRPr="00D86078">
        <w:rPr>
          <w:rStyle w:val="libItalicChar"/>
        </w:rPr>
        <w:t>Chinese Gleams of Sufi Light: Wang Tai-</w:t>
      </w:r>
      <w:proofErr w:type="spellStart"/>
      <w:r w:rsidRPr="00D86078">
        <w:rPr>
          <w:rStyle w:val="libItalicChar"/>
        </w:rPr>
        <w:t>Yü’s</w:t>
      </w:r>
      <w:proofErr w:type="spellEnd"/>
      <w:r w:rsidRPr="00D86078">
        <w:rPr>
          <w:rStyle w:val="libItalicChar"/>
        </w:rPr>
        <w:t xml:space="preserve"> Great Learning of the Pure</w:t>
      </w:r>
      <w:r w:rsidRPr="00CA2CCA">
        <w:t xml:space="preserve"> </w:t>
      </w:r>
      <w:r w:rsidRPr="00D86078">
        <w:rPr>
          <w:rStyle w:val="libItalicChar"/>
        </w:rPr>
        <w:t>and Real</w:t>
      </w:r>
      <w:r w:rsidRPr="00CA2CCA">
        <w:t xml:space="preserve"> </w:t>
      </w:r>
      <w:r w:rsidRPr="00D86078">
        <w:rPr>
          <w:rStyle w:val="libItalicChar"/>
        </w:rPr>
        <w:t xml:space="preserve">and Liu </w:t>
      </w:r>
      <w:proofErr w:type="spellStart"/>
      <w:r w:rsidRPr="00D86078">
        <w:rPr>
          <w:rStyle w:val="libItalicChar"/>
        </w:rPr>
        <w:t>Chih’s</w:t>
      </w:r>
      <w:proofErr w:type="spellEnd"/>
      <w:r w:rsidRPr="00D86078">
        <w:rPr>
          <w:rStyle w:val="libItalicChar"/>
        </w:rPr>
        <w:t xml:space="preserve"> Displaying the Concealment of the Real Realm.</w:t>
      </w:r>
      <w:r>
        <w:t xml:space="preserve"> Albany, NY: State University of New York Press, 2000.</w:t>
      </w:r>
    </w:p>
    <w:p w:rsidR="00ED3D62" w:rsidRDefault="00ED3D62" w:rsidP="00ED3D62">
      <w:pPr>
        <w:pStyle w:val="libNormal"/>
      </w:pPr>
      <w:r>
        <w:t xml:space="preserve">Nasr, </w:t>
      </w:r>
      <w:proofErr w:type="spellStart"/>
      <w:r>
        <w:t>Seyyed</w:t>
      </w:r>
      <w:proofErr w:type="spellEnd"/>
      <w:r>
        <w:t xml:space="preserve"> Hossein. </w:t>
      </w:r>
      <w:r w:rsidRPr="00D86078">
        <w:rPr>
          <w:rStyle w:val="libItalicChar"/>
        </w:rPr>
        <w:t>Sufi Essays.</w:t>
      </w:r>
      <w:r w:rsidRPr="00D86078">
        <w:t xml:space="preserve"> Albany, NY: State University of New York Press, 2</w:t>
      </w:r>
      <w:r w:rsidRPr="00750AA4">
        <w:t>nd</w:t>
      </w:r>
      <w:r>
        <w:t xml:space="preserve"> ed.,1991.</w:t>
      </w:r>
    </w:p>
    <w:p w:rsidR="00ED3D62" w:rsidRDefault="00ED3D62" w:rsidP="00ED3D62">
      <w:pPr>
        <w:pStyle w:val="libNormal"/>
      </w:pPr>
      <w:proofErr w:type="spellStart"/>
      <w:r>
        <w:t>Netton</w:t>
      </w:r>
      <w:proofErr w:type="spellEnd"/>
      <w:r>
        <w:t xml:space="preserve">, Ian Richard. </w:t>
      </w:r>
      <w:r w:rsidRPr="00D86078">
        <w:rPr>
          <w:rStyle w:val="libItalicChar"/>
        </w:rPr>
        <w:t>Sufi Ritual: The Parallel Universe.</w:t>
      </w:r>
      <w:r>
        <w:t xml:space="preserve"> Richmond, England: Curzon Press, 2000.</w:t>
      </w:r>
    </w:p>
    <w:p w:rsidR="00ED3D62" w:rsidRDefault="00ED3D62" w:rsidP="00ED3D62">
      <w:pPr>
        <w:pStyle w:val="libNormal"/>
      </w:pPr>
      <w:r>
        <w:t xml:space="preserve">Nicholson, Reynold A. </w:t>
      </w:r>
      <w:r w:rsidRPr="00D86078">
        <w:rPr>
          <w:rStyle w:val="libItalicChar"/>
        </w:rPr>
        <w:t>The Idea of Personality in Sufism.</w:t>
      </w:r>
      <w:r>
        <w:t xml:space="preserve"> Cambridge, UK: Cambridge University Press, 1923.</w:t>
      </w:r>
    </w:p>
    <w:p w:rsidR="007D4755" w:rsidRDefault="00ED3D62" w:rsidP="00ED3D62">
      <w:pPr>
        <w:pStyle w:val="libNormal"/>
      </w:pPr>
      <w:r>
        <w:t xml:space="preserve">Nicholson, Reynold A., ed. and trans. </w:t>
      </w:r>
      <w:r w:rsidRPr="00D86078">
        <w:rPr>
          <w:rStyle w:val="libItalicChar"/>
        </w:rPr>
        <w:t xml:space="preserve">A Rumi Anthology. </w:t>
      </w:r>
      <w:r>
        <w:t xml:space="preserve">Oxford, UK: </w:t>
      </w:r>
      <w:proofErr w:type="spellStart"/>
      <w:r>
        <w:t>Oneworld</w:t>
      </w:r>
      <w:proofErr w:type="spellEnd"/>
      <w:r>
        <w:t>, 2000.</w:t>
      </w:r>
    </w:p>
    <w:p w:rsidR="00ED3D62" w:rsidRDefault="00ED3D62" w:rsidP="00ED3D62">
      <w:pPr>
        <w:pStyle w:val="libNormal"/>
      </w:pPr>
      <w:r>
        <w:t xml:space="preserve">Nicholson, Reynold A. </w:t>
      </w:r>
      <w:r w:rsidRPr="00D86078">
        <w:rPr>
          <w:rStyle w:val="libItalicChar"/>
        </w:rPr>
        <w:t>Studies in Islamic Mysticism.</w:t>
      </w:r>
      <w:r>
        <w:t xml:space="preserve"> Cambridge, UK: Cambridge University Press, 1921.</w:t>
      </w:r>
    </w:p>
    <w:p w:rsidR="00ED3D62" w:rsidRDefault="00ED3D62" w:rsidP="00ED3D62">
      <w:pPr>
        <w:pStyle w:val="libNormal"/>
      </w:pPr>
      <w:r>
        <w:t xml:space="preserve">Nicholson, Reynold A., ed. and trans. </w:t>
      </w:r>
      <w:proofErr w:type="spellStart"/>
      <w:r w:rsidRPr="00D86078">
        <w:rPr>
          <w:rStyle w:val="libItalicChar"/>
        </w:rPr>
        <w:t>Mathnawi</w:t>
      </w:r>
      <w:proofErr w:type="spellEnd"/>
      <w:r w:rsidRPr="00D86078">
        <w:rPr>
          <w:rStyle w:val="libItalicChar"/>
        </w:rPr>
        <w:t xml:space="preserve"> of </w:t>
      </w:r>
      <w:proofErr w:type="spellStart"/>
      <w:r w:rsidRPr="00D86078">
        <w:rPr>
          <w:rStyle w:val="libItalicChar"/>
        </w:rPr>
        <w:t>Jalaluddin</w:t>
      </w:r>
      <w:proofErr w:type="spellEnd"/>
      <w:r w:rsidRPr="00D86078">
        <w:rPr>
          <w:rStyle w:val="libItalicChar"/>
        </w:rPr>
        <w:t xml:space="preserve"> Rumi.</w:t>
      </w:r>
      <w:r>
        <w:t xml:space="preserve"> London: E.J.W. Gibb Memorial Trust/</w:t>
      </w:r>
      <w:proofErr w:type="spellStart"/>
      <w:r>
        <w:t>Luzac</w:t>
      </w:r>
      <w:proofErr w:type="spellEnd"/>
      <w:r>
        <w:t xml:space="preserve"> &amp; Co., 1977.</w:t>
      </w:r>
    </w:p>
    <w:p w:rsidR="007D4755" w:rsidRDefault="00ED3D62" w:rsidP="00ED3D62">
      <w:pPr>
        <w:pStyle w:val="libNormal"/>
      </w:pPr>
      <w:r>
        <w:t xml:space="preserve">Nizam, ad-Din Awliya’ (Bruce B. Lawrence, trans. and ed.). </w:t>
      </w:r>
      <w:r w:rsidRPr="00D86078">
        <w:rPr>
          <w:rStyle w:val="libItalicChar"/>
        </w:rPr>
        <w:t>Morals for the Heart.</w:t>
      </w:r>
      <w:r>
        <w:t xml:space="preserve"> Mahwah, NJ: Paulist </w:t>
      </w:r>
      <w:proofErr w:type="spellStart"/>
      <w:r>
        <w:t>Pess</w:t>
      </w:r>
      <w:proofErr w:type="spellEnd"/>
      <w:r>
        <w:t>, 1992.</w:t>
      </w:r>
    </w:p>
    <w:p w:rsidR="007D4755" w:rsidRDefault="00ED3D62" w:rsidP="00ED3D62">
      <w:pPr>
        <w:pStyle w:val="libNormal"/>
      </w:pPr>
      <w:proofErr w:type="spellStart"/>
      <w:r>
        <w:t>Nurbakhsh</w:t>
      </w:r>
      <w:proofErr w:type="spellEnd"/>
      <w:r>
        <w:t xml:space="preserve">, </w:t>
      </w:r>
      <w:proofErr w:type="spellStart"/>
      <w:r>
        <w:t>Javad</w:t>
      </w:r>
      <w:proofErr w:type="spellEnd"/>
      <w:r>
        <w:t xml:space="preserve">. </w:t>
      </w:r>
      <w:r w:rsidRPr="00D86078">
        <w:rPr>
          <w:rStyle w:val="libItalicChar"/>
        </w:rPr>
        <w:t>Dogs from a Sufi Point of View.</w:t>
      </w:r>
      <w:r>
        <w:t xml:space="preserve"> London: </w:t>
      </w:r>
      <w:proofErr w:type="spellStart"/>
      <w:r>
        <w:t>Khaniqahi</w:t>
      </w:r>
      <w:proofErr w:type="spellEnd"/>
      <w:r>
        <w:t xml:space="preserve"> </w:t>
      </w:r>
      <w:proofErr w:type="spellStart"/>
      <w:r>
        <w:t>Nimatullahi</w:t>
      </w:r>
      <w:proofErr w:type="spellEnd"/>
      <w:r>
        <w:t xml:space="preserve"> Publ., 1989.</w:t>
      </w:r>
    </w:p>
    <w:p w:rsidR="00ED3D62" w:rsidRDefault="00ED3D62" w:rsidP="00ED3D62">
      <w:pPr>
        <w:pStyle w:val="libNormal"/>
      </w:pPr>
      <w:proofErr w:type="spellStart"/>
      <w:r>
        <w:t>Nurbakhsh</w:t>
      </w:r>
      <w:proofErr w:type="spellEnd"/>
      <w:r>
        <w:t xml:space="preserve">, </w:t>
      </w:r>
      <w:proofErr w:type="spellStart"/>
      <w:r>
        <w:t>Javad</w:t>
      </w:r>
      <w:proofErr w:type="spellEnd"/>
      <w:r>
        <w:t xml:space="preserve">. </w:t>
      </w:r>
      <w:r w:rsidRPr="00D86078">
        <w:rPr>
          <w:rStyle w:val="libItalicChar"/>
        </w:rPr>
        <w:t>The Psychology of Sufism.</w:t>
      </w:r>
      <w:r>
        <w:t xml:space="preserve"> New York: </w:t>
      </w:r>
      <w:proofErr w:type="spellStart"/>
      <w:r>
        <w:t>Khaniqahi</w:t>
      </w:r>
      <w:proofErr w:type="spellEnd"/>
      <w:r>
        <w:t xml:space="preserve"> </w:t>
      </w:r>
      <w:proofErr w:type="spellStart"/>
      <w:r>
        <w:t>Nimatullahi</w:t>
      </w:r>
      <w:proofErr w:type="spellEnd"/>
      <w:r>
        <w:t xml:space="preserve"> Publ., 1992.</w:t>
      </w:r>
    </w:p>
    <w:p w:rsidR="007D4755" w:rsidRDefault="00ED3D62" w:rsidP="00ED3D62">
      <w:pPr>
        <w:pStyle w:val="libNormal"/>
      </w:pPr>
      <w:proofErr w:type="spellStart"/>
      <w:r>
        <w:t>Nurbakhsh</w:t>
      </w:r>
      <w:proofErr w:type="spellEnd"/>
      <w:r>
        <w:t xml:space="preserve">, </w:t>
      </w:r>
      <w:proofErr w:type="spellStart"/>
      <w:r>
        <w:t>Javad</w:t>
      </w:r>
      <w:proofErr w:type="spellEnd"/>
      <w:r>
        <w:t xml:space="preserve">. </w:t>
      </w:r>
      <w:r w:rsidRPr="00D86078">
        <w:rPr>
          <w:rStyle w:val="libItalicChar"/>
        </w:rPr>
        <w:t>Spiritual Poverty in Sufism</w:t>
      </w:r>
      <w:r>
        <w:t xml:space="preserve">. London: </w:t>
      </w:r>
      <w:proofErr w:type="spellStart"/>
      <w:r>
        <w:t>Khaniqahi</w:t>
      </w:r>
      <w:proofErr w:type="spellEnd"/>
      <w:r>
        <w:t xml:space="preserve"> </w:t>
      </w:r>
      <w:proofErr w:type="spellStart"/>
      <w:r>
        <w:t>Nimatullahi</w:t>
      </w:r>
      <w:proofErr w:type="spellEnd"/>
      <w:r>
        <w:t xml:space="preserve"> Publ., 1984.</w:t>
      </w:r>
    </w:p>
    <w:p w:rsidR="007D4755" w:rsidRDefault="00ED3D62" w:rsidP="00ED3D62">
      <w:pPr>
        <w:pStyle w:val="libNormal"/>
      </w:pPr>
      <w:proofErr w:type="spellStart"/>
      <w:r>
        <w:t>Nurbakhsh</w:t>
      </w:r>
      <w:proofErr w:type="spellEnd"/>
      <w:r>
        <w:t xml:space="preserve">, </w:t>
      </w:r>
      <w:proofErr w:type="spellStart"/>
      <w:r>
        <w:t>Javad</w:t>
      </w:r>
      <w:proofErr w:type="spellEnd"/>
      <w:r>
        <w:t xml:space="preserve">. </w:t>
      </w:r>
      <w:r w:rsidRPr="00D86078">
        <w:rPr>
          <w:rStyle w:val="libItalicChar"/>
        </w:rPr>
        <w:t>Sufism: Meaning, Knowledge and Unity.</w:t>
      </w:r>
      <w:r>
        <w:t xml:space="preserve"> New York: </w:t>
      </w:r>
      <w:proofErr w:type="spellStart"/>
      <w:r>
        <w:t>Khaniqahi</w:t>
      </w:r>
      <w:proofErr w:type="spellEnd"/>
      <w:r>
        <w:t xml:space="preserve"> </w:t>
      </w:r>
      <w:proofErr w:type="spellStart"/>
      <w:r>
        <w:t>Nimatullahi</w:t>
      </w:r>
      <w:proofErr w:type="spellEnd"/>
      <w:r>
        <w:t xml:space="preserve"> Publ., 1981.</w:t>
      </w:r>
    </w:p>
    <w:p w:rsidR="00ED3D62" w:rsidRDefault="00ED3D62" w:rsidP="00ED3D62">
      <w:pPr>
        <w:pStyle w:val="libNormal"/>
      </w:pPr>
      <w:proofErr w:type="spellStart"/>
      <w:r>
        <w:t>Nurbakhsh</w:t>
      </w:r>
      <w:proofErr w:type="spellEnd"/>
      <w:r>
        <w:t xml:space="preserve">, </w:t>
      </w:r>
      <w:proofErr w:type="spellStart"/>
      <w:r>
        <w:t>Javad</w:t>
      </w:r>
      <w:proofErr w:type="spellEnd"/>
      <w:r>
        <w:t xml:space="preserve">. </w:t>
      </w:r>
      <w:r w:rsidRPr="00D86078">
        <w:rPr>
          <w:rStyle w:val="libItalicChar"/>
        </w:rPr>
        <w:t>Sufi Symbolism,</w:t>
      </w:r>
      <w:r>
        <w:t xml:space="preserve"> 5 Vols. London: </w:t>
      </w:r>
      <w:proofErr w:type="spellStart"/>
      <w:r>
        <w:t>Khaniqahi</w:t>
      </w:r>
      <w:proofErr w:type="spellEnd"/>
      <w:r>
        <w:t xml:space="preserve"> </w:t>
      </w:r>
      <w:proofErr w:type="spellStart"/>
      <w:r>
        <w:t>Nimatullahi</w:t>
      </w:r>
      <w:proofErr w:type="spellEnd"/>
      <w:r>
        <w:t xml:space="preserve"> Publ., 1984-1995.</w:t>
      </w:r>
    </w:p>
    <w:p w:rsidR="00ED3D62" w:rsidRDefault="00ED3D62" w:rsidP="00ED3D62">
      <w:pPr>
        <w:pStyle w:val="libNormal"/>
      </w:pPr>
      <w:proofErr w:type="spellStart"/>
      <w:r>
        <w:t>Nurbakhsh</w:t>
      </w:r>
      <w:proofErr w:type="spellEnd"/>
      <w:r>
        <w:t xml:space="preserve">, </w:t>
      </w:r>
      <w:proofErr w:type="spellStart"/>
      <w:r>
        <w:t>Javad</w:t>
      </w:r>
      <w:proofErr w:type="spellEnd"/>
      <w:r>
        <w:t xml:space="preserve">. </w:t>
      </w:r>
      <w:r w:rsidRPr="00D86078">
        <w:rPr>
          <w:rStyle w:val="libItalicChar"/>
        </w:rPr>
        <w:t>Sufi Women.</w:t>
      </w:r>
      <w:r w:rsidRPr="00D86078">
        <w:t xml:space="preserve"> London: </w:t>
      </w:r>
      <w:proofErr w:type="spellStart"/>
      <w:r w:rsidRPr="00D86078">
        <w:t>Khaniqahi</w:t>
      </w:r>
      <w:proofErr w:type="spellEnd"/>
      <w:r w:rsidRPr="00D86078">
        <w:t xml:space="preserve"> </w:t>
      </w:r>
      <w:proofErr w:type="spellStart"/>
      <w:r w:rsidRPr="00D86078">
        <w:t>Nimatullahi</w:t>
      </w:r>
      <w:proofErr w:type="spellEnd"/>
      <w:r w:rsidRPr="00D86078">
        <w:t xml:space="preserve"> Publ., 2</w:t>
      </w:r>
      <w:r w:rsidRPr="00750AA4">
        <w:t>nd</w:t>
      </w:r>
      <w:r>
        <w:t xml:space="preserve"> ed., 1990.</w:t>
      </w:r>
    </w:p>
    <w:p w:rsidR="007D4755" w:rsidRDefault="00ED3D62" w:rsidP="00ED3D62">
      <w:pPr>
        <w:pStyle w:val="libNormal"/>
      </w:pPr>
      <w:proofErr w:type="spellStart"/>
      <w:r>
        <w:t>Nurbakhsh</w:t>
      </w:r>
      <w:proofErr w:type="spellEnd"/>
      <w:r>
        <w:t xml:space="preserve">, </w:t>
      </w:r>
      <w:proofErr w:type="spellStart"/>
      <w:r>
        <w:t>Javad</w:t>
      </w:r>
      <w:proofErr w:type="spellEnd"/>
      <w:r>
        <w:t xml:space="preserve">. </w:t>
      </w:r>
      <w:r w:rsidRPr="00D86078">
        <w:rPr>
          <w:rStyle w:val="libItalicChar"/>
        </w:rPr>
        <w:t>In the Tavern of Ruin: Seven Essays on Sufism.</w:t>
      </w:r>
      <w:r w:rsidRPr="00D86078">
        <w:t xml:space="preserve"> New York: </w:t>
      </w:r>
      <w:proofErr w:type="spellStart"/>
      <w:r w:rsidRPr="00D86078">
        <w:t>Khaniqahi</w:t>
      </w:r>
      <w:proofErr w:type="spellEnd"/>
      <w:r w:rsidRPr="00D86078">
        <w:t xml:space="preserve"> </w:t>
      </w:r>
      <w:proofErr w:type="spellStart"/>
      <w:r w:rsidRPr="00D86078">
        <w:t>Nimatullahi</w:t>
      </w:r>
      <w:proofErr w:type="spellEnd"/>
      <w:r w:rsidRPr="00D86078">
        <w:t xml:space="preserve"> Publ., 2</w:t>
      </w:r>
      <w:r w:rsidRPr="00750AA4">
        <w:t>nd</w:t>
      </w:r>
      <w:r>
        <w:t xml:space="preserve"> ed., 1992.</w:t>
      </w:r>
    </w:p>
    <w:p w:rsidR="00ED3D62" w:rsidRDefault="00ED3D62" w:rsidP="00ED3D62">
      <w:pPr>
        <w:pStyle w:val="libNormal"/>
      </w:pPr>
      <w:proofErr w:type="spellStart"/>
      <w:r>
        <w:t>O’Fahey</w:t>
      </w:r>
      <w:proofErr w:type="spellEnd"/>
      <w:r>
        <w:t xml:space="preserve">, R.S. </w:t>
      </w:r>
      <w:r w:rsidRPr="00D86078">
        <w:rPr>
          <w:rStyle w:val="libItalicChar"/>
        </w:rPr>
        <w:t>Enigmatic Saint: Ahmad Ibn Idris and the Idrisi Tradition.</w:t>
      </w:r>
      <w:r>
        <w:t xml:space="preserve"> Evanston, IL: Northwestern University Press, 1990.</w:t>
      </w:r>
    </w:p>
    <w:p w:rsidR="00ED3D62" w:rsidRDefault="00ED3D62" w:rsidP="00ED3D62">
      <w:pPr>
        <w:pStyle w:val="libNormal"/>
      </w:pPr>
      <w:proofErr w:type="spellStart"/>
      <w:r>
        <w:t>Özdalga</w:t>
      </w:r>
      <w:proofErr w:type="spellEnd"/>
      <w:r>
        <w:t xml:space="preserve">, Elisabeth, ed. </w:t>
      </w:r>
      <w:r w:rsidRPr="00D86078">
        <w:rPr>
          <w:rStyle w:val="libItalicChar"/>
        </w:rPr>
        <w:t xml:space="preserve">The </w:t>
      </w:r>
      <w:proofErr w:type="spellStart"/>
      <w:r w:rsidRPr="00D86078">
        <w:rPr>
          <w:rStyle w:val="libItalicChar"/>
        </w:rPr>
        <w:t>Naqshbandis</w:t>
      </w:r>
      <w:proofErr w:type="spellEnd"/>
      <w:r w:rsidRPr="00D86078">
        <w:rPr>
          <w:rStyle w:val="libItalicChar"/>
        </w:rPr>
        <w:t xml:space="preserve"> in Western and Central Asia</w:t>
      </w:r>
      <w:r>
        <w:t>. London: Curzon Press, 1999.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Pendlebury, David, trans. and ed. </w:t>
      </w:r>
      <w:r w:rsidRPr="00D86078">
        <w:rPr>
          <w:rStyle w:val="libItalicChar"/>
        </w:rPr>
        <w:t xml:space="preserve">Yusuf and </w:t>
      </w:r>
      <w:proofErr w:type="spellStart"/>
      <w:r w:rsidRPr="00D86078">
        <w:rPr>
          <w:rStyle w:val="libItalicChar"/>
        </w:rPr>
        <w:t>Zulaikha</w:t>
      </w:r>
      <w:proofErr w:type="spellEnd"/>
      <w:r w:rsidRPr="00D86078">
        <w:rPr>
          <w:rStyle w:val="libItalicChar"/>
        </w:rPr>
        <w:t>: An Allegorical Romance, by Hakim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Abdurrahman Jami. </w:t>
      </w:r>
      <w:r w:rsidRPr="00D86078">
        <w:rPr>
          <w:rStyle w:val="libNormalChar"/>
        </w:rPr>
        <w:t>London: Octagon Press, 1980.</w:t>
      </w:r>
    </w:p>
    <w:p w:rsidR="00ED3D62" w:rsidRDefault="00ED3D62" w:rsidP="00ED3D62">
      <w:pPr>
        <w:pStyle w:val="libNormal"/>
      </w:pPr>
      <w:r w:rsidRPr="00CA2CCA">
        <w:t>Al-</w:t>
      </w:r>
      <w:proofErr w:type="spellStart"/>
      <w:r w:rsidRPr="00CA2CCA">
        <w:t>Qushayrī</w:t>
      </w:r>
      <w:proofErr w:type="spellEnd"/>
      <w:r w:rsidRPr="00CA2CCA">
        <w:t xml:space="preserve"> (B.R. von Schlegell, trans.). </w:t>
      </w:r>
      <w:r w:rsidRPr="00D86078">
        <w:rPr>
          <w:rStyle w:val="libItalicChar"/>
        </w:rPr>
        <w:t>Principles of Sufism.</w:t>
      </w:r>
      <w:r>
        <w:t xml:space="preserve"> Berkeley, CA: </w:t>
      </w:r>
      <w:proofErr w:type="spellStart"/>
      <w:r>
        <w:t>Mizan</w:t>
      </w:r>
      <w:proofErr w:type="spellEnd"/>
      <w:r>
        <w:t xml:space="preserve"> Press, 1990.</w:t>
      </w:r>
    </w:p>
    <w:p w:rsidR="00ED3D62" w:rsidRDefault="00ED3D62" w:rsidP="00ED3D62">
      <w:pPr>
        <w:pStyle w:val="libNormal"/>
      </w:pPr>
      <w:r>
        <w:t xml:space="preserve">Radtke, B. and J. O’Kane. </w:t>
      </w:r>
      <w:r w:rsidRPr="00D86078">
        <w:rPr>
          <w:rStyle w:val="libItalicChar"/>
        </w:rPr>
        <w:t>The Concept of Sainthood in Early Islamic Mysticism.</w:t>
      </w:r>
      <w:r>
        <w:t xml:space="preserve"> Surrey: Curzon, 1996.</w:t>
      </w:r>
    </w:p>
    <w:p w:rsidR="00ED3D62" w:rsidRDefault="00ED3D62" w:rsidP="00ED3D62">
      <w:pPr>
        <w:pStyle w:val="libNormal"/>
      </w:pPr>
      <w:r>
        <w:lastRenderedPageBreak/>
        <w:t xml:space="preserve">Radtke, Berndt, et al., trans. and eds. </w:t>
      </w:r>
      <w:r w:rsidRPr="00D86078">
        <w:rPr>
          <w:rStyle w:val="libItalicChar"/>
        </w:rPr>
        <w:t>The Exoteric Ahmad Ibn Idris: a Sufi’s Critique of the</w:t>
      </w:r>
      <w:r w:rsidRPr="00CA2CCA">
        <w:t xml:space="preserve"> </w:t>
      </w:r>
      <w:proofErr w:type="spellStart"/>
      <w:r w:rsidRPr="00D86078">
        <w:rPr>
          <w:rStyle w:val="libItalicChar"/>
        </w:rPr>
        <w:t>Madhahib</w:t>
      </w:r>
      <w:proofErr w:type="spellEnd"/>
      <w:r w:rsidRPr="00D86078">
        <w:rPr>
          <w:rStyle w:val="libItalicChar"/>
        </w:rPr>
        <w:t xml:space="preserve"> and the Wahhabis—Four Arabic Texts with Translation and Commentary. </w:t>
      </w:r>
      <w:proofErr w:type="spellStart"/>
      <w:proofErr w:type="gramStart"/>
      <w:r>
        <w:t>Leiden:E.J</w:t>
      </w:r>
      <w:proofErr w:type="spellEnd"/>
      <w:r>
        <w:t>.</w:t>
      </w:r>
      <w:proofErr w:type="gramEnd"/>
      <w:r>
        <w:t xml:space="preserve"> Brill, 1999.</w:t>
      </w:r>
    </w:p>
    <w:p w:rsidR="00ED3D62" w:rsidRDefault="00ED3D62" w:rsidP="00ED3D62">
      <w:pPr>
        <w:pStyle w:val="libNormal"/>
      </w:pPr>
      <w:r>
        <w:t xml:space="preserve">Ramakrishna, </w:t>
      </w:r>
      <w:proofErr w:type="spellStart"/>
      <w:r>
        <w:t>Lajwanti</w:t>
      </w:r>
      <w:proofErr w:type="spellEnd"/>
      <w:r>
        <w:t xml:space="preserve">. </w:t>
      </w:r>
      <w:r w:rsidRPr="00D86078">
        <w:rPr>
          <w:rStyle w:val="libItalicChar"/>
        </w:rPr>
        <w:t>Panjabi Sufi Poets.</w:t>
      </w:r>
      <w:r>
        <w:t xml:space="preserve"> London: Oxford University Press, 1938.</w:t>
      </w:r>
    </w:p>
    <w:p w:rsidR="007D4755" w:rsidRDefault="00ED3D62" w:rsidP="00ED3D62">
      <w:pPr>
        <w:pStyle w:val="libNormal"/>
      </w:pPr>
      <w:r>
        <w:t xml:space="preserve">Renard, John, S.J., trans. </w:t>
      </w:r>
      <w:r w:rsidRPr="00D86078">
        <w:rPr>
          <w:rStyle w:val="libItalicChar"/>
        </w:rPr>
        <w:t>Ibn ‘</w:t>
      </w:r>
      <w:proofErr w:type="spellStart"/>
      <w:r w:rsidRPr="00D86078">
        <w:rPr>
          <w:rStyle w:val="libItalicChar"/>
        </w:rPr>
        <w:t>Abbād</w:t>
      </w:r>
      <w:proofErr w:type="spellEnd"/>
      <w:r w:rsidRPr="00D86078">
        <w:rPr>
          <w:rStyle w:val="libItalicChar"/>
        </w:rPr>
        <w:t xml:space="preserve"> of Ronda: Letters on the Sufi Path.</w:t>
      </w:r>
      <w:r>
        <w:t xml:space="preserve"> New York: Paulist Press, 1988.</w:t>
      </w:r>
    </w:p>
    <w:p w:rsidR="00ED3D62" w:rsidRDefault="00ED3D62" w:rsidP="00ED3D62">
      <w:pPr>
        <w:pStyle w:val="libNormal"/>
      </w:pPr>
      <w:r>
        <w:t xml:space="preserve">Renard, John. </w:t>
      </w:r>
      <w:r w:rsidRPr="00D86078">
        <w:rPr>
          <w:rStyle w:val="libItalicChar"/>
        </w:rPr>
        <w:t>All the King’s Falcons: Rumi on Prophets and Revelation.</w:t>
      </w:r>
      <w:r>
        <w:t xml:space="preserve"> Albany, NY: State University of New York Press, 1994.</w:t>
      </w:r>
    </w:p>
    <w:p w:rsidR="00ED3D62" w:rsidRDefault="00ED3D62" w:rsidP="00ED3D62">
      <w:pPr>
        <w:pStyle w:val="libNormal"/>
      </w:pPr>
      <w:r>
        <w:t xml:space="preserve">Renard, John, ed. </w:t>
      </w:r>
      <w:r w:rsidRPr="00D86078">
        <w:rPr>
          <w:rStyle w:val="libItalicChar"/>
        </w:rPr>
        <w:t>Knowledge of God in Classical Sufism.</w:t>
      </w:r>
      <w:r>
        <w:t xml:space="preserve"> Mahwah, NJ: Paulist Press, 2004.</w:t>
      </w:r>
    </w:p>
    <w:p w:rsidR="00ED3D62" w:rsidRDefault="00ED3D62" w:rsidP="00ED3D62">
      <w:pPr>
        <w:pStyle w:val="libNormal"/>
      </w:pPr>
      <w:r>
        <w:t xml:space="preserve">Roberts, Allen F. and Mary </w:t>
      </w:r>
      <w:proofErr w:type="spellStart"/>
      <w:r>
        <w:t>Nooter</w:t>
      </w:r>
      <w:proofErr w:type="spellEnd"/>
      <w:r>
        <w:t xml:space="preserve"> Roberts (with </w:t>
      </w:r>
      <w:proofErr w:type="spellStart"/>
      <w:r>
        <w:t>Gassia</w:t>
      </w:r>
      <w:proofErr w:type="spellEnd"/>
      <w:r>
        <w:t xml:space="preserve"> Armenian and Ousmane </w:t>
      </w:r>
      <w:proofErr w:type="spellStart"/>
      <w:r>
        <w:t>Gueye</w:t>
      </w:r>
      <w:proofErr w:type="spellEnd"/>
      <w:r>
        <w:t xml:space="preserve">). </w:t>
      </w:r>
      <w:r w:rsidRPr="00D86078">
        <w:rPr>
          <w:rStyle w:val="libItalicChar"/>
        </w:rPr>
        <w:t>A Saint in the City: Sufi Arts of Urban Senegal.</w:t>
      </w:r>
      <w:r>
        <w:t xml:space="preserve"> Los Angeles: UCLA Fowler Museum of Cultural History, 2003.</w:t>
      </w:r>
    </w:p>
    <w:p w:rsidR="007D4755" w:rsidRDefault="00ED3D62" w:rsidP="00ED3D62">
      <w:pPr>
        <w:pStyle w:val="libNormal"/>
        <w:rPr>
          <w:rStyle w:val="libNormalChar"/>
        </w:rPr>
      </w:pPr>
      <w:r>
        <w:t>el-</w:t>
      </w:r>
      <w:proofErr w:type="spellStart"/>
      <w:r>
        <w:t>Sakkakini</w:t>
      </w:r>
      <w:proofErr w:type="spellEnd"/>
      <w:r>
        <w:t xml:space="preserve">, </w:t>
      </w:r>
      <w:proofErr w:type="spellStart"/>
      <w:r>
        <w:t>Widad</w:t>
      </w:r>
      <w:proofErr w:type="spellEnd"/>
      <w:r>
        <w:t xml:space="preserve">. </w:t>
      </w:r>
      <w:r w:rsidRPr="00D86078">
        <w:rPr>
          <w:rStyle w:val="libItalicChar"/>
        </w:rPr>
        <w:t>First Among Sufis: The Life and Thought of Rabia al-</w:t>
      </w:r>
      <w:proofErr w:type="spellStart"/>
      <w:r w:rsidRPr="00D86078">
        <w:rPr>
          <w:rStyle w:val="libItalicChar"/>
        </w:rPr>
        <w:t>Adawiyya</w:t>
      </w:r>
      <w:proofErr w:type="spellEnd"/>
      <w:r w:rsidRPr="00D86078">
        <w:rPr>
          <w:rStyle w:val="libItalicChar"/>
        </w:rPr>
        <w:t xml:space="preserve">, the Woman Saint of Basra. </w:t>
      </w:r>
      <w:r w:rsidRPr="00D86078">
        <w:rPr>
          <w:rStyle w:val="libNormalChar"/>
        </w:rPr>
        <w:t>London: Octagon Press, 1982.</w:t>
      </w:r>
    </w:p>
    <w:p w:rsidR="00ED3D62" w:rsidRDefault="00ED3D62" w:rsidP="00ED3D62">
      <w:pPr>
        <w:pStyle w:val="libNormal"/>
      </w:pPr>
      <w:r w:rsidRPr="00CA2CCA">
        <w:t xml:space="preserve">Sanai, Hakim (D.L. Pendlebury, trans.). </w:t>
      </w:r>
      <w:r w:rsidRPr="00D86078">
        <w:rPr>
          <w:rStyle w:val="libItalicChar"/>
        </w:rPr>
        <w:t xml:space="preserve">The Walled Garden of Truth. </w:t>
      </w:r>
      <w:r>
        <w:t>London: Octagon Press, (abridged ed.), 1974.</w:t>
      </w:r>
    </w:p>
    <w:p w:rsidR="007D4755" w:rsidRDefault="00ED3D62" w:rsidP="00ED3D62">
      <w:pPr>
        <w:pStyle w:val="libNormal"/>
      </w:pPr>
      <w:r>
        <w:t xml:space="preserve">Schimmel, Annemarie. </w:t>
      </w:r>
      <w:r w:rsidRPr="00D86078">
        <w:rPr>
          <w:rStyle w:val="libItalicChar"/>
        </w:rPr>
        <w:t>As Through a Veil: Mystical Poetry in Islam.</w:t>
      </w:r>
      <w:r>
        <w:t xml:space="preserve"> New York: Columbia University Press, 1982.</w:t>
      </w:r>
    </w:p>
    <w:p w:rsidR="007D4755" w:rsidRDefault="00ED3D62" w:rsidP="00ED3D62">
      <w:pPr>
        <w:pStyle w:val="libNormal"/>
      </w:pPr>
      <w:r>
        <w:t xml:space="preserve">Schimmel, Annemarie. </w:t>
      </w:r>
      <w:r w:rsidRPr="00D86078">
        <w:rPr>
          <w:rStyle w:val="libItalicChar"/>
        </w:rPr>
        <w:t>I Am Wind, You Are Fire: The Life and Work of Rumi.</w:t>
      </w:r>
      <w:r>
        <w:t xml:space="preserve"> Boston, MA: Shambhala, 1992.</w:t>
      </w:r>
    </w:p>
    <w:p w:rsidR="00ED3D62" w:rsidRDefault="00ED3D62" w:rsidP="00ED3D62">
      <w:pPr>
        <w:pStyle w:val="libNormal"/>
      </w:pPr>
      <w:r>
        <w:t xml:space="preserve">Schimmel, Annemarie. </w:t>
      </w:r>
      <w:r w:rsidRPr="00D86078">
        <w:rPr>
          <w:rStyle w:val="libItalicChar"/>
        </w:rPr>
        <w:t>Mystical Dimensions of Islam.</w:t>
      </w:r>
      <w:r>
        <w:t xml:space="preserve"> Chapel Hill, NC: University of North Carolina Press, 1975.</w:t>
      </w:r>
    </w:p>
    <w:p w:rsidR="00ED3D62" w:rsidRDefault="00ED3D62" w:rsidP="00ED3D62">
      <w:pPr>
        <w:pStyle w:val="libNormal"/>
      </w:pPr>
      <w:r>
        <w:t xml:space="preserve">Schimmel, Annemarie. </w:t>
      </w:r>
      <w:r w:rsidRPr="00D86078">
        <w:rPr>
          <w:rStyle w:val="libItalicChar"/>
        </w:rPr>
        <w:t xml:space="preserve">The Triumphal Sun: A Study of the Works of </w:t>
      </w:r>
      <w:proofErr w:type="spellStart"/>
      <w:r w:rsidRPr="00D86078">
        <w:rPr>
          <w:rStyle w:val="libItalicChar"/>
        </w:rPr>
        <w:t>Jalāloddin</w:t>
      </w:r>
      <w:proofErr w:type="spellEnd"/>
      <w:r w:rsidRPr="00D86078">
        <w:rPr>
          <w:rStyle w:val="libItalicChar"/>
        </w:rPr>
        <w:t xml:space="preserve"> Rumi.</w:t>
      </w:r>
      <w:r>
        <w:t xml:space="preserve"> London: Fine Books, 1978.</w:t>
      </w:r>
    </w:p>
    <w:p w:rsidR="00ED3D62" w:rsidRDefault="00ED3D62" w:rsidP="00ED3D62">
      <w:pPr>
        <w:pStyle w:val="libNormal"/>
      </w:pPr>
      <w:r>
        <w:t xml:space="preserve">Schimmel, Annemarie. </w:t>
      </w:r>
      <w:r w:rsidRPr="00D86078">
        <w:rPr>
          <w:rStyle w:val="libItalicChar"/>
        </w:rPr>
        <w:t>A Two-Colored Brocade: The Imagery of Persian Poetry.</w:t>
      </w:r>
      <w:r>
        <w:t xml:space="preserve"> Chapel Hill, NC: University of North Carolina Press, 1992.</w:t>
      </w:r>
    </w:p>
    <w:p w:rsidR="007D4755" w:rsidRDefault="00ED3D62" w:rsidP="00ED3D62">
      <w:pPr>
        <w:pStyle w:val="libNormal"/>
      </w:pPr>
      <w:r>
        <w:t xml:space="preserve">Schimmel, Annemarie, trans. </w:t>
      </w:r>
      <w:r w:rsidRPr="00D86078">
        <w:rPr>
          <w:rStyle w:val="libItalicChar"/>
        </w:rPr>
        <w:t>Look! This is Love: Poems of Rumi.</w:t>
      </w:r>
      <w:r>
        <w:t xml:space="preserve"> Boston, MA: Shambhala, 1996.</w:t>
      </w:r>
    </w:p>
    <w:p w:rsidR="00ED3D62" w:rsidRDefault="00ED3D62" w:rsidP="00ED3D62">
      <w:pPr>
        <w:pStyle w:val="libNormal"/>
      </w:pPr>
      <w:r>
        <w:t xml:space="preserve">Sedgwick, Mark J. </w:t>
      </w:r>
      <w:r w:rsidRPr="00D86078">
        <w:rPr>
          <w:rStyle w:val="libItalicChar"/>
        </w:rPr>
        <w:t>Sufism: The Essentials.</w:t>
      </w:r>
      <w:r>
        <w:t xml:space="preserve"> Cairo: American University in Cairo Press, 2001.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Sells, Michael A. </w:t>
      </w:r>
      <w:r w:rsidRPr="00D86078">
        <w:rPr>
          <w:rStyle w:val="libItalicChar"/>
        </w:rPr>
        <w:t xml:space="preserve">Early Islamic Mysticism: Sufi, Qur’an, </w:t>
      </w:r>
      <w:proofErr w:type="gramStart"/>
      <w:r w:rsidRPr="00D86078">
        <w:rPr>
          <w:rStyle w:val="libItalicChar"/>
        </w:rPr>
        <w:t>Mi‘</w:t>
      </w:r>
      <w:proofErr w:type="gramEnd"/>
      <w:r w:rsidRPr="00D86078">
        <w:rPr>
          <w:rStyle w:val="libItalicChar"/>
        </w:rPr>
        <w:t>raj, Poetic and Theological</w:t>
      </w:r>
      <w:r w:rsidRPr="00D86078">
        <w:rPr>
          <w:rStyle w:val="libNormalChar"/>
        </w:rPr>
        <w:t xml:space="preserve"> </w:t>
      </w:r>
      <w:proofErr w:type="spellStart"/>
      <w:r w:rsidRPr="00D86078">
        <w:rPr>
          <w:rStyle w:val="libItalicChar"/>
        </w:rPr>
        <w:t>Writings.</w:t>
      </w:r>
      <w:r w:rsidRPr="00D86078">
        <w:rPr>
          <w:rStyle w:val="libNormalChar"/>
        </w:rPr>
        <w:t>Mahwah</w:t>
      </w:r>
      <w:proofErr w:type="spellEnd"/>
      <w:r w:rsidRPr="00D86078">
        <w:rPr>
          <w:rStyle w:val="libNormalChar"/>
        </w:rPr>
        <w:t>, NJ: Paulist Press, 1996.</w:t>
      </w:r>
    </w:p>
    <w:p w:rsidR="00ED3D62" w:rsidRPr="00D86078" w:rsidRDefault="00ED3D62" w:rsidP="00ED3D62">
      <w:pPr>
        <w:rPr>
          <w:rStyle w:val="libItalicChar"/>
        </w:rPr>
      </w:pPr>
      <w:r w:rsidRPr="00D86078">
        <w:rPr>
          <w:rStyle w:val="libNormalChar"/>
        </w:rPr>
        <w:t xml:space="preserve">Shah, </w:t>
      </w:r>
      <w:proofErr w:type="spellStart"/>
      <w:r w:rsidRPr="00D86078">
        <w:rPr>
          <w:rStyle w:val="libNormalChar"/>
        </w:rPr>
        <w:t>Idries</w:t>
      </w:r>
      <w:proofErr w:type="spellEnd"/>
      <w:r w:rsidRPr="00D86078">
        <w:rPr>
          <w:rStyle w:val="libNormalChar"/>
        </w:rPr>
        <w:t xml:space="preserve">, </w:t>
      </w:r>
      <w:proofErr w:type="gramStart"/>
      <w:r w:rsidRPr="00D86078">
        <w:rPr>
          <w:rStyle w:val="libNormalChar"/>
        </w:rPr>
        <w:t>intro.(</w:t>
      </w:r>
      <w:proofErr w:type="gramEnd"/>
      <w:r w:rsidRPr="00D86078">
        <w:rPr>
          <w:rStyle w:val="libNormalChar"/>
        </w:rPr>
        <w:t xml:space="preserve">various trans.) </w:t>
      </w:r>
      <w:r w:rsidRPr="00D86078">
        <w:rPr>
          <w:rStyle w:val="libItalicChar"/>
        </w:rPr>
        <w:t xml:space="preserve">Four Sufi Classics: </w:t>
      </w:r>
      <w:proofErr w:type="spellStart"/>
      <w:r w:rsidRPr="00D86078">
        <w:rPr>
          <w:rStyle w:val="libItalicChar"/>
        </w:rPr>
        <w:t>Salaman</w:t>
      </w:r>
      <w:proofErr w:type="spellEnd"/>
      <w:r w:rsidRPr="00D86078">
        <w:rPr>
          <w:rStyle w:val="libItalicChar"/>
        </w:rPr>
        <w:t xml:space="preserve"> and </w:t>
      </w:r>
      <w:proofErr w:type="spellStart"/>
      <w:r w:rsidRPr="00D86078">
        <w:rPr>
          <w:rStyle w:val="libItalicChar"/>
        </w:rPr>
        <w:t>Absal</w:t>
      </w:r>
      <w:proofErr w:type="spellEnd"/>
      <w:r w:rsidRPr="00D86078">
        <w:rPr>
          <w:rStyle w:val="libItalicChar"/>
        </w:rPr>
        <w:t xml:space="preserve">; The Niche for Lights; The Way of the Seeker; The Abode of Spring. </w:t>
      </w:r>
      <w:r w:rsidRPr="00D86078">
        <w:rPr>
          <w:rStyle w:val="libNormalChar"/>
        </w:rPr>
        <w:t>London: Octagon Press (for The Sufi Trust), 1980.</w:t>
      </w:r>
    </w:p>
    <w:p w:rsidR="00ED3D62" w:rsidRPr="00D86078" w:rsidRDefault="00ED3D62" w:rsidP="00ED3D62">
      <w:pPr>
        <w:rPr>
          <w:rStyle w:val="libItalicChar"/>
        </w:rPr>
      </w:pPr>
      <w:proofErr w:type="spellStart"/>
      <w:r w:rsidRPr="00D86078">
        <w:rPr>
          <w:rStyle w:val="libNormalChar"/>
        </w:rPr>
        <w:t>Sirāj</w:t>
      </w:r>
      <w:proofErr w:type="spellEnd"/>
      <w:r w:rsidRPr="00D86078">
        <w:rPr>
          <w:rStyle w:val="libNormalChar"/>
        </w:rPr>
        <w:t xml:space="preserve"> ad-</w:t>
      </w:r>
      <w:proofErr w:type="spellStart"/>
      <w:r w:rsidRPr="00D86078">
        <w:rPr>
          <w:rStyle w:val="libNormalChar"/>
        </w:rPr>
        <w:t>Dīn</w:t>
      </w:r>
      <w:proofErr w:type="spellEnd"/>
      <w:r w:rsidRPr="00D86078">
        <w:rPr>
          <w:rStyle w:val="libNormalChar"/>
        </w:rPr>
        <w:t xml:space="preserve">, </w:t>
      </w:r>
      <w:proofErr w:type="spellStart"/>
      <w:r w:rsidRPr="00D86078">
        <w:rPr>
          <w:rStyle w:val="libNormalChar"/>
        </w:rPr>
        <w:t>Abū</w:t>
      </w:r>
      <w:proofErr w:type="spellEnd"/>
      <w:r w:rsidRPr="00D86078">
        <w:rPr>
          <w:rStyle w:val="libNormalChar"/>
        </w:rPr>
        <w:t xml:space="preserve"> Bakr. </w:t>
      </w:r>
      <w:r w:rsidRPr="00D86078">
        <w:rPr>
          <w:rStyle w:val="libItalicChar"/>
        </w:rPr>
        <w:t>The Book of Certainty: The Sufi Doctrine of Faith, Vision and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Gnosis. </w:t>
      </w:r>
      <w:r w:rsidRPr="00D86078">
        <w:rPr>
          <w:rStyle w:val="libNormalChar"/>
        </w:rPr>
        <w:t>Cambridge, UK: The Islamic Texts Society, 2002.</w:t>
      </w:r>
    </w:p>
    <w:p w:rsidR="00ED3D62" w:rsidRDefault="00ED3D62" w:rsidP="00ED3D62">
      <w:pPr>
        <w:pStyle w:val="libNormal"/>
      </w:pPr>
      <w:proofErr w:type="spellStart"/>
      <w:r w:rsidRPr="00CA2CCA">
        <w:t>Sirriyeh</w:t>
      </w:r>
      <w:proofErr w:type="spellEnd"/>
      <w:r w:rsidRPr="00CA2CCA">
        <w:t xml:space="preserve">, Elizabeth. </w:t>
      </w:r>
      <w:r w:rsidRPr="00D86078">
        <w:rPr>
          <w:rStyle w:val="libItalicChar"/>
        </w:rPr>
        <w:t xml:space="preserve">Sufis and Anti-Sufis: The </w:t>
      </w:r>
      <w:proofErr w:type="spellStart"/>
      <w:r w:rsidRPr="00D86078">
        <w:rPr>
          <w:rStyle w:val="libItalicChar"/>
        </w:rPr>
        <w:t>Defence</w:t>
      </w:r>
      <w:proofErr w:type="spellEnd"/>
      <w:r w:rsidRPr="00D86078">
        <w:rPr>
          <w:rStyle w:val="libItalicChar"/>
        </w:rPr>
        <w:t xml:space="preserve">, Rethinking and Rejection of </w:t>
      </w:r>
      <w:r w:rsidRPr="000111B2">
        <w:rPr>
          <w:rStyle w:val="libItalicChar"/>
        </w:rPr>
        <w:t>Sufism in the Modern World</w:t>
      </w:r>
      <w:r>
        <w:t>. Richmond, Surrey: Curzon, 1999.</w:t>
      </w:r>
    </w:p>
    <w:p w:rsidR="00ED3D62" w:rsidRDefault="00ED3D62" w:rsidP="00ED3D62">
      <w:pPr>
        <w:pStyle w:val="libNormal"/>
      </w:pPr>
      <w:r>
        <w:t xml:space="preserve">Smith, Grace Martin and Carl W. Ernst, eds. </w:t>
      </w:r>
      <w:r w:rsidRPr="00D86078">
        <w:rPr>
          <w:rStyle w:val="libItalicChar"/>
        </w:rPr>
        <w:t xml:space="preserve">Manifestations of Sainthood in Islam. </w:t>
      </w:r>
      <w:r>
        <w:t>Istanbul: Isis Press, 1994.</w:t>
      </w:r>
    </w:p>
    <w:p w:rsidR="007D4755" w:rsidRDefault="00ED3D62" w:rsidP="00ED3D62">
      <w:pPr>
        <w:pStyle w:val="libNormal"/>
        <w:rPr>
          <w:rStyle w:val="libNormalChar"/>
        </w:rPr>
      </w:pPr>
      <w:r>
        <w:t xml:space="preserve">Smith, Margaret. </w:t>
      </w:r>
      <w:r w:rsidRPr="00D86078">
        <w:rPr>
          <w:rStyle w:val="libItalicChar"/>
        </w:rPr>
        <w:t xml:space="preserve">Muslim Women Mystics: The Life and Work of </w:t>
      </w:r>
      <w:proofErr w:type="spellStart"/>
      <w:proofErr w:type="gramStart"/>
      <w:r w:rsidRPr="00D86078">
        <w:rPr>
          <w:rStyle w:val="libItalicChar"/>
        </w:rPr>
        <w:t>Rabi‘</w:t>
      </w:r>
      <w:proofErr w:type="gramEnd"/>
      <w:r w:rsidRPr="00D86078">
        <w:rPr>
          <w:rStyle w:val="libItalicChar"/>
        </w:rPr>
        <w:t>a</w:t>
      </w:r>
      <w:proofErr w:type="spellEnd"/>
      <w:r w:rsidRPr="00D86078">
        <w:rPr>
          <w:rStyle w:val="libItalicChar"/>
        </w:rPr>
        <w:t xml:space="preserve"> and Other Women Mystics in Islam. </w:t>
      </w:r>
      <w:r w:rsidRPr="00D86078">
        <w:rPr>
          <w:rStyle w:val="libNormalChar"/>
        </w:rPr>
        <w:t xml:space="preserve">Oxford, England: </w:t>
      </w:r>
      <w:proofErr w:type="spellStart"/>
      <w:r w:rsidRPr="00D86078">
        <w:rPr>
          <w:rStyle w:val="libNormalChar"/>
        </w:rPr>
        <w:t>Oneworld</w:t>
      </w:r>
      <w:proofErr w:type="spellEnd"/>
      <w:r w:rsidRPr="00D86078">
        <w:rPr>
          <w:rStyle w:val="libNormalChar"/>
        </w:rPr>
        <w:t>, 2001.</w:t>
      </w:r>
    </w:p>
    <w:p w:rsidR="00ED3D62" w:rsidRDefault="00ED3D62" w:rsidP="00ED3D62">
      <w:pPr>
        <w:pStyle w:val="libNormal"/>
      </w:pPr>
      <w:r w:rsidRPr="00CA2CCA">
        <w:t xml:space="preserve">Smith, Margaret. </w:t>
      </w:r>
      <w:proofErr w:type="spellStart"/>
      <w:r w:rsidRPr="00D86078">
        <w:rPr>
          <w:rStyle w:val="libItalicChar"/>
        </w:rPr>
        <w:t>Rābi‛ah</w:t>
      </w:r>
      <w:proofErr w:type="spellEnd"/>
      <w:r w:rsidRPr="00D86078">
        <w:rPr>
          <w:rStyle w:val="libItalicChar"/>
        </w:rPr>
        <w:t xml:space="preserve"> the Mystic and Her Fellow-Saints in Islam.</w:t>
      </w:r>
      <w:r>
        <w:t xml:space="preserve"> Cambridge, UK: Cambridge University Press, 1928.</w:t>
      </w:r>
    </w:p>
    <w:p w:rsidR="007D4755" w:rsidRDefault="00ED3D62" w:rsidP="00ED3D62">
      <w:pPr>
        <w:pStyle w:val="libNormal"/>
      </w:pPr>
      <w:r>
        <w:lastRenderedPageBreak/>
        <w:t xml:space="preserve">Smith, Margaret. </w:t>
      </w:r>
      <w:r w:rsidRPr="00D86078">
        <w:rPr>
          <w:rStyle w:val="libItalicChar"/>
        </w:rPr>
        <w:t>Studies in Early Mysticism in the Near and Middle East.</w:t>
      </w:r>
      <w:r>
        <w:t xml:space="preserve"> Oxford, UK: </w:t>
      </w:r>
      <w:proofErr w:type="spellStart"/>
      <w:r>
        <w:t>Oneworld</w:t>
      </w:r>
      <w:proofErr w:type="spellEnd"/>
      <w:r>
        <w:t>, 1995.</w:t>
      </w:r>
    </w:p>
    <w:p w:rsidR="007D4755" w:rsidRDefault="00ED3D62" w:rsidP="00ED3D62">
      <w:pPr>
        <w:pStyle w:val="libNormal"/>
        <w:rPr>
          <w:rStyle w:val="libNormalChar"/>
        </w:rPr>
      </w:pPr>
      <w:proofErr w:type="spellStart"/>
      <w:r>
        <w:t>ās-Sulamī</w:t>
      </w:r>
      <w:proofErr w:type="spellEnd"/>
      <w:r>
        <w:t xml:space="preserve">, </w:t>
      </w:r>
      <w:proofErr w:type="spellStart"/>
      <w:r>
        <w:t>Abū</w:t>
      </w:r>
      <w:proofErr w:type="spellEnd"/>
      <w:r>
        <w:t xml:space="preserve"> ‘Abd </w:t>
      </w:r>
      <w:proofErr w:type="spellStart"/>
      <w:r>
        <w:t>ar-Rahmān</w:t>
      </w:r>
      <w:proofErr w:type="spellEnd"/>
      <w:r>
        <w:t xml:space="preserve"> (</w:t>
      </w:r>
      <w:proofErr w:type="spellStart"/>
      <w:r>
        <w:t>Rkia</w:t>
      </w:r>
      <w:proofErr w:type="spellEnd"/>
      <w:r>
        <w:t xml:space="preserve"> E. Cornell, trans.). </w:t>
      </w:r>
      <w:r w:rsidRPr="00D86078">
        <w:rPr>
          <w:rStyle w:val="libItalicChar"/>
        </w:rPr>
        <w:t>Early Sufi Women—Dhikr an</w:t>
      </w:r>
      <w:r w:rsidRPr="00D86078">
        <w:rPr>
          <w:rStyle w:val="libNormalChar"/>
        </w:rPr>
        <w:t>-</w:t>
      </w:r>
      <w:proofErr w:type="spellStart"/>
      <w:r w:rsidRPr="00D86078">
        <w:rPr>
          <w:rStyle w:val="libItalicChar"/>
        </w:rPr>
        <w:t>niswa</w:t>
      </w:r>
      <w:proofErr w:type="spellEnd"/>
      <w:r w:rsidRPr="00D86078">
        <w:rPr>
          <w:rStyle w:val="libItalicChar"/>
        </w:rPr>
        <w:t xml:space="preserve"> al-</w:t>
      </w:r>
      <w:proofErr w:type="spellStart"/>
      <w:r w:rsidRPr="00D86078">
        <w:rPr>
          <w:rStyle w:val="libItalicChar"/>
        </w:rPr>
        <w:t>muta</w:t>
      </w:r>
      <w:proofErr w:type="spellEnd"/>
      <w:r w:rsidRPr="00D86078">
        <w:rPr>
          <w:rStyle w:val="libItalicChar"/>
        </w:rPr>
        <w:t xml:space="preserve"> ‘</w:t>
      </w:r>
      <w:proofErr w:type="spellStart"/>
      <w:r w:rsidRPr="00D86078">
        <w:rPr>
          <w:rStyle w:val="libItalicChar"/>
        </w:rPr>
        <w:t>abbidāt</w:t>
      </w:r>
      <w:proofErr w:type="spellEnd"/>
      <w:r w:rsidRPr="00D86078">
        <w:rPr>
          <w:rStyle w:val="libItalicChar"/>
        </w:rPr>
        <w:t xml:space="preserve"> as </w:t>
      </w:r>
      <w:proofErr w:type="spellStart"/>
      <w:r w:rsidRPr="00D86078">
        <w:rPr>
          <w:rStyle w:val="libItalicChar"/>
        </w:rPr>
        <w:t>sūfiyyāt</w:t>
      </w:r>
      <w:proofErr w:type="spellEnd"/>
      <w:r w:rsidRPr="00D86078">
        <w:rPr>
          <w:rStyle w:val="libItalicChar"/>
        </w:rPr>
        <w:t xml:space="preserve">. </w:t>
      </w:r>
      <w:r w:rsidRPr="00D86078">
        <w:rPr>
          <w:rStyle w:val="libNormalChar"/>
        </w:rPr>
        <w:t xml:space="preserve">Louisville, KY: </w:t>
      </w:r>
      <w:proofErr w:type="spellStart"/>
      <w:r w:rsidRPr="00D86078">
        <w:rPr>
          <w:rStyle w:val="libNormalChar"/>
        </w:rPr>
        <w:t>Fons</w:t>
      </w:r>
      <w:proofErr w:type="spellEnd"/>
      <w:r w:rsidRPr="00D86078">
        <w:rPr>
          <w:rStyle w:val="libNormalChar"/>
        </w:rPr>
        <w:t xml:space="preserve"> Vitae, 1999.</w:t>
      </w:r>
    </w:p>
    <w:p w:rsidR="00ED3D62" w:rsidRPr="00D86078" w:rsidRDefault="00ED3D62" w:rsidP="00ED3D62">
      <w:pPr>
        <w:rPr>
          <w:rStyle w:val="libItalicChar"/>
        </w:rPr>
      </w:pPr>
      <w:proofErr w:type="spellStart"/>
      <w:r w:rsidRPr="00D86078">
        <w:rPr>
          <w:rStyle w:val="libNormalChar"/>
        </w:rPr>
        <w:t>Thackston</w:t>
      </w:r>
      <w:proofErr w:type="spellEnd"/>
      <w:r w:rsidRPr="00D86078">
        <w:rPr>
          <w:rStyle w:val="libNormalChar"/>
        </w:rPr>
        <w:t xml:space="preserve">, Wheeler M., Jr., trans. </w:t>
      </w:r>
      <w:r w:rsidRPr="00D86078">
        <w:rPr>
          <w:rStyle w:val="libItalicChar"/>
        </w:rPr>
        <w:t xml:space="preserve">Suhrawardi: The Philosophical Allegories and Mystical Treatises. </w:t>
      </w:r>
      <w:r w:rsidRPr="00D86078">
        <w:rPr>
          <w:rStyle w:val="libNormalChar"/>
        </w:rPr>
        <w:t>Costa Mesa, CA: Mazda, 1999.</w:t>
      </w:r>
    </w:p>
    <w:p w:rsidR="00ED3D62" w:rsidRDefault="00ED3D62" w:rsidP="00ED3D62">
      <w:pPr>
        <w:pStyle w:val="libNormal"/>
      </w:pPr>
      <w:proofErr w:type="spellStart"/>
      <w:r w:rsidRPr="00CA2CCA">
        <w:t>Thackston</w:t>
      </w:r>
      <w:proofErr w:type="spellEnd"/>
      <w:r w:rsidRPr="00CA2CCA">
        <w:t xml:space="preserve">, W.M., Jr., trans. </w:t>
      </w:r>
      <w:r w:rsidRPr="00D86078">
        <w:rPr>
          <w:rStyle w:val="libItalicChar"/>
        </w:rPr>
        <w:t xml:space="preserve">Signs of the Unseen: The Discourses of </w:t>
      </w:r>
      <w:proofErr w:type="spellStart"/>
      <w:r w:rsidRPr="00D86078">
        <w:rPr>
          <w:rStyle w:val="libItalicChar"/>
        </w:rPr>
        <w:t>Jalaluddin</w:t>
      </w:r>
      <w:proofErr w:type="spellEnd"/>
      <w:r w:rsidRPr="00D86078">
        <w:rPr>
          <w:rStyle w:val="libItalicChar"/>
        </w:rPr>
        <w:t xml:space="preserve"> Rumi. </w:t>
      </w:r>
      <w:r>
        <w:t>Boston, MA: Shambhala, 1999.</w:t>
      </w:r>
    </w:p>
    <w:p w:rsidR="00ED3D62" w:rsidRDefault="00ED3D62" w:rsidP="00ED3D62">
      <w:pPr>
        <w:pStyle w:val="libNormal"/>
      </w:pPr>
      <w:proofErr w:type="spellStart"/>
      <w:r>
        <w:t>Trimingham</w:t>
      </w:r>
      <w:proofErr w:type="spellEnd"/>
      <w:r>
        <w:t xml:space="preserve">, J. Spencer. </w:t>
      </w:r>
      <w:r w:rsidRPr="00D86078">
        <w:rPr>
          <w:rStyle w:val="libItalicChar"/>
        </w:rPr>
        <w:t>The Sufi Orders in Islam.</w:t>
      </w:r>
      <w:r>
        <w:t xml:space="preserve"> Oxford, UK: Clarendon Press, 1971.</w:t>
      </w:r>
    </w:p>
    <w:p w:rsidR="00ED3D62" w:rsidRDefault="00ED3D62" w:rsidP="00ED3D62">
      <w:pPr>
        <w:pStyle w:val="libNormal"/>
      </w:pPr>
      <w:proofErr w:type="spellStart"/>
      <w:r>
        <w:t>Trix</w:t>
      </w:r>
      <w:proofErr w:type="spellEnd"/>
      <w:r>
        <w:t xml:space="preserve">, Frances. </w:t>
      </w:r>
      <w:r w:rsidRPr="00D86078">
        <w:rPr>
          <w:rStyle w:val="libItalicChar"/>
        </w:rPr>
        <w:t>Spiritual Discourse: Learning with an Islamic Master.</w:t>
      </w:r>
      <w:r>
        <w:t xml:space="preserve"> Philadelphia, PA: University of Pennsylvania Press, 1993.</w:t>
      </w:r>
    </w:p>
    <w:p w:rsidR="00ED3D62" w:rsidRDefault="00ED3D62" w:rsidP="00ED3D62">
      <w:pPr>
        <w:pStyle w:val="libNormal"/>
      </w:pPr>
      <w:r>
        <w:t xml:space="preserve">de </w:t>
      </w:r>
      <w:proofErr w:type="spellStart"/>
      <w:r>
        <w:t>Vitray-Meyerovitch</w:t>
      </w:r>
      <w:proofErr w:type="spellEnd"/>
      <w:r>
        <w:t xml:space="preserve">, Eva (Simone </w:t>
      </w:r>
      <w:proofErr w:type="spellStart"/>
      <w:r>
        <w:t>Fattal</w:t>
      </w:r>
      <w:proofErr w:type="spellEnd"/>
      <w:r>
        <w:t xml:space="preserve">, trans.). </w:t>
      </w:r>
      <w:r w:rsidRPr="00D86078">
        <w:rPr>
          <w:rStyle w:val="libItalicChar"/>
        </w:rPr>
        <w:t>Rumi and Sufism</w:t>
      </w:r>
      <w:r>
        <w:t>. Sausalito, CA: Post Apollo, 1987.</w:t>
      </w:r>
    </w:p>
    <w:p w:rsidR="007D4755" w:rsidRDefault="00ED3D62" w:rsidP="00ED3D62">
      <w:pPr>
        <w:pStyle w:val="libNormal"/>
        <w:rPr>
          <w:rStyle w:val="libNormalChar"/>
        </w:rPr>
      </w:pPr>
      <w:r>
        <w:t xml:space="preserve">Wilson, Peter Lamborn and </w:t>
      </w:r>
      <w:proofErr w:type="spellStart"/>
      <w:r>
        <w:t>Nasrollah</w:t>
      </w:r>
      <w:proofErr w:type="spellEnd"/>
      <w:r>
        <w:t xml:space="preserve"> </w:t>
      </w:r>
      <w:proofErr w:type="spellStart"/>
      <w:r>
        <w:t>Pourjavady</w:t>
      </w:r>
      <w:proofErr w:type="spellEnd"/>
      <w:r>
        <w:t xml:space="preserve">, trans. and eds. </w:t>
      </w:r>
      <w:r w:rsidRPr="00D86078">
        <w:rPr>
          <w:rStyle w:val="libItalicChar"/>
        </w:rPr>
        <w:t>The Drunken Universe:</w:t>
      </w:r>
      <w:r w:rsidR="007D4755">
        <w:rPr>
          <w:rStyle w:val="libItalicChar"/>
        </w:rPr>
        <w:t xml:space="preserve"> </w:t>
      </w:r>
      <w:r w:rsidRPr="00D86078">
        <w:rPr>
          <w:rStyle w:val="libItalicChar"/>
        </w:rPr>
        <w:t xml:space="preserve">An Anthology of Persian Sufi Poetry. </w:t>
      </w:r>
      <w:r w:rsidRPr="00D86078">
        <w:rPr>
          <w:rStyle w:val="libNormalChar"/>
        </w:rPr>
        <w:t xml:space="preserve">Grand Rapids, MI: </w:t>
      </w:r>
      <w:proofErr w:type="spellStart"/>
      <w:r w:rsidRPr="00D86078">
        <w:rPr>
          <w:rStyle w:val="libNormalChar"/>
        </w:rPr>
        <w:t>Phanes</w:t>
      </w:r>
      <w:proofErr w:type="spellEnd"/>
      <w:r w:rsidRPr="00D86078">
        <w:rPr>
          <w:rStyle w:val="libNormalChar"/>
        </w:rPr>
        <w:t xml:space="preserve"> Press, 1987.</w:t>
      </w:r>
    </w:p>
    <w:p w:rsidR="00ED3D62" w:rsidRPr="00D86078" w:rsidRDefault="00ED3D62" w:rsidP="00ED3D62">
      <w:pPr>
        <w:rPr>
          <w:rStyle w:val="libNormalChar"/>
        </w:rPr>
      </w:pPr>
      <w:proofErr w:type="spellStart"/>
      <w:r w:rsidRPr="00D86078">
        <w:rPr>
          <w:rStyle w:val="libNormalChar"/>
        </w:rPr>
        <w:t>Wolper</w:t>
      </w:r>
      <w:proofErr w:type="spellEnd"/>
      <w:r w:rsidRPr="00D86078">
        <w:rPr>
          <w:rStyle w:val="libNormalChar"/>
        </w:rPr>
        <w:t xml:space="preserve">, Ethel Sara. </w:t>
      </w:r>
      <w:r w:rsidRPr="00D86078">
        <w:rPr>
          <w:rStyle w:val="libItalicChar"/>
        </w:rPr>
        <w:t>Cities and Saints: Sufism and the Transformation of Urban Space in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>Medieval Anatolia.</w:t>
      </w:r>
      <w:r w:rsidRPr="00D86078">
        <w:rPr>
          <w:rStyle w:val="libNormalChar"/>
        </w:rPr>
        <w:t xml:space="preserve"> University Park, PA: Pennsylvania State University Press, 2003.</w:t>
      </w:r>
    </w:p>
    <w:p w:rsidR="00ED3D62" w:rsidRDefault="00ED3D62" w:rsidP="00ED3D62">
      <w:pPr>
        <w:pStyle w:val="libNormal"/>
      </w:pPr>
      <w:r>
        <w:br w:type="page"/>
      </w:r>
    </w:p>
    <w:p w:rsidR="00ED3D62" w:rsidRPr="00296A62" w:rsidRDefault="00ED3D62" w:rsidP="00296A62">
      <w:pPr>
        <w:pStyle w:val="Heading1Center"/>
      </w:pPr>
      <w:bookmarkStart w:id="7" w:name="_Toc8818415"/>
      <w:r w:rsidRPr="00296A62">
        <w:lastRenderedPageBreak/>
        <w:t>VI - Theology &amp; Philosophy:</w:t>
      </w:r>
      <w:bookmarkEnd w:id="7"/>
    </w:p>
    <w:p w:rsidR="00ED3D62" w:rsidRDefault="00ED3D62" w:rsidP="00ED3D62">
      <w:pPr>
        <w:pStyle w:val="libNormal"/>
      </w:pPr>
      <w:r w:rsidRPr="00D86078">
        <w:t xml:space="preserve">Abed, Shukri. </w:t>
      </w:r>
      <w:r w:rsidRPr="00D86078">
        <w:rPr>
          <w:rStyle w:val="libItalicChar"/>
        </w:rPr>
        <w:t xml:space="preserve">Aristotelian Logic and the Arabic Language in </w:t>
      </w:r>
      <w:proofErr w:type="spellStart"/>
      <w:r w:rsidRPr="00D86078">
        <w:rPr>
          <w:rStyle w:val="libItalicChar"/>
        </w:rPr>
        <w:t>Alfarabi</w:t>
      </w:r>
      <w:proofErr w:type="spellEnd"/>
      <w:r w:rsidRPr="00D86078">
        <w:rPr>
          <w:rStyle w:val="libItalicChar"/>
        </w:rPr>
        <w:t>.</w:t>
      </w:r>
      <w:r>
        <w:t xml:space="preserve"> Albany, NY: State University of New York Press, 1991.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proofErr w:type="spellStart"/>
      <w:r>
        <w:t>Abrahamov</w:t>
      </w:r>
      <w:proofErr w:type="spellEnd"/>
      <w:r>
        <w:t xml:space="preserve">, Binyamin. </w:t>
      </w:r>
      <w:r w:rsidRPr="00D86078">
        <w:rPr>
          <w:rStyle w:val="libItalicChar"/>
        </w:rPr>
        <w:t>Anthropomorphism and Interpretation of the Qur’an in the Theology of al-Qasim ibn Ibrahim—Kitab Al-</w:t>
      </w:r>
      <w:proofErr w:type="spellStart"/>
      <w:r w:rsidRPr="00D86078">
        <w:rPr>
          <w:rStyle w:val="libItalicChar"/>
        </w:rPr>
        <w:t>Mustarshid</w:t>
      </w:r>
      <w:proofErr w:type="spellEnd"/>
      <w:r w:rsidRPr="00D86078">
        <w:rPr>
          <w:rStyle w:val="libItalicChar"/>
        </w:rPr>
        <w:t xml:space="preserve">. </w:t>
      </w:r>
      <w:r w:rsidRPr="00D86078">
        <w:rPr>
          <w:rStyle w:val="libNormalChar"/>
        </w:rPr>
        <w:t>Leiden: E.J. Brill, 1996.</w:t>
      </w:r>
    </w:p>
    <w:p w:rsidR="00ED3D62" w:rsidRDefault="00ED3D62" w:rsidP="00ED3D62">
      <w:pPr>
        <w:pStyle w:val="libNormal"/>
      </w:pPr>
      <w:proofErr w:type="spellStart"/>
      <w:r w:rsidRPr="00CA2CCA">
        <w:t>Abrahamov</w:t>
      </w:r>
      <w:proofErr w:type="spellEnd"/>
      <w:r w:rsidRPr="00CA2CCA">
        <w:t xml:space="preserve">, Binyamin. </w:t>
      </w:r>
      <w:r w:rsidRPr="00D86078">
        <w:rPr>
          <w:rStyle w:val="libItalicChar"/>
        </w:rPr>
        <w:t>Islamic Theology.</w:t>
      </w:r>
      <w:r>
        <w:t xml:space="preserve"> Edinburgh: Edinburgh University Press, 1998.</w:t>
      </w:r>
    </w:p>
    <w:p w:rsidR="00ED3D62" w:rsidRDefault="00ED3D62" w:rsidP="00ED3D62">
      <w:pPr>
        <w:pStyle w:val="libNormal"/>
      </w:pPr>
      <w:proofErr w:type="spellStart"/>
      <w:r>
        <w:t>Abrahamov</w:t>
      </w:r>
      <w:proofErr w:type="spellEnd"/>
      <w:r>
        <w:t xml:space="preserve">, Binyamin, ed. </w:t>
      </w:r>
      <w:r w:rsidRPr="00D86078">
        <w:rPr>
          <w:rStyle w:val="libItalicChar"/>
        </w:rPr>
        <w:t>Islamic Theology: Traditionalism and Rationalism.</w:t>
      </w:r>
      <w:r>
        <w:t xml:space="preserve"> Edinburgh: Edinburgh University Press, 1998.</w:t>
      </w:r>
    </w:p>
    <w:p w:rsidR="00ED3D62" w:rsidRDefault="00ED3D62" w:rsidP="00ED3D62">
      <w:pPr>
        <w:pStyle w:val="libNormal"/>
      </w:pPr>
      <w:proofErr w:type="spellStart"/>
      <w:r>
        <w:t>Algar</w:t>
      </w:r>
      <w:proofErr w:type="spellEnd"/>
      <w:r>
        <w:t xml:space="preserve">, Hamid. </w:t>
      </w:r>
      <w:r w:rsidRPr="00D86078">
        <w:rPr>
          <w:rStyle w:val="libItalicChar"/>
        </w:rPr>
        <w:t>Wahhabism: A Critical Essay.</w:t>
      </w:r>
      <w:r>
        <w:t xml:space="preserve"> Oneonta, NY: Islamic Publ. Int’l., 2002.</w:t>
      </w:r>
    </w:p>
    <w:p w:rsidR="00ED3D62" w:rsidRDefault="00ED3D62" w:rsidP="00ED3D62">
      <w:pPr>
        <w:pStyle w:val="libNormal"/>
      </w:pPr>
      <w:proofErr w:type="spellStart"/>
      <w:r>
        <w:t>Aminrazavi</w:t>
      </w:r>
      <w:proofErr w:type="spellEnd"/>
      <w:r>
        <w:t xml:space="preserve">, Mehdi. </w:t>
      </w:r>
      <w:r w:rsidRPr="00D86078">
        <w:rPr>
          <w:rStyle w:val="libItalicChar"/>
        </w:rPr>
        <w:t>Suhrawardi and the School of Illumination</w:t>
      </w:r>
      <w:r>
        <w:t>. Richmond, Surrey: Curzon Press, 1997.</w:t>
      </w:r>
    </w:p>
    <w:p w:rsidR="00ED3D62" w:rsidRDefault="00ED3D62" w:rsidP="00ED3D62">
      <w:pPr>
        <w:pStyle w:val="libNormal"/>
      </w:pPr>
      <w:proofErr w:type="spellStart"/>
      <w:r>
        <w:t>Arberry</w:t>
      </w:r>
      <w:proofErr w:type="spellEnd"/>
      <w:r>
        <w:t xml:space="preserve">, Arthur J. </w:t>
      </w:r>
      <w:r w:rsidRPr="00D86078">
        <w:rPr>
          <w:rStyle w:val="libItalicChar"/>
        </w:rPr>
        <w:t>Revelation and Reason in Islam</w:t>
      </w:r>
      <w:r>
        <w:t>. London: George Allen &amp; Unwin, 1977.</w:t>
      </w:r>
    </w:p>
    <w:p w:rsidR="00ED3D62" w:rsidRDefault="00ED3D62" w:rsidP="00ED3D62">
      <w:pPr>
        <w:pStyle w:val="libNormal"/>
      </w:pPr>
      <w:proofErr w:type="spellStart"/>
      <w:r>
        <w:t>Arkoun</w:t>
      </w:r>
      <w:proofErr w:type="spellEnd"/>
      <w:r>
        <w:t xml:space="preserve">, Mohammed. </w:t>
      </w:r>
      <w:r w:rsidRPr="00D86078">
        <w:rPr>
          <w:rStyle w:val="libItalicChar"/>
        </w:rPr>
        <w:t>The Unthought in Contemporary Islamic Thought.</w:t>
      </w:r>
      <w:r>
        <w:t xml:space="preserve"> London: </w:t>
      </w:r>
      <w:proofErr w:type="spellStart"/>
      <w:r>
        <w:t>Saqi</w:t>
      </w:r>
      <w:proofErr w:type="spellEnd"/>
      <w:r>
        <w:t>/The Institute of Ismaili Studies, 2002.</w:t>
      </w:r>
    </w:p>
    <w:p w:rsidR="007D4755" w:rsidRDefault="00ED3D62" w:rsidP="00ED3D62">
      <w:pPr>
        <w:pStyle w:val="libNormal"/>
      </w:pPr>
      <w:proofErr w:type="spellStart"/>
      <w:r>
        <w:t>Arnaldez</w:t>
      </w:r>
      <w:proofErr w:type="spellEnd"/>
      <w:r>
        <w:t xml:space="preserve">, Roger. </w:t>
      </w:r>
      <w:r w:rsidRPr="00D86078">
        <w:rPr>
          <w:rStyle w:val="libItalicChar"/>
        </w:rPr>
        <w:t>Averroes: A Rationalist in Islam.</w:t>
      </w:r>
      <w:r>
        <w:t xml:space="preserve"> Notre Dame, IN: University of Notre Dame Press, 2000.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Averroes (George F. Hourani, trans.). </w:t>
      </w:r>
      <w:r w:rsidRPr="00D86078">
        <w:rPr>
          <w:rStyle w:val="libItalicChar"/>
        </w:rPr>
        <w:t>Averroes: On the Harmony of Religion and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Philosophy. </w:t>
      </w:r>
      <w:r w:rsidRPr="00D86078">
        <w:rPr>
          <w:rStyle w:val="libNormalChar"/>
        </w:rPr>
        <w:t xml:space="preserve">London: </w:t>
      </w:r>
      <w:proofErr w:type="spellStart"/>
      <w:r w:rsidRPr="00D86078">
        <w:rPr>
          <w:rStyle w:val="libNormalChar"/>
        </w:rPr>
        <w:t>Luzac</w:t>
      </w:r>
      <w:proofErr w:type="spellEnd"/>
      <w:r w:rsidRPr="00D86078">
        <w:rPr>
          <w:rStyle w:val="libNormalChar"/>
        </w:rPr>
        <w:t xml:space="preserve"> &amp; Co., 1961.</w:t>
      </w:r>
    </w:p>
    <w:p w:rsidR="007D4755" w:rsidRDefault="00ED3D62" w:rsidP="00ED3D62">
      <w:pPr>
        <w:pStyle w:val="libNormal"/>
      </w:pPr>
      <w:r w:rsidRPr="00CA2CCA">
        <w:t xml:space="preserve">Averroes (Erwin Rosenthal, trans. and ed.). </w:t>
      </w:r>
      <w:r w:rsidRPr="00D86078">
        <w:rPr>
          <w:rStyle w:val="libItalicChar"/>
        </w:rPr>
        <w:t xml:space="preserve">Commentary on Plato’s ‘Republic’. </w:t>
      </w:r>
      <w:r>
        <w:t>Cambridge, UK: Cambridge University Press, 1956.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Averroes (Ibrahim Najjar, trans. and ed.). </w:t>
      </w:r>
      <w:r w:rsidRPr="00D86078">
        <w:rPr>
          <w:rStyle w:val="libItalicChar"/>
        </w:rPr>
        <w:t xml:space="preserve">Faith and Reason in Islam: Averroes’ Exposition of Religious Arguments. </w:t>
      </w:r>
      <w:r w:rsidRPr="00D86078">
        <w:rPr>
          <w:rStyle w:val="libNormalChar"/>
        </w:rPr>
        <w:t xml:space="preserve">Oxford, England: </w:t>
      </w:r>
      <w:proofErr w:type="spellStart"/>
      <w:r w:rsidRPr="00D86078">
        <w:rPr>
          <w:rStyle w:val="libNormalChar"/>
        </w:rPr>
        <w:t>Oneworld</w:t>
      </w:r>
      <w:proofErr w:type="spellEnd"/>
      <w:r w:rsidRPr="00D86078">
        <w:rPr>
          <w:rStyle w:val="libNormalChar"/>
        </w:rPr>
        <w:t>, 2001.</w:t>
      </w:r>
    </w:p>
    <w:p w:rsidR="00ED3D62" w:rsidRDefault="00ED3D62" w:rsidP="00ED3D62">
      <w:pPr>
        <w:pStyle w:val="libNormal"/>
      </w:pPr>
      <w:r w:rsidRPr="00CA2CCA">
        <w:t xml:space="preserve">Bakar, Osman. </w:t>
      </w:r>
      <w:r w:rsidRPr="00D86078">
        <w:rPr>
          <w:rStyle w:val="libItalicChar"/>
        </w:rPr>
        <w:t>The History and Philosophy of Islamic Science.</w:t>
      </w:r>
      <w:r>
        <w:t xml:space="preserve"> Cambridge, UK: The Islamic Texts Society, 1999.</w:t>
      </w:r>
    </w:p>
    <w:p w:rsidR="00ED3D62" w:rsidRDefault="00ED3D62" w:rsidP="00ED3D62">
      <w:pPr>
        <w:pStyle w:val="libNormal"/>
      </w:pPr>
      <w:proofErr w:type="spellStart"/>
      <w:r>
        <w:t>Baljon</w:t>
      </w:r>
      <w:proofErr w:type="spellEnd"/>
      <w:r>
        <w:t xml:space="preserve">, J.M.S. </w:t>
      </w:r>
      <w:r w:rsidRPr="00D86078">
        <w:rPr>
          <w:rStyle w:val="libItalicChar"/>
        </w:rPr>
        <w:t>The Reforms and Religious Ideas of Sir Sayyid Ahmad Khan.</w:t>
      </w:r>
      <w:r>
        <w:t xml:space="preserve"> Leiden: E.J. Brill, 1949.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proofErr w:type="spellStart"/>
      <w:r>
        <w:t>Bayrak</w:t>
      </w:r>
      <w:proofErr w:type="spellEnd"/>
      <w:r>
        <w:t xml:space="preserve"> (al-</w:t>
      </w:r>
      <w:proofErr w:type="spellStart"/>
      <w:r>
        <w:t>Jerrahi</w:t>
      </w:r>
      <w:proofErr w:type="spellEnd"/>
      <w:r>
        <w:t xml:space="preserve"> al-</w:t>
      </w:r>
      <w:proofErr w:type="spellStart"/>
      <w:r>
        <w:t>Halveti</w:t>
      </w:r>
      <w:proofErr w:type="spellEnd"/>
      <w:r>
        <w:t xml:space="preserve">), Shaykh </w:t>
      </w:r>
      <w:proofErr w:type="spellStart"/>
      <w:r>
        <w:t>Tosun</w:t>
      </w:r>
      <w:proofErr w:type="spellEnd"/>
      <w:r>
        <w:t xml:space="preserve">. </w:t>
      </w:r>
      <w:r w:rsidRPr="00D86078">
        <w:rPr>
          <w:rStyle w:val="libItalicChar"/>
        </w:rPr>
        <w:t xml:space="preserve">The Name and the Named: The Divine Attributes of God. </w:t>
      </w:r>
      <w:r w:rsidRPr="00D86078">
        <w:rPr>
          <w:rStyle w:val="libNormalChar"/>
        </w:rPr>
        <w:t xml:space="preserve">Louisville, KY: </w:t>
      </w:r>
      <w:proofErr w:type="spellStart"/>
      <w:r w:rsidRPr="00D86078">
        <w:rPr>
          <w:rStyle w:val="libNormalChar"/>
        </w:rPr>
        <w:t>Fons</w:t>
      </w:r>
      <w:proofErr w:type="spellEnd"/>
      <w:r w:rsidRPr="00D86078">
        <w:rPr>
          <w:rStyle w:val="libNormalChar"/>
        </w:rPr>
        <w:t xml:space="preserve"> Vitae, 2001.</w:t>
      </w:r>
    </w:p>
    <w:p w:rsidR="00ED3D62" w:rsidRDefault="00ED3D62" w:rsidP="00ED3D62">
      <w:pPr>
        <w:pStyle w:val="libNormal"/>
      </w:pPr>
      <w:r w:rsidRPr="00CA2CCA">
        <w:t xml:space="preserve">Bell, Joseph N. </w:t>
      </w:r>
      <w:r w:rsidRPr="00D86078">
        <w:rPr>
          <w:rStyle w:val="libItalicChar"/>
        </w:rPr>
        <w:t xml:space="preserve">Love Theory in Later </w:t>
      </w:r>
      <w:proofErr w:type="spellStart"/>
      <w:r w:rsidRPr="00D86078">
        <w:rPr>
          <w:rStyle w:val="libItalicChar"/>
        </w:rPr>
        <w:t>Hanbalite</w:t>
      </w:r>
      <w:proofErr w:type="spellEnd"/>
      <w:r w:rsidRPr="00D86078">
        <w:rPr>
          <w:rStyle w:val="libItalicChar"/>
        </w:rPr>
        <w:t xml:space="preserve"> Islam.</w:t>
      </w:r>
      <w:r>
        <w:t xml:space="preserve"> Albany, NY: State University of New York Press, 1978.</w:t>
      </w:r>
    </w:p>
    <w:p w:rsidR="007D4755" w:rsidRDefault="00ED3D62" w:rsidP="00ED3D62">
      <w:pPr>
        <w:pStyle w:val="libNormal"/>
      </w:pPr>
      <w:r>
        <w:t xml:space="preserve">Bello, </w:t>
      </w:r>
      <w:proofErr w:type="spellStart"/>
      <w:r>
        <w:t>Iysa</w:t>
      </w:r>
      <w:proofErr w:type="spellEnd"/>
      <w:r>
        <w:t xml:space="preserve"> A. </w:t>
      </w:r>
      <w:r w:rsidRPr="00D86078">
        <w:rPr>
          <w:rStyle w:val="libItalicChar"/>
        </w:rPr>
        <w:t xml:space="preserve">The Medieval Islamic Controversy between Philosophy and Orthodoxy: </w:t>
      </w:r>
      <w:proofErr w:type="spellStart"/>
      <w:proofErr w:type="gramStart"/>
      <w:r w:rsidRPr="00D86078">
        <w:rPr>
          <w:rStyle w:val="libItalicChar"/>
        </w:rPr>
        <w:t>Ijmā‘</w:t>
      </w:r>
      <w:proofErr w:type="gramEnd"/>
      <w:r w:rsidRPr="00D86078">
        <w:rPr>
          <w:rStyle w:val="libItalicChar"/>
        </w:rPr>
        <w:t>and</w:t>
      </w:r>
      <w:proofErr w:type="spellEnd"/>
      <w:r w:rsidRPr="00D86078">
        <w:rPr>
          <w:rStyle w:val="libItalicChar"/>
        </w:rPr>
        <w:t xml:space="preserve"> </w:t>
      </w:r>
      <w:proofErr w:type="spellStart"/>
      <w:r w:rsidRPr="00D86078">
        <w:rPr>
          <w:rStyle w:val="libItalicChar"/>
        </w:rPr>
        <w:t>Ta’wīl</w:t>
      </w:r>
      <w:proofErr w:type="spellEnd"/>
      <w:r w:rsidRPr="00CA2CCA">
        <w:t xml:space="preserve"> </w:t>
      </w:r>
      <w:r w:rsidRPr="00D86078">
        <w:rPr>
          <w:rStyle w:val="libItalicChar"/>
        </w:rPr>
        <w:t>in the Conflict between al-</w:t>
      </w:r>
      <w:proofErr w:type="spellStart"/>
      <w:r w:rsidRPr="00D86078">
        <w:rPr>
          <w:rStyle w:val="libItalicChar"/>
        </w:rPr>
        <w:t>Ghazzālī</w:t>
      </w:r>
      <w:proofErr w:type="spellEnd"/>
      <w:r w:rsidRPr="00D86078">
        <w:rPr>
          <w:rStyle w:val="libItalicChar"/>
        </w:rPr>
        <w:t xml:space="preserve"> and Ibn Rushd. </w:t>
      </w:r>
      <w:r>
        <w:t>Leiden: E.J. Brill, 1989.</w:t>
      </w:r>
    </w:p>
    <w:p w:rsidR="00ED3D62" w:rsidRDefault="00ED3D62" w:rsidP="00ED3D62">
      <w:pPr>
        <w:pStyle w:val="libNormal"/>
      </w:pPr>
      <w:proofErr w:type="spellStart"/>
      <w:r>
        <w:t>Bravmann</w:t>
      </w:r>
      <w:proofErr w:type="spellEnd"/>
      <w:r>
        <w:t xml:space="preserve">. M.M. </w:t>
      </w:r>
      <w:r w:rsidRPr="00D86078">
        <w:rPr>
          <w:rStyle w:val="libItalicChar"/>
        </w:rPr>
        <w:t>The Spiritual Background of Early Islam.</w:t>
      </w:r>
      <w:r>
        <w:t xml:space="preserve"> Leiden: E.J. Brill, 1997.</w:t>
      </w:r>
    </w:p>
    <w:p w:rsidR="00ED3D62" w:rsidRDefault="00ED3D62" w:rsidP="00ED3D62">
      <w:pPr>
        <w:pStyle w:val="libNormal"/>
      </w:pPr>
      <w:proofErr w:type="spellStart"/>
      <w:r>
        <w:t>Brockopp</w:t>
      </w:r>
      <w:proofErr w:type="spellEnd"/>
      <w:r>
        <w:t xml:space="preserve">, Jonathan E., ed. </w:t>
      </w:r>
      <w:r w:rsidRPr="00D86078">
        <w:rPr>
          <w:rStyle w:val="libItalicChar"/>
        </w:rPr>
        <w:t xml:space="preserve">Islamic Ethics of Life: Abortion, War, and Euthanasia. </w:t>
      </w:r>
      <w:r>
        <w:t>Columbia, SC: University of South Carolina Press, 2003.</w:t>
      </w:r>
    </w:p>
    <w:p w:rsidR="00ED3D62" w:rsidRDefault="00ED3D62" w:rsidP="00ED3D62">
      <w:pPr>
        <w:pStyle w:val="libNormal"/>
      </w:pPr>
      <w:r>
        <w:t xml:space="preserve">Brown, Daniel. </w:t>
      </w:r>
      <w:r w:rsidRPr="00D86078">
        <w:rPr>
          <w:rStyle w:val="libItalicChar"/>
        </w:rPr>
        <w:t>Rethinking Tradition in Modern Islamic Thought.</w:t>
      </w:r>
      <w:r>
        <w:t xml:space="preserve"> Cambridge, UK: Cambridge University Press, 1999.</w:t>
      </w:r>
    </w:p>
    <w:p w:rsidR="00ED3D62" w:rsidRDefault="00ED3D62" w:rsidP="00ED3D62">
      <w:pPr>
        <w:pStyle w:val="libNormal"/>
      </w:pPr>
      <w:r>
        <w:t xml:space="preserve">Burrell, David B. </w:t>
      </w:r>
      <w:r w:rsidRPr="00D86078">
        <w:rPr>
          <w:rStyle w:val="libItalicChar"/>
        </w:rPr>
        <w:t>Freedom and Creation in Three Traditions.</w:t>
      </w:r>
      <w:r>
        <w:t xml:space="preserve"> Notre Dame, IN: University of Notre Dame Press, 1993.</w:t>
      </w:r>
    </w:p>
    <w:p w:rsidR="00ED3D62" w:rsidRDefault="00ED3D62" w:rsidP="00ED3D62">
      <w:pPr>
        <w:pStyle w:val="libNormal"/>
      </w:pPr>
      <w:r>
        <w:t xml:space="preserve">Burrell, David B. </w:t>
      </w:r>
      <w:r w:rsidRPr="00D86078">
        <w:rPr>
          <w:rStyle w:val="libItalicChar"/>
        </w:rPr>
        <w:t>Knowing the Unknowable God: Ibn-Sina, Maimonides, Aquinas.</w:t>
      </w:r>
      <w:r>
        <w:t xml:space="preserve"> Notre Dame, IN: University of Notre Dame Press, 1986.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lastRenderedPageBreak/>
        <w:t xml:space="preserve">Butterworth, Charles E., trans. </w:t>
      </w:r>
      <w:proofErr w:type="spellStart"/>
      <w:r w:rsidRPr="00D86078">
        <w:rPr>
          <w:rStyle w:val="libItalicChar"/>
        </w:rPr>
        <w:t>Alfarabi</w:t>
      </w:r>
      <w:proofErr w:type="spellEnd"/>
      <w:r w:rsidRPr="00D86078">
        <w:rPr>
          <w:rStyle w:val="libItalicChar"/>
        </w:rPr>
        <w:t>—The Political Writings: “Selected Aphorisms” and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Other Texts. </w:t>
      </w:r>
      <w:r w:rsidRPr="00D86078">
        <w:rPr>
          <w:rStyle w:val="libNormalChar"/>
        </w:rPr>
        <w:t>Ithaca, NY: Cornell University Press, 2001.</w:t>
      </w:r>
    </w:p>
    <w:p w:rsidR="00ED3D62" w:rsidRPr="00D86078" w:rsidRDefault="00ED3D62" w:rsidP="00ED3D62">
      <w:pPr>
        <w:rPr>
          <w:rStyle w:val="libItalicChar"/>
        </w:rPr>
      </w:pPr>
      <w:r w:rsidRPr="00D86078">
        <w:rPr>
          <w:rStyle w:val="libNormalChar"/>
        </w:rPr>
        <w:t xml:space="preserve">Butterworth, Charles, ed. </w:t>
      </w:r>
      <w:r w:rsidRPr="00D86078">
        <w:rPr>
          <w:rStyle w:val="libItalicChar"/>
        </w:rPr>
        <w:t>Averroes’ Three Commentaries on Aristotle’s “Topics,”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>“</w:t>
      </w:r>
      <w:proofErr w:type="spellStart"/>
      <w:r w:rsidRPr="00D86078">
        <w:rPr>
          <w:rStyle w:val="libItalicChar"/>
        </w:rPr>
        <w:t>Rhetorics</w:t>
      </w:r>
      <w:proofErr w:type="spellEnd"/>
      <w:r w:rsidRPr="00D86078">
        <w:rPr>
          <w:rStyle w:val="libItalicChar"/>
        </w:rPr>
        <w:t xml:space="preserve">,” and “Poetics.” </w:t>
      </w:r>
      <w:r w:rsidRPr="00D86078">
        <w:rPr>
          <w:rStyle w:val="libNormalChar"/>
        </w:rPr>
        <w:t>Albany, NY: State University of New York Press, 1971.</w:t>
      </w:r>
    </w:p>
    <w:p w:rsidR="00ED3D62" w:rsidRPr="00D86078" w:rsidRDefault="00ED3D62" w:rsidP="00ED3D62">
      <w:pPr>
        <w:rPr>
          <w:rStyle w:val="libItalicChar"/>
        </w:rPr>
      </w:pPr>
      <w:r w:rsidRPr="00D86078">
        <w:rPr>
          <w:rStyle w:val="libNormalChar"/>
        </w:rPr>
        <w:t xml:space="preserve">Butterworth, Charles E., ed. </w:t>
      </w:r>
      <w:r w:rsidRPr="00D86078">
        <w:rPr>
          <w:rStyle w:val="libItalicChar"/>
        </w:rPr>
        <w:t xml:space="preserve">The Political Aspects of Islamic Philosophy: Essays in Honor of Muhsin Mahdi. </w:t>
      </w:r>
      <w:r w:rsidRPr="00D86078">
        <w:rPr>
          <w:rStyle w:val="libNormalChar"/>
        </w:rPr>
        <w:t>Cambridge, MA: Harvard University Press, 1992.</w:t>
      </w:r>
    </w:p>
    <w:p w:rsidR="00ED3D62" w:rsidRPr="00D86078" w:rsidRDefault="00ED3D62" w:rsidP="00ED3D62">
      <w:pPr>
        <w:rPr>
          <w:rStyle w:val="libItalicChar"/>
        </w:rPr>
      </w:pPr>
      <w:r w:rsidRPr="00D86078">
        <w:rPr>
          <w:rStyle w:val="libNormalChar"/>
        </w:rPr>
        <w:t xml:space="preserve">Chittick, William C. </w:t>
      </w:r>
      <w:r w:rsidRPr="00D86078">
        <w:rPr>
          <w:rStyle w:val="libItalicChar"/>
        </w:rPr>
        <w:t xml:space="preserve">The Heart of Islamic Philosophy: The Quest for Self-Knowledge in the Teachings of </w:t>
      </w:r>
      <w:proofErr w:type="spellStart"/>
      <w:r w:rsidRPr="00D86078">
        <w:rPr>
          <w:rStyle w:val="libItalicChar"/>
        </w:rPr>
        <w:t>Afdal</w:t>
      </w:r>
      <w:proofErr w:type="spellEnd"/>
      <w:r w:rsidRPr="00D86078">
        <w:rPr>
          <w:rStyle w:val="libItalicChar"/>
        </w:rPr>
        <w:t xml:space="preserve"> al-Din Kashani. </w:t>
      </w:r>
      <w:r w:rsidRPr="00D86078">
        <w:rPr>
          <w:rStyle w:val="libNormalChar"/>
        </w:rPr>
        <w:t>Oxford, UK: Oxford University Press, 2001.</w:t>
      </w:r>
    </w:p>
    <w:p w:rsidR="00ED3D62" w:rsidRPr="00D86078" w:rsidRDefault="00ED3D62" w:rsidP="00ED3D62">
      <w:pPr>
        <w:rPr>
          <w:rStyle w:val="libItalicChar"/>
        </w:rPr>
      </w:pPr>
      <w:r w:rsidRPr="00D86078">
        <w:rPr>
          <w:rStyle w:val="libNormalChar"/>
        </w:rPr>
        <w:t xml:space="preserve">Conrad, Lawrence I., ed. </w:t>
      </w:r>
      <w:r w:rsidRPr="00D86078">
        <w:rPr>
          <w:rStyle w:val="libItalicChar"/>
        </w:rPr>
        <w:t xml:space="preserve">The World of </w:t>
      </w:r>
      <w:proofErr w:type="gramStart"/>
      <w:r w:rsidRPr="00D86078">
        <w:rPr>
          <w:rStyle w:val="libItalicChar"/>
        </w:rPr>
        <w:t>Ibn</w:t>
      </w:r>
      <w:proofErr w:type="gramEnd"/>
      <w:r w:rsidRPr="00D86078">
        <w:rPr>
          <w:rStyle w:val="libItalicChar"/>
        </w:rPr>
        <w:t xml:space="preserve"> Tufayl: Interdisciplinary Perspectives on Hayy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ibn Yaqzan. </w:t>
      </w:r>
      <w:r w:rsidRPr="00D86078">
        <w:rPr>
          <w:rStyle w:val="libNormalChar"/>
        </w:rPr>
        <w:t>Leiden: E.J. Brill, 1996.</w:t>
      </w:r>
    </w:p>
    <w:p w:rsidR="00ED3D62" w:rsidRDefault="00ED3D62" w:rsidP="00ED3D62">
      <w:pPr>
        <w:pStyle w:val="libNormal"/>
      </w:pPr>
      <w:r w:rsidRPr="00CA2CCA">
        <w:t xml:space="preserve">Cook, Michael. </w:t>
      </w:r>
      <w:r w:rsidRPr="00D86078">
        <w:rPr>
          <w:rStyle w:val="libItalicChar"/>
        </w:rPr>
        <w:t xml:space="preserve">Commanding Right and Forbidding Wrong in Islamic Thought. </w:t>
      </w:r>
      <w:r>
        <w:t>Cambridge, UK: Cambridge University Press, 2000.</w:t>
      </w:r>
    </w:p>
    <w:p w:rsidR="00ED3D62" w:rsidRDefault="00ED3D62" w:rsidP="00ED3D62">
      <w:pPr>
        <w:pStyle w:val="libNormal"/>
      </w:pPr>
      <w:r>
        <w:t xml:space="preserve">Cook, Michael. </w:t>
      </w:r>
      <w:r w:rsidRPr="00D86078">
        <w:rPr>
          <w:rStyle w:val="libItalicChar"/>
        </w:rPr>
        <w:t>Early Muslim Dogma.</w:t>
      </w:r>
      <w:r>
        <w:t xml:space="preserve"> Cambridge, UK: Cambridge University Press, 1981.</w:t>
      </w:r>
    </w:p>
    <w:p w:rsidR="00ED3D62" w:rsidRDefault="00ED3D62" w:rsidP="00ED3D62">
      <w:pPr>
        <w:pStyle w:val="libNormal"/>
      </w:pPr>
      <w:r>
        <w:t xml:space="preserve">Corbin, Henry (W.R. Trask, trans.). </w:t>
      </w:r>
      <w:r w:rsidRPr="00D86078">
        <w:rPr>
          <w:rStyle w:val="libItalicChar"/>
        </w:rPr>
        <w:t>Avicenna and the Visionary Recital.</w:t>
      </w:r>
      <w:r>
        <w:t xml:space="preserve"> New York: Pantheon Books, 1960.</w:t>
      </w:r>
    </w:p>
    <w:p w:rsidR="00ED3D62" w:rsidRDefault="00ED3D62" w:rsidP="00ED3D62">
      <w:pPr>
        <w:pStyle w:val="libNormal"/>
      </w:pPr>
      <w:r>
        <w:t>Corbin, Henry (</w:t>
      </w:r>
      <w:proofErr w:type="spellStart"/>
      <w:r>
        <w:t>Liadain</w:t>
      </w:r>
      <w:proofErr w:type="spellEnd"/>
      <w:r>
        <w:t xml:space="preserve"> Sherrard, trans.). </w:t>
      </w:r>
      <w:r w:rsidRPr="00D86078">
        <w:rPr>
          <w:rStyle w:val="libItalicChar"/>
        </w:rPr>
        <w:t>History of Islamic Philosophy.</w:t>
      </w:r>
      <w:r>
        <w:t xml:space="preserve"> London: Kegan Paul, 1993.</w:t>
      </w:r>
    </w:p>
    <w:p w:rsidR="00ED3D62" w:rsidRDefault="00ED3D62" w:rsidP="00ED3D62">
      <w:pPr>
        <w:pStyle w:val="libNormal"/>
      </w:pPr>
      <w:r>
        <w:t xml:space="preserve">Corbin, Henry. </w:t>
      </w:r>
      <w:r w:rsidRPr="00D86078">
        <w:rPr>
          <w:rStyle w:val="libItalicChar"/>
        </w:rPr>
        <w:t>The Man of Light in Iranian Sufism.</w:t>
      </w:r>
      <w:r>
        <w:t xml:space="preserve"> New Lebanon, NY: Omega Publ., 1994 ed.</w:t>
      </w:r>
    </w:p>
    <w:p w:rsidR="007D4755" w:rsidRDefault="00ED3D62" w:rsidP="00ED3D62">
      <w:pPr>
        <w:pStyle w:val="libNormal"/>
      </w:pPr>
      <w:r>
        <w:t xml:space="preserve">Corbin, Henry. </w:t>
      </w:r>
      <w:r w:rsidRPr="00D86078">
        <w:rPr>
          <w:rStyle w:val="libItalicChar"/>
        </w:rPr>
        <w:t xml:space="preserve">Temple and Contemplation (Islamic Texts and Contexts). </w:t>
      </w:r>
      <w:r>
        <w:t>New York: Columbia University Press, 1986.</w:t>
      </w:r>
    </w:p>
    <w:p w:rsidR="00ED3D62" w:rsidRDefault="00ED3D62" w:rsidP="00ED3D62">
      <w:pPr>
        <w:pStyle w:val="libNormal"/>
      </w:pPr>
      <w:r>
        <w:t xml:space="preserve">Craig, William L. </w:t>
      </w:r>
      <w:r w:rsidRPr="00D86078">
        <w:rPr>
          <w:rStyle w:val="libItalicChar"/>
        </w:rPr>
        <w:t>The Kalam Cosmological Argument.</w:t>
      </w:r>
      <w:r>
        <w:t xml:space="preserve"> New York: Harper and Row, 1979.</w:t>
      </w:r>
    </w:p>
    <w:p w:rsidR="00ED3D62" w:rsidRDefault="00ED3D62" w:rsidP="00ED3D62">
      <w:pPr>
        <w:pStyle w:val="libNormal"/>
      </w:pPr>
      <w:r>
        <w:t xml:space="preserve">Crone, Patricia and Fritz Zimmermann, eds. </w:t>
      </w:r>
      <w:r w:rsidRPr="00D86078">
        <w:rPr>
          <w:rStyle w:val="libItalicChar"/>
        </w:rPr>
        <w:t xml:space="preserve">The Epistle of Salim Ibn </w:t>
      </w:r>
      <w:proofErr w:type="spellStart"/>
      <w:r w:rsidRPr="00D86078">
        <w:rPr>
          <w:rStyle w:val="libItalicChar"/>
        </w:rPr>
        <w:t>Dhakwan</w:t>
      </w:r>
      <w:proofErr w:type="spellEnd"/>
      <w:r w:rsidRPr="00D86078">
        <w:rPr>
          <w:rStyle w:val="libItalicChar"/>
        </w:rPr>
        <w:t xml:space="preserve">. </w:t>
      </w:r>
      <w:r>
        <w:t>Oxford, UK: Oxford University Press, 2001.</w:t>
      </w:r>
    </w:p>
    <w:p w:rsidR="00ED3D62" w:rsidRDefault="00ED3D62" w:rsidP="00ED3D62">
      <w:pPr>
        <w:pStyle w:val="libNormal"/>
      </w:pPr>
      <w:proofErr w:type="spellStart"/>
      <w:r>
        <w:t>Daiber</w:t>
      </w:r>
      <w:proofErr w:type="spellEnd"/>
      <w:r>
        <w:t xml:space="preserve">, Hans. </w:t>
      </w:r>
      <w:r w:rsidRPr="00D86078">
        <w:rPr>
          <w:rStyle w:val="libItalicChar"/>
        </w:rPr>
        <w:t>Bibliography of Islamic Philosophy:</w:t>
      </w:r>
      <w:r>
        <w:t xml:space="preserve"> Leiden: E.J. Brill, 1999.</w:t>
      </w:r>
    </w:p>
    <w:p w:rsidR="00ED3D62" w:rsidRDefault="00ED3D62" w:rsidP="00ED3D62">
      <w:pPr>
        <w:pStyle w:val="libNormal"/>
      </w:pPr>
      <w:proofErr w:type="spellStart"/>
      <w:r>
        <w:t>Daftary</w:t>
      </w:r>
      <w:proofErr w:type="spellEnd"/>
      <w:r>
        <w:t xml:space="preserve">, Farhad. </w:t>
      </w:r>
      <w:r w:rsidRPr="00D86078">
        <w:rPr>
          <w:rStyle w:val="libItalicChar"/>
        </w:rPr>
        <w:t xml:space="preserve">The </w:t>
      </w:r>
      <w:proofErr w:type="spellStart"/>
      <w:proofErr w:type="gramStart"/>
      <w:r w:rsidRPr="00D86078">
        <w:rPr>
          <w:rStyle w:val="libItalicChar"/>
        </w:rPr>
        <w:t>Ismā‘</w:t>
      </w:r>
      <w:proofErr w:type="gramEnd"/>
      <w:r w:rsidRPr="00D86078">
        <w:rPr>
          <w:rStyle w:val="libItalicChar"/>
        </w:rPr>
        <w:t>īlīs</w:t>
      </w:r>
      <w:proofErr w:type="spellEnd"/>
      <w:r w:rsidRPr="00D86078">
        <w:rPr>
          <w:rStyle w:val="libItalicChar"/>
        </w:rPr>
        <w:t>: Their History and Doctrines.</w:t>
      </w:r>
      <w:r>
        <w:t xml:space="preserve"> Cambridge, UK: Cambridge University Press, 1990.</w:t>
      </w:r>
    </w:p>
    <w:p w:rsidR="00ED3D62" w:rsidRDefault="00ED3D62" w:rsidP="00ED3D62">
      <w:pPr>
        <w:pStyle w:val="libNormal"/>
      </w:pPr>
      <w:proofErr w:type="spellStart"/>
      <w:r>
        <w:t>Daftary</w:t>
      </w:r>
      <w:proofErr w:type="spellEnd"/>
      <w:r>
        <w:t xml:space="preserve">, Farhad, ed. </w:t>
      </w:r>
      <w:r w:rsidRPr="00D86078">
        <w:rPr>
          <w:rStyle w:val="libItalicChar"/>
        </w:rPr>
        <w:t xml:space="preserve">Intellectual Traditions in Islam. </w:t>
      </w:r>
      <w:r>
        <w:t>London: I.B. Tauris, 2000.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Davidson, Herbert A. </w:t>
      </w:r>
      <w:proofErr w:type="spellStart"/>
      <w:r w:rsidRPr="00D86078">
        <w:rPr>
          <w:rStyle w:val="libItalicChar"/>
        </w:rPr>
        <w:t>Alfarabi</w:t>
      </w:r>
      <w:proofErr w:type="spellEnd"/>
      <w:r w:rsidRPr="00D86078">
        <w:rPr>
          <w:rStyle w:val="libItalicChar"/>
        </w:rPr>
        <w:t xml:space="preserve">, Avicenna, and Averroes on Intellect: Their Cosmologies, Theories of </w:t>
      </w:r>
      <w:proofErr w:type="spellStart"/>
      <w:r w:rsidRPr="00D86078">
        <w:rPr>
          <w:rStyle w:val="libItalicChar"/>
        </w:rPr>
        <w:t>theActive</w:t>
      </w:r>
      <w:proofErr w:type="spellEnd"/>
      <w:r w:rsidRPr="00D86078">
        <w:rPr>
          <w:rStyle w:val="libItalicChar"/>
        </w:rPr>
        <w:t xml:space="preserve"> Intellect, and Theories of Human Intellect. </w:t>
      </w:r>
      <w:r w:rsidRPr="00D86078">
        <w:rPr>
          <w:rStyle w:val="libNormalChar"/>
        </w:rPr>
        <w:t>New York: Oxford University Press, 1992.</w:t>
      </w:r>
    </w:p>
    <w:p w:rsidR="00ED3D62" w:rsidRPr="00D86078" w:rsidRDefault="00ED3D62" w:rsidP="00ED3D62">
      <w:pPr>
        <w:rPr>
          <w:rStyle w:val="libItalicChar"/>
        </w:rPr>
      </w:pPr>
      <w:r w:rsidRPr="00D86078">
        <w:rPr>
          <w:rStyle w:val="libNormalChar"/>
        </w:rPr>
        <w:t xml:space="preserve">Dhanani, </w:t>
      </w:r>
      <w:proofErr w:type="spellStart"/>
      <w:r w:rsidRPr="00D86078">
        <w:rPr>
          <w:rStyle w:val="libNormalChar"/>
        </w:rPr>
        <w:t>Alnoor</w:t>
      </w:r>
      <w:proofErr w:type="spellEnd"/>
      <w:r w:rsidRPr="00D86078">
        <w:rPr>
          <w:rStyle w:val="libNormalChar"/>
        </w:rPr>
        <w:t xml:space="preserve">. </w:t>
      </w:r>
      <w:r w:rsidRPr="00D86078">
        <w:rPr>
          <w:rStyle w:val="libItalicChar"/>
        </w:rPr>
        <w:t xml:space="preserve">The Physical Theory of Kalam: Atoms, Space, and Void in </w:t>
      </w:r>
      <w:proofErr w:type="spellStart"/>
      <w:r w:rsidRPr="00D86078">
        <w:rPr>
          <w:rStyle w:val="libItalicChar"/>
        </w:rPr>
        <w:t>Basrian</w:t>
      </w:r>
      <w:proofErr w:type="spellEnd"/>
      <w:r w:rsidRPr="00D86078">
        <w:rPr>
          <w:rStyle w:val="libNormalChar"/>
        </w:rPr>
        <w:t xml:space="preserve"> </w:t>
      </w:r>
      <w:proofErr w:type="spellStart"/>
      <w:proofErr w:type="gramStart"/>
      <w:r w:rsidRPr="00D86078">
        <w:rPr>
          <w:rStyle w:val="libItalicChar"/>
        </w:rPr>
        <w:t>Mu‘</w:t>
      </w:r>
      <w:proofErr w:type="gramEnd"/>
      <w:r w:rsidRPr="00D86078">
        <w:rPr>
          <w:rStyle w:val="libItalicChar"/>
        </w:rPr>
        <w:t>tazili</w:t>
      </w:r>
      <w:proofErr w:type="spellEnd"/>
      <w:r w:rsidRPr="00D86078">
        <w:rPr>
          <w:rStyle w:val="libItalicChar"/>
        </w:rPr>
        <w:t xml:space="preserve"> Cosmology. </w:t>
      </w:r>
      <w:r w:rsidRPr="00D86078">
        <w:rPr>
          <w:rStyle w:val="libNormalChar"/>
        </w:rPr>
        <w:t>Leiden: E.J. Brill, 1994.</w:t>
      </w:r>
    </w:p>
    <w:p w:rsidR="00ED3D62" w:rsidRDefault="00ED3D62" w:rsidP="00ED3D62">
      <w:pPr>
        <w:pStyle w:val="libNormal"/>
      </w:pPr>
      <w:proofErr w:type="spellStart"/>
      <w:r w:rsidRPr="00CA2CCA">
        <w:t>Druart</w:t>
      </w:r>
      <w:proofErr w:type="spellEnd"/>
      <w:r w:rsidRPr="00CA2CCA">
        <w:t xml:space="preserve">, Therese-Anne, ed. </w:t>
      </w:r>
      <w:r w:rsidRPr="00D86078">
        <w:rPr>
          <w:rStyle w:val="libItalicChar"/>
        </w:rPr>
        <w:t xml:space="preserve">Arabic Philosophy and the West: Continuity and Interaction. </w:t>
      </w:r>
      <w:r>
        <w:t>Washington, DC: Center for Contemporary Arab Studies, Georgetown University, 1988.</w:t>
      </w:r>
    </w:p>
    <w:p w:rsidR="00ED3D62" w:rsidRDefault="00ED3D62" w:rsidP="00ED3D62">
      <w:pPr>
        <w:pStyle w:val="libNormal"/>
      </w:pPr>
      <w:proofErr w:type="spellStart"/>
      <w:r>
        <w:t>Fakhry</w:t>
      </w:r>
      <w:proofErr w:type="spellEnd"/>
      <w:r>
        <w:t xml:space="preserve">, Majid. </w:t>
      </w:r>
      <w:r w:rsidRPr="00D86078">
        <w:rPr>
          <w:rStyle w:val="libItalicChar"/>
        </w:rPr>
        <w:t>Al-</w:t>
      </w:r>
      <w:proofErr w:type="spellStart"/>
      <w:r w:rsidRPr="00D86078">
        <w:rPr>
          <w:rStyle w:val="libItalicChar"/>
        </w:rPr>
        <w:t>Fārābi</w:t>
      </w:r>
      <w:proofErr w:type="spellEnd"/>
      <w:r w:rsidRPr="00D86078">
        <w:rPr>
          <w:rStyle w:val="libItalicChar"/>
        </w:rPr>
        <w:t>,</w:t>
      </w:r>
      <w:r w:rsidRPr="00CA2CCA">
        <w:t xml:space="preserve"> </w:t>
      </w:r>
      <w:r w:rsidRPr="00D86078">
        <w:rPr>
          <w:rStyle w:val="libItalicChar"/>
        </w:rPr>
        <w:t>Founder of Islamic Neoplatonism.</w:t>
      </w:r>
      <w:r>
        <w:t xml:space="preserve"> Oxford, UK: </w:t>
      </w:r>
      <w:proofErr w:type="spellStart"/>
      <w:r>
        <w:t>Oneworld</w:t>
      </w:r>
      <w:proofErr w:type="spellEnd"/>
      <w:r>
        <w:t>, 2002.</w:t>
      </w:r>
    </w:p>
    <w:p w:rsidR="00ED3D62" w:rsidRDefault="00ED3D62" w:rsidP="00ED3D62">
      <w:pPr>
        <w:pStyle w:val="libNormal"/>
      </w:pPr>
      <w:proofErr w:type="spellStart"/>
      <w:r>
        <w:t>Fakhry</w:t>
      </w:r>
      <w:proofErr w:type="spellEnd"/>
      <w:r>
        <w:t xml:space="preserve">, Majid. </w:t>
      </w:r>
      <w:r w:rsidRPr="00D86078">
        <w:rPr>
          <w:rStyle w:val="libItalicChar"/>
        </w:rPr>
        <w:t xml:space="preserve">Averroes: His Life, Works, and Influence. </w:t>
      </w:r>
      <w:r>
        <w:t xml:space="preserve">Oxford, UK: </w:t>
      </w:r>
      <w:proofErr w:type="spellStart"/>
      <w:r>
        <w:t>Oneworld</w:t>
      </w:r>
      <w:proofErr w:type="spellEnd"/>
      <w:r>
        <w:t>, 2002.</w:t>
      </w:r>
    </w:p>
    <w:p w:rsidR="00ED3D62" w:rsidRDefault="00ED3D62" w:rsidP="00ED3D62">
      <w:pPr>
        <w:pStyle w:val="libNormal"/>
      </w:pPr>
      <w:proofErr w:type="spellStart"/>
      <w:r>
        <w:lastRenderedPageBreak/>
        <w:t>Fakhry</w:t>
      </w:r>
      <w:proofErr w:type="spellEnd"/>
      <w:r>
        <w:t xml:space="preserve">, Majid. </w:t>
      </w:r>
      <w:r w:rsidRPr="00D86078">
        <w:rPr>
          <w:rStyle w:val="libItalicChar"/>
        </w:rPr>
        <w:t>Ethical Theories in Islam.</w:t>
      </w:r>
      <w:r>
        <w:t xml:space="preserve"> Leiden: E.J. Brill, 1991.</w:t>
      </w:r>
    </w:p>
    <w:p w:rsidR="00ED3D62" w:rsidRDefault="00ED3D62" w:rsidP="00ED3D62">
      <w:pPr>
        <w:pStyle w:val="libNormal"/>
      </w:pPr>
      <w:proofErr w:type="spellStart"/>
      <w:r>
        <w:t>Fakhry</w:t>
      </w:r>
      <w:proofErr w:type="spellEnd"/>
      <w:r>
        <w:t xml:space="preserve">, Majid. </w:t>
      </w:r>
      <w:r w:rsidRPr="00D86078">
        <w:rPr>
          <w:rStyle w:val="libItalicChar"/>
        </w:rPr>
        <w:t>A History of Islamic Philosophy.</w:t>
      </w:r>
      <w:r w:rsidRPr="00D86078">
        <w:t xml:space="preserve"> London: Longman, 2</w:t>
      </w:r>
      <w:r w:rsidRPr="00750AA4">
        <w:t>nd</w:t>
      </w:r>
      <w:r>
        <w:t xml:space="preserve"> ed., 1983.</w:t>
      </w:r>
    </w:p>
    <w:p w:rsidR="00ED3D62" w:rsidRDefault="00ED3D62" w:rsidP="00ED3D62">
      <w:pPr>
        <w:pStyle w:val="libNormal"/>
      </w:pPr>
      <w:proofErr w:type="spellStart"/>
      <w:r>
        <w:t>Fakhry</w:t>
      </w:r>
      <w:proofErr w:type="spellEnd"/>
      <w:r>
        <w:t xml:space="preserve">, Majid. </w:t>
      </w:r>
      <w:r w:rsidRPr="00D86078">
        <w:rPr>
          <w:rStyle w:val="libItalicChar"/>
        </w:rPr>
        <w:t xml:space="preserve">Islamic Occasionalism and its Critique by Averroes and Aquinas. </w:t>
      </w:r>
      <w:r>
        <w:t>London: George Allen &amp; Unwin, 1958.</w:t>
      </w:r>
    </w:p>
    <w:p w:rsidR="00ED3D62" w:rsidRDefault="00ED3D62" w:rsidP="00ED3D62">
      <w:pPr>
        <w:pStyle w:val="libNormal"/>
      </w:pPr>
      <w:proofErr w:type="spellStart"/>
      <w:r>
        <w:t>Fakhry</w:t>
      </w:r>
      <w:proofErr w:type="spellEnd"/>
      <w:r>
        <w:t xml:space="preserve">, Majid. </w:t>
      </w:r>
      <w:r w:rsidRPr="00D86078">
        <w:rPr>
          <w:rStyle w:val="libItalicChar"/>
        </w:rPr>
        <w:t xml:space="preserve">Philosophy, Dogma, and the Impact of Greek Thought in Islam. </w:t>
      </w:r>
      <w:proofErr w:type="spellStart"/>
      <w:r>
        <w:t>Aldershot</w:t>
      </w:r>
      <w:proofErr w:type="spellEnd"/>
      <w:r>
        <w:t>: Ashgate/Variorum, 1994.</w:t>
      </w:r>
    </w:p>
    <w:p w:rsidR="00ED3D62" w:rsidRDefault="00ED3D62" w:rsidP="00ED3D62">
      <w:pPr>
        <w:pStyle w:val="libNormal"/>
      </w:pPr>
      <w:proofErr w:type="spellStart"/>
      <w:r>
        <w:t>Fakhry</w:t>
      </w:r>
      <w:proofErr w:type="spellEnd"/>
      <w:r>
        <w:t xml:space="preserve">, Majid. </w:t>
      </w:r>
      <w:r w:rsidRPr="00D86078">
        <w:rPr>
          <w:rStyle w:val="libItalicChar"/>
        </w:rPr>
        <w:t xml:space="preserve">A Short Introduction to Islamic Philosophy, Theology and Mysticism. </w:t>
      </w:r>
      <w:r>
        <w:t xml:space="preserve">Oxford, UK: </w:t>
      </w:r>
      <w:proofErr w:type="spellStart"/>
      <w:r>
        <w:t>Oneworld</w:t>
      </w:r>
      <w:proofErr w:type="spellEnd"/>
      <w:r>
        <w:t>, 1997.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>al-</w:t>
      </w:r>
      <w:proofErr w:type="spellStart"/>
      <w:r>
        <w:t>Fārābī</w:t>
      </w:r>
      <w:proofErr w:type="spellEnd"/>
      <w:r>
        <w:t xml:space="preserve">, </w:t>
      </w:r>
      <w:proofErr w:type="spellStart"/>
      <w:r>
        <w:t>Abū</w:t>
      </w:r>
      <w:proofErr w:type="spellEnd"/>
      <w:r>
        <w:t xml:space="preserve"> Nasr (Richard </w:t>
      </w:r>
      <w:proofErr w:type="spellStart"/>
      <w:r>
        <w:t>Walzer</w:t>
      </w:r>
      <w:proofErr w:type="spellEnd"/>
      <w:r>
        <w:t xml:space="preserve">, trans.). </w:t>
      </w:r>
      <w:r w:rsidRPr="00D86078">
        <w:rPr>
          <w:rStyle w:val="libItalicChar"/>
        </w:rPr>
        <w:t>On the Perfect State (</w:t>
      </w:r>
      <w:proofErr w:type="spellStart"/>
      <w:r w:rsidRPr="00D86078">
        <w:rPr>
          <w:rStyle w:val="libItalicChar"/>
        </w:rPr>
        <w:t>Mabādi</w:t>
      </w:r>
      <w:proofErr w:type="spellEnd"/>
      <w:r w:rsidRPr="00D86078">
        <w:rPr>
          <w:rStyle w:val="libItalicChar"/>
        </w:rPr>
        <w:t xml:space="preserve">’ </w:t>
      </w:r>
      <w:proofErr w:type="spellStart"/>
      <w:r w:rsidRPr="00D86078">
        <w:rPr>
          <w:rStyle w:val="libItalicChar"/>
        </w:rPr>
        <w:t>ārā</w:t>
      </w:r>
      <w:proofErr w:type="spellEnd"/>
      <w:r w:rsidRPr="00D86078">
        <w:rPr>
          <w:rStyle w:val="libItalicChar"/>
        </w:rPr>
        <w:t>’ al-</w:t>
      </w:r>
      <w:proofErr w:type="spellStart"/>
      <w:r w:rsidRPr="00D86078">
        <w:rPr>
          <w:rStyle w:val="libItalicChar"/>
        </w:rPr>
        <w:t>madīnat</w:t>
      </w:r>
      <w:proofErr w:type="spellEnd"/>
      <w:r w:rsidRPr="00D86078">
        <w:rPr>
          <w:rStyle w:val="libItalicChar"/>
        </w:rPr>
        <w:t xml:space="preserve"> al-</w:t>
      </w:r>
      <w:proofErr w:type="spellStart"/>
      <w:r w:rsidRPr="00D86078">
        <w:rPr>
          <w:rStyle w:val="libItalicChar"/>
        </w:rPr>
        <w:t>fādilah</w:t>
      </w:r>
      <w:proofErr w:type="spellEnd"/>
      <w:r w:rsidRPr="00D86078">
        <w:rPr>
          <w:rStyle w:val="libItalicChar"/>
        </w:rPr>
        <w:t xml:space="preserve">). </w:t>
      </w:r>
      <w:r w:rsidRPr="00D86078">
        <w:rPr>
          <w:rStyle w:val="libNormalChar"/>
        </w:rPr>
        <w:t>Chicago, IL: Kazi Publ., revised ed., 1998.</w:t>
      </w:r>
    </w:p>
    <w:p w:rsidR="00ED3D62" w:rsidRPr="00D86078" w:rsidRDefault="00ED3D62" w:rsidP="00ED3D62">
      <w:pPr>
        <w:rPr>
          <w:rStyle w:val="libItalicChar"/>
        </w:rPr>
      </w:pPr>
      <w:r w:rsidRPr="00D86078">
        <w:rPr>
          <w:rStyle w:val="libNormalChar"/>
        </w:rPr>
        <w:t xml:space="preserve">Firestone, Reuven. </w:t>
      </w:r>
      <w:r w:rsidRPr="00D86078">
        <w:rPr>
          <w:rStyle w:val="libItalicChar"/>
        </w:rPr>
        <w:t xml:space="preserve">Journeys in Holy Lands: The Evolution of the Abraham-Ishmael Legends in Islamic Exegesis. </w:t>
      </w:r>
      <w:r w:rsidRPr="00D86078">
        <w:rPr>
          <w:rStyle w:val="libNormalChar"/>
        </w:rPr>
        <w:t>Albany, NY: State University of New York Press, 1990.</w:t>
      </w:r>
    </w:p>
    <w:p w:rsidR="007D4755" w:rsidRDefault="00ED3D62" w:rsidP="00ED3D62">
      <w:pPr>
        <w:pStyle w:val="libNormal"/>
      </w:pPr>
      <w:r w:rsidRPr="00CA2CCA">
        <w:t xml:space="preserve">Frank, Richard M. </w:t>
      </w:r>
      <w:r w:rsidRPr="00D86078">
        <w:rPr>
          <w:rStyle w:val="libItalicChar"/>
        </w:rPr>
        <w:t xml:space="preserve">Al-Ghazali and the </w:t>
      </w:r>
      <w:proofErr w:type="spellStart"/>
      <w:proofErr w:type="gramStart"/>
      <w:r w:rsidRPr="00D86078">
        <w:rPr>
          <w:rStyle w:val="libItalicChar"/>
        </w:rPr>
        <w:t>Ash‘</w:t>
      </w:r>
      <w:proofErr w:type="gramEnd"/>
      <w:r w:rsidRPr="00D86078">
        <w:rPr>
          <w:rStyle w:val="libItalicChar"/>
        </w:rPr>
        <w:t>arite</w:t>
      </w:r>
      <w:proofErr w:type="spellEnd"/>
      <w:r w:rsidRPr="00D86078">
        <w:rPr>
          <w:rStyle w:val="libItalicChar"/>
        </w:rPr>
        <w:t xml:space="preserve"> School</w:t>
      </w:r>
      <w:r>
        <w:t>. Durham, NC: Duke University</w:t>
      </w:r>
      <w:r w:rsidR="007D4755">
        <w:t xml:space="preserve"> </w:t>
      </w:r>
      <w:r>
        <w:t>Press, 1994.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Frank, Richard M. </w:t>
      </w:r>
      <w:r w:rsidRPr="00D86078">
        <w:rPr>
          <w:rStyle w:val="libItalicChar"/>
        </w:rPr>
        <w:t xml:space="preserve">Beings and Their Attributes: The Teaching of the </w:t>
      </w:r>
      <w:proofErr w:type="spellStart"/>
      <w:r w:rsidRPr="00D86078">
        <w:rPr>
          <w:rStyle w:val="libItalicChar"/>
        </w:rPr>
        <w:t>Basrian</w:t>
      </w:r>
      <w:proofErr w:type="spellEnd"/>
      <w:r w:rsidRPr="00D86078">
        <w:rPr>
          <w:rStyle w:val="libItalicChar"/>
        </w:rPr>
        <w:t xml:space="preserve"> School of the </w:t>
      </w:r>
      <w:proofErr w:type="gramStart"/>
      <w:r w:rsidRPr="00D86078">
        <w:rPr>
          <w:rStyle w:val="libItalicChar"/>
        </w:rPr>
        <w:t>Mu‘</w:t>
      </w:r>
      <w:proofErr w:type="gramEnd"/>
      <w:r w:rsidRPr="00D86078">
        <w:rPr>
          <w:rStyle w:val="libItalicChar"/>
        </w:rPr>
        <w:t xml:space="preserve">tazila in the Classical Period. </w:t>
      </w:r>
      <w:r w:rsidRPr="00D86078">
        <w:rPr>
          <w:rStyle w:val="libNormalChar"/>
        </w:rPr>
        <w:t>Albany, NY: State University of New York Press, 1978.</w:t>
      </w:r>
    </w:p>
    <w:p w:rsidR="00ED3D62" w:rsidRDefault="00ED3D62" w:rsidP="00ED3D62">
      <w:pPr>
        <w:pStyle w:val="libNormal"/>
      </w:pPr>
      <w:proofErr w:type="spellStart"/>
      <w:r w:rsidRPr="00CA2CCA">
        <w:t>Galston</w:t>
      </w:r>
      <w:proofErr w:type="spellEnd"/>
      <w:r w:rsidRPr="00CA2CCA">
        <w:t xml:space="preserve">, Miriam. </w:t>
      </w:r>
      <w:r w:rsidRPr="00D86078">
        <w:rPr>
          <w:rStyle w:val="libItalicChar"/>
        </w:rPr>
        <w:t xml:space="preserve">Politics and Excellence: The Political Philosophy of </w:t>
      </w:r>
      <w:proofErr w:type="spellStart"/>
      <w:r w:rsidRPr="00D86078">
        <w:rPr>
          <w:rStyle w:val="libItalicChar"/>
        </w:rPr>
        <w:t>Alfarabi</w:t>
      </w:r>
      <w:proofErr w:type="spellEnd"/>
      <w:r w:rsidRPr="00D86078">
        <w:rPr>
          <w:rStyle w:val="libItalicChar"/>
        </w:rPr>
        <w:t>.</w:t>
      </w:r>
      <w:r>
        <w:t xml:space="preserve"> Princeton, </w:t>
      </w:r>
      <w:proofErr w:type="spellStart"/>
      <w:proofErr w:type="gramStart"/>
      <w:r>
        <w:t>NJ:Princeton</w:t>
      </w:r>
      <w:proofErr w:type="spellEnd"/>
      <w:proofErr w:type="gramEnd"/>
      <w:r>
        <w:t xml:space="preserve"> University Press, 1990.</w:t>
      </w:r>
    </w:p>
    <w:p w:rsidR="007D4755" w:rsidRDefault="00ED3D62" w:rsidP="00ED3D62">
      <w:pPr>
        <w:pStyle w:val="libNormal"/>
      </w:pPr>
      <w:r>
        <w:t>al-</w:t>
      </w:r>
      <w:proofErr w:type="spellStart"/>
      <w:r>
        <w:t>Ghazālī</w:t>
      </w:r>
      <w:proofErr w:type="spellEnd"/>
      <w:r>
        <w:t xml:space="preserve">, </w:t>
      </w:r>
      <w:proofErr w:type="spellStart"/>
      <w:r>
        <w:t>Abū</w:t>
      </w:r>
      <w:proofErr w:type="spellEnd"/>
      <w:r>
        <w:t xml:space="preserve"> </w:t>
      </w:r>
      <w:proofErr w:type="spellStart"/>
      <w:r>
        <w:t>Hāmid</w:t>
      </w:r>
      <w:proofErr w:type="spellEnd"/>
      <w:r>
        <w:t xml:space="preserve"> Muhammad (Richard Joseph McCarthy, trans.). </w:t>
      </w:r>
      <w:r w:rsidRPr="00D86078">
        <w:rPr>
          <w:rStyle w:val="libItalicChar"/>
        </w:rPr>
        <w:t>Deliverance from</w:t>
      </w:r>
      <w:r w:rsidRPr="00CA2CCA">
        <w:t xml:space="preserve"> </w:t>
      </w:r>
      <w:r w:rsidRPr="00D86078">
        <w:rPr>
          <w:rStyle w:val="libItalicChar"/>
        </w:rPr>
        <w:t>Error—Five Key Texts, Including His Spiritual Autobiography, al-Munqidh min al-</w:t>
      </w:r>
      <w:proofErr w:type="spellStart"/>
      <w:r w:rsidRPr="00D86078">
        <w:rPr>
          <w:rStyle w:val="libItalicChar"/>
        </w:rPr>
        <w:t>Dalal</w:t>
      </w:r>
      <w:proofErr w:type="spellEnd"/>
      <w:r w:rsidRPr="00D86078">
        <w:rPr>
          <w:rStyle w:val="libItalicChar"/>
        </w:rPr>
        <w:t>.</w:t>
      </w:r>
      <w:r w:rsidRPr="00D86078">
        <w:t xml:space="preserve"> Louisville, KY: </w:t>
      </w:r>
      <w:proofErr w:type="spellStart"/>
      <w:r w:rsidRPr="00D86078">
        <w:t>Fons</w:t>
      </w:r>
      <w:proofErr w:type="spellEnd"/>
      <w:r w:rsidRPr="00D86078">
        <w:t xml:space="preserve"> Vitae, 2</w:t>
      </w:r>
      <w:r w:rsidRPr="00750AA4">
        <w:t>nd</w:t>
      </w:r>
      <w:r>
        <w:t xml:space="preserve"> ed., 2000.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>al-</w:t>
      </w:r>
      <w:proofErr w:type="spellStart"/>
      <w:r>
        <w:t>Ghazālī</w:t>
      </w:r>
      <w:proofErr w:type="spellEnd"/>
      <w:r>
        <w:t xml:space="preserve"> (T.J. Winter, trans.). </w:t>
      </w:r>
      <w:r w:rsidRPr="00D86078">
        <w:rPr>
          <w:rStyle w:val="libItalicChar"/>
        </w:rPr>
        <w:t>Al-</w:t>
      </w:r>
      <w:proofErr w:type="spellStart"/>
      <w:r w:rsidRPr="00D86078">
        <w:rPr>
          <w:rStyle w:val="libItalicChar"/>
        </w:rPr>
        <w:t>Ghazālī</w:t>
      </w:r>
      <w:proofErr w:type="spellEnd"/>
      <w:r w:rsidRPr="00D86078">
        <w:rPr>
          <w:rStyle w:val="libItalicChar"/>
        </w:rPr>
        <w:t xml:space="preserve"> on Disciplining the Soul &amp; on Breaking the Two</w:t>
      </w:r>
      <w:r w:rsidR="007D4755">
        <w:rPr>
          <w:rStyle w:val="libItalicChar"/>
        </w:rPr>
        <w:t xml:space="preserve"> </w:t>
      </w:r>
      <w:r w:rsidRPr="00D86078">
        <w:rPr>
          <w:rStyle w:val="libItalicChar"/>
        </w:rPr>
        <w:t xml:space="preserve">Desires: Books XII and XIII of the Revival of the Religious Sciences. </w:t>
      </w:r>
      <w:r w:rsidRPr="00D86078">
        <w:rPr>
          <w:rStyle w:val="libNormalChar"/>
        </w:rPr>
        <w:t>Cambridge, UK: The</w:t>
      </w:r>
      <w:r w:rsidRPr="00D86078">
        <w:rPr>
          <w:rStyle w:val="libItalicChar"/>
        </w:rPr>
        <w:t xml:space="preserve"> </w:t>
      </w:r>
      <w:r w:rsidRPr="00D86078">
        <w:rPr>
          <w:rStyle w:val="libNormalChar"/>
        </w:rPr>
        <w:t>Islamic Texts Society, 1995.</w:t>
      </w:r>
    </w:p>
    <w:p w:rsidR="007D4755" w:rsidRDefault="00ED3D62" w:rsidP="00ED3D62">
      <w:pPr>
        <w:rPr>
          <w:rStyle w:val="libNormalChar"/>
        </w:rPr>
      </w:pPr>
      <w:r w:rsidRPr="00D86078">
        <w:rPr>
          <w:rStyle w:val="libNormalChar"/>
        </w:rPr>
        <w:t>al-</w:t>
      </w:r>
      <w:proofErr w:type="spellStart"/>
      <w:r w:rsidRPr="00D86078">
        <w:rPr>
          <w:rStyle w:val="libNormalChar"/>
        </w:rPr>
        <w:t>Ghazālī</w:t>
      </w:r>
      <w:proofErr w:type="spellEnd"/>
      <w:r w:rsidRPr="00D86078">
        <w:rPr>
          <w:rStyle w:val="libNormalChar"/>
        </w:rPr>
        <w:t xml:space="preserve">, </w:t>
      </w:r>
      <w:proofErr w:type="spellStart"/>
      <w:r w:rsidRPr="00D86078">
        <w:rPr>
          <w:rStyle w:val="libNormalChar"/>
        </w:rPr>
        <w:t>Abū</w:t>
      </w:r>
      <w:proofErr w:type="spellEnd"/>
      <w:r w:rsidRPr="00D86078">
        <w:rPr>
          <w:rStyle w:val="libNormalChar"/>
        </w:rPr>
        <w:t xml:space="preserve"> </w:t>
      </w:r>
      <w:proofErr w:type="spellStart"/>
      <w:r w:rsidRPr="00D86078">
        <w:rPr>
          <w:rStyle w:val="libNormalChar"/>
        </w:rPr>
        <w:t>Hāmid</w:t>
      </w:r>
      <w:proofErr w:type="spellEnd"/>
      <w:r w:rsidRPr="00D86078">
        <w:rPr>
          <w:rStyle w:val="libNormalChar"/>
        </w:rPr>
        <w:t xml:space="preserve"> Muhammad (David B. Burrell, trans.). </w:t>
      </w:r>
      <w:r w:rsidRPr="00D86078">
        <w:rPr>
          <w:rStyle w:val="libItalicChar"/>
        </w:rPr>
        <w:t xml:space="preserve">On Faith in Divine Unity and Trust in Divine Providence. </w:t>
      </w:r>
      <w:r w:rsidRPr="00D86078">
        <w:rPr>
          <w:rStyle w:val="libNormalChar"/>
        </w:rPr>
        <w:t xml:space="preserve">Louisville, KY: </w:t>
      </w:r>
      <w:proofErr w:type="spellStart"/>
      <w:r w:rsidRPr="00D86078">
        <w:rPr>
          <w:rStyle w:val="libNormalChar"/>
        </w:rPr>
        <w:t>Fons</w:t>
      </w:r>
      <w:proofErr w:type="spellEnd"/>
      <w:r w:rsidRPr="00D86078">
        <w:rPr>
          <w:rStyle w:val="libNormalChar"/>
        </w:rPr>
        <w:t xml:space="preserve"> Vitae, 2001.</w:t>
      </w:r>
    </w:p>
    <w:p w:rsidR="007D4755" w:rsidRDefault="00ED3D62" w:rsidP="00ED3D62">
      <w:pPr>
        <w:pStyle w:val="libNormal"/>
      </w:pPr>
      <w:r w:rsidRPr="00CA2CCA">
        <w:t>al-</w:t>
      </w:r>
      <w:proofErr w:type="spellStart"/>
      <w:r w:rsidRPr="00CA2CCA">
        <w:t>Ghazālī</w:t>
      </w:r>
      <w:proofErr w:type="spellEnd"/>
      <w:r w:rsidRPr="00CA2CCA">
        <w:t xml:space="preserve">, </w:t>
      </w:r>
      <w:proofErr w:type="spellStart"/>
      <w:r w:rsidRPr="00CA2CCA">
        <w:t>Abū</w:t>
      </w:r>
      <w:proofErr w:type="spellEnd"/>
      <w:r w:rsidRPr="00CA2CCA">
        <w:t xml:space="preserve"> </w:t>
      </w:r>
      <w:proofErr w:type="spellStart"/>
      <w:r w:rsidRPr="00CA2CCA">
        <w:t>Hāmid</w:t>
      </w:r>
      <w:proofErr w:type="spellEnd"/>
      <w:r w:rsidRPr="00CA2CCA">
        <w:t xml:space="preserve"> Muhammad (Michael E. </w:t>
      </w:r>
      <w:proofErr w:type="spellStart"/>
      <w:r w:rsidRPr="00CA2CCA">
        <w:t>Marmura</w:t>
      </w:r>
      <w:proofErr w:type="spellEnd"/>
      <w:r w:rsidRPr="00CA2CCA">
        <w:t xml:space="preserve">, trans.). </w:t>
      </w:r>
      <w:r w:rsidRPr="00D86078">
        <w:rPr>
          <w:rStyle w:val="libItalicChar"/>
        </w:rPr>
        <w:t>The Incoherence of the</w:t>
      </w:r>
      <w:r w:rsidRPr="00CA2CCA">
        <w:t xml:space="preserve"> </w:t>
      </w:r>
      <w:r w:rsidRPr="00D86078">
        <w:rPr>
          <w:rStyle w:val="libItalicChar"/>
        </w:rPr>
        <w:t>Philosophers.</w:t>
      </w:r>
      <w:r>
        <w:t xml:space="preserve"> Provo, UT: Brigham Young University Press, 2000.</w:t>
      </w:r>
    </w:p>
    <w:p w:rsidR="007D4755" w:rsidRDefault="00ED3D62" w:rsidP="00ED3D62">
      <w:pPr>
        <w:pStyle w:val="libNormal"/>
        <w:rPr>
          <w:rStyle w:val="libNormalChar"/>
        </w:rPr>
      </w:pPr>
      <w:r>
        <w:t>al-</w:t>
      </w:r>
      <w:proofErr w:type="spellStart"/>
      <w:r>
        <w:t>Ghazālī</w:t>
      </w:r>
      <w:proofErr w:type="spellEnd"/>
      <w:r>
        <w:t xml:space="preserve"> (Asaad F. Shaker, trans.). </w:t>
      </w:r>
      <w:r w:rsidRPr="00D86078">
        <w:rPr>
          <w:rStyle w:val="libItalicChar"/>
        </w:rPr>
        <w:t>Al-</w:t>
      </w:r>
      <w:proofErr w:type="spellStart"/>
      <w:r w:rsidRPr="00D86078">
        <w:rPr>
          <w:rStyle w:val="libItalicChar"/>
        </w:rPr>
        <w:t>Ghazālī</w:t>
      </w:r>
      <w:proofErr w:type="spellEnd"/>
      <w:r w:rsidRPr="00D86078">
        <w:rPr>
          <w:rStyle w:val="libItalicChar"/>
        </w:rPr>
        <w:t xml:space="preserve"> on Intention, Sincerity and Truthfulness: Book XXXVII of the Revival of the Religious Sciences. </w:t>
      </w:r>
      <w:r w:rsidRPr="00D86078">
        <w:rPr>
          <w:rStyle w:val="libNormalChar"/>
        </w:rPr>
        <w:t>Cambridge, UK: The Islamic Texts Society, forthcoming.</w:t>
      </w:r>
    </w:p>
    <w:p w:rsidR="00ED3D62" w:rsidRDefault="00ED3D62" w:rsidP="00ED3D62">
      <w:pPr>
        <w:pStyle w:val="libNormal"/>
      </w:pPr>
      <w:r w:rsidRPr="00CA2CCA">
        <w:t>al-</w:t>
      </w:r>
      <w:proofErr w:type="spellStart"/>
      <w:r w:rsidRPr="00CA2CCA">
        <w:t>Ghazālī</w:t>
      </w:r>
      <w:proofErr w:type="spellEnd"/>
      <w:r w:rsidRPr="00CA2CCA">
        <w:t xml:space="preserve"> (</w:t>
      </w:r>
      <w:proofErr w:type="spellStart"/>
      <w:r w:rsidRPr="00CA2CCA">
        <w:t>Kojiro</w:t>
      </w:r>
      <w:proofErr w:type="spellEnd"/>
      <w:r w:rsidRPr="00CA2CCA">
        <w:t xml:space="preserve"> Nakamura, trans.). </w:t>
      </w:r>
      <w:r w:rsidRPr="00D86078">
        <w:rPr>
          <w:rStyle w:val="libItalicChar"/>
        </w:rPr>
        <w:t>Al-</w:t>
      </w:r>
      <w:proofErr w:type="spellStart"/>
      <w:r w:rsidRPr="00D86078">
        <w:rPr>
          <w:rStyle w:val="libItalicChar"/>
        </w:rPr>
        <w:t>Ghazālī</w:t>
      </w:r>
      <w:proofErr w:type="spellEnd"/>
      <w:r w:rsidRPr="00D86078">
        <w:rPr>
          <w:rStyle w:val="libItalicChar"/>
        </w:rPr>
        <w:t xml:space="preserve"> on Invocations and Supplications: Book</w:t>
      </w:r>
      <w:r w:rsidRPr="00CA2CCA">
        <w:t xml:space="preserve"> </w:t>
      </w:r>
      <w:r w:rsidRPr="00D86078">
        <w:rPr>
          <w:rStyle w:val="libItalicChar"/>
        </w:rPr>
        <w:t xml:space="preserve">IX of the Revival of the Religious Sciences. </w:t>
      </w:r>
      <w:r>
        <w:t>Cambridge, UK: The Islamic Texts Society, 1990.</w:t>
      </w:r>
    </w:p>
    <w:p w:rsidR="007D4755" w:rsidRDefault="00ED3D62" w:rsidP="00ED3D62">
      <w:pPr>
        <w:pStyle w:val="libNormal"/>
      </w:pPr>
      <w:r>
        <w:t>al-</w:t>
      </w:r>
      <w:proofErr w:type="spellStart"/>
      <w:r>
        <w:t>Ghazālī</w:t>
      </w:r>
      <w:proofErr w:type="spellEnd"/>
      <w:r>
        <w:t xml:space="preserve">, </w:t>
      </w:r>
      <w:proofErr w:type="spellStart"/>
      <w:r>
        <w:t>Abū</w:t>
      </w:r>
      <w:proofErr w:type="spellEnd"/>
      <w:r>
        <w:t xml:space="preserve"> </w:t>
      </w:r>
      <w:proofErr w:type="spellStart"/>
      <w:r>
        <w:t>Hāmid</w:t>
      </w:r>
      <w:proofErr w:type="spellEnd"/>
      <w:r>
        <w:t xml:space="preserve"> Muhammad (Muhammad Abul </w:t>
      </w:r>
      <w:proofErr w:type="spellStart"/>
      <w:r>
        <w:t>Quasem</w:t>
      </w:r>
      <w:proofErr w:type="spellEnd"/>
      <w:r>
        <w:t xml:space="preserve">, trans.). </w:t>
      </w:r>
      <w:r w:rsidRPr="00D86078">
        <w:rPr>
          <w:rStyle w:val="libItalicChar"/>
        </w:rPr>
        <w:t>The Jewels of the</w:t>
      </w:r>
      <w:r w:rsidRPr="00CA2CCA">
        <w:t xml:space="preserve"> </w:t>
      </w:r>
      <w:r w:rsidRPr="00D86078">
        <w:rPr>
          <w:rStyle w:val="libItalicChar"/>
        </w:rPr>
        <w:t xml:space="preserve">Qur’ān. </w:t>
      </w:r>
      <w:r>
        <w:t>London: Kegan Paul Int’l., 1984.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>al-</w:t>
      </w:r>
      <w:proofErr w:type="spellStart"/>
      <w:r>
        <w:t>Ghazālī</w:t>
      </w:r>
      <w:proofErr w:type="spellEnd"/>
      <w:r>
        <w:t xml:space="preserve"> (Denys Johnson-Davies, trans.). </w:t>
      </w:r>
      <w:r w:rsidRPr="00D86078">
        <w:rPr>
          <w:rStyle w:val="libItalicChar"/>
        </w:rPr>
        <w:t>Al-</w:t>
      </w:r>
      <w:proofErr w:type="spellStart"/>
      <w:r w:rsidRPr="00D86078">
        <w:rPr>
          <w:rStyle w:val="libItalicChar"/>
        </w:rPr>
        <w:t>Ghazālī</w:t>
      </w:r>
      <w:proofErr w:type="spellEnd"/>
      <w:r w:rsidRPr="00D86078">
        <w:rPr>
          <w:rStyle w:val="libItalicChar"/>
        </w:rPr>
        <w:t xml:space="preserve"> on the Manners Relating to Eating: Book XI of the Revival of the Religious Sciences. </w:t>
      </w:r>
      <w:r w:rsidRPr="00D86078">
        <w:rPr>
          <w:rStyle w:val="libNormalChar"/>
        </w:rPr>
        <w:t>Cambridge, UK: The Islamic Texts Society,</w:t>
      </w:r>
      <w:r w:rsidRPr="00D86078">
        <w:rPr>
          <w:rStyle w:val="libItalicChar"/>
        </w:rPr>
        <w:t xml:space="preserve"> </w:t>
      </w:r>
      <w:r w:rsidRPr="00D86078">
        <w:rPr>
          <w:rStyle w:val="libNormalChar"/>
        </w:rPr>
        <w:t>2000.</w:t>
      </w:r>
    </w:p>
    <w:p w:rsidR="00ED3D62" w:rsidRPr="00D86078" w:rsidRDefault="00ED3D62" w:rsidP="00ED3D62">
      <w:pPr>
        <w:rPr>
          <w:rStyle w:val="libItalicChar"/>
        </w:rPr>
      </w:pPr>
      <w:r w:rsidRPr="00D86078">
        <w:rPr>
          <w:rStyle w:val="libNormalChar"/>
        </w:rPr>
        <w:lastRenderedPageBreak/>
        <w:t>al-</w:t>
      </w:r>
      <w:proofErr w:type="spellStart"/>
      <w:r w:rsidRPr="00D86078">
        <w:rPr>
          <w:rStyle w:val="libNormalChar"/>
        </w:rPr>
        <w:t>Ghazālī</w:t>
      </w:r>
      <w:proofErr w:type="spellEnd"/>
      <w:r w:rsidRPr="00D86078">
        <w:rPr>
          <w:rStyle w:val="libNormalChar"/>
        </w:rPr>
        <w:t xml:space="preserve"> (David B. Burrell and </w:t>
      </w:r>
      <w:proofErr w:type="spellStart"/>
      <w:r w:rsidRPr="00D86078">
        <w:rPr>
          <w:rStyle w:val="libNormalChar"/>
        </w:rPr>
        <w:t>Nazih</w:t>
      </w:r>
      <w:proofErr w:type="spellEnd"/>
      <w:r w:rsidRPr="00D86078">
        <w:rPr>
          <w:rStyle w:val="libNormalChar"/>
        </w:rPr>
        <w:t xml:space="preserve"> Daher, trans.). </w:t>
      </w:r>
      <w:r w:rsidRPr="00D86078">
        <w:rPr>
          <w:rStyle w:val="libItalicChar"/>
        </w:rPr>
        <w:t>Al-</w:t>
      </w:r>
      <w:proofErr w:type="spellStart"/>
      <w:r w:rsidRPr="00D86078">
        <w:rPr>
          <w:rStyle w:val="libItalicChar"/>
        </w:rPr>
        <w:t>Ghazālī</w:t>
      </w:r>
      <w:proofErr w:type="spellEnd"/>
      <w:r w:rsidRPr="00D86078">
        <w:rPr>
          <w:rStyle w:val="libItalicChar"/>
        </w:rPr>
        <w:t xml:space="preserve"> on the Ninety-nine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Beautiful Names of God. </w:t>
      </w:r>
      <w:r w:rsidRPr="00D86078">
        <w:rPr>
          <w:rStyle w:val="libNormalChar"/>
        </w:rPr>
        <w:t>Cambridge, UK: The Islamic Texts Society, 1992.</w:t>
      </w:r>
    </w:p>
    <w:p w:rsidR="007D4755" w:rsidRDefault="00ED3D62" w:rsidP="00ED3D62">
      <w:pPr>
        <w:pStyle w:val="libNormal"/>
      </w:pPr>
      <w:r w:rsidRPr="00CA2CCA">
        <w:t>al-</w:t>
      </w:r>
      <w:proofErr w:type="spellStart"/>
      <w:r w:rsidRPr="00CA2CCA">
        <w:t>Ghazālī</w:t>
      </w:r>
      <w:proofErr w:type="spellEnd"/>
      <w:r w:rsidRPr="00CA2CCA">
        <w:t xml:space="preserve"> (Henry T. Littlejohn, trans.). </w:t>
      </w:r>
      <w:r w:rsidRPr="00D86078">
        <w:rPr>
          <w:rStyle w:val="libItalicChar"/>
        </w:rPr>
        <w:t>Al-</w:t>
      </w:r>
      <w:proofErr w:type="spellStart"/>
      <w:r w:rsidRPr="00D86078">
        <w:rPr>
          <w:rStyle w:val="libItalicChar"/>
        </w:rPr>
        <w:t>Ghazālī</w:t>
      </w:r>
      <w:proofErr w:type="spellEnd"/>
      <w:r w:rsidRPr="00D86078">
        <w:rPr>
          <w:rStyle w:val="libItalicChar"/>
        </w:rPr>
        <w:t xml:space="preserve"> on Patience and Thankfulness: Book</w:t>
      </w:r>
      <w:r w:rsidRPr="00CA2CCA">
        <w:t xml:space="preserve"> </w:t>
      </w:r>
      <w:r w:rsidRPr="00D86078">
        <w:rPr>
          <w:rStyle w:val="libItalicChar"/>
        </w:rPr>
        <w:t xml:space="preserve">XXXIII of the Revival of the Religious Sciences. </w:t>
      </w:r>
      <w:r>
        <w:t>Cambridge, UK: The Islamic Texts Society, forthcoming.</w:t>
      </w:r>
    </w:p>
    <w:p w:rsidR="007D4755" w:rsidRDefault="00ED3D62" w:rsidP="00ED3D62">
      <w:pPr>
        <w:pStyle w:val="libNormal"/>
      </w:pPr>
      <w:r>
        <w:t>al-</w:t>
      </w:r>
      <w:proofErr w:type="spellStart"/>
      <w:r>
        <w:t>Ghazālī</w:t>
      </w:r>
      <w:proofErr w:type="spellEnd"/>
      <w:r>
        <w:t xml:space="preserve"> (Asaad F. Shaker, trans.). </w:t>
      </w:r>
      <w:r w:rsidRPr="00D86078">
        <w:rPr>
          <w:rStyle w:val="libItalicChar"/>
        </w:rPr>
        <w:t>Al-</w:t>
      </w:r>
      <w:proofErr w:type="spellStart"/>
      <w:r w:rsidRPr="00D86078">
        <w:rPr>
          <w:rStyle w:val="libItalicChar"/>
        </w:rPr>
        <w:t>Ghazālī</w:t>
      </w:r>
      <w:proofErr w:type="spellEnd"/>
      <w:r w:rsidRPr="00D86078">
        <w:rPr>
          <w:rStyle w:val="libItalicChar"/>
        </w:rPr>
        <w:t xml:space="preserve"> on Poverty and Abstinence: Book XXXIV</w:t>
      </w:r>
      <w:r w:rsidRPr="00CA2CCA">
        <w:t xml:space="preserve"> </w:t>
      </w:r>
      <w:r w:rsidRPr="00D86078">
        <w:rPr>
          <w:rStyle w:val="libItalicChar"/>
        </w:rPr>
        <w:t xml:space="preserve">of the Revival of the Religious Sciences. </w:t>
      </w:r>
      <w:r>
        <w:t>Cambridge, UK: The Islamic Texts Society, 2002.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>al-</w:t>
      </w:r>
      <w:proofErr w:type="spellStart"/>
      <w:r>
        <w:t>Ghazālī</w:t>
      </w:r>
      <w:proofErr w:type="spellEnd"/>
      <w:r>
        <w:t xml:space="preserve"> (T.J. Winter, trans.). </w:t>
      </w:r>
      <w:r w:rsidRPr="00D86078">
        <w:rPr>
          <w:rStyle w:val="libItalicChar"/>
        </w:rPr>
        <w:t>Al-</w:t>
      </w:r>
      <w:proofErr w:type="spellStart"/>
      <w:r w:rsidRPr="00D86078">
        <w:rPr>
          <w:rStyle w:val="libItalicChar"/>
        </w:rPr>
        <w:t>Ghazālī</w:t>
      </w:r>
      <w:proofErr w:type="spellEnd"/>
      <w:r w:rsidRPr="00D86078">
        <w:rPr>
          <w:rStyle w:val="libItalicChar"/>
        </w:rPr>
        <w:t xml:space="preserve"> on the Remembrance of Death and the Afterlife:</w:t>
      </w:r>
      <w:r w:rsidR="007D4755">
        <w:rPr>
          <w:rStyle w:val="libItalicChar"/>
        </w:rPr>
        <w:t xml:space="preserve"> </w:t>
      </w:r>
      <w:r w:rsidRPr="00D86078">
        <w:rPr>
          <w:rStyle w:val="libItalicChar"/>
        </w:rPr>
        <w:t xml:space="preserve">Book XL of the Revival of the Religious Sciences. </w:t>
      </w:r>
      <w:r w:rsidRPr="00D86078">
        <w:rPr>
          <w:rStyle w:val="libNormalChar"/>
        </w:rPr>
        <w:t>Cambridge, UK: The Islamic Texts</w:t>
      </w:r>
      <w:r w:rsidRPr="00D86078">
        <w:rPr>
          <w:rStyle w:val="libItalicChar"/>
        </w:rPr>
        <w:t xml:space="preserve"> </w:t>
      </w:r>
      <w:r w:rsidRPr="00D86078">
        <w:rPr>
          <w:rStyle w:val="libNormalChar"/>
        </w:rPr>
        <w:t>Society, 1989.</w:t>
      </w:r>
    </w:p>
    <w:p w:rsidR="00ED3D62" w:rsidRPr="00D86078" w:rsidRDefault="00ED3D62" w:rsidP="00ED3D62">
      <w:pPr>
        <w:rPr>
          <w:rStyle w:val="libItalicChar"/>
        </w:rPr>
      </w:pPr>
      <w:proofErr w:type="spellStart"/>
      <w:r w:rsidRPr="00D86078">
        <w:rPr>
          <w:rStyle w:val="libNormalChar"/>
        </w:rPr>
        <w:t>Gianotti</w:t>
      </w:r>
      <w:proofErr w:type="spellEnd"/>
      <w:r w:rsidRPr="00D86078">
        <w:rPr>
          <w:rStyle w:val="libNormalChar"/>
        </w:rPr>
        <w:t xml:space="preserve">, Timothy J. </w:t>
      </w:r>
      <w:r w:rsidRPr="00D86078">
        <w:rPr>
          <w:rStyle w:val="libItalicChar"/>
        </w:rPr>
        <w:t>Al-</w:t>
      </w:r>
      <w:proofErr w:type="spellStart"/>
      <w:r w:rsidRPr="00D86078">
        <w:rPr>
          <w:rStyle w:val="libItalicChar"/>
        </w:rPr>
        <w:t>Ghazālī’s</w:t>
      </w:r>
      <w:proofErr w:type="spellEnd"/>
      <w:r w:rsidRPr="00D86078">
        <w:rPr>
          <w:rStyle w:val="libItalicChar"/>
        </w:rPr>
        <w:t xml:space="preserve"> Unspeakable Doctrine of the Soul: Unveiling the Esoteric Psychology and Eschatology of the </w:t>
      </w:r>
      <w:proofErr w:type="spellStart"/>
      <w:r w:rsidRPr="00D86078">
        <w:rPr>
          <w:rStyle w:val="libItalicChar"/>
        </w:rPr>
        <w:t>Ihyā</w:t>
      </w:r>
      <w:proofErr w:type="spellEnd"/>
      <w:r w:rsidRPr="00D86078">
        <w:rPr>
          <w:rStyle w:val="libItalicChar"/>
        </w:rPr>
        <w:t>.’</w:t>
      </w:r>
      <w:r w:rsidR="007D4755">
        <w:rPr>
          <w:rStyle w:val="libItalicChar"/>
        </w:rPr>
        <w:t xml:space="preserve"> </w:t>
      </w:r>
      <w:r w:rsidRPr="00D86078">
        <w:rPr>
          <w:rStyle w:val="libNormalChar"/>
        </w:rPr>
        <w:t>Leiden: E.J. Brill, 2001.</w:t>
      </w:r>
    </w:p>
    <w:p w:rsidR="007D4755" w:rsidRDefault="00ED3D62" w:rsidP="00ED3D62">
      <w:pPr>
        <w:rPr>
          <w:rStyle w:val="libNormalChar"/>
        </w:rPr>
      </w:pPr>
      <w:proofErr w:type="spellStart"/>
      <w:r w:rsidRPr="00D86078">
        <w:rPr>
          <w:rStyle w:val="libNormalChar"/>
        </w:rPr>
        <w:t>Gohlman</w:t>
      </w:r>
      <w:proofErr w:type="spellEnd"/>
      <w:r w:rsidRPr="00D86078">
        <w:rPr>
          <w:rStyle w:val="libNormalChar"/>
        </w:rPr>
        <w:t xml:space="preserve">, William E., trans. </w:t>
      </w:r>
      <w:r w:rsidRPr="00D86078">
        <w:rPr>
          <w:rStyle w:val="libItalicChar"/>
        </w:rPr>
        <w:t xml:space="preserve">The Life of </w:t>
      </w:r>
      <w:proofErr w:type="gramStart"/>
      <w:r w:rsidRPr="00D86078">
        <w:rPr>
          <w:rStyle w:val="libItalicChar"/>
        </w:rPr>
        <w:t>Ibn</w:t>
      </w:r>
      <w:proofErr w:type="gramEnd"/>
      <w:r w:rsidRPr="00D86078">
        <w:rPr>
          <w:rStyle w:val="libItalicChar"/>
        </w:rPr>
        <w:t xml:space="preserve"> Sina: A Critical Edition and Annotated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Translation. </w:t>
      </w:r>
      <w:r w:rsidRPr="00D86078">
        <w:rPr>
          <w:rStyle w:val="libNormalChar"/>
        </w:rPr>
        <w:t>Albany, NY: State University of New York Press, 1974.</w:t>
      </w:r>
    </w:p>
    <w:p w:rsidR="00ED3D62" w:rsidRDefault="00ED3D62" w:rsidP="00ED3D62">
      <w:pPr>
        <w:pStyle w:val="libNormal"/>
      </w:pPr>
      <w:proofErr w:type="spellStart"/>
      <w:r w:rsidRPr="00CA2CCA">
        <w:t>Goldziher</w:t>
      </w:r>
      <w:proofErr w:type="spellEnd"/>
      <w:r w:rsidRPr="00CA2CCA">
        <w:t xml:space="preserve">, Ignaz. </w:t>
      </w:r>
      <w:r w:rsidRPr="00D86078">
        <w:rPr>
          <w:rStyle w:val="libItalicChar"/>
        </w:rPr>
        <w:t>Introduction to Islamic Theology and Law.</w:t>
      </w:r>
      <w:r>
        <w:t xml:space="preserve"> Princeton, NJ: Princeton University</w:t>
      </w:r>
      <w:r w:rsidR="007D4755">
        <w:t xml:space="preserve"> </w:t>
      </w:r>
      <w:r>
        <w:t>Press, 1981.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proofErr w:type="spellStart"/>
      <w:r>
        <w:t>Goldziher</w:t>
      </w:r>
      <w:proofErr w:type="spellEnd"/>
      <w:r>
        <w:t xml:space="preserve">, Ignaz (Wolfgang </w:t>
      </w:r>
      <w:proofErr w:type="spellStart"/>
      <w:r>
        <w:t>Behn</w:t>
      </w:r>
      <w:proofErr w:type="spellEnd"/>
      <w:r>
        <w:t xml:space="preserve">, trans.). </w:t>
      </w:r>
      <w:r w:rsidRPr="00D86078">
        <w:rPr>
          <w:rStyle w:val="libItalicChar"/>
        </w:rPr>
        <w:t xml:space="preserve">The Zahiris, Their Doctrine and Their History: A Contribution to the Study of Islamic Theology. </w:t>
      </w:r>
      <w:r w:rsidRPr="00D86078">
        <w:rPr>
          <w:rStyle w:val="libNormalChar"/>
        </w:rPr>
        <w:t>Leiden: E.J. Brill, 1971.</w:t>
      </w:r>
    </w:p>
    <w:p w:rsidR="00ED3D62" w:rsidRDefault="00ED3D62" w:rsidP="00ED3D62">
      <w:pPr>
        <w:pStyle w:val="libNormal"/>
      </w:pPr>
      <w:r w:rsidRPr="00CA2CCA">
        <w:t xml:space="preserve">Goodman, </w:t>
      </w:r>
      <w:proofErr w:type="spellStart"/>
      <w:r w:rsidRPr="00CA2CCA">
        <w:t>Lenn</w:t>
      </w:r>
      <w:proofErr w:type="spellEnd"/>
      <w:r w:rsidRPr="00CA2CCA">
        <w:t xml:space="preserve"> E. </w:t>
      </w:r>
      <w:r w:rsidRPr="00D86078">
        <w:rPr>
          <w:rStyle w:val="libItalicChar"/>
        </w:rPr>
        <w:t>Avicenna.</w:t>
      </w:r>
      <w:r>
        <w:t xml:space="preserve"> New York: Routledge, 1992.</w:t>
      </w:r>
    </w:p>
    <w:p w:rsidR="00ED3D62" w:rsidRDefault="00ED3D62" w:rsidP="00ED3D62">
      <w:pPr>
        <w:pStyle w:val="libNormal"/>
      </w:pPr>
      <w:r>
        <w:t xml:space="preserve">Goodman, </w:t>
      </w:r>
      <w:proofErr w:type="spellStart"/>
      <w:r>
        <w:t>Lenn</w:t>
      </w:r>
      <w:proofErr w:type="spellEnd"/>
      <w:r>
        <w:t xml:space="preserve"> E. </w:t>
      </w:r>
      <w:r w:rsidRPr="00D86078">
        <w:rPr>
          <w:rStyle w:val="libItalicChar"/>
        </w:rPr>
        <w:t>Islamic Humanism.</w:t>
      </w:r>
      <w:r>
        <w:t xml:space="preserve"> Oxford, UK: Oxford University Press, 2003.</w:t>
      </w:r>
    </w:p>
    <w:p w:rsidR="00ED3D62" w:rsidRDefault="00ED3D62" w:rsidP="00ED3D62">
      <w:pPr>
        <w:pStyle w:val="libNormal"/>
      </w:pPr>
      <w:r>
        <w:t xml:space="preserve">Goodman, </w:t>
      </w:r>
      <w:proofErr w:type="spellStart"/>
      <w:r>
        <w:t>Lenn</w:t>
      </w:r>
      <w:proofErr w:type="spellEnd"/>
      <w:r>
        <w:t xml:space="preserve"> E. </w:t>
      </w:r>
      <w:r w:rsidRPr="00D86078">
        <w:rPr>
          <w:rStyle w:val="libItalicChar"/>
        </w:rPr>
        <w:t xml:space="preserve">Jewish and Islamic Philosophy: Crosspollinations in the Classic Age. </w:t>
      </w:r>
      <w:r>
        <w:t>New Brunswick, NJ: Rutgers University Press, 1999.</w:t>
      </w:r>
    </w:p>
    <w:p w:rsidR="00ED3D62" w:rsidRDefault="00ED3D62" w:rsidP="00ED3D62">
      <w:pPr>
        <w:pStyle w:val="libNormal"/>
      </w:pPr>
      <w:r>
        <w:t xml:space="preserve">Graham, William A. </w:t>
      </w:r>
      <w:r w:rsidRPr="00D86078">
        <w:rPr>
          <w:rStyle w:val="libItalicChar"/>
        </w:rPr>
        <w:t>Divine Word and Prophetic Word in Early Islam</w:t>
      </w:r>
      <w:r>
        <w:t>. The Hague: Mouton, 1977.</w:t>
      </w:r>
    </w:p>
    <w:p w:rsidR="00ED3D62" w:rsidRDefault="00ED3D62" w:rsidP="00ED3D62">
      <w:pPr>
        <w:pStyle w:val="libNormal"/>
      </w:pPr>
      <w:proofErr w:type="spellStart"/>
      <w:r>
        <w:t>Gutas</w:t>
      </w:r>
      <w:proofErr w:type="spellEnd"/>
      <w:r>
        <w:t xml:space="preserve">, Dimitri. </w:t>
      </w:r>
      <w:r w:rsidRPr="00D86078">
        <w:rPr>
          <w:rStyle w:val="libItalicChar"/>
        </w:rPr>
        <w:t xml:space="preserve">Avicenna and the Aristotelian Tradition. </w:t>
      </w:r>
      <w:r>
        <w:t>Leiden: E.J. Brill, 1988.</w:t>
      </w:r>
    </w:p>
    <w:p w:rsidR="00ED3D62" w:rsidRDefault="00ED3D62" w:rsidP="00ED3D62">
      <w:pPr>
        <w:pStyle w:val="libNormal"/>
      </w:pPr>
      <w:proofErr w:type="spellStart"/>
      <w:r>
        <w:t>Gutas</w:t>
      </w:r>
      <w:proofErr w:type="spellEnd"/>
      <w:r>
        <w:t xml:space="preserve">, Dimitri. </w:t>
      </w:r>
      <w:r w:rsidRPr="00D86078">
        <w:rPr>
          <w:rStyle w:val="libItalicChar"/>
        </w:rPr>
        <w:t>Greek Philosophers in the Arabic Tradition.</w:t>
      </w:r>
      <w:r>
        <w:t xml:space="preserve"> </w:t>
      </w:r>
      <w:proofErr w:type="spellStart"/>
      <w:r>
        <w:t>Aldershot</w:t>
      </w:r>
      <w:proofErr w:type="spellEnd"/>
      <w:r>
        <w:t>: Ashgate, 2001.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proofErr w:type="spellStart"/>
      <w:r>
        <w:t>Gutas</w:t>
      </w:r>
      <w:proofErr w:type="spellEnd"/>
      <w:r>
        <w:t xml:space="preserve">, Dimitri. </w:t>
      </w:r>
      <w:r w:rsidRPr="00D86078">
        <w:rPr>
          <w:rStyle w:val="libItalicChar"/>
        </w:rPr>
        <w:t>Greek Thought, Arabic Culture: The Graeco-Arabic Translation Movement in Baghdad and Early ‘</w:t>
      </w:r>
      <w:proofErr w:type="spellStart"/>
      <w:r w:rsidRPr="00D86078">
        <w:rPr>
          <w:rStyle w:val="libItalicChar"/>
        </w:rPr>
        <w:t>Abbāsid</w:t>
      </w:r>
      <w:proofErr w:type="spellEnd"/>
      <w:r w:rsidRPr="00D86078">
        <w:rPr>
          <w:rStyle w:val="libItalicChar"/>
        </w:rPr>
        <w:t xml:space="preserve"> Society.</w:t>
      </w:r>
      <w:r w:rsidRPr="00D86078">
        <w:rPr>
          <w:rStyle w:val="libNormalChar"/>
        </w:rPr>
        <w:t xml:space="preserve"> London: Routledge, 1998.</w:t>
      </w:r>
    </w:p>
    <w:p w:rsidR="00ED3D62" w:rsidRDefault="00ED3D62" w:rsidP="00ED3D62">
      <w:pPr>
        <w:pStyle w:val="libNormal"/>
      </w:pPr>
      <w:r w:rsidRPr="00CA2CCA">
        <w:t xml:space="preserve">Haddad, Yvonne </w:t>
      </w:r>
      <w:proofErr w:type="spellStart"/>
      <w:r w:rsidRPr="00CA2CCA">
        <w:t>Yazbeck</w:t>
      </w:r>
      <w:proofErr w:type="spellEnd"/>
      <w:r w:rsidRPr="00CA2CCA">
        <w:t xml:space="preserve"> and Jane </w:t>
      </w:r>
      <w:proofErr w:type="spellStart"/>
      <w:r w:rsidRPr="00CA2CCA">
        <w:t>Idleman</w:t>
      </w:r>
      <w:proofErr w:type="spellEnd"/>
      <w:r w:rsidRPr="00CA2CCA">
        <w:t xml:space="preserve"> Smith. </w:t>
      </w:r>
      <w:r w:rsidRPr="00D86078">
        <w:rPr>
          <w:rStyle w:val="libItalicChar"/>
        </w:rPr>
        <w:t>The Islamic Understanding of Death</w:t>
      </w:r>
      <w:r w:rsidRPr="00CA2CCA">
        <w:t xml:space="preserve"> </w:t>
      </w:r>
      <w:r w:rsidRPr="00D86078">
        <w:rPr>
          <w:rStyle w:val="libItalicChar"/>
        </w:rPr>
        <w:t>and</w:t>
      </w:r>
      <w:r w:rsidRPr="00CA2CCA">
        <w:t xml:space="preserve"> </w:t>
      </w:r>
      <w:r w:rsidRPr="00D86078">
        <w:rPr>
          <w:rStyle w:val="libItalicChar"/>
        </w:rPr>
        <w:t>Resurrection.</w:t>
      </w:r>
      <w:r>
        <w:t xml:space="preserve"> Albany, NY: State University of New York Press, 1981.</w:t>
      </w:r>
    </w:p>
    <w:p w:rsidR="00ED3D62" w:rsidRDefault="00ED3D62" w:rsidP="00ED3D62">
      <w:pPr>
        <w:pStyle w:val="libNormal"/>
      </w:pPr>
      <w:r>
        <w:t xml:space="preserve">Hahn, Lewis Edwin, Randall E. </w:t>
      </w:r>
      <w:proofErr w:type="spellStart"/>
      <w:r>
        <w:t>Auxier</w:t>
      </w:r>
      <w:proofErr w:type="spellEnd"/>
      <w:r>
        <w:t xml:space="preserve"> and Lucian W. Stone, Jr., eds. </w:t>
      </w:r>
      <w:r w:rsidRPr="00D86078">
        <w:rPr>
          <w:rStyle w:val="libItalicChar"/>
        </w:rPr>
        <w:t>The Philosophy of</w:t>
      </w:r>
      <w:r w:rsidRPr="00CA2CCA">
        <w:t xml:space="preserve"> </w:t>
      </w:r>
      <w:proofErr w:type="spellStart"/>
      <w:r w:rsidRPr="00D86078">
        <w:rPr>
          <w:rStyle w:val="libItalicChar"/>
        </w:rPr>
        <w:t>Seyyed</w:t>
      </w:r>
      <w:proofErr w:type="spellEnd"/>
      <w:r w:rsidRPr="00D86078">
        <w:rPr>
          <w:rStyle w:val="libItalicChar"/>
        </w:rPr>
        <w:t xml:space="preserve"> Hossein Nasr.</w:t>
      </w:r>
      <w:r>
        <w:t xml:space="preserve"> La Salle, IL: Open Court, 2001.</w:t>
      </w:r>
    </w:p>
    <w:p w:rsidR="007D4755" w:rsidRDefault="00ED3D62" w:rsidP="00ED3D62">
      <w:pPr>
        <w:pStyle w:val="libNormal"/>
      </w:pPr>
      <w:proofErr w:type="spellStart"/>
      <w:r>
        <w:t>Hallaq</w:t>
      </w:r>
      <w:proofErr w:type="spellEnd"/>
      <w:r>
        <w:t xml:space="preserve">, Wael B., trans. </w:t>
      </w:r>
      <w:r w:rsidRPr="00D86078">
        <w:rPr>
          <w:rStyle w:val="libItalicChar"/>
        </w:rPr>
        <w:t xml:space="preserve">Ibn </w:t>
      </w:r>
      <w:proofErr w:type="spellStart"/>
      <w:r w:rsidRPr="00D86078">
        <w:rPr>
          <w:rStyle w:val="libItalicChar"/>
        </w:rPr>
        <w:t>Taymiyya</w:t>
      </w:r>
      <w:proofErr w:type="spellEnd"/>
      <w:r w:rsidRPr="00D86078">
        <w:rPr>
          <w:rStyle w:val="libItalicChar"/>
        </w:rPr>
        <w:t xml:space="preserve"> against the Greek Logicians.</w:t>
      </w:r>
      <w:r>
        <w:t xml:space="preserve"> Oxford, UK: Clarendon Press, 1993.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Hamid, Abdul Ali, ed. </w:t>
      </w:r>
      <w:r w:rsidRPr="00D86078">
        <w:rPr>
          <w:rStyle w:val="libItalicChar"/>
        </w:rPr>
        <w:t>Moral Teachings of Islam: Prophetic Traditions from Al-</w:t>
      </w:r>
      <w:proofErr w:type="spellStart"/>
      <w:r w:rsidRPr="00D86078">
        <w:rPr>
          <w:rStyle w:val="libItalicChar"/>
        </w:rPr>
        <w:t>Adab</w:t>
      </w:r>
      <w:proofErr w:type="spellEnd"/>
      <w:r w:rsidRPr="00D86078">
        <w:rPr>
          <w:rStyle w:val="libItalicChar"/>
        </w:rPr>
        <w:t xml:space="preserve"> al-</w:t>
      </w:r>
      <w:proofErr w:type="spellStart"/>
      <w:r w:rsidRPr="00D86078">
        <w:rPr>
          <w:rStyle w:val="libItalicChar"/>
        </w:rPr>
        <w:t>mufrad</w:t>
      </w:r>
      <w:proofErr w:type="spellEnd"/>
      <w:r w:rsidRPr="00D86078">
        <w:rPr>
          <w:rStyle w:val="libItalicChar"/>
        </w:rPr>
        <w:t xml:space="preserve"> by Imam al-Bukhari. </w:t>
      </w:r>
      <w:r w:rsidRPr="00D86078">
        <w:rPr>
          <w:rStyle w:val="libNormalChar"/>
        </w:rPr>
        <w:t>Lanham, MD: Rowman &amp; Littlefield, 2003.</w:t>
      </w:r>
    </w:p>
    <w:p w:rsidR="00ED3D62" w:rsidRDefault="00ED3D62" w:rsidP="00ED3D62">
      <w:pPr>
        <w:pStyle w:val="libNormal"/>
      </w:pPr>
      <w:proofErr w:type="spellStart"/>
      <w:r w:rsidRPr="00CA2CCA">
        <w:lastRenderedPageBreak/>
        <w:t>Hasse</w:t>
      </w:r>
      <w:proofErr w:type="spellEnd"/>
      <w:r w:rsidRPr="00CA2CCA">
        <w:t xml:space="preserve">, Dag Nikolaus. </w:t>
      </w:r>
      <w:r w:rsidRPr="00D86078">
        <w:rPr>
          <w:rStyle w:val="libItalicChar"/>
        </w:rPr>
        <w:t>Avicenna’s De Anima in the Latin West.</w:t>
      </w:r>
      <w:r>
        <w:t xml:space="preserve"> London: The Warburg Institute, 2000.</w:t>
      </w:r>
    </w:p>
    <w:p w:rsidR="00ED3D62" w:rsidRDefault="00ED3D62" w:rsidP="00ED3D62">
      <w:pPr>
        <w:pStyle w:val="libNormal"/>
      </w:pPr>
      <w:proofErr w:type="spellStart"/>
      <w:r>
        <w:t>Hawting</w:t>
      </w:r>
      <w:proofErr w:type="spellEnd"/>
      <w:r>
        <w:t xml:space="preserve">, G.R. </w:t>
      </w:r>
      <w:r w:rsidRPr="00D86078">
        <w:rPr>
          <w:rStyle w:val="libItalicChar"/>
        </w:rPr>
        <w:t xml:space="preserve">The Idea of Idolatry and the Emergence of Islam: From Polemic to History. </w:t>
      </w:r>
      <w:r>
        <w:t>Cambridge, UK: Cambridge University Press, 2002.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Heath, Peter. </w:t>
      </w:r>
      <w:r w:rsidRPr="00D86078">
        <w:rPr>
          <w:rStyle w:val="libItalicChar"/>
        </w:rPr>
        <w:t>Allegory and Philosophy in Avicenna: With a Translation of the Book of the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Prophet Muhammad’s Ascent to Heaven. </w:t>
      </w:r>
      <w:r w:rsidRPr="00D86078">
        <w:rPr>
          <w:rStyle w:val="libNormalChar"/>
        </w:rPr>
        <w:t>Philadelphia, PA: University of Pennsylvania Press, 1992.</w:t>
      </w:r>
    </w:p>
    <w:p w:rsidR="00ED3D62" w:rsidRPr="00D86078" w:rsidRDefault="00ED3D62" w:rsidP="00ED3D62">
      <w:pPr>
        <w:rPr>
          <w:rStyle w:val="libItalicChar"/>
        </w:rPr>
      </w:pPr>
      <w:r w:rsidRPr="00D86078">
        <w:rPr>
          <w:rStyle w:val="libNormalChar"/>
        </w:rPr>
        <w:t xml:space="preserve">Heemskerk, </w:t>
      </w:r>
      <w:proofErr w:type="spellStart"/>
      <w:r w:rsidRPr="00D86078">
        <w:rPr>
          <w:rStyle w:val="libNormalChar"/>
        </w:rPr>
        <w:t>Margaretha</w:t>
      </w:r>
      <w:proofErr w:type="spellEnd"/>
      <w:r w:rsidRPr="00D86078">
        <w:rPr>
          <w:rStyle w:val="libNormalChar"/>
        </w:rPr>
        <w:t xml:space="preserve"> T. </w:t>
      </w:r>
      <w:r w:rsidRPr="00D86078">
        <w:rPr>
          <w:rStyle w:val="libItalicChar"/>
        </w:rPr>
        <w:t xml:space="preserve">Suffering in </w:t>
      </w:r>
      <w:proofErr w:type="spellStart"/>
      <w:proofErr w:type="gramStart"/>
      <w:r w:rsidRPr="00D86078">
        <w:rPr>
          <w:rStyle w:val="libItalicChar"/>
        </w:rPr>
        <w:t>Mu‘</w:t>
      </w:r>
      <w:proofErr w:type="gramEnd"/>
      <w:r w:rsidRPr="00D86078">
        <w:rPr>
          <w:rStyle w:val="libItalicChar"/>
        </w:rPr>
        <w:t>tazilite</w:t>
      </w:r>
      <w:proofErr w:type="spellEnd"/>
      <w:r w:rsidRPr="00D86078">
        <w:rPr>
          <w:rStyle w:val="libItalicChar"/>
        </w:rPr>
        <w:t xml:space="preserve"> Theology: ‘Abd al-Jabbar’s Teaching on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Pain and Divine Justice. </w:t>
      </w:r>
      <w:r w:rsidRPr="00D86078">
        <w:rPr>
          <w:rStyle w:val="libNormalChar"/>
        </w:rPr>
        <w:t>Leiden: E.J. Brill, 2000.</w:t>
      </w:r>
    </w:p>
    <w:p w:rsidR="00ED3D62" w:rsidRDefault="00ED3D62" w:rsidP="00ED3D62">
      <w:pPr>
        <w:pStyle w:val="libNormal"/>
      </w:pPr>
      <w:r w:rsidRPr="00CA2CCA">
        <w:t xml:space="preserve">Hourani, Albert. </w:t>
      </w:r>
      <w:r w:rsidRPr="00D86078">
        <w:rPr>
          <w:rStyle w:val="libItalicChar"/>
        </w:rPr>
        <w:t>Arabic Thought in the Liberal Age: 1798-1939.</w:t>
      </w:r>
      <w:r>
        <w:t xml:space="preserve"> Cambridge, UK: Cambridge </w:t>
      </w:r>
      <w:proofErr w:type="spellStart"/>
      <w:r>
        <w:t>Cambridge</w:t>
      </w:r>
      <w:proofErr w:type="spellEnd"/>
      <w:r>
        <w:t xml:space="preserve"> University Press, 1993.</w:t>
      </w:r>
    </w:p>
    <w:p w:rsidR="00ED3D62" w:rsidRDefault="00ED3D62" w:rsidP="00ED3D62">
      <w:pPr>
        <w:pStyle w:val="libNormal"/>
      </w:pPr>
      <w:r>
        <w:t xml:space="preserve">Hourani, George F., ed. </w:t>
      </w:r>
      <w:r w:rsidRPr="00D86078">
        <w:rPr>
          <w:rStyle w:val="libItalicChar"/>
        </w:rPr>
        <w:t>Essays on Islamic Philosophy and Science.</w:t>
      </w:r>
      <w:r>
        <w:t xml:space="preserve"> Albany, NY: State University of New York Press, 1975.</w:t>
      </w:r>
    </w:p>
    <w:p w:rsidR="00ED3D62" w:rsidRDefault="00ED3D62" w:rsidP="00ED3D62">
      <w:pPr>
        <w:pStyle w:val="libNormal"/>
      </w:pPr>
      <w:r>
        <w:t xml:space="preserve">Hourani, George F. </w:t>
      </w:r>
      <w:r w:rsidRPr="00D86078">
        <w:rPr>
          <w:rStyle w:val="libItalicChar"/>
        </w:rPr>
        <w:t>Islamic Rationalism: The Ethics of ‛Abd al-</w:t>
      </w:r>
      <w:proofErr w:type="spellStart"/>
      <w:r w:rsidRPr="00D86078">
        <w:rPr>
          <w:rStyle w:val="libItalicChar"/>
        </w:rPr>
        <w:t>Jabbār</w:t>
      </w:r>
      <w:proofErr w:type="spellEnd"/>
      <w:r w:rsidRPr="00D86078">
        <w:rPr>
          <w:rStyle w:val="libItalicChar"/>
        </w:rPr>
        <w:t>.</w:t>
      </w:r>
      <w:r>
        <w:t xml:space="preserve"> Oxford, UK: Oxford University Press, 1971.</w:t>
      </w:r>
    </w:p>
    <w:p w:rsidR="00ED3D62" w:rsidRDefault="00ED3D62" w:rsidP="00ED3D62">
      <w:pPr>
        <w:pStyle w:val="libNormal"/>
      </w:pPr>
      <w:r>
        <w:t xml:space="preserve">Hourani, George F. </w:t>
      </w:r>
      <w:r w:rsidRPr="00D86078">
        <w:rPr>
          <w:rStyle w:val="libItalicChar"/>
        </w:rPr>
        <w:t>Reason and Tradition in Islamic Ethics.</w:t>
      </w:r>
      <w:r>
        <w:t xml:space="preserve"> Cambridge, UK: Cambridge University Press, 1985.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Fitzgerald, Michael Abdurrahman and </w:t>
      </w:r>
      <w:proofErr w:type="spellStart"/>
      <w:r>
        <w:t>Moulat</w:t>
      </w:r>
      <w:proofErr w:type="spellEnd"/>
      <w:r>
        <w:t xml:space="preserve"> Youssef </w:t>
      </w:r>
      <w:proofErr w:type="spellStart"/>
      <w:r>
        <w:t>Slitine</w:t>
      </w:r>
      <w:proofErr w:type="spellEnd"/>
      <w:r>
        <w:t xml:space="preserve">, trans. </w:t>
      </w:r>
      <w:r w:rsidRPr="00D86078">
        <w:rPr>
          <w:rStyle w:val="libItalicChar"/>
        </w:rPr>
        <w:t xml:space="preserve">Ibn </w:t>
      </w:r>
      <w:proofErr w:type="spellStart"/>
      <w:r w:rsidRPr="00D86078">
        <w:rPr>
          <w:rStyle w:val="libItalicChar"/>
        </w:rPr>
        <w:t>Qayyim</w:t>
      </w:r>
      <w:proofErr w:type="spellEnd"/>
      <w:r w:rsidRPr="00D86078">
        <w:rPr>
          <w:rStyle w:val="libItalicChar"/>
        </w:rPr>
        <w:t xml:space="preserve"> al-</w:t>
      </w:r>
      <w:proofErr w:type="spellStart"/>
      <w:r w:rsidRPr="00D86078">
        <w:rPr>
          <w:rStyle w:val="libItalicChar"/>
        </w:rPr>
        <w:t>Jawziyya</w:t>
      </w:r>
      <w:proofErr w:type="spellEnd"/>
      <w:r w:rsidRPr="00D86078">
        <w:rPr>
          <w:rStyle w:val="libItalicChar"/>
        </w:rPr>
        <w:t xml:space="preserve">: The Invocation of God. </w:t>
      </w:r>
      <w:r w:rsidRPr="00D86078">
        <w:rPr>
          <w:rStyle w:val="libNormalChar"/>
        </w:rPr>
        <w:t>Cambridge, UK: The Islamic Texts Society, 2000.</w:t>
      </w:r>
    </w:p>
    <w:p w:rsidR="00ED3D62" w:rsidRPr="00D86078" w:rsidRDefault="00ED3D62" w:rsidP="00ED3D62">
      <w:pPr>
        <w:rPr>
          <w:rStyle w:val="libItalicChar"/>
        </w:rPr>
      </w:pPr>
      <w:r w:rsidRPr="00D86078">
        <w:rPr>
          <w:rStyle w:val="libNormalChar"/>
        </w:rPr>
        <w:t xml:space="preserve">Ibn Rushd (Imran Ahsan Khan </w:t>
      </w:r>
      <w:proofErr w:type="spellStart"/>
      <w:r w:rsidRPr="00D86078">
        <w:rPr>
          <w:rStyle w:val="libNormalChar"/>
        </w:rPr>
        <w:t>Nyazee</w:t>
      </w:r>
      <w:proofErr w:type="spellEnd"/>
      <w:r w:rsidRPr="00D86078">
        <w:rPr>
          <w:rStyle w:val="libNormalChar"/>
        </w:rPr>
        <w:t xml:space="preserve">, trans.). </w:t>
      </w:r>
      <w:r w:rsidRPr="00D86078">
        <w:rPr>
          <w:rStyle w:val="libItalicChar"/>
        </w:rPr>
        <w:t xml:space="preserve">The Distinguished Jurist’s Primer, Vol. I. </w:t>
      </w:r>
      <w:r w:rsidRPr="00D86078">
        <w:rPr>
          <w:rStyle w:val="libNormalChar"/>
        </w:rPr>
        <w:t>Reading: Ithaca Press, 2000.</w:t>
      </w:r>
    </w:p>
    <w:p w:rsidR="00ED3D62" w:rsidRPr="00D86078" w:rsidRDefault="00ED3D62" w:rsidP="00ED3D62">
      <w:pPr>
        <w:rPr>
          <w:rStyle w:val="libItalicChar"/>
        </w:rPr>
      </w:pPr>
      <w:r w:rsidRPr="00D86078">
        <w:rPr>
          <w:rStyle w:val="libNormalChar"/>
        </w:rPr>
        <w:t xml:space="preserve">Ibn Rushd (Imran Ahsan Khan </w:t>
      </w:r>
      <w:proofErr w:type="spellStart"/>
      <w:r w:rsidRPr="00D86078">
        <w:rPr>
          <w:rStyle w:val="libNormalChar"/>
        </w:rPr>
        <w:t>Nyazee</w:t>
      </w:r>
      <w:proofErr w:type="spellEnd"/>
      <w:r w:rsidRPr="00D86078">
        <w:rPr>
          <w:rStyle w:val="libNormalChar"/>
        </w:rPr>
        <w:t xml:space="preserve">, trans.). </w:t>
      </w:r>
      <w:r w:rsidRPr="00D86078">
        <w:rPr>
          <w:rStyle w:val="libItalicChar"/>
        </w:rPr>
        <w:t xml:space="preserve">The Distinguished Jurist’s Primer, Vol. II. </w:t>
      </w:r>
      <w:r w:rsidRPr="00D86078">
        <w:rPr>
          <w:rStyle w:val="libNormalChar"/>
        </w:rPr>
        <w:t>Reading: Ithaca Press, 2000.</w:t>
      </w:r>
    </w:p>
    <w:p w:rsidR="00ED3D62" w:rsidRDefault="00ED3D62" w:rsidP="00ED3D62">
      <w:pPr>
        <w:pStyle w:val="libNormal"/>
      </w:pPr>
      <w:proofErr w:type="spellStart"/>
      <w:r w:rsidRPr="00CA2CCA">
        <w:t>Inati</w:t>
      </w:r>
      <w:proofErr w:type="spellEnd"/>
      <w:r w:rsidRPr="00CA2CCA">
        <w:t xml:space="preserve">, Shams Constantine. </w:t>
      </w:r>
      <w:r w:rsidRPr="00D86078">
        <w:rPr>
          <w:rStyle w:val="libItalicChar"/>
        </w:rPr>
        <w:t>Ibn Sina and Mysticism: Remarks and Admonitions.</w:t>
      </w:r>
      <w:r>
        <w:t xml:space="preserve"> London: Kegan Paul, 1996.</w:t>
      </w:r>
    </w:p>
    <w:p w:rsidR="00ED3D62" w:rsidRDefault="00ED3D62" w:rsidP="00ED3D62">
      <w:pPr>
        <w:pStyle w:val="libNormal"/>
      </w:pPr>
      <w:r>
        <w:t xml:space="preserve">Iqbal, Muhammad. </w:t>
      </w:r>
      <w:r w:rsidRPr="00D86078">
        <w:rPr>
          <w:rStyle w:val="libItalicChar"/>
        </w:rPr>
        <w:t>The Reconstruction of Religious Thought in Islam.</w:t>
      </w:r>
      <w:r>
        <w:t xml:space="preserve"> Oxford, UK: Oxford University Press, 1932.</w:t>
      </w:r>
    </w:p>
    <w:p w:rsidR="00ED3D62" w:rsidRDefault="00ED3D62" w:rsidP="00ED3D62">
      <w:pPr>
        <w:pStyle w:val="libNormal"/>
      </w:pPr>
      <w:proofErr w:type="spellStart"/>
      <w:r>
        <w:t>Izutsu</w:t>
      </w:r>
      <w:proofErr w:type="spellEnd"/>
      <w:r>
        <w:t xml:space="preserve">, Toshihiko. </w:t>
      </w:r>
      <w:r w:rsidRPr="00D86078">
        <w:rPr>
          <w:rStyle w:val="libItalicChar"/>
        </w:rPr>
        <w:t>Concept of Belief in Islamic Theology</w:t>
      </w:r>
      <w:r>
        <w:t>. Salem, NH: Ayer Co. Publ., 1980.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Jackson, Sherman A. </w:t>
      </w:r>
      <w:r w:rsidRPr="00D86078">
        <w:rPr>
          <w:rStyle w:val="libItalicChar"/>
        </w:rPr>
        <w:t xml:space="preserve">On the Boundaries of Theological Tolerance in Islam: </w:t>
      </w:r>
      <w:proofErr w:type="spellStart"/>
      <w:r w:rsidRPr="00D86078">
        <w:rPr>
          <w:rStyle w:val="libItalicChar"/>
        </w:rPr>
        <w:t>Abū</w:t>
      </w:r>
      <w:proofErr w:type="spellEnd"/>
      <w:r w:rsidRPr="00D86078">
        <w:rPr>
          <w:rStyle w:val="libItalicChar"/>
        </w:rPr>
        <w:t xml:space="preserve"> </w:t>
      </w:r>
      <w:proofErr w:type="spellStart"/>
      <w:r w:rsidRPr="00D86078">
        <w:rPr>
          <w:rStyle w:val="libItalicChar"/>
        </w:rPr>
        <w:t>Hāmid</w:t>
      </w:r>
      <w:proofErr w:type="spellEnd"/>
      <w:r w:rsidRPr="00D86078">
        <w:rPr>
          <w:rStyle w:val="libItalicChar"/>
        </w:rPr>
        <w:t xml:space="preserve"> al-</w:t>
      </w:r>
      <w:proofErr w:type="spellStart"/>
      <w:r w:rsidRPr="00D86078">
        <w:rPr>
          <w:rStyle w:val="libItalicChar"/>
        </w:rPr>
        <w:t>Ghazālī’s</w:t>
      </w:r>
      <w:proofErr w:type="spellEnd"/>
      <w:r w:rsidRPr="00D86078">
        <w:rPr>
          <w:rStyle w:val="libItalicChar"/>
        </w:rPr>
        <w:t xml:space="preserve"> Faysal al-</w:t>
      </w:r>
      <w:proofErr w:type="spellStart"/>
      <w:r w:rsidRPr="00D86078">
        <w:rPr>
          <w:rStyle w:val="libItalicChar"/>
        </w:rPr>
        <w:t>Tafriqa</w:t>
      </w:r>
      <w:proofErr w:type="spellEnd"/>
      <w:r w:rsidRPr="00D86078">
        <w:rPr>
          <w:rStyle w:val="libItalicChar"/>
        </w:rPr>
        <w:t xml:space="preserve">. </w:t>
      </w:r>
      <w:r w:rsidRPr="00D86078">
        <w:rPr>
          <w:rStyle w:val="libNormalChar"/>
        </w:rPr>
        <w:t>Oxford, UK: Oxford University Press, 2002.</w:t>
      </w:r>
    </w:p>
    <w:p w:rsidR="00ED3D62" w:rsidRDefault="00ED3D62" w:rsidP="00ED3D62">
      <w:pPr>
        <w:pStyle w:val="libNormal"/>
      </w:pPr>
      <w:proofErr w:type="spellStart"/>
      <w:r w:rsidRPr="00CA2CCA">
        <w:t>Kelsay</w:t>
      </w:r>
      <w:proofErr w:type="spellEnd"/>
      <w:r w:rsidRPr="00CA2CCA">
        <w:t xml:space="preserve">, John. </w:t>
      </w:r>
      <w:r w:rsidRPr="00D86078">
        <w:rPr>
          <w:rStyle w:val="libItalicChar"/>
        </w:rPr>
        <w:t>Islam and War: The Gulf War and Beyond—A Study in Comparative Ethics.</w:t>
      </w:r>
      <w:r>
        <w:t xml:space="preserve"> Louisville, KY: Westminster John Knox Press, 1993.</w:t>
      </w:r>
    </w:p>
    <w:p w:rsidR="00ED3D62" w:rsidRDefault="00ED3D62" w:rsidP="00ED3D62">
      <w:pPr>
        <w:pStyle w:val="libNormal"/>
      </w:pPr>
      <w:proofErr w:type="spellStart"/>
      <w:r>
        <w:t>Kelsay</w:t>
      </w:r>
      <w:proofErr w:type="spellEnd"/>
      <w:r>
        <w:t xml:space="preserve">, John and James Turner Johnson, eds. </w:t>
      </w:r>
      <w:r w:rsidRPr="00D86078">
        <w:rPr>
          <w:rStyle w:val="libItalicChar"/>
        </w:rPr>
        <w:t>Just War and Jihad: Historical and Theoretical</w:t>
      </w:r>
      <w:r w:rsidRPr="00CA2CCA">
        <w:t xml:space="preserve"> </w:t>
      </w:r>
      <w:r w:rsidRPr="00D86078">
        <w:rPr>
          <w:rStyle w:val="libItalicChar"/>
        </w:rPr>
        <w:t xml:space="preserve">Perspectives on War and Peace in Western and Islamic Traditions. </w:t>
      </w:r>
      <w:r>
        <w:t>Westport, CT: Greenwood Publ. Group, 1991.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Kemal, Salim. </w:t>
      </w:r>
      <w:r w:rsidRPr="00D86078">
        <w:rPr>
          <w:rStyle w:val="libItalicChar"/>
        </w:rPr>
        <w:t xml:space="preserve">The Philosophical Poetics of </w:t>
      </w:r>
      <w:proofErr w:type="spellStart"/>
      <w:r w:rsidRPr="00D86078">
        <w:rPr>
          <w:rStyle w:val="libItalicChar"/>
        </w:rPr>
        <w:t>Alfarabi</w:t>
      </w:r>
      <w:proofErr w:type="spellEnd"/>
      <w:r w:rsidRPr="00D86078">
        <w:rPr>
          <w:rStyle w:val="libItalicChar"/>
        </w:rPr>
        <w:t>, Avicenna, and Averroes: The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Aristotelian Reception. </w:t>
      </w:r>
      <w:r w:rsidRPr="00D86078">
        <w:rPr>
          <w:rStyle w:val="libNormalChar"/>
        </w:rPr>
        <w:t xml:space="preserve">New York: </w:t>
      </w:r>
      <w:proofErr w:type="spellStart"/>
      <w:r w:rsidRPr="00D86078">
        <w:rPr>
          <w:rStyle w:val="libNormalChar"/>
        </w:rPr>
        <w:t>RoutledgeCurzon</w:t>
      </w:r>
      <w:proofErr w:type="spellEnd"/>
      <w:r w:rsidRPr="00D86078">
        <w:rPr>
          <w:rStyle w:val="libNormalChar"/>
        </w:rPr>
        <w:t>, 2003.</w:t>
      </w:r>
    </w:p>
    <w:p w:rsidR="00ED3D62" w:rsidRDefault="00ED3D62" w:rsidP="00ED3D62">
      <w:pPr>
        <w:pStyle w:val="libNormal"/>
      </w:pPr>
      <w:r w:rsidRPr="00CA2CCA">
        <w:t xml:space="preserve">Kemal, Salim. </w:t>
      </w:r>
      <w:r w:rsidRPr="00D86078">
        <w:rPr>
          <w:rStyle w:val="libItalicChar"/>
        </w:rPr>
        <w:t xml:space="preserve">The Poetics of </w:t>
      </w:r>
      <w:proofErr w:type="spellStart"/>
      <w:r w:rsidRPr="00D86078">
        <w:rPr>
          <w:rStyle w:val="libItalicChar"/>
        </w:rPr>
        <w:t>Alfarabi</w:t>
      </w:r>
      <w:proofErr w:type="spellEnd"/>
      <w:r w:rsidRPr="00D86078">
        <w:rPr>
          <w:rStyle w:val="libItalicChar"/>
        </w:rPr>
        <w:t xml:space="preserve"> and Avicenna.</w:t>
      </w:r>
      <w:r>
        <w:t xml:space="preserve"> Leiden: E.J. Brill, 1991.</w:t>
      </w:r>
    </w:p>
    <w:p w:rsidR="00ED3D62" w:rsidRDefault="00ED3D62" w:rsidP="00ED3D62">
      <w:pPr>
        <w:pStyle w:val="libNormal"/>
      </w:pPr>
      <w:r>
        <w:t xml:space="preserve">Kennedy-Day, Kiki. </w:t>
      </w:r>
      <w:r w:rsidRPr="00D86078">
        <w:rPr>
          <w:rStyle w:val="libItalicChar"/>
        </w:rPr>
        <w:t xml:space="preserve">Books of Definition in Islamic Philosophy: The Limits of Words. </w:t>
      </w:r>
      <w:r>
        <w:t xml:space="preserve">London: </w:t>
      </w:r>
      <w:proofErr w:type="spellStart"/>
      <w:r>
        <w:t>RoutledgeCurzon</w:t>
      </w:r>
      <w:proofErr w:type="spellEnd"/>
      <w:r>
        <w:t>, 2003.</w:t>
      </w:r>
    </w:p>
    <w:p w:rsidR="00ED3D62" w:rsidRDefault="00ED3D62" w:rsidP="00ED3D62">
      <w:pPr>
        <w:pStyle w:val="libNormal"/>
      </w:pPr>
      <w:proofErr w:type="spellStart"/>
      <w:r>
        <w:t>Kindī</w:t>
      </w:r>
      <w:proofErr w:type="spellEnd"/>
      <w:r>
        <w:t xml:space="preserve">, </w:t>
      </w:r>
      <w:proofErr w:type="spellStart"/>
      <w:r>
        <w:t>Abū</w:t>
      </w:r>
      <w:proofErr w:type="spellEnd"/>
      <w:r>
        <w:t xml:space="preserve"> </w:t>
      </w:r>
      <w:proofErr w:type="spellStart"/>
      <w:r>
        <w:t>Yūsuf</w:t>
      </w:r>
      <w:proofErr w:type="spellEnd"/>
      <w:r>
        <w:t xml:space="preserve"> </w:t>
      </w:r>
      <w:proofErr w:type="spellStart"/>
      <w:proofErr w:type="gramStart"/>
      <w:r>
        <w:t>Ya‘</w:t>
      </w:r>
      <w:proofErr w:type="gramEnd"/>
      <w:r>
        <w:t>qūb</w:t>
      </w:r>
      <w:proofErr w:type="spellEnd"/>
      <w:r>
        <w:t xml:space="preserve"> (Alfred </w:t>
      </w:r>
      <w:proofErr w:type="spellStart"/>
      <w:r>
        <w:t>Ivry</w:t>
      </w:r>
      <w:proofErr w:type="spellEnd"/>
      <w:r>
        <w:t xml:space="preserve">, trans.). </w:t>
      </w:r>
      <w:r w:rsidRPr="00D86078">
        <w:rPr>
          <w:rStyle w:val="libItalicChar"/>
        </w:rPr>
        <w:t>On First Philosophy.</w:t>
      </w:r>
      <w:r>
        <w:t xml:space="preserve"> Albany, NY: State University of New York Press, 1974.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proofErr w:type="spellStart"/>
      <w:r>
        <w:lastRenderedPageBreak/>
        <w:t>Knysh</w:t>
      </w:r>
      <w:proofErr w:type="spellEnd"/>
      <w:r>
        <w:t xml:space="preserve">, Alexander D. </w:t>
      </w:r>
      <w:r w:rsidRPr="00D86078">
        <w:rPr>
          <w:rStyle w:val="libItalicChar"/>
        </w:rPr>
        <w:t xml:space="preserve">Ibn ‘Arabi and the Later Islamic Tradition: The Making of a Polemical Image in Medieval Islam. </w:t>
      </w:r>
      <w:r w:rsidRPr="00D86078">
        <w:rPr>
          <w:rStyle w:val="libNormalChar"/>
        </w:rPr>
        <w:t>Albany, NY: State University of New York Press, 1998.</w:t>
      </w:r>
    </w:p>
    <w:p w:rsidR="00ED3D62" w:rsidRDefault="00ED3D62" w:rsidP="00ED3D62">
      <w:pPr>
        <w:pStyle w:val="libNormal"/>
      </w:pPr>
      <w:r w:rsidRPr="00CA2CCA">
        <w:t xml:space="preserve">Kogan, Barry S. </w:t>
      </w:r>
      <w:r w:rsidRPr="00D86078">
        <w:rPr>
          <w:rStyle w:val="libItalicChar"/>
        </w:rPr>
        <w:t>Averroes and the Metaphysics of Causation.</w:t>
      </w:r>
      <w:r>
        <w:t xml:space="preserve"> Albany, NY: State University of New York Press, 1985.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Kraemer, Joel L. </w:t>
      </w:r>
      <w:r w:rsidRPr="00D86078">
        <w:rPr>
          <w:rStyle w:val="libItalicChar"/>
        </w:rPr>
        <w:t xml:space="preserve">Philosophy in the Renaissance of Islam: </w:t>
      </w:r>
      <w:proofErr w:type="spellStart"/>
      <w:r w:rsidRPr="00D86078">
        <w:rPr>
          <w:rStyle w:val="libItalicChar"/>
        </w:rPr>
        <w:t>Abū</w:t>
      </w:r>
      <w:proofErr w:type="spellEnd"/>
      <w:r w:rsidRPr="00D86078">
        <w:rPr>
          <w:rStyle w:val="libItalicChar"/>
        </w:rPr>
        <w:t xml:space="preserve"> </w:t>
      </w:r>
      <w:proofErr w:type="spellStart"/>
      <w:r w:rsidRPr="00D86078">
        <w:rPr>
          <w:rStyle w:val="libItalicChar"/>
        </w:rPr>
        <w:t>Sulaymān</w:t>
      </w:r>
      <w:proofErr w:type="spellEnd"/>
      <w:r w:rsidRPr="00D86078">
        <w:rPr>
          <w:rStyle w:val="libItalicChar"/>
        </w:rPr>
        <w:t xml:space="preserve"> al-</w:t>
      </w:r>
      <w:proofErr w:type="spellStart"/>
      <w:r w:rsidRPr="00D86078">
        <w:rPr>
          <w:rStyle w:val="libItalicChar"/>
        </w:rPr>
        <w:t>Sijistānī</w:t>
      </w:r>
      <w:proofErr w:type="spellEnd"/>
      <w:r w:rsidRPr="00D86078">
        <w:rPr>
          <w:rStyle w:val="libItalicChar"/>
        </w:rPr>
        <w:t xml:space="preserve"> and his Circle. </w:t>
      </w:r>
      <w:r w:rsidRPr="00D86078">
        <w:rPr>
          <w:rStyle w:val="libNormalChar"/>
        </w:rPr>
        <w:t>Leiden: E.J. Brill, 1986.</w:t>
      </w:r>
    </w:p>
    <w:p w:rsidR="00ED3D62" w:rsidRPr="00D86078" w:rsidRDefault="00ED3D62" w:rsidP="00ED3D62">
      <w:pPr>
        <w:rPr>
          <w:rStyle w:val="libItalicChar"/>
        </w:rPr>
      </w:pPr>
      <w:r w:rsidRPr="00D86078">
        <w:rPr>
          <w:rStyle w:val="libNormalChar"/>
        </w:rPr>
        <w:t xml:space="preserve">Lawrence, Bruce B., ed. </w:t>
      </w:r>
      <w:r w:rsidRPr="00D86078">
        <w:rPr>
          <w:rStyle w:val="libItalicChar"/>
        </w:rPr>
        <w:t>The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Rose and the Rock: Mystical and Rational Elements in the Intellectual History of South Asian Islam. </w:t>
      </w:r>
      <w:r w:rsidRPr="00D86078">
        <w:rPr>
          <w:rStyle w:val="libNormalChar"/>
        </w:rPr>
        <w:t>Durham, NC: Duke University Comparative Program in Comparative Studies on Southern Asia, 1979.</w:t>
      </w:r>
    </w:p>
    <w:p w:rsidR="00ED3D62" w:rsidRDefault="00ED3D62" w:rsidP="00ED3D62">
      <w:pPr>
        <w:pStyle w:val="libNormal"/>
      </w:pPr>
      <w:proofErr w:type="spellStart"/>
      <w:r w:rsidRPr="00CA2CCA">
        <w:t>Leaman</w:t>
      </w:r>
      <w:proofErr w:type="spellEnd"/>
      <w:r w:rsidRPr="00CA2CCA">
        <w:t xml:space="preserve">, Oliver. </w:t>
      </w:r>
      <w:r w:rsidRPr="00D86078">
        <w:rPr>
          <w:rStyle w:val="libItalicChar"/>
        </w:rPr>
        <w:t>Averroes and His Philosophy.</w:t>
      </w:r>
      <w:r>
        <w:t xml:space="preserve"> Oxford, UK: Clarendon Press, 1997.</w:t>
      </w:r>
    </w:p>
    <w:p w:rsidR="00ED3D62" w:rsidRDefault="00ED3D62" w:rsidP="00ED3D62">
      <w:pPr>
        <w:pStyle w:val="libNormal"/>
      </w:pPr>
      <w:proofErr w:type="spellStart"/>
      <w:r>
        <w:t>Leaman</w:t>
      </w:r>
      <w:proofErr w:type="spellEnd"/>
      <w:r>
        <w:t>, Oliver</w:t>
      </w:r>
      <w:r w:rsidRPr="00D86078">
        <w:rPr>
          <w:rStyle w:val="libItalicChar"/>
        </w:rPr>
        <w:t>. A Brief Introduction to Islamic Philosophy.</w:t>
      </w:r>
      <w:r>
        <w:t xml:space="preserve"> Malden, MA: Blackwell, 1999.</w:t>
      </w:r>
    </w:p>
    <w:p w:rsidR="00ED3D62" w:rsidRDefault="00ED3D62" w:rsidP="00ED3D62">
      <w:pPr>
        <w:pStyle w:val="libNormal"/>
      </w:pPr>
      <w:proofErr w:type="spellStart"/>
      <w:r>
        <w:t>Leaman</w:t>
      </w:r>
      <w:proofErr w:type="spellEnd"/>
      <w:r>
        <w:t xml:space="preserve">, Oliver. </w:t>
      </w:r>
      <w:r w:rsidRPr="00D86078">
        <w:rPr>
          <w:rStyle w:val="libItalicChar"/>
        </w:rPr>
        <w:t>An Introduction to Classical Islamic Philosophy.</w:t>
      </w:r>
      <w:r w:rsidRPr="00D86078">
        <w:t xml:space="preserve"> Cambridge, UK: Cambridge University Press, 2</w:t>
      </w:r>
      <w:r w:rsidRPr="00750AA4">
        <w:t>nd</w:t>
      </w:r>
      <w:r>
        <w:t xml:space="preserve"> ed., 2001.</w:t>
      </w:r>
    </w:p>
    <w:p w:rsidR="00ED3D62" w:rsidRDefault="00ED3D62" w:rsidP="00ED3D62">
      <w:pPr>
        <w:pStyle w:val="libNormal"/>
      </w:pPr>
      <w:r>
        <w:t xml:space="preserve">Mahdi, Muhsin. </w:t>
      </w:r>
      <w:proofErr w:type="spellStart"/>
      <w:r w:rsidRPr="00D86078">
        <w:rPr>
          <w:rStyle w:val="libItalicChar"/>
        </w:rPr>
        <w:t>Alfarabi</w:t>
      </w:r>
      <w:proofErr w:type="spellEnd"/>
      <w:r w:rsidRPr="00D86078">
        <w:rPr>
          <w:rStyle w:val="libItalicChar"/>
        </w:rPr>
        <w:t xml:space="preserve"> and the Foundation of Islamic Political Philosophy. </w:t>
      </w:r>
      <w:r>
        <w:t>Chicago, IL: University of Chicago Press, 2001.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proofErr w:type="spellStart"/>
      <w:r>
        <w:t>Marmura</w:t>
      </w:r>
      <w:proofErr w:type="spellEnd"/>
      <w:r>
        <w:t xml:space="preserve">, Michael E., ed. </w:t>
      </w:r>
      <w:r w:rsidRPr="00D86078">
        <w:rPr>
          <w:rStyle w:val="libItalicChar"/>
        </w:rPr>
        <w:t>Islamic Theology and Philosophy: Studies in Honor of George F.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Hourani. </w:t>
      </w:r>
      <w:r w:rsidRPr="00D86078">
        <w:rPr>
          <w:rStyle w:val="libNormalChar"/>
        </w:rPr>
        <w:t>Albany, NY: State University of New York Press, 1984.</w:t>
      </w:r>
    </w:p>
    <w:p w:rsidR="00ED3D62" w:rsidRPr="00D86078" w:rsidRDefault="00ED3D62" w:rsidP="00ED3D62">
      <w:pPr>
        <w:rPr>
          <w:rStyle w:val="libItalicChar"/>
        </w:rPr>
      </w:pPr>
      <w:r w:rsidRPr="00D86078">
        <w:rPr>
          <w:rStyle w:val="libNormalChar"/>
        </w:rPr>
        <w:t xml:space="preserve">Martin, Richard C. and Mark R. Woodward (with </w:t>
      </w:r>
      <w:proofErr w:type="spellStart"/>
      <w:r w:rsidRPr="00D86078">
        <w:rPr>
          <w:rStyle w:val="libNormalChar"/>
        </w:rPr>
        <w:t>Dwi</w:t>
      </w:r>
      <w:proofErr w:type="spellEnd"/>
      <w:r w:rsidRPr="00D86078">
        <w:rPr>
          <w:rStyle w:val="libNormalChar"/>
        </w:rPr>
        <w:t xml:space="preserve"> S. </w:t>
      </w:r>
      <w:proofErr w:type="spellStart"/>
      <w:r w:rsidRPr="00D86078">
        <w:rPr>
          <w:rStyle w:val="libNormalChar"/>
        </w:rPr>
        <w:t>Atmaja</w:t>
      </w:r>
      <w:proofErr w:type="spellEnd"/>
      <w:r w:rsidRPr="00D86078">
        <w:rPr>
          <w:rStyle w:val="libNormalChar"/>
        </w:rPr>
        <w:t xml:space="preserve">). </w:t>
      </w:r>
      <w:r w:rsidRPr="00D86078">
        <w:rPr>
          <w:rStyle w:val="libItalicChar"/>
        </w:rPr>
        <w:t>Defenders of Reason in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Islam: </w:t>
      </w:r>
      <w:proofErr w:type="spellStart"/>
      <w:proofErr w:type="gramStart"/>
      <w:r w:rsidRPr="00D86078">
        <w:rPr>
          <w:rStyle w:val="libItalicChar"/>
        </w:rPr>
        <w:t>Mu‘</w:t>
      </w:r>
      <w:proofErr w:type="gramEnd"/>
      <w:r w:rsidRPr="00D86078">
        <w:rPr>
          <w:rStyle w:val="libItalicChar"/>
        </w:rPr>
        <w:t>tazilism</w:t>
      </w:r>
      <w:proofErr w:type="spellEnd"/>
      <w:r w:rsidRPr="00D86078">
        <w:rPr>
          <w:rStyle w:val="libItalicChar"/>
        </w:rPr>
        <w:t xml:space="preserve"> from Medieval School to Modern Symbol. </w:t>
      </w:r>
      <w:r w:rsidRPr="00D86078">
        <w:rPr>
          <w:rStyle w:val="libNormalChar"/>
        </w:rPr>
        <w:t xml:space="preserve">Oxford, UK: </w:t>
      </w:r>
      <w:proofErr w:type="spellStart"/>
      <w:r w:rsidRPr="00D86078">
        <w:rPr>
          <w:rStyle w:val="libNormalChar"/>
        </w:rPr>
        <w:t>Oneworld</w:t>
      </w:r>
      <w:proofErr w:type="spellEnd"/>
      <w:r w:rsidRPr="00D86078">
        <w:rPr>
          <w:rStyle w:val="libNormalChar"/>
        </w:rPr>
        <w:t>, 1997.</w:t>
      </w:r>
    </w:p>
    <w:p w:rsidR="00ED3D62" w:rsidRPr="00D86078" w:rsidRDefault="00ED3D62" w:rsidP="00ED3D62">
      <w:pPr>
        <w:rPr>
          <w:rStyle w:val="libItalicChar"/>
        </w:rPr>
      </w:pPr>
      <w:proofErr w:type="spellStart"/>
      <w:r w:rsidRPr="00D86078">
        <w:rPr>
          <w:rStyle w:val="libNormalChar"/>
        </w:rPr>
        <w:t>Mashita</w:t>
      </w:r>
      <w:proofErr w:type="spellEnd"/>
      <w:r w:rsidRPr="00D86078">
        <w:rPr>
          <w:rStyle w:val="libNormalChar"/>
        </w:rPr>
        <w:t xml:space="preserve">, Hiroyuki, ed. </w:t>
      </w:r>
      <w:r w:rsidRPr="00D86078">
        <w:rPr>
          <w:rStyle w:val="libItalicChar"/>
        </w:rPr>
        <w:t>Theology, Ethics and Metaphysics: Royal Asiatic Society Classics of Islam,</w:t>
      </w:r>
      <w:r w:rsidRPr="00D86078">
        <w:rPr>
          <w:rStyle w:val="libNormalChar"/>
        </w:rPr>
        <w:t xml:space="preserve">5 Vols. London: </w:t>
      </w:r>
      <w:proofErr w:type="spellStart"/>
      <w:r w:rsidRPr="00D86078">
        <w:rPr>
          <w:rStyle w:val="libNormalChar"/>
        </w:rPr>
        <w:t>RoutledgeCurzon</w:t>
      </w:r>
      <w:proofErr w:type="spellEnd"/>
      <w:r w:rsidRPr="00D86078">
        <w:rPr>
          <w:rStyle w:val="libNormalChar"/>
        </w:rPr>
        <w:t>, 2003.</w:t>
      </w:r>
    </w:p>
    <w:p w:rsidR="00ED3D62" w:rsidRPr="00D86078" w:rsidRDefault="00ED3D62" w:rsidP="00ED3D62">
      <w:pPr>
        <w:rPr>
          <w:rStyle w:val="libItalicChar"/>
        </w:rPr>
      </w:pPr>
      <w:proofErr w:type="spellStart"/>
      <w:r w:rsidRPr="00D86078">
        <w:rPr>
          <w:rStyle w:val="libNormalChar"/>
        </w:rPr>
        <w:t>Mitha</w:t>
      </w:r>
      <w:proofErr w:type="spellEnd"/>
      <w:r w:rsidRPr="00D86078">
        <w:rPr>
          <w:rStyle w:val="libNormalChar"/>
        </w:rPr>
        <w:t xml:space="preserve">, Farouk. </w:t>
      </w:r>
      <w:r w:rsidRPr="00D86078">
        <w:rPr>
          <w:rStyle w:val="libItalicChar"/>
        </w:rPr>
        <w:t>Al-</w:t>
      </w:r>
      <w:proofErr w:type="spellStart"/>
      <w:r w:rsidRPr="00D86078">
        <w:rPr>
          <w:rStyle w:val="libItalicChar"/>
        </w:rPr>
        <w:t>Ghazālī</w:t>
      </w:r>
      <w:proofErr w:type="spellEnd"/>
      <w:r w:rsidRPr="00D86078">
        <w:rPr>
          <w:rStyle w:val="libItalicChar"/>
        </w:rPr>
        <w:t xml:space="preserve"> and the Ismailis: A Debate on Reason and Authority in Medieval Islam. </w:t>
      </w:r>
      <w:r w:rsidRPr="00D86078">
        <w:rPr>
          <w:rStyle w:val="libNormalChar"/>
        </w:rPr>
        <w:t>London: I.B. Tauris, 2002.</w:t>
      </w:r>
    </w:p>
    <w:p w:rsidR="00ED3D62" w:rsidRDefault="00ED3D62" w:rsidP="00ED3D62">
      <w:pPr>
        <w:pStyle w:val="libNormal"/>
      </w:pPr>
      <w:proofErr w:type="spellStart"/>
      <w:r w:rsidRPr="00CA2CCA">
        <w:t>Morewedge</w:t>
      </w:r>
      <w:proofErr w:type="spellEnd"/>
      <w:r w:rsidRPr="00CA2CCA">
        <w:t xml:space="preserve">, </w:t>
      </w:r>
      <w:proofErr w:type="spellStart"/>
      <w:r w:rsidRPr="00CA2CCA">
        <w:t>Parviz</w:t>
      </w:r>
      <w:proofErr w:type="spellEnd"/>
      <w:r w:rsidRPr="00CA2CCA">
        <w:t xml:space="preserve">. </w:t>
      </w:r>
      <w:r w:rsidRPr="00D86078">
        <w:rPr>
          <w:rStyle w:val="libItalicChar"/>
        </w:rPr>
        <w:t>Essays in Islamic Philosophy, Theology, and Mysticism.</w:t>
      </w:r>
      <w:r>
        <w:t xml:space="preserve"> Binghamton, </w:t>
      </w:r>
      <w:proofErr w:type="spellStart"/>
      <w:proofErr w:type="gramStart"/>
      <w:r>
        <w:t>NY:Global</w:t>
      </w:r>
      <w:proofErr w:type="spellEnd"/>
      <w:proofErr w:type="gramEnd"/>
      <w:r>
        <w:t xml:space="preserve"> Publ., Binghamton University, State University of New York, 1997.</w:t>
      </w:r>
    </w:p>
    <w:p w:rsidR="00ED3D62" w:rsidRDefault="00ED3D62" w:rsidP="00ED3D62">
      <w:pPr>
        <w:pStyle w:val="libNormal"/>
      </w:pPr>
      <w:proofErr w:type="spellStart"/>
      <w:r>
        <w:t>Morewedge</w:t>
      </w:r>
      <w:proofErr w:type="spellEnd"/>
      <w:r>
        <w:t xml:space="preserve">, </w:t>
      </w:r>
      <w:proofErr w:type="spellStart"/>
      <w:r>
        <w:t>Parviz</w:t>
      </w:r>
      <w:proofErr w:type="spellEnd"/>
      <w:r>
        <w:t xml:space="preserve">. </w:t>
      </w:r>
      <w:r w:rsidRPr="00D86078">
        <w:rPr>
          <w:rStyle w:val="libItalicChar"/>
        </w:rPr>
        <w:t>The Mystical Philosophy of Avicenna.</w:t>
      </w:r>
      <w:r>
        <w:t xml:space="preserve"> Binghamton, NY: Global </w:t>
      </w:r>
      <w:proofErr w:type="spellStart"/>
      <w:proofErr w:type="gramStart"/>
      <w:r>
        <w:t>Publ</w:t>
      </w:r>
      <w:proofErr w:type="spellEnd"/>
      <w:r>
        <w:t>.,Binghamton</w:t>
      </w:r>
      <w:proofErr w:type="gramEnd"/>
      <w:r>
        <w:t xml:space="preserve"> University, State University of New York, 2001.</w:t>
      </w:r>
    </w:p>
    <w:p w:rsidR="00ED3D62" w:rsidRDefault="00ED3D62" w:rsidP="00ED3D62">
      <w:pPr>
        <w:pStyle w:val="libNormal"/>
      </w:pPr>
      <w:proofErr w:type="spellStart"/>
      <w:r>
        <w:t>Morewedge</w:t>
      </w:r>
      <w:proofErr w:type="spellEnd"/>
      <w:r>
        <w:t xml:space="preserve">, </w:t>
      </w:r>
      <w:proofErr w:type="spellStart"/>
      <w:r>
        <w:t>Parviz</w:t>
      </w:r>
      <w:proofErr w:type="spellEnd"/>
      <w:r>
        <w:t xml:space="preserve">, ed. </w:t>
      </w:r>
      <w:r w:rsidRPr="00D86078">
        <w:rPr>
          <w:rStyle w:val="libItalicChar"/>
        </w:rPr>
        <w:t>Islamic Philosophical Theology.</w:t>
      </w:r>
      <w:r>
        <w:t xml:space="preserve"> Albany, NY: State University of New York Press, 1979.</w:t>
      </w:r>
    </w:p>
    <w:p w:rsidR="00ED3D62" w:rsidRDefault="00ED3D62" w:rsidP="00ED3D62">
      <w:pPr>
        <w:pStyle w:val="libNormal"/>
      </w:pPr>
      <w:proofErr w:type="spellStart"/>
      <w:r>
        <w:t>Morewedge</w:t>
      </w:r>
      <w:proofErr w:type="spellEnd"/>
      <w:r>
        <w:t xml:space="preserve">, </w:t>
      </w:r>
      <w:proofErr w:type="spellStart"/>
      <w:r>
        <w:t>Parviz</w:t>
      </w:r>
      <w:proofErr w:type="spellEnd"/>
      <w:r>
        <w:t xml:space="preserve">, ed. </w:t>
      </w:r>
      <w:r w:rsidRPr="00D86078">
        <w:rPr>
          <w:rStyle w:val="libItalicChar"/>
        </w:rPr>
        <w:t>Islamic Philosophy and Mysticism.</w:t>
      </w:r>
      <w:r>
        <w:t xml:space="preserve"> New York: Caravan, 1981.</w:t>
      </w:r>
    </w:p>
    <w:p w:rsidR="00ED3D62" w:rsidRDefault="00ED3D62" w:rsidP="00ED3D62">
      <w:pPr>
        <w:pStyle w:val="libNormal"/>
      </w:pPr>
      <w:proofErr w:type="spellStart"/>
      <w:r>
        <w:t>Morewedge</w:t>
      </w:r>
      <w:proofErr w:type="spellEnd"/>
      <w:r>
        <w:t xml:space="preserve">, </w:t>
      </w:r>
      <w:proofErr w:type="spellStart"/>
      <w:r>
        <w:t>Parviz</w:t>
      </w:r>
      <w:proofErr w:type="spellEnd"/>
      <w:r>
        <w:t xml:space="preserve">, ed. </w:t>
      </w:r>
      <w:r w:rsidRPr="00D86078">
        <w:rPr>
          <w:rStyle w:val="libItalicChar"/>
        </w:rPr>
        <w:t>Neoplatonism and Islamic Thought.</w:t>
      </w:r>
      <w:r>
        <w:t xml:space="preserve"> Albany, NY: State University of New York Press, 1992.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Morris, James W. </w:t>
      </w:r>
      <w:r w:rsidRPr="00D86078">
        <w:rPr>
          <w:rStyle w:val="libItalicChar"/>
        </w:rPr>
        <w:t xml:space="preserve">The Wisdom of the Throne: An Introduction to the Philosophy of </w:t>
      </w:r>
      <w:proofErr w:type="spellStart"/>
      <w:r w:rsidRPr="00D86078">
        <w:rPr>
          <w:rStyle w:val="libItalicChar"/>
        </w:rPr>
        <w:t>Mullā</w:t>
      </w:r>
      <w:proofErr w:type="spellEnd"/>
      <w:r w:rsidRPr="00D86078">
        <w:rPr>
          <w:rStyle w:val="libItalicChar"/>
        </w:rPr>
        <w:t xml:space="preserve"> </w:t>
      </w:r>
      <w:proofErr w:type="spellStart"/>
      <w:r w:rsidRPr="00D86078">
        <w:rPr>
          <w:rStyle w:val="libItalicChar"/>
        </w:rPr>
        <w:t>Sadrā</w:t>
      </w:r>
      <w:proofErr w:type="spellEnd"/>
      <w:r w:rsidRPr="00D86078">
        <w:rPr>
          <w:rStyle w:val="libItalicChar"/>
        </w:rPr>
        <w:t xml:space="preserve">. </w:t>
      </w:r>
      <w:r w:rsidRPr="00D86078">
        <w:rPr>
          <w:rStyle w:val="libNormalChar"/>
        </w:rPr>
        <w:t>Princeton, NJ: Princeton University Press, 1981.</w:t>
      </w:r>
    </w:p>
    <w:p w:rsidR="007D4755" w:rsidRDefault="00ED3D62" w:rsidP="00ED3D62">
      <w:pPr>
        <w:pStyle w:val="libNormal"/>
      </w:pPr>
      <w:proofErr w:type="spellStart"/>
      <w:r w:rsidRPr="00CA2CCA">
        <w:t>Motzki</w:t>
      </w:r>
      <w:proofErr w:type="spellEnd"/>
      <w:r w:rsidRPr="00CA2CCA">
        <w:t xml:space="preserve">, Harald, ed. </w:t>
      </w:r>
      <w:r w:rsidRPr="00D86078">
        <w:rPr>
          <w:rStyle w:val="libItalicChar"/>
        </w:rPr>
        <w:t>Hadith: Origins and Developments.</w:t>
      </w:r>
      <w:r>
        <w:t xml:space="preserve"> </w:t>
      </w:r>
      <w:proofErr w:type="spellStart"/>
      <w:r>
        <w:t>Aldershot</w:t>
      </w:r>
      <w:proofErr w:type="spellEnd"/>
      <w:r>
        <w:t>: Ashgate, 2004.</w:t>
      </w:r>
    </w:p>
    <w:p w:rsidR="00ED3D62" w:rsidRDefault="00ED3D62" w:rsidP="00ED3D62">
      <w:pPr>
        <w:pStyle w:val="libNormal"/>
      </w:pPr>
      <w:proofErr w:type="spellStart"/>
      <w:r>
        <w:t>Mullā</w:t>
      </w:r>
      <w:proofErr w:type="spellEnd"/>
      <w:r>
        <w:t xml:space="preserve"> </w:t>
      </w:r>
      <w:proofErr w:type="spellStart"/>
      <w:r>
        <w:t>Sadrā</w:t>
      </w:r>
      <w:proofErr w:type="spellEnd"/>
      <w:r>
        <w:t xml:space="preserve"> (</w:t>
      </w:r>
      <w:proofErr w:type="spellStart"/>
      <w:r>
        <w:t>Parviz</w:t>
      </w:r>
      <w:proofErr w:type="spellEnd"/>
      <w:r>
        <w:t xml:space="preserve"> </w:t>
      </w:r>
      <w:proofErr w:type="spellStart"/>
      <w:r>
        <w:t>Morewedge</w:t>
      </w:r>
      <w:proofErr w:type="spellEnd"/>
      <w:r>
        <w:t xml:space="preserve">, trans.). </w:t>
      </w:r>
      <w:r w:rsidRPr="00D86078">
        <w:rPr>
          <w:rStyle w:val="libItalicChar"/>
        </w:rPr>
        <w:t xml:space="preserve">The Metaphysics of </w:t>
      </w:r>
      <w:proofErr w:type="spellStart"/>
      <w:r w:rsidRPr="00D86078">
        <w:rPr>
          <w:rStyle w:val="libItalicChar"/>
        </w:rPr>
        <w:t>Mullā</w:t>
      </w:r>
      <w:proofErr w:type="spellEnd"/>
      <w:r w:rsidRPr="00D86078">
        <w:rPr>
          <w:rStyle w:val="libItalicChar"/>
        </w:rPr>
        <w:t xml:space="preserve"> </w:t>
      </w:r>
      <w:proofErr w:type="spellStart"/>
      <w:r w:rsidRPr="00D86078">
        <w:rPr>
          <w:rStyle w:val="libItalicChar"/>
        </w:rPr>
        <w:t>Sadrā</w:t>
      </w:r>
      <w:proofErr w:type="spellEnd"/>
      <w:r w:rsidRPr="00D86078">
        <w:rPr>
          <w:rStyle w:val="libItalicChar"/>
        </w:rPr>
        <w:t>.</w:t>
      </w:r>
      <w:r>
        <w:t xml:space="preserve"> Binghamton, </w:t>
      </w:r>
      <w:proofErr w:type="spellStart"/>
      <w:proofErr w:type="gramStart"/>
      <w:r>
        <w:t>NY:Institute</w:t>
      </w:r>
      <w:proofErr w:type="spellEnd"/>
      <w:proofErr w:type="gramEnd"/>
      <w:r>
        <w:t xml:space="preserve"> of Global Cultural Studies, 1992.</w:t>
      </w:r>
    </w:p>
    <w:p w:rsidR="00ED3D62" w:rsidRDefault="00ED3D62" w:rsidP="00ED3D62">
      <w:pPr>
        <w:pStyle w:val="libNormal"/>
      </w:pPr>
      <w:r>
        <w:lastRenderedPageBreak/>
        <w:t xml:space="preserve">Nasr, </w:t>
      </w:r>
      <w:proofErr w:type="spellStart"/>
      <w:r>
        <w:t>Seyyed</w:t>
      </w:r>
      <w:proofErr w:type="spellEnd"/>
      <w:r>
        <w:t xml:space="preserve"> Hossein. </w:t>
      </w:r>
      <w:r w:rsidRPr="00D86078">
        <w:rPr>
          <w:rStyle w:val="libItalicChar"/>
        </w:rPr>
        <w:t>An Introduction to Islamic Cosmological Doctrines.</w:t>
      </w:r>
      <w:r>
        <w:t xml:space="preserve"> Albany, NY: State University of New York Press, 1993.</w:t>
      </w:r>
    </w:p>
    <w:p w:rsidR="00ED3D62" w:rsidRDefault="00ED3D62" w:rsidP="00ED3D62">
      <w:pPr>
        <w:pStyle w:val="libNormal"/>
      </w:pPr>
      <w:r>
        <w:t xml:space="preserve">Nasr, </w:t>
      </w:r>
      <w:proofErr w:type="spellStart"/>
      <w:r>
        <w:t>Seyyed</w:t>
      </w:r>
      <w:proofErr w:type="spellEnd"/>
      <w:r>
        <w:t xml:space="preserve"> Hossein. </w:t>
      </w:r>
      <w:r w:rsidRPr="00D86078">
        <w:rPr>
          <w:rStyle w:val="libItalicChar"/>
        </w:rPr>
        <w:t>The Islamic Intellectual Tradition in Persia.</w:t>
      </w:r>
      <w:r>
        <w:t xml:space="preserve"> London: Curzon Press, 1997.</w:t>
      </w:r>
    </w:p>
    <w:p w:rsidR="007D4755" w:rsidRDefault="00ED3D62" w:rsidP="00ED3D62">
      <w:pPr>
        <w:pStyle w:val="libNormal"/>
      </w:pPr>
      <w:r>
        <w:t xml:space="preserve">Nasr, </w:t>
      </w:r>
      <w:proofErr w:type="spellStart"/>
      <w:r>
        <w:t>Seyyed</w:t>
      </w:r>
      <w:proofErr w:type="spellEnd"/>
      <w:r>
        <w:t xml:space="preserve"> Hossein. </w:t>
      </w:r>
      <w:r w:rsidRPr="00D86078">
        <w:rPr>
          <w:rStyle w:val="libItalicChar"/>
        </w:rPr>
        <w:t xml:space="preserve">The Philosophy of </w:t>
      </w:r>
      <w:proofErr w:type="spellStart"/>
      <w:r w:rsidRPr="00D86078">
        <w:rPr>
          <w:rStyle w:val="libItalicChar"/>
        </w:rPr>
        <w:t>Mullā</w:t>
      </w:r>
      <w:proofErr w:type="spellEnd"/>
      <w:r w:rsidRPr="00D86078">
        <w:rPr>
          <w:rStyle w:val="libItalicChar"/>
        </w:rPr>
        <w:t xml:space="preserve"> </w:t>
      </w:r>
      <w:proofErr w:type="spellStart"/>
      <w:r w:rsidRPr="00D86078">
        <w:rPr>
          <w:rStyle w:val="libItalicChar"/>
        </w:rPr>
        <w:t>Sadrā</w:t>
      </w:r>
      <w:proofErr w:type="spellEnd"/>
      <w:r>
        <w:t>. Albany, NY: State University of New York Press, 1975.</w:t>
      </w:r>
    </w:p>
    <w:p w:rsidR="007D4755" w:rsidRDefault="00ED3D62" w:rsidP="00ED3D62">
      <w:pPr>
        <w:pStyle w:val="libNormal"/>
      </w:pPr>
      <w:r>
        <w:t xml:space="preserve">Nasr, </w:t>
      </w:r>
      <w:proofErr w:type="spellStart"/>
      <w:r>
        <w:t>Seyyed</w:t>
      </w:r>
      <w:proofErr w:type="spellEnd"/>
      <w:r>
        <w:t xml:space="preserve"> Hossein, et al., eds. </w:t>
      </w:r>
      <w:r w:rsidRPr="00D86078">
        <w:rPr>
          <w:rStyle w:val="libItalicChar"/>
        </w:rPr>
        <w:t xml:space="preserve">The Philosophy of </w:t>
      </w:r>
      <w:proofErr w:type="spellStart"/>
      <w:r w:rsidRPr="00D86078">
        <w:rPr>
          <w:rStyle w:val="libItalicChar"/>
        </w:rPr>
        <w:t>Seyyed</w:t>
      </w:r>
      <w:proofErr w:type="spellEnd"/>
      <w:r w:rsidRPr="00D86078">
        <w:rPr>
          <w:rStyle w:val="libItalicChar"/>
        </w:rPr>
        <w:t xml:space="preserve"> Hossein Nasr.</w:t>
      </w:r>
      <w:r>
        <w:t xml:space="preserve"> La Salle, IL: Open Court, 2000.</w:t>
      </w:r>
    </w:p>
    <w:p w:rsidR="00ED3D62" w:rsidRDefault="00ED3D62" w:rsidP="00ED3D62">
      <w:pPr>
        <w:pStyle w:val="libNormal"/>
      </w:pPr>
      <w:r>
        <w:t xml:space="preserve">Nasr, </w:t>
      </w:r>
      <w:proofErr w:type="spellStart"/>
      <w:r>
        <w:t>Seyyed</w:t>
      </w:r>
      <w:proofErr w:type="spellEnd"/>
      <w:r>
        <w:t xml:space="preserve"> Hossein. </w:t>
      </w:r>
      <w:r w:rsidRPr="00D86078">
        <w:rPr>
          <w:rStyle w:val="libItalicChar"/>
        </w:rPr>
        <w:t>Religion and the Order of Nature.</w:t>
      </w:r>
      <w:r>
        <w:t xml:space="preserve"> Oxford, UK: Oxford University Press, 1996.</w:t>
      </w:r>
    </w:p>
    <w:p w:rsidR="00ED3D62" w:rsidRDefault="00ED3D62" w:rsidP="00ED3D62">
      <w:pPr>
        <w:pStyle w:val="libNormal"/>
      </w:pPr>
      <w:r>
        <w:t xml:space="preserve">Nasr, </w:t>
      </w:r>
      <w:proofErr w:type="spellStart"/>
      <w:r>
        <w:t>Seyyed</w:t>
      </w:r>
      <w:proofErr w:type="spellEnd"/>
      <w:r>
        <w:t xml:space="preserve"> Hossein. </w:t>
      </w:r>
      <w:r w:rsidRPr="00D86078">
        <w:rPr>
          <w:rStyle w:val="libItalicChar"/>
        </w:rPr>
        <w:t>Sadr al-</w:t>
      </w:r>
      <w:proofErr w:type="spellStart"/>
      <w:r w:rsidRPr="00D86078">
        <w:rPr>
          <w:rStyle w:val="libItalicChar"/>
        </w:rPr>
        <w:t>Dīn</w:t>
      </w:r>
      <w:proofErr w:type="spellEnd"/>
      <w:r w:rsidRPr="00D86078">
        <w:rPr>
          <w:rStyle w:val="libItalicChar"/>
        </w:rPr>
        <w:t xml:space="preserve"> </w:t>
      </w:r>
      <w:proofErr w:type="spellStart"/>
      <w:r w:rsidRPr="00D86078">
        <w:rPr>
          <w:rStyle w:val="libItalicChar"/>
        </w:rPr>
        <w:t>Shīrāzī</w:t>
      </w:r>
      <w:proofErr w:type="spellEnd"/>
      <w:r w:rsidRPr="00D86078">
        <w:rPr>
          <w:rStyle w:val="libItalicChar"/>
        </w:rPr>
        <w:t xml:space="preserve"> and his Transcendent Theosophy. </w:t>
      </w:r>
      <w:r>
        <w:t>Tehran: Imperial Iranian Academy of Philosophy, 1978.</w:t>
      </w:r>
    </w:p>
    <w:p w:rsidR="00ED3D62" w:rsidRDefault="00ED3D62" w:rsidP="00ED3D62">
      <w:pPr>
        <w:pStyle w:val="libNormal"/>
      </w:pPr>
      <w:r>
        <w:t xml:space="preserve">Nasr, </w:t>
      </w:r>
      <w:proofErr w:type="spellStart"/>
      <w:r>
        <w:t>Seyyed</w:t>
      </w:r>
      <w:proofErr w:type="spellEnd"/>
      <w:r>
        <w:t xml:space="preserve"> Hossein. </w:t>
      </w:r>
      <w:r w:rsidRPr="00D86078">
        <w:rPr>
          <w:rStyle w:val="libItalicChar"/>
        </w:rPr>
        <w:t xml:space="preserve">Three Muslim Sages: Avicenna, Suhrawardi, Ibn ‘Arabi. </w:t>
      </w:r>
      <w:r>
        <w:t>Cambridge, MA: Harvard University Press, 1964.</w:t>
      </w:r>
    </w:p>
    <w:p w:rsidR="007D4755" w:rsidRDefault="00ED3D62" w:rsidP="00ED3D62">
      <w:pPr>
        <w:pStyle w:val="libNormal"/>
        <w:rPr>
          <w:rStyle w:val="libNormalChar"/>
        </w:rPr>
      </w:pPr>
      <w:r>
        <w:t xml:space="preserve">Nasr, </w:t>
      </w:r>
      <w:proofErr w:type="spellStart"/>
      <w:r>
        <w:t>Seyyed</w:t>
      </w:r>
      <w:proofErr w:type="spellEnd"/>
      <w:r>
        <w:t xml:space="preserve"> Hossein and Mehdi Amin </w:t>
      </w:r>
      <w:proofErr w:type="spellStart"/>
      <w:r>
        <w:t>Razavi</w:t>
      </w:r>
      <w:proofErr w:type="spellEnd"/>
      <w:r>
        <w:t xml:space="preserve">, eds. </w:t>
      </w:r>
      <w:r w:rsidRPr="00D86078">
        <w:rPr>
          <w:rStyle w:val="libItalicChar"/>
        </w:rPr>
        <w:t xml:space="preserve">An Anthology of Philosophy in Persia. </w:t>
      </w:r>
      <w:r w:rsidRPr="00D86078">
        <w:rPr>
          <w:rStyle w:val="libNormalChar"/>
        </w:rPr>
        <w:t>Oxford, UK: Oxford University Press, 2000.</w:t>
      </w:r>
    </w:p>
    <w:p w:rsidR="00ED3D62" w:rsidRDefault="00ED3D62" w:rsidP="00ED3D62">
      <w:pPr>
        <w:pStyle w:val="libNormal"/>
      </w:pPr>
      <w:r w:rsidRPr="00CA2CCA">
        <w:t xml:space="preserve">Nasr, </w:t>
      </w:r>
      <w:proofErr w:type="spellStart"/>
      <w:r w:rsidRPr="00CA2CCA">
        <w:t>Seyyed</w:t>
      </w:r>
      <w:proofErr w:type="spellEnd"/>
      <w:r w:rsidRPr="00CA2CCA">
        <w:t xml:space="preserve"> Hossein and Oliver </w:t>
      </w:r>
      <w:proofErr w:type="spellStart"/>
      <w:r w:rsidRPr="00CA2CCA">
        <w:t>Leaman</w:t>
      </w:r>
      <w:proofErr w:type="spellEnd"/>
      <w:r w:rsidRPr="00CA2CCA">
        <w:t xml:space="preserve">, eds. </w:t>
      </w:r>
      <w:r w:rsidRPr="00D86078">
        <w:rPr>
          <w:rStyle w:val="libItalicChar"/>
        </w:rPr>
        <w:t>History of Islamic Philosophy.</w:t>
      </w:r>
      <w:r>
        <w:t xml:space="preserve"> </w:t>
      </w:r>
      <w:proofErr w:type="spellStart"/>
      <w:proofErr w:type="gramStart"/>
      <w:r>
        <w:t>London:Routledge</w:t>
      </w:r>
      <w:proofErr w:type="spellEnd"/>
      <w:proofErr w:type="gramEnd"/>
      <w:r>
        <w:t>, 1996.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proofErr w:type="spellStart"/>
      <w:r>
        <w:t>Netton</w:t>
      </w:r>
      <w:proofErr w:type="spellEnd"/>
      <w:r>
        <w:t xml:space="preserve">, Ian Richard. </w:t>
      </w:r>
      <w:r w:rsidRPr="00D86078">
        <w:rPr>
          <w:rStyle w:val="libItalicChar"/>
        </w:rPr>
        <w:t xml:space="preserve">Allah Transcendent: Studies in the Structure and Semiotics of Islamic Philosophy, Theology and Cosmology. </w:t>
      </w:r>
      <w:r w:rsidRPr="00D86078">
        <w:rPr>
          <w:rStyle w:val="libNormalChar"/>
        </w:rPr>
        <w:t>New York: Routledge, 1989.</w:t>
      </w:r>
    </w:p>
    <w:p w:rsidR="00ED3D62" w:rsidRDefault="00ED3D62" w:rsidP="00ED3D62">
      <w:pPr>
        <w:pStyle w:val="libNormal"/>
      </w:pPr>
      <w:proofErr w:type="spellStart"/>
      <w:r w:rsidRPr="00CA2CCA">
        <w:t>Netton</w:t>
      </w:r>
      <w:proofErr w:type="spellEnd"/>
      <w:r w:rsidRPr="00CA2CCA">
        <w:t xml:space="preserve">, Ian Richard. </w:t>
      </w:r>
      <w:r w:rsidRPr="00D86078">
        <w:rPr>
          <w:rStyle w:val="libItalicChar"/>
        </w:rPr>
        <w:t>Al-</w:t>
      </w:r>
      <w:proofErr w:type="spellStart"/>
      <w:r w:rsidRPr="00D86078">
        <w:rPr>
          <w:rStyle w:val="libItalicChar"/>
        </w:rPr>
        <w:t>Fārābī</w:t>
      </w:r>
      <w:proofErr w:type="spellEnd"/>
      <w:r w:rsidRPr="00D86078">
        <w:rPr>
          <w:rStyle w:val="libItalicChar"/>
        </w:rPr>
        <w:t xml:space="preserve"> and His School.</w:t>
      </w:r>
      <w:r>
        <w:t xml:space="preserve"> London: Routledge, 1992.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proofErr w:type="spellStart"/>
      <w:r>
        <w:t>Netton</w:t>
      </w:r>
      <w:proofErr w:type="spellEnd"/>
      <w:r>
        <w:t xml:space="preserve">, Ian Richard. </w:t>
      </w:r>
      <w:r w:rsidRPr="00D86078">
        <w:rPr>
          <w:rStyle w:val="libItalicChar"/>
        </w:rPr>
        <w:t>Muslim Neoplatonists: An Introduction to the Thought of the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Brethren of Purity. </w:t>
      </w:r>
      <w:r w:rsidRPr="00D86078">
        <w:rPr>
          <w:rStyle w:val="libNormalChar"/>
        </w:rPr>
        <w:t>London: Routledge Curzon, 2002.</w:t>
      </w:r>
    </w:p>
    <w:p w:rsidR="00ED3D62" w:rsidRDefault="00ED3D62" w:rsidP="00ED3D62">
      <w:pPr>
        <w:pStyle w:val="libNormal"/>
      </w:pPr>
      <w:proofErr w:type="spellStart"/>
      <w:r w:rsidRPr="00CA2CCA">
        <w:t>Netton</w:t>
      </w:r>
      <w:proofErr w:type="spellEnd"/>
      <w:r w:rsidRPr="00CA2CCA">
        <w:t xml:space="preserve">, Ian Richard. </w:t>
      </w:r>
      <w:r w:rsidRPr="00D86078">
        <w:rPr>
          <w:rStyle w:val="libItalicChar"/>
        </w:rPr>
        <w:t xml:space="preserve">Seek Knowledge: Thought and Travel in the House of Islam. </w:t>
      </w:r>
      <w:r>
        <w:t>Richmond, England: Curzon Press, 1996.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Ormsby, Eric L. </w:t>
      </w:r>
      <w:r w:rsidRPr="00D86078">
        <w:rPr>
          <w:rStyle w:val="libItalicChar"/>
        </w:rPr>
        <w:t>Theodicy in Islamic Thought: The Dispute Over al-</w:t>
      </w:r>
      <w:proofErr w:type="spellStart"/>
      <w:r w:rsidRPr="00D86078">
        <w:rPr>
          <w:rStyle w:val="libItalicChar"/>
        </w:rPr>
        <w:t>Ghazālī’s</w:t>
      </w:r>
      <w:proofErr w:type="spellEnd"/>
      <w:r w:rsidRPr="00D86078">
        <w:rPr>
          <w:rStyle w:val="libItalicChar"/>
        </w:rPr>
        <w:t xml:space="preserve"> “Best of All Possible Worlds.” </w:t>
      </w:r>
      <w:r w:rsidRPr="00D86078">
        <w:rPr>
          <w:rStyle w:val="libNormalChar"/>
        </w:rPr>
        <w:t>Princeton, NJ: Princeton University Press, 1984.</w:t>
      </w:r>
    </w:p>
    <w:p w:rsidR="00ED3D62" w:rsidRDefault="00ED3D62" w:rsidP="00ED3D62">
      <w:pPr>
        <w:pStyle w:val="libNormal"/>
      </w:pPr>
      <w:proofErr w:type="spellStart"/>
      <w:r w:rsidRPr="00CA2CCA">
        <w:t>Padwick</w:t>
      </w:r>
      <w:proofErr w:type="spellEnd"/>
      <w:r w:rsidRPr="00CA2CCA">
        <w:t xml:space="preserve">, Constance E. </w:t>
      </w:r>
      <w:r w:rsidRPr="00D86078">
        <w:rPr>
          <w:rStyle w:val="libItalicChar"/>
        </w:rPr>
        <w:t xml:space="preserve">Muslim Devotions: </w:t>
      </w:r>
      <w:proofErr w:type="gramStart"/>
      <w:r w:rsidRPr="00D86078">
        <w:rPr>
          <w:rStyle w:val="libItalicChar"/>
        </w:rPr>
        <w:t>a</w:t>
      </w:r>
      <w:proofErr w:type="gramEnd"/>
      <w:r w:rsidRPr="00D86078">
        <w:rPr>
          <w:rStyle w:val="libItalicChar"/>
        </w:rPr>
        <w:t xml:space="preserve"> Study of Prayer-Manuals in Common Use. </w:t>
      </w:r>
      <w:proofErr w:type="spellStart"/>
      <w:proofErr w:type="gramStart"/>
      <w:r>
        <w:t>Oxford,UK</w:t>
      </w:r>
      <w:proofErr w:type="spellEnd"/>
      <w:proofErr w:type="gramEnd"/>
      <w:r>
        <w:t xml:space="preserve">: </w:t>
      </w:r>
      <w:proofErr w:type="spellStart"/>
      <w:r>
        <w:t>Oneworld</w:t>
      </w:r>
      <w:proofErr w:type="spellEnd"/>
      <w:r>
        <w:t>, 1996.</w:t>
      </w:r>
    </w:p>
    <w:p w:rsidR="00ED3D62" w:rsidRDefault="00ED3D62" w:rsidP="00ED3D62">
      <w:pPr>
        <w:pStyle w:val="libNormal"/>
      </w:pPr>
      <w:proofErr w:type="spellStart"/>
      <w:r>
        <w:t>Parens</w:t>
      </w:r>
      <w:proofErr w:type="spellEnd"/>
      <w:r>
        <w:t xml:space="preserve">, Joshua. </w:t>
      </w:r>
      <w:r w:rsidRPr="00D86078">
        <w:rPr>
          <w:rStyle w:val="libItalicChar"/>
        </w:rPr>
        <w:t xml:space="preserve">Metaphysics as Rhetoric: </w:t>
      </w:r>
      <w:proofErr w:type="spellStart"/>
      <w:r w:rsidRPr="00D86078">
        <w:rPr>
          <w:rStyle w:val="libItalicChar"/>
        </w:rPr>
        <w:t>Alfarabi’s</w:t>
      </w:r>
      <w:proofErr w:type="spellEnd"/>
      <w:r w:rsidRPr="00D86078">
        <w:rPr>
          <w:rStyle w:val="libItalicChar"/>
        </w:rPr>
        <w:t xml:space="preserve"> Summary of Plato’s “Laws.” </w:t>
      </w:r>
      <w:r>
        <w:t>Albany, NY: State University of New York Press, 1995.</w:t>
      </w:r>
    </w:p>
    <w:p w:rsidR="00ED3D62" w:rsidRDefault="00ED3D62" w:rsidP="00ED3D62">
      <w:pPr>
        <w:pStyle w:val="libNormal"/>
      </w:pPr>
      <w:r>
        <w:t xml:space="preserve">Peters, F.E. </w:t>
      </w:r>
      <w:r w:rsidRPr="00D86078">
        <w:rPr>
          <w:rStyle w:val="libItalicChar"/>
        </w:rPr>
        <w:t>Aristotle and the Arabs: The Aristotelian Tradition in Islam.</w:t>
      </w:r>
      <w:r>
        <w:t xml:space="preserve"> Washington Square, </w:t>
      </w:r>
      <w:proofErr w:type="spellStart"/>
      <w:proofErr w:type="gramStart"/>
      <w:r>
        <w:t>NY:New</w:t>
      </w:r>
      <w:proofErr w:type="spellEnd"/>
      <w:proofErr w:type="gramEnd"/>
      <w:r>
        <w:t xml:space="preserve"> York University Press, 1968.</w:t>
      </w:r>
    </w:p>
    <w:p w:rsidR="00ED3D62" w:rsidRPr="004002C4" w:rsidRDefault="00ED3D62" w:rsidP="00ED3D62">
      <w:pPr>
        <w:pStyle w:val="libNormal"/>
      </w:pPr>
      <w:r>
        <w:t xml:space="preserve">Peters, J.R.T.M. </w:t>
      </w:r>
      <w:r w:rsidRPr="00D86078">
        <w:rPr>
          <w:rStyle w:val="libItalicChar"/>
        </w:rPr>
        <w:t>God’s Created Speech: A Study in the Speculative Theology of</w:t>
      </w:r>
      <w:proofErr w:type="gramStart"/>
      <w:r w:rsidRPr="00D86078">
        <w:rPr>
          <w:rStyle w:val="libItalicChar"/>
        </w:rPr>
        <w:t>…‘</w:t>
      </w:r>
      <w:proofErr w:type="gramEnd"/>
      <w:r w:rsidRPr="00D86078">
        <w:rPr>
          <w:rStyle w:val="libItalicChar"/>
        </w:rPr>
        <w:t xml:space="preserve">Abd al- </w:t>
      </w:r>
      <w:proofErr w:type="spellStart"/>
      <w:r w:rsidRPr="00CA2CCA">
        <w:t>Jabbār</w:t>
      </w:r>
      <w:proofErr w:type="spellEnd"/>
      <w:r w:rsidRPr="00CA2CCA">
        <w:t xml:space="preserve">. </w:t>
      </w:r>
      <w:r w:rsidRPr="00D86078">
        <w:rPr>
          <w:rStyle w:val="libItalicChar"/>
        </w:rPr>
        <w:t>Leiden: E.J. Brill, 1976.</w:t>
      </w:r>
    </w:p>
    <w:p w:rsidR="00ED3D62" w:rsidRDefault="00ED3D62" w:rsidP="00ED3D62">
      <w:pPr>
        <w:pStyle w:val="libNormal"/>
      </w:pPr>
      <w:r>
        <w:t xml:space="preserve">Peters, Rudolph. </w:t>
      </w:r>
      <w:r w:rsidRPr="00D86078">
        <w:rPr>
          <w:rStyle w:val="libItalicChar"/>
        </w:rPr>
        <w:t>Jihad in Classical and Modern Islam: A Reader.</w:t>
      </w:r>
      <w:r>
        <w:t xml:space="preserve"> Princeton, NJ: Markus Wiener Publ., 1996.</w:t>
      </w:r>
    </w:p>
    <w:p w:rsidR="00ED3D62" w:rsidRDefault="00ED3D62" w:rsidP="00ED3D62">
      <w:pPr>
        <w:pStyle w:val="libNormal"/>
      </w:pPr>
      <w:r>
        <w:t xml:space="preserve">Rahman, Fazlur. </w:t>
      </w:r>
      <w:r w:rsidRPr="00D86078">
        <w:rPr>
          <w:rStyle w:val="libItalicChar"/>
        </w:rPr>
        <w:t xml:space="preserve">Islam and Modernity: Transformation of an Intellectual Tradition. </w:t>
      </w:r>
      <w:r>
        <w:t>Chicago, IL: University of Chicago Press, 1982.</w:t>
      </w:r>
    </w:p>
    <w:p w:rsidR="00ED3D62" w:rsidRDefault="00ED3D62" w:rsidP="00ED3D62">
      <w:pPr>
        <w:pStyle w:val="libNormal"/>
      </w:pPr>
      <w:r>
        <w:t xml:space="preserve">Rahman, Fazlur. </w:t>
      </w:r>
      <w:r w:rsidRPr="00D86078">
        <w:rPr>
          <w:rStyle w:val="libItalicChar"/>
        </w:rPr>
        <w:t xml:space="preserve">The Philosophy of </w:t>
      </w:r>
      <w:proofErr w:type="spellStart"/>
      <w:r w:rsidRPr="00D86078">
        <w:rPr>
          <w:rStyle w:val="libItalicChar"/>
        </w:rPr>
        <w:t>Mullā</w:t>
      </w:r>
      <w:proofErr w:type="spellEnd"/>
      <w:r w:rsidRPr="00D86078">
        <w:rPr>
          <w:rStyle w:val="libItalicChar"/>
        </w:rPr>
        <w:t xml:space="preserve"> </w:t>
      </w:r>
      <w:proofErr w:type="spellStart"/>
      <w:r w:rsidRPr="00D86078">
        <w:rPr>
          <w:rStyle w:val="libItalicChar"/>
        </w:rPr>
        <w:t>Sadrā</w:t>
      </w:r>
      <w:proofErr w:type="spellEnd"/>
      <w:r w:rsidRPr="00D86078">
        <w:rPr>
          <w:rStyle w:val="libItalicChar"/>
        </w:rPr>
        <w:t xml:space="preserve"> (Sadr al-Din al-Shirazi).</w:t>
      </w:r>
      <w:r>
        <w:t xml:space="preserve"> Albany, NY: State</w:t>
      </w:r>
      <w:r w:rsidR="007D4755">
        <w:t xml:space="preserve"> </w:t>
      </w:r>
      <w:r>
        <w:t>University of New York Press, 1975.</w:t>
      </w:r>
    </w:p>
    <w:p w:rsidR="00ED3D62" w:rsidRDefault="00ED3D62" w:rsidP="00ED3D62">
      <w:pPr>
        <w:pStyle w:val="libNormal"/>
      </w:pPr>
      <w:r>
        <w:t xml:space="preserve">Rahman, Fazlur. </w:t>
      </w:r>
      <w:r w:rsidRPr="00D86078">
        <w:rPr>
          <w:rStyle w:val="libItalicChar"/>
        </w:rPr>
        <w:t>Prophecy in Islam.</w:t>
      </w:r>
      <w:r>
        <w:t xml:space="preserve"> London: Allen &amp; Unwin, 1958.</w:t>
      </w:r>
    </w:p>
    <w:p w:rsidR="00ED3D62" w:rsidRDefault="00ED3D62" w:rsidP="00ED3D62">
      <w:pPr>
        <w:pStyle w:val="libNormal"/>
      </w:pPr>
      <w:proofErr w:type="spellStart"/>
      <w:r>
        <w:t>Raschid</w:t>
      </w:r>
      <w:proofErr w:type="spellEnd"/>
      <w:r>
        <w:t xml:space="preserve">, M.S. </w:t>
      </w:r>
      <w:r w:rsidRPr="00D86078">
        <w:rPr>
          <w:rStyle w:val="libItalicChar"/>
        </w:rPr>
        <w:t>Iqbal’s Concept of God.</w:t>
      </w:r>
      <w:r>
        <w:t xml:space="preserve"> London: Kegan Paul Int’l., 1981.</w:t>
      </w:r>
    </w:p>
    <w:p w:rsidR="00ED3D62" w:rsidRDefault="00ED3D62" w:rsidP="00ED3D62">
      <w:pPr>
        <w:pStyle w:val="libNormal"/>
      </w:pPr>
      <w:proofErr w:type="spellStart"/>
      <w:r>
        <w:t>Razavi</w:t>
      </w:r>
      <w:proofErr w:type="spellEnd"/>
      <w:r>
        <w:t xml:space="preserve">, Mehdi Amin. </w:t>
      </w:r>
      <w:r w:rsidRPr="00D86078">
        <w:rPr>
          <w:rStyle w:val="libItalicChar"/>
        </w:rPr>
        <w:t>Suhrawardi and the School of Illumination.</w:t>
      </w:r>
      <w:r>
        <w:t xml:space="preserve"> Surrey: Curzon, 1997.</w:t>
      </w:r>
    </w:p>
    <w:p w:rsidR="00ED3D62" w:rsidRDefault="00ED3D62" w:rsidP="00ED3D62">
      <w:pPr>
        <w:pStyle w:val="libNormal"/>
      </w:pPr>
      <w:proofErr w:type="spellStart"/>
      <w:r>
        <w:lastRenderedPageBreak/>
        <w:t>Rescher</w:t>
      </w:r>
      <w:proofErr w:type="spellEnd"/>
      <w:r>
        <w:t xml:space="preserve">, Nicholas. </w:t>
      </w:r>
      <w:r w:rsidRPr="00D86078">
        <w:rPr>
          <w:rStyle w:val="libItalicChar"/>
        </w:rPr>
        <w:t>Studies in Arabic Philosophy</w:t>
      </w:r>
      <w:r>
        <w:t>. Pittsburgh, PA: University of Pittsburgh Press, 1967.</w:t>
      </w:r>
    </w:p>
    <w:p w:rsidR="007D4755" w:rsidRDefault="00ED3D62" w:rsidP="00ED3D62">
      <w:pPr>
        <w:pStyle w:val="libNormal"/>
      </w:pPr>
      <w:r>
        <w:t xml:space="preserve">Reinhart, A. Kevin. </w:t>
      </w:r>
      <w:r w:rsidRPr="00D86078">
        <w:rPr>
          <w:rStyle w:val="libItalicChar"/>
        </w:rPr>
        <w:t>Before Revelation: The Boundaries of Muslim Moral Thought</w:t>
      </w:r>
      <w:r>
        <w:t>. Albany, NY: State University of New York Press, 1995.</w:t>
      </w:r>
    </w:p>
    <w:p w:rsidR="00ED3D62" w:rsidRDefault="00ED3D62" w:rsidP="00ED3D62">
      <w:pPr>
        <w:pStyle w:val="libNormal"/>
      </w:pPr>
      <w:r>
        <w:t xml:space="preserve">Rosenthal, Franz. </w:t>
      </w:r>
      <w:r w:rsidRPr="00D86078">
        <w:rPr>
          <w:rStyle w:val="libItalicChar"/>
        </w:rPr>
        <w:t>Greek Philosophy in the Arab World: A Collection of Essays.</w:t>
      </w:r>
      <w:r>
        <w:t xml:space="preserve"> </w:t>
      </w:r>
      <w:proofErr w:type="spellStart"/>
      <w:r>
        <w:t>Aldershot</w:t>
      </w:r>
      <w:proofErr w:type="spellEnd"/>
      <w:r>
        <w:t>: Ashgate/Variorum, 1990.</w:t>
      </w:r>
    </w:p>
    <w:p w:rsidR="00ED3D62" w:rsidRDefault="00ED3D62" w:rsidP="00ED3D62">
      <w:pPr>
        <w:pStyle w:val="libNormal"/>
      </w:pPr>
      <w:r>
        <w:t xml:space="preserve">Rosenthal, Franz. </w:t>
      </w:r>
      <w:r w:rsidRPr="00D86078">
        <w:rPr>
          <w:rStyle w:val="libItalicChar"/>
        </w:rPr>
        <w:t xml:space="preserve">Knowledge Triumphant: The Concept of Knowledge in Medieval Islam. </w:t>
      </w:r>
      <w:r>
        <w:t>Leiden: E.J. Brill, 1970.</w:t>
      </w:r>
    </w:p>
    <w:p w:rsidR="00ED3D62" w:rsidRDefault="00ED3D62" w:rsidP="00ED3D62">
      <w:pPr>
        <w:pStyle w:val="libNormal"/>
      </w:pPr>
      <w:r>
        <w:t xml:space="preserve">Rosenthal, Franz. </w:t>
      </w:r>
      <w:r w:rsidRPr="00D86078">
        <w:rPr>
          <w:rStyle w:val="libItalicChar"/>
        </w:rPr>
        <w:t>Sweeter than Hope: Complaint and Hope in Medieval Islam.</w:t>
      </w:r>
      <w:r>
        <w:t xml:space="preserve"> Leiden: E.J. Brill, 1997.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Saleh, </w:t>
      </w:r>
      <w:proofErr w:type="spellStart"/>
      <w:r>
        <w:t>Fauzan</w:t>
      </w:r>
      <w:proofErr w:type="spellEnd"/>
      <w:r>
        <w:t xml:space="preserve">. </w:t>
      </w:r>
      <w:r w:rsidRPr="00D86078">
        <w:rPr>
          <w:rStyle w:val="libItalicChar"/>
        </w:rPr>
        <w:t>Modern Trends in Islamic Theological Discourse in 20</w:t>
      </w:r>
      <w:r w:rsidRPr="00750AA4">
        <w:rPr>
          <w:rStyle w:val="libItalicChar"/>
        </w:rPr>
        <w:t>th</w:t>
      </w:r>
      <w:r w:rsidRPr="00D86078">
        <w:rPr>
          <w:rStyle w:val="libItalicChar"/>
        </w:rPr>
        <w:t xml:space="preserve"> Century Indonesia: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>A Critical Study.</w:t>
      </w:r>
      <w:r w:rsidRPr="00D86078">
        <w:rPr>
          <w:rStyle w:val="libNormalChar"/>
        </w:rPr>
        <w:t xml:space="preserve"> Leiden: E.J. Brill, 2001.</w:t>
      </w:r>
    </w:p>
    <w:p w:rsidR="007D4755" w:rsidRDefault="00ED3D62" w:rsidP="00ED3D62">
      <w:pPr>
        <w:pStyle w:val="libNormal"/>
      </w:pPr>
      <w:r w:rsidRPr="00CA2CCA">
        <w:t xml:space="preserve">Schimmel, Annemarie. </w:t>
      </w:r>
      <w:r w:rsidRPr="00D86078">
        <w:rPr>
          <w:rStyle w:val="libItalicChar"/>
        </w:rPr>
        <w:t>Deciphering the Signs of God: A Phenomenological Approach to</w:t>
      </w:r>
      <w:r w:rsidRPr="00CA2CCA">
        <w:t xml:space="preserve"> </w:t>
      </w:r>
      <w:r w:rsidRPr="00D86078">
        <w:rPr>
          <w:rStyle w:val="libItalicChar"/>
        </w:rPr>
        <w:t xml:space="preserve">Islam. </w:t>
      </w:r>
      <w:r>
        <w:t>Albany, NY: State University of New York Press, 1994.</w:t>
      </w:r>
    </w:p>
    <w:p w:rsidR="007D4755" w:rsidRDefault="00ED3D62" w:rsidP="00ED3D62">
      <w:pPr>
        <w:pStyle w:val="libNormal"/>
      </w:pPr>
      <w:proofErr w:type="spellStart"/>
      <w:r>
        <w:t>Sherif</w:t>
      </w:r>
      <w:proofErr w:type="spellEnd"/>
      <w:r>
        <w:t xml:space="preserve">, M.A. </w:t>
      </w:r>
      <w:r w:rsidRPr="00D86078">
        <w:rPr>
          <w:rStyle w:val="libItalicChar"/>
        </w:rPr>
        <w:t>Ghazali’s Theory of Virtue.</w:t>
      </w:r>
      <w:r>
        <w:t xml:space="preserve"> Albany, NY: State University of New York Press, 1975.</w:t>
      </w:r>
    </w:p>
    <w:p w:rsidR="00ED3D62" w:rsidRDefault="00ED3D62" w:rsidP="00ED3D62">
      <w:pPr>
        <w:pStyle w:val="libNormal"/>
      </w:pPr>
      <w:r>
        <w:t xml:space="preserve">Smith, Jane I. and Yvonne Haddad. </w:t>
      </w:r>
      <w:r w:rsidRPr="00D86078">
        <w:rPr>
          <w:rStyle w:val="libItalicChar"/>
        </w:rPr>
        <w:t xml:space="preserve">The Islamic Understanding of Death and Resurrection. </w:t>
      </w:r>
      <w:r>
        <w:t>Albany, NY: State University of New York Press, 1981.</w:t>
      </w:r>
    </w:p>
    <w:p w:rsidR="007D4755" w:rsidRDefault="00ED3D62" w:rsidP="00ED3D62">
      <w:pPr>
        <w:pStyle w:val="libNormal"/>
      </w:pPr>
      <w:r>
        <w:t xml:space="preserve">Street, Tony. </w:t>
      </w:r>
      <w:r w:rsidRPr="00D86078">
        <w:rPr>
          <w:rStyle w:val="libItalicChar"/>
        </w:rPr>
        <w:t>Avicenna: Intuitions of the Truth.</w:t>
      </w:r>
      <w:r>
        <w:t xml:space="preserve"> Cambridge, UK: The Islamic Texts Society, forthcoming.</w:t>
      </w:r>
    </w:p>
    <w:p w:rsidR="00ED3D62" w:rsidRDefault="00ED3D62" w:rsidP="00ED3D62">
      <w:pPr>
        <w:pStyle w:val="libNormal"/>
      </w:pPr>
      <w:proofErr w:type="spellStart"/>
      <w:r>
        <w:t>Stroumsa</w:t>
      </w:r>
      <w:proofErr w:type="spellEnd"/>
      <w:r>
        <w:t xml:space="preserve">, Sarah. </w:t>
      </w:r>
      <w:r w:rsidRPr="00D86078">
        <w:rPr>
          <w:rStyle w:val="libItalicChar"/>
        </w:rPr>
        <w:t>Freethinkers of Medieval Islam: Ibn al-</w:t>
      </w:r>
      <w:proofErr w:type="spellStart"/>
      <w:r w:rsidRPr="00D86078">
        <w:rPr>
          <w:rStyle w:val="libItalicChar"/>
        </w:rPr>
        <w:t>Rāwandī</w:t>
      </w:r>
      <w:proofErr w:type="spellEnd"/>
      <w:r w:rsidRPr="00D86078">
        <w:rPr>
          <w:rStyle w:val="libItalicChar"/>
        </w:rPr>
        <w:t>, Abu Bakr al-</w:t>
      </w:r>
      <w:proofErr w:type="spellStart"/>
      <w:r w:rsidRPr="00D86078">
        <w:rPr>
          <w:rStyle w:val="libItalicChar"/>
        </w:rPr>
        <w:t>Rāzī</w:t>
      </w:r>
      <w:proofErr w:type="spellEnd"/>
      <w:r w:rsidRPr="00D86078">
        <w:rPr>
          <w:rStyle w:val="libItalicChar"/>
        </w:rPr>
        <w:t xml:space="preserve"> and</w:t>
      </w:r>
      <w:r w:rsidR="007D4755">
        <w:t xml:space="preserve"> </w:t>
      </w:r>
      <w:r w:rsidRPr="00D86078">
        <w:rPr>
          <w:rStyle w:val="libItalicChar"/>
        </w:rPr>
        <w:t xml:space="preserve">Their Impact on Islamic Thought. </w:t>
      </w:r>
      <w:r>
        <w:t>Leiden: E.J. Brill, 1999.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proofErr w:type="spellStart"/>
      <w:r>
        <w:t>Suhrawardī</w:t>
      </w:r>
      <w:proofErr w:type="spellEnd"/>
      <w:r>
        <w:t xml:space="preserve">, </w:t>
      </w:r>
      <w:proofErr w:type="spellStart"/>
      <w:r>
        <w:t>Shihāb</w:t>
      </w:r>
      <w:proofErr w:type="spellEnd"/>
      <w:r>
        <w:t xml:space="preserve"> al-</w:t>
      </w:r>
      <w:proofErr w:type="spellStart"/>
      <w:r>
        <w:t>Dīn</w:t>
      </w:r>
      <w:proofErr w:type="spellEnd"/>
      <w:r>
        <w:t xml:space="preserve"> </w:t>
      </w:r>
      <w:proofErr w:type="spellStart"/>
      <w:r>
        <w:t>Yahyā</w:t>
      </w:r>
      <w:proofErr w:type="spellEnd"/>
      <w:r>
        <w:t xml:space="preserve"> (Hossein </w:t>
      </w:r>
      <w:proofErr w:type="spellStart"/>
      <w:r>
        <w:t>Ziai</w:t>
      </w:r>
      <w:proofErr w:type="spellEnd"/>
      <w:r>
        <w:t xml:space="preserve">, trans.). </w:t>
      </w:r>
      <w:r w:rsidRPr="00D86078">
        <w:rPr>
          <w:rStyle w:val="libItalicChar"/>
        </w:rPr>
        <w:t xml:space="preserve">The Book of Radiance: </w:t>
      </w:r>
      <w:proofErr w:type="spellStart"/>
      <w:r w:rsidRPr="00D86078">
        <w:rPr>
          <w:rStyle w:val="libItalicChar"/>
        </w:rPr>
        <w:t>Partaw-Nāma</w:t>
      </w:r>
      <w:proofErr w:type="spellEnd"/>
      <w:r w:rsidRPr="00D86078">
        <w:rPr>
          <w:rStyle w:val="libItalicChar"/>
        </w:rPr>
        <w:t xml:space="preserve">. </w:t>
      </w:r>
      <w:r w:rsidRPr="00D86078">
        <w:rPr>
          <w:rStyle w:val="libNormalChar"/>
        </w:rPr>
        <w:t>Costa Mesa, CA: Mazda Publ., 1998.</w:t>
      </w:r>
    </w:p>
    <w:p w:rsidR="00ED3D62" w:rsidRDefault="00ED3D62" w:rsidP="00ED3D62">
      <w:pPr>
        <w:pStyle w:val="libNormal"/>
      </w:pPr>
      <w:proofErr w:type="spellStart"/>
      <w:r w:rsidRPr="00CA2CCA">
        <w:t>Suhrawardī</w:t>
      </w:r>
      <w:proofErr w:type="spellEnd"/>
      <w:r w:rsidRPr="00CA2CCA">
        <w:t xml:space="preserve">. </w:t>
      </w:r>
      <w:r w:rsidRPr="00D86078">
        <w:rPr>
          <w:rStyle w:val="libItalicChar"/>
        </w:rPr>
        <w:t>The Philosophy of Illumination (</w:t>
      </w:r>
      <w:proofErr w:type="spellStart"/>
      <w:r w:rsidRPr="00D86078">
        <w:rPr>
          <w:rStyle w:val="libItalicChar"/>
        </w:rPr>
        <w:t>Hiqmat</w:t>
      </w:r>
      <w:proofErr w:type="spellEnd"/>
      <w:r w:rsidRPr="00D86078">
        <w:rPr>
          <w:rStyle w:val="libItalicChar"/>
        </w:rPr>
        <w:t xml:space="preserve"> al-</w:t>
      </w:r>
      <w:proofErr w:type="spellStart"/>
      <w:r w:rsidRPr="00D86078">
        <w:rPr>
          <w:rStyle w:val="libItalicChar"/>
        </w:rPr>
        <w:t>ishrāq</w:t>
      </w:r>
      <w:proofErr w:type="spellEnd"/>
      <w:r w:rsidRPr="00D86078">
        <w:rPr>
          <w:rStyle w:val="libItalicChar"/>
        </w:rPr>
        <w:t>).</w:t>
      </w:r>
      <w:r>
        <w:t xml:space="preserve"> John Walbridge and Hossein </w:t>
      </w:r>
      <w:proofErr w:type="spellStart"/>
      <w:r>
        <w:t>Ziai</w:t>
      </w:r>
      <w:proofErr w:type="spellEnd"/>
      <w:r>
        <w:t>, trans., commentary, etc. Provo, UT: Brigham Young University Press, 1999.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proofErr w:type="spellStart"/>
      <w:r>
        <w:t>Thackston</w:t>
      </w:r>
      <w:proofErr w:type="spellEnd"/>
      <w:r>
        <w:t xml:space="preserve">, W.M., Jr. </w:t>
      </w:r>
      <w:r w:rsidRPr="00D86078">
        <w:rPr>
          <w:rStyle w:val="libItalicChar"/>
        </w:rPr>
        <w:t xml:space="preserve">The Mystical and Visionary Treatises of </w:t>
      </w:r>
      <w:proofErr w:type="spellStart"/>
      <w:r w:rsidRPr="00D86078">
        <w:rPr>
          <w:rStyle w:val="libItalicChar"/>
        </w:rPr>
        <w:t>Shihabuddin</w:t>
      </w:r>
      <w:proofErr w:type="spellEnd"/>
      <w:r w:rsidRPr="00D86078">
        <w:rPr>
          <w:rStyle w:val="libItalicChar"/>
        </w:rPr>
        <w:t xml:space="preserve"> Yahya Suhrawardi. </w:t>
      </w:r>
      <w:r w:rsidRPr="00D86078">
        <w:rPr>
          <w:rStyle w:val="libNormalChar"/>
        </w:rPr>
        <w:t>London: Octagon Press, 1982.</w:t>
      </w:r>
    </w:p>
    <w:p w:rsidR="00ED3D62" w:rsidRPr="00D86078" w:rsidRDefault="00ED3D62" w:rsidP="00ED3D62">
      <w:pPr>
        <w:rPr>
          <w:rStyle w:val="libItalicChar"/>
        </w:rPr>
      </w:pPr>
      <w:r w:rsidRPr="00D86078">
        <w:rPr>
          <w:rStyle w:val="libNormalChar"/>
        </w:rPr>
        <w:t xml:space="preserve">Thomas, David, ed. </w:t>
      </w:r>
      <w:r w:rsidRPr="00D86078">
        <w:rPr>
          <w:rStyle w:val="libItalicChar"/>
        </w:rPr>
        <w:t>Early Muslim Polemic against Christianity:</w:t>
      </w:r>
      <w:r w:rsidRPr="00D86078">
        <w:rPr>
          <w:rStyle w:val="libNormalChar"/>
        </w:rPr>
        <w:t xml:space="preserve"> </w:t>
      </w:r>
      <w:proofErr w:type="spellStart"/>
      <w:r w:rsidRPr="00D86078">
        <w:rPr>
          <w:rStyle w:val="libItalicChar"/>
        </w:rPr>
        <w:t>Abū</w:t>
      </w:r>
      <w:proofErr w:type="spellEnd"/>
      <w:r w:rsidRPr="00D86078">
        <w:rPr>
          <w:rStyle w:val="libItalicChar"/>
        </w:rPr>
        <w:t xml:space="preserve"> ‘</w:t>
      </w:r>
      <w:proofErr w:type="spellStart"/>
      <w:r w:rsidRPr="00D86078">
        <w:rPr>
          <w:rStyle w:val="libItalicChar"/>
        </w:rPr>
        <w:t>Īsā</w:t>
      </w:r>
      <w:proofErr w:type="spellEnd"/>
      <w:r w:rsidRPr="00D86078">
        <w:rPr>
          <w:rStyle w:val="libItalicChar"/>
        </w:rPr>
        <w:t xml:space="preserve"> al-</w:t>
      </w:r>
      <w:proofErr w:type="spellStart"/>
      <w:r w:rsidRPr="00D86078">
        <w:rPr>
          <w:rStyle w:val="libItalicChar"/>
        </w:rPr>
        <w:t>Warrāq’s</w:t>
      </w:r>
      <w:proofErr w:type="spellEnd"/>
      <w:r w:rsidRPr="00D86078">
        <w:rPr>
          <w:rStyle w:val="libItalicChar"/>
        </w:rPr>
        <w:t xml:space="preserve"> ‘Against the Incarnation. </w:t>
      </w:r>
      <w:r w:rsidRPr="00D86078">
        <w:rPr>
          <w:rStyle w:val="libNormalChar"/>
        </w:rPr>
        <w:t>Cambridge, UK: Cambridge University Press, 2002.</w:t>
      </w:r>
    </w:p>
    <w:p w:rsidR="00ED3D62" w:rsidRDefault="00ED3D62" w:rsidP="00ED3D62">
      <w:pPr>
        <w:pStyle w:val="libNormal"/>
      </w:pPr>
      <w:r w:rsidRPr="00CA2CCA">
        <w:t xml:space="preserve">Troll, Christian W. </w:t>
      </w:r>
      <w:r w:rsidRPr="00D86078">
        <w:rPr>
          <w:rStyle w:val="libItalicChar"/>
        </w:rPr>
        <w:t xml:space="preserve">Sayyid Ahmad Khan: A Reinterpretation of Muslim Theology. </w:t>
      </w:r>
      <w:r>
        <w:t>New Delhi: Vikas, 1978.</w:t>
      </w:r>
    </w:p>
    <w:p w:rsidR="00ED3D62" w:rsidRDefault="00ED3D62" w:rsidP="00ED3D62">
      <w:pPr>
        <w:pStyle w:val="libNormal"/>
      </w:pPr>
      <w:r>
        <w:t xml:space="preserve">Wahba, Mourad and Mona </w:t>
      </w:r>
      <w:proofErr w:type="spellStart"/>
      <w:r>
        <w:t>Abousenna</w:t>
      </w:r>
      <w:proofErr w:type="spellEnd"/>
      <w:r>
        <w:t xml:space="preserve">, eds. </w:t>
      </w:r>
      <w:proofErr w:type="spellStart"/>
      <w:r w:rsidRPr="00D86078">
        <w:rPr>
          <w:rStyle w:val="libItalicChar"/>
        </w:rPr>
        <w:t>Averroës</w:t>
      </w:r>
      <w:proofErr w:type="spellEnd"/>
      <w:r w:rsidRPr="00D86078">
        <w:rPr>
          <w:rStyle w:val="libItalicChar"/>
        </w:rPr>
        <w:t xml:space="preserve"> and the Enlightenment. </w:t>
      </w:r>
      <w:r>
        <w:t>Amherst, NY: Prometheus Books, 1996.</w:t>
      </w:r>
    </w:p>
    <w:p w:rsidR="00ED3D62" w:rsidRDefault="00ED3D62" w:rsidP="00ED3D62">
      <w:pPr>
        <w:pStyle w:val="libNormal"/>
      </w:pPr>
      <w:r>
        <w:t xml:space="preserve">Walbridge, John. </w:t>
      </w:r>
      <w:r w:rsidRPr="00D86078">
        <w:rPr>
          <w:rStyle w:val="libItalicChar"/>
        </w:rPr>
        <w:t xml:space="preserve">The Leaven of the Ancients: </w:t>
      </w:r>
      <w:proofErr w:type="spellStart"/>
      <w:r w:rsidRPr="00D86078">
        <w:rPr>
          <w:rStyle w:val="libItalicChar"/>
        </w:rPr>
        <w:t>Suhrawardī</w:t>
      </w:r>
      <w:proofErr w:type="spellEnd"/>
      <w:r w:rsidRPr="00D86078">
        <w:rPr>
          <w:rStyle w:val="libItalicChar"/>
        </w:rPr>
        <w:t xml:space="preserve"> and the Heritage of the Greeks. </w:t>
      </w:r>
      <w:r>
        <w:t>Albany, NY: State University of New York Press, 1999.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Walbridge, John. </w:t>
      </w:r>
      <w:r w:rsidRPr="00D86078">
        <w:rPr>
          <w:rStyle w:val="libItalicChar"/>
        </w:rPr>
        <w:t xml:space="preserve">The Science of Mystic Lights: </w:t>
      </w:r>
      <w:proofErr w:type="spellStart"/>
      <w:r w:rsidRPr="00D86078">
        <w:rPr>
          <w:rStyle w:val="libItalicChar"/>
        </w:rPr>
        <w:t>Qutb</w:t>
      </w:r>
      <w:proofErr w:type="spellEnd"/>
      <w:r w:rsidRPr="00D86078">
        <w:rPr>
          <w:rStyle w:val="libItalicChar"/>
        </w:rPr>
        <w:t xml:space="preserve"> al-</w:t>
      </w:r>
      <w:proofErr w:type="spellStart"/>
      <w:r w:rsidRPr="00D86078">
        <w:rPr>
          <w:rStyle w:val="libItalicChar"/>
        </w:rPr>
        <w:t>Dīn</w:t>
      </w:r>
      <w:proofErr w:type="spellEnd"/>
      <w:r w:rsidRPr="00D86078">
        <w:rPr>
          <w:rStyle w:val="libItalicChar"/>
        </w:rPr>
        <w:t xml:space="preserve"> </w:t>
      </w:r>
      <w:proofErr w:type="spellStart"/>
      <w:r w:rsidRPr="00D86078">
        <w:rPr>
          <w:rStyle w:val="libItalicChar"/>
        </w:rPr>
        <w:t>Shīrāzī</w:t>
      </w:r>
      <w:proofErr w:type="spellEnd"/>
      <w:r w:rsidRPr="00D86078">
        <w:rPr>
          <w:rStyle w:val="libItalicChar"/>
        </w:rPr>
        <w:t xml:space="preserve"> and the </w:t>
      </w:r>
      <w:proofErr w:type="spellStart"/>
      <w:r w:rsidRPr="00D86078">
        <w:rPr>
          <w:rStyle w:val="libItalicChar"/>
        </w:rPr>
        <w:t>Illuminationist</w:t>
      </w:r>
      <w:proofErr w:type="spellEnd"/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Tradition in Islamic Philosophy. </w:t>
      </w:r>
      <w:r w:rsidRPr="00D86078">
        <w:rPr>
          <w:rStyle w:val="libNormalChar"/>
        </w:rPr>
        <w:t>Cambridge, MA: Harvard University Press, 1992.</w:t>
      </w:r>
    </w:p>
    <w:p w:rsidR="00ED3D62" w:rsidRDefault="00ED3D62" w:rsidP="00ED3D62">
      <w:pPr>
        <w:pStyle w:val="libNormal"/>
      </w:pPr>
      <w:r w:rsidRPr="00CA2CCA">
        <w:t xml:space="preserve">Walbridge, John. </w:t>
      </w:r>
      <w:r w:rsidRPr="00D86078">
        <w:rPr>
          <w:rStyle w:val="libItalicChar"/>
        </w:rPr>
        <w:t xml:space="preserve">The Wisdom of the Mystic East: </w:t>
      </w:r>
      <w:proofErr w:type="spellStart"/>
      <w:r w:rsidRPr="00D86078">
        <w:rPr>
          <w:rStyle w:val="libItalicChar"/>
        </w:rPr>
        <w:t>Suhrawardī</w:t>
      </w:r>
      <w:proofErr w:type="spellEnd"/>
      <w:r w:rsidRPr="00D86078">
        <w:rPr>
          <w:rStyle w:val="libItalicChar"/>
        </w:rPr>
        <w:t xml:space="preserve"> and Platonic Orientalism. </w:t>
      </w:r>
      <w:r>
        <w:t>Albany, NY: State University of New York Press, 2001.</w:t>
      </w:r>
    </w:p>
    <w:p w:rsidR="00ED3D62" w:rsidRDefault="00ED3D62" w:rsidP="00ED3D62">
      <w:pPr>
        <w:pStyle w:val="libNormal"/>
      </w:pPr>
      <w:r>
        <w:t xml:space="preserve">Walker, Paul E. </w:t>
      </w:r>
      <w:r w:rsidRPr="00D86078">
        <w:rPr>
          <w:rStyle w:val="libItalicChar"/>
        </w:rPr>
        <w:t xml:space="preserve">Abu </w:t>
      </w:r>
      <w:proofErr w:type="gramStart"/>
      <w:r w:rsidRPr="00D86078">
        <w:rPr>
          <w:rStyle w:val="libItalicChar"/>
        </w:rPr>
        <w:t>Ya‘</w:t>
      </w:r>
      <w:proofErr w:type="gramEnd"/>
      <w:r w:rsidRPr="00D86078">
        <w:rPr>
          <w:rStyle w:val="libItalicChar"/>
        </w:rPr>
        <w:t>qub al-</w:t>
      </w:r>
      <w:proofErr w:type="spellStart"/>
      <w:r w:rsidRPr="00D86078">
        <w:rPr>
          <w:rStyle w:val="libItalicChar"/>
        </w:rPr>
        <w:t>Sijistani</w:t>
      </w:r>
      <w:proofErr w:type="spellEnd"/>
      <w:r w:rsidRPr="00D86078">
        <w:rPr>
          <w:rStyle w:val="libItalicChar"/>
        </w:rPr>
        <w:t>: Intellectual Missionary</w:t>
      </w:r>
      <w:r>
        <w:t>. London: I.B. Tauris, 1998.</w:t>
      </w:r>
    </w:p>
    <w:p w:rsidR="00ED3D62" w:rsidRDefault="00ED3D62" w:rsidP="00ED3D62">
      <w:pPr>
        <w:pStyle w:val="libNormal"/>
      </w:pPr>
      <w:proofErr w:type="spellStart"/>
      <w:r>
        <w:lastRenderedPageBreak/>
        <w:t>Walzer</w:t>
      </w:r>
      <w:proofErr w:type="spellEnd"/>
      <w:r>
        <w:t xml:space="preserve">, Richard. </w:t>
      </w:r>
      <w:r w:rsidRPr="00D86078">
        <w:rPr>
          <w:rStyle w:val="libItalicChar"/>
        </w:rPr>
        <w:t>Greek into Arabic: Essays on Islamic Philosophy.</w:t>
      </w:r>
      <w:r>
        <w:t xml:space="preserve"> Oxford, UK: B. Cassirer, 1962.</w:t>
      </w:r>
    </w:p>
    <w:p w:rsidR="007D4755" w:rsidRDefault="00ED3D62" w:rsidP="00ED3D62">
      <w:pPr>
        <w:pStyle w:val="libNormal"/>
      </w:pPr>
      <w:r>
        <w:t xml:space="preserve">Watt, William Montgomery, trans. </w:t>
      </w:r>
      <w:r w:rsidRPr="00D86078">
        <w:rPr>
          <w:rStyle w:val="libItalicChar"/>
        </w:rPr>
        <w:t>The Faith and Practice of Al-</w:t>
      </w:r>
      <w:proofErr w:type="spellStart"/>
      <w:r w:rsidRPr="00D86078">
        <w:rPr>
          <w:rStyle w:val="libItalicChar"/>
        </w:rPr>
        <w:t>Ghazālī</w:t>
      </w:r>
      <w:proofErr w:type="spellEnd"/>
      <w:r w:rsidRPr="00D86078">
        <w:rPr>
          <w:rStyle w:val="libItalicChar"/>
        </w:rPr>
        <w:t xml:space="preserve">. </w:t>
      </w:r>
      <w:r>
        <w:t xml:space="preserve">Oxford, UK: </w:t>
      </w:r>
      <w:proofErr w:type="spellStart"/>
      <w:r>
        <w:t>Oneworld</w:t>
      </w:r>
      <w:proofErr w:type="spellEnd"/>
      <w:r>
        <w:t>, 1995.</w:t>
      </w:r>
    </w:p>
    <w:p w:rsidR="00ED3D62" w:rsidRDefault="00ED3D62" w:rsidP="00ED3D62">
      <w:pPr>
        <w:pStyle w:val="libNormal"/>
      </w:pPr>
      <w:r>
        <w:t xml:space="preserve">Watt, William Montgomery. </w:t>
      </w:r>
      <w:r w:rsidRPr="00D86078">
        <w:rPr>
          <w:rStyle w:val="libItalicChar"/>
        </w:rPr>
        <w:t xml:space="preserve">The Formative Period of Islamic Thought. </w:t>
      </w:r>
      <w:r>
        <w:t xml:space="preserve">Oxford, UK: </w:t>
      </w:r>
      <w:proofErr w:type="spellStart"/>
      <w:r>
        <w:t>Oneworld</w:t>
      </w:r>
      <w:proofErr w:type="spellEnd"/>
      <w:r>
        <w:t>, 1998.</w:t>
      </w:r>
    </w:p>
    <w:p w:rsidR="00ED3D62" w:rsidRDefault="00ED3D62" w:rsidP="00ED3D62">
      <w:pPr>
        <w:pStyle w:val="libNormal"/>
      </w:pPr>
      <w:r>
        <w:t xml:space="preserve">Watt, William Montgomery. </w:t>
      </w:r>
      <w:r w:rsidRPr="00D86078">
        <w:rPr>
          <w:rStyle w:val="libItalicChar"/>
        </w:rPr>
        <w:t>Free Will and Predestination in Early Islam.</w:t>
      </w:r>
      <w:r>
        <w:t xml:space="preserve"> London: </w:t>
      </w:r>
      <w:proofErr w:type="spellStart"/>
      <w:r>
        <w:t>Luzac</w:t>
      </w:r>
      <w:proofErr w:type="spellEnd"/>
      <w:r>
        <w:t>, 1948.</w:t>
      </w:r>
    </w:p>
    <w:p w:rsidR="00ED3D62" w:rsidRDefault="00ED3D62" w:rsidP="00ED3D62">
      <w:pPr>
        <w:pStyle w:val="libNormal"/>
      </w:pPr>
      <w:r>
        <w:t xml:space="preserve">Watt, William Montgomery. </w:t>
      </w:r>
      <w:r w:rsidRPr="00D86078">
        <w:rPr>
          <w:rStyle w:val="libItalicChar"/>
        </w:rPr>
        <w:t>Islamic Philosophy and Theology: An Extended Survey.</w:t>
      </w:r>
      <w:r w:rsidRPr="00D86078">
        <w:t xml:space="preserve"> Edinburgh: Edinburgh University Press, 2</w:t>
      </w:r>
      <w:r w:rsidRPr="00750AA4">
        <w:t>nd</w:t>
      </w:r>
      <w:r>
        <w:t xml:space="preserve"> ed., 1985.</w:t>
      </w:r>
    </w:p>
    <w:p w:rsidR="00ED3D62" w:rsidRDefault="00ED3D62" w:rsidP="00ED3D62">
      <w:pPr>
        <w:pStyle w:val="libNormal"/>
      </w:pPr>
      <w:r>
        <w:t xml:space="preserve">Watt, William Montgomery. </w:t>
      </w:r>
      <w:r w:rsidRPr="00D86078">
        <w:rPr>
          <w:rStyle w:val="libItalicChar"/>
        </w:rPr>
        <w:t>Muslim Intellectual: A Study of al-</w:t>
      </w:r>
      <w:proofErr w:type="spellStart"/>
      <w:r w:rsidRPr="00D86078">
        <w:rPr>
          <w:rStyle w:val="libItalicChar"/>
        </w:rPr>
        <w:t>Ghazālī</w:t>
      </w:r>
      <w:proofErr w:type="spellEnd"/>
      <w:r w:rsidRPr="00D86078">
        <w:rPr>
          <w:rStyle w:val="libItalicChar"/>
        </w:rPr>
        <w:t>.</w:t>
      </w:r>
      <w:r>
        <w:t xml:space="preserve"> Edinburgh: Edinburgh University Press, 1963.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Wheeler, Brannon M. </w:t>
      </w:r>
      <w:r w:rsidRPr="00D86078">
        <w:rPr>
          <w:rStyle w:val="libItalicChar"/>
        </w:rPr>
        <w:t>Applying the Canon in Islam: The Authorization and Maintenance of</w:t>
      </w:r>
      <w:r w:rsidR="007D4755">
        <w:rPr>
          <w:rStyle w:val="libNormalChar"/>
        </w:rPr>
        <w:t xml:space="preserve"> </w:t>
      </w:r>
      <w:r w:rsidRPr="00D86078">
        <w:rPr>
          <w:rStyle w:val="libItalicChar"/>
        </w:rPr>
        <w:t xml:space="preserve">Interpretive Reasoning in Hanafi Scholarship. </w:t>
      </w:r>
      <w:r w:rsidRPr="00D86078">
        <w:rPr>
          <w:rStyle w:val="libNormalChar"/>
        </w:rPr>
        <w:t>Albany, NY: State University of New York</w:t>
      </w:r>
      <w:r w:rsidRPr="00D86078">
        <w:rPr>
          <w:rStyle w:val="libItalicChar"/>
        </w:rPr>
        <w:t xml:space="preserve"> </w:t>
      </w:r>
      <w:r w:rsidRPr="00D86078">
        <w:rPr>
          <w:rStyle w:val="libNormalChar"/>
        </w:rPr>
        <w:t>Press, 1996.</w:t>
      </w:r>
    </w:p>
    <w:p w:rsidR="00ED3D62" w:rsidRDefault="00ED3D62" w:rsidP="00ED3D62">
      <w:pPr>
        <w:pStyle w:val="libNormal"/>
      </w:pPr>
      <w:r w:rsidRPr="00CA2CCA">
        <w:t xml:space="preserve">Wheeler, Brannon M. </w:t>
      </w:r>
      <w:r w:rsidRPr="00D86078">
        <w:rPr>
          <w:rStyle w:val="libItalicChar"/>
        </w:rPr>
        <w:t xml:space="preserve">Moses in the Qur’an and Islamic Exegesis. </w:t>
      </w:r>
      <w:r>
        <w:t xml:space="preserve">London: </w:t>
      </w:r>
      <w:proofErr w:type="spellStart"/>
      <w:r>
        <w:t>RoutledgeCurzon</w:t>
      </w:r>
      <w:proofErr w:type="spellEnd"/>
      <w:r>
        <w:t>, 2002.</w:t>
      </w:r>
    </w:p>
    <w:p w:rsidR="00ED3D62" w:rsidRDefault="00ED3D62" w:rsidP="00ED3D62">
      <w:pPr>
        <w:pStyle w:val="libNormal"/>
      </w:pPr>
      <w:proofErr w:type="spellStart"/>
      <w:r>
        <w:t>Wisnovsky</w:t>
      </w:r>
      <w:proofErr w:type="spellEnd"/>
      <w:r>
        <w:t xml:space="preserve">, Robert. </w:t>
      </w:r>
      <w:r w:rsidRPr="00D86078">
        <w:rPr>
          <w:rStyle w:val="libItalicChar"/>
        </w:rPr>
        <w:t>Avicenna’s Metaphysics in Context.</w:t>
      </w:r>
      <w:r>
        <w:t xml:space="preserve"> Ithaca, NY: Cornell University Press, 2003.</w:t>
      </w:r>
    </w:p>
    <w:p w:rsidR="00ED3D62" w:rsidRDefault="00ED3D62" w:rsidP="00ED3D62">
      <w:pPr>
        <w:pStyle w:val="libNormal"/>
      </w:pPr>
      <w:proofErr w:type="spellStart"/>
      <w:r>
        <w:t>Wisnovsky</w:t>
      </w:r>
      <w:proofErr w:type="spellEnd"/>
      <w:r>
        <w:t xml:space="preserve">, Robert, ed. </w:t>
      </w:r>
      <w:r w:rsidRPr="00D86078">
        <w:rPr>
          <w:rStyle w:val="libItalicChar"/>
        </w:rPr>
        <w:t>Aspects of Avicenna</w:t>
      </w:r>
      <w:r>
        <w:t>. Princeton, NJ: Markus Wiener, 2002.</w:t>
      </w:r>
    </w:p>
    <w:p w:rsidR="00ED3D62" w:rsidRDefault="00ED3D62" w:rsidP="00ED3D62">
      <w:pPr>
        <w:pStyle w:val="libNormal"/>
      </w:pPr>
      <w:r>
        <w:t xml:space="preserve">Wolfson, Harry A. </w:t>
      </w:r>
      <w:r w:rsidRPr="00D86078">
        <w:rPr>
          <w:rStyle w:val="libItalicChar"/>
        </w:rPr>
        <w:t xml:space="preserve">The Philosophy of the </w:t>
      </w:r>
      <w:proofErr w:type="spellStart"/>
      <w:r w:rsidRPr="00D86078">
        <w:rPr>
          <w:rStyle w:val="libItalicChar"/>
        </w:rPr>
        <w:t>Kalām</w:t>
      </w:r>
      <w:proofErr w:type="spellEnd"/>
      <w:r w:rsidRPr="00D86078">
        <w:rPr>
          <w:rStyle w:val="libItalicChar"/>
        </w:rPr>
        <w:t>.</w:t>
      </w:r>
      <w:r>
        <w:t xml:space="preserve"> Cambridge, MA: Harvard University Press,1976.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proofErr w:type="spellStart"/>
      <w:r>
        <w:t>Ha’iri</w:t>
      </w:r>
      <w:proofErr w:type="spellEnd"/>
      <w:r>
        <w:t xml:space="preserve"> </w:t>
      </w:r>
      <w:proofErr w:type="spellStart"/>
      <w:r>
        <w:t>Yazdi</w:t>
      </w:r>
      <w:proofErr w:type="spellEnd"/>
      <w:r>
        <w:t xml:space="preserve">, Mehdi. </w:t>
      </w:r>
      <w:r w:rsidRPr="00D86078">
        <w:rPr>
          <w:rStyle w:val="libItalicChar"/>
        </w:rPr>
        <w:t>The Principles of Epistemology in Islamic Philosophy: Knowledge by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Presence. </w:t>
      </w:r>
      <w:r w:rsidRPr="00D86078">
        <w:rPr>
          <w:rStyle w:val="libNormalChar"/>
        </w:rPr>
        <w:t>Albany, NY: State University of New York Press, 1992.</w:t>
      </w:r>
    </w:p>
    <w:p w:rsidR="00ED3D62" w:rsidRPr="00D86078" w:rsidRDefault="00ED3D62" w:rsidP="00ED3D62">
      <w:pPr>
        <w:rPr>
          <w:rStyle w:val="libItalicChar"/>
        </w:rPr>
      </w:pPr>
      <w:proofErr w:type="spellStart"/>
      <w:r w:rsidRPr="00D86078">
        <w:rPr>
          <w:rStyle w:val="libNormalChar"/>
        </w:rPr>
        <w:t>Ziai</w:t>
      </w:r>
      <w:proofErr w:type="spellEnd"/>
      <w:r w:rsidRPr="00D86078">
        <w:rPr>
          <w:rStyle w:val="libNormalChar"/>
        </w:rPr>
        <w:t xml:space="preserve">, Hossein. </w:t>
      </w:r>
      <w:r w:rsidRPr="00D86078">
        <w:rPr>
          <w:rStyle w:val="libItalicChar"/>
        </w:rPr>
        <w:t xml:space="preserve">Knowledge and Illumination: A Study of </w:t>
      </w:r>
      <w:proofErr w:type="spellStart"/>
      <w:r w:rsidRPr="00D86078">
        <w:rPr>
          <w:rStyle w:val="libItalicChar"/>
        </w:rPr>
        <w:t>Suhrawardī’s</w:t>
      </w:r>
      <w:proofErr w:type="spellEnd"/>
      <w:r w:rsidRPr="00D86078">
        <w:rPr>
          <w:rStyle w:val="libItalicChar"/>
        </w:rPr>
        <w:t xml:space="preserve"> “</w:t>
      </w:r>
      <w:proofErr w:type="spellStart"/>
      <w:r w:rsidRPr="00D86078">
        <w:rPr>
          <w:rStyle w:val="libItalicChar"/>
        </w:rPr>
        <w:t>Hikmat</w:t>
      </w:r>
      <w:proofErr w:type="spellEnd"/>
      <w:r w:rsidRPr="00D86078">
        <w:rPr>
          <w:rStyle w:val="libItalicChar"/>
        </w:rPr>
        <w:t xml:space="preserve"> al-</w:t>
      </w:r>
      <w:proofErr w:type="spellStart"/>
      <w:r w:rsidRPr="00D86078">
        <w:rPr>
          <w:rStyle w:val="libItalicChar"/>
        </w:rPr>
        <w:t>Ishrāq</w:t>
      </w:r>
      <w:proofErr w:type="spellEnd"/>
      <w:r w:rsidRPr="00D86078">
        <w:rPr>
          <w:rStyle w:val="libItalicChar"/>
        </w:rPr>
        <w:t xml:space="preserve">.” </w:t>
      </w:r>
      <w:r w:rsidRPr="00D86078">
        <w:rPr>
          <w:rStyle w:val="libNormalChar"/>
        </w:rPr>
        <w:t>Atlanta, GA: Scholar’s Press, 1990.</w:t>
      </w:r>
    </w:p>
    <w:p w:rsidR="00ED3D62" w:rsidRDefault="00ED3D62" w:rsidP="00ED3D62">
      <w:pPr>
        <w:pStyle w:val="libNormal"/>
      </w:pPr>
      <w:r>
        <w:br w:type="page"/>
      </w:r>
    </w:p>
    <w:p w:rsidR="00ED3D62" w:rsidRPr="00296A62" w:rsidRDefault="00ED3D62" w:rsidP="00296A62">
      <w:pPr>
        <w:pStyle w:val="Heading1Center"/>
      </w:pPr>
      <w:bookmarkStart w:id="8" w:name="_Toc8818416"/>
      <w:r w:rsidRPr="00296A62">
        <w:lastRenderedPageBreak/>
        <w:t>VII – Jurisprudence:</w:t>
      </w:r>
      <w:bookmarkEnd w:id="8"/>
    </w:p>
    <w:p w:rsidR="00ED3D62" w:rsidRDefault="00ED3D62" w:rsidP="00ED3D62">
      <w:pPr>
        <w:pStyle w:val="libNormal"/>
      </w:pPr>
      <w:proofErr w:type="spellStart"/>
      <w:r w:rsidRPr="00D86078">
        <w:t>Abou</w:t>
      </w:r>
      <w:proofErr w:type="spellEnd"/>
      <w:r w:rsidRPr="00D86078">
        <w:t xml:space="preserve"> El Fadl, Khaled. </w:t>
      </w:r>
      <w:r w:rsidRPr="00D86078">
        <w:rPr>
          <w:rStyle w:val="libItalicChar"/>
        </w:rPr>
        <w:t>Rebellion and Violence in Islamic Law.</w:t>
      </w:r>
      <w:r>
        <w:t xml:space="preserve"> Cambridge, UK: Cambridge University Press, 2002.</w:t>
      </w:r>
    </w:p>
    <w:p w:rsidR="00ED3D62" w:rsidRDefault="00ED3D62" w:rsidP="00ED3D62">
      <w:pPr>
        <w:pStyle w:val="libNormal"/>
      </w:pPr>
      <w:proofErr w:type="spellStart"/>
      <w:r>
        <w:t>Abou</w:t>
      </w:r>
      <w:proofErr w:type="spellEnd"/>
      <w:r>
        <w:t xml:space="preserve"> El Fadl, Khaled. </w:t>
      </w:r>
      <w:r w:rsidRPr="00D86078">
        <w:rPr>
          <w:rStyle w:val="libItalicChar"/>
        </w:rPr>
        <w:t xml:space="preserve">Speaking in God’s Name: Islamic Law, Authority and Women. </w:t>
      </w:r>
      <w:r>
        <w:t xml:space="preserve">Oxford, England: </w:t>
      </w:r>
      <w:proofErr w:type="spellStart"/>
      <w:r>
        <w:t>Oneworld</w:t>
      </w:r>
      <w:proofErr w:type="spellEnd"/>
      <w:r>
        <w:t>, 2001.</w:t>
      </w:r>
    </w:p>
    <w:p w:rsidR="00ED3D62" w:rsidRDefault="00ED3D62" w:rsidP="00ED3D62">
      <w:pPr>
        <w:pStyle w:val="libNormal"/>
      </w:pPr>
      <w:r>
        <w:t xml:space="preserve">Ahmad, </w:t>
      </w:r>
      <w:proofErr w:type="spellStart"/>
      <w:r>
        <w:t>Kassim</w:t>
      </w:r>
      <w:proofErr w:type="spellEnd"/>
      <w:r>
        <w:t xml:space="preserve">. </w:t>
      </w:r>
      <w:r w:rsidRPr="00D86078">
        <w:rPr>
          <w:rStyle w:val="libItalicChar"/>
        </w:rPr>
        <w:t>Hadith: A Re-evaluation.</w:t>
      </w:r>
      <w:r>
        <w:t xml:space="preserve"> Fremont, CA: Universal Unity, 1997.</w:t>
      </w:r>
    </w:p>
    <w:p w:rsidR="00ED3D62" w:rsidRDefault="00ED3D62" w:rsidP="00ED3D62">
      <w:pPr>
        <w:pStyle w:val="libNormal"/>
      </w:pPr>
      <w:r>
        <w:t>El-</w:t>
      </w:r>
      <w:proofErr w:type="spellStart"/>
      <w:r>
        <w:t>Alami</w:t>
      </w:r>
      <w:proofErr w:type="spellEnd"/>
      <w:r>
        <w:t xml:space="preserve">, </w:t>
      </w:r>
      <w:proofErr w:type="spellStart"/>
      <w:r>
        <w:t>Dawoud</w:t>
      </w:r>
      <w:proofErr w:type="spellEnd"/>
      <w:r>
        <w:t xml:space="preserve"> S. </w:t>
      </w:r>
      <w:r w:rsidRPr="00D86078">
        <w:rPr>
          <w:rStyle w:val="libItalicChar"/>
        </w:rPr>
        <w:t>The Marriage Contract in Islamic Law.</w:t>
      </w:r>
      <w:r>
        <w:t xml:space="preserve"> London: Graham &amp; Trotman, 1992.</w:t>
      </w:r>
    </w:p>
    <w:p w:rsidR="00ED3D62" w:rsidRDefault="00ED3D62" w:rsidP="00ED3D62">
      <w:pPr>
        <w:pStyle w:val="libNormal"/>
      </w:pPr>
      <w:proofErr w:type="spellStart"/>
      <w:r>
        <w:t>Algar</w:t>
      </w:r>
      <w:proofErr w:type="spellEnd"/>
      <w:r>
        <w:t xml:space="preserve">, Hamid, trans. </w:t>
      </w:r>
      <w:r w:rsidRPr="00D86078">
        <w:rPr>
          <w:rStyle w:val="libItalicChar"/>
        </w:rPr>
        <w:t>Constitution of the Islamic Republic of Iran.</w:t>
      </w:r>
      <w:r>
        <w:t xml:space="preserve"> Berkeley, CA: </w:t>
      </w:r>
      <w:proofErr w:type="spellStart"/>
      <w:r>
        <w:t>Mizan</w:t>
      </w:r>
      <w:proofErr w:type="spellEnd"/>
      <w:r>
        <w:t xml:space="preserve"> Press, 1980.</w:t>
      </w:r>
    </w:p>
    <w:p w:rsidR="00ED3D62" w:rsidRDefault="00ED3D62" w:rsidP="00ED3D62">
      <w:pPr>
        <w:pStyle w:val="libNormal"/>
      </w:pPr>
      <w:r>
        <w:t xml:space="preserve">Anderson, J.N.D. </w:t>
      </w:r>
      <w:r w:rsidRPr="00D86078">
        <w:rPr>
          <w:rStyle w:val="libItalicChar"/>
        </w:rPr>
        <w:t>Law Reform in the Muslim World.</w:t>
      </w:r>
      <w:r>
        <w:t xml:space="preserve"> London: Athlone Press, 1976.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>An-</w:t>
      </w:r>
      <w:proofErr w:type="spellStart"/>
      <w:r>
        <w:t>Na’im</w:t>
      </w:r>
      <w:proofErr w:type="spellEnd"/>
      <w:r>
        <w:t xml:space="preserve">, Abdullahi Ahmed. </w:t>
      </w:r>
      <w:r w:rsidRPr="00D86078">
        <w:rPr>
          <w:rStyle w:val="libItalicChar"/>
        </w:rPr>
        <w:t>Toward an Islamic Reformation: Civil Liberties, Human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Rights, and International Law. </w:t>
      </w:r>
      <w:r w:rsidRPr="00D86078">
        <w:rPr>
          <w:rStyle w:val="libNormalChar"/>
        </w:rPr>
        <w:t>Syracuse, NY: Syracuse University Press, 1996.</w:t>
      </w:r>
    </w:p>
    <w:p w:rsidR="00ED3D62" w:rsidRDefault="00ED3D62" w:rsidP="00ED3D62">
      <w:pPr>
        <w:pStyle w:val="libNormal"/>
      </w:pPr>
      <w:r w:rsidRPr="00CA2CCA">
        <w:t xml:space="preserve">Arabi, Oussama. </w:t>
      </w:r>
      <w:r w:rsidRPr="00D86078">
        <w:rPr>
          <w:rStyle w:val="libItalicChar"/>
        </w:rPr>
        <w:t>Studies in Modern Islamic Law and Jurisprudence.</w:t>
      </w:r>
      <w:r>
        <w:t xml:space="preserve"> The Hague: Kluwer Law International, 2001.</w:t>
      </w:r>
    </w:p>
    <w:p w:rsidR="00ED3D62" w:rsidRDefault="00ED3D62" w:rsidP="00ED3D62">
      <w:pPr>
        <w:pStyle w:val="libNormal"/>
      </w:pPr>
      <w:proofErr w:type="spellStart"/>
      <w:r>
        <w:t>Asad</w:t>
      </w:r>
      <w:proofErr w:type="spellEnd"/>
      <w:r>
        <w:t xml:space="preserve">, Muhammad. </w:t>
      </w:r>
      <w:r w:rsidRPr="00D86078">
        <w:rPr>
          <w:rStyle w:val="libItalicChar"/>
        </w:rPr>
        <w:t>Principles of State and Government in Islam.</w:t>
      </w:r>
      <w:r>
        <w:t xml:space="preserve"> London: Islamic Book Trust, 1980.</w:t>
      </w:r>
    </w:p>
    <w:p w:rsidR="00ED3D62" w:rsidRDefault="00ED3D62" w:rsidP="00ED3D62">
      <w:pPr>
        <w:pStyle w:val="libNormal"/>
      </w:pPr>
      <w:proofErr w:type="spellStart"/>
      <w:r>
        <w:t>Azami</w:t>
      </w:r>
      <w:proofErr w:type="spellEnd"/>
      <w:r>
        <w:t xml:space="preserve">, M.M. </w:t>
      </w:r>
      <w:r w:rsidRPr="00D86078">
        <w:rPr>
          <w:rStyle w:val="libItalicChar"/>
        </w:rPr>
        <w:t>On Schacht’s Origins of Muhammadan Jurisprudence.</w:t>
      </w:r>
      <w:r>
        <w:t xml:space="preserve"> New York: John Wiley, 1985.</w:t>
      </w:r>
    </w:p>
    <w:p w:rsidR="00ED3D62" w:rsidRDefault="00ED3D62" w:rsidP="00ED3D62">
      <w:pPr>
        <w:pStyle w:val="libNormal"/>
      </w:pPr>
      <w:r>
        <w:t>al-</w:t>
      </w:r>
      <w:proofErr w:type="spellStart"/>
      <w:r>
        <w:t>Azmeh</w:t>
      </w:r>
      <w:proofErr w:type="spellEnd"/>
      <w:r>
        <w:t xml:space="preserve">, Aziz, ed. </w:t>
      </w:r>
      <w:r w:rsidRPr="00D86078">
        <w:rPr>
          <w:rStyle w:val="libItalicChar"/>
        </w:rPr>
        <w:t>Islamic Law: Social and Historical Contexts.</w:t>
      </w:r>
      <w:r>
        <w:t xml:space="preserve"> London: Routledge, 1988.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proofErr w:type="spellStart"/>
      <w:r>
        <w:t>Bakhtiar</w:t>
      </w:r>
      <w:proofErr w:type="spellEnd"/>
      <w:r>
        <w:t xml:space="preserve">, </w:t>
      </w:r>
      <w:proofErr w:type="spellStart"/>
      <w:r>
        <w:t>Laleh</w:t>
      </w:r>
      <w:proofErr w:type="spellEnd"/>
      <w:r>
        <w:t xml:space="preserve">, trans. and ed. </w:t>
      </w:r>
      <w:r w:rsidRPr="00D86078">
        <w:rPr>
          <w:rStyle w:val="libItalicChar"/>
        </w:rPr>
        <w:t>Encyclopedia of Islamic Law: A Compendium of the Major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Schools. </w:t>
      </w:r>
      <w:r w:rsidRPr="00D86078">
        <w:rPr>
          <w:rStyle w:val="libNormalChar"/>
        </w:rPr>
        <w:t>Chicago, IL: Kazi Publ., 1996.</w:t>
      </w:r>
    </w:p>
    <w:p w:rsidR="007D4755" w:rsidRDefault="00ED3D62" w:rsidP="00ED3D62">
      <w:pPr>
        <w:rPr>
          <w:rStyle w:val="libNormalChar"/>
        </w:rPr>
      </w:pPr>
      <w:r w:rsidRPr="00D86078">
        <w:rPr>
          <w:rStyle w:val="libNormalChar"/>
        </w:rPr>
        <w:t xml:space="preserve">Bowen, John R. </w:t>
      </w:r>
      <w:r w:rsidRPr="00D86078">
        <w:rPr>
          <w:rStyle w:val="libItalicChar"/>
        </w:rPr>
        <w:t>Islam, Law and Equality in Indonesia: An Anthropology of Public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Reasoning. </w:t>
      </w:r>
      <w:r w:rsidRPr="00D86078">
        <w:rPr>
          <w:rStyle w:val="libNormalChar"/>
        </w:rPr>
        <w:t>Cambridge, UK: Cambridge University Press, 2003.</w:t>
      </w:r>
    </w:p>
    <w:p w:rsidR="00ED3D62" w:rsidRDefault="00ED3D62" w:rsidP="00ED3D62">
      <w:pPr>
        <w:pStyle w:val="libNormal"/>
      </w:pPr>
      <w:proofErr w:type="spellStart"/>
      <w:r w:rsidRPr="00CA2CCA">
        <w:t>Brockopp</w:t>
      </w:r>
      <w:proofErr w:type="spellEnd"/>
      <w:r w:rsidRPr="00CA2CCA">
        <w:t xml:space="preserve">, Jonathan E. </w:t>
      </w:r>
      <w:r w:rsidRPr="00D86078">
        <w:rPr>
          <w:rStyle w:val="libItalicChar"/>
        </w:rPr>
        <w:t xml:space="preserve">Early </w:t>
      </w:r>
      <w:proofErr w:type="spellStart"/>
      <w:r w:rsidRPr="00D86078">
        <w:rPr>
          <w:rStyle w:val="libItalicChar"/>
        </w:rPr>
        <w:t>Mālikī</w:t>
      </w:r>
      <w:proofErr w:type="spellEnd"/>
      <w:r w:rsidRPr="00D86078">
        <w:rPr>
          <w:rStyle w:val="libItalicChar"/>
        </w:rPr>
        <w:t xml:space="preserve"> Law: Ibn ‘Abd al-Hakam and his Major Compendium</w:t>
      </w:r>
      <w:r w:rsidR="007D4755">
        <w:t xml:space="preserve"> </w:t>
      </w:r>
      <w:r w:rsidRPr="00D86078">
        <w:rPr>
          <w:rStyle w:val="libItalicChar"/>
        </w:rPr>
        <w:t xml:space="preserve">Jurisprudence. </w:t>
      </w:r>
      <w:r>
        <w:t>Leiden: E.J. Brill, 2000.</w:t>
      </w:r>
    </w:p>
    <w:p w:rsidR="00ED3D62" w:rsidRDefault="00ED3D62" w:rsidP="00ED3D62">
      <w:pPr>
        <w:pStyle w:val="libNormal"/>
      </w:pPr>
      <w:r>
        <w:t xml:space="preserve">Burton, John. </w:t>
      </w:r>
      <w:r w:rsidRPr="00D86078">
        <w:rPr>
          <w:rStyle w:val="libItalicChar"/>
        </w:rPr>
        <w:t>The Sources of Islamic Law: Islamic Theories of Abrogation.</w:t>
      </w:r>
      <w:r>
        <w:t xml:space="preserve"> Edinburgh: Edinburgh University Press, 1990.</w:t>
      </w:r>
    </w:p>
    <w:p w:rsidR="00ED3D62" w:rsidRDefault="00ED3D62" w:rsidP="00ED3D62">
      <w:pPr>
        <w:pStyle w:val="libNormal"/>
      </w:pPr>
      <w:r>
        <w:t xml:space="preserve">Burton, John. </w:t>
      </w:r>
      <w:r w:rsidRPr="00D86078">
        <w:rPr>
          <w:rStyle w:val="libItalicChar"/>
        </w:rPr>
        <w:t>An Introduction to the Hadith.</w:t>
      </w:r>
      <w:r>
        <w:t xml:space="preserve"> Edinburgh: Edinburgh University Press, 1994.</w:t>
      </w:r>
    </w:p>
    <w:p w:rsidR="00ED3D62" w:rsidRDefault="00ED3D62" w:rsidP="00ED3D62">
      <w:pPr>
        <w:pStyle w:val="libNormal"/>
      </w:pPr>
      <w:r>
        <w:t xml:space="preserve">Calder, Norman. </w:t>
      </w:r>
      <w:r w:rsidRPr="00D86078">
        <w:rPr>
          <w:rStyle w:val="libItalicChar"/>
        </w:rPr>
        <w:t>Studies in Early Muslim Jurisprudence.</w:t>
      </w:r>
      <w:r>
        <w:t xml:space="preserve"> Oxford, UK: Clarendon Press, 1993.</w:t>
      </w:r>
    </w:p>
    <w:p w:rsidR="007D4755" w:rsidRDefault="00ED3D62" w:rsidP="00ED3D62">
      <w:pPr>
        <w:pStyle w:val="libNormal"/>
      </w:pPr>
      <w:proofErr w:type="spellStart"/>
      <w:r>
        <w:t>Christelow</w:t>
      </w:r>
      <w:proofErr w:type="spellEnd"/>
      <w:r>
        <w:t xml:space="preserve">, Alan. </w:t>
      </w:r>
      <w:r w:rsidRPr="00D86078">
        <w:rPr>
          <w:rStyle w:val="libItalicChar"/>
        </w:rPr>
        <w:t>Muslim Law Courts and the French Colonial State in Algeria.</w:t>
      </w:r>
      <w:r>
        <w:t xml:space="preserve"> Princeton, NJ: Princeton University Press, 1985.</w:t>
      </w:r>
    </w:p>
    <w:p w:rsidR="00ED3D62" w:rsidRDefault="00ED3D62" w:rsidP="00ED3D62">
      <w:pPr>
        <w:pStyle w:val="libNormal"/>
      </w:pPr>
      <w:proofErr w:type="spellStart"/>
      <w:r>
        <w:t>Cotran</w:t>
      </w:r>
      <w:proofErr w:type="spellEnd"/>
      <w:r>
        <w:t xml:space="preserve">, Eugene, ed. </w:t>
      </w:r>
      <w:r w:rsidRPr="00D86078">
        <w:rPr>
          <w:rStyle w:val="libItalicChar"/>
        </w:rPr>
        <w:t>Yearbook of Islamic and Middle Eastern Law: 1999-2000.</w:t>
      </w:r>
      <w:r>
        <w:t xml:space="preserve"> The Hague: Kluwer Law International, 2002.</w:t>
      </w:r>
    </w:p>
    <w:p w:rsidR="00ED3D62" w:rsidRDefault="00ED3D62" w:rsidP="00ED3D62">
      <w:pPr>
        <w:pStyle w:val="libNormal"/>
      </w:pPr>
      <w:proofErr w:type="spellStart"/>
      <w:r>
        <w:t>Cotran</w:t>
      </w:r>
      <w:proofErr w:type="spellEnd"/>
      <w:r>
        <w:t xml:space="preserve">, Eugene and Adel Omar </w:t>
      </w:r>
      <w:proofErr w:type="spellStart"/>
      <w:r>
        <w:t>Sherif</w:t>
      </w:r>
      <w:proofErr w:type="spellEnd"/>
      <w:r>
        <w:t xml:space="preserve">, eds. </w:t>
      </w:r>
      <w:r w:rsidRPr="00D86078">
        <w:rPr>
          <w:rStyle w:val="libItalicChar"/>
        </w:rPr>
        <w:t xml:space="preserve">Democracy: </w:t>
      </w:r>
      <w:proofErr w:type="gramStart"/>
      <w:r w:rsidRPr="00D86078">
        <w:rPr>
          <w:rStyle w:val="libItalicChar"/>
        </w:rPr>
        <w:t>the</w:t>
      </w:r>
      <w:proofErr w:type="gramEnd"/>
      <w:r w:rsidRPr="00D86078">
        <w:rPr>
          <w:rStyle w:val="libItalicChar"/>
        </w:rPr>
        <w:t xml:space="preserve"> Rule of Law and Islam. </w:t>
      </w:r>
      <w:r>
        <w:t>London: Kluwer Law International, 1999.</w:t>
      </w:r>
    </w:p>
    <w:p w:rsidR="007D4755" w:rsidRDefault="00ED3D62" w:rsidP="00ED3D62">
      <w:pPr>
        <w:pStyle w:val="libNormal"/>
        <w:rPr>
          <w:rStyle w:val="libNormalChar"/>
        </w:rPr>
      </w:pPr>
      <w:proofErr w:type="spellStart"/>
      <w:r>
        <w:t>Cotran</w:t>
      </w:r>
      <w:proofErr w:type="spellEnd"/>
      <w:r>
        <w:t xml:space="preserve">, Eugene and Mai Yamani, eds. </w:t>
      </w:r>
      <w:r w:rsidRPr="00D86078">
        <w:rPr>
          <w:rStyle w:val="libItalicChar"/>
        </w:rPr>
        <w:t>The Rule of Law in the Middle East and Islamic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World: Human Rights and the Judicial Process. </w:t>
      </w:r>
      <w:r w:rsidRPr="00D86078">
        <w:rPr>
          <w:rStyle w:val="libNormalChar"/>
        </w:rPr>
        <w:t>London: I.B. Tauris, 2000.</w:t>
      </w:r>
    </w:p>
    <w:p w:rsidR="00ED3D62" w:rsidRDefault="00ED3D62" w:rsidP="00ED3D62">
      <w:pPr>
        <w:pStyle w:val="libNormal"/>
      </w:pPr>
      <w:r w:rsidRPr="00CA2CCA">
        <w:t xml:space="preserve">Coulson, Noel J. </w:t>
      </w:r>
      <w:r w:rsidRPr="00D86078">
        <w:rPr>
          <w:rStyle w:val="libItalicChar"/>
        </w:rPr>
        <w:t>Conflicts and Tensions in Islamic Jurisprudence.</w:t>
      </w:r>
      <w:r>
        <w:t xml:space="preserve"> Chicago, IL: University of Chicago Press, 1969.</w:t>
      </w:r>
    </w:p>
    <w:p w:rsidR="00ED3D62" w:rsidRDefault="00ED3D62" w:rsidP="00ED3D62">
      <w:pPr>
        <w:pStyle w:val="libNormal"/>
      </w:pPr>
      <w:r>
        <w:lastRenderedPageBreak/>
        <w:t xml:space="preserve">Coulson, Noel J. </w:t>
      </w:r>
      <w:r w:rsidRPr="00D86078">
        <w:rPr>
          <w:rStyle w:val="libItalicChar"/>
        </w:rPr>
        <w:t>A History of Islamic Law.</w:t>
      </w:r>
      <w:r>
        <w:t xml:space="preserve"> Edinburgh: Edinburgh University Press, 1964.</w:t>
      </w:r>
    </w:p>
    <w:p w:rsidR="00ED3D62" w:rsidRDefault="00ED3D62" w:rsidP="00ED3D62">
      <w:pPr>
        <w:pStyle w:val="libNormal"/>
      </w:pPr>
      <w:r>
        <w:t xml:space="preserve">Coulson, Noel J. </w:t>
      </w:r>
      <w:r w:rsidRPr="00D86078">
        <w:rPr>
          <w:rStyle w:val="libItalicChar"/>
        </w:rPr>
        <w:t>Succession in the Muslim Family.</w:t>
      </w:r>
      <w:r>
        <w:t xml:space="preserve"> Cambridge, UK: Cambridge University Press, 1971.</w:t>
      </w:r>
    </w:p>
    <w:p w:rsidR="00ED3D62" w:rsidRDefault="00ED3D62" w:rsidP="00ED3D62">
      <w:pPr>
        <w:pStyle w:val="libNormal"/>
      </w:pPr>
      <w:r>
        <w:t xml:space="preserve">Crone, Patricia. </w:t>
      </w:r>
      <w:r w:rsidRPr="00D86078">
        <w:rPr>
          <w:rStyle w:val="libItalicChar"/>
        </w:rPr>
        <w:t xml:space="preserve">Roman, Provincial and Islamic Law: The Origins of the Islamic </w:t>
      </w:r>
      <w:proofErr w:type="spellStart"/>
      <w:r w:rsidRPr="00D86078">
        <w:rPr>
          <w:rStyle w:val="libItalicChar"/>
        </w:rPr>
        <w:t>Patronate</w:t>
      </w:r>
      <w:proofErr w:type="spellEnd"/>
      <w:r w:rsidRPr="00D86078">
        <w:rPr>
          <w:rStyle w:val="libItalicChar"/>
        </w:rPr>
        <w:t xml:space="preserve">. </w:t>
      </w:r>
      <w:r>
        <w:t>Cambridge, UK: Cambridge University Press, 2002.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proofErr w:type="spellStart"/>
      <w:r>
        <w:t>Dahlén</w:t>
      </w:r>
      <w:proofErr w:type="spellEnd"/>
      <w:r>
        <w:t xml:space="preserve">, </w:t>
      </w:r>
      <w:proofErr w:type="spellStart"/>
      <w:r>
        <w:t>Ashk</w:t>
      </w:r>
      <w:proofErr w:type="spellEnd"/>
      <w:r>
        <w:t xml:space="preserve"> P. </w:t>
      </w:r>
      <w:r w:rsidRPr="00D86078">
        <w:rPr>
          <w:rStyle w:val="libItalicChar"/>
        </w:rPr>
        <w:t xml:space="preserve">Islamic Law, Epistemology and Modernity: Legal Philosophy in Contemporary Iran. </w:t>
      </w:r>
      <w:r w:rsidRPr="00CA2CCA">
        <w:rPr>
          <w:rStyle w:val="libNormalChar"/>
        </w:rPr>
        <w:t>New York: Routledge, 2003.</w:t>
      </w:r>
    </w:p>
    <w:p w:rsidR="00ED3D62" w:rsidRPr="00D86078" w:rsidRDefault="00ED3D62" w:rsidP="00ED3D62">
      <w:pPr>
        <w:rPr>
          <w:rStyle w:val="libItalicChar"/>
        </w:rPr>
      </w:pPr>
      <w:r w:rsidRPr="00D86078">
        <w:rPr>
          <w:rStyle w:val="libNormalChar"/>
        </w:rPr>
        <w:t xml:space="preserve">Dutton, Yasin. </w:t>
      </w:r>
      <w:r w:rsidRPr="00D86078">
        <w:rPr>
          <w:rStyle w:val="libItalicChar"/>
        </w:rPr>
        <w:t xml:space="preserve">The Origins of Islamic Law: The Qur’an, the </w:t>
      </w:r>
      <w:proofErr w:type="spellStart"/>
      <w:r w:rsidRPr="00D86078">
        <w:rPr>
          <w:rStyle w:val="libItalicChar"/>
        </w:rPr>
        <w:t>Muwatta</w:t>
      </w:r>
      <w:proofErr w:type="spellEnd"/>
      <w:r w:rsidRPr="00D86078">
        <w:rPr>
          <w:rStyle w:val="libItalicChar"/>
        </w:rPr>
        <w:t xml:space="preserve">’ and Medinan ‘Amal. </w:t>
      </w:r>
      <w:r w:rsidRPr="00D86078">
        <w:rPr>
          <w:rStyle w:val="libNormalChar"/>
        </w:rPr>
        <w:t>Richmond, Surrey: Curzon, 1999.</w:t>
      </w:r>
    </w:p>
    <w:p w:rsidR="00ED3D62" w:rsidRDefault="00ED3D62" w:rsidP="00ED3D62">
      <w:pPr>
        <w:pStyle w:val="libNormal"/>
      </w:pPr>
      <w:r w:rsidRPr="00CA2CCA">
        <w:t xml:space="preserve">Eisenman, Robert H. </w:t>
      </w:r>
      <w:r w:rsidRPr="00D86078">
        <w:rPr>
          <w:rStyle w:val="libItalicChar"/>
        </w:rPr>
        <w:t>Islamic Law in Palestine and Israel: A History of the Survival of</w:t>
      </w:r>
      <w:r w:rsidRPr="00CA2CCA">
        <w:t xml:space="preserve"> </w:t>
      </w:r>
      <w:proofErr w:type="spellStart"/>
      <w:r w:rsidRPr="00D86078">
        <w:rPr>
          <w:rStyle w:val="libItalicChar"/>
        </w:rPr>
        <w:t>Tanzimat</w:t>
      </w:r>
      <w:proofErr w:type="spellEnd"/>
      <w:r w:rsidRPr="00D86078">
        <w:rPr>
          <w:rStyle w:val="libItalicChar"/>
        </w:rPr>
        <w:t xml:space="preserve"> and</w:t>
      </w:r>
      <w:r w:rsidRPr="00CA2CCA">
        <w:t xml:space="preserve"> </w:t>
      </w:r>
      <w:proofErr w:type="spellStart"/>
      <w:proofErr w:type="gramStart"/>
      <w:r w:rsidRPr="00D86078">
        <w:rPr>
          <w:rStyle w:val="libItalicChar"/>
        </w:rPr>
        <w:t>Shari‘</w:t>
      </w:r>
      <w:proofErr w:type="gramEnd"/>
      <w:r w:rsidRPr="00D86078">
        <w:rPr>
          <w:rStyle w:val="libItalicChar"/>
        </w:rPr>
        <w:t>a</w:t>
      </w:r>
      <w:proofErr w:type="spellEnd"/>
      <w:r w:rsidRPr="00D86078">
        <w:rPr>
          <w:rStyle w:val="libItalicChar"/>
        </w:rPr>
        <w:t xml:space="preserve"> in the British Mandate and the Jewish State. </w:t>
      </w:r>
      <w:r>
        <w:t>Leiden: E.J. Brill, 1978.</w:t>
      </w:r>
    </w:p>
    <w:p w:rsidR="007D4755" w:rsidRDefault="00ED3D62" w:rsidP="00ED3D62">
      <w:pPr>
        <w:pStyle w:val="libNormal"/>
      </w:pPr>
      <w:r>
        <w:t xml:space="preserve">Esposito, John L. with </w:t>
      </w:r>
      <w:proofErr w:type="spellStart"/>
      <w:r>
        <w:t>Natana</w:t>
      </w:r>
      <w:proofErr w:type="spellEnd"/>
      <w:r>
        <w:t xml:space="preserve"> J. DeLong-Bas. </w:t>
      </w:r>
      <w:r w:rsidRPr="00D86078">
        <w:rPr>
          <w:rStyle w:val="libItalicChar"/>
        </w:rPr>
        <w:t>Women in Muslim Family Law</w:t>
      </w:r>
      <w:r w:rsidRPr="00D86078">
        <w:t>. Syracuse, NY: Syracuse University Press, 2</w:t>
      </w:r>
      <w:r w:rsidRPr="00750AA4">
        <w:t>nd</w:t>
      </w:r>
      <w:r>
        <w:t xml:space="preserve"> ed., 2002.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Fareed, Muneer </w:t>
      </w:r>
      <w:proofErr w:type="spellStart"/>
      <w:r>
        <w:t>Goolam</w:t>
      </w:r>
      <w:proofErr w:type="spellEnd"/>
      <w:r>
        <w:t xml:space="preserve">. </w:t>
      </w:r>
      <w:r w:rsidRPr="00D86078">
        <w:rPr>
          <w:rStyle w:val="libItalicChar"/>
        </w:rPr>
        <w:t>Legal Reform in the Muslim World: The Anatomy of a Scholarly Dispute in the 19</w:t>
      </w:r>
      <w:r w:rsidRPr="00750AA4">
        <w:rPr>
          <w:rStyle w:val="libItalicChar"/>
        </w:rPr>
        <w:t>th</w:t>
      </w:r>
      <w:r w:rsidRPr="00D86078">
        <w:rPr>
          <w:rStyle w:val="libItalicChar"/>
        </w:rPr>
        <w:t xml:space="preserve"> and the Early 20</w:t>
      </w:r>
      <w:r w:rsidRPr="00750AA4">
        <w:rPr>
          <w:rStyle w:val="libItalicChar"/>
        </w:rPr>
        <w:t>th</w:t>
      </w:r>
      <w:r w:rsidRPr="00D86078">
        <w:rPr>
          <w:rStyle w:val="libItalicChar"/>
        </w:rPr>
        <w:t xml:space="preserve"> Centuries on the Usage of </w:t>
      </w:r>
      <w:proofErr w:type="spellStart"/>
      <w:r w:rsidRPr="00D86078">
        <w:rPr>
          <w:rStyle w:val="libItalicChar"/>
        </w:rPr>
        <w:t>Ijtihād</w:t>
      </w:r>
      <w:proofErr w:type="spellEnd"/>
      <w:r w:rsidRPr="00D86078">
        <w:rPr>
          <w:rStyle w:val="libItalicChar"/>
        </w:rPr>
        <w:t xml:space="preserve"> as a Legal Tool. </w:t>
      </w:r>
      <w:r w:rsidRPr="00D86078">
        <w:rPr>
          <w:rStyle w:val="libNormalChar"/>
        </w:rPr>
        <w:t>Bethesda, MD:</w:t>
      </w:r>
      <w:r w:rsidRPr="00D86078">
        <w:rPr>
          <w:rStyle w:val="libItalicChar"/>
        </w:rPr>
        <w:t xml:space="preserve"> </w:t>
      </w:r>
      <w:r w:rsidRPr="00D86078">
        <w:rPr>
          <w:rStyle w:val="libNormalChar"/>
        </w:rPr>
        <w:t>Austin &amp; Winfield, 1996.</w:t>
      </w:r>
    </w:p>
    <w:p w:rsidR="00ED3D62" w:rsidRDefault="00ED3D62" w:rsidP="00ED3D62">
      <w:pPr>
        <w:pStyle w:val="libNormal"/>
      </w:pPr>
      <w:r w:rsidRPr="00CA2CCA">
        <w:t xml:space="preserve">Ferrari, Silvio and Anthony </w:t>
      </w:r>
      <w:proofErr w:type="spellStart"/>
      <w:r w:rsidRPr="00CA2CCA">
        <w:t>Bradney</w:t>
      </w:r>
      <w:proofErr w:type="spellEnd"/>
      <w:r w:rsidRPr="00CA2CCA">
        <w:t>, eds.</w:t>
      </w:r>
      <w:r w:rsidRPr="00D86078">
        <w:rPr>
          <w:rStyle w:val="libItalicChar"/>
        </w:rPr>
        <w:t xml:space="preserve"> Islam and European Legal Systems. </w:t>
      </w:r>
      <w:proofErr w:type="spellStart"/>
      <w:r>
        <w:t>Aldershot</w:t>
      </w:r>
      <w:proofErr w:type="spellEnd"/>
      <w:r>
        <w:t>: Ashgate, 2000.</w:t>
      </w:r>
    </w:p>
    <w:p w:rsidR="00ED3D62" w:rsidRDefault="00ED3D62" w:rsidP="00ED3D62">
      <w:pPr>
        <w:pStyle w:val="libNormal"/>
      </w:pPr>
      <w:proofErr w:type="spellStart"/>
      <w:r>
        <w:t>Fluehr-Lobban</w:t>
      </w:r>
      <w:proofErr w:type="spellEnd"/>
      <w:r>
        <w:t xml:space="preserve">, Carolyn. </w:t>
      </w:r>
      <w:r w:rsidRPr="00D86078">
        <w:rPr>
          <w:rStyle w:val="libItalicChar"/>
        </w:rPr>
        <w:t>Islamic Law and Society in the Sudan.</w:t>
      </w:r>
      <w:r>
        <w:t xml:space="preserve"> London: Frank Cass &amp; Co., 1987.</w:t>
      </w:r>
    </w:p>
    <w:p w:rsidR="00ED3D62" w:rsidRDefault="00ED3D62" w:rsidP="00ED3D62">
      <w:pPr>
        <w:pStyle w:val="libNormal"/>
      </w:pPr>
      <w:r>
        <w:t xml:space="preserve">Forte, David F. </w:t>
      </w:r>
      <w:r w:rsidRPr="00D86078">
        <w:rPr>
          <w:rStyle w:val="libItalicChar"/>
        </w:rPr>
        <w:t>Studies in Islamic Law.</w:t>
      </w:r>
      <w:r>
        <w:t xml:space="preserve"> Bethesda, MD: Austin &amp; Winfield, 1999.</w:t>
      </w:r>
    </w:p>
    <w:p w:rsidR="00ED3D62" w:rsidRDefault="00ED3D62" w:rsidP="00ED3D62">
      <w:pPr>
        <w:pStyle w:val="libNormal"/>
      </w:pPr>
      <w:r>
        <w:t xml:space="preserve">Gerber, Haim. </w:t>
      </w:r>
      <w:r w:rsidRPr="00D86078">
        <w:rPr>
          <w:rStyle w:val="libItalicChar"/>
        </w:rPr>
        <w:t xml:space="preserve">Islamic Law and Culture, 1600-1840. </w:t>
      </w:r>
      <w:r>
        <w:t>Leiden: E.J. Brill, 1999.</w:t>
      </w:r>
    </w:p>
    <w:p w:rsidR="00ED3D62" w:rsidRDefault="00ED3D62" w:rsidP="00ED3D62">
      <w:pPr>
        <w:pStyle w:val="libNormal"/>
      </w:pPr>
      <w:r>
        <w:t xml:space="preserve">Gerber, Haim. </w:t>
      </w:r>
      <w:r w:rsidRPr="00D86078">
        <w:rPr>
          <w:rStyle w:val="libItalicChar"/>
        </w:rPr>
        <w:t xml:space="preserve">State, Society, and Law in Islam: Ottoman Law in Comparative Perspective. </w:t>
      </w:r>
      <w:r>
        <w:t>Albany, NY: State University of New York Press, 1994.</w:t>
      </w:r>
    </w:p>
    <w:p w:rsidR="00ED3D62" w:rsidRDefault="00ED3D62" w:rsidP="00ED3D62">
      <w:pPr>
        <w:pStyle w:val="libNormal"/>
      </w:pPr>
      <w:proofErr w:type="spellStart"/>
      <w:r>
        <w:t>Gleave</w:t>
      </w:r>
      <w:proofErr w:type="spellEnd"/>
      <w:r>
        <w:t xml:space="preserve">, Robert. </w:t>
      </w:r>
      <w:r w:rsidRPr="00D86078">
        <w:rPr>
          <w:rStyle w:val="libItalicChar"/>
        </w:rPr>
        <w:t xml:space="preserve">Inevitable Doubt: Two Theories of </w:t>
      </w:r>
      <w:proofErr w:type="spellStart"/>
      <w:proofErr w:type="gramStart"/>
      <w:r w:rsidRPr="00D86078">
        <w:rPr>
          <w:rStyle w:val="libItalicChar"/>
        </w:rPr>
        <w:t>Shī‘</w:t>
      </w:r>
      <w:proofErr w:type="gramEnd"/>
      <w:r w:rsidRPr="00D86078">
        <w:rPr>
          <w:rStyle w:val="libItalicChar"/>
        </w:rPr>
        <w:t>ī</w:t>
      </w:r>
      <w:proofErr w:type="spellEnd"/>
      <w:r w:rsidRPr="00D86078">
        <w:rPr>
          <w:rStyle w:val="libItalicChar"/>
        </w:rPr>
        <w:t xml:space="preserve"> Jurisprudence.</w:t>
      </w:r>
      <w:r>
        <w:t xml:space="preserve"> Leiden: E.J. Brill, 2000.</w:t>
      </w:r>
    </w:p>
    <w:p w:rsidR="00ED3D62" w:rsidRDefault="00ED3D62" w:rsidP="00ED3D62">
      <w:pPr>
        <w:pStyle w:val="libNormal"/>
      </w:pPr>
      <w:proofErr w:type="spellStart"/>
      <w:r>
        <w:t>Gleave</w:t>
      </w:r>
      <w:proofErr w:type="spellEnd"/>
      <w:r>
        <w:t xml:space="preserve">, Robert and Eugenia </w:t>
      </w:r>
      <w:proofErr w:type="spellStart"/>
      <w:r>
        <w:t>Kermeli</w:t>
      </w:r>
      <w:proofErr w:type="spellEnd"/>
      <w:r>
        <w:t xml:space="preserve">, eds. </w:t>
      </w:r>
      <w:r w:rsidRPr="00D86078">
        <w:rPr>
          <w:rStyle w:val="libItalicChar"/>
        </w:rPr>
        <w:t>Islamic Law: Theory and Practice.</w:t>
      </w:r>
      <w:r>
        <w:t xml:space="preserve"> London: I.B. Tauris, 2001.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Haddad, Yvonne </w:t>
      </w:r>
      <w:proofErr w:type="spellStart"/>
      <w:r>
        <w:t>Yazbeck</w:t>
      </w:r>
      <w:proofErr w:type="spellEnd"/>
      <w:r>
        <w:t xml:space="preserve"> and Barbara </w:t>
      </w:r>
      <w:proofErr w:type="spellStart"/>
      <w:r>
        <w:t>Freyer</w:t>
      </w:r>
      <w:proofErr w:type="spellEnd"/>
      <w:r>
        <w:t xml:space="preserve"> </w:t>
      </w:r>
      <w:proofErr w:type="spellStart"/>
      <w:r>
        <w:t>Stowasser</w:t>
      </w:r>
      <w:proofErr w:type="spellEnd"/>
      <w:r>
        <w:t xml:space="preserve">, eds. </w:t>
      </w:r>
      <w:r w:rsidRPr="00D86078">
        <w:rPr>
          <w:rStyle w:val="libItalicChar"/>
        </w:rPr>
        <w:t>Islamic Law and the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Challenges of Modernity. </w:t>
      </w:r>
      <w:r w:rsidRPr="00D86078">
        <w:rPr>
          <w:rStyle w:val="libNormalChar"/>
        </w:rPr>
        <w:t xml:space="preserve">Lanham, MD: </w:t>
      </w:r>
      <w:proofErr w:type="spellStart"/>
      <w:r w:rsidRPr="00D86078">
        <w:rPr>
          <w:rStyle w:val="libNormalChar"/>
        </w:rPr>
        <w:t>AltaMira</w:t>
      </w:r>
      <w:proofErr w:type="spellEnd"/>
      <w:r w:rsidRPr="00D86078">
        <w:rPr>
          <w:rStyle w:val="libNormalChar"/>
        </w:rPr>
        <w:t xml:space="preserve"> Press, 2004.</w:t>
      </w:r>
    </w:p>
    <w:p w:rsidR="007D4755" w:rsidRDefault="00ED3D62" w:rsidP="00ED3D62">
      <w:pPr>
        <w:pStyle w:val="libNormal"/>
      </w:pPr>
      <w:proofErr w:type="spellStart"/>
      <w:r w:rsidRPr="00CA2CCA">
        <w:t>Haeri</w:t>
      </w:r>
      <w:proofErr w:type="spellEnd"/>
      <w:r w:rsidRPr="00CA2CCA">
        <w:t xml:space="preserve">, </w:t>
      </w:r>
      <w:proofErr w:type="spellStart"/>
      <w:r w:rsidRPr="00CA2CCA">
        <w:t>Shahla</w:t>
      </w:r>
      <w:proofErr w:type="spellEnd"/>
      <w:r w:rsidRPr="00CA2CCA">
        <w:t xml:space="preserve">. </w:t>
      </w:r>
      <w:r w:rsidRPr="00D86078">
        <w:rPr>
          <w:rStyle w:val="libItalicChar"/>
        </w:rPr>
        <w:t xml:space="preserve">Law of Desire: Temporary Marriage in </w:t>
      </w:r>
      <w:proofErr w:type="gramStart"/>
      <w:r w:rsidRPr="00D86078">
        <w:rPr>
          <w:rStyle w:val="libItalicChar"/>
        </w:rPr>
        <w:t>Shi‘</w:t>
      </w:r>
      <w:proofErr w:type="gramEnd"/>
      <w:r w:rsidRPr="00D86078">
        <w:rPr>
          <w:rStyle w:val="libItalicChar"/>
        </w:rPr>
        <w:t>i Iran.</w:t>
      </w:r>
      <w:r>
        <w:t xml:space="preserve"> Syracuse, NY: Syracuse University Press, 1989.</w:t>
      </w:r>
    </w:p>
    <w:p w:rsidR="00ED3D62" w:rsidRDefault="00ED3D62" w:rsidP="00ED3D62">
      <w:pPr>
        <w:pStyle w:val="libNormal"/>
      </w:pPr>
      <w:r>
        <w:t xml:space="preserve">Haleem, M. Abdel, et al., eds. </w:t>
      </w:r>
      <w:r w:rsidRPr="00D86078">
        <w:rPr>
          <w:rStyle w:val="libItalicChar"/>
        </w:rPr>
        <w:t xml:space="preserve">Criminal Justice in Islam: Judicial Procedure in the </w:t>
      </w:r>
      <w:proofErr w:type="spellStart"/>
      <w:proofErr w:type="gramStart"/>
      <w:r w:rsidRPr="00D86078">
        <w:rPr>
          <w:rStyle w:val="libItalicChar"/>
        </w:rPr>
        <w:t>Sharī‘</w:t>
      </w:r>
      <w:proofErr w:type="gramEnd"/>
      <w:r w:rsidRPr="00D86078">
        <w:rPr>
          <w:rStyle w:val="libItalicChar"/>
        </w:rPr>
        <w:t>ah</w:t>
      </w:r>
      <w:proofErr w:type="spellEnd"/>
      <w:r w:rsidRPr="00D86078">
        <w:rPr>
          <w:rStyle w:val="libItalicChar"/>
        </w:rPr>
        <w:t xml:space="preserve">. </w:t>
      </w:r>
      <w:r>
        <w:t>London: I.B. Tauris, 2003.</w:t>
      </w:r>
    </w:p>
    <w:p w:rsidR="00ED3D62" w:rsidRDefault="00ED3D62" w:rsidP="00ED3D62">
      <w:pPr>
        <w:pStyle w:val="libNormal"/>
      </w:pPr>
      <w:proofErr w:type="spellStart"/>
      <w:r>
        <w:t>Hallaq</w:t>
      </w:r>
      <w:proofErr w:type="spellEnd"/>
      <w:r>
        <w:t xml:space="preserve">, Wael B. </w:t>
      </w:r>
      <w:r w:rsidRPr="00D86078">
        <w:rPr>
          <w:rStyle w:val="libItalicChar"/>
        </w:rPr>
        <w:t>Authority, Continuity and Change in Islamic Law.</w:t>
      </w:r>
      <w:r>
        <w:t xml:space="preserve"> Cambridge, UK: Cambridge University Press, 2001.</w:t>
      </w:r>
    </w:p>
    <w:p w:rsidR="00ED3D62" w:rsidRDefault="00ED3D62" w:rsidP="00ED3D62">
      <w:pPr>
        <w:pStyle w:val="libNormal"/>
      </w:pPr>
      <w:proofErr w:type="spellStart"/>
      <w:r>
        <w:t>Hallaq</w:t>
      </w:r>
      <w:proofErr w:type="spellEnd"/>
      <w:r>
        <w:t xml:space="preserve">, Wael B. </w:t>
      </w:r>
      <w:r w:rsidRPr="00D86078">
        <w:rPr>
          <w:rStyle w:val="libItalicChar"/>
        </w:rPr>
        <w:t xml:space="preserve">A History of Islamic Legal Theories: an introduction to </w:t>
      </w:r>
      <w:proofErr w:type="spellStart"/>
      <w:r w:rsidRPr="00D86078">
        <w:rPr>
          <w:rStyle w:val="libItalicChar"/>
        </w:rPr>
        <w:t>Sunnī</w:t>
      </w:r>
      <w:proofErr w:type="spellEnd"/>
      <w:r w:rsidRPr="00D86078">
        <w:rPr>
          <w:rStyle w:val="libItalicChar"/>
        </w:rPr>
        <w:t xml:space="preserve"> </w:t>
      </w:r>
      <w:proofErr w:type="spellStart"/>
      <w:r w:rsidRPr="00D86078">
        <w:rPr>
          <w:rStyle w:val="libItalicChar"/>
        </w:rPr>
        <w:t>usūl</w:t>
      </w:r>
      <w:proofErr w:type="spellEnd"/>
      <w:r w:rsidRPr="00D86078">
        <w:rPr>
          <w:rStyle w:val="libItalicChar"/>
        </w:rPr>
        <w:t xml:space="preserve"> al-fiqh.</w:t>
      </w:r>
      <w:r w:rsidR="007D4755">
        <w:rPr>
          <w:rStyle w:val="libItalicChar"/>
        </w:rPr>
        <w:t xml:space="preserve"> </w:t>
      </w:r>
      <w:r>
        <w:t>Cambridge, UK: Cambridge University Press, 1997.</w:t>
      </w:r>
      <w:r>
        <w:tab/>
      </w:r>
    </w:p>
    <w:p w:rsidR="00ED3D62" w:rsidRDefault="00ED3D62" w:rsidP="00ED3D62">
      <w:pPr>
        <w:pStyle w:val="libNormal"/>
      </w:pPr>
      <w:proofErr w:type="spellStart"/>
      <w:r>
        <w:t>Hallaq</w:t>
      </w:r>
      <w:proofErr w:type="spellEnd"/>
      <w:r>
        <w:t xml:space="preserve">, Wael B. </w:t>
      </w:r>
      <w:r w:rsidRPr="00D86078">
        <w:rPr>
          <w:rStyle w:val="libItalicChar"/>
        </w:rPr>
        <w:t xml:space="preserve">Law and Legal Theory in Classical and Medieval Islam. </w:t>
      </w:r>
      <w:proofErr w:type="spellStart"/>
      <w:r>
        <w:t>Aldershot</w:t>
      </w:r>
      <w:proofErr w:type="spellEnd"/>
      <w:r>
        <w:t>: Ashgate/Variorum, 1995.</w:t>
      </w:r>
    </w:p>
    <w:p w:rsidR="00ED3D62" w:rsidRDefault="00ED3D62" w:rsidP="00ED3D62">
      <w:pPr>
        <w:pStyle w:val="libNormal"/>
      </w:pPr>
      <w:proofErr w:type="spellStart"/>
      <w:r>
        <w:t>Hallaq</w:t>
      </w:r>
      <w:proofErr w:type="spellEnd"/>
      <w:r>
        <w:t xml:space="preserve">, Wael B., ed. </w:t>
      </w:r>
      <w:r w:rsidRPr="00D86078">
        <w:rPr>
          <w:rStyle w:val="libItalicChar"/>
        </w:rPr>
        <w:t>The Formation of Islamic Law.</w:t>
      </w:r>
      <w:r>
        <w:t xml:space="preserve"> </w:t>
      </w:r>
      <w:proofErr w:type="spellStart"/>
      <w:r>
        <w:t>Aldershot</w:t>
      </w:r>
      <w:proofErr w:type="spellEnd"/>
      <w:r>
        <w:t>: Ashgate, 2004.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lastRenderedPageBreak/>
        <w:t xml:space="preserve">Haleem, M. Abdel, Adel Omar Sharif and Ian Edge, eds. </w:t>
      </w:r>
      <w:r w:rsidRPr="00D86078">
        <w:rPr>
          <w:rStyle w:val="libItalicChar"/>
        </w:rPr>
        <w:t xml:space="preserve">Criminal Justice in Islam: Judicial Procedure in the </w:t>
      </w:r>
      <w:proofErr w:type="spellStart"/>
      <w:proofErr w:type="gramStart"/>
      <w:r w:rsidRPr="00D86078">
        <w:rPr>
          <w:rStyle w:val="libItalicChar"/>
        </w:rPr>
        <w:t>Shari‘</w:t>
      </w:r>
      <w:proofErr w:type="gramEnd"/>
      <w:r w:rsidRPr="00D86078">
        <w:rPr>
          <w:rStyle w:val="libItalicChar"/>
        </w:rPr>
        <w:t>ah</w:t>
      </w:r>
      <w:proofErr w:type="spellEnd"/>
      <w:r w:rsidRPr="00D86078">
        <w:rPr>
          <w:rStyle w:val="libItalicChar"/>
        </w:rPr>
        <w:t xml:space="preserve">. </w:t>
      </w:r>
      <w:r w:rsidRPr="00D86078">
        <w:rPr>
          <w:rStyle w:val="libNormalChar"/>
        </w:rPr>
        <w:t>London: I.B. Tauris, 2003.</w:t>
      </w:r>
    </w:p>
    <w:p w:rsidR="00ED3D62" w:rsidRPr="00D86078" w:rsidRDefault="00ED3D62" w:rsidP="00ED3D62">
      <w:pPr>
        <w:rPr>
          <w:rStyle w:val="libItalicChar"/>
        </w:rPr>
      </w:pPr>
      <w:proofErr w:type="spellStart"/>
      <w:r w:rsidRPr="00D86078">
        <w:rPr>
          <w:rStyle w:val="libNormalChar"/>
        </w:rPr>
        <w:t>Heer</w:t>
      </w:r>
      <w:proofErr w:type="spellEnd"/>
      <w:r w:rsidRPr="00D86078">
        <w:rPr>
          <w:rStyle w:val="libNormalChar"/>
        </w:rPr>
        <w:t xml:space="preserve">, Nicholas L., ed. </w:t>
      </w:r>
      <w:r w:rsidRPr="00D86078">
        <w:rPr>
          <w:rStyle w:val="libItalicChar"/>
        </w:rPr>
        <w:t xml:space="preserve">Islamic Law and Jurisprudence: Studies in Honor of Farhat J. </w:t>
      </w:r>
      <w:proofErr w:type="spellStart"/>
      <w:r w:rsidRPr="00D86078">
        <w:rPr>
          <w:rStyle w:val="libItalicChar"/>
        </w:rPr>
        <w:t>Ziadeh.</w:t>
      </w:r>
      <w:r w:rsidRPr="00D86078">
        <w:rPr>
          <w:rStyle w:val="libNormalChar"/>
        </w:rPr>
        <w:t>Seattle</w:t>
      </w:r>
      <w:proofErr w:type="spellEnd"/>
      <w:r w:rsidRPr="00D86078">
        <w:rPr>
          <w:rStyle w:val="libNormalChar"/>
        </w:rPr>
        <w:t>, WA: University of Washington Press, 1990.</w:t>
      </w:r>
    </w:p>
    <w:p w:rsidR="00ED3D62" w:rsidRDefault="00ED3D62" w:rsidP="00ED3D62">
      <w:pPr>
        <w:pStyle w:val="libNormal"/>
      </w:pPr>
      <w:r w:rsidRPr="00CA2CCA">
        <w:t xml:space="preserve">Hooker, Michael B. </w:t>
      </w:r>
      <w:r w:rsidRPr="00D86078">
        <w:rPr>
          <w:rStyle w:val="libItalicChar"/>
        </w:rPr>
        <w:t>Islamic Law in Southeast Asia.</w:t>
      </w:r>
      <w:r>
        <w:t xml:space="preserve"> Oxford, UK: Oxford University Press,</w:t>
      </w:r>
      <w:r w:rsidR="007D4755">
        <w:t xml:space="preserve"> </w:t>
      </w:r>
      <w:r>
        <w:t>1991.</w:t>
      </w:r>
    </w:p>
    <w:p w:rsidR="00ED3D62" w:rsidRDefault="00ED3D62" w:rsidP="00ED3D62">
      <w:pPr>
        <w:pStyle w:val="libNormal"/>
      </w:pPr>
      <w:r>
        <w:t xml:space="preserve">Ibrahim, </w:t>
      </w:r>
      <w:proofErr w:type="spellStart"/>
      <w:r>
        <w:t>Ezzedin</w:t>
      </w:r>
      <w:proofErr w:type="spellEnd"/>
      <w:r>
        <w:t xml:space="preserve"> and Denys Johnson-Davies, trans. </w:t>
      </w:r>
      <w:r w:rsidRPr="00D86078">
        <w:rPr>
          <w:rStyle w:val="libItalicChar"/>
        </w:rPr>
        <w:t>An-</w:t>
      </w:r>
      <w:proofErr w:type="spellStart"/>
      <w:r w:rsidRPr="00D86078">
        <w:rPr>
          <w:rStyle w:val="libItalicChar"/>
        </w:rPr>
        <w:t>Nawawi’s</w:t>
      </w:r>
      <w:proofErr w:type="spellEnd"/>
      <w:r w:rsidRPr="00D86078">
        <w:rPr>
          <w:rStyle w:val="libItalicChar"/>
        </w:rPr>
        <w:t xml:space="preserve"> Forty Hadith. </w:t>
      </w:r>
      <w:r>
        <w:t>Cambridge, UK: The Islamic Texts Society, 1997.</w:t>
      </w:r>
    </w:p>
    <w:p w:rsidR="00ED3D62" w:rsidRDefault="00ED3D62" w:rsidP="00ED3D62">
      <w:pPr>
        <w:pStyle w:val="libNormal"/>
      </w:pPr>
      <w:r>
        <w:t xml:space="preserve">Ibrahim, </w:t>
      </w:r>
      <w:proofErr w:type="spellStart"/>
      <w:r>
        <w:t>Ezzedin</w:t>
      </w:r>
      <w:proofErr w:type="spellEnd"/>
      <w:r>
        <w:t xml:space="preserve"> and Denys Johnson-Davies, trans. </w:t>
      </w:r>
      <w:r w:rsidRPr="00D86078">
        <w:rPr>
          <w:rStyle w:val="libItalicChar"/>
        </w:rPr>
        <w:t xml:space="preserve">Forty Hadith </w:t>
      </w:r>
      <w:proofErr w:type="spellStart"/>
      <w:r w:rsidRPr="00D86078">
        <w:rPr>
          <w:rStyle w:val="libItalicChar"/>
        </w:rPr>
        <w:t>Qudsi</w:t>
      </w:r>
      <w:proofErr w:type="spellEnd"/>
      <w:r>
        <w:t>. Cambridge, UK: The Islamic Texts Society, 1997.</w:t>
      </w:r>
    </w:p>
    <w:p w:rsidR="00ED3D62" w:rsidRDefault="00ED3D62" w:rsidP="00ED3D62">
      <w:pPr>
        <w:pStyle w:val="libNormal"/>
      </w:pPr>
      <w:proofErr w:type="spellStart"/>
      <w:r>
        <w:t>Imber</w:t>
      </w:r>
      <w:proofErr w:type="spellEnd"/>
      <w:r>
        <w:t xml:space="preserve">, Colin. </w:t>
      </w:r>
      <w:proofErr w:type="spellStart"/>
      <w:r w:rsidRPr="00D86078">
        <w:rPr>
          <w:rStyle w:val="libItalicChar"/>
        </w:rPr>
        <w:t>Ebu’s-</w:t>
      </w:r>
      <w:proofErr w:type="gramStart"/>
      <w:r w:rsidRPr="00D86078">
        <w:rPr>
          <w:rStyle w:val="libItalicChar"/>
        </w:rPr>
        <w:t>Su‘</w:t>
      </w:r>
      <w:proofErr w:type="gramEnd"/>
      <w:r w:rsidRPr="00D86078">
        <w:rPr>
          <w:rStyle w:val="libItalicChar"/>
        </w:rPr>
        <w:t>d</w:t>
      </w:r>
      <w:proofErr w:type="spellEnd"/>
      <w:r w:rsidRPr="00D86078">
        <w:rPr>
          <w:rStyle w:val="libItalicChar"/>
        </w:rPr>
        <w:t>: The Islamic Legal Tradition.</w:t>
      </w:r>
      <w:r>
        <w:t xml:space="preserve"> Stanford, CA: Stanford University Press, 1997.</w:t>
      </w:r>
    </w:p>
    <w:p w:rsidR="00ED3D62" w:rsidRDefault="00ED3D62" w:rsidP="00ED3D62">
      <w:pPr>
        <w:pStyle w:val="libNormal"/>
      </w:pPr>
      <w:r>
        <w:t xml:space="preserve">Johansen, Baber. </w:t>
      </w:r>
      <w:r w:rsidRPr="00D86078">
        <w:rPr>
          <w:rStyle w:val="libItalicChar"/>
        </w:rPr>
        <w:t xml:space="preserve">Contingency in a Sacred Law: Legal and Ethical Norms in Muslim Fiqh. </w:t>
      </w:r>
      <w:r>
        <w:t>Leiden: E.J. Brill, 1999.</w:t>
      </w:r>
    </w:p>
    <w:p w:rsidR="007D4755" w:rsidRDefault="00ED3D62" w:rsidP="00ED3D62">
      <w:pPr>
        <w:pStyle w:val="libNormal"/>
        <w:rPr>
          <w:rStyle w:val="libNormalChar"/>
        </w:rPr>
      </w:pPr>
      <w:r>
        <w:t xml:space="preserve">Johansen, Baber. </w:t>
      </w:r>
      <w:r w:rsidRPr="00D86078">
        <w:rPr>
          <w:rStyle w:val="libItalicChar"/>
        </w:rPr>
        <w:t xml:space="preserve">The Islamic Law on Land Tax and Rent: The Peasants’ Loss of Property Rights as Interpreted in the Hanafite Legal Literature of the Mamluk and Ottoman Periods. </w:t>
      </w:r>
      <w:r w:rsidRPr="00D86078">
        <w:rPr>
          <w:rStyle w:val="libNormalChar"/>
        </w:rPr>
        <w:t>London:</w:t>
      </w:r>
      <w:r w:rsidRPr="00D86078">
        <w:rPr>
          <w:rStyle w:val="libItalicChar"/>
        </w:rPr>
        <w:t xml:space="preserve"> </w:t>
      </w:r>
      <w:r w:rsidRPr="00D86078">
        <w:rPr>
          <w:rStyle w:val="libNormalChar"/>
        </w:rPr>
        <w:t>Croom Helm, 1988.</w:t>
      </w:r>
    </w:p>
    <w:p w:rsidR="00ED3D62" w:rsidRPr="00D86078" w:rsidRDefault="00ED3D62" w:rsidP="00ED3D62">
      <w:pPr>
        <w:rPr>
          <w:rStyle w:val="libItalicChar"/>
        </w:rPr>
      </w:pPr>
      <w:r w:rsidRPr="00D86078">
        <w:rPr>
          <w:rStyle w:val="libNormalChar"/>
        </w:rPr>
        <w:t xml:space="preserve">Juynboll, G.H.A. </w:t>
      </w:r>
      <w:r w:rsidRPr="00D86078">
        <w:rPr>
          <w:rStyle w:val="libItalicChar"/>
        </w:rPr>
        <w:t xml:space="preserve">Muslim Tradition: Studies in Chronology, Provenance and Authorship of Early </w:t>
      </w:r>
      <w:proofErr w:type="spellStart"/>
      <w:r w:rsidRPr="00D86078">
        <w:rPr>
          <w:rStyle w:val="libItalicChar"/>
        </w:rPr>
        <w:t>Hadīth</w:t>
      </w:r>
      <w:proofErr w:type="spellEnd"/>
      <w:r w:rsidRPr="00D86078">
        <w:rPr>
          <w:rStyle w:val="libItalicChar"/>
        </w:rPr>
        <w:t xml:space="preserve">. </w:t>
      </w:r>
      <w:r w:rsidRPr="00D86078">
        <w:rPr>
          <w:rStyle w:val="libNormalChar"/>
        </w:rPr>
        <w:t>Cambridge, UK: Cambridge University Press, 1983.</w:t>
      </w:r>
    </w:p>
    <w:p w:rsidR="007D4755" w:rsidRDefault="00ED3D62" w:rsidP="00ED3D62">
      <w:pPr>
        <w:pStyle w:val="libNormal"/>
      </w:pPr>
      <w:proofErr w:type="spellStart"/>
      <w:r w:rsidRPr="00CA2CCA">
        <w:t>Kamali</w:t>
      </w:r>
      <w:proofErr w:type="spellEnd"/>
      <w:r w:rsidRPr="00CA2CCA">
        <w:t xml:space="preserve">, Mohammad Hashim. </w:t>
      </w:r>
      <w:r w:rsidRPr="00D86078">
        <w:rPr>
          <w:rStyle w:val="libItalicChar"/>
        </w:rPr>
        <w:t>Principles of Islamic Jurisprudence</w:t>
      </w:r>
      <w:r>
        <w:t>. Cambridge, UK: The Islamic Texts Society, revised ed., 2000.</w:t>
      </w:r>
    </w:p>
    <w:p w:rsidR="00ED3D62" w:rsidRDefault="00ED3D62" w:rsidP="00ED3D62">
      <w:pPr>
        <w:pStyle w:val="libNormal"/>
      </w:pPr>
      <w:proofErr w:type="spellStart"/>
      <w:r>
        <w:t>Kelsay</w:t>
      </w:r>
      <w:proofErr w:type="spellEnd"/>
      <w:r>
        <w:t xml:space="preserve">, John. </w:t>
      </w:r>
      <w:r w:rsidRPr="00D86078">
        <w:rPr>
          <w:rStyle w:val="libItalicChar"/>
        </w:rPr>
        <w:t>War and the Imperatives of Justice in Islamic Law.</w:t>
      </w:r>
      <w:r>
        <w:t xml:space="preserve"> Cambridge, UK: Cambridge University Press, forthcoming.</w:t>
      </w:r>
    </w:p>
    <w:p w:rsidR="00ED3D62" w:rsidRDefault="00ED3D62" w:rsidP="00ED3D62">
      <w:pPr>
        <w:pStyle w:val="libNormal"/>
      </w:pPr>
      <w:proofErr w:type="spellStart"/>
      <w:r>
        <w:t>Khadduri</w:t>
      </w:r>
      <w:proofErr w:type="spellEnd"/>
      <w:r>
        <w:t xml:space="preserve">, Majid. </w:t>
      </w:r>
      <w:r w:rsidRPr="00D86078">
        <w:rPr>
          <w:rStyle w:val="libItalicChar"/>
        </w:rPr>
        <w:t>Al-</w:t>
      </w:r>
      <w:proofErr w:type="spellStart"/>
      <w:proofErr w:type="gramStart"/>
      <w:r w:rsidRPr="00D86078">
        <w:rPr>
          <w:rStyle w:val="libItalicChar"/>
        </w:rPr>
        <w:t>Shāfi‘</w:t>
      </w:r>
      <w:proofErr w:type="gramEnd"/>
      <w:r w:rsidRPr="00D86078">
        <w:rPr>
          <w:rStyle w:val="libItalicChar"/>
        </w:rPr>
        <w:t>ī’s</w:t>
      </w:r>
      <w:proofErr w:type="spellEnd"/>
      <w:r w:rsidRPr="00D86078">
        <w:rPr>
          <w:rStyle w:val="libItalicChar"/>
        </w:rPr>
        <w:t xml:space="preserve"> </w:t>
      </w:r>
      <w:proofErr w:type="spellStart"/>
      <w:r w:rsidRPr="00D86078">
        <w:rPr>
          <w:rStyle w:val="libItalicChar"/>
        </w:rPr>
        <w:t>Risāla</w:t>
      </w:r>
      <w:proofErr w:type="spellEnd"/>
      <w:r w:rsidRPr="00D86078">
        <w:rPr>
          <w:rStyle w:val="libItalicChar"/>
        </w:rPr>
        <w:t>: Treatise on the Foundations of Islamic Jurisprudence.</w:t>
      </w:r>
      <w:r w:rsidR="007D4755">
        <w:rPr>
          <w:rStyle w:val="libItalicChar"/>
        </w:rPr>
        <w:t xml:space="preserve"> </w:t>
      </w:r>
      <w:r>
        <w:t>Cambridge, UK: Islamic Texts Society, 1999.</w:t>
      </w:r>
    </w:p>
    <w:p w:rsidR="007D4755" w:rsidRDefault="00ED3D62" w:rsidP="00ED3D62">
      <w:pPr>
        <w:pStyle w:val="libNormal"/>
      </w:pPr>
      <w:proofErr w:type="spellStart"/>
      <w:r>
        <w:t>Khadduri</w:t>
      </w:r>
      <w:proofErr w:type="spellEnd"/>
      <w:r>
        <w:t xml:space="preserve">, Majid. </w:t>
      </w:r>
      <w:r w:rsidRPr="00D86078">
        <w:rPr>
          <w:rStyle w:val="libItalicChar"/>
        </w:rPr>
        <w:t>The Islamic Conception of Justice.</w:t>
      </w:r>
      <w:r>
        <w:t xml:space="preserve"> Baltimore, MD: Johns Hopkins University Press, 1984.</w:t>
      </w:r>
    </w:p>
    <w:p w:rsidR="00ED3D62" w:rsidRDefault="00ED3D62" w:rsidP="00ED3D62">
      <w:pPr>
        <w:pStyle w:val="libNormal"/>
      </w:pPr>
      <w:proofErr w:type="spellStart"/>
      <w:r>
        <w:t>Khadduri</w:t>
      </w:r>
      <w:proofErr w:type="spellEnd"/>
      <w:r>
        <w:t xml:space="preserve">, Majid. </w:t>
      </w:r>
      <w:r w:rsidRPr="00D86078">
        <w:rPr>
          <w:rStyle w:val="libItalicChar"/>
        </w:rPr>
        <w:t>War and Peace in the Law of Islam.</w:t>
      </w:r>
      <w:r>
        <w:t xml:space="preserve"> Baltimore, MD: Johns Hopkins University Press, 1955.</w:t>
      </w:r>
    </w:p>
    <w:p w:rsidR="00ED3D62" w:rsidRDefault="00ED3D62" w:rsidP="00ED3D62">
      <w:pPr>
        <w:pStyle w:val="libNormal"/>
      </w:pPr>
      <w:proofErr w:type="spellStart"/>
      <w:r>
        <w:t>Khadduri</w:t>
      </w:r>
      <w:proofErr w:type="spellEnd"/>
      <w:r>
        <w:t xml:space="preserve">, Majid, trans. </w:t>
      </w:r>
      <w:r w:rsidRPr="00D86078">
        <w:rPr>
          <w:rStyle w:val="libItalicChar"/>
        </w:rPr>
        <w:t xml:space="preserve">The Islamic Law of Nations: </w:t>
      </w:r>
      <w:proofErr w:type="spellStart"/>
      <w:r w:rsidRPr="00D86078">
        <w:rPr>
          <w:rStyle w:val="libItalicChar"/>
        </w:rPr>
        <w:t>Shaybānī’s</w:t>
      </w:r>
      <w:proofErr w:type="spellEnd"/>
      <w:r w:rsidRPr="00D86078">
        <w:rPr>
          <w:rStyle w:val="libItalicChar"/>
        </w:rPr>
        <w:t xml:space="preserve"> </w:t>
      </w:r>
      <w:proofErr w:type="spellStart"/>
      <w:r w:rsidRPr="00D86078">
        <w:rPr>
          <w:rStyle w:val="libItalicChar"/>
        </w:rPr>
        <w:t>Siyar</w:t>
      </w:r>
      <w:proofErr w:type="spellEnd"/>
      <w:r w:rsidRPr="00D86078">
        <w:rPr>
          <w:rStyle w:val="libItalicChar"/>
        </w:rPr>
        <w:t xml:space="preserve">. </w:t>
      </w:r>
      <w:r>
        <w:t>Baltimore, MD: Johns Hopkins University Press, 2002.</w:t>
      </w:r>
    </w:p>
    <w:p w:rsidR="00ED3D62" w:rsidRDefault="00ED3D62" w:rsidP="00ED3D62">
      <w:pPr>
        <w:pStyle w:val="libNormal"/>
      </w:pPr>
      <w:proofErr w:type="spellStart"/>
      <w:r>
        <w:t>Khare</w:t>
      </w:r>
      <w:proofErr w:type="spellEnd"/>
      <w:r>
        <w:t xml:space="preserve">, R.S., ed. </w:t>
      </w:r>
      <w:r w:rsidRPr="00D86078">
        <w:rPr>
          <w:rStyle w:val="libItalicChar"/>
        </w:rPr>
        <w:t>Perspectives on Islamic Law, Justice, and Society.</w:t>
      </w:r>
      <w:r>
        <w:t xml:space="preserve"> Lanham, MD: Rowman &amp; Littlefield, 1999.</w:t>
      </w:r>
    </w:p>
    <w:p w:rsidR="007D4755" w:rsidRDefault="00ED3D62" w:rsidP="00ED3D62">
      <w:pPr>
        <w:pStyle w:val="libNormal"/>
        <w:rPr>
          <w:rStyle w:val="libNormalChar"/>
        </w:rPr>
      </w:pPr>
      <w:proofErr w:type="spellStart"/>
      <w:r>
        <w:t>Kusha</w:t>
      </w:r>
      <w:proofErr w:type="spellEnd"/>
      <w:r>
        <w:t xml:space="preserve">, Hamid </w:t>
      </w:r>
      <w:proofErr w:type="spellStart"/>
      <w:r>
        <w:t>Rez</w:t>
      </w:r>
      <w:proofErr w:type="spellEnd"/>
      <w:r>
        <w:t xml:space="preserve">. </w:t>
      </w:r>
      <w:r w:rsidRPr="00D86078">
        <w:rPr>
          <w:rStyle w:val="libItalicChar"/>
        </w:rPr>
        <w:t>The Sacred Law of Islam: A Case Study of Women’s Treatment in the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Islamic Republic of Iran’s Criminal Justice System. </w:t>
      </w:r>
      <w:proofErr w:type="spellStart"/>
      <w:r w:rsidRPr="00D86078">
        <w:rPr>
          <w:rStyle w:val="libNormalChar"/>
        </w:rPr>
        <w:t>Aldershot</w:t>
      </w:r>
      <w:proofErr w:type="spellEnd"/>
      <w:r w:rsidRPr="00D86078">
        <w:rPr>
          <w:rStyle w:val="libNormalChar"/>
        </w:rPr>
        <w:t>: Ashgate, 2003.</w:t>
      </w:r>
    </w:p>
    <w:p w:rsidR="00ED3D62" w:rsidRPr="00D86078" w:rsidRDefault="00ED3D62" w:rsidP="00ED3D62">
      <w:pPr>
        <w:rPr>
          <w:rStyle w:val="libItalicChar"/>
        </w:rPr>
      </w:pPr>
      <w:r w:rsidRPr="00D86078">
        <w:rPr>
          <w:rStyle w:val="libNormalChar"/>
        </w:rPr>
        <w:t xml:space="preserve">Lindholm, Tore and Kari Vogt, eds. </w:t>
      </w:r>
      <w:r w:rsidRPr="00D86078">
        <w:rPr>
          <w:rStyle w:val="libItalicChar"/>
        </w:rPr>
        <w:t xml:space="preserve">Islamic Law Reform and Human Rights: Challenges and Rejoinders. </w:t>
      </w:r>
      <w:r w:rsidRPr="00D86078">
        <w:rPr>
          <w:rStyle w:val="libNormalChar"/>
        </w:rPr>
        <w:t>Copenhagen: Nordic Human Rights Publications, 1993.</w:t>
      </w:r>
    </w:p>
    <w:p w:rsidR="00ED3D62" w:rsidRDefault="00ED3D62" w:rsidP="00ED3D62">
      <w:pPr>
        <w:pStyle w:val="libNormal"/>
      </w:pPr>
      <w:proofErr w:type="spellStart"/>
      <w:r w:rsidRPr="00CA2CCA">
        <w:t>Makdisi</w:t>
      </w:r>
      <w:proofErr w:type="spellEnd"/>
      <w:r w:rsidRPr="00CA2CCA">
        <w:t xml:space="preserve">, George. </w:t>
      </w:r>
      <w:r w:rsidRPr="00D86078">
        <w:rPr>
          <w:rStyle w:val="libItalicChar"/>
        </w:rPr>
        <w:t>Religion, Law and Learning in Classical Islam.</w:t>
      </w:r>
      <w:r>
        <w:t xml:space="preserve"> </w:t>
      </w:r>
      <w:proofErr w:type="spellStart"/>
      <w:r>
        <w:t>Aldershot</w:t>
      </w:r>
      <w:proofErr w:type="spellEnd"/>
      <w:r>
        <w:t>: Ashgate/Variorum, 1991.</w:t>
      </w:r>
    </w:p>
    <w:p w:rsidR="00ED3D62" w:rsidRDefault="00ED3D62" w:rsidP="00ED3D62">
      <w:pPr>
        <w:pStyle w:val="libNormal"/>
      </w:pPr>
      <w:proofErr w:type="spellStart"/>
      <w:r>
        <w:t>Mallat</w:t>
      </w:r>
      <w:proofErr w:type="spellEnd"/>
      <w:r>
        <w:t xml:space="preserve">, </w:t>
      </w:r>
      <w:proofErr w:type="spellStart"/>
      <w:r>
        <w:t>Chibli</w:t>
      </w:r>
      <w:proofErr w:type="spellEnd"/>
      <w:r>
        <w:t xml:space="preserve">. </w:t>
      </w:r>
      <w:r w:rsidRPr="00D86078">
        <w:rPr>
          <w:rStyle w:val="libItalicChar"/>
        </w:rPr>
        <w:t>The Renewal of Islamic Law.</w:t>
      </w:r>
      <w:r>
        <w:t xml:space="preserve"> Cambridge, UK: Cambridge University Press, 2003.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proofErr w:type="spellStart"/>
      <w:r>
        <w:t>Masud</w:t>
      </w:r>
      <w:proofErr w:type="spellEnd"/>
      <w:r>
        <w:t xml:space="preserve">, Muhammad Khalid, Brinkley Messick and David S. Powers, eds. </w:t>
      </w:r>
      <w:r w:rsidRPr="00D86078">
        <w:rPr>
          <w:rStyle w:val="libItalicChar"/>
        </w:rPr>
        <w:t xml:space="preserve">Islamic Legal Interpretation: Muftis and their Fatwas. </w:t>
      </w:r>
      <w:r w:rsidRPr="00D86078">
        <w:rPr>
          <w:rStyle w:val="libNormalChar"/>
        </w:rPr>
        <w:t>Cambridge, MA: Harvard University Press, 1996.</w:t>
      </w:r>
    </w:p>
    <w:p w:rsidR="00ED3D62" w:rsidRDefault="00ED3D62" w:rsidP="00ED3D62">
      <w:pPr>
        <w:pStyle w:val="libNormal"/>
      </w:pPr>
      <w:r w:rsidRPr="00CA2CCA">
        <w:lastRenderedPageBreak/>
        <w:t xml:space="preserve">Mehdi, </w:t>
      </w:r>
      <w:proofErr w:type="spellStart"/>
      <w:r w:rsidRPr="00CA2CCA">
        <w:t>Rubya</w:t>
      </w:r>
      <w:proofErr w:type="spellEnd"/>
      <w:r w:rsidRPr="00CA2CCA">
        <w:t xml:space="preserve">. </w:t>
      </w:r>
      <w:r w:rsidRPr="00D86078">
        <w:rPr>
          <w:rStyle w:val="libItalicChar"/>
        </w:rPr>
        <w:t>The Islamization of the Law in Pakistan.</w:t>
      </w:r>
      <w:r>
        <w:t xml:space="preserve"> Richmond, Surrey: Curzon Press, 1994.</w:t>
      </w:r>
    </w:p>
    <w:p w:rsidR="00ED3D62" w:rsidRDefault="00ED3D62" w:rsidP="00ED3D62">
      <w:pPr>
        <w:pStyle w:val="libNormal"/>
      </w:pPr>
      <w:proofErr w:type="spellStart"/>
      <w:r>
        <w:t>Melchert</w:t>
      </w:r>
      <w:proofErr w:type="spellEnd"/>
      <w:r>
        <w:t xml:space="preserve">, Christopher. </w:t>
      </w:r>
      <w:r w:rsidRPr="00D86078">
        <w:rPr>
          <w:rStyle w:val="libItalicChar"/>
        </w:rPr>
        <w:t>The Formation of the Sunni Schools of Law, 9</w:t>
      </w:r>
      <w:r w:rsidRPr="00750AA4">
        <w:rPr>
          <w:rStyle w:val="libItalicChar"/>
        </w:rPr>
        <w:t>th</w:t>
      </w:r>
      <w:r w:rsidRPr="00D86078">
        <w:rPr>
          <w:rStyle w:val="libItalicChar"/>
        </w:rPr>
        <w:t>-10</w:t>
      </w:r>
      <w:r w:rsidRPr="00750AA4">
        <w:rPr>
          <w:rStyle w:val="libItalicChar"/>
        </w:rPr>
        <w:t>th</w:t>
      </w:r>
      <w:r w:rsidRPr="00D86078">
        <w:rPr>
          <w:rStyle w:val="libItalicChar"/>
        </w:rPr>
        <w:t xml:space="preserve"> Centuries. </w:t>
      </w:r>
      <w:r>
        <w:t>Leiden: E.J. Brill, 1997.</w:t>
      </w:r>
    </w:p>
    <w:p w:rsidR="00ED3D62" w:rsidRDefault="00ED3D62" w:rsidP="00ED3D62">
      <w:pPr>
        <w:pStyle w:val="libNormal"/>
      </w:pPr>
      <w:r>
        <w:t xml:space="preserve">Mir-Hosseini, </w:t>
      </w:r>
      <w:proofErr w:type="spellStart"/>
      <w:r>
        <w:t>Ziba</w:t>
      </w:r>
      <w:proofErr w:type="spellEnd"/>
      <w:r>
        <w:t xml:space="preserve">. </w:t>
      </w:r>
      <w:r w:rsidRPr="00D86078">
        <w:rPr>
          <w:rStyle w:val="libItalicChar"/>
        </w:rPr>
        <w:t>Marriage on Trial: A Study of Islamic Family Law</w:t>
      </w:r>
      <w:r w:rsidRPr="00CA2CCA">
        <w:t>—</w:t>
      </w:r>
      <w:r w:rsidRPr="00D86078">
        <w:rPr>
          <w:rStyle w:val="libItalicChar"/>
        </w:rPr>
        <w:t>Iran and Morocco</w:t>
      </w:r>
      <w:r w:rsidRPr="00CA2CCA">
        <w:t xml:space="preserve"> </w:t>
      </w:r>
      <w:r w:rsidRPr="00D86078">
        <w:rPr>
          <w:rStyle w:val="libItalicChar"/>
        </w:rPr>
        <w:t>Compared.</w:t>
      </w:r>
      <w:r>
        <w:t xml:space="preserve"> London: I.B. Tauris, 2001.</w:t>
      </w:r>
    </w:p>
    <w:p w:rsidR="00ED3D62" w:rsidRDefault="00ED3D62" w:rsidP="00ED3D62">
      <w:pPr>
        <w:pStyle w:val="libNormal"/>
      </w:pPr>
      <w:r>
        <w:t xml:space="preserve">Moors, Annelies. </w:t>
      </w:r>
      <w:r w:rsidRPr="00D86078">
        <w:rPr>
          <w:rStyle w:val="libItalicChar"/>
        </w:rPr>
        <w:t xml:space="preserve">Women, Property and Islam: Palestinian Experiences, 1920-1990. </w:t>
      </w:r>
      <w:r>
        <w:t>Cambridge, UK: Cambridge University Press, 1996.</w:t>
      </w:r>
    </w:p>
    <w:p w:rsidR="00ED3D62" w:rsidRDefault="00ED3D62" w:rsidP="00ED3D62">
      <w:pPr>
        <w:pStyle w:val="libNormal"/>
      </w:pPr>
      <w:proofErr w:type="spellStart"/>
      <w:r>
        <w:t>Motzki</w:t>
      </w:r>
      <w:proofErr w:type="spellEnd"/>
      <w:r>
        <w:t xml:space="preserve">, Harald. </w:t>
      </w:r>
      <w:r w:rsidRPr="00D86078">
        <w:rPr>
          <w:rStyle w:val="libItalicChar"/>
        </w:rPr>
        <w:t>The Origins of Islamic Jurisprudence: Meccan Fiqh before the Classical</w:t>
      </w:r>
      <w:r w:rsidRPr="00CA2CCA">
        <w:t xml:space="preserve"> </w:t>
      </w:r>
      <w:r w:rsidRPr="00D86078">
        <w:rPr>
          <w:rStyle w:val="libItalicChar"/>
        </w:rPr>
        <w:t xml:space="preserve">Schools. </w:t>
      </w:r>
      <w:r>
        <w:t>Leiden: E.J. Brill, 2001.</w:t>
      </w:r>
    </w:p>
    <w:p w:rsidR="00ED3D62" w:rsidRDefault="00ED3D62" w:rsidP="00ED3D62">
      <w:pPr>
        <w:pStyle w:val="libNormal"/>
      </w:pPr>
      <w:proofErr w:type="spellStart"/>
      <w:r>
        <w:t>Omran</w:t>
      </w:r>
      <w:proofErr w:type="spellEnd"/>
      <w:r>
        <w:t xml:space="preserve">, Abdel Rahim, ed. </w:t>
      </w:r>
      <w:r w:rsidRPr="00D86078">
        <w:rPr>
          <w:rStyle w:val="libItalicChar"/>
        </w:rPr>
        <w:t xml:space="preserve">Family Planning in the Legacy of Islam. </w:t>
      </w:r>
      <w:r>
        <w:t>New York: Routledge, 1992.</w:t>
      </w:r>
    </w:p>
    <w:p w:rsidR="00ED3D62" w:rsidRDefault="00ED3D62" w:rsidP="00ED3D62">
      <w:pPr>
        <w:pStyle w:val="libNormal"/>
      </w:pPr>
      <w:proofErr w:type="spellStart"/>
      <w:r>
        <w:t>Peletz</w:t>
      </w:r>
      <w:proofErr w:type="spellEnd"/>
      <w:r>
        <w:t xml:space="preserve">, Michael G. </w:t>
      </w:r>
      <w:r w:rsidRPr="00D86078">
        <w:rPr>
          <w:rStyle w:val="libItalicChar"/>
        </w:rPr>
        <w:t>Islamic Modern: Religious Courts and Cultural Politics in Malaysia</w:t>
      </w:r>
      <w:r>
        <w:t>. Princeton, NJ: Princeton University Press, 2002.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Peters, Rudolph. </w:t>
      </w:r>
      <w:r w:rsidRPr="00D86078">
        <w:rPr>
          <w:rStyle w:val="libItalicChar"/>
        </w:rPr>
        <w:t xml:space="preserve">Islamic Criminal Law: Theory and Practice from the Sixteenth to the Twentieth Century. </w:t>
      </w:r>
      <w:r w:rsidRPr="00D86078">
        <w:rPr>
          <w:rStyle w:val="libNormalChar"/>
        </w:rPr>
        <w:t>Cambridge, UK: Cambridge University Press, forthcoming.</w:t>
      </w:r>
    </w:p>
    <w:p w:rsidR="00ED3D62" w:rsidRDefault="00ED3D62" w:rsidP="00ED3D62">
      <w:pPr>
        <w:pStyle w:val="libNormal"/>
      </w:pPr>
      <w:r w:rsidRPr="00CA2CCA">
        <w:t xml:space="preserve">Peters, Rudolph. </w:t>
      </w:r>
      <w:r w:rsidRPr="00D86078">
        <w:rPr>
          <w:rStyle w:val="libItalicChar"/>
        </w:rPr>
        <w:t>Jihad in Classical and Modern Islam: A Reader.</w:t>
      </w:r>
      <w:r>
        <w:t xml:space="preserve"> Princeton, NJ: Markus Wiener, 1996.</w:t>
      </w:r>
    </w:p>
    <w:p w:rsidR="00ED3D62" w:rsidRDefault="00ED3D62" w:rsidP="00ED3D62">
      <w:pPr>
        <w:pStyle w:val="libNormal"/>
      </w:pPr>
      <w:r>
        <w:t xml:space="preserve">Powers, David S. </w:t>
      </w:r>
      <w:r w:rsidRPr="00D86078">
        <w:rPr>
          <w:rStyle w:val="libItalicChar"/>
        </w:rPr>
        <w:t xml:space="preserve">Studies in Qur’an and </w:t>
      </w:r>
      <w:proofErr w:type="spellStart"/>
      <w:r w:rsidRPr="00D86078">
        <w:rPr>
          <w:rStyle w:val="libItalicChar"/>
        </w:rPr>
        <w:t>Hadīth</w:t>
      </w:r>
      <w:proofErr w:type="spellEnd"/>
      <w:r w:rsidRPr="00D86078">
        <w:rPr>
          <w:rStyle w:val="libItalicChar"/>
        </w:rPr>
        <w:t xml:space="preserve">: The Formation of the Law of Inheritance. </w:t>
      </w:r>
      <w:r>
        <w:t>Berkeley, CA: University of California Press, 1986.</w:t>
      </w:r>
    </w:p>
    <w:p w:rsidR="00ED3D62" w:rsidRDefault="00ED3D62" w:rsidP="00ED3D62">
      <w:pPr>
        <w:pStyle w:val="libNormal"/>
      </w:pPr>
      <w:r>
        <w:t xml:space="preserve">Rosen, Lawrence. </w:t>
      </w:r>
      <w:r w:rsidRPr="00D86078">
        <w:rPr>
          <w:rStyle w:val="libItalicChar"/>
        </w:rPr>
        <w:t xml:space="preserve">The Anthropology of Justice: Law as Culture in Islamic Society. </w:t>
      </w:r>
      <w:r>
        <w:t>Cambridge, UK: Cambridge University Press, 1989.</w:t>
      </w:r>
    </w:p>
    <w:p w:rsidR="00ED3D62" w:rsidRDefault="00ED3D62" w:rsidP="00ED3D62">
      <w:pPr>
        <w:pStyle w:val="libNormal"/>
      </w:pPr>
      <w:r>
        <w:t xml:space="preserve">Rosen, Lawrence. </w:t>
      </w:r>
      <w:r w:rsidRPr="00D86078">
        <w:rPr>
          <w:rStyle w:val="libItalicChar"/>
        </w:rPr>
        <w:t>The Justice of Islam: Comparative Perspectives on Islamic Law and</w:t>
      </w:r>
      <w:r w:rsidRPr="00CA2CCA">
        <w:t xml:space="preserve"> </w:t>
      </w:r>
      <w:r w:rsidRPr="00D86078">
        <w:rPr>
          <w:rStyle w:val="libItalicChar"/>
        </w:rPr>
        <w:t xml:space="preserve">Society. </w:t>
      </w:r>
      <w:r>
        <w:t>Oxford, UK: Oxford University Press, 2000.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Sachedina, </w:t>
      </w:r>
      <w:proofErr w:type="spellStart"/>
      <w:r>
        <w:t>Abdulaziz</w:t>
      </w:r>
      <w:proofErr w:type="spellEnd"/>
      <w:r>
        <w:t xml:space="preserve"> </w:t>
      </w:r>
      <w:proofErr w:type="spellStart"/>
      <w:r>
        <w:t>Abdulhussein</w:t>
      </w:r>
      <w:proofErr w:type="spellEnd"/>
      <w:r>
        <w:t xml:space="preserve">. </w:t>
      </w:r>
      <w:r w:rsidRPr="00D86078">
        <w:rPr>
          <w:rStyle w:val="libItalicChar"/>
        </w:rPr>
        <w:t>The Just Ruler in Shi‛ite Islam: The Comprehensive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Authority of the Jurist in </w:t>
      </w:r>
      <w:proofErr w:type="spellStart"/>
      <w:r w:rsidRPr="00D86078">
        <w:rPr>
          <w:rStyle w:val="libItalicChar"/>
        </w:rPr>
        <w:t>Imamite</w:t>
      </w:r>
      <w:proofErr w:type="spellEnd"/>
      <w:r w:rsidRPr="00D86078">
        <w:rPr>
          <w:rStyle w:val="libItalicChar"/>
        </w:rPr>
        <w:t xml:space="preserve"> Jurisprudence. </w:t>
      </w:r>
      <w:r w:rsidRPr="00D86078">
        <w:rPr>
          <w:rStyle w:val="libNormalChar"/>
        </w:rPr>
        <w:t>Oxford, UK: Oxford University Press, 1998.</w:t>
      </w:r>
    </w:p>
    <w:p w:rsidR="00ED3D62" w:rsidRDefault="00ED3D62" w:rsidP="00ED3D62">
      <w:pPr>
        <w:pStyle w:val="libNormal"/>
      </w:pPr>
      <w:r w:rsidRPr="00CA2CCA">
        <w:t xml:space="preserve">as-Sadr, Muhammad Baqir (Roy Mottahedeh, trans.). </w:t>
      </w:r>
      <w:r w:rsidRPr="00D86078">
        <w:rPr>
          <w:rStyle w:val="libItalicChar"/>
        </w:rPr>
        <w:t xml:space="preserve">Lessons in Islamic Jurisprudence. </w:t>
      </w:r>
      <w:r>
        <w:t xml:space="preserve">Oxford, UK: </w:t>
      </w:r>
      <w:proofErr w:type="spellStart"/>
      <w:r>
        <w:t>Oneworld</w:t>
      </w:r>
      <w:proofErr w:type="spellEnd"/>
      <w:r>
        <w:t>, 2003.</w:t>
      </w:r>
    </w:p>
    <w:p w:rsidR="00ED3D62" w:rsidRDefault="00ED3D62" w:rsidP="00ED3D62">
      <w:pPr>
        <w:pStyle w:val="libNormal"/>
      </w:pPr>
      <w:r>
        <w:t xml:space="preserve">Saeed, Abdullah. </w:t>
      </w:r>
      <w:r w:rsidRPr="00D86078">
        <w:rPr>
          <w:rStyle w:val="libItalicChar"/>
        </w:rPr>
        <w:t xml:space="preserve">Islamic Banking and Interest: A Study of the Prohibition of </w:t>
      </w:r>
      <w:proofErr w:type="spellStart"/>
      <w:r w:rsidRPr="00D86078">
        <w:rPr>
          <w:rStyle w:val="libItalicChar"/>
        </w:rPr>
        <w:t>Ribā</w:t>
      </w:r>
      <w:proofErr w:type="spellEnd"/>
      <w:r w:rsidRPr="00D86078">
        <w:rPr>
          <w:rStyle w:val="libItalicChar"/>
        </w:rPr>
        <w:t xml:space="preserve"> and Its</w:t>
      </w:r>
      <w:r w:rsidRPr="00CA2CCA">
        <w:t xml:space="preserve"> </w:t>
      </w:r>
      <w:r w:rsidRPr="00D86078">
        <w:rPr>
          <w:rStyle w:val="libItalicChar"/>
        </w:rPr>
        <w:t xml:space="preserve">Contemporary Interpretation. </w:t>
      </w:r>
      <w:r w:rsidRPr="00D86078">
        <w:t>Leiden: E.J. Brill, 2</w:t>
      </w:r>
      <w:r w:rsidRPr="00750AA4">
        <w:t>nd</w:t>
      </w:r>
      <w:r>
        <w:t xml:space="preserve"> ed., 1997.</w:t>
      </w:r>
    </w:p>
    <w:p w:rsidR="007D4755" w:rsidRDefault="00ED3D62" w:rsidP="00ED3D62">
      <w:pPr>
        <w:pStyle w:val="libNormal"/>
      </w:pPr>
      <w:r>
        <w:t xml:space="preserve">Saeed, Abdullah and Hassan Saeed. </w:t>
      </w:r>
      <w:r w:rsidRPr="00D86078">
        <w:rPr>
          <w:rStyle w:val="libItalicChar"/>
        </w:rPr>
        <w:t xml:space="preserve">Freedom of Religion, Apostasy and Islam. </w:t>
      </w:r>
      <w:proofErr w:type="spellStart"/>
      <w:r>
        <w:t>Aldershot</w:t>
      </w:r>
      <w:proofErr w:type="spellEnd"/>
      <w:r>
        <w:t>: Ashgate, 2004.</w:t>
      </w:r>
    </w:p>
    <w:p w:rsidR="00ED3D62" w:rsidRDefault="00ED3D62" w:rsidP="00ED3D62">
      <w:pPr>
        <w:pStyle w:val="libNormal"/>
      </w:pPr>
      <w:r>
        <w:t xml:space="preserve">Schacht, Joseph. </w:t>
      </w:r>
      <w:r w:rsidRPr="00D86078">
        <w:rPr>
          <w:rStyle w:val="libItalicChar"/>
        </w:rPr>
        <w:t>An Introduction to Islamic Law.</w:t>
      </w:r>
      <w:r>
        <w:t xml:space="preserve"> Oxford, UK: Clarendon Press, 1984 (reprint ed., first published, 1964).</w:t>
      </w:r>
    </w:p>
    <w:p w:rsidR="00ED3D62" w:rsidRDefault="00ED3D62" w:rsidP="00ED3D62">
      <w:pPr>
        <w:pStyle w:val="libNormal"/>
      </w:pPr>
      <w:r>
        <w:t xml:space="preserve">Schacht, Joseph. </w:t>
      </w:r>
      <w:r w:rsidRPr="00D86078">
        <w:rPr>
          <w:rStyle w:val="libItalicChar"/>
        </w:rPr>
        <w:t>The Origins of Muhammadan Jurisprudence.</w:t>
      </w:r>
      <w:r>
        <w:t xml:space="preserve"> Oxford, UK: Clarendon Press, 1950.</w:t>
      </w:r>
    </w:p>
    <w:p w:rsidR="00ED3D62" w:rsidRDefault="00ED3D62" w:rsidP="00ED3D62">
      <w:pPr>
        <w:pStyle w:val="libNormal"/>
      </w:pPr>
      <w:proofErr w:type="spellStart"/>
      <w:r>
        <w:t>Schirazi</w:t>
      </w:r>
      <w:proofErr w:type="spellEnd"/>
      <w:r>
        <w:t xml:space="preserve">, Asghar. </w:t>
      </w:r>
      <w:r w:rsidRPr="00D86078">
        <w:rPr>
          <w:rStyle w:val="libItalicChar"/>
        </w:rPr>
        <w:t xml:space="preserve">The Constitution of Iran: Politics and the State in the Islamic Republic. </w:t>
      </w:r>
      <w:r>
        <w:t>London: I.B. Tauris, 1998.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proofErr w:type="spellStart"/>
      <w:r>
        <w:t>Serajuddin</w:t>
      </w:r>
      <w:proofErr w:type="spellEnd"/>
      <w:r>
        <w:t xml:space="preserve">, Alamgir Muhammad. </w:t>
      </w:r>
      <w:proofErr w:type="spellStart"/>
      <w:proofErr w:type="gramStart"/>
      <w:r w:rsidRPr="00D86078">
        <w:rPr>
          <w:rStyle w:val="libItalicChar"/>
        </w:rPr>
        <w:t>Sharī‘</w:t>
      </w:r>
      <w:proofErr w:type="gramEnd"/>
      <w:r w:rsidRPr="00D86078">
        <w:rPr>
          <w:rStyle w:val="libItalicChar"/>
        </w:rPr>
        <w:t>a</w:t>
      </w:r>
      <w:proofErr w:type="spellEnd"/>
      <w:r w:rsidRPr="00D86078">
        <w:rPr>
          <w:rStyle w:val="libItalicChar"/>
        </w:rPr>
        <w:t xml:space="preserve"> Law and Society: Tradition and Change in South </w:t>
      </w:r>
      <w:proofErr w:type="spellStart"/>
      <w:r w:rsidRPr="00D86078">
        <w:rPr>
          <w:rStyle w:val="libItalicChar"/>
        </w:rPr>
        <w:t>Asia.</w:t>
      </w:r>
      <w:r w:rsidRPr="00D86078">
        <w:rPr>
          <w:rStyle w:val="libNormalChar"/>
        </w:rPr>
        <w:t>Oxford</w:t>
      </w:r>
      <w:proofErr w:type="spellEnd"/>
      <w:r w:rsidRPr="00D86078">
        <w:rPr>
          <w:rStyle w:val="libNormalChar"/>
        </w:rPr>
        <w:t>, UK: Oxford University Press, 2001.</w:t>
      </w:r>
    </w:p>
    <w:p w:rsidR="00ED3D62" w:rsidRDefault="00ED3D62" w:rsidP="00ED3D62">
      <w:pPr>
        <w:pStyle w:val="libNormal"/>
      </w:pPr>
      <w:r w:rsidRPr="00CA2CCA">
        <w:t xml:space="preserve">Serjeant, R.B. </w:t>
      </w:r>
      <w:r w:rsidRPr="00D86078">
        <w:rPr>
          <w:rStyle w:val="libItalicChar"/>
        </w:rPr>
        <w:t xml:space="preserve">Customary and </w:t>
      </w:r>
      <w:proofErr w:type="spellStart"/>
      <w:proofErr w:type="gramStart"/>
      <w:r w:rsidRPr="00D86078">
        <w:rPr>
          <w:rStyle w:val="libItalicChar"/>
        </w:rPr>
        <w:t>Shari‘</w:t>
      </w:r>
      <w:proofErr w:type="gramEnd"/>
      <w:r w:rsidRPr="00D86078">
        <w:rPr>
          <w:rStyle w:val="libItalicChar"/>
        </w:rPr>
        <w:t>ah</w:t>
      </w:r>
      <w:proofErr w:type="spellEnd"/>
      <w:r w:rsidRPr="00D86078">
        <w:rPr>
          <w:rStyle w:val="libItalicChar"/>
        </w:rPr>
        <w:t xml:space="preserve"> Law in Arabian Society.</w:t>
      </w:r>
      <w:r>
        <w:t xml:space="preserve"> </w:t>
      </w:r>
      <w:proofErr w:type="spellStart"/>
      <w:r>
        <w:t>Aldershot</w:t>
      </w:r>
      <w:proofErr w:type="spellEnd"/>
      <w:r>
        <w:t>: Ashgate/Variorum, 1991.</w:t>
      </w:r>
    </w:p>
    <w:p w:rsidR="00ED3D62" w:rsidRDefault="00ED3D62" w:rsidP="00ED3D62">
      <w:pPr>
        <w:pStyle w:val="libNormal"/>
      </w:pPr>
      <w:proofErr w:type="spellStart"/>
      <w:r>
        <w:t>Shaham</w:t>
      </w:r>
      <w:proofErr w:type="spellEnd"/>
      <w:r>
        <w:t xml:space="preserve">, Ron. </w:t>
      </w:r>
      <w:r w:rsidRPr="00D86078">
        <w:rPr>
          <w:rStyle w:val="libItalicChar"/>
        </w:rPr>
        <w:t>Family and the Courts in Modern Egypt: A Study Based on Decisions by the</w:t>
      </w:r>
      <w:r w:rsidRPr="00CA2CCA">
        <w:t xml:space="preserve"> </w:t>
      </w:r>
      <w:proofErr w:type="spellStart"/>
      <w:proofErr w:type="gramStart"/>
      <w:r w:rsidRPr="00D86078">
        <w:rPr>
          <w:rStyle w:val="libItalicChar"/>
        </w:rPr>
        <w:t>Sharī‘</w:t>
      </w:r>
      <w:proofErr w:type="gramEnd"/>
      <w:r w:rsidRPr="00D86078">
        <w:rPr>
          <w:rStyle w:val="libItalicChar"/>
        </w:rPr>
        <w:t>a</w:t>
      </w:r>
      <w:proofErr w:type="spellEnd"/>
      <w:r w:rsidRPr="00D86078">
        <w:rPr>
          <w:rStyle w:val="libItalicChar"/>
        </w:rPr>
        <w:t xml:space="preserve"> Courts, 1900-1955. </w:t>
      </w:r>
      <w:r>
        <w:t>Leiden: E.J. Brill, 1997.</w:t>
      </w:r>
    </w:p>
    <w:p w:rsidR="00ED3D62" w:rsidRDefault="00ED3D62" w:rsidP="00ED3D62">
      <w:pPr>
        <w:pStyle w:val="libNormal"/>
      </w:pPr>
      <w:proofErr w:type="spellStart"/>
      <w:r>
        <w:lastRenderedPageBreak/>
        <w:t>Siddīqī</w:t>
      </w:r>
      <w:proofErr w:type="spellEnd"/>
      <w:r>
        <w:t xml:space="preserve">, Muhammad </w:t>
      </w:r>
      <w:proofErr w:type="spellStart"/>
      <w:r>
        <w:t>Zubayr</w:t>
      </w:r>
      <w:proofErr w:type="spellEnd"/>
      <w:r>
        <w:t xml:space="preserve">. </w:t>
      </w:r>
      <w:proofErr w:type="spellStart"/>
      <w:r w:rsidRPr="00D86078">
        <w:rPr>
          <w:rStyle w:val="libItalicChar"/>
        </w:rPr>
        <w:t>Hadīth</w:t>
      </w:r>
      <w:proofErr w:type="spellEnd"/>
      <w:r w:rsidRPr="00D86078">
        <w:rPr>
          <w:rStyle w:val="libItalicChar"/>
        </w:rPr>
        <w:t xml:space="preserve"> Literature: Its Origin, Development &amp; Special Features.</w:t>
      </w:r>
      <w:r>
        <w:t xml:space="preserve"> Cambridge, UK: The Islamic Texts Society, 1993.</w:t>
      </w:r>
    </w:p>
    <w:p w:rsidR="00ED3D62" w:rsidRDefault="00ED3D62" w:rsidP="00ED3D62">
      <w:pPr>
        <w:pStyle w:val="libNormal"/>
      </w:pPr>
      <w:proofErr w:type="spellStart"/>
      <w:r>
        <w:t>Sonbol</w:t>
      </w:r>
      <w:proofErr w:type="spellEnd"/>
      <w:r>
        <w:t>, Amira El-</w:t>
      </w:r>
      <w:proofErr w:type="spellStart"/>
      <w:r>
        <w:t>Azhary</w:t>
      </w:r>
      <w:proofErr w:type="spellEnd"/>
      <w:r>
        <w:t xml:space="preserve">. </w:t>
      </w:r>
      <w:r w:rsidRPr="00D86078">
        <w:rPr>
          <w:rStyle w:val="libItalicChar"/>
        </w:rPr>
        <w:t>Women of Jordan: Islam, Labor and the Law.</w:t>
      </w:r>
      <w:r>
        <w:t xml:space="preserve"> Syracuse, NY: Syracuse University Press, 2003.</w:t>
      </w:r>
    </w:p>
    <w:p w:rsidR="00ED3D62" w:rsidRDefault="00ED3D62" w:rsidP="00ED3D62">
      <w:pPr>
        <w:pStyle w:val="libNormal"/>
      </w:pPr>
      <w:proofErr w:type="spellStart"/>
      <w:r>
        <w:t>Sonbol</w:t>
      </w:r>
      <w:proofErr w:type="spellEnd"/>
      <w:r>
        <w:t>, Amira El-</w:t>
      </w:r>
      <w:proofErr w:type="spellStart"/>
      <w:r>
        <w:t>Azhary</w:t>
      </w:r>
      <w:proofErr w:type="spellEnd"/>
      <w:r>
        <w:t xml:space="preserve">, ed. </w:t>
      </w:r>
      <w:r w:rsidRPr="00D86078">
        <w:rPr>
          <w:rStyle w:val="libItalicChar"/>
        </w:rPr>
        <w:t xml:space="preserve">Women, The Family, and Divorce Laws in Islamic History. </w:t>
      </w:r>
      <w:r>
        <w:t>Syracuse, NY: Syracuse University Press, 1996.</w:t>
      </w:r>
    </w:p>
    <w:p w:rsidR="00ED3D62" w:rsidRDefault="00ED3D62" w:rsidP="00ED3D62">
      <w:pPr>
        <w:pStyle w:val="libNormal"/>
      </w:pPr>
      <w:r>
        <w:t xml:space="preserve">Starr, June. </w:t>
      </w:r>
      <w:r w:rsidRPr="00D86078">
        <w:rPr>
          <w:rStyle w:val="libItalicChar"/>
        </w:rPr>
        <w:t xml:space="preserve">Law as Metaphor: From Islamic Courts to the Palace of Justice. </w:t>
      </w:r>
      <w:r>
        <w:t>Albany, NY: State University of New York Press, 1992.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Stewart, Devon J. </w:t>
      </w:r>
      <w:r w:rsidRPr="00D86078">
        <w:rPr>
          <w:rStyle w:val="libItalicChar"/>
        </w:rPr>
        <w:t xml:space="preserve">Islamic Legal Orthodoxy: Twelver Shiite Responses to the Sunni Legal System. </w:t>
      </w:r>
      <w:r w:rsidRPr="00D86078">
        <w:rPr>
          <w:rStyle w:val="libNormalChar"/>
        </w:rPr>
        <w:t>Salt Lake City, UT: University of Utah Press, 1998.</w:t>
      </w:r>
    </w:p>
    <w:p w:rsidR="00ED3D62" w:rsidRPr="00D86078" w:rsidRDefault="00ED3D62" w:rsidP="00ED3D62">
      <w:pPr>
        <w:rPr>
          <w:rStyle w:val="libItalicChar"/>
        </w:rPr>
      </w:pPr>
      <w:r w:rsidRPr="00D86078">
        <w:rPr>
          <w:rStyle w:val="libNormalChar"/>
        </w:rPr>
        <w:t xml:space="preserve">Tucker, Judith E. </w:t>
      </w:r>
      <w:r w:rsidRPr="00D86078">
        <w:rPr>
          <w:rStyle w:val="libItalicChar"/>
        </w:rPr>
        <w:t xml:space="preserve">In the House of the Law: Gender and Islamic Law in Ottoman Syria and Palestine. </w:t>
      </w:r>
      <w:r w:rsidRPr="00D86078">
        <w:rPr>
          <w:rStyle w:val="libNormalChar"/>
        </w:rPr>
        <w:t>Berkeley, CA: University of California Press, 2000.</w:t>
      </w:r>
    </w:p>
    <w:p w:rsidR="00ED3D62" w:rsidRDefault="00ED3D62" w:rsidP="00ED3D62">
      <w:pPr>
        <w:pStyle w:val="libNormal"/>
      </w:pPr>
      <w:r w:rsidRPr="00CA2CCA">
        <w:t xml:space="preserve">Vogel, Frank E. </w:t>
      </w:r>
      <w:r w:rsidRPr="00D86078">
        <w:rPr>
          <w:rStyle w:val="libItalicChar"/>
        </w:rPr>
        <w:t xml:space="preserve">Islamic Law and Legal Systems: Studies of Saudi Arabia. </w:t>
      </w:r>
      <w:r>
        <w:t>Leiden: E.J. Brill, 2000.</w:t>
      </w:r>
    </w:p>
    <w:p w:rsidR="00ED3D62" w:rsidRDefault="00ED3D62" w:rsidP="00ED3D62">
      <w:pPr>
        <w:pStyle w:val="libNormal"/>
      </w:pPr>
      <w:r>
        <w:t xml:space="preserve">Vogel, Frank E. and Samuel L. Hayes. </w:t>
      </w:r>
      <w:r w:rsidRPr="00D86078">
        <w:rPr>
          <w:rStyle w:val="libItalicChar"/>
        </w:rPr>
        <w:t xml:space="preserve">Islamic Law and Finance: Religion, Risk, and Return. </w:t>
      </w:r>
      <w:proofErr w:type="spellStart"/>
      <w:r>
        <w:t>TheHague</w:t>
      </w:r>
      <w:proofErr w:type="spellEnd"/>
      <w:r>
        <w:t>: Kluwer Law Int’l., 1998.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Weiss, Anita M. </w:t>
      </w:r>
      <w:r w:rsidRPr="00D86078">
        <w:rPr>
          <w:rStyle w:val="libItalicChar"/>
        </w:rPr>
        <w:t>Islamic Reassertion in Pakistan: The Application of Islamic Laws in a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Modern State. </w:t>
      </w:r>
      <w:r w:rsidRPr="00D86078">
        <w:rPr>
          <w:rStyle w:val="libNormalChar"/>
        </w:rPr>
        <w:t>Syracuse, NY: Syracuse University Press, 1986.</w:t>
      </w:r>
    </w:p>
    <w:p w:rsidR="00ED3D62" w:rsidRPr="00D86078" w:rsidRDefault="00ED3D62" w:rsidP="00ED3D62">
      <w:pPr>
        <w:rPr>
          <w:rStyle w:val="libItalicChar"/>
        </w:rPr>
      </w:pPr>
      <w:r w:rsidRPr="00D86078">
        <w:rPr>
          <w:rStyle w:val="libNormalChar"/>
        </w:rPr>
        <w:t xml:space="preserve">Weiss, Bernard G. </w:t>
      </w:r>
      <w:r w:rsidRPr="00D86078">
        <w:rPr>
          <w:rStyle w:val="libItalicChar"/>
        </w:rPr>
        <w:t>The Search for God’s Law: Islamic Jurisprudence in the Writings of</w:t>
      </w:r>
      <w:r w:rsidRPr="00D86078">
        <w:rPr>
          <w:rStyle w:val="libNormalChar"/>
        </w:rPr>
        <w:t xml:space="preserve"> </w:t>
      </w:r>
      <w:proofErr w:type="spellStart"/>
      <w:r w:rsidRPr="00D86078">
        <w:rPr>
          <w:rStyle w:val="libItalicChar"/>
        </w:rPr>
        <w:t>Sayf</w:t>
      </w:r>
      <w:proofErr w:type="spellEnd"/>
      <w:r w:rsidRPr="00D86078">
        <w:rPr>
          <w:rStyle w:val="libItalicChar"/>
        </w:rPr>
        <w:t xml:space="preserve"> al-</w:t>
      </w:r>
      <w:proofErr w:type="spellStart"/>
      <w:r w:rsidRPr="00D86078">
        <w:rPr>
          <w:rStyle w:val="libItalicChar"/>
        </w:rPr>
        <w:t>Dīn</w:t>
      </w:r>
      <w:proofErr w:type="spellEnd"/>
      <w:r w:rsidRPr="00D86078">
        <w:rPr>
          <w:rStyle w:val="libItalicChar"/>
        </w:rPr>
        <w:t xml:space="preserve"> al-</w:t>
      </w:r>
      <w:proofErr w:type="spellStart"/>
      <w:r w:rsidRPr="00D86078">
        <w:rPr>
          <w:rStyle w:val="libItalicChar"/>
        </w:rPr>
        <w:t>Āmidī</w:t>
      </w:r>
      <w:proofErr w:type="spellEnd"/>
      <w:r w:rsidRPr="00D86078">
        <w:rPr>
          <w:rStyle w:val="libItalicChar"/>
        </w:rPr>
        <w:t xml:space="preserve">. </w:t>
      </w:r>
      <w:r w:rsidRPr="00D86078">
        <w:rPr>
          <w:rStyle w:val="libNormalChar"/>
        </w:rPr>
        <w:t>Salt Lake City, UT: University of Utah Press, 1992.</w:t>
      </w:r>
    </w:p>
    <w:p w:rsidR="00ED3D62" w:rsidRDefault="00ED3D62" w:rsidP="00ED3D62">
      <w:pPr>
        <w:pStyle w:val="libNormal"/>
      </w:pPr>
      <w:r w:rsidRPr="00CA2CCA">
        <w:t xml:space="preserve">Weiss, Bernard G. </w:t>
      </w:r>
      <w:r w:rsidRPr="00D86078">
        <w:rPr>
          <w:rStyle w:val="libItalicChar"/>
        </w:rPr>
        <w:t>The Spirit of Islamic Law.</w:t>
      </w:r>
      <w:r>
        <w:t xml:space="preserve"> Athens, GA: University of Georgia Press, 1998.</w:t>
      </w:r>
    </w:p>
    <w:p w:rsidR="00ED3D62" w:rsidRDefault="00ED3D62" w:rsidP="00ED3D62">
      <w:pPr>
        <w:pStyle w:val="libNormal"/>
      </w:pPr>
      <w:r>
        <w:t xml:space="preserve">Weiss, Bernard G., ed. </w:t>
      </w:r>
      <w:r w:rsidRPr="00D86078">
        <w:rPr>
          <w:rStyle w:val="libItalicChar"/>
        </w:rPr>
        <w:t>Studies in Islamic Legal Theory.</w:t>
      </w:r>
      <w:r>
        <w:t xml:space="preserve"> Leiden: E.J. Brill, 2002.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proofErr w:type="spellStart"/>
      <w:r>
        <w:t>Welchman</w:t>
      </w:r>
      <w:proofErr w:type="spellEnd"/>
      <w:r>
        <w:t xml:space="preserve">, Lynn. </w:t>
      </w:r>
      <w:r w:rsidRPr="00D86078">
        <w:rPr>
          <w:rStyle w:val="libItalicChar"/>
        </w:rPr>
        <w:t xml:space="preserve">Beyond the Code: Muslim Family Law and the </w:t>
      </w:r>
      <w:proofErr w:type="spellStart"/>
      <w:proofErr w:type="gramStart"/>
      <w:r w:rsidRPr="00D86078">
        <w:rPr>
          <w:rStyle w:val="libItalicChar"/>
        </w:rPr>
        <w:t>Shari‘</w:t>
      </w:r>
      <w:proofErr w:type="gramEnd"/>
      <w:r w:rsidRPr="00D86078">
        <w:rPr>
          <w:rStyle w:val="libItalicChar"/>
        </w:rPr>
        <w:t>a</w:t>
      </w:r>
      <w:proofErr w:type="spellEnd"/>
      <w:r w:rsidRPr="00D86078">
        <w:rPr>
          <w:rStyle w:val="libItalicChar"/>
        </w:rPr>
        <w:t xml:space="preserve"> Judiciary in the Palestinian West Bank. </w:t>
      </w:r>
      <w:r w:rsidRPr="00D86078">
        <w:rPr>
          <w:rStyle w:val="libNormalChar"/>
        </w:rPr>
        <w:t>The Hague: Kluwer Law Int’l., 2000.</w:t>
      </w:r>
    </w:p>
    <w:p w:rsidR="00ED3D62" w:rsidRPr="00D86078" w:rsidRDefault="00ED3D62" w:rsidP="00ED3D62">
      <w:pPr>
        <w:rPr>
          <w:rStyle w:val="libNormalChar"/>
        </w:rPr>
      </w:pPr>
      <w:proofErr w:type="spellStart"/>
      <w:r w:rsidRPr="00D86078">
        <w:rPr>
          <w:rStyle w:val="libNormalChar"/>
        </w:rPr>
        <w:t>Zubaida</w:t>
      </w:r>
      <w:proofErr w:type="spellEnd"/>
      <w:r w:rsidRPr="00D86078">
        <w:rPr>
          <w:rStyle w:val="libNormalChar"/>
        </w:rPr>
        <w:t xml:space="preserve">, Sami. </w:t>
      </w:r>
      <w:r w:rsidRPr="00D86078">
        <w:rPr>
          <w:rStyle w:val="libItalicChar"/>
        </w:rPr>
        <w:t>Law and Power in the Islamic World.</w:t>
      </w:r>
      <w:r w:rsidRPr="00D86078">
        <w:rPr>
          <w:rStyle w:val="libNormalChar"/>
        </w:rPr>
        <w:t xml:space="preserve"> London; I.B. Tauris, 2003.</w:t>
      </w:r>
    </w:p>
    <w:p w:rsidR="00ED3D62" w:rsidRDefault="00ED3D62" w:rsidP="00ED3D62">
      <w:pPr>
        <w:pStyle w:val="libNormal"/>
      </w:pPr>
      <w:r>
        <w:br w:type="page"/>
      </w:r>
    </w:p>
    <w:p w:rsidR="00ED3D62" w:rsidRPr="00296A62" w:rsidRDefault="00ED3D62" w:rsidP="00296A62">
      <w:pPr>
        <w:pStyle w:val="Heading1Center"/>
      </w:pPr>
      <w:bookmarkStart w:id="9" w:name="_Toc8818417"/>
      <w:r w:rsidRPr="00296A62">
        <w:lastRenderedPageBreak/>
        <w:t>VIII - The Arts:</w:t>
      </w:r>
      <w:bookmarkEnd w:id="9"/>
    </w:p>
    <w:p w:rsidR="00ED3D62" w:rsidRPr="00D86078" w:rsidRDefault="00ED3D62" w:rsidP="00ED3D62">
      <w:pPr>
        <w:rPr>
          <w:rStyle w:val="libItalicChar"/>
        </w:rPr>
      </w:pPr>
      <w:r w:rsidRPr="00D86078">
        <w:rPr>
          <w:rStyle w:val="libNormalChar"/>
        </w:rPr>
        <w:t xml:space="preserve">Alexander, David. </w:t>
      </w:r>
      <w:r w:rsidRPr="00D86078">
        <w:rPr>
          <w:rStyle w:val="libItalicChar"/>
        </w:rPr>
        <w:t xml:space="preserve">The Arts of War: Arms and </w:t>
      </w:r>
      <w:proofErr w:type="spellStart"/>
      <w:r w:rsidRPr="00D86078">
        <w:rPr>
          <w:rStyle w:val="libItalicChar"/>
        </w:rPr>
        <w:t>Armour</w:t>
      </w:r>
      <w:proofErr w:type="spellEnd"/>
      <w:r w:rsidRPr="00D86078">
        <w:rPr>
          <w:rStyle w:val="libItalicChar"/>
        </w:rPr>
        <w:t xml:space="preserve"> of the 7th to 19th Centuries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(The Nasser </w:t>
      </w:r>
      <w:proofErr w:type="spellStart"/>
      <w:proofErr w:type="gramStart"/>
      <w:r w:rsidRPr="00D86078">
        <w:rPr>
          <w:rStyle w:val="libItalicChar"/>
        </w:rPr>
        <w:t>D.Khalili</w:t>
      </w:r>
      <w:proofErr w:type="spellEnd"/>
      <w:proofErr w:type="gramEnd"/>
      <w:r w:rsidRPr="00D86078">
        <w:rPr>
          <w:rStyle w:val="libItalicChar"/>
        </w:rPr>
        <w:t xml:space="preserve"> Collection of Islamic Art, Vol. XXI). </w:t>
      </w:r>
      <w:r w:rsidRPr="00D86078">
        <w:rPr>
          <w:rStyle w:val="libNormalChar"/>
        </w:rPr>
        <w:t>London: The Nour Foundation, 1992.</w:t>
      </w:r>
    </w:p>
    <w:p w:rsidR="00ED3D62" w:rsidRDefault="00ED3D62" w:rsidP="00ED3D62">
      <w:pPr>
        <w:pStyle w:val="libNormal"/>
      </w:pPr>
      <w:r w:rsidRPr="00CA2CCA">
        <w:t xml:space="preserve">Ali, </w:t>
      </w:r>
      <w:proofErr w:type="spellStart"/>
      <w:r w:rsidRPr="00CA2CCA">
        <w:t>Wijdan</w:t>
      </w:r>
      <w:proofErr w:type="spellEnd"/>
      <w:r w:rsidRPr="00CA2CCA">
        <w:t xml:space="preserve">. </w:t>
      </w:r>
      <w:r w:rsidRPr="00D86078">
        <w:rPr>
          <w:rStyle w:val="libItalicChar"/>
        </w:rPr>
        <w:t>Modern Islamic Art: Development and Continuity.</w:t>
      </w:r>
      <w:r>
        <w:t xml:space="preserve"> Gainesville, FL: University Press of Florida, 1997.</w:t>
      </w:r>
    </w:p>
    <w:p w:rsidR="00ED3D62" w:rsidRDefault="00ED3D62" w:rsidP="00ED3D62">
      <w:pPr>
        <w:pStyle w:val="libNormal"/>
      </w:pPr>
      <w:r>
        <w:t xml:space="preserve">Ali, </w:t>
      </w:r>
      <w:proofErr w:type="spellStart"/>
      <w:r>
        <w:t>Wijdan</w:t>
      </w:r>
      <w:proofErr w:type="spellEnd"/>
      <w:r>
        <w:t xml:space="preserve"> and S. </w:t>
      </w:r>
      <w:proofErr w:type="spellStart"/>
      <w:r>
        <w:t>Bisharat</w:t>
      </w:r>
      <w:proofErr w:type="spellEnd"/>
      <w:r>
        <w:t xml:space="preserve">, eds. </w:t>
      </w:r>
      <w:r w:rsidRPr="00D86078">
        <w:rPr>
          <w:rStyle w:val="libItalicChar"/>
        </w:rPr>
        <w:t>Contemporary Art from the Islamic World</w:t>
      </w:r>
      <w:r>
        <w:t>. Northampton, MA: Interlink Publ. Group, 1990.</w:t>
      </w:r>
    </w:p>
    <w:p w:rsidR="00ED3D62" w:rsidRDefault="00ED3D62" w:rsidP="00ED3D62">
      <w:pPr>
        <w:pStyle w:val="libNormal"/>
      </w:pPr>
      <w:r>
        <w:t xml:space="preserve">Allan, James W. </w:t>
      </w:r>
      <w:r w:rsidRPr="00D86078">
        <w:rPr>
          <w:rStyle w:val="libItalicChar"/>
        </w:rPr>
        <w:t>Metalwork from the Early Islamic Period.</w:t>
      </w:r>
      <w:r>
        <w:t xml:space="preserve"> New Haven, CT: Yale University Press, 1981.</w:t>
      </w:r>
    </w:p>
    <w:p w:rsidR="00ED3D62" w:rsidRDefault="00ED3D62" w:rsidP="00ED3D62">
      <w:pPr>
        <w:pStyle w:val="libNormal"/>
      </w:pPr>
      <w:r>
        <w:t xml:space="preserve">Allan, James W., ed. </w:t>
      </w:r>
      <w:r w:rsidRPr="00D86078">
        <w:rPr>
          <w:rStyle w:val="libItalicChar"/>
        </w:rPr>
        <w:t>Islamic Art in the Ashmolean Museum.</w:t>
      </w:r>
      <w:r>
        <w:t xml:space="preserve"> Oxford, UK: Oxford University Press, 1995.</w:t>
      </w:r>
    </w:p>
    <w:p w:rsidR="00ED3D62" w:rsidRDefault="00ED3D62" w:rsidP="00ED3D62">
      <w:pPr>
        <w:pStyle w:val="libNormal"/>
      </w:pPr>
      <w:r>
        <w:t xml:space="preserve">Allan, James, et al., eds. </w:t>
      </w:r>
      <w:r w:rsidRPr="00D86078">
        <w:rPr>
          <w:rStyle w:val="libItalicChar"/>
        </w:rPr>
        <w:t xml:space="preserve">Persian Steel: The </w:t>
      </w:r>
      <w:proofErr w:type="spellStart"/>
      <w:r w:rsidRPr="00D86078">
        <w:rPr>
          <w:rStyle w:val="libItalicChar"/>
        </w:rPr>
        <w:t>Tanavoli</w:t>
      </w:r>
      <w:proofErr w:type="spellEnd"/>
      <w:r w:rsidRPr="00D86078">
        <w:rPr>
          <w:rStyle w:val="libItalicChar"/>
        </w:rPr>
        <w:t xml:space="preserve"> Collection</w:t>
      </w:r>
      <w:r>
        <w:t xml:space="preserve"> (Oxford Studies in Islamic Art). Oxford, UK: Oxford University Press, 2001.</w:t>
      </w:r>
    </w:p>
    <w:p w:rsidR="007D4755" w:rsidRDefault="00ED3D62" w:rsidP="00ED3D62">
      <w:pPr>
        <w:pStyle w:val="libNormal"/>
      </w:pPr>
      <w:r>
        <w:t xml:space="preserve">Amin, Mohamed. </w:t>
      </w:r>
      <w:r w:rsidRPr="00D86078">
        <w:rPr>
          <w:rStyle w:val="libItalicChar"/>
        </w:rPr>
        <w:t xml:space="preserve">The Beauty of Makkah &amp; Madinah. </w:t>
      </w:r>
      <w:r>
        <w:t>Northampton, MA: Interlink Publ. Group, 2000.</w:t>
      </w:r>
    </w:p>
    <w:p w:rsidR="00ED3D62" w:rsidRDefault="00ED3D62" w:rsidP="00ED3D62">
      <w:pPr>
        <w:pStyle w:val="libNormal"/>
      </w:pPr>
      <w:proofErr w:type="spellStart"/>
      <w:r>
        <w:t>Arberry</w:t>
      </w:r>
      <w:proofErr w:type="spellEnd"/>
      <w:r>
        <w:t xml:space="preserve">, A.J. </w:t>
      </w:r>
      <w:r w:rsidRPr="00D86078">
        <w:rPr>
          <w:rStyle w:val="libItalicChar"/>
        </w:rPr>
        <w:t>Islamic Art of Persia.</w:t>
      </w:r>
      <w:r>
        <w:t xml:space="preserve"> New Delhi: </w:t>
      </w:r>
      <w:proofErr w:type="spellStart"/>
      <w:r>
        <w:t>Goodword</w:t>
      </w:r>
      <w:proofErr w:type="spellEnd"/>
      <w:r>
        <w:t xml:space="preserve"> Books, 2001.</w:t>
      </w:r>
    </w:p>
    <w:p w:rsidR="007D4755" w:rsidRDefault="00ED3D62" w:rsidP="00ED3D62">
      <w:pPr>
        <w:pStyle w:val="libNormal"/>
        <w:rPr>
          <w:rStyle w:val="libNormalChar"/>
        </w:rPr>
      </w:pPr>
      <w:proofErr w:type="spellStart"/>
      <w:r>
        <w:t>Ardalan</w:t>
      </w:r>
      <w:proofErr w:type="spellEnd"/>
      <w:r>
        <w:t xml:space="preserve">, Nader and </w:t>
      </w:r>
      <w:proofErr w:type="spellStart"/>
      <w:r>
        <w:t>Laleh</w:t>
      </w:r>
      <w:proofErr w:type="spellEnd"/>
      <w:r>
        <w:t xml:space="preserve"> </w:t>
      </w:r>
      <w:proofErr w:type="spellStart"/>
      <w:r>
        <w:t>Bakhtiar</w:t>
      </w:r>
      <w:proofErr w:type="spellEnd"/>
      <w:r>
        <w:t xml:space="preserve">. </w:t>
      </w:r>
      <w:r w:rsidRPr="00D86078">
        <w:rPr>
          <w:rStyle w:val="libItalicChar"/>
        </w:rPr>
        <w:t>The Sense of Unity: The Sufi Tradition in Persian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Architecture. </w:t>
      </w:r>
      <w:r w:rsidRPr="00D86078">
        <w:rPr>
          <w:rStyle w:val="libNormalChar"/>
        </w:rPr>
        <w:t>Chicago, IL: University of Chicago Press, 1973.</w:t>
      </w:r>
    </w:p>
    <w:p w:rsidR="00ED3D62" w:rsidRDefault="00ED3D62" w:rsidP="00ED3D62">
      <w:pPr>
        <w:pStyle w:val="libNormal"/>
      </w:pPr>
      <w:r w:rsidRPr="00CA2CCA">
        <w:t xml:space="preserve">Arnold, Sir Thomas. </w:t>
      </w:r>
      <w:r w:rsidRPr="00D86078">
        <w:rPr>
          <w:rStyle w:val="libItalicChar"/>
        </w:rPr>
        <w:t>Painting in Islam.</w:t>
      </w:r>
      <w:r>
        <w:t xml:space="preserve"> Oxford, UK: Clarendon Press, 1928.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proofErr w:type="spellStart"/>
      <w:r>
        <w:t>Asani</w:t>
      </w:r>
      <w:proofErr w:type="spellEnd"/>
      <w:r>
        <w:t xml:space="preserve">, Ali A. and Kamal Abdel-Malek. </w:t>
      </w:r>
      <w:r w:rsidRPr="00D86078">
        <w:rPr>
          <w:rStyle w:val="libItalicChar"/>
        </w:rPr>
        <w:t>Celebrating Muhammad: Images of the Prophet in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Popular Muslim Poetry. </w:t>
      </w:r>
      <w:r w:rsidRPr="00D86078">
        <w:rPr>
          <w:rStyle w:val="libNormalChar"/>
        </w:rPr>
        <w:t>Columbia, SC: University of South Carolina Press, 1995.</w:t>
      </w:r>
    </w:p>
    <w:p w:rsidR="00ED3D62" w:rsidRDefault="00ED3D62" w:rsidP="00ED3D62">
      <w:pPr>
        <w:pStyle w:val="libNormal"/>
      </w:pPr>
      <w:r w:rsidRPr="00CA2CCA">
        <w:t xml:space="preserve">Asher, Catherine B. </w:t>
      </w:r>
      <w:r w:rsidRPr="00D86078">
        <w:rPr>
          <w:rStyle w:val="libItalicChar"/>
        </w:rPr>
        <w:t>Architecture of Mughal India.</w:t>
      </w:r>
      <w:r>
        <w:t xml:space="preserve"> Cambridge, UK: Cambridge University Press, 1992.</w:t>
      </w:r>
    </w:p>
    <w:p w:rsidR="00ED3D62" w:rsidRDefault="00ED3D62" w:rsidP="00ED3D62">
      <w:pPr>
        <w:pStyle w:val="libNormal"/>
      </w:pPr>
      <w:proofErr w:type="spellStart"/>
      <w:r>
        <w:t>Atil</w:t>
      </w:r>
      <w:proofErr w:type="spellEnd"/>
      <w:r>
        <w:t xml:space="preserve">, </w:t>
      </w:r>
      <w:proofErr w:type="spellStart"/>
      <w:r>
        <w:t>Esin</w:t>
      </w:r>
      <w:proofErr w:type="spellEnd"/>
      <w:r>
        <w:t xml:space="preserve">. </w:t>
      </w:r>
      <w:proofErr w:type="spellStart"/>
      <w:r w:rsidRPr="00D86078">
        <w:rPr>
          <w:rStyle w:val="libItalicChar"/>
        </w:rPr>
        <w:t>Levni</w:t>
      </w:r>
      <w:proofErr w:type="spellEnd"/>
      <w:r w:rsidRPr="00D86078">
        <w:rPr>
          <w:rStyle w:val="libItalicChar"/>
        </w:rPr>
        <w:t xml:space="preserve"> and the Surname: The Story of an Eighteenth-Century Ottoman Festival.</w:t>
      </w:r>
      <w:r>
        <w:t xml:space="preserve"> Seattle, WA: University of Washington Press, 2000.</w:t>
      </w:r>
    </w:p>
    <w:p w:rsidR="00ED3D62" w:rsidRDefault="00ED3D62" w:rsidP="00ED3D62">
      <w:pPr>
        <w:pStyle w:val="libNormal"/>
      </w:pPr>
      <w:r>
        <w:t xml:space="preserve">Baer, Eva. </w:t>
      </w:r>
      <w:r w:rsidRPr="00D86078">
        <w:rPr>
          <w:rStyle w:val="libItalicChar"/>
        </w:rPr>
        <w:t>Islamic Ornament.</w:t>
      </w:r>
      <w:r>
        <w:t xml:space="preserve"> Washington Square, NY: New York University Press, 1998.</w:t>
      </w:r>
    </w:p>
    <w:p w:rsidR="00ED3D62" w:rsidRDefault="00ED3D62" w:rsidP="00ED3D62">
      <w:pPr>
        <w:pStyle w:val="libNormal"/>
      </w:pPr>
      <w:r>
        <w:t xml:space="preserve">Baker, Patricia L. </w:t>
      </w:r>
      <w:r w:rsidRPr="00D86078">
        <w:rPr>
          <w:rStyle w:val="libItalicChar"/>
        </w:rPr>
        <w:t>Islam and the Religious Arts.</w:t>
      </w:r>
      <w:r>
        <w:t xml:space="preserve"> Continuum Int’l Publ., 2003.</w:t>
      </w:r>
    </w:p>
    <w:p w:rsidR="00ED3D62" w:rsidRDefault="00ED3D62" w:rsidP="00ED3D62">
      <w:pPr>
        <w:pStyle w:val="libNormal"/>
      </w:pPr>
      <w:r>
        <w:t xml:space="preserve">Barry, Michael. </w:t>
      </w:r>
      <w:r w:rsidRPr="00D86078">
        <w:rPr>
          <w:rStyle w:val="libItalicChar"/>
        </w:rPr>
        <w:t xml:space="preserve">Figurative Art in Medieval Islam and the Riddle of </w:t>
      </w:r>
      <w:proofErr w:type="spellStart"/>
      <w:r w:rsidRPr="00D86078">
        <w:rPr>
          <w:rStyle w:val="libItalicChar"/>
        </w:rPr>
        <w:t>Bīzhād</w:t>
      </w:r>
      <w:proofErr w:type="spellEnd"/>
      <w:r w:rsidRPr="00D86078">
        <w:rPr>
          <w:rStyle w:val="libItalicChar"/>
        </w:rPr>
        <w:t xml:space="preserve"> of Heart. </w:t>
      </w:r>
      <w:r>
        <w:t>New York: Flammarion, 2003.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Bates, Michael and Elizabeth Savage. </w:t>
      </w:r>
      <w:r w:rsidRPr="00D86078">
        <w:rPr>
          <w:rStyle w:val="libItalicChar"/>
        </w:rPr>
        <w:t xml:space="preserve">Dinars and Dirhams, Coins of the Islamic Lands: The Early Period. </w:t>
      </w:r>
      <w:r w:rsidRPr="00D86078">
        <w:rPr>
          <w:rStyle w:val="libNormalChar"/>
        </w:rPr>
        <w:t>Oxford, UK: Oxford University Press, 2003.</w:t>
      </w:r>
    </w:p>
    <w:p w:rsidR="00ED3D62" w:rsidRDefault="00ED3D62" w:rsidP="00ED3D62">
      <w:pPr>
        <w:pStyle w:val="libNormal"/>
      </w:pPr>
      <w:proofErr w:type="spellStart"/>
      <w:r w:rsidRPr="00CA2CCA">
        <w:t>Bayani</w:t>
      </w:r>
      <w:proofErr w:type="spellEnd"/>
      <w:r w:rsidRPr="00CA2CCA">
        <w:t xml:space="preserve">, </w:t>
      </w:r>
      <w:proofErr w:type="spellStart"/>
      <w:r w:rsidRPr="00CA2CCA">
        <w:t>Manijeh</w:t>
      </w:r>
      <w:proofErr w:type="spellEnd"/>
      <w:r w:rsidRPr="00CA2CCA">
        <w:t xml:space="preserve">, et al. </w:t>
      </w:r>
      <w:r w:rsidRPr="00D86078">
        <w:rPr>
          <w:rStyle w:val="libItalicChar"/>
        </w:rPr>
        <w:t>The Decorated Word: Qur’ans of the 17</w:t>
      </w:r>
      <w:r w:rsidRPr="00750AA4">
        <w:rPr>
          <w:rStyle w:val="libItalicChar"/>
        </w:rPr>
        <w:t>th</w:t>
      </w:r>
      <w:r w:rsidRPr="00D86078">
        <w:rPr>
          <w:rStyle w:val="libItalicChar"/>
        </w:rPr>
        <w:t xml:space="preserve"> to 19</w:t>
      </w:r>
      <w:r w:rsidRPr="00750AA4">
        <w:rPr>
          <w:rStyle w:val="libItalicChar"/>
        </w:rPr>
        <w:t>th</w:t>
      </w:r>
      <w:r w:rsidRPr="00D86078">
        <w:rPr>
          <w:rStyle w:val="libItalicChar"/>
        </w:rPr>
        <w:t xml:space="preserve"> Centuries (The</w:t>
      </w:r>
      <w:r w:rsidRPr="00CA2CCA">
        <w:t xml:space="preserve"> </w:t>
      </w:r>
      <w:r w:rsidRPr="00D86078">
        <w:rPr>
          <w:rStyle w:val="libItalicChar"/>
        </w:rPr>
        <w:t xml:space="preserve">Nasser D. Khalili Collection of Islamic Art, Vol. IV). </w:t>
      </w:r>
      <w:r>
        <w:t>London: The Nour Foundation, 1998.</w:t>
      </w:r>
    </w:p>
    <w:p w:rsidR="00ED3D62" w:rsidRDefault="00ED3D62" w:rsidP="00ED3D62">
      <w:pPr>
        <w:pStyle w:val="libNormal"/>
      </w:pPr>
      <w:r>
        <w:t xml:space="preserve">Beach, Milo Cleveland. </w:t>
      </w:r>
      <w:r w:rsidRPr="00D86078">
        <w:rPr>
          <w:rStyle w:val="libItalicChar"/>
        </w:rPr>
        <w:t>Early Mughal Painting.</w:t>
      </w:r>
      <w:r>
        <w:t xml:space="preserve"> Cambridge, MA: Harvard University Press, 1987.</w:t>
      </w:r>
    </w:p>
    <w:p w:rsidR="00ED3D62" w:rsidRDefault="00ED3D62" w:rsidP="00ED3D62">
      <w:pPr>
        <w:pStyle w:val="libNormal"/>
      </w:pPr>
      <w:r>
        <w:t xml:space="preserve">Beach, Milo Cleveland. </w:t>
      </w:r>
      <w:r w:rsidRPr="00D86078">
        <w:rPr>
          <w:rStyle w:val="libItalicChar"/>
        </w:rPr>
        <w:t>Mughal and Rajput Painting.</w:t>
      </w:r>
      <w:r>
        <w:t xml:space="preserve"> Cambridge, UK: Cambridge University Press, 1993.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Beach, Milo Cleveland, Ebba Koch and Wheeler M. </w:t>
      </w:r>
      <w:proofErr w:type="spellStart"/>
      <w:r>
        <w:t>Thackston</w:t>
      </w:r>
      <w:proofErr w:type="spellEnd"/>
      <w:r>
        <w:t xml:space="preserve">. </w:t>
      </w:r>
      <w:r w:rsidRPr="00D86078">
        <w:rPr>
          <w:rStyle w:val="libItalicChar"/>
        </w:rPr>
        <w:t xml:space="preserve">The King of the World—The </w:t>
      </w:r>
      <w:proofErr w:type="spellStart"/>
      <w:r w:rsidRPr="00D86078">
        <w:rPr>
          <w:rStyle w:val="libItalicChar"/>
        </w:rPr>
        <w:t>Padshahnama</w:t>
      </w:r>
      <w:proofErr w:type="spellEnd"/>
      <w:r w:rsidRPr="00D86078">
        <w:rPr>
          <w:rStyle w:val="libItalicChar"/>
        </w:rPr>
        <w:t xml:space="preserve">: An Imperial Mughal Manuscript from the Royal Library, Windsor Castle. </w:t>
      </w:r>
      <w:r w:rsidRPr="00D86078">
        <w:rPr>
          <w:rStyle w:val="libNormalChar"/>
        </w:rPr>
        <w:t>New York: Thames &amp; Hudson, 1997.</w:t>
      </w:r>
    </w:p>
    <w:p w:rsidR="00ED3D62" w:rsidRDefault="00ED3D62" w:rsidP="00ED3D62">
      <w:pPr>
        <w:pStyle w:val="libNormal"/>
      </w:pPr>
      <w:r w:rsidRPr="00CA2CCA">
        <w:lastRenderedPageBreak/>
        <w:t xml:space="preserve">Becker, Judith. </w:t>
      </w:r>
      <w:r w:rsidRPr="00D86078">
        <w:rPr>
          <w:rStyle w:val="libItalicChar"/>
        </w:rPr>
        <w:t xml:space="preserve">Gamelan Stories: Tantrism, Islam, and Aesthetics in Central Java. </w:t>
      </w:r>
      <w:r>
        <w:t>Tempe, AZ: Arizona State University Program for Southeast Asian Studies, 1993.</w:t>
      </w:r>
    </w:p>
    <w:p w:rsidR="00ED3D62" w:rsidRDefault="00ED3D62" w:rsidP="00ED3D62">
      <w:pPr>
        <w:pStyle w:val="libNormal"/>
      </w:pPr>
      <w:r>
        <w:t>Behrens-</w:t>
      </w:r>
      <w:proofErr w:type="spellStart"/>
      <w:r>
        <w:t>Abouseif</w:t>
      </w:r>
      <w:proofErr w:type="spellEnd"/>
      <w:r>
        <w:t xml:space="preserve">, Doris. </w:t>
      </w:r>
      <w:r w:rsidRPr="00D86078">
        <w:rPr>
          <w:rStyle w:val="libItalicChar"/>
        </w:rPr>
        <w:t>Islamic Architecture in Cairo: An Introduction</w:t>
      </w:r>
      <w:r>
        <w:t xml:space="preserve"> (Studies in Islamic Art and Architecture, Vol. 3). Leiden, E.J. Brill, 1997 ed.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Bellamy, James A., et al., eds. </w:t>
      </w:r>
      <w:r w:rsidRPr="00D86078">
        <w:rPr>
          <w:rStyle w:val="libItalicChar"/>
        </w:rPr>
        <w:t>Literary Heritage of Classical Islam: Arabic and Islamic Studies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in Honor of James A. Bellamy. </w:t>
      </w:r>
      <w:r w:rsidRPr="00D86078">
        <w:rPr>
          <w:rStyle w:val="libNormalChar"/>
        </w:rPr>
        <w:t>Princeton, NJ: Darwin Press, 1993.</w:t>
      </w:r>
    </w:p>
    <w:p w:rsidR="00ED3D62" w:rsidRPr="00D86078" w:rsidRDefault="00ED3D62" w:rsidP="00ED3D62">
      <w:pPr>
        <w:rPr>
          <w:rStyle w:val="libItalicChar"/>
        </w:rPr>
      </w:pPr>
      <w:r w:rsidRPr="00D86078">
        <w:rPr>
          <w:rStyle w:val="libNormalChar"/>
        </w:rPr>
        <w:t xml:space="preserve">Blair, </w:t>
      </w:r>
      <w:proofErr w:type="spellStart"/>
      <w:r w:rsidRPr="00D86078">
        <w:rPr>
          <w:rStyle w:val="libNormalChar"/>
        </w:rPr>
        <w:t>Shiela</w:t>
      </w:r>
      <w:proofErr w:type="spellEnd"/>
      <w:r w:rsidRPr="00D86078">
        <w:rPr>
          <w:rStyle w:val="libNormalChar"/>
        </w:rPr>
        <w:t xml:space="preserve"> S. </w:t>
      </w:r>
      <w:r w:rsidRPr="00D86078">
        <w:rPr>
          <w:rStyle w:val="libItalicChar"/>
        </w:rPr>
        <w:t>A Compendium of Chronicles: Rashid al-Din’s Illustrated History of the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World (The Nasser D. Khalili Collection of Islamic Art, Vol. XXVII). </w:t>
      </w:r>
      <w:r w:rsidRPr="00D86078">
        <w:rPr>
          <w:rStyle w:val="libNormalChar"/>
        </w:rPr>
        <w:t>London: The Nour Foundation, 1995.</w:t>
      </w:r>
    </w:p>
    <w:p w:rsidR="00ED3D62" w:rsidRDefault="00ED3D62" w:rsidP="00ED3D62">
      <w:pPr>
        <w:pStyle w:val="libNormal"/>
      </w:pPr>
      <w:r w:rsidRPr="00CA2CCA">
        <w:t xml:space="preserve">Blair, Sheila S. </w:t>
      </w:r>
      <w:r w:rsidRPr="00D86078">
        <w:rPr>
          <w:rStyle w:val="libItalicChar"/>
        </w:rPr>
        <w:t>Islamic Inscriptions.</w:t>
      </w:r>
      <w:r>
        <w:t xml:space="preserve"> Washington Square, NY: New York University Press, 1998.</w:t>
      </w:r>
    </w:p>
    <w:p w:rsidR="00ED3D62" w:rsidRDefault="00ED3D62" w:rsidP="00ED3D62">
      <w:pPr>
        <w:pStyle w:val="libNormal"/>
      </w:pPr>
      <w:r>
        <w:t xml:space="preserve">Blair, Sheila S. </w:t>
      </w:r>
      <w:r w:rsidRPr="00D86078">
        <w:rPr>
          <w:rStyle w:val="libItalicChar"/>
        </w:rPr>
        <w:t>The Monumental Inscriptions from early Islamic Iran and Transoxiana</w:t>
      </w:r>
      <w:r>
        <w:t xml:space="preserve"> (Studies in Islamic Art and Architecture, Vol. 5.). Leiden: E.J. Brill, 1991.</w:t>
      </w:r>
    </w:p>
    <w:p w:rsidR="00ED3D62" w:rsidRDefault="00ED3D62" w:rsidP="00ED3D62">
      <w:pPr>
        <w:pStyle w:val="libNormal"/>
      </w:pPr>
      <w:r>
        <w:t xml:space="preserve">Blair, Sheila S. and Jonathan M. Bloom. </w:t>
      </w:r>
      <w:r w:rsidRPr="00D86078">
        <w:rPr>
          <w:rStyle w:val="libItalicChar"/>
        </w:rPr>
        <w:t xml:space="preserve">The Art and Architecture of Islam, 1250-1800. </w:t>
      </w:r>
      <w:r>
        <w:t>New Haven, CT: Yale University Press, 1994.</w:t>
      </w:r>
    </w:p>
    <w:p w:rsidR="007D4755" w:rsidRDefault="00ED3D62" w:rsidP="00ED3D62">
      <w:pPr>
        <w:pStyle w:val="libNormal"/>
      </w:pPr>
      <w:r>
        <w:t xml:space="preserve">Blair, Sheila S. and Jonathan M. Bloom. </w:t>
      </w:r>
      <w:r w:rsidRPr="00D86078">
        <w:rPr>
          <w:rStyle w:val="libItalicChar"/>
        </w:rPr>
        <w:t xml:space="preserve">Images of Paradise in Islamic Art. </w:t>
      </w:r>
      <w:r>
        <w:t>Austin, TX: University of Texas Press, 1991.</w:t>
      </w:r>
    </w:p>
    <w:p w:rsidR="00ED3D62" w:rsidRDefault="00ED3D62" w:rsidP="00ED3D62">
      <w:pPr>
        <w:pStyle w:val="libNormal"/>
      </w:pPr>
      <w:r>
        <w:t xml:space="preserve">Bloom, Jonathan M., ed. </w:t>
      </w:r>
      <w:r w:rsidRPr="00D86078">
        <w:rPr>
          <w:rStyle w:val="libItalicChar"/>
        </w:rPr>
        <w:t>Early Islamic Art and Architecture.</w:t>
      </w:r>
      <w:r>
        <w:t xml:space="preserve"> </w:t>
      </w:r>
      <w:proofErr w:type="spellStart"/>
      <w:r>
        <w:t>Aldershot</w:t>
      </w:r>
      <w:proofErr w:type="spellEnd"/>
      <w:r>
        <w:t>: Ashgate, 2002.</w:t>
      </w:r>
    </w:p>
    <w:p w:rsidR="00ED3D62" w:rsidRDefault="00ED3D62" w:rsidP="00ED3D62">
      <w:pPr>
        <w:pStyle w:val="libNormal"/>
      </w:pPr>
      <w:r>
        <w:t xml:space="preserve">Bloom, Jonathan and Sheila Blair. </w:t>
      </w:r>
      <w:r w:rsidRPr="00D86078">
        <w:rPr>
          <w:rStyle w:val="libItalicChar"/>
        </w:rPr>
        <w:t>Islamic Arts.</w:t>
      </w:r>
      <w:r>
        <w:t xml:space="preserve"> London: </w:t>
      </w:r>
      <w:proofErr w:type="spellStart"/>
      <w:r>
        <w:t>Phaidon</w:t>
      </w:r>
      <w:proofErr w:type="spellEnd"/>
      <w:r>
        <w:t xml:space="preserve"> Press, 1997.</w:t>
      </w:r>
    </w:p>
    <w:p w:rsidR="00ED3D62" w:rsidRDefault="00ED3D62" w:rsidP="00ED3D62">
      <w:pPr>
        <w:pStyle w:val="libNormal"/>
      </w:pPr>
      <w:proofErr w:type="spellStart"/>
      <w:r>
        <w:t>Bravmann</w:t>
      </w:r>
      <w:proofErr w:type="spellEnd"/>
      <w:r>
        <w:t xml:space="preserve">, René. </w:t>
      </w:r>
      <w:r w:rsidRPr="00D86078">
        <w:rPr>
          <w:rStyle w:val="libItalicChar"/>
        </w:rPr>
        <w:t>Islam and Tribal Art in West Africa.</w:t>
      </w:r>
      <w:r>
        <w:t xml:space="preserve"> New York: Cambridge University Press, 1994.</w:t>
      </w:r>
    </w:p>
    <w:p w:rsidR="00ED3D62" w:rsidRDefault="00ED3D62" w:rsidP="00ED3D62">
      <w:pPr>
        <w:pStyle w:val="libNormal"/>
      </w:pPr>
      <w:proofErr w:type="spellStart"/>
      <w:r>
        <w:t>Brend</w:t>
      </w:r>
      <w:proofErr w:type="spellEnd"/>
      <w:r>
        <w:t xml:space="preserve">, Barbara. </w:t>
      </w:r>
      <w:r w:rsidRPr="00D86078">
        <w:rPr>
          <w:rStyle w:val="libItalicChar"/>
        </w:rPr>
        <w:t>Islamic Art.</w:t>
      </w:r>
      <w:r>
        <w:t xml:space="preserve"> London: British Museum of Art, 1991.</w:t>
      </w:r>
    </w:p>
    <w:p w:rsidR="00ED3D62" w:rsidRDefault="00ED3D62" w:rsidP="00ED3D62">
      <w:pPr>
        <w:pStyle w:val="libNormal"/>
      </w:pPr>
      <w:r>
        <w:t xml:space="preserve">Burckhardt, Titus. </w:t>
      </w:r>
      <w:r w:rsidRPr="00D86078">
        <w:rPr>
          <w:rStyle w:val="libItalicChar"/>
        </w:rPr>
        <w:t>The Art of Islam: Language and Meaning.</w:t>
      </w:r>
      <w:r>
        <w:t xml:space="preserve"> London: World of Islam Festival</w:t>
      </w:r>
      <w:r>
        <w:tab/>
        <w:t>Publ. Co., 1976.</w:t>
      </w:r>
    </w:p>
    <w:p w:rsidR="007D4755" w:rsidRDefault="00ED3D62" w:rsidP="00ED3D62">
      <w:pPr>
        <w:pStyle w:val="libNormal"/>
      </w:pPr>
      <w:proofErr w:type="spellStart"/>
      <w:r>
        <w:t>Bürgel</w:t>
      </w:r>
      <w:proofErr w:type="spellEnd"/>
      <w:r>
        <w:t xml:space="preserve">, J.C. </w:t>
      </w:r>
      <w:r w:rsidRPr="00D86078">
        <w:rPr>
          <w:rStyle w:val="libItalicChar"/>
        </w:rPr>
        <w:t xml:space="preserve">The Feather of Simurgh: The “Licit Magic” of the Arts in Medieval Islam. </w:t>
      </w:r>
      <w:r>
        <w:t>Washington Square, NY: New York University Press, 1988.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proofErr w:type="spellStart"/>
      <w:r>
        <w:t>Carboni</w:t>
      </w:r>
      <w:proofErr w:type="spellEnd"/>
      <w:r>
        <w:t xml:space="preserve">, Stefano. </w:t>
      </w:r>
      <w:r w:rsidRPr="00D86078">
        <w:rPr>
          <w:rStyle w:val="libItalicChar"/>
        </w:rPr>
        <w:t>Glass from Islamic Lands: The Al-Sabah Collection, Kuwait National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>Museum.</w:t>
      </w:r>
      <w:r w:rsidRPr="00D86078">
        <w:rPr>
          <w:rStyle w:val="libNormalChar"/>
        </w:rPr>
        <w:t xml:space="preserve"> London: Thames &amp; Hudson, 2001.</w:t>
      </w:r>
    </w:p>
    <w:p w:rsidR="00ED3D62" w:rsidRDefault="00ED3D62" w:rsidP="00ED3D62">
      <w:pPr>
        <w:pStyle w:val="libNormal"/>
      </w:pPr>
      <w:proofErr w:type="spellStart"/>
      <w:r w:rsidRPr="00CA2CCA">
        <w:t>Carboni</w:t>
      </w:r>
      <w:proofErr w:type="spellEnd"/>
      <w:r w:rsidRPr="00CA2CCA">
        <w:t xml:space="preserve">, Stefano, et al. </w:t>
      </w:r>
      <w:r w:rsidRPr="00D86078">
        <w:rPr>
          <w:rStyle w:val="libItalicChar"/>
        </w:rPr>
        <w:t>Glass of the Sultans.</w:t>
      </w:r>
      <w:r>
        <w:t xml:space="preserve"> New Haven, CT: Yale University Press, 2001.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proofErr w:type="spellStart"/>
      <w:r>
        <w:t>Clévenot</w:t>
      </w:r>
      <w:proofErr w:type="spellEnd"/>
      <w:r>
        <w:t xml:space="preserve">, Dominique and Gérard </w:t>
      </w:r>
      <w:proofErr w:type="spellStart"/>
      <w:r>
        <w:t>Degeorge</w:t>
      </w:r>
      <w:proofErr w:type="spellEnd"/>
      <w:r>
        <w:t xml:space="preserve">. </w:t>
      </w:r>
      <w:r w:rsidRPr="00D86078">
        <w:rPr>
          <w:rStyle w:val="libItalicChar"/>
        </w:rPr>
        <w:t>Splendors of Islam: Architecture, Decoration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and Design. </w:t>
      </w:r>
      <w:r w:rsidRPr="00D86078">
        <w:rPr>
          <w:rStyle w:val="libNormalChar"/>
        </w:rPr>
        <w:t>New York: The Vendome Press, 2000.</w:t>
      </w:r>
    </w:p>
    <w:p w:rsidR="00ED3D62" w:rsidRDefault="00ED3D62" w:rsidP="00ED3D62">
      <w:pPr>
        <w:pStyle w:val="libNormal"/>
      </w:pPr>
      <w:proofErr w:type="spellStart"/>
      <w:r w:rsidRPr="00CA2CCA">
        <w:t>Contadini</w:t>
      </w:r>
      <w:proofErr w:type="spellEnd"/>
      <w:r w:rsidRPr="00CA2CCA">
        <w:t xml:space="preserve">, Anna. </w:t>
      </w:r>
      <w:r w:rsidRPr="00D86078">
        <w:rPr>
          <w:rStyle w:val="libItalicChar"/>
        </w:rPr>
        <w:t>Fatimid Art at the Victoria and Albert Museum.</w:t>
      </w:r>
      <w:r>
        <w:t xml:space="preserve"> London: Victoria and Albert Museum, 1998.</w:t>
      </w:r>
    </w:p>
    <w:p w:rsidR="00ED3D62" w:rsidRDefault="00ED3D62" w:rsidP="00ED3D62">
      <w:pPr>
        <w:pStyle w:val="libNormal"/>
      </w:pPr>
      <w:r>
        <w:t xml:space="preserve">Creswell, K.A.C. </w:t>
      </w:r>
      <w:r w:rsidRPr="00D86078">
        <w:rPr>
          <w:rStyle w:val="libItalicChar"/>
        </w:rPr>
        <w:t>Early Muslim Architecture,</w:t>
      </w:r>
      <w:r>
        <w:t xml:space="preserve"> 2 Vols. Oxford, UK: Clarendon Press, 1932-1940.</w:t>
      </w:r>
    </w:p>
    <w:p w:rsidR="00ED3D62" w:rsidRDefault="00ED3D62" w:rsidP="00ED3D62">
      <w:pPr>
        <w:pStyle w:val="libNormal"/>
      </w:pPr>
      <w:r>
        <w:t xml:space="preserve">Critchlow, Keith. </w:t>
      </w:r>
      <w:r w:rsidRPr="00D86078">
        <w:rPr>
          <w:rStyle w:val="libItalicChar"/>
        </w:rPr>
        <w:t>Islamic Patterns: An Analytical and Cosmological Approach.</w:t>
      </w:r>
      <w:r>
        <w:t xml:space="preserve"> Rochester, VT: Inner Traditions, 1999.</w:t>
      </w:r>
    </w:p>
    <w:p w:rsidR="00ED3D62" w:rsidRDefault="00ED3D62" w:rsidP="00ED3D62">
      <w:pPr>
        <w:pStyle w:val="libNormal"/>
      </w:pPr>
      <w:proofErr w:type="spellStart"/>
      <w:r>
        <w:t>Degeorge</w:t>
      </w:r>
      <w:proofErr w:type="spellEnd"/>
      <w:r>
        <w:t xml:space="preserve">, Gerard and Yves Porter. </w:t>
      </w:r>
      <w:r w:rsidRPr="00D86078">
        <w:rPr>
          <w:rStyle w:val="libItalicChar"/>
        </w:rPr>
        <w:t>The Art of the Islamic Tile.</w:t>
      </w:r>
      <w:r>
        <w:t xml:space="preserve"> Paris: Flammarion, 2002.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Deroche, Francois. </w:t>
      </w:r>
      <w:r w:rsidRPr="00D86078">
        <w:rPr>
          <w:rStyle w:val="libItalicChar"/>
        </w:rPr>
        <w:t>The Abbasid Tradition: Qur’ans of the 8</w:t>
      </w:r>
      <w:r w:rsidRPr="00750AA4">
        <w:rPr>
          <w:rStyle w:val="libItalicChar"/>
        </w:rPr>
        <w:t>th</w:t>
      </w:r>
      <w:r w:rsidRPr="00D86078">
        <w:rPr>
          <w:rStyle w:val="libItalicChar"/>
        </w:rPr>
        <w:t xml:space="preserve"> to 10</w:t>
      </w:r>
      <w:r w:rsidRPr="00750AA4">
        <w:rPr>
          <w:rStyle w:val="libItalicChar"/>
        </w:rPr>
        <w:t>th</w:t>
      </w:r>
      <w:r w:rsidRPr="00D86078">
        <w:rPr>
          <w:rStyle w:val="libItalicChar"/>
        </w:rPr>
        <w:t xml:space="preserve"> Centuries AD (The Nasser D. Khalili Collection of Islamic Art, Vol. I). </w:t>
      </w:r>
      <w:r w:rsidRPr="00D86078">
        <w:rPr>
          <w:rStyle w:val="libNormalChar"/>
        </w:rPr>
        <w:t>London: The Nour Foundation, 1992.</w:t>
      </w:r>
    </w:p>
    <w:p w:rsidR="00ED3D62" w:rsidRPr="00D86078" w:rsidRDefault="00ED3D62" w:rsidP="00ED3D62">
      <w:pPr>
        <w:rPr>
          <w:rStyle w:val="libItalicChar"/>
        </w:rPr>
      </w:pPr>
      <w:proofErr w:type="spellStart"/>
      <w:r w:rsidRPr="00D86078">
        <w:rPr>
          <w:rStyle w:val="libNormalChar"/>
        </w:rPr>
        <w:lastRenderedPageBreak/>
        <w:t>Diba</w:t>
      </w:r>
      <w:proofErr w:type="spellEnd"/>
      <w:r w:rsidRPr="00D86078">
        <w:rPr>
          <w:rStyle w:val="libNormalChar"/>
        </w:rPr>
        <w:t xml:space="preserve">, Layla S., Maryam </w:t>
      </w:r>
      <w:proofErr w:type="spellStart"/>
      <w:r w:rsidRPr="00D86078">
        <w:rPr>
          <w:rStyle w:val="libNormalChar"/>
        </w:rPr>
        <w:t>Ekhtiar</w:t>
      </w:r>
      <w:proofErr w:type="spellEnd"/>
      <w:r w:rsidRPr="00D86078">
        <w:rPr>
          <w:rStyle w:val="libNormalChar"/>
        </w:rPr>
        <w:t xml:space="preserve"> and B.W. Robinson, eds. </w:t>
      </w:r>
      <w:r w:rsidRPr="00D86078">
        <w:rPr>
          <w:rStyle w:val="libItalicChar"/>
        </w:rPr>
        <w:t>Royal Persian Paintings: The Qajar</w:t>
      </w:r>
      <w:r w:rsidR="007D4755">
        <w:rPr>
          <w:rStyle w:val="libItalicChar"/>
        </w:rPr>
        <w:t xml:space="preserve"> </w:t>
      </w:r>
      <w:r w:rsidRPr="00D86078">
        <w:rPr>
          <w:rStyle w:val="libItalicChar"/>
        </w:rPr>
        <w:t xml:space="preserve">Epoch, 1785-1925. </w:t>
      </w:r>
      <w:r w:rsidRPr="00D86078">
        <w:rPr>
          <w:rStyle w:val="libNormalChar"/>
        </w:rPr>
        <w:t>London: I.B. Tauris, 1998.</w:t>
      </w:r>
    </w:p>
    <w:p w:rsidR="00ED3D62" w:rsidRDefault="00ED3D62" w:rsidP="00ED3D62">
      <w:pPr>
        <w:pStyle w:val="libNormal"/>
      </w:pPr>
      <w:r w:rsidRPr="00CA2CCA">
        <w:t xml:space="preserve">El-Said, </w:t>
      </w:r>
      <w:proofErr w:type="spellStart"/>
      <w:r w:rsidRPr="00CA2CCA">
        <w:t>Issam</w:t>
      </w:r>
      <w:proofErr w:type="spellEnd"/>
      <w:r w:rsidRPr="00CA2CCA">
        <w:t xml:space="preserve"> and </w:t>
      </w:r>
      <w:proofErr w:type="spellStart"/>
      <w:r w:rsidRPr="00CA2CCA">
        <w:t>Ayse</w:t>
      </w:r>
      <w:proofErr w:type="spellEnd"/>
      <w:r w:rsidRPr="00CA2CCA">
        <w:t xml:space="preserve"> </w:t>
      </w:r>
      <w:proofErr w:type="spellStart"/>
      <w:r w:rsidRPr="00CA2CCA">
        <w:t>Parman</w:t>
      </w:r>
      <w:proofErr w:type="spellEnd"/>
      <w:r w:rsidRPr="00CA2CCA">
        <w:t xml:space="preserve">. </w:t>
      </w:r>
      <w:r w:rsidRPr="00D86078">
        <w:rPr>
          <w:rStyle w:val="libItalicChar"/>
        </w:rPr>
        <w:t>Geometric Concepts in Islamic Art.</w:t>
      </w:r>
      <w:r>
        <w:t xml:space="preserve"> London: Scorpio Publ., 1990.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proofErr w:type="spellStart"/>
      <w:r>
        <w:t>Ettinghausen</w:t>
      </w:r>
      <w:proofErr w:type="spellEnd"/>
      <w:r>
        <w:t>, Richard, Oleg Grabar, and Marilyn Jenkins-</w:t>
      </w:r>
      <w:proofErr w:type="spellStart"/>
      <w:r>
        <w:t>Madina</w:t>
      </w:r>
      <w:proofErr w:type="spellEnd"/>
      <w:r>
        <w:t xml:space="preserve">. </w:t>
      </w:r>
      <w:r w:rsidRPr="00D86078">
        <w:rPr>
          <w:rStyle w:val="libItalicChar"/>
        </w:rPr>
        <w:t>The Art and Architecture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of Islam, 650-1250. </w:t>
      </w:r>
      <w:r w:rsidRPr="00D86078">
        <w:rPr>
          <w:rStyle w:val="libNormalChar"/>
        </w:rPr>
        <w:t>New Haven, CT: Yale University Press, 2</w:t>
      </w:r>
      <w:r w:rsidRPr="00CA2CCA">
        <w:rPr>
          <w:rStyle w:val="libNormalChar"/>
        </w:rPr>
        <w:t>nd</w:t>
      </w:r>
      <w:r w:rsidRPr="00D86078">
        <w:rPr>
          <w:rStyle w:val="libNormalChar"/>
        </w:rPr>
        <w:t xml:space="preserve"> ed., 2001.</w:t>
      </w:r>
    </w:p>
    <w:p w:rsidR="00ED3D62" w:rsidRDefault="00ED3D62" w:rsidP="00ED3D62">
      <w:pPr>
        <w:pStyle w:val="libNormal"/>
      </w:pPr>
      <w:r w:rsidRPr="00CA2CCA">
        <w:t xml:space="preserve">Farsi, Hani M.S. </w:t>
      </w:r>
      <w:r w:rsidRPr="00D86078">
        <w:rPr>
          <w:rStyle w:val="libItalicChar"/>
        </w:rPr>
        <w:t xml:space="preserve">Jeddah, City of Art: The Sculptures and Monuments. </w:t>
      </w:r>
      <w:r>
        <w:t>Boston, MA: Interlink Publ. Group, 1991.</w:t>
      </w:r>
    </w:p>
    <w:p w:rsidR="00ED3D62" w:rsidRDefault="00ED3D62" w:rsidP="00ED3D62">
      <w:pPr>
        <w:pStyle w:val="libNormal"/>
      </w:pPr>
      <w:proofErr w:type="spellStart"/>
      <w:r>
        <w:t>Fehérvári</w:t>
      </w:r>
      <w:proofErr w:type="spellEnd"/>
      <w:r>
        <w:t xml:space="preserve">, </w:t>
      </w:r>
      <w:proofErr w:type="spellStart"/>
      <w:r>
        <w:t>Géza</w:t>
      </w:r>
      <w:proofErr w:type="spellEnd"/>
      <w:r>
        <w:t xml:space="preserve">. </w:t>
      </w:r>
      <w:r w:rsidRPr="00D86078">
        <w:rPr>
          <w:rStyle w:val="libItalicChar"/>
        </w:rPr>
        <w:t xml:space="preserve">Ceramics of the Islamic World in the </w:t>
      </w:r>
      <w:proofErr w:type="spellStart"/>
      <w:r w:rsidRPr="00D86078">
        <w:rPr>
          <w:rStyle w:val="libItalicChar"/>
        </w:rPr>
        <w:t>Tareq</w:t>
      </w:r>
      <w:proofErr w:type="spellEnd"/>
      <w:r w:rsidRPr="00D86078">
        <w:rPr>
          <w:rStyle w:val="libItalicChar"/>
        </w:rPr>
        <w:t xml:space="preserve"> Rajab Museum.</w:t>
      </w:r>
      <w:r>
        <w:t xml:space="preserve"> London: I.B. Tauris, 2000.</w:t>
      </w:r>
    </w:p>
    <w:p w:rsidR="00ED3D62" w:rsidRDefault="00ED3D62" w:rsidP="00ED3D62">
      <w:pPr>
        <w:pStyle w:val="libNormal"/>
      </w:pPr>
      <w:r>
        <w:t xml:space="preserve">Field, Robert. </w:t>
      </w:r>
      <w:r w:rsidRPr="00D86078">
        <w:rPr>
          <w:rStyle w:val="libItalicChar"/>
        </w:rPr>
        <w:t>Geometric Patterns from Islamic Art &amp; Architecture.</w:t>
      </w:r>
      <w:r>
        <w:t xml:space="preserve"> Norfolk, England: Tarquin Publ., 1999.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Flood, Finbarr Barry. </w:t>
      </w:r>
      <w:r w:rsidRPr="00D86078">
        <w:rPr>
          <w:rStyle w:val="libItalicChar"/>
        </w:rPr>
        <w:t>The Great Mosque of Damascus: Studies on the Making of an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Umayyad Visual Culture. </w:t>
      </w:r>
      <w:r w:rsidRPr="00D86078">
        <w:rPr>
          <w:rStyle w:val="libNormalChar"/>
        </w:rPr>
        <w:t>Leiden: E.J. Brill, 2001.</w:t>
      </w:r>
    </w:p>
    <w:p w:rsidR="00ED3D62" w:rsidRDefault="00ED3D62" w:rsidP="00ED3D62">
      <w:pPr>
        <w:pStyle w:val="libNormal"/>
      </w:pPr>
      <w:proofErr w:type="spellStart"/>
      <w:r w:rsidRPr="00CA2CCA">
        <w:t>Frishman</w:t>
      </w:r>
      <w:proofErr w:type="spellEnd"/>
      <w:r w:rsidRPr="00CA2CCA">
        <w:t xml:space="preserve">, Martin and Hasan-Uddin Khan, eds. </w:t>
      </w:r>
      <w:r w:rsidRPr="00D86078">
        <w:rPr>
          <w:rStyle w:val="libItalicChar"/>
        </w:rPr>
        <w:t>The Mosque.</w:t>
      </w:r>
      <w:r>
        <w:t xml:space="preserve"> New York: Thames &amp; Hudson, 1994.</w:t>
      </w:r>
    </w:p>
    <w:p w:rsidR="00ED3D62" w:rsidRDefault="00ED3D62" w:rsidP="00ED3D62">
      <w:pPr>
        <w:pStyle w:val="libNormal"/>
      </w:pPr>
      <w:r>
        <w:t xml:space="preserve">Gonzalez, Valerie. </w:t>
      </w:r>
      <w:r w:rsidRPr="00D86078">
        <w:rPr>
          <w:rStyle w:val="libItalicChar"/>
        </w:rPr>
        <w:t>Beauty and Islam: Aesthetics in Islamic Art and Architecture.</w:t>
      </w:r>
      <w:r>
        <w:t xml:space="preserve"> London: I.B. Tauris, 2001.</w:t>
      </w:r>
    </w:p>
    <w:p w:rsidR="00ED3D62" w:rsidRDefault="00ED3D62" w:rsidP="00ED3D62">
      <w:pPr>
        <w:pStyle w:val="libNormal"/>
      </w:pPr>
      <w:r>
        <w:t xml:space="preserve">Goodwin, Godfrey. </w:t>
      </w:r>
      <w:r w:rsidRPr="00D86078">
        <w:rPr>
          <w:rStyle w:val="libItalicChar"/>
        </w:rPr>
        <w:t>A History of Ottoman Architecture.</w:t>
      </w:r>
      <w:r>
        <w:t xml:space="preserve"> New York: Thames &amp; Hudson, 2003.</w:t>
      </w:r>
    </w:p>
    <w:p w:rsidR="00ED3D62" w:rsidRDefault="00ED3D62" w:rsidP="00ED3D62">
      <w:pPr>
        <w:pStyle w:val="libNormal"/>
      </w:pPr>
      <w:r>
        <w:t xml:space="preserve">Grabar, Oleg. </w:t>
      </w:r>
      <w:r w:rsidRPr="00D86078">
        <w:rPr>
          <w:rStyle w:val="libItalicChar"/>
        </w:rPr>
        <w:t>The Formation of Islamic Art.</w:t>
      </w:r>
      <w:r w:rsidRPr="00D86078">
        <w:t xml:space="preserve"> New Haven, CT: Yale University Press, 2</w:t>
      </w:r>
      <w:r w:rsidRPr="00750AA4">
        <w:t>nd</w:t>
      </w:r>
      <w:r>
        <w:t xml:space="preserve"> ed., 1987.</w:t>
      </w:r>
    </w:p>
    <w:p w:rsidR="00ED3D62" w:rsidRDefault="00ED3D62" w:rsidP="00ED3D62">
      <w:pPr>
        <w:pStyle w:val="libNormal"/>
      </w:pPr>
      <w:r>
        <w:t xml:space="preserve">Grabar, Oleg. </w:t>
      </w:r>
      <w:r w:rsidRPr="00D86078">
        <w:rPr>
          <w:rStyle w:val="libItalicChar"/>
        </w:rPr>
        <w:t>The Great Mosque of Isfahan.</w:t>
      </w:r>
      <w:r>
        <w:t xml:space="preserve"> Washington Square, NY: New York University Press, 1990.</w:t>
      </w:r>
    </w:p>
    <w:p w:rsidR="00ED3D62" w:rsidRDefault="00ED3D62" w:rsidP="00ED3D62">
      <w:pPr>
        <w:pStyle w:val="libNormal"/>
      </w:pPr>
      <w:r>
        <w:t xml:space="preserve">Grabar, Oleg. </w:t>
      </w:r>
      <w:r w:rsidRPr="00D86078">
        <w:rPr>
          <w:rStyle w:val="libItalicChar"/>
        </w:rPr>
        <w:t>Muqarnas: An Annual on Islamic Art and Architecture.</w:t>
      </w:r>
      <w:r>
        <w:t xml:space="preserve"> Leiden: E.J. Brill, 1988.</w:t>
      </w:r>
    </w:p>
    <w:p w:rsidR="007D4755" w:rsidRDefault="00ED3D62" w:rsidP="00ED3D62">
      <w:pPr>
        <w:pStyle w:val="libNormal"/>
        <w:rPr>
          <w:rStyle w:val="libItalicChar"/>
        </w:rPr>
      </w:pPr>
      <w:r>
        <w:t xml:space="preserve">Grube, Ernst J. </w:t>
      </w:r>
      <w:r w:rsidRPr="00D86078">
        <w:rPr>
          <w:rStyle w:val="libItalicChar"/>
        </w:rPr>
        <w:t xml:space="preserve">Cobalt and </w:t>
      </w:r>
      <w:proofErr w:type="spellStart"/>
      <w:r w:rsidRPr="00D86078">
        <w:rPr>
          <w:rStyle w:val="libItalicChar"/>
        </w:rPr>
        <w:t>Lustre</w:t>
      </w:r>
      <w:proofErr w:type="spellEnd"/>
      <w:r w:rsidRPr="00D86078">
        <w:rPr>
          <w:rStyle w:val="libItalicChar"/>
        </w:rPr>
        <w:t>: The First Centuries of Islamic Pottery (The Nasser D. Khalili Collection of Islamic Art, Vol. IX).</w:t>
      </w:r>
      <w:r w:rsidR="007D4755">
        <w:rPr>
          <w:rStyle w:val="libItalicChar"/>
        </w:rPr>
        <w:t xml:space="preserve"> </w:t>
      </w:r>
      <w:r w:rsidRPr="00D86078">
        <w:rPr>
          <w:rStyle w:val="libNormalChar"/>
        </w:rPr>
        <w:t>London: The Nour Foundation, 1995.</w:t>
      </w:r>
    </w:p>
    <w:p w:rsidR="00ED3D62" w:rsidRDefault="00ED3D62" w:rsidP="00ED3D62">
      <w:pPr>
        <w:pStyle w:val="libNormal"/>
      </w:pPr>
      <w:r w:rsidRPr="00CA2CCA">
        <w:t xml:space="preserve">Grube, Ernst J. and Eleanor G. Sims, eds. </w:t>
      </w:r>
      <w:r w:rsidRPr="00D86078">
        <w:rPr>
          <w:rStyle w:val="libItalicChar"/>
        </w:rPr>
        <w:t>Islamic Art: A Biennial Dedicated to the Art and</w:t>
      </w:r>
      <w:r w:rsidRPr="00CA2CCA">
        <w:t xml:space="preserve"> </w:t>
      </w:r>
      <w:r w:rsidRPr="00D86078">
        <w:rPr>
          <w:rStyle w:val="libItalicChar"/>
        </w:rPr>
        <w:t xml:space="preserve">Culture of the Muslim World, 1990-1991. </w:t>
      </w:r>
      <w:r>
        <w:t>Oxford, UK: Oxford University Press, 1997.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Grube, Ernst J. and Eleanor G. Sims, eds. </w:t>
      </w:r>
      <w:r w:rsidRPr="00D86078">
        <w:rPr>
          <w:rStyle w:val="libItalicChar"/>
        </w:rPr>
        <w:t>Islamic Art 5: Studies on the Art and Culture of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the Islamic World. </w:t>
      </w:r>
      <w:r w:rsidRPr="00D86078">
        <w:rPr>
          <w:rStyle w:val="libNormalChar"/>
        </w:rPr>
        <w:t>Oxford, UK: Oxford University Press, 2001.</w:t>
      </w:r>
    </w:p>
    <w:p w:rsidR="00ED3D62" w:rsidRDefault="00ED3D62" w:rsidP="00ED3D62">
      <w:pPr>
        <w:pStyle w:val="libNormal"/>
      </w:pPr>
      <w:r w:rsidRPr="00CA2CCA">
        <w:t xml:space="preserve">Helms, </w:t>
      </w:r>
      <w:proofErr w:type="spellStart"/>
      <w:r w:rsidRPr="00CA2CCA">
        <w:t>Svend</w:t>
      </w:r>
      <w:proofErr w:type="spellEnd"/>
      <w:r w:rsidRPr="00D86078">
        <w:rPr>
          <w:rStyle w:val="libItalicChar"/>
        </w:rPr>
        <w:t>. Early Islamic Architecture of the Desert: A Bedouin Station in Eastern</w:t>
      </w:r>
      <w:r w:rsidRPr="00CA2CCA">
        <w:t xml:space="preserve"> </w:t>
      </w:r>
      <w:r w:rsidRPr="00D86078">
        <w:rPr>
          <w:rStyle w:val="libItalicChar"/>
        </w:rPr>
        <w:t xml:space="preserve">Jordan. </w:t>
      </w:r>
      <w:r>
        <w:t>Edinburgh: Edinburgh University Press, 1990.</w:t>
      </w:r>
    </w:p>
    <w:p w:rsidR="00ED3D62" w:rsidRDefault="00ED3D62" w:rsidP="00ED3D62">
      <w:pPr>
        <w:pStyle w:val="libNormal"/>
      </w:pPr>
      <w:r>
        <w:t xml:space="preserve">Hillenbrand, Robert. </w:t>
      </w:r>
      <w:r w:rsidRPr="00D86078">
        <w:rPr>
          <w:rStyle w:val="libItalicChar"/>
        </w:rPr>
        <w:t xml:space="preserve">Islamic Architecture: Form, Function, and Meaning. </w:t>
      </w:r>
      <w:r>
        <w:t>New York: Columbia University Press, 1994.</w:t>
      </w:r>
    </w:p>
    <w:p w:rsidR="00ED3D62" w:rsidRDefault="00ED3D62" w:rsidP="00ED3D62">
      <w:pPr>
        <w:pStyle w:val="libNormal"/>
      </w:pPr>
      <w:r>
        <w:t xml:space="preserve">Hillenbrand, Robert. </w:t>
      </w:r>
      <w:r w:rsidRPr="00D86078">
        <w:rPr>
          <w:rStyle w:val="libItalicChar"/>
        </w:rPr>
        <w:t xml:space="preserve">Islamic Art and Architecture. </w:t>
      </w:r>
      <w:r>
        <w:t>London: Thames &amp; Hudson, 1998.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Hoag, John D. </w:t>
      </w:r>
      <w:r w:rsidRPr="00D86078">
        <w:rPr>
          <w:rStyle w:val="libItalicChar"/>
        </w:rPr>
        <w:t>Islamic Architecture.</w:t>
      </w:r>
      <w:r w:rsidRPr="00D86078">
        <w:rPr>
          <w:rStyle w:val="libNormalChar"/>
        </w:rPr>
        <w:t xml:space="preserve"> New York: Rizzoli, 1975.</w:t>
      </w:r>
      <w:r w:rsidRPr="00D86078">
        <w:rPr>
          <w:rStyle w:val="libNormalChar"/>
        </w:rPr>
        <w:br/>
        <w:t xml:space="preserve">Howard, Deborah. </w:t>
      </w:r>
      <w:r w:rsidRPr="00D86078">
        <w:rPr>
          <w:rStyle w:val="libItalicChar"/>
        </w:rPr>
        <w:t>Venice and the East: The Impact of the Islamic World on Venetian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Architecture, 1100-1500. </w:t>
      </w:r>
      <w:r w:rsidRPr="00D86078">
        <w:rPr>
          <w:rStyle w:val="libNormalChar"/>
        </w:rPr>
        <w:t>New Haven, CT: Yale University Press, 2000.</w:t>
      </w:r>
    </w:p>
    <w:p w:rsidR="00ED3D62" w:rsidRDefault="00ED3D62" w:rsidP="00ED3D62">
      <w:pPr>
        <w:pStyle w:val="libNormal"/>
      </w:pPr>
      <w:r w:rsidRPr="00CA2CCA">
        <w:t xml:space="preserve">Hutt, Antony. </w:t>
      </w:r>
      <w:r w:rsidRPr="00D86078">
        <w:rPr>
          <w:rStyle w:val="libItalicChar"/>
        </w:rPr>
        <w:t>North Africa: Islamic Architecture.</w:t>
      </w:r>
      <w:r>
        <w:t xml:space="preserve"> Northampton, MA: Interlink Publishing Group, 1998.</w:t>
      </w:r>
    </w:p>
    <w:p w:rsidR="00ED3D62" w:rsidRDefault="00ED3D62" w:rsidP="00ED3D62">
      <w:pPr>
        <w:pStyle w:val="libNormal"/>
      </w:pPr>
      <w:r>
        <w:lastRenderedPageBreak/>
        <w:t xml:space="preserve">Hutt, Antony and Leonard Harrow. </w:t>
      </w:r>
      <w:r w:rsidRPr="00D86078">
        <w:rPr>
          <w:rStyle w:val="libItalicChar"/>
        </w:rPr>
        <w:t>Islamic Architecture: Iran,</w:t>
      </w:r>
      <w:r>
        <w:t xml:space="preserve"> 2 Vols. Northampton, MA: Interlink Publ. Group, 1990.</w:t>
      </w:r>
    </w:p>
    <w:p w:rsidR="00ED3D62" w:rsidRDefault="00ED3D62" w:rsidP="00ED3D62">
      <w:pPr>
        <w:pStyle w:val="libNormal"/>
      </w:pPr>
      <w:r>
        <w:t xml:space="preserve">Irwin, Robert. </w:t>
      </w:r>
      <w:r w:rsidRPr="00D86078">
        <w:rPr>
          <w:rStyle w:val="libItalicChar"/>
        </w:rPr>
        <w:t>Islamic Art in Context</w:t>
      </w:r>
      <w:r w:rsidRPr="00CA2CCA">
        <w:t xml:space="preserve">: </w:t>
      </w:r>
      <w:r w:rsidRPr="00D86078">
        <w:rPr>
          <w:rStyle w:val="libItalicChar"/>
        </w:rPr>
        <w:t>Art, Architecture and the Literary World.</w:t>
      </w:r>
      <w:r>
        <w:t xml:space="preserve"> New York: Harry N. Abrams, 1997.</w:t>
      </w:r>
    </w:p>
    <w:p w:rsidR="00ED3D62" w:rsidRDefault="00ED3D62" w:rsidP="00ED3D62">
      <w:pPr>
        <w:pStyle w:val="libNormal"/>
      </w:pPr>
      <w:r>
        <w:t xml:space="preserve">James, David. </w:t>
      </w:r>
      <w:r w:rsidRPr="00D86078">
        <w:rPr>
          <w:rStyle w:val="libItalicChar"/>
        </w:rPr>
        <w:t>After Timur: Qur’ans of the 15</w:t>
      </w:r>
      <w:r w:rsidRPr="00750AA4">
        <w:rPr>
          <w:rStyle w:val="libItalicChar"/>
        </w:rPr>
        <w:t>th</w:t>
      </w:r>
      <w:r w:rsidRPr="00D86078">
        <w:rPr>
          <w:rStyle w:val="libItalicChar"/>
        </w:rPr>
        <w:t xml:space="preserve"> and 16</w:t>
      </w:r>
      <w:r w:rsidRPr="00750AA4">
        <w:rPr>
          <w:rStyle w:val="libItalicChar"/>
        </w:rPr>
        <w:t>th</w:t>
      </w:r>
      <w:r w:rsidRPr="00D86078">
        <w:rPr>
          <w:rStyle w:val="libItalicChar"/>
        </w:rPr>
        <w:t xml:space="preserve"> Centuries. </w:t>
      </w:r>
      <w:r>
        <w:t>London: The</w:t>
      </w:r>
      <w:r w:rsidR="007D4755">
        <w:t xml:space="preserve"> </w:t>
      </w:r>
      <w:r>
        <w:t>Nour Foundation (The Nasser D. Khalili Collection of Islamic Art), 1992.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James, David. </w:t>
      </w:r>
      <w:r w:rsidRPr="00D86078">
        <w:rPr>
          <w:rStyle w:val="libItalicChar"/>
        </w:rPr>
        <w:t>The Master Scribes: Qur’ans of the 11</w:t>
      </w:r>
      <w:r w:rsidRPr="00750AA4">
        <w:rPr>
          <w:rStyle w:val="libItalicChar"/>
        </w:rPr>
        <w:t>th</w:t>
      </w:r>
      <w:r w:rsidRPr="00D86078">
        <w:rPr>
          <w:rStyle w:val="libItalicChar"/>
        </w:rPr>
        <w:t xml:space="preserve"> to 14</w:t>
      </w:r>
      <w:r w:rsidRPr="00750AA4">
        <w:rPr>
          <w:rStyle w:val="libItalicChar"/>
        </w:rPr>
        <w:t>th</w:t>
      </w:r>
      <w:r w:rsidRPr="00D86078">
        <w:rPr>
          <w:rStyle w:val="libItalicChar"/>
        </w:rPr>
        <w:t xml:space="preserve"> Centuries AD (The Nasser D. Khalili Collection of Islamic Art, Vol. II). </w:t>
      </w:r>
      <w:r w:rsidRPr="00D86078">
        <w:rPr>
          <w:rStyle w:val="libNormalChar"/>
        </w:rPr>
        <w:t>London: The Nour Foundation, 1992.</w:t>
      </w:r>
    </w:p>
    <w:p w:rsidR="007D4755" w:rsidRDefault="00ED3D62" w:rsidP="00ED3D62">
      <w:pPr>
        <w:pStyle w:val="libNormal"/>
      </w:pPr>
      <w:proofErr w:type="spellStart"/>
      <w:r w:rsidRPr="00CA2CCA">
        <w:t>Kalter</w:t>
      </w:r>
      <w:proofErr w:type="spellEnd"/>
      <w:r w:rsidRPr="00CA2CCA">
        <w:t xml:space="preserve">, Johannes. </w:t>
      </w:r>
      <w:r w:rsidRPr="00D86078">
        <w:rPr>
          <w:rStyle w:val="libItalicChar"/>
        </w:rPr>
        <w:t>The Arts and Crafts of Turkestan.</w:t>
      </w:r>
      <w:r>
        <w:t xml:space="preserve"> New York: Thames &amp; Hudson, 1985.</w:t>
      </w:r>
    </w:p>
    <w:p w:rsidR="00ED3D62" w:rsidRDefault="00ED3D62" w:rsidP="00ED3D62">
      <w:pPr>
        <w:pStyle w:val="libNormal"/>
      </w:pPr>
      <w:proofErr w:type="spellStart"/>
      <w:r>
        <w:t>Kasam</w:t>
      </w:r>
      <w:proofErr w:type="spellEnd"/>
      <w:r>
        <w:t xml:space="preserve">, </w:t>
      </w:r>
      <w:proofErr w:type="spellStart"/>
      <w:r>
        <w:t>Kutub</w:t>
      </w:r>
      <w:proofErr w:type="spellEnd"/>
      <w:r>
        <w:t xml:space="preserve">, ed. </w:t>
      </w:r>
      <w:r w:rsidRPr="00D86078">
        <w:rPr>
          <w:rStyle w:val="libItalicChar"/>
        </w:rPr>
        <w:t>Shimmering Light: An Anthology of Ismaili Poetry.</w:t>
      </w:r>
      <w:r>
        <w:t xml:space="preserve"> London: I.B. Tauris with The Institute of Ismaili Studies, 1996.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>Khalili, Nasser D.,</w:t>
      </w:r>
      <w:r w:rsidR="007D4755">
        <w:t xml:space="preserve"> </w:t>
      </w:r>
      <w:r>
        <w:t xml:space="preserve">B.W. Robinson and Tim Stanley. </w:t>
      </w:r>
      <w:r w:rsidRPr="00D86078">
        <w:rPr>
          <w:rStyle w:val="libItalicChar"/>
        </w:rPr>
        <w:t xml:space="preserve">Lacquer of the Islamic Lands, Part One (The Nasser D. Khalili Collection of Islamic Art, Vol. XXII). </w:t>
      </w:r>
      <w:r w:rsidRPr="00D86078">
        <w:rPr>
          <w:rStyle w:val="libNormalChar"/>
        </w:rPr>
        <w:t>London: The Nour Foundation, 1996.</w:t>
      </w:r>
    </w:p>
    <w:p w:rsidR="00ED3D62" w:rsidRPr="00D86078" w:rsidRDefault="00ED3D62" w:rsidP="00ED3D62">
      <w:pPr>
        <w:rPr>
          <w:rStyle w:val="libItalicChar"/>
        </w:rPr>
      </w:pPr>
      <w:r w:rsidRPr="00D86078">
        <w:rPr>
          <w:rStyle w:val="libNormalChar"/>
        </w:rPr>
        <w:t xml:space="preserve">Khalili, Nasser D., B.W. Robinson and Tim Stanley. </w:t>
      </w:r>
      <w:r w:rsidRPr="00D86078">
        <w:rPr>
          <w:rStyle w:val="libItalicChar"/>
        </w:rPr>
        <w:t xml:space="preserve">Lacquer of the Islamic Lands, Part Two (The Nasser D. Khalili Collection of Islamic Art, Vol. XXII). </w:t>
      </w:r>
      <w:r w:rsidRPr="00D86078">
        <w:rPr>
          <w:rStyle w:val="libNormalChar"/>
        </w:rPr>
        <w:t>London: The Nour Foundation, 1997.</w:t>
      </w:r>
    </w:p>
    <w:p w:rsidR="00ED3D62" w:rsidRDefault="00ED3D62" w:rsidP="00ED3D62">
      <w:pPr>
        <w:pStyle w:val="libNormal"/>
      </w:pPr>
      <w:proofErr w:type="spellStart"/>
      <w:r w:rsidRPr="00CA2CCA">
        <w:t>Khatibi</w:t>
      </w:r>
      <w:proofErr w:type="spellEnd"/>
      <w:r w:rsidRPr="00CA2CCA">
        <w:t xml:space="preserve">, </w:t>
      </w:r>
      <w:proofErr w:type="spellStart"/>
      <w:r w:rsidRPr="00CA2CCA">
        <w:t>Abdelkebir</w:t>
      </w:r>
      <w:proofErr w:type="spellEnd"/>
      <w:r w:rsidRPr="00CA2CCA">
        <w:t xml:space="preserve"> and Mohammed </w:t>
      </w:r>
      <w:proofErr w:type="spellStart"/>
      <w:r w:rsidRPr="00CA2CCA">
        <w:t>Sijelmassi</w:t>
      </w:r>
      <w:proofErr w:type="spellEnd"/>
      <w:r w:rsidRPr="00CA2CCA">
        <w:t xml:space="preserve">. </w:t>
      </w:r>
      <w:r w:rsidRPr="00D86078">
        <w:rPr>
          <w:rStyle w:val="libItalicChar"/>
        </w:rPr>
        <w:t xml:space="preserve">The Splendor of Islamic Calligraphy. </w:t>
      </w:r>
      <w:r>
        <w:t>London: Thames &amp; Hudson, 1996.</w:t>
      </w:r>
    </w:p>
    <w:p w:rsidR="00ED3D62" w:rsidRDefault="00ED3D62" w:rsidP="00ED3D62">
      <w:pPr>
        <w:pStyle w:val="libNormal"/>
      </w:pPr>
      <w:r>
        <w:t xml:space="preserve">Koch, Ebba. </w:t>
      </w:r>
      <w:r w:rsidRPr="00D86078">
        <w:rPr>
          <w:rStyle w:val="libItalicChar"/>
        </w:rPr>
        <w:t>Mughal Art and Imperial Ideology: Collected Essays.</w:t>
      </w:r>
      <w:r>
        <w:t xml:space="preserve"> New Delhi: Oxford University Press, 2001.</w:t>
      </w:r>
    </w:p>
    <w:p w:rsidR="00ED3D62" w:rsidRDefault="00ED3D62" w:rsidP="00ED3D62">
      <w:pPr>
        <w:pStyle w:val="libNormal"/>
      </w:pPr>
      <w:proofErr w:type="spellStart"/>
      <w:r>
        <w:t>Kritzeck</w:t>
      </w:r>
      <w:proofErr w:type="spellEnd"/>
      <w:r>
        <w:t xml:space="preserve">, James, ed. </w:t>
      </w:r>
      <w:r w:rsidRPr="00D86078">
        <w:rPr>
          <w:rStyle w:val="libItalicChar"/>
        </w:rPr>
        <w:t xml:space="preserve">Anthology of Islamic Literature: From the Rise of Islam to Modern Times. </w:t>
      </w:r>
      <w:r>
        <w:t>New York: Holt, Rinehart and Winston, 1964.</w:t>
      </w:r>
    </w:p>
    <w:p w:rsidR="00ED3D62" w:rsidRDefault="00ED3D62" w:rsidP="00ED3D62">
      <w:pPr>
        <w:pStyle w:val="libNormal"/>
      </w:pPr>
      <w:proofErr w:type="spellStart"/>
      <w:r>
        <w:t>Kritzeck</w:t>
      </w:r>
      <w:proofErr w:type="spellEnd"/>
      <w:r>
        <w:t xml:space="preserve">, James, ed. </w:t>
      </w:r>
      <w:r w:rsidRPr="00D86078">
        <w:rPr>
          <w:rStyle w:val="libItalicChar"/>
        </w:rPr>
        <w:t>Modern Islamic Literature from 1800 to the Present.</w:t>
      </w:r>
      <w:r>
        <w:t xml:space="preserve"> New York: Holt, Rinehart</w:t>
      </w:r>
      <w:r>
        <w:tab/>
        <w:t>and Winston, 1970.</w:t>
      </w:r>
    </w:p>
    <w:p w:rsidR="00ED3D62" w:rsidRDefault="00ED3D62" w:rsidP="00ED3D62">
      <w:pPr>
        <w:pStyle w:val="libNormal"/>
      </w:pPr>
      <w:proofErr w:type="spellStart"/>
      <w:r>
        <w:t>Kröger</w:t>
      </w:r>
      <w:proofErr w:type="spellEnd"/>
      <w:r>
        <w:t xml:space="preserve">, Jens. Nishapur: </w:t>
      </w:r>
      <w:r w:rsidRPr="00D86078">
        <w:rPr>
          <w:rStyle w:val="libItalicChar"/>
        </w:rPr>
        <w:t>Glass of the Early Islamic Period.</w:t>
      </w:r>
      <w:r>
        <w:t xml:space="preserve"> New Haven, CT: Yale University Press, 1995.</w:t>
      </w:r>
    </w:p>
    <w:p w:rsidR="00ED3D62" w:rsidRDefault="00ED3D62" w:rsidP="00ED3D62">
      <w:pPr>
        <w:pStyle w:val="libNormal"/>
      </w:pPr>
      <w:r>
        <w:t xml:space="preserve">Leach, Linda. </w:t>
      </w:r>
      <w:r w:rsidRPr="00D86078">
        <w:rPr>
          <w:rStyle w:val="libItalicChar"/>
        </w:rPr>
        <w:t>Paintings from India (The Nasser D. Khalili Collection of Islamic Art,</w:t>
      </w:r>
      <w:r w:rsidRPr="00CA2CCA">
        <w:t xml:space="preserve"> </w:t>
      </w:r>
      <w:r w:rsidRPr="00D86078">
        <w:rPr>
          <w:rStyle w:val="libItalicChar"/>
        </w:rPr>
        <w:t xml:space="preserve">Vol. VIII). </w:t>
      </w:r>
      <w:r>
        <w:t>London: The Nour Foundation, 1998.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proofErr w:type="spellStart"/>
      <w:r>
        <w:t>Lifchez</w:t>
      </w:r>
      <w:proofErr w:type="spellEnd"/>
      <w:r>
        <w:t xml:space="preserve">, Raymond, ed. </w:t>
      </w:r>
      <w:r w:rsidRPr="00D86078">
        <w:rPr>
          <w:rStyle w:val="libItalicChar"/>
        </w:rPr>
        <w:t>The Dervish Lodge: Architecture, Art, and Sufism in Ottoman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Turkey. </w:t>
      </w:r>
      <w:r w:rsidRPr="00D86078">
        <w:rPr>
          <w:rStyle w:val="libNormalChar"/>
        </w:rPr>
        <w:t>Berkeley, CA: University of California Press, 1992.</w:t>
      </w:r>
    </w:p>
    <w:p w:rsidR="00ED3D62" w:rsidRPr="00D86078" w:rsidRDefault="00ED3D62" w:rsidP="00ED3D62">
      <w:pPr>
        <w:rPr>
          <w:rStyle w:val="libItalicChar"/>
        </w:rPr>
      </w:pPr>
      <w:r w:rsidRPr="00D86078">
        <w:rPr>
          <w:rStyle w:val="libNormalChar"/>
        </w:rPr>
        <w:t xml:space="preserve">Lowry, Glenn D. </w:t>
      </w:r>
      <w:r w:rsidRPr="00D86078">
        <w:rPr>
          <w:rStyle w:val="libItalicChar"/>
        </w:rPr>
        <w:t xml:space="preserve">An Annotated and Illustrated Checklist of the </w:t>
      </w:r>
      <w:proofErr w:type="spellStart"/>
      <w:r w:rsidRPr="00D86078">
        <w:rPr>
          <w:rStyle w:val="libItalicChar"/>
        </w:rPr>
        <w:t>Vever</w:t>
      </w:r>
      <w:proofErr w:type="spellEnd"/>
      <w:r w:rsidRPr="00D86078">
        <w:rPr>
          <w:rStyle w:val="libItalicChar"/>
        </w:rPr>
        <w:t xml:space="preserve"> Collection, a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Jeweler’s Eye: Islamic Arts of the Book from the </w:t>
      </w:r>
      <w:proofErr w:type="spellStart"/>
      <w:r w:rsidRPr="00D86078">
        <w:rPr>
          <w:rStyle w:val="libItalicChar"/>
        </w:rPr>
        <w:t>Vever</w:t>
      </w:r>
      <w:proofErr w:type="spellEnd"/>
      <w:r w:rsidRPr="00D86078">
        <w:rPr>
          <w:rStyle w:val="libItalicChar"/>
        </w:rPr>
        <w:t xml:space="preserve"> Collection. </w:t>
      </w:r>
      <w:r w:rsidRPr="00D86078">
        <w:rPr>
          <w:rStyle w:val="libNormalChar"/>
        </w:rPr>
        <w:t>Seattle, WA: University of Washington</w:t>
      </w:r>
      <w:r w:rsidRPr="00D86078">
        <w:rPr>
          <w:rStyle w:val="libItalicChar"/>
        </w:rPr>
        <w:t xml:space="preserve"> </w:t>
      </w:r>
      <w:r w:rsidRPr="00D86078">
        <w:rPr>
          <w:rStyle w:val="libNormalChar"/>
        </w:rPr>
        <w:t>Press, 1988.</w:t>
      </w:r>
    </w:p>
    <w:p w:rsidR="00ED3D62" w:rsidRPr="00D86078" w:rsidRDefault="00ED3D62" w:rsidP="00ED3D62">
      <w:pPr>
        <w:rPr>
          <w:rStyle w:val="libItalicChar"/>
        </w:rPr>
      </w:pPr>
      <w:r w:rsidRPr="00D86078">
        <w:rPr>
          <w:rStyle w:val="libNormalChar"/>
        </w:rPr>
        <w:t xml:space="preserve">Meinecke, Michael. </w:t>
      </w:r>
      <w:r w:rsidRPr="00D86078">
        <w:rPr>
          <w:rStyle w:val="libItalicChar"/>
        </w:rPr>
        <w:t>Patterns of Stylistic Changes in Islamic Architecture: Local Traditions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versus Migrating Artists. </w:t>
      </w:r>
      <w:r w:rsidRPr="00D86078">
        <w:rPr>
          <w:rStyle w:val="libNormalChar"/>
        </w:rPr>
        <w:t>Washington Square, NY: New York University Press, 1996.</w:t>
      </w:r>
    </w:p>
    <w:p w:rsidR="00ED3D62" w:rsidRDefault="00ED3D62" w:rsidP="00ED3D62">
      <w:pPr>
        <w:pStyle w:val="libNormal"/>
      </w:pPr>
      <w:r w:rsidRPr="00CA2CCA">
        <w:t xml:space="preserve">Michell, George and Mark Zebrowski. </w:t>
      </w:r>
      <w:r w:rsidRPr="00D86078">
        <w:rPr>
          <w:rStyle w:val="libItalicChar"/>
        </w:rPr>
        <w:t xml:space="preserve">Architecture and Art of the Deccan Sultanates. </w:t>
      </w:r>
      <w:r>
        <w:t>Cambridge, UK: Cambridge University Press, 1999.</w:t>
      </w:r>
    </w:p>
    <w:p w:rsidR="00ED3D62" w:rsidRDefault="00ED3D62" w:rsidP="00ED3D62">
      <w:pPr>
        <w:pStyle w:val="libNormal"/>
      </w:pPr>
      <w:r>
        <w:t xml:space="preserve">Michell, George, ed. </w:t>
      </w:r>
      <w:r w:rsidRPr="00D86078">
        <w:rPr>
          <w:rStyle w:val="libItalicChar"/>
        </w:rPr>
        <w:t xml:space="preserve">Architecture of the Islamic World: Its History and Social Meaning. </w:t>
      </w:r>
      <w:r>
        <w:t>New York: Thames &amp; Hudson, 1995.</w:t>
      </w:r>
    </w:p>
    <w:p w:rsidR="007D4755" w:rsidRDefault="00ED3D62" w:rsidP="00ED3D62">
      <w:pPr>
        <w:pStyle w:val="libNormal"/>
      </w:pPr>
      <w:r>
        <w:t xml:space="preserve">Michell, George, ed. </w:t>
      </w:r>
      <w:r w:rsidRPr="00D86078">
        <w:rPr>
          <w:rStyle w:val="libItalicChar"/>
        </w:rPr>
        <w:t xml:space="preserve">The Islamic Heritage of Bengal. </w:t>
      </w:r>
      <w:r>
        <w:t>Paris: United Nations Educational, Scientific and Cultural Organization (UNESCO), 1984.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Mir, Mustansir, trans. and ed. </w:t>
      </w:r>
      <w:r w:rsidRPr="00D86078">
        <w:rPr>
          <w:rStyle w:val="libItalicChar"/>
        </w:rPr>
        <w:t>Tulip in the Desert: A Selection of the Poetry of Muhammad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Iqbal. </w:t>
      </w:r>
      <w:r w:rsidRPr="00D86078">
        <w:rPr>
          <w:rStyle w:val="libNormalChar"/>
        </w:rPr>
        <w:t>Montreal: McGill-Queen’s University Press, 2000.</w:t>
      </w:r>
    </w:p>
    <w:p w:rsidR="007D4755" w:rsidRDefault="00ED3D62" w:rsidP="00ED3D62">
      <w:pPr>
        <w:pStyle w:val="libNormal"/>
      </w:pPr>
      <w:r w:rsidRPr="00CA2CCA">
        <w:lastRenderedPageBreak/>
        <w:t xml:space="preserve">Moynihan, Elizabeth B. </w:t>
      </w:r>
      <w:r w:rsidRPr="00D86078">
        <w:rPr>
          <w:rStyle w:val="libItalicChar"/>
        </w:rPr>
        <w:t>Paradise as a Garden: In Persia and Mughal India.</w:t>
      </w:r>
      <w:r>
        <w:t xml:space="preserve"> New York: George </w:t>
      </w:r>
      <w:proofErr w:type="spellStart"/>
      <w:r>
        <w:t>Braziller</w:t>
      </w:r>
      <w:proofErr w:type="spellEnd"/>
      <w:r>
        <w:t>, 1980.</w:t>
      </w:r>
    </w:p>
    <w:p w:rsidR="00ED3D62" w:rsidRDefault="00ED3D62" w:rsidP="00ED3D62">
      <w:pPr>
        <w:pStyle w:val="libNormal"/>
      </w:pPr>
      <w:r>
        <w:t xml:space="preserve">Nasr, </w:t>
      </w:r>
      <w:proofErr w:type="spellStart"/>
      <w:r>
        <w:t>Seyyed</w:t>
      </w:r>
      <w:proofErr w:type="spellEnd"/>
      <w:r>
        <w:t xml:space="preserve"> Hossein. </w:t>
      </w:r>
      <w:r w:rsidRPr="00D86078">
        <w:rPr>
          <w:rStyle w:val="libItalicChar"/>
        </w:rPr>
        <w:t>Islamic Art and Spirituality.</w:t>
      </w:r>
      <w:r>
        <w:t xml:space="preserve"> Albany, NY: State University of New York Press, 1987.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proofErr w:type="spellStart"/>
      <w:r>
        <w:t>Necipoglu</w:t>
      </w:r>
      <w:proofErr w:type="spellEnd"/>
      <w:r>
        <w:t xml:space="preserve">, </w:t>
      </w:r>
      <w:proofErr w:type="spellStart"/>
      <w:r>
        <w:t>Gülru</w:t>
      </w:r>
      <w:proofErr w:type="spellEnd"/>
      <w:r>
        <w:t xml:space="preserve">. </w:t>
      </w:r>
      <w:r w:rsidRPr="00D86078">
        <w:rPr>
          <w:rStyle w:val="libItalicChar"/>
        </w:rPr>
        <w:t xml:space="preserve">Architecture, Ceremonial, and Power: The </w:t>
      </w:r>
      <w:proofErr w:type="spellStart"/>
      <w:r w:rsidRPr="00D86078">
        <w:rPr>
          <w:rStyle w:val="libItalicChar"/>
        </w:rPr>
        <w:t>Topkapi</w:t>
      </w:r>
      <w:proofErr w:type="spellEnd"/>
      <w:r w:rsidRPr="00D86078">
        <w:rPr>
          <w:rStyle w:val="libItalicChar"/>
        </w:rPr>
        <w:t xml:space="preserve"> Palace in the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Fifteenth and Sixteenth Centuries. </w:t>
      </w:r>
      <w:r w:rsidRPr="00D86078">
        <w:rPr>
          <w:rStyle w:val="libNormalChar"/>
        </w:rPr>
        <w:t>Cambridge, MA: MIT Press, 1992.</w:t>
      </w:r>
    </w:p>
    <w:p w:rsidR="00ED3D62" w:rsidRDefault="00ED3D62" w:rsidP="00ED3D62">
      <w:pPr>
        <w:pStyle w:val="libNormal"/>
      </w:pPr>
      <w:proofErr w:type="spellStart"/>
      <w:r w:rsidRPr="00CA2CCA">
        <w:t>Necipoglu</w:t>
      </w:r>
      <w:proofErr w:type="spellEnd"/>
      <w:r w:rsidRPr="00CA2CCA">
        <w:t xml:space="preserve">, </w:t>
      </w:r>
      <w:proofErr w:type="spellStart"/>
      <w:r w:rsidRPr="00CA2CCA">
        <w:t>Gülru</w:t>
      </w:r>
      <w:proofErr w:type="spellEnd"/>
      <w:r w:rsidRPr="00CA2CCA">
        <w:t xml:space="preserve">, ed. </w:t>
      </w:r>
      <w:r w:rsidRPr="00D86078">
        <w:rPr>
          <w:rStyle w:val="libItalicChar"/>
        </w:rPr>
        <w:t xml:space="preserve">Muqarnas: An Annual on the Visual Culture of the Islamic World. </w:t>
      </w:r>
      <w:r>
        <w:t>Leiden: E.J. Brill, 1997.</w:t>
      </w:r>
    </w:p>
    <w:p w:rsidR="00ED3D62" w:rsidRDefault="00ED3D62" w:rsidP="00ED3D62">
      <w:pPr>
        <w:pStyle w:val="libNormal"/>
      </w:pPr>
      <w:r>
        <w:t xml:space="preserve">Nelson, Kristina. </w:t>
      </w:r>
      <w:r w:rsidRPr="00D86078">
        <w:rPr>
          <w:rStyle w:val="libItalicChar"/>
        </w:rPr>
        <w:t>The Art of Reciting the Qur’an.</w:t>
      </w:r>
      <w:r>
        <w:t xml:space="preserve"> Austin, TX: University of Texas Press, 1986.</w:t>
      </w:r>
    </w:p>
    <w:p w:rsidR="00ED3D62" w:rsidRDefault="00ED3D62" w:rsidP="00ED3D62">
      <w:pPr>
        <w:pStyle w:val="libNormal"/>
      </w:pPr>
      <w:r>
        <w:t xml:space="preserve">Nicholson, R.A. </w:t>
      </w:r>
      <w:r w:rsidRPr="00D86078">
        <w:rPr>
          <w:rStyle w:val="libItalicChar"/>
        </w:rPr>
        <w:t>Studies in Islamic Poetry.</w:t>
      </w:r>
      <w:r>
        <w:t xml:space="preserve"> Cambridge, UK: Cambridge University Press, 1921.</w:t>
      </w:r>
    </w:p>
    <w:p w:rsidR="00ED3D62" w:rsidRDefault="00ED3D62" w:rsidP="00ED3D62">
      <w:pPr>
        <w:pStyle w:val="libNormal"/>
      </w:pPr>
      <w:r>
        <w:t xml:space="preserve">Parker, Ann and Avon Neal. </w:t>
      </w:r>
      <w:r w:rsidRPr="00D86078">
        <w:rPr>
          <w:rStyle w:val="libItalicChar"/>
        </w:rPr>
        <w:t>Hajj Paintings: Folk Art of the Great Pilgrimage.</w:t>
      </w:r>
      <w:r>
        <w:t xml:space="preserve"> Washington, DC: Smithsonian Institution Press, 1995.</w:t>
      </w:r>
    </w:p>
    <w:p w:rsidR="00ED3D62" w:rsidRDefault="00ED3D62" w:rsidP="00ED3D62">
      <w:pPr>
        <w:pStyle w:val="libNormal"/>
      </w:pPr>
      <w:r>
        <w:t xml:space="preserve">Pedersen, Andrew. </w:t>
      </w:r>
      <w:r w:rsidRPr="00D86078">
        <w:rPr>
          <w:rStyle w:val="libItalicChar"/>
        </w:rPr>
        <w:t>Dictionary of Islamic Architecture</w:t>
      </w:r>
      <w:r>
        <w:t>. New York: Routledge, 1996.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proofErr w:type="spellStart"/>
      <w:r>
        <w:t>Petruccioli</w:t>
      </w:r>
      <w:proofErr w:type="spellEnd"/>
      <w:r>
        <w:t xml:space="preserve">, Attilio, ed. </w:t>
      </w:r>
      <w:r w:rsidRPr="00D86078">
        <w:rPr>
          <w:rStyle w:val="libItalicChar"/>
        </w:rPr>
        <w:t xml:space="preserve">Gardens in the Time of the Great Muslim Empires: Theory and Design. </w:t>
      </w:r>
      <w:r w:rsidRPr="00D86078">
        <w:rPr>
          <w:rStyle w:val="libNormalChar"/>
        </w:rPr>
        <w:t>Leiden: E.J. Brill, 1997.</w:t>
      </w:r>
    </w:p>
    <w:p w:rsidR="00ED3D62" w:rsidRDefault="00ED3D62" w:rsidP="00ED3D62">
      <w:pPr>
        <w:pStyle w:val="libNormal"/>
      </w:pPr>
      <w:r w:rsidRPr="00CA2CCA">
        <w:t xml:space="preserve">Pickett, Douglas. </w:t>
      </w:r>
      <w:r w:rsidRPr="00D86078">
        <w:rPr>
          <w:rStyle w:val="libItalicChar"/>
        </w:rPr>
        <w:t xml:space="preserve">Early Persian Tilework: The Medieval Flowering of </w:t>
      </w:r>
      <w:proofErr w:type="spellStart"/>
      <w:r w:rsidRPr="00D86078">
        <w:rPr>
          <w:rStyle w:val="libItalicChar"/>
        </w:rPr>
        <w:t>Kāshī</w:t>
      </w:r>
      <w:proofErr w:type="spellEnd"/>
      <w:r w:rsidRPr="00D86078">
        <w:rPr>
          <w:rStyle w:val="libItalicChar"/>
        </w:rPr>
        <w:t>.</w:t>
      </w:r>
      <w:r>
        <w:t xml:space="preserve"> Madison, NJ: Fairleigh Dickinson University Press, 1997.</w:t>
      </w:r>
    </w:p>
    <w:p w:rsidR="00ED3D62" w:rsidRDefault="00ED3D62" w:rsidP="00ED3D62">
      <w:pPr>
        <w:pStyle w:val="libNormal"/>
      </w:pPr>
      <w:proofErr w:type="spellStart"/>
      <w:r>
        <w:t>Prussin</w:t>
      </w:r>
      <w:proofErr w:type="spellEnd"/>
      <w:r>
        <w:t xml:space="preserve">, Labelle. </w:t>
      </w:r>
      <w:proofErr w:type="spellStart"/>
      <w:r w:rsidRPr="00D86078">
        <w:rPr>
          <w:rStyle w:val="libItalicChar"/>
        </w:rPr>
        <w:t>Hatumere</w:t>
      </w:r>
      <w:proofErr w:type="spellEnd"/>
      <w:r w:rsidRPr="00D86078">
        <w:rPr>
          <w:rStyle w:val="libItalicChar"/>
        </w:rPr>
        <w:t>: Islamic Design in West Africa.</w:t>
      </w:r>
      <w:r>
        <w:t xml:space="preserve"> Berkeley, CA: University of California Press, 1986.</w:t>
      </w:r>
    </w:p>
    <w:p w:rsidR="00ED3D62" w:rsidRDefault="00ED3D62" w:rsidP="00ED3D62">
      <w:pPr>
        <w:pStyle w:val="libNormal"/>
      </w:pPr>
      <w:r>
        <w:t xml:space="preserve">Renard, John. </w:t>
      </w:r>
      <w:r w:rsidRPr="00D86078">
        <w:rPr>
          <w:rStyle w:val="libItalicChar"/>
        </w:rPr>
        <w:t xml:space="preserve">Islam and the Heroic Image: Themes in Literature and the Visual Arts. </w:t>
      </w:r>
      <w:r>
        <w:t>Columbia, SC</w:t>
      </w:r>
      <w:r>
        <w:tab/>
        <w:t>University of South Carolina Press, 1993.</w:t>
      </w:r>
    </w:p>
    <w:p w:rsidR="00ED3D62" w:rsidRDefault="00ED3D62" w:rsidP="00ED3D62">
      <w:pPr>
        <w:pStyle w:val="libNormal"/>
      </w:pPr>
      <w:r>
        <w:t xml:space="preserve">Rice, David Talbot. </w:t>
      </w:r>
      <w:r w:rsidRPr="00D86078">
        <w:rPr>
          <w:rStyle w:val="libItalicChar"/>
        </w:rPr>
        <w:t>Islamic Art.</w:t>
      </w:r>
      <w:r>
        <w:t xml:space="preserve"> London: Thames &amp; Hudson, revised ed., 1999.</w:t>
      </w:r>
    </w:p>
    <w:p w:rsidR="00ED3D62" w:rsidRDefault="00ED3D62" w:rsidP="00ED3D62">
      <w:pPr>
        <w:pStyle w:val="libNormal"/>
      </w:pPr>
      <w:r>
        <w:t xml:space="preserve">Ruggles, D. Fairchild. </w:t>
      </w:r>
      <w:r w:rsidRPr="00D86078">
        <w:rPr>
          <w:rStyle w:val="libItalicChar"/>
        </w:rPr>
        <w:t xml:space="preserve">Gardens, Landscapes, &amp; Vision in the Palaces of Islamic Spain. </w:t>
      </w:r>
      <w:r>
        <w:t>University Park, PA: Pennsylvania State University Press, 2003.</w:t>
      </w:r>
    </w:p>
    <w:p w:rsidR="00ED3D62" w:rsidRDefault="00ED3D62" w:rsidP="00ED3D62">
      <w:pPr>
        <w:pStyle w:val="libNormal"/>
      </w:pPr>
      <w:r>
        <w:t xml:space="preserve">Safadi, Yasin Hamid. </w:t>
      </w:r>
      <w:r w:rsidRPr="00D86078">
        <w:rPr>
          <w:rStyle w:val="libItalicChar"/>
        </w:rPr>
        <w:t>Islamic Calligraphy.</w:t>
      </w:r>
      <w:r>
        <w:t xml:space="preserve"> London: Thames &amp; Hudson, 1987.</w:t>
      </w:r>
    </w:p>
    <w:p w:rsidR="00ED3D62" w:rsidRDefault="00ED3D62" w:rsidP="00ED3D62">
      <w:pPr>
        <w:pStyle w:val="libNormal"/>
      </w:pPr>
      <w:proofErr w:type="spellStart"/>
      <w:r>
        <w:t>Safwat</w:t>
      </w:r>
      <w:proofErr w:type="spellEnd"/>
      <w:r>
        <w:t xml:space="preserve">, Nabil F. </w:t>
      </w:r>
      <w:r w:rsidRPr="00D86078">
        <w:rPr>
          <w:rStyle w:val="libItalicChar"/>
        </w:rPr>
        <w:t>The Art of the Pen: Calligraphy of the 14</w:t>
      </w:r>
      <w:r w:rsidRPr="00750AA4">
        <w:rPr>
          <w:rStyle w:val="libItalicChar"/>
        </w:rPr>
        <w:t>th</w:t>
      </w:r>
      <w:r w:rsidRPr="00D86078">
        <w:rPr>
          <w:rStyle w:val="libItalicChar"/>
        </w:rPr>
        <w:t xml:space="preserve"> to 20</w:t>
      </w:r>
      <w:r w:rsidRPr="00750AA4">
        <w:rPr>
          <w:rStyle w:val="libItalicChar"/>
        </w:rPr>
        <w:t>th</w:t>
      </w:r>
      <w:r w:rsidRPr="00D86078">
        <w:rPr>
          <w:rStyle w:val="libItalicChar"/>
        </w:rPr>
        <w:t xml:space="preserve"> Centuries (The Nasser </w:t>
      </w:r>
      <w:proofErr w:type="spellStart"/>
      <w:proofErr w:type="gramStart"/>
      <w:r w:rsidRPr="00D86078">
        <w:rPr>
          <w:rStyle w:val="libItalicChar"/>
        </w:rPr>
        <w:t>D.Khalili</w:t>
      </w:r>
      <w:proofErr w:type="spellEnd"/>
      <w:proofErr w:type="gramEnd"/>
      <w:r w:rsidRPr="00D86078">
        <w:rPr>
          <w:rStyle w:val="libItalicChar"/>
        </w:rPr>
        <w:t xml:space="preserve"> Collection of Islamic Art, Vol. V). </w:t>
      </w:r>
      <w:r>
        <w:t>London: The Nour Foundation, 1996.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proofErr w:type="spellStart"/>
      <w:r>
        <w:t>Safwat</w:t>
      </w:r>
      <w:proofErr w:type="spellEnd"/>
      <w:r>
        <w:t xml:space="preserve">, Nabil F. </w:t>
      </w:r>
      <w:r w:rsidRPr="00D86078">
        <w:rPr>
          <w:rStyle w:val="libItalicChar"/>
        </w:rPr>
        <w:t xml:space="preserve">Golden Pages: Qur’ans and Other Manuscripts from the Collection of Ghassan I. Shaker. </w:t>
      </w:r>
      <w:r w:rsidRPr="00D86078">
        <w:rPr>
          <w:rStyle w:val="libNormalChar"/>
        </w:rPr>
        <w:t>Oxford, UK: Oxford University Press, 2000.</w:t>
      </w:r>
    </w:p>
    <w:p w:rsidR="00ED3D62" w:rsidRDefault="00ED3D62" w:rsidP="00ED3D62">
      <w:pPr>
        <w:pStyle w:val="libNormal"/>
      </w:pPr>
      <w:r w:rsidRPr="00CA2CCA">
        <w:t xml:space="preserve">Salameh, Khader. </w:t>
      </w:r>
      <w:r w:rsidRPr="00D86078">
        <w:rPr>
          <w:rStyle w:val="libItalicChar"/>
        </w:rPr>
        <w:t>The Qur’an Manuscripts in the Al-Haram Al-Sharif Islamic Museum,</w:t>
      </w:r>
      <w:r w:rsidRPr="00CA2CCA">
        <w:t xml:space="preserve"> </w:t>
      </w:r>
      <w:r w:rsidRPr="00D86078">
        <w:rPr>
          <w:rStyle w:val="libItalicChar"/>
        </w:rPr>
        <w:t>Jerusalem.</w:t>
      </w:r>
      <w:r w:rsidR="007D4755">
        <w:rPr>
          <w:rStyle w:val="libItalicChar"/>
        </w:rPr>
        <w:t xml:space="preserve"> </w:t>
      </w:r>
      <w:r>
        <w:t>Paris: United Nations Education, Scientific and Cultural Organization (UNESCO), 2001.</w:t>
      </w:r>
    </w:p>
    <w:p w:rsidR="007D4755" w:rsidRDefault="00ED3D62" w:rsidP="00ED3D62">
      <w:pPr>
        <w:pStyle w:val="libNormal"/>
      </w:pPr>
      <w:r>
        <w:t xml:space="preserve">Schimmel, Annemarie. </w:t>
      </w:r>
      <w:r w:rsidRPr="00D86078">
        <w:rPr>
          <w:rStyle w:val="libItalicChar"/>
        </w:rPr>
        <w:t>Calligraphy and Islamic Culture.</w:t>
      </w:r>
      <w:r>
        <w:t xml:space="preserve"> Washington Square, NY: New York University Press, 1984.</w:t>
      </w:r>
    </w:p>
    <w:p w:rsidR="00ED3D62" w:rsidRDefault="00ED3D62" w:rsidP="00ED3D62">
      <w:pPr>
        <w:pStyle w:val="libNormal"/>
      </w:pPr>
      <w:r>
        <w:t xml:space="preserve">Schimmel, Annemarie. </w:t>
      </w:r>
      <w:r w:rsidRPr="00D86078">
        <w:rPr>
          <w:rStyle w:val="libItalicChar"/>
        </w:rPr>
        <w:t xml:space="preserve">Islam in India and Pakistan. </w:t>
      </w:r>
      <w:r>
        <w:t>Leiden: E.J. Brill, 1982.</w:t>
      </w:r>
    </w:p>
    <w:p w:rsidR="007D4755" w:rsidRDefault="00ED3D62" w:rsidP="00ED3D62">
      <w:pPr>
        <w:pStyle w:val="libNormal"/>
      </w:pPr>
      <w:r>
        <w:t xml:space="preserve">Sells, Michael A. </w:t>
      </w:r>
      <w:r w:rsidRPr="00D86078">
        <w:rPr>
          <w:rStyle w:val="libItalicChar"/>
        </w:rPr>
        <w:t>Stations of Desire: Love Elegies from Ibn ‘Arabi and New Poems.</w:t>
      </w:r>
      <w:r>
        <w:t xml:space="preserve"> Jerusalem: Ibis Editions, 2000.</w:t>
      </w:r>
    </w:p>
    <w:p w:rsidR="00ED3D62" w:rsidRDefault="00ED3D62" w:rsidP="00ED3D62">
      <w:pPr>
        <w:pStyle w:val="libNormal"/>
      </w:pPr>
      <w:proofErr w:type="spellStart"/>
      <w:r>
        <w:t>Shokoohy</w:t>
      </w:r>
      <w:proofErr w:type="spellEnd"/>
      <w:r>
        <w:t xml:space="preserve">, Mehrdad. </w:t>
      </w:r>
      <w:proofErr w:type="spellStart"/>
      <w:r>
        <w:t>Bhadresvar</w:t>
      </w:r>
      <w:proofErr w:type="spellEnd"/>
      <w:r>
        <w:t xml:space="preserve">: </w:t>
      </w:r>
      <w:r w:rsidRPr="00D86078">
        <w:rPr>
          <w:rStyle w:val="libItalicChar"/>
        </w:rPr>
        <w:t>The Oldest Islamic Monuments in India.</w:t>
      </w:r>
      <w:r>
        <w:t xml:space="preserve"> Leiden: E.J. Brill, 1988.</w:t>
      </w:r>
    </w:p>
    <w:p w:rsidR="00ED3D62" w:rsidRDefault="00ED3D62" w:rsidP="00ED3D62">
      <w:pPr>
        <w:pStyle w:val="libNormal"/>
      </w:pPr>
      <w:proofErr w:type="spellStart"/>
      <w:r>
        <w:lastRenderedPageBreak/>
        <w:t>Simakoff</w:t>
      </w:r>
      <w:proofErr w:type="spellEnd"/>
      <w:r>
        <w:t xml:space="preserve">, N. </w:t>
      </w:r>
      <w:r w:rsidRPr="00D86078">
        <w:rPr>
          <w:rStyle w:val="libItalicChar"/>
        </w:rPr>
        <w:t>Islamic Designs in Color.</w:t>
      </w:r>
      <w:r>
        <w:t xml:space="preserve"> New York: Dover, 1993 (first published by the Imperial Society for the Encouragement of the Fine Arts, St. Petersburg, 1883).</w:t>
      </w:r>
    </w:p>
    <w:p w:rsidR="007D4755" w:rsidRDefault="00ED3D62" w:rsidP="00ED3D62">
      <w:pPr>
        <w:pStyle w:val="libNormal"/>
      </w:pPr>
      <w:proofErr w:type="spellStart"/>
      <w:r>
        <w:t>Soucek</w:t>
      </w:r>
      <w:proofErr w:type="spellEnd"/>
      <w:r>
        <w:t xml:space="preserve">, P.P., ed. </w:t>
      </w:r>
      <w:r w:rsidRPr="00D86078">
        <w:rPr>
          <w:rStyle w:val="libItalicChar"/>
        </w:rPr>
        <w:t>Content and Context of Visual Arts in the Islamic World.</w:t>
      </w:r>
      <w:r>
        <w:t xml:space="preserve"> University Park, PA: Pennsylvania State University Press, 1988.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proofErr w:type="spellStart"/>
      <w:r>
        <w:t>Soudavar</w:t>
      </w:r>
      <w:proofErr w:type="spellEnd"/>
      <w:r>
        <w:t xml:space="preserve">, </w:t>
      </w:r>
      <w:proofErr w:type="spellStart"/>
      <w:r>
        <w:t>Abou</w:t>
      </w:r>
      <w:proofErr w:type="spellEnd"/>
      <w:r>
        <w:t xml:space="preserve"> and Milo Cleveland Beach. </w:t>
      </w:r>
      <w:r w:rsidRPr="00D86078">
        <w:rPr>
          <w:rStyle w:val="libItalicChar"/>
        </w:rPr>
        <w:t>Art of the Persian Courts: Selections from the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Art and History Trust Collection. </w:t>
      </w:r>
      <w:r w:rsidRPr="00D86078">
        <w:rPr>
          <w:rStyle w:val="libNormalChar"/>
        </w:rPr>
        <w:t>New York: Rizzoli, 1993.</w:t>
      </w:r>
    </w:p>
    <w:p w:rsidR="00ED3D62" w:rsidRPr="00D86078" w:rsidRDefault="00ED3D62" w:rsidP="00ED3D62">
      <w:pPr>
        <w:rPr>
          <w:rStyle w:val="libItalicChar"/>
        </w:rPr>
      </w:pPr>
      <w:proofErr w:type="spellStart"/>
      <w:r w:rsidRPr="00D86078">
        <w:rPr>
          <w:rStyle w:val="libNormalChar"/>
        </w:rPr>
        <w:t>Stierlin</w:t>
      </w:r>
      <w:proofErr w:type="spellEnd"/>
      <w:r w:rsidRPr="00D86078">
        <w:rPr>
          <w:rStyle w:val="libNormalChar"/>
        </w:rPr>
        <w:t xml:space="preserve">, Henri and Anne </w:t>
      </w:r>
      <w:proofErr w:type="spellStart"/>
      <w:r w:rsidRPr="00D86078">
        <w:rPr>
          <w:rStyle w:val="libNormalChar"/>
        </w:rPr>
        <w:t>Stierlin</w:t>
      </w:r>
      <w:proofErr w:type="spellEnd"/>
      <w:r w:rsidRPr="00D86078">
        <w:rPr>
          <w:rStyle w:val="libNormalChar"/>
        </w:rPr>
        <w:t xml:space="preserve">. </w:t>
      </w:r>
      <w:r w:rsidRPr="00D86078">
        <w:rPr>
          <w:rStyle w:val="libItalicChar"/>
        </w:rPr>
        <w:t xml:space="preserve">Islam: Early Architecture from Baghdad to Jerusalem and Cordoba. </w:t>
      </w:r>
      <w:r w:rsidRPr="00D86078">
        <w:rPr>
          <w:rStyle w:val="libNormalChar"/>
        </w:rPr>
        <w:t>New York: Taschen America, 1996.</w:t>
      </w:r>
    </w:p>
    <w:p w:rsidR="00ED3D62" w:rsidRPr="00D86078" w:rsidRDefault="00ED3D62" w:rsidP="00ED3D62">
      <w:pPr>
        <w:rPr>
          <w:rStyle w:val="libItalicChar"/>
        </w:rPr>
      </w:pPr>
      <w:proofErr w:type="spellStart"/>
      <w:r w:rsidRPr="00D86078">
        <w:rPr>
          <w:rStyle w:val="libNormalChar"/>
        </w:rPr>
        <w:t>Stierlin</w:t>
      </w:r>
      <w:proofErr w:type="spellEnd"/>
      <w:r w:rsidRPr="00D86078">
        <w:rPr>
          <w:rStyle w:val="libNormalChar"/>
        </w:rPr>
        <w:t xml:space="preserve">, Henri and Anne </w:t>
      </w:r>
      <w:proofErr w:type="spellStart"/>
      <w:r w:rsidRPr="00D86078">
        <w:rPr>
          <w:rStyle w:val="libNormalChar"/>
        </w:rPr>
        <w:t>Stierlin</w:t>
      </w:r>
      <w:proofErr w:type="spellEnd"/>
      <w:r w:rsidRPr="00D86078">
        <w:rPr>
          <w:rStyle w:val="libNormalChar"/>
        </w:rPr>
        <w:t xml:space="preserve"> (photographers). </w:t>
      </w:r>
      <w:r w:rsidRPr="00D86078">
        <w:rPr>
          <w:rStyle w:val="libItalicChar"/>
        </w:rPr>
        <w:t>Islamic Art and Architecture: From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Isfahan to the Taj Mahal. </w:t>
      </w:r>
      <w:r w:rsidRPr="00D86078">
        <w:rPr>
          <w:rStyle w:val="libNormalChar"/>
        </w:rPr>
        <w:t>London: Thames and Hudson, 2002.</w:t>
      </w:r>
    </w:p>
    <w:p w:rsidR="00ED3D62" w:rsidRDefault="00ED3D62" w:rsidP="00ED3D62">
      <w:pPr>
        <w:pStyle w:val="libNormal"/>
      </w:pPr>
      <w:proofErr w:type="spellStart"/>
      <w:r w:rsidRPr="00CA2CCA">
        <w:t>Stierlin</w:t>
      </w:r>
      <w:proofErr w:type="spellEnd"/>
      <w:r w:rsidRPr="00CA2CCA">
        <w:t xml:space="preserve">, Henri and Anne </w:t>
      </w:r>
      <w:proofErr w:type="spellStart"/>
      <w:r w:rsidRPr="00CA2CCA">
        <w:t>Stierlin</w:t>
      </w:r>
      <w:proofErr w:type="spellEnd"/>
      <w:r w:rsidRPr="00CA2CCA">
        <w:t xml:space="preserve">. </w:t>
      </w:r>
      <w:r w:rsidRPr="00D86078">
        <w:rPr>
          <w:rStyle w:val="libItalicChar"/>
        </w:rPr>
        <w:t>Splendors of an Islamic World.</w:t>
      </w:r>
      <w:r>
        <w:t xml:space="preserve"> New York: St. Martin’s Press, 1997.</w:t>
      </w:r>
    </w:p>
    <w:p w:rsidR="00ED3D62" w:rsidRDefault="00ED3D62" w:rsidP="00ED3D62">
      <w:pPr>
        <w:pStyle w:val="libNormal"/>
      </w:pPr>
      <w:proofErr w:type="spellStart"/>
      <w:r>
        <w:t>Stronge</w:t>
      </w:r>
      <w:proofErr w:type="spellEnd"/>
      <w:r>
        <w:t xml:space="preserve">, Susan. </w:t>
      </w:r>
      <w:r w:rsidRPr="00D86078">
        <w:rPr>
          <w:rStyle w:val="libItalicChar"/>
        </w:rPr>
        <w:t xml:space="preserve">Painting for the Mughal Emperor: The Art of the Book, 1560-1660. </w:t>
      </w:r>
      <w:r>
        <w:t>London: Victoria and Albert Museum, 2002.</w:t>
      </w:r>
    </w:p>
    <w:p w:rsidR="00ED3D62" w:rsidRDefault="00ED3D62" w:rsidP="00ED3D62">
      <w:pPr>
        <w:pStyle w:val="libNormal"/>
      </w:pPr>
      <w:proofErr w:type="spellStart"/>
      <w:r>
        <w:t>Tabbaa</w:t>
      </w:r>
      <w:proofErr w:type="spellEnd"/>
      <w:r>
        <w:t xml:space="preserve">, Yasser. </w:t>
      </w:r>
      <w:r w:rsidRPr="00D86078">
        <w:rPr>
          <w:rStyle w:val="libItalicChar"/>
        </w:rPr>
        <w:t>The Transformation of Islamic Art during the Sunni Revival.</w:t>
      </w:r>
      <w:r>
        <w:t xml:space="preserve"> Seattle, WA: University of Washington Press, 2002.</w:t>
      </w:r>
    </w:p>
    <w:p w:rsidR="00ED3D62" w:rsidRDefault="00ED3D62" w:rsidP="00ED3D62">
      <w:pPr>
        <w:pStyle w:val="libNormal"/>
      </w:pPr>
      <w:proofErr w:type="spellStart"/>
      <w:r>
        <w:t>Vernoit</w:t>
      </w:r>
      <w:proofErr w:type="spellEnd"/>
      <w:r>
        <w:t xml:space="preserve">, Stephen, ed. </w:t>
      </w:r>
      <w:r w:rsidRPr="00D86078">
        <w:rPr>
          <w:rStyle w:val="libItalicChar"/>
        </w:rPr>
        <w:t>Discovering Islamic Art: Scholars, Collectors and Collections.</w:t>
      </w:r>
      <w:r>
        <w:t xml:space="preserve"> London: I.B. Tauris, 2000.</w:t>
      </w:r>
    </w:p>
    <w:p w:rsidR="00ED3D62" w:rsidRDefault="00ED3D62" w:rsidP="00ED3D62">
      <w:pPr>
        <w:pStyle w:val="libNormal"/>
      </w:pPr>
      <w:proofErr w:type="spellStart"/>
      <w:r>
        <w:t>Vernoit</w:t>
      </w:r>
      <w:proofErr w:type="spellEnd"/>
      <w:r>
        <w:t xml:space="preserve">, Stephen. </w:t>
      </w:r>
      <w:r w:rsidRPr="00D86078">
        <w:rPr>
          <w:rStyle w:val="libItalicChar"/>
        </w:rPr>
        <w:t>Occidentalism: Islamic Art in the 19</w:t>
      </w:r>
      <w:r w:rsidRPr="00750AA4">
        <w:rPr>
          <w:rStyle w:val="libItalicChar"/>
        </w:rPr>
        <w:t>th</w:t>
      </w:r>
      <w:r w:rsidRPr="00D86078">
        <w:rPr>
          <w:rStyle w:val="libItalicChar"/>
        </w:rPr>
        <w:t xml:space="preserve"> Century (The Nasser D. Khalili</w:t>
      </w:r>
      <w:r w:rsidR="007D4755">
        <w:t xml:space="preserve"> </w:t>
      </w:r>
      <w:r w:rsidRPr="00D86078">
        <w:rPr>
          <w:rStyle w:val="libItalicChar"/>
        </w:rPr>
        <w:t xml:space="preserve">Collection of Islamic Art, Vol. XXIII). </w:t>
      </w:r>
      <w:r>
        <w:t>London: The Nour Foundation, 1997.</w:t>
      </w:r>
    </w:p>
    <w:p w:rsidR="00ED3D62" w:rsidRDefault="00ED3D62" w:rsidP="00ED3D62">
      <w:pPr>
        <w:pStyle w:val="libNormal"/>
      </w:pPr>
      <w:r>
        <w:t xml:space="preserve">Ward, Rachel. </w:t>
      </w:r>
      <w:r w:rsidRPr="00D86078">
        <w:rPr>
          <w:rStyle w:val="libItalicChar"/>
        </w:rPr>
        <w:t>Islamic Metalwork.</w:t>
      </w:r>
      <w:r>
        <w:t xml:space="preserve"> London: Thames &amp; Hudson, 1993.</w:t>
      </w:r>
    </w:p>
    <w:p w:rsidR="00ED3D62" w:rsidRDefault="00ED3D62" w:rsidP="00ED3D62">
      <w:pPr>
        <w:pStyle w:val="libNormal"/>
      </w:pPr>
      <w:r>
        <w:t xml:space="preserve">Welch, Anthony. </w:t>
      </w:r>
      <w:r w:rsidRPr="00D86078">
        <w:rPr>
          <w:rStyle w:val="libItalicChar"/>
        </w:rPr>
        <w:t>Calligraphy in the Arts of the Muslim World.</w:t>
      </w:r>
      <w:r>
        <w:t xml:space="preserve"> Austin, TX: University of Texas Press, 1979.</w:t>
      </w:r>
    </w:p>
    <w:p w:rsidR="00ED3D62" w:rsidRDefault="00ED3D62" w:rsidP="00ED3D62">
      <w:pPr>
        <w:pStyle w:val="libNormal"/>
      </w:pPr>
      <w:r>
        <w:t xml:space="preserve">Welch, Stuart Cary. </w:t>
      </w:r>
      <w:r w:rsidRPr="00D86078">
        <w:rPr>
          <w:rStyle w:val="libItalicChar"/>
        </w:rPr>
        <w:t>The Islamic World.</w:t>
      </w:r>
      <w:r>
        <w:t xml:space="preserve"> New York: The Metropolitan Museum of Art, 1987.</w:t>
      </w:r>
    </w:p>
    <w:p w:rsidR="00ED3D62" w:rsidRPr="00D86078" w:rsidRDefault="00ED3D62" w:rsidP="00ED3D62">
      <w:pPr>
        <w:pStyle w:val="libNormal"/>
        <w:rPr>
          <w:rStyle w:val="libNormalChar"/>
        </w:rPr>
      </w:pPr>
      <w:r>
        <w:t xml:space="preserve">Wilkinson, Charles K. </w:t>
      </w:r>
      <w:r w:rsidRPr="00D86078">
        <w:rPr>
          <w:rStyle w:val="libItalicChar"/>
        </w:rPr>
        <w:t xml:space="preserve">Nishapur: Pottery of the Early Islamic Period. </w:t>
      </w:r>
      <w:r w:rsidRPr="00D86078">
        <w:rPr>
          <w:rStyle w:val="libNormalChar"/>
        </w:rPr>
        <w:t>New Haven, CT: Yale University Press, 1974.</w:t>
      </w:r>
    </w:p>
    <w:p w:rsidR="00ED3D62" w:rsidRDefault="00ED3D62" w:rsidP="00ED3D62">
      <w:pPr>
        <w:pStyle w:val="libNormal"/>
      </w:pPr>
      <w:r>
        <w:br w:type="page"/>
      </w:r>
    </w:p>
    <w:p w:rsidR="007D4755" w:rsidRPr="00296A62" w:rsidRDefault="00ED3D62" w:rsidP="00296A62">
      <w:pPr>
        <w:pStyle w:val="Heading1Center"/>
      </w:pPr>
      <w:bookmarkStart w:id="10" w:name="_Toc8818418"/>
      <w:r w:rsidRPr="00296A62">
        <w:lastRenderedPageBreak/>
        <w:t>IX - History:</w:t>
      </w:r>
      <w:bookmarkEnd w:id="10"/>
    </w:p>
    <w:p w:rsidR="00ED3D62" w:rsidRDefault="00ED3D62" w:rsidP="00ED3D62">
      <w:pPr>
        <w:pStyle w:val="libNormal"/>
      </w:pPr>
      <w:proofErr w:type="spellStart"/>
      <w:r w:rsidRPr="00D86078">
        <w:t>Abun</w:t>
      </w:r>
      <w:proofErr w:type="spellEnd"/>
      <w:r w:rsidRPr="00D86078">
        <w:t xml:space="preserve">-Nasr, Jamil M. </w:t>
      </w:r>
      <w:r w:rsidRPr="00D86078">
        <w:rPr>
          <w:rStyle w:val="libItalicChar"/>
        </w:rPr>
        <w:t>A History of the Maghrib in the Islamic Period.</w:t>
      </w:r>
      <w:r w:rsidRPr="00D86078">
        <w:t xml:space="preserve"> Cambridge, UK: Cambridge University Press, 3</w:t>
      </w:r>
      <w:r w:rsidRPr="00750AA4">
        <w:t>rd</w:t>
      </w:r>
      <w:r>
        <w:t>. ed., 1987.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proofErr w:type="spellStart"/>
      <w:r>
        <w:t>Afary</w:t>
      </w:r>
      <w:proofErr w:type="spellEnd"/>
      <w:r>
        <w:t xml:space="preserve">, Janet. </w:t>
      </w:r>
      <w:r w:rsidRPr="00D86078">
        <w:rPr>
          <w:rStyle w:val="libItalicChar"/>
        </w:rPr>
        <w:t>The Iranian Constitutional Revolution, 1906-1911: Grassroots Democracy,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Social Democracy, and the Origins of Feminism. </w:t>
      </w:r>
      <w:r w:rsidRPr="00D86078">
        <w:rPr>
          <w:rStyle w:val="libNormalChar"/>
        </w:rPr>
        <w:t>New York: Columbia University Press, 1996.</w:t>
      </w:r>
    </w:p>
    <w:p w:rsidR="00ED3D62" w:rsidRPr="00D86078" w:rsidRDefault="00ED3D62" w:rsidP="00ED3D62">
      <w:pPr>
        <w:rPr>
          <w:rStyle w:val="libItalicChar"/>
        </w:rPr>
      </w:pPr>
      <w:proofErr w:type="spellStart"/>
      <w:r w:rsidRPr="00D86078">
        <w:rPr>
          <w:rStyle w:val="libNormalChar"/>
        </w:rPr>
        <w:t>Afsaruddin</w:t>
      </w:r>
      <w:proofErr w:type="spellEnd"/>
      <w:r w:rsidRPr="00D86078">
        <w:rPr>
          <w:rStyle w:val="libNormalChar"/>
        </w:rPr>
        <w:t xml:space="preserve">, Asma. </w:t>
      </w:r>
      <w:r w:rsidRPr="00D86078">
        <w:rPr>
          <w:rStyle w:val="libItalicChar"/>
        </w:rPr>
        <w:t>Excellence and Precedence: Medieval Islamic Discourse on Legitimate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Leadership. </w:t>
      </w:r>
      <w:r w:rsidRPr="00D86078">
        <w:rPr>
          <w:rStyle w:val="libNormalChar"/>
        </w:rPr>
        <w:t>Leiden: E.J. Brill, 2002.</w:t>
      </w:r>
    </w:p>
    <w:p w:rsidR="007D4755" w:rsidRDefault="00ED3D62" w:rsidP="00ED3D62">
      <w:pPr>
        <w:rPr>
          <w:rStyle w:val="libNormalChar"/>
        </w:rPr>
      </w:pPr>
      <w:r w:rsidRPr="00D86078">
        <w:rPr>
          <w:rStyle w:val="libNormalChar"/>
        </w:rPr>
        <w:t xml:space="preserve">Allison, Robert J. </w:t>
      </w:r>
      <w:r w:rsidRPr="00D86078">
        <w:rPr>
          <w:rStyle w:val="libItalicChar"/>
        </w:rPr>
        <w:t>The Crescent Obscured: The United States and the Muslim World 1776-1815.</w:t>
      </w:r>
      <w:r w:rsidRPr="00D86078">
        <w:rPr>
          <w:rStyle w:val="libNormalChar"/>
        </w:rPr>
        <w:t>Chicago, IL: University of Chicago Press, 2000.</w:t>
      </w:r>
    </w:p>
    <w:p w:rsidR="00ED3D62" w:rsidRDefault="00ED3D62" w:rsidP="00ED3D62">
      <w:pPr>
        <w:pStyle w:val="libNormal"/>
      </w:pPr>
      <w:r w:rsidRPr="00CA2CCA">
        <w:t xml:space="preserve">Armstrong, Karen. </w:t>
      </w:r>
      <w:r w:rsidRPr="00D86078">
        <w:rPr>
          <w:rStyle w:val="libItalicChar"/>
        </w:rPr>
        <w:t>Islam: A Short History.</w:t>
      </w:r>
      <w:r>
        <w:t xml:space="preserve"> New York: Modern Library, 2000.</w:t>
      </w:r>
    </w:p>
    <w:p w:rsidR="00ED3D62" w:rsidRDefault="00ED3D62" w:rsidP="00ED3D62">
      <w:pPr>
        <w:pStyle w:val="libNormal"/>
      </w:pPr>
      <w:r>
        <w:t xml:space="preserve">Austin, Allan D. </w:t>
      </w:r>
      <w:r w:rsidRPr="00D86078">
        <w:rPr>
          <w:rStyle w:val="libItalicChar"/>
        </w:rPr>
        <w:t>African Muslims in Antebellum America: Transatlantic Stories and Spiritual</w:t>
      </w:r>
      <w:r w:rsidRPr="00CA2CCA">
        <w:t xml:space="preserve"> </w:t>
      </w:r>
      <w:r w:rsidRPr="00D86078">
        <w:rPr>
          <w:rStyle w:val="libItalicChar"/>
        </w:rPr>
        <w:t>Struggles.</w:t>
      </w:r>
      <w:r>
        <w:t xml:space="preserve"> New York: Routledge, revised ed., 1997.</w:t>
      </w:r>
    </w:p>
    <w:p w:rsidR="00ED3D62" w:rsidRDefault="00ED3D62" w:rsidP="00ED3D62">
      <w:pPr>
        <w:pStyle w:val="libNormal"/>
      </w:pPr>
      <w:r>
        <w:t xml:space="preserve">Ayoub, Mahmoud M. </w:t>
      </w:r>
      <w:r w:rsidRPr="00D86078">
        <w:rPr>
          <w:rStyle w:val="libItalicChar"/>
        </w:rPr>
        <w:t xml:space="preserve">The Crisis of Muslim History: Religion and Politics in Early Islam. </w:t>
      </w:r>
      <w:r>
        <w:t xml:space="preserve">Oxford, UK: </w:t>
      </w:r>
      <w:proofErr w:type="spellStart"/>
      <w:r>
        <w:t>Oneworld</w:t>
      </w:r>
      <w:proofErr w:type="spellEnd"/>
      <w:r>
        <w:t>, 2003.</w:t>
      </w:r>
    </w:p>
    <w:p w:rsidR="007D4755" w:rsidRDefault="00ED3D62" w:rsidP="00ED3D62">
      <w:pPr>
        <w:pStyle w:val="libNormal"/>
      </w:pPr>
      <w:r>
        <w:t xml:space="preserve">Bailey, Harold, ed. </w:t>
      </w:r>
      <w:r w:rsidRPr="00D86078">
        <w:rPr>
          <w:rStyle w:val="libItalicChar"/>
        </w:rPr>
        <w:t>The Cambridge History of Iran,</w:t>
      </w:r>
      <w:r>
        <w:t xml:space="preserve"> 8 Vols. Cambridge, UK: Cambridge University Press, 1993.</w:t>
      </w:r>
    </w:p>
    <w:p w:rsidR="00ED3D62" w:rsidRDefault="00ED3D62" w:rsidP="00ED3D62">
      <w:pPr>
        <w:pStyle w:val="libNormal"/>
      </w:pPr>
      <w:r>
        <w:t xml:space="preserve">Barnes, John Robert. </w:t>
      </w:r>
      <w:r w:rsidRPr="00D86078">
        <w:rPr>
          <w:rStyle w:val="libItalicChar"/>
        </w:rPr>
        <w:t xml:space="preserve">An Introduction to Religious Foundations in the Ottoman Empire. </w:t>
      </w:r>
      <w:r>
        <w:t>Leiden: E.J. Brill, 1986.</w:t>
      </w:r>
    </w:p>
    <w:p w:rsidR="007D4755" w:rsidRDefault="00ED3D62" w:rsidP="00ED3D62">
      <w:pPr>
        <w:pStyle w:val="libNormal"/>
        <w:rPr>
          <w:rStyle w:val="libNormalChar"/>
        </w:rPr>
      </w:pPr>
      <w:proofErr w:type="spellStart"/>
      <w:r>
        <w:t>Bayat</w:t>
      </w:r>
      <w:proofErr w:type="spellEnd"/>
      <w:r>
        <w:t xml:space="preserve">, </w:t>
      </w:r>
      <w:proofErr w:type="spellStart"/>
      <w:r>
        <w:t>Mangol</w:t>
      </w:r>
      <w:proofErr w:type="spellEnd"/>
      <w:r>
        <w:t xml:space="preserve">. </w:t>
      </w:r>
      <w:r w:rsidRPr="00D86078">
        <w:rPr>
          <w:rStyle w:val="libItalicChar"/>
        </w:rPr>
        <w:t xml:space="preserve">Iran’s First Revolution: </w:t>
      </w:r>
      <w:proofErr w:type="gramStart"/>
      <w:r w:rsidRPr="00D86078">
        <w:rPr>
          <w:rStyle w:val="libItalicChar"/>
        </w:rPr>
        <w:t>Shi‘</w:t>
      </w:r>
      <w:proofErr w:type="gramEnd"/>
      <w:r w:rsidRPr="00D86078">
        <w:rPr>
          <w:rStyle w:val="libItalicChar"/>
        </w:rPr>
        <w:t xml:space="preserve">ism and the Constitutional Revolution of 1905-1909. </w:t>
      </w:r>
      <w:r w:rsidRPr="00D86078">
        <w:rPr>
          <w:rStyle w:val="libNormalChar"/>
        </w:rPr>
        <w:t>Oxford, UK: Oxford University Press, 1997.</w:t>
      </w:r>
    </w:p>
    <w:p w:rsidR="00ED3D62" w:rsidRDefault="00ED3D62" w:rsidP="00ED3D62">
      <w:pPr>
        <w:pStyle w:val="libNormal"/>
      </w:pPr>
      <w:proofErr w:type="spellStart"/>
      <w:r w:rsidRPr="00CA2CCA">
        <w:t>Bayat</w:t>
      </w:r>
      <w:proofErr w:type="spellEnd"/>
      <w:r w:rsidRPr="00CA2CCA">
        <w:t xml:space="preserve">, </w:t>
      </w:r>
      <w:proofErr w:type="spellStart"/>
      <w:r w:rsidRPr="00CA2CCA">
        <w:t>Mangol</w:t>
      </w:r>
      <w:proofErr w:type="spellEnd"/>
      <w:r w:rsidRPr="00CA2CCA">
        <w:t xml:space="preserve">. </w:t>
      </w:r>
      <w:r w:rsidRPr="00D86078">
        <w:rPr>
          <w:rStyle w:val="libItalicChar"/>
        </w:rPr>
        <w:t xml:space="preserve">Mysticism and Dissent: Socioreligious Thought in Qajar Iran. </w:t>
      </w:r>
      <w:r>
        <w:t>Syracuse, NY: Syracuse University Press, 1982.</w:t>
      </w:r>
      <w:r>
        <w:tab/>
      </w:r>
    </w:p>
    <w:p w:rsidR="00ED3D62" w:rsidRPr="00D86078" w:rsidRDefault="00ED3D62" w:rsidP="00ED3D62">
      <w:pPr>
        <w:pStyle w:val="libNormal"/>
        <w:rPr>
          <w:rStyle w:val="libItalicChar"/>
        </w:rPr>
      </w:pPr>
      <w:proofErr w:type="spellStart"/>
      <w:r>
        <w:t>Beinin</w:t>
      </w:r>
      <w:proofErr w:type="spellEnd"/>
      <w:r>
        <w:t xml:space="preserve">, Joel and Zachary Lockman. </w:t>
      </w:r>
      <w:r w:rsidRPr="00D86078">
        <w:rPr>
          <w:rStyle w:val="libItalicChar"/>
        </w:rPr>
        <w:t>Workers on the Nile: Nationalism, Communism, Islam,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and the Egyptian Working Class, 1882-1954. </w:t>
      </w:r>
      <w:r w:rsidRPr="00D86078">
        <w:rPr>
          <w:rStyle w:val="libNormalChar"/>
        </w:rPr>
        <w:t>Princeton, NJ: Princeton University Press, 1987.</w:t>
      </w:r>
    </w:p>
    <w:p w:rsidR="00ED3D62" w:rsidRPr="00D86078" w:rsidRDefault="00ED3D62" w:rsidP="00ED3D62">
      <w:pPr>
        <w:rPr>
          <w:rStyle w:val="libItalicChar"/>
        </w:rPr>
      </w:pPr>
      <w:r w:rsidRPr="00D86078">
        <w:rPr>
          <w:rStyle w:val="libNormalChar"/>
        </w:rPr>
        <w:t xml:space="preserve">Bennison, Amira K. </w:t>
      </w:r>
      <w:r w:rsidRPr="00D86078">
        <w:rPr>
          <w:rStyle w:val="libItalicChar"/>
        </w:rPr>
        <w:t xml:space="preserve">Jihad and its Interpretation in Pre-Colonial Morocco: State-Society Relations during the French Conquest of Algeria. </w:t>
      </w:r>
      <w:r w:rsidRPr="00D86078">
        <w:rPr>
          <w:rStyle w:val="libNormalChar"/>
        </w:rPr>
        <w:t xml:space="preserve">New York: </w:t>
      </w:r>
      <w:proofErr w:type="spellStart"/>
      <w:r w:rsidRPr="00D86078">
        <w:rPr>
          <w:rStyle w:val="libNormalChar"/>
        </w:rPr>
        <w:t>RoutledgeCurzon</w:t>
      </w:r>
      <w:proofErr w:type="spellEnd"/>
      <w:r w:rsidRPr="00D86078">
        <w:rPr>
          <w:rStyle w:val="libNormalChar"/>
        </w:rPr>
        <w:t>, 2002.</w:t>
      </w:r>
    </w:p>
    <w:p w:rsidR="00ED3D62" w:rsidRPr="00D86078" w:rsidRDefault="00ED3D62" w:rsidP="00ED3D62">
      <w:pPr>
        <w:rPr>
          <w:rStyle w:val="libItalicChar"/>
        </w:rPr>
      </w:pPr>
      <w:r w:rsidRPr="00D86078">
        <w:rPr>
          <w:rStyle w:val="libNormalChar"/>
        </w:rPr>
        <w:t xml:space="preserve">Berg, Herbert. </w:t>
      </w:r>
      <w:r w:rsidRPr="00D86078">
        <w:rPr>
          <w:rStyle w:val="libItalicChar"/>
        </w:rPr>
        <w:t>The Development of Exegesis in Early Islam: The Authenticity of Muslim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>Literature</w:t>
      </w:r>
      <w:r w:rsidR="007D4755">
        <w:rPr>
          <w:rStyle w:val="libItalicChar"/>
        </w:rPr>
        <w:t xml:space="preserve"> </w:t>
      </w:r>
      <w:r w:rsidRPr="00D86078">
        <w:rPr>
          <w:rStyle w:val="libItalicChar"/>
        </w:rPr>
        <w:t xml:space="preserve">from the Formative Period. </w:t>
      </w:r>
      <w:r w:rsidRPr="00D86078">
        <w:rPr>
          <w:rStyle w:val="libNormalChar"/>
        </w:rPr>
        <w:t>Richmond, Surrey: Curzon Press, 2000.</w:t>
      </w:r>
    </w:p>
    <w:p w:rsidR="007D4755" w:rsidRDefault="00ED3D62" w:rsidP="00ED3D62">
      <w:pPr>
        <w:rPr>
          <w:rStyle w:val="libNormalChar"/>
        </w:rPr>
      </w:pPr>
      <w:r w:rsidRPr="00D86078">
        <w:rPr>
          <w:rStyle w:val="libNormalChar"/>
        </w:rPr>
        <w:t xml:space="preserve">Berkey, Jonathan P. </w:t>
      </w:r>
      <w:r w:rsidRPr="00D86078">
        <w:rPr>
          <w:rStyle w:val="libItalicChar"/>
        </w:rPr>
        <w:t xml:space="preserve">The Formation of Islam: Religion and Society in the Near East, 600-1800. </w:t>
      </w:r>
      <w:r w:rsidRPr="00D86078">
        <w:rPr>
          <w:rStyle w:val="libNormalChar"/>
        </w:rPr>
        <w:t>Cambridge, UK: Cambridge University Press, 2003.</w:t>
      </w:r>
    </w:p>
    <w:p w:rsidR="00ED3D62" w:rsidRPr="00D86078" w:rsidRDefault="00ED3D62" w:rsidP="00ED3D62">
      <w:pPr>
        <w:rPr>
          <w:rStyle w:val="libItalicChar"/>
        </w:rPr>
      </w:pPr>
      <w:r w:rsidRPr="00D86078">
        <w:rPr>
          <w:rStyle w:val="libNormalChar"/>
        </w:rPr>
        <w:t xml:space="preserve">Berkey, Jonathan P. </w:t>
      </w:r>
      <w:r w:rsidRPr="00D86078">
        <w:rPr>
          <w:rStyle w:val="libItalicChar"/>
        </w:rPr>
        <w:t>Popular Preaching and Religious Authority in the Medieval Islamic Near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East. </w:t>
      </w:r>
      <w:r w:rsidRPr="00D86078">
        <w:rPr>
          <w:rStyle w:val="libNormalChar"/>
        </w:rPr>
        <w:t>Seattle, WA: University of Washington Press, 2001.</w:t>
      </w:r>
    </w:p>
    <w:p w:rsidR="00ED3D62" w:rsidRPr="00D86078" w:rsidRDefault="00ED3D62" w:rsidP="00ED3D62">
      <w:pPr>
        <w:rPr>
          <w:rStyle w:val="libItalicChar"/>
        </w:rPr>
      </w:pPr>
      <w:r w:rsidRPr="00D86078">
        <w:rPr>
          <w:rStyle w:val="libNormalChar"/>
        </w:rPr>
        <w:t xml:space="preserve">Berkey, Jonathan P. </w:t>
      </w:r>
      <w:r w:rsidRPr="00D86078">
        <w:rPr>
          <w:rStyle w:val="libItalicChar"/>
        </w:rPr>
        <w:t>The Transmission of Knowledge in Medieval Cairo: A Social History of Islamic Education.</w:t>
      </w:r>
      <w:r w:rsidRPr="00D86078">
        <w:rPr>
          <w:rStyle w:val="libNormalChar"/>
        </w:rPr>
        <w:t xml:space="preserve"> Princeton, NJ: Princeton University Press, 1992.</w:t>
      </w:r>
    </w:p>
    <w:p w:rsidR="00ED3D62" w:rsidRDefault="00ED3D62" w:rsidP="00ED3D62">
      <w:pPr>
        <w:pStyle w:val="libNormal"/>
      </w:pPr>
      <w:r w:rsidRPr="00CA2CCA">
        <w:t xml:space="preserve">Black, Antony. </w:t>
      </w:r>
      <w:r w:rsidRPr="00D86078">
        <w:rPr>
          <w:rStyle w:val="libItalicChar"/>
        </w:rPr>
        <w:t xml:space="preserve">The History of Islamic Political Thought: From the Prophet to the Present. </w:t>
      </w:r>
      <w:r>
        <w:t>New York: Routledge, 2001.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Blanks, David R. and Michael </w:t>
      </w:r>
      <w:proofErr w:type="spellStart"/>
      <w:r>
        <w:t>Frassetto</w:t>
      </w:r>
      <w:proofErr w:type="spellEnd"/>
      <w:r>
        <w:t xml:space="preserve">, eds. </w:t>
      </w:r>
      <w:r w:rsidRPr="00D86078">
        <w:rPr>
          <w:rStyle w:val="libItalicChar"/>
        </w:rPr>
        <w:t>Western Views of Islam in Medieval and Early</w:t>
      </w:r>
      <w:r w:rsidR="007D4755">
        <w:rPr>
          <w:rStyle w:val="libItalicChar"/>
        </w:rPr>
        <w:t xml:space="preserve"> </w:t>
      </w:r>
      <w:r w:rsidRPr="00D86078">
        <w:rPr>
          <w:rStyle w:val="libItalicChar"/>
        </w:rPr>
        <w:t>Modern Europe.</w:t>
      </w:r>
      <w:r w:rsidRPr="00D86078">
        <w:rPr>
          <w:rStyle w:val="libNormalChar"/>
        </w:rPr>
        <w:t xml:space="preserve"> New York: Palgrave Macmillan, 1999.</w:t>
      </w:r>
    </w:p>
    <w:p w:rsidR="00ED3D62" w:rsidRPr="00D86078" w:rsidRDefault="00ED3D62" w:rsidP="00ED3D62">
      <w:pPr>
        <w:rPr>
          <w:rStyle w:val="libItalicChar"/>
        </w:rPr>
      </w:pPr>
      <w:r w:rsidRPr="00D86078">
        <w:rPr>
          <w:rStyle w:val="libNormalChar"/>
        </w:rPr>
        <w:t xml:space="preserve">Bloom, Jonathan M. </w:t>
      </w:r>
      <w:r w:rsidRPr="00D86078">
        <w:rPr>
          <w:rStyle w:val="libItalicChar"/>
        </w:rPr>
        <w:t>Paper before Print: The History and Impact of Paper in the Islamic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>World.</w:t>
      </w:r>
      <w:r w:rsidR="007D4755">
        <w:rPr>
          <w:rStyle w:val="libItalicChar"/>
        </w:rPr>
        <w:t xml:space="preserve"> </w:t>
      </w:r>
      <w:r w:rsidRPr="00D86078">
        <w:rPr>
          <w:rStyle w:val="libNormalChar"/>
        </w:rPr>
        <w:t>New Haven, CT: Yale University Press, 2001.</w:t>
      </w:r>
    </w:p>
    <w:p w:rsidR="00ED3D62" w:rsidRPr="00D86078" w:rsidRDefault="00ED3D62" w:rsidP="00ED3D62">
      <w:pPr>
        <w:rPr>
          <w:rStyle w:val="libItalicChar"/>
        </w:rPr>
      </w:pPr>
      <w:r w:rsidRPr="00D86078">
        <w:rPr>
          <w:rStyle w:val="libNormalChar"/>
        </w:rPr>
        <w:lastRenderedPageBreak/>
        <w:t xml:space="preserve">Bosworth, Clifford E. </w:t>
      </w:r>
      <w:r w:rsidRPr="00D86078">
        <w:rPr>
          <w:rStyle w:val="libItalicChar"/>
        </w:rPr>
        <w:t>The Arabs, Byzantium and Iran: Studies in Early Islamic History and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Culture. </w:t>
      </w:r>
      <w:proofErr w:type="spellStart"/>
      <w:r w:rsidRPr="00D86078">
        <w:rPr>
          <w:rStyle w:val="libNormalChar"/>
        </w:rPr>
        <w:t>Aldershot</w:t>
      </w:r>
      <w:proofErr w:type="spellEnd"/>
      <w:r w:rsidRPr="00D86078">
        <w:rPr>
          <w:rStyle w:val="libNormalChar"/>
        </w:rPr>
        <w:t>: Variorum/Ashgate, 1996.</w:t>
      </w:r>
    </w:p>
    <w:p w:rsidR="00ED3D62" w:rsidRDefault="00ED3D62" w:rsidP="00ED3D62">
      <w:pPr>
        <w:pStyle w:val="libNormal"/>
      </w:pPr>
      <w:r w:rsidRPr="00CA2CCA">
        <w:t xml:space="preserve">Bosworth, Clifford E. </w:t>
      </w:r>
      <w:r w:rsidRPr="00D86078">
        <w:rPr>
          <w:rStyle w:val="libItalicChar"/>
        </w:rPr>
        <w:t>The Islamic Dynasties.</w:t>
      </w:r>
      <w:r>
        <w:t xml:space="preserve"> Edinburgh: Edinburgh University Press, 1967.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Bosworth, Clifford E. </w:t>
      </w:r>
      <w:r w:rsidRPr="00D86078">
        <w:rPr>
          <w:rStyle w:val="libItalicChar"/>
        </w:rPr>
        <w:t xml:space="preserve">The Mediaeval Islamic Underworld: The </w:t>
      </w:r>
      <w:proofErr w:type="spellStart"/>
      <w:r w:rsidRPr="00D86078">
        <w:rPr>
          <w:rStyle w:val="libItalicChar"/>
        </w:rPr>
        <w:t>Banū</w:t>
      </w:r>
      <w:proofErr w:type="spellEnd"/>
      <w:r w:rsidRPr="00D86078">
        <w:rPr>
          <w:rStyle w:val="libItalicChar"/>
        </w:rPr>
        <w:t xml:space="preserve"> </w:t>
      </w:r>
      <w:proofErr w:type="spellStart"/>
      <w:r w:rsidRPr="00D86078">
        <w:rPr>
          <w:rStyle w:val="libItalicChar"/>
        </w:rPr>
        <w:t>Sāsān</w:t>
      </w:r>
      <w:proofErr w:type="spellEnd"/>
      <w:r w:rsidRPr="00D86078">
        <w:rPr>
          <w:rStyle w:val="libItalicChar"/>
        </w:rPr>
        <w:t xml:space="preserve"> in Arabic Society and</w:t>
      </w:r>
      <w:r w:rsidR="007D4755">
        <w:rPr>
          <w:rStyle w:val="libItalicChar"/>
        </w:rPr>
        <w:t xml:space="preserve"> </w:t>
      </w:r>
      <w:r w:rsidRPr="00D86078">
        <w:rPr>
          <w:rStyle w:val="libItalicChar"/>
        </w:rPr>
        <w:t xml:space="preserve">Literature, </w:t>
      </w:r>
      <w:r w:rsidRPr="00D86078">
        <w:rPr>
          <w:rStyle w:val="libNormalChar"/>
        </w:rPr>
        <w:t>Part One</w:t>
      </w:r>
      <w:r w:rsidRPr="00D86078">
        <w:rPr>
          <w:rStyle w:val="libItalicChar"/>
        </w:rPr>
        <w:t xml:space="preserve">. </w:t>
      </w:r>
      <w:r w:rsidRPr="00D86078">
        <w:rPr>
          <w:rStyle w:val="libNormalChar"/>
        </w:rPr>
        <w:t>Leiden: E.J. Brill, 1997.</w:t>
      </w:r>
    </w:p>
    <w:p w:rsidR="00ED3D62" w:rsidRDefault="00ED3D62" w:rsidP="00ED3D62">
      <w:pPr>
        <w:pStyle w:val="libNormal"/>
      </w:pPr>
      <w:r w:rsidRPr="00CA2CCA">
        <w:t xml:space="preserve">Bosworth, Clifford E. </w:t>
      </w:r>
      <w:r w:rsidRPr="00D86078">
        <w:rPr>
          <w:rStyle w:val="libItalicChar"/>
        </w:rPr>
        <w:t>The New Islamic Dynasties.</w:t>
      </w:r>
      <w:r>
        <w:t xml:space="preserve"> New York: Columbia University Press, revised ed., 1996.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Brann, Ross. </w:t>
      </w:r>
      <w:r w:rsidRPr="00D86078">
        <w:rPr>
          <w:rStyle w:val="libItalicChar"/>
        </w:rPr>
        <w:t xml:space="preserve">Power in the Portrayal: Representations of Jews and Muslims in Eleventh- and Twelfth- Century Islamic Spain. </w:t>
      </w:r>
      <w:r w:rsidRPr="00D86078">
        <w:rPr>
          <w:rStyle w:val="libNormalChar"/>
        </w:rPr>
        <w:t>Princeton, NJ: Princeton University Press, 2002.</w:t>
      </w:r>
    </w:p>
    <w:p w:rsidR="00ED3D62" w:rsidRPr="00D86078" w:rsidRDefault="00ED3D62" w:rsidP="00ED3D62">
      <w:pPr>
        <w:rPr>
          <w:rStyle w:val="libItalicChar"/>
        </w:rPr>
      </w:pPr>
      <w:r w:rsidRPr="00D86078">
        <w:rPr>
          <w:rStyle w:val="libNormalChar"/>
        </w:rPr>
        <w:t xml:space="preserve">Brett, Michael. </w:t>
      </w:r>
      <w:r w:rsidRPr="00D86078">
        <w:rPr>
          <w:rStyle w:val="libItalicChar"/>
        </w:rPr>
        <w:t>The Rise of the Fatimids: The World of the Mediterranean and the Middle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East in the Tenth Century CE. </w:t>
      </w:r>
      <w:r w:rsidRPr="00D86078">
        <w:rPr>
          <w:rStyle w:val="libNormalChar"/>
        </w:rPr>
        <w:t>Leiden: E.J. Brill, 2001.</w:t>
      </w:r>
    </w:p>
    <w:p w:rsidR="00ED3D62" w:rsidRDefault="00ED3D62" w:rsidP="00ED3D62">
      <w:pPr>
        <w:pStyle w:val="libNormal"/>
      </w:pPr>
      <w:r w:rsidRPr="00CA2CCA">
        <w:t xml:space="preserve">Browne, Edward G. </w:t>
      </w:r>
      <w:r w:rsidRPr="00D86078">
        <w:rPr>
          <w:rStyle w:val="libItalicChar"/>
        </w:rPr>
        <w:t>A Literary History of Persia,</w:t>
      </w:r>
      <w:r>
        <w:t xml:space="preserve"> 4 Vols. Cambridge, UK: Cambridge University Press, 1902-24.</w:t>
      </w:r>
    </w:p>
    <w:p w:rsidR="007D4755" w:rsidRDefault="00ED3D62" w:rsidP="00ED3D62">
      <w:pPr>
        <w:pStyle w:val="libNormal"/>
      </w:pPr>
      <w:r>
        <w:t xml:space="preserve">Browne, Edward G. </w:t>
      </w:r>
      <w:r w:rsidRPr="00D86078">
        <w:rPr>
          <w:rStyle w:val="libItalicChar"/>
        </w:rPr>
        <w:t>The Persian Revolution of 1905-1909.</w:t>
      </w:r>
      <w:r>
        <w:t xml:space="preserve"> Cambridge, UK: Cambridge University Press, 1910.</w:t>
      </w:r>
    </w:p>
    <w:p w:rsidR="00ED3D62" w:rsidRDefault="00ED3D62" w:rsidP="00ED3D62">
      <w:pPr>
        <w:pStyle w:val="libNormal"/>
      </w:pPr>
      <w:proofErr w:type="spellStart"/>
      <w:r>
        <w:t>Bulliet</w:t>
      </w:r>
      <w:proofErr w:type="spellEnd"/>
      <w:r>
        <w:t xml:space="preserve">, Richard W. </w:t>
      </w:r>
      <w:r w:rsidRPr="00D86078">
        <w:rPr>
          <w:rStyle w:val="libItalicChar"/>
        </w:rPr>
        <w:t>Conversion to Islam in the Medieval Period: An Essay in Quantitative</w:t>
      </w:r>
      <w:r w:rsidRPr="00CA2CCA">
        <w:t xml:space="preserve"> </w:t>
      </w:r>
      <w:r w:rsidRPr="00D86078">
        <w:rPr>
          <w:rStyle w:val="libItalicChar"/>
        </w:rPr>
        <w:t xml:space="preserve">History. </w:t>
      </w:r>
      <w:r>
        <w:t>Cambridge, MA: Harvard University Press, 1979.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Cameron, Averil and Lawrence I. Conrad, eds. </w:t>
      </w:r>
      <w:r w:rsidRPr="00D86078">
        <w:rPr>
          <w:rStyle w:val="libItalicChar"/>
        </w:rPr>
        <w:t xml:space="preserve">The Byzantine and Early Islamic Near East: Problems in the Literary Source Materials. </w:t>
      </w:r>
      <w:r w:rsidRPr="00D86078">
        <w:rPr>
          <w:rStyle w:val="libNormalChar"/>
        </w:rPr>
        <w:t>Princeton, NJ: Darwin Press, 1992.</w:t>
      </w:r>
    </w:p>
    <w:p w:rsidR="00ED3D62" w:rsidRPr="00D86078" w:rsidRDefault="00ED3D62" w:rsidP="00ED3D62">
      <w:pPr>
        <w:rPr>
          <w:rStyle w:val="libItalicChar"/>
        </w:rPr>
      </w:pPr>
      <w:r w:rsidRPr="00D86078">
        <w:rPr>
          <w:rStyle w:val="libNormalChar"/>
        </w:rPr>
        <w:t xml:space="preserve">Chamberlain, Michael. </w:t>
      </w:r>
      <w:r w:rsidRPr="00D86078">
        <w:rPr>
          <w:rStyle w:val="libItalicChar"/>
        </w:rPr>
        <w:t xml:space="preserve">Knowledge and Social Practice in Medieval Damascus, 1190-1350. </w:t>
      </w:r>
      <w:r w:rsidRPr="00D86078">
        <w:rPr>
          <w:rStyle w:val="libNormalChar"/>
        </w:rPr>
        <w:t>Cambridge, UK: Cambridge University Press, 1994.</w:t>
      </w:r>
    </w:p>
    <w:p w:rsidR="00ED3D62" w:rsidRPr="00D86078" w:rsidRDefault="00ED3D62" w:rsidP="00ED3D62">
      <w:pPr>
        <w:rPr>
          <w:rStyle w:val="libItalicChar"/>
        </w:rPr>
      </w:pPr>
      <w:r w:rsidRPr="00D86078">
        <w:rPr>
          <w:rStyle w:val="libNormalChar"/>
        </w:rPr>
        <w:t xml:space="preserve">Chaudhuri, K.N. </w:t>
      </w:r>
      <w:r w:rsidRPr="00D86078">
        <w:rPr>
          <w:rStyle w:val="libItalicChar"/>
        </w:rPr>
        <w:t xml:space="preserve">Asia before Europe: Economy and </w:t>
      </w:r>
      <w:proofErr w:type="spellStart"/>
      <w:r w:rsidRPr="00D86078">
        <w:rPr>
          <w:rStyle w:val="libItalicChar"/>
        </w:rPr>
        <w:t>Civilisation</w:t>
      </w:r>
      <w:proofErr w:type="spellEnd"/>
      <w:r w:rsidRPr="00D86078">
        <w:rPr>
          <w:rStyle w:val="libItalicChar"/>
        </w:rPr>
        <w:t xml:space="preserve"> of the Indian Ocean from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the Rise of Islam to 1750. </w:t>
      </w:r>
      <w:r w:rsidRPr="00D86078">
        <w:rPr>
          <w:rStyle w:val="libNormalChar"/>
        </w:rPr>
        <w:t>Cambridge, UK: Cambridge University Press, 1990.</w:t>
      </w:r>
    </w:p>
    <w:p w:rsidR="00ED3D62" w:rsidRDefault="00ED3D62" w:rsidP="00ED3D62">
      <w:pPr>
        <w:pStyle w:val="libNormal"/>
      </w:pPr>
      <w:r w:rsidRPr="00CA2CCA">
        <w:t xml:space="preserve">Chew, Samuel C. </w:t>
      </w:r>
      <w:r w:rsidRPr="00D86078">
        <w:rPr>
          <w:rStyle w:val="libItalicChar"/>
        </w:rPr>
        <w:t>The Crescent and the Rose: Islam and England during the Renaissance.</w:t>
      </w:r>
      <w:r>
        <w:t xml:space="preserve"> New York: Oxford University Press, 1937.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proofErr w:type="spellStart"/>
      <w:r>
        <w:t>Choksy</w:t>
      </w:r>
      <w:proofErr w:type="spellEnd"/>
      <w:r>
        <w:t xml:space="preserve">, </w:t>
      </w:r>
      <w:proofErr w:type="spellStart"/>
      <w:r>
        <w:t>Jamsheed</w:t>
      </w:r>
      <w:proofErr w:type="spellEnd"/>
      <w:r>
        <w:t xml:space="preserve"> K. </w:t>
      </w:r>
      <w:r w:rsidRPr="00D86078">
        <w:rPr>
          <w:rStyle w:val="libItalicChar"/>
        </w:rPr>
        <w:t xml:space="preserve">Conflict and Cooperation: Zoroastrian Subalterns and Muslim Elites in </w:t>
      </w:r>
      <w:proofErr w:type="spellStart"/>
      <w:r w:rsidRPr="00D86078">
        <w:rPr>
          <w:rStyle w:val="libItalicChar"/>
        </w:rPr>
        <w:t>Medieva</w:t>
      </w:r>
      <w:proofErr w:type="spellEnd"/>
      <w:r w:rsidRPr="00D86078">
        <w:rPr>
          <w:rStyle w:val="libItalicChar"/>
        </w:rPr>
        <w:t xml:space="preserve"> Iranian Society. </w:t>
      </w:r>
      <w:r w:rsidRPr="00D86078">
        <w:rPr>
          <w:rStyle w:val="libNormalChar"/>
        </w:rPr>
        <w:t>New York: Columbia University Press, 1997.</w:t>
      </w:r>
    </w:p>
    <w:p w:rsidR="00ED3D62" w:rsidRPr="00D86078" w:rsidRDefault="00ED3D62" w:rsidP="00ED3D62">
      <w:pPr>
        <w:rPr>
          <w:rStyle w:val="libItalicChar"/>
        </w:rPr>
      </w:pPr>
      <w:r w:rsidRPr="00D86078">
        <w:rPr>
          <w:rStyle w:val="libNormalChar"/>
        </w:rPr>
        <w:t xml:space="preserve">Clancy-Smith, Julia A. </w:t>
      </w:r>
      <w:r w:rsidRPr="00D86078">
        <w:rPr>
          <w:rStyle w:val="libItalicChar"/>
        </w:rPr>
        <w:t>Rebel and Saint: Muslim Notables, Populist Protest, Colonial Encounters (Algeria and Tunisia, 1800-1904).</w:t>
      </w:r>
      <w:r w:rsidRPr="00D86078">
        <w:rPr>
          <w:rStyle w:val="libNormalChar"/>
        </w:rPr>
        <w:t xml:space="preserve"> Berkeley, CA: University of California Press, 1994.</w:t>
      </w:r>
    </w:p>
    <w:p w:rsidR="00ED3D62" w:rsidRDefault="00ED3D62" w:rsidP="00ED3D62">
      <w:pPr>
        <w:pStyle w:val="libNormal"/>
      </w:pPr>
      <w:proofErr w:type="spellStart"/>
      <w:r w:rsidRPr="00CA2CCA">
        <w:t>Commins</w:t>
      </w:r>
      <w:proofErr w:type="spellEnd"/>
      <w:r w:rsidRPr="00CA2CCA">
        <w:t xml:space="preserve">, David Dean. </w:t>
      </w:r>
      <w:r w:rsidRPr="00D86078">
        <w:rPr>
          <w:rStyle w:val="libItalicChar"/>
        </w:rPr>
        <w:t xml:space="preserve">Islamic Reform: Politics and Social Change in Late Ottoman Syria. </w:t>
      </w:r>
      <w:r>
        <w:t>New York: Oxford University Press, 1990.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Conrad, Lawrence I., ed. </w:t>
      </w:r>
      <w:r w:rsidRPr="00D86078">
        <w:rPr>
          <w:rStyle w:val="libItalicChar"/>
        </w:rPr>
        <w:t xml:space="preserve">History of Historiography in Early Islamic Times: Studies and Perspectives. </w:t>
      </w:r>
      <w:r w:rsidRPr="00D86078">
        <w:rPr>
          <w:rStyle w:val="libNormalChar"/>
        </w:rPr>
        <w:t>Princeton, NJ: Princeton University Press, 2003.</w:t>
      </w:r>
    </w:p>
    <w:p w:rsidR="00ED3D62" w:rsidRPr="00D86078" w:rsidRDefault="00ED3D62" w:rsidP="00ED3D62">
      <w:pPr>
        <w:rPr>
          <w:rStyle w:val="libItalicChar"/>
        </w:rPr>
      </w:pPr>
      <w:r w:rsidRPr="00D86078">
        <w:rPr>
          <w:rStyle w:val="libNormalChar"/>
        </w:rPr>
        <w:t xml:space="preserve">Conrad, Lawrence I., ed. </w:t>
      </w:r>
      <w:r w:rsidRPr="00D86078">
        <w:rPr>
          <w:rStyle w:val="libItalicChar"/>
        </w:rPr>
        <w:t>Reflections on Islamic History and Civilization: The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Complete Collected Essays of Sir Hamilton Gibb. </w:t>
      </w:r>
      <w:r w:rsidRPr="00D86078">
        <w:rPr>
          <w:rStyle w:val="libNormalChar"/>
        </w:rPr>
        <w:t>Princeton, NJ: Darwin Press, 2004.</w:t>
      </w:r>
    </w:p>
    <w:p w:rsidR="00ED3D62" w:rsidRDefault="00ED3D62" w:rsidP="00ED3D62">
      <w:pPr>
        <w:pStyle w:val="libNormal"/>
      </w:pPr>
      <w:r w:rsidRPr="00CA2CCA">
        <w:t xml:space="preserve">Cook, Michael. </w:t>
      </w:r>
      <w:r w:rsidRPr="00D86078">
        <w:rPr>
          <w:rStyle w:val="libItalicChar"/>
        </w:rPr>
        <w:t xml:space="preserve">Studies in the Origins of Early Islamic Culture and Tradition. </w:t>
      </w:r>
      <w:proofErr w:type="spellStart"/>
      <w:r>
        <w:t>Aldershot</w:t>
      </w:r>
      <w:proofErr w:type="spellEnd"/>
      <w:r>
        <w:t>: Ashgate, 2004.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Cooperson, Michael. </w:t>
      </w:r>
      <w:r w:rsidRPr="00D86078">
        <w:rPr>
          <w:rStyle w:val="libItalicChar"/>
        </w:rPr>
        <w:t>Classical Arabic Biography: Heirs of the Prophet in the Age of al-</w:t>
      </w:r>
      <w:proofErr w:type="spellStart"/>
      <w:r w:rsidRPr="00D86078">
        <w:rPr>
          <w:rStyle w:val="libItalicChar"/>
        </w:rPr>
        <w:t>Ma’mūn</w:t>
      </w:r>
      <w:proofErr w:type="spellEnd"/>
      <w:r w:rsidRPr="00D86078">
        <w:rPr>
          <w:rStyle w:val="libItalicChar"/>
        </w:rPr>
        <w:t xml:space="preserve">. </w:t>
      </w:r>
      <w:r w:rsidRPr="00D86078">
        <w:rPr>
          <w:rStyle w:val="libNormalChar"/>
        </w:rPr>
        <w:t>Cambridge, UK: Cambridge University Press, 2000.</w:t>
      </w:r>
    </w:p>
    <w:p w:rsidR="00ED3D62" w:rsidRDefault="00ED3D62" w:rsidP="00ED3D62">
      <w:pPr>
        <w:pStyle w:val="libNormal"/>
      </w:pPr>
      <w:proofErr w:type="spellStart"/>
      <w:r w:rsidRPr="00CA2CCA">
        <w:lastRenderedPageBreak/>
        <w:t>Courbage</w:t>
      </w:r>
      <w:proofErr w:type="spellEnd"/>
      <w:r w:rsidRPr="00CA2CCA">
        <w:t xml:space="preserve">, Youssef and Phillippe </w:t>
      </w:r>
      <w:proofErr w:type="spellStart"/>
      <w:r w:rsidRPr="00CA2CCA">
        <w:t>Fargues</w:t>
      </w:r>
      <w:proofErr w:type="spellEnd"/>
      <w:r w:rsidRPr="00CA2CCA">
        <w:t xml:space="preserve">. </w:t>
      </w:r>
      <w:r w:rsidRPr="00D86078">
        <w:rPr>
          <w:rStyle w:val="libItalicChar"/>
        </w:rPr>
        <w:t xml:space="preserve">Christians and Jews Under Islam. </w:t>
      </w:r>
      <w:r>
        <w:t>London: I.B. Tauris, 1997.</w:t>
      </w:r>
    </w:p>
    <w:p w:rsidR="007D4755" w:rsidRDefault="00ED3D62" w:rsidP="00ED3D62">
      <w:pPr>
        <w:pStyle w:val="libNormal"/>
        <w:rPr>
          <w:rStyle w:val="libNormalChar"/>
        </w:rPr>
      </w:pPr>
      <w:r>
        <w:t xml:space="preserve">Crone, Patricia. </w:t>
      </w:r>
      <w:r w:rsidRPr="00D86078">
        <w:rPr>
          <w:rStyle w:val="libItalicChar"/>
        </w:rPr>
        <w:t>God’s Rule: Government and Islam—Six Centuries of Medieval Islamic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Political Thought. </w:t>
      </w:r>
      <w:r w:rsidRPr="00D86078">
        <w:rPr>
          <w:rStyle w:val="libNormalChar"/>
        </w:rPr>
        <w:t xml:space="preserve">New York: </w:t>
      </w:r>
      <w:proofErr w:type="spellStart"/>
      <w:r w:rsidRPr="00D86078">
        <w:rPr>
          <w:rStyle w:val="libNormalChar"/>
        </w:rPr>
        <w:t>Columbira</w:t>
      </w:r>
      <w:proofErr w:type="spellEnd"/>
      <w:r w:rsidRPr="00D86078">
        <w:rPr>
          <w:rStyle w:val="libNormalChar"/>
        </w:rPr>
        <w:t xml:space="preserve"> University Press, 2004.</w:t>
      </w:r>
    </w:p>
    <w:p w:rsidR="00ED3D62" w:rsidRDefault="00ED3D62" w:rsidP="00ED3D62">
      <w:pPr>
        <w:pStyle w:val="libNormal"/>
      </w:pPr>
      <w:r w:rsidRPr="00CA2CCA">
        <w:t xml:space="preserve">Crone, Patricia. </w:t>
      </w:r>
      <w:r w:rsidRPr="00D86078">
        <w:rPr>
          <w:rStyle w:val="libItalicChar"/>
        </w:rPr>
        <w:t xml:space="preserve">Meccan Trade and the Rise of Islam. </w:t>
      </w:r>
      <w:r>
        <w:t>Princeton, NJ: Princeton University Press, 1987.</w:t>
      </w:r>
    </w:p>
    <w:p w:rsidR="00ED3D62" w:rsidRDefault="00ED3D62" w:rsidP="00ED3D62">
      <w:pPr>
        <w:pStyle w:val="libNormal"/>
      </w:pPr>
      <w:r>
        <w:t xml:space="preserve">Crone, Patricia. </w:t>
      </w:r>
      <w:r w:rsidRPr="00D86078">
        <w:rPr>
          <w:rStyle w:val="libItalicChar"/>
        </w:rPr>
        <w:t>Slaves on Horses: The Evolution of the Islamic Polity.</w:t>
      </w:r>
      <w:r>
        <w:t xml:space="preserve"> Cambridge, UK: Cambridge University Press, 1980.</w:t>
      </w:r>
    </w:p>
    <w:p w:rsidR="00ED3D62" w:rsidRDefault="00ED3D62" w:rsidP="00ED3D62">
      <w:pPr>
        <w:pStyle w:val="libNormal"/>
      </w:pPr>
      <w:r>
        <w:t xml:space="preserve">Crone, Patricia and Michael Cook. </w:t>
      </w:r>
      <w:proofErr w:type="spellStart"/>
      <w:r w:rsidRPr="00D86078">
        <w:rPr>
          <w:rStyle w:val="libItalicChar"/>
        </w:rPr>
        <w:t>Hagarism</w:t>
      </w:r>
      <w:proofErr w:type="spellEnd"/>
      <w:r w:rsidRPr="00D86078">
        <w:rPr>
          <w:rStyle w:val="libItalicChar"/>
        </w:rPr>
        <w:t>: The Making of the Islamic World</w:t>
      </w:r>
      <w:r>
        <w:t>. Cambridge, UK: Cambridge University Press, 1977.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Crone, Patricia and Martin Hinds. </w:t>
      </w:r>
      <w:r w:rsidRPr="00D86078">
        <w:rPr>
          <w:rStyle w:val="libItalicChar"/>
        </w:rPr>
        <w:t>God’s Caliph: Religious Authority in the First Centuries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of Islam. </w:t>
      </w:r>
      <w:r w:rsidRPr="00D86078">
        <w:rPr>
          <w:rStyle w:val="libNormalChar"/>
        </w:rPr>
        <w:t>Cambridge, UK: Cambridge University Press, 1986.</w:t>
      </w:r>
    </w:p>
    <w:p w:rsidR="00ED3D62" w:rsidRPr="00D86078" w:rsidRDefault="00ED3D62" w:rsidP="00ED3D62">
      <w:pPr>
        <w:rPr>
          <w:rStyle w:val="libItalicChar"/>
        </w:rPr>
      </w:pPr>
      <w:r w:rsidRPr="00D86078">
        <w:rPr>
          <w:rStyle w:val="libNormalChar"/>
        </w:rPr>
        <w:t xml:space="preserve">Dabashi, Hamid. </w:t>
      </w:r>
      <w:r w:rsidRPr="00D86078">
        <w:rPr>
          <w:rStyle w:val="libItalicChar"/>
        </w:rPr>
        <w:t>Authority in Islam: From the Rise of Muhammad to the Establishment of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>the</w:t>
      </w:r>
      <w:r w:rsidR="007D4755">
        <w:rPr>
          <w:rStyle w:val="libItalicChar"/>
        </w:rPr>
        <w:t xml:space="preserve"> </w:t>
      </w:r>
      <w:r w:rsidRPr="00D86078">
        <w:rPr>
          <w:rStyle w:val="libItalicChar"/>
        </w:rPr>
        <w:t xml:space="preserve">Umayyads. </w:t>
      </w:r>
      <w:r w:rsidRPr="00D86078">
        <w:rPr>
          <w:rStyle w:val="libNormalChar"/>
        </w:rPr>
        <w:t>New Brunswick, NJ: Transaction Publ., 1989.</w:t>
      </w:r>
    </w:p>
    <w:p w:rsidR="00ED3D62" w:rsidRDefault="00ED3D62" w:rsidP="00ED3D62">
      <w:pPr>
        <w:pStyle w:val="libNormal"/>
      </w:pPr>
      <w:r w:rsidRPr="00CA2CCA">
        <w:t xml:space="preserve">Daly, M.W. and Carl F. Petry, eds. </w:t>
      </w:r>
      <w:r w:rsidRPr="00D86078">
        <w:rPr>
          <w:rStyle w:val="libItalicChar"/>
        </w:rPr>
        <w:t xml:space="preserve">The Cambridge History of Egypt, </w:t>
      </w:r>
      <w:r>
        <w:t>2 Vols. Cambridge, UK:</w:t>
      </w:r>
      <w:r w:rsidR="007D4755">
        <w:t xml:space="preserve"> </w:t>
      </w:r>
      <w:r>
        <w:t>Cambridge University Press, 1998.</w:t>
      </w:r>
    </w:p>
    <w:p w:rsidR="00ED3D62" w:rsidRDefault="00ED3D62" w:rsidP="00ED3D62">
      <w:pPr>
        <w:pStyle w:val="libNormal"/>
      </w:pPr>
      <w:r>
        <w:t xml:space="preserve">Dennett, Daniel. </w:t>
      </w:r>
      <w:r w:rsidRPr="00D86078">
        <w:rPr>
          <w:rStyle w:val="libItalicChar"/>
        </w:rPr>
        <w:t>Conversion and the Poll Tax in Early Islam.</w:t>
      </w:r>
      <w:r>
        <w:t xml:space="preserve"> Cambridge, MA: Harvard Press, 1950.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Divine, Donna Robinson. </w:t>
      </w:r>
      <w:r w:rsidRPr="00D86078">
        <w:rPr>
          <w:rStyle w:val="libItalicChar"/>
        </w:rPr>
        <w:t xml:space="preserve">Politics and Society in Ottoman Palestine: The Arab Struggle for Survival and Power. </w:t>
      </w:r>
      <w:r w:rsidRPr="00D86078">
        <w:rPr>
          <w:rStyle w:val="libNormalChar"/>
        </w:rPr>
        <w:t xml:space="preserve">Boulder, CO: Lynne </w:t>
      </w:r>
      <w:proofErr w:type="spellStart"/>
      <w:r w:rsidRPr="00D86078">
        <w:rPr>
          <w:rStyle w:val="libNormalChar"/>
        </w:rPr>
        <w:t>Rienner</w:t>
      </w:r>
      <w:proofErr w:type="spellEnd"/>
      <w:r w:rsidRPr="00D86078">
        <w:rPr>
          <w:rStyle w:val="libNormalChar"/>
        </w:rPr>
        <w:t>, 1994.</w:t>
      </w:r>
    </w:p>
    <w:p w:rsidR="00ED3D62" w:rsidRDefault="00ED3D62" w:rsidP="00ED3D62">
      <w:pPr>
        <w:pStyle w:val="libNormal"/>
      </w:pPr>
      <w:r w:rsidRPr="00CA2CCA">
        <w:t xml:space="preserve">Donner, Fred McGraw. </w:t>
      </w:r>
      <w:r w:rsidRPr="00D86078">
        <w:rPr>
          <w:rStyle w:val="libItalicChar"/>
        </w:rPr>
        <w:t>The Early Islamic Conquests.</w:t>
      </w:r>
      <w:r>
        <w:t xml:space="preserve"> Princeton, NJ: Princeton University</w:t>
      </w:r>
      <w:r w:rsidR="007D4755">
        <w:t xml:space="preserve"> </w:t>
      </w:r>
      <w:r>
        <w:t>Press, 1981.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Donner, Fred McGraw. </w:t>
      </w:r>
      <w:r w:rsidRPr="00D86078">
        <w:rPr>
          <w:rStyle w:val="libItalicChar"/>
        </w:rPr>
        <w:t xml:space="preserve">Narratives of Islamic Origins: The Beginnings of Islamic Historical Writing. </w:t>
      </w:r>
      <w:r w:rsidRPr="00D86078">
        <w:rPr>
          <w:rStyle w:val="libNormalChar"/>
        </w:rPr>
        <w:t>Princeton, NJ: Darwin Press, 1998.</w:t>
      </w:r>
    </w:p>
    <w:p w:rsidR="00ED3D62" w:rsidRPr="00D86078" w:rsidRDefault="00ED3D62" w:rsidP="00ED3D62">
      <w:pPr>
        <w:rPr>
          <w:rStyle w:val="libItalicChar"/>
        </w:rPr>
      </w:pPr>
      <w:r w:rsidRPr="00D86078">
        <w:rPr>
          <w:rStyle w:val="libNormalChar"/>
        </w:rPr>
        <w:t xml:space="preserve">Doumani, </w:t>
      </w:r>
      <w:proofErr w:type="spellStart"/>
      <w:r w:rsidRPr="00D86078">
        <w:rPr>
          <w:rStyle w:val="libNormalChar"/>
        </w:rPr>
        <w:t>Beshara</w:t>
      </w:r>
      <w:proofErr w:type="spellEnd"/>
      <w:r w:rsidRPr="00D86078">
        <w:rPr>
          <w:rStyle w:val="libNormalChar"/>
        </w:rPr>
        <w:t xml:space="preserve">. </w:t>
      </w:r>
      <w:r w:rsidRPr="00D86078">
        <w:rPr>
          <w:rStyle w:val="libItalicChar"/>
        </w:rPr>
        <w:t xml:space="preserve">Rediscovering Palestine: Merchants and Peasants in Jabal Nablus, 1700-1900. </w:t>
      </w:r>
      <w:r w:rsidRPr="00D86078">
        <w:rPr>
          <w:rStyle w:val="libNormalChar"/>
        </w:rPr>
        <w:t>Berkeley, CA: University of California Press, 1995.</w:t>
      </w:r>
    </w:p>
    <w:p w:rsidR="00ED3D62" w:rsidRDefault="00ED3D62" w:rsidP="00ED3D62">
      <w:pPr>
        <w:pStyle w:val="libNormal"/>
      </w:pPr>
      <w:r w:rsidRPr="00CA2CCA">
        <w:t xml:space="preserve">Eaton, Richard Maxwell. </w:t>
      </w:r>
      <w:r w:rsidRPr="00D86078">
        <w:rPr>
          <w:rStyle w:val="libItalicChar"/>
        </w:rPr>
        <w:t>Essays on Islam and Indian History</w:t>
      </w:r>
      <w:r>
        <w:t>. Oxford, UK: Oxford University Press, 2001.</w:t>
      </w:r>
    </w:p>
    <w:p w:rsidR="00ED3D62" w:rsidRDefault="00ED3D62" w:rsidP="00ED3D62">
      <w:pPr>
        <w:pStyle w:val="libNormal"/>
      </w:pPr>
      <w:r>
        <w:t xml:space="preserve">Eaton, Richard Maxwell. </w:t>
      </w:r>
      <w:r w:rsidRPr="00D86078">
        <w:rPr>
          <w:rStyle w:val="libItalicChar"/>
        </w:rPr>
        <w:t>The Rise of Islam and the Bengal Frontier, 1204-1760</w:t>
      </w:r>
      <w:r>
        <w:t>. Berkeley, CA: University of California Press, 1993.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Echevarria, Ana. </w:t>
      </w:r>
      <w:r w:rsidRPr="00D86078">
        <w:rPr>
          <w:rStyle w:val="libItalicChar"/>
        </w:rPr>
        <w:t xml:space="preserve">The Fortress of Faith: The Attitude Toward Muslims in Fifteenth Century Spain. </w:t>
      </w:r>
      <w:r w:rsidRPr="00D86078">
        <w:rPr>
          <w:rStyle w:val="libNormalChar"/>
        </w:rPr>
        <w:t>Leiden: E.J. Brill, 1999.</w:t>
      </w:r>
    </w:p>
    <w:p w:rsidR="007D4755" w:rsidRDefault="00ED3D62" w:rsidP="00ED3D62">
      <w:pPr>
        <w:rPr>
          <w:rStyle w:val="libNormalChar"/>
        </w:rPr>
      </w:pPr>
      <w:proofErr w:type="spellStart"/>
      <w:r w:rsidRPr="00D86078">
        <w:rPr>
          <w:rStyle w:val="libNormalChar"/>
        </w:rPr>
        <w:t>Ehrenkreutz</w:t>
      </w:r>
      <w:proofErr w:type="spellEnd"/>
      <w:r w:rsidRPr="00D86078">
        <w:rPr>
          <w:rStyle w:val="libNormalChar"/>
        </w:rPr>
        <w:t xml:space="preserve">, Andrew S. and Ann Arbor. </w:t>
      </w:r>
      <w:r w:rsidRPr="00D86078">
        <w:rPr>
          <w:rStyle w:val="libItalicChar"/>
        </w:rPr>
        <w:t>Monetary Change and Economic History in the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Medieval Islamic World. </w:t>
      </w:r>
      <w:proofErr w:type="spellStart"/>
      <w:r w:rsidRPr="00D86078">
        <w:rPr>
          <w:rStyle w:val="libNormalChar"/>
        </w:rPr>
        <w:t>Aldershot</w:t>
      </w:r>
      <w:proofErr w:type="spellEnd"/>
      <w:r w:rsidRPr="00D86078">
        <w:rPr>
          <w:rStyle w:val="libNormalChar"/>
        </w:rPr>
        <w:t>: Ashgate/Variorum, 1992.</w:t>
      </w:r>
    </w:p>
    <w:p w:rsidR="00ED3D62" w:rsidRPr="00D86078" w:rsidRDefault="00ED3D62" w:rsidP="00ED3D62">
      <w:pPr>
        <w:rPr>
          <w:rStyle w:val="libItalicChar"/>
        </w:rPr>
      </w:pPr>
      <w:r w:rsidRPr="00D86078">
        <w:rPr>
          <w:rStyle w:val="libNormalChar"/>
        </w:rPr>
        <w:t>El-</w:t>
      </w:r>
      <w:proofErr w:type="spellStart"/>
      <w:r w:rsidRPr="00D86078">
        <w:rPr>
          <w:rStyle w:val="libNormalChar"/>
        </w:rPr>
        <w:t>Hibri</w:t>
      </w:r>
      <w:proofErr w:type="spellEnd"/>
      <w:r w:rsidRPr="00D86078">
        <w:rPr>
          <w:rStyle w:val="libNormalChar"/>
        </w:rPr>
        <w:t xml:space="preserve">, Tayeb. </w:t>
      </w:r>
      <w:r w:rsidRPr="00D86078">
        <w:rPr>
          <w:rStyle w:val="libItalicChar"/>
        </w:rPr>
        <w:t xml:space="preserve">Reinterpreting Islamic Historiography: </w:t>
      </w:r>
      <w:proofErr w:type="spellStart"/>
      <w:r w:rsidRPr="00D86078">
        <w:rPr>
          <w:rStyle w:val="libItalicChar"/>
        </w:rPr>
        <w:t>Hārūn</w:t>
      </w:r>
      <w:proofErr w:type="spellEnd"/>
      <w:r w:rsidRPr="00D86078">
        <w:rPr>
          <w:rStyle w:val="libItalicChar"/>
        </w:rPr>
        <w:t xml:space="preserve"> al-</w:t>
      </w:r>
      <w:proofErr w:type="spellStart"/>
      <w:r w:rsidRPr="00D86078">
        <w:rPr>
          <w:rStyle w:val="libItalicChar"/>
        </w:rPr>
        <w:t>Rashīd</w:t>
      </w:r>
      <w:proofErr w:type="spellEnd"/>
      <w:r w:rsidRPr="00D86078">
        <w:rPr>
          <w:rStyle w:val="libItalicChar"/>
        </w:rPr>
        <w:t xml:space="preserve"> and the Narrative of the</w:t>
      </w:r>
      <w:r w:rsidR="007D4755">
        <w:rPr>
          <w:rStyle w:val="libItalicChar"/>
        </w:rPr>
        <w:t xml:space="preserve"> </w:t>
      </w:r>
      <w:r w:rsidRPr="00D86078">
        <w:rPr>
          <w:rStyle w:val="libItalicChar"/>
        </w:rPr>
        <w:t>‘</w:t>
      </w:r>
      <w:proofErr w:type="spellStart"/>
      <w:r w:rsidRPr="00D86078">
        <w:rPr>
          <w:rStyle w:val="libItalicChar"/>
        </w:rPr>
        <w:t>Abbāsid</w:t>
      </w:r>
      <w:proofErr w:type="spellEnd"/>
      <w:r w:rsidRPr="00D86078">
        <w:rPr>
          <w:rStyle w:val="libItalicChar"/>
        </w:rPr>
        <w:t xml:space="preserve"> Caliphate. </w:t>
      </w:r>
      <w:r w:rsidRPr="00D86078">
        <w:rPr>
          <w:rStyle w:val="libNormalChar"/>
        </w:rPr>
        <w:t>Cambridge, UK: Cambridge University Press, 2000.</w:t>
      </w:r>
    </w:p>
    <w:p w:rsidR="00ED3D62" w:rsidRPr="00D86078" w:rsidRDefault="00ED3D62" w:rsidP="00ED3D62">
      <w:pPr>
        <w:rPr>
          <w:rStyle w:val="libItalicChar"/>
        </w:rPr>
      </w:pPr>
      <w:proofErr w:type="spellStart"/>
      <w:r w:rsidRPr="00D86078">
        <w:rPr>
          <w:rStyle w:val="libNormalChar"/>
        </w:rPr>
        <w:t>Ephrat</w:t>
      </w:r>
      <w:proofErr w:type="spellEnd"/>
      <w:r w:rsidRPr="00D86078">
        <w:rPr>
          <w:rStyle w:val="libNormalChar"/>
        </w:rPr>
        <w:t xml:space="preserve">, Daphna. </w:t>
      </w:r>
      <w:r w:rsidRPr="00D86078">
        <w:rPr>
          <w:rStyle w:val="libItalicChar"/>
        </w:rPr>
        <w:t>A Learned Society in Transition: The Sunni ‘</w:t>
      </w:r>
      <w:proofErr w:type="spellStart"/>
      <w:r w:rsidRPr="00D86078">
        <w:rPr>
          <w:rStyle w:val="libItalicChar"/>
        </w:rPr>
        <w:t>Ulamā</w:t>
      </w:r>
      <w:proofErr w:type="spellEnd"/>
      <w:r w:rsidRPr="00D86078">
        <w:rPr>
          <w:rStyle w:val="libItalicChar"/>
        </w:rPr>
        <w:t xml:space="preserve">’ of Eleventh-Century Baghdad. </w:t>
      </w:r>
      <w:r w:rsidRPr="00D86078">
        <w:rPr>
          <w:rStyle w:val="libNormalChar"/>
        </w:rPr>
        <w:t>Albany, NY: State University of New York Press, 2000.</w:t>
      </w:r>
    </w:p>
    <w:p w:rsidR="00ED3D62" w:rsidRDefault="00ED3D62" w:rsidP="00ED3D62">
      <w:pPr>
        <w:pStyle w:val="libNormal"/>
      </w:pPr>
      <w:proofErr w:type="spellStart"/>
      <w:r w:rsidRPr="00CA2CCA">
        <w:t>Faroqhi</w:t>
      </w:r>
      <w:proofErr w:type="spellEnd"/>
      <w:r w:rsidRPr="00CA2CCA">
        <w:t xml:space="preserve">, Suraiya. </w:t>
      </w:r>
      <w:r w:rsidRPr="00D86078">
        <w:rPr>
          <w:rStyle w:val="libItalicChar"/>
        </w:rPr>
        <w:t xml:space="preserve">Subjects of the Sultan: Culture and Daily Life in the Ottoman Empire. </w:t>
      </w:r>
      <w:r>
        <w:t>London: I.B. Tauris, 2000.</w:t>
      </w:r>
    </w:p>
    <w:p w:rsidR="00ED3D62" w:rsidRDefault="00ED3D62" w:rsidP="00ED3D62">
      <w:pPr>
        <w:pStyle w:val="libNormal"/>
      </w:pPr>
      <w:proofErr w:type="spellStart"/>
      <w:r>
        <w:lastRenderedPageBreak/>
        <w:t>Feraoun</w:t>
      </w:r>
      <w:proofErr w:type="spellEnd"/>
      <w:r>
        <w:t xml:space="preserve">, </w:t>
      </w:r>
      <w:proofErr w:type="spellStart"/>
      <w:r>
        <w:t>Mouloud</w:t>
      </w:r>
      <w:proofErr w:type="spellEnd"/>
      <w:r>
        <w:t xml:space="preserve"> (Mary Ellen Wolf and Claude </w:t>
      </w:r>
      <w:proofErr w:type="spellStart"/>
      <w:r>
        <w:t>Fouillade</w:t>
      </w:r>
      <w:proofErr w:type="spellEnd"/>
      <w:r>
        <w:t xml:space="preserve">, trans., and James D. Le Sueur, ed.). </w:t>
      </w:r>
      <w:r w:rsidRPr="00D86078">
        <w:rPr>
          <w:rStyle w:val="libItalicChar"/>
        </w:rPr>
        <w:t>Journal, 1955-1962: Reflections on the French-Algerian War.</w:t>
      </w:r>
      <w:r>
        <w:t xml:space="preserve"> Lincoln, NE: Bison Books, 2000.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Fleet, Kate. </w:t>
      </w:r>
      <w:r w:rsidRPr="00D86078">
        <w:rPr>
          <w:rStyle w:val="libItalicChar"/>
        </w:rPr>
        <w:t>European and Islamic Trade in the Early Ottoman State: The Merchants of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Genoa and Turkey. </w:t>
      </w:r>
      <w:r w:rsidRPr="00D86078">
        <w:rPr>
          <w:rStyle w:val="libNormalChar"/>
        </w:rPr>
        <w:t>Cambridge, UK: Cambridge University Press, 1999.</w:t>
      </w:r>
    </w:p>
    <w:p w:rsidR="00ED3D62" w:rsidRPr="00D86078" w:rsidRDefault="00ED3D62" w:rsidP="00ED3D62">
      <w:pPr>
        <w:rPr>
          <w:rStyle w:val="libItalicChar"/>
        </w:rPr>
      </w:pPr>
      <w:r w:rsidRPr="00D86078">
        <w:rPr>
          <w:rStyle w:val="libNormalChar"/>
        </w:rPr>
        <w:t xml:space="preserve">Fletcher, Richard. </w:t>
      </w:r>
      <w:r w:rsidRPr="00D86078">
        <w:rPr>
          <w:rStyle w:val="libItalicChar"/>
        </w:rPr>
        <w:t>The Cross and the Crescent: Christianity and Islam from Muhammad to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the Reformation. </w:t>
      </w:r>
      <w:r w:rsidRPr="00D86078">
        <w:rPr>
          <w:rStyle w:val="libNormalChar"/>
        </w:rPr>
        <w:t>New York: Viking Press, 2004.</w:t>
      </w:r>
    </w:p>
    <w:p w:rsidR="00ED3D62" w:rsidRDefault="00ED3D62" w:rsidP="00ED3D62">
      <w:pPr>
        <w:pStyle w:val="libNormal"/>
      </w:pPr>
      <w:r w:rsidRPr="00CA2CCA">
        <w:t xml:space="preserve">Fletcher, Richard. </w:t>
      </w:r>
      <w:r w:rsidRPr="00D86078">
        <w:rPr>
          <w:rStyle w:val="libItalicChar"/>
        </w:rPr>
        <w:t>Moorish Spain.</w:t>
      </w:r>
      <w:r>
        <w:t xml:space="preserve"> Berkeley, CA: University of California Press, 1993.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Flood, Finbarr B. </w:t>
      </w:r>
      <w:r w:rsidRPr="00D86078">
        <w:rPr>
          <w:rStyle w:val="libItalicChar"/>
        </w:rPr>
        <w:t xml:space="preserve">The Great Mosque of Damascus: Studies on the Makings of an Umayyad Visual Culture. </w:t>
      </w:r>
      <w:r w:rsidRPr="00D86078">
        <w:rPr>
          <w:rStyle w:val="libNormalChar"/>
        </w:rPr>
        <w:t>Leiden: E.J. Brill, 2001.</w:t>
      </w:r>
    </w:p>
    <w:p w:rsidR="00ED3D62" w:rsidRPr="00D86078" w:rsidRDefault="00ED3D62" w:rsidP="00ED3D62">
      <w:pPr>
        <w:rPr>
          <w:rStyle w:val="libItalicChar"/>
        </w:rPr>
      </w:pPr>
      <w:proofErr w:type="spellStart"/>
      <w:r w:rsidRPr="00D86078">
        <w:rPr>
          <w:rStyle w:val="libNormalChar"/>
        </w:rPr>
        <w:t>Fortna</w:t>
      </w:r>
      <w:proofErr w:type="spellEnd"/>
      <w:r w:rsidRPr="00D86078">
        <w:rPr>
          <w:rStyle w:val="libNormalChar"/>
        </w:rPr>
        <w:t xml:space="preserve">, Benjamin C. </w:t>
      </w:r>
      <w:r w:rsidRPr="00D86078">
        <w:rPr>
          <w:rStyle w:val="libItalicChar"/>
        </w:rPr>
        <w:t>Imperial Classroom: Islam, the State, and Education in the Late</w:t>
      </w:r>
      <w:r w:rsidRPr="00D86078">
        <w:rPr>
          <w:rStyle w:val="libNormalChar"/>
        </w:rPr>
        <w:t xml:space="preserve"> </w:t>
      </w:r>
      <w:proofErr w:type="spellStart"/>
      <w:r w:rsidRPr="00D86078">
        <w:rPr>
          <w:rStyle w:val="libItalicChar"/>
        </w:rPr>
        <w:t>Ottomanm</w:t>
      </w:r>
      <w:proofErr w:type="spellEnd"/>
      <w:r w:rsidRPr="00D86078">
        <w:rPr>
          <w:rStyle w:val="libItalicChar"/>
        </w:rPr>
        <w:t xml:space="preserve"> Empire. </w:t>
      </w:r>
      <w:r w:rsidRPr="00D86078">
        <w:rPr>
          <w:rStyle w:val="libNormalChar"/>
        </w:rPr>
        <w:t>Oxford, UK: Oxford University Press, 2002.</w:t>
      </w:r>
    </w:p>
    <w:p w:rsidR="007D4755" w:rsidRDefault="00ED3D62" w:rsidP="00ED3D62">
      <w:pPr>
        <w:rPr>
          <w:rStyle w:val="libNormalChar"/>
        </w:rPr>
      </w:pPr>
      <w:r w:rsidRPr="00D86078">
        <w:rPr>
          <w:rStyle w:val="libNormalChar"/>
        </w:rPr>
        <w:t xml:space="preserve">Frank, Allen J. </w:t>
      </w:r>
      <w:r w:rsidRPr="00D86078">
        <w:rPr>
          <w:rStyle w:val="libItalicChar"/>
        </w:rPr>
        <w:t>Muslim Religious Institutions in Imperial Russia: The Islamic World of</w:t>
      </w:r>
      <w:r w:rsidRPr="00D86078">
        <w:rPr>
          <w:rStyle w:val="libNormalChar"/>
        </w:rPr>
        <w:t xml:space="preserve"> </w:t>
      </w:r>
      <w:proofErr w:type="spellStart"/>
      <w:r w:rsidRPr="00D86078">
        <w:rPr>
          <w:rStyle w:val="libItalicChar"/>
        </w:rPr>
        <w:t>Novouzensk</w:t>
      </w:r>
      <w:proofErr w:type="spellEnd"/>
      <w:r w:rsidRPr="00D86078">
        <w:rPr>
          <w:rStyle w:val="libItalicChar"/>
        </w:rPr>
        <w:t xml:space="preserve"> District and the Kazakh Inner Horde, 1780-1910. </w:t>
      </w:r>
      <w:r w:rsidRPr="00D86078">
        <w:rPr>
          <w:rStyle w:val="libNormalChar"/>
        </w:rPr>
        <w:t>Leiden: E.J. Brill, 2001.</w:t>
      </w:r>
    </w:p>
    <w:p w:rsidR="00ED3D62" w:rsidRDefault="00ED3D62" w:rsidP="00ED3D62">
      <w:pPr>
        <w:pStyle w:val="libNormal"/>
      </w:pPr>
      <w:r w:rsidRPr="00CA2CCA">
        <w:t xml:space="preserve">Fuchs, Barbara. </w:t>
      </w:r>
      <w:r w:rsidRPr="00D86078">
        <w:rPr>
          <w:rStyle w:val="libItalicChar"/>
        </w:rPr>
        <w:t xml:space="preserve">Mimesis and Empire: The New World, Islam, and European Identities. </w:t>
      </w:r>
      <w:r>
        <w:t>Cambridge, UK: Cambridge University Press, 2001.</w:t>
      </w:r>
    </w:p>
    <w:p w:rsidR="00ED3D62" w:rsidRDefault="00ED3D62" w:rsidP="00ED3D62">
      <w:pPr>
        <w:pStyle w:val="libNormal"/>
      </w:pPr>
      <w:proofErr w:type="spellStart"/>
      <w:r>
        <w:t>Gabrieli</w:t>
      </w:r>
      <w:proofErr w:type="spellEnd"/>
      <w:r>
        <w:t xml:space="preserve">, Francesco. </w:t>
      </w:r>
      <w:r w:rsidRPr="00D86078">
        <w:rPr>
          <w:rStyle w:val="libItalicChar"/>
        </w:rPr>
        <w:t>Arab Historians of the Crusades.</w:t>
      </w:r>
      <w:r>
        <w:t xml:space="preserve"> Berkeley, CA: University of California Press, 1969.</w:t>
      </w:r>
    </w:p>
    <w:p w:rsidR="00ED3D62" w:rsidRDefault="00ED3D62" w:rsidP="00ED3D62">
      <w:pPr>
        <w:pStyle w:val="libNormal"/>
      </w:pPr>
      <w:proofErr w:type="spellStart"/>
      <w:r>
        <w:t>Gershoni</w:t>
      </w:r>
      <w:proofErr w:type="spellEnd"/>
      <w:r>
        <w:t xml:space="preserve">, Israel, </w:t>
      </w:r>
      <w:proofErr w:type="spellStart"/>
      <w:r>
        <w:t>Hakan</w:t>
      </w:r>
      <w:proofErr w:type="spellEnd"/>
      <w:r>
        <w:t xml:space="preserve"> </w:t>
      </w:r>
      <w:proofErr w:type="spellStart"/>
      <w:r>
        <w:t>Erdem</w:t>
      </w:r>
      <w:proofErr w:type="spellEnd"/>
      <w:r>
        <w:t xml:space="preserve"> and Ursula </w:t>
      </w:r>
      <w:proofErr w:type="spellStart"/>
      <w:r>
        <w:t>Woköck</w:t>
      </w:r>
      <w:proofErr w:type="spellEnd"/>
      <w:r>
        <w:t xml:space="preserve">, eds. </w:t>
      </w:r>
      <w:r w:rsidRPr="00D86078">
        <w:rPr>
          <w:rStyle w:val="libItalicChar"/>
        </w:rPr>
        <w:t>Histories of the Modern Middle</w:t>
      </w:r>
      <w:r w:rsidRPr="00CA2CCA">
        <w:t xml:space="preserve"> </w:t>
      </w:r>
      <w:r w:rsidRPr="00D86078">
        <w:rPr>
          <w:rStyle w:val="libItalicChar"/>
        </w:rPr>
        <w:t>East:</w:t>
      </w:r>
      <w:r w:rsidRPr="00CA2CCA">
        <w:t xml:space="preserve"> </w:t>
      </w:r>
      <w:r w:rsidRPr="00D86078">
        <w:rPr>
          <w:rStyle w:val="libItalicChar"/>
        </w:rPr>
        <w:t xml:space="preserve">New Directions. </w:t>
      </w:r>
      <w:r>
        <w:t xml:space="preserve">Boulder, CO: Lynne </w:t>
      </w:r>
      <w:proofErr w:type="spellStart"/>
      <w:r>
        <w:t>Rienner</w:t>
      </w:r>
      <w:proofErr w:type="spellEnd"/>
      <w:r>
        <w:t>, 2002.</w:t>
      </w:r>
    </w:p>
    <w:p w:rsidR="00ED3D62" w:rsidRDefault="00ED3D62" w:rsidP="00ED3D62">
      <w:pPr>
        <w:pStyle w:val="libNormal"/>
      </w:pPr>
      <w:r>
        <w:t xml:space="preserve">Gilmartin, David. </w:t>
      </w:r>
      <w:r w:rsidRPr="00D86078">
        <w:rPr>
          <w:rStyle w:val="libItalicChar"/>
        </w:rPr>
        <w:t>Empire and Islam: Punjab and the Making of Pakistan.</w:t>
      </w:r>
      <w:r>
        <w:t xml:space="preserve"> Berkeley, CA: University of California Press, 1988.</w:t>
      </w:r>
    </w:p>
    <w:p w:rsidR="00ED3D62" w:rsidRDefault="00ED3D62" w:rsidP="00ED3D62">
      <w:pPr>
        <w:pStyle w:val="libNormal"/>
      </w:pPr>
      <w:proofErr w:type="spellStart"/>
      <w:r>
        <w:t>Goitein</w:t>
      </w:r>
      <w:proofErr w:type="spellEnd"/>
      <w:r>
        <w:t xml:space="preserve">, S.D. </w:t>
      </w:r>
      <w:r w:rsidRPr="00D86078">
        <w:rPr>
          <w:rStyle w:val="libItalicChar"/>
        </w:rPr>
        <w:t>Studies in Islamic History and Institutions.</w:t>
      </w:r>
      <w:r>
        <w:t xml:space="preserve"> Leiden: E.J. Brill, 1966.</w:t>
      </w:r>
    </w:p>
    <w:p w:rsidR="00ED3D62" w:rsidRDefault="00ED3D62" w:rsidP="00ED3D62">
      <w:pPr>
        <w:pStyle w:val="libNormal"/>
      </w:pPr>
      <w:r>
        <w:t xml:space="preserve">Goodman, </w:t>
      </w:r>
      <w:proofErr w:type="spellStart"/>
      <w:r>
        <w:t>Lenn</w:t>
      </w:r>
      <w:proofErr w:type="spellEnd"/>
      <w:r>
        <w:t xml:space="preserve"> E. </w:t>
      </w:r>
      <w:r w:rsidRPr="00D86078">
        <w:rPr>
          <w:rStyle w:val="libItalicChar"/>
        </w:rPr>
        <w:t>Islamic Humanism.</w:t>
      </w:r>
      <w:r>
        <w:t xml:space="preserve"> Oxford, UK: Oxford University Press, 2003.</w:t>
      </w:r>
    </w:p>
    <w:p w:rsidR="00ED3D62" w:rsidRDefault="00ED3D62" w:rsidP="00ED3D62">
      <w:pPr>
        <w:pStyle w:val="libNormal"/>
      </w:pPr>
      <w:r>
        <w:t xml:space="preserve">Goodwin, Jason. </w:t>
      </w:r>
      <w:r w:rsidRPr="00D86078">
        <w:rPr>
          <w:rStyle w:val="libItalicChar"/>
        </w:rPr>
        <w:t>Lords of the Horizons: A History of the Ottoman Empire.</w:t>
      </w:r>
      <w:r>
        <w:t xml:space="preserve"> New York: Henry Holt and </w:t>
      </w:r>
      <w:proofErr w:type="gramStart"/>
      <w:r>
        <w:t>Co,.</w:t>
      </w:r>
      <w:proofErr w:type="gramEnd"/>
      <w:r>
        <w:t xml:space="preserve"> 1999.</w:t>
      </w:r>
    </w:p>
    <w:p w:rsidR="00ED3D62" w:rsidRDefault="00ED3D62" w:rsidP="00ED3D62">
      <w:pPr>
        <w:pStyle w:val="libNormal"/>
      </w:pPr>
      <w:r>
        <w:t xml:space="preserve">Gregorian, Vartan. </w:t>
      </w:r>
      <w:r w:rsidRPr="00D86078">
        <w:rPr>
          <w:rStyle w:val="libItalicChar"/>
        </w:rPr>
        <w:t>The Emergence of Modern Afghanistan: Politics of Religion and</w:t>
      </w:r>
      <w:r w:rsidRPr="00CA2CCA">
        <w:t xml:space="preserve"> </w:t>
      </w:r>
      <w:r w:rsidRPr="00D86078">
        <w:rPr>
          <w:rStyle w:val="libItalicChar"/>
        </w:rPr>
        <w:t>Modernization,</w:t>
      </w:r>
      <w:r w:rsidRPr="00CA2CCA">
        <w:t xml:space="preserve"> </w:t>
      </w:r>
      <w:r w:rsidRPr="00D86078">
        <w:rPr>
          <w:rStyle w:val="libItalicChar"/>
        </w:rPr>
        <w:t xml:space="preserve">1880-1946. </w:t>
      </w:r>
      <w:r>
        <w:t>Stanford, CA: Stanford University Press, 1969.</w:t>
      </w:r>
    </w:p>
    <w:p w:rsidR="007D4755" w:rsidRDefault="00ED3D62" w:rsidP="00ED3D62">
      <w:pPr>
        <w:pStyle w:val="libNormal"/>
      </w:pPr>
      <w:r>
        <w:t xml:space="preserve">Haj, Samira. </w:t>
      </w:r>
      <w:r w:rsidRPr="00D86078">
        <w:rPr>
          <w:rStyle w:val="libItalicChar"/>
        </w:rPr>
        <w:t>The Making of Iraq, 1900-1963: Capital, Power, and Ideology.</w:t>
      </w:r>
      <w:r>
        <w:t xml:space="preserve"> Albany, NY: State University of New York Press, 1997.</w:t>
      </w:r>
    </w:p>
    <w:p w:rsidR="007D4755" w:rsidRDefault="00ED3D62" w:rsidP="00ED3D62">
      <w:pPr>
        <w:pStyle w:val="libNormal"/>
      </w:pPr>
      <w:r>
        <w:t xml:space="preserve">Hambly, Gavin R.G., ed. </w:t>
      </w:r>
      <w:r w:rsidRPr="00D86078">
        <w:rPr>
          <w:rStyle w:val="libItalicChar"/>
        </w:rPr>
        <w:t>Women in the Medieval Islamic World.</w:t>
      </w:r>
      <w:r>
        <w:t xml:space="preserve"> New York: Palgrave Macmillan, 1998.</w:t>
      </w:r>
    </w:p>
    <w:p w:rsidR="00ED3D62" w:rsidRDefault="00ED3D62" w:rsidP="00ED3D62">
      <w:pPr>
        <w:pStyle w:val="libNormal"/>
      </w:pPr>
      <w:r>
        <w:t xml:space="preserve">Hardy, Peter. </w:t>
      </w:r>
      <w:r w:rsidRPr="00D86078">
        <w:rPr>
          <w:rStyle w:val="libItalicChar"/>
        </w:rPr>
        <w:t>The Muslims of British India</w:t>
      </w:r>
      <w:r>
        <w:t>. Cambridge, UK: Cambridge University Press, 1972.</w:t>
      </w:r>
    </w:p>
    <w:p w:rsidR="00ED3D62" w:rsidRDefault="00ED3D62" w:rsidP="00ED3D62">
      <w:pPr>
        <w:pStyle w:val="libNormal"/>
      </w:pPr>
      <w:r>
        <w:t xml:space="preserve">Harrison, Christopher. </w:t>
      </w:r>
      <w:r w:rsidRPr="00D86078">
        <w:rPr>
          <w:rStyle w:val="libItalicChar"/>
        </w:rPr>
        <w:t>France and Islam in West Africa, 1860-1960.</w:t>
      </w:r>
      <w:r>
        <w:t xml:space="preserve"> Cambridge, UK: Cambridge University Press, 1988.</w:t>
      </w:r>
    </w:p>
    <w:p w:rsidR="00ED3D62" w:rsidRDefault="00ED3D62" w:rsidP="00ED3D62">
      <w:pPr>
        <w:pStyle w:val="libNormal"/>
      </w:pPr>
      <w:r>
        <w:t xml:space="preserve">Hathaway, Jane. </w:t>
      </w:r>
      <w:r w:rsidRPr="00D86078">
        <w:rPr>
          <w:rStyle w:val="libItalicChar"/>
        </w:rPr>
        <w:t xml:space="preserve">The Politics of Households in Ottoman Egypt: The Rise of the </w:t>
      </w:r>
      <w:proofErr w:type="spellStart"/>
      <w:r w:rsidRPr="00D86078">
        <w:rPr>
          <w:rStyle w:val="libItalicChar"/>
        </w:rPr>
        <w:t>Qazdağlis</w:t>
      </w:r>
      <w:proofErr w:type="spellEnd"/>
      <w:r w:rsidRPr="00D86078">
        <w:rPr>
          <w:rStyle w:val="libItalicChar"/>
        </w:rPr>
        <w:t xml:space="preserve">. </w:t>
      </w:r>
      <w:r>
        <w:t>Cambridge, UK: Cambridge University Press, 2002.</w:t>
      </w:r>
    </w:p>
    <w:p w:rsidR="00ED3D62" w:rsidRDefault="00ED3D62" w:rsidP="00ED3D62">
      <w:pPr>
        <w:pStyle w:val="libNormal"/>
      </w:pPr>
      <w:proofErr w:type="spellStart"/>
      <w:r>
        <w:t>Hawting</w:t>
      </w:r>
      <w:proofErr w:type="spellEnd"/>
      <w:r>
        <w:t xml:space="preserve">, G.R. </w:t>
      </w:r>
      <w:r w:rsidRPr="00D86078">
        <w:rPr>
          <w:rStyle w:val="libItalicChar"/>
        </w:rPr>
        <w:t xml:space="preserve">The First Dynasty of Islam: The Umayyad Caliphate, AD 661-750. </w:t>
      </w:r>
      <w:r w:rsidRPr="00D86078">
        <w:t>London: Routledge, 2</w:t>
      </w:r>
      <w:r w:rsidRPr="00750AA4">
        <w:t>nd</w:t>
      </w:r>
      <w:r>
        <w:t xml:space="preserve"> ed., 2000.</w:t>
      </w:r>
    </w:p>
    <w:p w:rsidR="00ED3D62" w:rsidRDefault="00ED3D62" w:rsidP="00ED3D62">
      <w:pPr>
        <w:pStyle w:val="libNormal"/>
      </w:pPr>
      <w:proofErr w:type="spellStart"/>
      <w:r>
        <w:t>Hawting</w:t>
      </w:r>
      <w:proofErr w:type="spellEnd"/>
      <w:r>
        <w:t xml:space="preserve">, G.R. </w:t>
      </w:r>
      <w:r w:rsidRPr="00D86078">
        <w:rPr>
          <w:rStyle w:val="libItalicChar"/>
        </w:rPr>
        <w:t xml:space="preserve">The Idea of Idolatry and the Emergence of Islam: From Polemic to History. </w:t>
      </w:r>
      <w:r>
        <w:t>Cambridge, UK: Cambridge University Press, 1999.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lastRenderedPageBreak/>
        <w:t xml:space="preserve">Haykel, Bernard. </w:t>
      </w:r>
      <w:r w:rsidRPr="00D86078">
        <w:rPr>
          <w:rStyle w:val="libItalicChar"/>
        </w:rPr>
        <w:t>Revival and Reform in Early-Modern Islam: The Legacy of Muhammad al-</w:t>
      </w:r>
      <w:proofErr w:type="spellStart"/>
      <w:r w:rsidRPr="00D86078">
        <w:rPr>
          <w:rStyle w:val="libItalicChar"/>
        </w:rPr>
        <w:t>Shawkani</w:t>
      </w:r>
      <w:proofErr w:type="spellEnd"/>
      <w:r w:rsidRPr="00D86078">
        <w:rPr>
          <w:rStyle w:val="libItalicChar"/>
        </w:rPr>
        <w:t xml:space="preserve">. </w:t>
      </w:r>
      <w:r w:rsidRPr="00D86078">
        <w:rPr>
          <w:rStyle w:val="libNormalChar"/>
        </w:rPr>
        <w:t>Cambridge, UK: Cambridge University Press, 2002.</w:t>
      </w:r>
    </w:p>
    <w:p w:rsidR="00ED3D62" w:rsidRDefault="00ED3D62" w:rsidP="00ED3D62">
      <w:pPr>
        <w:pStyle w:val="libNormal"/>
      </w:pPr>
      <w:r w:rsidRPr="00CA2CCA">
        <w:t xml:space="preserve">Hillenbrand, Carole. </w:t>
      </w:r>
      <w:r w:rsidRPr="00D86078">
        <w:rPr>
          <w:rStyle w:val="libItalicChar"/>
        </w:rPr>
        <w:t>The Crusades: Islamic Perspectives.</w:t>
      </w:r>
      <w:r>
        <w:t xml:space="preserve"> New York: Routledge, 2000.</w:t>
      </w:r>
    </w:p>
    <w:p w:rsidR="00ED3D62" w:rsidRDefault="00ED3D62" w:rsidP="00ED3D62">
      <w:pPr>
        <w:pStyle w:val="libNormal"/>
      </w:pPr>
      <w:r>
        <w:t xml:space="preserve">Hinds, Martin, et al., eds. </w:t>
      </w:r>
      <w:r w:rsidRPr="00D86078">
        <w:rPr>
          <w:rStyle w:val="libItalicChar"/>
        </w:rPr>
        <w:t xml:space="preserve">Studies in Early Islamic History. </w:t>
      </w:r>
      <w:r>
        <w:t>Princeton, NJ: Darwin Press, 1997.</w:t>
      </w:r>
    </w:p>
    <w:p w:rsidR="00ED3D62" w:rsidRDefault="00ED3D62" w:rsidP="00ED3D62">
      <w:pPr>
        <w:pStyle w:val="libNormal"/>
      </w:pPr>
      <w:proofErr w:type="spellStart"/>
      <w:r>
        <w:t>Hitti</w:t>
      </w:r>
      <w:proofErr w:type="spellEnd"/>
      <w:r>
        <w:t xml:space="preserve">, Philip K. </w:t>
      </w:r>
      <w:r w:rsidRPr="00D86078">
        <w:rPr>
          <w:rStyle w:val="libItalicChar"/>
        </w:rPr>
        <w:t xml:space="preserve">History of the Arabs: From Earliest Times to the Present. </w:t>
      </w:r>
      <w:r w:rsidRPr="00D86078">
        <w:t>London: Macmillan, 10</w:t>
      </w:r>
      <w:r w:rsidRPr="00750AA4">
        <w:t>th</w:t>
      </w:r>
      <w:r>
        <w:t xml:space="preserve"> ed., 2002.</w:t>
      </w:r>
    </w:p>
    <w:p w:rsidR="00ED3D62" w:rsidRDefault="00ED3D62" w:rsidP="00ED3D62">
      <w:pPr>
        <w:pStyle w:val="libNormal"/>
      </w:pPr>
      <w:proofErr w:type="spellStart"/>
      <w:r>
        <w:t>Hitti</w:t>
      </w:r>
      <w:proofErr w:type="spellEnd"/>
      <w:r>
        <w:t>, Phillip K., trans.</w:t>
      </w:r>
      <w:r w:rsidR="007D4755">
        <w:t xml:space="preserve"> </w:t>
      </w:r>
      <w:r w:rsidRPr="00D86078">
        <w:rPr>
          <w:rStyle w:val="libItalicChar"/>
        </w:rPr>
        <w:t>An Arab-Syrian Gentleman and Warrior in the Period of the Crusades:</w:t>
      </w:r>
      <w:r w:rsidRPr="00CA2CCA">
        <w:t xml:space="preserve"> </w:t>
      </w:r>
      <w:r w:rsidRPr="00D86078">
        <w:rPr>
          <w:rStyle w:val="libItalicChar"/>
        </w:rPr>
        <w:t xml:space="preserve">Memoirs of </w:t>
      </w:r>
      <w:proofErr w:type="spellStart"/>
      <w:r w:rsidRPr="00D86078">
        <w:rPr>
          <w:rStyle w:val="libItalicChar"/>
        </w:rPr>
        <w:t>Usāmah</w:t>
      </w:r>
      <w:proofErr w:type="spellEnd"/>
      <w:r w:rsidRPr="00D86078">
        <w:rPr>
          <w:rStyle w:val="libItalicChar"/>
        </w:rPr>
        <w:t xml:space="preserve"> ibn-Munqidh. </w:t>
      </w:r>
      <w:r>
        <w:t>New York: Columbia University Press, 2000.</w:t>
      </w:r>
    </w:p>
    <w:p w:rsidR="00ED3D62" w:rsidRDefault="00ED3D62" w:rsidP="00ED3D62">
      <w:pPr>
        <w:pStyle w:val="libNormal"/>
      </w:pPr>
      <w:r>
        <w:t xml:space="preserve">Hodgson, Marshall G.S. </w:t>
      </w:r>
      <w:r w:rsidRPr="00D86078">
        <w:rPr>
          <w:rStyle w:val="libItalicChar"/>
        </w:rPr>
        <w:t>The Order of the Assassins.</w:t>
      </w:r>
      <w:r>
        <w:t xml:space="preserve"> Mouton: The Hague, 1955.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Hodgson, Marshall G.S. (Edmund Burke III, ed.). </w:t>
      </w:r>
      <w:r w:rsidRPr="00D86078">
        <w:rPr>
          <w:rStyle w:val="libItalicChar"/>
        </w:rPr>
        <w:t xml:space="preserve">Rethinking World History: Essays on Europe, Islam, and World History. </w:t>
      </w:r>
      <w:r w:rsidRPr="00D86078">
        <w:rPr>
          <w:rStyle w:val="libNormalChar"/>
        </w:rPr>
        <w:t>Cambridge, UK: Cambridge University Press,1993.</w:t>
      </w:r>
    </w:p>
    <w:p w:rsidR="007D4755" w:rsidRDefault="00ED3D62" w:rsidP="00ED3D62">
      <w:pPr>
        <w:rPr>
          <w:rStyle w:val="libNormalChar"/>
        </w:rPr>
      </w:pPr>
      <w:r w:rsidRPr="00D86078">
        <w:rPr>
          <w:rStyle w:val="libNormalChar"/>
        </w:rPr>
        <w:t xml:space="preserve">Hodgson, Marshall G.S. </w:t>
      </w:r>
      <w:r w:rsidRPr="00D86078">
        <w:rPr>
          <w:rStyle w:val="libItalicChar"/>
        </w:rPr>
        <w:t>The Venture of Islam: Conscience and History in a World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Civilization, </w:t>
      </w:r>
      <w:r w:rsidRPr="00D86078">
        <w:rPr>
          <w:rStyle w:val="libNormalChar"/>
        </w:rPr>
        <w:t>3 Vols. Chicago, IL: University of Chicago Press, 1974.</w:t>
      </w:r>
    </w:p>
    <w:p w:rsidR="00ED3D62" w:rsidRDefault="00ED3D62" w:rsidP="00ED3D62">
      <w:pPr>
        <w:pStyle w:val="libNormal"/>
      </w:pPr>
      <w:r w:rsidRPr="00CA2CCA">
        <w:t xml:space="preserve">Holt, P.M., et al., eds. </w:t>
      </w:r>
      <w:r w:rsidRPr="00D86078">
        <w:rPr>
          <w:rStyle w:val="libItalicChar"/>
        </w:rPr>
        <w:t>Cambridge History of Islam,</w:t>
      </w:r>
      <w:r>
        <w:t xml:space="preserve"> 2 Vols. Cambridge, UK: Cambridge University Press, 1970.</w:t>
      </w:r>
    </w:p>
    <w:p w:rsidR="00ED3D62" w:rsidRDefault="00ED3D62" w:rsidP="00ED3D62">
      <w:pPr>
        <w:pStyle w:val="libNormal"/>
      </w:pPr>
      <w:r>
        <w:t xml:space="preserve">Hourani, Albert H. </w:t>
      </w:r>
      <w:r w:rsidRPr="00D86078">
        <w:rPr>
          <w:rStyle w:val="libItalicChar"/>
        </w:rPr>
        <w:t>A History of the Arab Peoples.</w:t>
      </w:r>
      <w:r>
        <w:t xml:space="preserve"> London: Faber and Faber, 1991.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Hovannisian, Richard G. and Georges </w:t>
      </w:r>
      <w:proofErr w:type="spellStart"/>
      <w:r>
        <w:t>Sabagh</w:t>
      </w:r>
      <w:proofErr w:type="spellEnd"/>
      <w:r>
        <w:t xml:space="preserve">, eds. </w:t>
      </w:r>
      <w:r w:rsidRPr="00D86078">
        <w:rPr>
          <w:rStyle w:val="libItalicChar"/>
        </w:rPr>
        <w:t xml:space="preserve">Religion and Culture in Medieval Islam. </w:t>
      </w:r>
      <w:r w:rsidRPr="00D86078">
        <w:rPr>
          <w:rStyle w:val="libNormalChar"/>
        </w:rPr>
        <w:t>Cambridge, UK: Cambridge University Press, 2000.</w:t>
      </w:r>
    </w:p>
    <w:p w:rsidR="00ED3D62" w:rsidRDefault="00ED3D62" w:rsidP="00ED3D62">
      <w:pPr>
        <w:pStyle w:val="libNormal"/>
      </w:pPr>
      <w:r w:rsidRPr="00CA2CCA">
        <w:t xml:space="preserve">Humphreys, R. Stephen. </w:t>
      </w:r>
      <w:r w:rsidRPr="00D86078">
        <w:rPr>
          <w:rStyle w:val="libItalicChar"/>
        </w:rPr>
        <w:t xml:space="preserve">Between Memory and Desire: The Middle East in a Troubled Age. </w:t>
      </w:r>
      <w:r>
        <w:t>Berkeley, CA: University of California Press, 1999.</w:t>
      </w:r>
    </w:p>
    <w:p w:rsidR="00ED3D62" w:rsidRDefault="00ED3D62" w:rsidP="00ED3D62">
      <w:pPr>
        <w:pStyle w:val="libNormal"/>
      </w:pPr>
      <w:r>
        <w:t xml:space="preserve">Humphreys, R. Stephen. </w:t>
      </w:r>
      <w:r w:rsidRPr="00D86078">
        <w:rPr>
          <w:rStyle w:val="libItalicChar"/>
        </w:rPr>
        <w:t>Islamic History: A Framework for Inquiry.</w:t>
      </w:r>
      <w:r>
        <w:t xml:space="preserve"> Princeton, NJ: Princeton University Press, revised ed., 1991.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Humphreys, R. Stephen. </w:t>
      </w:r>
      <w:r w:rsidRPr="00D86078">
        <w:rPr>
          <w:rStyle w:val="libItalicChar"/>
        </w:rPr>
        <w:t xml:space="preserve">From Saladin to the Mongols: The Ayyubids of Damascus, 1193-1260. </w:t>
      </w:r>
      <w:r w:rsidRPr="00D86078">
        <w:rPr>
          <w:rStyle w:val="libNormalChar"/>
        </w:rPr>
        <w:t>Albany, NY: State University of New York Press, 1977.</w:t>
      </w:r>
    </w:p>
    <w:p w:rsidR="00ED3D62" w:rsidRDefault="00ED3D62" w:rsidP="00ED3D62">
      <w:pPr>
        <w:pStyle w:val="libNormal"/>
      </w:pPr>
      <w:r w:rsidRPr="00CA2CCA">
        <w:t xml:space="preserve">Ibn </w:t>
      </w:r>
      <w:proofErr w:type="spellStart"/>
      <w:r w:rsidRPr="00CA2CCA">
        <w:t>Khaldūn</w:t>
      </w:r>
      <w:proofErr w:type="spellEnd"/>
      <w:r w:rsidRPr="00CA2CCA">
        <w:t xml:space="preserve"> (Franz Rosenthal, trans.).</w:t>
      </w:r>
      <w:r w:rsidRPr="00D86078">
        <w:rPr>
          <w:rStyle w:val="libItalicChar"/>
        </w:rPr>
        <w:t xml:space="preserve"> The </w:t>
      </w:r>
      <w:proofErr w:type="spellStart"/>
      <w:r w:rsidRPr="00D86078">
        <w:rPr>
          <w:rStyle w:val="libItalicChar"/>
        </w:rPr>
        <w:t>Muqaddimah</w:t>
      </w:r>
      <w:proofErr w:type="spellEnd"/>
      <w:r w:rsidRPr="00D86078">
        <w:rPr>
          <w:rStyle w:val="libItalicChar"/>
        </w:rPr>
        <w:t xml:space="preserve">: An Introduction to History, </w:t>
      </w:r>
      <w:r>
        <w:t>3 Vols. Princeton, NJ: Princeton University Press, 1969.</w:t>
      </w:r>
    </w:p>
    <w:p w:rsidR="00ED3D62" w:rsidRDefault="00ED3D62" w:rsidP="00ED3D62">
      <w:pPr>
        <w:pStyle w:val="libNormal"/>
      </w:pPr>
      <w:proofErr w:type="spellStart"/>
      <w:r>
        <w:t>Inalcik</w:t>
      </w:r>
      <w:proofErr w:type="spellEnd"/>
      <w:r>
        <w:t xml:space="preserve">, </w:t>
      </w:r>
      <w:proofErr w:type="spellStart"/>
      <w:r>
        <w:t>Halil</w:t>
      </w:r>
      <w:proofErr w:type="spellEnd"/>
      <w:r>
        <w:t xml:space="preserve">, et al. </w:t>
      </w:r>
      <w:r w:rsidRPr="00D86078">
        <w:rPr>
          <w:rStyle w:val="libItalicChar"/>
        </w:rPr>
        <w:t xml:space="preserve">An Economic and Social History of the Ottoman Empire, 1300-1914, </w:t>
      </w:r>
      <w:r>
        <w:t>2 Vols. Cambridge, UK: Cambridge University Press, 1994.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Irwin, Robert. </w:t>
      </w:r>
      <w:r w:rsidRPr="00D86078">
        <w:rPr>
          <w:rStyle w:val="libItalicChar"/>
        </w:rPr>
        <w:t xml:space="preserve">The Middle East in the Middle Ages: The Early Mamluk Sultanate, 1250-1382. </w:t>
      </w:r>
      <w:r w:rsidRPr="00D86078">
        <w:rPr>
          <w:rStyle w:val="libNormalChar"/>
        </w:rPr>
        <w:t>London: Croom Helm, 1986.</w:t>
      </w:r>
    </w:p>
    <w:p w:rsidR="00ED3D62" w:rsidRDefault="00ED3D62" w:rsidP="00ED3D62">
      <w:pPr>
        <w:pStyle w:val="libNormal"/>
      </w:pPr>
      <w:proofErr w:type="spellStart"/>
      <w:r w:rsidRPr="00CA2CCA">
        <w:t>Itzkowitz</w:t>
      </w:r>
      <w:proofErr w:type="spellEnd"/>
      <w:r w:rsidRPr="00CA2CCA">
        <w:t xml:space="preserve">, Norman. </w:t>
      </w:r>
      <w:r w:rsidRPr="00D86078">
        <w:rPr>
          <w:rStyle w:val="libItalicChar"/>
        </w:rPr>
        <w:t>Ottoman Empire and Islamic Tradition.</w:t>
      </w:r>
      <w:r>
        <w:t xml:space="preserve"> Chicago, IL: University of Chicago Press, 1972.</w:t>
      </w:r>
    </w:p>
    <w:p w:rsidR="00ED3D62" w:rsidRDefault="00ED3D62" w:rsidP="00ED3D62">
      <w:pPr>
        <w:pStyle w:val="libNormal"/>
      </w:pPr>
      <w:r>
        <w:t xml:space="preserve">Jackson, Peter. </w:t>
      </w:r>
      <w:r w:rsidRPr="00D86078">
        <w:rPr>
          <w:rStyle w:val="libItalicChar"/>
        </w:rPr>
        <w:t>The Delhi Sultanate: A Political and Military History.</w:t>
      </w:r>
      <w:r>
        <w:t xml:space="preserve"> Cambridge, UK: Cambridge University Press, 1999.</w:t>
      </w:r>
    </w:p>
    <w:p w:rsidR="00ED3D62" w:rsidRDefault="00ED3D62" w:rsidP="00ED3D62">
      <w:pPr>
        <w:pStyle w:val="libNormal"/>
      </w:pPr>
      <w:r>
        <w:t xml:space="preserve">Jankowski, James. </w:t>
      </w:r>
      <w:r w:rsidRPr="00D86078">
        <w:rPr>
          <w:rStyle w:val="libItalicChar"/>
        </w:rPr>
        <w:t>Nasser’s Egypt, Arab Nationalism, and the United Arab Republic.</w:t>
      </w:r>
      <w:r>
        <w:t xml:space="preserve"> Boulder, CO: Lynne </w:t>
      </w:r>
      <w:proofErr w:type="spellStart"/>
      <w:r>
        <w:t>Rienner</w:t>
      </w:r>
      <w:proofErr w:type="spellEnd"/>
      <w:r>
        <w:t>, 2002.</w:t>
      </w:r>
    </w:p>
    <w:p w:rsidR="00ED3D62" w:rsidRDefault="00ED3D62" w:rsidP="00ED3D62">
      <w:pPr>
        <w:pStyle w:val="libNormal"/>
      </w:pPr>
      <w:proofErr w:type="spellStart"/>
      <w:r>
        <w:t>Jaschok</w:t>
      </w:r>
      <w:proofErr w:type="spellEnd"/>
      <w:r>
        <w:t xml:space="preserve">, Maria and Shui </w:t>
      </w:r>
      <w:proofErr w:type="spellStart"/>
      <w:r>
        <w:t>Jingjun</w:t>
      </w:r>
      <w:proofErr w:type="spellEnd"/>
      <w:r>
        <w:t xml:space="preserve">. </w:t>
      </w:r>
      <w:r w:rsidRPr="00D86078">
        <w:rPr>
          <w:rStyle w:val="libItalicChar"/>
        </w:rPr>
        <w:t>The History of Women’s Mosques in Chinese Islam.</w:t>
      </w:r>
      <w:r>
        <w:t xml:space="preserve"> Richmond: Curzon Press, 2000.</w:t>
      </w:r>
    </w:p>
    <w:p w:rsidR="00ED3D62" w:rsidRDefault="00ED3D62" w:rsidP="00ED3D62">
      <w:pPr>
        <w:pStyle w:val="libNormal"/>
      </w:pPr>
      <w:proofErr w:type="spellStart"/>
      <w:r>
        <w:lastRenderedPageBreak/>
        <w:t>Jayyusi</w:t>
      </w:r>
      <w:proofErr w:type="spellEnd"/>
      <w:r>
        <w:t xml:space="preserve">, Salma Khadra, ed. </w:t>
      </w:r>
      <w:r w:rsidRPr="00D86078">
        <w:rPr>
          <w:rStyle w:val="libItalicChar"/>
        </w:rPr>
        <w:t>The Legacy of Muslim Spain,</w:t>
      </w:r>
      <w:r>
        <w:t xml:space="preserve"> 2 Vols. Leiden: E.J. Brill, 1994.</w:t>
      </w:r>
    </w:p>
    <w:p w:rsidR="00ED3D62" w:rsidRDefault="00ED3D62" w:rsidP="00ED3D62">
      <w:pPr>
        <w:pStyle w:val="libNormal"/>
      </w:pPr>
      <w:r>
        <w:t xml:space="preserve">Juynboll, G.H.A., ed. </w:t>
      </w:r>
      <w:r w:rsidRPr="00D86078">
        <w:rPr>
          <w:rStyle w:val="libItalicChar"/>
        </w:rPr>
        <w:t>Studies on the First Century of Islamic Society.</w:t>
      </w:r>
      <w:r>
        <w:t xml:space="preserve"> Carbondale, IL: Southern Illinois University Press, 1982.</w:t>
      </w:r>
    </w:p>
    <w:p w:rsidR="00ED3D62" w:rsidRDefault="00ED3D62" w:rsidP="00ED3D62">
      <w:pPr>
        <w:pStyle w:val="libNormal"/>
      </w:pPr>
      <w:proofErr w:type="spellStart"/>
      <w:r>
        <w:t>Kaegi</w:t>
      </w:r>
      <w:proofErr w:type="spellEnd"/>
      <w:r>
        <w:t xml:space="preserve">, Walter E. </w:t>
      </w:r>
      <w:r w:rsidRPr="00D86078">
        <w:rPr>
          <w:rStyle w:val="libItalicChar"/>
        </w:rPr>
        <w:t>Byzantium and the Early Islamic Conquests.</w:t>
      </w:r>
      <w:r>
        <w:t xml:space="preserve"> Cambridge, UK: Cambridge University Press, 1992.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proofErr w:type="spellStart"/>
      <w:r>
        <w:t>Karpat</w:t>
      </w:r>
      <w:proofErr w:type="spellEnd"/>
      <w:r>
        <w:t xml:space="preserve">, Kemal H. </w:t>
      </w:r>
      <w:r w:rsidRPr="00D86078">
        <w:rPr>
          <w:rStyle w:val="libItalicChar"/>
        </w:rPr>
        <w:t xml:space="preserve">The Politicization of Islam: Reconstructing Identity, State, Faith and Community in </w:t>
      </w:r>
      <w:proofErr w:type="gramStart"/>
      <w:r w:rsidRPr="00D86078">
        <w:rPr>
          <w:rStyle w:val="libItalicChar"/>
        </w:rPr>
        <w:t>The</w:t>
      </w:r>
      <w:proofErr w:type="gramEnd"/>
      <w:r w:rsidRPr="00D86078">
        <w:rPr>
          <w:rStyle w:val="libItalicChar"/>
        </w:rPr>
        <w:t xml:space="preserve"> late Ottoman State. </w:t>
      </w:r>
      <w:r w:rsidRPr="00D86078">
        <w:rPr>
          <w:rStyle w:val="libNormalChar"/>
        </w:rPr>
        <w:t>Oxford, UK: Oxford University Press, 2001.</w:t>
      </w:r>
    </w:p>
    <w:p w:rsidR="00ED3D62" w:rsidRPr="00D86078" w:rsidRDefault="00ED3D62" w:rsidP="00ED3D62">
      <w:pPr>
        <w:rPr>
          <w:rStyle w:val="libItalicChar"/>
        </w:rPr>
      </w:pPr>
      <w:r w:rsidRPr="00D86078">
        <w:rPr>
          <w:rStyle w:val="libNormalChar"/>
        </w:rPr>
        <w:t xml:space="preserve">Karsh, Efraim and Irani. </w:t>
      </w:r>
      <w:r w:rsidRPr="00D86078">
        <w:rPr>
          <w:rStyle w:val="libItalicChar"/>
        </w:rPr>
        <w:t xml:space="preserve">Empires of the Sand: The Struggle for Mastery in the Middle East, 1789- 1923. </w:t>
      </w:r>
      <w:r w:rsidRPr="00D86078">
        <w:rPr>
          <w:rStyle w:val="libNormalChar"/>
        </w:rPr>
        <w:t>Cambridge, MA: Harvard University Press, 1999.</w:t>
      </w:r>
    </w:p>
    <w:p w:rsidR="007D4755" w:rsidRDefault="00ED3D62" w:rsidP="00ED3D62">
      <w:pPr>
        <w:pStyle w:val="libNormal"/>
      </w:pPr>
      <w:proofErr w:type="spellStart"/>
      <w:r w:rsidRPr="00CA2CCA">
        <w:t>Kasaba</w:t>
      </w:r>
      <w:proofErr w:type="spellEnd"/>
      <w:r w:rsidRPr="00CA2CCA">
        <w:t xml:space="preserve">, </w:t>
      </w:r>
      <w:proofErr w:type="spellStart"/>
      <w:r w:rsidRPr="00CA2CCA">
        <w:t>Reşat</w:t>
      </w:r>
      <w:proofErr w:type="spellEnd"/>
      <w:r w:rsidRPr="00CA2CCA">
        <w:t xml:space="preserve">. </w:t>
      </w:r>
      <w:r w:rsidRPr="00D86078">
        <w:rPr>
          <w:rStyle w:val="libItalicChar"/>
        </w:rPr>
        <w:t xml:space="preserve">The Ottoman Empire and the World Economy: The Nineteenth Century. </w:t>
      </w:r>
      <w:r>
        <w:t>Albany, NY: State University of New York Press, 1988.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proofErr w:type="spellStart"/>
      <w:r>
        <w:t>Kayali</w:t>
      </w:r>
      <w:proofErr w:type="spellEnd"/>
      <w:r>
        <w:t xml:space="preserve">, Hasan. </w:t>
      </w:r>
      <w:r w:rsidRPr="00D86078">
        <w:rPr>
          <w:rStyle w:val="libItalicChar"/>
        </w:rPr>
        <w:t xml:space="preserve">Arabs and Young Turks: </w:t>
      </w:r>
      <w:proofErr w:type="spellStart"/>
      <w:r w:rsidRPr="00D86078">
        <w:rPr>
          <w:rStyle w:val="libItalicChar"/>
        </w:rPr>
        <w:t>Ottomanism</w:t>
      </w:r>
      <w:proofErr w:type="spellEnd"/>
      <w:r w:rsidRPr="00D86078">
        <w:rPr>
          <w:rStyle w:val="libItalicChar"/>
        </w:rPr>
        <w:t>, Arabism, and Islamism in the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Ottoman Empire, 1908-1918. </w:t>
      </w:r>
      <w:r w:rsidRPr="00D86078">
        <w:rPr>
          <w:rStyle w:val="libNormalChar"/>
        </w:rPr>
        <w:t>Berkeley, CA: University of California Press, 1997.</w:t>
      </w:r>
    </w:p>
    <w:p w:rsidR="00ED3D62" w:rsidRPr="00D86078" w:rsidRDefault="00ED3D62" w:rsidP="00ED3D62">
      <w:pPr>
        <w:rPr>
          <w:rStyle w:val="libItalicChar"/>
        </w:rPr>
      </w:pPr>
      <w:r w:rsidRPr="00D86078">
        <w:rPr>
          <w:rStyle w:val="libNormalChar"/>
        </w:rPr>
        <w:t xml:space="preserve">Keddie, Nikki R., ed. </w:t>
      </w:r>
      <w:r w:rsidRPr="00D86078">
        <w:rPr>
          <w:rStyle w:val="libItalicChar"/>
        </w:rPr>
        <w:t xml:space="preserve">Scholars, Saints and Sufis: Muslim Religious Institutions in the Middle East since 1500. </w:t>
      </w:r>
      <w:r w:rsidRPr="00D86078">
        <w:rPr>
          <w:rStyle w:val="libNormalChar"/>
        </w:rPr>
        <w:t>Berkeley, CA: University of California Press, 1972.</w:t>
      </w:r>
    </w:p>
    <w:p w:rsidR="00ED3D62" w:rsidRDefault="00ED3D62" w:rsidP="00ED3D62">
      <w:pPr>
        <w:pStyle w:val="libNormal"/>
      </w:pPr>
      <w:r w:rsidRPr="00CA2CCA">
        <w:t xml:space="preserve">Keddie, Nikki R. and Beth Baron, eds. </w:t>
      </w:r>
      <w:r w:rsidRPr="00D86078">
        <w:rPr>
          <w:rStyle w:val="libItalicChar"/>
        </w:rPr>
        <w:t>Women in Middle Eastern History: Shifting</w:t>
      </w:r>
      <w:r w:rsidRPr="00CA2CCA">
        <w:t xml:space="preserve"> </w:t>
      </w:r>
      <w:r w:rsidRPr="00D86078">
        <w:rPr>
          <w:rStyle w:val="libItalicChar"/>
        </w:rPr>
        <w:t>Boundaries in</w:t>
      </w:r>
      <w:r w:rsidRPr="00CA2CCA">
        <w:t xml:space="preserve"> </w:t>
      </w:r>
      <w:r w:rsidRPr="00D86078">
        <w:rPr>
          <w:rStyle w:val="libItalicChar"/>
        </w:rPr>
        <w:t xml:space="preserve">Sex and Gender. </w:t>
      </w:r>
      <w:r>
        <w:t>New Haven, CT: Yale University Press, 1991.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Keller, Shoshana. </w:t>
      </w:r>
      <w:r w:rsidRPr="00D86078">
        <w:rPr>
          <w:rStyle w:val="libItalicChar"/>
        </w:rPr>
        <w:t xml:space="preserve">To Moscow, Not Mecca: The Soviet Campaign Against Islam in Central Asia, 1917-1941. </w:t>
      </w:r>
      <w:r w:rsidRPr="00D86078">
        <w:rPr>
          <w:rStyle w:val="libNormalChar"/>
        </w:rPr>
        <w:t>Westport, CT: Praeger, 2001.</w:t>
      </w:r>
    </w:p>
    <w:p w:rsidR="00ED3D62" w:rsidRDefault="00ED3D62" w:rsidP="00ED3D62">
      <w:pPr>
        <w:pStyle w:val="libNormal"/>
      </w:pPr>
      <w:r w:rsidRPr="00CA2CCA">
        <w:t xml:space="preserve">Kennedy, Hugh. </w:t>
      </w:r>
      <w:r w:rsidRPr="00D86078">
        <w:rPr>
          <w:rStyle w:val="libItalicChar"/>
        </w:rPr>
        <w:t xml:space="preserve">The Armies of the Caliphs: Military and Society in the Early Islamic State. </w:t>
      </w:r>
      <w:r>
        <w:t>London: Routledge, 2001.</w:t>
      </w:r>
    </w:p>
    <w:p w:rsidR="00ED3D62" w:rsidRDefault="00ED3D62" w:rsidP="00ED3D62">
      <w:pPr>
        <w:pStyle w:val="libNormal"/>
      </w:pPr>
      <w:r>
        <w:t xml:space="preserve">Kennedy, Hugh. </w:t>
      </w:r>
      <w:r w:rsidRPr="00D86078">
        <w:rPr>
          <w:rStyle w:val="libItalicChar"/>
        </w:rPr>
        <w:t>The Early Abbasid Caliphate: A Political History.</w:t>
      </w:r>
      <w:r>
        <w:t xml:space="preserve"> London: Croom Helm, 1981.</w:t>
      </w:r>
    </w:p>
    <w:p w:rsidR="00ED3D62" w:rsidRDefault="00ED3D62" w:rsidP="00ED3D62">
      <w:pPr>
        <w:pStyle w:val="libNormal"/>
      </w:pPr>
      <w:r>
        <w:t xml:space="preserve">Kennedy, Hugh, ed. </w:t>
      </w:r>
      <w:r w:rsidRPr="00D86078">
        <w:rPr>
          <w:rStyle w:val="libItalicChar"/>
        </w:rPr>
        <w:t>An Historical Atlas of Islam</w:t>
      </w:r>
      <w:r>
        <w:t>. Leiden: Brill Academic Publ., 2002 ed.</w:t>
      </w:r>
    </w:p>
    <w:p w:rsidR="00ED3D62" w:rsidRDefault="00ED3D62" w:rsidP="00ED3D62">
      <w:pPr>
        <w:pStyle w:val="libNormal"/>
      </w:pPr>
      <w:r>
        <w:t xml:space="preserve">Kennedy, Hugh, ed. </w:t>
      </w:r>
      <w:r w:rsidRPr="00D86078">
        <w:rPr>
          <w:rStyle w:val="libItalicChar"/>
        </w:rPr>
        <w:t xml:space="preserve">The Historiography of Islamic Egypt (c. 950-1800). </w:t>
      </w:r>
      <w:r>
        <w:t>Leiden: Brill Academic Publ., 2001.</w:t>
      </w:r>
    </w:p>
    <w:p w:rsidR="00ED3D62" w:rsidRDefault="00ED3D62" w:rsidP="00ED3D62">
      <w:pPr>
        <w:pStyle w:val="libNormal"/>
      </w:pPr>
      <w:proofErr w:type="spellStart"/>
      <w:r>
        <w:t>Khalidi</w:t>
      </w:r>
      <w:proofErr w:type="spellEnd"/>
      <w:r>
        <w:t xml:space="preserve">, Rashid. </w:t>
      </w:r>
      <w:r w:rsidRPr="00D86078">
        <w:rPr>
          <w:rStyle w:val="libItalicChar"/>
        </w:rPr>
        <w:t>British Policy Towards Syria and Palestine, 1906-1914.</w:t>
      </w:r>
      <w:r>
        <w:t xml:space="preserve"> London: Ithaca Press, 1980.</w:t>
      </w:r>
    </w:p>
    <w:p w:rsidR="00ED3D62" w:rsidRDefault="00ED3D62" w:rsidP="00ED3D62">
      <w:pPr>
        <w:pStyle w:val="libNormal"/>
      </w:pPr>
      <w:proofErr w:type="spellStart"/>
      <w:r>
        <w:t>Khalidi</w:t>
      </w:r>
      <w:proofErr w:type="spellEnd"/>
      <w:r>
        <w:t xml:space="preserve">, Tarif. </w:t>
      </w:r>
      <w:r w:rsidRPr="00D86078">
        <w:rPr>
          <w:rStyle w:val="libItalicChar"/>
        </w:rPr>
        <w:t>Arab Historical Thought in the Classical Period.</w:t>
      </w:r>
      <w:r>
        <w:t xml:space="preserve"> Cambridge, UK: Cambridge University Press, 1994.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Khoury, Philip. </w:t>
      </w:r>
      <w:r w:rsidRPr="00D86078">
        <w:rPr>
          <w:rStyle w:val="libItalicChar"/>
        </w:rPr>
        <w:t xml:space="preserve">Urban Notables and Arab Nationalism: The Politics of Damascus, 1860-1920. </w:t>
      </w:r>
      <w:r w:rsidRPr="00D86078">
        <w:rPr>
          <w:rStyle w:val="libNormalChar"/>
        </w:rPr>
        <w:t>Cambridge, UK: Cambridge University Press, 2003.</w:t>
      </w:r>
    </w:p>
    <w:p w:rsidR="00ED3D62" w:rsidRPr="00D86078" w:rsidRDefault="00ED3D62" w:rsidP="00ED3D62">
      <w:pPr>
        <w:rPr>
          <w:rStyle w:val="libItalicChar"/>
        </w:rPr>
      </w:pPr>
      <w:r w:rsidRPr="00D86078">
        <w:rPr>
          <w:rStyle w:val="libNormalChar"/>
        </w:rPr>
        <w:t xml:space="preserve">Kingston, Paul W.T. </w:t>
      </w:r>
      <w:r w:rsidRPr="00D86078">
        <w:rPr>
          <w:rStyle w:val="libItalicChar"/>
        </w:rPr>
        <w:t xml:space="preserve">Britain and the Politics of Modernization in the Middle East, 1945-1958. </w:t>
      </w:r>
      <w:r w:rsidRPr="00D86078">
        <w:rPr>
          <w:rStyle w:val="libNormalChar"/>
        </w:rPr>
        <w:t>Cambridge, UK: Cambridge University Press, 2002.</w:t>
      </w:r>
    </w:p>
    <w:p w:rsidR="00ED3D62" w:rsidRDefault="00ED3D62" w:rsidP="00ED3D62">
      <w:pPr>
        <w:pStyle w:val="libNormal"/>
      </w:pPr>
      <w:r w:rsidRPr="00CA2CCA">
        <w:t xml:space="preserve">Kister, M. J. </w:t>
      </w:r>
      <w:r w:rsidRPr="00D86078">
        <w:rPr>
          <w:rStyle w:val="libItalicChar"/>
        </w:rPr>
        <w:t>Concepts and Ideas at the Dawn of Islam.</w:t>
      </w:r>
      <w:r>
        <w:t xml:space="preserve"> </w:t>
      </w:r>
      <w:proofErr w:type="spellStart"/>
      <w:r>
        <w:t>Aldershot</w:t>
      </w:r>
      <w:proofErr w:type="spellEnd"/>
      <w:r>
        <w:t>: Ashgate/Variorum, 1997.</w:t>
      </w:r>
    </w:p>
    <w:p w:rsidR="00ED3D62" w:rsidRDefault="00ED3D62" w:rsidP="00ED3D62">
      <w:pPr>
        <w:pStyle w:val="libNormal"/>
      </w:pPr>
      <w:r>
        <w:t xml:space="preserve">Kohlberg, Etan. </w:t>
      </w:r>
      <w:r w:rsidRPr="00D86078">
        <w:rPr>
          <w:rStyle w:val="libItalicChar"/>
        </w:rPr>
        <w:t xml:space="preserve">A Medieval Muslim Scholar at Work: Ibn </w:t>
      </w:r>
      <w:proofErr w:type="spellStart"/>
      <w:r w:rsidRPr="00D86078">
        <w:rPr>
          <w:rStyle w:val="libItalicChar"/>
        </w:rPr>
        <w:t>Tāwūs</w:t>
      </w:r>
      <w:proofErr w:type="spellEnd"/>
      <w:r w:rsidRPr="00D86078">
        <w:rPr>
          <w:rStyle w:val="libItalicChar"/>
        </w:rPr>
        <w:t xml:space="preserve"> and his Library. </w:t>
      </w:r>
      <w:r>
        <w:t xml:space="preserve">Leiden: </w:t>
      </w:r>
      <w:proofErr w:type="spellStart"/>
      <w:r>
        <w:t>E.</w:t>
      </w:r>
      <w:proofErr w:type="gramStart"/>
      <w:r>
        <w:t>J.Brill</w:t>
      </w:r>
      <w:proofErr w:type="spellEnd"/>
      <w:proofErr w:type="gramEnd"/>
      <w:r>
        <w:t>, 1992.</w:t>
      </w:r>
    </w:p>
    <w:p w:rsidR="007D4755" w:rsidRDefault="00ED3D62" w:rsidP="00ED3D62">
      <w:pPr>
        <w:pStyle w:val="libNormal"/>
        <w:rPr>
          <w:rStyle w:val="libNormalChar"/>
        </w:rPr>
      </w:pPr>
      <w:proofErr w:type="spellStart"/>
      <w:r>
        <w:t>Kostiner</w:t>
      </w:r>
      <w:proofErr w:type="spellEnd"/>
      <w:r>
        <w:t xml:space="preserve">, Joseph. </w:t>
      </w:r>
      <w:r w:rsidRPr="00D86078">
        <w:rPr>
          <w:rStyle w:val="libItalicChar"/>
        </w:rPr>
        <w:t>The Making of Saudi Arabia, 1916-1936: From Chieftaincy to Monarchical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State. </w:t>
      </w:r>
      <w:r w:rsidRPr="00D86078">
        <w:rPr>
          <w:rStyle w:val="libNormalChar"/>
        </w:rPr>
        <w:t>New York: Oxford University Press, 1993.</w:t>
      </w:r>
    </w:p>
    <w:p w:rsidR="00ED3D62" w:rsidRPr="00D86078" w:rsidRDefault="00ED3D62" w:rsidP="00ED3D62">
      <w:pPr>
        <w:rPr>
          <w:rStyle w:val="libItalicChar"/>
        </w:rPr>
      </w:pPr>
      <w:r w:rsidRPr="00D86078">
        <w:rPr>
          <w:rStyle w:val="libNormalChar"/>
        </w:rPr>
        <w:lastRenderedPageBreak/>
        <w:t xml:space="preserve">Kraemer, Joel L. </w:t>
      </w:r>
      <w:r w:rsidRPr="00D86078">
        <w:rPr>
          <w:rStyle w:val="libItalicChar"/>
        </w:rPr>
        <w:t xml:space="preserve">Humanism in the Renaissance of Islam: The Cultural Revival during the Buyid Age. </w:t>
      </w:r>
      <w:r w:rsidRPr="00D86078">
        <w:rPr>
          <w:rStyle w:val="libNormalChar"/>
        </w:rPr>
        <w:t>Leiden: E.J. Brill, 2nd ed., 1992.</w:t>
      </w:r>
    </w:p>
    <w:p w:rsidR="00ED3D62" w:rsidRDefault="00ED3D62" w:rsidP="00ED3D62">
      <w:pPr>
        <w:pStyle w:val="libNormal"/>
      </w:pPr>
      <w:r w:rsidRPr="00CA2CCA">
        <w:t xml:space="preserve">Kramer, Martin. </w:t>
      </w:r>
      <w:r w:rsidRPr="00D86078">
        <w:rPr>
          <w:rStyle w:val="libItalicChar"/>
        </w:rPr>
        <w:t>Islam Assembled: The Advent of the Muslim Congresses.</w:t>
      </w:r>
      <w:r>
        <w:t xml:space="preserve"> New York: Columbia University Press, 1986.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proofErr w:type="spellStart"/>
      <w:r>
        <w:t>Laiou</w:t>
      </w:r>
      <w:proofErr w:type="spellEnd"/>
      <w:r>
        <w:t xml:space="preserve">, </w:t>
      </w:r>
      <w:proofErr w:type="spellStart"/>
      <w:r>
        <w:t>Angeliki</w:t>
      </w:r>
      <w:proofErr w:type="spellEnd"/>
      <w:r>
        <w:t xml:space="preserve"> E. and Roy P. Mottahedeh, eds. </w:t>
      </w:r>
      <w:r w:rsidRPr="00D86078">
        <w:rPr>
          <w:rStyle w:val="libItalicChar"/>
        </w:rPr>
        <w:t>The Crusades from the Perspective of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Byzantium and the Muslim World. </w:t>
      </w:r>
      <w:r w:rsidRPr="00D86078">
        <w:rPr>
          <w:rStyle w:val="libNormalChar"/>
        </w:rPr>
        <w:t>Washington, DC: Dumbarton Oaks Center Studies, 2001.</w:t>
      </w:r>
    </w:p>
    <w:p w:rsidR="00ED3D62" w:rsidRPr="00D86078" w:rsidRDefault="00ED3D62" w:rsidP="00ED3D62">
      <w:pPr>
        <w:rPr>
          <w:rStyle w:val="libItalicChar"/>
        </w:rPr>
      </w:pPr>
      <w:r w:rsidRPr="00D86078">
        <w:rPr>
          <w:rStyle w:val="libNormalChar"/>
        </w:rPr>
        <w:t xml:space="preserve">Lambton, Ann K. </w:t>
      </w:r>
      <w:r w:rsidRPr="00D86078">
        <w:rPr>
          <w:rStyle w:val="libItalicChar"/>
        </w:rPr>
        <w:t>Continuity and Change in Medieval Persia: Aspects of Administrative,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>Economic and</w:t>
      </w:r>
      <w:r w:rsidR="007D4755">
        <w:rPr>
          <w:rStyle w:val="libItalicChar"/>
        </w:rPr>
        <w:t xml:space="preserve"> </w:t>
      </w:r>
      <w:r w:rsidRPr="00D86078">
        <w:rPr>
          <w:rStyle w:val="libItalicChar"/>
        </w:rPr>
        <w:t>Social History, 11th-14th Century.</w:t>
      </w:r>
      <w:r w:rsidRPr="00D86078">
        <w:rPr>
          <w:rStyle w:val="libNormalChar"/>
        </w:rPr>
        <w:t xml:space="preserve"> London: I.B. Tauris, 1988.</w:t>
      </w:r>
    </w:p>
    <w:p w:rsidR="00ED3D62" w:rsidRDefault="00ED3D62" w:rsidP="00ED3D62">
      <w:pPr>
        <w:pStyle w:val="libNormal"/>
      </w:pPr>
      <w:r w:rsidRPr="00CA2CCA">
        <w:t xml:space="preserve">Lane-Pool, Stanley. </w:t>
      </w:r>
      <w:r w:rsidRPr="00D86078">
        <w:rPr>
          <w:rStyle w:val="libItalicChar"/>
        </w:rPr>
        <w:t xml:space="preserve">Saladin: All-Powerful Sultan and the </w:t>
      </w:r>
      <w:proofErr w:type="spellStart"/>
      <w:r w:rsidRPr="00D86078">
        <w:rPr>
          <w:rStyle w:val="libItalicChar"/>
        </w:rPr>
        <w:t>Uniter</w:t>
      </w:r>
      <w:proofErr w:type="spellEnd"/>
      <w:r w:rsidRPr="00D86078">
        <w:rPr>
          <w:rStyle w:val="libItalicChar"/>
        </w:rPr>
        <w:t xml:space="preserve"> of Islam.</w:t>
      </w:r>
      <w:r>
        <w:t xml:space="preserve"> New York: Cooper Square Press, 2002.</w:t>
      </w:r>
    </w:p>
    <w:p w:rsidR="007D4755" w:rsidRDefault="00ED3D62" w:rsidP="00ED3D62">
      <w:pPr>
        <w:pStyle w:val="libNormal"/>
      </w:pPr>
      <w:r>
        <w:t xml:space="preserve">Lapidus, Ira M. </w:t>
      </w:r>
      <w:r w:rsidRPr="00D86078">
        <w:rPr>
          <w:rStyle w:val="libItalicChar"/>
        </w:rPr>
        <w:t>A History of Islamic Societies.</w:t>
      </w:r>
      <w:r w:rsidRPr="00D86078">
        <w:t xml:space="preserve"> Cambridge, UK: Cambridge University Press,</w:t>
      </w:r>
      <w:r w:rsidR="007D4755">
        <w:t xml:space="preserve"> </w:t>
      </w:r>
      <w:r w:rsidRPr="00D86078">
        <w:t>2</w:t>
      </w:r>
      <w:r w:rsidRPr="00750AA4">
        <w:t>nd</w:t>
      </w:r>
      <w:r>
        <w:t xml:space="preserve"> ed., 2002.</w:t>
      </w:r>
    </w:p>
    <w:p w:rsidR="00ED3D62" w:rsidRDefault="00ED3D62" w:rsidP="00ED3D62">
      <w:pPr>
        <w:pStyle w:val="libNormal"/>
      </w:pPr>
      <w:r>
        <w:t xml:space="preserve">Lapidus, Ira M. </w:t>
      </w:r>
      <w:r w:rsidRPr="00D86078">
        <w:rPr>
          <w:rStyle w:val="libItalicChar"/>
        </w:rPr>
        <w:t>Muslim Cities in the Later Middle Ages.</w:t>
      </w:r>
      <w:r>
        <w:t xml:space="preserve"> Cambridge, MA: Harvard University Press, 1967.</w:t>
      </w:r>
    </w:p>
    <w:p w:rsidR="00ED3D62" w:rsidRDefault="00ED3D62" w:rsidP="00ED3D62">
      <w:pPr>
        <w:pStyle w:val="libNormal"/>
      </w:pPr>
      <w:proofErr w:type="spellStart"/>
      <w:r>
        <w:t>Laremont</w:t>
      </w:r>
      <w:proofErr w:type="spellEnd"/>
      <w:r>
        <w:t xml:space="preserve">, Ricardo Rene. </w:t>
      </w:r>
      <w:r w:rsidRPr="00D86078">
        <w:rPr>
          <w:rStyle w:val="libItalicChar"/>
        </w:rPr>
        <w:t>Islam and the Politics of Resistance in Algeria, 1783-1992.</w:t>
      </w:r>
      <w:r>
        <w:t xml:space="preserve"> Lawrenceville, NJ: Africa World Press, 1999.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proofErr w:type="spellStart"/>
      <w:r>
        <w:t>Lassner</w:t>
      </w:r>
      <w:proofErr w:type="spellEnd"/>
      <w:r>
        <w:t xml:space="preserve">, Jacob. </w:t>
      </w:r>
      <w:r w:rsidRPr="00D86078">
        <w:rPr>
          <w:rStyle w:val="libItalicChar"/>
        </w:rPr>
        <w:t>Islamic Revolution and Historical Memory: An Inquiry into the Art of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Abbasid Apologetics. </w:t>
      </w:r>
      <w:r w:rsidRPr="00D86078">
        <w:rPr>
          <w:rStyle w:val="libNormalChar"/>
        </w:rPr>
        <w:t>New Haven, CT: American Oriental Society, 1986.</w:t>
      </w:r>
    </w:p>
    <w:p w:rsidR="00ED3D62" w:rsidRDefault="00ED3D62" w:rsidP="00ED3D62">
      <w:pPr>
        <w:pStyle w:val="libNormal"/>
      </w:pPr>
      <w:proofErr w:type="spellStart"/>
      <w:r w:rsidRPr="00CA2CCA">
        <w:t>Lassner</w:t>
      </w:r>
      <w:proofErr w:type="spellEnd"/>
      <w:r w:rsidRPr="00CA2CCA">
        <w:t xml:space="preserve">, Jacob. </w:t>
      </w:r>
      <w:r w:rsidRPr="00D86078">
        <w:rPr>
          <w:rStyle w:val="libItalicChar"/>
        </w:rPr>
        <w:t>The Shaping of Abbasid Rule.</w:t>
      </w:r>
      <w:r>
        <w:t xml:space="preserve"> Princeton, NJ: Princeton University Press, 1980.</w:t>
      </w:r>
    </w:p>
    <w:p w:rsidR="00ED3D62" w:rsidRDefault="00ED3D62" w:rsidP="00ED3D62">
      <w:pPr>
        <w:pStyle w:val="libNormal"/>
      </w:pPr>
      <w:r>
        <w:t>Lazarus-</w:t>
      </w:r>
      <w:proofErr w:type="spellStart"/>
      <w:r>
        <w:t>Yafeh</w:t>
      </w:r>
      <w:proofErr w:type="spellEnd"/>
      <w:r>
        <w:t xml:space="preserve">, </w:t>
      </w:r>
      <w:proofErr w:type="spellStart"/>
      <w:r>
        <w:t>Hava</w:t>
      </w:r>
      <w:proofErr w:type="spellEnd"/>
      <w:r>
        <w:t xml:space="preserve">, et al., eds. </w:t>
      </w:r>
      <w:r w:rsidRPr="00D86078">
        <w:rPr>
          <w:rStyle w:val="libItalicChar"/>
        </w:rPr>
        <w:t>The Majlis: Interreligious Encounters in Medieval Islam.</w:t>
      </w:r>
      <w:r w:rsidR="007D4755">
        <w:rPr>
          <w:rStyle w:val="libItalicChar"/>
        </w:rPr>
        <w:t xml:space="preserve"> </w:t>
      </w:r>
      <w:r>
        <w:t xml:space="preserve">Wiesbaden: </w:t>
      </w:r>
      <w:proofErr w:type="spellStart"/>
      <w:r>
        <w:t>Harrassowitz</w:t>
      </w:r>
      <w:proofErr w:type="spellEnd"/>
      <w:r>
        <w:t>, 1999.</w:t>
      </w:r>
    </w:p>
    <w:p w:rsidR="00ED3D62" w:rsidRDefault="00ED3D62" w:rsidP="00ED3D62">
      <w:pPr>
        <w:pStyle w:val="libNormal"/>
      </w:pPr>
      <w:proofErr w:type="spellStart"/>
      <w:r>
        <w:t>Lecker</w:t>
      </w:r>
      <w:proofErr w:type="spellEnd"/>
      <w:r>
        <w:t xml:space="preserve">, Michael. </w:t>
      </w:r>
      <w:r w:rsidRPr="00D86078">
        <w:rPr>
          <w:rStyle w:val="libItalicChar"/>
        </w:rPr>
        <w:t>Jews and Arabs in Pre- and Early Islamic Arabia.</w:t>
      </w:r>
      <w:r>
        <w:t xml:space="preserve"> </w:t>
      </w:r>
      <w:proofErr w:type="spellStart"/>
      <w:r>
        <w:t>Aldershot</w:t>
      </w:r>
      <w:proofErr w:type="spellEnd"/>
      <w:r>
        <w:t>: Ashgate/Variorum, 1998.</w:t>
      </w:r>
    </w:p>
    <w:p w:rsidR="00ED3D62" w:rsidRDefault="00ED3D62" w:rsidP="00ED3D62">
      <w:pPr>
        <w:pStyle w:val="libNormal"/>
      </w:pPr>
      <w:proofErr w:type="spellStart"/>
      <w:r>
        <w:t>Lelyveld</w:t>
      </w:r>
      <w:proofErr w:type="spellEnd"/>
      <w:r>
        <w:t xml:space="preserve">, David. </w:t>
      </w:r>
      <w:r w:rsidRPr="00D86078">
        <w:rPr>
          <w:rStyle w:val="libItalicChar"/>
        </w:rPr>
        <w:t>Aligarh’s First Generation: Muslim Solidarity in British India.</w:t>
      </w:r>
      <w:r>
        <w:t xml:space="preserve"> Princeton, NJ: Princeton University Press, 1978.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proofErr w:type="spellStart"/>
      <w:r>
        <w:t>Lesch</w:t>
      </w:r>
      <w:proofErr w:type="spellEnd"/>
      <w:r>
        <w:t xml:space="preserve">, Ann Mosely. </w:t>
      </w:r>
      <w:r w:rsidRPr="00D86078">
        <w:rPr>
          <w:rStyle w:val="libItalicChar"/>
        </w:rPr>
        <w:t>Arab Politics in Palestine, 1917-1937: The Frustration of a Nationalist</w:t>
      </w:r>
      <w:r w:rsidR="007D4755">
        <w:rPr>
          <w:rStyle w:val="libItalicChar"/>
        </w:rPr>
        <w:t xml:space="preserve"> </w:t>
      </w:r>
      <w:r w:rsidRPr="00D86078">
        <w:rPr>
          <w:rStyle w:val="libItalicChar"/>
        </w:rPr>
        <w:t xml:space="preserve">Movement. </w:t>
      </w:r>
      <w:r w:rsidRPr="00D86078">
        <w:rPr>
          <w:rStyle w:val="libNormalChar"/>
        </w:rPr>
        <w:t>Ithaca, NY: Cornell University Press, 1979.</w:t>
      </w:r>
    </w:p>
    <w:p w:rsidR="00ED3D62" w:rsidRDefault="00ED3D62" w:rsidP="00ED3D62">
      <w:pPr>
        <w:pStyle w:val="libNormal"/>
      </w:pPr>
      <w:r w:rsidRPr="00CA2CCA">
        <w:t xml:space="preserve">Lewis, Bernard. </w:t>
      </w:r>
      <w:r w:rsidRPr="00D86078">
        <w:rPr>
          <w:rStyle w:val="libItalicChar"/>
        </w:rPr>
        <w:t>The Assassins: A Radical Sect in Islam.</w:t>
      </w:r>
      <w:r>
        <w:t xml:space="preserve"> London: Weidenfeld and Nicolson, 1967.</w:t>
      </w:r>
    </w:p>
    <w:p w:rsidR="00ED3D62" w:rsidRDefault="00ED3D62" w:rsidP="00ED3D62">
      <w:pPr>
        <w:pStyle w:val="libNormal"/>
      </w:pPr>
      <w:r>
        <w:t xml:space="preserve">Lewis, Bernard. </w:t>
      </w:r>
      <w:r w:rsidRPr="00D86078">
        <w:rPr>
          <w:rStyle w:val="libItalicChar"/>
        </w:rPr>
        <w:t>Islam in History: Ideas, People, and Events in the Middle East.</w:t>
      </w:r>
      <w:r>
        <w:t xml:space="preserve"> La Salle, IL: Open Court, revised ed., 2001.</w:t>
      </w:r>
    </w:p>
    <w:p w:rsidR="00ED3D62" w:rsidRDefault="00ED3D62" w:rsidP="00ED3D62">
      <w:pPr>
        <w:pStyle w:val="libNormal"/>
      </w:pPr>
      <w:r>
        <w:t xml:space="preserve">Lewis, Bernard. </w:t>
      </w:r>
      <w:r w:rsidRPr="00D86078">
        <w:rPr>
          <w:rStyle w:val="libItalicChar"/>
        </w:rPr>
        <w:t>Istanbul and the Civilization of the Ottoman Empire.</w:t>
      </w:r>
      <w:r>
        <w:t xml:space="preserve"> Norman, OK: University of</w:t>
      </w:r>
      <w:r w:rsidR="007D4755">
        <w:t xml:space="preserve"> </w:t>
      </w:r>
      <w:r>
        <w:t>Oklahoma Press, 1989.</w:t>
      </w:r>
    </w:p>
    <w:p w:rsidR="00ED3D62" w:rsidRDefault="00ED3D62" w:rsidP="00ED3D62">
      <w:pPr>
        <w:pStyle w:val="libNormal"/>
      </w:pPr>
      <w:r>
        <w:t xml:space="preserve">Lewis, Bernard. </w:t>
      </w:r>
      <w:r w:rsidRPr="00D86078">
        <w:rPr>
          <w:rStyle w:val="libItalicChar"/>
        </w:rPr>
        <w:t>The Jews of Islam</w:t>
      </w:r>
      <w:r>
        <w:t>. Princeton, NJ: Princeton University Press, 1987.</w:t>
      </w:r>
    </w:p>
    <w:p w:rsidR="007D4755" w:rsidRDefault="00ED3D62" w:rsidP="00ED3D62">
      <w:pPr>
        <w:pStyle w:val="libNormal"/>
      </w:pPr>
      <w:r>
        <w:t xml:space="preserve">Lewis, Bernard. </w:t>
      </w:r>
      <w:r w:rsidRPr="00D86078">
        <w:rPr>
          <w:rStyle w:val="libItalicChar"/>
        </w:rPr>
        <w:t xml:space="preserve">The Muslim Discovery of Europe. </w:t>
      </w:r>
      <w:r>
        <w:t>New York: W.W. Norton &amp; Co., 1985 (reissue edition).</w:t>
      </w:r>
    </w:p>
    <w:p w:rsidR="00ED3D62" w:rsidRDefault="00ED3D62" w:rsidP="00ED3D62">
      <w:pPr>
        <w:pStyle w:val="libNormal"/>
      </w:pPr>
      <w:r>
        <w:t xml:space="preserve">Lewis, Bernard. </w:t>
      </w:r>
      <w:r w:rsidRPr="00D86078">
        <w:rPr>
          <w:rStyle w:val="libItalicChar"/>
        </w:rPr>
        <w:t>Race and Slavery in the Middle East: An Historical Inquiry.</w:t>
      </w:r>
      <w:r>
        <w:t xml:space="preserve"> Oxford, UK: Oxford University Press, 1990.</w:t>
      </w:r>
    </w:p>
    <w:p w:rsidR="007D4755" w:rsidRDefault="00ED3D62" w:rsidP="00ED3D62">
      <w:pPr>
        <w:pStyle w:val="libNormal"/>
        <w:rPr>
          <w:rStyle w:val="libNormalChar"/>
        </w:rPr>
      </w:pPr>
      <w:r>
        <w:t xml:space="preserve">Lewis, Bernard, ed. </w:t>
      </w:r>
      <w:r w:rsidRPr="00D86078">
        <w:rPr>
          <w:rStyle w:val="libItalicChar"/>
        </w:rPr>
        <w:t>Islam from the Prophet Muhammad to the Capture of Constantinople: Politics and</w:t>
      </w:r>
      <w:r w:rsidR="007D4755">
        <w:rPr>
          <w:rStyle w:val="libItalicChar"/>
        </w:rPr>
        <w:t xml:space="preserve"> </w:t>
      </w:r>
      <w:r w:rsidRPr="00D86078">
        <w:rPr>
          <w:rStyle w:val="libItalicChar"/>
        </w:rPr>
        <w:t xml:space="preserve">War. </w:t>
      </w:r>
      <w:r w:rsidRPr="00D86078">
        <w:rPr>
          <w:rStyle w:val="libNormalChar"/>
        </w:rPr>
        <w:t>Oxford, UK: Oxford University Press, 1987.</w:t>
      </w:r>
    </w:p>
    <w:p w:rsidR="00ED3D62" w:rsidRPr="00D86078" w:rsidRDefault="00ED3D62" w:rsidP="00ED3D62">
      <w:pPr>
        <w:rPr>
          <w:rStyle w:val="libItalicChar"/>
        </w:rPr>
      </w:pPr>
      <w:r w:rsidRPr="00D86078">
        <w:rPr>
          <w:rStyle w:val="libNormalChar"/>
        </w:rPr>
        <w:lastRenderedPageBreak/>
        <w:t xml:space="preserve">Louis, William Roger. </w:t>
      </w:r>
      <w:r w:rsidRPr="00D86078">
        <w:rPr>
          <w:rStyle w:val="libItalicChar"/>
        </w:rPr>
        <w:t>The British Empire in the Middle East, 1945-1951: Arab Nationalism,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the United States, and Postwar Imperialism. </w:t>
      </w:r>
      <w:r w:rsidRPr="00D86078">
        <w:rPr>
          <w:rStyle w:val="libNormalChar"/>
        </w:rPr>
        <w:t>Oxford, UK: Oxford University Press, 1984.</w:t>
      </w:r>
    </w:p>
    <w:p w:rsidR="00ED3D62" w:rsidRDefault="00ED3D62" w:rsidP="00ED3D62">
      <w:pPr>
        <w:pStyle w:val="libNormal"/>
      </w:pPr>
      <w:proofErr w:type="spellStart"/>
      <w:r w:rsidRPr="00CA2CCA">
        <w:t>Lowick</w:t>
      </w:r>
      <w:proofErr w:type="spellEnd"/>
      <w:r w:rsidRPr="00CA2CCA">
        <w:t xml:space="preserve">, Nicholas. </w:t>
      </w:r>
      <w:r w:rsidRPr="00D86078">
        <w:rPr>
          <w:rStyle w:val="libItalicChar"/>
        </w:rPr>
        <w:t>Islamic Coins and Trade in the Medieval World.</w:t>
      </w:r>
      <w:r>
        <w:t xml:space="preserve"> </w:t>
      </w:r>
      <w:proofErr w:type="spellStart"/>
      <w:r>
        <w:t>Aldershot</w:t>
      </w:r>
      <w:proofErr w:type="spellEnd"/>
      <w:r>
        <w:t>: Ashgate/Variorum, 1990.</w:t>
      </w:r>
    </w:p>
    <w:p w:rsidR="00ED3D62" w:rsidRDefault="00ED3D62" w:rsidP="00ED3D62">
      <w:pPr>
        <w:pStyle w:val="libNormal"/>
      </w:pPr>
      <w:r>
        <w:t xml:space="preserve">Lyons, Malcolm Cameron and David E.P. Jackson. </w:t>
      </w:r>
      <w:r w:rsidRPr="00D86078">
        <w:rPr>
          <w:rStyle w:val="libItalicChar"/>
        </w:rPr>
        <w:t>Saladin: The Politics of the Holy War.</w:t>
      </w:r>
      <w:r w:rsidR="007D4755">
        <w:t xml:space="preserve"> </w:t>
      </w:r>
      <w:r>
        <w:t>Cambridge, UK: Cambridge University Press, 1984.</w:t>
      </w:r>
    </w:p>
    <w:p w:rsidR="00ED3D62" w:rsidRDefault="00ED3D62" w:rsidP="00ED3D62">
      <w:pPr>
        <w:pStyle w:val="libNormal"/>
      </w:pPr>
      <w:r>
        <w:t xml:space="preserve">Mack, Rosamond E. </w:t>
      </w:r>
      <w:r w:rsidRPr="00D86078">
        <w:rPr>
          <w:rStyle w:val="libItalicChar"/>
        </w:rPr>
        <w:t>Bazaar to Piazza: Islamic Trade and Italian Art, 1300-1600</w:t>
      </w:r>
      <w:r>
        <w:t xml:space="preserve">. Berkeley, </w:t>
      </w:r>
      <w:proofErr w:type="spellStart"/>
      <w:proofErr w:type="gramStart"/>
      <w:r>
        <w:t>CA:University</w:t>
      </w:r>
      <w:proofErr w:type="spellEnd"/>
      <w:proofErr w:type="gramEnd"/>
      <w:r>
        <w:t xml:space="preserve"> of California Press, 2001.</w:t>
      </w:r>
    </w:p>
    <w:p w:rsidR="00ED3D62" w:rsidRDefault="00ED3D62" w:rsidP="00ED3D62">
      <w:pPr>
        <w:pStyle w:val="libNormal"/>
      </w:pPr>
      <w:r>
        <w:t xml:space="preserve">Madelung, </w:t>
      </w:r>
      <w:proofErr w:type="spellStart"/>
      <w:r>
        <w:t>Wilferd</w:t>
      </w:r>
      <w:proofErr w:type="spellEnd"/>
      <w:r>
        <w:t xml:space="preserve">. </w:t>
      </w:r>
      <w:r w:rsidRPr="00D86078">
        <w:rPr>
          <w:rStyle w:val="libItalicChar"/>
        </w:rPr>
        <w:t>Religious and Ethnic Movements in Medieval Islam.</w:t>
      </w:r>
      <w:r>
        <w:t xml:space="preserve"> </w:t>
      </w:r>
      <w:proofErr w:type="spellStart"/>
      <w:r>
        <w:t>Aldershot</w:t>
      </w:r>
      <w:proofErr w:type="spellEnd"/>
      <w:r>
        <w:t>: Ashgate/Variorum, 1992.</w:t>
      </w:r>
    </w:p>
    <w:p w:rsidR="00ED3D62" w:rsidRDefault="00ED3D62" w:rsidP="00ED3D62">
      <w:pPr>
        <w:pStyle w:val="libNormal"/>
      </w:pPr>
      <w:r>
        <w:t xml:space="preserve">Madelung, </w:t>
      </w:r>
      <w:proofErr w:type="spellStart"/>
      <w:r>
        <w:t>Wilferd</w:t>
      </w:r>
      <w:proofErr w:type="spellEnd"/>
      <w:r>
        <w:t xml:space="preserve">. </w:t>
      </w:r>
      <w:r w:rsidRPr="00D86078">
        <w:rPr>
          <w:rStyle w:val="libItalicChar"/>
        </w:rPr>
        <w:t xml:space="preserve">Religious Schools and Sects in Medieval Islam. </w:t>
      </w:r>
      <w:r>
        <w:t>London: Variorum, 1985.</w:t>
      </w:r>
    </w:p>
    <w:p w:rsidR="007D4755" w:rsidRDefault="00ED3D62" w:rsidP="00ED3D62">
      <w:pPr>
        <w:pStyle w:val="libNormal"/>
      </w:pPr>
      <w:r>
        <w:t xml:space="preserve">Madelung, </w:t>
      </w:r>
      <w:proofErr w:type="spellStart"/>
      <w:r>
        <w:t>Wiferd</w:t>
      </w:r>
      <w:proofErr w:type="spellEnd"/>
      <w:r>
        <w:t xml:space="preserve">. </w:t>
      </w:r>
      <w:r w:rsidRPr="00D86078">
        <w:rPr>
          <w:rStyle w:val="libItalicChar"/>
        </w:rPr>
        <w:t>Religious Trends in Early Islamic Iran.</w:t>
      </w:r>
      <w:r>
        <w:t xml:space="preserve"> Albany, NY: State University of New York Press, 1988.</w:t>
      </w:r>
    </w:p>
    <w:p w:rsidR="00ED3D62" w:rsidRDefault="00ED3D62" w:rsidP="00ED3D62">
      <w:pPr>
        <w:pStyle w:val="libNormal"/>
      </w:pPr>
      <w:r>
        <w:t xml:space="preserve">Madelung, </w:t>
      </w:r>
      <w:proofErr w:type="spellStart"/>
      <w:r>
        <w:t>Wilferd</w:t>
      </w:r>
      <w:proofErr w:type="spellEnd"/>
      <w:r>
        <w:t xml:space="preserve">. </w:t>
      </w:r>
      <w:r w:rsidRPr="00D86078">
        <w:rPr>
          <w:rStyle w:val="libItalicChar"/>
        </w:rPr>
        <w:t xml:space="preserve">The Succession to Muhammad: A Study of the Early Caliphate. </w:t>
      </w:r>
      <w:r>
        <w:t>Cambridge, UK: Cambridge University Press, 1997.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Madelung, </w:t>
      </w:r>
      <w:proofErr w:type="spellStart"/>
      <w:r>
        <w:t>Wilferd</w:t>
      </w:r>
      <w:proofErr w:type="spellEnd"/>
      <w:r>
        <w:t xml:space="preserve"> and Paul E. Walker, trans. and eds. </w:t>
      </w:r>
      <w:r w:rsidRPr="00D86078">
        <w:rPr>
          <w:rStyle w:val="libItalicChar"/>
        </w:rPr>
        <w:t xml:space="preserve">The Advent of the Fatimids: A Contemporary </w:t>
      </w:r>
      <w:proofErr w:type="gramStart"/>
      <w:r w:rsidRPr="00D86078">
        <w:rPr>
          <w:rStyle w:val="libItalicChar"/>
        </w:rPr>
        <w:t>Shi‘</w:t>
      </w:r>
      <w:proofErr w:type="gramEnd"/>
      <w:r w:rsidRPr="00D86078">
        <w:rPr>
          <w:rStyle w:val="libItalicChar"/>
        </w:rPr>
        <w:t>i Witness.</w:t>
      </w:r>
      <w:r w:rsidRPr="00D86078">
        <w:rPr>
          <w:rStyle w:val="libNormalChar"/>
        </w:rPr>
        <w:t xml:space="preserve"> London: I.B. Tauris, 2000.</w:t>
      </w:r>
    </w:p>
    <w:p w:rsidR="00ED3D62" w:rsidRDefault="00ED3D62" w:rsidP="00ED3D62">
      <w:pPr>
        <w:pStyle w:val="libNormal"/>
      </w:pPr>
      <w:proofErr w:type="spellStart"/>
      <w:r w:rsidRPr="00CA2CCA">
        <w:t>Makdisi</w:t>
      </w:r>
      <w:proofErr w:type="spellEnd"/>
      <w:r w:rsidRPr="00CA2CCA">
        <w:t xml:space="preserve">, George. </w:t>
      </w:r>
      <w:r w:rsidRPr="00D86078">
        <w:rPr>
          <w:rStyle w:val="libItalicChar"/>
        </w:rPr>
        <w:t>The Rise of Humanism in Classical Islam and the Christian West.</w:t>
      </w:r>
      <w:r>
        <w:t xml:space="preserve"> </w:t>
      </w:r>
      <w:proofErr w:type="spellStart"/>
      <w:proofErr w:type="gramStart"/>
      <w:r>
        <w:t>Edinburgh:Edinburgh</w:t>
      </w:r>
      <w:proofErr w:type="spellEnd"/>
      <w:proofErr w:type="gramEnd"/>
      <w:r>
        <w:t xml:space="preserve"> University Press, 1989.</w:t>
      </w:r>
    </w:p>
    <w:p w:rsidR="007D4755" w:rsidRDefault="00ED3D62" w:rsidP="00ED3D62">
      <w:pPr>
        <w:pStyle w:val="libNormal"/>
      </w:pPr>
      <w:proofErr w:type="spellStart"/>
      <w:r>
        <w:t>Malti</w:t>
      </w:r>
      <w:proofErr w:type="spellEnd"/>
      <w:r>
        <w:t xml:space="preserve">-Douglas, </w:t>
      </w:r>
      <w:proofErr w:type="spellStart"/>
      <w:r>
        <w:t>Fedwa</w:t>
      </w:r>
      <w:proofErr w:type="spellEnd"/>
      <w:r>
        <w:t xml:space="preserve">. </w:t>
      </w:r>
      <w:r w:rsidRPr="00D86078">
        <w:rPr>
          <w:rStyle w:val="libItalicChar"/>
        </w:rPr>
        <w:t>Power, Marginality, and the Body in Medieval Islam</w:t>
      </w:r>
      <w:r>
        <w:t xml:space="preserve">. </w:t>
      </w:r>
      <w:proofErr w:type="spellStart"/>
      <w:r>
        <w:t>Aldershot</w:t>
      </w:r>
      <w:proofErr w:type="spellEnd"/>
      <w:r>
        <w:t>: Ashgate/</w:t>
      </w:r>
      <w:proofErr w:type="spellStart"/>
      <w:r>
        <w:t>Varorum</w:t>
      </w:r>
      <w:proofErr w:type="spellEnd"/>
      <w:r>
        <w:t>, 2001.</w:t>
      </w:r>
    </w:p>
    <w:p w:rsidR="007D4755" w:rsidRDefault="00ED3D62" w:rsidP="00ED3D62">
      <w:pPr>
        <w:pStyle w:val="libNormal"/>
      </w:pPr>
      <w:r>
        <w:t xml:space="preserve">Mandel, Neville J. </w:t>
      </w:r>
      <w:r w:rsidRPr="00D86078">
        <w:rPr>
          <w:rStyle w:val="libItalicChar"/>
        </w:rPr>
        <w:t>The Arabs and Zionism before World War I.</w:t>
      </w:r>
      <w:r>
        <w:t xml:space="preserve"> Berkeley, CA: University of California Press, 1976.</w:t>
      </w:r>
    </w:p>
    <w:p w:rsidR="00ED3D62" w:rsidRDefault="00ED3D62" w:rsidP="00ED3D62">
      <w:pPr>
        <w:pStyle w:val="libNormal"/>
      </w:pPr>
      <w:r>
        <w:t xml:space="preserve">Marcus, Abraham. </w:t>
      </w:r>
      <w:r w:rsidRPr="00D86078">
        <w:rPr>
          <w:rStyle w:val="libItalicChar"/>
        </w:rPr>
        <w:t>The Middle East on the Eve of Modernity: Aleppo in the Eighteenth</w:t>
      </w:r>
      <w:r w:rsidRPr="00CA2CCA">
        <w:t xml:space="preserve"> </w:t>
      </w:r>
      <w:r w:rsidRPr="00D86078">
        <w:rPr>
          <w:rStyle w:val="libItalicChar"/>
        </w:rPr>
        <w:t xml:space="preserve">Century. </w:t>
      </w:r>
      <w:r>
        <w:t>New York: Columbia University Press, 1989.</w:t>
      </w:r>
    </w:p>
    <w:p w:rsidR="007D4755" w:rsidRDefault="00ED3D62" w:rsidP="00ED3D62">
      <w:pPr>
        <w:pStyle w:val="libNormal"/>
      </w:pPr>
      <w:proofErr w:type="spellStart"/>
      <w:r>
        <w:t>Marsot</w:t>
      </w:r>
      <w:proofErr w:type="spellEnd"/>
      <w:r>
        <w:t xml:space="preserve">, </w:t>
      </w:r>
      <w:proofErr w:type="spellStart"/>
      <w:r>
        <w:t>Afaf</w:t>
      </w:r>
      <w:proofErr w:type="spellEnd"/>
      <w:r>
        <w:t xml:space="preserve"> Lutfi al-Sayyid. </w:t>
      </w:r>
      <w:r w:rsidRPr="00D86078">
        <w:rPr>
          <w:rStyle w:val="libItalicChar"/>
        </w:rPr>
        <w:t>Egypt in the Reign of Muhammad Ali.</w:t>
      </w:r>
      <w:r>
        <w:t xml:space="preserve"> Cambridge, UK: Cambridge University Press, 1984.</w:t>
      </w:r>
    </w:p>
    <w:p w:rsidR="007D4755" w:rsidRDefault="00ED3D62" w:rsidP="00ED3D62">
      <w:pPr>
        <w:pStyle w:val="libNormal"/>
      </w:pPr>
      <w:proofErr w:type="spellStart"/>
      <w:r>
        <w:t>Marsot</w:t>
      </w:r>
      <w:proofErr w:type="spellEnd"/>
      <w:r>
        <w:t xml:space="preserve">, </w:t>
      </w:r>
      <w:proofErr w:type="spellStart"/>
      <w:r>
        <w:t>Afaf</w:t>
      </w:r>
      <w:proofErr w:type="spellEnd"/>
      <w:r>
        <w:t xml:space="preserve"> Lutfi al-Sayyid. </w:t>
      </w:r>
      <w:r w:rsidRPr="00D86078">
        <w:rPr>
          <w:rStyle w:val="libItalicChar"/>
        </w:rPr>
        <w:t>A Short History of Modern Egypt.</w:t>
      </w:r>
      <w:r>
        <w:t xml:space="preserve"> Cambridge, UK: Cambridge University Press, 1985.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proofErr w:type="spellStart"/>
      <w:r>
        <w:t>Massell</w:t>
      </w:r>
      <w:proofErr w:type="spellEnd"/>
      <w:r>
        <w:t xml:space="preserve">, Gregory J. </w:t>
      </w:r>
      <w:r w:rsidRPr="00D86078">
        <w:rPr>
          <w:rStyle w:val="libItalicChar"/>
        </w:rPr>
        <w:t xml:space="preserve">The Surrogate Proletariat: Moslem Women and Revolutionary Strategies in Soviet Central Asia, 1919-1929. </w:t>
      </w:r>
      <w:r w:rsidRPr="00D86078">
        <w:rPr>
          <w:rStyle w:val="libNormalChar"/>
        </w:rPr>
        <w:t>Princeton, NJ: Princeton University Press, 1974.</w:t>
      </w:r>
    </w:p>
    <w:p w:rsidR="00ED3D62" w:rsidRPr="00D86078" w:rsidRDefault="00ED3D62" w:rsidP="00ED3D62">
      <w:pPr>
        <w:rPr>
          <w:rStyle w:val="libItalicChar"/>
        </w:rPr>
      </w:pPr>
      <w:r w:rsidRPr="00D86078">
        <w:rPr>
          <w:rStyle w:val="libNormalChar"/>
        </w:rPr>
        <w:t xml:space="preserve">Masters, Bruce. </w:t>
      </w:r>
      <w:r w:rsidRPr="00D86078">
        <w:rPr>
          <w:rStyle w:val="libItalicChar"/>
        </w:rPr>
        <w:t>The Origins of Western Economic Dominance in the Middle East: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Mercantilism and the Islamic Economy in Aleppo, 1600-1750. </w:t>
      </w:r>
      <w:r w:rsidRPr="00D86078">
        <w:rPr>
          <w:rStyle w:val="libNormalChar"/>
        </w:rPr>
        <w:t>Washington Square, NY: New York University Press, 1988.</w:t>
      </w:r>
    </w:p>
    <w:p w:rsidR="00ED3D62" w:rsidRDefault="00ED3D62" w:rsidP="00ED3D62">
      <w:pPr>
        <w:pStyle w:val="libNormal"/>
      </w:pPr>
      <w:proofErr w:type="spellStart"/>
      <w:r w:rsidRPr="00CA2CCA">
        <w:t>Matar</w:t>
      </w:r>
      <w:proofErr w:type="spellEnd"/>
      <w:r w:rsidRPr="00CA2CCA">
        <w:t xml:space="preserve">, Nabil. </w:t>
      </w:r>
      <w:r w:rsidRPr="00D86078">
        <w:rPr>
          <w:rStyle w:val="libItalicChar"/>
        </w:rPr>
        <w:t xml:space="preserve">Islam in Britain, 1558-1685. </w:t>
      </w:r>
      <w:r>
        <w:t>Cambridge, UK: Cambridge University Press, 1998.</w:t>
      </w:r>
    </w:p>
    <w:p w:rsidR="00ED3D62" w:rsidRDefault="00ED3D62" w:rsidP="00ED3D62">
      <w:pPr>
        <w:pStyle w:val="libNormal"/>
      </w:pPr>
      <w:proofErr w:type="spellStart"/>
      <w:r>
        <w:t>Mattar</w:t>
      </w:r>
      <w:proofErr w:type="spellEnd"/>
      <w:r>
        <w:t xml:space="preserve">, Phillip. </w:t>
      </w:r>
      <w:r w:rsidRPr="00D86078">
        <w:rPr>
          <w:rStyle w:val="libItalicChar"/>
        </w:rPr>
        <w:t>The Mufti of Jerusalem.</w:t>
      </w:r>
      <w:r>
        <w:t xml:space="preserve"> New York: Columbia University Press, 1992.</w:t>
      </w:r>
    </w:p>
    <w:p w:rsidR="00ED3D62" w:rsidRDefault="00ED3D62" w:rsidP="00ED3D62">
      <w:pPr>
        <w:pStyle w:val="libNormal"/>
      </w:pPr>
      <w:proofErr w:type="spellStart"/>
      <w:r>
        <w:t>Mazzaoui</w:t>
      </w:r>
      <w:proofErr w:type="spellEnd"/>
      <w:r>
        <w:t xml:space="preserve">, Michel. </w:t>
      </w:r>
      <w:r w:rsidRPr="00D86078">
        <w:rPr>
          <w:rStyle w:val="libItalicChar"/>
        </w:rPr>
        <w:t xml:space="preserve">The Origin of the </w:t>
      </w:r>
      <w:proofErr w:type="spellStart"/>
      <w:r w:rsidRPr="00D86078">
        <w:rPr>
          <w:rStyle w:val="libItalicChar"/>
        </w:rPr>
        <w:t>Safawids</w:t>
      </w:r>
      <w:proofErr w:type="spellEnd"/>
      <w:r w:rsidRPr="00D86078">
        <w:rPr>
          <w:rStyle w:val="libItalicChar"/>
        </w:rPr>
        <w:t xml:space="preserve">: </w:t>
      </w:r>
      <w:proofErr w:type="spellStart"/>
      <w:proofErr w:type="gramStart"/>
      <w:r w:rsidRPr="00D86078">
        <w:rPr>
          <w:rStyle w:val="libItalicChar"/>
        </w:rPr>
        <w:t>Shī‘</w:t>
      </w:r>
      <w:proofErr w:type="gramEnd"/>
      <w:r w:rsidRPr="00D86078">
        <w:rPr>
          <w:rStyle w:val="libItalicChar"/>
        </w:rPr>
        <w:t>ism</w:t>
      </w:r>
      <w:proofErr w:type="spellEnd"/>
      <w:r w:rsidRPr="00D86078">
        <w:rPr>
          <w:rStyle w:val="libItalicChar"/>
        </w:rPr>
        <w:t xml:space="preserve">, </w:t>
      </w:r>
      <w:proofErr w:type="spellStart"/>
      <w:r w:rsidRPr="00D86078">
        <w:rPr>
          <w:rStyle w:val="libItalicChar"/>
        </w:rPr>
        <w:t>Sūfism</w:t>
      </w:r>
      <w:proofErr w:type="spellEnd"/>
      <w:r w:rsidRPr="00D86078">
        <w:rPr>
          <w:rStyle w:val="libItalicChar"/>
        </w:rPr>
        <w:t xml:space="preserve">, and the </w:t>
      </w:r>
      <w:proofErr w:type="spellStart"/>
      <w:r w:rsidRPr="00D86078">
        <w:rPr>
          <w:rStyle w:val="libItalicChar"/>
        </w:rPr>
        <w:t>Gulāt</w:t>
      </w:r>
      <w:proofErr w:type="spellEnd"/>
      <w:r w:rsidRPr="00D86078">
        <w:rPr>
          <w:rStyle w:val="libItalicChar"/>
        </w:rPr>
        <w:t xml:space="preserve">. </w:t>
      </w:r>
      <w:r>
        <w:t>Wiesbaden: Franz Steiner, 1972.</w:t>
      </w:r>
    </w:p>
    <w:p w:rsidR="007D4755" w:rsidRDefault="00ED3D62" w:rsidP="00ED3D62">
      <w:pPr>
        <w:pStyle w:val="libNormal"/>
        <w:rPr>
          <w:rStyle w:val="libNormalChar"/>
        </w:rPr>
      </w:pPr>
      <w:r>
        <w:t xml:space="preserve">McChesney, R. D. </w:t>
      </w:r>
      <w:r w:rsidRPr="00D86078">
        <w:rPr>
          <w:rStyle w:val="libItalicChar"/>
        </w:rPr>
        <w:t>Waqf in Central Asia: Four Hundred Years in the History of a Muslim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Shrine, 1480-1889. </w:t>
      </w:r>
      <w:r w:rsidRPr="00D86078">
        <w:rPr>
          <w:rStyle w:val="libNormalChar"/>
        </w:rPr>
        <w:t>Princeton, NJ: Princeton University Press, 1991.</w:t>
      </w:r>
    </w:p>
    <w:p w:rsidR="00ED3D62" w:rsidRDefault="00ED3D62" w:rsidP="00ED3D62">
      <w:pPr>
        <w:pStyle w:val="libNormal"/>
      </w:pPr>
      <w:r w:rsidRPr="00CA2CCA">
        <w:t xml:space="preserve">Meri, Josef W. </w:t>
      </w:r>
      <w:r w:rsidRPr="00D86078">
        <w:rPr>
          <w:rStyle w:val="libItalicChar"/>
        </w:rPr>
        <w:t>The Cult of Saints among Muslims and Jews in Medieval Syria</w:t>
      </w:r>
      <w:r>
        <w:t>. Oxford, UK: Oxford University Press, 2003.</w:t>
      </w:r>
    </w:p>
    <w:p w:rsidR="007D4755" w:rsidRDefault="00ED3D62" w:rsidP="00ED3D62">
      <w:pPr>
        <w:pStyle w:val="libNormal"/>
        <w:rPr>
          <w:rStyle w:val="libNormalChar"/>
        </w:rPr>
      </w:pPr>
      <w:r>
        <w:lastRenderedPageBreak/>
        <w:t xml:space="preserve">Meriwether, Margaret L. and Judith E. Tucker, eds. </w:t>
      </w:r>
      <w:r w:rsidRPr="00D86078">
        <w:rPr>
          <w:rStyle w:val="libItalicChar"/>
        </w:rPr>
        <w:t>A Social History of Women and Gender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in the Modern Middle East. </w:t>
      </w:r>
      <w:r w:rsidRPr="00D86078">
        <w:rPr>
          <w:rStyle w:val="libNormalChar"/>
        </w:rPr>
        <w:t>Boulder, CO: Westview Press, 1999.</w:t>
      </w:r>
    </w:p>
    <w:p w:rsidR="00ED3D62" w:rsidRDefault="00ED3D62" w:rsidP="00ED3D62">
      <w:pPr>
        <w:pStyle w:val="libNormal"/>
      </w:pPr>
      <w:r w:rsidRPr="00CA2CCA">
        <w:t xml:space="preserve">Mernissi, Fatima. </w:t>
      </w:r>
      <w:r w:rsidRPr="00D86078">
        <w:rPr>
          <w:rStyle w:val="libItalicChar"/>
        </w:rPr>
        <w:t>The Forgotten Queens of Islam.</w:t>
      </w:r>
      <w:r>
        <w:t xml:space="preserve"> Minneapolis, MN: University of Minnesota Press, 1993.</w:t>
      </w:r>
    </w:p>
    <w:p w:rsidR="007D4755" w:rsidRDefault="00ED3D62" w:rsidP="00ED3D62">
      <w:pPr>
        <w:pStyle w:val="libNormal"/>
      </w:pPr>
      <w:r>
        <w:t xml:space="preserve">Morris, Benny. </w:t>
      </w:r>
      <w:r w:rsidRPr="00D86078">
        <w:rPr>
          <w:rStyle w:val="libItalicChar"/>
        </w:rPr>
        <w:t>The Birth of the Palestinian Refugee Problem, 1947-1949.</w:t>
      </w:r>
      <w:r>
        <w:t xml:space="preserve"> New York: Cambridge University Press, 1987.</w:t>
      </w:r>
    </w:p>
    <w:p w:rsidR="00ED3D62" w:rsidRDefault="00ED3D62" w:rsidP="00ED3D62">
      <w:pPr>
        <w:pStyle w:val="libNormal"/>
      </w:pPr>
      <w:r>
        <w:t xml:space="preserve">Mottahedeh, Roy P. </w:t>
      </w:r>
      <w:r w:rsidRPr="00D86078">
        <w:rPr>
          <w:rStyle w:val="libItalicChar"/>
        </w:rPr>
        <w:t xml:space="preserve">Loyalty and Leadership in an Early Islamic Society. </w:t>
      </w:r>
      <w:r>
        <w:t>Princeton, NJ: Princeton University Press, 1980.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Nashat, </w:t>
      </w:r>
      <w:proofErr w:type="spellStart"/>
      <w:r>
        <w:t>Guity</w:t>
      </w:r>
      <w:proofErr w:type="spellEnd"/>
      <w:r>
        <w:t xml:space="preserve"> and Judith E. Tucker. </w:t>
      </w:r>
      <w:r w:rsidRPr="00D86078">
        <w:rPr>
          <w:rStyle w:val="libItalicChar"/>
        </w:rPr>
        <w:t xml:space="preserve">Women in the Middle East and North Africa: Restoring Women to History. </w:t>
      </w:r>
      <w:r w:rsidRPr="00D86078">
        <w:rPr>
          <w:rStyle w:val="libNormalChar"/>
        </w:rPr>
        <w:t>Bloomington, IN: Indiana University Press, 1999.</w:t>
      </w:r>
    </w:p>
    <w:p w:rsidR="00ED3D62" w:rsidRPr="00D86078" w:rsidRDefault="00ED3D62" w:rsidP="00ED3D62">
      <w:pPr>
        <w:rPr>
          <w:rStyle w:val="libItalicChar"/>
        </w:rPr>
      </w:pPr>
      <w:r w:rsidRPr="00D86078">
        <w:rPr>
          <w:rStyle w:val="libNormalChar"/>
        </w:rPr>
        <w:t xml:space="preserve">Nicolle, David. </w:t>
      </w:r>
      <w:r w:rsidRPr="00D86078">
        <w:rPr>
          <w:rStyle w:val="libItalicChar"/>
        </w:rPr>
        <w:t xml:space="preserve">Warriors and their Weapons around the Time of the Crusades: Relationships between Byzantium, the West, and the Islamic World. </w:t>
      </w:r>
      <w:proofErr w:type="spellStart"/>
      <w:r w:rsidRPr="00D86078">
        <w:rPr>
          <w:rStyle w:val="libNormalChar"/>
        </w:rPr>
        <w:t>Aldershot</w:t>
      </w:r>
      <w:proofErr w:type="spellEnd"/>
      <w:r w:rsidRPr="00D86078">
        <w:rPr>
          <w:rStyle w:val="libNormalChar"/>
        </w:rPr>
        <w:t>: Ashgate/Variorum, 2003.</w:t>
      </w:r>
    </w:p>
    <w:p w:rsidR="00ED3D62" w:rsidRPr="00D86078" w:rsidRDefault="00ED3D62" w:rsidP="00ED3D62">
      <w:pPr>
        <w:rPr>
          <w:rStyle w:val="libItalicChar"/>
        </w:rPr>
      </w:pPr>
      <w:r w:rsidRPr="00D86078">
        <w:rPr>
          <w:rStyle w:val="libNormalChar"/>
        </w:rPr>
        <w:t xml:space="preserve">Noonan, Thomas S. </w:t>
      </w:r>
      <w:r w:rsidRPr="00D86078">
        <w:rPr>
          <w:rStyle w:val="libItalicChar"/>
        </w:rPr>
        <w:t xml:space="preserve">The Islamic World, Russia, and the Vikings, 750-900: The Numismatic Evidence. </w:t>
      </w:r>
      <w:proofErr w:type="spellStart"/>
      <w:r w:rsidRPr="00D86078">
        <w:rPr>
          <w:rStyle w:val="libNormalChar"/>
        </w:rPr>
        <w:t>Aldershot</w:t>
      </w:r>
      <w:proofErr w:type="spellEnd"/>
      <w:r w:rsidRPr="00D86078">
        <w:rPr>
          <w:rStyle w:val="libNormalChar"/>
        </w:rPr>
        <w:t>: Ashgate/Variorum, 1998.</w:t>
      </w:r>
    </w:p>
    <w:p w:rsidR="00ED3D62" w:rsidRDefault="00ED3D62" w:rsidP="00ED3D62">
      <w:pPr>
        <w:pStyle w:val="libNormal"/>
      </w:pPr>
      <w:r w:rsidRPr="00CA2CCA">
        <w:t xml:space="preserve">Ouyang, Wen-Chin. </w:t>
      </w:r>
      <w:r w:rsidRPr="00D86078">
        <w:rPr>
          <w:rStyle w:val="libItalicChar"/>
        </w:rPr>
        <w:t>Literary Criticism in Medieval Arabic-Islamic Culture: The Making of a</w:t>
      </w:r>
      <w:r w:rsidRPr="00CA2CCA">
        <w:t xml:space="preserve"> </w:t>
      </w:r>
      <w:r w:rsidRPr="00D86078">
        <w:rPr>
          <w:rStyle w:val="libItalicChar"/>
        </w:rPr>
        <w:t xml:space="preserve">Tradition. </w:t>
      </w:r>
      <w:r>
        <w:t>Edinburgh: Edinburgh University Press, 1997.</w:t>
      </w:r>
    </w:p>
    <w:p w:rsidR="00ED3D62" w:rsidRDefault="00ED3D62" w:rsidP="00ED3D62">
      <w:pPr>
        <w:pStyle w:val="libNormal"/>
      </w:pPr>
      <w:r>
        <w:t xml:space="preserve">Owen, E. Roger. </w:t>
      </w:r>
      <w:r w:rsidRPr="00D86078">
        <w:rPr>
          <w:rStyle w:val="libItalicChar"/>
        </w:rPr>
        <w:t>The Middle East in the World Economy, 1800-1914.</w:t>
      </w:r>
      <w:r>
        <w:t xml:space="preserve"> London: I.B. Tauris, revised ed., 1993.</w:t>
      </w:r>
    </w:p>
    <w:p w:rsidR="00ED3D62" w:rsidRDefault="00ED3D62" w:rsidP="00ED3D62">
      <w:pPr>
        <w:pStyle w:val="libNormal"/>
      </w:pPr>
      <w:proofErr w:type="spellStart"/>
      <w:r>
        <w:t>Özcan</w:t>
      </w:r>
      <w:proofErr w:type="spellEnd"/>
      <w:r>
        <w:t xml:space="preserve">, Azmi. </w:t>
      </w:r>
      <w:r w:rsidRPr="00D86078">
        <w:rPr>
          <w:rStyle w:val="libItalicChar"/>
        </w:rPr>
        <w:t xml:space="preserve">Pan-Islamism: Indian Muslims, the Ottomans &amp; Britain (1877-1924). </w:t>
      </w:r>
      <w:r>
        <w:t>Leiden: E.J. Brill, 1997.</w:t>
      </w:r>
    </w:p>
    <w:p w:rsidR="00ED3D62" w:rsidRDefault="00ED3D62" w:rsidP="00ED3D62">
      <w:pPr>
        <w:pStyle w:val="libNormal"/>
      </w:pPr>
      <w:r>
        <w:t xml:space="preserve">Peirce, </w:t>
      </w:r>
      <w:proofErr w:type="spellStart"/>
      <w:r>
        <w:t>Lelie</w:t>
      </w:r>
      <w:proofErr w:type="spellEnd"/>
      <w:r>
        <w:t xml:space="preserve"> P. </w:t>
      </w:r>
      <w:r w:rsidRPr="00D86078">
        <w:rPr>
          <w:rStyle w:val="libItalicChar"/>
        </w:rPr>
        <w:t>The Imperial Harem: Women and Sovereignty in the Ottoman Empire.</w:t>
      </w:r>
      <w:r>
        <w:t xml:space="preserve"> Oxford, </w:t>
      </w:r>
      <w:proofErr w:type="spellStart"/>
      <w:proofErr w:type="gramStart"/>
      <w:r>
        <w:t>UK:Oxford</w:t>
      </w:r>
      <w:proofErr w:type="spellEnd"/>
      <w:proofErr w:type="gramEnd"/>
      <w:r>
        <w:t xml:space="preserve"> University Press, 1993.</w:t>
      </w:r>
    </w:p>
    <w:p w:rsidR="00ED3D62" w:rsidRDefault="00ED3D62" w:rsidP="00ED3D62">
      <w:pPr>
        <w:pStyle w:val="libNormal"/>
      </w:pPr>
      <w:r>
        <w:t xml:space="preserve">Perry, Glenn E. </w:t>
      </w:r>
      <w:r w:rsidRPr="00D86078">
        <w:rPr>
          <w:rStyle w:val="libItalicChar"/>
        </w:rPr>
        <w:t>The Middle East: Fourteen Islamic Centuries.</w:t>
      </w:r>
      <w:r w:rsidRPr="00D86078">
        <w:t xml:space="preserve"> Upper Saddle River, NJ: Prentice-Hall, 3</w:t>
      </w:r>
      <w:r w:rsidRPr="00750AA4">
        <w:t>rd</w:t>
      </w:r>
      <w:r>
        <w:t xml:space="preserve"> ed., 1996.</w:t>
      </w:r>
    </w:p>
    <w:p w:rsidR="00ED3D62" w:rsidRDefault="00ED3D62" w:rsidP="00ED3D62">
      <w:pPr>
        <w:pStyle w:val="libNormal"/>
      </w:pPr>
      <w:r>
        <w:t xml:space="preserve">Peters, F.E. </w:t>
      </w:r>
      <w:r w:rsidRPr="00D86078">
        <w:rPr>
          <w:rStyle w:val="libItalicChar"/>
        </w:rPr>
        <w:t>Allah’s Commonwealth: A History of Islam in the Near East,</w:t>
      </w:r>
      <w:r w:rsidRPr="00CA2CCA">
        <w:t xml:space="preserve"> </w:t>
      </w:r>
      <w:r w:rsidRPr="00D86078">
        <w:rPr>
          <w:rStyle w:val="libItalicChar"/>
        </w:rPr>
        <w:t>600-1100 AD.</w:t>
      </w:r>
      <w:r>
        <w:t xml:space="preserve"> New York: Simon and Schuster, 1972.</w:t>
      </w:r>
    </w:p>
    <w:p w:rsidR="00ED3D62" w:rsidRDefault="00ED3D62" w:rsidP="00ED3D62">
      <w:pPr>
        <w:pStyle w:val="libNormal"/>
      </w:pPr>
      <w:r>
        <w:t xml:space="preserve">Peters, F.E., ed. </w:t>
      </w:r>
      <w:r w:rsidRPr="00D86078">
        <w:rPr>
          <w:rStyle w:val="libItalicChar"/>
        </w:rPr>
        <w:t xml:space="preserve">The Arabs and Arabia on the Eve of Islam. </w:t>
      </w:r>
      <w:proofErr w:type="spellStart"/>
      <w:r>
        <w:t>Aldershot</w:t>
      </w:r>
      <w:proofErr w:type="spellEnd"/>
      <w:r>
        <w:t>: Ashgate, 1999.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Petry, Carl F., ed. </w:t>
      </w:r>
      <w:r w:rsidRPr="00D86078">
        <w:rPr>
          <w:rStyle w:val="libItalicChar"/>
        </w:rPr>
        <w:t xml:space="preserve">The Cambridge History of Egypt: Vol. 1, Islamic Egypt, 640-1517. </w:t>
      </w:r>
      <w:r w:rsidRPr="00D86078">
        <w:rPr>
          <w:rStyle w:val="libNormalChar"/>
        </w:rPr>
        <w:t>Cambridge, UK: Cambridge University Press, 1998.</w:t>
      </w:r>
    </w:p>
    <w:p w:rsidR="00ED3D62" w:rsidRDefault="00ED3D62" w:rsidP="00ED3D62">
      <w:pPr>
        <w:pStyle w:val="libNormal"/>
      </w:pPr>
      <w:r w:rsidRPr="00CA2CCA">
        <w:t xml:space="preserve">Petry, Carl. </w:t>
      </w:r>
      <w:r w:rsidRPr="00D86078">
        <w:rPr>
          <w:rStyle w:val="libItalicChar"/>
        </w:rPr>
        <w:t>The Civilian Elite of Cairo in the Later Middle Ages.</w:t>
      </w:r>
      <w:r>
        <w:t xml:space="preserve"> Princeton, NJ: Princeton University Press, 1981.</w:t>
      </w:r>
    </w:p>
    <w:p w:rsidR="00ED3D62" w:rsidRDefault="00ED3D62" w:rsidP="00ED3D62">
      <w:pPr>
        <w:pStyle w:val="libNormal"/>
      </w:pPr>
      <w:r>
        <w:t xml:space="preserve">Pipes, Daniel. </w:t>
      </w:r>
      <w:r w:rsidRPr="00D86078">
        <w:rPr>
          <w:rStyle w:val="libItalicChar"/>
        </w:rPr>
        <w:t>Slave Soldiers and Islam: The Genesis of a Military System.</w:t>
      </w:r>
      <w:r>
        <w:t xml:space="preserve"> New Haven, CT: Yale University Press, 1981.</w:t>
      </w:r>
    </w:p>
    <w:p w:rsidR="00ED3D62" w:rsidRDefault="00ED3D62" w:rsidP="00ED3D62">
      <w:pPr>
        <w:pStyle w:val="libNormal"/>
      </w:pPr>
      <w:proofErr w:type="spellStart"/>
      <w:r>
        <w:t>Quataert</w:t>
      </w:r>
      <w:proofErr w:type="spellEnd"/>
      <w:r>
        <w:t xml:space="preserve">, Donald. </w:t>
      </w:r>
      <w:r w:rsidRPr="00D86078">
        <w:rPr>
          <w:rStyle w:val="libItalicChar"/>
        </w:rPr>
        <w:t>The Ottoman Empire, 1700-1922.</w:t>
      </w:r>
      <w:r>
        <w:t xml:space="preserve"> Cambridge, UK: Cambridge University</w:t>
      </w:r>
      <w:r w:rsidR="007D4755">
        <w:t xml:space="preserve"> </w:t>
      </w:r>
      <w:r>
        <w:t>Press, 2000.</w:t>
      </w:r>
    </w:p>
    <w:p w:rsidR="00ED3D62" w:rsidRDefault="00ED3D62" w:rsidP="00ED3D62">
      <w:pPr>
        <w:pStyle w:val="libNormal"/>
      </w:pPr>
      <w:r>
        <w:t xml:space="preserve">Rahman, Fazlur. </w:t>
      </w:r>
      <w:r w:rsidRPr="00D86078">
        <w:rPr>
          <w:rStyle w:val="libItalicChar"/>
        </w:rPr>
        <w:t>Islam and Modernity: Transformation of an Intellectual Tradition.</w:t>
      </w:r>
      <w:r>
        <w:t xml:space="preserve"> Chicago, IL: University of Chicago Press, 1984.</w:t>
      </w:r>
    </w:p>
    <w:p w:rsidR="00ED3D62" w:rsidRDefault="00ED3D62" w:rsidP="00ED3D62">
      <w:pPr>
        <w:pStyle w:val="libNormal"/>
      </w:pPr>
      <w:r>
        <w:t xml:space="preserve">al-Rasheed, </w:t>
      </w:r>
      <w:proofErr w:type="spellStart"/>
      <w:r>
        <w:t>Madawi</w:t>
      </w:r>
      <w:proofErr w:type="spellEnd"/>
      <w:r>
        <w:t xml:space="preserve">. </w:t>
      </w:r>
      <w:r w:rsidRPr="00D86078">
        <w:rPr>
          <w:rStyle w:val="libItalicChar"/>
        </w:rPr>
        <w:t>A History of Saudi Arabia.</w:t>
      </w:r>
      <w:r>
        <w:t xml:space="preserve"> Cambridge, UK: Cambridge University Press, 2002.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proofErr w:type="spellStart"/>
      <w:r>
        <w:t>Repp</w:t>
      </w:r>
      <w:proofErr w:type="spellEnd"/>
      <w:r>
        <w:t xml:space="preserve">, R.C. </w:t>
      </w:r>
      <w:r w:rsidRPr="00D86078">
        <w:rPr>
          <w:rStyle w:val="libItalicChar"/>
        </w:rPr>
        <w:t xml:space="preserve">The Mufti of Istanbul: A Study in the Development of the Ottoman Learned Hierarchy. </w:t>
      </w:r>
      <w:r w:rsidRPr="00D86078">
        <w:rPr>
          <w:rStyle w:val="libNormalChar"/>
        </w:rPr>
        <w:t>London: Ithaca Press, 1986.</w:t>
      </w:r>
    </w:p>
    <w:p w:rsidR="00ED3D62" w:rsidRDefault="00ED3D62" w:rsidP="00ED3D62">
      <w:pPr>
        <w:pStyle w:val="libNormal"/>
      </w:pPr>
      <w:r w:rsidRPr="00CA2CCA">
        <w:t xml:space="preserve">Richards, John F. </w:t>
      </w:r>
      <w:r w:rsidRPr="00D86078">
        <w:rPr>
          <w:rStyle w:val="libItalicChar"/>
        </w:rPr>
        <w:t>The Mughal Empire.</w:t>
      </w:r>
      <w:r>
        <w:t xml:space="preserve"> Cambridge, UK: Cambridge University Press, 1993.</w:t>
      </w:r>
    </w:p>
    <w:p w:rsidR="00ED3D62" w:rsidRDefault="00ED3D62" w:rsidP="00ED3D62">
      <w:pPr>
        <w:pStyle w:val="libNormal"/>
      </w:pPr>
      <w:proofErr w:type="spellStart"/>
      <w:r>
        <w:lastRenderedPageBreak/>
        <w:t>Ricklefs</w:t>
      </w:r>
      <w:proofErr w:type="spellEnd"/>
      <w:r>
        <w:t xml:space="preserve">, M.C. </w:t>
      </w:r>
      <w:r w:rsidRPr="00D86078">
        <w:rPr>
          <w:rStyle w:val="libItalicChar"/>
        </w:rPr>
        <w:t xml:space="preserve">A History of Modern Indonesia since c. 1200. </w:t>
      </w:r>
      <w:r w:rsidRPr="00D86078">
        <w:t>Stanford, CA: Stanford University Press, 3</w:t>
      </w:r>
      <w:r w:rsidRPr="00750AA4">
        <w:t>rd</w:t>
      </w:r>
      <w:r>
        <w:t xml:space="preserve"> ed., 2002.</w:t>
      </w:r>
    </w:p>
    <w:p w:rsidR="00ED3D62" w:rsidRDefault="00ED3D62" w:rsidP="00ED3D62">
      <w:pPr>
        <w:pStyle w:val="libNormal"/>
      </w:pPr>
      <w:r>
        <w:t xml:space="preserve">Robinson, Chase F. </w:t>
      </w:r>
      <w:r w:rsidRPr="00D86078">
        <w:rPr>
          <w:rStyle w:val="libItalicChar"/>
        </w:rPr>
        <w:t>Empires and Elites after the Muslim Conquest: The Transformation of</w:t>
      </w:r>
      <w:r w:rsidRPr="00CA2CCA">
        <w:t xml:space="preserve"> </w:t>
      </w:r>
      <w:r w:rsidRPr="00D86078">
        <w:rPr>
          <w:rStyle w:val="libItalicChar"/>
        </w:rPr>
        <w:t>Northern Mesopotamia.</w:t>
      </w:r>
      <w:r>
        <w:t xml:space="preserve"> Cambridge, UK: Cambridge University Press, 2000.</w:t>
      </w:r>
    </w:p>
    <w:p w:rsidR="00ED3D62" w:rsidRDefault="00ED3D62" w:rsidP="00ED3D62">
      <w:pPr>
        <w:pStyle w:val="libNormal"/>
      </w:pPr>
      <w:r>
        <w:t xml:space="preserve">Robinson, Chase F. </w:t>
      </w:r>
      <w:r w:rsidRPr="00D86078">
        <w:rPr>
          <w:rStyle w:val="libItalicChar"/>
        </w:rPr>
        <w:t>Islamic Historiography.</w:t>
      </w:r>
      <w:r>
        <w:t xml:space="preserve"> Cambridge, UK: Cambridge University Press, 2003.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Robinson, Chase F., ed. </w:t>
      </w:r>
      <w:r w:rsidRPr="00D86078">
        <w:rPr>
          <w:rStyle w:val="libItalicChar"/>
        </w:rPr>
        <w:t>A Medieval Islamic City Reconsidered: An Interdisciplinary Approach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to </w:t>
      </w:r>
      <w:proofErr w:type="spellStart"/>
      <w:r w:rsidRPr="00D86078">
        <w:rPr>
          <w:rStyle w:val="libItalicChar"/>
        </w:rPr>
        <w:t>Smarra</w:t>
      </w:r>
      <w:proofErr w:type="spellEnd"/>
      <w:r w:rsidRPr="00D86078">
        <w:rPr>
          <w:rStyle w:val="libItalicChar"/>
        </w:rPr>
        <w:t xml:space="preserve">. </w:t>
      </w:r>
      <w:r w:rsidRPr="00D86078">
        <w:rPr>
          <w:rStyle w:val="libNormalChar"/>
        </w:rPr>
        <w:t>Oxford, UK: Oxford University Press, 2002.</w:t>
      </w:r>
    </w:p>
    <w:p w:rsidR="00ED3D62" w:rsidRDefault="00ED3D62" w:rsidP="00ED3D62">
      <w:pPr>
        <w:pStyle w:val="libNormal"/>
      </w:pPr>
      <w:r w:rsidRPr="00CA2CCA">
        <w:t xml:space="preserve">Robinson, David. </w:t>
      </w:r>
      <w:r w:rsidRPr="00D86078">
        <w:rPr>
          <w:rStyle w:val="libItalicChar"/>
        </w:rPr>
        <w:t>Muslim Societies in African History.</w:t>
      </w:r>
      <w:r>
        <w:t xml:space="preserve"> Cambridge, UK: Cambridge University Press, 2004.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Robinson, David. </w:t>
      </w:r>
      <w:r w:rsidRPr="00D86078">
        <w:rPr>
          <w:rStyle w:val="libItalicChar"/>
        </w:rPr>
        <w:t>Paths of Accommodation: Muslim Societies and French Colonial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Authorities in Senegal and Mauritania, 1890-1920. </w:t>
      </w:r>
      <w:r w:rsidRPr="00D86078">
        <w:rPr>
          <w:rStyle w:val="libNormalChar"/>
        </w:rPr>
        <w:t>Athens, OH: Ohio University Press, 2000.</w:t>
      </w:r>
    </w:p>
    <w:p w:rsidR="00ED3D62" w:rsidRPr="00D86078" w:rsidRDefault="00ED3D62" w:rsidP="00ED3D62">
      <w:pPr>
        <w:rPr>
          <w:rStyle w:val="libItalicChar"/>
        </w:rPr>
      </w:pPr>
      <w:r w:rsidRPr="00D86078">
        <w:rPr>
          <w:rStyle w:val="libNormalChar"/>
        </w:rPr>
        <w:t xml:space="preserve">Robinson, Francis. </w:t>
      </w:r>
      <w:r w:rsidRPr="00D86078">
        <w:rPr>
          <w:rStyle w:val="libItalicChar"/>
        </w:rPr>
        <w:t>Separatism Among Indian Muslims: The Politics of the United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Provinces’ Muslims, 1860-1923. </w:t>
      </w:r>
      <w:r w:rsidRPr="00D86078">
        <w:rPr>
          <w:rStyle w:val="libNormalChar"/>
        </w:rPr>
        <w:t>Oxford, UK: Oxford University Press, 1997.</w:t>
      </w:r>
    </w:p>
    <w:p w:rsidR="00ED3D62" w:rsidRPr="00D86078" w:rsidRDefault="00ED3D62" w:rsidP="00ED3D62">
      <w:pPr>
        <w:rPr>
          <w:rStyle w:val="libItalicChar"/>
        </w:rPr>
      </w:pPr>
      <w:r w:rsidRPr="00D86078">
        <w:rPr>
          <w:rStyle w:val="libNormalChar"/>
        </w:rPr>
        <w:t xml:space="preserve">Rogan, Eugene L. </w:t>
      </w:r>
      <w:r w:rsidRPr="00D86078">
        <w:rPr>
          <w:rStyle w:val="libItalicChar"/>
        </w:rPr>
        <w:t>Frontiers of the State in the Late Ottoman Empire: Transjordan,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1850-1921. </w:t>
      </w:r>
      <w:r w:rsidRPr="00D86078">
        <w:rPr>
          <w:rStyle w:val="libNormalChar"/>
        </w:rPr>
        <w:t>Cambridge, UK: Cambridge University Press, 1999.</w:t>
      </w:r>
    </w:p>
    <w:p w:rsidR="007D4755" w:rsidRDefault="00ED3D62" w:rsidP="00ED3D62">
      <w:pPr>
        <w:rPr>
          <w:rStyle w:val="libNormalChar"/>
        </w:rPr>
      </w:pPr>
      <w:r w:rsidRPr="00D86078">
        <w:rPr>
          <w:rStyle w:val="libNormalChar"/>
        </w:rPr>
        <w:t xml:space="preserve">Rogan, Eugene L. and </w:t>
      </w:r>
      <w:proofErr w:type="spellStart"/>
      <w:r w:rsidRPr="00D86078">
        <w:rPr>
          <w:rStyle w:val="libNormalChar"/>
        </w:rPr>
        <w:t>Avi</w:t>
      </w:r>
      <w:proofErr w:type="spellEnd"/>
      <w:r w:rsidRPr="00D86078">
        <w:rPr>
          <w:rStyle w:val="libNormalChar"/>
        </w:rPr>
        <w:t xml:space="preserve"> </w:t>
      </w:r>
      <w:proofErr w:type="spellStart"/>
      <w:r w:rsidRPr="00D86078">
        <w:rPr>
          <w:rStyle w:val="libNormalChar"/>
        </w:rPr>
        <w:t>Shlaim</w:t>
      </w:r>
      <w:proofErr w:type="spellEnd"/>
      <w:r w:rsidRPr="00D86078">
        <w:rPr>
          <w:rStyle w:val="libNormalChar"/>
        </w:rPr>
        <w:t xml:space="preserve">, eds. </w:t>
      </w:r>
      <w:r w:rsidRPr="00D86078">
        <w:rPr>
          <w:rStyle w:val="libItalicChar"/>
        </w:rPr>
        <w:t>The War for Palestine: Rewriting the History of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1948. </w:t>
      </w:r>
      <w:r w:rsidRPr="00D86078">
        <w:rPr>
          <w:rStyle w:val="libNormalChar"/>
        </w:rPr>
        <w:t>Cambridge, UK: Cambridge University Press, 2001.</w:t>
      </w:r>
    </w:p>
    <w:p w:rsidR="00ED3D62" w:rsidRDefault="00ED3D62" w:rsidP="00ED3D62">
      <w:pPr>
        <w:pStyle w:val="libNormal"/>
      </w:pPr>
      <w:r w:rsidRPr="00CA2CCA">
        <w:t xml:space="preserve">Rosenthal, Franz. </w:t>
      </w:r>
      <w:r w:rsidRPr="00D86078">
        <w:rPr>
          <w:rStyle w:val="libItalicChar"/>
        </w:rPr>
        <w:t xml:space="preserve">Muslim Intellectual and Social History: A Collection of Essays. </w:t>
      </w:r>
      <w:proofErr w:type="spellStart"/>
      <w:r>
        <w:t>Aldershot</w:t>
      </w:r>
      <w:proofErr w:type="spellEnd"/>
      <w:r>
        <w:t>: Ashgate/Variorum, 1990.</w:t>
      </w:r>
    </w:p>
    <w:p w:rsidR="00ED3D62" w:rsidRDefault="00ED3D62" w:rsidP="00ED3D62">
      <w:pPr>
        <w:pStyle w:val="libNormal"/>
      </w:pPr>
      <w:r>
        <w:t xml:space="preserve">Rosenthal, Franz, trans. and ed. </w:t>
      </w:r>
      <w:r w:rsidRPr="00D86078">
        <w:rPr>
          <w:rStyle w:val="libItalicChar"/>
        </w:rPr>
        <w:t xml:space="preserve">The Classical Heritage in Islam. </w:t>
      </w:r>
      <w:r>
        <w:t>Berkeley, CA: University of</w:t>
      </w:r>
      <w:r w:rsidR="007D4755">
        <w:t xml:space="preserve"> </w:t>
      </w:r>
      <w:r>
        <w:t>California Press, 1975.</w:t>
      </w:r>
    </w:p>
    <w:p w:rsidR="00ED3D62" w:rsidRDefault="00ED3D62" w:rsidP="00ED3D62">
      <w:pPr>
        <w:pStyle w:val="libNormal"/>
      </w:pPr>
      <w:r>
        <w:t xml:space="preserve">Sabra, Adam. </w:t>
      </w:r>
      <w:r w:rsidRPr="00D86078">
        <w:rPr>
          <w:rStyle w:val="libItalicChar"/>
        </w:rPr>
        <w:t xml:space="preserve">Poverty and Charity in Medieval Islam: Mamluk Egypt, 1250-1517. </w:t>
      </w:r>
      <w:r>
        <w:t>Cambridge, UK: Cambridge University Press, 2000.</w:t>
      </w:r>
    </w:p>
    <w:p w:rsidR="00ED3D62" w:rsidRDefault="00ED3D62" w:rsidP="00ED3D62">
      <w:pPr>
        <w:pStyle w:val="libNormal"/>
      </w:pPr>
      <w:proofErr w:type="spellStart"/>
      <w:r>
        <w:t>Salibi</w:t>
      </w:r>
      <w:proofErr w:type="spellEnd"/>
      <w:r>
        <w:t xml:space="preserve">, Kamal. </w:t>
      </w:r>
      <w:r w:rsidRPr="00D86078">
        <w:rPr>
          <w:rStyle w:val="libItalicChar"/>
        </w:rPr>
        <w:t xml:space="preserve">A House of Many Mansions: The History of Lebanon Reconsidered. </w:t>
      </w:r>
      <w:r>
        <w:t>Berkeley, CA: University of California Press, 1988.</w:t>
      </w:r>
    </w:p>
    <w:p w:rsidR="00ED3D62" w:rsidRDefault="00ED3D62" w:rsidP="00ED3D62">
      <w:pPr>
        <w:pStyle w:val="libNormal"/>
      </w:pPr>
      <w:r>
        <w:t xml:space="preserve">Sanders, Paula. </w:t>
      </w:r>
      <w:r w:rsidRPr="00D86078">
        <w:rPr>
          <w:rStyle w:val="libItalicChar"/>
        </w:rPr>
        <w:t xml:space="preserve">Ritual, Politics and the City in Fatimid Cairo. </w:t>
      </w:r>
      <w:r>
        <w:t>Albany, NY: State University of New York Press, 1994.</w:t>
      </w:r>
    </w:p>
    <w:p w:rsidR="00ED3D62" w:rsidRDefault="00ED3D62" w:rsidP="00ED3D62">
      <w:pPr>
        <w:pStyle w:val="libNormal"/>
      </w:pPr>
      <w:r>
        <w:t xml:space="preserve">Saunders, J.J. </w:t>
      </w:r>
      <w:r w:rsidRPr="00D86078">
        <w:rPr>
          <w:rStyle w:val="libItalicChar"/>
        </w:rPr>
        <w:t>A History of Medieval Islam.</w:t>
      </w:r>
      <w:r>
        <w:t xml:space="preserve"> New York: Routledge, 1990.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Savage, Elizabeth. </w:t>
      </w:r>
      <w:r w:rsidRPr="00D86078">
        <w:rPr>
          <w:rStyle w:val="libItalicChar"/>
        </w:rPr>
        <w:t>A Gateway to Hell, a Gateway to Paradise: The North African Response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to the Arab Conquest. </w:t>
      </w:r>
      <w:r w:rsidRPr="00D86078">
        <w:rPr>
          <w:rStyle w:val="libNormalChar"/>
        </w:rPr>
        <w:t>Princeton, NJ: Darwin Press, 1997.</w:t>
      </w:r>
    </w:p>
    <w:p w:rsidR="00ED3D62" w:rsidRPr="00D86078" w:rsidRDefault="00ED3D62" w:rsidP="00ED3D62">
      <w:pPr>
        <w:rPr>
          <w:rStyle w:val="libItalicChar"/>
        </w:rPr>
      </w:pPr>
      <w:r w:rsidRPr="00D86078">
        <w:rPr>
          <w:rStyle w:val="libNormalChar"/>
        </w:rPr>
        <w:t xml:space="preserve">Searing, James F. </w:t>
      </w:r>
      <w:r w:rsidRPr="00D86078">
        <w:rPr>
          <w:rStyle w:val="libItalicChar"/>
        </w:rPr>
        <w:t xml:space="preserve">“God Alone is King”: Islam and Emancipation in Senegal—The Wolof Kingdoms </w:t>
      </w:r>
      <w:proofErr w:type="gramStart"/>
      <w:r w:rsidRPr="00D86078">
        <w:rPr>
          <w:rStyle w:val="libItalicChar"/>
        </w:rPr>
        <w:t>Of</w:t>
      </w:r>
      <w:proofErr w:type="gramEnd"/>
      <w:r w:rsidRPr="00D86078">
        <w:rPr>
          <w:rStyle w:val="libItalicChar"/>
        </w:rPr>
        <w:t xml:space="preserve"> </w:t>
      </w:r>
      <w:proofErr w:type="spellStart"/>
      <w:r w:rsidRPr="00D86078">
        <w:rPr>
          <w:rStyle w:val="libItalicChar"/>
        </w:rPr>
        <w:t>Kajoor</w:t>
      </w:r>
      <w:proofErr w:type="spellEnd"/>
      <w:r w:rsidRPr="00D86078">
        <w:rPr>
          <w:rStyle w:val="libItalicChar"/>
        </w:rPr>
        <w:t xml:space="preserve"> and </w:t>
      </w:r>
      <w:proofErr w:type="spellStart"/>
      <w:r w:rsidRPr="00D86078">
        <w:rPr>
          <w:rStyle w:val="libItalicChar"/>
        </w:rPr>
        <w:t>Bawol</w:t>
      </w:r>
      <w:proofErr w:type="spellEnd"/>
      <w:r w:rsidRPr="00D86078">
        <w:rPr>
          <w:rStyle w:val="libItalicChar"/>
        </w:rPr>
        <w:t xml:space="preserve">, 1859-1914. </w:t>
      </w:r>
      <w:r w:rsidRPr="00D86078">
        <w:rPr>
          <w:rStyle w:val="libNormalChar"/>
        </w:rPr>
        <w:t>Portsmouth, NH: Heinemann, 2002.</w:t>
      </w:r>
    </w:p>
    <w:p w:rsidR="00ED3D62" w:rsidRDefault="00ED3D62" w:rsidP="00ED3D62">
      <w:pPr>
        <w:pStyle w:val="libNormal"/>
      </w:pPr>
      <w:proofErr w:type="spellStart"/>
      <w:r w:rsidRPr="00CA2CCA">
        <w:t>Sertima</w:t>
      </w:r>
      <w:proofErr w:type="spellEnd"/>
      <w:r w:rsidRPr="00CA2CCA">
        <w:t xml:space="preserve">, Ivan Van, ed. </w:t>
      </w:r>
      <w:r w:rsidRPr="00D86078">
        <w:rPr>
          <w:rStyle w:val="libItalicChar"/>
        </w:rPr>
        <w:t>Golden Age of the Moor.</w:t>
      </w:r>
      <w:r>
        <w:t xml:space="preserve"> Piscataway, NJ: Transaction Publ., 1991.</w:t>
      </w:r>
    </w:p>
    <w:p w:rsidR="00ED3D62" w:rsidRDefault="00ED3D62" w:rsidP="00ED3D62">
      <w:pPr>
        <w:pStyle w:val="libNormal"/>
      </w:pPr>
      <w:r>
        <w:t xml:space="preserve">Shaban, M.A. </w:t>
      </w:r>
      <w:r w:rsidRPr="00D86078">
        <w:rPr>
          <w:rStyle w:val="libItalicChar"/>
        </w:rPr>
        <w:t xml:space="preserve">Islamic History: A New Interpretation, Vol. 1: A.D. 600-750 (A.H. 132). </w:t>
      </w:r>
      <w:r>
        <w:t>Cambridge, UK: Cambridge University Press, 1971.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Shaban, M.A. </w:t>
      </w:r>
      <w:r w:rsidRPr="00D86078">
        <w:rPr>
          <w:rStyle w:val="libItalicChar"/>
        </w:rPr>
        <w:t>Islamic History: A New Interpretation, Vol. 2: A.D. 750-1075 (A.H.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132-448). </w:t>
      </w:r>
      <w:r w:rsidRPr="00D86078">
        <w:rPr>
          <w:rStyle w:val="libNormalChar"/>
        </w:rPr>
        <w:t>Cambridge, UK: Cambridge University Press, 1978.</w:t>
      </w:r>
    </w:p>
    <w:p w:rsidR="00ED3D62" w:rsidRDefault="00ED3D62" w:rsidP="00ED3D62">
      <w:pPr>
        <w:pStyle w:val="libNormal"/>
      </w:pPr>
      <w:proofErr w:type="spellStart"/>
      <w:r w:rsidRPr="00CA2CCA">
        <w:t>Shaked</w:t>
      </w:r>
      <w:proofErr w:type="spellEnd"/>
      <w:r w:rsidRPr="00CA2CCA">
        <w:t xml:space="preserve">, </w:t>
      </w:r>
      <w:proofErr w:type="spellStart"/>
      <w:r w:rsidRPr="00CA2CCA">
        <w:t>Shaul</w:t>
      </w:r>
      <w:proofErr w:type="spellEnd"/>
      <w:r w:rsidRPr="00CA2CCA">
        <w:t xml:space="preserve">. </w:t>
      </w:r>
      <w:r w:rsidRPr="00D86078">
        <w:rPr>
          <w:rStyle w:val="libItalicChar"/>
        </w:rPr>
        <w:t xml:space="preserve">From Zoroastrian Iran to Islam. </w:t>
      </w:r>
      <w:proofErr w:type="spellStart"/>
      <w:r>
        <w:t>Aldershot</w:t>
      </w:r>
      <w:proofErr w:type="spellEnd"/>
      <w:r>
        <w:t>: Ashgate/Variorum, 1995.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lastRenderedPageBreak/>
        <w:t xml:space="preserve">Shaikh, Farzana. </w:t>
      </w:r>
      <w:r w:rsidRPr="00D86078">
        <w:rPr>
          <w:rStyle w:val="libItalicChar"/>
        </w:rPr>
        <w:t xml:space="preserve">Community and Consensus in Islam: Muslim Representation in Colonial India, 1860-1947. </w:t>
      </w:r>
      <w:r w:rsidRPr="00D86078">
        <w:rPr>
          <w:rStyle w:val="libNormalChar"/>
        </w:rPr>
        <w:t>Cambridge, UK: Cambridge University Press, 1989.</w:t>
      </w:r>
    </w:p>
    <w:p w:rsidR="00ED3D62" w:rsidRDefault="00ED3D62" w:rsidP="00ED3D62">
      <w:pPr>
        <w:pStyle w:val="libNormal"/>
      </w:pPr>
      <w:proofErr w:type="spellStart"/>
      <w:r w:rsidRPr="00CA2CCA">
        <w:t>Shatzmiller</w:t>
      </w:r>
      <w:proofErr w:type="spellEnd"/>
      <w:r w:rsidRPr="00CA2CCA">
        <w:t xml:space="preserve">, Maya, ed. </w:t>
      </w:r>
      <w:r w:rsidRPr="00D86078">
        <w:rPr>
          <w:rStyle w:val="libItalicChar"/>
        </w:rPr>
        <w:t>Crusaders and Muslims in Twelfth-Century Syria.</w:t>
      </w:r>
      <w:r>
        <w:t xml:space="preserve"> Leiden: E.J. Brill, 1993.</w:t>
      </w:r>
    </w:p>
    <w:p w:rsidR="00ED3D62" w:rsidRDefault="00ED3D62" w:rsidP="00ED3D62">
      <w:pPr>
        <w:pStyle w:val="libNormal"/>
      </w:pPr>
      <w:proofErr w:type="spellStart"/>
      <w:r>
        <w:t>Shatzmiller</w:t>
      </w:r>
      <w:proofErr w:type="spellEnd"/>
      <w:r>
        <w:t>, Maya</w:t>
      </w:r>
      <w:r w:rsidRPr="00D86078">
        <w:rPr>
          <w:rStyle w:val="libItalicChar"/>
        </w:rPr>
        <w:t xml:space="preserve">. </w:t>
      </w:r>
      <w:proofErr w:type="spellStart"/>
      <w:r w:rsidRPr="00D86078">
        <w:rPr>
          <w:rStyle w:val="libItalicChar"/>
        </w:rPr>
        <w:t>Labour</w:t>
      </w:r>
      <w:proofErr w:type="spellEnd"/>
      <w:r w:rsidRPr="00D86078">
        <w:rPr>
          <w:rStyle w:val="libItalicChar"/>
        </w:rPr>
        <w:t xml:space="preserve"> in the Medieval Islamic World.</w:t>
      </w:r>
      <w:r>
        <w:t xml:space="preserve"> Leiden: E.J. Brill, 1997.</w:t>
      </w:r>
    </w:p>
    <w:p w:rsidR="007D4755" w:rsidRDefault="00ED3D62" w:rsidP="00ED3D62">
      <w:pPr>
        <w:pStyle w:val="libNormal"/>
        <w:rPr>
          <w:rStyle w:val="libNormalChar"/>
        </w:rPr>
      </w:pPr>
      <w:r>
        <w:t xml:space="preserve">Shaw, Stanford J. </w:t>
      </w:r>
      <w:r w:rsidRPr="00D86078">
        <w:rPr>
          <w:rStyle w:val="libItalicChar"/>
        </w:rPr>
        <w:t>History of the Ottoman Empire and Modern Turkey, Vol. 1: Empire of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the </w:t>
      </w:r>
      <w:proofErr w:type="spellStart"/>
      <w:r w:rsidRPr="00D86078">
        <w:rPr>
          <w:rStyle w:val="libItalicChar"/>
        </w:rPr>
        <w:t>Gazis</w:t>
      </w:r>
      <w:proofErr w:type="spellEnd"/>
      <w:r w:rsidRPr="00D86078">
        <w:rPr>
          <w:rStyle w:val="libItalicChar"/>
        </w:rPr>
        <w:t xml:space="preserve">—The Rise and Decline of the Ottoman Empire, 1280-1808. </w:t>
      </w:r>
      <w:r w:rsidRPr="00D86078">
        <w:rPr>
          <w:rStyle w:val="libNormalChar"/>
        </w:rPr>
        <w:t>Cambridge, UK: Cambridge University Press, 1977.</w:t>
      </w:r>
    </w:p>
    <w:p w:rsidR="007D4755" w:rsidRDefault="00ED3D62" w:rsidP="00ED3D62">
      <w:pPr>
        <w:pStyle w:val="libNormal"/>
      </w:pPr>
      <w:proofErr w:type="spellStart"/>
      <w:r w:rsidRPr="00CA2CCA">
        <w:t>Shoshan</w:t>
      </w:r>
      <w:proofErr w:type="spellEnd"/>
      <w:r w:rsidRPr="00CA2CCA">
        <w:t xml:space="preserve">, Boaz. </w:t>
      </w:r>
      <w:r w:rsidRPr="00D86078">
        <w:rPr>
          <w:rStyle w:val="libItalicChar"/>
        </w:rPr>
        <w:t>Popular Culture in Medieval Cairo.</w:t>
      </w:r>
      <w:r>
        <w:t xml:space="preserve"> Cambridge, UK: Cambridge University Press, 1993.</w:t>
      </w:r>
    </w:p>
    <w:p w:rsidR="00ED3D62" w:rsidRDefault="00ED3D62" w:rsidP="00ED3D62">
      <w:pPr>
        <w:pStyle w:val="libNormal"/>
      </w:pPr>
      <w:proofErr w:type="spellStart"/>
      <w:r>
        <w:t>Sibai</w:t>
      </w:r>
      <w:proofErr w:type="spellEnd"/>
      <w:r>
        <w:t xml:space="preserve">, Mohamed M. </w:t>
      </w:r>
      <w:r w:rsidRPr="00D86078">
        <w:rPr>
          <w:rStyle w:val="libItalicChar"/>
        </w:rPr>
        <w:t>Mosque Libraries: An Historical Study.</w:t>
      </w:r>
      <w:r>
        <w:t xml:space="preserve"> London: Mansell, 1987.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Siddiq, Mohammed. </w:t>
      </w:r>
      <w:r w:rsidRPr="00D86078">
        <w:rPr>
          <w:rStyle w:val="libItalicChar"/>
        </w:rPr>
        <w:t>The Epigraphy of Muslim Bengal: Religious, Cultural and Historical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Aspects of Arabic and Persian Inscriptions of West Bengal and Bangladesh, 1205-1707. </w:t>
      </w:r>
      <w:r w:rsidRPr="00D86078">
        <w:rPr>
          <w:rStyle w:val="libNormalChar"/>
        </w:rPr>
        <w:t>New York: Routledge, 2003.</w:t>
      </w:r>
    </w:p>
    <w:p w:rsidR="00ED3D62" w:rsidRDefault="00ED3D62" w:rsidP="00ED3D62">
      <w:pPr>
        <w:pStyle w:val="libNormal"/>
      </w:pPr>
      <w:r w:rsidRPr="00CA2CCA">
        <w:t xml:space="preserve">Smith, Wilfred Cantwell. </w:t>
      </w:r>
      <w:r w:rsidRPr="00D86078">
        <w:rPr>
          <w:rStyle w:val="libItalicChar"/>
        </w:rPr>
        <w:t xml:space="preserve">Islam in Modern History. </w:t>
      </w:r>
      <w:r>
        <w:t>Princeton, NJ: Princeton University Press, 1957.</w:t>
      </w:r>
    </w:p>
    <w:p w:rsidR="00ED3D62" w:rsidRDefault="00ED3D62" w:rsidP="00ED3D62">
      <w:pPr>
        <w:pStyle w:val="libNormal"/>
      </w:pPr>
      <w:proofErr w:type="spellStart"/>
      <w:r>
        <w:t>Stora</w:t>
      </w:r>
      <w:proofErr w:type="spellEnd"/>
      <w:r>
        <w:t xml:space="preserve">, Benjamin. </w:t>
      </w:r>
      <w:r w:rsidRPr="00D86078">
        <w:rPr>
          <w:rStyle w:val="libItalicChar"/>
        </w:rPr>
        <w:t>Algeria, 1830-2000: A Short History.</w:t>
      </w:r>
      <w:r>
        <w:t xml:space="preserve"> Ithaca, NY: Cornell University Press, 2001.</w:t>
      </w:r>
    </w:p>
    <w:p w:rsidR="00ED3D62" w:rsidRDefault="00ED3D62" w:rsidP="00ED3D62">
      <w:pPr>
        <w:pStyle w:val="libNormal"/>
      </w:pPr>
      <w:r>
        <w:t>Al-</w:t>
      </w:r>
      <w:proofErr w:type="spellStart"/>
      <w:r>
        <w:t>Tabarī</w:t>
      </w:r>
      <w:proofErr w:type="spellEnd"/>
      <w:r>
        <w:t xml:space="preserve"> (various trans.). </w:t>
      </w:r>
      <w:r w:rsidRPr="00D86078">
        <w:rPr>
          <w:rStyle w:val="libItalicChar"/>
        </w:rPr>
        <w:t>The History of al-Tabari,</w:t>
      </w:r>
      <w:r>
        <w:t xml:space="preserve"> 40 Vols. Albany, NY: State University of New York Press, 1987-1999.</w:t>
      </w:r>
    </w:p>
    <w:p w:rsidR="00ED3D62" w:rsidRDefault="00ED3D62" w:rsidP="00ED3D62">
      <w:pPr>
        <w:pStyle w:val="libNormal"/>
      </w:pPr>
      <w:proofErr w:type="spellStart"/>
      <w:r>
        <w:t>Tabbaa</w:t>
      </w:r>
      <w:proofErr w:type="spellEnd"/>
      <w:r>
        <w:t xml:space="preserve">, Yasser. </w:t>
      </w:r>
      <w:r w:rsidRPr="00D86078">
        <w:rPr>
          <w:rStyle w:val="libItalicChar"/>
        </w:rPr>
        <w:t>Constructions of Power and Piety in Medieval Aleppo.</w:t>
      </w:r>
      <w:r>
        <w:t xml:space="preserve"> University Park, PA: Pennsylvania State University Press, 1997.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Taylor, Christopher </w:t>
      </w:r>
      <w:proofErr w:type="spellStart"/>
      <w:r>
        <w:t>Schurman</w:t>
      </w:r>
      <w:proofErr w:type="spellEnd"/>
      <w:r>
        <w:t xml:space="preserve">. </w:t>
      </w:r>
      <w:r w:rsidRPr="00D86078">
        <w:rPr>
          <w:rStyle w:val="libItalicChar"/>
        </w:rPr>
        <w:t>In the Vicinity of the Righteous: Ziyara and the Veneration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of Muslim Saints in Late Medieval Egypt. </w:t>
      </w:r>
      <w:r w:rsidRPr="00D86078">
        <w:rPr>
          <w:rStyle w:val="libNormalChar"/>
        </w:rPr>
        <w:t>Leiden: E.J. Brill, 1998.</w:t>
      </w:r>
    </w:p>
    <w:p w:rsidR="007D4755" w:rsidRDefault="00ED3D62" w:rsidP="00ED3D62">
      <w:pPr>
        <w:pStyle w:val="libNormal"/>
      </w:pPr>
      <w:r w:rsidRPr="00CA2CCA">
        <w:t xml:space="preserve">Tessler, Mark. </w:t>
      </w:r>
      <w:r w:rsidRPr="00D86078">
        <w:rPr>
          <w:rStyle w:val="libItalicChar"/>
        </w:rPr>
        <w:t>A History of the Israeli-Palestinian Conflict.</w:t>
      </w:r>
      <w:r>
        <w:t xml:space="preserve"> Bloomington, IN: Indiana University Press, 1994.</w:t>
      </w:r>
    </w:p>
    <w:p w:rsidR="00ED3D62" w:rsidRDefault="00ED3D62" w:rsidP="00ED3D62">
      <w:pPr>
        <w:pStyle w:val="libNormal"/>
      </w:pPr>
      <w:r>
        <w:t xml:space="preserve">Tolan, John V. </w:t>
      </w:r>
      <w:r w:rsidRPr="00D86078">
        <w:rPr>
          <w:rStyle w:val="libItalicChar"/>
        </w:rPr>
        <w:t>Saracens: Islam in the Medieval European Imagination.</w:t>
      </w:r>
      <w:r>
        <w:t xml:space="preserve"> New York: Columbia University Press, 2002.</w:t>
      </w:r>
    </w:p>
    <w:p w:rsidR="00ED3D62" w:rsidRDefault="00ED3D62" w:rsidP="00ED3D62">
      <w:pPr>
        <w:pStyle w:val="libNormal"/>
      </w:pPr>
      <w:r>
        <w:t xml:space="preserve">Tripp, Charles. </w:t>
      </w:r>
      <w:r w:rsidRPr="00D86078">
        <w:rPr>
          <w:rStyle w:val="libItalicChar"/>
        </w:rPr>
        <w:t>A History of Iraq.</w:t>
      </w:r>
      <w:r w:rsidRPr="00D86078">
        <w:t xml:space="preserve"> Cambridge, UK: Cambridge University Press, 2</w:t>
      </w:r>
      <w:r w:rsidRPr="00750AA4">
        <w:t>nd</w:t>
      </w:r>
      <w:r>
        <w:t xml:space="preserve"> ed., 2002.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proofErr w:type="spellStart"/>
      <w:r>
        <w:t>Tritton</w:t>
      </w:r>
      <w:proofErr w:type="spellEnd"/>
      <w:r>
        <w:t xml:space="preserve">, Arthur Stanley. </w:t>
      </w:r>
      <w:r w:rsidRPr="00D86078">
        <w:rPr>
          <w:rStyle w:val="libItalicChar"/>
        </w:rPr>
        <w:t xml:space="preserve">The Caliphs and their Non-Muslim Subjects: A Critical Study of the Covenant ‘Umar. </w:t>
      </w:r>
      <w:r w:rsidRPr="00D86078">
        <w:rPr>
          <w:rStyle w:val="libNormalChar"/>
        </w:rPr>
        <w:t>London: Frank Cass, 1970.</w:t>
      </w:r>
    </w:p>
    <w:p w:rsidR="00ED3D62" w:rsidRDefault="00ED3D62" w:rsidP="00ED3D62">
      <w:pPr>
        <w:pStyle w:val="libNormal"/>
      </w:pPr>
      <w:r w:rsidRPr="00CA2CCA">
        <w:t xml:space="preserve">Tucker, Judith E. </w:t>
      </w:r>
      <w:r w:rsidRPr="00D86078">
        <w:rPr>
          <w:rStyle w:val="libItalicChar"/>
        </w:rPr>
        <w:t>Women in Nineteenth-Century Egypt.</w:t>
      </w:r>
      <w:r>
        <w:t xml:space="preserve"> Cambridge, UK: Cambridge University Press, 2002.</w:t>
      </w:r>
    </w:p>
    <w:p w:rsidR="00ED3D62" w:rsidRDefault="00ED3D62" w:rsidP="00ED3D62">
      <w:pPr>
        <w:pStyle w:val="libNormal"/>
      </w:pPr>
      <w:r>
        <w:t xml:space="preserve">Turner, Colin. </w:t>
      </w:r>
      <w:r w:rsidRPr="00D86078">
        <w:rPr>
          <w:rStyle w:val="libItalicChar"/>
        </w:rPr>
        <w:t>Islam without Allah?</w:t>
      </w:r>
      <w:r w:rsidR="007D4755">
        <w:rPr>
          <w:rStyle w:val="libItalicChar"/>
        </w:rPr>
        <w:t xml:space="preserve"> </w:t>
      </w:r>
      <w:r w:rsidRPr="00D86078">
        <w:rPr>
          <w:rStyle w:val="libItalicChar"/>
        </w:rPr>
        <w:t>The Rise of Religious Externalism in Safavid Iran.</w:t>
      </w:r>
      <w:r>
        <w:t xml:space="preserve"> Richmond, Surrey: Curzon Press, 2001.</w:t>
      </w:r>
    </w:p>
    <w:p w:rsidR="00ED3D62" w:rsidRDefault="00ED3D62" w:rsidP="00ED3D62">
      <w:pPr>
        <w:pStyle w:val="libNormal"/>
      </w:pPr>
      <w:r>
        <w:t xml:space="preserve">Udovitch, Abraham L. </w:t>
      </w:r>
      <w:r w:rsidRPr="00D86078">
        <w:rPr>
          <w:rStyle w:val="libItalicChar"/>
        </w:rPr>
        <w:t>Partnership and Profit in Medieval Islam.</w:t>
      </w:r>
      <w:r>
        <w:t xml:space="preserve"> Princeton, NJ: Princeton University Press, 1970.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Udovitch, Abraham L., ed. </w:t>
      </w:r>
      <w:r w:rsidRPr="00D86078">
        <w:rPr>
          <w:rStyle w:val="libItalicChar"/>
        </w:rPr>
        <w:t>The Islamic Middle East, 700-1900: Studies in Economic and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Social History. </w:t>
      </w:r>
      <w:r w:rsidRPr="00D86078">
        <w:rPr>
          <w:rStyle w:val="libNormalChar"/>
        </w:rPr>
        <w:t>Princeton, NJ: Darwin Press, 1981.</w:t>
      </w:r>
    </w:p>
    <w:p w:rsidR="00ED3D62" w:rsidRDefault="00ED3D62" w:rsidP="00ED3D62">
      <w:pPr>
        <w:pStyle w:val="libNormal"/>
      </w:pPr>
      <w:r w:rsidRPr="00CA2CCA">
        <w:t xml:space="preserve">Van Leeuwen, Richard. </w:t>
      </w:r>
      <w:r w:rsidRPr="00D86078">
        <w:rPr>
          <w:rStyle w:val="libItalicChar"/>
        </w:rPr>
        <w:t xml:space="preserve">Waqfs and Urban Structures: The Case of Ottoman Damascus. </w:t>
      </w:r>
      <w:r>
        <w:t>Leiden:</w:t>
      </w:r>
      <w:r>
        <w:tab/>
        <w:t>E.J. Brill, 1999.</w:t>
      </w:r>
    </w:p>
    <w:p w:rsidR="00ED3D62" w:rsidRDefault="00ED3D62" w:rsidP="00ED3D62">
      <w:pPr>
        <w:pStyle w:val="libNormal"/>
      </w:pPr>
      <w:proofErr w:type="spellStart"/>
      <w:r>
        <w:t>Vatikiotis</w:t>
      </w:r>
      <w:proofErr w:type="spellEnd"/>
      <w:r>
        <w:t xml:space="preserve">, P.J. </w:t>
      </w:r>
      <w:r w:rsidRPr="00D86078">
        <w:rPr>
          <w:rStyle w:val="libItalicChar"/>
        </w:rPr>
        <w:t xml:space="preserve">The History of Modern Egypt: From Muhammad Ali to Mubarak. </w:t>
      </w:r>
      <w:r w:rsidRPr="00D86078">
        <w:t>Baltimore, MD: Johns Hopkins University Press, 4</w:t>
      </w:r>
      <w:r w:rsidRPr="00750AA4">
        <w:t>th</w:t>
      </w:r>
      <w:r>
        <w:t xml:space="preserve"> ed., 1991.</w:t>
      </w:r>
    </w:p>
    <w:p w:rsidR="007D4755" w:rsidRDefault="00ED3D62" w:rsidP="00ED3D62">
      <w:pPr>
        <w:pStyle w:val="libNormal"/>
      </w:pPr>
      <w:proofErr w:type="spellStart"/>
      <w:r>
        <w:lastRenderedPageBreak/>
        <w:t>Voll</w:t>
      </w:r>
      <w:proofErr w:type="spellEnd"/>
      <w:r>
        <w:t xml:space="preserve">, John O. </w:t>
      </w:r>
      <w:r w:rsidRPr="00D86078">
        <w:rPr>
          <w:rStyle w:val="libItalicChar"/>
        </w:rPr>
        <w:t>Islam: Continuity and Change in the Modern World.</w:t>
      </w:r>
      <w:r w:rsidRPr="00D86078">
        <w:t xml:space="preserve"> Syracuse, NY: Syracuse University Press, 2</w:t>
      </w:r>
      <w:r w:rsidRPr="00750AA4">
        <w:t>nd</w:t>
      </w:r>
      <w:r>
        <w:t xml:space="preserve"> ed., 1994.</w:t>
      </w:r>
    </w:p>
    <w:p w:rsidR="00ED3D62" w:rsidRDefault="00ED3D62" w:rsidP="00ED3D62">
      <w:pPr>
        <w:pStyle w:val="libNormal"/>
      </w:pPr>
      <w:r>
        <w:t xml:space="preserve">von </w:t>
      </w:r>
      <w:proofErr w:type="spellStart"/>
      <w:r>
        <w:t>Grunebaum</w:t>
      </w:r>
      <w:proofErr w:type="spellEnd"/>
      <w:r>
        <w:t xml:space="preserve">, G.E. (Katherine Watson, trans.). </w:t>
      </w:r>
      <w:r w:rsidRPr="00D86078">
        <w:rPr>
          <w:rStyle w:val="libItalicChar"/>
        </w:rPr>
        <w:t xml:space="preserve">Classical Islam: A History, 600-1258. </w:t>
      </w:r>
      <w:r>
        <w:t>London: George Allen &amp; Unwin, 1970.</w:t>
      </w:r>
    </w:p>
    <w:p w:rsidR="00ED3D62" w:rsidRDefault="00ED3D62" w:rsidP="00ED3D62">
      <w:pPr>
        <w:pStyle w:val="libNormal"/>
      </w:pPr>
      <w:r>
        <w:t xml:space="preserve">von </w:t>
      </w:r>
      <w:proofErr w:type="spellStart"/>
      <w:r>
        <w:t>Grunebaum</w:t>
      </w:r>
      <w:proofErr w:type="spellEnd"/>
      <w:r>
        <w:t xml:space="preserve">, G. E. </w:t>
      </w:r>
      <w:r w:rsidRPr="00D86078">
        <w:rPr>
          <w:rStyle w:val="libItalicChar"/>
        </w:rPr>
        <w:t>Mediaeval Islam: A Study in Cultural Orientation.</w:t>
      </w:r>
      <w:r w:rsidRPr="00D86078">
        <w:t xml:space="preserve"> Chicago, IL: University of Chicago Press, 2</w:t>
      </w:r>
      <w:r w:rsidRPr="00750AA4">
        <w:t>nd</w:t>
      </w:r>
      <w:r>
        <w:t xml:space="preserve"> ed., 1953.</w:t>
      </w:r>
    </w:p>
    <w:p w:rsidR="00ED3D62" w:rsidRDefault="00ED3D62" w:rsidP="00ED3D62">
      <w:pPr>
        <w:pStyle w:val="libNormal"/>
      </w:pPr>
      <w:r>
        <w:t xml:space="preserve">Walker, Paul E. </w:t>
      </w:r>
      <w:r w:rsidRPr="00D86078">
        <w:rPr>
          <w:rStyle w:val="libItalicChar"/>
        </w:rPr>
        <w:t>Exploring an Islamic Empire: Fatimid History and Its Sources.</w:t>
      </w:r>
      <w:r>
        <w:t xml:space="preserve"> London: </w:t>
      </w:r>
      <w:proofErr w:type="spellStart"/>
      <w:r>
        <w:t>I.</w:t>
      </w:r>
      <w:proofErr w:type="gramStart"/>
      <w:r>
        <w:t>B.Tauris</w:t>
      </w:r>
      <w:proofErr w:type="spellEnd"/>
      <w:proofErr w:type="gramEnd"/>
      <w:r>
        <w:t>, 2002.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Wasserstrom, Steven M. </w:t>
      </w:r>
      <w:r w:rsidRPr="00D86078">
        <w:rPr>
          <w:rStyle w:val="libItalicChar"/>
        </w:rPr>
        <w:t>Between Muslim and Jew: The Problem of Symbiosis under Early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Islam. </w:t>
      </w:r>
      <w:r w:rsidRPr="00D86078">
        <w:rPr>
          <w:rStyle w:val="libNormalChar"/>
        </w:rPr>
        <w:t>Princeton, NJ: Princeton University Press, 1995.</w:t>
      </w:r>
    </w:p>
    <w:p w:rsidR="00ED3D62" w:rsidRDefault="00ED3D62" w:rsidP="00ED3D62">
      <w:pPr>
        <w:pStyle w:val="libNormal"/>
      </w:pPr>
      <w:r w:rsidRPr="00CA2CCA">
        <w:t xml:space="preserve">Watt, William Montgomery. </w:t>
      </w:r>
      <w:r w:rsidRPr="00D86078">
        <w:rPr>
          <w:rStyle w:val="libItalicChar"/>
        </w:rPr>
        <w:t>Early Islam: Collected Articles.</w:t>
      </w:r>
      <w:r>
        <w:t xml:space="preserve"> Edinburgh: Edinburgh University Press, 1991.</w:t>
      </w:r>
    </w:p>
    <w:p w:rsidR="007D4755" w:rsidRDefault="00ED3D62" w:rsidP="00ED3D62">
      <w:pPr>
        <w:pStyle w:val="libNormal"/>
      </w:pPr>
      <w:r>
        <w:t xml:space="preserve">Watt, William Montgomery. </w:t>
      </w:r>
      <w:r w:rsidRPr="00D86078">
        <w:rPr>
          <w:rStyle w:val="libItalicChar"/>
        </w:rPr>
        <w:t>The Influence of Islam on Medieval Europe.</w:t>
      </w:r>
      <w:r>
        <w:t xml:space="preserve"> Edinburgh: Edinburgh University Press, 1972.</w:t>
      </w:r>
    </w:p>
    <w:p w:rsidR="00ED3D62" w:rsidRDefault="00ED3D62" w:rsidP="00ED3D62">
      <w:pPr>
        <w:pStyle w:val="libNormal"/>
      </w:pPr>
      <w:r>
        <w:t xml:space="preserve">Watt, William Montgomery. </w:t>
      </w:r>
      <w:r w:rsidRPr="00D86078">
        <w:rPr>
          <w:rStyle w:val="libItalicChar"/>
        </w:rPr>
        <w:t xml:space="preserve">The Majesty that was Islam: The Islamic World, 661-1100. </w:t>
      </w:r>
      <w:r>
        <w:t>London: Sidgwick &amp; Jackson, 1974.</w:t>
      </w:r>
    </w:p>
    <w:p w:rsidR="00ED3D62" w:rsidRDefault="00ED3D62" w:rsidP="00ED3D62">
      <w:pPr>
        <w:pStyle w:val="libNormal"/>
      </w:pPr>
      <w:r>
        <w:t xml:space="preserve">Wheatley, Paul. </w:t>
      </w:r>
      <w:r w:rsidRPr="00D86078">
        <w:rPr>
          <w:rStyle w:val="libItalicChar"/>
        </w:rPr>
        <w:t>The Places Where Men Pray Together: Cities in Islamic Lands, Seventh</w:t>
      </w:r>
      <w:r w:rsidRPr="00CA2CCA">
        <w:t xml:space="preserve"> </w:t>
      </w:r>
      <w:r w:rsidRPr="00D86078">
        <w:rPr>
          <w:rStyle w:val="libItalicChar"/>
        </w:rPr>
        <w:t>Through the</w:t>
      </w:r>
      <w:r w:rsidRPr="00CA2CCA">
        <w:t xml:space="preserve"> </w:t>
      </w:r>
      <w:r w:rsidRPr="00D86078">
        <w:rPr>
          <w:rStyle w:val="libItalicChar"/>
        </w:rPr>
        <w:t>Tenth Centuries.</w:t>
      </w:r>
      <w:r>
        <w:t xml:space="preserve"> Chicago, IL: University of Chicago Press, 2001.</w:t>
      </w:r>
    </w:p>
    <w:p w:rsidR="00ED3D62" w:rsidRDefault="00ED3D62" w:rsidP="00ED3D62">
      <w:pPr>
        <w:pStyle w:val="libNormal"/>
      </w:pPr>
      <w:r>
        <w:t xml:space="preserve">Wilson, Mary C. </w:t>
      </w:r>
      <w:r w:rsidRPr="00D86078">
        <w:rPr>
          <w:rStyle w:val="libItalicChar"/>
        </w:rPr>
        <w:t>King Abdullah, Britain, and the Making of Jordan.</w:t>
      </w:r>
      <w:r>
        <w:t xml:space="preserve"> Cambridge, UK: Cambridge University Press, 1987.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Wink, André. </w:t>
      </w:r>
      <w:r w:rsidRPr="00D86078">
        <w:rPr>
          <w:rStyle w:val="libItalicChar"/>
        </w:rPr>
        <w:t>Al-Hind: The Making of the Indo-Islamic World, Vol.1--Early Medieval India and the Expansion of Islam, 7</w:t>
      </w:r>
      <w:r w:rsidRPr="00750AA4">
        <w:rPr>
          <w:rStyle w:val="libItalicChar"/>
        </w:rPr>
        <w:t>th</w:t>
      </w:r>
      <w:r w:rsidRPr="00D86078">
        <w:rPr>
          <w:rStyle w:val="libItalicChar"/>
        </w:rPr>
        <w:t>-11</w:t>
      </w:r>
      <w:r w:rsidRPr="00750AA4">
        <w:rPr>
          <w:rStyle w:val="libItalicChar"/>
        </w:rPr>
        <w:t>th</w:t>
      </w:r>
      <w:r w:rsidRPr="00D86078">
        <w:rPr>
          <w:rStyle w:val="libItalicChar"/>
        </w:rPr>
        <w:t xml:space="preserve"> Centuries. </w:t>
      </w:r>
      <w:r w:rsidRPr="00D86078">
        <w:rPr>
          <w:rStyle w:val="libNormalChar"/>
        </w:rPr>
        <w:t>Amherst, NY: Prometheus Books, 2</w:t>
      </w:r>
      <w:r w:rsidRPr="00CA2CCA">
        <w:rPr>
          <w:rStyle w:val="libNormalChar"/>
        </w:rPr>
        <w:t>nd</w:t>
      </w:r>
      <w:r w:rsidRPr="00D86078">
        <w:rPr>
          <w:rStyle w:val="libNormalChar"/>
        </w:rPr>
        <w:t xml:space="preserve"> ed., 2002.</w:t>
      </w:r>
    </w:p>
    <w:p w:rsidR="007D4755" w:rsidRDefault="00ED3D62" w:rsidP="00ED3D62">
      <w:pPr>
        <w:pStyle w:val="libNormal"/>
      </w:pPr>
      <w:r w:rsidRPr="00CA2CCA">
        <w:t xml:space="preserve">Woods, John E. </w:t>
      </w:r>
      <w:r w:rsidRPr="00D86078">
        <w:rPr>
          <w:rStyle w:val="libItalicChar"/>
        </w:rPr>
        <w:t xml:space="preserve">The </w:t>
      </w:r>
      <w:proofErr w:type="spellStart"/>
      <w:r w:rsidRPr="00D86078">
        <w:rPr>
          <w:rStyle w:val="libItalicChar"/>
        </w:rPr>
        <w:t>Aqquyunlu</w:t>
      </w:r>
      <w:proofErr w:type="spellEnd"/>
      <w:r w:rsidRPr="00D86078">
        <w:rPr>
          <w:rStyle w:val="libItalicChar"/>
        </w:rPr>
        <w:t>: Clan, Confederation, and Empire.</w:t>
      </w:r>
      <w:r>
        <w:t xml:space="preserve"> Salt Lake City, UT: University of Utah Press, 1999, revised ed.</w:t>
      </w:r>
    </w:p>
    <w:p w:rsidR="00ED3D62" w:rsidRDefault="00ED3D62" w:rsidP="00ED3D62">
      <w:pPr>
        <w:pStyle w:val="libNormal"/>
      </w:pPr>
      <w:proofErr w:type="spellStart"/>
      <w:r>
        <w:t>Yemelianova</w:t>
      </w:r>
      <w:proofErr w:type="spellEnd"/>
      <w:r>
        <w:t xml:space="preserve">, Galina M. </w:t>
      </w:r>
      <w:r w:rsidRPr="00D86078">
        <w:rPr>
          <w:rStyle w:val="libItalicChar"/>
        </w:rPr>
        <w:t>Russia and Islam: A Historical Survey</w:t>
      </w:r>
      <w:r>
        <w:t>. New York: Palgrave Macmillan, 2002.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Zaman, Muhammad Qasim. </w:t>
      </w:r>
      <w:r w:rsidRPr="00D86078">
        <w:rPr>
          <w:rStyle w:val="libItalicChar"/>
        </w:rPr>
        <w:t>Religion and Politics under the Early ‘</w:t>
      </w:r>
      <w:proofErr w:type="spellStart"/>
      <w:r w:rsidRPr="00D86078">
        <w:rPr>
          <w:rStyle w:val="libItalicChar"/>
        </w:rPr>
        <w:t>Abbāsids</w:t>
      </w:r>
      <w:proofErr w:type="spellEnd"/>
      <w:r w:rsidRPr="00D86078">
        <w:rPr>
          <w:rStyle w:val="libItalicChar"/>
        </w:rPr>
        <w:t>: The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>Emergence of the Proto-</w:t>
      </w:r>
      <w:proofErr w:type="spellStart"/>
      <w:r w:rsidRPr="00D86078">
        <w:rPr>
          <w:rStyle w:val="libItalicChar"/>
        </w:rPr>
        <w:t>Sunnī</w:t>
      </w:r>
      <w:proofErr w:type="spellEnd"/>
      <w:r w:rsidRPr="00D86078">
        <w:rPr>
          <w:rStyle w:val="libItalicChar"/>
        </w:rPr>
        <w:t xml:space="preserve"> Elite. </w:t>
      </w:r>
      <w:r w:rsidRPr="00D86078">
        <w:rPr>
          <w:rStyle w:val="libNormalChar"/>
        </w:rPr>
        <w:t>Leiden: E.J. Brill, 1997.</w:t>
      </w:r>
    </w:p>
    <w:p w:rsidR="00ED3D62" w:rsidRDefault="00ED3D62" w:rsidP="00ED3D62">
      <w:pPr>
        <w:pStyle w:val="libNormal"/>
      </w:pPr>
      <w:r>
        <w:br w:type="page"/>
      </w:r>
    </w:p>
    <w:p w:rsidR="00ED3D62" w:rsidRPr="00296A62" w:rsidRDefault="00ED3D62" w:rsidP="00296A62">
      <w:pPr>
        <w:pStyle w:val="Heading1Center"/>
      </w:pPr>
      <w:bookmarkStart w:id="11" w:name="_Toc8818419"/>
      <w:r w:rsidRPr="00296A62">
        <w:lastRenderedPageBreak/>
        <w:t>X - Geographic Regions and Nation-States:</w:t>
      </w:r>
      <w:bookmarkEnd w:id="11"/>
    </w:p>
    <w:p w:rsidR="00ED3D62" w:rsidRPr="00D86078" w:rsidRDefault="00ED3D62" w:rsidP="00ED3D62">
      <w:pPr>
        <w:rPr>
          <w:rStyle w:val="libItalicChar"/>
        </w:rPr>
      </w:pPr>
      <w:r w:rsidRPr="00D86078">
        <w:rPr>
          <w:rStyle w:val="libNormalChar"/>
        </w:rPr>
        <w:t xml:space="preserve">Abdo, </w:t>
      </w:r>
      <w:proofErr w:type="spellStart"/>
      <w:r w:rsidRPr="00D86078">
        <w:rPr>
          <w:rStyle w:val="libNormalChar"/>
        </w:rPr>
        <w:t>Geneive</w:t>
      </w:r>
      <w:proofErr w:type="spellEnd"/>
      <w:r w:rsidRPr="00D86078">
        <w:rPr>
          <w:rStyle w:val="libNormalChar"/>
        </w:rPr>
        <w:t xml:space="preserve"> and Jonathan Lyons. </w:t>
      </w:r>
      <w:r w:rsidRPr="00D86078">
        <w:rPr>
          <w:rStyle w:val="libItalicChar"/>
        </w:rPr>
        <w:t xml:space="preserve">Answering Only to God: Faith and Freedom in Twenty-First Century Iran. </w:t>
      </w:r>
      <w:r w:rsidRPr="00D86078">
        <w:rPr>
          <w:rStyle w:val="libNormalChar"/>
        </w:rPr>
        <w:t>New York: Henry Holt &amp; Co., 2003.</w:t>
      </w:r>
    </w:p>
    <w:p w:rsidR="00ED3D62" w:rsidRDefault="00ED3D62" w:rsidP="00ED3D62">
      <w:pPr>
        <w:pStyle w:val="libNormal"/>
      </w:pPr>
      <w:r w:rsidRPr="00CA2CCA">
        <w:t xml:space="preserve">Abdo, </w:t>
      </w:r>
      <w:proofErr w:type="spellStart"/>
      <w:r w:rsidRPr="00CA2CCA">
        <w:t>Geneive</w:t>
      </w:r>
      <w:proofErr w:type="spellEnd"/>
      <w:r w:rsidRPr="00CA2CCA">
        <w:t xml:space="preserve">. </w:t>
      </w:r>
      <w:r w:rsidRPr="00D86078">
        <w:rPr>
          <w:rStyle w:val="libItalicChar"/>
        </w:rPr>
        <w:t>No God but God: Egypt and the Triumph of Islam.</w:t>
      </w:r>
      <w:r>
        <w:t xml:space="preserve"> Oxford, UK: Oxford University Press, 2000.</w:t>
      </w:r>
    </w:p>
    <w:p w:rsidR="00ED3D62" w:rsidRDefault="00ED3D62" w:rsidP="00ED3D62">
      <w:pPr>
        <w:pStyle w:val="libNormal"/>
      </w:pPr>
      <w:proofErr w:type="spellStart"/>
      <w:r>
        <w:t>Abir</w:t>
      </w:r>
      <w:proofErr w:type="spellEnd"/>
      <w:r>
        <w:t xml:space="preserve">, Mordechai. </w:t>
      </w:r>
      <w:r w:rsidRPr="00D86078">
        <w:rPr>
          <w:rStyle w:val="libItalicChar"/>
        </w:rPr>
        <w:t>Saudi Arabia: Government, Society, and the Gulf Crisis.</w:t>
      </w:r>
      <w:r>
        <w:t xml:space="preserve"> New York: Routledge, 1993.</w:t>
      </w:r>
    </w:p>
    <w:p w:rsidR="00ED3D62" w:rsidRDefault="00ED3D62" w:rsidP="00ED3D62">
      <w:pPr>
        <w:pStyle w:val="libNormal"/>
      </w:pPr>
      <w:r>
        <w:t xml:space="preserve">Abrahamian, </w:t>
      </w:r>
      <w:proofErr w:type="spellStart"/>
      <w:r>
        <w:t>Ervand</w:t>
      </w:r>
      <w:proofErr w:type="spellEnd"/>
      <w:r>
        <w:t xml:space="preserve">. </w:t>
      </w:r>
      <w:r w:rsidRPr="00D86078">
        <w:rPr>
          <w:rStyle w:val="libItalicChar"/>
        </w:rPr>
        <w:t>Iran Between Two Revolutions.</w:t>
      </w:r>
      <w:r>
        <w:t xml:space="preserve"> Princeton, NJ: Princeton University Press, 1982.</w:t>
      </w:r>
    </w:p>
    <w:p w:rsidR="00ED3D62" w:rsidRDefault="00ED3D62" w:rsidP="00ED3D62">
      <w:pPr>
        <w:pStyle w:val="libNormal"/>
      </w:pPr>
      <w:r>
        <w:t xml:space="preserve">Abrahamian, </w:t>
      </w:r>
      <w:proofErr w:type="spellStart"/>
      <w:r>
        <w:t>Ervand</w:t>
      </w:r>
      <w:proofErr w:type="spellEnd"/>
      <w:r>
        <w:t xml:space="preserve">. </w:t>
      </w:r>
      <w:proofErr w:type="spellStart"/>
      <w:r w:rsidRPr="00D86078">
        <w:rPr>
          <w:rStyle w:val="libItalicChar"/>
        </w:rPr>
        <w:t>Khomeinism</w:t>
      </w:r>
      <w:proofErr w:type="spellEnd"/>
      <w:r w:rsidRPr="00D86078">
        <w:rPr>
          <w:rStyle w:val="libItalicChar"/>
        </w:rPr>
        <w:t>: Essays on the Islamic Republic.</w:t>
      </w:r>
      <w:r>
        <w:t xml:space="preserve"> Berkeley, CA: University of California Press, 1993.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Abrahamian, </w:t>
      </w:r>
      <w:proofErr w:type="spellStart"/>
      <w:r>
        <w:t>Ervand</w:t>
      </w:r>
      <w:proofErr w:type="spellEnd"/>
      <w:r>
        <w:t xml:space="preserve">. </w:t>
      </w:r>
      <w:r w:rsidRPr="00D86078">
        <w:rPr>
          <w:rStyle w:val="libItalicChar"/>
        </w:rPr>
        <w:t>Tortured Confessions: Prisons and Public Recantations in Modern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Iran. </w:t>
      </w:r>
      <w:r w:rsidRPr="00D86078">
        <w:rPr>
          <w:rStyle w:val="libNormalChar"/>
        </w:rPr>
        <w:t>Berkeley, CA: University of California Press, 1999.</w:t>
      </w:r>
    </w:p>
    <w:p w:rsidR="00ED3D62" w:rsidRPr="00D86078" w:rsidRDefault="00ED3D62" w:rsidP="00ED3D62">
      <w:pPr>
        <w:rPr>
          <w:rStyle w:val="libItalicChar"/>
        </w:rPr>
      </w:pPr>
      <w:r w:rsidRPr="00D86078">
        <w:rPr>
          <w:rStyle w:val="libNormalChar"/>
        </w:rPr>
        <w:t>Abu</w:t>
      </w:r>
      <w:proofErr w:type="gramStart"/>
      <w:r w:rsidRPr="00D86078">
        <w:rPr>
          <w:rStyle w:val="libNormalChar"/>
        </w:rPr>
        <w:t>-‘</w:t>
      </w:r>
      <w:proofErr w:type="gramEnd"/>
      <w:r w:rsidRPr="00D86078">
        <w:rPr>
          <w:rStyle w:val="libNormalChar"/>
        </w:rPr>
        <w:t xml:space="preserve">Amr, Ziyad. </w:t>
      </w:r>
      <w:r w:rsidRPr="00D86078">
        <w:rPr>
          <w:rStyle w:val="libItalicChar"/>
        </w:rPr>
        <w:t xml:space="preserve">Islamic Fundamentalism in the West Bank and Gaza: Muslim Brotherhood and Islamic Jihad. </w:t>
      </w:r>
      <w:r w:rsidRPr="00D86078">
        <w:rPr>
          <w:rStyle w:val="libNormalChar"/>
        </w:rPr>
        <w:t>Bloomington, IN: Indiana University Press, 1994.</w:t>
      </w:r>
    </w:p>
    <w:p w:rsidR="00ED3D62" w:rsidRPr="00D86078" w:rsidRDefault="00ED3D62" w:rsidP="00ED3D62">
      <w:pPr>
        <w:rPr>
          <w:rStyle w:val="libItalicChar"/>
        </w:rPr>
      </w:pPr>
      <w:r w:rsidRPr="00D86078">
        <w:rPr>
          <w:rStyle w:val="libNormalChar"/>
        </w:rPr>
        <w:t xml:space="preserve">Abu-Lughod, Ibrahim, ed. </w:t>
      </w:r>
      <w:r w:rsidRPr="00D86078">
        <w:rPr>
          <w:rStyle w:val="libItalicChar"/>
        </w:rPr>
        <w:t>The Transformation of Palestine: Essays on the Origin and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Development of the Arab-Israeli Conflict. </w:t>
      </w:r>
      <w:r w:rsidRPr="00D86078">
        <w:rPr>
          <w:rStyle w:val="libNormalChar"/>
        </w:rPr>
        <w:t>Evanston, IL: Northwestern University Press, 2nd ed., 1987.</w:t>
      </w:r>
    </w:p>
    <w:p w:rsidR="007D4755" w:rsidRDefault="00ED3D62" w:rsidP="00ED3D62">
      <w:pPr>
        <w:pStyle w:val="libNormal"/>
      </w:pPr>
      <w:r w:rsidRPr="00CA2CCA">
        <w:t xml:space="preserve">Abu-Lughod, Janet. </w:t>
      </w:r>
      <w:r w:rsidRPr="00D86078">
        <w:rPr>
          <w:rStyle w:val="libItalicChar"/>
        </w:rPr>
        <w:t>Cairo: 1001 Years of the City Victorious.</w:t>
      </w:r>
      <w:r>
        <w:t xml:space="preserve"> Princeton, NJ: Princeton University Press, 1971.</w:t>
      </w:r>
    </w:p>
    <w:p w:rsidR="00ED3D62" w:rsidRDefault="00ED3D62" w:rsidP="00ED3D62">
      <w:pPr>
        <w:pStyle w:val="libNormal"/>
      </w:pPr>
      <w:proofErr w:type="spellStart"/>
      <w:r>
        <w:t>Aburish</w:t>
      </w:r>
      <w:proofErr w:type="spellEnd"/>
      <w:r>
        <w:t xml:space="preserve">, Saïd K. </w:t>
      </w:r>
      <w:r w:rsidRPr="00D86078">
        <w:rPr>
          <w:rStyle w:val="libItalicChar"/>
        </w:rPr>
        <w:t xml:space="preserve">The Rise, Corruption and Coming Fall of the House of Saud. </w:t>
      </w:r>
      <w:r>
        <w:t>New York: St. Martin’s Press, 1996.</w:t>
      </w:r>
    </w:p>
    <w:p w:rsidR="00ED3D62" w:rsidRDefault="00ED3D62" w:rsidP="00ED3D62">
      <w:pPr>
        <w:pStyle w:val="libNormal"/>
      </w:pPr>
      <w:r>
        <w:t xml:space="preserve">Adamson, Kay. </w:t>
      </w:r>
      <w:r w:rsidRPr="00D86078">
        <w:rPr>
          <w:rStyle w:val="libItalicChar"/>
        </w:rPr>
        <w:t>Algeria: A Study in Competing Ideologies.</w:t>
      </w:r>
      <w:r>
        <w:t xml:space="preserve"> New York: Continuum, 1998.</w:t>
      </w:r>
    </w:p>
    <w:p w:rsidR="00ED3D62" w:rsidRDefault="00ED3D62" w:rsidP="00ED3D62">
      <w:pPr>
        <w:pStyle w:val="libNormal"/>
      </w:pPr>
      <w:proofErr w:type="spellStart"/>
      <w:r>
        <w:t>Adelkhah</w:t>
      </w:r>
      <w:proofErr w:type="spellEnd"/>
      <w:r>
        <w:t xml:space="preserve">, </w:t>
      </w:r>
      <w:proofErr w:type="spellStart"/>
      <w:r>
        <w:t>Fariba</w:t>
      </w:r>
      <w:proofErr w:type="spellEnd"/>
      <w:r>
        <w:t xml:space="preserve"> </w:t>
      </w:r>
      <w:r w:rsidRPr="00D86078">
        <w:rPr>
          <w:rStyle w:val="libItalicChar"/>
        </w:rPr>
        <w:t>Being Modern in Iran.</w:t>
      </w:r>
      <w:r>
        <w:t xml:space="preserve"> New York: Columbia University Press, 2000.</w:t>
      </w:r>
    </w:p>
    <w:p w:rsidR="007D4755" w:rsidRDefault="00ED3D62" w:rsidP="00ED3D62">
      <w:pPr>
        <w:pStyle w:val="libNormal"/>
        <w:rPr>
          <w:rStyle w:val="libNormalChar"/>
        </w:rPr>
      </w:pPr>
      <w:proofErr w:type="spellStart"/>
      <w:r>
        <w:t>Afkhami</w:t>
      </w:r>
      <w:proofErr w:type="spellEnd"/>
      <w:r>
        <w:t xml:space="preserve">, </w:t>
      </w:r>
      <w:proofErr w:type="spellStart"/>
      <w:r>
        <w:t>Mahnaz</w:t>
      </w:r>
      <w:proofErr w:type="spellEnd"/>
      <w:r>
        <w:t xml:space="preserve"> and Erika </w:t>
      </w:r>
      <w:proofErr w:type="spellStart"/>
      <w:r>
        <w:t>Friedl</w:t>
      </w:r>
      <w:proofErr w:type="spellEnd"/>
      <w:r>
        <w:t xml:space="preserve">, eds. </w:t>
      </w:r>
      <w:r w:rsidRPr="00D86078">
        <w:rPr>
          <w:rStyle w:val="libItalicChar"/>
        </w:rPr>
        <w:t xml:space="preserve">In the Eye of the Storm: Women in Post-Revolutionary Iran. </w:t>
      </w:r>
      <w:r w:rsidRPr="00D86078">
        <w:rPr>
          <w:rStyle w:val="libNormalChar"/>
        </w:rPr>
        <w:t>Syracuse, NY: Syracuse University Press, 1994.</w:t>
      </w:r>
    </w:p>
    <w:p w:rsidR="00ED3D62" w:rsidRDefault="00ED3D62" w:rsidP="00ED3D62">
      <w:pPr>
        <w:pStyle w:val="libNormal"/>
      </w:pPr>
      <w:r w:rsidRPr="00CA2CCA">
        <w:t xml:space="preserve">Ahmad, Aziz. </w:t>
      </w:r>
      <w:r w:rsidRPr="00D86078">
        <w:rPr>
          <w:rStyle w:val="libItalicChar"/>
        </w:rPr>
        <w:t>An Intellectual History of Islam in India.</w:t>
      </w:r>
      <w:r>
        <w:t xml:space="preserve"> Edinburgh: Edinburgh University Press, 1969.</w:t>
      </w:r>
    </w:p>
    <w:p w:rsidR="00ED3D62" w:rsidRDefault="00ED3D62" w:rsidP="00ED3D62">
      <w:pPr>
        <w:pStyle w:val="libNormal"/>
      </w:pPr>
      <w:r>
        <w:t xml:space="preserve">Ahmad, Aziz. </w:t>
      </w:r>
      <w:r w:rsidRPr="00D86078">
        <w:rPr>
          <w:rStyle w:val="libItalicChar"/>
        </w:rPr>
        <w:t>Islamic Modernism in India and Pakistan.</w:t>
      </w:r>
      <w:r>
        <w:t xml:space="preserve"> London: Oxford University Press, 1967.</w:t>
      </w:r>
    </w:p>
    <w:p w:rsidR="00ED3D62" w:rsidRDefault="00ED3D62" w:rsidP="00ED3D62">
      <w:pPr>
        <w:pStyle w:val="libNormal"/>
      </w:pPr>
      <w:r>
        <w:t xml:space="preserve">Ahmad, Aziz. </w:t>
      </w:r>
      <w:r w:rsidRPr="00D86078">
        <w:rPr>
          <w:rStyle w:val="libItalicChar"/>
        </w:rPr>
        <w:t>Studies in Islamic Culture in the Indian Environment.</w:t>
      </w:r>
      <w:r>
        <w:t xml:space="preserve"> Oxford, UK: Oxford</w:t>
      </w:r>
      <w:r>
        <w:tab/>
        <w:t>University Press, 1999.</w:t>
      </w:r>
    </w:p>
    <w:p w:rsidR="00ED3D62" w:rsidRDefault="00ED3D62" w:rsidP="00ED3D62">
      <w:pPr>
        <w:pStyle w:val="libNormal"/>
      </w:pPr>
      <w:r>
        <w:t xml:space="preserve">Ahmad, Aziz and G.E. von </w:t>
      </w:r>
      <w:proofErr w:type="spellStart"/>
      <w:r>
        <w:t>Grunebaum</w:t>
      </w:r>
      <w:proofErr w:type="spellEnd"/>
      <w:r>
        <w:t xml:space="preserve">, eds. </w:t>
      </w:r>
      <w:r w:rsidRPr="00D86078">
        <w:rPr>
          <w:rStyle w:val="libItalicChar"/>
        </w:rPr>
        <w:t>Muslim Self-Statement in India and Pakistan,</w:t>
      </w:r>
      <w:r w:rsidRPr="00CA2CCA">
        <w:t xml:space="preserve"> </w:t>
      </w:r>
      <w:r w:rsidRPr="00D86078">
        <w:rPr>
          <w:rStyle w:val="libItalicChar"/>
        </w:rPr>
        <w:t xml:space="preserve">1857-1968. </w:t>
      </w:r>
      <w:r>
        <w:t xml:space="preserve">Wiesbaden: </w:t>
      </w:r>
      <w:proofErr w:type="spellStart"/>
      <w:r>
        <w:t>Harrassowitz</w:t>
      </w:r>
      <w:proofErr w:type="spellEnd"/>
      <w:r>
        <w:t>, 1970.</w:t>
      </w:r>
    </w:p>
    <w:p w:rsidR="00ED3D62" w:rsidRDefault="00ED3D62" w:rsidP="00ED3D62">
      <w:pPr>
        <w:pStyle w:val="libNormal"/>
      </w:pPr>
      <w:r>
        <w:t xml:space="preserve">Ahmad, </w:t>
      </w:r>
      <w:proofErr w:type="spellStart"/>
      <w:r>
        <w:t>Feroz</w:t>
      </w:r>
      <w:proofErr w:type="spellEnd"/>
      <w:r>
        <w:t xml:space="preserve">. </w:t>
      </w:r>
      <w:r w:rsidRPr="00D86078">
        <w:rPr>
          <w:rStyle w:val="libItalicChar"/>
        </w:rPr>
        <w:t>Turkey: The Quest for Identity.</w:t>
      </w:r>
      <w:r>
        <w:t xml:space="preserve"> Oxford, UK: </w:t>
      </w:r>
      <w:proofErr w:type="spellStart"/>
      <w:r>
        <w:t>Oneworld</w:t>
      </w:r>
      <w:proofErr w:type="spellEnd"/>
      <w:r>
        <w:t>, 2003.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proofErr w:type="spellStart"/>
      <w:r>
        <w:t>Ahmida</w:t>
      </w:r>
      <w:proofErr w:type="spellEnd"/>
      <w:r>
        <w:t xml:space="preserve">, Ali Abdullatif, ed. </w:t>
      </w:r>
      <w:r w:rsidRPr="00D86078">
        <w:rPr>
          <w:rStyle w:val="libItalicChar"/>
        </w:rPr>
        <w:t xml:space="preserve">Beyond Colonialism and Nationalism in the Maghreb: History, Culture and Politics. </w:t>
      </w:r>
      <w:r w:rsidRPr="00D86078">
        <w:rPr>
          <w:rStyle w:val="libNormalChar"/>
        </w:rPr>
        <w:t>New York: Palgrave, 2000.</w:t>
      </w:r>
    </w:p>
    <w:p w:rsidR="00ED3D62" w:rsidRPr="00D86078" w:rsidRDefault="00ED3D62" w:rsidP="00ED3D62">
      <w:pPr>
        <w:rPr>
          <w:rStyle w:val="libItalicChar"/>
        </w:rPr>
      </w:pPr>
      <w:proofErr w:type="spellStart"/>
      <w:r w:rsidRPr="00D86078">
        <w:rPr>
          <w:rStyle w:val="libNormalChar"/>
        </w:rPr>
        <w:t>Akhavi</w:t>
      </w:r>
      <w:proofErr w:type="spellEnd"/>
      <w:r w:rsidRPr="00D86078">
        <w:rPr>
          <w:rStyle w:val="libNormalChar"/>
        </w:rPr>
        <w:t xml:space="preserve">, </w:t>
      </w:r>
      <w:proofErr w:type="spellStart"/>
      <w:r w:rsidRPr="00D86078">
        <w:rPr>
          <w:rStyle w:val="libNormalChar"/>
        </w:rPr>
        <w:t>Shahrough</w:t>
      </w:r>
      <w:proofErr w:type="spellEnd"/>
      <w:r w:rsidRPr="00D86078">
        <w:rPr>
          <w:rStyle w:val="libNormalChar"/>
        </w:rPr>
        <w:t xml:space="preserve">. </w:t>
      </w:r>
      <w:r w:rsidRPr="00D86078">
        <w:rPr>
          <w:rStyle w:val="libItalicChar"/>
        </w:rPr>
        <w:t>Religion and Politics in Contemporary Iran: Clergy-State Relations in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the Pahlavi Period. </w:t>
      </w:r>
      <w:r w:rsidRPr="00D86078">
        <w:rPr>
          <w:rStyle w:val="libNormalChar"/>
        </w:rPr>
        <w:t>Albany, NY: State University of New York Press, 1980.</w:t>
      </w:r>
    </w:p>
    <w:p w:rsidR="00ED3D62" w:rsidRDefault="00ED3D62" w:rsidP="00ED3D62">
      <w:pPr>
        <w:pStyle w:val="libNormal"/>
      </w:pPr>
      <w:proofErr w:type="spellStart"/>
      <w:r w:rsidRPr="00CA2CCA">
        <w:t>Akiner</w:t>
      </w:r>
      <w:proofErr w:type="spellEnd"/>
      <w:r w:rsidRPr="00CA2CCA">
        <w:t xml:space="preserve">, Shirin. </w:t>
      </w:r>
      <w:r w:rsidRPr="00D86078">
        <w:rPr>
          <w:rStyle w:val="libItalicChar"/>
        </w:rPr>
        <w:t>Islamic Peoples of the Soviet Union.</w:t>
      </w:r>
      <w:r w:rsidRPr="00D86078">
        <w:t xml:space="preserve"> London: Kegan Paul Int’l, 2</w:t>
      </w:r>
      <w:r w:rsidRPr="00750AA4">
        <w:t>nd</w:t>
      </w:r>
      <w:r>
        <w:t xml:space="preserve"> ed., 1987.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lastRenderedPageBreak/>
        <w:t>al</w:t>
      </w:r>
      <w:proofErr w:type="gramStart"/>
      <w:r>
        <w:t>-‘</w:t>
      </w:r>
      <w:proofErr w:type="spellStart"/>
      <w:proofErr w:type="gramEnd"/>
      <w:r>
        <w:t>Amrī</w:t>
      </w:r>
      <w:proofErr w:type="spellEnd"/>
      <w:r>
        <w:t>, Husayn ‘</w:t>
      </w:r>
      <w:proofErr w:type="spellStart"/>
      <w:r>
        <w:t>Abdullāh</w:t>
      </w:r>
      <w:proofErr w:type="spellEnd"/>
      <w:r>
        <w:t xml:space="preserve">. </w:t>
      </w:r>
      <w:r w:rsidRPr="00D86078">
        <w:rPr>
          <w:rStyle w:val="libItalicChar"/>
        </w:rPr>
        <w:t>The Yemen in the 18</w:t>
      </w:r>
      <w:r w:rsidRPr="00750AA4">
        <w:rPr>
          <w:rStyle w:val="libItalicChar"/>
        </w:rPr>
        <w:t>th</w:t>
      </w:r>
      <w:r w:rsidRPr="00D86078">
        <w:rPr>
          <w:rStyle w:val="libItalicChar"/>
        </w:rPr>
        <w:t xml:space="preserve"> and 19</w:t>
      </w:r>
      <w:r w:rsidRPr="00750AA4">
        <w:rPr>
          <w:rStyle w:val="libItalicChar"/>
        </w:rPr>
        <w:t>th</w:t>
      </w:r>
      <w:r w:rsidRPr="00D86078">
        <w:rPr>
          <w:rStyle w:val="libItalicChar"/>
        </w:rPr>
        <w:t xml:space="preserve"> Centuries: A Political and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Intellectual History. </w:t>
      </w:r>
      <w:r w:rsidRPr="00D86078">
        <w:rPr>
          <w:rStyle w:val="libNormalChar"/>
        </w:rPr>
        <w:t>London: Ithaca Press, 1985.</w:t>
      </w:r>
    </w:p>
    <w:p w:rsidR="00ED3D62" w:rsidRDefault="00ED3D62" w:rsidP="00ED3D62">
      <w:pPr>
        <w:pStyle w:val="libNormal"/>
      </w:pPr>
      <w:proofErr w:type="spellStart"/>
      <w:r w:rsidRPr="00CA2CCA">
        <w:t>Algar</w:t>
      </w:r>
      <w:proofErr w:type="spellEnd"/>
      <w:r w:rsidRPr="00CA2CCA">
        <w:t xml:space="preserve">, Hamid. </w:t>
      </w:r>
      <w:r w:rsidRPr="00D86078">
        <w:rPr>
          <w:rStyle w:val="libItalicChar"/>
        </w:rPr>
        <w:t>The Islamic Revolution in Iran.</w:t>
      </w:r>
      <w:r>
        <w:t xml:space="preserve"> London: Open Press, 1980.</w:t>
      </w:r>
    </w:p>
    <w:p w:rsidR="00ED3D62" w:rsidRDefault="00ED3D62" w:rsidP="00ED3D62">
      <w:pPr>
        <w:pStyle w:val="libNormal"/>
      </w:pPr>
      <w:proofErr w:type="spellStart"/>
      <w:r>
        <w:t>Algar</w:t>
      </w:r>
      <w:proofErr w:type="spellEnd"/>
      <w:r>
        <w:t xml:space="preserve">, Hamid. </w:t>
      </w:r>
      <w:r w:rsidRPr="00D86078">
        <w:rPr>
          <w:rStyle w:val="libItalicChar"/>
        </w:rPr>
        <w:t>Religion and State in Iran 1785-1906: The Role of the Ulama in the Qajar</w:t>
      </w:r>
      <w:r w:rsidRPr="00CA2CCA">
        <w:t xml:space="preserve"> </w:t>
      </w:r>
      <w:r w:rsidRPr="00D86078">
        <w:rPr>
          <w:rStyle w:val="libItalicChar"/>
        </w:rPr>
        <w:t xml:space="preserve">Period. </w:t>
      </w:r>
      <w:r>
        <w:t>Berkeley, CA: University of California Press, 1969.</w:t>
      </w:r>
    </w:p>
    <w:p w:rsidR="00ED3D62" w:rsidRDefault="00ED3D62" w:rsidP="00ED3D62">
      <w:pPr>
        <w:pStyle w:val="libNormal"/>
      </w:pPr>
      <w:r>
        <w:t xml:space="preserve">Alizadeh, Parvin, ed. </w:t>
      </w:r>
      <w:r w:rsidRPr="00D86078">
        <w:rPr>
          <w:rStyle w:val="libItalicChar"/>
        </w:rPr>
        <w:t>The Economy of Iran: The Dilemma of an Islamic State.</w:t>
      </w:r>
      <w:r>
        <w:t xml:space="preserve"> London: I.B. Tauris, 2000.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proofErr w:type="spellStart"/>
      <w:r>
        <w:t>Allievi</w:t>
      </w:r>
      <w:proofErr w:type="spellEnd"/>
      <w:r>
        <w:t xml:space="preserve">, Stefano, et al., eds. </w:t>
      </w:r>
      <w:r w:rsidRPr="00D86078">
        <w:rPr>
          <w:rStyle w:val="libItalicChar"/>
        </w:rPr>
        <w:t xml:space="preserve">Muslim Networks and Transnational Communities in and across Europe. </w:t>
      </w:r>
      <w:r w:rsidRPr="00D86078">
        <w:rPr>
          <w:rStyle w:val="libNormalChar"/>
        </w:rPr>
        <w:t>Leiden: E.J. Brill, 2003.</w:t>
      </w:r>
    </w:p>
    <w:p w:rsidR="00ED3D62" w:rsidRPr="00D86078" w:rsidRDefault="00ED3D62" w:rsidP="00ED3D62">
      <w:pPr>
        <w:rPr>
          <w:rStyle w:val="libItalicChar"/>
        </w:rPr>
      </w:pPr>
      <w:r w:rsidRPr="00D86078">
        <w:rPr>
          <w:rStyle w:val="libNormalChar"/>
        </w:rPr>
        <w:t xml:space="preserve">Allworth, Edward, et al., eds. </w:t>
      </w:r>
      <w:r w:rsidRPr="00D86078">
        <w:rPr>
          <w:rStyle w:val="libItalicChar"/>
        </w:rPr>
        <w:t>Muslim Communities Reemerge: Historical Perspectives on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Nationality, Politics, and Opposition in the Former Soviet Union and Yugoslavia. </w:t>
      </w:r>
      <w:r w:rsidRPr="00D86078">
        <w:rPr>
          <w:rStyle w:val="libNormalChar"/>
        </w:rPr>
        <w:t>Durham, NC: Duke University Press, 1994.</w:t>
      </w:r>
    </w:p>
    <w:p w:rsidR="00ED3D62" w:rsidRDefault="00ED3D62" w:rsidP="00ED3D62">
      <w:pPr>
        <w:pStyle w:val="libNormal"/>
      </w:pPr>
      <w:r w:rsidRPr="00CA2CCA">
        <w:t>Al-</w:t>
      </w:r>
      <w:proofErr w:type="spellStart"/>
      <w:r w:rsidRPr="00CA2CCA">
        <w:t>Yassini</w:t>
      </w:r>
      <w:proofErr w:type="spellEnd"/>
      <w:r w:rsidRPr="00CA2CCA">
        <w:t xml:space="preserve">, Ayman. </w:t>
      </w:r>
      <w:r w:rsidRPr="00D86078">
        <w:rPr>
          <w:rStyle w:val="libItalicChar"/>
        </w:rPr>
        <w:t>Religion and State in the Kingdom of Saudi Arabia.</w:t>
      </w:r>
      <w:r>
        <w:t xml:space="preserve"> Boulder, CO: Westview Press, 1985.</w:t>
      </w:r>
    </w:p>
    <w:p w:rsidR="00ED3D62" w:rsidRDefault="00ED3D62" w:rsidP="00ED3D62">
      <w:pPr>
        <w:pStyle w:val="libNormal"/>
      </w:pPr>
      <w:r>
        <w:t xml:space="preserve">Amin, Galal. </w:t>
      </w:r>
      <w:r w:rsidRPr="00D86078">
        <w:rPr>
          <w:rStyle w:val="libItalicChar"/>
        </w:rPr>
        <w:t>Whatever Happened to the Egyptians?</w:t>
      </w:r>
      <w:r>
        <w:t xml:space="preserve"> Cairo: American University in Cairo Press, 2000.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Amin, Qasim. </w:t>
      </w:r>
      <w:r w:rsidRPr="00D86078">
        <w:rPr>
          <w:rStyle w:val="libItalicChar"/>
        </w:rPr>
        <w:t>The Liberation of Women &amp; The New Woman: Two Documents in the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History of Egyptian Feminism. </w:t>
      </w:r>
      <w:r w:rsidRPr="00D86078">
        <w:rPr>
          <w:rStyle w:val="libNormalChar"/>
        </w:rPr>
        <w:t>Cairo: American University in Cairo Press, 2000.</w:t>
      </w:r>
    </w:p>
    <w:p w:rsidR="00ED3D62" w:rsidRDefault="00ED3D62" w:rsidP="00ED3D62">
      <w:pPr>
        <w:pStyle w:val="libNormal"/>
      </w:pPr>
      <w:r w:rsidRPr="00CA2CCA">
        <w:t xml:space="preserve">Anderson, Lisa. </w:t>
      </w:r>
      <w:r w:rsidRPr="00D86078">
        <w:rPr>
          <w:rStyle w:val="libItalicChar"/>
        </w:rPr>
        <w:t xml:space="preserve">The State and Social Transformation in Tunisia and Libya, 1830-1980. </w:t>
      </w:r>
      <w:r>
        <w:t>Princeton, NJ: Princeton University Press, 1986.</w:t>
      </w:r>
    </w:p>
    <w:p w:rsidR="00ED3D62" w:rsidRDefault="00ED3D62" w:rsidP="00ED3D62">
      <w:pPr>
        <w:pStyle w:val="libNormal"/>
      </w:pPr>
      <w:r>
        <w:t xml:space="preserve">Ansari, Ali M. </w:t>
      </w:r>
      <w:r w:rsidRPr="00D86078">
        <w:rPr>
          <w:rStyle w:val="libItalicChar"/>
        </w:rPr>
        <w:t>Iran, Islam, and Democracy: The Politics of Managing Change</w:t>
      </w:r>
      <w:r>
        <w:t>. London: Royal Institute of International Affairs, revised ed., 2003.</w:t>
      </w:r>
    </w:p>
    <w:p w:rsidR="007D4755" w:rsidRDefault="00ED3D62" w:rsidP="00ED3D62">
      <w:pPr>
        <w:pStyle w:val="libNormal"/>
      </w:pPr>
      <w:r>
        <w:t xml:space="preserve">Ansari, Ali M. </w:t>
      </w:r>
      <w:r w:rsidRPr="00D86078">
        <w:rPr>
          <w:rStyle w:val="libItalicChar"/>
        </w:rPr>
        <w:t xml:space="preserve">Modern Iran Since 1921: The </w:t>
      </w:r>
      <w:proofErr w:type="spellStart"/>
      <w:r w:rsidRPr="00D86078">
        <w:rPr>
          <w:rStyle w:val="libItalicChar"/>
        </w:rPr>
        <w:t>Pahlavis</w:t>
      </w:r>
      <w:proofErr w:type="spellEnd"/>
      <w:r w:rsidRPr="00D86078">
        <w:rPr>
          <w:rStyle w:val="libItalicChar"/>
        </w:rPr>
        <w:t xml:space="preserve"> and After.</w:t>
      </w:r>
      <w:r>
        <w:t xml:space="preserve"> London: Longman, 2003.</w:t>
      </w:r>
    </w:p>
    <w:p w:rsidR="007D4755" w:rsidRDefault="00ED3D62" w:rsidP="00ED3D62">
      <w:pPr>
        <w:pStyle w:val="libNormal"/>
      </w:pPr>
      <w:r>
        <w:t xml:space="preserve">Ansari, </w:t>
      </w:r>
      <w:proofErr w:type="spellStart"/>
      <w:r>
        <w:t>Hamied</w:t>
      </w:r>
      <w:proofErr w:type="spellEnd"/>
      <w:r>
        <w:t xml:space="preserve">. </w:t>
      </w:r>
      <w:r w:rsidRPr="00D86078">
        <w:rPr>
          <w:rStyle w:val="libItalicChar"/>
        </w:rPr>
        <w:t>Egypt: The Stalled Society.</w:t>
      </w:r>
      <w:r>
        <w:t xml:space="preserve"> Albany, NY: State University of New York Press, 1986.</w:t>
      </w:r>
    </w:p>
    <w:p w:rsidR="00ED3D62" w:rsidRDefault="00ED3D62" w:rsidP="00ED3D62">
      <w:pPr>
        <w:pStyle w:val="libNormal"/>
      </w:pPr>
      <w:proofErr w:type="spellStart"/>
      <w:r>
        <w:t>Antoun</w:t>
      </w:r>
      <w:proofErr w:type="spellEnd"/>
      <w:r>
        <w:t xml:space="preserve">, Richard and Donald </w:t>
      </w:r>
      <w:proofErr w:type="spellStart"/>
      <w:r>
        <w:t>Quataert</w:t>
      </w:r>
      <w:proofErr w:type="spellEnd"/>
      <w:r>
        <w:t xml:space="preserve">, eds. </w:t>
      </w:r>
      <w:r w:rsidRPr="00D86078">
        <w:rPr>
          <w:rStyle w:val="libItalicChar"/>
        </w:rPr>
        <w:t xml:space="preserve">Syria: Society, Culture, and Polity. </w:t>
      </w:r>
      <w:r>
        <w:t>Albany, NY: State University of New York Press, 1991.</w:t>
      </w:r>
    </w:p>
    <w:p w:rsidR="00ED3D62" w:rsidRDefault="00ED3D62" w:rsidP="00ED3D62">
      <w:pPr>
        <w:pStyle w:val="libNormal"/>
      </w:pPr>
      <w:proofErr w:type="spellStart"/>
      <w:r>
        <w:t>Arjomand</w:t>
      </w:r>
      <w:proofErr w:type="spellEnd"/>
      <w:r>
        <w:t xml:space="preserve">, Said Amir. </w:t>
      </w:r>
      <w:r w:rsidRPr="00D86078">
        <w:rPr>
          <w:rStyle w:val="libItalicChar"/>
        </w:rPr>
        <w:t>The Turban for the Crown: The Islamic Revolution in Iran.</w:t>
      </w:r>
      <w:r>
        <w:t xml:space="preserve"> Oxford, UK: Oxford University Press, 1988.</w:t>
      </w:r>
    </w:p>
    <w:p w:rsidR="00ED3D62" w:rsidRDefault="00ED3D62" w:rsidP="00ED3D62">
      <w:pPr>
        <w:pStyle w:val="libNormal"/>
      </w:pPr>
      <w:proofErr w:type="spellStart"/>
      <w:r>
        <w:t>Badran</w:t>
      </w:r>
      <w:proofErr w:type="spellEnd"/>
      <w:r>
        <w:t xml:space="preserve">, Margot. </w:t>
      </w:r>
      <w:r w:rsidRPr="00D86078">
        <w:rPr>
          <w:rStyle w:val="libItalicChar"/>
        </w:rPr>
        <w:t>Feminists, Islam, and Nation: Gender and the Making of Modern Egypt.</w:t>
      </w:r>
      <w:r>
        <w:t xml:space="preserve"> Princeton, NJ: Princeton University Press, 1994.</w:t>
      </w:r>
    </w:p>
    <w:p w:rsidR="00ED3D62" w:rsidRDefault="00ED3D62" w:rsidP="00ED3D62">
      <w:pPr>
        <w:pStyle w:val="libNormal"/>
      </w:pPr>
      <w:r>
        <w:t xml:space="preserve">Baker, Raymond William. </w:t>
      </w:r>
      <w:r w:rsidRPr="00D86078">
        <w:rPr>
          <w:rStyle w:val="libItalicChar"/>
        </w:rPr>
        <w:t>Islam Without Fear: Egypt and the New Islamists.</w:t>
      </w:r>
      <w:r>
        <w:t xml:space="preserve"> Cambridge, MA: Harvard University Press, 2003.</w:t>
      </w:r>
    </w:p>
    <w:p w:rsidR="007D4755" w:rsidRDefault="00ED3D62" w:rsidP="00ED3D62">
      <w:pPr>
        <w:pStyle w:val="libNormal"/>
      </w:pPr>
      <w:proofErr w:type="spellStart"/>
      <w:r>
        <w:t>Bakhash</w:t>
      </w:r>
      <w:proofErr w:type="spellEnd"/>
      <w:r>
        <w:t xml:space="preserve">, </w:t>
      </w:r>
      <w:proofErr w:type="spellStart"/>
      <w:r>
        <w:t>Shaul</w:t>
      </w:r>
      <w:proofErr w:type="spellEnd"/>
      <w:r>
        <w:t xml:space="preserve">. </w:t>
      </w:r>
      <w:r w:rsidRPr="00D86078">
        <w:rPr>
          <w:rStyle w:val="libItalicChar"/>
        </w:rPr>
        <w:t>The Reign of the Ayatollahs: Iran and the Islamic Revolution.</w:t>
      </w:r>
      <w:r>
        <w:t xml:space="preserve"> New York: Basic Books, 1990.</w:t>
      </w:r>
    </w:p>
    <w:p w:rsidR="00ED3D62" w:rsidRDefault="00ED3D62" w:rsidP="00ED3D62">
      <w:pPr>
        <w:pStyle w:val="libNormal"/>
      </w:pPr>
      <w:r>
        <w:t xml:space="preserve">Barakat, Halim, ed. </w:t>
      </w:r>
      <w:r w:rsidRPr="00D86078">
        <w:rPr>
          <w:rStyle w:val="libItalicChar"/>
        </w:rPr>
        <w:t>Toward a Viable Lebanon.</w:t>
      </w:r>
      <w:r>
        <w:t xml:space="preserve"> London/Washington, DC: Croom Helm/Center for Contemporary Arab Studies, Georgetown University, 1988.</w:t>
      </w:r>
    </w:p>
    <w:p w:rsidR="00ED3D62" w:rsidRDefault="00ED3D62" w:rsidP="00ED3D62">
      <w:pPr>
        <w:pStyle w:val="libNormal"/>
      </w:pPr>
      <w:proofErr w:type="spellStart"/>
      <w:r>
        <w:t>Bargach</w:t>
      </w:r>
      <w:proofErr w:type="spellEnd"/>
      <w:r>
        <w:t xml:space="preserve">, Jamila. </w:t>
      </w:r>
      <w:r w:rsidRPr="00D86078">
        <w:rPr>
          <w:rStyle w:val="libItalicChar"/>
        </w:rPr>
        <w:t xml:space="preserve">Orphans of Islam: Family, Abandonment, and Secret Adoption in Morocco. </w:t>
      </w:r>
      <w:r>
        <w:t>Lanham, MD: Rowman &amp; Littlefield, 2002.</w:t>
      </w:r>
    </w:p>
    <w:p w:rsidR="00ED3D62" w:rsidRDefault="00ED3D62" w:rsidP="00ED3D62">
      <w:pPr>
        <w:pStyle w:val="libNormal"/>
      </w:pPr>
      <w:proofErr w:type="spellStart"/>
      <w:r>
        <w:t>Barkey</w:t>
      </w:r>
      <w:proofErr w:type="spellEnd"/>
      <w:r>
        <w:t xml:space="preserve">, Henri J. and Graham E. Fuller. </w:t>
      </w:r>
      <w:r w:rsidRPr="00D86078">
        <w:rPr>
          <w:rStyle w:val="libItalicChar"/>
        </w:rPr>
        <w:t>Turkey’s Kurdish Question.</w:t>
      </w:r>
      <w:r>
        <w:t xml:space="preserve"> Lanham, MD: Rowman and Littlefield, 1998.</w:t>
      </w:r>
    </w:p>
    <w:p w:rsidR="00ED3D62" w:rsidRDefault="00ED3D62" w:rsidP="00ED3D62">
      <w:pPr>
        <w:pStyle w:val="libNormal"/>
      </w:pPr>
      <w:r>
        <w:t xml:space="preserve">Baron, Beth. </w:t>
      </w:r>
      <w:r w:rsidRPr="00D86078">
        <w:rPr>
          <w:rStyle w:val="libItalicChar"/>
        </w:rPr>
        <w:t>The Women’s Awakening in Egypt: Culture, Society, and the Press.</w:t>
      </w:r>
      <w:r>
        <w:t xml:space="preserve"> New Haven, CT: Yale University Press, 1997 (reprint ed.).</w:t>
      </w:r>
    </w:p>
    <w:p w:rsidR="00ED3D62" w:rsidRDefault="00ED3D62" w:rsidP="00ED3D62">
      <w:pPr>
        <w:pStyle w:val="libNormal"/>
      </w:pPr>
      <w:r>
        <w:lastRenderedPageBreak/>
        <w:t xml:space="preserve">Barton, Greg. </w:t>
      </w:r>
      <w:r w:rsidRPr="00D86078">
        <w:rPr>
          <w:rStyle w:val="libItalicChar"/>
        </w:rPr>
        <w:t xml:space="preserve">Abdurrahman Wahid: Muslim Democrat, Indonesian President. </w:t>
      </w:r>
      <w:r>
        <w:t>Honolulu, HI: University of Hawaii Press, 2002.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proofErr w:type="spellStart"/>
      <w:r>
        <w:t>Batatu</w:t>
      </w:r>
      <w:proofErr w:type="spellEnd"/>
      <w:r>
        <w:t xml:space="preserve">, Hanna. </w:t>
      </w:r>
      <w:r w:rsidRPr="00D86078">
        <w:rPr>
          <w:rStyle w:val="libItalicChar"/>
        </w:rPr>
        <w:t>The Old Social Classes and the Revolutionary Movements of Iraq: A Study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of Iraq’s Old Landed and Commercial Classes and of Its Communists, </w:t>
      </w:r>
      <w:proofErr w:type="spellStart"/>
      <w:proofErr w:type="gramStart"/>
      <w:r w:rsidRPr="00D86078">
        <w:rPr>
          <w:rStyle w:val="libItalicChar"/>
        </w:rPr>
        <w:t>Ba‘</w:t>
      </w:r>
      <w:proofErr w:type="gramEnd"/>
      <w:r w:rsidRPr="00D86078">
        <w:rPr>
          <w:rStyle w:val="libItalicChar"/>
        </w:rPr>
        <w:t>thists</w:t>
      </w:r>
      <w:proofErr w:type="spellEnd"/>
      <w:r w:rsidRPr="00D86078">
        <w:rPr>
          <w:rStyle w:val="libItalicChar"/>
        </w:rPr>
        <w:t xml:space="preserve">, and Free Officers. </w:t>
      </w:r>
      <w:r w:rsidRPr="00D86078">
        <w:rPr>
          <w:rStyle w:val="libNormalChar"/>
        </w:rPr>
        <w:t>Princeton, NJ: Princeton University Press, 1978.</w:t>
      </w:r>
    </w:p>
    <w:p w:rsidR="00ED3D62" w:rsidRDefault="00ED3D62" w:rsidP="00ED3D62">
      <w:pPr>
        <w:pStyle w:val="libNormal"/>
      </w:pPr>
      <w:r w:rsidRPr="00CA2CCA">
        <w:t xml:space="preserve">Baxter, Craig and Charles Kennedy, eds. </w:t>
      </w:r>
      <w:r w:rsidRPr="00D86078">
        <w:rPr>
          <w:rStyle w:val="libItalicChar"/>
        </w:rPr>
        <w:t>Pakistan 1997.</w:t>
      </w:r>
      <w:r>
        <w:t xml:space="preserve"> Boulder, CO: Westview Press with the American Institute of Pakistan Studies, 1998.</w:t>
      </w:r>
    </w:p>
    <w:p w:rsidR="00ED3D62" w:rsidRDefault="00ED3D62" w:rsidP="00ED3D62">
      <w:pPr>
        <w:pStyle w:val="libNormal"/>
      </w:pPr>
      <w:proofErr w:type="spellStart"/>
      <w:r>
        <w:t>Bayat</w:t>
      </w:r>
      <w:proofErr w:type="spellEnd"/>
      <w:r>
        <w:t xml:space="preserve">, </w:t>
      </w:r>
      <w:proofErr w:type="spellStart"/>
      <w:r>
        <w:t>Asef</w:t>
      </w:r>
      <w:proofErr w:type="spellEnd"/>
      <w:r>
        <w:t xml:space="preserve">. </w:t>
      </w:r>
      <w:r w:rsidRPr="00D86078">
        <w:rPr>
          <w:rStyle w:val="libItalicChar"/>
        </w:rPr>
        <w:t xml:space="preserve">Street Politics: Poor People’s Movements in Iran. </w:t>
      </w:r>
      <w:r>
        <w:t>New York: Columbia University Press, 1997.</w:t>
      </w:r>
    </w:p>
    <w:p w:rsidR="00ED3D62" w:rsidRDefault="00ED3D62" w:rsidP="00ED3D62">
      <w:pPr>
        <w:pStyle w:val="libNormal"/>
      </w:pPr>
      <w:r>
        <w:t xml:space="preserve">Behrman, Lucy C. </w:t>
      </w:r>
      <w:r w:rsidRPr="00D86078">
        <w:rPr>
          <w:rStyle w:val="libItalicChar"/>
        </w:rPr>
        <w:t>Muslim Brotherhoods and Politics in Senegal.</w:t>
      </w:r>
      <w:r>
        <w:t xml:space="preserve"> Cambridge, MA: Harvard University Press, 1970.</w:t>
      </w:r>
    </w:p>
    <w:p w:rsidR="00ED3D62" w:rsidRDefault="00ED3D62" w:rsidP="00ED3D62">
      <w:pPr>
        <w:pStyle w:val="libNormal"/>
      </w:pPr>
      <w:proofErr w:type="spellStart"/>
      <w:r>
        <w:t>Benard</w:t>
      </w:r>
      <w:proofErr w:type="spellEnd"/>
      <w:r>
        <w:t xml:space="preserve">, Cheryl. </w:t>
      </w:r>
      <w:r w:rsidRPr="00D86078">
        <w:rPr>
          <w:rStyle w:val="libItalicChar"/>
        </w:rPr>
        <w:t xml:space="preserve">Veiled Courage: Inside the Afghan Women’s Resistance. </w:t>
      </w:r>
      <w:r>
        <w:t>New York: Broadway Books/Random House, 2002.</w:t>
      </w:r>
    </w:p>
    <w:p w:rsidR="00ED3D62" w:rsidRDefault="00ED3D62" w:rsidP="00ED3D62">
      <w:pPr>
        <w:pStyle w:val="libNormal"/>
      </w:pPr>
      <w:proofErr w:type="spellStart"/>
      <w:r>
        <w:t>Bennigsen</w:t>
      </w:r>
      <w:proofErr w:type="spellEnd"/>
      <w:r>
        <w:t xml:space="preserve">, Alexandre A. and Marie </w:t>
      </w:r>
      <w:proofErr w:type="spellStart"/>
      <w:r>
        <w:t>Broxup</w:t>
      </w:r>
      <w:proofErr w:type="spellEnd"/>
      <w:r>
        <w:t xml:space="preserve">. </w:t>
      </w:r>
      <w:r w:rsidRPr="00D86078">
        <w:rPr>
          <w:rStyle w:val="libItalicChar"/>
        </w:rPr>
        <w:t xml:space="preserve">The Islamic Threat to the Soviet State. </w:t>
      </w:r>
      <w:r>
        <w:t>New York: St. Martin’s Press, 1983.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Bennison, Amira K. </w:t>
      </w:r>
      <w:r w:rsidRPr="00D86078">
        <w:rPr>
          <w:rStyle w:val="libItalicChar"/>
        </w:rPr>
        <w:t xml:space="preserve">Jihad and Its Interpretation in Pre-Colonial Morocco: State-Society Relations during the French Conquest of Algeria. </w:t>
      </w:r>
      <w:r w:rsidRPr="00D86078">
        <w:rPr>
          <w:rStyle w:val="libNormalChar"/>
        </w:rPr>
        <w:t xml:space="preserve">New York: </w:t>
      </w:r>
      <w:proofErr w:type="spellStart"/>
      <w:r w:rsidRPr="00D86078">
        <w:rPr>
          <w:rStyle w:val="libNormalChar"/>
        </w:rPr>
        <w:t>RoutledgeCurzon</w:t>
      </w:r>
      <w:proofErr w:type="spellEnd"/>
      <w:r w:rsidRPr="00D86078">
        <w:rPr>
          <w:rStyle w:val="libNormalChar"/>
        </w:rPr>
        <w:t>, 2002.</w:t>
      </w:r>
    </w:p>
    <w:p w:rsidR="007D4755" w:rsidRDefault="00ED3D62" w:rsidP="00ED3D62">
      <w:pPr>
        <w:rPr>
          <w:rStyle w:val="libNormalChar"/>
        </w:rPr>
      </w:pPr>
      <w:proofErr w:type="spellStart"/>
      <w:r w:rsidRPr="00D86078">
        <w:rPr>
          <w:rStyle w:val="libNormalChar"/>
        </w:rPr>
        <w:t>Bennoune</w:t>
      </w:r>
      <w:proofErr w:type="spellEnd"/>
      <w:r w:rsidRPr="00D86078">
        <w:rPr>
          <w:rStyle w:val="libNormalChar"/>
        </w:rPr>
        <w:t xml:space="preserve">, </w:t>
      </w:r>
      <w:proofErr w:type="spellStart"/>
      <w:r w:rsidRPr="00D86078">
        <w:rPr>
          <w:rStyle w:val="libNormalChar"/>
        </w:rPr>
        <w:t>Mahfoud</w:t>
      </w:r>
      <w:proofErr w:type="spellEnd"/>
      <w:r w:rsidRPr="00D86078">
        <w:rPr>
          <w:rStyle w:val="libNormalChar"/>
        </w:rPr>
        <w:t xml:space="preserve">. </w:t>
      </w:r>
      <w:r w:rsidRPr="00D86078">
        <w:rPr>
          <w:rStyle w:val="libItalicChar"/>
        </w:rPr>
        <w:t xml:space="preserve">The Making of Contemporary Algeria, 1830-1987: Colonial Upheavals and Post-Independence Development. </w:t>
      </w:r>
      <w:r w:rsidRPr="00D86078">
        <w:rPr>
          <w:rStyle w:val="libNormalChar"/>
        </w:rPr>
        <w:t>Cambridge, UK: Cambridge University Press, 1988.</w:t>
      </w:r>
    </w:p>
    <w:p w:rsidR="00ED3D62" w:rsidRDefault="00ED3D62" w:rsidP="00ED3D62">
      <w:pPr>
        <w:pStyle w:val="libNormal"/>
      </w:pPr>
      <w:proofErr w:type="spellStart"/>
      <w:r w:rsidRPr="00CA2CCA">
        <w:t>Berkes</w:t>
      </w:r>
      <w:proofErr w:type="spellEnd"/>
      <w:r w:rsidRPr="00CA2CCA">
        <w:t xml:space="preserve">, </w:t>
      </w:r>
      <w:proofErr w:type="spellStart"/>
      <w:r w:rsidRPr="00CA2CCA">
        <w:t>Niyazi</w:t>
      </w:r>
      <w:proofErr w:type="spellEnd"/>
      <w:r w:rsidRPr="00CA2CCA">
        <w:t xml:space="preserve">. </w:t>
      </w:r>
      <w:r w:rsidRPr="00D86078">
        <w:rPr>
          <w:rStyle w:val="libItalicChar"/>
        </w:rPr>
        <w:t>Development of Secularism in Turkey.</w:t>
      </w:r>
      <w:r>
        <w:t xml:space="preserve"> Montreal: McGill University Press, 1964.</w:t>
      </w:r>
    </w:p>
    <w:p w:rsidR="00ED3D62" w:rsidRDefault="00ED3D62" w:rsidP="00ED3D62">
      <w:pPr>
        <w:pStyle w:val="libNormal"/>
      </w:pPr>
      <w:proofErr w:type="spellStart"/>
      <w:r>
        <w:t>Bibars</w:t>
      </w:r>
      <w:proofErr w:type="spellEnd"/>
      <w:r>
        <w:t xml:space="preserve">, Iman. </w:t>
      </w:r>
      <w:r w:rsidRPr="00D86078">
        <w:rPr>
          <w:rStyle w:val="libItalicChar"/>
        </w:rPr>
        <w:t>Victims and Heroines: Women, Welfare and the Egyptian State.</w:t>
      </w:r>
      <w:r>
        <w:t xml:space="preserve"> London: Zed Books, 2001.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Binder, Leonard. </w:t>
      </w:r>
      <w:r w:rsidRPr="00D86078">
        <w:rPr>
          <w:rStyle w:val="libItalicChar"/>
        </w:rPr>
        <w:t>In a Moment of Enthusiasm: Political Power and the Second Stratum in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Egypt. </w:t>
      </w:r>
      <w:r w:rsidRPr="00D86078">
        <w:rPr>
          <w:rStyle w:val="libNormalChar"/>
        </w:rPr>
        <w:t>Chicago, IL: University of Chicago Press, 1978.</w:t>
      </w:r>
    </w:p>
    <w:p w:rsidR="00ED3D62" w:rsidRDefault="00ED3D62" w:rsidP="00ED3D62">
      <w:pPr>
        <w:pStyle w:val="libNormal"/>
      </w:pPr>
      <w:r w:rsidRPr="00CA2CCA">
        <w:t xml:space="preserve">Blank, Jonah. </w:t>
      </w:r>
      <w:r w:rsidRPr="00D86078">
        <w:rPr>
          <w:rStyle w:val="libItalicChar"/>
        </w:rPr>
        <w:t xml:space="preserve">Mullahs on the Mainframe: Islam and Modernity among the </w:t>
      </w:r>
      <w:proofErr w:type="spellStart"/>
      <w:r w:rsidRPr="00D86078">
        <w:rPr>
          <w:rStyle w:val="libItalicChar"/>
        </w:rPr>
        <w:t>Daudi</w:t>
      </w:r>
      <w:proofErr w:type="spellEnd"/>
      <w:r w:rsidRPr="00D86078">
        <w:rPr>
          <w:rStyle w:val="libItalicChar"/>
        </w:rPr>
        <w:t xml:space="preserve"> </w:t>
      </w:r>
      <w:proofErr w:type="spellStart"/>
      <w:r w:rsidRPr="00D86078">
        <w:rPr>
          <w:rStyle w:val="libItalicChar"/>
        </w:rPr>
        <w:t>Bohras</w:t>
      </w:r>
      <w:proofErr w:type="spellEnd"/>
      <w:r w:rsidRPr="00D86078">
        <w:rPr>
          <w:rStyle w:val="libItalicChar"/>
        </w:rPr>
        <w:t xml:space="preserve">. </w:t>
      </w:r>
      <w:r>
        <w:t>Chicago, IL: University of Chicago Press, 2002.</w:t>
      </w:r>
    </w:p>
    <w:p w:rsidR="00ED3D62" w:rsidRDefault="00ED3D62" w:rsidP="00ED3D62">
      <w:pPr>
        <w:pStyle w:val="libNormal"/>
      </w:pPr>
      <w:r>
        <w:t xml:space="preserve">Boland, B.J. </w:t>
      </w:r>
      <w:r w:rsidRPr="00D86078">
        <w:rPr>
          <w:rStyle w:val="libItalicChar"/>
        </w:rPr>
        <w:t>The Struggle of Islam in Modern Indonesia.</w:t>
      </w:r>
      <w:r>
        <w:t xml:space="preserve"> The Hague: </w:t>
      </w:r>
      <w:proofErr w:type="spellStart"/>
      <w:r>
        <w:t>Martinus</w:t>
      </w:r>
      <w:proofErr w:type="spellEnd"/>
      <w:r>
        <w:t xml:space="preserve"> </w:t>
      </w:r>
      <w:proofErr w:type="spellStart"/>
      <w:r>
        <w:t>Nijhoff</w:t>
      </w:r>
      <w:proofErr w:type="spellEnd"/>
      <w:r>
        <w:t>, 1982.</w:t>
      </w:r>
    </w:p>
    <w:p w:rsidR="007D4755" w:rsidRDefault="00ED3D62" w:rsidP="00ED3D62">
      <w:pPr>
        <w:pStyle w:val="libNormal"/>
      </w:pPr>
      <w:proofErr w:type="spellStart"/>
      <w:r>
        <w:t>Bonine</w:t>
      </w:r>
      <w:proofErr w:type="spellEnd"/>
      <w:r>
        <w:t xml:space="preserve">, Michael E. and Nikki R. Keddie, eds. </w:t>
      </w:r>
      <w:r w:rsidRPr="00D86078">
        <w:rPr>
          <w:rStyle w:val="libItalicChar"/>
        </w:rPr>
        <w:t>Modern Iran: The Dialectics of Continuity and</w:t>
      </w:r>
      <w:r w:rsidRPr="00CA2CCA">
        <w:t xml:space="preserve"> </w:t>
      </w:r>
      <w:r w:rsidRPr="00D86078">
        <w:rPr>
          <w:rStyle w:val="libItalicChar"/>
        </w:rPr>
        <w:t xml:space="preserve">Change. </w:t>
      </w:r>
      <w:r>
        <w:t>Albany, NY: State University of New York Press, 1981.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proofErr w:type="spellStart"/>
      <w:r>
        <w:t>Bourqia</w:t>
      </w:r>
      <w:proofErr w:type="spellEnd"/>
      <w:r>
        <w:t xml:space="preserve">, </w:t>
      </w:r>
      <w:proofErr w:type="spellStart"/>
      <w:r>
        <w:t>Rahma</w:t>
      </w:r>
      <w:proofErr w:type="spellEnd"/>
      <w:r>
        <w:t xml:space="preserve"> and Susan Gilson Miller, eds. </w:t>
      </w:r>
      <w:r w:rsidRPr="00D86078">
        <w:rPr>
          <w:rStyle w:val="libItalicChar"/>
        </w:rPr>
        <w:t>In the Shadow of the Sultan: Culture, Power,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and Politics in Morocco. </w:t>
      </w:r>
      <w:r w:rsidRPr="00D86078">
        <w:rPr>
          <w:rStyle w:val="libNormalChar"/>
        </w:rPr>
        <w:t>Cambridge, MA: Harvard Center for Middle Eastern Studies/Harvard</w:t>
      </w:r>
      <w:r w:rsidRPr="00D86078">
        <w:rPr>
          <w:rStyle w:val="libItalicChar"/>
        </w:rPr>
        <w:t xml:space="preserve"> </w:t>
      </w:r>
      <w:r w:rsidRPr="00D86078">
        <w:rPr>
          <w:rStyle w:val="libNormalChar"/>
        </w:rPr>
        <w:t>University Press, 1999.</w:t>
      </w:r>
    </w:p>
    <w:p w:rsidR="00ED3D62" w:rsidRDefault="00ED3D62" w:rsidP="00ED3D62">
      <w:pPr>
        <w:pStyle w:val="libNormal"/>
      </w:pPr>
      <w:r w:rsidRPr="00CA2CCA">
        <w:t xml:space="preserve">Bowen, John R. </w:t>
      </w:r>
      <w:r w:rsidRPr="00D86078">
        <w:rPr>
          <w:rStyle w:val="libItalicChar"/>
        </w:rPr>
        <w:t>Islam, Law and Equality in Indonesia: An Anthropology of Public</w:t>
      </w:r>
      <w:r w:rsidRPr="00CA2CCA">
        <w:t xml:space="preserve"> </w:t>
      </w:r>
      <w:r w:rsidRPr="00D86078">
        <w:rPr>
          <w:rStyle w:val="libItalicChar"/>
        </w:rPr>
        <w:t xml:space="preserve">Reasoning. </w:t>
      </w:r>
      <w:r>
        <w:t>Cambridge, UK: Cambridge University Press, 2003.</w:t>
      </w:r>
    </w:p>
    <w:p w:rsidR="00ED3D62" w:rsidRDefault="00ED3D62" w:rsidP="00ED3D62">
      <w:pPr>
        <w:pStyle w:val="libNormal"/>
      </w:pPr>
      <w:r>
        <w:t xml:space="preserve">Boyle, Francis Anthony. </w:t>
      </w:r>
      <w:r w:rsidRPr="00D86078">
        <w:rPr>
          <w:rStyle w:val="libItalicChar"/>
        </w:rPr>
        <w:t>Palestine, Palestinians, and International Law.</w:t>
      </w:r>
      <w:r>
        <w:t xml:space="preserve"> Atlanta, GA: Clarity Press, 2003.</w:t>
      </w:r>
    </w:p>
    <w:p w:rsidR="007D4755" w:rsidRDefault="00ED3D62" w:rsidP="00ED3D62">
      <w:pPr>
        <w:pStyle w:val="libNormal"/>
      </w:pPr>
      <w:proofErr w:type="spellStart"/>
      <w:r>
        <w:t>Bozdogan</w:t>
      </w:r>
      <w:proofErr w:type="spellEnd"/>
      <w:r>
        <w:t xml:space="preserve">, Sibel and </w:t>
      </w:r>
      <w:proofErr w:type="spellStart"/>
      <w:r>
        <w:t>Resat</w:t>
      </w:r>
      <w:proofErr w:type="spellEnd"/>
      <w:r>
        <w:t xml:space="preserve"> </w:t>
      </w:r>
      <w:proofErr w:type="spellStart"/>
      <w:r>
        <w:t>Kasaba</w:t>
      </w:r>
      <w:proofErr w:type="spellEnd"/>
      <w:r>
        <w:t xml:space="preserve">, eds. </w:t>
      </w:r>
      <w:r w:rsidRPr="00D86078">
        <w:rPr>
          <w:rStyle w:val="libItalicChar"/>
        </w:rPr>
        <w:t>Rethinking Modernity and National Identity in</w:t>
      </w:r>
      <w:r w:rsidRPr="00CA2CCA">
        <w:t xml:space="preserve"> </w:t>
      </w:r>
      <w:r w:rsidRPr="00D86078">
        <w:rPr>
          <w:rStyle w:val="libItalicChar"/>
        </w:rPr>
        <w:t xml:space="preserve">Turkey. </w:t>
      </w:r>
      <w:r>
        <w:t>Seattle, WA: University of Washington Press, 1997.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proofErr w:type="spellStart"/>
      <w:r>
        <w:t>Bringa</w:t>
      </w:r>
      <w:proofErr w:type="spellEnd"/>
      <w:r>
        <w:t xml:space="preserve">, Tone. </w:t>
      </w:r>
      <w:r w:rsidRPr="00D86078">
        <w:rPr>
          <w:rStyle w:val="libItalicChar"/>
        </w:rPr>
        <w:t xml:space="preserve">Being Muslim the Bosnian Way: Identity and Community in a Central Bosnian Village. </w:t>
      </w:r>
      <w:r w:rsidRPr="00D86078">
        <w:rPr>
          <w:rStyle w:val="libNormalChar"/>
        </w:rPr>
        <w:t>Princeton, NJ: Princeton University Press, 1995.</w:t>
      </w:r>
    </w:p>
    <w:p w:rsidR="00ED3D62" w:rsidRDefault="00ED3D62" w:rsidP="00ED3D62">
      <w:pPr>
        <w:pStyle w:val="libNormal"/>
      </w:pPr>
      <w:r w:rsidRPr="00CA2CCA">
        <w:lastRenderedPageBreak/>
        <w:t xml:space="preserve">Browne, Edward G. </w:t>
      </w:r>
      <w:r w:rsidRPr="00D86078">
        <w:rPr>
          <w:rStyle w:val="libItalicChar"/>
        </w:rPr>
        <w:t>The Persian Revolution, 1905-1909</w:t>
      </w:r>
      <w:r>
        <w:t>. Cambridge, UK: Cambridge University Press, 1910.</w:t>
      </w:r>
    </w:p>
    <w:p w:rsidR="00ED3D62" w:rsidRDefault="00ED3D62" w:rsidP="00ED3D62">
      <w:pPr>
        <w:pStyle w:val="libNormal"/>
      </w:pPr>
      <w:proofErr w:type="spellStart"/>
      <w:r>
        <w:t>Brumberg</w:t>
      </w:r>
      <w:proofErr w:type="spellEnd"/>
      <w:r>
        <w:t xml:space="preserve">, Daniel. </w:t>
      </w:r>
      <w:r w:rsidRPr="00D86078">
        <w:rPr>
          <w:rStyle w:val="libItalicChar"/>
        </w:rPr>
        <w:t>Reinventing Khomeini: The Struggle for Reform in Iran.</w:t>
      </w:r>
      <w:r>
        <w:t xml:space="preserve"> Chicago, IL: University of Chicago Press, 2001.</w:t>
      </w:r>
    </w:p>
    <w:p w:rsidR="00ED3D62" w:rsidRDefault="00ED3D62" w:rsidP="00ED3D62">
      <w:pPr>
        <w:pStyle w:val="libNormal"/>
      </w:pPr>
      <w:proofErr w:type="spellStart"/>
      <w:r>
        <w:t>Bukharaev</w:t>
      </w:r>
      <w:proofErr w:type="spellEnd"/>
      <w:r>
        <w:t xml:space="preserve">, </w:t>
      </w:r>
      <w:proofErr w:type="spellStart"/>
      <w:r>
        <w:t>Ravil</w:t>
      </w:r>
      <w:proofErr w:type="spellEnd"/>
      <w:r>
        <w:t xml:space="preserve">. </w:t>
      </w:r>
      <w:r w:rsidRPr="00D86078">
        <w:rPr>
          <w:rStyle w:val="libItalicChar"/>
        </w:rPr>
        <w:t xml:space="preserve">Islam in Russia: The Four Seasons. </w:t>
      </w:r>
      <w:r>
        <w:t>New York: St. Martin’s Press, 2000.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Bulloch, John and Harvey Morris. </w:t>
      </w:r>
      <w:r w:rsidRPr="00D86078">
        <w:rPr>
          <w:rStyle w:val="libItalicChar"/>
        </w:rPr>
        <w:t xml:space="preserve">No Friends </w:t>
      </w:r>
      <w:proofErr w:type="gramStart"/>
      <w:r w:rsidRPr="00D86078">
        <w:rPr>
          <w:rStyle w:val="libItalicChar"/>
        </w:rPr>
        <w:t>But</w:t>
      </w:r>
      <w:proofErr w:type="gramEnd"/>
      <w:r w:rsidRPr="00D86078">
        <w:rPr>
          <w:rStyle w:val="libItalicChar"/>
        </w:rPr>
        <w:t xml:space="preserve"> the Mountains: The Tragic History of the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Kurds. </w:t>
      </w:r>
      <w:r w:rsidRPr="00D86078">
        <w:rPr>
          <w:rStyle w:val="libNormalChar"/>
        </w:rPr>
        <w:t>Oxford, UK: Oxford University Press, 1992.</w:t>
      </w:r>
    </w:p>
    <w:p w:rsidR="00ED3D62" w:rsidRDefault="00ED3D62" w:rsidP="00ED3D62">
      <w:pPr>
        <w:pStyle w:val="libNormal"/>
      </w:pPr>
      <w:proofErr w:type="spellStart"/>
      <w:r w:rsidRPr="00CA2CCA">
        <w:t>Burgat</w:t>
      </w:r>
      <w:proofErr w:type="spellEnd"/>
      <w:r w:rsidRPr="00CA2CCA">
        <w:t xml:space="preserve">, François and William Dowell. </w:t>
      </w:r>
      <w:r w:rsidRPr="00D86078">
        <w:rPr>
          <w:rStyle w:val="libItalicChar"/>
        </w:rPr>
        <w:t>The Islamic Movement in North Africa.</w:t>
      </w:r>
      <w:r>
        <w:t xml:space="preserve"> Austin, TX: Center for Middle Eastern Studies, University of Texas, 1997.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Callaway, Barbara and Lucy </w:t>
      </w:r>
      <w:proofErr w:type="spellStart"/>
      <w:r>
        <w:t>Creevey</w:t>
      </w:r>
      <w:proofErr w:type="spellEnd"/>
      <w:r>
        <w:t xml:space="preserve">. </w:t>
      </w:r>
      <w:r w:rsidRPr="00D86078">
        <w:rPr>
          <w:rStyle w:val="libItalicChar"/>
        </w:rPr>
        <w:t xml:space="preserve">The Heritage of Islam: Women, Religion, and Politics in West Africa. </w:t>
      </w:r>
      <w:r w:rsidRPr="00D86078">
        <w:rPr>
          <w:rStyle w:val="libNormalChar"/>
        </w:rPr>
        <w:t xml:space="preserve">Boulder, CO: Lynne </w:t>
      </w:r>
      <w:proofErr w:type="spellStart"/>
      <w:r w:rsidRPr="00D86078">
        <w:rPr>
          <w:rStyle w:val="libNormalChar"/>
        </w:rPr>
        <w:t>Reinner</w:t>
      </w:r>
      <w:proofErr w:type="spellEnd"/>
      <w:r w:rsidRPr="00D86078">
        <w:rPr>
          <w:rStyle w:val="libNormalChar"/>
        </w:rPr>
        <w:t>, 1994.</w:t>
      </w:r>
    </w:p>
    <w:p w:rsidR="00ED3D62" w:rsidRDefault="00ED3D62" w:rsidP="00ED3D62">
      <w:pPr>
        <w:pStyle w:val="libNormal"/>
      </w:pPr>
      <w:proofErr w:type="spellStart"/>
      <w:r w:rsidRPr="00CA2CCA">
        <w:t>Carapico</w:t>
      </w:r>
      <w:proofErr w:type="spellEnd"/>
      <w:r w:rsidRPr="00CA2CCA">
        <w:t xml:space="preserve">, Sheila. </w:t>
      </w:r>
      <w:r w:rsidRPr="00D86078">
        <w:rPr>
          <w:rStyle w:val="libItalicChar"/>
        </w:rPr>
        <w:t>Civil Society in Yemen: The Political Economy of Activism in Modern</w:t>
      </w:r>
      <w:r w:rsidRPr="00CA2CCA">
        <w:t xml:space="preserve"> </w:t>
      </w:r>
      <w:r w:rsidRPr="00D86078">
        <w:rPr>
          <w:rStyle w:val="libItalicChar"/>
        </w:rPr>
        <w:t xml:space="preserve">Arabia. </w:t>
      </w:r>
      <w:r>
        <w:t>Cambridge, UK: Cambridge University Press, 1998.</w:t>
      </w:r>
    </w:p>
    <w:p w:rsidR="00ED3D62" w:rsidRDefault="00ED3D62" w:rsidP="00ED3D62">
      <w:pPr>
        <w:pStyle w:val="libNormal"/>
      </w:pPr>
      <w:proofErr w:type="spellStart"/>
      <w:r>
        <w:t>Cardini</w:t>
      </w:r>
      <w:proofErr w:type="spellEnd"/>
      <w:r>
        <w:t xml:space="preserve">, Franco. </w:t>
      </w:r>
      <w:r w:rsidRPr="00D86078">
        <w:rPr>
          <w:rStyle w:val="libItalicChar"/>
        </w:rPr>
        <w:t>Europe and Islam</w:t>
      </w:r>
      <w:r>
        <w:t>. Malden, MA: Blackwell, 2001.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proofErr w:type="spellStart"/>
      <w:r>
        <w:t>Charrad</w:t>
      </w:r>
      <w:proofErr w:type="spellEnd"/>
      <w:r>
        <w:t xml:space="preserve">, </w:t>
      </w:r>
      <w:proofErr w:type="spellStart"/>
      <w:r>
        <w:t>Mounira</w:t>
      </w:r>
      <w:proofErr w:type="spellEnd"/>
      <w:r>
        <w:t xml:space="preserve"> M. </w:t>
      </w:r>
      <w:r w:rsidRPr="00D86078">
        <w:rPr>
          <w:rStyle w:val="libItalicChar"/>
        </w:rPr>
        <w:t>States and Women’s Rights: The Making of Postcolonial Tunisia,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Algeria, Morocco. </w:t>
      </w:r>
      <w:r w:rsidRPr="00D86078">
        <w:rPr>
          <w:rStyle w:val="libNormalChar"/>
        </w:rPr>
        <w:t>Berkeley, CA: University of California Press, 2001.</w:t>
      </w:r>
    </w:p>
    <w:p w:rsidR="00ED3D62" w:rsidRPr="00D86078" w:rsidRDefault="00ED3D62" w:rsidP="00ED3D62">
      <w:pPr>
        <w:rPr>
          <w:rStyle w:val="libItalicChar"/>
        </w:rPr>
      </w:pPr>
      <w:r w:rsidRPr="00D86078">
        <w:rPr>
          <w:rStyle w:val="libNormalChar"/>
        </w:rPr>
        <w:t xml:space="preserve">Cockburn, Andrew and Patrick Cockburn. </w:t>
      </w:r>
      <w:r w:rsidRPr="00D86078">
        <w:rPr>
          <w:rStyle w:val="libItalicChar"/>
        </w:rPr>
        <w:t>Out of the Ashes: The Resurrection of Saddam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Hussein. </w:t>
      </w:r>
      <w:r w:rsidRPr="00D86078">
        <w:rPr>
          <w:rStyle w:val="libNormalChar"/>
        </w:rPr>
        <w:t>New York: HarperCollins, 2000.</w:t>
      </w:r>
    </w:p>
    <w:p w:rsidR="00ED3D62" w:rsidRPr="00D86078" w:rsidRDefault="00ED3D62" w:rsidP="00ED3D62">
      <w:pPr>
        <w:rPr>
          <w:rStyle w:val="libItalicChar"/>
        </w:rPr>
      </w:pPr>
      <w:r w:rsidRPr="00D86078">
        <w:rPr>
          <w:rStyle w:val="libNormalChar"/>
        </w:rPr>
        <w:t xml:space="preserve">Cole, Juan. </w:t>
      </w:r>
      <w:r w:rsidRPr="00D86078">
        <w:rPr>
          <w:rStyle w:val="libItalicChar"/>
        </w:rPr>
        <w:t xml:space="preserve">Roots of North Indian Shi‛ism in Iran and Iraq: Religion and State in Awadh, 1722-1859. </w:t>
      </w:r>
      <w:r w:rsidRPr="00D86078">
        <w:rPr>
          <w:rStyle w:val="libNormalChar"/>
        </w:rPr>
        <w:t>Berkeley, CA: University of California Press, 1988.</w:t>
      </w:r>
    </w:p>
    <w:p w:rsidR="00ED3D62" w:rsidRPr="00D86078" w:rsidRDefault="00ED3D62" w:rsidP="00ED3D62">
      <w:pPr>
        <w:rPr>
          <w:rStyle w:val="libItalicChar"/>
        </w:rPr>
      </w:pPr>
      <w:r w:rsidRPr="00D86078">
        <w:rPr>
          <w:rStyle w:val="libNormalChar"/>
        </w:rPr>
        <w:t xml:space="preserve">Connelly, Matthew. </w:t>
      </w:r>
      <w:r w:rsidRPr="00D86078">
        <w:rPr>
          <w:rStyle w:val="libItalicChar"/>
        </w:rPr>
        <w:t>A Diplomatic Revolution: Algeria’s Fight for Independence and the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Origins of the Post-Cold War Era. </w:t>
      </w:r>
      <w:r w:rsidRPr="00D86078">
        <w:rPr>
          <w:rStyle w:val="libNormalChar"/>
        </w:rPr>
        <w:t>New York: Oxford University Press, 2002.</w:t>
      </w:r>
    </w:p>
    <w:p w:rsidR="00ED3D62" w:rsidRDefault="00ED3D62" w:rsidP="00ED3D62">
      <w:pPr>
        <w:pStyle w:val="libNormal"/>
      </w:pPr>
      <w:r w:rsidRPr="00CA2CCA">
        <w:t xml:space="preserve">Cooley, John. </w:t>
      </w:r>
      <w:r w:rsidRPr="00D86078">
        <w:rPr>
          <w:rStyle w:val="libItalicChar"/>
        </w:rPr>
        <w:t>Unholy Wars: Afghanistan, America and International Terrorism.</w:t>
      </w:r>
      <w:r w:rsidRPr="00D86078">
        <w:t xml:space="preserve"> London: Pluto</w:t>
      </w:r>
      <w:r w:rsidRPr="00D86078">
        <w:tab/>
        <w:t>Press, 3</w:t>
      </w:r>
      <w:r w:rsidRPr="00750AA4">
        <w:t>rd</w:t>
      </w:r>
      <w:r>
        <w:t xml:space="preserve"> ed., 2002.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Cruise O’Brien, </w:t>
      </w:r>
      <w:proofErr w:type="spellStart"/>
      <w:r>
        <w:t>Donal</w:t>
      </w:r>
      <w:proofErr w:type="spellEnd"/>
      <w:r>
        <w:t xml:space="preserve"> B. </w:t>
      </w:r>
      <w:r w:rsidRPr="00D86078">
        <w:rPr>
          <w:rStyle w:val="libItalicChar"/>
        </w:rPr>
        <w:t xml:space="preserve">Saints and Politicians: Essays in the Organization of Senegalese Peasant Society. </w:t>
      </w:r>
      <w:r w:rsidRPr="00D86078">
        <w:rPr>
          <w:rStyle w:val="libNormalChar"/>
        </w:rPr>
        <w:t>London: Cambridge University Press, 1975.</w:t>
      </w:r>
    </w:p>
    <w:p w:rsidR="007D4755" w:rsidRDefault="00ED3D62" w:rsidP="00ED3D62">
      <w:pPr>
        <w:rPr>
          <w:rStyle w:val="libNormalChar"/>
        </w:rPr>
      </w:pPr>
      <w:r w:rsidRPr="00D86078">
        <w:rPr>
          <w:rStyle w:val="libNormalChar"/>
        </w:rPr>
        <w:t xml:space="preserve">Cruise O’Brien, </w:t>
      </w:r>
      <w:proofErr w:type="spellStart"/>
      <w:r w:rsidRPr="00D86078">
        <w:rPr>
          <w:rStyle w:val="libNormalChar"/>
        </w:rPr>
        <w:t>Donal</w:t>
      </w:r>
      <w:proofErr w:type="spellEnd"/>
      <w:r w:rsidRPr="00D86078">
        <w:rPr>
          <w:rStyle w:val="libNormalChar"/>
        </w:rPr>
        <w:t xml:space="preserve"> B. and Christian Coulon, eds. </w:t>
      </w:r>
      <w:r w:rsidRPr="00D86078">
        <w:rPr>
          <w:rStyle w:val="libItalicChar"/>
        </w:rPr>
        <w:t>Charisma and Brotherhood in African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Islam. </w:t>
      </w:r>
      <w:r w:rsidRPr="00D86078">
        <w:rPr>
          <w:rStyle w:val="libNormalChar"/>
        </w:rPr>
        <w:t>Oxford, UK: Clarendon Press, 1988.</w:t>
      </w:r>
    </w:p>
    <w:p w:rsidR="00ED3D62" w:rsidRDefault="00ED3D62" w:rsidP="00ED3D62">
      <w:pPr>
        <w:pStyle w:val="libNormal"/>
      </w:pPr>
      <w:r w:rsidRPr="00CA2CCA">
        <w:t xml:space="preserve">Crystal, Jill. </w:t>
      </w:r>
      <w:r w:rsidRPr="00D86078">
        <w:rPr>
          <w:rStyle w:val="libItalicChar"/>
        </w:rPr>
        <w:t>Oil and Politics in the Gulf: Rulers and Merchants in Kuwait and Qatar.</w:t>
      </w:r>
      <w:r>
        <w:t xml:space="preserve"> Cambridge, UK: Cambridge University Press, revised ed., 1995.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Dabashi, Hamid. </w:t>
      </w:r>
      <w:r w:rsidRPr="00D86078">
        <w:rPr>
          <w:rStyle w:val="libItalicChar"/>
        </w:rPr>
        <w:t xml:space="preserve">Theology of Discontent: The Ideological Foundations of the Islamic Revolution in Iran. </w:t>
      </w:r>
      <w:r w:rsidRPr="00D86078">
        <w:rPr>
          <w:rStyle w:val="libNormalChar"/>
        </w:rPr>
        <w:t>New York: New York University Press, 1993.</w:t>
      </w:r>
    </w:p>
    <w:p w:rsidR="00ED3D62" w:rsidRDefault="00ED3D62" w:rsidP="00ED3D62">
      <w:pPr>
        <w:pStyle w:val="libNormal"/>
      </w:pPr>
      <w:r w:rsidRPr="00CA2CCA">
        <w:t xml:space="preserve">Dale, Stephen F. </w:t>
      </w:r>
      <w:r w:rsidRPr="00D86078">
        <w:rPr>
          <w:rStyle w:val="libItalicChar"/>
        </w:rPr>
        <w:t>Islamic Society on the South Asian Frontier.</w:t>
      </w:r>
      <w:r>
        <w:t xml:space="preserve"> Oxford, UK: Oxford University Press, 1994.</w:t>
      </w:r>
    </w:p>
    <w:p w:rsidR="00ED3D62" w:rsidRDefault="00ED3D62" w:rsidP="00ED3D62">
      <w:pPr>
        <w:pStyle w:val="libNormal"/>
      </w:pPr>
      <w:r>
        <w:t xml:space="preserve">Dann, Uriel. </w:t>
      </w:r>
      <w:r w:rsidRPr="00D86078">
        <w:rPr>
          <w:rStyle w:val="libItalicChar"/>
        </w:rPr>
        <w:t>King Hussein and the Challenge of Arab Radicalism: Jordan, 1955-1967.</w:t>
      </w:r>
      <w:r>
        <w:t xml:space="preserve"> New York: Oxford University Press, 1989.</w:t>
      </w:r>
    </w:p>
    <w:p w:rsidR="00ED3D62" w:rsidRDefault="00ED3D62" w:rsidP="00ED3D62">
      <w:pPr>
        <w:pStyle w:val="libNormal"/>
      </w:pPr>
      <w:r>
        <w:t xml:space="preserve">Dann, Uriel. </w:t>
      </w:r>
      <w:r w:rsidRPr="00D86078">
        <w:rPr>
          <w:rStyle w:val="libItalicChar"/>
        </w:rPr>
        <w:t xml:space="preserve">Studies in the History of Transjordan, 1920-1949: The Making of a State. </w:t>
      </w:r>
      <w:r>
        <w:t>Boulder, CO: Westview Press, 1984.</w:t>
      </w:r>
    </w:p>
    <w:p w:rsidR="00ED3D62" w:rsidRDefault="00ED3D62" w:rsidP="00ED3D62">
      <w:pPr>
        <w:pStyle w:val="libNormal"/>
      </w:pPr>
      <w:r>
        <w:t xml:space="preserve">Davison, Andrew. </w:t>
      </w:r>
      <w:r w:rsidRPr="00D86078">
        <w:rPr>
          <w:rStyle w:val="libItalicChar"/>
        </w:rPr>
        <w:t xml:space="preserve">Secularism and Revivalism in Turkey: A Hermeneutic Reconsideration. </w:t>
      </w:r>
      <w:r>
        <w:t>New Haven, CT: Yale University Press, 1998.</w:t>
      </w:r>
    </w:p>
    <w:p w:rsidR="00ED3D62" w:rsidRDefault="00ED3D62" w:rsidP="00ED3D62">
      <w:pPr>
        <w:pStyle w:val="libNormal"/>
      </w:pPr>
      <w:proofErr w:type="spellStart"/>
      <w:r>
        <w:t>Dawisha</w:t>
      </w:r>
      <w:proofErr w:type="spellEnd"/>
      <w:r>
        <w:t xml:space="preserve">, </w:t>
      </w:r>
      <w:proofErr w:type="spellStart"/>
      <w:r>
        <w:t>Adee</w:t>
      </w:r>
      <w:proofErr w:type="spellEnd"/>
      <w:r>
        <w:t xml:space="preserve">. </w:t>
      </w:r>
      <w:r w:rsidRPr="00D86078">
        <w:rPr>
          <w:rStyle w:val="libItalicChar"/>
        </w:rPr>
        <w:t>Syria and the Lebanese Crisis</w:t>
      </w:r>
      <w:r>
        <w:t>. London: Macmillan, 1980.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proofErr w:type="spellStart"/>
      <w:r>
        <w:lastRenderedPageBreak/>
        <w:t>Deweese</w:t>
      </w:r>
      <w:proofErr w:type="spellEnd"/>
      <w:r>
        <w:t xml:space="preserve">, Devin. </w:t>
      </w:r>
      <w:r w:rsidRPr="00D86078">
        <w:rPr>
          <w:rStyle w:val="libItalicChar"/>
        </w:rPr>
        <w:t xml:space="preserve">Islamization and Native Religion in the Golden Horde: Baba </w:t>
      </w:r>
      <w:proofErr w:type="spellStart"/>
      <w:r w:rsidRPr="00D86078">
        <w:rPr>
          <w:rStyle w:val="libItalicChar"/>
        </w:rPr>
        <w:t>Tukles</w:t>
      </w:r>
      <w:proofErr w:type="spellEnd"/>
      <w:r w:rsidRPr="00D86078">
        <w:rPr>
          <w:rStyle w:val="libItalicChar"/>
        </w:rPr>
        <w:t xml:space="preserve"> and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Conversion to Islam in Historical and Epic Tradition. </w:t>
      </w:r>
      <w:r w:rsidRPr="00D86078">
        <w:rPr>
          <w:rStyle w:val="libNormalChar"/>
        </w:rPr>
        <w:t>University Park, PA: Pennsylvania State University</w:t>
      </w:r>
      <w:r w:rsidRPr="00D86078">
        <w:rPr>
          <w:rStyle w:val="libItalicChar"/>
        </w:rPr>
        <w:t xml:space="preserve"> </w:t>
      </w:r>
      <w:r w:rsidRPr="00D86078">
        <w:rPr>
          <w:rStyle w:val="libNormalChar"/>
        </w:rPr>
        <w:t>Press, 1994.</w:t>
      </w:r>
    </w:p>
    <w:p w:rsidR="00ED3D62" w:rsidRPr="00D86078" w:rsidRDefault="00ED3D62" w:rsidP="00ED3D62">
      <w:pPr>
        <w:rPr>
          <w:rStyle w:val="libItalicChar"/>
        </w:rPr>
      </w:pPr>
      <w:proofErr w:type="spellStart"/>
      <w:r w:rsidRPr="00D86078">
        <w:rPr>
          <w:rStyle w:val="libNormalChar"/>
        </w:rPr>
        <w:t>Dhofier</w:t>
      </w:r>
      <w:proofErr w:type="spellEnd"/>
      <w:r w:rsidRPr="00D86078">
        <w:rPr>
          <w:rStyle w:val="libNormalChar"/>
        </w:rPr>
        <w:t xml:space="preserve">, </w:t>
      </w:r>
      <w:proofErr w:type="spellStart"/>
      <w:r w:rsidRPr="00D86078">
        <w:rPr>
          <w:rStyle w:val="libNormalChar"/>
        </w:rPr>
        <w:t>Zamakhsyari</w:t>
      </w:r>
      <w:proofErr w:type="spellEnd"/>
      <w:r w:rsidRPr="00D86078">
        <w:rPr>
          <w:rStyle w:val="libNormalChar"/>
        </w:rPr>
        <w:t xml:space="preserve">. </w:t>
      </w:r>
      <w:r w:rsidRPr="00D86078">
        <w:rPr>
          <w:rStyle w:val="libItalicChar"/>
        </w:rPr>
        <w:t xml:space="preserve">The </w:t>
      </w:r>
      <w:proofErr w:type="spellStart"/>
      <w:r w:rsidRPr="00D86078">
        <w:rPr>
          <w:rStyle w:val="libItalicChar"/>
        </w:rPr>
        <w:t>Pesantren</w:t>
      </w:r>
      <w:proofErr w:type="spellEnd"/>
      <w:r w:rsidRPr="00D86078">
        <w:rPr>
          <w:rStyle w:val="libItalicChar"/>
        </w:rPr>
        <w:t xml:space="preserve"> Tradition: The Role of the Kyai in the Maintenance of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>Traditional Islam in Java.</w:t>
      </w:r>
      <w:r w:rsidRPr="00D86078">
        <w:rPr>
          <w:rStyle w:val="libNormalChar"/>
        </w:rPr>
        <w:t xml:space="preserve"> Tempe, AZ: Arizona State University Program for Southeast Asian Studies, 1999.</w:t>
      </w:r>
    </w:p>
    <w:p w:rsidR="00ED3D62" w:rsidRDefault="00ED3D62" w:rsidP="00ED3D62">
      <w:pPr>
        <w:pStyle w:val="libNormal"/>
      </w:pPr>
      <w:r w:rsidRPr="00CA2CCA">
        <w:t xml:space="preserve">Dillon, Michael. </w:t>
      </w:r>
      <w:r w:rsidRPr="00D86078">
        <w:rPr>
          <w:rStyle w:val="libItalicChar"/>
        </w:rPr>
        <w:t>China’s Muslims (Images of Asia).</w:t>
      </w:r>
      <w:r>
        <w:t xml:space="preserve"> Oxford, UK: Oxford University Press, 1996.</w:t>
      </w:r>
    </w:p>
    <w:p w:rsidR="00ED3D62" w:rsidRDefault="00ED3D62" w:rsidP="00ED3D62">
      <w:pPr>
        <w:pStyle w:val="libNormal"/>
      </w:pPr>
      <w:r>
        <w:t xml:space="preserve">Diouf, </w:t>
      </w:r>
      <w:proofErr w:type="spellStart"/>
      <w:r>
        <w:t>Sylviane</w:t>
      </w:r>
      <w:proofErr w:type="spellEnd"/>
      <w:r>
        <w:t xml:space="preserve"> A. </w:t>
      </w:r>
      <w:r w:rsidRPr="00D86078">
        <w:rPr>
          <w:rStyle w:val="libItalicChar"/>
        </w:rPr>
        <w:t xml:space="preserve">Servants of Allah: African Muslims Enslaved in the Americas. </w:t>
      </w:r>
      <w:r>
        <w:t>Washington Square, NY: New York University Press, 1998.</w:t>
      </w:r>
    </w:p>
    <w:p w:rsidR="00ED3D62" w:rsidRDefault="00ED3D62" w:rsidP="00ED3D62">
      <w:pPr>
        <w:pStyle w:val="libNormal"/>
      </w:pPr>
      <w:proofErr w:type="spellStart"/>
      <w:r>
        <w:t>Dresch</w:t>
      </w:r>
      <w:proofErr w:type="spellEnd"/>
      <w:r>
        <w:t xml:space="preserve">, Paul. </w:t>
      </w:r>
      <w:r w:rsidRPr="00D86078">
        <w:rPr>
          <w:rStyle w:val="libItalicChar"/>
        </w:rPr>
        <w:t>A History of Modern Yemen.</w:t>
      </w:r>
      <w:r>
        <w:t xml:space="preserve"> Cambridge, UK: Cambridge University Press, 2000.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proofErr w:type="spellStart"/>
      <w:r>
        <w:t>Dudoignon</w:t>
      </w:r>
      <w:proofErr w:type="spellEnd"/>
      <w:r>
        <w:t xml:space="preserve">, Stéphane A. and </w:t>
      </w:r>
      <w:proofErr w:type="spellStart"/>
      <w:r>
        <w:t>Komatso</w:t>
      </w:r>
      <w:proofErr w:type="spellEnd"/>
      <w:r>
        <w:t xml:space="preserve"> </w:t>
      </w:r>
      <w:proofErr w:type="spellStart"/>
      <w:r>
        <w:t>Hisao</w:t>
      </w:r>
      <w:proofErr w:type="spellEnd"/>
      <w:r>
        <w:t xml:space="preserve">, eds. </w:t>
      </w:r>
      <w:r w:rsidRPr="00D86078">
        <w:rPr>
          <w:rStyle w:val="libItalicChar"/>
        </w:rPr>
        <w:t>Islam in Politics in Russia and Central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Asia. </w:t>
      </w:r>
      <w:r w:rsidRPr="00D86078">
        <w:rPr>
          <w:rStyle w:val="libNormalChar"/>
        </w:rPr>
        <w:t>London: Kegan Paul, Int’l., 2002.</w:t>
      </w:r>
    </w:p>
    <w:p w:rsidR="00ED3D62" w:rsidRDefault="00ED3D62" w:rsidP="00ED3D62">
      <w:pPr>
        <w:pStyle w:val="libNormal"/>
      </w:pPr>
      <w:r w:rsidRPr="00CA2CCA">
        <w:t xml:space="preserve">Eaton, Richard M., ed. </w:t>
      </w:r>
      <w:r w:rsidRPr="00D86078">
        <w:rPr>
          <w:rStyle w:val="libItalicChar"/>
        </w:rPr>
        <w:t xml:space="preserve">India’s Islamic Traditions, 711-1750. </w:t>
      </w:r>
      <w:r>
        <w:t>Oxford, UK: Oxford University Press, 2003.</w:t>
      </w:r>
    </w:p>
    <w:p w:rsidR="00ED3D62" w:rsidRDefault="00ED3D62" w:rsidP="00ED3D62">
      <w:pPr>
        <w:pStyle w:val="libNormal"/>
      </w:pPr>
      <w:proofErr w:type="spellStart"/>
      <w:r>
        <w:t>Ehteshami</w:t>
      </w:r>
      <w:proofErr w:type="spellEnd"/>
      <w:r>
        <w:t xml:space="preserve">, </w:t>
      </w:r>
      <w:proofErr w:type="spellStart"/>
      <w:r>
        <w:t>Anoushiravan</w:t>
      </w:r>
      <w:proofErr w:type="spellEnd"/>
      <w:r>
        <w:t xml:space="preserve">. </w:t>
      </w:r>
      <w:r w:rsidRPr="00D86078">
        <w:rPr>
          <w:rStyle w:val="libItalicChar"/>
        </w:rPr>
        <w:t xml:space="preserve">After Khomeini: The Iranian Second Republic. </w:t>
      </w:r>
      <w:r>
        <w:t>New York: Routledge, 1995.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proofErr w:type="spellStart"/>
      <w:r>
        <w:t>Eickelman</w:t>
      </w:r>
      <w:proofErr w:type="spellEnd"/>
      <w:r>
        <w:t xml:space="preserve">, Dale. </w:t>
      </w:r>
      <w:r w:rsidRPr="00D86078">
        <w:rPr>
          <w:rStyle w:val="libItalicChar"/>
        </w:rPr>
        <w:t>Knowledge and Power in Morocco: The Education of a Twentieth Century Notable.</w:t>
      </w:r>
      <w:r w:rsidRPr="00D86078">
        <w:rPr>
          <w:rStyle w:val="libNormalChar"/>
        </w:rPr>
        <w:t xml:space="preserve"> Princeton, NJ: Princeton University Press, 1985.</w:t>
      </w:r>
    </w:p>
    <w:p w:rsidR="00ED3D62" w:rsidRDefault="00ED3D62" w:rsidP="00ED3D62">
      <w:pPr>
        <w:pStyle w:val="libNormal"/>
      </w:pPr>
      <w:proofErr w:type="spellStart"/>
      <w:r w:rsidRPr="00CA2CCA">
        <w:t>Eickelman</w:t>
      </w:r>
      <w:proofErr w:type="spellEnd"/>
      <w:r w:rsidRPr="00CA2CCA">
        <w:t xml:space="preserve">, Dale. </w:t>
      </w:r>
      <w:r w:rsidRPr="00D86078">
        <w:rPr>
          <w:rStyle w:val="libItalicChar"/>
        </w:rPr>
        <w:t>Moroccan Islam.</w:t>
      </w:r>
      <w:r>
        <w:t xml:space="preserve"> Austin, TX: University of Texas Press, 1976.</w:t>
      </w:r>
    </w:p>
    <w:p w:rsidR="00ED3D62" w:rsidRDefault="00ED3D62" w:rsidP="00ED3D62">
      <w:pPr>
        <w:pStyle w:val="libNormal"/>
      </w:pPr>
      <w:r>
        <w:t>El-</w:t>
      </w:r>
      <w:proofErr w:type="spellStart"/>
      <w:r>
        <w:t>Ghonemy</w:t>
      </w:r>
      <w:proofErr w:type="spellEnd"/>
      <w:r>
        <w:t xml:space="preserve">, M. </w:t>
      </w:r>
      <w:proofErr w:type="spellStart"/>
      <w:r>
        <w:t>Riad</w:t>
      </w:r>
      <w:proofErr w:type="spellEnd"/>
      <w:r>
        <w:t xml:space="preserve">. </w:t>
      </w:r>
      <w:r w:rsidRPr="00D86078">
        <w:rPr>
          <w:rStyle w:val="libItalicChar"/>
        </w:rPr>
        <w:t>Affluence and Poverty in the Middle East</w:t>
      </w:r>
      <w:r>
        <w:t>. London: Routledge, 1998.</w:t>
      </w:r>
    </w:p>
    <w:p w:rsidR="007D4755" w:rsidRDefault="00ED3D62" w:rsidP="00ED3D62">
      <w:pPr>
        <w:pStyle w:val="libNormal"/>
      </w:pPr>
      <w:proofErr w:type="spellStart"/>
      <w:r>
        <w:t>d’Encausse</w:t>
      </w:r>
      <w:proofErr w:type="spellEnd"/>
      <w:r>
        <w:t xml:space="preserve">, Helene Carrere. </w:t>
      </w:r>
      <w:r w:rsidRPr="00D86078">
        <w:rPr>
          <w:rStyle w:val="libItalicChar"/>
        </w:rPr>
        <w:t>Islam and the Russian Empire: Reform and Revolution in</w:t>
      </w:r>
      <w:r w:rsidRPr="00CA2CCA">
        <w:t xml:space="preserve"> </w:t>
      </w:r>
      <w:r w:rsidRPr="00D86078">
        <w:rPr>
          <w:rStyle w:val="libItalicChar"/>
        </w:rPr>
        <w:t>Central Asia.</w:t>
      </w:r>
      <w:r>
        <w:t xml:space="preserve"> Berkeley, CA: University of California Press, 1989.</w:t>
      </w:r>
    </w:p>
    <w:p w:rsidR="00ED3D62" w:rsidRDefault="00ED3D62" w:rsidP="00ED3D62">
      <w:pPr>
        <w:pStyle w:val="libNormal"/>
      </w:pPr>
      <w:proofErr w:type="spellStart"/>
      <w:r>
        <w:t>Entelis</w:t>
      </w:r>
      <w:proofErr w:type="spellEnd"/>
      <w:r>
        <w:t xml:space="preserve">, John P., ed. </w:t>
      </w:r>
      <w:r w:rsidRPr="00D86078">
        <w:rPr>
          <w:rStyle w:val="libItalicChar"/>
        </w:rPr>
        <w:t>Islam, Democracy, and the State in North Africa.</w:t>
      </w:r>
      <w:r>
        <w:t xml:space="preserve"> Bloomington, IN: Indiana University Press, 1997.</w:t>
      </w:r>
    </w:p>
    <w:p w:rsidR="00ED3D62" w:rsidRDefault="00ED3D62" w:rsidP="00ED3D62">
      <w:pPr>
        <w:pStyle w:val="libNormal"/>
      </w:pPr>
      <w:proofErr w:type="spellStart"/>
      <w:r>
        <w:t>Entessar</w:t>
      </w:r>
      <w:proofErr w:type="spellEnd"/>
      <w:r>
        <w:t xml:space="preserve">, Nader. </w:t>
      </w:r>
      <w:r w:rsidRPr="00D86078">
        <w:rPr>
          <w:rStyle w:val="libItalicChar"/>
        </w:rPr>
        <w:t>Kurdish Ethnonationalism.</w:t>
      </w:r>
      <w:r>
        <w:t xml:space="preserve"> Boulder, CO: Lynne </w:t>
      </w:r>
      <w:proofErr w:type="spellStart"/>
      <w:r>
        <w:t>Rienner</w:t>
      </w:r>
      <w:proofErr w:type="spellEnd"/>
      <w:r>
        <w:t>, 1992.</w:t>
      </w:r>
    </w:p>
    <w:p w:rsidR="00ED3D62" w:rsidRDefault="00ED3D62" w:rsidP="00ED3D62">
      <w:pPr>
        <w:pStyle w:val="libNormal"/>
      </w:pPr>
      <w:r>
        <w:t xml:space="preserve">Esfandiari, </w:t>
      </w:r>
      <w:proofErr w:type="spellStart"/>
      <w:r>
        <w:t>Haleh</w:t>
      </w:r>
      <w:proofErr w:type="spellEnd"/>
      <w:r>
        <w:t xml:space="preserve">. </w:t>
      </w:r>
      <w:r w:rsidRPr="00D86078">
        <w:rPr>
          <w:rStyle w:val="libItalicChar"/>
        </w:rPr>
        <w:t>Reconstructed Lives: Women &amp; Iran’s Islamic Revolution.</w:t>
      </w:r>
      <w:r>
        <w:t xml:space="preserve"> Baltimore, MD: Johns Hopkins University Press, 1997.</w:t>
      </w:r>
    </w:p>
    <w:p w:rsidR="00ED3D62" w:rsidRDefault="00ED3D62" w:rsidP="00ED3D62">
      <w:pPr>
        <w:pStyle w:val="libNormal"/>
      </w:pPr>
      <w:proofErr w:type="spellStart"/>
      <w:r>
        <w:t>Fandy</w:t>
      </w:r>
      <w:proofErr w:type="spellEnd"/>
      <w:r>
        <w:t xml:space="preserve">, </w:t>
      </w:r>
      <w:proofErr w:type="spellStart"/>
      <w:r>
        <w:t>Mamoun</w:t>
      </w:r>
      <w:proofErr w:type="spellEnd"/>
      <w:r>
        <w:t xml:space="preserve">. </w:t>
      </w:r>
      <w:r w:rsidRPr="00D86078">
        <w:rPr>
          <w:rStyle w:val="libItalicChar"/>
        </w:rPr>
        <w:t>Saudi Arabia and the Politics of Dissent.</w:t>
      </w:r>
      <w:r>
        <w:t xml:space="preserve"> New York: Palgrave Macmillan, 2001.</w:t>
      </w:r>
    </w:p>
    <w:p w:rsidR="007D4755" w:rsidRDefault="00ED3D62" w:rsidP="00ED3D62">
      <w:pPr>
        <w:pStyle w:val="libNormal"/>
        <w:rPr>
          <w:rStyle w:val="libNormalChar"/>
        </w:rPr>
      </w:pPr>
      <w:r>
        <w:t>Farouk-</w:t>
      </w:r>
      <w:proofErr w:type="spellStart"/>
      <w:r>
        <w:t>Sluglett</w:t>
      </w:r>
      <w:proofErr w:type="spellEnd"/>
      <w:r>
        <w:t xml:space="preserve">, Marion and Peter </w:t>
      </w:r>
      <w:proofErr w:type="spellStart"/>
      <w:r>
        <w:t>Sluglett</w:t>
      </w:r>
      <w:proofErr w:type="spellEnd"/>
      <w:r>
        <w:t xml:space="preserve">. </w:t>
      </w:r>
      <w:r w:rsidRPr="00D86078">
        <w:rPr>
          <w:rStyle w:val="libItalicChar"/>
        </w:rPr>
        <w:t xml:space="preserve">Iraq Since 1958: From Revolution to Dictatorship. </w:t>
      </w:r>
      <w:r w:rsidRPr="00D86078">
        <w:rPr>
          <w:rStyle w:val="libNormalChar"/>
        </w:rPr>
        <w:t>New York: Palgrave, 2001.</w:t>
      </w:r>
    </w:p>
    <w:p w:rsidR="00ED3D62" w:rsidRDefault="00ED3D62" w:rsidP="00ED3D62">
      <w:pPr>
        <w:pStyle w:val="libNormal"/>
      </w:pPr>
      <w:proofErr w:type="spellStart"/>
      <w:r w:rsidRPr="00CA2CCA">
        <w:t>Farsoun</w:t>
      </w:r>
      <w:proofErr w:type="spellEnd"/>
      <w:r w:rsidRPr="00CA2CCA">
        <w:t xml:space="preserve">, </w:t>
      </w:r>
      <w:proofErr w:type="spellStart"/>
      <w:r w:rsidRPr="00CA2CCA">
        <w:t>Samih</w:t>
      </w:r>
      <w:proofErr w:type="spellEnd"/>
      <w:r w:rsidRPr="00CA2CCA">
        <w:t xml:space="preserve"> K. </w:t>
      </w:r>
      <w:r w:rsidRPr="00D86078">
        <w:rPr>
          <w:rStyle w:val="libItalicChar"/>
        </w:rPr>
        <w:t>Iran: Political Culture in the Islamic Republic.</w:t>
      </w:r>
      <w:r>
        <w:t xml:space="preserve"> London: Routledge, 1992.</w:t>
      </w:r>
    </w:p>
    <w:p w:rsidR="00ED3D62" w:rsidRDefault="00ED3D62" w:rsidP="00ED3D62">
      <w:pPr>
        <w:pStyle w:val="libNormal"/>
      </w:pPr>
      <w:proofErr w:type="spellStart"/>
      <w:r>
        <w:t>Farsoun</w:t>
      </w:r>
      <w:proofErr w:type="spellEnd"/>
      <w:r>
        <w:t xml:space="preserve">, </w:t>
      </w:r>
      <w:proofErr w:type="spellStart"/>
      <w:r>
        <w:t>Samih</w:t>
      </w:r>
      <w:proofErr w:type="spellEnd"/>
      <w:r>
        <w:t xml:space="preserve"> K. (with Christina Zacharia). </w:t>
      </w:r>
      <w:r w:rsidRPr="00D86078">
        <w:rPr>
          <w:rStyle w:val="libItalicChar"/>
        </w:rPr>
        <w:t xml:space="preserve">Palestine and the Palestinians. </w:t>
      </w:r>
      <w:r>
        <w:t>Boulder, CO: Westview Press, 1997.</w:t>
      </w:r>
    </w:p>
    <w:p w:rsidR="00ED3D62" w:rsidRDefault="00ED3D62" w:rsidP="00ED3D62">
      <w:pPr>
        <w:pStyle w:val="libNormal"/>
      </w:pPr>
      <w:r>
        <w:t xml:space="preserve">Federspiel, Howard M. </w:t>
      </w:r>
      <w:r w:rsidRPr="00D86078">
        <w:rPr>
          <w:rStyle w:val="libItalicChar"/>
        </w:rPr>
        <w:t>A Dictionary of Indonesian Islam.</w:t>
      </w:r>
      <w:r>
        <w:t xml:space="preserve"> Athens, OH: Ohio University Press, 1995.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Federspiel, Howard M. </w:t>
      </w:r>
      <w:r w:rsidRPr="00D86078">
        <w:rPr>
          <w:rStyle w:val="libItalicChar"/>
        </w:rPr>
        <w:t>Indonesia in Transition: Muslim Intellectuals and National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Development. </w:t>
      </w:r>
      <w:r w:rsidRPr="00D86078">
        <w:rPr>
          <w:rStyle w:val="libNormalChar"/>
        </w:rPr>
        <w:t>Hauppauge, NY: Nova Science Publ., 1998.</w:t>
      </w:r>
    </w:p>
    <w:p w:rsidR="00ED3D62" w:rsidRDefault="00ED3D62" w:rsidP="00ED3D62">
      <w:pPr>
        <w:pStyle w:val="libNormal"/>
      </w:pPr>
      <w:r w:rsidRPr="00CA2CCA">
        <w:t xml:space="preserve">Federspiel, Howard M. </w:t>
      </w:r>
      <w:r w:rsidRPr="00D86078">
        <w:rPr>
          <w:rStyle w:val="libItalicChar"/>
        </w:rPr>
        <w:t xml:space="preserve">Islam and Ideology in the Emerging Indonesian State: The </w:t>
      </w:r>
      <w:proofErr w:type="spellStart"/>
      <w:r w:rsidRPr="00D86078">
        <w:rPr>
          <w:rStyle w:val="libItalicChar"/>
        </w:rPr>
        <w:t>Persatuan</w:t>
      </w:r>
      <w:proofErr w:type="spellEnd"/>
      <w:r w:rsidRPr="00CA2CCA">
        <w:t xml:space="preserve"> </w:t>
      </w:r>
      <w:r w:rsidRPr="00D86078">
        <w:rPr>
          <w:rStyle w:val="libItalicChar"/>
        </w:rPr>
        <w:t xml:space="preserve">Islam (Persis), 1923-1957. </w:t>
      </w:r>
      <w:r>
        <w:t>Leiden: E.J. Brill, 2001.</w:t>
      </w:r>
    </w:p>
    <w:p w:rsidR="00ED3D62" w:rsidRDefault="00ED3D62" w:rsidP="00ED3D62">
      <w:pPr>
        <w:pStyle w:val="libNormal"/>
      </w:pPr>
      <w:r>
        <w:lastRenderedPageBreak/>
        <w:t xml:space="preserve">Federspiel, Howard M. </w:t>
      </w:r>
      <w:r w:rsidRPr="00D86078">
        <w:rPr>
          <w:rStyle w:val="libItalicChar"/>
        </w:rPr>
        <w:t xml:space="preserve">The Usage of Traditions of the Prophet in Contemporary Indonesia. </w:t>
      </w:r>
      <w:r>
        <w:t>Tempe, AZ: Arizona State University Program for Southeast Asian Studies, 1993.</w:t>
      </w:r>
    </w:p>
    <w:p w:rsidR="00ED3D62" w:rsidRDefault="00ED3D62" w:rsidP="00ED3D62">
      <w:pPr>
        <w:pStyle w:val="libNormal"/>
      </w:pPr>
      <w:r>
        <w:t xml:space="preserve">Fischbach, Michael R. </w:t>
      </w:r>
      <w:r w:rsidRPr="00D86078">
        <w:rPr>
          <w:rStyle w:val="libItalicChar"/>
        </w:rPr>
        <w:t>State, Society and Land in Jordan.</w:t>
      </w:r>
      <w:r>
        <w:t xml:space="preserve"> Leiden: E.J. Brill, 2000.</w:t>
      </w:r>
    </w:p>
    <w:p w:rsidR="00ED3D62" w:rsidRDefault="00ED3D62" w:rsidP="00ED3D62">
      <w:pPr>
        <w:pStyle w:val="libNormal"/>
      </w:pPr>
      <w:r>
        <w:t xml:space="preserve">Fischer, Michael M.J. </w:t>
      </w:r>
      <w:r w:rsidRPr="00D86078">
        <w:rPr>
          <w:rStyle w:val="libItalicChar"/>
        </w:rPr>
        <w:t xml:space="preserve">Iran: from Religious Dispute to Revolution. </w:t>
      </w:r>
      <w:r>
        <w:t>Cambridge, MA: Harvard University Press, 1980.</w:t>
      </w:r>
    </w:p>
    <w:p w:rsidR="00ED3D62" w:rsidRDefault="00ED3D62" w:rsidP="00ED3D62">
      <w:pPr>
        <w:pStyle w:val="libNormal"/>
      </w:pPr>
      <w:r>
        <w:t xml:space="preserve">Fisk, Robert. </w:t>
      </w:r>
      <w:r w:rsidRPr="00D86078">
        <w:rPr>
          <w:rStyle w:val="libItalicChar"/>
        </w:rPr>
        <w:t>Pity the Nation: The Abduction of Lebanon.</w:t>
      </w:r>
      <w:r w:rsidRPr="00D86078">
        <w:t xml:space="preserve"> New York: Thunder’s Mouth Press/Nation Books, 4</w:t>
      </w:r>
      <w:r w:rsidRPr="00750AA4">
        <w:t>th</w:t>
      </w:r>
      <w:r>
        <w:t xml:space="preserve"> ed., 2002.</w:t>
      </w:r>
      <w:r>
        <w:tab/>
      </w:r>
    </w:p>
    <w:p w:rsidR="00ED3D62" w:rsidRDefault="00ED3D62" w:rsidP="00ED3D62">
      <w:pPr>
        <w:pStyle w:val="libNormal"/>
      </w:pPr>
      <w:proofErr w:type="spellStart"/>
      <w:r>
        <w:t>Foran</w:t>
      </w:r>
      <w:proofErr w:type="spellEnd"/>
      <w:r>
        <w:t xml:space="preserve">, John. </w:t>
      </w:r>
      <w:r w:rsidRPr="00D86078">
        <w:rPr>
          <w:rStyle w:val="libItalicChar"/>
        </w:rPr>
        <w:t xml:space="preserve">Fragile Resistance: Social Transformation in Iran from 1500 to the Revolution. </w:t>
      </w:r>
      <w:r>
        <w:t>Boulder, CO: Westview Press, 1993.</w:t>
      </w:r>
    </w:p>
    <w:p w:rsidR="00ED3D62" w:rsidRDefault="00ED3D62" w:rsidP="00ED3D62">
      <w:pPr>
        <w:pStyle w:val="libNormal"/>
      </w:pPr>
      <w:proofErr w:type="spellStart"/>
      <w:r>
        <w:t>Foran</w:t>
      </w:r>
      <w:proofErr w:type="spellEnd"/>
      <w:r>
        <w:t xml:space="preserve">, John, ed. </w:t>
      </w:r>
      <w:r w:rsidRPr="00D86078">
        <w:rPr>
          <w:rStyle w:val="libItalicChar"/>
        </w:rPr>
        <w:t>A Century of Revolution: Social Movements in Iran.</w:t>
      </w:r>
      <w:r>
        <w:t xml:space="preserve"> Minneapolis, MN: University of Minnesota Press, 1994.</w:t>
      </w:r>
    </w:p>
    <w:p w:rsidR="007D4755" w:rsidRDefault="00ED3D62" w:rsidP="00ED3D62">
      <w:pPr>
        <w:pStyle w:val="libNormal"/>
        <w:rPr>
          <w:rStyle w:val="libNormalChar"/>
        </w:rPr>
      </w:pPr>
      <w:r>
        <w:t xml:space="preserve">Freedman, Lawrence and Efraim Karsh. </w:t>
      </w:r>
      <w:r w:rsidRPr="00D86078">
        <w:rPr>
          <w:rStyle w:val="libItalicChar"/>
        </w:rPr>
        <w:t xml:space="preserve">The Gulf Conflict, 1990-1991: Diplomacy and War in the New World Order. </w:t>
      </w:r>
      <w:r w:rsidRPr="00D86078">
        <w:rPr>
          <w:rStyle w:val="libNormalChar"/>
        </w:rPr>
        <w:t>Princeton, NJ: Princeton University Press, 1993.</w:t>
      </w:r>
    </w:p>
    <w:p w:rsidR="00ED3D62" w:rsidRDefault="00ED3D62" w:rsidP="00ED3D62">
      <w:pPr>
        <w:pStyle w:val="libNormal"/>
      </w:pPr>
      <w:r w:rsidRPr="00CA2CCA">
        <w:t xml:space="preserve">Friedman, Francine. </w:t>
      </w:r>
      <w:r w:rsidRPr="00D86078">
        <w:rPr>
          <w:rStyle w:val="libItalicChar"/>
        </w:rPr>
        <w:t>The Bosnian Muslims: Denial of a Nation.</w:t>
      </w:r>
      <w:r>
        <w:t xml:space="preserve"> Boulder, CO: Westview Press, 1996.</w:t>
      </w:r>
    </w:p>
    <w:p w:rsidR="007D4755" w:rsidRDefault="00ED3D62" w:rsidP="00ED3D62">
      <w:pPr>
        <w:pStyle w:val="libNormal"/>
      </w:pPr>
      <w:r>
        <w:t xml:space="preserve">Friend, Theodore. </w:t>
      </w:r>
      <w:r w:rsidRPr="00D86078">
        <w:rPr>
          <w:rStyle w:val="libItalicChar"/>
        </w:rPr>
        <w:t>Indonesian Destinies.</w:t>
      </w:r>
      <w:r>
        <w:t xml:space="preserve"> Cambridge, MA: Belknap Press of Harvard University Press, 2003.</w:t>
      </w:r>
    </w:p>
    <w:p w:rsidR="00ED3D62" w:rsidRDefault="00ED3D62" w:rsidP="00ED3D62">
      <w:pPr>
        <w:pStyle w:val="libNormal"/>
      </w:pPr>
      <w:r>
        <w:t xml:space="preserve">Gaffney, Patrick D. </w:t>
      </w:r>
      <w:r w:rsidRPr="00D86078">
        <w:rPr>
          <w:rStyle w:val="libItalicChar"/>
        </w:rPr>
        <w:t>The Prophet’s Pulpit: Islamic Preaching in Contemporary Egypt.</w:t>
      </w:r>
      <w:r>
        <w:t xml:space="preserve"> Berkeley, CA: University of California Press, 1994.</w:t>
      </w:r>
    </w:p>
    <w:p w:rsidR="00ED3D62" w:rsidRDefault="00ED3D62" w:rsidP="00ED3D62">
      <w:pPr>
        <w:pStyle w:val="libNormal"/>
      </w:pPr>
      <w:r>
        <w:t xml:space="preserve">Gallagher, Nancy Elizabeth. </w:t>
      </w:r>
      <w:r w:rsidRPr="00D86078">
        <w:rPr>
          <w:rStyle w:val="libItalicChar"/>
        </w:rPr>
        <w:t xml:space="preserve">Medicine and Power in Tunisia, 1780-1900. </w:t>
      </w:r>
      <w:r>
        <w:t>Cambridge, UK: Cambridge University Press, 2002.</w:t>
      </w:r>
    </w:p>
    <w:p w:rsidR="00ED3D62" w:rsidRDefault="00ED3D62" w:rsidP="00ED3D62">
      <w:pPr>
        <w:pStyle w:val="libNormal"/>
      </w:pPr>
      <w:r>
        <w:t xml:space="preserve">Geertz, Clifford. </w:t>
      </w:r>
      <w:r w:rsidRPr="00D86078">
        <w:rPr>
          <w:rStyle w:val="libItalicChar"/>
        </w:rPr>
        <w:t xml:space="preserve">Islam Observed: Religious Development in Morocco and Indonesia. </w:t>
      </w:r>
      <w:r>
        <w:t>Chicago, IL: University of Chicago Press, 1971.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proofErr w:type="spellStart"/>
      <w:r>
        <w:t>Gelvin</w:t>
      </w:r>
      <w:proofErr w:type="spellEnd"/>
      <w:r>
        <w:t xml:space="preserve">, James. </w:t>
      </w:r>
      <w:r w:rsidRPr="00D86078">
        <w:rPr>
          <w:rStyle w:val="libItalicChar"/>
        </w:rPr>
        <w:t>Divided Loyalties: Nationalism and Mass Politics in Syria at the Close of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Empire. </w:t>
      </w:r>
      <w:r w:rsidRPr="00D86078">
        <w:rPr>
          <w:rStyle w:val="libNormalChar"/>
        </w:rPr>
        <w:t>Berkeley, CA: University of California Press, 1998.</w:t>
      </w:r>
    </w:p>
    <w:p w:rsidR="00ED3D62" w:rsidRDefault="00ED3D62" w:rsidP="00ED3D62">
      <w:pPr>
        <w:pStyle w:val="libNormal"/>
      </w:pPr>
      <w:r w:rsidRPr="00CA2CCA">
        <w:t xml:space="preserve">George, Alan. </w:t>
      </w:r>
      <w:r w:rsidRPr="00D86078">
        <w:rPr>
          <w:rStyle w:val="libItalicChar"/>
        </w:rPr>
        <w:t>Syria: Neither Bread nor Freedom.</w:t>
      </w:r>
      <w:r>
        <w:t xml:space="preserve"> London: Zed Books, 2003.</w:t>
      </w:r>
    </w:p>
    <w:p w:rsidR="007D4755" w:rsidRDefault="00ED3D62" w:rsidP="00ED3D62">
      <w:pPr>
        <w:pStyle w:val="libNormal"/>
        <w:rPr>
          <w:rStyle w:val="libNormalChar"/>
        </w:rPr>
      </w:pPr>
      <w:proofErr w:type="spellStart"/>
      <w:r>
        <w:t>Gershoni</w:t>
      </w:r>
      <w:proofErr w:type="spellEnd"/>
      <w:r>
        <w:t xml:space="preserve">, Israel and James P. Jankowski. </w:t>
      </w:r>
      <w:r w:rsidRPr="00D86078">
        <w:rPr>
          <w:rStyle w:val="libItalicChar"/>
        </w:rPr>
        <w:t>Egypt, Islam and the Arabs: The Search for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Egyptian Nationhood, 1900-1930. </w:t>
      </w:r>
      <w:r w:rsidRPr="00D86078">
        <w:rPr>
          <w:rStyle w:val="libNormalChar"/>
        </w:rPr>
        <w:t>New York: Oxford University Press, 1986.</w:t>
      </w:r>
    </w:p>
    <w:p w:rsidR="00ED3D62" w:rsidRDefault="00ED3D62" w:rsidP="00ED3D62">
      <w:pPr>
        <w:pStyle w:val="libNormal"/>
      </w:pPr>
      <w:r w:rsidRPr="00CA2CCA">
        <w:t xml:space="preserve">Ghani, Cyrus. </w:t>
      </w:r>
      <w:r w:rsidRPr="00D86078">
        <w:rPr>
          <w:rStyle w:val="libItalicChar"/>
        </w:rPr>
        <w:t>Iran and the Rise of Reza Shah: From Qajar Collapse to Pahlavi Power.</w:t>
      </w:r>
      <w:r>
        <w:t xml:space="preserve"> London: I.B. Tauris, 2000.</w:t>
      </w:r>
    </w:p>
    <w:p w:rsidR="00ED3D62" w:rsidRDefault="00ED3D62" w:rsidP="00ED3D62">
      <w:pPr>
        <w:pStyle w:val="libNormal"/>
      </w:pPr>
      <w:r>
        <w:t xml:space="preserve">Ghani, Cyrus. </w:t>
      </w:r>
      <w:r w:rsidRPr="00D86078">
        <w:rPr>
          <w:rStyle w:val="libItalicChar"/>
        </w:rPr>
        <w:t>Iran and the West: A Critical Bibliography.</w:t>
      </w:r>
      <w:r>
        <w:t xml:space="preserve"> London: Kegan Paul Int’l., 1987.</w:t>
      </w:r>
    </w:p>
    <w:p w:rsidR="00ED3D62" w:rsidRDefault="00ED3D62" w:rsidP="00ED3D62">
      <w:pPr>
        <w:pStyle w:val="libNormal"/>
      </w:pPr>
      <w:proofErr w:type="spellStart"/>
      <w:r>
        <w:t>Ghareeb</w:t>
      </w:r>
      <w:proofErr w:type="spellEnd"/>
      <w:r>
        <w:t xml:space="preserve">, Edmund. </w:t>
      </w:r>
      <w:r w:rsidRPr="00D86078">
        <w:rPr>
          <w:rStyle w:val="libItalicChar"/>
        </w:rPr>
        <w:t>The Kurdish Question in Iraq.</w:t>
      </w:r>
      <w:r>
        <w:t xml:space="preserve"> Syracuse, NY: Syracuse University Press, 1981.</w:t>
      </w:r>
    </w:p>
    <w:p w:rsidR="007D4755" w:rsidRDefault="00ED3D62" w:rsidP="00ED3D62">
      <w:pPr>
        <w:pStyle w:val="libNormal"/>
      </w:pPr>
      <w:proofErr w:type="spellStart"/>
      <w:r>
        <w:t>Gilsenan</w:t>
      </w:r>
      <w:proofErr w:type="spellEnd"/>
      <w:r>
        <w:t xml:space="preserve">, Michael. </w:t>
      </w:r>
      <w:r w:rsidRPr="00D86078">
        <w:rPr>
          <w:rStyle w:val="libItalicChar"/>
        </w:rPr>
        <w:t>Lords of the Lebanese Marches: Violence and Narrative in an Arab</w:t>
      </w:r>
      <w:r w:rsidRPr="00CA2CCA">
        <w:t xml:space="preserve"> </w:t>
      </w:r>
      <w:r w:rsidRPr="00D86078">
        <w:rPr>
          <w:rStyle w:val="libItalicChar"/>
        </w:rPr>
        <w:t>Society.</w:t>
      </w:r>
      <w:r w:rsidR="007D4755">
        <w:rPr>
          <w:rStyle w:val="libItalicChar"/>
        </w:rPr>
        <w:t xml:space="preserve"> </w:t>
      </w:r>
      <w:r>
        <w:t>Berkeley, CA: University of California Press, 1996.</w:t>
      </w:r>
    </w:p>
    <w:p w:rsidR="00ED3D62" w:rsidRDefault="00ED3D62" w:rsidP="00ED3D62">
      <w:pPr>
        <w:pStyle w:val="libNormal"/>
      </w:pPr>
      <w:proofErr w:type="spellStart"/>
      <w:r>
        <w:t>Gohari</w:t>
      </w:r>
      <w:proofErr w:type="spellEnd"/>
      <w:r>
        <w:t xml:space="preserve">, M.J. </w:t>
      </w:r>
      <w:r w:rsidRPr="00D86078">
        <w:rPr>
          <w:rStyle w:val="libItalicChar"/>
        </w:rPr>
        <w:t>The Taliban: Ascent to Power.</w:t>
      </w:r>
      <w:r>
        <w:t xml:space="preserve"> Oxford, UK: Oxford University Press, 2001.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Goodson, Larry P. </w:t>
      </w:r>
      <w:r w:rsidRPr="00D86078">
        <w:rPr>
          <w:rStyle w:val="libItalicChar"/>
        </w:rPr>
        <w:t xml:space="preserve">Afghanistan’s Endless War: State Failure, Regional Politics, and the Rise of the Taliban. </w:t>
      </w:r>
      <w:r w:rsidRPr="00D86078">
        <w:rPr>
          <w:rStyle w:val="libNormalChar"/>
        </w:rPr>
        <w:t>Seattle, WA: University of Washington Press, 2001.</w:t>
      </w:r>
    </w:p>
    <w:p w:rsidR="00ED3D62" w:rsidRDefault="00ED3D62" w:rsidP="00ED3D62">
      <w:pPr>
        <w:pStyle w:val="libNormal"/>
      </w:pPr>
      <w:r w:rsidRPr="00CA2CCA">
        <w:lastRenderedPageBreak/>
        <w:t xml:space="preserve">Gunter, Michael M. </w:t>
      </w:r>
      <w:r w:rsidRPr="00D86078">
        <w:rPr>
          <w:rStyle w:val="libItalicChar"/>
        </w:rPr>
        <w:t xml:space="preserve">The Kurdish Predicament in Iraq: A Political Analysis. </w:t>
      </w:r>
      <w:r>
        <w:t>London: Palgrave Macmillan, 1999.</w:t>
      </w:r>
    </w:p>
    <w:p w:rsidR="00ED3D62" w:rsidRDefault="00ED3D62" w:rsidP="00ED3D62">
      <w:pPr>
        <w:pStyle w:val="libNormal"/>
      </w:pPr>
      <w:r>
        <w:t xml:space="preserve">Gunter, Michael M. </w:t>
      </w:r>
      <w:r w:rsidRPr="00D86078">
        <w:rPr>
          <w:rStyle w:val="libItalicChar"/>
        </w:rPr>
        <w:t>The Kurds and the Future of Turkey.</w:t>
      </w:r>
      <w:r>
        <w:t xml:space="preserve"> London: Palgrave Macmillan, 1997.</w:t>
      </w:r>
    </w:p>
    <w:p w:rsidR="00ED3D62" w:rsidRDefault="00ED3D62" w:rsidP="00ED3D62">
      <w:pPr>
        <w:pStyle w:val="libNormal"/>
      </w:pPr>
      <w:r>
        <w:t xml:space="preserve">Gunter, Michael M. </w:t>
      </w:r>
      <w:r w:rsidRPr="00D86078">
        <w:rPr>
          <w:rStyle w:val="libItalicChar"/>
        </w:rPr>
        <w:t xml:space="preserve">The Kurds of Iraq: Tragedy and Hope. </w:t>
      </w:r>
      <w:r>
        <w:t>London: Palgrave Macmillan, 1993.</w:t>
      </w:r>
    </w:p>
    <w:p w:rsidR="00ED3D62" w:rsidRDefault="00ED3D62" w:rsidP="00ED3D62">
      <w:pPr>
        <w:pStyle w:val="libNormal"/>
      </w:pPr>
      <w:proofErr w:type="spellStart"/>
      <w:r>
        <w:t>Hadawi</w:t>
      </w:r>
      <w:proofErr w:type="spellEnd"/>
      <w:r>
        <w:t xml:space="preserve">, Sami. </w:t>
      </w:r>
      <w:r w:rsidRPr="00D86078">
        <w:rPr>
          <w:rStyle w:val="libItalicChar"/>
        </w:rPr>
        <w:t xml:space="preserve">Bitter Harvest: A Modern History of Palestine. </w:t>
      </w:r>
      <w:r w:rsidRPr="00D86078">
        <w:t>Northampton, MA: Interlink Publ. Group, 4</w:t>
      </w:r>
      <w:r w:rsidRPr="00750AA4">
        <w:t>th</w:t>
      </w:r>
      <w:r>
        <w:t xml:space="preserve"> ed., 1998.</w:t>
      </w:r>
    </w:p>
    <w:p w:rsidR="00ED3D62" w:rsidRDefault="00ED3D62" w:rsidP="00ED3D62">
      <w:pPr>
        <w:pStyle w:val="libNormal"/>
      </w:pPr>
      <w:proofErr w:type="spellStart"/>
      <w:r>
        <w:t>Hadawi</w:t>
      </w:r>
      <w:proofErr w:type="spellEnd"/>
      <w:r>
        <w:t xml:space="preserve">, Sami. </w:t>
      </w:r>
      <w:r w:rsidRPr="00D86078">
        <w:rPr>
          <w:rStyle w:val="libItalicChar"/>
        </w:rPr>
        <w:t>Palestinian Rights and Losses in 1948: A Comprehensive Study.</w:t>
      </w:r>
      <w:r>
        <w:t xml:space="preserve"> London: </w:t>
      </w:r>
      <w:proofErr w:type="spellStart"/>
      <w:r>
        <w:t>Saqi</w:t>
      </w:r>
      <w:proofErr w:type="spellEnd"/>
      <w:r w:rsidR="007D4755">
        <w:t xml:space="preserve"> </w:t>
      </w:r>
      <w:r>
        <w:t>Books, 1998.</w:t>
      </w:r>
    </w:p>
    <w:p w:rsidR="00ED3D62" w:rsidRDefault="00ED3D62" w:rsidP="00ED3D62">
      <w:pPr>
        <w:pStyle w:val="libNormal"/>
      </w:pPr>
      <w:r>
        <w:t xml:space="preserve">Haddad, Yvonne </w:t>
      </w:r>
      <w:proofErr w:type="spellStart"/>
      <w:r>
        <w:t>Yazbeck</w:t>
      </w:r>
      <w:proofErr w:type="spellEnd"/>
      <w:r>
        <w:t xml:space="preserve">, ed. </w:t>
      </w:r>
      <w:r w:rsidRPr="00D86078">
        <w:rPr>
          <w:rStyle w:val="libItalicChar"/>
        </w:rPr>
        <w:t>The Muslims of America.</w:t>
      </w:r>
      <w:r>
        <w:t xml:space="preserve"> New York: Oxford University Press, 1993.</w:t>
      </w:r>
    </w:p>
    <w:p w:rsidR="00ED3D62" w:rsidRDefault="00ED3D62" w:rsidP="00ED3D62">
      <w:pPr>
        <w:pStyle w:val="libNormal"/>
      </w:pPr>
      <w:r>
        <w:t xml:space="preserve">Haddad, Yvonne </w:t>
      </w:r>
      <w:proofErr w:type="spellStart"/>
      <w:r>
        <w:t>Yazbeck</w:t>
      </w:r>
      <w:proofErr w:type="spellEnd"/>
      <w:r>
        <w:t xml:space="preserve">, ed. </w:t>
      </w:r>
      <w:r w:rsidRPr="00D86078">
        <w:rPr>
          <w:rStyle w:val="libItalicChar"/>
        </w:rPr>
        <w:t>Muslims in the West: From Sojourners to Citizens.</w:t>
      </w:r>
      <w:r>
        <w:t xml:space="preserve"> New York: Oxford University Press, 2002.</w:t>
      </w:r>
    </w:p>
    <w:p w:rsidR="00ED3D62" w:rsidRDefault="00ED3D62" w:rsidP="00ED3D62">
      <w:pPr>
        <w:pStyle w:val="libNormal"/>
      </w:pPr>
      <w:proofErr w:type="spellStart"/>
      <w:r>
        <w:t>Haghayeghi</w:t>
      </w:r>
      <w:proofErr w:type="spellEnd"/>
      <w:r>
        <w:t xml:space="preserve">, Mehrdad. </w:t>
      </w:r>
      <w:r w:rsidRPr="00D86078">
        <w:rPr>
          <w:rStyle w:val="libItalicChar"/>
        </w:rPr>
        <w:t>Islam and Politics in Central Asia.</w:t>
      </w:r>
      <w:r>
        <w:t xml:space="preserve"> London: Palgrave Macmillan, 1996.</w:t>
      </w:r>
    </w:p>
    <w:p w:rsidR="00ED3D62" w:rsidRDefault="00ED3D62" w:rsidP="00ED3D62">
      <w:pPr>
        <w:pStyle w:val="libNormal"/>
      </w:pPr>
      <w:proofErr w:type="spellStart"/>
      <w:r>
        <w:t>Hairi</w:t>
      </w:r>
      <w:proofErr w:type="spellEnd"/>
      <w:r>
        <w:t xml:space="preserve">, </w:t>
      </w:r>
      <w:proofErr w:type="spellStart"/>
      <w:r>
        <w:t>Abdu’l-Hadi</w:t>
      </w:r>
      <w:proofErr w:type="spellEnd"/>
      <w:r>
        <w:t xml:space="preserve">. </w:t>
      </w:r>
      <w:proofErr w:type="spellStart"/>
      <w:proofErr w:type="gramStart"/>
      <w:r w:rsidRPr="00D86078">
        <w:rPr>
          <w:rStyle w:val="libItalicChar"/>
        </w:rPr>
        <w:t>Shī‘</w:t>
      </w:r>
      <w:proofErr w:type="gramEnd"/>
      <w:r w:rsidRPr="00D86078">
        <w:rPr>
          <w:rStyle w:val="libItalicChar"/>
        </w:rPr>
        <w:t>ism</w:t>
      </w:r>
      <w:proofErr w:type="spellEnd"/>
      <w:r w:rsidRPr="00D86078">
        <w:rPr>
          <w:rStyle w:val="libItalicChar"/>
        </w:rPr>
        <w:t xml:space="preserve"> and Constitutionalism in Iran.</w:t>
      </w:r>
      <w:r>
        <w:t xml:space="preserve"> Leiden: E.J. Brill, 1977.</w:t>
      </w:r>
    </w:p>
    <w:p w:rsidR="00ED3D62" w:rsidRDefault="00ED3D62" w:rsidP="00ED3D62">
      <w:pPr>
        <w:pStyle w:val="libNormal"/>
      </w:pPr>
      <w:proofErr w:type="spellStart"/>
      <w:r>
        <w:t>Halawi</w:t>
      </w:r>
      <w:proofErr w:type="spellEnd"/>
      <w:r>
        <w:t xml:space="preserve">, Majed. </w:t>
      </w:r>
      <w:r w:rsidRPr="00D86078">
        <w:rPr>
          <w:rStyle w:val="libItalicChar"/>
        </w:rPr>
        <w:t xml:space="preserve">A Lebanon Defied: Musa al-Sadr and the </w:t>
      </w:r>
      <w:proofErr w:type="gramStart"/>
      <w:r w:rsidRPr="00D86078">
        <w:rPr>
          <w:rStyle w:val="libItalicChar"/>
        </w:rPr>
        <w:t>Shi‘</w:t>
      </w:r>
      <w:proofErr w:type="gramEnd"/>
      <w:r w:rsidRPr="00D86078">
        <w:rPr>
          <w:rStyle w:val="libItalicChar"/>
        </w:rPr>
        <w:t>a Community.</w:t>
      </w:r>
      <w:r>
        <w:t xml:space="preserve"> Boulder, CO: Westview Press, 1992.</w:t>
      </w:r>
    </w:p>
    <w:p w:rsidR="00ED3D62" w:rsidRDefault="00ED3D62" w:rsidP="00ED3D62">
      <w:pPr>
        <w:pStyle w:val="libNormal"/>
      </w:pPr>
      <w:r>
        <w:t xml:space="preserve">Hale, Sondra. </w:t>
      </w:r>
      <w:r w:rsidRPr="00D86078">
        <w:rPr>
          <w:rStyle w:val="libItalicChar"/>
        </w:rPr>
        <w:t>Gender Politics in Sudan: Islamism, Socialism, and the State.</w:t>
      </w:r>
      <w:r>
        <w:t xml:space="preserve"> Boulder, CO: Westview Press, 1996.</w:t>
      </w:r>
    </w:p>
    <w:p w:rsidR="00ED3D62" w:rsidRDefault="00ED3D62" w:rsidP="00ED3D62">
      <w:pPr>
        <w:pStyle w:val="libNormal"/>
      </w:pPr>
      <w:r>
        <w:t xml:space="preserve">Hamidi, Muhammad al-Hashimi. </w:t>
      </w:r>
      <w:r w:rsidRPr="00D86078">
        <w:rPr>
          <w:rStyle w:val="libItalicChar"/>
        </w:rPr>
        <w:t xml:space="preserve">The Politicization of Islam: A Case Study of Tunisia. </w:t>
      </w:r>
      <w:r>
        <w:t>Boulder, CO: Westview Press, 1998.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proofErr w:type="spellStart"/>
      <w:r>
        <w:t>Hammoudi</w:t>
      </w:r>
      <w:proofErr w:type="spellEnd"/>
      <w:r>
        <w:t xml:space="preserve">, </w:t>
      </w:r>
      <w:proofErr w:type="spellStart"/>
      <w:r>
        <w:t>Abdellah</w:t>
      </w:r>
      <w:proofErr w:type="spellEnd"/>
      <w:r>
        <w:t xml:space="preserve">. </w:t>
      </w:r>
      <w:r w:rsidRPr="00D86078">
        <w:rPr>
          <w:rStyle w:val="libItalicChar"/>
        </w:rPr>
        <w:t>Master and Disciple: The Cultural Foundations of Moroccan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Authoritarianism. </w:t>
      </w:r>
      <w:r w:rsidRPr="00D86078">
        <w:rPr>
          <w:rStyle w:val="libNormalChar"/>
        </w:rPr>
        <w:t>Chicago, IL: University of Chicago Press, 1997.</w:t>
      </w:r>
    </w:p>
    <w:p w:rsidR="00ED3D62" w:rsidRDefault="00ED3D62" w:rsidP="00ED3D62">
      <w:pPr>
        <w:pStyle w:val="libNormal"/>
      </w:pPr>
      <w:r w:rsidRPr="00CA2CCA">
        <w:t xml:space="preserve">Hart, David M. </w:t>
      </w:r>
      <w:r w:rsidRPr="00D86078">
        <w:rPr>
          <w:rStyle w:val="libItalicChar"/>
        </w:rPr>
        <w:t>Tribe and Society in Rural Morocco.</w:t>
      </w:r>
      <w:r>
        <w:t xml:space="preserve"> London: Frank Cass, 2000.</w:t>
      </w:r>
    </w:p>
    <w:p w:rsidR="00ED3D62" w:rsidRDefault="00ED3D62" w:rsidP="00ED3D62">
      <w:pPr>
        <w:pStyle w:val="libNormal"/>
      </w:pPr>
      <w:r>
        <w:t xml:space="preserve">Hasan, </w:t>
      </w:r>
      <w:proofErr w:type="spellStart"/>
      <w:r>
        <w:t>Mushirul</w:t>
      </w:r>
      <w:proofErr w:type="spellEnd"/>
      <w:r>
        <w:t xml:space="preserve">. </w:t>
      </w:r>
      <w:r w:rsidRPr="00D86078">
        <w:rPr>
          <w:rStyle w:val="libItalicChar"/>
        </w:rPr>
        <w:t>Islam in the Subcontinent: Muslims in a Plural Society.</w:t>
      </w:r>
      <w:r>
        <w:t xml:space="preserve"> New Delhi: </w:t>
      </w:r>
      <w:proofErr w:type="spellStart"/>
      <w:r>
        <w:t>Munshiram</w:t>
      </w:r>
      <w:proofErr w:type="spellEnd"/>
      <w:r>
        <w:t xml:space="preserve"> </w:t>
      </w:r>
      <w:proofErr w:type="spellStart"/>
      <w:r>
        <w:t>Manoharlal</w:t>
      </w:r>
      <w:proofErr w:type="spellEnd"/>
      <w:r>
        <w:t>, 2000.</w:t>
      </w:r>
    </w:p>
    <w:p w:rsidR="00ED3D62" w:rsidRDefault="00ED3D62" w:rsidP="00ED3D62">
      <w:pPr>
        <w:pStyle w:val="libNormal"/>
      </w:pPr>
      <w:r>
        <w:t xml:space="preserve">Hasan, </w:t>
      </w:r>
      <w:proofErr w:type="spellStart"/>
      <w:r>
        <w:t>Mushirul</w:t>
      </w:r>
      <w:proofErr w:type="spellEnd"/>
      <w:r>
        <w:t xml:space="preserve">. </w:t>
      </w:r>
      <w:r w:rsidRPr="00D86078">
        <w:rPr>
          <w:rStyle w:val="libItalicChar"/>
        </w:rPr>
        <w:t>Legacy of a Divided Nation: India’s Muslims since Independence.</w:t>
      </w:r>
      <w:r>
        <w:t xml:space="preserve"> Boulder, CO: Westview Press, 1997.</w:t>
      </w:r>
    </w:p>
    <w:p w:rsidR="00ED3D62" w:rsidRDefault="00ED3D62" w:rsidP="00ED3D62">
      <w:pPr>
        <w:pStyle w:val="libNormal"/>
      </w:pPr>
      <w:r>
        <w:t xml:space="preserve">Hefner, Robert W. </w:t>
      </w:r>
      <w:r w:rsidRPr="00D86078">
        <w:rPr>
          <w:rStyle w:val="libItalicChar"/>
        </w:rPr>
        <w:t>Civil Islam</w:t>
      </w:r>
      <w:r w:rsidRPr="00CA2CCA">
        <w:t xml:space="preserve">: </w:t>
      </w:r>
      <w:r w:rsidRPr="00D86078">
        <w:rPr>
          <w:rStyle w:val="libItalicChar"/>
        </w:rPr>
        <w:t>Muslims and Democratization in Indonesia.</w:t>
      </w:r>
      <w:r>
        <w:t xml:space="preserve"> Princeton, NJ: Princeton University Press, 2000.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Hefner, Robert W. and Patricia </w:t>
      </w:r>
      <w:proofErr w:type="spellStart"/>
      <w:r>
        <w:t>Horvatich</w:t>
      </w:r>
      <w:proofErr w:type="spellEnd"/>
      <w:r>
        <w:t xml:space="preserve">, eds. </w:t>
      </w:r>
      <w:r w:rsidRPr="00D86078">
        <w:rPr>
          <w:rStyle w:val="libItalicChar"/>
        </w:rPr>
        <w:t xml:space="preserve">Islam in an Era of Nation-States: Politics and Religious Renewal in Muslim Southeast Asia. </w:t>
      </w:r>
      <w:r w:rsidRPr="00D86078">
        <w:rPr>
          <w:rStyle w:val="libNormalChar"/>
        </w:rPr>
        <w:t>Honolulu, HI: University of Hawaii Press, 1997.</w:t>
      </w:r>
    </w:p>
    <w:p w:rsidR="00ED3D62" w:rsidRPr="00D86078" w:rsidRDefault="00ED3D62" w:rsidP="00ED3D62">
      <w:pPr>
        <w:rPr>
          <w:rStyle w:val="libItalicChar"/>
        </w:rPr>
      </w:pPr>
      <w:r w:rsidRPr="00D86078">
        <w:rPr>
          <w:rStyle w:val="libNormalChar"/>
        </w:rPr>
        <w:t xml:space="preserve">Henry, Clement M. </w:t>
      </w:r>
      <w:r w:rsidRPr="00D86078">
        <w:rPr>
          <w:rStyle w:val="libItalicChar"/>
        </w:rPr>
        <w:t>The Mediterranean Debt Crescent: Money and Power in Algeria, Egypt,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Morocco, Tunisia, and Turkey. </w:t>
      </w:r>
      <w:r w:rsidRPr="00D86078">
        <w:rPr>
          <w:rStyle w:val="libNormalChar"/>
        </w:rPr>
        <w:t>Gainesville, FL: University Press of Florida, 1996.</w:t>
      </w:r>
    </w:p>
    <w:p w:rsidR="00ED3D62" w:rsidRDefault="00ED3D62" w:rsidP="00ED3D62">
      <w:pPr>
        <w:pStyle w:val="libNormal"/>
      </w:pPr>
      <w:r w:rsidRPr="00CA2CCA">
        <w:t xml:space="preserve">Hillebrand, Carole, ed. </w:t>
      </w:r>
      <w:r w:rsidRPr="00D86078">
        <w:rPr>
          <w:rStyle w:val="libItalicChar"/>
        </w:rPr>
        <w:t xml:space="preserve">The Sultan’s Turret: Studies in Persian and Turkish Culture. </w:t>
      </w:r>
      <w:r>
        <w:t>Leiden: E.J. Brill, 1999.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proofErr w:type="spellStart"/>
      <w:r>
        <w:t>Hinnebusch</w:t>
      </w:r>
      <w:proofErr w:type="spellEnd"/>
      <w:r>
        <w:t xml:space="preserve">, Raymond A. </w:t>
      </w:r>
      <w:r w:rsidRPr="00D86078">
        <w:rPr>
          <w:rStyle w:val="libItalicChar"/>
        </w:rPr>
        <w:t xml:space="preserve">Authoritarian Power and State Formation in </w:t>
      </w:r>
      <w:proofErr w:type="spellStart"/>
      <w:proofErr w:type="gramStart"/>
      <w:r w:rsidRPr="00D86078">
        <w:rPr>
          <w:rStyle w:val="libItalicChar"/>
        </w:rPr>
        <w:t>Ba‘</w:t>
      </w:r>
      <w:proofErr w:type="gramEnd"/>
      <w:r w:rsidRPr="00D86078">
        <w:rPr>
          <w:rStyle w:val="libItalicChar"/>
        </w:rPr>
        <w:t>thist</w:t>
      </w:r>
      <w:proofErr w:type="spellEnd"/>
      <w:r w:rsidRPr="00D86078">
        <w:rPr>
          <w:rStyle w:val="libItalicChar"/>
        </w:rPr>
        <w:t xml:space="preserve"> Syria: Army, Party, and Peasant. </w:t>
      </w:r>
      <w:r w:rsidRPr="00D86078">
        <w:rPr>
          <w:rStyle w:val="libNormalChar"/>
        </w:rPr>
        <w:t>Boulder, CO: Westview Press, 1990.</w:t>
      </w:r>
    </w:p>
    <w:p w:rsidR="00ED3D62" w:rsidRPr="00D86078" w:rsidRDefault="00ED3D62" w:rsidP="00ED3D62">
      <w:pPr>
        <w:rPr>
          <w:rStyle w:val="libItalicChar"/>
        </w:rPr>
      </w:pPr>
      <w:proofErr w:type="spellStart"/>
      <w:r w:rsidRPr="00D86078">
        <w:rPr>
          <w:rStyle w:val="libNormalChar"/>
        </w:rPr>
        <w:t>Hinnebusch</w:t>
      </w:r>
      <w:proofErr w:type="spellEnd"/>
      <w:r w:rsidRPr="00D86078">
        <w:rPr>
          <w:rStyle w:val="libNormalChar"/>
        </w:rPr>
        <w:t xml:space="preserve">, Raymond and </w:t>
      </w:r>
      <w:proofErr w:type="spellStart"/>
      <w:r w:rsidRPr="00D86078">
        <w:rPr>
          <w:rStyle w:val="libNormalChar"/>
        </w:rPr>
        <w:t>Anoushiravan</w:t>
      </w:r>
      <w:proofErr w:type="spellEnd"/>
      <w:r w:rsidRPr="00D86078">
        <w:rPr>
          <w:rStyle w:val="libNormalChar"/>
        </w:rPr>
        <w:t xml:space="preserve"> </w:t>
      </w:r>
      <w:proofErr w:type="spellStart"/>
      <w:r w:rsidRPr="00D86078">
        <w:rPr>
          <w:rStyle w:val="libNormalChar"/>
        </w:rPr>
        <w:t>Ehteshami</w:t>
      </w:r>
      <w:proofErr w:type="spellEnd"/>
      <w:r w:rsidRPr="00D86078">
        <w:rPr>
          <w:rStyle w:val="libNormalChar"/>
        </w:rPr>
        <w:t xml:space="preserve">, eds. </w:t>
      </w:r>
      <w:r w:rsidRPr="00D86078">
        <w:rPr>
          <w:rStyle w:val="libItalicChar"/>
        </w:rPr>
        <w:t>The Foreign Policies of Middle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East States. </w:t>
      </w:r>
      <w:r w:rsidRPr="00D86078">
        <w:rPr>
          <w:rStyle w:val="libNormalChar"/>
        </w:rPr>
        <w:t xml:space="preserve">Boulder, CO: Lynne </w:t>
      </w:r>
      <w:proofErr w:type="spellStart"/>
      <w:r w:rsidRPr="00D86078">
        <w:rPr>
          <w:rStyle w:val="libNormalChar"/>
        </w:rPr>
        <w:t>Rienner</w:t>
      </w:r>
      <w:proofErr w:type="spellEnd"/>
      <w:r w:rsidRPr="00D86078">
        <w:rPr>
          <w:rStyle w:val="libNormalChar"/>
        </w:rPr>
        <w:t>, 2002.</w:t>
      </w:r>
    </w:p>
    <w:p w:rsidR="007D4755" w:rsidRDefault="00ED3D62" w:rsidP="00ED3D62">
      <w:pPr>
        <w:pStyle w:val="libNormal"/>
      </w:pPr>
      <w:r w:rsidRPr="00CA2CCA">
        <w:lastRenderedPageBreak/>
        <w:t xml:space="preserve">Hiro, </w:t>
      </w:r>
      <w:proofErr w:type="spellStart"/>
      <w:r w:rsidRPr="00CA2CCA">
        <w:t>Dilip</w:t>
      </w:r>
      <w:proofErr w:type="spellEnd"/>
      <w:r w:rsidRPr="00CA2CCA">
        <w:t xml:space="preserve">. </w:t>
      </w:r>
      <w:r w:rsidRPr="00D86078">
        <w:rPr>
          <w:rStyle w:val="libItalicChar"/>
        </w:rPr>
        <w:t>Between Marx and Muhammad: The Changing Face of Central Asia.</w:t>
      </w:r>
      <w:r>
        <w:t xml:space="preserve"> London: Harper-Collins, 1995.</w:t>
      </w:r>
    </w:p>
    <w:p w:rsidR="00ED3D62" w:rsidRDefault="00ED3D62" w:rsidP="00ED3D62">
      <w:pPr>
        <w:pStyle w:val="libNormal"/>
      </w:pPr>
      <w:r>
        <w:t xml:space="preserve">Hiro, </w:t>
      </w:r>
      <w:proofErr w:type="spellStart"/>
      <w:r>
        <w:t>Dilip</w:t>
      </w:r>
      <w:proofErr w:type="spellEnd"/>
      <w:r>
        <w:t xml:space="preserve">. </w:t>
      </w:r>
      <w:r w:rsidRPr="00D86078">
        <w:rPr>
          <w:rStyle w:val="libItalicChar"/>
        </w:rPr>
        <w:t xml:space="preserve">The Longest War: The Iran-Iraq Military Conflict. </w:t>
      </w:r>
      <w:r>
        <w:t>New York: Routledge, 1991.</w:t>
      </w:r>
    </w:p>
    <w:p w:rsidR="00ED3D62" w:rsidRDefault="00ED3D62" w:rsidP="00ED3D62">
      <w:pPr>
        <w:pStyle w:val="libNormal"/>
      </w:pPr>
      <w:r>
        <w:t xml:space="preserve">Hiro, </w:t>
      </w:r>
      <w:proofErr w:type="spellStart"/>
      <w:r>
        <w:t>Dilip</w:t>
      </w:r>
      <w:proofErr w:type="spellEnd"/>
      <w:r>
        <w:t xml:space="preserve">. </w:t>
      </w:r>
      <w:r w:rsidRPr="00D86078">
        <w:rPr>
          <w:rStyle w:val="libItalicChar"/>
        </w:rPr>
        <w:t>Neighbors, Not Friends: Iraq and Iran after the Gulf Wars.</w:t>
      </w:r>
      <w:r>
        <w:t xml:space="preserve"> New York: Routledge, 2001.</w:t>
      </w:r>
    </w:p>
    <w:p w:rsidR="00ED3D62" w:rsidRDefault="00ED3D62" w:rsidP="00ED3D62">
      <w:pPr>
        <w:pStyle w:val="libNormal"/>
      </w:pPr>
      <w:proofErr w:type="spellStart"/>
      <w:r>
        <w:t>Hiskett</w:t>
      </w:r>
      <w:proofErr w:type="spellEnd"/>
      <w:r>
        <w:t xml:space="preserve">, Mervyn. </w:t>
      </w:r>
      <w:r w:rsidRPr="00D86078">
        <w:rPr>
          <w:rStyle w:val="libItalicChar"/>
        </w:rPr>
        <w:t>The Course of Islam in Africa.</w:t>
      </w:r>
      <w:r>
        <w:t xml:space="preserve"> Edinburgh: Edinburgh University Press, 1994.</w:t>
      </w:r>
    </w:p>
    <w:p w:rsidR="00ED3D62" w:rsidRDefault="00ED3D62" w:rsidP="00ED3D62">
      <w:pPr>
        <w:pStyle w:val="libNormal"/>
      </w:pPr>
      <w:proofErr w:type="spellStart"/>
      <w:r>
        <w:t>Hiskett</w:t>
      </w:r>
      <w:proofErr w:type="spellEnd"/>
      <w:r>
        <w:t xml:space="preserve">, Mervyn. </w:t>
      </w:r>
      <w:r w:rsidRPr="00D86078">
        <w:rPr>
          <w:rStyle w:val="libItalicChar"/>
        </w:rPr>
        <w:t>The Development of Islam in West Africa.</w:t>
      </w:r>
      <w:r>
        <w:t xml:space="preserve"> London: Longman, 1984.</w:t>
      </w:r>
    </w:p>
    <w:p w:rsidR="00ED3D62" w:rsidRDefault="00ED3D62" w:rsidP="00ED3D62">
      <w:pPr>
        <w:pStyle w:val="libNormal"/>
      </w:pPr>
      <w:r>
        <w:t xml:space="preserve">Hitchcock, Michael. </w:t>
      </w:r>
      <w:r w:rsidRPr="00D86078">
        <w:rPr>
          <w:rStyle w:val="libItalicChar"/>
        </w:rPr>
        <w:t>Islam and Identity in Eastern Indonesia.</w:t>
      </w:r>
      <w:r>
        <w:t xml:space="preserve"> Hull: Hull University Press, 1996.</w:t>
      </w:r>
    </w:p>
    <w:p w:rsidR="007D4755" w:rsidRDefault="00ED3D62" w:rsidP="00ED3D62">
      <w:pPr>
        <w:pStyle w:val="libNormal"/>
        <w:rPr>
          <w:rStyle w:val="libNormalChar"/>
        </w:rPr>
      </w:pPr>
      <w:proofErr w:type="spellStart"/>
      <w:r>
        <w:t>Hooglund</w:t>
      </w:r>
      <w:proofErr w:type="spellEnd"/>
      <w:r>
        <w:t xml:space="preserve">, Eric, ed. </w:t>
      </w:r>
      <w:r w:rsidRPr="00D86078">
        <w:rPr>
          <w:rStyle w:val="libItalicChar"/>
        </w:rPr>
        <w:t>Twenty Years of Islamic Revolution: Political and Social Transition in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>Iran</w:t>
      </w:r>
      <w:r w:rsidRPr="00D86078">
        <w:rPr>
          <w:rStyle w:val="libItalicChar"/>
        </w:rPr>
        <w:tab/>
        <w:t xml:space="preserve">since 1979. </w:t>
      </w:r>
      <w:r w:rsidRPr="00D86078">
        <w:rPr>
          <w:rStyle w:val="libNormalChar"/>
        </w:rPr>
        <w:t>Syracuse, NY: Syracuse University Press, 2002.</w:t>
      </w:r>
    </w:p>
    <w:p w:rsidR="00ED3D62" w:rsidRDefault="00ED3D62" w:rsidP="00ED3D62">
      <w:pPr>
        <w:pStyle w:val="libNormal"/>
      </w:pPr>
      <w:r w:rsidRPr="00CA2CCA">
        <w:t xml:space="preserve">Horne, Alistair. </w:t>
      </w:r>
      <w:r w:rsidRPr="00D86078">
        <w:rPr>
          <w:rStyle w:val="libItalicChar"/>
        </w:rPr>
        <w:t>A Savage War of Peace: Algeria, 1954-1962.</w:t>
      </w:r>
      <w:r>
        <w:t xml:space="preserve"> London: Macmillan, 1977.</w:t>
      </w:r>
    </w:p>
    <w:p w:rsidR="00ED3D62" w:rsidRDefault="00ED3D62" w:rsidP="00ED3D62">
      <w:pPr>
        <w:pStyle w:val="libNormal"/>
      </w:pPr>
      <w:r>
        <w:t xml:space="preserve">Hourani, Albert H. </w:t>
      </w:r>
      <w:r w:rsidRPr="00D86078">
        <w:rPr>
          <w:rStyle w:val="libItalicChar"/>
        </w:rPr>
        <w:t>Syria and Lebanon.</w:t>
      </w:r>
      <w:r>
        <w:t xml:space="preserve"> London: Oxford University Press, 1946.</w:t>
      </w:r>
    </w:p>
    <w:p w:rsidR="00ED3D62" w:rsidRDefault="00ED3D62" w:rsidP="00ED3D62">
      <w:pPr>
        <w:pStyle w:val="libNormal"/>
      </w:pPr>
      <w:r>
        <w:t xml:space="preserve">Houston, Christopher. </w:t>
      </w:r>
      <w:r w:rsidRPr="00D86078">
        <w:rPr>
          <w:rStyle w:val="libItalicChar"/>
        </w:rPr>
        <w:t>Islam, Kurds and the Turkish Nation State.</w:t>
      </w:r>
      <w:r>
        <w:t xml:space="preserve"> Oxford, UK: Berg, 2001.</w:t>
      </w:r>
    </w:p>
    <w:p w:rsidR="00ED3D62" w:rsidRDefault="00ED3D62" w:rsidP="00ED3D62">
      <w:pPr>
        <w:pStyle w:val="libNormal"/>
      </w:pPr>
      <w:r>
        <w:t xml:space="preserve">Howe, </w:t>
      </w:r>
      <w:proofErr w:type="spellStart"/>
      <w:r>
        <w:t>Marvine</w:t>
      </w:r>
      <w:proofErr w:type="spellEnd"/>
      <w:r>
        <w:t xml:space="preserve">. </w:t>
      </w:r>
      <w:r w:rsidRPr="00D86078">
        <w:rPr>
          <w:rStyle w:val="libItalicChar"/>
        </w:rPr>
        <w:t>Turkey Today: A Nation Divided Over Islam’s Revival.</w:t>
      </w:r>
      <w:r>
        <w:t xml:space="preserve"> Boulder, CO: Westview Press, 2000.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Hunter, Shireen T., ed. </w:t>
      </w:r>
      <w:r w:rsidRPr="00D86078">
        <w:rPr>
          <w:rStyle w:val="libItalicChar"/>
        </w:rPr>
        <w:t>Islam, Europe’s Second Religion: The New Social, Cultural and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>Political</w:t>
      </w:r>
      <w:r w:rsidRPr="00D86078">
        <w:rPr>
          <w:rStyle w:val="libItalicChar"/>
        </w:rPr>
        <w:tab/>
        <w:t xml:space="preserve">Landscape. </w:t>
      </w:r>
      <w:r w:rsidRPr="00D86078">
        <w:rPr>
          <w:rStyle w:val="libNormalChar"/>
        </w:rPr>
        <w:t>Westport, CT: Praeger, 2002.</w:t>
      </w:r>
    </w:p>
    <w:p w:rsidR="00ED3D62" w:rsidRPr="00D86078" w:rsidRDefault="00ED3D62" w:rsidP="00ED3D62">
      <w:pPr>
        <w:rPr>
          <w:rStyle w:val="libItalicChar"/>
        </w:rPr>
      </w:pPr>
      <w:proofErr w:type="spellStart"/>
      <w:r w:rsidRPr="00D86078">
        <w:rPr>
          <w:rStyle w:val="libNormalChar"/>
        </w:rPr>
        <w:t>Hurewitz</w:t>
      </w:r>
      <w:proofErr w:type="spellEnd"/>
      <w:r w:rsidRPr="00D86078">
        <w:rPr>
          <w:rStyle w:val="libNormalChar"/>
        </w:rPr>
        <w:t xml:space="preserve">, Jacob C., ed. </w:t>
      </w:r>
      <w:r w:rsidRPr="00D86078">
        <w:rPr>
          <w:rStyle w:val="libItalicChar"/>
        </w:rPr>
        <w:t xml:space="preserve">The Middle East and North Africa in World Politics: A Documentary Record, </w:t>
      </w:r>
      <w:r w:rsidRPr="00D86078">
        <w:rPr>
          <w:rStyle w:val="libNormalChar"/>
        </w:rPr>
        <w:t>2 Vols. New Haven, CT: Yale University Press, 1975-79.</w:t>
      </w:r>
    </w:p>
    <w:p w:rsidR="00ED3D62" w:rsidRDefault="00ED3D62" w:rsidP="00ED3D62">
      <w:pPr>
        <w:pStyle w:val="libNormal"/>
      </w:pPr>
      <w:r w:rsidRPr="00CA2CCA">
        <w:t xml:space="preserve">Irfani, </w:t>
      </w:r>
      <w:proofErr w:type="spellStart"/>
      <w:r w:rsidRPr="00CA2CCA">
        <w:t>Shuroosh</w:t>
      </w:r>
      <w:proofErr w:type="spellEnd"/>
      <w:r w:rsidRPr="00CA2CCA">
        <w:t xml:space="preserve">. </w:t>
      </w:r>
      <w:r w:rsidRPr="00D86078">
        <w:rPr>
          <w:rStyle w:val="libItalicChar"/>
        </w:rPr>
        <w:t xml:space="preserve">Revolutionary Islam in Iran: Popular Liberation or Religious Dictatorship? </w:t>
      </w:r>
      <w:r>
        <w:t>London: Zed Books, 1983.</w:t>
      </w:r>
    </w:p>
    <w:p w:rsidR="00ED3D62" w:rsidRDefault="00ED3D62" w:rsidP="00ED3D62">
      <w:pPr>
        <w:pStyle w:val="libNormal"/>
      </w:pPr>
      <w:r>
        <w:t xml:space="preserve">Israeli, Raphael. </w:t>
      </w:r>
      <w:r w:rsidRPr="00D86078">
        <w:rPr>
          <w:rStyle w:val="libItalicChar"/>
        </w:rPr>
        <w:t xml:space="preserve">Islam in China: A Critical Bibliography. </w:t>
      </w:r>
      <w:r>
        <w:t>Westport, CT: Greenwood Publ., 1994.</w:t>
      </w:r>
    </w:p>
    <w:p w:rsidR="00ED3D62" w:rsidRDefault="00ED3D62" w:rsidP="00ED3D62">
      <w:pPr>
        <w:pStyle w:val="libNormal"/>
      </w:pPr>
      <w:r>
        <w:t xml:space="preserve">Israeli, Raphael. </w:t>
      </w:r>
      <w:r w:rsidRPr="00D86078">
        <w:rPr>
          <w:rStyle w:val="libItalicChar"/>
        </w:rPr>
        <w:t>Islam in China: Religion, Ethnicity, Culture, and Politics</w:t>
      </w:r>
      <w:r>
        <w:t>. Lanham, MD: Lexington Books, 2002.</w:t>
      </w:r>
    </w:p>
    <w:p w:rsidR="007D4755" w:rsidRDefault="00ED3D62" w:rsidP="00ED3D62">
      <w:pPr>
        <w:pStyle w:val="libNormal"/>
      </w:pPr>
      <w:r>
        <w:t xml:space="preserve">Jackson, Karl D. </w:t>
      </w:r>
      <w:r w:rsidRPr="00D86078">
        <w:rPr>
          <w:rStyle w:val="libItalicChar"/>
        </w:rPr>
        <w:t>Traditional Authority, Islam, and Rebellion: A Study of Indonesian Political</w:t>
      </w:r>
      <w:r w:rsidRPr="00CA2CCA">
        <w:t xml:space="preserve"> </w:t>
      </w:r>
      <w:r w:rsidRPr="00D86078">
        <w:rPr>
          <w:rStyle w:val="libItalicChar"/>
        </w:rPr>
        <w:t xml:space="preserve">Behavior. </w:t>
      </w:r>
      <w:r>
        <w:t>Berkeley, CA: University of California Press, 1980.</w:t>
      </w:r>
    </w:p>
    <w:p w:rsidR="007D4755" w:rsidRDefault="00ED3D62" w:rsidP="00ED3D62">
      <w:pPr>
        <w:pStyle w:val="libNormal"/>
        <w:rPr>
          <w:rStyle w:val="libNormalChar"/>
        </w:rPr>
      </w:pPr>
      <w:proofErr w:type="spellStart"/>
      <w:r>
        <w:t>Jahanbakhsh</w:t>
      </w:r>
      <w:proofErr w:type="spellEnd"/>
      <w:r>
        <w:t xml:space="preserve">, </w:t>
      </w:r>
      <w:proofErr w:type="spellStart"/>
      <w:r>
        <w:t>Forough</w:t>
      </w:r>
      <w:proofErr w:type="spellEnd"/>
      <w:r>
        <w:t xml:space="preserve">. </w:t>
      </w:r>
      <w:r w:rsidRPr="00D86078">
        <w:rPr>
          <w:rStyle w:val="libItalicChar"/>
        </w:rPr>
        <w:t>Islam, Democracy and Modernism in Iran, 1953-2000: From</w:t>
      </w:r>
      <w:r w:rsidRPr="00D86078">
        <w:rPr>
          <w:rStyle w:val="libNormalChar"/>
        </w:rPr>
        <w:t xml:space="preserve"> </w:t>
      </w:r>
      <w:proofErr w:type="spellStart"/>
      <w:r w:rsidRPr="00D86078">
        <w:rPr>
          <w:rStyle w:val="libItalicChar"/>
        </w:rPr>
        <w:t>Bazargan</w:t>
      </w:r>
      <w:proofErr w:type="spellEnd"/>
      <w:r w:rsidRPr="00D86078">
        <w:rPr>
          <w:rStyle w:val="libItalicChar"/>
        </w:rPr>
        <w:t xml:space="preserve"> to Soroush. </w:t>
      </w:r>
      <w:r w:rsidRPr="00D86078">
        <w:rPr>
          <w:rStyle w:val="libNormalChar"/>
        </w:rPr>
        <w:t>Leiden: E.J. Brill, 2001.</w:t>
      </w:r>
    </w:p>
    <w:p w:rsidR="00ED3D62" w:rsidRDefault="00ED3D62" w:rsidP="00ED3D62">
      <w:pPr>
        <w:pStyle w:val="libNormal"/>
      </w:pPr>
      <w:r w:rsidRPr="00CA2CCA">
        <w:t xml:space="preserve">Jalal, Ayesha. </w:t>
      </w:r>
      <w:r w:rsidRPr="00D86078">
        <w:rPr>
          <w:rStyle w:val="libItalicChar"/>
        </w:rPr>
        <w:t>Self and Sovereignty: Individual and Community in South Asian Islam since</w:t>
      </w:r>
      <w:r w:rsidRPr="00CA2CCA">
        <w:t xml:space="preserve"> </w:t>
      </w:r>
      <w:r w:rsidRPr="00D86078">
        <w:rPr>
          <w:rStyle w:val="libItalicChar"/>
        </w:rPr>
        <w:t xml:space="preserve">1850. </w:t>
      </w:r>
      <w:r>
        <w:t>London: Routledge, 2000.</w:t>
      </w:r>
    </w:p>
    <w:p w:rsidR="00ED3D62" w:rsidRDefault="00ED3D62" w:rsidP="00ED3D62">
      <w:pPr>
        <w:pStyle w:val="libNormal"/>
      </w:pPr>
      <w:r>
        <w:t xml:space="preserve">Jalal, Ayesha. </w:t>
      </w:r>
      <w:r w:rsidRPr="00D86078">
        <w:rPr>
          <w:rStyle w:val="libItalicChar"/>
        </w:rPr>
        <w:t>The Sole Spokesman: Jinnah, The Muslim League and The Demand for</w:t>
      </w:r>
      <w:r w:rsidRPr="00CA2CCA">
        <w:t xml:space="preserve"> </w:t>
      </w:r>
      <w:r w:rsidRPr="00D86078">
        <w:rPr>
          <w:rStyle w:val="libItalicChar"/>
        </w:rPr>
        <w:t>Pakistan.</w:t>
      </w:r>
      <w:r>
        <w:t xml:space="preserve"> Cambridge, UK: Cambridge University Press, 1985.</w:t>
      </w:r>
    </w:p>
    <w:p w:rsidR="00ED3D62" w:rsidRDefault="00ED3D62" w:rsidP="00ED3D62">
      <w:pPr>
        <w:pStyle w:val="libNormal"/>
      </w:pPr>
      <w:r>
        <w:t xml:space="preserve">Jankowski, James. </w:t>
      </w:r>
      <w:r w:rsidRPr="00D86078">
        <w:rPr>
          <w:rStyle w:val="libItalicChar"/>
        </w:rPr>
        <w:t>Egypt: A Short History.</w:t>
      </w:r>
      <w:r>
        <w:t xml:space="preserve"> Oxford, UK: </w:t>
      </w:r>
      <w:proofErr w:type="spellStart"/>
      <w:r>
        <w:t>Oneworld</w:t>
      </w:r>
      <w:proofErr w:type="spellEnd"/>
      <w:r>
        <w:t>, 2000.</w:t>
      </w:r>
    </w:p>
    <w:p w:rsidR="00ED3D62" w:rsidRDefault="00ED3D62" w:rsidP="00ED3D62">
      <w:pPr>
        <w:pStyle w:val="libNormal"/>
      </w:pPr>
      <w:r>
        <w:t xml:space="preserve">Jawad, Saad. </w:t>
      </w:r>
      <w:r w:rsidRPr="00D86078">
        <w:rPr>
          <w:rStyle w:val="libItalicChar"/>
        </w:rPr>
        <w:t>Iraq and the Kurdish Question, 1958-1970.</w:t>
      </w:r>
      <w:r>
        <w:t xml:space="preserve"> London: Ithaca Press, 1981.</w:t>
      </w:r>
    </w:p>
    <w:p w:rsidR="00ED3D62" w:rsidRDefault="00ED3D62" w:rsidP="00ED3D62">
      <w:pPr>
        <w:pStyle w:val="libNormal"/>
      </w:pPr>
      <w:r>
        <w:t xml:space="preserve">Jawed, Nasim A. </w:t>
      </w:r>
      <w:r w:rsidRPr="00D86078">
        <w:rPr>
          <w:rStyle w:val="libItalicChar"/>
        </w:rPr>
        <w:t xml:space="preserve">Islam’s Political Culture: Religion and Politics in Pre-divided Pakistan. </w:t>
      </w:r>
      <w:r>
        <w:t>Austin, TX: University of Texas Press, 1999.</w:t>
      </w:r>
    </w:p>
    <w:p w:rsidR="00ED3D62" w:rsidRDefault="00ED3D62" w:rsidP="00ED3D62">
      <w:pPr>
        <w:pStyle w:val="libNormal"/>
      </w:pPr>
      <w:r>
        <w:lastRenderedPageBreak/>
        <w:t xml:space="preserve">Johnson, Douglas H. </w:t>
      </w:r>
      <w:r w:rsidRPr="00D86078">
        <w:rPr>
          <w:rStyle w:val="libItalicChar"/>
        </w:rPr>
        <w:t>The Root Causes of Sudan’s Civil Wars.</w:t>
      </w:r>
      <w:r>
        <w:t xml:space="preserve"> Bloomington, IN: Indiana University Press, 2003.</w:t>
      </w:r>
    </w:p>
    <w:p w:rsidR="00ED3D62" w:rsidRDefault="00ED3D62" w:rsidP="00ED3D62">
      <w:pPr>
        <w:pStyle w:val="libNormal"/>
      </w:pPr>
      <w:r>
        <w:t xml:space="preserve">Johnson, </w:t>
      </w:r>
      <w:proofErr w:type="spellStart"/>
      <w:r>
        <w:t>Nels</w:t>
      </w:r>
      <w:proofErr w:type="spellEnd"/>
      <w:r>
        <w:t xml:space="preserve">. </w:t>
      </w:r>
      <w:r w:rsidRPr="00D86078">
        <w:rPr>
          <w:rStyle w:val="libItalicChar"/>
        </w:rPr>
        <w:t xml:space="preserve">Islam and the Politics of Meaning in Palestinian Nationalism. </w:t>
      </w:r>
      <w:r>
        <w:t>London: Kegan Paul Int’l., 1982.</w:t>
      </w:r>
    </w:p>
    <w:p w:rsidR="00ED3D62" w:rsidRDefault="00ED3D62" w:rsidP="00ED3D62">
      <w:pPr>
        <w:pStyle w:val="libNormal"/>
      </w:pPr>
      <w:r>
        <w:t xml:space="preserve">Jones, Owen Bennett. </w:t>
      </w:r>
      <w:r w:rsidRPr="00D86078">
        <w:rPr>
          <w:rStyle w:val="libItalicChar"/>
        </w:rPr>
        <w:t>Pakistan: Eye of the Storm.</w:t>
      </w:r>
      <w:r w:rsidRPr="00D86078">
        <w:t xml:space="preserve"> New Haven, CT: Yale University Press, 2</w:t>
      </w:r>
      <w:r w:rsidRPr="00750AA4">
        <w:t>nd</w:t>
      </w:r>
      <w:r>
        <w:t xml:space="preserve"> ed., 2002.</w:t>
      </w:r>
    </w:p>
    <w:p w:rsidR="00ED3D62" w:rsidRDefault="00ED3D62" w:rsidP="00ED3D62">
      <w:pPr>
        <w:pStyle w:val="libNormal"/>
      </w:pPr>
      <w:proofErr w:type="spellStart"/>
      <w:r>
        <w:t>Kamrava</w:t>
      </w:r>
      <w:proofErr w:type="spellEnd"/>
      <w:r>
        <w:t xml:space="preserve">, Mehran. </w:t>
      </w:r>
      <w:r w:rsidRPr="00D86078">
        <w:rPr>
          <w:rStyle w:val="libItalicChar"/>
        </w:rPr>
        <w:t>Revolution in Iran: The Roots of Turmoil.</w:t>
      </w:r>
      <w:r>
        <w:t xml:space="preserve"> London: Routledge, 1990.</w:t>
      </w:r>
    </w:p>
    <w:p w:rsidR="00ED3D62" w:rsidRDefault="00ED3D62" w:rsidP="00ED3D62">
      <w:pPr>
        <w:pStyle w:val="libNormal"/>
      </w:pPr>
      <w:proofErr w:type="spellStart"/>
      <w:r>
        <w:t>Karmi</w:t>
      </w:r>
      <w:proofErr w:type="spellEnd"/>
      <w:r>
        <w:t xml:space="preserve">, </w:t>
      </w:r>
      <w:proofErr w:type="spellStart"/>
      <w:r>
        <w:t>Ghada</w:t>
      </w:r>
      <w:proofErr w:type="spellEnd"/>
      <w:r>
        <w:t xml:space="preserve"> and Eugene </w:t>
      </w:r>
      <w:proofErr w:type="spellStart"/>
      <w:r>
        <w:t>Cotran</w:t>
      </w:r>
      <w:proofErr w:type="spellEnd"/>
      <w:r>
        <w:t xml:space="preserve">, eds. </w:t>
      </w:r>
      <w:r w:rsidRPr="00D86078">
        <w:rPr>
          <w:rStyle w:val="libItalicChar"/>
        </w:rPr>
        <w:t xml:space="preserve">The Palestinian Exodus: 1948-1998. </w:t>
      </w:r>
      <w:r>
        <w:t>London: Ithaca Press, 2000.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proofErr w:type="spellStart"/>
      <w:r>
        <w:t>Karpat</w:t>
      </w:r>
      <w:proofErr w:type="spellEnd"/>
      <w:r>
        <w:t xml:space="preserve">, Kemal H. </w:t>
      </w:r>
      <w:r w:rsidRPr="00D86078">
        <w:rPr>
          <w:rStyle w:val="libItalicChar"/>
        </w:rPr>
        <w:t>The Politicization of Islam: Reconstructing Identity, State, Faith and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Community in the Late Ottoman State. </w:t>
      </w:r>
      <w:r w:rsidRPr="00D86078">
        <w:rPr>
          <w:rStyle w:val="libNormalChar"/>
        </w:rPr>
        <w:t>Oxford, UK: Oxford University Press, 2002.</w:t>
      </w:r>
    </w:p>
    <w:p w:rsidR="00ED3D62" w:rsidRDefault="00ED3D62" w:rsidP="00ED3D62">
      <w:pPr>
        <w:pStyle w:val="libNormal"/>
      </w:pPr>
      <w:r w:rsidRPr="00CA2CCA">
        <w:t xml:space="preserve">Kassem, Maye. </w:t>
      </w:r>
      <w:r w:rsidRPr="00D86078">
        <w:rPr>
          <w:rStyle w:val="libItalicChar"/>
        </w:rPr>
        <w:t>Egyptian Politics: The Dynamics of Authoritarian Rule.</w:t>
      </w:r>
      <w:r>
        <w:t xml:space="preserve"> Boulder, CO: Lynne </w:t>
      </w:r>
      <w:proofErr w:type="spellStart"/>
      <w:r>
        <w:t>Rienner</w:t>
      </w:r>
      <w:proofErr w:type="spellEnd"/>
      <w:r>
        <w:t>, 2004.</w:t>
      </w:r>
    </w:p>
    <w:p w:rsidR="00ED3D62" w:rsidRDefault="00ED3D62" w:rsidP="00ED3D62">
      <w:pPr>
        <w:pStyle w:val="libNormal"/>
      </w:pPr>
      <w:proofErr w:type="spellStart"/>
      <w:r>
        <w:t>Kayali</w:t>
      </w:r>
      <w:proofErr w:type="spellEnd"/>
      <w:r>
        <w:t xml:space="preserve">, Hasan. </w:t>
      </w:r>
      <w:r w:rsidRPr="00D86078">
        <w:rPr>
          <w:rStyle w:val="libItalicChar"/>
        </w:rPr>
        <w:t>A History of Modern Turkey.</w:t>
      </w:r>
      <w:r>
        <w:t xml:space="preserve"> Cambridge, UK: Cambridge University Press, 2003.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proofErr w:type="spellStart"/>
      <w:r>
        <w:t>Kazemi</w:t>
      </w:r>
      <w:proofErr w:type="spellEnd"/>
      <w:r>
        <w:t xml:space="preserve">, Farhad. </w:t>
      </w:r>
      <w:r w:rsidRPr="00D86078">
        <w:rPr>
          <w:rStyle w:val="libItalicChar"/>
        </w:rPr>
        <w:t>Poverty and Revolution in Iran: The Migrant Poor, Urban Marginality,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and Politics. </w:t>
      </w:r>
      <w:r w:rsidRPr="00D86078">
        <w:rPr>
          <w:rStyle w:val="libNormalChar"/>
        </w:rPr>
        <w:t>Washington Square, NY: New York University Press, 1981.</w:t>
      </w:r>
    </w:p>
    <w:p w:rsidR="00ED3D62" w:rsidRDefault="00ED3D62" w:rsidP="00ED3D62">
      <w:pPr>
        <w:pStyle w:val="libNormal"/>
      </w:pPr>
      <w:r w:rsidRPr="00CA2CCA">
        <w:t xml:space="preserve">Keddie, Nikki R. </w:t>
      </w:r>
      <w:r w:rsidRPr="00D86078">
        <w:rPr>
          <w:rStyle w:val="libItalicChar"/>
        </w:rPr>
        <w:t>Iran and the Muslim World: Resistance and Revolution.</w:t>
      </w:r>
      <w:r>
        <w:t xml:space="preserve"> Washington Square, NY: New York University Press, 1995.</w:t>
      </w:r>
    </w:p>
    <w:p w:rsidR="00ED3D62" w:rsidRDefault="00ED3D62" w:rsidP="00ED3D62">
      <w:pPr>
        <w:pStyle w:val="libNormal"/>
      </w:pPr>
      <w:r>
        <w:t xml:space="preserve">Keddie, Nikki R. </w:t>
      </w:r>
      <w:r w:rsidRPr="00D86078">
        <w:rPr>
          <w:rStyle w:val="libItalicChar"/>
        </w:rPr>
        <w:t>Iran: Religion, Politics and Society.</w:t>
      </w:r>
      <w:r>
        <w:t xml:space="preserve"> London: Frank Cass, 1980.</w:t>
      </w:r>
    </w:p>
    <w:p w:rsidR="00ED3D62" w:rsidRDefault="00ED3D62" w:rsidP="00ED3D62">
      <w:pPr>
        <w:pStyle w:val="libNormal"/>
      </w:pPr>
      <w:r>
        <w:t xml:space="preserve">Keddie, Nikki R. </w:t>
      </w:r>
      <w:r w:rsidRPr="00D86078">
        <w:rPr>
          <w:rStyle w:val="libItalicChar"/>
        </w:rPr>
        <w:t xml:space="preserve">Religion and Rebellion in Iran: The Tobacco Protest of 1891-1892. </w:t>
      </w:r>
      <w:r>
        <w:t>London: Frank Cass, 1966.</w:t>
      </w:r>
    </w:p>
    <w:p w:rsidR="00ED3D62" w:rsidRDefault="00ED3D62" w:rsidP="00ED3D62">
      <w:pPr>
        <w:pStyle w:val="libNormal"/>
      </w:pPr>
      <w:r>
        <w:t xml:space="preserve">Keddie, Nikki R. </w:t>
      </w:r>
      <w:r w:rsidRPr="00D86078">
        <w:rPr>
          <w:rStyle w:val="libItalicChar"/>
        </w:rPr>
        <w:t>Roots of Revolution: An Interpretative History of Modern Iran.</w:t>
      </w:r>
      <w:r>
        <w:t xml:space="preserve"> New Haven, CT: Yale University Press, 1981.</w:t>
      </w:r>
    </w:p>
    <w:p w:rsidR="00ED3D62" w:rsidRDefault="00ED3D62" w:rsidP="00ED3D62">
      <w:pPr>
        <w:pStyle w:val="libNormal"/>
      </w:pPr>
      <w:r>
        <w:t xml:space="preserve">Keddie, Nikki R. </w:t>
      </w:r>
      <w:r w:rsidRPr="00D86078">
        <w:rPr>
          <w:rStyle w:val="libItalicChar"/>
        </w:rPr>
        <w:t>Modern Iran: Roots and Results of Revolution.</w:t>
      </w:r>
      <w:r>
        <w:t xml:space="preserve"> New Haven, CT: Yale University Press, 2003</w:t>
      </w:r>
    </w:p>
    <w:p w:rsidR="00ED3D62" w:rsidRDefault="00ED3D62" w:rsidP="00ED3D62">
      <w:pPr>
        <w:pStyle w:val="libNormal"/>
      </w:pPr>
      <w:r>
        <w:t xml:space="preserve">Keddie, Nikki R., ed. </w:t>
      </w:r>
      <w:r w:rsidRPr="00D86078">
        <w:rPr>
          <w:rStyle w:val="libItalicChar"/>
        </w:rPr>
        <w:t xml:space="preserve">Religion and Politics in Iran: </w:t>
      </w:r>
      <w:proofErr w:type="gramStart"/>
      <w:r w:rsidRPr="00D86078">
        <w:rPr>
          <w:rStyle w:val="libItalicChar"/>
        </w:rPr>
        <w:t>Shi‘</w:t>
      </w:r>
      <w:proofErr w:type="gramEnd"/>
      <w:r w:rsidRPr="00D86078">
        <w:rPr>
          <w:rStyle w:val="libItalicChar"/>
        </w:rPr>
        <w:t xml:space="preserve">ism from Quietism to Revolution. </w:t>
      </w:r>
      <w:r>
        <w:t>New Haven, CT: Yale University Press, 1983.</w:t>
      </w:r>
    </w:p>
    <w:p w:rsidR="00ED3D62" w:rsidRDefault="00ED3D62" w:rsidP="00ED3D62">
      <w:pPr>
        <w:pStyle w:val="libNormal"/>
      </w:pPr>
      <w:r>
        <w:t xml:space="preserve">Kelly, J.B. </w:t>
      </w:r>
      <w:r w:rsidRPr="00D86078">
        <w:rPr>
          <w:rStyle w:val="libItalicChar"/>
        </w:rPr>
        <w:t>Sultanate and Imamate in Oman.</w:t>
      </w:r>
      <w:r>
        <w:t xml:space="preserve"> London: Chatham House, 1959.</w:t>
      </w:r>
    </w:p>
    <w:p w:rsidR="00ED3D62" w:rsidRDefault="00ED3D62" w:rsidP="00ED3D62">
      <w:pPr>
        <w:pStyle w:val="libNormal"/>
      </w:pPr>
      <w:r>
        <w:t xml:space="preserve">Kennedy, Charles H. and Craig Baxter, eds. </w:t>
      </w:r>
      <w:r w:rsidRPr="00D86078">
        <w:rPr>
          <w:rStyle w:val="libItalicChar"/>
        </w:rPr>
        <w:t>Pakistan 2000.</w:t>
      </w:r>
      <w:r>
        <w:t xml:space="preserve"> Lanham, MD: Lexington Books, 2000.</w:t>
      </w:r>
    </w:p>
    <w:p w:rsidR="00ED3D62" w:rsidRDefault="00ED3D62" w:rsidP="00ED3D62">
      <w:pPr>
        <w:pStyle w:val="libNormal"/>
      </w:pPr>
      <w:r>
        <w:t xml:space="preserve">Kennedy, Charles H., et al., eds. </w:t>
      </w:r>
      <w:r w:rsidRPr="00D86078">
        <w:rPr>
          <w:rStyle w:val="libItalicChar"/>
        </w:rPr>
        <w:t>Pakistan at the Millennium.</w:t>
      </w:r>
      <w:r>
        <w:t xml:space="preserve"> Oxford, UK: Oxford University Press, forthcoming.</w:t>
      </w:r>
    </w:p>
    <w:p w:rsidR="00ED3D62" w:rsidRDefault="00ED3D62" w:rsidP="00ED3D62">
      <w:pPr>
        <w:pStyle w:val="libNormal"/>
      </w:pPr>
      <w:r>
        <w:t xml:space="preserve">Kennedy, Hugh. </w:t>
      </w:r>
      <w:r w:rsidRPr="00D86078">
        <w:rPr>
          <w:rStyle w:val="libItalicChar"/>
        </w:rPr>
        <w:t xml:space="preserve">Muslim Spain and Portugal: A Political History of </w:t>
      </w:r>
      <w:proofErr w:type="spellStart"/>
      <w:r w:rsidRPr="00D86078">
        <w:rPr>
          <w:rStyle w:val="libItalicChar"/>
        </w:rPr>
        <w:t>al-Andalus</w:t>
      </w:r>
      <w:proofErr w:type="spellEnd"/>
      <w:r w:rsidRPr="00D86078">
        <w:rPr>
          <w:rStyle w:val="libItalicChar"/>
        </w:rPr>
        <w:t xml:space="preserve">. </w:t>
      </w:r>
      <w:r>
        <w:t>Boston, MA: Addison-Wesley, 1997.</w:t>
      </w:r>
    </w:p>
    <w:p w:rsidR="00ED3D62" w:rsidRDefault="00ED3D62" w:rsidP="00ED3D62">
      <w:pPr>
        <w:pStyle w:val="libNormal"/>
      </w:pPr>
      <w:proofErr w:type="spellStart"/>
      <w:r>
        <w:t>Kepel</w:t>
      </w:r>
      <w:proofErr w:type="spellEnd"/>
      <w:r>
        <w:t xml:space="preserve">, Gilles. </w:t>
      </w:r>
      <w:r w:rsidRPr="00D86078">
        <w:rPr>
          <w:rStyle w:val="libItalicChar"/>
        </w:rPr>
        <w:t xml:space="preserve">Muslim Extremism in Egypt: The Prophet and Pharaoh. </w:t>
      </w:r>
      <w:r>
        <w:t>Berkeley, CA: University of California Press, 2003 ed.</w:t>
      </w:r>
    </w:p>
    <w:p w:rsidR="00ED3D62" w:rsidRDefault="00ED3D62" w:rsidP="00ED3D62">
      <w:pPr>
        <w:pStyle w:val="libNormal"/>
      </w:pPr>
      <w:proofErr w:type="spellStart"/>
      <w:r>
        <w:t>Khadduri</w:t>
      </w:r>
      <w:proofErr w:type="spellEnd"/>
      <w:r>
        <w:t xml:space="preserve">, Majid. </w:t>
      </w:r>
      <w:r w:rsidRPr="00D86078">
        <w:rPr>
          <w:rStyle w:val="libItalicChar"/>
        </w:rPr>
        <w:t>Republican Iraq.</w:t>
      </w:r>
      <w:r>
        <w:t xml:space="preserve"> London: Oxford University Press, 1969.</w:t>
      </w:r>
    </w:p>
    <w:p w:rsidR="00ED3D62" w:rsidRDefault="00ED3D62" w:rsidP="00ED3D62">
      <w:pPr>
        <w:pStyle w:val="libNormal"/>
      </w:pPr>
      <w:proofErr w:type="spellStart"/>
      <w:r>
        <w:t>Khadduri</w:t>
      </w:r>
      <w:proofErr w:type="spellEnd"/>
      <w:r>
        <w:t xml:space="preserve">, Majid. </w:t>
      </w:r>
      <w:r w:rsidRPr="00D86078">
        <w:rPr>
          <w:rStyle w:val="libItalicChar"/>
        </w:rPr>
        <w:t>Socialist Iraq: A Study in Iraqi Politics Since 1968</w:t>
      </w:r>
      <w:r>
        <w:t>. Washington, DC: Middle East Institute, 1978.</w:t>
      </w:r>
    </w:p>
    <w:p w:rsidR="007D4755" w:rsidRDefault="00ED3D62" w:rsidP="00ED3D62">
      <w:pPr>
        <w:pStyle w:val="libNormal"/>
        <w:rPr>
          <w:rStyle w:val="libNormalChar"/>
        </w:rPr>
      </w:pPr>
      <w:proofErr w:type="spellStart"/>
      <w:r>
        <w:lastRenderedPageBreak/>
        <w:t>Khadduri</w:t>
      </w:r>
      <w:proofErr w:type="spellEnd"/>
      <w:r>
        <w:t xml:space="preserve">, Majid and Edmund </w:t>
      </w:r>
      <w:proofErr w:type="spellStart"/>
      <w:r>
        <w:t>Ghareeb</w:t>
      </w:r>
      <w:proofErr w:type="spellEnd"/>
      <w:r>
        <w:t xml:space="preserve">. </w:t>
      </w:r>
      <w:r w:rsidRPr="00D86078">
        <w:rPr>
          <w:rStyle w:val="libItalicChar"/>
        </w:rPr>
        <w:t>War in the Gulf, 1990-91: The Iraq-Kuwait Conflict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and Its Implications. </w:t>
      </w:r>
      <w:r w:rsidRPr="00D86078">
        <w:rPr>
          <w:rStyle w:val="libNormalChar"/>
        </w:rPr>
        <w:t>Oxford, UK: Oxford University Press, 2001.</w:t>
      </w:r>
    </w:p>
    <w:p w:rsidR="00ED3D62" w:rsidRPr="00D86078" w:rsidRDefault="00ED3D62" w:rsidP="00ED3D62">
      <w:pPr>
        <w:rPr>
          <w:rStyle w:val="libItalicChar"/>
        </w:rPr>
      </w:pPr>
      <w:r w:rsidRPr="00D86078">
        <w:rPr>
          <w:rStyle w:val="libNormalChar"/>
        </w:rPr>
        <w:t xml:space="preserve">Khalaf, Samir. </w:t>
      </w:r>
      <w:r w:rsidRPr="00D86078">
        <w:rPr>
          <w:rStyle w:val="libItalicChar"/>
        </w:rPr>
        <w:t>Civil and Uncivil Violence: The Internationalization of Communal Conflict in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Lebanon. </w:t>
      </w:r>
      <w:r w:rsidRPr="00D86078">
        <w:rPr>
          <w:rStyle w:val="libNormalChar"/>
        </w:rPr>
        <w:t>New York: Columbia University Press, 2002.</w:t>
      </w:r>
    </w:p>
    <w:p w:rsidR="00ED3D62" w:rsidRDefault="00ED3D62" w:rsidP="00ED3D62">
      <w:pPr>
        <w:pStyle w:val="libNormal"/>
      </w:pPr>
      <w:r w:rsidRPr="00CA2CCA">
        <w:t xml:space="preserve">Khalid, </w:t>
      </w:r>
      <w:proofErr w:type="spellStart"/>
      <w:r w:rsidRPr="00CA2CCA">
        <w:t>Adeeb</w:t>
      </w:r>
      <w:proofErr w:type="spellEnd"/>
      <w:r w:rsidRPr="00CA2CCA">
        <w:t xml:space="preserve">. </w:t>
      </w:r>
      <w:r w:rsidRPr="00D86078">
        <w:rPr>
          <w:rStyle w:val="libItalicChar"/>
        </w:rPr>
        <w:t xml:space="preserve">The Politics of Muslim Cultural Reform: </w:t>
      </w:r>
      <w:proofErr w:type="spellStart"/>
      <w:r w:rsidRPr="00D86078">
        <w:rPr>
          <w:rStyle w:val="libItalicChar"/>
        </w:rPr>
        <w:t>Jadidism</w:t>
      </w:r>
      <w:proofErr w:type="spellEnd"/>
      <w:r w:rsidRPr="00D86078">
        <w:rPr>
          <w:rStyle w:val="libItalicChar"/>
        </w:rPr>
        <w:t xml:space="preserve"> in Central Asia.</w:t>
      </w:r>
      <w:r>
        <w:t xml:space="preserve"> Berkeley, CA: University of California Press, 1999.</w:t>
      </w:r>
    </w:p>
    <w:p w:rsidR="00ED3D62" w:rsidRDefault="00ED3D62" w:rsidP="00ED3D62">
      <w:pPr>
        <w:pStyle w:val="libNormal"/>
      </w:pPr>
      <w:r>
        <w:t xml:space="preserve">Khalid, Mansour. </w:t>
      </w:r>
      <w:r w:rsidRPr="00D86078">
        <w:rPr>
          <w:rStyle w:val="libItalicChar"/>
        </w:rPr>
        <w:t>War and Peace in Sudan: A Tale of Two Countries.</w:t>
      </w:r>
      <w:r>
        <w:t xml:space="preserve"> London: Kegan Paul Int’l., 2002.</w:t>
      </w:r>
    </w:p>
    <w:p w:rsidR="00ED3D62" w:rsidRDefault="00ED3D62" w:rsidP="00ED3D62">
      <w:pPr>
        <w:pStyle w:val="libNormal"/>
      </w:pPr>
      <w:proofErr w:type="spellStart"/>
      <w:r>
        <w:t>Khalidi</w:t>
      </w:r>
      <w:proofErr w:type="spellEnd"/>
      <w:r>
        <w:t xml:space="preserve">, Omar. </w:t>
      </w:r>
      <w:r w:rsidRPr="00D86078">
        <w:rPr>
          <w:rStyle w:val="libItalicChar"/>
        </w:rPr>
        <w:t>Indian Muslims Since Independence.</w:t>
      </w:r>
      <w:r>
        <w:t xml:space="preserve"> New Delhi: Vikas, 1995.</w:t>
      </w:r>
    </w:p>
    <w:p w:rsidR="00ED3D62" w:rsidRDefault="00ED3D62" w:rsidP="00ED3D62">
      <w:pPr>
        <w:pStyle w:val="libNormal"/>
      </w:pPr>
      <w:r>
        <w:t xml:space="preserve">Khan, M.A. </w:t>
      </w:r>
      <w:proofErr w:type="spellStart"/>
      <w:r>
        <w:t>Muqtedar</w:t>
      </w:r>
      <w:proofErr w:type="spellEnd"/>
      <w:r>
        <w:t xml:space="preserve">. </w:t>
      </w:r>
      <w:r w:rsidRPr="00D86078">
        <w:rPr>
          <w:rStyle w:val="libItalicChar"/>
        </w:rPr>
        <w:t>American Muslims: Bridging Faith and Freedom</w:t>
      </w:r>
      <w:r>
        <w:t>. Beltsville, MD: Amana, Publ., 2002.</w:t>
      </w:r>
    </w:p>
    <w:p w:rsidR="007D4755" w:rsidRDefault="00ED3D62" w:rsidP="00ED3D62">
      <w:pPr>
        <w:pStyle w:val="libNormal"/>
      </w:pPr>
      <w:r>
        <w:t xml:space="preserve">Khoury, Dina </w:t>
      </w:r>
      <w:proofErr w:type="spellStart"/>
      <w:r>
        <w:t>Rizk</w:t>
      </w:r>
      <w:proofErr w:type="spellEnd"/>
      <w:r>
        <w:t xml:space="preserve">. </w:t>
      </w:r>
      <w:r w:rsidRPr="00D86078">
        <w:rPr>
          <w:rStyle w:val="libItalicChar"/>
        </w:rPr>
        <w:t xml:space="preserve">State and Provincial Society in the Ottoman Empire: Mosul, 1540-1834. </w:t>
      </w:r>
      <w:r>
        <w:t>Cambridge, UK: Cambridge University Press, 1998.</w:t>
      </w:r>
    </w:p>
    <w:p w:rsidR="00ED3D62" w:rsidRDefault="00ED3D62" w:rsidP="00ED3D62">
      <w:pPr>
        <w:pStyle w:val="libNormal"/>
      </w:pPr>
      <w:r>
        <w:t xml:space="preserve">Khoury, Philip. </w:t>
      </w:r>
      <w:r w:rsidRPr="00D86078">
        <w:rPr>
          <w:rStyle w:val="libItalicChar"/>
        </w:rPr>
        <w:t xml:space="preserve">Syria and the French Mandate: The Politics of Arab Nationalism, 1928-1945. </w:t>
      </w:r>
      <w:r>
        <w:t>Princeton, NJ: Princeton University Press, 1987.</w:t>
      </w:r>
    </w:p>
    <w:p w:rsidR="00ED3D62" w:rsidRDefault="00ED3D62" w:rsidP="00ED3D62">
      <w:pPr>
        <w:pStyle w:val="libNormal"/>
      </w:pPr>
      <w:proofErr w:type="spellStart"/>
      <w:r>
        <w:t>Kienle</w:t>
      </w:r>
      <w:proofErr w:type="spellEnd"/>
      <w:r>
        <w:t xml:space="preserve">, Eberhard. </w:t>
      </w:r>
      <w:proofErr w:type="spellStart"/>
      <w:proofErr w:type="gramStart"/>
      <w:r w:rsidRPr="00D86078">
        <w:rPr>
          <w:rStyle w:val="libItalicChar"/>
        </w:rPr>
        <w:t>Ba‘</w:t>
      </w:r>
      <w:proofErr w:type="gramEnd"/>
      <w:r w:rsidRPr="00D86078">
        <w:rPr>
          <w:rStyle w:val="libItalicChar"/>
        </w:rPr>
        <w:t>th</w:t>
      </w:r>
      <w:proofErr w:type="spellEnd"/>
      <w:r w:rsidRPr="00D86078">
        <w:rPr>
          <w:rStyle w:val="libItalicChar"/>
        </w:rPr>
        <w:t xml:space="preserve"> v. </w:t>
      </w:r>
      <w:proofErr w:type="spellStart"/>
      <w:r w:rsidRPr="00D86078">
        <w:rPr>
          <w:rStyle w:val="libItalicChar"/>
        </w:rPr>
        <w:t>Ba‘th</w:t>
      </w:r>
      <w:proofErr w:type="spellEnd"/>
      <w:r w:rsidRPr="00D86078">
        <w:rPr>
          <w:rStyle w:val="libItalicChar"/>
        </w:rPr>
        <w:t xml:space="preserve">: The Conflict Between Syria and Iraq, 1968-1989. </w:t>
      </w:r>
      <w:r>
        <w:t>London: I.B. Tauris, 2000.</w:t>
      </w:r>
    </w:p>
    <w:p w:rsidR="00ED3D62" w:rsidRDefault="00ED3D62" w:rsidP="00ED3D62">
      <w:pPr>
        <w:pStyle w:val="libNormal"/>
      </w:pPr>
      <w:proofErr w:type="spellStart"/>
      <w:r>
        <w:t>Kimmerling</w:t>
      </w:r>
      <w:proofErr w:type="spellEnd"/>
      <w:r>
        <w:t xml:space="preserve">, Baruch and Joel S. Migdal. </w:t>
      </w:r>
      <w:r w:rsidRPr="00D86078">
        <w:rPr>
          <w:rStyle w:val="libItalicChar"/>
        </w:rPr>
        <w:t>The Palestinian People: A History.</w:t>
      </w:r>
      <w:r>
        <w:t xml:space="preserve"> Cambridge, MA: Harvard University Press, 2003.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King, Stephen J. </w:t>
      </w:r>
      <w:r w:rsidRPr="00D86078">
        <w:rPr>
          <w:rStyle w:val="libItalicChar"/>
        </w:rPr>
        <w:t>Liberalization against Democracy: The Local Politics of Economic Reform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in Tunisia. </w:t>
      </w:r>
      <w:r w:rsidRPr="00D86078">
        <w:rPr>
          <w:rStyle w:val="libNormalChar"/>
        </w:rPr>
        <w:t>Bloomington, IN: Indiana University Press, 2003.</w:t>
      </w:r>
    </w:p>
    <w:p w:rsidR="00ED3D62" w:rsidRDefault="00ED3D62" w:rsidP="00ED3D62">
      <w:pPr>
        <w:pStyle w:val="libNormal"/>
      </w:pPr>
      <w:r w:rsidRPr="00CA2CCA">
        <w:t xml:space="preserve">Kinzer, Stephen. </w:t>
      </w:r>
      <w:r w:rsidRPr="00D86078">
        <w:rPr>
          <w:rStyle w:val="libItalicChar"/>
        </w:rPr>
        <w:t xml:space="preserve">Crescent and Star: Turkey Between Two Worlds. </w:t>
      </w:r>
      <w:r>
        <w:t>New York: Farrar, Straus &amp; Giroux, 2002.</w:t>
      </w:r>
    </w:p>
    <w:p w:rsidR="00ED3D62" w:rsidRDefault="00ED3D62" w:rsidP="00ED3D62">
      <w:pPr>
        <w:pStyle w:val="libNormal"/>
      </w:pPr>
      <w:proofErr w:type="spellStart"/>
      <w:r>
        <w:t>Kirişci</w:t>
      </w:r>
      <w:proofErr w:type="spellEnd"/>
      <w:r>
        <w:t xml:space="preserve">, Kemal and Gareth M. </w:t>
      </w:r>
      <w:proofErr w:type="spellStart"/>
      <w:r>
        <w:t>Winrow</w:t>
      </w:r>
      <w:proofErr w:type="spellEnd"/>
      <w:r>
        <w:t xml:space="preserve">. </w:t>
      </w:r>
      <w:r w:rsidRPr="00D86078">
        <w:rPr>
          <w:rStyle w:val="libItalicChar"/>
        </w:rPr>
        <w:t>The Kurdish Question and Turkey: An Example of a</w:t>
      </w:r>
      <w:r w:rsidRPr="00CA2CCA">
        <w:t xml:space="preserve"> </w:t>
      </w:r>
      <w:r w:rsidRPr="00D86078">
        <w:rPr>
          <w:rStyle w:val="libItalicChar"/>
        </w:rPr>
        <w:t xml:space="preserve">Trans-state Ethnic Conflict. </w:t>
      </w:r>
      <w:r>
        <w:t>London: Frank Cass, 1997.</w:t>
      </w:r>
    </w:p>
    <w:p w:rsidR="00ED3D62" w:rsidRDefault="00ED3D62" w:rsidP="00ED3D62">
      <w:pPr>
        <w:pStyle w:val="libNormal"/>
      </w:pPr>
      <w:proofErr w:type="spellStart"/>
      <w:r>
        <w:t>Knezys</w:t>
      </w:r>
      <w:proofErr w:type="spellEnd"/>
      <w:r>
        <w:t xml:space="preserve">, </w:t>
      </w:r>
      <w:proofErr w:type="spellStart"/>
      <w:r>
        <w:t>Stasys</w:t>
      </w:r>
      <w:proofErr w:type="spellEnd"/>
      <w:r>
        <w:t xml:space="preserve"> and </w:t>
      </w:r>
      <w:proofErr w:type="spellStart"/>
      <w:r>
        <w:t>Romanas</w:t>
      </w:r>
      <w:proofErr w:type="spellEnd"/>
      <w:r>
        <w:t xml:space="preserve"> </w:t>
      </w:r>
      <w:proofErr w:type="spellStart"/>
      <w:r>
        <w:t>Sedlickas</w:t>
      </w:r>
      <w:proofErr w:type="spellEnd"/>
      <w:r>
        <w:t xml:space="preserve">. </w:t>
      </w:r>
      <w:r w:rsidRPr="00D86078">
        <w:rPr>
          <w:rStyle w:val="libItalicChar"/>
        </w:rPr>
        <w:t>The War in Chechnya.</w:t>
      </w:r>
      <w:r>
        <w:t xml:space="preserve"> College Station, TX: Texas A&amp;M University Press, 1999.</w:t>
      </w:r>
    </w:p>
    <w:p w:rsidR="007D4755" w:rsidRDefault="00ED3D62" w:rsidP="00ED3D62">
      <w:pPr>
        <w:pStyle w:val="libNormal"/>
      </w:pPr>
      <w:proofErr w:type="spellStart"/>
      <w:r>
        <w:t>Kostiner</w:t>
      </w:r>
      <w:proofErr w:type="spellEnd"/>
      <w:r>
        <w:t xml:space="preserve">, Joseph, ed. </w:t>
      </w:r>
      <w:r w:rsidRPr="00D86078">
        <w:rPr>
          <w:rStyle w:val="libItalicChar"/>
        </w:rPr>
        <w:t>Middle East Monarchies: The Challenge of Modernity.</w:t>
      </w:r>
      <w:r>
        <w:t xml:space="preserve"> Boulder, CO: Lynne </w:t>
      </w:r>
      <w:proofErr w:type="spellStart"/>
      <w:r>
        <w:t>Rienner</w:t>
      </w:r>
      <w:proofErr w:type="spellEnd"/>
      <w:r>
        <w:t>, 2000.</w:t>
      </w:r>
    </w:p>
    <w:p w:rsidR="00ED3D62" w:rsidRDefault="00ED3D62" w:rsidP="00ED3D62">
      <w:pPr>
        <w:pStyle w:val="libNormal"/>
      </w:pPr>
      <w:proofErr w:type="spellStart"/>
      <w:r>
        <w:t>Kucuk</w:t>
      </w:r>
      <w:proofErr w:type="spellEnd"/>
      <w:r>
        <w:t xml:space="preserve">, </w:t>
      </w:r>
      <w:proofErr w:type="spellStart"/>
      <w:r>
        <w:t>Hulya</w:t>
      </w:r>
      <w:proofErr w:type="spellEnd"/>
      <w:r>
        <w:t xml:space="preserve">. </w:t>
      </w:r>
      <w:r w:rsidRPr="00D86078">
        <w:rPr>
          <w:rStyle w:val="libItalicChar"/>
        </w:rPr>
        <w:t xml:space="preserve">The Role of the </w:t>
      </w:r>
      <w:proofErr w:type="spellStart"/>
      <w:r w:rsidRPr="00D86078">
        <w:rPr>
          <w:rStyle w:val="libItalicChar"/>
        </w:rPr>
        <w:t>Bektashis</w:t>
      </w:r>
      <w:proofErr w:type="spellEnd"/>
      <w:r w:rsidRPr="00D86078">
        <w:rPr>
          <w:rStyle w:val="libItalicChar"/>
        </w:rPr>
        <w:t xml:space="preserve"> in Turkey’s National Struggle.</w:t>
      </w:r>
      <w:r>
        <w:t xml:space="preserve"> Leiden: E.J. Brill, 2002.</w:t>
      </w:r>
    </w:p>
    <w:p w:rsidR="00ED3D62" w:rsidRDefault="00ED3D62" w:rsidP="00ED3D62">
      <w:pPr>
        <w:pStyle w:val="libNormal"/>
      </w:pPr>
      <w:proofErr w:type="spellStart"/>
      <w:r>
        <w:t>Kuri</w:t>
      </w:r>
      <w:proofErr w:type="spellEnd"/>
      <w:r>
        <w:t xml:space="preserve"> </w:t>
      </w:r>
      <w:proofErr w:type="spellStart"/>
      <w:r>
        <w:t>Fuad</w:t>
      </w:r>
      <w:proofErr w:type="spellEnd"/>
      <w:r>
        <w:t xml:space="preserve"> I. </w:t>
      </w:r>
      <w:r w:rsidRPr="00D86078">
        <w:rPr>
          <w:rStyle w:val="libItalicChar"/>
        </w:rPr>
        <w:t>Tribe and State in Bahrain.</w:t>
      </w:r>
      <w:r>
        <w:t xml:space="preserve"> Chicago, IL: University of Chicago Press, 1980.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proofErr w:type="spellStart"/>
      <w:r>
        <w:t>Kupferschmidt</w:t>
      </w:r>
      <w:proofErr w:type="spellEnd"/>
      <w:r>
        <w:t xml:space="preserve">, Uri M. </w:t>
      </w:r>
      <w:r w:rsidRPr="00D86078">
        <w:rPr>
          <w:rStyle w:val="libItalicChar"/>
        </w:rPr>
        <w:t xml:space="preserve">The Supreme Muslim Council: Islam under the British Mandate for Palestine. </w:t>
      </w:r>
      <w:r w:rsidRPr="00D86078">
        <w:rPr>
          <w:rStyle w:val="libNormalChar"/>
        </w:rPr>
        <w:t>Leiden: E.J. Brill, 1987.</w:t>
      </w:r>
    </w:p>
    <w:p w:rsidR="00ED3D62" w:rsidRPr="00D86078" w:rsidRDefault="00ED3D62" w:rsidP="00ED3D62">
      <w:pPr>
        <w:rPr>
          <w:rStyle w:val="libItalicChar"/>
        </w:rPr>
      </w:pPr>
      <w:r w:rsidRPr="00D86078">
        <w:rPr>
          <w:rStyle w:val="libNormalChar"/>
        </w:rPr>
        <w:t xml:space="preserve">Laffan, Michael Francis. </w:t>
      </w:r>
      <w:r w:rsidRPr="00D86078">
        <w:rPr>
          <w:rStyle w:val="libItalicChar"/>
        </w:rPr>
        <w:t>Islamic Nationhood and Colonial Indonesia: The Umma Below the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Winds. </w:t>
      </w:r>
      <w:r w:rsidRPr="00D86078">
        <w:rPr>
          <w:rStyle w:val="libNormalChar"/>
        </w:rPr>
        <w:t xml:space="preserve">New York: </w:t>
      </w:r>
      <w:proofErr w:type="spellStart"/>
      <w:r w:rsidRPr="00D86078">
        <w:rPr>
          <w:rStyle w:val="libNormalChar"/>
        </w:rPr>
        <w:t>RoutledgeCurzon</w:t>
      </w:r>
      <w:proofErr w:type="spellEnd"/>
      <w:r w:rsidRPr="00D86078">
        <w:rPr>
          <w:rStyle w:val="libNormalChar"/>
        </w:rPr>
        <w:t>, 2002.</w:t>
      </w:r>
    </w:p>
    <w:p w:rsidR="00ED3D62" w:rsidRPr="00D86078" w:rsidRDefault="00ED3D62" w:rsidP="00ED3D62">
      <w:pPr>
        <w:rPr>
          <w:rStyle w:val="libItalicChar"/>
        </w:rPr>
      </w:pPr>
      <w:r w:rsidRPr="00D86078">
        <w:rPr>
          <w:rStyle w:val="libNormalChar"/>
        </w:rPr>
        <w:t xml:space="preserve">Latifa, with </w:t>
      </w:r>
      <w:proofErr w:type="spellStart"/>
      <w:r w:rsidRPr="00D86078">
        <w:rPr>
          <w:rStyle w:val="libNormalChar"/>
        </w:rPr>
        <w:t>Shékéba</w:t>
      </w:r>
      <w:proofErr w:type="spellEnd"/>
      <w:r w:rsidRPr="00D86078">
        <w:rPr>
          <w:rStyle w:val="libNormalChar"/>
        </w:rPr>
        <w:t xml:space="preserve"> </w:t>
      </w:r>
      <w:proofErr w:type="spellStart"/>
      <w:r w:rsidRPr="00D86078">
        <w:rPr>
          <w:rStyle w:val="libNormalChar"/>
        </w:rPr>
        <w:t>Hachemi</w:t>
      </w:r>
      <w:proofErr w:type="spellEnd"/>
      <w:r w:rsidRPr="00D86078">
        <w:rPr>
          <w:rStyle w:val="libNormalChar"/>
        </w:rPr>
        <w:t xml:space="preserve"> (Linda Coverdale, trans.). </w:t>
      </w:r>
      <w:r w:rsidRPr="00D86078">
        <w:rPr>
          <w:rStyle w:val="libItalicChar"/>
        </w:rPr>
        <w:t>My Forbidden Face—Growing Up Under the Taliban: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One Woman’s Story. </w:t>
      </w:r>
      <w:r w:rsidRPr="00D86078">
        <w:rPr>
          <w:rStyle w:val="libNormalChar"/>
        </w:rPr>
        <w:t>New York: Miramax/Hyperion, 2002.</w:t>
      </w:r>
    </w:p>
    <w:p w:rsidR="007D4755" w:rsidRDefault="00ED3D62" w:rsidP="00ED3D62">
      <w:pPr>
        <w:pStyle w:val="libNormal"/>
      </w:pPr>
      <w:r w:rsidRPr="00CA2CCA">
        <w:t xml:space="preserve">Launay, Robert. </w:t>
      </w:r>
      <w:r w:rsidRPr="00D86078">
        <w:rPr>
          <w:rStyle w:val="libItalicChar"/>
        </w:rPr>
        <w:t>Beyond the Stream: Islam and Society in a West African Town.</w:t>
      </w:r>
      <w:r>
        <w:t xml:space="preserve"> Berkeley, CA: University of California Press, 1992.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lastRenderedPageBreak/>
        <w:t xml:space="preserve">Lawrence, Bruce B. </w:t>
      </w:r>
      <w:r w:rsidRPr="00D86078">
        <w:rPr>
          <w:rStyle w:val="libItalicChar"/>
        </w:rPr>
        <w:t>New Faiths, Old Fears: Muslims and Other Asian Immigrants in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American Religious Life. </w:t>
      </w:r>
      <w:r w:rsidRPr="00D86078">
        <w:rPr>
          <w:rStyle w:val="libNormalChar"/>
        </w:rPr>
        <w:t>New York: Columbia University Press, 2002.</w:t>
      </w:r>
    </w:p>
    <w:p w:rsidR="00ED3D62" w:rsidRDefault="00ED3D62" w:rsidP="00ED3D62">
      <w:pPr>
        <w:pStyle w:val="libNormal"/>
      </w:pPr>
      <w:proofErr w:type="spellStart"/>
      <w:r w:rsidRPr="00CA2CCA">
        <w:t>Layachi</w:t>
      </w:r>
      <w:proofErr w:type="spellEnd"/>
      <w:r w:rsidRPr="00CA2CCA">
        <w:t xml:space="preserve">, </w:t>
      </w:r>
      <w:proofErr w:type="spellStart"/>
      <w:r w:rsidRPr="00CA2CCA">
        <w:t>Azzedine</w:t>
      </w:r>
      <w:proofErr w:type="spellEnd"/>
      <w:r w:rsidRPr="00CA2CCA">
        <w:t xml:space="preserve">. </w:t>
      </w:r>
      <w:r w:rsidRPr="00D86078">
        <w:rPr>
          <w:rStyle w:val="libItalicChar"/>
        </w:rPr>
        <w:t>State, Society and Democracy in Morocco: The Limits of Associative</w:t>
      </w:r>
      <w:r w:rsidRPr="00CA2CCA">
        <w:t xml:space="preserve"> </w:t>
      </w:r>
      <w:r w:rsidRPr="00D86078">
        <w:rPr>
          <w:rStyle w:val="libItalicChar"/>
        </w:rPr>
        <w:t xml:space="preserve">Life. </w:t>
      </w:r>
      <w:r>
        <w:t>Washington, DC: Center for Contemporary Arab Studies, 1998.</w:t>
      </w:r>
    </w:p>
    <w:p w:rsidR="007D4755" w:rsidRDefault="00ED3D62" w:rsidP="00ED3D62">
      <w:pPr>
        <w:pStyle w:val="libNormal"/>
      </w:pPr>
      <w:proofErr w:type="spellStart"/>
      <w:r>
        <w:t>Lebor</w:t>
      </w:r>
      <w:proofErr w:type="spellEnd"/>
      <w:r>
        <w:t xml:space="preserve">, Adam. </w:t>
      </w:r>
      <w:r w:rsidRPr="00D86078">
        <w:rPr>
          <w:rStyle w:val="libItalicChar"/>
        </w:rPr>
        <w:t>A Heart Turned East: Among the Muslims of Europe and America.</w:t>
      </w:r>
      <w:r>
        <w:t xml:space="preserve"> New </w:t>
      </w:r>
      <w:proofErr w:type="spellStart"/>
      <w:proofErr w:type="gramStart"/>
      <w:r>
        <w:t>York:St</w:t>
      </w:r>
      <w:proofErr w:type="spellEnd"/>
      <w:r>
        <w:t>.</w:t>
      </w:r>
      <w:proofErr w:type="gramEnd"/>
      <w:r>
        <w:t xml:space="preserve"> Martin’s Press, 2001.</w:t>
      </w:r>
    </w:p>
    <w:p w:rsidR="00ED3D62" w:rsidRDefault="00ED3D62" w:rsidP="00ED3D62">
      <w:pPr>
        <w:pStyle w:val="libNormal"/>
      </w:pPr>
      <w:proofErr w:type="spellStart"/>
      <w:r>
        <w:t>Lesch</w:t>
      </w:r>
      <w:proofErr w:type="spellEnd"/>
      <w:r>
        <w:t xml:space="preserve">, Ann Mosely. </w:t>
      </w:r>
      <w:r w:rsidRPr="00D86078">
        <w:rPr>
          <w:rStyle w:val="libItalicChar"/>
        </w:rPr>
        <w:t>The Sudan: Contested National Identities.</w:t>
      </w:r>
      <w:r>
        <w:t xml:space="preserve"> Bloomington, IN: Indiana University Press, 1998.</w:t>
      </w:r>
    </w:p>
    <w:p w:rsidR="00ED3D62" w:rsidRDefault="00ED3D62" w:rsidP="00ED3D62">
      <w:pPr>
        <w:pStyle w:val="libNormal"/>
      </w:pPr>
      <w:proofErr w:type="spellStart"/>
      <w:r>
        <w:t>Levtzion</w:t>
      </w:r>
      <w:proofErr w:type="spellEnd"/>
      <w:r>
        <w:t xml:space="preserve">, </w:t>
      </w:r>
      <w:proofErr w:type="spellStart"/>
      <w:r>
        <w:t>Nehemia</w:t>
      </w:r>
      <w:proofErr w:type="spellEnd"/>
      <w:r>
        <w:t xml:space="preserve">. </w:t>
      </w:r>
      <w:r w:rsidRPr="00D86078">
        <w:rPr>
          <w:rStyle w:val="libItalicChar"/>
        </w:rPr>
        <w:t xml:space="preserve">Islam in West Africa: Religion, Society and Politics to 1800. </w:t>
      </w:r>
      <w:proofErr w:type="spellStart"/>
      <w:proofErr w:type="gramStart"/>
      <w:r>
        <w:t>Aldershot:Ashgate</w:t>
      </w:r>
      <w:proofErr w:type="spellEnd"/>
      <w:proofErr w:type="gramEnd"/>
      <w:r>
        <w:t>/Variorum, 1994.</w:t>
      </w:r>
    </w:p>
    <w:p w:rsidR="00ED3D62" w:rsidRDefault="00ED3D62" w:rsidP="00ED3D62">
      <w:pPr>
        <w:pStyle w:val="libNormal"/>
      </w:pPr>
      <w:proofErr w:type="spellStart"/>
      <w:r>
        <w:t>Levtzion</w:t>
      </w:r>
      <w:proofErr w:type="spellEnd"/>
      <w:r>
        <w:t xml:space="preserve">, </w:t>
      </w:r>
      <w:proofErr w:type="spellStart"/>
      <w:r>
        <w:t>Nehemia</w:t>
      </w:r>
      <w:proofErr w:type="spellEnd"/>
      <w:r>
        <w:t xml:space="preserve"> and Randall L. </w:t>
      </w:r>
      <w:proofErr w:type="spellStart"/>
      <w:r>
        <w:t>Pouwels</w:t>
      </w:r>
      <w:proofErr w:type="spellEnd"/>
      <w:r>
        <w:t xml:space="preserve">, eds. </w:t>
      </w:r>
      <w:r w:rsidRPr="00D86078">
        <w:rPr>
          <w:rStyle w:val="libItalicChar"/>
        </w:rPr>
        <w:t>The History of Islam in Africa.</w:t>
      </w:r>
      <w:r>
        <w:t xml:space="preserve"> Athens, OH: Ohio University, Center for Int’l. Studies, 2000.</w:t>
      </w:r>
    </w:p>
    <w:p w:rsidR="007D4755" w:rsidRDefault="00ED3D62" w:rsidP="00ED3D62">
      <w:pPr>
        <w:pStyle w:val="libNormal"/>
      </w:pPr>
      <w:r>
        <w:t xml:space="preserve">Lewis, Bernard. </w:t>
      </w:r>
      <w:r w:rsidRPr="00D86078">
        <w:rPr>
          <w:rStyle w:val="libItalicChar"/>
        </w:rPr>
        <w:t>The Emergence of Modern Turkey.</w:t>
      </w:r>
      <w:r w:rsidRPr="00D86078">
        <w:t xml:space="preserve"> Oxford, UK: Oxford University Press, 3</w:t>
      </w:r>
      <w:r w:rsidRPr="00750AA4">
        <w:t>rd</w:t>
      </w:r>
      <w:r>
        <w:t xml:space="preserve"> ed., 2001.</w:t>
      </w:r>
    </w:p>
    <w:p w:rsidR="00ED3D62" w:rsidRDefault="00ED3D62" w:rsidP="00ED3D62">
      <w:pPr>
        <w:pStyle w:val="libNormal"/>
      </w:pPr>
      <w:r>
        <w:t xml:space="preserve">Lewis, Bernard and Dominique Schnapper, eds. </w:t>
      </w:r>
      <w:r w:rsidRPr="00D86078">
        <w:rPr>
          <w:rStyle w:val="libItalicChar"/>
        </w:rPr>
        <w:t>Muslims in Europe.</w:t>
      </w:r>
      <w:r>
        <w:t xml:space="preserve"> London: Pinter, 1994.</w:t>
      </w:r>
    </w:p>
    <w:p w:rsidR="00ED3D62" w:rsidRDefault="00ED3D62" w:rsidP="00ED3D62">
      <w:pPr>
        <w:pStyle w:val="libNormal"/>
      </w:pPr>
      <w:r>
        <w:t xml:space="preserve">Lewis, Philip. </w:t>
      </w:r>
      <w:r w:rsidRPr="00D86078">
        <w:rPr>
          <w:rStyle w:val="libItalicChar"/>
        </w:rPr>
        <w:t>Islamic Britain: Religion, Politics and Identity among British Muslims.</w:t>
      </w:r>
      <w:r>
        <w:t xml:space="preserve"> London: I.B. Tauris, 1994.</w:t>
      </w:r>
    </w:p>
    <w:p w:rsidR="007D4755" w:rsidRDefault="00ED3D62" w:rsidP="00ED3D62">
      <w:pPr>
        <w:pStyle w:val="libNormal"/>
      </w:pPr>
      <w:proofErr w:type="spellStart"/>
      <w:r>
        <w:t>Liel</w:t>
      </w:r>
      <w:proofErr w:type="spellEnd"/>
      <w:r>
        <w:t xml:space="preserve">, Alon (Emanuel </w:t>
      </w:r>
      <w:proofErr w:type="spellStart"/>
      <w:r>
        <w:t>Lottem</w:t>
      </w:r>
      <w:proofErr w:type="spellEnd"/>
      <w:r>
        <w:t xml:space="preserve">, trans.). </w:t>
      </w:r>
      <w:r w:rsidRPr="00D86078">
        <w:rPr>
          <w:rStyle w:val="libItalicChar"/>
        </w:rPr>
        <w:t xml:space="preserve">Turkey in the Middle East: Oil, Islam, and Politics. </w:t>
      </w:r>
      <w:r>
        <w:t xml:space="preserve">Boulder, CO: Lynne </w:t>
      </w:r>
      <w:proofErr w:type="spellStart"/>
      <w:r>
        <w:t>Rienner</w:t>
      </w:r>
      <w:proofErr w:type="spellEnd"/>
      <w:r>
        <w:t xml:space="preserve"> Publ., 2001.</w:t>
      </w:r>
    </w:p>
    <w:p w:rsidR="00ED3D62" w:rsidRDefault="00ED3D62" w:rsidP="00ED3D62">
      <w:pPr>
        <w:pStyle w:val="libNormal"/>
      </w:pPr>
      <w:r>
        <w:t xml:space="preserve">Lindholm, Charles. </w:t>
      </w:r>
      <w:r w:rsidRPr="00D86078">
        <w:rPr>
          <w:rStyle w:val="libItalicChar"/>
        </w:rPr>
        <w:t>The Islamic Middle East: Tradition and Change.</w:t>
      </w:r>
      <w:r w:rsidRPr="00D86078">
        <w:t xml:space="preserve"> Malden, MA: Blackwell, 2</w:t>
      </w:r>
      <w:r w:rsidRPr="00750AA4">
        <w:t>nd</w:t>
      </w:r>
      <w:r>
        <w:t xml:space="preserve"> ed., 2002.</w:t>
      </w:r>
    </w:p>
    <w:p w:rsidR="00ED3D62" w:rsidRDefault="00ED3D62" w:rsidP="00ED3D62">
      <w:pPr>
        <w:pStyle w:val="libNormal"/>
      </w:pPr>
      <w:r>
        <w:t xml:space="preserve">Lipman, Jonathan N. </w:t>
      </w:r>
      <w:r w:rsidRPr="00D86078">
        <w:rPr>
          <w:rStyle w:val="libItalicChar"/>
        </w:rPr>
        <w:t>Familiar Strangers: A History of Muslims in Northwest China.</w:t>
      </w:r>
      <w:r>
        <w:t xml:space="preserve"> Seattle, WA: University of Washington Press, 1998.</w:t>
      </w:r>
    </w:p>
    <w:p w:rsidR="00ED3D62" w:rsidRDefault="00ED3D62" w:rsidP="00ED3D62">
      <w:pPr>
        <w:pStyle w:val="libNormal"/>
      </w:pPr>
      <w:proofErr w:type="spellStart"/>
      <w:r>
        <w:t>Löffler</w:t>
      </w:r>
      <w:proofErr w:type="spellEnd"/>
      <w:r>
        <w:t xml:space="preserve">, </w:t>
      </w:r>
      <w:proofErr w:type="spellStart"/>
      <w:r>
        <w:t>Rheinhold</w:t>
      </w:r>
      <w:proofErr w:type="spellEnd"/>
      <w:r>
        <w:t xml:space="preserve">. </w:t>
      </w:r>
      <w:r w:rsidRPr="00D86078">
        <w:rPr>
          <w:rStyle w:val="libItalicChar"/>
        </w:rPr>
        <w:t>Islam in Practice: Religious Belief in a Persian Village.</w:t>
      </w:r>
      <w:r>
        <w:t xml:space="preserve"> Albany, NY: State University of New York Press, 1988.</w:t>
      </w:r>
    </w:p>
    <w:p w:rsidR="00ED3D62" w:rsidRDefault="00ED3D62" w:rsidP="00ED3D62">
      <w:pPr>
        <w:pStyle w:val="libNormal"/>
      </w:pPr>
      <w:r>
        <w:t xml:space="preserve">Logan, Harriet. </w:t>
      </w:r>
      <w:r w:rsidRPr="00D86078">
        <w:rPr>
          <w:rStyle w:val="libItalicChar"/>
        </w:rPr>
        <w:t>Unveiled: Voices of Women in Afghanistan.</w:t>
      </w:r>
      <w:r>
        <w:t xml:space="preserve"> New York: Regan Books, 2002.</w:t>
      </w:r>
    </w:p>
    <w:p w:rsidR="007D4755" w:rsidRDefault="00ED3D62" w:rsidP="00ED3D62">
      <w:pPr>
        <w:pStyle w:val="libNormal"/>
      </w:pPr>
      <w:r>
        <w:t xml:space="preserve">Long, David E. </w:t>
      </w:r>
      <w:r w:rsidRPr="00D86078">
        <w:rPr>
          <w:rStyle w:val="libItalicChar"/>
        </w:rPr>
        <w:t>The Kingdom of Saudi Arabia.</w:t>
      </w:r>
      <w:r>
        <w:t xml:space="preserve"> Gainesville, FL: University Press of Florida, 1997.</w:t>
      </w:r>
    </w:p>
    <w:p w:rsidR="00ED3D62" w:rsidRDefault="00ED3D62" w:rsidP="00ED3D62">
      <w:pPr>
        <w:pStyle w:val="libNormal"/>
      </w:pPr>
      <w:r>
        <w:t xml:space="preserve">Lynch, Marc. </w:t>
      </w:r>
      <w:r w:rsidRPr="00D86078">
        <w:rPr>
          <w:rStyle w:val="libItalicChar"/>
        </w:rPr>
        <w:t>State Interests and Public Spheres: The International Politics of Jordan’s</w:t>
      </w:r>
      <w:r w:rsidRPr="00CA2CCA">
        <w:t xml:space="preserve"> </w:t>
      </w:r>
      <w:r w:rsidRPr="00D86078">
        <w:rPr>
          <w:rStyle w:val="libItalicChar"/>
        </w:rPr>
        <w:t xml:space="preserve">Identity. </w:t>
      </w:r>
      <w:r>
        <w:t>New York: Columbia University Press, 1999.</w:t>
      </w:r>
    </w:p>
    <w:p w:rsidR="007D4755" w:rsidRDefault="00ED3D62" w:rsidP="00ED3D62">
      <w:pPr>
        <w:pStyle w:val="libNormal"/>
      </w:pPr>
      <w:r>
        <w:t xml:space="preserve">Mackey, Sandra. </w:t>
      </w:r>
      <w:r w:rsidRPr="00D86078">
        <w:rPr>
          <w:rStyle w:val="libItalicChar"/>
        </w:rPr>
        <w:t>The Iranians: Persia, Islam and the Soul of a Nation.</w:t>
      </w:r>
      <w:r>
        <w:t xml:space="preserve"> New York: Plume/Penguin, 1998 ed.</w:t>
      </w:r>
    </w:p>
    <w:p w:rsidR="00ED3D62" w:rsidRDefault="00ED3D62" w:rsidP="00ED3D62">
      <w:pPr>
        <w:pStyle w:val="libNormal"/>
      </w:pPr>
      <w:r>
        <w:t xml:space="preserve">Mackey, Sandra. </w:t>
      </w:r>
      <w:r w:rsidRPr="00D86078">
        <w:rPr>
          <w:rStyle w:val="libItalicChar"/>
        </w:rPr>
        <w:t xml:space="preserve">The Reckoning: Iraq and the Legacy of Saddam Hussein. </w:t>
      </w:r>
      <w:r>
        <w:t>New York: W.W. Norton &amp; Co., 2003.</w:t>
      </w:r>
    </w:p>
    <w:p w:rsidR="007D4755" w:rsidRDefault="00ED3D62" w:rsidP="00ED3D62">
      <w:pPr>
        <w:pStyle w:val="libNormal"/>
      </w:pPr>
      <w:r>
        <w:t xml:space="preserve">Magnus, Ralph H. and Eden </w:t>
      </w:r>
      <w:proofErr w:type="spellStart"/>
      <w:r>
        <w:t>Naby</w:t>
      </w:r>
      <w:proofErr w:type="spellEnd"/>
      <w:r>
        <w:t xml:space="preserve">. </w:t>
      </w:r>
      <w:r w:rsidRPr="00D86078">
        <w:rPr>
          <w:rStyle w:val="libItalicChar"/>
        </w:rPr>
        <w:t xml:space="preserve">Afghanistan: Mullah, Marx, and Mujahid. </w:t>
      </w:r>
      <w:r>
        <w:t>Boulder, CO: Westview Press, 2002.</w:t>
      </w:r>
    </w:p>
    <w:p w:rsidR="00ED3D62" w:rsidRDefault="00ED3D62" w:rsidP="00ED3D62">
      <w:pPr>
        <w:pStyle w:val="libNormal"/>
      </w:pPr>
      <w:proofErr w:type="spellStart"/>
      <w:r>
        <w:t>Majul</w:t>
      </w:r>
      <w:proofErr w:type="spellEnd"/>
      <w:r>
        <w:t xml:space="preserve">, Cesar </w:t>
      </w:r>
      <w:proofErr w:type="spellStart"/>
      <w:r>
        <w:t>Adib</w:t>
      </w:r>
      <w:proofErr w:type="spellEnd"/>
      <w:r>
        <w:t xml:space="preserve">. </w:t>
      </w:r>
      <w:r w:rsidRPr="00D86078">
        <w:rPr>
          <w:rStyle w:val="libItalicChar"/>
        </w:rPr>
        <w:t>The Contemporary Muslim Movement in the Philippines.</w:t>
      </w:r>
      <w:r>
        <w:t xml:space="preserve"> Berkeley, CA: </w:t>
      </w:r>
      <w:proofErr w:type="spellStart"/>
      <w:r>
        <w:t>Mizan</w:t>
      </w:r>
      <w:proofErr w:type="spellEnd"/>
      <w:r>
        <w:t xml:space="preserve"> Press, 1985.</w:t>
      </w:r>
    </w:p>
    <w:p w:rsidR="00ED3D62" w:rsidRDefault="00ED3D62" w:rsidP="00ED3D62">
      <w:pPr>
        <w:pStyle w:val="libNormal"/>
      </w:pPr>
      <w:proofErr w:type="spellStart"/>
      <w:r>
        <w:t>Majul</w:t>
      </w:r>
      <w:proofErr w:type="spellEnd"/>
      <w:r>
        <w:t xml:space="preserve">, Cesar </w:t>
      </w:r>
      <w:proofErr w:type="spellStart"/>
      <w:r>
        <w:t>Adib</w:t>
      </w:r>
      <w:proofErr w:type="spellEnd"/>
      <w:r>
        <w:t xml:space="preserve">. </w:t>
      </w:r>
      <w:r w:rsidRPr="00D86078">
        <w:rPr>
          <w:rStyle w:val="libItalicChar"/>
        </w:rPr>
        <w:t>Muslims in the Philippines.</w:t>
      </w:r>
      <w:r>
        <w:t xml:space="preserve"> Quezon City: University of the Philippines Press, 1999.</w:t>
      </w:r>
    </w:p>
    <w:p w:rsidR="00ED3D62" w:rsidRDefault="00ED3D62" w:rsidP="00ED3D62">
      <w:pPr>
        <w:pStyle w:val="libNormal"/>
      </w:pPr>
      <w:proofErr w:type="spellStart"/>
      <w:r>
        <w:t>Makiya</w:t>
      </w:r>
      <w:proofErr w:type="spellEnd"/>
      <w:r>
        <w:t xml:space="preserve">, </w:t>
      </w:r>
      <w:proofErr w:type="spellStart"/>
      <w:r>
        <w:t>Kanan</w:t>
      </w:r>
      <w:proofErr w:type="spellEnd"/>
      <w:r>
        <w:t xml:space="preserve">. </w:t>
      </w:r>
      <w:r w:rsidRPr="00D86078">
        <w:rPr>
          <w:rStyle w:val="libItalicChar"/>
        </w:rPr>
        <w:t>Republic of Fear: The Politics of Modern Iraq.</w:t>
      </w:r>
      <w:r>
        <w:t xml:space="preserve"> Berkeley, CA: University of California Press, updated ed., 1998.</w:t>
      </w:r>
    </w:p>
    <w:p w:rsidR="00ED3D62" w:rsidRDefault="00ED3D62" w:rsidP="00ED3D62">
      <w:pPr>
        <w:pStyle w:val="libNormal"/>
      </w:pPr>
      <w:proofErr w:type="spellStart"/>
      <w:r>
        <w:t>Maley</w:t>
      </w:r>
      <w:proofErr w:type="spellEnd"/>
      <w:r>
        <w:t xml:space="preserve">, William. </w:t>
      </w:r>
      <w:r w:rsidRPr="00D86078">
        <w:rPr>
          <w:rStyle w:val="libItalicChar"/>
        </w:rPr>
        <w:t>The Afghanistan Wars.</w:t>
      </w:r>
      <w:r>
        <w:t xml:space="preserve"> New York: Palgrave Macmillan, 2002.</w:t>
      </w:r>
    </w:p>
    <w:p w:rsidR="00ED3D62" w:rsidRDefault="00ED3D62" w:rsidP="00ED3D62">
      <w:pPr>
        <w:pStyle w:val="libNormal"/>
      </w:pPr>
      <w:r>
        <w:lastRenderedPageBreak/>
        <w:t xml:space="preserve">Malley, William. </w:t>
      </w:r>
      <w:r w:rsidRPr="00D86078">
        <w:rPr>
          <w:rStyle w:val="libItalicChar"/>
        </w:rPr>
        <w:t>Fundamentalism Reborn?</w:t>
      </w:r>
      <w:r w:rsidR="007D4755">
        <w:rPr>
          <w:rStyle w:val="libItalicChar"/>
        </w:rPr>
        <w:t xml:space="preserve"> </w:t>
      </w:r>
      <w:r w:rsidRPr="00D86078">
        <w:rPr>
          <w:rStyle w:val="libItalicChar"/>
        </w:rPr>
        <w:t>Afghanistan and the Taliban</w:t>
      </w:r>
      <w:r>
        <w:t>. Washington Square, NY: New York University Press, 1998.</w:t>
      </w:r>
    </w:p>
    <w:p w:rsidR="00ED3D62" w:rsidRDefault="00ED3D62" w:rsidP="00ED3D62">
      <w:pPr>
        <w:pStyle w:val="libNormal"/>
      </w:pPr>
      <w:r>
        <w:t xml:space="preserve">Malik, Hafeez. </w:t>
      </w:r>
      <w:r w:rsidRPr="00D86078">
        <w:rPr>
          <w:rStyle w:val="libItalicChar"/>
        </w:rPr>
        <w:t>Sir Sayyid Ahmad Khan and Muslim Modernism in India and Pakistan.</w:t>
      </w:r>
      <w:r>
        <w:t xml:space="preserve"> New York: Columbia University Press, 1980.</w:t>
      </w:r>
    </w:p>
    <w:p w:rsidR="007D4755" w:rsidRDefault="00ED3D62" w:rsidP="00ED3D62">
      <w:pPr>
        <w:pStyle w:val="libNormal"/>
      </w:pPr>
      <w:r>
        <w:t xml:space="preserve">Malik, Hafeez, ed. </w:t>
      </w:r>
      <w:r w:rsidRPr="00D86078">
        <w:rPr>
          <w:rStyle w:val="libItalicChar"/>
        </w:rPr>
        <w:t xml:space="preserve">Central Asia: Its Strategic Importance and Future Prospects. </w:t>
      </w:r>
      <w:r>
        <w:t>New York: St. Martin’s Press, 1994.</w:t>
      </w:r>
    </w:p>
    <w:p w:rsidR="00ED3D62" w:rsidRDefault="00ED3D62" w:rsidP="00ED3D62">
      <w:pPr>
        <w:pStyle w:val="libNormal"/>
      </w:pPr>
      <w:r>
        <w:t xml:space="preserve">Malik, Hafeez, ed. </w:t>
      </w:r>
      <w:r w:rsidRPr="00D86078">
        <w:rPr>
          <w:rStyle w:val="libItalicChar"/>
        </w:rPr>
        <w:t>Pakistan: Founders’ Aspirations and Today’s Realities.</w:t>
      </w:r>
      <w:r>
        <w:t xml:space="preserve"> Karachi: Oxford University Press, 2000.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Malik, Hafeez, ed. </w:t>
      </w:r>
      <w:r w:rsidRPr="00D86078">
        <w:rPr>
          <w:rStyle w:val="libItalicChar"/>
        </w:rPr>
        <w:t>Russian-American Relations: Islamic and Turkish Dimensions in the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Volga-Ural Basin. </w:t>
      </w:r>
      <w:r w:rsidRPr="00D86078">
        <w:rPr>
          <w:rStyle w:val="libNormalChar"/>
        </w:rPr>
        <w:t>New York: Palgrave Macmillan, 2000.</w:t>
      </w:r>
    </w:p>
    <w:p w:rsidR="00ED3D62" w:rsidRDefault="00ED3D62" w:rsidP="00ED3D62">
      <w:pPr>
        <w:pStyle w:val="libNormal"/>
      </w:pPr>
      <w:r w:rsidRPr="00CA2CCA">
        <w:t xml:space="preserve">Malik, Iftikhar Haider. </w:t>
      </w:r>
      <w:r w:rsidRPr="00D86078">
        <w:rPr>
          <w:rStyle w:val="libItalicChar"/>
        </w:rPr>
        <w:t xml:space="preserve">Islam, Nationalism, and the West: Issues of Identity in Pakistan. </w:t>
      </w:r>
      <w:r>
        <w:t>New York: Palgrave Macmillan, 1999.</w:t>
      </w:r>
    </w:p>
    <w:p w:rsidR="00ED3D62" w:rsidRDefault="00ED3D62" w:rsidP="00ED3D62">
      <w:pPr>
        <w:pStyle w:val="libNormal"/>
      </w:pPr>
      <w:r>
        <w:t xml:space="preserve">Malik, Jamal. </w:t>
      </w:r>
      <w:r w:rsidRPr="00D86078">
        <w:rPr>
          <w:rStyle w:val="libItalicChar"/>
        </w:rPr>
        <w:t>Colonialization of Islam: Dissolution of Traditional Institutions in Pakistan.</w:t>
      </w:r>
      <w:r>
        <w:t xml:space="preserve"> New Delhi: </w:t>
      </w:r>
      <w:proofErr w:type="spellStart"/>
      <w:r>
        <w:t>Munshiram</w:t>
      </w:r>
      <w:proofErr w:type="spellEnd"/>
      <w:r>
        <w:t xml:space="preserve"> </w:t>
      </w:r>
      <w:proofErr w:type="spellStart"/>
      <w:r>
        <w:t>Manoharlal</w:t>
      </w:r>
      <w:proofErr w:type="spellEnd"/>
      <w:r>
        <w:t>, 1998.</w:t>
      </w:r>
    </w:p>
    <w:p w:rsidR="00ED3D62" w:rsidRDefault="00ED3D62" w:rsidP="00ED3D62">
      <w:pPr>
        <w:pStyle w:val="libNormal"/>
      </w:pPr>
      <w:r>
        <w:t xml:space="preserve">Malley, Robert. </w:t>
      </w:r>
      <w:r w:rsidRPr="00D86078">
        <w:rPr>
          <w:rStyle w:val="libItalicChar"/>
        </w:rPr>
        <w:t xml:space="preserve">The Call from Algeria: Third </w:t>
      </w:r>
      <w:proofErr w:type="spellStart"/>
      <w:r w:rsidRPr="00D86078">
        <w:rPr>
          <w:rStyle w:val="libItalicChar"/>
        </w:rPr>
        <w:t>Worldism</w:t>
      </w:r>
      <w:proofErr w:type="spellEnd"/>
      <w:r w:rsidRPr="00D86078">
        <w:rPr>
          <w:rStyle w:val="libItalicChar"/>
        </w:rPr>
        <w:t xml:space="preserve">, Revolution and the Turn to Islam. </w:t>
      </w:r>
      <w:r>
        <w:t>Berkeley, CA: University of California Press, 1996.</w:t>
      </w:r>
    </w:p>
    <w:p w:rsidR="007D4755" w:rsidRDefault="00ED3D62" w:rsidP="00ED3D62">
      <w:pPr>
        <w:pStyle w:val="libNormal"/>
        <w:rPr>
          <w:rStyle w:val="libNormalChar"/>
        </w:rPr>
      </w:pPr>
      <w:proofErr w:type="spellStart"/>
      <w:r>
        <w:t>Mardin</w:t>
      </w:r>
      <w:proofErr w:type="spellEnd"/>
      <w:r>
        <w:t xml:space="preserve">, </w:t>
      </w:r>
      <w:proofErr w:type="spellStart"/>
      <w:r>
        <w:t>Şerif</w:t>
      </w:r>
      <w:proofErr w:type="spellEnd"/>
      <w:r>
        <w:t xml:space="preserve">. </w:t>
      </w:r>
      <w:r w:rsidRPr="00D86078">
        <w:rPr>
          <w:rStyle w:val="libItalicChar"/>
        </w:rPr>
        <w:t>The Genesis of Young Ottoman Thought: A Study in the Modernization of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Turkish Political Ideas. </w:t>
      </w:r>
      <w:r w:rsidRPr="00D86078">
        <w:rPr>
          <w:rStyle w:val="libNormalChar"/>
        </w:rPr>
        <w:t>Syracuse, NY: Syracuse University Press, 2000.</w:t>
      </w:r>
    </w:p>
    <w:p w:rsidR="00ED3D62" w:rsidRDefault="00ED3D62" w:rsidP="00ED3D62">
      <w:pPr>
        <w:pStyle w:val="libNormal"/>
      </w:pPr>
      <w:proofErr w:type="spellStart"/>
      <w:r w:rsidRPr="00CA2CCA">
        <w:t>Mardin</w:t>
      </w:r>
      <w:proofErr w:type="spellEnd"/>
      <w:r w:rsidRPr="00CA2CCA">
        <w:t xml:space="preserve">, Serif. </w:t>
      </w:r>
      <w:r w:rsidRPr="00D86078">
        <w:rPr>
          <w:rStyle w:val="libItalicChar"/>
        </w:rPr>
        <w:t>Religion, Society and Modernity in Turkey.</w:t>
      </w:r>
      <w:r>
        <w:t xml:space="preserve"> Syracuse, NY: Syracuse University Press, 2002.</w:t>
      </w:r>
    </w:p>
    <w:p w:rsidR="00ED3D62" w:rsidRDefault="00ED3D62" w:rsidP="00ED3D62">
      <w:pPr>
        <w:pStyle w:val="libNormal"/>
      </w:pPr>
      <w:r>
        <w:t xml:space="preserve">Maréchal, Brigette, et al., eds. </w:t>
      </w:r>
      <w:r w:rsidRPr="00D86078">
        <w:rPr>
          <w:rStyle w:val="libItalicChar"/>
        </w:rPr>
        <w:t>Muslims in the Enlarged Europe.</w:t>
      </w:r>
      <w:r>
        <w:t xml:space="preserve"> Leiden: E.J. Brill, 2003.</w:t>
      </w:r>
    </w:p>
    <w:p w:rsidR="00ED3D62" w:rsidRDefault="00ED3D62" w:rsidP="00ED3D62">
      <w:pPr>
        <w:pStyle w:val="libNormal"/>
      </w:pPr>
      <w:r>
        <w:t xml:space="preserve">Marr, Phebe. </w:t>
      </w:r>
      <w:r w:rsidRPr="00D86078">
        <w:rPr>
          <w:rStyle w:val="libItalicChar"/>
        </w:rPr>
        <w:t>The Modern History of Iraq.</w:t>
      </w:r>
      <w:r>
        <w:t xml:space="preserve"> Boulder, CO: Westview Press, 1985.</w:t>
      </w:r>
    </w:p>
    <w:p w:rsidR="00ED3D62" w:rsidRDefault="00ED3D62" w:rsidP="00ED3D62">
      <w:pPr>
        <w:pStyle w:val="libNormal"/>
      </w:pPr>
      <w:r>
        <w:t xml:space="preserve">Martin, Vanessa. </w:t>
      </w:r>
      <w:r w:rsidRPr="00D86078">
        <w:rPr>
          <w:rStyle w:val="libItalicChar"/>
        </w:rPr>
        <w:t>Creating an Islamic State: Khomeini and the Making of a New Iran.</w:t>
      </w:r>
      <w:r>
        <w:t xml:space="preserve"> London: I.B. Tauris, 2000.</w:t>
      </w:r>
    </w:p>
    <w:p w:rsidR="00ED3D62" w:rsidRDefault="00ED3D62" w:rsidP="00ED3D62">
      <w:pPr>
        <w:pStyle w:val="libNormal"/>
      </w:pPr>
      <w:r>
        <w:t xml:space="preserve">Martinez, Luis. </w:t>
      </w:r>
      <w:r w:rsidRPr="00D86078">
        <w:rPr>
          <w:rStyle w:val="libItalicChar"/>
        </w:rPr>
        <w:t>The Algerian Civil War, 1990-1998.</w:t>
      </w:r>
      <w:r>
        <w:t xml:space="preserve"> New York: Columbia University Press, 2000.</w:t>
      </w:r>
    </w:p>
    <w:p w:rsidR="007D4755" w:rsidRDefault="00ED3D62" w:rsidP="00ED3D62">
      <w:pPr>
        <w:pStyle w:val="libNormal"/>
      </w:pPr>
      <w:proofErr w:type="spellStart"/>
      <w:r>
        <w:t>Massad</w:t>
      </w:r>
      <w:proofErr w:type="spellEnd"/>
      <w:r>
        <w:t xml:space="preserve">, Joseph A. </w:t>
      </w:r>
      <w:r w:rsidRPr="00D86078">
        <w:rPr>
          <w:rStyle w:val="libItalicChar"/>
        </w:rPr>
        <w:t xml:space="preserve">Colonial Effects: The Making of National Identity in Jordan. </w:t>
      </w:r>
      <w:r>
        <w:t>New York: Columbia University Press, 2001.</w:t>
      </w:r>
    </w:p>
    <w:p w:rsidR="00ED3D62" w:rsidRDefault="00ED3D62" w:rsidP="00ED3D62">
      <w:pPr>
        <w:pStyle w:val="libNormal"/>
      </w:pPr>
      <w:proofErr w:type="spellStart"/>
      <w:r>
        <w:t>Matinuddin</w:t>
      </w:r>
      <w:proofErr w:type="spellEnd"/>
      <w:r>
        <w:t xml:space="preserve">, Kamal. </w:t>
      </w:r>
      <w:r w:rsidRPr="00D86078">
        <w:rPr>
          <w:rStyle w:val="libItalicChar"/>
        </w:rPr>
        <w:t xml:space="preserve">The Taliban Phenomenon: Afghanistan, 1994-1997. </w:t>
      </w:r>
      <w:r>
        <w:t>Karachi: Oxford University Press, 1999.</w:t>
      </w:r>
    </w:p>
    <w:p w:rsidR="00ED3D62" w:rsidRDefault="00ED3D62" w:rsidP="00ED3D62">
      <w:pPr>
        <w:pStyle w:val="libNormal"/>
      </w:pPr>
      <w:proofErr w:type="spellStart"/>
      <w:r>
        <w:t>McAmis</w:t>
      </w:r>
      <w:proofErr w:type="spellEnd"/>
      <w:r>
        <w:t xml:space="preserve">, Robert Day. </w:t>
      </w:r>
      <w:r w:rsidRPr="00D86078">
        <w:rPr>
          <w:rStyle w:val="libItalicChar"/>
        </w:rPr>
        <w:t>Malay Muslims: The History and Challenge of Resurgent Islam in</w:t>
      </w:r>
      <w:r w:rsidRPr="00CA2CCA">
        <w:t xml:space="preserve"> </w:t>
      </w:r>
      <w:r w:rsidRPr="00D86078">
        <w:rPr>
          <w:rStyle w:val="libItalicChar"/>
        </w:rPr>
        <w:t xml:space="preserve">Southeast Asia. </w:t>
      </w:r>
      <w:r>
        <w:t>Grand Rapids, MI: William B. Eerdmans Publ., 2002.</w:t>
      </w:r>
    </w:p>
    <w:p w:rsidR="007D4755" w:rsidRDefault="00ED3D62" w:rsidP="00ED3D62">
      <w:pPr>
        <w:pStyle w:val="libNormal"/>
      </w:pPr>
      <w:proofErr w:type="spellStart"/>
      <w:r>
        <w:t>Menashri</w:t>
      </w:r>
      <w:proofErr w:type="spellEnd"/>
      <w:r>
        <w:t xml:space="preserve">, David. </w:t>
      </w:r>
      <w:r w:rsidRPr="00D86078">
        <w:rPr>
          <w:rStyle w:val="libItalicChar"/>
        </w:rPr>
        <w:t>Post-Revolutionary Politics in Iran: Religion, Society and Power.</w:t>
      </w:r>
      <w:r>
        <w:t xml:space="preserve"> London: Frank Cass &amp; Co., 2001.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Metcalf, Barbara Daly, ed. </w:t>
      </w:r>
      <w:r w:rsidRPr="00D86078">
        <w:rPr>
          <w:rStyle w:val="libItalicChar"/>
        </w:rPr>
        <w:t xml:space="preserve">Moral Conduct and Authority: The Place of </w:t>
      </w:r>
      <w:proofErr w:type="spellStart"/>
      <w:r w:rsidRPr="00D86078">
        <w:rPr>
          <w:rStyle w:val="libItalicChar"/>
        </w:rPr>
        <w:t>Adab</w:t>
      </w:r>
      <w:proofErr w:type="spellEnd"/>
      <w:r w:rsidRPr="00D86078">
        <w:rPr>
          <w:rStyle w:val="libItalicChar"/>
        </w:rPr>
        <w:t xml:space="preserve"> in South Asian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Islam. </w:t>
      </w:r>
      <w:r w:rsidRPr="00D86078">
        <w:rPr>
          <w:rStyle w:val="libNormalChar"/>
        </w:rPr>
        <w:t>Berkeley, CA: University of California Press, 1984.</w:t>
      </w:r>
    </w:p>
    <w:p w:rsidR="007D4755" w:rsidRDefault="00ED3D62" w:rsidP="00ED3D62">
      <w:pPr>
        <w:pStyle w:val="libNormal"/>
      </w:pPr>
      <w:r w:rsidRPr="00CA2CCA">
        <w:t xml:space="preserve">Millard, Mike. </w:t>
      </w:r>
      <w:r w:rsidRPr="00D86078">
        <w:rPr>
          <w:rStyle w:val="libItalicChar"/>
        </w:rPr>
        <w:t>Jihad in Paradise: Islam and Politics in Southeast Asia.</w:t>
      </w:r>
      <w:r>
        <w:t xml:space="preserve"> Armonk, NY: M.E. Sharpe, 2004.</w:t>
      </w:r>
    </w:p>
    <w:p w:rsidR="00ED3D62" w:rsidRDefault="00ED3D62" w:rsidP="00ED3D62">
      <w:pPr>
        <w:pStyle w:val="libNormal"/>
      </w:pPr>
      <w:r>
        <w:t xml:space="preserve">Milton-Edwards, Beverly. </w:t>
      </w:r>
      <w:r w:rsidRPr="00D86078">
        <w:rPr>
          <w:rStyle w:val="libItalicChar"/>
        </w:rPr>
        <w:t>Islamic Politics in Palestine.</w:t>
      </w:r>
      <w:r>
        <w:t xml:space="preserve"> London: Tauris Academic Studies, 1996.</w:t>
      </w:r>
    </w:p>
    <w:p w:rsidR="00ED3D62" w:rsidRDefault="00ED3D62" w:rsidP="00ED3D62">
      <w:pPr>
        <w:pStyle w:val="libNormal"/>
      </w:pPr>
      <w:proofErr w:type="spellStart"/>
      <w:r>
        <w:t>Minault</w:t>
      </w:r>
      <w:proofErr w:type="spellEnd"/>
      <w:r>
        <w:t xml:space="preserve">, Gail. </w:t>
      </w:r>
      <w:r w:rsidRPr="00D86078">
        <w:rPr>
          <w:rStyle w:val="libItalicChar"/>
        </w:rPr>
        <w:t>The Khilafat Movement: Religious Symbolism and Political Mobilization in</w:t>
      </w:r>
      <w:r w:rsidRPr="00CA2CCA">
        <w:t xml:space="preserve"> </w:t>
      </w:r>
      <w:r w:rsidRPr="00D86078">
        <w:rPr>
          <w:rStyle w:val="libItalicChar"/>
        </w:rPr>
        <w:t xml:space="preserve">India. </w:t>
      </w:r>
      <w:r w:rsidRPr="00D86078">
        <w:t>Oxford, UK: Oxford University Press, 2</w:t>
      </w:r>
      <w:r w:rsidRPr="00750AA4">
        <w:t>nd</w:t>
      </w:r>
      <w:r>
        <w:t xml:space="preserve"> ed., 1999.</w:t>
      </w:r>
    </w:p>
    <w:p w:rsidR="00ED3D62" w:rsidRDefault="00ED3D62" w:rsidP="00ED3D62">
      <w:pPr>
        <w:pStyle w:val="libNormal"/>
      </w:pPr>
      <w:proofErr w:type="spellStart"/>
      <w:r>
        <w:lastRenderedPageBreak/>
        <w:t>Minault</w:t>
      </w:r>
      <w:proofErr w:type="spellEnd"/>
      <w:r>
        <w:t xml:space="preserve">, Gail. </w:t>
      </w:r>
      <w:r w:rsidRPr="00D86078">
        <w:rPr>
          <w:rStyle w:val="libItalicChar"/>
        </w:rPr>
        <w:t xml:space="preserve">Secluded Scholars: Women’s Education and Muslim Social Reform in Colonial India. </w:t>
      </w:r>
      <w:r>
        <w:t>Oxford, UK: Oxford University Press, 1998.</w:t>
      </w:r>
    </w:p>
    <w:p w:rsidR="00ED3D62" w:rsidRDefault="00ED3D62" w:rsidP="00ED3D62">
      <w:pPr>
        <w:pStyle w:val="libNormal"/>
      </w:pPr>
      <w:r>
        <w:t xml:space="preserve">Mir-Hosseini, </w:t>
      </w:r>
      <w:proofErr w:type="spellStart"/>
      <w:r>
        <w:t>Ziba</w:t>
      </w:r>
      <w:proofErr w:type="spellEnd"/>
      <w:r>
        <w:t xml:space="preserve">. </w:t>
      </w:r>
      <w:r w:rsidRPr="00D86078">
        <w:rPr>
          <w:rStyle w:val="libItalicChar"/>
        </w:rPr>
        <w:t>Islam and Gender: The Religious Debate in Contemporary Iran.</w:t>
      </w:r>
      <w:r>
        <w:t xml:space="preserve"> Princeton, NJ: Princeton University Press, 1999.</w:t>
      </w:r>
    </w:p>
    <w:p w:rsidR="00ED3D62" w:rsidRDefault="00ED3D62" w:rsidP="00ED3D62">
      <w:pPr>
        <w:pStyle w:val="libNormal"/>
      </w:pPr>
      <w:r>
        <w:t xml:space="preserve">Mitchell, Timothy. </w:t>
      </w:r>
      <w:proofErr w:type="spellStart"/>
      <w:r w:rsidRPr="00D86078">
        <w:rPr>
          <w:rStyle w:val="libItalicChar"/>
        </w:rPr>
        <w:t>Colonising</w:t>
      </w:r>
      <w:proofErr w:type="spellEnd"/>
      <w:r w:rsidRPr="00D86078">
        <w:rPr>
          <w:rStyle w:val="libItalicChar"/>
        </w:rPr>
        <w:t xml:space="preserve"> Egypt.</w:t>
      </w:r>
      <w:r>
        <w:t xml:space="preserve"> Cambridge, UK: Cambridge University Press, 1988.</w:t>
      </w:r>
    </w:p>
    <w:p w:rsidR="00ED3D62" w:rsidRDefault="00ED3D62" w:rsidP="00ED3D62">
      <w:pPr>
        <w:pStyle w:val="libNormal"/>
      </w:pPr>
      <w:proofErr w:type="gramStart"/>
      <w:r>
        <w:t>Mitchell ,</w:t>
      </w:r>
      <w:proofErr w:type="gramEnd"/>
      <w:r>
        <w:t xml:space="preserve"> Timothy. </w:t>
      </w:r>
      <w:r w:rsidRPr="00D86078">
        <w:rPr>
          <w:rStyle w:val="libItalicChar"/>
        </w:rPr>
        <w:t xml:space="preserve">Rule of Experts: Egypt, </w:t>
      </w:r>
      <w:proofErr w:type="spellStart"/>
      <w:r w:rsidRPr="00D86078">
        <w:rPr>
          <w:rStyle w:val="libItalicChar"/>
        </w:rPr>
        <w:t>Technopolitics</w:t>
      </w:r>
      <w:proofErr w:type="spellEnd"/>
      <w:r w:rsidRPr="00D86078">
        <w:rPr>
          <w:rStyle w:val="libItalicChar"/>
        </w:rPr>
        <w:t>, Modernity.</w:t>
      </w:r>
      <w:r>
        <w:t xml:space="preserve"> Berkeley, CA: University of California Press, 2002.</w:t>
      </w:r>
    </w:p>
    <w:p w:rsidR="00ED3D62" w:rsidRDefault="00ED3D62" w:rsidP="00ED3D62">
      <w:pPr>
        <w:pStyle w:val="libNormal"/>
      </w:pPr>
      <w:proofErr w:type="spellStart"/>
      <w:r>
        <w:t>Moaddel</w:t>
      </w:r>
      <w:proofErr w:type="spellEnd"/>
      <w:r>
        <w:t xml:space="preserve">, Mansoor. </w:t>
      </w:r>
      <w:r w:rsidRPr="00D86078">
        <w:rPr>
          <w:rStyle w:val="libItalicChar"/>
        </w:rPr>
        <w:t>Class, Politics, and Ideology in the Iranian Revolution.</w:t>
      </w:r>
      <w:r>
        <w:t xml:space="preserve"> New York: Columbia University Press, 1992.</w:t>
      </w:r>
    </w:p>
    <w:p w:rsidR="00ED3D62" w:rsidRDefault="00ED3D62" w:rsidP="00ED3D62">
      <w:pPr>
        <w:pStyle w:val="libNormal"/>
      </w:pPr>
      <w:proofErr w:type="spellStart"/>
      <w:r>
        <w:t>Morony</w:t>
      </w:r>
      <w:proofErr w:type="spellEnd"/>
      <w:r>
        <w:t xml:space="preserve">, Michael G. </w:t>
      </w:r>
      <w:r w:rsidRPr="00D86078">
        <w:rPr>
          <w:rStyle w:val="libItalicChar"/>
        </w:rPr>
        <w:t>Iraq After the Muslim Conquest.</w:t>
      </w:r>
      <w:r>
        <w:t xml:space="preserve"> Princeton, NJ: Princeton University Press, 1984</w:t>
      </w:r>
    </w:p>
    <w:p w:rsidR="00ED3D62" w:rsidRDefault="00ED3D62" w:rsidP="00ED3D62">
      <w:pPr>
        <w:pStyle w:val="libNormal"/>
      </w:pPr>
      <w:r>
        <w:t xml:space="preserve">Moslem, Mehdi. </w:t>
      </w:r>
      <w:r w:rsidRPr="00D86078">
        <w:rPr>
          <w:rStyle w:val="libItalicChar"/>
        </w:rPr>
        <w:t>Factional Politics in Post-Khomeini Iran</w:t>
      </w:r>
      <w:r>
        <w:t xml:space="preserve">. Syracuse, NY: Syracuse </w:t>
      </w:r>
      <w:proofErr w:type="spellStart"/>
      <w:r>
        <w:t>UniversityPress</w:t>
      </w:r>
      <w:proofErr w:type="spellEnd"/>
      <w:r>
        <w:t>, 2002.</w:t>
      </w:r>
    </w:p>
    <w:p w:rsidR="00ED3D62" w:rsidRDefault="00ED3D62" w:rsidP="00ED3D62">
      <w:pPr>
        <w:pStyle w:val="libNormal"/>
      </w:pPr>
      <w:r>
        <w:t xml:space="preserve">Mottahedeh, Roy. </w:t>
      </w:r>
      <w:r w:rsidRPr="00D86078">
        <w:rPr>
          <w:rStyle w:val="libItalicChar"/>
        </w:rPr>
        <w:t xml:space="preserve">The Mantle of the Prophet: Religion and Politics in Iran. </w:t>
      </w:r>
      <w:r>
        <w:t xml:space="preserve">Oxford, UK: </w:t>
      </w:r>
      <w:proofErr w:type="spellStart"/>
      <w:r>
        <w:t>Oneworld</w:t>
      </w:r>
      <w:proofErr w:type="spellEnd"/>
      <w:r>
        <w:t>, 2000.</w:t>
      </w:r>
    </w:p>
    <w:p w:rsidR="00ED3D62" w:rsidRDefault="00ED3D62" w:rsidP="00ED3D62">
      <w:pPr>
        <w:pStyle w:val="libNormal"/>
      </w:pPr>
      <w:r>
        <w:t xml:space="preserve">Mumtaz, </w:t>
      </w:r>
      <w:proofErr w:type="spellStart"/>
      <w:r>
        <w:t>Khawar</w:t>
      </w:r>
      <w:proofErr w:type="spellEnd"/>
      <w:r>
        <w:t xml:space="preserve">. </w:t>
      </w:r>
      <w:r w:rsidRPr="00D86078">
        <w:rPr>
          <w:rStyle w:val="libItalicChar"/>
        </w:rPr>
        <w:t>Women of Pakistan: Two Steps Forward, One Back?</w:t>
      </w:r>
      <w:r>
        <w:t xml:space="preserve"> London: Zed Books, 1987.</w:t>
      </w:r>
    </w:p>
    <w:p w:rsidR="00ED3D62" w:rsidRDefault="00ED3D62" w:rsidP="00ED3D62">
      <w:pPr>
        <w:pStyle w:val="libNormal"/>
      </w:pPr>
      <w:r>
        <w:t xml:space="preserve">Munson, Henry, Jr. </w:t>
      </w:r>
      <w:r w:rsidRPr="00D86078">
        <w:rPr>
          <w:rStyle w:val="libItalicChar"/>
        </w:rPr>
        <w:t>Islam and Revolution in the Middle East.</w:t>
      </w:r>
      <w:r>
        <w:t xml:space="preserve"> New Haven, CT: Yale University Press, 1989.</w:t>
      </w:r>
    </w:p>
    <w:p w:rsidR="00ED3D62" w:rsidRDefault="00ED3D62" w:rsidP="00ED3D62">
      <w:pPr>
        <w:pStyle w:val="libNormal"/>
      </w:pPr>
      <w:r>
        <w:t xml:space="preserve">Munson, Henry, Jr. </w:t>
      </w:r>
      <w:r w:rsidRPr="00D86078">
        <w:rPr>
          <w:rStyle w:val="libItalicChar"/>
        </w:rPr>
        <w:t>Religion and Power in Morocco.</w:t>
      </w:r>
      <w:r>
        <w:t xml:space="preserve"> New Haven, CT: Yale University Press, 1993.</w:t>
      </w:r>
    </w:p>
    <w:p w:rsidR="00ED3D62" w:rsidRDefault="00ED3D62" w:rsidP="00ED3D62">
      <w:pPr>
        <w:pStyle w:val="libNormal"/>
      </w:pPr>
      <w:r>
        <w:t xml:space="preserve">Murphy, Emma C. </w:t>
      </w:r>
      <w:r w:rsidRPr="00D86078">
        <w:rPr>
          <w:rStyle w:val="libItalicChar"/>
        </w:rPr>
        <w:t>Economic and Political Change in Tunisia: From Bourguiba to Ben Ali.</w:t>
      </w:r>
      <w:r>
        <w:t xml:space="preserve"> New York: St. Martin’s Press, 1999.</w:t>
      </w:r>
    </w:p>
    <w:p w:rsidR="00ED3D62" w:rsidRDefault="00ED3D62" w:rsidP="00ED3D62">
      <w:pPr>
        <w:pStyle w:val="libNormal"/>
      </w:pPr>
      <w:r>
        <w:t xml:space="preserve">Murshid, </w:t>
      </w:r>
      <w:proofErr w:type="spellStart"/>
      <w:r>
        <w:t>Tazeen</w:t>
      </w:r>
      <w:proofErr w:type="spellEnd"/>
      <w:r>
        <w:t xml:space="preserve"> M. </w:t>
      </w:r>
      <w:r w:rsidRPr="00D86078">
        <w:rPr>
          <w:rStyle w:val="libItalicChar"/>
        </w:rPr>
        <w:t>The Sacred and the Secular: Bengal Muslim Discourses, 1871-1977</w:t>
      </w:r>
      <w:r>
        <w:t>. Calcutta: Oxford University Press, 1995.</w:t>
      </w:r>
    </w:p>
    <w:p w:rsidR="00ED3D62" w:rsidRDefault="00ED3D62" w:rsidP="00ED3D62">
      <w:pPr>
        <w:pStyle w:val="libNormal"/>
      </w:pPr>
      <w:proofErr w:type="spellStart"/>
      <w:r>
        <w:t>Mutalib</w:t>
      </w:r>
      <w:proofErr w:type="spellEnd"/>
      <w:r>
        <w:t xml:space="preserve">, </w:t>
      </w:r>
      <w:proofErr w:type="spellStart"/>
      <w:r>
        <w:t>Hussin</w:t>
      </w:r>
      <w:proofErr w:type="spellEnd"/>
      <w:r>
        <w:t xml:space="preserve">. </w:t>
      </w:r>
      <w:r w:rsidRPr="00D86078">
        <w:rPr>
          <w:rStyle w:val="libItalicChar"/>
        </w:rPr>
        <w:t>Islam and Ethnicity in Malay Politics.</w:t>
      </w:r>
      <w:r>
        <w:t xml:space="preserve"> New York: Oxford University Press, 1990.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proofErr w:type="spellStart"/>
      <w:r>
        <w:t>Nabavi</w:t>
      </w:r>
      <w:proofErr w:type="spellEnd"/>
      <w:r>
        <w:t xml:space="preserve">, </w:t>
      </w:r>
      <w:proofErr w:type="spellStart"/>
      <w:r>
        <w:t>Negin</w:t>
      </w:r>
      <w:proofErr w:type="spellEnd"/>
      <w:r>
        <w:t xml:space="preserve">. </w:t>
      </w:r>
      <w:r w:rsidRPr="00D86078">
        <w:rPr>
          <w:rStyle w:val="libItalicChar"/>
        </w:rPr>
        <w:t>Intellectuals and the State in Iran: Politics, Discourse and the Dilemma of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Authenticity. </w:t>
      </w:r>
      <w:r w:rsidRPr="00D86078">
        <w:rPr>
          <w:rStyle w:val="libNormalChar"/>
        </w:rPr>
        <w:t>Gainesville, FL: University Press of Florida, 2003.</w:t>
      </w:r>
    </w:p>
    <w:p w:rsidR="00ED3D62" w:rsidRDefault="00ED3D62" w:rsidP="00ED3D62">
      <w:pPr>
        <w:pStyle w:val="libNormal"/>
      </w:pPr>
      <w:proofErr w:type="spellStart"/>
      <w:r w:rsidRPr="00CA2CCA">
        <w:t>Nabavi</w:t>
      </w:r>
      <w:proofErr w:type="spellEnd"/>
      <w:r w:rsidRPr="00CA2CCA">
        <w:t xml:space="preserve">, </w:t>
      </w:r>
      <w:proofErr w:type="spellStart"/>
      <w:r w:rsidRPr="00CA2CCA">
        <w:t>Negin</w:t>
      </w:r>
      <w:proofErr w:type="spellEnd"/>
      <w:r w:rsidRPr="00CA2CCA">
        <w:t xml:space="preserve">, ed. </w:t>
      </w:r>
      <w:r w:rsidRPr="00D86078">
        <w:rPr>
          <w:rStyle w:val="libItalicChar"/>
        </w:rPr>
        <w:t>Intellectual Trends in 20</w:t>
      </w:r>
      <w:r w:rsidRPr="00750AA4">
        <w:rPr>
          <w:rStyle w:val="libItalicChar"/>
        </w:rPr>
        <w:t>th</w:t>
      </w:r>
      <w:r w:rsidRPr="00D86078">
        <w:rPr>
          <w:rStyle w:val="libItalicChar"/>
        </w:rPr>
        <w:t xml:space="preserve"> Century Iran.</w:t>
      </w:r>
      <w:r>
        <w:t xml:space="preserve"> Gainesville, FL: University Press of Florida, 2003.</w:t>
      </w:r>
    </w:p>
    <w:p w:rsidR="00ED3D62" w:rsidRDefault="00ED3D62" w:rsidP="00ED3D62">
      <w:pPr>
        <w:pStyle w:val="libNormal"/>
      </w:pPr>
      <w:proofErr w:type="spellStart"/>
      <w:r>
        <w:t>Najem</w:t>
      </w:r>
      <w:proofErr w:type="spellEnd"/>
      <w:r>
        <w:t xml:space="preserve">, Tom Pierre. </w:t>
      </w:r>
      <w:r w:rsidRPr="00D86078">
        <w:rPr>
          <w:rStyle w:val="libItalicChar"/>
        </w:rPr>
        <w:t>Lebanon: The Politics of a Penetrated Society.</w:t>
      </w:r>
      <w:r>
        <w:t xml:space="preserve"> New York: Routledge, 2003.</w:t>
      </w:r>
    </w:p>
    <w:p w:rsidR="007D4755" w:rsidRDefault="00ED3D62" w:rsidP="00ED3D62">
      <w:pPr>
        <w:pStyle w:val="libNormal"/>
      </w:pPr>
      <w:r>
        <w:t xml:space="preserve">Nasr, </w:t>
      </w:r>
      <w:proofErr w:type="spellStart"/>
      <w:r>
        <w:t>Seyyed</w:t>
      </w:r>
      <w:proofErr w:type="spellEnd"/>
      <w:r>
        <w:t xml:space="preserve"> Vali Reza. </w:t>
      </w:r>
      <w:r w:rsidRPr="00D86078">
        <w:rPr>
          <w:rStyle w:val="libItalicChar"/>
        </w:rPr>
        <w:t xml:space="preserve">The Vanguard of the Islamic Revolution: The </w:t>
      </w:r>
      <w:proofErr w:type="spellStart"/>
      <w:r w:rsidRPr="00D86078">
        <w:rPr>
          <w:rStyle w:val="libItalicChar"/>
        </w:rPr>
        <w:t>Jama‛at-i</w:t>
      </w:r>
      <w:proofErr w:type="spellEnd"/>
      <w:r w:rsidRPr="00D86078">
        <w:rPr>
          <w:rStyle w:val="libItalicChar"/>
        </w:rPr>
        <w:t xml:space="preserve"> </w:t>
      </w:r>
      <w:proofErr w:type="spellStart"/>
      <w:r w:rsidRPr="00D86078">
        <w:rPr>
          <w:rStyle w:val="libItalicChar"/>
        </w:rPr>
        <w:t>Islami</w:t>
      </w:r>
      <w:proofErr w:type="spellEnd"/>
      <w:r w:rsidRPr="00D86078">
        <w:rPr>
          <w:rStyle w:val="libItalicChar"/>
        </w:rPr>
        <w:t xml:space="preserve"> of</w:t>
      </w:r>
      <w:r w:rsidRPr="00CA2CCA">
        <w:t xml:space="preserve"> </w:t>
      </w:r>
      <w:r w:rsidRPr="00D86078">
        <w:rPr>
          <w:rStyle w:val="libItalicChar"/>
        </w:rPr>
        <w:t>Pakistan.</w:t>
      </w:r>
      <w:r>
        <w:t xml:space="preserve"> Berkeley, CA: University of California Press, 1994.</w:t>
      </w:r>
    </w:p>
    <w:p w:rsidR="007D4755" w:rsidRDefault="00ED3D62" w:rsidP="00ED3D62">
      <w:pPr>
        <w:pStyle w:val="libNormal"/>
        <w:rPr>
          <w:rStyle w:val="libNormalChar"/>
        </w:rPr>
      </w:pPr>
      <w:proofErr w:type="spellStart"/>
      <w:r>
        <w:t>Nawid</w:t>
      </w:r>
      <w:proofErr w:type="spellEnd"/>
      <w:r>
        <w:t xml:space="preserve">, </w:t>
      </w:r>
      <w:proofErr w:type="spellStart"/>
      <w:r>
        <w:t>Senzil</w:t>
      </w:r>
      <w:proofErr w:type="spellEnd"/>
      <w:r>
        <w:t xml:space="preserve"> K. </w:t>
      </w:r>
      <w:r w:rsidRPr="00D86078">
        <w:rPr>
          <w:rStyle w:val="libItalicChar"/>
        </w:rPr>
        <w:t xml:space="preserve">Religious Response to Social Change in Afghanistan, 1919-1929: King Aman-Allah and the Afghan Ulama. </w:t>
      </w:r>
      <w:r w:rsidRPr="00D86078">
        <w:rPr>
          <w:rStyle w:val="libNormalChar"/>
        </w:rPr>
        <w:t>Costa Mesa, CA: Mazda Publ., 2000.</w:t>
      </w:r>
    </w:p>
    <w:p w:rsidR="00ED3D62" w:rsidRDefault="00ED3D62" w:rsidP="00ED3D62">
      <w:pPr>
        <w:pStyle w:val="libNormal"/>
      </w:pPr>
      <w:r w:rsidRPr="00CA2CCA">
        <w:t xml:space="preserve">Niblock, Tim. </w:t>
      </w:r>
      <w:r w:rsidRPr="00D86078">
        <w:rPr>
          <w:rStyle w:val="libItalicChar"/>
        </w:rPr>
        <w:t>Saudi Arabia.</w:t>
      </w:r>
      <w:r>
        <w:t xml:space="preserve"> New York: Routledge, 2003.</w:t>
      </w:r>
    </w:p>
    <w:p w:rsidR="00ED3D62" w:rsidRDefault="00ED3D62" w:rsidP="00ED3D62">
      <w:pPr>
        <w:pStyle w:val="libNormal"/>
      </w:pPr>
      <w:r>
        <w:t xml:space="preserve">Nielsen, </w:t>
      </w:r>
      <w:proofErr w:type="spellStart"/>
      <w:r>
        <w:t>Jørgen</w:t>
      </w:r>
      <w:proofErr w:type="spellEnd"/>
      <w:r>
        <w:t xml:space="preserve"> S. </w:t>
      </w:r>
      <w:r w:rsidRPr="00D86078">
        <w:rPr>
          <w:rStyle w:val="libItalicChar"/>
        </w:rPr>
        <w:t>Towards a European Islam.</w:t>
      </w:r>
      <w:r>
        <w:t xml:space="preserve"> New York: Palgrave Macmillan, 1999.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proofErr w:type="spellStart"/>
      <w:r>
        <w:t>Nivet</w:t>
      </w:r>
      <w:proofErr w:type="spellEnd"/>
      <w:r>
        <w:t xml:space="preserve">, Anne. </w:t>
      </w:r>
      <w:proofErr w:type="spellStart"/>
      <w:r w:rsidRPr="00D86078">
        <w:rPr>
          <w:rStyle w:val="libItalicChar"/>
        </w:rPr>
        <w:t>Chienne</w:t>
      </w:r>
      <w:proofErr w:type="spellEnd"/>
      <w:r w:rsidRPr="00D86078">
        <w:rPr>
          <w:rStyle w:val="libItalicChar"/>
        </w:rPr>
        <w:t xml:space="preserve"> de Guerre: A Woman Reporter Behind the Lines of the War in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Chechnya. </w:t>
      </w:r>
      <w:r w:rsidRPr="00D86078">
        <w:rPr>
          <w:rStyle w:val="libNormalChar"/>
        </w:rPr>
        <w:t xml:space="preserve">New York: </w:t>
      </w:r>
      <w:proofErr w:type="spellStart"/>
      <w:r w:rsidRPr="00D86078">
        <w:rPr>
          <w:rStyle w:val="libNormalChar"/>
        </w:rPr>
        <w:t>PublicAffaris</w:t>
      </w:r>
      <w:proofErr w:type="spellEnd"/>
      <w:r w:rsidRPr="00D86078">
        <w:rPr>
          <w:rStyle w:val="libNormalChar"/>
        </w:rPr>
        <w:t>/Perseus, 2001.</w:t>
      </w:r>
    </w:p>
    <w:p w:rsidR="00ED3D62" w:rsidRDefault="00ED3D62" w:rsidP="00ED3D62">
      <w:pPr>
        <w:pStyle w:val="libNormal"/>
      </w:pPr>
      <w:r w:rsidRPr="00CA2CCA">
        <w:t xml:space="preserve">Norton, Augustus Richard. </w:t>
      </w:r>
      <w:r w:rsidRPr="00D86078">
        <w:rPr>
          <w:rStyle w:val="libItalicChar"/>
        </w:rPr>
        <w:t xml:space="preserve">Amal and the </w:t>
      </w:r>
      <w:proofErr w:type="gramStart"/>
      <w:r w:rsidRPr="00D86078">
        <w:rPr>
          <w:rStyle w:val="libItalicChar"/>
        </w:rPr>
        <w:t>Shi‘</w:t>
      </w:r>
      <w:proofErr w:type="gramEnd"/>
      <w:r w:rsidRPr="00D86078">
        <w:rPr>
          <w:rStyle w:val="libItalicChar"/>
        </w:rPr>
        <w:t xml:space="preserve">a: Struggle for the Soul of Lebanon. </w:t>
      </w:r>
      <w:r>
        <w:t>Austin, TX: University of Texas Press, 1987.</w:t>
      </w:r>
    </w:p>
    <w:p w:rsidR="007D4755" w:rsidRDefault="00ED3D62" w:rsidP="00ED3D62">
      <w:pPr>
        <w:pStyle w:val="libNormal"/>
      </w:pPr>
      <w:r>
        <w:lastRenderedPageBreak/>
        <w:t xml:space="preserve">Norris, Harry T. </w:t>
      </w:r>
      <w:r w:rsidRPr="00D86078">
        <w:rPr>
          <w:rStyle w:val="libItalicChar"/>
        </w:rPr>
        <w:t>Islam in the Balkans: Religion and Society between Europe and the Arab</w:t>
      </w:r>
      <w:r w:rsidRPr="00CA2CCA">
        <w:t xml:space="preserve"> </w:t>
      </w:r>
      <w:r w:rsidRPr="00D86078">
        <w:rPr>
          <w:rStyle w:val="libItalicChar"/>
        </w:rPr>
        <w:t>World.</w:t>
      </w:r>
      <w:r>
        <w:t xml:space="preserve"> Columbia, SC: University of South Carolina Press, 1994.</w:t>
      </w:r>
    </w:p>
    <w:p w:rsidR="00ED3D62" w:rsidRDefault="00ED3D62" w:rsidP="00ED3D62">
      <w:pPr>
        <w:pStyle w:val="libNormal"/>
      </w:pPr>
      <w:proofErr w:type="spellStart"/>
      <w:r>
        <w:t>Nyang</w:t>
      </w:r>
      <w:proofErr w:type="spellEnd"/>
      <w:r>
        <w:t xml:space="preserve">, Sulayman S. </w:t>
      </w:r>
      <w:r w:rsidRPr="00D86078">
        <w:rPr>
          <w:rStyle w:val="libItalicChar"/>
        </w:rPr>
        <w:t>Islam in the United States of America.</w:t>
      </w:r>
      <w:r>
        <w:t xml:space="preserve"> Chicago, IL: ABC </w:t>
      </w:r>
      <w:proofErr w:type="spellStart"/>
      <w:r>
        <w:t>Int’l.Group</w:t>
      </w:r>
      <w:proofErr w:type="spellEnd"/>
      <w:r>
        <w:t>/Kazi Publ., 1999.</w:t>
      </w:r>
    </w:p>
    <w:p w:rsidR="00ED3D62" w:rsidRDefault="00ED3D62" w:rsidP="00ED3D62">
      <w:pPr>
        <w:pStyle w:val="libNormal"/>
      </w:pPr>
      <w:proofErr w:type="spellStart"/>
      <w:r>
        <w:t>O’Ballance</w:t>
      </w:r>
      <w:proofErr w:type="spellEnd"/>
      <w:r>
        <w:t xml:space="preserve">, Edgar. </w:t>
      </w:r>
      <w:r w:rsidRPr="00D86078">
        <w:rPr>
          <w:rStyle w:val="libItalicChar"/>
        </w:rPr>
        <w:t>Civil War in Lebanon, 1975-92.</w:t>
      </w:r>
      <w:r>
        <w:t xml:space="preserve"> New York: Palgrave Macmillan, 1999.</w:t>
      </w:r>
    </w:p>
    <w:p w:rsidR="007D4755" w:rsidRDefault="00ED3D62" w:rsidP="00ED3D62">
      <w:pPr>
        <w:pStyle w:val="libNormal"/>
      </w:pPr>
      <w:r>
        <w:t xml:space="preserve">Olcott, Martha Brill, ed. </w:t>
      </w:r>
      <w:r w:rsidRPr="00D86078">
        <w:rPr>
          <w:rStyle w:val="libItalicChar"/>
        </w:rPr>
        <w:t xml:space="preserve">Everyday Islam: Religion and Tradition in Rural Central Asia. </w:t>
      </w:r>
      <w:r>
        <w:t>New York: M.E. Sharpe, 1992.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Olson, Robert W. </w:t>
      </w:r>
      <w:r w:rsidRPr="00D86078">
        <w:rPr>
          <w:rStyle w:val="libItalicChar"/>
        </w:rPr>
        <w:t>The Kurdish Question and Turkish-Iranian Relations: From World War I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>to 1998.</w:t>
      </w:r>
      <w:r w:rsidRPr="00D86078">
        <w:rPr>
          <w:rStyle w:val="libNormalChar"/>
        </w:rPr>
        <w:t>Costa Mesa, CA: Mazda Publ., 1998.</w:t>
      </w:r>
    </w:p>
    <w:p w:rsidR="007D4755" w:rsidRDefault="00ED3D62" w:rsidP="00ED3D62">
      <w:pPr>
        <w:pStyle w:val="libNormal"/>
      </w:pPr>
      <w:r w:rsidRPr="00CA2CCA">
        <w:t xml:space="preserve">Olson, Robert W. </w:t>
      </w:r>
      <w:r w:rsidRPr="00D86078">
        <w:rPr>
          <w:rStyle w:val="libItalicChar"/>
        </w:rPr>
        <w:t>Turkey’s Relations with Iran, Syria, Israel, and Russia, 1991-2000: The</w:t>
      </w:r>
      <w:r w:rsidRPr="00CA2CCA">
        <w:t xml:space="preserve"> </w:t>
      </w:r>
      <w:r w:rsidRPr="00D86078">
        <w:rPr>
          <w:rStyle w:val="libItalicChar"/>
        </w:rPr>
        <w:t>Kurdish And Islamist Questions.</w:t>
      </w:r>
      <w:r w:rsidR="007D4755">
        <w:rPr>
          <w:rStyle w:val="libItalicChar"/>
        </w:rPr>
        <w:t xml:space="preserve"> </w:t>
      </w:r>
      <w:r>
        <w:t>Costa Mesa, CA: Mazda Publ., 2001.</w:t>
      </w:r>
    </w:p>
    <w:p w:rsidR="00ED3D62" w:rsidRDefault="00ED3D62" w:rsidP="00ED3D62">
      <w:pPr>
        <w:pStyle w:val="libNormal"/>
      </w:pPr>
      <w:proofErr w:type="spellStart"/>
      <w:r>
        <w:t>Owtram</w:t>
      </w:r>
      <w:proofErr w:type="spellEnd"/>
      <w:r>
        <w:t xml:space="preserve">, Francis. </w:t>
      </w:r>
      <w:r w:rsidRPr="00D86078">
        <w:rPr>
          <w:rStyle w:val="libItalicChar"/>
        </w:rPr>
        <w:t xml:space="preserve">A Modern History of Oman: Formation of the State since 1920. </w:t>
      </w:r>
      <w:r>
        <w:t xml:space="preserve">London: </w:t>
      </w:r>
      <w:proofErr w:type="spellStart"/>
      <w:r>
        <w:t>I.</w:t>
      </w:r>
      <w:proofErr w:type="gramStart"/>
      <w:r>
        <w:t>B.Tauris</w:t>
      </w:r>
      <w:proofErr w:type="spellEnd"/>
      <w:proofErr w:type="gramEnd"/>
      <w:r>
        <w:t>, 2003.</w:t>
      </w:r>
    </w:p>
    <w:p w:rsidR="00ED3D62" w:rsidRDefault="00ED3D62" w:rsidP="00ED3D62">
      <w:pPr>
        <w:pStyle w:val="libNormal"/>
      </w:pPr>
      <w:proofErr w:type="spellStart"/>
      <w:r>
        <w:t>Özbudun</w:t>
      </w:r>
      <w:proofErr w:type="spellEnd"/>
      <w:r>
        <w:t xml:space="preserve">, Ergun. </w:t>
      </w:r>
      <w:r w:rsidRPr="00D86078">
        <w:rPr>
          <w:rStyle w:val="libItalicChar"/>
        </w:rPr>
        <w:t xml:space="preserve">Contemporary Turkish Politics: Challenges to Democratic Consolidation. </w:t>
      </w:r>
      <w:r>
        <w:t xml:space="preserve">Boulder, CO: Lynne </w:t>
      </w:r>
      <w:proofErr w:type="spellStart"/>
      <w:r>
        <w:t>Rienner</w:t>
      </w:r>
      <w:proofErr w:type="spellEnd"/>
      <w:r>
        <w:t>, 2000.</w:t>
      </w:r>
    </w:p>
    <w:p w:rsidR="00ED3D62" w:rsidRDefault="00ED3D62" w:rsidP="00ED3D62">
      <w:pPr>
        <w:pStyle w:val="libNormal"/>
      </w:pPr>
      <w:proofErr w:type="spellStart"/>
      <w:r>
        <w:t>Ozdalga</w:t>
      </w:r>
      <w:proofErr w:type="spellEnd"/>
      <w:r>
        <w:t xml:space="preserve">, Elisabeth, ed. </w:t>
      </w:r>
      <w:proofErr w:type="spellStart"/>
      <w:r w:rsidRPr="00D86078">
        <w:rPr>
          <w:rStyle w:val="libItalicChar"/>
        </w:rPr>
        <w:t>Naqshbandis</w:t>
      </w:r>
      <w:proofErr w:type="spellEnd"/>
      <w:r w:rsidRPr="00D86078">
        <w:rPr>
          <w:rStyle w:val="libItalicChar"/>
        </w:rPr>
        <w:t xml:space="preserve"> in Western and Central Asia: Change and Continuity. </w:t>
      </w:r>
      <w:r>
        <w:t>Richmond: Curzon Press, 1999.</w:t>
      </w:r>
    </w:p>
    <w:p w:rsidR="00ED3D62" w:rsidRDefault="00ED3D62" w:rsidP="00ED3D62">
      <w:pPr>
        <w:pStyle w:val="libNormal"/>
      </w:pPr>
      <w:proofErr w:type="spellStart"/>
      <w:r>
        <w:t>Özdemir</w:t>
      </w:r>
      <w:proofErr w:type="spellEnd"/>
      <w:r>
        <w:t xml:space="preserve">, Adil and Kenneth Frank. </w:t>
      </w:r>
      <w:r w:rsidRPr="00D86078">
        <w:rPr>
          <w:rStyle w:val="libItalicChar"/>
        </w:rPr>
        <w:t>Visible Islam in Modern Turkey.</w:t>
      </w:r>
      <w:r>
        <w:t xml:space="preserve"> New York: Palgrave Macmillan, 2000.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Palumbo, Michael. </w:t>
      </w:r>
      <w:r w:rsidRPr="00D86078">
        <w:rPr>
          <w:rStyle w:val="libItalicChar"/>
        </w:rPr>
        <w:t xml:space="preserve">The Palestinian Catastrophe: The 1948 Expulsion of a People from Their Homeland. </w:t>
      </w:r>
      <w:r w:rsidRPr="00D86078">
        <w:rPr>
          <w:rStyle w:val="libNormalChar"/>
        </w:rPr>
        <w:t>New York: Olive Branch Press, 1991.</w:t>
      </w:r>
    </w:p>
    <w:p w:rsidR="00ED3D62" w:rsidRPr="00D86078" w:rsidRDefault="00ED3D62" w:rsidP="00ED3D62">
      <w:pPr>
        <w:rPr>
          <w:rStyle w:val="libItalicChar"/>
        </w:rPr>
      </w:pPr>
      <w:proofErr w:type="spellStart"/>
      <w:r w:rsidRPr="00D86078">
        <w:rPr>
          <w:rStyle w:val="libNormalChar"/>
        </w:rPr>
        <w:t>Pampanini</w:t>
      </w:r>
      <w:proofErr w:type="spellEnd"/>
      <w:r w:rsidRPr="00D86078">
        <w:rPr>
          <w:rStyle w:val="libNormalChar"/>
        </w:rPr>
        <w:t xml:space="preserve">, Andrea H. </w:t>
      </w:r>
      <w:r w:rsidRPr="00D86078">
        <w:rPr>
          <w:rStyle w:val="libItalicChar"/>
        </w:rPr>
        <w:t xml:space="preserve">Cities from the Arabian Desert: The Building of Jubail and Yanbu in Saudi Arabia. </w:t>
      </w:r>
      <w:r w:rsidRPr="00D86078">
        <w:rPr>
          <w:rStyle w:val="libNormalChar"/>
        </w:rPr>
        <w:t>Westport, CT: Praeger, 1997.</w:t>
      </w:r>
    </w:p>
    <w:p w:rsidR="007D4755" w:rsidRDefault="00ED3D62" w:rsidP="00ED3D62">
      <w:pPr>
        <w:pStyle w:val="libNormal"/>
      </w:pPr>
      <w:r w:rsidRPr="00CA2CCA">
        <w:t xml:space="preserve">Peacock, James L. </w:t>
      </w:r>
      <w:r w:rsidRPr="00D86078">
        <w:rPr>
          <w:rStyle w:val="libItalicChar"/>
        </w:rPr>
        <w:t xml:space="preserve">Purifying the Faith: The Muhammadiyah Movement in Indonesian Islam. </w:t>
      </w:r>
      <w:r>
        <w:t>Menlo</w:t>
      </w:r>
    </w:p>
    <w:p w:rsidR="00ED3D62" w:rsidRDefault="00ED3D62" w:rsidP="00ED3D62">
      <w:pPr>
        <w:pStyle w:val="libNormal"/>
      </w:pPr>
      <w:r>
        <w:t>Park, CA: The Benjamin/Cummings Publ. Co., 1978.</w:t>
      </w:r>
    </w:p>
    <w:p w:rsidR="00ED3D62" w:rsidRDefault="00ED3D62" w:rsidP="00ED3D62">
      <w:pPr>
        <w:pStyle w:val="libNormal"/>
      </w:pPr>
      <w:r>
        <w:t xml:space="preserve">Peck, Malcolm C. </w:t>
      </w:r>
      <w:r w:rsidRPr="00D86078">
        <w:rPr>
          <w:rStyle w:val="libItalicChar"/>
        </w:rPr>
        <w:t>Historical Dictionary of the Gulf Arab States.</w:t>
      </w:r>
      <w:r>
        <w:t xml:space="preserve"> Lanham, MD: Scarecrow Press,1996.</w:t>
      </w:r>
    </w:p>
    <w:p w:rsidR="00ED3D62" w:rsidRDefault="00ED3D62" w:rsidP="00ED3D62">
      <w:pPr>
        <w:pStyle w:val="libNormal"/>
      </w:pPr>
      <w:r>
        <w:t xml:space="preserve">Peck, Malcolm C. </w:t>
      </w:r>
      <w:r w:rsidRPr="00D86078">
        <w:rPr>
          <w:rStyle w:val="libItalicChar"/>
        </w:rPr>
        <w:t>The United Arab Emirates: A Venture in Unity.</w:t>
      </w:r>
      <w:r>
        <w:t xml:space="preserve"> Boulder, CO: Westview Press, 1986.</w:t>
      </w:r>
    </w:p>
    <w:p w:rsidR="00ED3D62" w:rsidRDefault="00ED3D62" w:rsidP="00ED3D62">
      <w:pPr>
        <w:pStyle w:val="libNormal"/>
      </w:pPr>
      <w:r>
        <w:t xml:space="preserve">Pennell, C.R. </w:t>
      </w:r>
      <w:r w:rsidRPr="00D86078">
        <w:rPr>
          <w:rStyle w:val="libItalicChar"/>
        </w:rPr>
        <w:t xml:space="preserve">Morocco: From Empire to Independence. </w:t>
      </w:r>
      <w:r>
        <w:t xml:space="preserve">Oxford, UK: </w:t>
      </w:r>
      <w:proofErr w:type="spellStart"/>
      <w:r>
        <w:t>Oneworld</w:t>
      </w:r>
      <w:proofErr w:type="spellEnd"/>
      <w:r>
        <w:t>, 2003.</w:t>
      </w:r>
    </w:p>
    <w:p w:rsidR="00ED3D62" w:rsidRDefault="00ED3D62" w:rsidP="00ED3D62">
      <w:pPr>
        <w:pStyle w:val="libNormal"/>
      </w:pPr>
      <w:r>
        <w:t xml:space="preserve">Perry, Glenn E. </w:t>
      </w:r>
      <w:r w:rsidRPr="00D86078">
        <w:rPr>
          <w:rStyle w:val="libItalicChar"/>
        </w:rPr>
        <w:t>The History of Egypt.</w:t>
      </w:r>
      <w:r>
        <w:t xml:space="preserve"> Westport, CT: Greenwood, 2004.</w:t>
      </w:r>
    </w:p>
    <w:p w:rsidR="00ED3D62" w:rsidRDefault="00ED3D62" w:rsidP="00ED3D62">
      <w:pPr>
        <w:pStyle w:val="libNormal"/>
      </w:pPr>
      <w:r>
        <w:t xml:space="preserve">Perthes, Volker. </w:t>
      </w:r>
      <w:r w:rsidRPr="00D86078">
        <w:rPr>
          <w:rStyle w:val="libItalicChar"/>
        </w:rPr>
        <w:t xml:space="preserve">The Political Economy of Syria under </w:t>
      </w:r>
      <w:proofErr w:type="spellStart"/>
      <w:r w:rsidRPr="00D86078">
        <w:rPr>
          <w:rStyle w:val="libItalicChar"/>
        </w:rPr>
        <w:t>Asad</w:t>
      </w:r>
      <w:proofErr w:type="spellEnd"/>
      <w:r>
        <w:t>. London: I.B. Tauris, 1997.</w:t>
      </w:r>
    </w:p>
    <w:p w:rsidR="00ED3D62" w:rsidRDefault="00ED3D62" w:rsidP="00ED3D62">
      <w:pPr>
        <w:pStyle w:val="libNormal"/>
      </w:pPr>
      <w:proofErr w:type="spellStart"/>
      <w:r>
        <w:t>Petterson</w:t>
      </w:r>
      <w:proofErr w:type="spellEnd"/>
      <w:r>
        <w:t xml:space="preserve">, Donald. </w:t>
      </w:r>
      <w:r w:rsidRPr="00D86078">
        <w:rPr>
          <w:rStyle w:val="libItalicChar"/>
        </w:rPr>
        <w:t>Inside Sudan: Political Islam, Conflict, and Catastrophe.</w:t>
      </w:r>
      <w:r>
        <w:t xml:space="preserve"> Boulder, CO: Westview Press, 1999.</w:t>
      </w:r>
    </w:p>
    <w:p w:rsidR="007D4755" w:rsidRDefault="00ED3D62" w:rsidP="00ED3D62">
      <w:pPr>
        <w:pStyle w:val="libNormal"/>
      </w:pPr>
      <w:r>
        <w:t xml:space="preserve">Pilkington, Hilary and Galina M. </w:t>
      </w:r>
      <w:proofErr w:type="spellStart"/>
      <w:r>
        <w:t>Yemelianova</w:t>
      </w:r>
      <w:proofErr w:type="spellEnd"/>
      <w:r>
        <w:t xml:space="preserve">, eds. </w:t>
      </w:r>
      <w:r w:rsidRPr="00D86078">
        <w:rPr>
          <w:rStyle w:val="libItalicChar"/>
        </w:rPr>
        <w:t>Islam in Post-Soviet Russia.</w:t>
      </w:r>
      <w:r>
        <w:t xml:space="preserve"> New </w:t>
      </w:r>
      <w:proofErr w:type="spellStart"/>
      <w:proofErr w:type="gramStart"/>
      <w:r>
        <w:t>York:RoutledgeCurzon</w:t>
      </w:r>
      <w:proofErr w:type="spellEnd"/>
      <w:proofErr w:type="gramEnd"/>
      <w:r>
        <w:t>, 2002.</w:t>
      </w:r>
    </w:p>
    <w:p w:rsidR="00ED3D62" w:rsidRDefault="00ED3D62" w:rsidP="00ED3D62">
      <w:pPr>
        <w:pStyle w:val="libNormal"/>
      </w:pPr>
      <w:r>
        <w:t xml:space="preserve">Politkovskaya, Anna. </w:t>
      </w:r>
      <w:r w:rsidRPr="00D86078">
        <w:rPr>
          <w:rStyle w:val="libItalicChar"/>
        </w:rPr>
        <w:t>A Dirty War: A Russian Reporter in Chechnya.</w:t>
      </w:r>
      <w:r>
        <w:t xml:space="preserve"> London: Harvill Press, 2001.</w:t>
      </w:r>
    </w:p>
    <w:p w:rsidR="007D4755" w:rsidRDefault="00ED3D62" w:rsidP="00ED3D62">
      <w:pPr>
        <w:pStyle w:val="libNormal"/>
      </w:pPr>
      <w:r>
        <w:t xml:space="preserve">Pope, Hugh and Nicole Pope. </w:t>
      </w:r>
      <w:r w:rsidRPr="00D86078">
        <w:rPr>
          <w:rStyle w:val="libItalicChar"/>
        </w:rPr>
        <w:t>Turkey Unveiled: A History of Modern Turkey.</w:t>
      </w:r>
      <w:r>
        <w:t xml:space="preserve"> Woodstock, NY: Overlook Press, 2000.</w:t>
      </w:r>
    </w:p>
    <w:p w:rsidR="00ED3D62" w:rsidRDefault="00ED3D62" w:rsidP="00ED3D62">
      <w:pPr>
        <w:pStyle w:val="libNormal"/>
      </w:pPr>
      <w:r>
        <w:t xml:space="preserve">Porter, Donald J. </w:t>
      </w:r>
      <w:r w:rsidRPr="00D86078">
        <w:rPr>
          <w:rStyle w:val="libItalicChar"/>
        </w:rPr>
        <w:t>Managing Politics and Islam in Indonesia.</w:t>
      </w:r>
      <w:r>
        <w:t xml:space="preserve"> New York: </w:t>
      </w:r>
      <w:proofErr w:type="spellStart"/>
      <w:r>
        <w:t>RoutledgeCurzon</w:t>
      </w:r>
      <w:proofErr w:type="spellEnd"/>
      <w:r>
        <w:t>, 2002.</w:t>
      </w:r>
    </w:p>
    <w:p w:rsidR="00ED3D62" w:rsidRDefault="00ED3D62" w:rsidP="00ED3D62">
      <w:pPr>
        <w:pStyle w:val="libNormal"/>
      </w:pPr>
      <w:r>
        <w:lastRenderedPageBreak/>
        <w:t xml:space="preserve">Poulton, Hugh and </w:t>
      </w:r>
      <w:proofErr w:type="spellStart"/>
      <w:r>
        <w:t>Suha</w:t>
      </w:r>
      <w:proofErr w:type="spellEnd"/>
      <w:r>
        <w:t xml:space="preserve"> </w:t>
      </w:r>
      <w:proofErr w:type="spellStart"/>
      <w:r>
        <w:t>Taji-Farouki</w:t>
      </w:r>
      <w:proofErr w:type="spellEnd"/>
      <w:r>
        <w:t xml:space="preserve">, eds. </w:t>
      </w:r>
      <w:r w:rsidRPr="00D86078">
        <w:rPr>
          <w:rStyle w:val="libItalicChar"/>
        </w:rPr>
        <w:t>Muslim Identity and the Balkan State.</w:t>
      </w:r>
      <w:r>
        <w:t xml:space="preserve"> Washington Square, NY: New York University Press, 1997.</w:t>
      </w:r>
    </w:p>
    <w:p w:rsidR="00ED3D62" w:rsidRDefault="00ED3D62" w:rsidP="00ED3D62">
      <w:pPr>
        <w:pStyle w:val="libNormal"/>
      </w:pPr>
      <w:proofErr w:type="spellStart"/>
      <w:r>
        <w:t>Quandt</w:t>
      </w:r>
      <w:proofErr w:type="spellEnd"/>
      <w:r>
        <w:t xml:space="preserve">, William B. </w:t>
      </w:r>
      <w:r w:rsidRPr="00D86078">
        <w:rPr>
          <w:rStyle w:val="libItalicChar"/>
        </w:rPr>
        <w:t xml:space="preserve">Between Ballots and Bullets: Algeria’s Transition from Authoritarianism. </w:t>
      </w:r>
      <w:r>
        <w:t>Washington, DC: The Brookings Institution, 1998.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Quinn, Charlotte A. and Frederick Quinn. </w:t>
      </w:r>
      <w:r w:rsidRPr="00D86078">
        <w:rPr>
          <w:rStyle w:val="libItalicChar"/>
        </w:rPr>
        <w:t>Pride, Faith, and Fear: Islam in Sub-Saharan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Africa. </w:t>
      </w:r>
      <w:r w:rsidRPr="00D86078">
        <w:rPr>
          <w:rStyle w:val="libNormalChar"/>
        </w:rPr>
        <w:t>Oxford, UK: Oxford University Press, 2003.</w:t>
      </w:r>
    </w:p>
    <w:p w:rsidR="00ED3D62" w:rsidRPr="00D86078" w:rsidRDefault="00ED3D62" w:rsidP="00ED3D62">
      <w:pPr>
        <w:rPr>
          <w:rStyle w:val="libItalicChar"/>
        </w:rPr>
      </w:pPr>
      <w:r w:rsidRPr="00D86078">
        <w:rPr>
          <w:rStyle w:val="libNormalChar"/>
        </w:rPr>
        <w:t xml:space="preserve">Qureshi, M. Naeem. </w:t>
      </w:r>
      <w:r w:rsidRPr="00D86078">
        <w:rPr>
          <w:rStyle w:val="libItalicChar"/>
        </w:rPr>
        <w:t xml:space="preserve">Pan-Islam in British Indian Politics: A Study of the Khilafat Movement, 1918-1924. </w:t>
      </w:r>
      <w:r w:rsidRPr="00D86078">
        <w:rPr>
          <w:rStyle w:val="libNormalChar"/>
        </w:rPr>
        <w:t>Leiden: E.J. Brill, 1999.</w:t>
      </w:r>
    </w:p>
    <w:p w:rsidR="00ED3D62" w:rsidRPr="00D86078" w:rsidRDefault="00ED3D62" w:rsidP="00ED3D62">
      <w:pPr>
        <w:rPr>
          <w:rStyle w:val="libItalicChar"/>
        </w:rPr>
      </w:pPr>
      <w:r w:rsidRPr="00D86078">
        <w:rPr>
          <w:rStyle w:val="libNormalChar"/>
        </w:rPr>
        <w:t xml:space="preserve">Rahman, Tariq. </w:t>
      </w:r>
      <w:r w:rsidRPr="00D86078">
        <w:rPr>
          <w:rStyle w:val="libItalicChar"/>
        </w:rPr>
        <w:t>Language, Ideology and Power: Language-Learning among the Muslims of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Pakistan and North India. </w:t>
      </w:r>
      <w:r w:rsidRPr="00D86078">
        <w:rPr>
          <w:rStyle w:val="libNormalChar"/>
        </w:rPr>
        <w:t>Oxford, UK: Oxford University Press, 2002.</w:t>
      </w:r>
    </w:p>
    <w:p w:rsidR="00ED3D62" w:rsidRDefault="00ED3D62" w:rsidP="00ED3D62">
      <w:pPr>
        <w:pStyle w:val="libNormal"/>
      </w:pPr>
      <w:r w:rsidRPr="00CA2CCA">
        <w:t xml:space="preserve">Rahman, Tariq. </w:t>
      </w:r>
      <w:r w:rsidRPr="00D86078">
        <w:rPr>
          <w:rStyle w:val="libItalicChar"/>
        </w:rPr>
        <w:t>Language and Politics in Pakistan.</w:t>
      </w:r>
      <w:r>
        <w:t xml:space="preserve"> Oxford, UK: Oxford University Press, 1997.</w:t>
      </w:r>
    </w:p>
    <w:p w:rsidR="00ED3D62" w:rsidRDefault="00ED3D62" w:rsidP="00ED3D62">
      <w:pPr>
        <w:pStyle w:val="libNormal"/>
      </w:pPr>
      <w:proofErr w:type="spellStart"/>
      <w:r>
        <w:t>Rajaee</w:t>
      </w:r>
      <w:proofErr w:type="spellEnd"/>
      <w:r>
        <w:t xml:space="preserve">, </w:t>
      </w:r>
      <w:proofErr w:type="spellStart"/>
      <w:r>
        <w:t>Farhang</w:t>
      </w:r>
      <w:proofErr w:type="spellEnd"/>
      <w:r>
        <w:t xml:space="preserve">, ed. </w:t>
      </w:r>
      <w:r w:rsidRPr="00D86078">
        <w:rPr>
          <w:rStyle w:val="libItalicChar"/>
        </w:rPr>
        <w:t xml:space="preserve">The Iran-Iraq War: The Politics of Aggression. </w:t>
      </w:r>
      <w:r>
        <w:t>Gainesville, FL: University Press of Florida, 1993.</w:t>
      </w:r>
    </w:p>
    <w:p w:rsidR="00ED3D62" w:rsidRDefault="00ED3D62" w:rsidP="00ED3D62">
      <w:pPr>
        <w:pStyle w:val="libNormal"/>
      </w:pPr>
      <w:r>
        <w:t xml:space="preserve">Ramage, Douglas E. </w:t>
      </w:r>
      <w:r w:rsidRPr="00D86078">
        <w:rPr>
          <w:rStyle w:val="libItalicChar"/>
        </w:rPr>
        <w:t xml:space="preserve">Politics in Indonesia: Democracy, Islam and the Ideology of Tolerance. </w:t>
      </w:r>
      <w:r>
        <w:t>New York: Routledge, 1995.</w:t>
      </w:r>
    </w:p>
    <w:p w:rsidR="00ED3D62" w:rsidRDefault="00ED3D62" w:rsidP="00ED3D62">
      <w:pPr>
        <w:pStyle w:val="libNormal"/>
      </w:pPr>
      <w:proofErr w:type="spellStart"/>
      <w:r>
        <w:t>Rasanayagam</w:t>
      </w:r>
      <w:proofErr w:type="spellEnd"/>
      <w:r>
        <w:t xml:space="preserve">, Angelo. </w:t>
      </w:r>
      <w:r w:rsidRPr="00D86078">
        <w:rPr>
          <w:rStyle w:val="libItalicChar"/>
        </w:rPr>
        <w:t>Afghanistan: A Modern History. London:</w:t>
      </w:r>
      <w:r>
        <w:t xml:space="preserve"> I.B. Tauris, 2003.</w:t>
      </w:r>
    </w:p>
    <w:p w:rsidR="00ED3D62" w:rsidRDefault="00ED3D62" w:rsidP="00ED3D62">
      <w:pPr>
        <w:pStyle w:val="libNormal"/>
      </w:pPr>
      <w:r>
        <w:t xml:space="preserve">Rashid, Ahmed. </w:t>
      </w:r>
      <w:r w:rsidRPr="00D86078">
        <w:rPr>
          <w:rStyle w:val="libItalicChar"/>
        </w:rPr>
        <w:t>Jihad:</w:t>
      </w:r>
      <w:r w:rsidRPr="00CA2CCA">
        <w:t xml:space="preserve"> </w:t>
      </w:r>
      <w:r w:rsidRPr="00D86078">
        <w:rPr>
          <w:rStyle w:val="libItalicChar"/>
        </w:rPr>
        <w:t>The Rise of Militant Islam in Central Asia.</w:t>
      </w:r>
      <w:r>
        <w:t xml:space="preserve"> New Haven, CT: Yale University Press, 2002.</w:t>
      </w:r>
    </w:p>
    <w:p w:rsidR="00ED3D62" w:rsidRDefault="00ED3D62" w:rsidP="00ED3D62">
      <w:pPr>
        <w:pStyle w:val="libNormal"/>
      </w:pPr>
      <w:r>
        <w:t xml:space="preserve">Rashid, Ahmed. </w:t>
      </w:r>
      <w:r w:rsidRPr="00D86078">
        <w:rPr>
          <w:rStyle w:val="libItalicChar"/>
        </w:rPr>
        <w:t xml:space="preserve">The Resurgence of Central Asia: Islam or Nationalism? </w:t>
      </w:r>
      <w:r>
        <w:t>London: Zed Books, 1994.</w:t>
      </w:r>
    </w:p>
    <w:p w:rsidR="00ED3D62" w:rsidRDefault="00ED3D62" w:rsidP="00ED3D62">
      <w:pPr>
        <w:pStyle w:val="libNormal"/>
      </w:pPr>
      <w:r>
        <w:t xml:space="preserve">Rashid, Ahmed. </w:t>
      </w:r>
      <w:r w:rsidRPr="00D86078">
        <w:rPr>
          <w:rStyle w:val="libItalicChar"/>
        </w:rPr>
        <w:t>Taliban: Militant Islam, Oil and Fundamentalism in Central Asia</w:t>
      </w:r>
      <w:r>
        <w:t>. New Haven, CT: Yale University Press, 2000.</w:t>
      </w:r>
    </w:p>
    <w:p w:rsidR="00ED3D62" w:rsidRDefault="00ED3D62" w:rsidP="00ED3D62">
      <w:pPr>
        <w:pStyle w:val="libNormal"/>
      </w:pPr>
      <w:proofErr w:type="spellStart"/>
      <w:r>
        <w:t>Rath</w:t>
      </w:r>
      <w:proofErr w:type="spellEnd"/>
      <w:r>
        <w:t xml:space="preserve">, Jan, ed. </w:t>
      </w:r>
      <w:r w:rsidRPr="00D86078">
        <w:rPr>
          <w:rStyle w:val="libItalicChar"/>
        </w:rPr>
        <w:t>Western Europe and Its Islam</w:t>
      </w:r>
      <w:r>
        <w:t>. Leiden: E.J. Brill, 2001.</w:t>
      </w:r>
    </w:p>
    <w:p w:rsidR="007D4755" w:rsidRDefault="00ED3D62" w:rsidP="00ED3D62">
      <w:pPr>
        <w:pStyle w:val="libNormal"/>
        <w:rPr>
          <w:rStyle w:val="libNormalChar"/>
        </w:rPr>
      </w:pPr>
      <w:r>
        <w:t xml:space="preserve">Reiter, Yitzhak. </w:t>
      </w:r>
      <w:r w:rsidRPr="00D86078">
        <w:rPr>
          <w:rStyle w:val="libItalicChar"/>
        </w:rPr>
        <w:t xml:space="preserve">Islamic Institutions in Jerusalem: Palestinian Muslim Organization under Jordanian and Israeli Rule. </w:t>
      </w:r>
      <w:r w:rsidRPr="00D86078">
        <w:rPr>
          <w:rStyle w:val="libNormalChar"/>
        </w:rPr>
        <w:t>Boston, MA: Kluwer Law Int’l., 1997.</w:t>
      </w:r>
    </w:p>
    <w:p w:rsidR="00ED3D62" w:rsidRPr="00D86078" w:rsidRDefault="00ED3D62" w:rsidP="00ED3D62">
      <w:pPr>
        <w:rPr>
          <w:rStyle w:val="libItalicChar"/>
        </w:rPr>
      </w:pPr>
      <w:r w:rsidRPr="00D86078">
        <w:rPr>
          <w:rStyle w:val="libNormalChar"/>
        </w:rPr>
        <w:t xml:space="preserve">Reynolds, Jonathan T. </w:t>
      </w:r>
      <w:r w:rsidRPr="00D86078">
        <w:rPr>
          <w:rStyle w:val="libItalicChar"/>
        </w:rPr>
        <w:t>The Time of Politics (</w:t>
      </w:r>
      <w:proofErr w:type="spellStart"/>
      <w:r w:rsidRPr="00D86078">
        <w:rPr>
          <w:rStyle w:val="libItalicChar"/>
        </w:rPr>
        <w:t>Zimanin</w:t>
      </w:r>
      <w:proofErr w:type="spellEnd"/>
      <w:r w:rsidRPr="00D86078">
        <w:rPr>
          <w:rStyle w:val="libItalicChar"/>
        </w:rPr>
        <w:t xml:space="preserve"> </w:t>
      </w:r>
      <w:proofErr w:type="spellStart"/>
      <w:r w:rsidRPr="00D86078">
        <w:rPr>
          <w:rStyle w:val="libItalicChar"/>
        </w:rPr>
        <w:t>Siyasa</w:t>
      </w:r>
      <w:proofErr w:type="spellEnd"/>
      <w:r w:rsidRPr="00D86078">
        <w:rPr>
          <w:rStyle w:val="libItalicChar"/>
        </w:rPr>
        <w:t>): Islam and the Politics of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Legitimacy in Northern Nigeria, 1950-1966. </w:t>
      </w:r>
      <w:r w:rsidRPr="00D86078">
        <w:rPr>
          <w:rStyle w:val="libNormalChar"/>
        </w:rPr>
        <w:t>Lanham, MD: University Press of America, 2nd ed., 2001.</w:t>
      </w:r>
    </w:p>
    <w:p w:rsidR="00ED3D62" w:rsidRPr="00D86078" w:rsidRDefault="00ED3D62" w:rsidP="00ED3D62">
      <w:pPr>
        <w:rPr>
          <w:rStyle w:val="libItalicChar"/>
        </w:rPr>
      </w:pPr>
      <w:proofErr w:type="spellStart"/>
      <w:r w:rsidRPr="00D86078">
        <w:rPr>
          <w:rStyle w:val="libNormalChar"/>
        </w:rPr>
        <w:t>Ricklefs</w:t>
      </w:r>
      <w:proofErr w:type="spellEnd"/>
      <w:r w:rsidRPr="00D86078">
        <w:rPr>
          <w:rStyle w:val="libNormalChar"/>
        </w:rPr>
        <w:t xml:space="preserve">, M.C. </w:t>
      </w:r>
      <w:r w:rsidRPr="00D86078">
        <w:rPr>
          <w:rStyle w:val="libItalicChar"/>
        </w:rPr>
        <w:t>The Seen and Unseen Worlds in Java, 1726-1749: History, Literature and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Islam in the Court of </w:t>
      </w:r>
      <w:proofErr w:type="spellStart"/>
      <w:r w:rsidRPr="00D86078">
        <w:rPr>
          <w:rStyle w:val="libItalicChar"/>
        </w:rPr>
        <w:t>Pakubuwana</w:t>
      </w:r>
      <w:proofErr w:type="spellEnd"/>
      <w:r w:rsidRPr="00D86078">
        <w:rPr>
          <w:rStyle w:val="libItalicChar"/>
        </w:rPr>
        <w:t xml:space="preserve"> II. </w:t>
      </w:r>
      <w:r w:rsidRPr="00D86078">
        <w:rPr>
          <w:rStyle w:val="libNormalChar"/>
        </w:rPr>
        <w:t>Honolulu, HI: University of Hawaii Press, 1998.</w:t>
      </w:r>
    </w:p>
    <w:p w:rsidR="00ED3D62" w:rsidRDefault="00ED3D62" w:rsidP="00ED3D62">
      <w:pPr>
        <w:pStyle w:val="libNormal"/>
      </w:pPr>
      <w:r w:rsidRPr="00CA2CCA">
        <w:t xml:space="preserve">Riddell, Peter G. </w:t>
      </w:r>
      <w:r w:rsidRPr="00D86078">
        <w:rPr>
          <w:rStyle w:val="libItalicChar"/>
        </w:rPr>
        <w:t>Islam and the Malay-Indonesian World: Transmission and Responses.</w:t>
      </w:r>
      <w:r>
        <w:t xml:space="preserve"> Honolulu, HI: University of Hawaii Press, 2001.</w:t>
      </w:r>
    </w:p>
    <w:p w:rsidR="00ED3D62" w:rsidRDefault="00ED3D62" w:rsidP="00ED3D62">
      <w:pPr>
        <w:pStyle w:val="libNormal"/>
      </w:pPr>
      <w:r>
        <w:t xml:space="preserve">Roberts, Hugh. </w:t>
      </w:r>
      <w:r w:rsidRPr="00D86078">
        <w:rPr>
          <w:rStyle w:val="libItalicChar"/>
        </w:rPr>
        <w:t xml:space="preserve">The Battlefield: Algeria, 1988-2002—Studies in a Broken Polity. </w:t>
      </w:r>
      <w:r>
        <w:t>London: Verso, 2003.</w:t>
      </w:r>
    </w:p>
    <w:p w:rsidR="00ED3D62" w:rsidRDefault="00ED3D62" w:rsidP="00ED3D62">
      <w:pPr>
        <w:pStyle w:val="libNormal"/>
      </w:pPr>
      <w:r>
        <w:t xml:space="preserve">Robins, Philip. </w:t>
      </w:r>
      <w:r w:rsidRPr="00D86078">
        <w:rPr>
          <w:rStyle w:val="libItalicChar"/>
        </w:rPr>
        <w:t>A History of Jordan.</w:t>
      </w:r>
      <w:r>
        <w:t xml:space="preserve"> Cambridge, UK: Cambridge University Press, 2002.</w:t>
      </w:r>
    </w:p>
    <w:p w:rsidR="00ED3D62" w:rsidRDefault="00ED3D62" w:rsidP="00ED3D62">
      <w:pPr>
        <w:pStyle w:val="libNormal"/>
      </w:pPr>
      <w:r>
        <w:t xml:space="preserve">Rogan, Eugene L. </w:t>
      </w:r>
      <w:r w:rsidRPr="00D86078">
        <w:rPr>
          <w:rStyle w:val="libItalicChar"/>
        </w:rPr>
        <w:t xml:space="preserve">Frontiers of the State in the Late Ottoman Empire: Transjordan, 1850-1921. </w:t>
      </w:r>
      <w:r>
        <w:t>Cambridge, UK: Cambridge University Press, 2000.</w:t>
      </w:r>
    </w:p>
    <w:p w:rsidR="007D4755" w:rsidRDefault="00ED3D62" w:rsidP="00ED3D62">
      <w:pPr>
        <w:pStyle w:val="libNormal"/>
        <w:rPr>
          <w:rStyle w:val="libNormalChar"/>
        </w:rPr>
      </w:pPr>
      <w:r>
        <w:t xml:space="preserve">Rogers, </w:t>
      </w:r>
      <w:proofErr w:type="spellStart"/>
      <w:r>
        <w:t>Alisdair</w:t>
      </w:r>
      <w:proofErr w:type="spellEnd"/>
      <w:r>
        <w:t xml:space="preserve"> and Steven </w:t>
      </w:r>
      <w:proofErr w:type="spellStart"/>
      <w:r>
        <w:t>Vertovec</w:t>
      </w:r>
      <w:proofErr w:type="spellEnd"/>
      <w:r>
        <w:t xml:space="preserve">, eds. </w:t>
      </w:r>
      <w:r w:rsidRPr="00D86078">
        <w:rPr>
          <w:rStyle w:val="libItalicChar"/>
        </w:rPr>
        <w:t>Muslim European Youth: Reproducing Religion,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Ethnicity, and Culture. </w:t>
      </w:r>
      <w:proofErr w:type="spellStart"/>
      <w:r w:rsidRPr="00D86078">
        <w:rPr>
          <w:rStyle w:val="libNormalChar"/>
        </w:rPr>
        <w:t>Aldershot</w:t>
      </w:r>
      <w:proofErr w:type="spellEnd"/>
      <w:r w:rsidRPr="00D86078">
        <w:rPr>
          <w:rStyle w:val="libNormalChar"/>
        </w:rPr>
        <w:t>: Ashgate, 1998.</w:t>
      </w:r>
    </w:p>
    <w:p w:rsidR="00ED3D62" w:rsidRDefault="00ED3D62" w:rsidP="00ED3D62">
      <w:pPr>
        <w:pStyle w:val="libNormal"/>
      </w:pPr>
      <w:proofErr w:type="spellStart"/>
      <w:r w:rsidRPr="00CA2CCA">
        <w:t>Ro’i</w:t>
      </w:r>
      <w:proofErr w:type="spellEnd"/>
      <w:r w:rsidRPr="00CA2CCA">
        <w:t xml:space="preserve">, Yaacov. </w:t>
      </w:r>
      <w:r w:rsidRPr="00D86078">
        <w:rPr>
          <w:rStyle w:val="libItalicChar"/>
        </w:rPr>
        <w:t>Islam in the Soviet Union: From World War II to Perestroika.</w:t>
      </w:r>
      <w:r>
        <w:t xml:space="preserve"> New York: Columbia University Press, 2000.</w:t>
      </w:r>
    </w:p>
    <w:p w:rsidR="00ED3D62" w:rsidRDefault="00ED3D62" w:rsidP="00ED3D62">
      <w:pPr>
        <w:pStyle w:val="libNormal"/>
      </w:pPr>
      <w:proofErr w:type="spellStart"/>
      <w:r>
        <w:lastRenderedPageBreak/>
        <w:t>Ro’i</w:t>
      </w:r>
      <w:proofErr w:type="spellEnd"/>
      <w:r>
        <w:t xml:space="preserve">, Yaacov, ed. </w:t>
      </w:r>
      <w:r w:rsidRPr="00D86078">
        <w:rPr>
          <w:rStyle w:val="libItalicChar"/>
        </w:rPr>
        <w:t>Democracy and Pluralism in the Muslim Regions of the Former USSR.</w:t>
      </w:r>
      <w:r>
        <w:t xml:space="preserve"> London: Frank Cass, 2002.</w:t>
      </w:r>
    </w:p>
    <w:p w:rsidR="00ED3D62" w:rsidRDefault="00ED3D62" w:rsidP="00ED3D62">
      <w:pPr>
        <w:pStyle w:val="libNormal"/>
      </w:pPr>
      <w:r>
        <w:t xml:space="preserve">Roy, </w:t>
      </w:r>
      <w:proofErr w:type="spellStart"/>
      <w:r>
        <w:t>Asim</w:t>
      </w:r>
      <w:proofErr w:type="spellEnd"/>
      <w:r>
        <w:t xml:space="preserve">. </w:t>
      </w:r>
      <w:r w:rsidRPr="00D86078">
        <w:rPr>
          <w:rStyle w:val="libItalicChar"/>
        </w:rPr>
        <w:t>The Islamic Syncretistic Tradition in Bengal.</w:t>
      </w:r>
      <w:r>
        <w:t xml:space="preserve"> Princeton, NJ: Princeton University Press, 1983.</w:t>
      </w:r>
    </w:p>
    <w:p w:rsidR="00ED3D62" w:rsidRDefault="00ED3D62" w:rsidP="00ED3D62">
      <w:pPr>
        <w:pStyle w:val="libNormal"/>
      </w:pPr>
      <w:r>
        <w:t xml:space="preserve">Roy, Olivier. </w:t>
      </w:r>
      <w:r w:rsidRPr="00D86078">
        <w:rPr>
          <w:rStyle w:val="libItalicChar"/>
        </w:rPr>
        <w:t>Afghanistan: From Holy War to Civil War.</w:t>
      </w:r>
      <w:r>
        <w:t xml:space="preserve"> Princeton, NJ: Princeton University Press, 1995.</w:t>
      </w:r>
    </w:p>
    <w:p w:rsidR="00ED3D62" w:rsidRDefault="00ED3D62" w:rsidP="00ED3D62">
      <w:pPr>
        <w:pStyle w:val="libNormal"/>
      </w:pPr>
      <w:r>
        <w:t xml:space="preserve">Roy, Olivier. </w:t>
      </w:r>
      <w:r w:rsidRPr="00D86078">
        <w:rPr>
          <w:rStyle w:val="libItalicChar"/>
        </w:rPr>
        <w:t>Islam and Resistance in Afghanistan.</w:t>
      </w:r>
      <w:r w:rsidRPr="00D86078">
        <w:t xml:space="preserve"> Cambridge, UK: Cambridge University Press, 2</w:t>
      </w:r>
      <w:r w:rsidRPr="00750AA4">
        <w:t>nd</w:t>
      </w:r>
      <w:r>
        <w:t xml:space="preserve"> ed., 1990.</w:t>
      </w:r>
    </w:p>
    <w:p w:rsidR="007D4755" w:rsidRDefault="00ED3D62" w:rsidP="00ED3D62">
      <w:pPr>
        <w:pStyle w:val="libNormal"/>
      </w:pPr>
      <w:r>
        <w:t xml:space="preserve">Rubin, Barnett R. </w:t>
      </w:r>
      <w:r w:rsidRPr="00D86078">
        <w:rPr>
          <w:rStyle w:val="libItalicChar"/>
        </w:rPr>
        <w:t>The Fragmentation of Afghanistan.</w:t>
      </w:r>
      <w:r w:rsidRPr="00D86078">
        <w:t xml:space="preserve"> New Haven, CT: Yale University Press, 2</w:t>
      </w:r>
      <w:r w:rsidRPr="00750AA4">
        <w:t>nd</w:t>
      </w:r>
      <w:r>
        <w:t xml:space="preserve"> ed., 2002.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Rubin, Barry and Kemal </w:t>
      </w:r>
      <w:proofErr w:type="spellStart"/>
      <w:r>
        <w:t>Kirişci</w:t>
      </w:r>
      <w:proofErr w:type="spellEnd"/>
      <w:r>
        <w:t xml:space="preserve">, eds. </w:t>
      </w:r>
      <w:r w:rsidRPr="00D86078">
        <w:rPr>
          <w:rStyle w:val="libItalicChar"/>
        </w:rPr>
        <w:t xml:space="preserve">Turkey in World Politics: An Emerging Multiregional Power. </w:t>
      </w:r>
      <w:r w:rsidRPr="00D86078">
        <w:rPr>
          <w:rStyle w:val="libNormalChar"/>
        </w:rPr>
        <w:t xml:space="preserve">Boulder, CO: Lynne </w:t>
      </w:r>
      <w:proofErr w:type="spellStart"/>
      <w:r w:rsidRPr="00D86078">
        <w:rPr>
          <w:rStyle w:val="libNormalChar"/>
        </w:rPr>
        <w:t>Rienner</w:t>
      </w:r>
      <w:proofErr w:type="spellEnd"/>
      <w:r w:rsidRPr="00D86078">
        <w:rPr>
          <w:rStyle w:val="libNormalChar"/>
        </w:rPr>
        <w:t>, 2001.</w:t>
      </w:r>
    </w:p>
    <w:p w:rsidR="00ED3D62" w:rsidRDefault="00ED3D62" w:rsidP="00ED3D62">
      <w:pPr>
        <w:pStyle w:val="libNormal"/>
      </w:pPr>
      <w:r w:rsidRPr="00CA2CCA">
        <w:t xml:space="preserve">Ruedy, John, ed. </w:t>
      </w:r>
      <w:r w:rsidRPr="00D86078">
        <w:rPr>
          <w:rStyle w:val="libItalicChar"/>
        </w:rPr>
        <w:t>Islamism and Secularism in North Africa</w:t>
      </w:r>
      <w:r>
        <w:t xml:space="preserve">. New York/Washington, DC: </w:t>
      </w:r>
      <w:proofErr w:type="spellStart"/>
      <w:proofErr w:type="gramStart"/>
      <w:r>
        <w:t>St.Martin’s</w:t>
      </w:r>
      <w:proofErr w:type="spellEnd"/>
      <w:proofErr w:type="gramEnd"/>
      <w:r>
        <w:t xml:space="preserve"> Press/Center for Contemporary Arab Studies, 1994.</w:t>
      </w:r>
    </w:p>
    <w:p w:rsidR="007D4755" w:rsidRDefault="00ED3D62" w:rsidP="00ED3D62">
      <w:pPr>
        <w:pStyle w:val="libNormal"/>
      </w:pPr>
      <w:r>
        <w:t xml:space="preserve">Ryan, Curtis R. </w:t>
      </w:r>
      <w:r w:rsidRPr="00D86078">
        <w:rPr>
          <w:rStyle w:val="libItalicChar"/>
        </w:rPr>
        <w:t>Jordan in Transition: From Hussein to Abdullah.</w:t>
      </w:r>
      <w:r>
        <w:t xml:space="preserve"> Boulder, CO: Lynne </w:t>
      </w:r>
      <w:proofErr w:type="spellStart"/>
      <w:r>
        <w:t>Rienner</w:t>
      </w:r>
      <w:proofErr w:type="spellEnd"/>
      <w:r>
        <w:t>, 2002.</w:t>
      </w:r>
    </w:p>
    <w:p w:rsidR="00ED3D62" w:rsidRDefault="00ED3D62" w:rsidP="00ED3D62">
      <w:pPr>
        <w:pStyle w:val="libNormal"/>
      </w:pPr>
      <w:r>
        <w:t xml:space="preserve">Sabbagh, </w:t>
      </w:r>
      <w:proofErr w:type="spellStart"/>
      <w:r>
        <w:t>Suha</w:t>
      </w:r>
      <w:proofErr w:type="spellEnd"/>
      <w:r>
        <w:t xml:space="preserve">, ed. </w:t>
      </w:r>
      <w:r w:rsidRPr="00D86078">
        <w:rPr>
          <w:rStyle w:val="libItalicChar"/>
        </w:rPr>
        <w:t>Palestinian Women of Gaza and the West Bank.</w:t>
      </w:r>
      <w:r>
        <w:t xml:space="preserve"> Bloomington, IN: Indiana University Press, 1998.</w:t>
      </w:r>
    </w:p>
    <w:p w:rsidR="00ED3D62" w:rsidRDefault="00ED3D62" w:rsidP="00ED3D62">
      <w:pPr>
        <w:pStyle w:val="libNormal"/>
      </w:pPr>
      <w:r>
        <w:t xml:space="preserve">Sagdeev, Roald and Susan Eisenhower, eds. </w:t>
      </w:r>
      <w:r w:rsidRPr="00D86078">
        <w:rPr>
          <w:rStyle w:val="libItalicChar"/>
        </w:rPr>
        <w:t>Islam and Central Asia: An Enduring Legacy or</w:t>
      </w:r>
      <w:r w:rsidRPr="00CA2CCA">
        <w:t xml:space="preserve"> </w:t>
      </w:r>
      <w:r w:rsidRPr="00D86078">
        <w:rPr>
          <w:rStyle w:val="libItalicChar"/>
        </w:rPr>
        <w:t xml:space="preserve">an Evolving Threat? </w:t>
      </w:r>
      <w:r>
        <w:t>Washington, DC: Eisenhower Institute/The Center for Political and Strategic Studies, 2000.</w:t>
      </w:r>
    </w:p>
    <w:p w:rsidR="007D4755" w:rsidRDefault="00ED3D62" w:rsidP="00ED3D62">
      <w:pPr>
        <w:pStyle w:val="libNormal"/>
        <w:rPr>
          <w:rStyle w:val="libNormalChar"/>
        </w:rPr>
      </w:pPr>
      <w:r>
        <w:t xml:space="preserve">Saeed, </w:t>
      </w:r>
      <w:proofErr w:type="spellStart"/>
      <w:r>
        <w:t>Javaid</w:t>
      </w:r>
      <w:proofErr w:type="spellEnd"/>
      <w:r>
        <w:t xml:space="preserve">. </w:t>
      </w:r>
      <w:r w:rsidRPr="00D86078">
        <w:rPr>
          <w:rStyle w:val="libItalicChar"/>
        </w:rPr>
        <w:t xml:space="preserve">Islam and Modernization: A Comparative Analysis of Pakistan, Egypt and Turkey. </w:t>
      </w:r>
      <w:r w:rsidRPr="00D86078">
        <w:rPr>
          <w:rStyle w:val="libNormalChar"/>
        </w:rPr>
        <w:t>Westport, CT: Praeger, 1994.</w:t>
      </w:r>
    </w:p>
    <w:p w:rsidR="00ED3D62" w:rsidRPr="00D86078" w:rsidRDefault="00ED3D62" w:rsidP="00ED3D62">
      <w:pPr>
        <w:rPr>
          <w:rStyle w:val="libItalicChar"/>
        </w:rPr>
      </w:pPr>
      <w:r w:rsidRPr="00D86078">
        <w:rPr>
          <w:rStyle w:val="libNormalChar"/>
        </w:rPr>
        <w:t xml:space="preserve">Said, Edward W. </w:t>
      </w:r>
      <w:r w:rsidRPr="00D86078">
        <w:rPr>
          <w:rStyle w:val="libItalicChar"/>
        </w:rPr>
        <w:t xml:space="preserve">The Politics of Dispossession: The Struggle for Palestinian Self-Determination, 1969-1994. </w:t>
      </w:r>
      <w:r w:rsidRPr="00D86078">
        <w:rPr>
          <w:rStyle w:val="libNormalChar"/>
        </w:rPr>
        <w:t>New York: Pantheon Books, 1994.</w:t>
      </w:r>
    </w:p>
    <w:p w:rsidR="00ED3D62" w:rsidRPr="00D86078" w:rsidRDefault="00ED3D62" w:rsidP="00ED3D62">
      <w:pPr>
        <w:rPr>
          <w:rStyle w:val="libItalicChar"/>
        </w:rPr>
      </w:pPr>
      <w:proofErr w:type="spellStart"/>
      <w:r w:rsidRPr="00D86078">
        <w:rPr>
          <w:rStyle w:val="libNormalChar"/>
        </w:rPr>
        <w:t>Saikal</w:t>
      </w:r>
      <w:proofErr w:type="spellEnd"/>
      <w:r w:rsidRPr="00D86078">
        <w:rPr>
          <w:rStyle w:val="libNormalChar"/>
        </w:rPr>
        <w:t xml:space="preserve">, Amin and William </w:t>
      </w:r>
      <w:proofErr w:type="spellStart"/>
      <w:r w:rsidRPr="00D86078">
        <w:rPr>
          <w:rStyle w:val="libNormalChar"/>
        </w:rPr>
        <w:t>Maley</w:t>
      </w:r>
      <w:proofErr w:type="spellEnd"/>
      <w:r w:rsidRPr="00D86078">
        <w:rPr>
          <w:rStyle w:val="libNormalChar"/>
        </w:rPr>
        <w:t xml:space="preserve">. </w:t>
      </w:r>
      <w:r w:rsidRPr="00D86078">
        <w:rPr>
          <w:rStyle w:val="libItalicChar"/>
        </w:rPr>
        <w:t>Regime Change in Afghanistan: Foreign Intervention and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the Politics of Legitimacy. </w:t>
      </w:r>
      <w:r w:rsidRPr="00D86078">
        <w:rPr>
          <w:rStyle w:val="libNormalChar"/>
        </w:rPr>
        <w:t>Boulder, CO: Westview Press, 1991.</w:t>
      </w:r>
    </w:p>
    <w:p w:rsidR="00ED3D62" w:rsidRDefault="00ED3D62" w:rsidP="00ED3D62">
      <w:pPr>
        <w:pStyle w:val="libNormal"/>
      </w:pPr>
      <w:proofErr w:type="spellStart"/>
      <w:r w:rsidRPr="00CA2CCA">
        <w:t>Salibi</w:t>
      </w:r>
      <w:proofErr w:type="spellEnd"/>
      <w:r w:rsidRPr="00CA2CCA">
        <w:t xml:space="preserve">, Kamal. </w:t>
      </w:r>
      <w:r w:rsidRPr="00D86078">
        <w:rPr>
          <w:rStyle w:val="libItalicChar"/>
        </w:rPr>
        <w:t>The Modern History of Jordan.</w:t>
      </w:r>
      <w:r>
        <w:t xml:space="preserve"> New York: St. Martin’s Press, 1999.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proofErr w:type="spellStart"/>
      <w:r>
        <w:t>Sanasarian</w:t>
      </w:r>
      <w:proofErr w:type="spellEnd"/>
      <w:r>
        <w:t xml:space="preserve">, Eliz. </w:t>
      </w:r>
      <w:r w:rsidRPr="00D86078">
        <w:rPr>
          <w:rStyle w:val="libItalicChar"/>
        </w:rPr>
        <w:t>The Women’s Rights Movement in Iran: Mutiny, Appeasement, and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Repression from 1900 to Khomeini. </w:t>
      </w:r>
      <w:r w:rsidRPr="00D86078">
        <w:rPr>
          <w:rStyle w:val="libNormalChar"/>
        </w:rPr>
        <w:t>New York: Praeger, 1982.</w:t>
      </w:r>
    </w:p>
    <w:p w:rsidR="00ED3D62" w:rsidRDefault="00ED3D62" w:rsidP="00ED3D62">
      <w:pPr>
        <w:pStyle w:val="libNormal"/>
      </w:pPr>
      <w:proofErr w:type="spellStart"/>
      <w:r w:rsidRPr="00CA2CCA">
        <w:t>Satlof</w:t>
      </w:r>
      <w:proofErr w:type="spellEnd"/>
      <w:r w:rsidRPr="00CA2CCA">
        <w:t xml:space="preserve">, Robert. </w:t>
      </w:r>
      <w:r w:rsidRPr="00D86078">
        <w:rPr>
          <w:rStyle w:val="libItalicChar"/>
        </w:rPr>
        <w:t>From Abdullah to Hussein: Jordan in Transition.</w:t>
      </w:r>
      <w:r>
        <w:t xml:space="preserve"> New York: Oxford University Press, 1994.</w:t>
      </w:r>
    </w:p>
    <w:p w:rsidR="00ED3D62" w:rsidRDefault="00ED3D62" w:rsidP="00ED3D62">
      <w:pPr>
        <w:pStyle w:val="libNormal"/>
      </w:pPr>
      <w:r>
        <w:t xml:space="preserve">Savory, Roger M. </w:t>
      </w:r>
      <w:r w:rsidRPr="00D86078">
        <w:rPr>
          <w:rStyle w:val="libItalicChar"/>
        </w:rPr>
        <w:t>Iran under the Safavids.</w:t>
      </w:r>
      <w:r>
        <w:t xml:space="preserve"> Cambridge, UK: Cambridge University Press, 1980.</w:t>
      </w:r>
    </w:p>
    <w:p w:rsidR="00ED3D62" w:rsidRDefault="00ED3D62" w:rsidP="00ED3D62">
      <w:pPr>
        <w:pStyle w:val="libNormal"/>
      </w:pPr>
      <w:proofErr w:type="spellStart"/>
      <w:r>
        <w:t>Sayari</w:t>
      </w:r>
      <w:proofErr w:type="spellEnd"/>
      <w:r>
        <w:t xml:space="preserve">, Sabri and Yilmaz </w:t>
      </w:r>
      <w:proofErr w:type="spellStart"/>
      <w:r>
        <w:t>Esmer</w:t>
      </w:r>
      <w:proofErr w:type="spellEnd"/>
      <w:r>
        <w:t xml:space="preserve">, eds. </w:t>
      </w:r>
      <w:r w:rsidRPr="00D86078">
        <w:rPr>
          <w:rStyle w:val="libItalicChar"/>
        </w:rPr>
        <w:t>Politics, Parties, and Elections in Turkey.</w:t>
      </w:r>
      <w:r>
        <w:t xml:space="preserve"> Boulder, CO: Lynne </w:t>
      </w:r>
      <w:proofErr w:type="spellStart"/>
      <w:r>
        <w:t>Rienner</w:t>
      </w:r>
      <w:proofErr w:type="spellEnd"/>
      <w:r>
        <w:t>, 2002.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proofErr w:type="spellStart"/>
      <w:r>
        <w:t>Sayigh</w:t>
      </w:r>
      <w:proofErr w:type="spellEnd"/>
      <w:r>
        <w:t xml:space="preserve">, </w:t>
      </w:r>
      <w:proofErr w:type="spellStart"/>
      <w:r>
        <w:t>Yezid</w:t>
      </w:r>
      <w:proofErr w:type="spellEnd"/>
      <w:r>
        <w:t xml:space="preserve">. </w:t>
      </w:r>
      <w:r w:rsidRPr="00D86078">
        <w:rPr>
          <w:rStyle w:val="libItalicChar"/>
        </w:rPr>
        <w:t>Armed Struggle and the Search for State: The Palestinian National Movement, 1949-1993.</w:t>
      </w:r>
      <w:r w:rsidRPr="00D86078">
        <w:rPr>
          <w:rStyle w:val="libNormalChar"/>
        </w:rPr>
        <w:t xml:space="preserve"> Oxford, UK: Oxford University Press, 1999.</w:t>
      </w:r>
    </w:p>
    <w:p w:rsidR="00ED3D62" w:rsidRPr="00D86078" w:rsidRDefault="00ED3D62" w:rsidP="00ED3D62">
      <w:pPr>
        <w:rPr>
          <w:rStyle w:val="libItalicChar"/>
        </w:rPr>
      </w:pPr>
      <w:proofErr w:type="spellStart"/>
      <w:r w:rsidRPr="00D86078">
        <w:rPr>
          <w:rStyle w:val="libNormalChar"/>
        </w:rPr>
        <w:t>Schirazi</w:t>
      </w:r>
      <w:proofErr w:type="spellEnd"/>
      <w:r w:rsidRPr="00D86078">
        <w:rPr>
          <w:rStyle w:val="libNormalChar"/>
        </w:rPr>
        <w:t xml:space="preserve">, Asghar (John O’Kane, trans.). </w:t>
      </w:r>
      <w:r w:rsidRPr="00D86078">
        <w:rPr>
          <w:rStyle w:val="libItalicChar"/>
        </w:rPr>
        <w:t xml:space="preserve">The Constitution of Iran: Politics and the State in the Islamic Republic. </w:t>
      </w:r>
      <w:r w:rsidRPr="00D86078">
        <w:rPr>
          <w:rStyle w:val="libNormalChar"/>
        </w:rPr>
        <w:t>London: I.B. Tauris, 1997.</w:t>
      </w:r>
    </w:p>
    <w:p w:rsidR="00ED3D62" w:rsidRDefault="00ED3D62" w:rsidP="00ED3D62">
      <w:pPr>
        <w:pStyle w:val="libNormal"/>
      </w:pPr>
      <w:r w:rsidRPr="00CA2CCA">
        <w:t xml:space="preserve">Seale, Patrick. </w:t>
      </w:r>
      <w:r w:rsidRPr="00D86078">
        <w:rPr>
          <w:rStyle w:val="libItalicChar"/>
        </w:rPr>
        <w:t>The Struggle for Syria: A Study of Post-War Arab Politics, 1945-1958.</w:t>
      </w:r>
      <w:r>
        <w:t xml:space="preserve"> New Haven, CT: Yale University Press, 1987.</w:t>
      </w:r>
    </w:p>
    <w:p w:rsidR="00ED3D62" w:rsidRDefault="00ED3D62" w:rsidP="00ED3D62">
      <w:pPr>
        <w:pStyle w:val="libNormal"/>
      </w:pPr>
      <w:r>
        <w:lastRenderedPageBreak/>
        <w:t xml:space="preserve">Schimmel, Annemarie. </w:t>
      </w:r>
      <w:r w:rsidRPr="00D86078">
        <w:rPr>
          <w:rStyle w:val="libItalicChar"/>
        </w:rPr>
        <w:t>Islam in the Indian Subcontinent.</w:t>
      </w:r>
      <w:r>
        <w:t xml:space="preserve"> Leiden: E.J. Brill, 1980.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Schulz, Helena Lindholm. </w:t>
      </w:r>
      <w:r w:rsidRPr="00D86078">
        <w:rPr>
          <w:rStyle w:val="libItalicChar"/>
        </w:rPr>
        <w:t>The Reconstruction of Palestinian Nationalism: Between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Revolution and Statehood. </w:t>
      </w:r>
      <w:r w:rsidRPr="00D86078">
        <w:rPr>
          <w:rStyle w:val="libNormalChar"/>
        </w:rPr>
        <w:t>Manchester, UK: Manchester University Press, 1999.</w:t>
      </w:r>
    </w:p>
    <w:p w:rsidR="00ED3D62" w:rsidRDefault="00ED3D62" w:rsidP="00ED3D62">
      <w:pPr>
        <w:pStyle w:val="libNormal"/>
      </w:pPr>
      <w:r w:rsidRPr="00CA2CCA">
        <w:t xml:space="preserve">Shahin, Emad </w:t>
      </w:r>
      <w:proofErr w:type="spellStart"/>
      <w:r w:rsidRPr="00CA2CCA">
        <w:t>Eldin</w:t>
      </w:r>
      <w:proofErr w:type="spellEnd"/>
      <w:r w:rsidRPr="00CA2CCA">
        <w:t xml:space="preserve">. </w:t>
      </w:r>
      <w:r w:rsidRPr="00D86078">
        <w:rPr>
          <w:rStyle w:val="libItalicChar"/>
        </w:rPr>
        <w:t xml:space="preserve">Political Ascent: Contemporary Islamic Movements in North Africa. </w:t>
      </w:r>
      <w:r>
        <w:t>Boulder, CO: Westview Press, 1998.</w:t>
      </w:r>
    </w:p>
    <w:p w:rsidR="00ED3D62" w:rsidRDefault="00ED3D62" w:rsidP="00ED3D62">
      <w:pPr>
        <w:pStyle w:val="libNormal"/>
      </w:pPr>
      <w:proofErr w:type="spellStart"/>
      <w:r>
        <w:t>Shankland</w:t>
      </w:r>
      <w:proofErr w:type="spellEnd"/>
      <w:r>
        <w:t xml:space="preserve">, David. </w:t>
      </w:r>
      <w:r w:rsidRPr="00D86078">
        <w:rPr>
          <w:rStyle w:val="libItalicChar"/>
        </w:rPr>
        <w:t xml:space="preserve">The </w:t>
      </w:r>
      <w:proofErr w:type="spellStart"/>
      <w:r w:rsidRPr="00D86078">
        <w:rPr>
          <w:rStyle w:val="libItalicChar"/>
        </w:rPr>
        <w:t>Alevis</w:t>
      </w:r>
      <w:proofErr w:type="spellEnd"/>
      <w:r w:rsidRPr="00D86078">
        <w:rPr>
          <w:rStyle w:val="libItalicChar"/>
        </w:rPr>
        <w:t xml:space="preserve"> in Turkey: The Emergence of a Secular Islamic Tradition</w:t>
      </w:r>
      <w:r>
        <w:t>. London: Curzon, 2003.</w:t>
      </w:r>
    </w:p>
    <w:p w:rsidR="007D4755" w:rsidRDefault="00ED3D62" w:rsidP="00ED3D62">
      <w:pPr>
        <w:pStyle w:val="libNormal"/>
      </w:pPr>
      <w:proofErr w:type="spellStart"/>
      <w:r>
        <w:t>Sharoni</w:t>
      </w:r>
      <w:proofErr w:type="spellEnd"/>
      <w:r>
        <w:t xml:space="preserve">, Simona. </w:t>
      </w:r>
      <w:r w:rsidRPr="00D86078">
        <w:rPr>
          <w:rStyle w:val="libItalicChar"/>
        </w:rPr>
        <w:t>Gender and the Israeli-Palestinian Conflict: The Politics of Women’s</w:t>
      </w:r>
      <w:r w:rsidRPr="00CA2CCA">
        <w:t xml:space="preserve"> </w:t>
      </w:r>
      <w:r w:rsidRPr="00D86078">
        <w:rPr>
          <w:rStyle w:val="libItalicChar"/>
        </w:rPr>
        <w:t xml:space="preserve">Resistance. </w:t>
      </w:r>
      <w:r>
        <w:t>Syracuse, NY: Syracuse University Press, 1995.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proofErr w:type="spellStart"/>
      <w:r>
        <w:t>Shatzmiller</w:t>
      </w:r>
      <w:proofErr w:type="spellEnd"/>
      <w:r>
        <w:t xml:space="preserve">, Maya, ed. </w:t>
      </w:r>
      <w:r w:rsidRPr="00D86078">
        <w:rPr>
          <w:rStyle w:val="libItalicChar"/>
        </w:rPr>
        <w:t xml:space="preserve">Islam and Bosnia: Conflict Resolution and Foreign Policy in Multi-Ethnic States. </w:t>
      </w:r>
      <w:r w:rsidRPr="00D86078">
        <w:rPr>
          <w:rStyle w:val="libNormalChar"/>
        </w:rPr>
        <w:t>Montreal: McGill-Queen’s University Press, 2002.</w:t>
      </w:r>
    </w:p>
    <w:p w:rsidR="00ED3D62" w:rsidRDefault="00ED3D62" w:rsidP="00ED3D62">
      <w:pPr>
        <w:pStyle w:val="libNormal"/>
      </w:pPr>
      <w:proofErr w:type="spellStart"/>
      <w:r w:rsidRPr="00CA2CCA">
        <w:t>Sidahmed</w:t>
      </w:r>
      <w:proofErr w:type="spellEnd"/>
      <w:r w:rsidRPr="00CA2CCA">
        <w:t xml:space="preserve">, Abdel Salam. </w:t>
      </w:r>
      <w:r w:rsidRPr="00D86078">
        <w:rPr>
          <w:rStyle w:val="libItalicChar"/>
        </w:rPr>
        <w:t>Politics and Islam in Contemporary Sudan.</w:t>
      </w:r>
      <w:r>
        <w:t xml:space="preserve"> New York: St. Martin’s Press, 1996.</w:t>
      </w:r>
    </w:p>
    <w:p w:rsidR="00ED3D62" w:rsidRDefault="00ED3D62" w:rsidP="00ED3D62">
      <w:pPr>
        <w:pStyle w:val="libNormal"/>
      </w:pPr>
      <w:r>
        <w:t xml:space="preserve">Siegel, James T. </w:t>
      </w:r>
      <w:r w:rsidRPr="00D86078">
        <w:rPr>
          <w:rStyle w:val="libItalicChar"/>
        </w:rPr>
        <w:t>The Rope of God.</w:t>
      </w:r>
      <w:r>
        <w:t xml:space="preserve"> Ann Arbor, MI: University of Michigan Press, 2000.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proofErr w:type="spellStart"/>
      <w:r>
        <w:t>Silverfarb</w:t>
      </w:r>
      <w:proofErr w:type="spellEnd"/>
      <w:r>
        <w:t xml:space="preserve">, Daniel. </w:t>
      </w:r>
      <w:r w:rsidRPr="00D86078">
        <w:rPr>
          <w:rStyle w:val="libItalicChar"/>
        </w:rPr>
        <w:t>Britain’s Informal Empire in the Middle East: A Case Study of Iraq,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1929-1941. </w:t>
      </w:r>
      <w:r w:rsidRPr="00D86078">
        <w:rPr>
          <w:rStyle w:val="libNormalChar"/>
        </w:rPr>
        <w:t>Oxford, UK: Oxford University Press, 1997.</w:t>
      </w:r>
    </w:p>
    <w:p w:rsidR="00ED3D62" w:rsidRPr="00D86078" w:rsidRDefault="00ED3D62" w:rsidP="00ED3D62">
      <w:pPr>
        <w:rPr>
          <w:rStyle w:val="libItalicChar"/>
        </w:rPr>
      </w:pPr>
      <w:r w:rsidRPr="00D86078">
        <w:rPr>
          <w:rStyle w:val="libNormalChar"/>
        </w:rPr>
        <w:t xml:space="preserve">Simon, Reeva S. </w:t>
      </w:r>
      <w:r w:rsidRPr="00D86078">
        <w:rPr>
          <w:rStyle w:val="libItalicChar"/>
        </w:rPr>
        <w:t>Iraq Between the Two World Wars: The Creation and Implementation of a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Nationalist Ideology. </w:t>
      </w:r>
      <w:r w:rsidRPr="00D86078">
        <w:rPr>
          <w:rStyle w:val="libNormalChar"/>
        </w:rPr>
        <w:t>New York: Columbia University Press, 1996.</w:t>
      </w:r>
    </w:p>
    <w:p w:rsidR="00ED3D62" w:rsidRDefault="00ED3D62" w:rsidP="00ED3D62">
      <w:pPr>
        <w:pStyle w:val="libNormal"/>
      </w:pPr>
      <w:r w:rsidRPr="00CA2CCA">
        <w:t xml:space="preserve">Sisson, Richard and Leo. E. Rose. </w:t>
      </w:r>
      <w:r w:rsidRPr="00D86078">
        <w:rPr>
          <w:rStyle w:val="libItalicChar"/>
        </w:rPr>
        <w:t>War and Secession: Pakistan, India, and the Creation of</w:t>
      </w:r>
      <w:r w:rsidRPr="00CA2CCA">
        <w:t xml:space="preserve"> </w:t>
      </w:r>
      <w:r w:rsidRPr="00D86078">
        <w:rPr>
          <w:rStyle w:val="libItalicChar"/>
        </w:rPr>
        <w:t xml:space="preserve">Bangladesh. </w:t>
      </w:r>
      <w:r>
        <w:t>Berkeley, CA: University of California Press, 1990.</w:t>
      </w:r>
    </w:p>
    <w:p w:rsidR="00ED3D62" w:rsidRDefault="00ED3D62" w:rsidP="00ED3D62">
      <w:pPr>
        <w:pStyle w:val="libNormal"/>
      </w:pPr>
      <w:proofErr w:type="spellStart"/>
      <w:r>
        <w:t>Skaine</w:t>
      </w:r>
      <w:proofErr w:type="spellEnd"/>
      <w:r>
        <w:t xml:space="preserve">, Rosemarie. </w:t>
      </w:r>
      <w:r w:rsidRPr="00D86078">
        <w:rPr>
          <w:rStyle w:val="libItalicChar"/>
        </w:rPr>
        <w:t>The Women of Afghanistan under the Taliban</w:t>
      </w:r>
      <w:r>
        <w:t>. London: McFarland &amp; Co., 2001.</w:t>
      </w:r>
    </w:p>
    <w:p w:rsidR="00ED3D62" w:rsidRDefault="00ED3D62" w:rsidP="00ED3D62">
      <w:pPr>
        <w:pStyle w:val="libNormal"/>
      </w:pPr>
      <w:r>
        <w:t xml:space="preserve">Smith, Jane I. </w:t>
      </w:r>
      <w:r w:rsidRPr="00D86078">
        <w:rPr>
          <w:rStyle w:val="libItalicChar"/>
        </w:rPr>
        <w:t>Islam in America.</w:t>
      </w:r>
      <w:r>
        <w:t xml:space="preserve"> New York: Columbia University Press, 1999.</w:t>
      </w:r>
    </w:p>
    <w:p w:rsidR="00ED3D62" w:rsidRDefault="00ED3D62" w:rsidP="00ED3D62">
      <w:pPr>
        <w:pStyle w:val="libNormal"/>
      </w:pPr>
      <w:r>
        <w:t xml:space="preserve">Smith, Jane I. and Yvonne Y. Haddad, eds. </w:t>
      </w:r>
      <w:r w:rsidRPr="00D86078">
        <w:rPr>
          <w:rStyle w:val="libItalicChar"/>
        </w:rPr>
        <w:t xml:space="preserve">Muslim Communities in North America. </w:t>
      </w:r>
      <w:r>
        <w:t>Albany, NY: State University of New York Press, 1994.</w:t>
      </w:r>
    </w:p>
    <w:p w:rsidR="00ED3D62" w:rsidRDefault="00ED3D62" w:rsidP="00ED3D62">
      <w:pPr>
        <w:pStyle w:val="libNormal"/>
      </w:pPr>
      <w:proofErr w:type="spellStart"/>
      <w:r>
        <w:t>Sonbol</w:t>
      </w:r>
      <w:proofErr w:type="spellEnd"/>
      <w:r>
        <w:t>, Amira Al-</w:t>
      </w:r>
      <w:proofErr w:type="spellStart"/>
      <w:r>
        <w:t>Azhary</w:t>
      </w:r>
      <w:proofErr w:type="spellEnd"/>
      <w:r>
        <w:t xml:space="preserve">. </w:t>
      </w:r>
      <w:r w:rsidRPr="00D86078">
        <w:rPr>
          <w:rStyle w:val="libItalicChar"/>
        </w:rPr>
        <w:t xml:space="preserve">The New Mamluks: Egyptian Society and Modern Feudalism. </w:t>
      </w:r>
      <w:r>
        <w:t>Syracuse, NY: Syracuse University Press, 2000.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Starrett, Gregory. </w:t>
      </w:r>
      <w:r w:rsidRPr="00D86078">
        <w:rPr>
          <w:rStyle w:val="libItalicChar"/>
        </w:rPr>
        <w:t>Putting Islam to Work: Education, Politics, and Religious Transformation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in Egypt. </w:t>
      </w:r>
      <w:r w:rsidRPr="00CA2CCA">
        <w:rPr>
          <w:rStyle w:val="libNormalChar"/>
        </w:rPr>
        <w:t>Berkeley, CA: University of California Press, 1998.</w:t>
      </w:r>
    </w:p>
    <w:p w:rsidR="00ED3D62" w:rsidRPr="00D86078" w:rsidRDefault="00ED3D62" w:rsidP="00ED3D62">
      <w:pPr>
        <w:rPr>
          <w:rStyle w:val="libNormalChar"/>
        </w:rPr>
      </w:pPr>
      <w:r w:rsidRPr="00D86078">
        <w:rPr>
          <w:rStyle w:val="libNormalChar"/>
        </w:rPr>
        <w:t xml:space="preserve">Stone, Martin. </w:t>
      </w:r>
      <w:r w:rsidRPr="00D86078">
        <w:rPr>
          <w:rStyle w:val="libItalicChar"/>
        </w:rPr>
        <w:t>The Agony of Algeria.</w:t>
      </w:r>
      <w:r w:rsidRPr="00D86078">
        <w:rPr>
          <w:rStyle w:val="libNormalChar"/>
        </w:rPr>
        <w:t xml:space="preserve"> New York: Columbia University Press, 1998.</w:t>
      </w:r>
    </w:p>
    <w:p w:rsidR="00ED3D62" w:rsidRDefault="00ED3D62" w:rsidP="00ED3D62">
      <w:pPr>
        <w:pStyle w:val="libNormal"/>
      </w:pPr>
      <w:proofErr w:type="spellStart"/>
      <w:r w:rsidRPr="00CA2CCA">
        <w:t>Sukma</w:t>
      </w:r>
      <w:proofErr w:type="spellEnd"/>
      <w:r w:rsidRPr="00CA2CCA">
        <w:t xml:space="preserve">, Rizal. </w:t>
      </w:r>
      <w:r w:rsidRPr="00D86078">
        <w:rPr>
          <w:rStyle w:val="libItalicChar"/>
        </w:rPr>
        <w:t>Islam in Indonesian Foreign Policy.</w:t>
      </w:r>
      <w:r>
        <w:t xml:space="preserve"> New York: </w:t>
      </w:r>
      <w:proofErr w:type="spellStart"/>
      <w:r>
        <w:t>RoutledgeCurzon</w:t>
      </w:r>
      <w:proofErr w:type="spellEnd"/>
      <w:r>
        <w:t>, 2003.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>Sullivan, Denis J and Sana Abed-</w:t>
      </w:r>
      <w:proofErr w:type="spellStart"/>
      <w:r>
        <w:t>Kotob</w:t>
      </w:r>
      <w:proofErr w:type="spellEnd"/>
      <w:r>
        <w:t xml:space="preserve">. </w:t>
      </w:r>
      <w:r w:rsidRPr="00D86078">
        <w:rPr>
          <w:rStyle w:val="libItalicChar"/>
        </w:rPr>
        <w:t xml:space="preserve">Islam in Contemporary Egypt: Civil Society vs. the State. </w:t>
      </w:r>
      <w:r w:rsidRPr="00D86078">
        <w:rPr>
          <w:rStyle w:val="libNormalChar"/>
        </w:rPr>
        <w:t xml:space="preserve">Boulder, CO: Lynne </w:t>
      </w:r>
      <w:proofErr w:type="spellStart"/>
      <w:r w:rsidRPr="00D86078">
        <w:rPr>
          <w:rStyle w:val="libNormalChar"/>
        </w:rPr>
        <w:t>Rienner</w:t>
      </w:r>
      <w:proofErr w:type="spellEnd"/>
      <w:r w:rsidRPr="00D86078">
        <w:rPr>
          <w:rStyle w:val="libNormalChar"/>
        </w:rPr>
        <w:t>, 1999.</w:t>
      </w:r>
    </w:p>
    <w:p w:rsidR="00ED3D62" w:rsidRDefault="00ED3D62" w:rsidP="00ED3D62">
      <w:pPr>
        <w:pStyle w:val="libNormal"/>
      </w:pPr>
      <w:r w:rsidRPr="00CA2CCA">
        <w:t xml:space="preserve">Tabari, Azar and Nahid Yeganeh. </w:t>
      </w:r>
      <w:r w:rsidRPr="00D86078">
        <w:rPr>
          <w:rStyle w:val="libItalicChar"/>
        </w:rPr>
        <w:t>In the Shadow of Islam: The Women’s Movement in Iran.</w:t>
      </w:r>
      <w:r>
        <w:t xml:space="preserve"> London: Zen Press, 1982.</w:t>
      </w:r>
    </w:p>
    <w:p w:rsidR="00ED3D62" w:rsidRDefault="00ED3D62" w:rsidP="00ED3D62">
      <w:pPr>
        <w:pStyle w:val="libNormal"/>
      </w:pPr>
      <w:r>
        <w:t xml:space="preserve">Talbott, John E. </w:t>
      </w:r>
      <w:r w:rsidRPr="00D86078">
        <w:rPr>
          <w:rStyle w:val="libItalicChar"/>
        </w:rPr>
        <w:t>The War without a Name: France in Algeria, 1954-1962.</w:t>
      </w:r>
      <w:r>
        <w:t xml:space="preserve"> New York: Alfred A. Knopf, 1980.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lastRenderedPageBreak/>
        <w:t xml:space="preserve">Tapper, Richard, ed. </w:t>
      </w:r>
      <w:r w:rsidRPr="00D86078">
        <w:rPr>
          <w:rStyle w:val="libItalicChar"/>
        </w:rPr>
        <w:t>Islam in Modern Turkey: Religion, Politics, and Literature in a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Secular State. </w:t>
      </w:r>
      <w:r w:rsidRPr="00D86078">
        <w:rPr>
          <w:rStyle w:val="libNormalChar"/>
        </w:rPr>
        <w:t>New York: Palgrave Macmillan, 1994.</w:t>
      </w:r>
    </w:p>
    <w:p w:rsidR="00ED3D62" w:rsidRDefault="00ED3D62" w:rsidP="00ED3D62">
      <w:pPr>
        <w:pStyle w:val="libNormal"/>
      </w:pPr>
      <w:r w:rsidRPr="00CA2CCA">
        <w:t xml:space="preserve">Tauber, Eliezer. </w:t>
      </w:r>
      <w:r w:rsidRPr="00D86078">
        <w:rPr>
          <w:rStyle w:val="libItalicChar"/>
        </w:rPr>
        <w:t>The Formation of Modern Syria and Iraq</w:t>
      </w:r>
      <w:r>
        <w:t>. London: Frank Cass &amp; Co., 1995.</w:t>
      </w:r>
    </w:p>
    <w:p w:rsidR="00ED3D62" w:rsidRDefault="00ED3D62" w:rsidP="00ED3D62">
      <w:pPr>
        <w:pStyle w:val="libNormal"/>
      </w:pPr>
      <w:proofErr w:type="spellStart"/>
      <w:r>
        <w:t>Tavakoli-Targhi</w:t>
      </w:r>
      <w:proofErr w:type="spellEnd"/>
      <w:r>
        <w:t xml:space="preserve">, Mohamad. </w:t>
      </w:r>
      <w:r w:rsidRPr="00D86078">
        <w:rPr>
          <w:rStyle w:val="libItalicChar"/>
        </w:rPr>
        <w:t>Refashioning Iran: Orientalism, Occidentalism and</w:t>
      </w:r>
      <w:r w:rsidRPr="00CA2CCA">
        <w:t xml:space="preserve"> </w:t>
      </w:r>
      <w:r w:rsidRPr="00D86078">
        <w:rPr>
          <w:rStyle w:val="libItalicChar"/>
        </w:rPr>
        <w:t xml:space="preserve">Historiography. </w:t>
      </w:r>
      <w:r>
        <w:t>New York: Palgrave Macmillan, 2001.</w:t>
      </w:r>
    </w:p>
    <w:p w:rsidR="00ED3D62" w:rsidRDefault="00ED3D62" w:rsidP="00ED3D62">
      <w:pPr>
        <w:pStyle w:val="libNormal"/>
      </w:pPr>
      <w:proofErr w:type="spellStart"/>
      <w:r>
        <w:t>Tayob</w:t>
      </w:r>
      <w:proofErr w:type="spellEnd"/>
      <w:r>
        <w:t xml:space="preserve">, </w:t>
      </w:r>
      <w:proofErr w:type="spellStart"/>
      <w:r>
        <w:t>Abdulkader</w:t>
      </w:r>
      <w:proofErr w:type="spellEnd"/>
      <w:r>
        <w:t xml:space="preserve"> I. </w:t>
      </w:r>
      <w:r w:rsidRPr="00D86078">
        <w:rPr>
          <w:rStyle w:val="libItalicChar"/>
        </w:rPr>
        <w:t>Islam in South Africa: Mosques, Imams, and Sermons.</w:t>
      </w:r>
      <w:r>
        <w:t xml:space="preserve"> Gainesville, FL: University Press of Florida, 1999.</w:t>
      </w:r>
    </w:p>
    <w:p w:rsidR="00ED3D62" w:rsidRDefault="00ED3D62" w:rsidP="00ED3D62">
      <w:pPr>
        <w:pStyle w:val="libNormal"/>
      </w:pPr>
      <w:proofErr w:type="spellStart"/>
      <w:r>
        <w:t>Toprak</w:t>
      </w:r>
      <w:proofErr w:type="spellEnd"/>
      <w:r>
        <w:t xml:space="preserve">, </w:t>
      </w:r>
      <w:proofErr w:type="spellStart"/>
      <w:r>
        <w:t>Binnaz</w:t>
      </w:r>
      <w:proofErr w:type="spellEnd"/>
      <w:r>
        <w:t xml:space="preserve">. </w:t>
      </w:r>
      <w:r w:rsidRPr="00D86078">
        <w:rPr>
          <w:rStyle w:val="libItalicChar"/>
        </w:rPr>
        <w:t>Islam and Political Development in Turkey.</w:t>
      </w:r>
      <w:r>
        <w:t xml:space="preserve"> Leiden: E.J. Brill, 1981.</w:t>
      </w:r>
    </w:p>
    <w:p w:rsidR="00ED3D62" w:rsidRDefault="00ED3D62" w:rsidP="00ED3D62">
      <w:pPr>
        <w:pStyle w:val="libNormal"/>
      </w:pPr>
      <w:proofErr w:type="spellStart"/>
      <w:r>
        <w:t>Trimingham</w:t>
      </w:r>
      <w:proofErr w:type="spellEnd"/>
      <w:r>
        <w:t xml:space="preserve">, J.S. </w:t>
      </w:r>
      <w:r w:rsidRPr="00D86078">
        <w:rPr>
          <w:rStyle w:val="libItalicChar"/>
        </w:rPr>
        <w:t>Islam in Ethiopia.</w:t>
      </w:r>
      <w:r>
        <w:t xml:space="preserve"> London: Frank Cass &amp; Co., 1965.</w:t>
      </w:r>
    </w:p>
    <w:p w:rsidR="00ED3D62" w:rsidRDefault="00ED3D62" w:rsidP="00ED3D62">
      <w:pPr>
        <w:pStyle w:val="libNormal"/>
      </w:pPr>
      <w:proofErr w:type="spellStart"/>
      <w:r>
        <w:t>Trimingham</w:t>
      </w:r>
      <w:proofErr w:type="spellEnd"/>
      <w:r>
        <w:t xml:space="preserve">, J.S. </w:t>
      </w:r>
      <w:r w:rsidRPr="00D86078">
        <w:rPr>
          <w:rStyle w:val="libItalicChar"/>
        </w:rPr>
        <w:t>Islam in West Africa.</w:t>
      </w:r>
      <w:r>
        <w:t xml:space="preserve"> Oxford, UK: Clarendon Press, 1959.</w:t>
      </w:r>
    </w:p>
    <w:p w:rsidR="00ED3D62" w:rsidRDefault="00ED3D62" w:rsidP="00ED3D62">
      <w:pPr>
        <w:pStyle w:val="libNormal"/>
      </w:pPr>
      <w:r>
        <w:t xml:space="preserve">Troll, Christian W., ed. </w:t>
      </w:r>
      <w:r w:rsidRPr="00D86078">
        <w:rPr>
          <w:rStyle w:val="libItalicChar"/>
        </w:rPr>
        <w:t>Muslim Shrines in India.</w:t>
      </w:r>
      <w:r>
        <w:t xml:space="preserve"> Oxford, UK: Oxford University Press, 2003 ed.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proofErr w:type="spellStart"/>
      <w:r>
        <w:t>Uwaysi</w:t>
      </w:r>
      <w:proofErr w:type="spellEnd"/>
      <w:r>
        <w:t xml:space="preserve">, Abd al-Fattah Muhammad. </w:t>
      </w:r>
      <w:r w:rsidRPr="00D86078">
        <w:rPr>
          <w:rStyle w:val="libItalicChar"/>
        </w:rPr>
        <w:t>The Muslim Brothers and the Palestine Question,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1928-1947. </w:t>
      </w:r>
      <w:r w:rsidRPr="00D86078">
        <w:rPr>
          <w:rStyle w:val="libNormalChar"/>
        </w:rPr>
        <w:t>London: Tauris Academic Studies, 1998.</w:t>
      </w:r>
    </w:p>
    <w:p w:rsidR="00ED3D62" w:rsidRPr="00D86078" w:rsidRDefault="00ED3D62" w:rsidP="00ED3D62">
      <w:pPr>
        <w:rPr>
          <w:rStyle w:val="libItalicChar"/>
        </w:rPr>
      </w:pPr>
      <w:r w:rsidRPr="00D86078">
        <w:rPr>
          <w:rStyle w:val="libNormalChar"/>
        </w:rPr>
        <w:t xml:space="preserve">Van Dam, Nikolaos. </w:t>
      </w:r>
      <w:r w:rsidRPr="00D86078">
        <w:rPr>
          <w:rStyle w:val="libItalicChar"/>
        </w:rPr>
        <w:t xml:space="preserve">The Struggle for Power in Syria: Politics and Society under </w:t>
      </w:r>
      <w:proofErr w:type="spellStart"/>
      <w:r w:rsidRPr="00D86078">
        <w:rPr>
          <w:rStyle w:val="libItalicChar"/>
        </w:rPr>
        <w:t>Asad</w:t>
      </w:r>
      <w:proofErr w:type="spellEnd"/>
      <w:r w:rsidRPr="00D86078">
        <w:rPr>
          <w:rStyle w:val="libItalicChar"/>
        </w:rPr>
        <w:t xml:space="preserve"> and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the </w:t>
      </w:r>
      <w:proofErr w:type="spellStart"/>
      <w:proofErr w:type="gramStart"/>
      <w:r w:rsidRPr="00D86078">
        <w:rPr>
          <w:rStyle w:val="libItalicChar"/>
        </w:rPr>
        <w:t>Ba‘</w:t>
      </w:r>
      <w:proofErr w:type="gramEnd"/>
      <w:r w:rsidRPr="00D86078">
        <w:rPr>
          <w:rStyle w:val="libItalicChar"/>
        </w:rPr>
        <w:t>th</w:t>
      </w:r>
      <w:proofErr w:type="spellEnd"/>
      <w:r w:rsidRPr="00D86078">
        <w:rPr>
          <w:rStyle w:val="libItalicChar"/>
        </w:rPr>
        <w:t xml:space="preserve"> Party. </w:t>
      </w:r>
      <w:r w:rsidRPr="00D86078">
        <w:rPr>
          <w:rStyle w:val="libNormalChar"/>
        </w:rPr>
        <w:t>London: I.B. Tauris, 1996.</w:t>
      </w:r>
    </w:p>
    <w:p w:rsidR="00ED3D62" w:rsidRDefault="00ED3D62" w:rsidP="00ED3D62">
      <w:pPr>
        <w:pStyle w:val="libNormal"/>
      </w:pPr>
      <w:r w:rsidRPr="00CA2CCA">
        <w:t xml:space="preserve">van den Bos, Matthijs. </w:t>
      </w:r>
      <w:r w:rsidRPr="00D86078">
        <w:rPr>
          <w:rStyle w:val="libItalicChar"/>
        </w:rPr>
        <w:t>Mystic Regimes: Sufism and the State in Iran, from the late Qajar</w:t>
      </w:r>
      <w:r w:rsidRPr="00CA2CCA">
        <w:t xml:space="preserve"> </w:t>
      </w:r>
      <w:r w:rsidRPr="00D86078">
        <w:rPr>
          <w:rStyle w:val="libItalicChar"/>
        </w:rPr>
        <w:t>Era to the</w:t>
      </w:r>
      <w:r w:rsidRPr="00CA2CCA">
        <w:t xml:space="preserve"> </w:t>
      </w:r>
      <w:r w:rsidRPr="00D86078">
        <w:rPr>
          <w:rStyle w:val="libItalicChar"/>
        </w:rPr>
        <w:t xml:space="preserve">Islamic Republic. </w:t>
      </w:r>
      <w:r>
        <w:t>Leiden: E.J. Brill, 2002.</w:t>
      </w:r>
    </w:p>
    <w:p w:rsidR="007D4755" w:rsidRDefault="00ED3D62" w:rsidP="00ED3D62">
      <w:pPr>
        <w:pStyle w:val="libNormal"/>
      </w:pPr>
      <w:r>
        <w:t xml:space="preserve">Van Dijk, Cornelius. </w:t>
      </w:r>
      <w:r w:rsidRPr="00D86078">
        <w:rPr>
          <w:rStyle w:val="libItalicChar"/>
        </w:rPr>
        <w:t xml:space="preserve">Rebellion Under the Banner of Islam: The Darul Islam in Indonesia. </w:t>
      </w:r>
      <w:r>
        <w:t xml:space="preserve">The Hague: </w:t>
      </w:r>
      <w:proofErr w:type="spellStart"/>
      <w:r>
        <w:t>Martinus</w:t>
      </w:r>
      <w:proofErr w:type="spellEnd"/>
      <w:r>
        <w:t xml:space="preserve"> </w:t>
      </w:r>
      <w:proofErr w:type="spellStart"/>
      <w:r>
        <w:t>Nijhoff</w:t>
      </w:r>
      <w:proofErr w:type="spellEnd"/>
      <w:r>
        <w:t>, 1981.</w:t>
      </w:r>
    </w:p>
    <w:p w:rsidR="00ED3D62" w:rsidRDefault="00ED3D62" w:rsidP="00ED3D62">
      <w:pPr>
        <w:pStyle w:val="libNormal"/>
      </w:pPr>
      <w:proofErr w:type="spellStart"/>
      <w:r>
        <w:t>Vassiliev</w:t>
      </w:r>
      <w:proofErr w:type="spellEnd"/>
      <w:r>
        <w:t xml:space="preserve">, Alexei. </w:t>
      </w:r>
      <w:r w:rsidRPr="00D86078">
        <w:rPr>
          <w:rStyle w:val="libItalicChar"/>
        </w:rPr>
        <w:t>The History of Saudi Arabia.</w:t>
      </w:r>
      <w:r>
        <w:t xml:space="preserve"> Washington Square, NY: New York University Press, 2000.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proofErr w:type="spellStart"/>
      <w:r>
        <w:t>Vertovec</w:t>
      </w:r>
      <w:proofErr w:type="spellEnd"/>
      <w:r>
        <w:t xml:space="preserve">, Steven and </w:t>
      </w:r>
      <w:proofErr w:type="spellStart"/>
      <w:r>
        <w:t>Ceri</w:t>
      </w:r>
      <w:proofErr w:type="spellEnd"/>
      <w:r>
        <w:t xml:space="preserve"> Peach, eds. </w:t>
      </w:r>
      <w:r w:rsidRPr="00D86078">
        <w:rPr>
          <w:rStyle w:val="libItalicChar"/>
        </w:rPr>
        <w:t>Islam in Europe: The Politics of Religion and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Community. </w:t>
      </w:r>
      <w:r w:rsidRPr="00D86078">
        <w:rPr>
          <w:rStyle w:val="libNormalChar"/>
        </w:rPr>
        <w:t>London: Palgrave Macmillan, 1997.</w:t>
      </w:r>
    </w:p>
    <w:p w:rsidR="00ED3D62" w:rsidRPr="00D86078" w:rsidRDefault="00ED3D62" w:rsidP="00ED3D62">
      <w:pPr>
        <w:rPr>
          <w:rStyle w:val="libItalicChar"/>
        </w:rPr>
      </w:pPr>
      <w:proofErr w:type="spellStart"/>
      <w:r w:rsidRPr="00D86078">
        <w:rPr>
          <w:rStyle w:val="libNormalChar"/>
        </w:rPr>
        <w:t>Villalón</w:t>
      </w:r>
      <w:proofErr w:type="spellEnd"/>
      <w:r w:rsidRPr="00D86078">
        <w:rPr>
          <w:rStyle w:val="libNormalChar"/>
        </w:rPr>
        <w:t xml:space="preserve">, Leonardo A. </w:t>
      </w:r>
      <w:r w:rsidRPr="00D86078">
        <w:rPr>
          <w:rStyle w:val="libItalicChar"/>
        </w:rPr>
        <w:t xml:space="preserve">Islamic Society and State Power in Senegal: Disciples and Citizens in </w:t>
      </w:r>
      <w:proofErr w:type="spellStart"/>
      <w:r w:rsidRPr="00D86078">
        <w:rPr>
          <w:rStyle w:val="libItalicChar"/>
        </w:rPr>
        <w:t>Fatick</w:t>
      </w:r>
      <w:proofErr w:type="spellEnd"/>
      <w:r w:rsidRPr="00D86078">
        <w:rPr>
          <w:rStyle w:val="libItalicChar"/>
        </w:rPr>
        <w:t xml:space="preserve">. </w:t>
      </w:r>
      <w:r w:rsidRPr="00D86078">
        <w:rPr>
          <w:rStyle w:val="libNormalChar"/>
        </w:rPr>
        <w:t>Cambridge, UK: Cambridge University Press, 1995.</w:t>
      </w:r>
    </w:p>
    <w:p w:rsidR="00ED3D62" w:rsidRPr="00D86078" w:rsidRDefault="00ED3D62" w:rsidP="00ED3D62">
      <w:pPr>
        <w:rPr>
          <w:rStyle w:val="libNormalChar"/>
        </w:rPr>
      </w:pPr>
      <w:proofErr w:type="spellStart"/>
      <w:r w:rsidRPr="00D86078">
        <w:rPr>
          <w:rStyle w:val="libNormalChar"/>
        </w:rPr>
        <w:t>Voll</w:t>
      </w:r>
      <w:proofErr w:type="spellEnd"/>
      <w:r w:rsidRPr="00D86078">
        <w:rPr>
          <w:rStyle w:val="libNormalChar"/>
        </w:rPr>
        <w:t xml:space="preserve">, John O., ed. </w:t>
      </w:r>
      <w:r w:rsidRPr="00D86078">
        <w:rPr>
          <w:rStyle w:val="libItalicChar"/>
        </w:rPr>
        <w:t>Sudan: State and Society in Crisis.</w:t>
      </w:r>
      <w:r w:rsidRPr="00D86078">
        <w:rPr>
          <w:rStyle w:val="libNormalChar"/>
        </w:rPr>
        <w:t xml:space="preserve"> Bloomington, IN: Indiana </w:t>
      </w:r>
      <w:proofErr w:type="spellStart"/>
      <w:r w:rsidRPr="00D86078">
        <w:rPr>
          <w:rStyle w:val="libNormalChar"/>
        </w:rPr>
        <w:t>UniversityPress</w:t>
      </w:r>
      <w:proofErr w:type="spellEnd"/>
      <w:r w:rsidRPr="00D86078">
        <w:rPr>
          <w:rStyle w:val="libNormalChar"/>
        </w:rPr>
        <w:t>, 1991.</w:t>
      </w:r>
    </w:p>
    <w:p w:rsidR="00ED3D62" w:rsidRPr="00D86078" w:rsidRDefault="00ED3D62" w:rsidP="00ED3D62">
      <w:pPr>
        <w:pStyle w:val="libNormal"/>
      </w:pPr>
      <w:r w:rsidRPr="00D86078">
        <w:t xml:space="preserve">Volpi, Frederic. </w:t>
      </w:r>
      <w:r w:rsidRPr="00CA2CCA">
        <w:t>Islam and Democracy: The Failure of Dialogue in Algeria, 1988-2001. London: Pluto Press, 2003.</w:t>
      </w:r>
    </w:p>
    <w:p w:rsidR="00ED3D62" w:rsidRPr="00CA2CCA" w:rsidRDefault="00ED3D62" w:rsidP="00ED3D62">
      <w:pPr>
        <w:pStyle w:val="libNormal"/>
      </w:pPr>
      <w:r w:rsidRPr="00D86078">
        <w:t xml:space="preserve">Von Der </w:t>
      </w:r>
      <w:proofErr w:type="spellStart"/>
      <w:r w:rsidRPr="00D86078">
        <w:t>Mehden</w:t>
      </w:r>
      <w:proofErr w:type="spellEnd"/>
      <w:r w:rsidRPr="00D86078">
        <w:t xml:space="preserve">, Fred R. Two Worlds of Islam: Interaction Between Southeast Asia and the </w:t>
      </w:r>
      <w:r w:rsidRPr="00CA2CCA">
        <w:t>Middle East. Gainesville, FL: University Press of Florida, 1993.</w:t>
      </w:r>
    </w:p>
    <w:p w:rsidR="00ED3D62" w:rsidRPr="00D86078" w:rsidRDefault="00ED3D62" w:rsidP="00ED3D62">
      <w:pPr>
        <w:pStyle w:val="libNormal"/>
      </w:pPr>
      <w:proofErr w:type="spellStart"/>
      <w:r w:rsidRPr="00D86078">
        <w:t>Wedeen</w:t>
      </w:r>
      <w:proofErr w:type="spellEnd"/>
      <w:r w:rsidRPr="00D86078">
        <w:t>, Lisa. Ambiguities of Domination: Politics, Rhetoric, and Symbols in Contemporary Syria. Chicago, IL: University of Chicago Press, 1999.</w:t>
      </w:r>
    </w:p>
    <w:p w:rsidR="00ED3D62" w:rsidRPr="00D86078" w:rsidRDefault="00ED3D62" w:rsidP="00ED3D62">
      <w:pPr>
        <w:pStyle w:val="libNormal"/>
      </w:pPr>
      <w:proofErr w:type="spellStart"/>
      <w:r w:rsidRPr="00D86078">
        <w:t>Westerlund</w:t>
      </w:r>
      <w:proofErr w:type="spellEnd"/>
      <w:r w:rsidRPr="00D86078">
        <w:t xml:space="preserve">, David and Eva </w:t>
      </w:r>
      <w:proofErr w:type="spellStart"/>
      <w:r w:rsidRPr="00D86078">
        <w:t>Rosander</w:t>
      </w:r>
      <w:proofErr w:type="spellEnd"/>
      <w:r w:rsidRPr="00D86078">
        <w:t>, eds. African Islam and Islam in Africa: Encounters Between Sufis and Islamists. Athens, OH: Ohio University Press, 1997.</w:t>
      </w:r>
    </w:p>
    <w:p w:rsidR="00ED3D62" w:rsidRDefault="00ED3D62" w:rsidP="00ED3D62">
      <w:pPr>
        <w:pStyle w:val="libNormal"/>
      </w:pPr>
      <w:r w:rsidRPr="00D86078">
        <w:t xml:space="preserve">White, Jenny B. </w:t>
      </w:r>
      <w:r w:rsidRPr="00D86078">
        <w:rPr>
          <w:rStyle w:val="libItalicChar"/>
        </w:rPr>
        <w:t>Islamist Mobilization in Turkey: A Study in Vernacular Politics.</w:t>
      </w:r>
      <w:r>
        <w:t xml:space="preserve"> Seattle, WA: University of Washington Press, 2003.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Wickham, Carrie </w:t>
      </w:r>
      <w:proofErr w:type="spellStart"/>
      <w:r>
        <w:t>Rosefsky</w:t>
      </w:r>
      <w:proofErr w:type="spellEnd"/>
      <w:r>
        <w:t xml:space="preserve">. </w:t>
      </w:r>
      <w:r w:rsidRPr="00D86078">
        <w:rPr>
          <w:rStyle w:val="libItalicChar"/>
        </w:rPr>
        <w:t>Mobilizing Islam: Religion, Activism, and Political Change in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Egypt. </w:t>
      </w:r>
      <w:r w:rsidRPr="00D86078">
        <w:rPr>
          <w:rStyle w:val="libNormalChar"/>
        </w:rPr>
        <w:t>New York: Columbia University Press, 2002.</w:t>
      </w:r>
    </w:p>
    <w:p w:rsidR="00ED3D62" w:rsidRPr="00D86078" w:rsidRDefault="00ED3D62" w:rsidP="00ED3D62">
      <w:pPr>
        <w:rPr>
          <w:rStyle w:val="libItalicChar"/>
        </w:rPr>
      </w:pPr>
      <w:proofErr w:type="spellStart"/>
      <w:r w:rsidRPr="00D86078">
        <w:rPr>
          <w:rStyle w:val="libNormalChar"/>
        </w:rPr>
        <w:lastRenderedPageBreak/>
        <w:t>Wiktorowicz</w:t>
      </w:r>
      <w:proofErr w:type="spellEnd"/>
      <w:r w:rsidRPr="00D86078">
        <w:rPr>
          <w:rStyle w:val="libNormalChar"/>
        </w:rPr>
        <w:t xml:space="preserve">, </w:t>
      </w:r>
      <w:proofErr w:type="spellStart"/>
      <w:r w:rsidRPr="00D86078">
        <w:rPr>
          <w:rStyle w:val="libNormalChar"/>
        </w:rPr>
        <w:t>Quintan</w:t>
      </w:r>
      <w:proofErr w:type="spellEnd"/>
      <w:r w:rsidRPr="00D86078">
        <w:rPr>
          <w:rStyle w:val="libNormalChar"/>
        </w:rPr>
        <w:t xml:space="preserve">. </w:t>
      </w:r>
      <w:r w:rsidRPr="00D86078">
        <w:rPr>
          <w:rStyle w:val="libItalicChar"/>
        </w:rPr>
        <w:t xml:space="preserve">The Management of Islamic Activism: </w:t>
      </w:r>
      <w:proofErr w:type="spellStart"/>
      <w:r w:rsidRPr="00D86078">
        <w:rPr>
          <w:rStyle w:val="libItalicChar"/>
        </w:rPr>
        <w:t>Salafis</w:t>
      </w:r>
      <w:proofErr w:type="spellEnd"/>
      <w:r w:rsidRPr="00D86078">
        <w:rPr>
          <w:rStyle w:val="libItalicChar"/>
        </w:rPr>
        <w:t>, the Muslim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Brotherhood and State Power in Jordan. </w:t>
      </w:r>
      <w:r w:rsidRPr="00D86078">
        <w:rPr>
          <w:rStyle w:val="libNormalChar"/>
        </w:rPr>
        <w:t>Albany, NY: State University of New York Press, 2001.</w:t>
      </w:r>
    </w:p>
    <w:p w:rsidR="00ED3D62" w:rsidRDefault="00ED3D62" w:rsidP="00ED3D62">
      <w:pPr>
        <w:pStyle w:val="libNormal"/>
      </w:pPr>
      <w:r w:rsidRPr="00CA2CCA">
        <w:t xml:space="preserve">Wilkinson, John Craven. </w:t>
      </w:r>
      <w:r w:rsidRPr="00D86078">
        <w:rPr>
          <w:rStyle w:val="libItalicChar"/>
        </w:rPr>
        <w:t xml:space="preserve">The Imamate Tradition of Oman. </w:t>
      </w:r>
      <w:r>
        <w:t>Cambridge, UK: Cambridge University Press, 1987.</w:t>
      </w:r>
    </w:p>
    <w:p w:rsidR="00ED3D62" w:rsidRDefault="00ED3D62" w:rsidP="00ED3D62">
      <w:pPr>
        <w:pStyle w:val="libNormal"/>
      </w:pPr>
      <w:r>
        <w:t xml:space="preserve">Willis, Michael. </w:t>
      </w:r>
      <w:r w:rsidRPr="00D86078">
        <w:rPr>
          <w:rStyle w:val="libItalicChar"/>
        </w:rPr>
        <w:t xml:space="preserve">The Islamist Challenge in Algeria: A Political History. </w:t>
      </w:r>
      <w:r>
        <w:t>Washington Square, NY: New York University Press, 1999.</w:t>
      </w:r>
    </w:p>
    <w:p w:rsidR="00ED3D62" w:rsidRDefault="00ED3D62" w:rsidP="00ED3D62">
      <w:pPr>
        <w:pStyle w:val="libNormal"/>
      </w:pPr>
      <w:r>
        <w:t xml:space="preserve">Wing, Adrien K. </w:t>
      </w:r>
      <w:r w:rsidRPr="00D86078">
        <w:rPr>
          <w:rStyle w:val="libItalicChar"/>
        </w:rPr>
        <w:t>Democracy, Constitutionalism and the Future of Palestine.</w:t>
      </w:r>
      <w:r>
        <w:t xml:space="preserve"> Jerusalem: Palestinian Academic Society for the Study of International Affairs, 1994.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proofErr w:type="spellStart"/>
      <w:r>
        <w:t>Wirsing</w:t>
      </w:r>
      <w:proofErr w:type="spellEnd"/>
      <w:r>
        <w:t xml:space="preserve">, Robert G. </w:t>
      </w:r>
      <w:r w:rsidRPr="00D86078">
        <w:rPr>
          <w:rStyle w:val="libItalicChar"/>
        </w:rPr>
        <w:t xml:space="preserve">India, Pakistan, and the Kashmir Dispute: On Regional Conflict and Its Resolution. </w:t>
      </w:r>
      <w:r w:rsidRPr="00D86078">
        <w:rPr>
          <w:rStyle w:val="libNormalChar"/>
        </w:rPr>
        <w:t>New York: St. Martin’s Press, 1994.</w:t>
      </w:r>
    </w:p>
    <w:p w:rsidR="00ED3D62" w:rsidRDefault="00ED3D62" w:rsidP="00ED3D62">
      <w:pPr>
        <w:pStyle w:val="libNormal"/>
      </w:pPr>
      <w:r w:rsidRPr="00CA2CCA">
        <w:t xml:space="preserve">Wolpert, Stanley A. </w:t>
      </w:r>
      <w:r w:rsidRPr="00D86078">
        <w:rPr>
          <w:rStyle w:val="libItalicChar"/>
        </w:rPr>
        <w:t>Jinnah of Pakistan.</w:t>
      </w:r>
      <w:r>
        <w:t xml:space="preserve"> New York: Oxford University Press, 1984.</w:t>
      </w:r>
    </w:p>
    <w:p w:rsidR="007D4755" w:rsidRDefault="00ED3D62" w:rsidP="00ED3D62">
      <w:pPr>
        <w:pStyle w:val="libNormal"/>
      </w:pPr>
      <w:r>
        <w:t xml:space="preserve">Wolpert, Stanley A. </w:t>
      </w:r>
      <w:r w:rsidRPr="00D86078">
        <w:rPr>
          <w:rStyle w:val="libItalicChar"/>
        </w:rPr>
        <w:t>A New History of India.</w:t>
      </w:r>
      <w:r w:rsidRPr="00D86078">
        <w:t xml:space="preserve"> New York: Oxford University Press, 6</w:t>
      </w:r>
      <w:r w:rsidRPr="00750AA4">
        <w:t>th</w:t>
      </w:r>
      <w:r>
        <w:t xml:space="preserve"> ed., 2000.</w:t>
      </w:r>
    </w:p>
    <w:p w:rsidR="00ED3D62" w:rsidRDefault="00ED3D62" w:rsidP="00ED3D62">
      <w:pPr>
        <w:pStyle w:val="libNormal"/>
      </w:pPr>
      <w:r>
        <w:t xml:space="preserve">Wolpert, Stanley A. </w:t>
      </w:r>
      <w:proofErr w:type="spellStart"/>
      <w:r w:rsidRPr="00D86078">
        <w:rPr>
          <w:rStyle w:val="libItalicChar"/>
        </w:rPr>
        <w:t>Zulfi</w:t>
      </w:r>
      <w:proofErr w:type="spellEnd"/>
      <w:r w:rsidRPr="00D86078">
        <w:rPr>
          <w:rStyle w:val="libItalicChar"/>
        </w:rPr>
        <w:t xml:space="preserve"> Bhutto of Pakistan: His Life and Times.</w:t>
      </w:r>
      <w:r>
        <w:t xml:space="preserve"> New York: Oxford University Press, 1993.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Woodward, Mark R., ed. </w:t>
      </w:r>
      <w:r w:rsidRPr="00D86078">
        <w:rPr>
          <w:rStyle w:val="libItalicChar"/>
        </w:rPr>
        <w:t>Toward a New Paradigm: Recent Developments in Indonesian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Islamic Thought. </w:t>
      </w:r>
      <w:r w:rsidRPr="00D86078">
        <w:rPr>
          <w:rStyle w:val="libNormalChar"/>
        </w:rPr>
        <w:t>Tempe, AZ: Arizona State University Program for Southeast Asian Studies, 1996.</w:t>
      </w:r>
    </w:p>
    <w:p w:rsidR="007D4755" w:rsidRDefault="00ED3D62" w:rsidP="00ED3D62">
      <w:pPr>
        <w:pStyle w:val="libNormal"/>
      </w:pPr>
      <w:r w:rsidRPr="00CA2CCA">
        <w:t xml:space="preserve">Wright, Robin. </w:t>
      </w:r>
      <w:r w:rsidRPr="00D86078">
        <w:rPr>
          <w:rStyle w:val="libItalicChar"/>
        </w:rPr>
        <w:t>The Last Great Revolution: Turmoil and Transformation in Iran.</w:t>
      </w:r>
      <w:r>
        <w:t xml:space="preserve"> New York: Vintage Books, 2001.</w:t>
      </w:r>
    </w:p>
    <w:p w:rsidR="00ED3D62" w:rsidRDefault="00ED3D62" w:rsidP="00ED3D62">
      <w:pPr>
        <w:pStyle w:val="libNormal"/>
      </w:pPr>
      <w:r>
        <w:t xml:space="preserve">Yavuz, M. </w:t>
      </w:r>
      <w:proofErr w:type="spellStart"/>
      <w:r>
        <w:t>Hakan</w:t>
      </w:r>
      <w:proofErr w:type="spellEnd"/>
      <w:r>
        <w:t xml:space="preserve">. </w:t>
      </w:r>
      <w:r w:rsidRPr="00D86078">
        <w:rPr>
          <w:rStyle w:val="libItalicChar"/>
        </w:rPr>
        <w:t>Islamic Political Identity in Turkey.</w:t>
      </w:r>
      <w:r>
        <w:t xml:space="preserve"> Oxford, UK: Oxford University Press, 2003.</w:t>
      </w:r>
    </w:p>
    <w:p w:rsidR="007D4755" w:rsidRDefault="00ED3D62" w:rsidP="00ED3D62">
      <w:pPr>
        <w:pStyle w:val="libNormal"/>
        <w:rPr>
          <w:rStyle w:val="libNormalChar"/>
        </w:rPr>
      </w:pPr>
      <w:r>
        <w:t xml:space="preserve">Zaheer, Hasan. </w:t>
      </w:r>
      <w:r w:rsidRPr="00D86078">
        <w:rPr>
          <w:rStyle w:val="libItalicChar"/>
        </w:rPr>
        <w:t xml:space="preserve">The Separation of East Pakistan: The Rise and Realization of Bengali Muslim Nationalism. </w:t>
      </w:r>
      <w:r w:rsidRPr="00D86078">
        <w:rPr>
          <w:rStyle w:val="libNormalChar"/>
        </w:rPr>
        <w:t>Karachi: Oxford University Press, 1994.</w:t>
      </w:r>
    </w:p>
    <w:p w:rsidR="00ED3D62" w:rsidRDefault="00ED3D62" w:rsidP="00ED3D62">
      <w:pPr>
        <w:pStyle w:val="libNormal"/>
      </w:pPr>
      <w:proofErr w:type="spellStart"/>
      <w:r w:rsidRPr="00CA2CCA">
        <w:t>Ziring</w:t>
      </w:r>
      <w:proofErr w:type="spellEnd"/>
      <w:r w:rsidRPr="00CA2CCA">
        <w:t xml:space="preserve">, Lawrence. </w:t>
      </w:r>
      <w:r w:rsidRPr="00D86078">
        <w:rPr>
          <w:rStyle w:val="libItalicChar"/>
        </w:rPr>
        <w:t xml:space="preserve">Bangladesh: From Mujib to </w:t>
      </w:r>
      <w:proofErr w:type="spellStart"/>
      <w:r w:rsidRPr="00D86078">
        <w:rPr>
          <w:rStyle w:val="libItalicChar"/>
        </w:rPr>
        <w:t>Ershad</w:t>
      </w:r>
      <w:proofErr w:type="spellEnd"/>
      <w:r w:rsidRPr="00D86078">
        <w:rPr>
          <w:rStyle w:val="libItalicChar"/>
        </w:rPr>
        <w:t>—An Interpretive Study.</w:t>
      </w:r>
      <w:r>
        <w:t xml:space="preserve"> Oxford, UK: Oxford University Press, 1996.</w:t>
      </w:r>
    </w:p>
    <w:p w:rsidR="00ED3D62" w:rsidRDefault="00ED3D62" w:rsidP="00ED3D62">
      <w:pPr>
        <w:pStyle w:val="libNormal"/>
      </w:pPr>
      <w:proofErr w:type="spellStart"/>
      <w:r>
        <w:t>Ziring</w:t>
      </w:r>
      <w:proofErr w:type="spellEnd"/>
      <w:r>
        <w:t xml:space="preserve">, Lawrence. </w:t>
      </w:r>
      <w:r w:rsidRPr="00D86078">
        <w:rPr>
          <w:rStyle w:val="libItalicChar"/>
        </w:rPr>
        <w:t>Pakistan: At the Crosscurrent of History.</w:t>
      </w:r>
      <w:r>
        <w:t xml:space="preserve"> Oxford, UK: </w:t>
      </w:r>
      <w:proofErr w:type="spellStart"/>
      <w:r>
        <w:t>Oneworld</w:t>
      </w:r>
      <w:proofErr w:type="spellEnd"/>
      <w:r>
        <w:t>, 2003.</w:t>
      </w:r>
    </w:p>
    <w:p w:rsidR="00ED3D62" w:rsidRDefault="00ED3D62" w:rsidP="00ED3D62">
      <w:pPr>
        <w:pStyle w:val="libNormal"/>
      </w:pPr>
      <w:proofErr w:type="spellStart"/>
      <w:r>
        <w:t>Ziring</w:t>
      </w:r>
      <w:proofErr w:type="spellEnd"/>
      <w:r>
        <w:t xml:space="preserve">, Lawrence. </w:t>
      </w:r>
      <w:r w:rsidRPr="00D86078">
        <w:rPr>
          <w:rStyle w:val="libItalicChar"/>
        </w:rPr>
        <w:t xml:space="preserve">Pakistan in the Twentieth Century: A Political History. </w:t>
      </w:r>
      <w:r>
        <w:t>Karachi: Oxford University Press, 1998.</w:t>
      </w:r>
    </w:p>
    <w:p w:rsidR="00ED3D62" w:rsidRDefault="00ED3D62" w:rsidP="00ED3D62">
      <w:pPr>
        <w:pStyle w:val="libNormal"/>
      </w:pPr>
      <w:proofErr w:type="spellStart"/>
      <w:r>
        <w:t>Zisser</w:t>
      </w:r>
      <w:proofErr w:type="spellEnd"/>
      <w:r>
        <w:t xml:space="preserve">, </w:t>
      </w:r>
      <w:proofErr w:type="spellStart"/>
      <w:r>
        <w:t>Eyal</w:t>
      </w:r>
      <w:proofErr w:type="spellEnd"/>
      <w:r>
        <w:t xml:space="preserve">. </w:t>
      </w:r>
      <w:proofErr w:type="spellStart"/>
      <w:r w:rsidRPr="00D86078">
        <w:rPr>
          <w:rStyle w:val="libItalicChar"/>
        </w:rPr>
        <w:t>Asad’s</w:t>
      </w:r>
      <w:proofErr w:type="spellEnd"/>
      <w:r w:rsidRPr="00D86078">
        <w:rPr>
          <w:rStyle w:val="libItalicChar"/>
        </w:rPr>
        <w:t xml:space="preserve"> Legacy: Syria in Transition.</w:t>
      </w:r>
      <w:r>
        <w:t xml:space="preserve"> Washington Square, NY: New York University Press, 2001.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proofErr w:type="spellStart"/>
      <w:r>
        <w:t>Zoubir</w:t>
      </w:r>
      <w:proofErr w:type="spellEnd"/>
      <w:r>
        <w:t xml:space="preserve">, Yahia, ed. </w:t>
      </w:r>
      <w:r w:rsidRPr="00D86078">
        <w:rPr>
          <w:rStyle w:val="libItalicChar"/>
        </w:rPr>
        <w:t>North Africa in Transition: State, Society, and Economic Transformation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in the 1990s. </w:t>
      </w:r>
      <w:r w:rsidRPr="00D86078">
        <w:rPr>
          <w:rStyle w:val="libNormalChar"/>
        </w:rPr>
        <w:t>Gainesville, FL: University Press of Florida, 1999.</w:t>
      </w:r>
    </w:p>
    <w:p w:rsidR="00ED3D62" w:rsidRPr="00D86078" w:rsidRDefault="00ED3D62" w:rsidP="00ED3D62">
      <w:pPr>
        <w:rPr>
          <w:rStyle w:val="libNormalChar"/>
        </w:rPr>
      </w:pPr>
      <w:proofErr w:type="spellStart"/>
      <w:r w:rsidRPr="00D86078">
        <w:rPr>
          <w:rStyle w:val="libNormalChar"/>
        </w:rPr>
        <w:t>Zürcher</w:t>
      </w:r>
      <w:proofErr w:type="spellEnd"/>
      <w:r w:rsidRPr="00D86078">
        <w:rPr>
          <w:rStyle w:val="libNormalChar"/>
        </w:rPr>
        <w:t xml:space="preserve">, Erik. </w:t>
      </w:r>
      <w:r w:rsidRPr="00D86078">
        <w:rPr>
          <w:rStyle w:val="libItalicChar"/>
        </w:rPr>
        <w:t>Turkey: A Modern History.</w:t>
      </w:r>
      <w:r w:rsidRPr="00D86078">
        <w:rPr>
          <w:rStyle w:val="libNormalChar"/>
        </w:rPr>
        <w:t xml:space="preserve"> London: I.B. Tauris, 1997.</w:t>
      </w:r>
    </w:p>
    <w:p w:rsidR="00ED3D62" w:rsidRDefault="00ED3D62" w:rsidP="00ED3D62">
      <w:pPr>
        <w:pStyle w:val="libNormal"/>
      </w:pPr>
      <w:r>
        <w:br w:type="page"/>
      </w:r>
    </w:p>
    <w:p w:rsidR="00ED3D62" w:rsidRPr="00296A62" w:rsidRDefault="00ED3D62" w:rsidP="00296A62">
      <w:pPr>
        <w:pStyle w:val="Heading1Center"/>
      </w:pPr>
      <w:bookmarkStart w:id="12" w:name="_Toc8818420"/>
      <w:r w:rsidRPr="00296A62">
        <w:lastRenderedPageBreak/>
        <w:t>XI - Culture, Economics and Politics:</w:t>
      </w:r>
      <w:bookmarkEnd w:id="12"/>
    </w:p>
    <w:p w:rsidR="00ED3D62" w:rsidRDefault="00ED3D62" w:rsidP="00ED3D62">
      <w:pPr>
        <w:pStyle w:val="libNormal"/>
      </w:pPr>
      <w:r w:rsidRPr="00D86078">
        <w:t xml:space="preserve">Abaza, Mona. </w:t>
      </w:r>
      <w:r w:rsidRPr="00D86078">
        <w:rPr>
          <w:rStyle w:val="libItalicChar"/>
        </w:rPr>
        <w:t xml:space="preserve">Debates on Islam and Knowledge in Malaysia and Egypt: Shifting Worlds. </w:t>
      </w:r>
      <w:r>
        <w:t xml:space="preserve">London: </w:t>
      </w:r>
      <w:proofErr w:type="spellStart"/>
      <w:r>
        <w:t>RoutledgeCurzon</w:t>
      </w:r>
      <w:proofErr w:type="spellEnd"/>
      <w:r>
        <w:t>, 2002.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proofErr w:type="spellStart"/>
      <w:r>
        <w:t>Abootalebi</w:t>
      </w:r>
      <w:proofErr w:type="spellEnd"/>
      <w:r>
        <w:t xml:space="preserve">, Ali Reza. </w:t>
      </w:r>
      <w:r w:rsidRPr="00D86078">
        <w:rPr>
          <w:rStyle w:val="libItalicChar"/>
        </w:rPr>
        <w:t>Islam and Democracy: State-Society Relations in Developing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>Countries,1980-1994.</w:t>
      </w:r>
      <w:r w:rsidRPr="00D86078">
        <w:rPr>
          <w:rStyle w:val="libNormalChar"/>
        </w:rPr>
        <w:t xml:space="preserve"> London: Garland, 2000.</w:t>
      </w:r>
    </w:p>
    <w:p w:rsidR="00ED3D62" w:rsidRPr="00D86078" w:rsidRDefault="00ED3D62" w:rsidP="00ED3D62">
      <w:pPr>
        <w:rPr>
          <w:rStyle w:val="libItalicChar"/>
        </w:rPr>
      </w:pPr>
      <w:proofErr w:type="spellStart"/>
      <w:r w:rsidRPr="00D86078">
        <w:rPr>
          <w:rStyle w:val="libNormalChar"/>
        </w:rPr>
        <w:t>Abou</w:t>
      </w:r>
      <w:proofErr w:type="spellEnd"/>
      <w:r w:rsidRPr="00D86078">
        <w:rPr>
          <w:rStyle w:val="libNormalChar"/>
        </w:rPr>
        <w:t xml:space="preserve"> El Fadl, Khaled. </w:t>
      </w:r>
      <w:r w:rsidRPr="00D86078">
        <w:rPr>
          <w:rStyle w:val="libItalicChar"/>
        </w:rPr>
        <w:t xml:space="preserve">And God Knows the Soldiers: The Authoritative and Authoritarian in Islamic Discourses. </w:t>
      </w:r>
      <w:r w:rsidRPr="00D86078">
        <w:rPr>
          <w:rStyle w:val="libNormalChar"/>
        </w:rPr>
        <w:t>Lanham, MD: University Press of America, 2001.</w:t>
      </w:r>
    </w:p>
    <w:p w:rsidR="00ED3D62" w:rsidRDefault="00ED3D62" w:rsidP="00ED3D62">
      <w:pPr>
        <w:pStyle w:val="libNormal"/>
      </w:pPr>
      <w:proofErr w:type="spellStart"/>
      <w:r w:rsidRPr="00CA2CCA">
        <w:t>Abou</w:t>
      </w:r>
      <w:proofErr w:type="spellEnd"/>
      <w:r w:rsidRPr="00CA2CCA">
        <w:t xml:space="preserve"> El Fadl, Khaled, et al. </w:t>
      </w:r>
      <w:r w:rsidRPr="00D86078">
        <w:rPr>
          <w:rStyle w:val="libItalicChar"/>
        </w:rPr>
        <w:t>Islam and the Challenge of Democracy.</w:t>
      </w:r>
      <w:r w:rsidRPr="00CA2CCA">
        <w:t xml:space="preserve"> Princeton, NJ: Princeton University Press (A </w:t>
      </w:r>
      <w:r w:rsidRPr="00D86078">
        <w:rPr>
          <w:rStyle w:val="libItalicChar"/>
        </w:rPr>
        <w:t>Boston Review</w:t>
      </w:r>
      <w:r>
        <w:t xml:space="preserve"> Book), 2004.</w:t>
      </w:r>
    </w:p>
    <w:p w:rsidR="00ED3D62" w:rsidRDefault="00ED3D62" w:rsidP="00ED3D62">
      <w:pPr>
        <w:pStyle w:val="libNormal"/>
      </w:pPr>
      <w:proofErr w:type="spellStart"/>
      <w:r>
        <w:t>Abou</w:t>
      </w:r>
      <w:proofErr w:type="spellEnd"/>
      <w:r>
        <w:t xml:space="preserve"> El Fadl, Khaled, et al. </w:t>
      </w:r>
      <w:r w:rsidRPr="00D86078">
        <w:rPr>
          <w:rStyle w:val="libItalicChar"/>
        </w:rPr>
        <w:t>The Place of Tolerance in Islam.</w:t>
      </w:r>
      <w:r>
        <w:t xml:space="preserve"> Boston, MA: Beacon Press, 2002.</w:t>
      </w:r>
    </w:p>
    <w:p w:rsidR="007D4755" w:rsidRDefault="00ED3D62" w:rsidP="00ED3D62">
      <w:pPr>
        <w:pStyle w:val="libNormal"/>
      </w:pPr>
      <w:r>
        <w:t xml:space="preserve">Abu-Lughod, Lila, ed. </w:t>
      </w:r>
      <w:r w:rsidRPr="00D86078">
        <w:rPr>
          <w:rStyle w:val="libItalicChar"/>
        </w:rPr>
        <w:t xml:space="preserve">Remaking Women: Feminism and Modernity in the Middle East. </w:t>
      </w:r>
      <w:r>
        <w:t>Princeton, NJ: Princeton University Press, 1998.</w:t>
      </w:r>
    </w:p>
    <w:p w:rsidR="007D4755" w:rsidRDefault="00ED3D62" w:rsidP="00ED3D62">
      <w:pPr>
        <w:pStyle w:val="libNormal"/>
      </w:pPr>
      <w:r>
        <w:t>Abu-</w:t>
      </w:r>
      <w:proofErr w:type="spellStart"/>
      <w:r>
        <w:t>Nimer</w:t>
      </w:r>
      <w:proofErr w:type="spellEnd"/>
      <w:r>
        <w:t xml:space="preserve">, Mohammad. </w:t>
      </w:r>
      <w:r w:rsidRPr="00D86078">
        <w:rPr>
          <w:rStyle w:val="libItalicChar"/>
        </w:rPr>
        <w:t>Nonviolence and Peace Building in Islam.</w:t>
      </w:r>
      <w:r>
        <w:t xml:space="preserve"> Gainesville, FL: University Press of Florida, 2003.</w:t>
      </w:r>
    </w:p>
    <w:p w:rsidR="00ED3D62" w:rsidRDefault="00ED3D62" w:rsidP="00ED3D62">
      <w:pPr>
        <w:pStyle w:val="libNormal"/>
      </w:pPr>
      <w:proofErr w:type="spellStart"/>
      <w:r>
        <w:t>Afkhami</w:t>
      </w:r>
      <w:proofErr w:type="spellEnd"/>
      <w:r>
        <w:t xml:space="preserve">, </w:t>
      </w:r>
      <w:proofErr w:type="spellStart"/>
      <w:r>
        <w:t>Mahnaz</w:t>
      </w:r>
      <w:proofErr w:type="spellEnd"/>
      <w:r>
        <w:t xml:space="preserve">, ed. </w:t>
      </w:r>
      <w:r w:rsidRPr="00D86078">
        <w:rPr>
          <w:rStyle w:val="libItalicChar"/>
        </w:rPr>
        <w:t xml:space="preserve">Faith and Freedom: Women’s Human Rights in the Muslim World. </w:t>
      </w:r>
      <w:r>
        <w:t>Syracuse, NY: Syracuse University Press, 1995.</w:t>
      </w:r>
    </w:p>
    <w:p w:rsidR="007D4755" w:rsidRDefault="00ED3D62" w:rsidP="00ED3D62">
      <w:pPr>
        <w:pStyle w:val="libNormal"/>
        <w:rPr>
          <w:rStyle w:val="libNormalChar"/>
        </w:rPr>
      </w:pPr>
      <w:proofErr w:type="spellStart"/>
      <w:r>
        <w:t>Afkhami</w:t>
      </w:r>
      <w:proofErr w:type="spellEnd"/>
      <w:r>
        <w:t xml:space="preserve">, </w:t>
      </w:r>
      <w:proofErr w:type="spellStart"/>
      <w:r>
        <w:t>Mahnaz</w:t>
      </w:r>
      <w:proofErr w:type="spellEnd"/>
      <w:r>
        <w:t xml:space="preserve"> and Erika </w:t>
      </w:r>
      <w:proofErr w:type="spellStart"/>
      <w:r>
        <w:t>Friedl</w:t>
      </w:r>
      <w:proofErr w:type="spellEnd"/>
      <w:r>
        <w:t xml:space="preserve">, eds. </w:t>
      </w:r>
      <w:r w:rsidRPr="00D86078">
        <w:rPr>
          <w:rStyle w:val="libItalicChar"/>
        </w:rPr>
        <w:t xml:space="preserve">Muslim Women and the Politics of Participation: Implementing the Beijing Platform. </w:t>
      </w:r>
      <w:r w:rsidRPr="00D86078">
        <w:rPr>
          <w:rStyle w:val="libNormalChar"/>
        </w:rPr>
        <w:t>Syracuse, NY: Syracuse University Press, 1997.</w:t>
      </w:r>
    </w:p>
    <w:p w:rsidR="007D4755" w:rsidRDefault="00ED3D62" w:rsidP="00ED3D62">
      <w:pPr>
        <w:rPr>
          <w:rStyle w:val="libNormalChar"/>
        </w:rPr>
      </w:pPr>
      <w:proofErr w:type="spellStart"/>
      <w:r w:rsidRPr="00D86078">
        <w:rPr>
          <w:rStyle w:val="libNormalChar"/>
        </w:rPr>
        <w:t>Afsaruddin</w:t>
      </w:r>
      <w:proofErr w:type="spellEnd"/>
      <w:r w:rsidRPr="00D86078">
        <w:rPr>
          <w:rStyle w:val="libNormalChar"/>
        </w:rPr>
        <w:t xml:space="preserve">, Asma, ed. </w:t>
      </w:r>
      <w:r w:rsidRPr="00D86078">
        <w:rPr>
          <w:rStyle w:val="libItalicChar"/>
        </w:rPr>
        <w:t xml:space="preserve">Hermeneutics and Honor: Negotiating Female “Public” Space in Islamic/ate Societies. </w:t>
      </w:r>
      <w:r w:rsidRPr="00D86078">
        <w:rPr>
          <w:rStyle w:val="libNormalChar"/>
        </w:rPr>
        <w:t>Cambridge, MA: Harvard University Press, 2000.</w:t>
      </w:r>
    </w:p>
    <w:p w:rsidR="00ED3D62" w:rsidRDefault="00ED3D62" w:rsidP="00ED3D62">
      <w:pPr>
        <w:pStyle w:val="libNormal"/>
      </w:pPr>
      <w:r w:rsidRPr="00CA2CCA">
        <w:t xml:space="preserve">Ahmad, Hisham H. </w:t>
      </w:r>
      <w:r w:rsidRPr="00D86078">
        <w:rPr>
          <w:rStyle w:val="libItalicChar"/>
        </w:rPr>
        <w:t xml:space="preserve">Hamas: From Religious Salvation to Political Transformation. </w:t>
      </w:r>
      <w:r>
        <w:t>Jerusalem: Palestinian Academic Society for the Study of International Affairs, 1994.</w:t>
      </w:r>
    </w:p>
    <w:p w:rsidR="00ED3D62" w:rsidRDefault="00ED3D62" w:rsidP="00ED3D62">
      <w:pPr>
        <w:pStyle w:val="libNormal"/>
      </w:pPr>
      <w:r>
        <w:t xml:space="preserve">Ahmed, Akbar S. </w:t>
      </w:r>
      <w:r w:rsidRPr="00D86078">
        <w:rPr>
          <w:rStyle w:val="libItalicChar"/>
        </w:rPr>
        <w:t xml:space="preserve">Islam Under Siege: Living Dangerously in a Post-Honour World. </w:t>
      </w:r>
      <w:r>
        <w:t>London: Polity Press, 2003.</w:t>
      </w:r>
    </w:p>
    <w:p w:rsidR="00ED3D62" w:rsidRDefault="00ED3D62" w:rsidP="00ED3D62">
      <w:pPr>
        <w:pStyle w:val="libNormal"/>
      </w:pPr>
      <w:r>
        <w:t xml:space="preserve">Ahmed, Akbar S. </w:t>
      </w:r>
      <w:r w:rsidRPr="00D86078">
        <w:rPr>
          <w:rStyle w:val="libItalicChar"/>
        </w:rPr>
        <w:t xml:space="preserve">Jinnah, Pakistan and Islamic Identity: The Search for Saladin. </w:t>
      </w:r>
      <w:r>
        <w:t>London: Routledge, 1997.</w:t>
      </w:r>
    </w:p>
    <w:p w:rsidR="00ED3D62" w:rsidRDefault="00ED3D62" w:rsidP="00ED3D62">
      <w:pPr>
        <w:pStyle w:val="libNormal"/>
      </w:pPr>
      <w:r>
        <w:t xml:space="preserve">Ahmed, Akbar S. </w:t>
      </w:r>
      <w:r w:rsidRPr="00D86078">
        <w:rPr>
          <w:rStyle w:val="libItalicChar"/>
        </w:rPr>
        <w:t>Postmodernism and Islam: Predicament and Promise.</w:t>
      </w:r>
      <w:r>
        <w:t xml:space="preserve"> New York: Routledge,</w:t>
      </w:r>
    </w:p>
    <w:p w:rsidR="00ED3D62" w:rsidRDefault="00ED3D62" w:rsidP="00ED3D62">
      <w:pPr>
        <w:pStyle w:val="libNormal"/>
      </w:pPr>
      <w:r>
        <w:tab/>
        <w:t>1992.</w:t>
      </w:r>
    </w:p>
    <w:p w:rsidR="00ED3D62" w:rsidRDefault="00ED3D62" w:rsidP="00ED3D62">
      <w:pPr>
        <w:pStyle w:val="libNormal"/>
      </w:pPr>
      <w:r>
        <w:t xml:space="preserve">Ahmed, Leila. </w:t>
      </w:r>
      <w:r w:rsidRPr="00D86078">
        <w:rPr>
          <w:rStyle w:val="libItalicChar"/>
        </w:rPr>
        <w:t xml:space="preserve">Women and Gender in Islam: Historical Roots of a Modern Debate. </w:t>
      </w:r>
      <w:r>
        <w:t>New Haven, CT: Yale University Press, 1993.</w:t>
      </w:r>
    </w:p>
    <w:p w:rsidR="00ED3D62" w:rsidRDefault="00ED3D62" w:rsidP="00ED3D62">
      <w:pPr>
        <w:pStyle w:val="libNormal"/>
      </w:pPr>
      <w:proofErr w:type="spellStart"/>
      <w:r>
        <w:t>Ajami</w:t>
      </w:r>
      <w:proofErr w:type="spellEnd"/>
      <w:r>
        <w:t xml:space="preserve">, Fouad. </w:t>
      </w:r>
      <w:r w:rsidRPr="00D86078">
        <w:rPr>
          <w:rStyle w:val="libItalicChar"/>
        </w:rPr>
        <w:t xml:space="preserve">The Arab Predicament: Arab Political Thought and Practice since 1967. </w:t>
      </w:r>
      <w:r>
        <w:t>Cambridge, UK: Cambridge University Press, 1992.</w:t>
      </w:r>
    </w:p>
    <w:p w:rsidR="007D4755" w:rsidRDefault="00ED3D62" w:rsidP="00ED3D62">
      <w:pPr>
        <w:pStyle w:val="libNormal"/>
      </w:pPr>
      <w:r>
        <w:t xml:space="preserve">Akbar, M.J. </w:t>
      </w:r>
      <w:r w:rsidRPr="00D86078">
        <w:rPr>
          <w:rStyle w:val="libItalicChar"/>
        </w:rPr>
        <w:t xml:space="preserve">The Shade of Swords: Jihad and the Conflict Between Islam and Christianity. </w:t>
      </w:r>
      <w:r w:rsidRPr="00D86078">
        <w:t>New York: Routledge, 2</w:t>
      </w:r>
      <w:r w:rsidRPr="00750AA4">
        <w:t>nd</w:t>
      </w:r>
      <w:r>
        <w:t xml:space="preserve"> ed., 2003.</w:t>
      </w:r>
    </w:p>
    <w:p w:rsidR="00ED3D62" w:rsidRDefault="00ED3D62" w:rsidP="00ED3D62">
      <w:pPr>
        <w:pStyle w:val="libNormal"/>
      </w:pPr>
      <w:proofErr w:type="spellStart"/>
      <w:r>
        <w:t>Akbarzadeh</w:t>
      </w:r>
      <w:proofErr w:type="spellEnd"/>
      <w:r>
        <w:t xml:space="preserve">, Shahram and Abdullah Saeed, eds. </w:t>
      </w:r>
      <w:r w:rsidRPr="00D86078">
        <w:rPr>
          <w:rStyle w:val="libItalicChar"/>
        </w:rPr>
        <w:t xml:space="preserve">Islam and Political Legitimacy. </w:t>
      </w:r>
      <w:r>
        <w:t>London: Routledge Curzon, 2003.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Al-Ali, </w:t>
      </w:r>
      <w:proofErr w:type="spellStart"/>
      <w:r>
        <w:t>Najde</w:t>
      </w:r>
      <w:proofErr w:type="spellEnd"/>
      <w:r>
        <w:t xml:space="preserve">. </w:t>
      </w:r>
      <w:r w:rsidRPr="00D86078">
        <w:rPr>
          <w:rStyle w:val="libItalicChar"/>
        </w:rPr>
        <w:t xml:space="preserve">Secularism, Gender, and the State in the Middle East: The Egyptian Women’s Movement. </w:t>
      </w:r>
      <w:r w:rsidRPr="00D86078">
        <w:rPr>
          <w:rStyle w:val="libNormalChar"/>
        </w:rPr>
        <w:t>Cambridge, UK: Cambridge University Press, 2000.</w:t>
      </w:r>
    </w:p>
    <w:p w:rsidR="00ED3D62" w:rsidRDefault="00ED3D62" w:rsidP="00ED3D62">
      <w:pPr>
        <w:pStyle w:val="libNormal"/>
      </w:pPr>
      <w:r w:rsidRPr="00CA2CCA">
        <w:t>Al-</w:t>
      </w:r>
      <w:proofErr w:type="spellStart"/>
      <w:r w:rsidRPr="00CA2CCA">
        <w:t>Azmeh</w:t>
      </w:r>
      <w:proofErr w:type="spellEnd"/>
      <w:r w:rsidRPr="00CA2CCA">
        <w:t xml:space="preserve">, Aziz. </w:t>
      </w:r>
      <w:r w:rsidRPr="00D86078">
        <w:rPr>
          <w:rStyle w:val="libItalicChar"/>
        </w:rPr>
        <w:t>Arabic Thought and Islamic Societies.</w:t>
      </w:r>
      <w:r>
        <w:t xml:space="preserve"> London: Routledge &amp; Kegan Paul, 1986.</w:t>
      </w:r>
    </w:p>
    <w:p w:rsidR="00ED3D62" w:rsidRDefault="00ED3D62" w:rsidP="00ED3D62">
      <w:pPr>
        <w:pStyle w:val="libNormal"/>
      </w:pPr>
      <w:r>
        <w:t>Al-</w:t>
      </w:r>
      <w:proofErr w:type="spellStart"/>
      <w:r>
        <w:t>Azmeh</w:t>
      </w:r>
      <w:proofErr w:type="spellEnd"/>
      <w:r>
        <w:t xml:space="preserve">, Aziz. </w:t>
      </w:r>
      <w:proofErr w:type="spellStart"/>
      <w:r w:rsidRPr="00D86078">
        <w:rPr>
          <w:rStyle w:val="libItalicChar"/>
        </w:rPr>
        <w:t>Islams</w:t>
      </w:r>
      <w:proofErr w:type="spellEnd"/>
      <w:r w:rsidRPr="00D86078">
        <w:rPr>
          <w:rStyle w:val="libItalicChar"/>
        </w:rPr>
        <w:t xml:space="preserve"> and </w:t>
      </w:r>
      <w:proofErr w:type="spellStart"/>
      <w:r w:rsidRPr="00D86078">
        <w:rPr>
          <w:rStyle w:val="libItalicChar"/>
        </w:rPr>
        <w:t>Modernities</w:t>
      </w:r>
      <w:proofErr w:type="spellEnd"/>
      <w:r w:rsidRPr="00D86078">
        <w:t>. London: Verso, 2</w:t>
      </w:r>
      <w:r w:rsidRPr="00750AA4">
        <w:t>nd</w:t>
      </w:r>
      <w:r>
        <w:t xml:space="preserve"> ed., 1997.</w:t>
      </w:r>
    </w:p>
    <w:p w:rsidR="00ED3D62" w:rsidRDefault="00ED3D62" w:rsidP="00ED3D62">
      <w:pPr>
        <w:pStyle w:val="libNormal"/>
      </w:pPr>
      <w:r>
        <w:lastRenderedPageBreak/>
        <w:t xml:space="preserve">Ali, Tariq. </w:t>
      </w:r>
      <w:r w:rsidRPr="00D86078">
        <w:rPr>
          <w:rStyle w:val="libItalicChar"/>
        </w:rPr>
        <w:t>Clash of Fundamentalisms: Crusades, Jihads, and Modernity.</w:t>
      </w:r>
      <w:r>
        <w:t xml:space="preserve"> London: Verso, 2002.</w:t>
      </w:r>
    </w:p>
    <w:p w:rsidR="00ED3D62" w:rsidRDefault="00ED3D62" w:rsidP="00ED3D62">
      <w:pPr>
        <w:pStyle w:val="libNormal"/>
      </w:pPr>
      <w:r>
        <w:t xml:space="preserve">Allain, Jean. </w:t>
      </w:r>
      <w:r w:rsidRPr="00D86078">
        <w:rPr>
          <w:rStyle w:val="libItalicChar"/>
        </w:rPr>
        <w:t>International Law in the Middle East: Closer to Power Than Justice.</w:t>
      </w:r>
      <w:r>
        <w:t xml:space="preserve"> </w:t>
      </w:r>
      <w:proofErr w:type="spellStart"/>
      <w:r>
        <w:t>Aldershot</w:t>
      </w:r>
      <w:proofErr w:type="spellEnd"/>
      <w:r>
        <w:t>: Ashgate, 2004.</w:t>
      </w:r>
    </w:p>
    <w:p w:rsidR="007D4755" w:rsidRDefault="00ED3D62" w:rsidP="00ED3D62">
      <w:pPr>
        <w:pStyle w:val="libNormal"/>
        <w:rPr>
          <w:rStyle w:val="libNormalChar"/>
        </w:rPr>
      </w:pPr>
      <w:proofErr w:type="spellStart"/>
      <w:r>
        <w:t>AlSayyad</w:t>
      </w:r>
      <w:proofErr w:type="spellEnd"/>
      <w:r>
        <w:t xml:space="preserve">, </w:t>
      </w:r>
      <w:proofErr w:type="spellStart"/>
      <w:r>
        <w:t>Nezar</w:t>
      </w:r>
      <w:proofErr w:type="spellEnd"/>
      <w:r>
        <w:t xml:space="preserve"> and Manuel Castells, eds. </w:t>
      </w:r>
      <w:r w:rsidRPr="00D86078">
        <w:rPr>
          <w:rStyle w:val="libItalicChar"/>
        </w:rPr>
        <w:t>Muslim Europe or Euro-Islam: Politics, Culture,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and Citizenship in the Age of Globalization. </w:t>
      </w:r>
      <w:r w:rsidRPr="00D86078">
        <w:rPr>
          <w:rStyle w:val="libNormalChar"/>
        </w:rPr>
        <w:t>Lanham, MD: Lexington Books, 2002.</w:t>
      </w:r>
    </w:p>
    <w:p w:rsidR="00ED3D62" w:rsidRDefault="00ED3D62" w:rsidP="00ED3D62">
      <w:pPr>
        <w:pStyle w:val="libNormal"/>
      </w:pPr>
      <w:r w:rsidRPr="00CA2CCA">
        <w:t>Al-</w:t>
      </w:r>
      <w:proofErr w:type="spellStart"/>
      <w:r w:rsidRPr="00CA2CCA">
        <w:t>Sulami</w:t>
      </w:r>
      <w:proofErr w:type="spellEnd"/>
      <w:r w:rsidRPr="00CA2CCA">
        <w:t xml:space="preserve">, Mishal. </w:t>
      </w:r>
      <w:r w:rsidRPr="00D86078">
        <w:rPr>
          <w:rStyle w:val="libItalicChar"/>
        </w:rPr>
        <w:t>The West and Islam: Western Liberal Democracy versus the System of</w:t>
      </w:r>
      <w:r w:rsidRPr="00CA2CCA">
        <w:t xml:space="preserve"> </w:t>
      </w:r>
      <w:proofErr w:type="spellStart"/>
      <w:r w:rsidRPr="00D86078">
        <w:rPr>
          <w:rStyle w:val="libItalicChar"/>
        </w:rPr>
        <w:t>Shura</w:t>
      </w:r>
      <w:proofErr w:type="spellEnd"/>
      <w:r w:rsidRPr="00D86078">
        <w:rPr>
          <w:rStyle w:val="libItalicChar"/>
        </w:rPr>
        <w:t xml:space="preserve">. </w:t>
      </w:r>
      <w:r>
        <w:t>London: Routledge Curzon, 2004.</w:t>
      </w:r>
    </w:p>
    <w:p w:rsidR="00ED3D62" w:rsidRDefault="00ED3D62" w:rsidP="00ED3D62">
      <w:pPr>
        <w:pStyle w:val="libNormal"/>
      </w:pPr>
      <w:r>
        <w:t xml:space="preserve">Ansari, Ali M. </w:t>
      </w:r>
      <w:r w:rsidRPr="00D86078">
        <w:rPr>
          <w:rStyle w:val="libItalicChar"/>
        </w:rPr>
        <w:t>Iran, Islam and Democracy: The Politics of Managing Change.</w:t>
      </w:r>
      <w:r>
        <w:t xml:space="preserve"> London: Royal Institute of International Affairs, 2000.</w:t>
      </w:r>
    </w:p>
    <w:p w:rsidR="007D4755" w:rsidRDefault="00ED3D62" w:rsidP="00ED3D62">
      <w:pPr>
        <w:pStyle w:val="libNormal"/>
        <w:rPr>
          <w:rStyle w:val="libNormalChar"/>
        </w:rPr>
      </w:pPr>
      <w:proofErr w:type="spellStart"/>
      <w:r>
        <w:t>Antoun</w:t>
      </w:r>
      <w:proofErr w:type="spellEnd"/>
      <w:r>
        <w:t xml:space="preserve">, Richard. </w:t>
      </w:r>
      <w:r w:rsidRPr="00D86078">
        <w:rPr>
          <w:rStyle w:val="libItalicChar"/>
        </w:rPr>
        <w:t>Muslim Preacher in the Modern World: A Jordanian Case Study in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Comparative Perspective. </w:t>
      </w:r>
      <w:r w:rsidRPr="00D86078">
        <w:rPr>
          <w:rStyle w:val="libNormalChar"/>
        </w:rPr>
        <w:t>Princeton, NJ: Princeton University Press, 1989.</w:t>
      </w:r>
    </w:p>
    <w:p w:rsidR="00ED3D62" w:rsidRDefault="00ED3D62" w:rsidP="00ED3D62">
      <w:pPr>
        <w:pStyle w:val="libNormal"/>
      </w:pPr>
      <w:proofErr w:type="spellStart"/>
      <w:r w:rsidRPr="00CA2CCA">
        <w:t>Aruri</w:t>
      </w:r>
      <w:proofErr w:type="spellEnd"/>
      <w:r w:rsidRPr="00CA2CCA">
        <w:t xml:space="preserve">, Naseer H. </w:t>
      </w:r>
      <w:r w:rsidRPr="00D86078">
        <w:rPr>
          <w:rStyle w:val="libItalicChar"/>
        </w:rPr>
        <w:t xml:space="preserve">The Obstruction of Peace: The United States, Israel, and the Palestinians. </w:t>
      </w:r>
      <w:r>
        <w:t>Monroe, ME: Common Courage Press, 1995.</w:t>
      </w:r>
    </w:p>
    <w:p w:rsidR="00ED3D62" w:rsidRDefault="00ED3D62" w:rsidP="00ED3D62">
      <w:pPr>
        <w:pStyle w:val="libNormal"/>
      </w:pPr>
      <w:proofErr w:type="spellStart"/>
      <w:r>
        <w:t>Asad</w:t>
      </w:r>
      <w:proofErr w:type="spellEnd"/>
      <w:r>
        <w:t xml:space="preserve">, Talal. </w:t>
      </w:r>
      <w:r w:rsidRPr="00D86078">
        <w:rPr>
          <w:rStyle w:val="libItalicChar"/>
        </w:rPr>
        <w:t>Formations of the Secular: Christianity, Islam, Modernity.</w:t>
      </w:r>
      <w:r>
        <w:t xml:space="preserve"> Stanford, CA: </w:t>
      </w:r>
      <w:proofErr w:type="spellStart"/>
      <w:r>
        <w:t>Stanfordn</w:t>
      </w:r>
      <w:proofErr w:type="spellEnd"/>
      <w:r>
        <w:t xml:space="preserve"> University Press, 2003.</w:t>
      </w:r>
    </w:p>
    <w:p w:rsidR="00ED3D62" w:rsidRDefault="00ED3D62" w:rsidP="00ED3D62">
      <w:pPr>
        <w:pStyle w:val="libNormal"/>
      </w:pPr>
      <w:proofErr w:type="spellStart"/>
      <w:r>
        <w:t>Asad</w:t>
      </w:r>
      <w:proofErr w:type="spellEnd"/>
      <w:r>
        <w:t xml:space="preserve">, Talal. </w:t>
      </w:r>
      <w:r w:rsidRPr="00D86078">
        <w:rPr>
          <w:rStyle w:val="libItalicChar"/>
        </w:rPr>
        <w:t>Genealogies of Religion: Discipline and Reasons of Power in Christianity and</w:t>
      </w:r>
      <w:r w:rsidRPr="00CA2CCA">
        <w:t xml:space="preserve"> </w:t>
      </w:r>
      <w:r w:rsidRPr="00D86078">
        <w:rPr>
          <w:rStyle w:val="libItalicChar"/>
        </w:rPr>
        <w:t xml:space="preserve">Islam. </w:t>
      </w:r>
      <w:r>
        <w:t>Baltimore, MD: Johns Hopkins University Press, 1993.</w:t>
      </w:r>
    </w:p>
    <w:p w:rsidR="00ED3D62" w:rsidRDefault="00ED3D62" w:rsidP="00ED3D62">
      <w:pPr>
        <w:pStyle w:val="libNormal"/>
      </w:pPr>
      <w:proofErr w:type="spellStart"/>
      <w:r>
        <w:t>Ashrawi</w:t>
      </w:r>
      <w:proofErr w:type="spellEnd"/>
      <w:r>
        <w:t xml:space="preserve">, Hanan. </w:t>
      </w:r>
      <w:r w:rsidRPr="00D86078">
        <w:rPr>
          <w:rStyle w:val="libItalicChar"/>
        </w:rPr>
        <w:t>This Side of Peace.</w:t>
      </w:r>
      <w:r>
        <w:t xml:space="preserve"> New York: Simon and Schuster, 1996.</w:t>
      </w:r>
    </w:p>
    <w:p w:rsidR="007D4755" w:rsidRDefault="00ED3D62" w:rsidP="00ED3D62">
      <w:pPr>
        <w:pStyle w:val="libNormal"/>
        <w:rPr>
          <w:rStyle w:val="libNormalChar"/>
        </w:rPr>
      </w:pPr>
      <w:r>
        <w:t xml:space="preserve">Ask, K. and </w:t>
      </w:r>
      <w:proofErr w:type="spellStart"/>
      <w:r>
        <w:t>Marit</w:t>
      </w:r>
      <w:proofErr w:type="spellEnd"/>
      <w:r>
        <w:t xml:space="preserve"> </w:t>
      </w:r>
      <w:proofErr w:type="spellStart"/>
      <w:r>
        <w:t>Tjomsland</w:t>
      </w:r>
      <w:proofErr w:type="spellEnd"/>
      <w:r>
        <w:t xml:space="preserve">, eds. </w:t>
      </w:r>
      <w:r w:rsidRPr="00D86078">
        <w:rPr>
          <w:rStyle w:val="libItalicChar"/>
        </w:rPr>
        <w:t>Women and Islamization: Contemporary Dimensions of Discourse on Gender Relations.</w:t>
      </w:r>
      <w:r w:rsidRPr="00D86078">
        <w:rPr>
          <w:rStyle w:val="libNormalChar"/>
        </w:rPr>
        <w:t xml:space="preserve"> Oxford, UK: Berg, 1998.</w:t>
      </w:r>
    </w:p>
    <w:p w:rsidR="007D4755" w:rsidRDefault="00ED3D62" w:rsidP="00ED3D62">
      <w:pPr>
        <w:rPr>
          <w:rStyle w:val="libItalicChar"/>
        </w:rPr>
      </w:pPr>
      <w:r w:rsidRPr="00D86078">
        <w:rPr>
          <w:rStyle w:val="libNormalChar"/>
        </w:rPr>
        <w:t xml:space="preserve">Aswad, Barbara C. and Barbara Bilge, eds. </w:t>
      </w:r>
      <w:r w:rsidRPr="00D86078">
        <w:rPr>
          <w:rStyle w:val="libItalicChar"/>
        </w:rPr>
        <w:t xml:space="preserve">Family and Gender among American Muslims: Issues Facing Middle Eastern Immigrants and their Descendants. </w:t>
      </w:r>
      <w:r w:rsidRPr="00D86078">
        <w:rPr>
          <w:rStyle w:val="libNormalChar"/>
        </w:rPr>
        <w:t>Philadelphia, PA: Temple University Press, 1996.</w:t>
      </w:r>
    </w:p>
    <w:p w:rsidR="00ED3D62" w:rsidRPr="00D86078" w:rsidRDefault="00ED3D62" w:rsidP="00ED3D62">
      <w:pPr>
        <w:rPr>
          <w:rStyle w:val="libItalicChar"/>
        </w:rPr>
      </w:pPr>
      <w:r w:rsidRPr="00D86078">
        <w:rPr>
          <w:rStyle w:val="libNormalChar"/>
        </w:rPr>
        <w:t>El-</w:t>
      </w:r>
      <w:proofErr w:type="spellStart"/>
      <w:r w:rsidRPr="00D86078">
        <w:rPr>
          <w:rStyle w:val="libNormalChar"/>
        </w:rPr>
        <w:t>Awaisi</w:t>
      </w:r>
      <w:proofErr w:type="spellEnd"/>
      <w:r w:rsidRPr="00D86078">
        <w:rPr>
          <w:rStyle w:val="libNormalChar"/>
        </w:rPr>
        <w:t xml:space="preserve">, Abd al-Fattah Muhammad. </w:t>
      </w:r>
      <w:r w:rsidRPr="00D86078">
        <w:rPr>
          <w:rStyle w:val="libItalicChar"/>
        </w:rPr>
        <w:t>The Muslim Brothers and the Palestine Question,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1928-1947. </w:t>
      </w:r>
      <w:r w:rsidRPr="00D86078">
        <w:rPr>
          <w:rStyle w:val="libNormalChar"/>
        </w:rPr>
        <w:t>London: Tauris Academic Studies, 1998.</w:t>
      </w:r>
    </w:p>
    <w:p w:rsidR="00ED3D62" w:rsidRDefault="00ED3D62" w:rsidP="00ED3D62">
      <w:pPr>
        <w:pStyle w:val="libNormal"/>
      </w:pPr>
      <w:r w:rsidRPr="00CA2CCA">
        <w:t xml:space="preserve">Ayalon, David. </w:t>
      </w:r>
      <w:r w:rsidRPr="00D86078">
        <w:rPr>
          <w:rStyle w:val="libItalicChar"/>
        </w:rPr>
        <w:t xml:space="preserve">Outsiders in the Land of Islam: Mamluks, Mongols, and </w:t>
      </w:r>
      <w:proofErr w:type="spellStart"/>
      <w:r w:rsidRPr="00D86078">
        <w:rPr>
          <w:rStyle w:val="libItalicChar"/>
        </w:rPr>
        <w:t>Eunichs</w:t>
      </w:r>
      <w:proofErr w:type="spellEnd"/>
      <w:r w:rsidRPr="00D86078">
        <w:rPr>
          <w:rStyle w:val="libItalicChar"/>
        </w:rPr>
        <w:t>.</w:t>
      </w:r>
      <w:r>
        <w:t xml:space="preserve"> </w:t>
      </w:r>
      <w:proofErr w:type="spellStart"/>
      <w:r>
        <w:t>Aldershot</w:t>
      </w:r>
      <w:proofErr w:type="spellEnd"/>
      <w:r>
        <w:t>: Ashgate/Variorum, 1988.</w:t>
      </w:r>
    </w:p>
    <w:p w:rsidR="00ED3D62" w:rsidRDefault="00ED3D62" w:rsidP="00ED3D62">
      <w:pPr>
        <w:pStyle w:val="libNormal"/>
      </w:pPr>
      <w:r>
        <w:t xml:space="preserve">Ayoub, Mohammed. </w:t>
      </w:r>
      <w:r w:rsidRPr="00D86078">
        <w:rPr>
          <w:rStyle w:val="libItalicChar"/>
        </w:rPr>
        <w:t>The Politics of Islamic Reassertion</w:t>
      </w:r>
      <w:r>
        <w:t>. London: Croom Helm, 1981.</w:t>
      </w:r>
    </w:p>
    <w:p w:rsidR="00ED3D62" w:rsidRDefault="00ED3D62" w:rsidP="00ED3D62">
      <w:pPr>
        <w:pStyle w:val="libNormal"/>
      </w:pPr>
      <w:proofErr w:type="spellStart"/>
      <w:r>
        <w:t>Ayubi</w:t>
      </w:r>
      <w:proofErr w:type="spellEnd"/>
      <w:r>
        <w:t xml:space="preserve">, </w:t>
      </w:r>
      <w:proofErr w:type="spellStart"/>
      <w:r>
        <w:t>Nazih</w:t>
      </w:r>
      <w:proofErr w:type="spellEnd"/>
      <w:r>
        <w:t xml:space="preserve"> N. </w:t>
      </w:r>
      <w:r w:rsidRPr="00D86078">
        <w:rPr>
          <w:rStyle w:val="libItalicChar"/>
        </w:rPr>
        <w:t>Political Islam: Religion and Politics in the Arab World.</w:t>
      </w:r>
      <w:r>
        <w:t xml:space="preserve"> London: Routledge, 1991.</w:t>
      </w:r>
    </w:p>
    <w:p w:rsidR="00ED3D62" w:rsidRDefault="00ED3D62" w:rsidP="00ED3D62">
      <w:pPr>
        <w:pStyle w:val="libNormal"/>
      </w:pPr>
      <w:proofErr w:type="spellStart"/>
      <w:r>
        <w:t>Azumah</w:t>
      </w:r>
      <w:proofErr w:type="spellEnd"/>
      <w:r>
        <w:t xml:space="preserve">, John. </w:t>
      </w:r>
      <w:r w:rsidRPr="00D86078">
        <w:rPr>
          <w:rStyle w:val="libItalicChar"/>
        </w:rPr>
        <w:t xml:space="preserve">The Legacy of Arab-Islam in Africa: A Quest for Inter-religious Dialogue. </w:t>
      </w:r>
      <w:r>
        <w:t xml:space="preserve">Oxford, UK: </w:t>
      </w:r>
      <w:proofErr w:type="spellStart"/>
      <w:r>
        <w:t>Oneworld</w:t>
      </w:r>
      <w:proofErr w:type="spellEnd"/>
      <w:r>
        <w:t>, 2001.</w:t>
      </w:r>
    </w:p>
    <w:p w:rsidR="00ED3D62" w:rsidRDefault="00ED3D62" w:rsidP="00ED3D62">
      <w:pPr>
        <w:pStyle w:val="libNormal"/>
      </w:pPr>
      <w:proofErr w:type="spellStart"/>
      <w:r>
        <w:t>Baaklini</w:t>
      </w:r>
      <w:proofErr w:type="spellEnd"/>
      <w:r>
        <w:t xml:space="preserve">, Abdo, </w:t>
      </w:r>
      <w:proofErr w:type="spellStart"/>
      <w:r>
        <w:t>Guilain</w:t>
      </w:r>
      <w:proofErr w:type="spellEnd"/>
      <w:r>
        <w:t xml:space="preserve"> </w:t>
      </w:r>
      <w:proofErr w:type="spellStart"/>
      <w:r>
        <w:t>Denoeux</w:t>
      </w:r>
      <w:proofErr w:type="spellEnd"/>
      <w:r>
        <w:t xml:space="preserve"> and Robert </w:t>
      </w:r>
      <w:proofErr w:type="spellStart"/>
      <w:r>
        <w:t>Springborg</w:t>
      </w:r>
      <w:proofErr w:type="spellEnd"/>
      <w:r>
        <w:t xml:space="preserve">. </w:t>
      </w:r>
      <w:r w:rsidRPr="00D86078">
        <w:rPr>
          <w:rStyle w:val="libItalicChar"/>
        </w:rPr>
        <w:t>Legislative Politics in the Arab</w:t>
      </w:r>
      <w:r w:rsidRPr="00CA2CCA">
        <w:t xml:space="preserve"> </w:t>
      </w:r>
      <w:r w:rsidRPr="00D86078">
        <w:rPr>
          <w:rStyle w:val="libItalicChar"/>
        </w:rPr>
        <w:t>World:</w:t>
      </w:r>
      <w:r w:rsidRPr="00CA2CCA">
        <w:t xml:space="preserve"> </w:t>
      </w:r>
      <w:r w:rsidRPr="00D86078">
        <w:rPr>
          <w:rStyle w:val="libItalicChar"/>
        </w:rPr>
        <w:t xml:space="preserve">The Resurgence of Democratic Institutions. </w:t>
      </w:r>
      <w:r>
        <w:t xml:space="preserve">Boulder, CO: Lynne </w:t>
      </w:r>
      <w:proofErr w:type="spellStart"/>
      <w:r>
        <w:t>Rienner</w:t>
      </w:r>
      <w:proofErr w:type="spellEnd"/>
      <w:r>
        <w:t>, 1999.</w:t>
      </w:r>
    </w:p>
    <w:p w:rsidR="00ED3D62" w:rsidRDefault="00ED3D62" w:rsidP="00ED3D62">
      <w:pPr>
        <w:pStyle w:val="libNormal"/>
      </w:pPr>
      <w:proofErr w:type="spellStart"/>
      <w:r>
        <w:t>Bamyeh</w:t>
      </w:r>
      <w:proofErr w:type="spellEnd"/>
      <w:r>
        <w:t xml:space="preserve">, Mohammed. </w:t>
      </w:r>
      <w:r w:rsidRPr="00D86078">
        <w:rPr>
          <w:rStyle w:val="libItalicChar"/>
        </w:rPr>
        <w:t>The Social Origins of Islam.</w:t>
      </w:r>
      <w:r>
        <w:t xml:space="preserve"> Minneapolis, MN: University of Minnesota Press, 1999.</w:t>
      </w:r>
    </w:p>
    <w:p w:rsidR="00ED3D62" w:rsidRDefault="00ED3D62" w:rsidP="00ED3D62">
      <w:pPr>
        <w:pStyle w:val="libNormal"/>
      </w:pPr>
      <w:r>
        <w:t xml:space="preserve">Bannerman, Patrick J. </w:t>
      </w:r>
      <w:r w:rsidRPr="00D86078">
        <w:rPr>
          <w:rStyle w:val="libItalicChar"/>
        </w:rPr>
        <w:t xml:space="preserve">Islam in Perspective: A Guide to Islamic Society, Politics, and Law. </w:t>
      </w:r>
      <w:r>
        <w:t>New York: Routledge &amp; Kegan Paul, 1988.</w:t>
      </w:r>
    </w:p>
    <w:p w:rsidR="00ED3D62" w:rsidRDefault="00ED3D62" w:rsidP="00ED3D62">
      <w:pPr>
        <w:pStyle w:val="libNormal"/>
      </w:pPr>
      <w:r>
        <w:t xml:space="preserve">Barakat, Halim. </w:t>
      </w:r>
      <w:r w:rsidRPr="00D86078">
        <w:rPr>
          <w:rStyle w:val="libItalicChar"/>
        </w:rPr>
        <w:t>The Arab World: Society, Culture and State.</w:t>
      </w:r>
      <w:r>
        <w:t xml:space="preserve"> Berkeley, CA: University of California Press, 1993.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proofErr w:type="spellStart"/>
      <w:r>
        <w:lastRenderedPageBreak/>
        <w:t>Barazangi</w:t>
      </w:r>
      <w:proofErr w:type="spellEnd"/>
      <w:r>
        <w:t xml:space="preserve">, </w:t>
      </w:r>
      <w:proofErr w:type="spellStart"/>
      <w:r>
        <w:t>Nimat</w:t>
      </w:r>
      <w:proofErr w:type="spellEnd"/>
      <w:r>
        <w:t xml:space="preserve"> Hafez, M. </w:t>
      </w:r>
      <w:proofErr w:type="spellStart"/>
      <w:r>
        <w:t>Raquibuz</w:t>
      </w:r>
      <w:proofErr w:type="spellEnd"/>
      <w:r>
        <w:t xml:space="preserve"> Zaman and Omar Afzal, eds. </w:t>
      </w:r>
      <w:r w:rsidRPr="00D86078">
        <w:rPr>
          <w:rStyle w:val="libItalicChar"/>
        </w:rPr>
        <w:t xml:space="preserve">Islamic Identity and the Struggle for Justice. </w:t>
      </w:r>
      <w:r w:rsidRPr="00D86078">
        <w:rPr>
          <w:rStyle w:val="libNormalChar"/>
        </w:rPr>
        <w:t>Gainesville, FL: University Press of Florida, 1996.</w:t>
      </w:r>
    </w:p>
    <w:p w:rsidR="00ED3D62" w:rsidRPr="00D86078" w:rsidRDefault="00ED3D62" w:rsidP="00ED3D62">
      <w:pPr>
        <w:rPr>
          <w:rStyle w:val="libItalicChar"/>
        </w:rPr>
      </w:pPr>
      <w:r w:rsidRPr="00D86078">
        <w:rPr>
          <w:rStyle w:val="libNormalChar"/>
        </w:rPr>
        <w:t xml:space="preserve">Barnett, Michael N. </w:t>
      </w:r>
      <w:r w:rsidRPr="00D86078">
        <w:rPr>
          <w:rStyle w:val="libItalicChar"/>
        </w:rPr>
        <w:t>Confronting the Costs of War: Military Power, State, and Society in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Egypt and Israel. </w:t>
      </w:r>
      <w:r w:rsidRPr="00D86078">
        <w:rPr>
          <w:rStyle w:val="libNormalChar"/>
        </w:rPr>
        <w:t>Princeton, NJ: Princeton University Press, 1992.</w:t>
      </w:r>
    </w:p>
    <w:p w:rsidR="00ED3D62" w:rsidRDefault="00ED3D62" w:rsidP="00ED3D62">
      <w:pPr>
        <w:pStyle w:val="libNormal"/>
      </w:pPr>
      <w:r w:rsidRPr="00CA2CCA">
        <w:t xml:space="preserve">Barnett, Michael N. </w:t>
      </w:r>
      <w:r w:rsidRPr="00D86078">
        <w:rPr>
          <w:rStyle w:val="libItalicChar"/>
        </w:rPr>
        <w:t xml:space="preserve">Dialogues in Arab Politics: Negotiations in Regional Order. </w:t>
      </w:r>
      <w:r w:rsidRPr="00D86078">
        <w:t>New York: Columbia University Press, 2</w:t>
      </w:r>
      <w:r w:rsidRPr="00750AA4">
        <w:t>nd</w:t>
      </w:r>
      <w:r>
        <w:t xml:space="preserve"> ed., 1998.</w:t>
      </w:r>
    </w:p>
    <w:p w:rsidR="007D4755" w:rsidRDefault="00ED3D62" w:rsidP="00ED3D62">
      <w:pPr>
        <w:pStyle w:val="libNormal"/>
      </w:pPr>
      <w:r>
        <w:t xml:space="preserve">Beck, Lois Grant and Nikki Keddie, eds. </w:t>
      </w:r>
      <w:r w:rsidRPr="00D86078">
        <w:rPr>
          <w:rStyle w:val="libItalicChar"/>
        </w:rPr>
        <w:t>Women in the Muslim World.</w:t>
      </w:r>
      <w:r>
        <w:t xml:space="preserve"> Cambridge, MA: Harvard University Press, 1978.</w:t>
      </w:r>
    </w:p>
    <w:p w:rsidR="00ED3D62" w:rsidRDefault="00ED3D62" w:rsidP="00ED3D62">
      <w:pPr>
        <w:pStyle w:val="libNormal"/>
      </w:pPr>
      <w:r>
        <w:t xml:space="preserve">Beeman, William O. </w:t>
      </w:r>
      <w:r w:rsidRPr="00D86078">
        <w:rPr>
          <w:rStyle w:val="libItalicChar"/>
        </w:rPr>
        <w:t>Language, Status, and Power in Iran.</w:t>
      </w:r>
      <w:r w:rsidRPr="00CA2CCA">
        <w:t xml:space="preserve"> Bloomington, IN: Indiana University Press, 1986.</w:t>
      </w:r>
      <w:r w:rsidRPr="00CA2CCA">
        <w:br/>
      </w:r>
      <w:proofErr w:type="spellStart"/>
      <w:r w:rsidRPr="00CA2CCA">
        <w:t>Beinin</w:t>
      </w:r>
      <w:proofErr w:type="spellEnd"/>
      <w:r w:rsidRPr="00CA2CCA">
        <w:t xml:space="preserve">, Joel. </w:t>
      </w:r>
      <w:r w:rsidRPr="00D86078">
        <w:rPr>
          <w:rStyle w:val="libItalicChar"/>
        </w:rPr>
        <w:t>Workers and Peasants in the Modern Middle East.</w:t>
      </w:r>
      <w:r>
        <w:t xml:space="preserve"> Cambridge, UK: Cambridge University Press, 2001.</w:t>
      </w:r>
    </w:p>
    <w:p w:rsidR="00ED3D62" w:rsidRDefault="00ED3D62" w:rsidP="00ED3D62">
      <w:pPr>
        <w:pStyle w:val="libNormal"/>
      </w:pPr>
      <w:proofErr w:type="spellStart"/>
      <w:r>
        <w:t>Beinin</w:t>
      </w:r>
      <w:proofErr w:type="spellEnd"/>
      <w:r>
        <w:t xml:space="preserve">, Joel and Joe Stork, eds. </w:t>
      </w:r>
      <w:r w:rsidRPr="00D86078">
        <w:rPr>
          <w:rStyle w:val="libItalicChar"/>
        </w:rPr>
        <w:t>Political Islam: Essays from Middle East Report.</w:t>
      </w:r>
      <w:r>
        <w:t xml:space="preserve"> Berkeley, CA: University of California Press, 1997.</w:t>
      </w:r>
    </w:p>
    <w:p w:rsidR="00ED3D62" w:rsidRDefault="00ED3D62" w:rsidP="00ED3D62">
      <w:pPr>
        <w:pStyle w:val="libNormal"/>
      </w:pPr>
      <w:r>
        <w:t xml:space="preserve">Bennis, Phyllis, et al., eds. </w:t>
      </w:r>
      <w:r w:rsidRPr="00D86078">
        <w:rPr>
          <w:rStyle w:val="libItalicChar"/>
        </w:rPr>
        <w:t>Beyond the Storm: A Gulf Crisis Reader.</w:t>
      </w:r>
      <w:r>
        <w:t xml:space="preserve"> Northampton, MA: Interlink Publ. Group, 1998.</w:t>
      </w:r>
    </w:p>
    <w:p w:rsidR="00ED3D62" w:rsidRDefault="00ED3D62" w:rsidP="00ED3D62">
      <w:pPr>
        <w:pStyle w:val="libNormal"/>
      </w:pPr>
      <w:r>
        <w:t xml:space="preserve">Bernard, Cheryl. </w:t>
      </w:r>
      <w:r w:rsidRPr="00D86078">
        <w:rPr>
          <w:rStyle w:val="libItalicChar"/>
        </w:rPr>
        <w:t>Veiled Courage: Inside the Afghan’s Women’s Resistance.</w:t>
      </w:r>
      <w:r>
        <w:t xml:space="preserve"> New York: Broadway Books, 2002.</w:t>
      </w:r>
    </w:p>
    <w:p w:rsidR="00ED3D62" w:rsidRDefault="00ED3D62" w:rsidP="00ED3D62">
      <w:pPr>
        <w:pStyle w:val="libNormal"/>
      </w:pPr>
      <w:r>
        <w:t xml:space="preserve">Bill, James A. </w:t>
      </w:r>
      <w:r w:rsidRPr="00D86078">
        <w:rPr>
          <w:rStyle w:val="libItalicChar"/>
        </w:rPr>
        <w:t xml:space="preserve">The Eagle and the Lion: The Tragedy of American-Iranian Relations. </w:t>
      </w:r>
      <w:r>
        <w:t>New Haven, CT: Yale University Press, 1988.</w:t>
      </w:r>
    </w:p>
    <w:p w:rsidR="00ED3D62" w:rsidRDefault="00ED3D62" w:rsidP="00ED3D62">
      <w:pPr>
        <w:pStyle w:val="libNormal"/>
      </w:pPr>
      <w:r>
        <w:t xml:space="preserve">Bin Sayeed, Khalid. </w:t>
      </w:r>
      <w:r w:rsidRPr="00D86078">
        <w:rPr>
          <w:rStyle w:val="libItalicChar"/>
        </w:rPr>
        <w:t>Western Dominance and Political Islam.</w:t>
      </w:r>
      <w:r>
        <w:t xml:space="preserve"> Albany, NY: State University of New York Press, 1995.</w:t>
      </w:r>
    </w:p>
    <w:p w:rsidR="00ED3D62" w:rsidRDefault="00ED3D62" w:rsidP="00ED3D62">
      <w:pPr>
        <w:pStyle w:val="libNormal"/>
      </w:pPr>
      <w:r>
        <w:t xml:space="preserve">Binder, Leonard, ed. </w:t>
      </w:r>
      <w:r w:rsidRPr="00D86078">
        <w:rPr>
          <w:rStyle w:val="libItalicChar"/>
        </w:rPr>
        <w:t>Ethnic Conflict and International Politics in the Middle East.</w:t>
      </w:r>
      <w:r>
        <w:t xml:space="preserve"> Gainesville, FL: University Press of Florida, 1999.</w:t>
      </w:r>
    </w:p>
    <w:p w:rsidR="00ED3D62" w:rsidRDefault="00ED3D62" w:rsidP="00ED3D62">
      <w:pPr>
        <w:pStyle w:val="libNormal"/>
      </w:pPr>
      <w:r>
        <w:t xml:space="preserve">Binder, Leonard. </w:t>
      </w:r>
      <w:r w:rsidRPr="00D86078">
        <w:rPr>
          <w:rStyle w:val="libItalicChar"/>
        </w:rPr>
        <w:t xml:space="preserve">Islamic Liberalism: A Critique of Development Ideologies. </w:t>
      </w:r>
      <w:r>
        <w:t>Chicago, IL: University of Chicago Press, 1988.</w:t>
      </w:r>
    </w:p>
    <w:p w:rsidR="00ED3D62" w:rsidRDefault="00ED3D62" w:rsidP="00ED3D62">
      <w:pPr>
        <w:pStyle w:val="libNormal"/>
      </w:pPr>
      <w:r>
        <w:t xml:space="preserve">Blank, Jonah. </w:t>
      </w:r>
      <w:r w:rsidRPr="00D86078">
        <w:rPr>
          <w:rStyle w:val="libItalicChar"/>
        </w:rPr>
        <w:t xml:space="preserve">Mullahs on the Mainframe: Islam and Modernity among the </w:t>
      </w:r>
      <w:proofErr w:type="spellStart"/>
      <w:r w:rsidRPr="00D86078">
        <w:rPr>
          <w:rStyle w:val="libItalicChar"/>
        </w:rPr>
        <w:t>Daudi</w:t>
      </w:r>
      <w:proofErr w:type="spellEnd"/>
      <w:r w:rsidRPr="00D86078">
        <w:rPr>
          <w:rStyle w:val="libItalicChar"/>
        </w:rPr>
        <w:t xml:space="preserve"> </w:t>
      </w:r>
      <w:proofErr w:type="spellStart"/>
      <w:r w:rsidRPr="00D86078">
        <w:rPr>
          <w:rStyle w:val="libItalicChar"/>
        </w:rPr>
        <w:t>Bohras</w:t>
      </w:r>
      <w:proofErr w:type="spellEnd"/>
      <w:r w:rsidRPr="00D86078">
        <w:rPr>
          <w:rStyle w:val="libItalicChar"/>
        </w:rPr>
        <w:t>.</w:t>
      </w:r>
      <w:r>
        <w:t xml:space="preserve"> Chicago, IL: University of Chicago Press, 2001.</w:t>
      </w:r>
    </w:p>
    <w:p w:rsidR="00ED3D62" w:rsidRDefault="00ED3D62" w:rsidP="00ED3D62">
      <w:pPr>
        <w:pStyle w:val="libNormal"/>
      </w:pPr>
      <w:proofErr w:type="spellStart"/>
      <w:r>
        <w:t>Bodman</w:t>
      </w:r>
      <w:proofErr w:type="spellEnd"/>
      <w:r>
        <w:t xml:space="preserve">, Herbert and </w:t>
      </w:r>
      <w:proofErr w:type="spellStart"/>
      <w:r>
        <w:t>Nayereh</w:t>
      </w:r>
      <w:proofErr w:type="spellEnd"/>
      <w:r>
        <w:t xml:space="preserve"> </w:t>
      </w:r>
      <w:proofErr w:type="spellStart"/>
      <w:r>
        <w:t>Tohidi</w:t>
      </w:r>
      <w:proofErr w:type="spellEnd"/>
      <w:r>
        <w:t xml:space="preserve">, eds. </w:t>
      </w:r>
      <w:r w:rsidRPr="00D86078">
        <w:rPr>
          <w:rStyle w:val="libItalicChar"/>
        </w:rPr>
        <w:t xml:space="preserve">Women in Muslim Societies: Diversity within Unity. </w:t>
      </w:r>
      <w:r>
        <w:t xml:space="preserve">Boulder, CO: Lynne </w:t>
      </w:r>
      <w:proofErr w:type="spellStart"/>
      <w:r>
        <w:t>Rienner</w:t>
      </w:r>
      <w:proofErr w:type="spellEnd"/>
      <w:r>
        <w:t>, 1998.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proofErr w:type="spellStart"/>
      <w:r>
        <w:t>Boroujerdi</w:t>
      </w:r>
      <w:proofErr w:type="spellEnd"/>
      <w:r>
        <w:t xml:space="preserve">, </w:t>
      </w:r>
      <w:proofErr w:type="spellStart"/>
      <w:r>
        <w:t>Mehrzad</w:t>
      </w:r>
      <w:proofErr w:type="spellEnd"/>
      <w:r>
        <w:t xml:space="preserve">. </w:t>
      </w:r>
      <w:r w:rsidRPr="00D86078">
        <w:rPr>
          <w:rStyle w:val="libItalicChar"/>
        </w:rPr>
        <w:t>Iranian Intellectuals and the West: The Tormented Triumph of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Nativism. </w:t>
      </w:r>
      <w:r w:rsidRPr="00D86078">
        <w:rPr>
          <w:rStyle w:val="libNormalChar"/>
        </w:rPr>
        <w:t>Syracuse, NY: Syracuse University Press, 1996.</w:t>
      </w:r>
    </w:p>
    <w:p w:rsidR="00ED3D62" w:rsidRDefault="00ED3D62" w:rsidP="00ED3D62">
      <w:pPr>
        <w:pStyle w:val="libNormal"/>
      </w:pPr>
      <w:r w:rsidRPr="00CA2CCA">
        <w:t xml:space="preserve">Bowen, Donna Lee and Evelyn A. Early, eds. </w:t>
      </w:r>
      <w:r w:rsidRPr="00D86078">
        <w:rPr>
          <w:rStyle w:val="libItalicChar"/>
        </w:rPr>
        <w:t xml:space="preserve">Everyday Life in the Muslim Middle East. </w:t>
      </w:r>
      <w:r w:rsidRPr="00D86078">
        <w:t>Bloomington, IN: Indiana University Press, 2</w:t>
      </w:r>
      <w:r w:rsidRPr="00750AA4">
        <w:t>nd</w:t>
      </w:r>
      <w:r>
        <w:t xml:space="preserve"> ed., 2002.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Brand, Laurie A. </w:t>
      </w:r>
      <w:r w:rsidRPr="00D86078">
        <w:rPr>
          <w:rStyle w:val="libItalicChar"/>
        </w:rPr>
        <w:t xml:space="preserve">Women, the State and Political Liberalization: Middle Eastern and North African Experiences. </w:t>
      </w:r>
      <w:r w:rsidRPr="00D86078">
        <w:rPr>
          <w:rStyle w:val="libNormalChar"/>
        </w:rPr>
        <w:t>New York: Columbia University Press, 1998.</w:t>
      </w:r>
    </w:p>
    <w:p w:rsidR="00ED3D62" w:rsidRDefault="00ED3D62" w:rsidP="00ED3D62">
      <w:pPr>
        <w:pStyle w:val="libNormal"/>
      </w:pPr>
      <w:r w:rsidRPr="00CA2CCA">
        <w:t xml:space="preserve">Brann, Ross, ed. </w:t>
      </w:r>
      <w:r w:rsidRPr="00D86078">
        <w:rPr>
          <w:rStyle w:val="libItalicChar"/>
        </w:rPr>
        <w:t>Languages of Power in Islamic Spain.</w:t>
      </w:r>
      <w:r>
        <w:t xml:space="preserve"> Bethesda, MD: CDL Press, 1997.</w:t>
      </w:r>
    </w:p>
    <w:p w:rsidR="00ED3D62" w:rsidRDefault="00ED3D62" w:rsidP="00ED3D62">
      <w:pPr>
        <w:pStyle w:val="libNormal"/>
      </w:pPr>
      <w:r>
        <w:t xml:space="preserve">Brooks, Geraldine. </w:t>
      </w:r>
      <w:r w:rsidRPr="00D86078">
        <w:rPr>
          <w:rStyle w:val="libItalicChar"/>
        </w:rPr>
        <w:t>Nine Parts of Desire: The Hidden World of Islamic Women.</w:t>
      </w:r>
      <w:r>
        <w:t xml:space="preserve"> New York: Anchor Books, 1996.</w:t>
      </w:r>
    </w:p>
    <w:p w:rsidR="007D4755" w:rsidRDefault="00ED3D62" w:rsidP="00ED3D62">
      <w:pPr>
        <w:pStyle w:val="libNormal"/>
        <w:rPr>
          <w:rStyle w:val="libNormalChar"/>
        </w:rPr>
      </w:pPr>
      <w:r>
        <w:t xml:space="preserve">Brown, L. Carl. </w:t>
      </w:r>
      <w:r w:rsidRPr="00D86078">
        <w:rPr>
          <w:rStyle w:val="libItalicChar"/>
        </w:rPr>
        <w:t xml:space="preserve">Diplomacy in the Middle East: The International Relations of Regional and Outside Powers. </w:t>
      </w:r>
      <w:r w:rsidRPr="00D86078">
        <w:rPr>
          <w:rStyle w:val="libNormalChar"/>
        </w:rPr>
        <w:t>New York: Palgrave, 2001.</w:t>
      </w:r>
    </w:p>
    <w:p w:rsidR="00ED3D62" w:rsidRDefault="00ED3D62" w:rsidP="00ED3D62">
      <w:pPr>
        <w:pStyle w:val="libNormal"/>
      </w:pPr>
      <w:r w:rsidRPr="00CA2CCA">
        <w:t xml:space="preserve">Brown, L. Carl. </w:t>
      </w:r>
      <w:r w:rsidRPr="00D86078">
        <w:rPr>
          <w:rStyle w:val="libItalicChar"/>
        </w:rPr>
        <w:t xml:space="preserve">International Politics and the Middle East: Old Rules, Dangerous Game. </w:t>
      </w:r>
      <w:r>
        <w:t>Princeton, NJ: Princeton University Press, 1984.</w:t>
      </w:r>
    </w:p>
    <w:p w:rsidR="00ED3D62" w:rsidRDefault="00ED3D62" w:rsidP="00ED3D62">
      <w:pPr>
        <w:pStyle w:val="libNormal"/>
      </w:pPr>
      <w:r>
        <w:lastRenderedPageBreak/>
        <w:t xml:space="preserve">Brown, L. Carl. </w:t>
      </w:r>
      <w:r w:rsidRPr="00D86078">
        <w:rPr>
          <w:rStyle w:val="libItalicChar"/>
        </w:rPr>
        <w:t xml:space="preserve">Religion and State: The Muslim Approach to Politics. </w:t>
      </w:r>
      <w:r>
        <w:t>New York: Columbia University Press, 2000.</w:t>
      </w:r>
    </w:p>
    <w:p w:rsidR="00ED3D62" w:rsidRDefault="00ED3D62" w:rsidP="00ED3D62">
      <w:pPr>
        <w:pStyle w:val="libNormal"/>
      </w:pPr>
      <w:r>
        <w:t xml:space="preserve">Brown, Nathan. </w:t>
      </w:r>
      <w:r w:rsidRPr="00D86078">
        <w:rPr>
          <w:rStyle w:val="libItalicChar"/>
        </w:rPr>
        <w:t>The Rule of Law in the Arab World.</w:t>
      </w:r>
      <w:r>
        <w:t xml:space="preserve"> Cambridge, UK: Cambridge University Press, 1997.</w:t>
      </w:r>
    </w:p>
    <w:p w:rsidR="00ED3D62" w:rsidRDefault="00ED3D62" w:rsidP="00ED3D62">
      <w:pPr>
        <w:pStyle w:val="libNormal"/>
      </w:pPr>
      <w:proofErr w:type="spellStart"/>
      <w:r>
        <w:t>Brynen</w:t>
      </w:r>
      <w:proofErr w:type="spellEnd"/>
      <w:r>
        <w:t xml:space="preserve">, Rex. </w:t>
      </w:r>
      <w:r w:rsidRPr="00D86078">
        <w:rPr>
          <w:rStyle w:val="libItalicChar"/>
        </w:rPr>
        <w:t>Sanctuary and Survival: The PLO in Lebanon.</w:t>
      </w:r>
      <w:r>
        <w:t xml:space="preserve"> Boulder, CO: Westview Press, 1990.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proofErr w:type="spellStart"/>
      <w:r>
        <w:t>Brynen</w:t>
      </w:r>
      <w:proofErr w:type="spellEnd"/>
      <w:r>
        <w:t xml:space="preserve">, Rex, </w:t>
      </w:r>
      <w:proofErr w:type="spellStart"/>
      <w:r>
        <w:t>Bahgat</w:t>
      </w:r>
      <w:proofErr w:type="spellEnd"/>
      <w:r>
        <w:t xml:space="preserve"> </w:t>
      </w:r>
      <w:proofErr w:type="spellStart"/>
      <w:r>
        <w:t>Korany</w:t>
      </w:r>
      <w:proofErr w:type="spellEnd"/>
      <w:r>
        <w:t xml:space="preserve"> and Paul Noble, eds. </w:t>
      </w:r>
      <w:r w:rsidRPr="00D86078">
        <w:rPr>
          <w:rStyle w:val="libItalicChar"/>
        </w:rPr>
        <w:t>Political Liberalization and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Democratization in the Arab World, </w:t>
      </w:r>
      <w:r w:rsidRPr="00D86078">
        <w:rPr>
          <w:rStyle w:val="libNormalChar"/>
        </w:rPr>
        <w:t xml:space="preserve">2 Vols. Boulder, CO: Lynne </w:t>
      </w:r>
      <w:proofErr w:type="spellStart"/>
      <w:r w:rsidRPr="00D86078">
        <w:rPr>
          <w:rStyle w:val="libNormalChar"/>
        </w:rPr>
        <w:t>Rienner</w:t>
      </w:r>
      <w:proofErr w:type="spellEnd"/>
      <w:r w:rsidRPr="00D86078">
        <w:rPr>
          <w:rStyle w:val="libNormalChar"/>
        </w:rPr>
        <w:t>, 1995-1998.</w:t>
      </w:r>
    </w:p>
    <w:p w:rsidR="00ED3D62" w:rsidRPr="00D527DC" w:rsidRDefault="00ED3D62" w:rsidP="00ED3D62">
      <w:pPr>
        <w:pStyle w:val="libNormal"/>
      </w:pPr>
      <w:r w:rsidRPr="00CA2CCA">
        <w:t xml:space="preserve">Bukhari, Zahid J. et al., eds. </w:t>
      </w:r>
      <w:r w:rsidRPr="00D86078">
        <w:rPr>
          <w:rStyle w:val="libItalicChar"/>
        </w:rPr>
        <w:t>Muslims’ Place in the American Public Square.</w:t>
      </w:r>
      <w:r>
        <w:t xml:space="preserve"> Lanham, MD: </w:t>
      </w:r>
      <w:proofErr w:type="spellStart"/>
      <w:r>
        <w:t>AltaMira</w:t>
      </w:r>
      <w:proofErr w:type="spellEnd"/>
      <w:r>
        <w:t xml:space="preserve"> Press, 2004.</w:t>
      </w:r>
    </w:p>
    <w:p w:rsidR="00ED3D62" w:rsidRDefault="00ED3D62" w:rsidP="00ED3D62">
      <w:pPr>
        <w:pStyle w:val="libNormal"/>
      </w:pPr>
      <w:proofErr w:type="spellStart"/>
      <w:r>
        <w:t>Bulliet</w:t>
      </w:r>
      <w:proofErr w:type="spellEnd"/>
      <w:r>
        <w:t xml:space="preserve">, Richard. W. </w:t>
      </w:r>
      <w:r w:rsidRPr="00D86078">
        <w:rPr>
          <w:rStyle w:val="libItalicChar"/>
        </w:rPr>
        <w:t>Islam: The View from the Edge.</w:t>
      </w:r>
      <w:r>
        <w:t xml:space="preserve"> New York: Columbia University Press, 1995.</w:t>
      </w:r>
    </w:p>
    <w:p w:rsidR="00ED3D62" w:rsidRDefault="00ED3D62" w:rsidP="00ED3D62">
      <w:pPr>
        <w:pStyle w:val="libNormal"/>
      </w:pPr>
      <w:r>
        <w:t xml:space="preserve">Bunt, Gary. </w:t>
      </w:r>
      <w:r w:rsidRPr="00D86078">
        <w:rPr>
          <w:rStyle w:val="libItalicChar"/>
        </w:rPr>
        <w:t>Virtually Islamic: Computer-Mediated Communication and Cyber-Islamic</w:t>
      </w:r>
      <w:r w:rsidRPr="00CA2CCA">
        <w:t xml:space="preserve"> </w:t>
      </w:r>
      <w:r w:rsidRPr="00D86078">
        <w:rPr>
          <w:rStyle w:val="libItalicChar"/>
        </w:rPr>
        <w:t xml:space="preserve">Environments. </w:t>
      </w:r>
      <w:r>
        <w:t>Cardiff: University of Wales Press, 2000.</w:t>
      </w:r>
    </w:p>
    <w:p w:rsidR="00ED3D62" w:rsidRDefault="00ED3D62" w:rsidP="00ED3D62">
      <w:pPr>
        <w:pStyle w:val="libNormal"/>
      </w:pPr>
      <w:r>
        <w:t xml:space="preserve">Burckhardt, Titus. </w:t>
      </w:r>
      <w:r w:rsidRPr="00D86078">
        <w:rPr>
          <w:rStyle w:val="libItalicChar"/>
        </w:rPr>
        <w:t>Fez, City of Islam</w:t>
      </w:r>
      <w:r>
        <w:t>. London: I.B. Tauris, 1999.</w:t>
      </w:r>
    </w:p>
    <w:p w:rsidR="00ED3D62" w:rsidRDefault="00ED3D62" w:rsidP="00ED3D62">
      <w:pPr>
        <w:pStyle w:val="libNormal"/>
      </w:pPr>
      <w:r>
        <w:t xml:space="preserve">Burke, Edmund and Ira M. Lapidus, eds. </w:t>
      </w:r>
      <w:r w:rsidRPr="00D86078">
        <w:rPr>
          <w:rStyle w:val="libItalicChar"/>
        </w:rPr>
        <w:t>Islam, Politics, and Social Movements.</w:t>
      </w:r>
      <w:r>
        <w:t xml:space="preserve"> Berkeley, CA: University of California Press, 1988.</w:t>
      </w:r>
    </w:p>
    <w:p w:rsidR="00ED3D62" w:rsidRDefault="00ED3D62" w:rsidP="00ED3D62">
      <w:pPr>
        <w:pStyle w:val="libNormal"/>
      </w:pPr>
      <w:r>
        <w:t xml:space="preserve">Butterworth, Charles E. and I. William </w:t>
      </w:r>
      <w:proofErr w:type="spellStart"/>
      <w:r>
        <w:t>Zartman</w:t>
      </w:r>
      <w:proofErr w:type="spellEnd"/>
      <w:r>
        <w:t xml:space="preserve">, eds. </w:t>
      </w:r>
      <w:r w:rsidRPr="00D86078">
        <w:rPr>
          <w:rStyle w:val="libItalicChar"/>
        </w:rPr>
        <w:t>Between the State and Islam.</w:t>
      </w:r>
      <w:r>
        <w:t xml:space="preserve"> Cambridge, UK: Cambridge University Press, 2001.</w:t>
      </w:r>
    </w:p>
    <w:p w:rsidR="00ED3D62" w:rsidRDefault="00ED3D62" w:rsidP="00ED3D62">
      <w:pPr>
        <w:pStyle w:val="libNormal"/>
      </w:pPr>
      <w:proofErr w:type="spellStart"/>
      <w:r>
        <w:t>Charnay</w:t>
      </w:r>
      <w:proofErr w:type="spellEnd"/>
      <w:r>
        <w:t xml:space="preserve">, Jean-Paul. </w:t>
      </w:r>
      <w:r w:rsidRPr="00D86078">
        <w:rPr>
          <w:rStyle w:val="libItalicChar"/>
        </w:rPr>
        <w:t>Islamic Culture and Socio-Economic Change.</w:t>
      </w:r>
      <w:r>
        <w:t xml:space="preserve"> Leiden: E.J. Brill, 1981.</w:t>
      </w:r>
    </w:p>
    <w:p w:rsidR="00ED3D62" w:rsidRDefault="00ED3D62" w:rsidP="00ED3D62">
      <w:pPr>
        <w:pStyle w:val="libNormal"/>
      </w:pPr>
      <w:r>
        <w:t xml:space="preserve">Chaudhry, Kiren Aziz. </w:t>
      </w:r>
      <w:r w:rsidRPr="00D86078">
        <w:rPr>
          <w:rStyle w:val="libItalicChar"/>
        </w:rPr>
        <w:t xml:space="preserve">The Price of Wealth: Economies and Institutions in the Middle East. </w:t>
      </w:r>
      <w:r>
        <w:t>Ithaca, NY: Cornell University Press, 1997.</w:t>
      </w:r>
    </w:p>
    <w:p w:rsidR="00ED3D62" w:rsidRDefault="00ED3D62" w:rsidP="00ED3D62">
      <w:pPr>
        <w:pStyle w:val="libNormal"/>
      </w:pPr>
      <w:proofErr w:type="spellStart"/>
      <w:r>
        <w:t>Chelkowski</w:t>
      </w:r>
      <w:proofErr w:type="spellEnd"/>
      <w:r>
        <w:t xml:space="preserve">, Peter and Hamid Dabashi. </w:t>
      </w:r>
      <w:r w:rsidRPr="00D86078">
        <w:rPr>
          <w:rStyle w:val="libItalicChar"/>
        </w:rPr>
        <w:t>Staging a Revolution: The Art of Persuasion in the</w:t>
      </w:r>
      <w:r w:rsidRPr="00CA2CCA">
        <w:t xml:space="preserve"> </w:t>
      </w:r>
      <w:r w:rsidRPr="00D86078">
        <w:rPr>
          <w:rStyle w:val="libItalicChar"/>
        </w:rPr>
        <w:t>Islamic</w:t>
      </w:r>
      <w:r w:rsidR="007D4755">
        <w:t xml:space="preserve"> </w:t>
      </w:r>
      <w:r w:rsidRPr="00D86078">
        <w:rPr>
          <w:rStyle w:val="libItalicChar"/>
        </w:rPr>
        <w:t>Republic of Iran</w:t>
      </w:r>
      <w:r>
        <w:t>. Washington Square, NY: New York University Press, 1999.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proofErr w:type="spellStart"/>
      <w:r>
        <w:t>Cheshin</w:t>
      </w:r>
      <w:proofErr w:type="spellEnd"/>
      <w:r>
        <w:t xml:space="preserve">, Amir S., Bill </w:t>
      </w:r>
      <w:proofErr w:type="spellStart"/>
      <w:r>
        <w:t>Hutman</w:t>
      </w:r>
      <w:proofErr w:type="spellEnd"/>
      <w:r>
        <w:t xml:space="preserve"> and </w:t>
      </w:r>
      <w:proofErr w:type="spellStart"/>
      <w:r>
        <w:t>Avi</w:t>
      </w:r>
      <w:proofErr w:type="spellEnd"/>
      <w:r>
        <w:t xml:space="preserve"> Melamed. </w:t>
      </w:r>
      <w:r w:rsidRPr="00D86078">
        <w:rPr>
          <w:rStyle w:val="libItalicChar"/>
        </w:rPr>
        <w:t xml:space="preserve">Separate and Unequal: The Inside Story of Israeli Rule in East Jerusalem. </w:t>
      </w:r>
      <w:r w:rsidRPr="00D86078">
        <w:rPr>
          <w:rStyle w:val="libNormalChar"/>
        </w:rPr>
        <w:t>Cambridge, MA: Harvard University Press, 1999.</w:t>
      </w:r>
    </w:p>
    <w:p w:rsidR="00ED3D62" w:rsidRDefault="00ED3D62" w:rsidP="00ED3D62">
      <w:pPr>
        <w:pStyle w:val="libNormal"/>
      </w:pPr>
      <w:r w:rsidRPr="00CA2CCA">
        <w:t xml:space="preserve">Chomsky, Noam. </w:t>
      </w:r>
      <w:r w:rsidRPr="00D86078">
        <w:rPr>
          <w:rStyle w:val="libItalicChar"/>
        </w:rPr>
        <w:t xml:space="preserve">The Fateful Triangle: The United States, Israel and the Palestinians. </w:t>
      </w:r>
      <w:r w:rsidRPr="00D86078">
        <w:t>Boston, MA: South End Press, 2</w:t>
      </w:r>
      <w:r w:rsidRPr="00750AA4">
        <w:t>nd</w:t>
      </w:r>
      <w:r>
        <w:t xml:space="preserve"> ed., 1999.</w:t>
      </w:r>
    </w:p>
    <w:p w:rsidR="00ED3D62" w:rsidRDefault="00ED3D62" w:rsidP="00ED3D62">
      <w:pPr>
        <w:pStyle w:val="libNormal"/>
      </w:pPr>
      <w:r>
        <w:t xml:space="preserve">Chomsky, Noam. </w:t>
      </w:r>
      <w:r w:rsidRPr="00D86078">
        <w:rPr>
          <w:rStyle w:val="libItalicChar"/>
        </w:rPr>
        <w:t>Middle East Illusions.</w:t>
      </w:r>
      <w:r>
        <w:t xml:space="preserve"> Lanham, MD: Rowman &amp; Littlefield, 2003.</w:t>
      </w:r>
    </w:p>
    <w:p w:rsidR="00ED3D62" w:rsidRDefault="00ED3D62" w:rsidP="00ED3D62">
      <w:pPr>
        <w:pStyle w:val="libNormal"/>
      </w:pPr>
      <w:r>
        <w:t xml:space="preserve">Choueiri, Youssef M. </w:t>
      </w:r>
      <w:r w:rsidRPr="00D86078">
        <w:rPr>
          <w:rStyle w:val="libItalicChar"/>
        </w:rPr>
        <w:t>Arab Nationalism: A History.</w:t>
      </w:r>
      <w:r>
        <w:t xml:space="preserve"> Oxford, UK: Blackwell, 2000.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proofErr w:type="spellStart"/>
      <w:r>
        <w:t>Citino</w:t>
      </w:r>
      <w:proofErr w:type="spellEnd"/>
      <w:r>
        <w:t xml:space="preserve">, Nathan J. </w:t>
      </w:r>
      <w:r w:rsidRPr="00D86078">
        <w:rPr>
          <w:rStyle w:val="libItalicChar"/>
        </w:rPr>
        <w:t xml:space="preserve">From Arab Nationalism to OPEC: Eisenhower, King </w:t>
      </w:r>
      <w:proofErr w:type="spellStart"/>
      <w:proofErr w:type="gramStart"/>
      <w:r w:rsidRPr="00D86078">
        <w:rPr>
          <w:rStyle w:val="libItalicChar"/>
        </w:rPr>
        <w:t>Sa‘</w:t>
      </w:r>
      <w:proofErr w:type="gramEnd"/>
      <w:r w:rsidRPr="00D86078">
        <w:rPr>
          <w:rStyle w:val="libItalicChar"/>
        </w:rPr>
        <w:t>ūd</w:t>
      </w:r>
      <w:proofErr w:type="spellEnd"/>
      <w:r w:rsidRPr="00D86078">
        <w:rPr>
          <w:rStyle w:val="libItalicChar"/>
        </w:rPr>
        <w:t xml:space="preserve">, and the Making of U.S.-Saudi Relations. </w:t>
      </w:r>
      <w:r w:rsidRPr="00D86078">
        <w:rPr>
          <w:rStyle w:val="libNormalChar"/>
        </w:rPr>
        <w:t>Bloomington, IN: Indiana University Press, 2002.</w:t>
      </w:r>
    </w:p>
    <w:p w:rsidR="00ED3D62" w:rsidRPr="00D86078" w:rsidRDefault="00ED3D62" w:rsidP="00ED3D62">
      <w:pPr>
        <w:rPr>
          <w:rStyle w:val="libItalicChar"/>
        </w:rPr>
      </w:pPr>
      <w:r w:rsidRPr="00D86078">
        <w:rPr>
          <w:rStyle w:val="libNormalChar"/>
        </w:rPr>
        <w:t xml:space="preserve">Cleveland, William L. </w:t>
      </w:r>
      <w:r w:rsidRPr="00D86078">
        <w:rPr>
          <w:rStyle w:val="libItalicChar"/>
        </w:rPr>
        <w:t xml:space="preserve">Islam against the West: </w:t>
      </w:r>
      <w:proofErr w:type="spellStart"/>
      <w:r w:rsidRPr="00D86078">
        <w:rPr>
          <w:rStyle w:val="libItalicChar"/>
        </w:rPr>
        <w:t>Shakīb</w:t>
      </w:r>
      <w:proofErr w:type="spellEnd"/>
      <w:r w:rsidRPr="00D86078">
        <w:rPr>
          <w:rStyle w:val="libItalicChar"/>
        </w:rPr>
        <w:t xml:space="preserve"> </w:t>
      </w:r>
      <w:proofErr w:type="spellStart"/>
      <w:r w:rsidRPr="00D86078">
        <w:rPr>
          <w:rStyle w:val="libItalicChar"/>
        </w:rPr>
        <w:t>Arslān</w:t>
      </w:r>
      <w:proofErr w:type="spellEnd"/>
      <w:r w:rsidRPr="00D86078">
        <w:rPr>
          <w:rStyle w:val="libItalicChar"/>
        </w:rPr>
        <w:t xml:space="preserve"> and the Campaign for Islamic Nationalism.</w:t>
      </w:r>
      <w:r w:rsidRPr="00D86078">
        <w:rPr>
          <w:rStyle w:val="libNormalChar"/>
        </w:rPr>
        <w:t xml:space="preserve"> London: </w:t>
      </w:r>
      <w:proofErr w:type="spellStart"/>
      <w:r w:rsidRPr="00D86078">
        <w:rPr>
          <w:rStyle w:val="libNormalChar"/>
        </w:rPr>
        <w:t>Saqi</w:t>
      </w:r>
      <w:proofErr w:type="spellEnd"/>
      <w:r w:rsidRPr="00D86078">
        <w:rPr>
          <w:rStyle w:val="libNormalChar"/>
        </w:rPr>
        <w:t xml:space="preserve"> Books, 1985.</w:t>
      </w:r>
    </w:p>
    <w:p w:rsidR="00ED3D62" w:rsidRDefault="00ED3D62" w:rsidP="00ED3D62">
      <w:pPr>
        <w:pStyle w:val="libNormal"/>
      </w:pPr>
      <w:proofErr w:type="spellStart"/>
      <w:r w:rsidRPr="00CA2CCA">
        <w:t>Cobban</w:t>
      </w:r>
      <w:proofErr w:type="spellEnd"/>
      <w:r w:rsidRPr="00CA2CCA">
        <w:t xml:space="preserve">, Helena. </w:t>
      </w:r>
      <w:r w:rsidRPr="00D86078">
        <w:rPr>
          <w:rStyle w:val="libItalicChar"/>
        </w:rPr>
        <w:t xml:space="preserve">The Palestinian Liberation Organization: people, power and politics. </w:t>
      </w:r>
      <w:r>
        <w:t>Cambridge, UK: Cambridge University Press, 1984.</w:t>
      </w:r>
    </w:p>
    <w:p w:rsidR="00ED3D62" w:rsidRDefault="00ED3D62" w:rsidP="00ED3D62">
      <w:pPr>
        <w:pStyle w:val="libNormal"/>
      </w:pPr>
      <w:proofErr w:type="spellStart"/>
      <w:r>
        <w:t>Cohnn-Sherbok</w:t>
      </w:r>
      <w:proofErr w:type="spellEnd"/>
      <w:r>
        <w:t xml:space="preserve">, Dan and </w:t>
      </w:r>
      <w:proofErr w:type="spellStart"/>
      <w:r>
        <w:t>Dawoud</w:t>
      </w:r>
      <w:proofErr w:type="spellEnd"/>
      <w:r>
        <w:t xml:space="preserve"> El-</w:t>
      </w:r>
      <w:proofErr w:type="spellStart"/>
      <w:r>
        <w:t>Alami</w:t>
      </w:r>
      <w:proofErr w:type="spellEnd"/>
      <w:r>
        <w:t xml:space="preserve">. </w:t>
      </w:r>
      <w:r w:rsidRPr="00D86078">
        <w:rPr>
          <w:rStyle w:val="libItalicChar"/>
        </w:rPr>
        <w:t>The Palestine—Israeli Conflict: A Beginner’s</w:t>
      </w:r>
      <w:r w:rsidRPr="00CA2CCA">
        <w:t xml:space="preserve"> </w:t>
      </w:r>
      <w:r w:rsidRPr="00D86078">
        <w:rPr>
          <w:rStyle w:val="libItalicChar"/>
        </w:rPr>
        <w:t>Guide</w:t>
      </w:r>
      <w:r>
        <w:t xml:space="preserve">. Oxford, UK: </w:t>
      </w:r>
      <w:proofErr w:type="spellStart"/>
      <w:r>
        <w:t>Oneworld</w:t>
      </w:r>
      <w:proofErr w:type="spellEnd"/>
      <w:r>
        <w:t>, 2001.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Cole, Juan R. I., ed. </w:t>
      </w:r>
      <w:r w:rsidRPr="00D86078">
        <w:rPr>
          <w:rStyle w:val="libItalicChar"/>
        </w:rPr>
        <w:t>Comparing Muslim Societies: Knowledge and the State in a World</w:t>
      </w:r>
      <w:r w:rsidRPr="00D86078">
        <w:rPr>
          <w:rStyle w:val="libNormalChar"/>
        </w:rPr>
        <w:t xml:space="preserve"> </w:t>
      </w:r>
      <w:proofErr w:type="spellStart"/>
      <w:r w:rsidRPr="00D86078">
        <w:rPr>
          <w:rStyle w:val="libItalicChar"/>
        </w:rPr>
        <w:t>Civilization.</w:t>
      </w:r>
      <w:r w:rsidRPr="00D86078">
        <w:rPr>
          <w:rStyle w:val="libNormalChar"/>
        </w:rPr>
        <w:t>Ann</w:t>
      </w:r>
      <w:proofErr w:type="spellEnd"/>
      <w:r w:rsidRPr="00D86078">
        <w:rPr>
          <w:rStyle w:val="libNormalChar"/>
        </w:rPr>
        <w:t xml:space="preserve"> Arbor, MI: University of Michigan Press, 1992.</w:t>
      </w:r>
    </w:p>
    <w:p w:rsidR="007D4755" w:rsidRDefault="00ED3D62" w:rsidP="00ED3D62">
      <w:pPr>
        <w:pStyle w:val="libNormal"/>
      </w:pPr>
      <w:r w:rsidRPr="00CA2CCA">
        <w:lastRenderedPageBreak/>
        <w:t xml:space="preserve">Cooke, Miriam. </w:t>
      </w:r>
      <w:r w:rsidRPr="00D86078">
        <w:rPr>
          <w:rStyle w:val="libItalicChar"/>
        </w:rPr>
        <w:t>Women Claim Islam: Creating Islamic Feminism through Literature.</w:t>
      </w:r>
      <w:r>
        <w:t xml:space="preserve"> New York: Routledge, 2000.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proofErr w:type="spellStart"/>
      <w:r>
        <w:t>Cotran</w:t>
      </w:r>
      <w:proofErr w:type="spellEnd"/>
      <w:r>
        <w:t xml:space="preserve">, Eugene, </w:t>
      </w:r>
      <w:proofErr w:type="spellStart"/>
      <w:r>
        <w:t>Chibli</w:t>
      </w:r>
      <w:proofErr w:type="spellEnd"/>
      <w:r>
        <w:t xml:space="preserve"> </w:t>
      </w:r>
      <w:proofErr w:type="spellStart"/>
      <w:r>
        <w:t>Mallat</w:t>
      </w:r>
      <w:proofErr w:type="spellEnd"/>
      <w:r>
        <w:t xml:space="preserve"> and David Stott, eds. </w:t>
      </w:r>
      <w:r w:rsidRPr="00D86078">
        <w:rPr>
          <w:rStyle w:val="libItalicChar"/>
        </w:rPr>
        <w:t>The Arab-Israeli Accords: Legal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Perspectives. </w:t>
      </w:r>
      <w:r w:rsidRPr="00D86078">
        <w:rPr>
          <w:rStyle w:val="libNormalChar"/>
        </w:rPr>
        <w:t>Boston, MA: Kluwer Law International, 1996.</w:t>
      </w:r>
    </w:p>
    <w:p w:rsidR="00ED3D62" w:rsidRPr="00D86078" w:rsidRDefault="00ED3D62" w:rsidP="00ED3D62">
      <w:pPr>
        <w:rPr>
          <w:rStyle w:val="libItalicChar"/>
        </w:rPr>
      </w:pPr>
      <w:r w:rsidRPr="00D86078">
        <w:rPr>
          <w:rStyle w:val="libNormalChar"/>
        </w:rPr>
        <w:t xml:space="preserve">Crow, Ralph E. and Philip Grant and Saad E. Ibrahim, eds. </w:t>
      </w:r>
      <w:r w:rsidRPr="00D86078">
        <w:rPr>
          <w:rStyle w:val="libItalicChar"/>
        </w:rPr>
        <w:t>Arab Nonviolent Political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>Struggle in the Middle East</w:t>
      </w:r>
      <w:r w:rsidRPr="00D86078">
        <w:rPr>
          <w:rStyle w:val="libNormalChar"/>
        </w:rPr>
        <w:t xml:space="preserve">. Boulder, CO: Lynne </w:t>
      </w:r>
      <w:proofErr w:type="spellStart"/>
      <w:r w:rsidRPr="00D86078">
        <w:rPr>
          <w:rStyle w:val="libNormalChar"/>
        </w:rPr>
        <w:t>Rienner</w:t>
      </w:r>
      <w:proofErr w:type="spellEnd"/>
      <w:r w:rsidRPr="00D86078">
        <w:rPr>
          <w:rStyle w:val="libNormalChar"/>
        </w:rPr>
        <w:t xml:space="preserve"> Publ., 1990.</w:t>
      </w:r>
    </w:p>
    <w:p w:rsidR="00ED3D62" w:rsidRPr="00D86078" w:rsidRDefault="00ED3D62" w:rsidP="00ED3D62">
      <w:pPr>
        <w:rPr>
          <w:rStyle w:val="libItalicChar"/>
        </w:rPr>
      </w:pPr>
      <w:r w:rsidRPr="00D86078">
        <w:rPr>
          <w:rStyle w:val="libNormalChar"/>
        </w:rPr>
        <w:t xml:space="preserve">Curtis, Edward E., IV. </w:t>
      </w:r>
      <w:r w:rsidRPr="00D86078">
        <w:rPr>
          <w:rStyle w:val="libItalicChar"/>
        </w:rPr>
        <w:t>Islam in Black America: Identity, Liberation, and Difference in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African-American Islamic Thought. </w:t>
      </w:r>
      <w:r w:rsidRPr="00D86078">
        <w:rPr>
          <w:rStyle w:val="libNormalChar"/>
        </w:rPr>
        <w:t>Albany, NY: State University of New York Press, 2002.</w:t>
      </w:r>
    </w:p>
    <w:p w:rsidR="007D4755" w:rsidRDefault="00ED3D62" w:rsidP="00ED3D62">
      <w:pPr>
        <w:pStyle w:val="libNormal"/>
      </w:pPr>
      <w:r w:rsidRPr="00CA2CCA">
        <w:t xml:space="preserve">Curtis, Michael, ed. </w:t>
      </w:r>
      <w:r w:rsidRPr="00D86078">
        <w:rPr>
          <w:rStyle w:val="libItalicChar"/>
        </w:rPr>
        <w:t>Religion and Politics in the Middle East.</w:t>
      </w:r>
      <w:r>
        <w:t xml:space="preserve"> Boulder, CO: Westview Press, 1981.</w:t>
      </w:r>
    </w:p>
    <w:p w:rsidR="00ED3D62" w:rsidRDefault="00ED3D62" w:rsidP="00ED3D62">
      <w:pPr>
        <w:pStyle w:val="libNormal"/>
      </w:pPr>
      <w:r>
        <w:t xml:space="preserve">Daniel, Norman. </w:t>
      </w:r>
      <w:r w:rsidRPr="00D86078">
        <w:rPr>
          <w:rStyle w:val="libItalicChar"/>
        </w:rPr>
        <w:t>Islam, Europe, and Empire.</w:t>
      </w:r>
      <w:r>
        <w:t xml:space="preserve"> Edinburgh: Edinburgh University Press, 1966.</w:t>
      </w:r>
    </w:p>
    <w:p w:rsidR="00ED3D62" w:rsidRDefault="00ED3D62" w:rsidP="00ED3D62">
      <w:pPr>
        <w:pStyle w:val="libNormal"/>
      </w:pPr>
      <w:r>
        <w:t xml:space="preserve">Daniel, Norman. </w:t>
      </w:r>
      <w:r w:rsidRPr="00D86078">
        <w:rPr>
          <w:rStyle w:val="libItalicChar"/>
        </w:rPr>
        <w:t>Islam and the West: The Making of an Image.</w:t>
      </w:r>
      <w:r>
        <w:t xml:space="preserve"> Oxford, UK: </w:t>
      </w:r>
      <w:proofErr w:type="spellStart"/>
      <w:r>
        <w:t>Oneworld</w:t>
      </w:r>
      <w:proofErr w:type="spellEnd"/>
      <w:r>
        <w:t>, 1993.</w:t>
      </w:r>
    </w:p>
    <w:p w:rsidR="00ED3D62" w:rsidRDefault="00ED3D62" w:rsidP="00ED3D62">
      <w:pPr>
        <w:pStyle w:val="libNormal"/>
      </w:pPr>
      <w:r>
        <w:t xml:space="preserve">Davies, </w:t>
      </w:r>
      <w:proofErr w:type="spellStart"/>
      <w:r>
        <w:t>Merryl</w:t>
      </w:r>
      <w:proofErr w:type="spellEnd"/>
      <w:r>
        <w:t xml:space="preserve"> Wyn. </w:t>
      </w:r>
      <w:r w:rsidRPr="00D86078">
        <w:rPr>
          <w:rStyle w:val="libItalicChar"/>
        </w:rPr>
        <w:t xml:space="preserve">Knowing One Another: Shaping an Islamic Anthropology. </w:t>
      </w:r>
      <w:r>
        <w:t>London: Mansell, 1988.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Davies, </w:t>
      </w:r>
      <w:proofErr w:type="spellStart"/>
      <w:r>
        <w:t>Merryl</w:t>
      </w:r>
      <w:proofErr w:type="spellEnd"/>
      <w:r>
        <w:t xml:space="preserve"> Wyn and Adnan Khalil Pasha, eds. </w:t>
      </w:r>
      <w:r w:rsidRPr="00D86078">
        <w:rPr>
          <w:rStyle w:val="libItalicChar"/>
        </w:rPr>
        <w:t>Beyond Frontiers: Islam and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Contemporary Needs. </w:t>
      </w:r>
      <w:r w:rsidRPr="00D86078">
        <w:rPr>
          <w:rStyle w:val="libNormalChar"/>
        </w:rPr>
        <w:t>London: Continuum, 1989.</w:t>
      </w:r>
    </w:p>
    <w:p w:rsidR="00ED3D62" w:rsidRDefault="00ED3D62" w:rsidP="00ED3D62">
      <w:pPr>
        <w:pStyle w:val="libNormal"/>
      </w:pPr>
      <w:r w:rsidRPr="00CA2CCA">
        <w:t xml:space="preserve">Davis, Joyce M. </w:t>
      </w:r>
      <w:r w:rsidRPr="00D86078">
        <w:rPr>
          <w:rStyle w:val="libItalicChar"/>
        </w:rPr>
        <w:t>Between Jihad and Salaam: Profiles in Islam.</w:t>
      </w:r>
      <w:r>
        <w:t xml:space="preserve"> New York: Palgrave Macmillan, 1997.</w:t>
      </w:r>
    </w:p>
    <w:p w:rsidR="00ED3D62" w:rsidRDefault="00ED3D62" w:rsidP="00ED3D62">
      <w:pPr>
        <w:pStyle w:val="libNormal"/>
      </w:pPr>
      <w:r>
        <w:t xml:space="preserve">Davis, Joyce M. </w:t>
      </w:r>
      <w:r w:rsidRPr="00D86078">
        <w:rPr>
          <w:rStyle w:val="libItalicChar"/>
        </w:rPr>
        <w:t>Martyrs: Innocence, Vengeance and Despair in the Middle East.</w:t>
      </w:r>
      <w:r>
        <w:t xml:space="preserve"> New York: Palgrave Macmillan, 2003.</w:t>
      </w:r>
    </w:p>
    <w:p w:rsidR="00ED3D62" w:rsidRDefault="00ED3D62" w:rsidP="00ED3D62">
      <w:pPr>
        <w:pStyle w:val="libNormal"/>
      </w:pPr>
      <w:proofErr w:type="spellStart"/>
      <w:r>
        <w:t>Dawisha</w:t>
      </w:r>
      <w:proofErr w:type="spellEnd"/>
      <w:r>
        <w:t xml:space="preserve">, </w:t>
      </w:r>
      <w:proofErr w:type="spellStart"/>
      <w:r>
        <w:t>Adeed</w:t>
      </w:r>
      <w:proofErr w:type="spellEnd"/>
      <w:r>
        <w:t xml:space="preserve">. </w:t>
      </w:r>
      <w:r w:rsidRPr="00D86078">
        <w:rPr>
          <w:rStyle w:val="libItalicChar"/>
        </w:rPr>
        <w:t xml:space="preserve">Arab Nationalism in the Twentieth Century: From Triumph to Despair. </w:t>
      </w:r>
      <w:r>
        <w:t>Princeton, NJ: Princeton University Press, 2003.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proofErr w:type="spellStart"/>
      <w:r>
        <w:t>Decasa</w:t>
      </w:r>
      <w:proofErr w:type="spellEnd"/>
      <w:r>
        <w:t xml:space="preserve">, George C. </w:t>
      </w:r>
      <w:r w:rsidRPr="00D86078">
        <w:rPr>
          <w:rStyle w:val="libItalicChar"/>
        </w:rPr>
        <w:t xml:space="preserve">The Qur’anic Concept of Umma and its Function in Philippine Muslim Society. </w:t>
      </w:r>
      <w:r w:rsidRPr="00D86078">
        <w:rPr>
          <w:rStyle w:val="libNormalChar"/>
        </w:rPr>
        <w:t>Rome: Gregorian University Press, 1999.</w:t>
      </w:r>
    </w:p>
    <w:p w:rsidR="00ED3D62" w:rsidRDefault="00ED3D62" w:rsidP="00ED3D62">
      <w:pPr>
        <w:pStyle w:val="libNormal"/>
      </w:pPr>
      <w:proofErr w:type="spellStart"/>
      <w:r w:rsidRPr="00CA2CCA">
        <w:t>Dekmejian</w:t>
      </w:r>
      <w:proofErr w:type="spellEnd"/>
      <w:r w:rsidRPr="00CA2CCA">
        <w:t xml:space="preserve">, R. </w:t>
      </w:r>
      <w:proofErr w:type="spellStart"/>
      <w:r w:rsidRPr="00CA2CCA">
        <w:t>Hrair</w:t>
      </w:r>
      <w:proofErr w:type="spellEnd"/>
      <w:r w:rsidRPr="00CA2CCA">
        <w:t xml:space="preserve">. </w:t>
      </w:r>
      <w:r w:rsidRPr="00D86078">
        <w:rPr>
          <w:rStyle w:val="libItalicChar"/>
        </w:rPr>
        <w:t xml:space="preserve">Islam in Revolution: Fundamentalism in the Arab World. </w:t>
      </w:r>
      <w:r w:rsidRPr="00D86078">
        <w:t>Syracuse, NY: Syracuse University Press, 2</w:t>
      </w:r>
      <w:r w:rsidRPr="00750AA4">
        <w:t>nd</w:t>
      </w:r>
      <w:r>
        <w:t xml:space="preserve"> ed., 1995.</w:t>
      </w:r>
    </w:p>
    <w:p w:rsidR="00ED3D62" w:rsidRDefault="00ED3D62" w:rsidP="00ED3D62">
      <w:pPr>
        <w:pStyle w:val="libNormal"/>
      </w:pPr>
      <w:r>
        <w:t xml:space="preserve">Diamond, Larry, Marc F. Plattner and Daniel </w:t>
      </w:r>
      <w:proofErr w:type="spellStart"/>
      <w:r>
        <w:t>Brumberg</w:t>
      </w:r>
      <w:proofErr w:type="spellEnd"/>
      <w:r>
        <w:t xml:space="preserve">, eds. </w:t>
      </w:r>
      <w:r w:rsidRPr="00D86078">
        <w:rPr>
          <w:rStyle w:val="libItalicChar"/>
        </w:rPr>
        <w:t>Islam and Democracy in the</w:t>
      </w:r>
      <w:r w:rsidRPr="00CA2CCA">
        <w:t xml:space="preserve"> </w:t>
      </w:r>
      <w:r w:rsidRPr="00D86078">
        <w:rPr>
          <w:rStyle w:val="libItalicChar"/>
        </w:rPr>
        <w:t xml:space="preserve">Middle East. </w:t>
      </w:r>
      <w:r>
        <w:t>Baltimore, MD: Johns Hopkins University Press, 2003.</w:t>
      </w:r>
    </w:p>
    <w:p w:rsidR="00ED3D62" w:rsidRDefault="00ED3D62" w:rsidP="00ED3D62">
      <w:pPr>
        <w:pStyle w:val="libNormal"/>
      </w:pPr>
      <w:proofErr w:type="spellStart"/>
      <w:r>
        <w:t>Dien</w:t>
      </w:r>
      <w:proofErr w:type="spellEnd"/>
      <w:r>
        <w:t xml:space="preserve">, </w:t>
      </w:r>
      <w:proofErr w:type="spellStart"/>
      <w:r>
        <w:t>Mawil</w:t>
      </w:r>
      <w:proofErr w:type="spellEnd"/>
      <w:r>
        <w:t xml:space="preserve"> </w:t>
      </w:r>
      <w:proofErr w:type="spellStart"/>
      <w:r>
        <w:t>Izzi</w:t>
      </w:r>
      <w:proofErr w:type="spellEnd"/>
      <w:r>
        <w:t xml:space="preserve">. </w:t>
      </w:r>
      <w:r w:rsidRPr="00D86078">
        <w:rPr>
          <w:rStyle w:val="libItalicChar"/>
        </w:rPr>
        <w:t xml:space="preserve">The Environmental Dimensions of Islam. </w:t>
      </w:r>
      <w:r>
        <w:t xml:space="preserve">Cambridge, UK: </w:t>
      </w:r>
      <w:proofErr w:type="spellStart"/>
      <w:r>
        <w:t>Lutterworth</w:t>
      </w:r>
      <w:proofErr w:type="spellEnd"/>
      <w:r>
        <w:t xml:space="preserve"> Press, 2000.</w:t>
      </w:r>
    </w:p>
    <w:p w:rsidR="00ED3D62" w:rsidRDefault="00ED3D62" w:rsidP="00ED3D62">
      <w:pPr>
        <w:pStyle w:val="libNormal"/>
      </w:pPr>
      <w:proofErr w:type="spellStart"/>
      <w:r>
        <w:t>Djait</w:t>
      </w:r>
      <w:proofErr w:type="spellEnd"/>
      <w:r>
        <w:t xml:space="preserve">, </w:t>
      </w:r>
      <w:proofErr w:type="spellStart"/>
      <w:r>
        <w:t>Hichem</w:t>
      </w:r>
      <w:proofErr w:type="spellEnd"/>
      <w:r>
        <w:t xml:space="preserve">. </w:t>
      </w:r>
      <w:r w:rsidRPr="00D86078">
        <w:rPr>
          <w:rStyle w:val="libItalicChar"/>
        </w:rPr>
        <w:t>Europe and Islam.</w:t>
      </w:r>
      <w:r>
        <w:t xml:space="preserve"> Berkeley, CA: University of California Press, 1985.</w:t>
      </w:r>
    </w:p>
    <w:p w:rsidR="00ED3D62" w:rsidRDefault="00ED3D62" w:rsidP="00ED3D62">
      <w:pPr>
        <w:pStyle w:val="libNormal"/>
      </w:pPr>
      <w:r>
        <w:t xml:space="preserve">Dodge, Toby and Richard </w:t>
      </w:r>
      <w:proofErr w:type="spellStart"/>
      <w:r>
        <w:t>Higgott</w:t>
      </w:r>
      <w:proofErr w:type="spellEnd"/>
      <w:r>
        <w:t xml:space="preserve">, eds. </w:t>
      </w:r>
      <w:r w:rsidRPr="00D86078">
        <w:rPr>
          <w:rStyle w:val="libItalicChar"/>
        </w:rPr>
        <w:t>Globalization and the Middle East: Islam, Economy,</w:t>
      </w:r>
      <w:r w:rsidRPr="00CA2CCA">
        <w:t xml:space="preserve"> </w:t>
      </w:r>
      <w:r w:rsidRPr="00D86078">
        <w:rPr>
          <w:rStyle w:val="libItalicChar"/>
        </w:rPr>
        <w:t>Society and Politics.</w:t>
      </w:r>
      <w:r>
        <w:t xml:space="preserve"> London: Royal Institute of International </w:t>
      </w:r>
      <w:proofErr w:type="spellStart"/>
      <w:r>
        <w:t>Affiars</w:t>
      </w:r>
      <w:proofErr w:type="spellEnd"/>
      <w:r>
        <w:t xml:space="preserve"> (Chatham House), 2002.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Donaldson, William J. </w:t>
      </w:r>
      <w:r w:rsidRPr="00D86078">
        <w:rPr>
          <w:rStyle w:val="libItalicChar"/>
        </w:rPr>
        <w:t xml:space="preserve">Sharecropping in the Yemen: A Study in Islamic Theory, Custom and Pragmatism. </w:t>
      </w:r>
      <w:r w:rsidRPr="00D86078">
        <w:rPr>
          <w:rStyle w:val="libNormalChar"/>
        </w:rPr>
        <w:t>Leiden: E.J. Brill, 2000.</w:t>
      </w:r>
    </w:p>
    <w:p w:rsidR="00ED3D62" w:rsidRDefault="00ED3D62" w:rsidP="00ED3D62">
      <w:pPr>
        <w:pStyle w:val="libNormal"/>
      </w:pPr>
      <w:proofErr w:type="spellStart"/>
      <w:r w:rsidRPr="00CA2CCA">
        <w:t>Donnan</w:t>
      </w:r>
      <w:proofErr w:type="spellEnd"/>
      <w:r w:rsidRPr="00CA2CCA">
        <w:t xml:space="preserve">, Hastings, ed. </w:t>
      </w:r>
      <w:r w:rsidRPr="00D86078">
        <w:rPr>
          <w:rStyle w:val="libItalicChar"/>
        </w:rPr>
        <w:t>Interpreting Islam.</w:t>
      </w:r>
      <w:r>
        <w:t xml:space="preserve"> London: Sage (abridged ed.), 2002.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proofErr w:type="spellStart"/>
      <w:r>
        <w:t>Doumato</w:t>
      </w:r>
      <w:proofErr w:type="spellEnd"/>
      <w:r>
        <w:t xml:space="preserve">, Eleanor A. and Marsha </w:t>
      </w:r>
      <w:proofErr w:type="spellStart"/>
      <w:r>
        <w:t>Pripstein</w:t>
      </w:r>
      <w:proofErr w:type="spellEnd"/>
      <w:r>
        <w:t xml:space="preserve"> </w:t>
      </w:r>
      <w:proofErr w:type="spellStart"/>
      <w:r>
        <w:t>Posusney</w:t>
      </w:r>
      <w:proofErr w:type="spellEnd"/>
      <w:r>
        <w:t xml:space="preserve">, eds. </w:t>
      </w:r>
      <w:r w:rsidRPr="00D86078">
        <w:rPr>
          <w:rStyle w:val="libItalicChar"/>
        </w:rPr>
        <w:t>Women and Globalization in the</w:t>
      </w:r>
      <w:r w:rsidR="007D4755">
        <w:rPr>
          <w:rStyle w:val="libItalicChar"/>
        </w:rPr>
        <w:t xml:space="preserve"> </w:t>
      </w:r>
      <w:r w:rsidRPr="00D86078">
        <w:rPr>
          <w:rStyle w:val="libItalicChar"/>
        </w:rPr>
        <w:t xml:space="preserve">Arab Middle East: Gender, Economy and Society. </w:t>
      </w:r>
      <w:r w:rsidRPr="00D86078">
        <w:rPr>
          <w:rStyle w:val="libNormalChar"/>
        </w:rPr>
        <w:t xml:space="preserve">Boulder, CO: Lynne </w:t>
      </w:r>
      <w:proofErr w:type="spellStart"/>
      <w:r w:rsidRPr="00D86078">
        <w:rPr>
          <w:rStyle w:val="libNormalChar"/>
        </w:rPr>
        <w:t>Rienner</w:t>
      </w:r>
      <w:proofErr w:type="spellEnd"/>
      <w:r w:rsidRPr="00D86078">
        <w:rPr>
          <w:rStyle w:val="libNormalChar"/>
        </w:rPr>
        <w:t>, 2003.</w:t>
      </w:r>
    </w:p>
    <w:p w:rsidR="00ED3D62" w:rsidRDefault="00ED3D62" w:rsidP="00ED3D62">
      <w:pPr>
        <w:pStyle w:val="libNormal"/>
      </w:pPr>
      <w:r w:rsidRPr="00CA2CCA">
        <w:lastRenderedPageBreak/>
        <w:t xml:space="preserve">Dumper, Michael. </w:t>
      </w:r>
      <w:r w:rsidRPr="00D86078">
        <w:rPr>
          <w:rStyle w:val="libItalicChar"/>
        </w:rPr>
        <w:t>The Politics of Sacred Space: The Old City of Jerusalem in the Middle</w:t>
      </w:r>
      <w:r w:rsidRPr="00CA2CCA">
        <w:t xml:space="preserve"> </w:t>
      </w:r>
      <w:r w:rsidRPr="00D86078">
        <w:rPr>
          <w:rStyle w:val="libItalicChar"/>
        </w:rPr>
        <w:t>East</w:t>
      </w:r>
      <w:r w:rsidR="007D4755">
        <w:t xml:space="preserve"> </w:t>
      </w:r>
      <w:r w:rsidRPr="00D86078">
        <w:rPr>
          <w:rStyle w:val="libItalicChar"/>
        </w:rPr>
        <w:t xml:space="preserve">Conflict. </w:t>
      </w:r>
      <w:r>
        <w:t xml:space="preserve">Boulder, CO: Lynne </w:t>
      </w:r>
      <w:proofErr w:type="spellStart"/>
      <w:r>
        <w:t>Rienner</w:t>
      </w:r>
      <w:proofErr w:type="spellEnd"/>
      <w:r>
        <w:t>, 2002.</w:t>
      </w:r>
    </w:p>
    <w:p w:rsidR="00ED3D62" w:rsidRDefault="00ED3D62" w:rsidP="00ED3D62">
      <w:pPr>
        <w:pStyle w:val="libNormal"/>
      </w:pPr>
      <w:r>
        <w:t xml:space="preserve">Dwyer, Kevin. </w:t>
      </w:r>
      <w:r w:rsidRPr="00D86078">
        <w:rPr>
          <w:rStyle w:val="libItalicChar"/>
        </w:rPr>
        <w:t>Arab Voices: The Human Rights Debate in the Middle East.</w:t>
      </w:r>
      <w:r>
        <w:t xml:space="preserve"> Berkeley, CA:</w:t>
      </w:r>
      <w:r w:rsidR="007D4755">
        <w:t xml:space="preserve"> </w:t>
      </w:r>
      <w:r>
        <w:t>University of California Press, 1991.</w:t>
      </w:r>
    </w:p>
    <w:p w:rsidR="007D4755" w:rsidRDefault="00ED3D62" w:rsidP="00ED3D62">
      <w:pPr>
        <w:pStyle w:val="libNormal"/>
        <w:rPr>
          <w:rStyle w:val="libNormalChar"/>
        </w:rPr>
      </w:pPr>
      <w:proofErr w:type="spellStart"/>
      <w:r>
        <w:t>Eickelman</w:t>
      </w:r>
      <w:proofErr w:type="spellEnd"/>
      <w:r>
        <w:t xml:space="preserve">, Dale F. and Jon W. Anderson, eds. </w:t>
      </w:r>
      <w:r w:rsidRPr="00D86078">
        <w:rPr>
          <w:rStyle w:val="libItalicChar"/>
        </w:rPr>
        <w:t>New Media in the Muslim World: The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Emerging Public Sphere. </w:t>
      </w:r>
      <w:r w:rsidRPr="00D86078">
        <w:rPr>
          <w:rStyle w:val="libNormalChar"/>
        </w:rPr>
        <w:t>Bloomington, IN: Indiana University Press, 2</w:t>
      </w:r>
      <w:r w:rsidRPr="00CA2CCA">
        <w:rPr>
          <w:rStyle w:val="libNormalChar"/>
        </w:rPr>
        <w:t>nd</w:t>
      </w:r>
      <w:r w:rsidRPr="00D86078">
        <w:rPr>
          <w:rStyle w:val="libNormalChar"/>
        </w:rPr>
        <w:t xml:space="preserve"> ed., 2003.</w:t>
      </w:r>
    </w:p>
    <w:p w:rsidR="00ED3D62" w:rsidRDefault="00ED3D62" w:rsidP="00ED3D62">
      <w:pPr>
        <w:pStyle w:val="libNormal"/>
      </w:pPr>
      <w:proofErr w:type="spellStart"/>
      <w:r w:rsidRPr="00CA2CCA">
        <w:t>Eickelman</w:t>
      </w:r>
      <w:proofErr w:type="spellEnd"/>
      <w:r w:rsidRPr="00CA2CCA">
        <w:t xml:space="preserve">, Dale F. and James </w:t>
      </w:r>
      <w:proofErr w:type="spellStart"/>
      <w:r w:rsidRPr="00CA2CCA">
        <w:t>Piscatori</w:t>
      </w:r>
      <w:proofErr w:type="spellEnd"/>
      <w:r w:rsidRPr="00CA2CCA">
        <w:t xml:space="preserve">. </w:t>
      </w:r>
      <w:r w:rsidRPr="00D86078">
        <w:rPr>
          <w:rStyle w:val="libItalicChar"/>
        </w:rPr>
        <w:t>Muslim Politics.</w:t>
      </w:r>
      <w:r>
        <w:t xml:space="preserve"> Princeton, NJ: Princeton University Press, 1996.</w:t>
      </w:r>
    </w:p>
    <w:p w:rsidR="00ED3D62" w:rsidRDefault="00ED3D62" w:rsidP="00ED3D62">
      <w:pPr>
        <w:pStyle w:val="libNormal"/>
      </w:pPr>
      <w:r>
        <w:t xml:space="preserve">El </w:t>
      </w:r>
      <w:proofErr w:type="spellStart"/>
      <w:r>
        <w:t>Guindi</w:t>
      </w:r>
      <w:proofErr w:type="spellEnd"/>
      <w:r>
        <w:t xml:space="preserve">, </w:t>
      </w:r>
      <w:proofErr w:type="spellStart"/>
      <w:r>
        <w:t>Fadwa</w:t>
      </w:r>
      <w:proofErr w:type="spellEnd"/>
      <w:r>
        <w:t xml:space="preserve">. </w:t>
      </w:r>
      <w:r w:rsidRPr="00D86078">
        <w:rPr>
          <w:rStyle w:val="libItalicChar"/>
        </w:rPr>
        <w:t>Veil: Modesty, Privacy, and Resistance.</w:t>
      </w:r>
      <w:r>
        <w:t xml:space="preserve"> New York: Berg, 1999.</w:t>
      </w:r>
    </w:p>
    <w:p w:rsidR="007D4755" w:rsidRDefault="00ED3D62" w:rsidP="00ED3D62">
      <w:pPr>
        <w:pStyle w:val="libNormal"/>
      </w:pPr>
      <w:r>
        <w:t xml:space="preserve">El </w:t>
      </w:r>
      <w:proofErr w:type="spellStart"/>
      <w:r>
        <w:t>Saadawi</w:t>
      </w:r>
      <w:proofErr w:type="spellEnd"/>
      <w:r>
        <w:t xml:space="preserve">, Nawal. </w:t>
      </w:r>
      <w:r w:rsidRPr="00D86078">
        <w:rPr>
          <w:rStyle w:val="libItalicChar"/>
        </w:rPr>
        <w:t>The Hidden Face of Eve: Women in the Arab World.</w:t>
      </w:r>
      <w:r>
        <w:t xml:space="preserve"> Boston, MA: Beacon Press, 1980.</w:t>
      </w:r>
    </w:p>
    <w:p w:rsidR="00ED3D62" w:rsidRDefault="00ED3D62" w:rsidP="00ED3D62">
      <w:pPr>
        <w:pStyle w:val="libNormal"/>
      </w:pPr>
      <w:proofErr w:type="spellStart"/>
      <w:r>
        <w:t>Enayat</w:t>
      </w:r>
      <w:proofErr w:type="spellEnd"/>
      <w:r>
        <w:t xml:space="preserve">, Hamid. </w:t>
      </w:r>
      <w:r w:rsidRPr="00D86078">
        <w:rPr>
          <w:rStyle w:val="libItalicChar"/>
        </w:rPr>
        <w:t>Modern Islamic Political Thought.</w:t>
      </w:r>
      <w:r>
        <w:t xml:space="preserve"> Austin, TX: University of Texas Press, 1982.</w:t>
      </w:r>
    </w:p>
    <w:p w:rsidR="00ED3D62" w:rsidRDefault="00ED3D62" w:rsidP="00ED3D62">
      <w:pPr>
        <w:pStyle w:val="libNormal"/>
      </w:pPr>
      <w:r>
        <w:t xml:space="preserve">Erickson, John. </w:t>
      </w:r>
      <w:r w:rsidRPr="00D86078">
        <w:rPr>
          <w:rStyle w:val="libItalicChar"/>
        </w:rPr>
        <w:t>Islam and Postcolonial Narrative.</w:t>
      </w:r>
      <w:r>
        <w:t xml:space="preserve"> Cambridge, UK: Cambridge University Press,1998.</w:t>
      </w:r>
    </w:p>
    <w:p w:rsidR="00ED3D62" w:rsidRDefault="00ED3D62" w:rsidP="00ED3D62">
      <w:pPr>
        <w:pStyle w:val="libNormal"/>
      </w:pPr>
      <w:proofErr w:type="spellStart"/>
      <w:r>
        <w:t>Esack</w:t>
      </w:r>
      <w:proofErr w:type="spellEnd"/>
      <w:r>
        <w:t xml:space="preserve">, Farid. </w:t>
      </w:r>
      <w:r w:rsidRPr="00D86078">
        <w:rPr>
          <w:rStyle w:val="libItalicChar"/>
        </w:rPr>
        <w:t>Qur’an, Liberation, and Pluralism</w:t>
      </w:r>
      <w:r>
        <w:t xml:space="preserve">. Oxford, UK: </w:t>
      </w:r>
      <w:proofErr w:type="spellStart"/>
      <w:r>
        <w:t>Oneworld</w:t>
      </w:r>
      <w:proofErr w:type="spellEnd"/>
      <w:r>
        <w:t>, 1997.</w:t>
      </w:r>
    </w:p>
    <w:p w:rsidR="00ED3D62" w:rsidRDefault="00ED3D62" w:rsidP="00ED3D62">
      <w:pPr>
        <w:pStyle w:val="libNormal"/>
      </w:pPr>
      <w:r>
        <w:t xml:space="preserve">Esfandiari, </w:t>
      </w:r>
      <w:proofErr w:type="spellStart"/>
      <w:r>
        <w:t>Haleh</w:t>
      </w:r>
      <w:proofErr w:type="spellEnd"/>
      <w:r>
        <w:t xml:space="preserve"> and A.L. Udovitch, eds. </w:t>
      </w:r>
      <w:r w:rsidRPr="00D86078">
        <w:rPr>
          <w:rStyle w:val="libItalicChar"/>
        </w:rPr>
        <w:t>The Economic Dimensions of Middle Eastern</w:t>
      </w:r>
      <w:r w:rsidRPr="00CA2CCA">
        <w:t xml:space="preserve"> </w:t>
      </w:r>
      <w:r w:rsidRPr="00D86078">
        <w:rPr>
          <w:rStyle w:val="libItalicChar"/>
        </w:rPr>
        <w:t>History:</w:t>
      </w:r>
      <w:r w:rsidRPr="00CA2CCA">
        <w:t xml:space="preserve"> </w:t>
      </w:r>
      <w:r w:rsidRPr="00D86078">
        <w:rPr>
          <w:rStyle w:val="libItalicChar"/>
        </w:rPr>
        <w:t xml:space="preserve">Essays in Honor of Charles </w:t>
      </w:r>
      <w:proofErr w:type="spellStart"/>
      <w:r w:rsidRPr="00D86078">
        <w:rPr>
          <w:rStyle w:val="libItalicChar"/>
        </w:rPr>
        <w:t>Issawi</w:t>
      </w:r>
      <w:proofErr w:type="spellEnd"/>
      <w:r w:rsidRPr="00D86078">
        <w:rPr>
          <w:rStyle w:val="libItalicChar"/>
        </w:rPr>
        <w:t xml:space="preserve">. </w:t>
      </w:r>
      <w:r>
        <w:t>Princeton, NJ: Darwin Press, 1990.</w:t>
      </w:r>
    </w:p>
    <w:p w:rsidR="00ED3D62" w:rsidRDefault="00ED3D62" w:rsidP="00ED3D62">
      <w:pPr>
        <w:pStyle w:val="libNormal"/>
      </w:pPr>
      <w:r>
        <w:t xml:space="preserve">Esposito, John L. </w:t>
      </w:r>
      <w:r w:rsidRPr="00D86078">
        <w:rPr>
          <w:rStyle w:val="libItalicChar"/>
        </w:rPr>
        <w:t>Islam and Politics.</w:t>
      </w:r>
      <w:r>
        <w:t xml:space="preserve"> Syracuse, NY: Syracuse University Press, 1984.</w:t>
      </w:r>
    </w:p>
    <w:p w:rsidR="00ED3D62" w:rsidRDefault="00ED3D62" w:rsidP="00ED3D62">
      <w:pPr>
        <w:pStyle w:val="libNormal"/>
      </w:pPr>
      <w:r>
        <w:t xml:space="preserve">Esposito, John L. </w:t>
      </w:r>
      <w:r w:rsidRPr="00D86078">
        <w:rPr>
          <w:rStyle w:val="libItalicChar"/>
        </w:rPr>
        <w:t>The Islamic Threat: Myth or Reality?</w:t>
      </w:r>
      <w:r w:rsidRPr="00D86078">
        <w:t xml:space="preserve"> New York: Oxford University Press, 3</w:t>
      </w:r>
      <w:r w:rsidRPr="00750AA4">
        <w:t>rd</w:t>
      </w:r>
      <w:r>
        <w:t xml:space="preserve"> ed., 1999.</w:t>
      </w:r>
    </w:p>
    <w:p w:rsidR="00ED3D62" w:rsidRDefault="00ED3D62" w:rsidP="00ED3D62">
      <w:pPr>
        <w:pStyle w:val="libNormal"/>
      </w:pPr>
      <w:r>
        <w:t xml:space="preserve">Esposito, John L. </w:t>
      </w:r>
      <w:r w:rsidRPr="00D86078">
        <w:rPr>
          <w:rStyle w:val="libItalicChar"/>
        </w:rPr>
        <w:t>Unholy War: Terror in the Name of Islam.</w:t>
      </w:r>
      <w:r>
        <w:t xml:space="preserve"> New York: Oxford University Press, 2002.</w:t>
      </w:r>
    </w:p>
    <w:p w:rsidR="00ED3D62" w:rsidRDefault="00ED3D62" w:rsidP="00ED3D62">
      <w:pPr>
        <w:pStyle w:val="libNormal"/>
      </w:pPr>
      <w:r>
        <w:t xml:space="preserve">Esposito, John L., ed. </w:t>
      </w:r>
      <w:r w:rsidRPr="00D86078">
        <w:rPr>
          <w:rStyle w:val="libItalicChar"/>
        </w:rPr>
        <w:t>Islam and Development: Religion and Sociopolitical Change.</w:t>
      </w:r>
      <w:r>
        <w:t xml:space="preserve"> Syracuse, NY: Syracuse University Press, 1980.</w:t>
      </w:r>
    </w:p>
    <w:p w:rsidR="00ED3D62" w:rsidRDefault="00ED3D62" w:rsidP="00ED3D62">
      <w:pPr>
        <w:pStyle w:val="libNormal"/>
      </w:pPr>
      <w:r>
        <w:t xml:space="preserve">Esposito, John L., ed. </w:t>
      </w:r>
      <w:r w:rsidRPr="00D86078">
        <w:rPr>
          <w:rStyle w:val="libItalicChar"/>
        </w:rPr>
        <w:t xml:space="preserve">Political Islam: Revolution, Radicalism or Reform? </w:t>
      </w:r>
      <w:r>
        <w:t xml:space="preserve">Boulder, CO: Lynne </w:t>
      </w:r>
      <w:proofErr w:type="spellStart"/>
      <w:r>
        <w:t>Rienner</w:t>
      </w:r>
      <w:proofErr w:type="spellEnd"/>
      <w:r>
        <w:t xml:space="preserve"> Publ., 1997.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Esposito, John L. and François </w:t>
      </w:r>
      <w:proofErr w:type="spellStart"/>
      <w:r>
        <w:t>Burgat</w:t>
      </w:r>
      <w:proofErr w:type="spellEnd"/>
      <w:r>
        <w:t xml:space="preserve">, eds. </w:t>
      </w:r>
      <w:r w:rsidRPr="00D86078">
        <w:rPr>
          <w:rStyle w:val="libItalicChar"/>
        </w:rPr>
        <w:t>Modernizing Islam: Religion in the Public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Sphere in Europe and the Middle East. </w:t>
      </w:r>
      <w:r w:rsidRPr="00D86078">
        <w:rPr>
          <w:rStyle w:val="libNormalChar"/>
        </w:rPr>
        <w:t>New Brunswick, NJ: Rutgers University Press, 2003.</w:t>
      </w:r>
    </w:p>
    <w:p w:rsidR="00ED3D62" w:rsidRDefault="00ED3D62" w:rsidP="00ED3D62">
      <w:pPr>
        <w:pStyle w:val="libNormal"/>
      </w:pPr>
      <w:r w:rsidRPr="00CA2CCA">
        <w:t xml:space="preserve">Esposito, John L. and John O. </w:t>
      </w:r>
      <w:proofErr w:type="spellStart"/>
      <w:r w:rsidRPr="00CA2CCA">
        <w:t>Voll</w:t>
      </w:r>
      <w:proofErr w:type="spellEnd"/>
      <w:r w:rsidRPr="00CA2CCA">
        <w:t xml:space="preserve">, eds. </w:t>
      </w:r>
      <w:r w:rsidRPr="00D86078">
        <w:rPr>
          <w:rStyle w:val="libItalicChar"/>
        </w:rPr>
        <w:t>Islam and Democracy.</w:t>
      </w:r>
      <w:r>
        <w:t xml:space="preserve"> Oxford, UK: Oxford University Press, 1996.</w:t>
      </w:r>
    </w:p>
    <w:p w:rsidR="00ED3D62" w:rsidRDefault="00ED3D62" w:rsidP="00ED3D62">
      <w:pPr>
        <w:pStyle w:val="libNormal"/>
      </w:pPr>
      <w:r>
        <w:t xml:space="preserve">Esposito, John L. and John O. </w:t>
      </w:r>
      <w:proofErr w:type="spellStart"/>
      <w:r>
        <w:t>Voll</w:t>
      </w:r>
      <w:proofErr w:type="spellEnd"/>
      <w:r>
        <w:t xml:space="preserve">. </w:t>
      </w:r>
      <w:r w:rsidRPr="00D86078">
        <w:rPr>
          <w:rStyle w:val="libItalicChar"/>
        </w:rPr>
        <w:t>Makers of Contemporary Islam.</w:t>
      </w:r>
      <w:r>
        <w:t xml:space="preserve"> New York: Oxford University Press, 2001.</w:t>
      </w:r>
    </w:p>
    <w:p w:rsidR="00ED3D62" w:rsidRDefault="00ED3D62" w:rsidP="00ED3D62">
      <w:pPr>
        <w:pStyle w:val="libNormal"/>
      </w:pPr>
      <w:r>
        <w:t xml:space="preserve">Everest, Larry. </w:t>
      </w:r>
      <w:r w:rsidRPr="00D86078">
        <w:rPr>
          <w:rStyle w:val="libItalicChar"/>
        </w:rPr>
        <w:t>Oil, Power and Empire: Iraq and the U.S. Global Agenda.</w:t>
      </w:r>
      <w:r>
        <w:t xml:space="preserve"> Monroe, ME: Common Courage Press, 2003.</w:t>
      </w:r>
    </w:p>
    <w:p w:rsidR="00ED3D62" w:rsidRDefault="00ED3D62" w:rsidP="00ED3D62">
      <w:pPr>
        <w:pStyle w:val="libNormal"/>
      </w:pPr>
      <w:r>
        <w:t xml:space="preserve">Ewing, Katherine Pratt. </w:t>
      </w:r>
      <w:r w:rsidRPr="00D86078">
        <w:rPr>
          <w:rStyle w:val="libItalicChar"/>
        </w:rPr>
        <w:t xml:space="preserve">Arguing Sainthood: Modernity, Psychoanalysis and Islam. </w:t>
      </w:r>
      <w:r>
        <w:t>Durham, NC: Duke University Press, 1997.</w:t>
      </w:r>
    </w:p>
    <w:p w:rsidR="00ED3D62" w:rsidRDefault="00ED3D62" w:rsidP="00ED3D62">
      <w:pPr>
        <w:pStyle w:val="libNormal"/>
      </w:pPr>
      <w:r>
        <w:t xml:space="preserve">Falk, Richard (Jean Allain, ed.). </w:t>
      </w:r>
      <w:r w:rsidRPr="00D86078">
        <w:rPr>
          <w:rStyle w:val="libItalicChar"/>
        </w:rPr>
        <w:t xml:space="preserve">Unlocking the Middle East: The Writings of Richard Falk. </w:t>
      </w:r>
      <w:r>
        <w:t>Northampton, MA: Olive Branch Press/Interlink, 2003.</w:t>
      </w:r>
    </w:p>
    <w:p w:rsidR="00ED3D62" w:rsidRDefault="00ED3D62" w:rsidP="00ED3D62">
      <w:pPr>
        <w:pStyle w:val="libNormal"/>
      </w:pPr>
      <w:r>
        <w:t xml:space="preserve">Feldman, Noah. </w:t>
      </w:r>
      <w:r w:rsidRPr="00D86078">
        <w:rPr>
          <w:rStyle w:val="libItalicChar"/>
        </w:rPr>
        <w:t>After Jihad: America and the Struggle for Islamic Democracy.</w:t>
      </w:r>
      <w:r>
        <w:t xml:space="preserve"> New York: Farrar, Straus, Giroux, 2003.</w:t>
      </w:r>
    </w:p>
    <w:p w:rsidR="00ED3D62" w:rsidRDefault="00ED3D62" w:rsidP="00ED3D62">
      <w:pPr>
        <w:pStyle w:val="libNormal"/>
      </w:pPr>
      <w:proofErr w:type="spellStart"/>
      <w:r>
        <w:lastRenderedPageBreak/>
        <w:t>Fernea</w:t>
      </w:r>
      <w:proofErr w:type="spellEnd"/>
      <w:r>
        <w:t xml:space="preserve">, Elizabeth Warnock. </w:t>
      </w:r>
      <w:r w:rsidRPr="00D86078">
        <w:rPr>
          <w:rStyle w:val="libItalicChar"/>
        </w:rPr>
        <w:t xml:space="preserve">Guests of the Sheik: An Ethnography of an Iraqi Village. </w:t>
      </w:r>
      <w:r>
        <w:t>New York: Anchor, 1969 (reissue ed.).</w:t>
      </w:r>
    </w:p>
    <w:p w:rsidR="007D4755" w:rsidRDefault="00ED3D62" w:rsidP="00ED3D62">
      <w:pPr>
        <w:pStyle w:val="libNormal"/>
      </w:pPr>
      <w:proofErr w:type="spellStart"/>
      <w:r>
        <w:t>Fernea</w:t>
      </w:r>
      <w:proofErr w:type="spellEnd"/>
      <w:r>
        <w:t xml:space="preserve">, Elizabeth Warnock. </w:t>
      </w:r>
      <w:r w:rsidRPr="00D86078">
        <w:rPr>
          <w:rStyle w:val="libItalicChar"/>
        </w:rPr>
        <w:t>In Search of Islamic Feminism: One Woman’s Global Journey.</w:t>
      </w:r>
      <w:r>
        <w:t xml:space="preserve"> New York: Bantam Books, 1998.</w:t>
      </w:r>
    </w:p>
    <w:p w:rsidR="00ED3D62" w:rsidRDefault="00ED3D62" w:rsidP="00ED3D62">
      <w:pPr>
        <w:pStyle w:val="libNormal"/>
      </w:pPr>
      <w:proofErr w:type="spellStart"/>
      <w:r>
        <w:t>Fernea</w:t>
      </w:r>
      <w:proofErr w:type="spellEnd"/>
      <w:r>
        <w:t xml:space="preserve">, Elizabeth Warnock. </w:t>
      </w:r>
      <w:r w:rsidRPr="00D86078">
        <w:rPr>
          <w:rStyle w:val="libItalicChar"/>
        </w:rPr>
        <w:t>A Street in Marrakech.</w:t>
      </w:r>
      <w:r>
        <w:t xml:space="preserve"> Prospect Heights, IL: Waveland Press, 1988.</w:t>
      </w:r>
    </w:p>
    <w:p w:rsidR="00ED3D62" w:rsidRDefault="00ED3D62" w:rsidP="00ED3D62">
      <w:pPr>
        <w:pStyle w:val="libNormal"/>
      </w:pPr>
      <w:proofErr w:type="spellStart"/>
      <w:r>
        <w:t>Fernea</w:t>
      </w:r>
      <w:proofErr w:type="spellEnd"/>
      <w:r>
        <w:t xml:space="preserve">, Elizabeth Warnock, ed. </w:t>
      </w:r>
      <w:r w:rsidRPr="00D86078">
        <w:rPr>
          <w:rStyle w:val="libItalicChar"/>
        </w:rPr>
        <w:t>Children in the Muslim Middle East.</w:t>
      </w:r>
      <w:r>
        <w:t xml:space="preserve"> Austin, TX: University of Texas Press, 1995.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proofErr w:type="spellStart"/>
      <w:r>
        <w:t>Fernea</w:t>
      </w:r>
      <w:proofErr w:type="spellEnd"/>
      <w:r>
        <w:t xml:space="preserve">, Elizabeth Warnock and </w:t>
      </w:r>
      <w:proofErr w:type="spellStart"/>
      <w:r>
        <w:t>Basima</w:t>
      </w:r>
      <w:proofErr w:type="spellEnd"/>
      <w:r>
        <w:t xml:space="preserve"> </w:t>
      </w:r>
      <w:proofErr w:type="spellStart"/>
      <w:r>
        <w:t>Qattan</w:t>
      </w:r>
      <w:proofErr w:type="spellEnd"/>
      <w:r>
        <w:t xml:space="preserve"> </w:t>
      </w:r>
      <w:proofErr w:type="spellStart"/>
      <w:r>
        <w:t>Bezirgan</w:t>
      </w:r>
      <w:proofErr w:type="spellEnd"/>
      <w:r>
        <w:t xml:space="preserve">, eds. </w:t>
      </w:r>
      <w:r w:rsidRPr="00D86078">
        <w:rPr>
          <w:rStyle w:val="libItalicChar"/>
        </w:rPr>
        <w:t>Middle Eastern Muslim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Women Speak. </w:t>
      </w:r>
      <w:r w:rsidRPr="00D86078">
        <w:rPr>
          <w:rStyle w:val="libNormalChar"/>
        </w:rPr>
        <w:t>Austin, TX: University of Texas Press, 1978.</w:t>
      </w:r>
    </w:p>
    <w:p w:rsidR="00ED3D62" w:rsidRDefault="00ED3D62" w:rsidP="00ED3D62">
      <w:pPr>
        <w:pStyle w:val="libNormal"/>
      </w:pPr>
      <w:r w:rsidRPr="00CA2CCA">
        <w:t xml:space="preserve">Finkelstein, Norman G. </w:t>
      </w:r>
      <w:r w:rsidRPr="00D86078">
        <w:rPr>
          <w:rStyle w:val="libItalicChar"/>
        </w:rPr>
        <w:t>Image and Reality of the Israel-Palestine Conflict.</w:t>
      </w:r>
      <w:r>
        <w:t xml:space="preserve"> London: Verso, 1995.</w:t>
      </w:r>
    </w:p>
    <w:p w:rsidR="007D4755" w:rsidRDefault="00ED3D62" w:rsidP="00ED3D62">
      <w:pPr>
        <w:pStyle w:val="libNormal"/>
      </w:pPr>
      <w:r>
        <w:t xml:space="preserve">Fischer, Michael M.J. and Mehdi Abedi. </w:t>
      </w:r>
      <w:r w:rsidRPr="00D86078">
        <w:rPr>
          <w:rStyle w:val="libItalicChar"/>
        </w:rPr>
        <w:t>Debating Muslims: Cultural Dialogues in</w:t>
      </w:r>
      <w:r w:rsidRPr="00CA2CCA">
        <w:t xml:space="preserve"> </w:t>
      </w:r>
      <w:r w:rsidRPr="00D86078">
        <w:rPr>
          <w:rStyle w:val="libItalicChar"/>
        </w:rPr>
        <w:t xml:space="preserve">Postmodernity and Tradition. </w:t>
      </w:r>
      <w:r>
        <w:t>Madison, WI: University of Wisconsin Press, 1990.</w:t>
      </w:r>
    </w:p>
    <w:p w:rsidR="00ED3D62" w:rsidRDefault="00ED3D62" w:rsidP="00ED3D62">
      <w:pPr>
        <w:pStyle w:val="libNormal"/>
      </w:pPr>
      <w:r>
        <w:t xml:space="preserve">Firestone, Reuven. </w:t>
      </w:r>
      <w:r w:rsidRPr="00D86078">
        <w:rPr>
          <w:rStyle w:val="libItalicChar"/>
        </w:rPr>
        <w:t>Jihad: The Origin of Holy War in Islam.</w:t>
      </w:r>
      <w:r>
        <w:t xml:space="preserve"> Oxford, UK: Oxford University Press, 2002.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Fleischmann, Ellen L. </w:t>
      </w:r>
      <w:r w:rsidRPr="00D86078">
        <w:rPr>
          <w:rStyle w:val="libItalicChar"/>
        </w:rPr>
        <w:t>The Nation and Its “New” Women: The Palestinian Women’s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Movement, 1920-1948. </w:t>
      </w:r>
      <w:r w:rsidRPr="00D86078">
        <w:rPr>
          <w:rStyle w:val="libNormalChar"/>
        </w:rPr>
        <w:t>Berkeley, CA: University of California Press, 2003.</w:t>
      </w:r>
    </w:p>
    <w:p w:rsidR="007D4755" w:rsidRDefault="00ED3D62" w:rsidP="00ED3D62">
      <w:pPr>
        <w:pStyle w:val="libNormal"/>
      </w:pPr>
      <w:proofErr w:type="spellStart"/>
      <w:r w:rsidRPr="00CA2CCA">
        <w:t>Fluehr-Lobban</w:t>
      </w:r>
      <w:proofErr w:type="spellEnd"/>
      <w:r w:rsidRPr="00CA2CCA">
        <w:t xml:space="preserve">, Carolyn. </w:t>
      </w:r>
      <w:r w:rsidRPr="00D86078">
        <w:rPr>
          <w:rStyle w:val="libItalicChar"/>
        </w:rPr>
        <w:t>Islamic Societies in Practice.</w:t>
      </w:r>
      <w:r w:rsidRPr="00D86078">
        <w:t xml:space="preserve"> Gainesville, FL: University Press of Florida, 2</w:t>
      </w:r>
      <w:r w:rsidRPr="00750AA4">
        <w:t>nd</w:t>
      </w:r>
      <w:r>
        <w:t xml:space="preserve"> ed., 2004.</w:t>
      </w:r>
    </w:p>
    <w:p w:rsidR="00ED3D62" w:rsidRDefault="00ED3D62" w:rsidP="00ED3D62">
      <w:pPr>
        <w:pStyle w:val="libNormal"/>
      </w:pPr>
      <w:r>
        <w:t xml:space="preserve">Friedland, Roger and Richard Hecht. </w:t>
      </w:r>
      <w:r w:rsidRPr="00D86078">
        <w:rPr>
          <w:rStyle w:val="libItalicChar"/>
        </w:rPr>
        <w:t>To Rule Jerusalem.</w:t>
      </w:r>
      <w:r>
        <w:t xml:space="preserve"> Berkeley, CA: University of California Press, 2000.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Friedmann, Yohanan. </w:t>
      </w:r>
      <w:r w:rsidRPr="00D86078">
        <w:rPr>
          <w:rStyle w:val="libItalicChar"/>
        </w:rPr>
        <w:t xml:space="preserve">Shaykh Ahmad </w:t>
      </w:r>
      <w:proofErr w:type="spellStart"/>
      <w:r w:rsidRPr="00D86078">
        <w:rPr>
          <w:rStyle w:val="libItalicChar"/>
        </w:rPr>
        <w:t>Sirhindi</w:t>
      </w:r>
      <w:proofErr w:type="spellEnd"/>
      <w:r w:rsidRPr="00D86078">
        <w:rPr>
          <w:rStyle w:val="libItalicChar"/>
        </w:rPr>
        <w:t>: An Outline of His Thought and Study of His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Image in the Eyes of Posterity. </w:t>
      </w:r>
      <w:r w:rsidRPr="00D86078">
        <w:rPr>
          <w:rStyle w:val="libNormalChar"/>
        </w:rPr>
        <w:t>Delhi: Oxford University Press, 2001 (orig. publ.,1971).</w:t>
      </w:r>
    </w:p>
    <w:p w:rsidR="00ED3D62" w:rsidRPr="00D86078" w:rsidRDefault="00ED3D62" w:rsidP="00ED3D62">
      <w:pPr>
        <w:rPr>
          <w:rStyle w:val="libItalicChar"/>
        </w:rPr>
      </w:pPr>
      <w:r w:rsidRPr="00D86078">
        <w:rPr>
          <w:rStyle w:val="libNormalChar"/>
        </w:rPr>
        <w:t xml:space="preserve">Friedmann, Yohanan. </w:t>
      </w:r>
      <w:r w:rsidRPr="00D86078">
        <w:rPr>
          <w:rStyle w:val="libItalicChar"/>
        </w:rPr>
        <w:t xml:space="preserve">Tolerance and Coercion in Islam: Interfaith Relations in the Muslim </w:t>
      </w:r>
      <w:proofErr w:type="spellStart"/>
      <w:r w:rsidRPr="00D86078">
        <w:rPr>
          <w:rStyle w:val="libItalicChar"/>
        </w:rPr>
        <w:t>Tradition.</w:t>
      </w:r>
      <w:r w:rsidRPr="00D86078">
        <w:rPr>
          <w:rStyle w:val="libNormalChar"/>
        </w:rPr>
        <w:t>Cambridge</w:t>
      </w:r>
      <w:proofErr w:type="spellEnd"/>
      <w:r w:rsidRPr="00D86078">
        <w:rPr>
          <w:rStyle w:val="libNormalChar"/>
        </w:rPr>
        <w:t>, UK: Cambridge University Press, 2003.</w:t>
      </w:r>
    </w:p>
    <w:p w:rsidR="00ED3D62" w:rsidRDefault="00ED3D62" w:rsidP="00ED3D62">
      <w:pPr>
        <w:pStyle w:val="libNormal"/>
      </w:pPr>
      <w:r w:rsidRPr="00CA2CCA">
        <w:t xml:space="preserve">Fuller, Graham. </w:t>
      </w:r>
      <w:r w:rsidRPr="00D86078">
        <w:rPr>
          <w:rStyle w:val="libItalicChar"/>
        </w:rPr>
        <w:t>The Future of Political Islam</w:t>
      </w:r>
      <w:r>
        <w:t>. New York: Palgrave Macmillan, 2003.</w:t>
      </w:r>
    </w:p>
    <w:p w:rsidR="00ED3D62" w:rsidRDefault="00ED3D62" w:rsidP="00ED3D62">
      <w:pPr>
        <w:pStyle w:val="libNormal"/>
      </w:pPr>
      <w:r>
        <w:t xml:space="preserve">Fuller, Graham E. and Ian O. Lesser. </w:t>
      </w:r>
      <w:r w:rsidRPr="00D86078">
        <w:rPr>
          <w:rStyle w:val="libItalicChar"/>
        </w:rPr>
        <w:t>The Geopolitics of Islam and the West.</w:t>
      </w:r>
      <w:r>
        <w:t xml:space="preserve"> Boulder, CO: Westview Press, 1995.</w:t>
      </w:r>
    </w:p>
    <w:p w:rsidR="00ED3D62" w:rsidRDefault="00ED3D62" w:rsidP="00ED3D62">
      <w:pPr>
        <w:pStyle w:val="libNormal"/>
      </w:pPr>
      <w:r>
        <w:t xml:space="preserve">Garnham, David and Mark Tessler, eds. </w:t>
      </w:r>
      <w:r w:rsidRPr="00D86078">
        <w:rPr>
          <w:rStyle w:val="libItalicChar"/>
        </w:rPr>
        <w:t xml:space="preserve">Democracy, War and Peace in the Middle East. </w:t>
      </w:r>
      <w:r>
        <w:t>Bloomington, IN: Indiana University Press, 1995.</w:t>
      </w:r>
    </w:p>
    <w:p w:rsidR="00ED3D62" w:rsidRDefault="00ED3D62" w:rsidP="00ED3D62">
      <w:pPr>
        <w:pStyle w:val="libNormal"/>
      </w:pPr>
      <w:proofErr w:type="spellStart"/>
      <w:r>
        <w:t>Gasiorowski</w:t>
      </w:r>
      <w:proofErr w:type="spellEnd"/>
      <w:r>
        <w:t xml:space="preserve">, Mark. </w:t>
      </w:r>
      <w:r w:rsidRPr="00D86078">
        <w:rPr>
          <w:rStyle w:val="libItalicChar"/>
        </w:rPr>
        <w:t>U.S. Foreign Policy and the Shah: Building a Client State in Iran.</w:t>
      </w:r>
      <w:r>
        <w:t xml:space="preserve"> Ithaca, NY: Cornell University Press, 1991.</w:t>
      </w:r>
    </w:p>
    <w:p w:rsidR="00ED3D62" w:rsidRDefault="00ED3D62" w:rsidP="00ED3D62">
      <w:pPr>
        <w:pStyle w:val="libNormal"/>
      </w:pPr>
      <w:r>
        <w:t xml:space="preserve">Gellner, Ernest. </w:t>
      </w:r>
      <w:r w:rsidRPr="00D86078">
        <w:rPr>
          <w:rStyle w:val="libItalicChar"/>
        </w:rPr>
        <w:t>Muslim Society.</w:t>
      </w:r>
      <w:r>
        <w:t xml:space="preserve"> Cambridge, UK: Cambridge University Press, 1981.</w:t>
      </w:r>
    </w:p>
    <w:p w:rsidR="00ED3D62" w:rsidRDefault="00ED3D62" w:rsidP="00ED3D62">
      <w:pPr>
        <w:pStyle w:val="libNormal"/>
      </w:pPr>
      <w:proofErr w:type="spellStart"/>
      <w:r>
        <w:t>Gendzier</w:t>
      </w:r>
      <w:proofErr w:type="spellEnd"/>
      <w:r>
        <w:t xml:space="preserve">, Irene L. </w:t>
      </w:r>
      <w:r w:rsidRPr="00D86078">
        <w:rPr>
          <w:rStyle w:val="libItalicChar"/>
        </w:rPr>
        <w:t>Notes from the Minefield: Unites States Intervention in Lebanon and the</w:t>
      </w:r>
      <w:r w:rsidRPr="00CA2CCA">
        <w:t xml:space="preserve"> </w:t>
      </w:r>
      <w:r w:rsidRPr="00D86078">
        <w:rPr>
          <w:rStyle w:val="libItalicChar"/>
        </w:rPr>
        <w:t xml:space="preserve">Middle East, 1945-1958. </w:t>
      </w:r>
      <w:r>
        <w:t>Boulder, CO: Westview Press, 1998.</w:t>
      </w:r>
    </w:p>
    <w:p w:rsidR="00ED3D62" w:rsidRDefault="00ED3D62" w:rsidP="00ED3D62">
      <w:pPr>
        <w:pStyle w:val="libNormal"/>
      </w:pPr>
      <w:r>
        <w:t xml:space="preserve">Gerber, Haim. </w:t>
      </w:r>
      <w:r w:rsidRPr="00D86078">
        <w:rPr>
          <w:rStyle w:val="libItalicChar"/>
        </w:rPr>
        <w:t>Islam, Guerilla War, and Revolution.</w:t>
      </w:r>
      <w:r>
        <w:t xml:space="preserve"> Boulder, CO: Lynne </w:t>
      </w:r>
      <w:proofErr w:type="spellStart"/>
      <w:r>
        <w:t>Rienner</w:t>
      </w:r>
      <w:proofErr w:type="spellEnd"/>
      <w:r>
        <w:t>, 1988.</w:t>
      </w:r>
    </w:p>
    <w:p w:rsidR="00ED3D62" w:rsidRDefault="00ED3D62" w:rsidP="00ED3D62">
      <w:pPr>
        <w:pStyle w:val="libNormal"/>
      </w:pPr>
      <w:r>
        <w:t xml:space="preserve">Gerber, Haim. </w:t>
      </w:r>
      <w:r w:rsidRPr="00D86078">
        <w:rPr>
          <w:rStyle w:val="libItalicChar"/>
        </w:rPr>
        <w:t>The Social Origins of the Modern Middle East.</w:t>
      </w:r>
      <w:r>
        <w:t xml:space="preserve"> Boulder, CO: Lynne </w:t>
      </w:r>
      <w:proofErr w:type="spellStart"/>
      <w:r>
        <w:t>Rienner</w:t>
      </w:r>
      <w:proofErr w:type="spellEnd"/>
      <w:r>
        <w:t>, 1987.</w:t>
      </w:r>
    </w:p>
    <w:p w:rsidR="007D4755" w:rsidRDefault="00ED3D62" w:rsidP="00ED3D62">
      <w:pPr>
        <w:pStyle w:val="libNormal"/>
      </w:pPr>
      <w:proofErr w:type="spellStart"/>
      <w:r>
        <w:lastRenderedPageBreak/>
        <w:t>Gerges</w:t>
      </w:r>
      <w:proofErr w:type="spellEnd"/>
      <w:r>
        <w:t xml:space="preserve">, Fawaz A. </w:t>
      </w:r>
      <w:r w:rsidRPr="00D86078">
        <w:rPr>
          <w:rStyle w:val="libItalicChar"/>
        </w:rPr>
        <w:t xml:space="preserve">America and Political Islam: Clash of Cultures or Clash of Interests? </w:t>
      </w:r>
      <w:r>
        <w:t>Cambridge, UK: Cambridge University Press, 1999.</w:t>
      </w:r>
    </w:p>
    <w:p w:rsidR="007D4755" w:rsidRDefault="00ED3D62" w:rsidP="00ED3D62">
      <w:pPr>
        <w:pStyle w:val="libNormal"/>
      </w:pPr>
      <w:proofErr w:type="spellStart"/>
      <w:r>
        <w:t>Gerner</w:t>
      </w:r>
      <w:proofErr w:type="spellEnd"/>
      <w:r>
        <w:t xml:space="preserve">, Deborah J. and Jillian Schwedler, eds. </w:t>
      </w:r>
      <w:r w:rsidRPr="00D86078">
        <w:rPr>
          <w:rStyle w:val="libItalicChar"/>
        </w:rPr>
        <w:t>Understanding the Contemporary Middle East.</w:t>
      </w:r>
      <w:r w:rsidRPr="00D86078">
        <w:t xml:space="preserve"> Boulder, CO: Lynne </w:t>
      </w:r>
      <w:proofErr w:type="spellStart"/>
      <w:r w:rsidRPr="00D86078">
        <w:t>Rienner</w:t>
      </w:r>
      <w:proofErr w:type="spellEnd"/>
      <w:r w:rsidRPr="00D86078">
        <w:t>, 2</w:t>
      </w:r>
      <w:r w:rsidRPr="00750AA4">
        <w:t>nd</w:t>
      </w:r>
      <w:r>
        <w:t xml:space="preserve"> ed., 2003.</w:t>
      </w:r>
    </w:p>
    <w:p w:rsidR="00ED3D62" w:rsidRDefault="00ED3D62" w:rsidP="00ED3D62">
      <w:pPr>
        <w:pStyle w:val="libNormal"/>
      </w:pPr>
      <w:proofErr w:type="spellStart"/>
      <w:r>
        <w:t>Ghadbian</w:t>
      </w:r>
      <w:proofErr w:type="spellEnd"/>
      <w:r>
        <w:t xml:space="preserve">, Najib. </w:t>
      </w:r>
      <w:r w:rsidRPr="00D86078">
        <w:rPr>
          <w:rStyle w:val="libItalicChar"/>
        </w:rPr>
        <w:t>Democratization and the Islamist Challenge in the Arab World</w:t>
      </w:r>
      <w:r>
        <w:t>. Boulder, CO: Westview Press, 1997.</w:t>
      </w:r>
    </w:p>
    <w:p w:rsidR="00ED3D62" w:rsidRDefault="00ED3D62" w:rsidP="00ED3D62">
      <w:pPr>
        <w:pStyle w:val="libNormal"/>
      </w:pPr>
      <w:r>
        <w:t xml:space="preserve">Ghanem, </w:t>
      </w:r>
      <w:proofErr w:type="spellStart"/>
      <w:r>
        <w:t>As’ad</w:t>
      </w:r>
      <w:proofErr w:type="spellEnd"/>
      <w:r>
        <w:t xml:space="preserve">. </w:t>
      </w:r>
      <w:r w:rsidRPr="00D86078">
        <w:rPr>
          <w:rStyle w:val="libItalicChar"/>
        </w:rPr>
        <w:t>The Palestinian Regime: A “Partial Democracy.”</w:t>
      </w:r>
      <w:r>
        <w:t xml:space="preserve"> Brighton: Sussex Academic Press, 2001.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proofErr w:type="spellStart"/>
      <w:r>
        <w:t>Ghoussoub</w:t>
      </w:r>
      <w:proofErr w:type="spellEnd"/>
      <w:r>
        <w:t xml:space="preserve">, Mai and Emma Sinclair-Webb. </w:t>
      </w:r>
      <w:r w:rsidRPr="00D86078">
        <w:rPr>
          <w:rStyle w:val="libItalicChar"/>
        </w:rPr>
        <w:t>Imagined Masculinities: Male Identity and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Culture in the Modern Middle East. </w:t>
      </w:r>
      <w:r w:rsidRPr="00D86078">
        <w:rPr>
          <w:rStyle w:val="libNormalChar"/>
        </w:rPr>
        <w:t xml:space="preserve">London: </w:t>
      </w:r>
      <w:proofErr w:type="spellStart"/>
      <w:r w:rsidRPr="00D86078">
        <w:rPr>
          <w:rStyle w:val="libNormalChar"/>
        </w:rPr>
        <w:t>Saqi</w:t>
      </w:r>
      <w:proofErr w:type="spellEnd"/>
      <w:r w:rsidRPr="00D86078">
        <w:rPr>
          <w:rStyle w:val="libNormalChar"/>
        </w:rPr>
        <w:t xml:space="preserve"> Books, 2000.</w:t>
      </w:r>
    </w:p>
    <w:p w:rsidR="00ED3D62" w:rsidRDefault="00ED3D62" w:rsidP="00ED3D62">
      <w:pPr>
        <w:pStyle w:val="libNormal"/>
      </w:pPr>
      <w:proofErr w:type="spellStart"/>
      <w:r w:rsidRPr="00CA2CCA">
        <w:t>Giacaman</w:t>
      </w:r>
      <w:proofErr w:type="spellEnd"/>
      <w:r w:rsidRPr="00CA2CCA">
        <w:t xml:space="preserve">, George, et al., eds. </w:t>
      </w:r>
      <w:r w:rsidRPr="00D86078">
        <w:rPr>
          <w:rStyle w:val="libItalicChar"/>
        </w:rPr>
        <w:t>After Oslo: New Realities, Old Problems.</w:t>
      </w:r>
      <w:r>
        <w:t xml:space="preserve"> London: Pluto Press, 1998.</w:t>
      </w:r>
    </w:p>
    <w:p w:rsidR="00ED3D62" w:rsidRDefault="00ED3D62" w:rsidP="00ED3D62">
      <w:pPr>
        <w:pStyle w:val="libNormal"/>
      </w:pPr>
      <w:r>
        <w:t xml:space="preserve">Gibb, Hamilton A.R. </w:t>
      </w:r>
      <w:r w:rsidRPr="00D86078">
        <w:rPr>
          <w:rStyle w:val="libItalicChar"/>
        </w:rPr>
        <w:t>Studies on the Civilization of Islam.</w:t>
      </w:r>
      <w:r>
        <w:t xml:space="preserve"> Princeton, NJ: Princeton University Press, 1982.</w:t>
      </w:r>
    </w:p>
    <w:p w:rsidR="007D4755" w:rsidRDefault="00ED3D62" w:rsidP="00ED3D62">
      <w:pPr>
        <w:pStyle w:val="libNormal"/>
        <w:rPr>
          <w:rStyle w:val="libNormalChar"/>
        </w:rPr>
      </w:pPr>
      <w:r>
        <w:t xml:space="preserve">Gibb, H.A.R. and Harold Bowe, eds. </w:t>
      </w:r>
      <w:r w:rsidRPr="00D86078">
        <w:rPr>
          <w:rStyle w:val="libItalicChar"/>
        </w:rPr>
        <w:t xml:space="preserve">Islamic Society and the West: A Study of the Impact of Western Civilization on Moslem Culture in the Near East. </w:t>
      </w:r>
      <w:r w:rsidRPr="00D86078">
        <w:rPr>
          <w:rStyle w:val="libNormalChar"/>
        </w:rPr>
        <w:t>Oxford, UK: Oxford University Press, 1957.</w:t>
      </w:r>
    </w:p>
    <w:p w:rsidR="00ED3D62" w:rsidRPr="00D86078" w:rsidRDefault="00ED3D62" w:rsidP="00ED3D62">
      <w:pPr>
        <w:rPr>
          <w:rStyle w:val="libItalicChar"/>
        </w:rPr>
      </w:pPr>
      <w:r w:rsidRPr="00D86078">
        <w:rPr>
          <w:rStyle w:val="libNormalChar"/>
        </w:rPr>
        <w:t xml:space="preserve">Gillette, Maris Boyd. </w:t>
      </w:r>
      <w:r w:rsidRPr="00D86078">
        <w:rPr>
          <w:rStyle w:val="libItalicChar"/>
        </w:rPr>
        <w:t xml:space="preserve">Between Mecca and Beijing: Modernization and Consumption Among Urban Chinese Muslims. </w:t>
      </w:r>
      <w:r w:rsidRPr="00D86078">
        <w:rPr>
          <w:rStyle w:val="libNormalChar"/>
        </w:rPr>
        <w:t>Stanford, CA: Stanford University Press, 2000.</w:t>
      </w:r>
    </w:p>
    <w:p w:rsidR="00ED3D62" w:rsidRPr="00C30196" w:rsidRDefault="00ED3D62" w:rsidP="00ED3D62">
      <w:pPr>
        <w:pStyle w:val="libNormal"/>
      </w:pPr>
      <w:r w:rsidRPr="00CA2CCA">
        <w:t xml:space="preserve">Goodwin, Jan. </w:t>
      </w:r>
      <w:r w:rsidRPr="00D86078">
        <w:rPr>
          <w:rStyle w:val="libItalicChar"/>
        </w:rPr>
        <w:t>Price of Honor: Muslim Women Lift the Veil of Silence on the Islamic</w:t>
      </w:r>
      <w:r w:rsidRPr="00CA2CCA">
        <w:t xml:space="preserve"> </w:t>
      </w:r>
      <w:r w:rsidRPr="00D86078">
        <w:rPr>
          <w:rStyle w:val="libItalicChar"/>
        </w:rPr>
        <w:t>World.</w:t>
      </w:r>
      <w:r>
        <w:t xml:space="preserve"> New York: Plume/Penguin, 1995.</w:t>
      </w:r>
    </w:p>
    <w:p w:rsidR="00ED3D62" w:rsidRDefault="00ED3D62" w:rsidP="00ED3D62">
      <w:pPr>
        <w:pStyle w:val="libNormal"/>
      </w:pPr>
      <w:proofErr w:type="spellStart"/>
      <w:r>
        <w:t>Gorny</w:t>
      </w:r>
      <w:proofErr w:type="spellEnd"/>
      <w:r>
        <w:t>, Josef.</w:t>
      </w:r>
      <w:r w:rsidRPr="00D86078">
        <w:rPr>
          <w:rStyle w:val="libItalicChar"/>
        </w:rPr>
        <w:t xml:space="preserve"> Zionism and the Arabs, 1882-1948: A Study in Ideology</w:t>
      </w:r>
      <w:r>
        <w:t>. New York: Oxford University Press, 1987.</w:t>
      </w:r>
    </w:p>
    <w:p w:rsidR="00ED3D62" w:rsidRDefault="00ED3D62" w:rsidP="00ED3D62">
      <w:pPr>
        <w:pStyle w:val="libNormal"/>
      </w:pPr>
      <w:r>
        <w:t xml:space="preserve">Griffin, Michael. </w:t>
      </w:r>
      <w:r w:rsidRPr="00D86078">
        <w:rPr>
          <w:rStyle w:val="libItalicChar"/>
        </w:rPr>
        <w:t xml:space="preserve">Reaping the Whirlwind: Afghanistan, Al </w:t>
      </w:r>
      <w:proofErr w:type="spellStart"/>
      <w:r w:rsidRPr="00D86078">
        <w:rPr>
          <w:rStyle w:val="libItalicChar"/>
        </w:rPr>
        <w:t>Qa’ida</w:t>
      </w:r>
      <w:proofErr w:type="spellEnd"/>
      <w:r w:rsidRPr="00D86078">
        <w:rPr>
          <w:rStyle w:val="libItalicChar"/>
        </w:rPr>
        <w:t xml:space="preserve"> and the Holy War. </w:t>
      </w:r>
      <w:r>
        <w:t>London: Pluto Press, 2003 ed.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proofErr w:type="spellStart"/>
      <w:r>
        <w:t>Guazzone</w:t>
      </w:r>
      <w:proofErr w:type="spellEnd"/>
      <w:r>
        <w:t xml:space="preserve">, Laura, ed. </w:t>
      </w:r>
      <w:r w:rsidRPr="00D86078">
        <w:rPr>
          <w:rStyle w:val="libItalicChar"/>
        </w:rPr>
        <w:t xml:space="preserve">The Islamist Dilemma: The </w:t>
      </w:r>
      <w:proofErr w:type="spellStart"/>
      <w:r w:rsidRPr="00D86078">
        <w:rPr>
          <w:rStyle w:val="libItalicChar"/>
        </w:rPr>
        <w:t>Poltical</w:t>
      </w:r>
      <w:proofErr w:type="spellEnd"/>
      <w:r w:rsidRPr="00D86078">
        <w:rPr>
          <w:rStyle w:val="libItalicChar"/>
        </w:rPr>
        <w:t xml:space="preserve"> Role of Islamist Movements in the Contemporary Arab World. </w:t>
      </w:r>
      <w:r w:rsidRPr="00D86078">
        <w:rPr>
          <w:rStyle w:val="libNormalChar"/>
        </w:rPr>
        <w:t>Reading, England: Ithaca Press, 1995.</w:t>
      </w:r>
    </w:p>
    <w:p w:rsidR="00ED3D62" w:rsidRDefault="00ED3D62" w:rsidP="00ED3D62">
      <w:pPr>
        <w:pStyle w:val="libNormal"/>
      </w:pPr>
      <w:r w:rsidRPr="00CA2CCA">
        <w:t xml:space="preserve">Haddad, Yvonne </w:t>
      </w:r>
      <w:proofErr w:type="spellStart"/>
      <w:r w:rsidRPr="00CA2CCA">
        <w:t>Yazbeck</w:t>
      </w:r>
      <w:proofErr w:type="spellEnd"/>
      <w:r w:rsidRPr="00CA2CCA">
        <w:t xml:space="preserve">. </w:t>
      </w:r>
      <w:r w:rsidRPr="00D86078">
        <w:rPr>
          <w:rStyle w:val="libItalicChar"/>
        </w:rPr>
        <w:t>Muslims in the West: From Sojourners to Citizens</w:t>
      </w:r>
      <w:r>
        <w:t>. New York: Oxford University Press, 2002.</w:t>
      </w:r>
    </w:p>
    <w:p w:rsidR="00ED3D62" w:rsidRDefault="00ED3D62" w:rsidP="00ED3D62">
      <w:pPr>
        <w:pStyle w:val="libNormal"/>
      </w:pPr>
      <w:r>
        <w:t xml:space="preserve">Haddad, Yvonne </w:t>
      </w:r>
      <w:proofErr w:type="spellStart"/>
      <w:r>
        <w:t>Yazbeck</w:t>
      </w:r>
      <w:proofErr w:type="spellEnd"/>
      <w:r>
        <w:t xml:space="preserve"> and John L. Esposito, eds. </w:t>
      </w:r>
      <w:r w:rsidRPr="00D86078">
        <w:rPr>
          <w:rStyle w:val="libItalicChar"/>
        </w:rPr>
        <w:t xml:space="preserve">Islam, Gender, and Social Change. </w:t>
      </w:r>
      <w:r>
        <w:t>New York: Oxford University Press, 1997.</w:t>
      </w:r>
    </w:p>
    <w:p w:rsidR="00ED3D62" w:rsidRDefault="00ED3D62" w:rsidP="00ED3D62">
      <w:pPr>
        <w:pStyle w:val="libNormal"/>
      </w:pPr>
      <w:r>
        <w:t xml:space="preserve">Haddad, Yvonne </w:t>
      </w:r>
      <w:proofErr w:type="spellStart"/>
      <w:r>
        <w:t>Yazbeck</w:t>
      </w:r>
      <w:proofErr w:type="spellEnd"/>
      <w:r>
        <w:t xml:space="preserve"> and John L. Esposito, eds. </w:t>
      </w:r>
      <w:r w:rsidRPr="00D86078">
        <w:rPr>
          <w:rStyle w:val="libItalicChar"/>
        </w:rPr>
        <w:t xml:space="preserve">Muslims on the Americanization Path? </w:t>
      </w:r>
      <w:r>
        <w:t>New York: Oxford University Press, 2000.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Haddad, Yvonne </w:t>
      </w:r>
      <w:proofErr w:type="spellStart"/>
      <w:r>
        <w:t>Yazbeck</w:t>
      </w:r>
      <w:proofErr w:type="spellEnd"/>
      <w:r>
        <w:t xml:space="preserve"> and Jane I. Smith, eds. </w:t>
      </w:r>
      <w:r w:rsidRPr="00D86078">
        <w:rPr>
          <w:rStyle w:val="libItalicChar"/>
        </w:rPr>
        <w:t xml:space="preserve">Muslim Minorities in the West: Visible and Invisible. </w:t>
      </w:r>
      <w:r w:rsidRPr="00D86078">
        <w:rPr>
          <w:rStyle w:val="libNormalChar"/>
        </w:rPr>
        <w:t xml:space="preserve">Lanham, MD: </w:t>
      </w:r>
      <w:proofErr w:type="spellStart"/>
      <w:r w:rsidRPr="00D86078">
        <w:rPr>
          <w:rStyle w:val="libNormalChar"/>
        </w:rPr>
        <w:t>AltaMira</w:t>
      </w:r>
      <w:proofErr w:type="spellEnd"/>
      <w:r w:rsidRPr="00D86078">
        <w:rPr>
          <w:rStyle w:val="libNormalChar"/>
        </w:rPr>
        <w:t xml:space="preserve"> Press, 2002.</w:t>
      </w:r>
    </w:p>
    <w:p w:rsidR="00ED3D62" w:rsidRDefault="00ED3D62" w:rsidP="00ED3D62">
      <w:pPr>
        <w:pStyle w:val="libNormal"/>
      </w:pPr>
      <w:proofErr w:type="spellStart"/>
      <w:r w:rsidRPr="00CA2CCA">
        <w:t>Haeri</w:t>
      </w:r>
      <w:proofErr w:type="spellEnd"/>
      <w:r w:rsidRPr="00CA2CCA">
        <w:t xml:space="preserve">, </w:t>
      </w:r>
      <w:proofErr w:type="spellStart"/>
      <w:r w:rsidRPr="00CA2CCA">
        <w:t>Shahla</w:t>
      </w:r>
      <w:proofErr w:type="spellEnd"/>
      <w:r w:rsidRPr="00CA2CCA">
        <w:t xml:space="preserve">. </w:t>
      </w:r>
      <w:r w:rsidRPr="00D86078">
        <w:rPr>
          <w:rStyle w:val="libItalicChar"/>
        </w:rPr>
        <w:t xml:space="preserve">No Shame for the Sun: Lives of Professional Pakistani Women. </w:t>
      </w:r>
      <w:r>
        <w:t>Syracuse, NY: Syracuse University Press, 2002.</w:t>
      </w:r>
    </w:p>
    <w:p w:rsidR="00ED3D62" w:rsidRDefault="00ED3D62" w:rsidP="00ED3D62">
      <w:pPr>
        <w:pStyle w:val="libNormal"/>
      </w:pPr>
      <w:r>
        <w:t xml:space="preserve">Hafez, Kai, ed. </w:t>
      </w:r>
      <w:r w:rsidRPr="00D86078">
        <w:rPr>
          <w:rStyle w:val="libItalicChar"/>
        </w:rPr>
        <w:t>Islam and the West in Mass Media: Fragmented Images in a Globalizing</w:t>
      </w:r>
      <w:r w:rsidRPr="00CA2CCA">
        <w:t xml:space="preserve"> </w:t>
      </w:r>
      <w:r w:rsidRPr="00D86078">
        <w:rPr>
          <w:rStyle w:val="libItalicChar"/>
        </w:rPr>
        <w:t xml:space="preserve">World. </w:t>
      </w:r>
      <w:r>
        <w:t>Mount Waverly: Hampton Press, 2000.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Hafez, Kai, et al., eds. </w:t>
      </w:r>
      <w:r w:rsidRPr="00D86078">
        <w:rPr>
          <w:rStyle w:val="libItalicChar"/>
        </w:rPr>
        <w:t>The Islamic World and the West: An Introduction to Political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Cultures and International Relations. </w:t>
      </w:r>
      <w:r w:rsidRPr="00D86078">
        <w:rPr>
          <w:rStyle w:val="libNormalChar"/>
        </w:rPr>
        <w:t>Leiden: E.J. Brill, 2000.</w:t>
      </w:r>
    </w:p>
    <w:p w:rsidR="007D4755" w:rsidRDefault="00ED3D62" w:rsidP="00ED3D62">
      <w:pPr>
        <w:pStyle w:val="libNormal"/>
      </w:pPr>
      <w:r w:rsidRPr="00CA2CCA">
        <w:t xml:space="preserve">Hafez, Mohammed M. </w:t>
      </w:r>
      <w:r w:rsidRPr="00D86078">
        <w:rPr>
          <w:rStyle w:val="libItalicChar"/>
        </w:rPr>
        <w:t xml:space="preserve">Why Muslims Rebel: Repression and Resistance in the Islamic World. </w:t>
      </w:r>
      <w:r>
        <w:t xml:space="preserve">Boulder, CO: Lynne </w:t>
      </w:r>
      <w:proofErr w:type="spellStart"/>
      <w:r>
        <w:t>Rienner</w:t>
      </w:r>
      <w:proofErr w:type="spellEnd"/>
      <w:r>
        <w:t>, 2003.</w:t>
      </w:r>
    </w:p>
    <w:p w:rsidR="00ED3D62" w:rsidRDefault="00ED3D62" w:rsidP="00ED3D62">
      <w:pPr>
        <w:pStyle w:val="libNormal"/>
      </w:pPr>
      <w:r>
        <w:t xml:space="preserve">Halliday, Fred. </w:t>
      </w:r>
      <w:r w:rsidRPr="00D86078">
        <w:rPr>
          <w:rStyle w:val="libItalicChar"/>
        </w:rPr>
        <w:t>Islam and the Myth of Confrontation: Religion and Politics in the Middle</w:t>
      </w:r>
      <w:r w:rsidRPr="00CA2CCA">
        <w:t xml:space="preserve"> </w:t>
      </w:r>
      <w:r w:rsidRPr="00D86078">
        <w:rPr>
          <w:rStyle w:val="libItalicChar"/>
        </w:rPr>
        <w:t xml:space="preserve">East. </w:t>
      </w:r>
      <w:proofErr w:type="spellStart"/>
      <w:proofErr w:type="gramStart"/>
      <w:r>
        <w:t>London:I.B</w:t>
      </w:r>
      <w:proofErr w:type="spellEnd"/>
      <w:r>
        <w:t>.</w:t>
      </w:r>
      <w:proofErr w:type="gramEnd"/>
      <w:r>
        <w:t xml:space="preserve"> Tauris, 1996.</w:t>
      </w:r>
    </w:p>
    <w:p w:rsidR="00ED3D62" w:rsidRDefault="00ED3D62" w:rsidP="00ED3D62">
      <w:pPr>
        <w:pStyle w:val="libNormal"/>
      </w:pPr>
      <w:r>
        <w:lastRenderedPageBreak/>
        <w:t xml:space="preserve">Halliday, Fred. </w:t>
      </w:r>
      <w:r w:rsidRPr="00D86078">
        <w:rPr>
          <w:rStyle w:val="libItalicChar"/>
        </w:rPr>
        <w:t>Nation and Religion in the Middle East.</w:t>
      </w:r>
      <w:r>
        <w:t xml:space="preserve"> London: </w:t>
      </w:r>
      <w:proofErr w:type="spellStart"/>
      <w:r>
        <w:t>Saqi</w:t>
      </w:r>
      <w:proofErr w:type="spellEnd"/>
      <w:r>
        <w:t xml:space="preserve"> Books, 2000.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Halliday, Fred and Hamza </w:t>
      </w:r>
      <w:proofErr w:type="spellStart"/>
      <w:r>
        <w:t>Alavi</w:t>
      </w:r>
      <w:proofErr w:type="spellEnd"/>
      <w:r>
        <w:t xml:space="preserve">, eds. </w:t>
      </w:r>
      <w:r w:rsidRPr="00D86078">
        <w:rPr>
          <w:rStyle w:val="libItalicChar"/>
        </w:rPr>
        <w:t xml:space="preserve">State and Ideology in the Middle East and Pakistan. </w:t>
      </w:r>
      <w:r w:rsidRPr="00D86078">
        <w:rPr>
          <w:rStyle w:val="libNormalChar"/>
        </w:rPr>
        <w:t>New York: Monthly Review Press, 1988.</w:t>
      </w:r>
    </w:p>
    <w:p w:rsidR="00ED3D62" w:rsidRPr="00D86078" w:rsidRDefault="00ED3D62" w:rsidP="00ED3D62">
      <w:pPr>
        <w:rPr>
          <w:rStyle w:val="libItalicChar"/>
        </w:rPr>
      </w:pPr>
      <w:r w:rsidRPr="00D86078">
        <w:rPr>
          <w:rStyle w:val="libNormalChar"/>
        </w:rPr>
        <w:t xml:space="preserve">Hamdi, Mohamed </w:t>
      </w:r>
      <w:proofErr w:type="spellStart"/>
      <w:r w:rsidRPr="00D86078">
        <w:rPr>
          <w:rStyle w:val="libNormalChar"/>
        </w:rPr>
        <w:t>Elhachmi</w:t>
      </w:r>
      <w:proofErr w:type="spellEnd"/>
      <w:r w:rsidRPr="00D86078">
        <w:rPr>
          <w:rStyle w:val="libNormalChar"/>
        </w:rPr>
        <w:t xml:space="preserve">. </w:t>
      </w:r>
      <w:r w:rsidRPr="00D86078">
        <w:rPr>
          <w:rStyle w:val="libItalicChar"/>
        </w:rPr>
        <w:t>The Making of an Islamic Political Leader: Conversations with Hasan al-</w:t>
      </w:r>
      <w:proofErr w:type="spellStart"/>
      <w:r w:rsidRPr="00D86078">
        <w:rPr>
          <w:rStyle w:val="libItalicChar"/>
        </w:rPr>
        <w:t>Turabi</w:t>
      </w:r>
      <w:proofErr w:type="spellEnd"/>
      <w:r w:rsidRPr="00D86078">
        <w:rPr>
          <w:rStyle w:val="libItalicChar"/>
        </w:rPr>
        <w:t xml:space="preserve">. </w:t>
      </w:r>
      <w:r w:rsidRPr="00D86078">
        <w:rPr>
          <w:rStyle w:val="libNormalChar"/>
        </w:rPr>
        <w:t>Boulder, CO: Westview Press, 1999.</w:t>
      </w:r>
    </w:p>
    <w:p w:rsidR="00ED3D62" w:rsidRDefault="00ED3D62" w:rsidP="00ED3D62">
      <w:pPr>
        <w:pStyle w:val="libNormal"/>
      </w:pPr>
      <w:proofErr w:type="spellStart"/>
      <w:r w:rsidRPr="00CA2CCA">
        <w:t>Harik</w:t>
      </w:r>
      <w:proofErr w:type="spellEnd"/>
      <w:r w:rsidRPr="00CA2CCA">
        <w:t xml:space="preserve">, Judith Palmer. </w:t>
      </w:r>
      <w:r w:rsidRPr="00D86078">
        <w:rPr>
          <w:rStyle w:val="libItalicChar"/>
        </w:rPr>
        <w:t>Hezbollah: The Changing Face of Terrorism.</w:t>
      </w:r>
      <w:r>
        <w:t xml:space="preserve"> London, I.B. Tauris, 2004.</w:t>
      </w:r>
    </w:p>
    <w:p w:rsidR="007D4755" w:rsidRDefault="00ED3D62" w:rsidP="00ED3D62">
      <w:pPr>
        <w:pStyle w:val="libNormal"/>
        <w:rPr>
          <w:rStyle w:val="libNormalChar"/>
        </w:rPr>
      </w:pPr>
      <w:r>
        <w:t xml:space="preserve">Hasan, </w:t>
      </w:r>
      <w:proofErr w:type="spellStart"/>
      <w:r>
        <w:t>Mushirul</w:t>
      </w:r>
      <w:proofErr w:type="spellEnd"/>
      <w:r>
        <w:t xml:space="preserve">, ed. </w:t>
      </w:r>
      <w:r w:rsidRPr="00D86078">
        <w:rPr>
          <w:rStyle w:val="libItalicChar"/>
        </w:rPr>
        <w:t>Islam, Communities and the Nation: Muslim Identities in South Asia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and Beyond. </w:t>
      </w:r>
      <w:r w:rsidRPr="00D86078">
        <w:rPr>
          <w:rStyle w:val="libNormalChar"/>
        </w:rPr>
        <w:t xml:space="preserve">New Delhi: </w:t>
      </w:r>
      <w:proofErr w:type="spellStart"/>
      <w:r w:rsidRPr="00D86078">
        <w:rPr>
          <w:rStyle w:val="libNormalChar"/>
        </w:rPr>
        <w:t>Munshiram</w:t>
      </w:r>
      <w:proofErr w:type="spellEnd"/>
      <w:r w:rsidRPr="00D86078">
        <w:rPr>
          <w:rStyle w:val="libNormalChar"/>
        </w:rPr>
        <w:t xml:space="preserve"> </w:t>
      </w:r>
      <w:proofErr w:type="spellStart"/>
      <w:r w:rsidRPr="00D86078">
        <w:rPr>
          <w:rStyle w:val="libNormalChar"/>
        </w:rPr>
        <w:t>Manoharlal</w:t>
      </w:r>
      <w:proofErr w:type="spellEnd"/>
      <w:r w:rsidRPr="00D86078">
        <w:rPr>
          <w:rStyle w:val="libNormalChar"/>
        </w:rPr>
        <w:t>, 1998.</w:t>
      </w:r>
    </w:p>
    <w:p w:rsidR="007D4755" w:rsidRDefault="00ED3D62" w:rsidP="00ED3D62">
      <w:pPr>
        <w:pStyle w:val="libNormal"/>
      </w:pPr>
      <w:r w:rsidRPr="00CA2CCA">
        <w:t xml:space="preserve">Hashmi, </w:t>
      </w:r>
      <w:proofErr w:type="spellStart"/>
      <w:r w:rsidRPr="00CA2CCA">
        <w:t>Sohail</w:t>
      </w:r>
      <w:proofErr w:type="spellEnd"/>
      <w:r w:rsidRPr="00CA2CCA">
        <w:t xml:space="preserve"> H., ed. </w:t>
      </w:r>
      <w:r w:rsidRPr="00D86078">
        <w:rPr>
          <w:rStyle w:val="libItalicChar"/>
        </w:rPr>
        <w:t>Islamic Political Ethics: Civil Society, Pluralism and Conflict.</w:t>
      </w:r>
      <w:r>
        <w:t xml:space="preserve"> Princeton, NJ: Princeton University Press, 2002.</w:t>
      </w:r>
    </w:p>
    <w:p w:rsidR="007D4755" w:rsidRDefault="00ED3D62" w:rsidP="00ED3D62">
      <w:pPr>
        <w:pStyle w:val="libNormal"/>
      </w:pPr>
      <w:r>
        <w:t xml:space="preserve">Hassan, Riaz. </w:t>
      </w:r>
      <w:proofErr w:type="spellStart"/>
      <w:r w:rsidRPr="00D86078">
        <w:rPr>
          <w:rStyle w:val="libItalicChar"/>
        </w:rPr>
        <w:t>Faithlines</w:t>
      </w:r>
      <w:proofErr w:type="spellEnd"/>
      <w:r w:rsidRPr="00D86078">
        <w:rPr>
          <w:rStyle w:val="libItalicChar"/>
        </w:rPr>
        <w:t>: Muslim Concepts of Islam and Society.</w:t>
      </w:r>
      <w:r>
        <w:t xml:space="preserve"> Oxford, UK: Oxford University Press, 2002.</w:t>
      </w:r>
    </w:p>
    <w:p w:rsidR="00ED3D62" w:rsidRDefault="00ED3D62" w:rsidP="00ED3D62">
      <w:pPr>
        <w:pStyle w:val="libNormal"/>
      </w:pPr>
      <w:proofErr w:type="spellStart"/>
      <w:r>
        <w:t>Hatina</w:t>
      </w:r>
      <w:proofErr w:type="spellEnd"/>
      <w:r>
        <w:t xml:space="preserve">, Meir. </w:t>
      </w:r>
      <w:r w:rsidRPr="00D86078">
        <w:rPr>
          <w:rStyle w:val="libItalicChar"/>
        </w:rPr>
        <w:t>Islam and Salvation in Palestine: The Islamic Jihad Movement.</w:t>
      </w:r>
      <w:r>
        <w:t xml:space="preserve"> Syracuse, NY: Syracuse University Press (The Moshe Dayan Center for Middle Eastern and African Studies), 2001.</w:t>
      </w:r>
    </w:p>
    <w:p w:rsidR="007D4755" w:rsidRDefault="00ED3D62" w:rsidP="00ED3D62">
      <w:pPr>
        <w:pStyle w:val="libNormal"/>
        <w:rPr>
          <w:rStyle w:val="libNormalChar"/>
        </w:rPr>
      </w:pPr>
      <w:r>
        <w:t xml:space="preserve">Henry, Clement M. and Robert </w:t>
      </w:r>
      <w:proofErr w:type="spellStart"/>
      <w:r>
        <w:t>Springborg</w:t>
      </w:r>
      <w:proofErr w:type="spellEnd"/>
      <w:r>
        <w:t xml:space="preserve">. </w:t>
      </w:r>
      <w:r w:rsidRPr="00D86078">
        <w:rPr>
          <w:rStyle w:val="libItalicChar"/>
        </w:rPr>
        <w:t>Globalization and the Politics of Development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in the Middle East. </w:t>
      </w:r>
      <w:r w:rsidRPr="00D86078">
        <w:rPr>
          <w:rStyle w:val="libNormalChar"/>
        </w:rPr>
        <w:t>Cambridge, UK: Cambridge University Press, 2001.</w:t>
      </w:r>
    </w:p>
    <w:p w:rsidR="00ED3D62" w:rsidRDefault="00ED3D62" w:rsidP="00ED3D62">
      <w:pPr>
        <w:pStyle w:val="libNormal"/>
      </w:pPr>
      <w:r w:rsidRPr="00CA2CCA">
        <w:t xml:space="preserve">Herold, Marc. </w:t>
      </w:r>
      <w:r w:rsidRPr="00D86078">
        <w:rPr>
          <w:rStyle w:val="libItalicChar"/>
        </w:rPr>
        <w:t xml:space="preserve">Blown Away: The Myth and Reality of Precision Bombing </w:t>
      </w:r>
      <w:proofErr w:type="gramStart"/>
      <w:r w:rsidRPr="00D86078">
        <w:rPr>
          <w:rStyle w:val="libItalicChar"/>
        </w:rPr>
        <w:t>In</w:t>
      </w:r>
      <w:proofErr w:type="gramEnd"/>
      <w:r w:rsidRPr="00D86078">
        <w:rPr>
          <w:rStyle w:val="libItalicChar"/>
        </w:rPr>
        <w:t xml:space="preserve"> Afghanistan. </w:t>
      </w:r>
      <w:r>
        <w:t>Monroe, ME: Common Courage Press, 2003.</w:t>
      </w:r>
    </w:p>
    <w:p w:rsidR="00ED3D62" w:rsidRDefault="00ED3D62" w:rsidP="00ED3D62">
      <w:pPr>
        <w:pStyle w:val="libNormal"/>
      </w:pPr>
      <w:r>
        <w:t xml:space="preserve">Hijab, Nadia. </w:t>
      </w:r>
      <w:r w:rsidRPr="00D86078">
        <w:rPr>
          <w:rStyle w:val="libItalicChar"/>
        </w:rPr>
        <w:t>Womanpower: The Arab Debate on Women at Work.</w:t>
      </w:r>
      <w:r>
        <w:t xml:space="preserve"> Cambridge, UK: Cambridge University Press, 1988.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proofErr w:type="spellStart"/>
      <w:r>
        <w:t>Hiltermann</w:t>
      </w:r>
      <w:proofErr w:type="spellEnd"/>
      <w:r>
        <w:t xml:space="preserve">, Joost R. </w:t>
      </w:r>
      <w:r w:rsidRPr="00D86078">
        <w:rPr>
          <w:rStyle w:val="libItalicChar"/>
        </w:rPr>
        <w:t>Behind the Intifada: Labor and Women’s Movements in the Occupied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Territories. </w:t>
      </w:r>
      <w:r w:rsidRPr="00D86078">
        <w:rPr>
          <w:rStyle w:val="libNormalChar"/>
        </w:rPr>
        <w:t>Princeton, NJ: Princeton University Press, 1991.</w:t>
      </w:r>
    </w:p>
    <w:p w:rsidR="00ED3D62" w:rsidRDefault="00ED3D62" w:rsidP="00ED3D62">
      <w:pPr>
        <w:pStyle w:val="libNormal"/>
      </w:pPr>
      <w:r w:rsidRPr="00CA2CCA">
        <w:t xml:space="preserve">Hiro, </w:t>
      </w:r>
      <w:proofErr w:type="spellStart"/>
      <w:r w:rsidRPr="00CA2CCA">
        <w:t>Dilip</w:t>
      </w:r>
      <w:proofErr w:type="spellEnd"/>
      <w:r w:rsidRPr="00CA2CCA">
        <w:t xml:space="preserve">. </w:t>
      </w:r>
      <w:r w:rsidRPr="00D86078">
        <w:rPr>
          <w:rStyle w:val="libItalicChar"/>
        </w:rPr>
        <w:t>Holy Wars: The Rise of Islamic Fundamentalism.</w:t>
      </w:r>
      <w:r>
        <w:t xml:space="preserve"> New York: Routledge, 1989.</w:t>
      </w:r>
    </w:p>
    <w:p w:rsidR="00ED3D62" w:rsidRDefault="00ED3D62" w:rsidP="00ED3D62">
      <w:pPr>
        <w:pStyle w:val="libNormal"/>
      </w:pPr>
      <w:r>
        <w:t xml:space="preserve">Hiro, </w:t>
      </w:r>
      <w:proofErr w:type="spellStart"/>
      <w:r>
        <w:t>Dilip</w:t>
      </w:r>
      <w:proofErr w:type="spellEnd"/>
      <w:r>
        <w:t xml:space="preserve">. </w:t>
      </w:r>
      <w:r w:rsidRPr="00D86078">
        <w:rPr>
          <w:rStyle w:val="libItalicChar"/>
        </w:rPr>
        <w:t xml:space="preserve">War Without End: The Rise of Islamist Terrorism and the Global Response. </w:t>
      </w:r>
      <w:r>
        <w:t>New York: Routledge, 2002.</w:t>
      </w:r>
    </w:p>
    <w:p w:rsidR="00ED3D62" w:rsidRDefault="00ED3D62" w:rsidP="00ED3D62">
      <w:pPr>
        <w:pStyle w:val="libNormal"/>
      </w:pPr>
      <w:r>
        <w:t xml:space="preserve">Hoexter, Miriam, Shmuel N. Eisenstadt and </w:t>
      </w:r>
      <w:proofErr w:type="spellStart"/>
      <w:r>
        <w:t>Nehemia</w:t>
      </w:r>
      <w:proofErr w:type="spellEnd"/>
      <w:r>
        <w:t xml:space="preserve"> </w:t>
      </w:r>
      <w:proofErr w:type="spellStart"/>
      <w:r>
        <w:t>Levtzion</w:t>
      </w:r>
      <w:proofErr w:type="spellEnd"/>
      <w:r>
        <w:t xml:space="preserve">, eds. </w:t>
      </w:r>
      <w:r w:rsidRPr="00D86078">
        <w:rPr>
          <w:rStyle w:val="libItalicChar"/>
        </w:rPr>
        <w:t>The Public Sphere in</w:t>
      </w:r>
      <w:r w:rsidRPr="00CA2CCA">
        <w:t xml:space="preserve"> </w:t>
      </w:r>
      <w:r w:rsidRPr="00D86078">
        <w:rPr>
          <w:rStyle w:val="libItalicChar"/>
        </w:rPr>
        <w:t xml:space="preserve">Muslim Societies. </w:t>
      </w:r>
      <w:r>
        <w:t>Albany, NY: State University of New York Press, 2002.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Hopkins, Nicholas S. and Saad </w:t>
      </w:r>
      <w:proofErr w:type="spellStart"/>
      <w:r>
        <w:t>Eddin</w:t>
      </w:r>
      <w:proofErr w:type="spellEnd"/>
      <w:r>
        <w:t xml:space="preserve"> Ibrahim, eds. </w:t>
      </w:r>
      <w:r w:rsidRPr="00D86078">
        <w:rPr>
          <w:rStyle w:val="libItalicChar"/>
        </w:rPr>
        <w:t>Arab Society: Class, Gender, Power and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Development. </w:t>
      </w:r>
      <w:r w:rsidRPr="00D86078">
        <w:rPr>
          <w:rStyle w:val="libNormalChar"/>
        </w:rPr>
        <w:t>Cairo: American University in Cairo Press, 3</w:t>
      </w:r>
      <w:r w:rsidRPr="00CA2CCA">
        <w:rPr>
          <w:rStyle w:val="libNormalChar"/>
        </w:rPr>
        <w:t>rd</w:t>
      </w:r>
      <w:r w:rsidRPr="00D86078">
        <w:rPr>
          <w:rStyle w:val="libNormalChar"/>
        </w:rPr>
        <w:t xml:space="preserve"> ed., 1998.</w:t>
      </w:r>
    </w:p>
    <w:p w:rsidR="00ED3D62" w:rsidRDefault="00ED3D62" w:rsidP="00ED3D62">
      <w:pPr>
        <w:pStyle w:val="libNormal"/>
      </w:pPr>
      <w:r w:rsidRPr="00CA2CCA">
        <w:t xml:space="preserve">Hopwood, Derek, ed. </w:t>
      </w:r>
      <w:r w:rsidRPr="00D86078">
        <w:rPr>
          <w:rStyle w:val="libItalicChar"/>
        </w:rPr>
        <w:t>Arab Nation, Arab Nationalism.</w:t>
      </w:r>
      <w:r>
        <w:t xml:space="preserve"> New York: St. Martin’s Press, 2000.</w:t>
      </w:r>
    </w:p>
    <w:p w:rsidR="00ED3D62" w:rsidRDefault="00ED3D62" w:rsidP="00ED3D62">
      <w:pPr>
        <w:pStyle w:val="libNormal"/>
      </w:pPr>
      <w:r>
        <w:t xml:space="preserve">Hourani, Albert H. </w:t>
      </w:r>
      <w:r w:rsidRPr="00D86078">
        <w:rPr>
          <w:rStyle w:val="libItalicChar"/>
        </w:rPr>
        <w:t xml:space="preserve">Arabic Thought in the Liberal Age, 1798-1939. </w:t>
      </w:r>
      <w:r>
        <w:t>Cambridge, UK: Cambridge University Press, 1983 ed.</w:t>
      </w:r>
    </w:p>
    <w:p w:rsidR="00ED3D62" w:rsidRDefault="00ED3D62" w:rsidP="00ED3D62">
      <w:pPr>
        <w:pStyle w:val="libNormal"/>
      </w:pPr>
      <w:proofErr w:type="spellStart"/>
      <w:r>
        <w:t>Hroub</w:t>
      </w:r>
      <w:proofErr w:type="spellEnd"/>
      <w:r>
        <w:t xml:space="preserve">, Khaled. </w:t>
      </w:r>
      <w:r w:rsidRPr="00D86078">
        <w:rPr>
          <w:rStyle w:val="libItalicChar"/>
        </w:rPr>
        <w:t>Hamas:</w:t>
      </w:r>
      <w:r w:rsidRPr="00CA2CCA">
        <w:t xml:space="preserve"> </w:t>
      </w:r>
      <w:r w:rsidRPr="00D86078">
        <w:rPr>
          <w:rStyle w:val="libItalicChar"/>
        </w:rPr>
        <w:t xml:space="preserve">Political Thought and Practice. </w:t>
      </w:r>
      <w:r>
        <w:t>Washington, DC: Institute for Palestine Studies, 2000.</w:t>
      </w:r>
    </w:p>
    <w:p w:rsidR="007D4755" w:rsidRDefault="00ED3D62" w:rsidP="00ED3D62">
      <w:pPr>
        <w:pStyle w:val="libNormal"/>
      </w:pPr>
      <w:proofErr w:type="spellStart"/>
      <w:r>
        <w:t>Huband</w:t>
      </w:r>
      <w:proofErr w:type="spellEnd"/>
      <w:r>
        <w:t xml:space="preserve">, Mark. </w:t>
      </w:r>
      <w:r w:rsidRPr="00D86078">
        <w:rPr>
          <w:rStyle w:val="libItalicChar"/>
        </w:rPr>
        <w:t>Warriors of the Prophet: The Struggle for Islam.</w:t>
      </w:r>
      <w:r>
        <w:t xml:space="preserve"> Boulder, CO: Westview Press, 1998.</w:t>
      </w:r>
    </w:p>
    <w:p w:rsidR="00ED3D62" w:rsidRDefault="00ED3D62" w:rsidP="00ED3D62">
      <w:pPr>
        <w:pStyle w:val="libNormal"/>
      </w:pPr>
      <w:r>
        <w:t xml:space="preserve">Hudson, Michael E. </w:t>
      </w:r>
      <w:r w:rsidRPr="00D86078">
        <w:rPr>
          <w:rStyle w:val="libItalicChar"/>
        </w:rPr>
        <w:t>Arab Politics: The Search for Legitimacy.</w:t>
      </w:r>
      <w:r>
        <w:t xml:space="preserve"> New Haven, CT: Yale University Press, 1977.</w:t>
      </w:r>
    </w:p>
    <w:p w:rsidR="00ED3D62" w:rsidRDefault="00ED3D62" w:rsidP="00ED3D62">
      <w:pPr>
        <w:pStyle w:val="libNormal"/>
      </w:pPr>
      <w:r>
        <w:lastRenderedPageBreak/>
        <w:t xml:space="preserve">Hudson, Michael E. </w:t>
      </w:r>
      <w:r w:rsidRPr="00D86078">
        <w:rPr>
          <w:rStyle w:val="libItalicChar"/>
        </w:rPr>
        <w:t xml:space="preserve">Middle East Dilemma: The Politics and Economics of Arab Integration. </w:t>
      </w:r>
      <w:r>
        <w:t>New York/Washington, DC: Columbia University Press/Center for Contemporary Arab Studies, 1999.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Hunter, Shireen T. </w:t>
      </w:r>
      <w:r w:rsidRPr="00D86078">
        <w:rPr>
          <w:rStyle w:val="libItalicChar"/>
        </w:rPr>
        <w:t>The Future of Islam and the West: Clash of Civilizations or Peaceful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Coexistence? </w:t>
      </w:r>
      <w:r w:rsidRPr="00D86078">
        <w:rPr>
          <w:rStyle w:val="libNormalChar"/>
        </w:rPr>
        <w:t>Westport, CT: Praeger, 1998.</w:t>
      </w:r>
    </w:p>
    <w:p w:rsidR="00ED3D62" w:rsidRDefault="00ED3D62" w:rsidP="00ED3D62">
      <w:pPr>
        <w:pStyle w:val="libNormal"/>
      </w:pPr>
      <w:r w:rsidRPr="00CA2CCA">
        <w:t xml:space="preserve">Ibrahim, Mahmood. </w:t>
      </w:r>
      <w:r w:rsidRPr="00D86078">
        <w:rPr>
          <w:rStyle w:val="libItalicChar"/>
        </w:rPr>
        <w:t xml:space="preserve">Merchant Capital and Islam. </w:t>
      </w:r>
      <w:r>
        <w:t>Austin, TX: University of Texas Press, 1990.</w:t>
      </w:r>
    </w:p>
    <w:p w:rsidR="00ED3D62" w:rsidRDefault="00ED3D62" w:rsidP="00ED3D62">
      <w:pPr>
        <w:pStyle w:val="libNormal"/>
      </w:pPr>
      <w:r>
        <w:t xml:space="preserve">Ibrahim, Saad </w:t>
      </w:r>
      <w:proofErr w:type="spellStart"/>
      <w:r>
        <w:t>Eddin</w:t>
      </w:r>
      <w:proofErr w:type="spellEnd"/>
      <w:r>
        <w:t xml:space="preserve">. </w:t>
      </w:r>
      <w:r w:rsidRPr="00D86078">
        <w:rPr>
          <w:rStyle w:val="libItalicChar"/>
        </w:rPr>
        <w:t>Egypt, Islam, and Democracy: Twelve Critical Essays.</w:t>
      </w:r>
      <w:r>
        <w:t xml:space="preserve"> Cairo: American University in Cairo Press, 1996.</w:t>
      </w:r>
    </w:p>
    <w:p w:rsidR="00ED3D62" w:rsidRDefault="00ED3D62" w:rsidP="00ED3D62">
      <w:pPr>
        <w:pStyle w:val="libNormal"/>
      </w:pPr>
      <w:proofErr w:type="spellStart"/>
      <w:r>
        <w:t>Insoll</w:t>
      </w:r>
      <w:proofErr w:type="spellEnd"/>
      <w:r>
        <w:t xml:space="preserve">, Timothy. </w:t>
      </w:r>
      <w:r w:rsidRPr="00D86078">
        <w:rPr>
          <w:rStyle w:val="libItalicChar"/>
        </w:rPr>
        <w:t>The Archaeology of Islam.</w:t>
      </w:r>
      <w:r>
        <w:t xml:space="preserve"> Oxford, UK: Basil Blackwell, 1999.</w:t>
      </w:r>
    </w:p>
    <w:p w:rsidR="007D4755" w:rsidRDefault="00ED3D62" w:rsidP="00ED3D62">
      <w:pPr>
        <w:pStyle w:val="libNormal"/>
      </w:pPr>
      <w:proofErr w:type="spellStart"/>
      <w:r>
        <w:t>Issawi</w:t>
      </w:r>
      <w:proofErr w:type="spellEnd"/>
      <w:r>
        <w:t xml:space="preserve">, Charles. </w:t>
      </w:r>
      <w:r w:rsidRPr="00D86078">
        <w:rPr>
          <w:rStyle w:val="libItalicChar"/>
        </w:rPr>
        <w:t>An Economic History of the Middle East and North Africa.</w:t>
      </w:r>
      <w:r>
        <w:t xml:space="preserve"> New York: Columbia University Press, 1982.</w:t>
      </w:r>
    </w:p>
    <w:p w:rsidR="00ED3D62" w:rsidRDefault="00ED3D62" w:rsidP="00ED3D62">
      <w:pPr>
        <w:pStyle w:val="libNormal"/>
      </w:pPr>
      <w:r>
        <w:t xml:space="preserve">Jaber, </w:t>
      </w:r>
      <w:proofErr w:type="spellStart"/>
      <w:r>
        <w:t>Hala</w:t>
      </w:r>
      <w:proofErr w:type="spellEnd"/>
      <w:r>
        <w:t xml:space="preserve">. </w:t>
      </w:r>
      <w:r w:rsidRPr="00D86078">
        <w:rPr>
          <w:rStyle w:val="libItalicChar"/>
        </w:rPr>
        <w:t>Hezbollah: Born with a Vengeance.</w:t>
      </w:r>
      <w:r>
        <w:t xml:space="preserve"> New York: Columbia University Press, 1997.</w:t>
      </w:r>
    </w:p>
    <w:p w:rsidR="00ED3D62" w:rsidRDefault="00ED3D62" w:rsidP="00ED3D62">
      <w:pPr>
        <w:pStyle w:val="libNormal"/>
      </w:pPr>
      <w:r>
        <w:t xml:space="preserve">Jankowski, James and Israel </w:t>
      </w:r>
      <w:proofErr w:type="spellStart"/>
      <w:r>
        <w:t>Gershoni</w:t>
      </w:r>
      <w:proofErr w:type="spellEnd"/>
      <w:r>
        <w:t xml:space="preserve">, eds. </w:t>
      </w:r>
      <w:r w:rsidRPr="00D86078">
        <w:rPr>
          <w:rStyle w:val="libItalicChar"/>
        </w:rPr>
        <w:t xml:space="preserve">Rethinking Nationalism in the Arab Middle East. </w:t>
      </w:r>
      <w:r>
        <w:t>New York: Columbia University Press, 1997.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Jansen, Johannes J.G. </w:t>
      </w:r>
      <w:r w:rsidRPr="00D86078">
        <w:rPr>
          <w:rStyle w:val="libItalicChar"/>
        </w:rPr>
        <w:t xml:space="preserve">The Neglected Duty: The Creed of Sadat’s Assassins and Islamic Resurgence in the Middle East. </w:t>
      </w:r>
      <w:r w:rsidRPr="00D86078">
        <w:rPr>
          <w:rStyle w:val="libNormalChar"/>
        </w:rPr>
        <w:t>New York: Macmillan, 1996.</w:t>
      </w:r>
    </w:p>
    <w:p w:rsidR="00ED3D62" w:rsidRDefault="00ED3D62" w:rsidP="00ED3D62">
      <w:pPr>
        <w:pStyle w:val="libNormal"/>
      </w:pPr>
      <w:r w:rsidRPr="00CA2CCA">
        <w:t xml:space="preserve">Jawad, </w:t>
      </w:r>
      <w:proofErr w:type="spellStart"/>
      <w:r w:rsidRPr="00CA2CCA">
        <w:t>Haifaa</w:t>
      </w:r>
      <w:proofErr w:type="spellEnd"/>
      <w:r w:rsidRPr="00CA2CCA">
        <w:t xml:space="preserve"> A. </w:t>
      </w:r>
      <w:r w:rsidRPr="00D86078">
        <w:rPr>
          <w:rStyle w:val="libItalicChar"/>
        </w:rPr>
        <w:t>The Rights of Women in Islam: An Authentic Approach.</w:t>
      </w:r>
      <w:r>
        <w:t xml:space="preserve"> New York: St. Martin’s Press, 1998.</w:t>
      </w:r>
    </w:p>
    <w:p w:rsidR="007D4755" w:rsidRDefault="00ED3D62" w:rsidP="00ED3D62">
      <w:pPr>
        <w:pStyle w:val="libNormal"/>
      </w:pPr>
      <w:r>
        <w:t xml:space="preserve">Joseph, </w:t>
      </w:r>
      <w:proofErr w:type="spellStart"/>
      <w:r>
        <w:t>Suad</w:t>
      </w:r>
      <w:proofErr w:type="spellEnd"/>
      <w:r>
        <w:t xml:space="preserve">, ed. </w:t>
      </w:r>
      <w:r w:rsidRPr="00D86078">
        <w:rPr>
          <w:rStyle w:val="libItalicChar"/>
        </w:rPr>
        <w:t>Gender and Citizenship in the Middle East.</w:t>
      </w:r>
      <w:r>
        <w:t xml:space="preserve"> Syracuse, NY: Syracuse </w:t>
      </w:r>
      <w:proofErr w:type="spellStart"/>
      <w:r>
        <w:t>UniversityPress</w:t>
      </w:r>
      <w:proofErr w:type="spellEnd"/>
      <w:r>
        <w:t>, 2000.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proofErr w:type="spellStart"/>
      <w:r>
        <w:t>Kahf</w:t>
      </w:r>
      <w:proofErr w:type="spellEnd"/>
      <w:r>
        <w:t xml:space="preserve">, </w:t>
      </w:r>
      <w:proofErr w:type="spellStart"/>
      <w:r>
        <w:t>Mohja</w:t>
      </w:r>
      <w:proofErr w:type="spellEnd"/>
      <w:r>
        <w:t xml:space="preserve">. </w:t>
      </w:r>
      <w:r w:rsidRPr="00D86078">
        <w:rPr>
          <w:rStyle w:val="libItalicChar"/>
        </w:rPr>
        <w:t>Western Representations of the Muslim Woman: From Termagant to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Odalisque. </w:t>
      </w:r>
      <w:r w:rsidRPr="00D86078">
        <w:rPr>
          <w:rStyle w:val="libNormalChar"/>
        </w:rPr>
        <w:t>Austin, TX: University of Texas Press, 1999.</w:t>
      </w:r>
    </w:p>
    <w:p w:rsidR="00ED3D62" w:rsidRPr="00D86078" w:rsidRDefault="00ED3D62" w:rsidP="00ED3D62">
      <w:pPr>
        <w:rPr>
          <w:rStyle w:val="libItalicChar"/>
        </w:rPr>
      </w:pPr>
      <w:r w:rsidRPr="00D86078">
        <w:rPr>
          <w:rStyle w:val="libNormalChar"/>
        </w:rPr>
        <w:t xml:space="preserve">Kaiser, Paul J. </w:t>
      </w:r>
      <w:r w:rsidRPr="00D86078">
        <w:rPr>
          <w:rStyle w:val="libItalicChar"/>
        </w:rPr>
        <w:t>Culture, Transnationalism, and Civil Society: Aga Khan Social Service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Initiatives in Tanzania. </w:t>
      </w:r>
      <w:r w:rsidRPr="00D86078">
        <w:rPr>
          <w:rStyle w:val="libNormalChar"/>
        </w:rPr>
        <w:t>Westport, CT: Praeger, 1996.</w:t>
      </w:r>
    </w:p>
    <w:p w:rsidR="00ED3D62" w:rsidRPr="00D86078" w:rsidRDefault="00ED3D62" w:rsidP="00ED3D62">
      <w:pPr>
        <w:rPr>
          <w:rStyle w:val="libItalicChar"/>
        </w:rPr>
      </w:pPr>
      <w:proofErr w:type="spellStart"/>
      <w:r w:rsidRPr="00D86078">
        <w:rPr>
          <w:rStyle w:val="libNormalChar"/>
        </w:rPr>
        <w:t>Kamalipour</w:t>
      </w:r>
      <w:proofErr w:type="spellEnd"/>
      <w:r w:rsidRPr="00D86078">
        <w:rPr>
          <w:rStyle w:val="libNormalChar"/>
        </w:rPr>
        <w:t xml:space="preserve">, Yahya R. and Hamid </w:t>
      </w:r>
      <w:proofErr w:type="spellStart"/>
      <w:r w:rsidRPr="00D86078">
        <w:rPr>
          <w:rStyle w:val="libNormalChar"/>
        </w:rPr>
        <w:t>Mowlana</w:t>
      </w:r>
      <w:proofErr w:type="spellEnd"/>
      <w:r w:rsidRPr="00D86078">
        <w:rPr>
          <w:rStyle w:val="libNormalChar"/>
        </w:rPr>
        <w:t xml:space="preserve">, eds. </w:t>
      </w:r>
      <w:r w:rsidRPr="00D86078">
        <w:rPr>
          <w:rStyle w:val="libItalicChar"/>
        </w:rPr>
        <w:t xml:space="preserve">Mass Media in the Middle East: A Comprehensive Handbook. </w:t>
      </w:r>
      <w:r w:rsidRPr="00D86078">
        <w:rPr>
          <w:rStyle w:val="libNormalChar"/>
        </w:rPr>
        <w:t>Westport, CT: Greenwood Publ., 1994.</w:t>
      </w:r>
    </w:p>
    <w:p w:rsidR="00ED3D62" w:rsidRDefault="00ED3D62" w:rsidP="00ED3D62">
      <w:pPr>
        <w:pStyle w:val="libNormal"/>
      </w:pPr>
      <w:proofErr w:type="spellStart"/>
      <w:r w:rsidRPr="00CA2CCA">
        <w:t>Kamrava</w:t>
      </w:r>
      <w:proofErr w:type="spellEnd"/>
      <w:r w:rsidRPr="00CA2CCA">
        <w:t xml:space="preserve">, Mehran. </w:t>
      </w:r>
      <w:r w:rsidRPr="00D86078">
        <w:rPr>
          <w:rStyle w:val="libItalicChar"/>
        </w:rPr>
        <w:t>Democracy in the Balance: Culture and Society in the Middle East.</w:t>
      </w:r>
      <w:r>
        <w:t xml:space="preserve"> New York: Chatham House, 1998.</w:t>
      </w:r>
    </w:p>
    <w:p w:rsidR="00ED3D62" w:rsidRDefault="00ED3D62" w:rsidP="00ED3D62">
      <w:pPr>
        <w:pStyle w:val="libNormal"/>
      </w:pPr>
      <w:proofErr w:type="spellStart"/>
      <w:r>
        <w:t>Kapchan</w:t>
      </w:r>
      <w:proofErr w:type="spellEnd"/>
      <w:r>
        <w:t xml:space="preserve">, Deborah. </w:t>
      </w:r>
      <w:r w:rsidRPr="00D86078">
        <w:rPr>
          <w:rStyle w:val="libItalicChar"/>
        </w:rPr>
        <w:t xml:space="preserve">Gender on the Market: Moroccan Women and the </w:t>
      </w:r>
      <w:proofErr w:type="spellStart"/>
      <w:r w:rsidRPr="00D86078">
        <w:rPr>
          <w:rStyle w:val="libItalicChar"/>
        </w:rPr>
        <w:t>Revoicing</w:t>
      </w:r>
      <w:proofErr w:type="spellEnd"/>
      <w:r w:rsidRPr="00D86078">
        <w:rPr>
          <w:rStyle w:val="libItalicChar"/>
        </w:rPr>
        <w:t xml:space="preserve"> of</w:t>
      </w:r>
      <w:r w:rsidRPr="00CA2CCA">
        <w:t xml:space="preserve"> </w:t>
      </w:r>
      <w:r w:rsidRPr="00D86078">
        <w:rPr>
          <w:rStyle w:val="libItalicChar"/>
        </w:rPr>
        <w:t xml:space="preserve">Tradition. </w:t>
      </w:r>
      <w:r>
        <w:t>Philadelphia, PA: University of Pennsylvania Press, 1996.</w:t>
      </w:r>
    </w:p>
    <w:p w:rsidR="00ED3D62" w:rsidRDefault="00ED3D62" w:rsidP="00ED3D62">
      <w:pPr>
        <w:pStyle w:val="libNormal"/>
      </w:pPr>
      <w:proofErr w:type="spellStart"/>
      <w:r>
        <w:t>Karawan</w:t>
      </w:r>
      <w:proofErr w:type="spellEnd"/>
      <w:r>
        <w:t xml:space="preserve">, Ibrahim A. </w:t>
      </w:r>
      <w:r w:rsidRPr="00D86078">
        <w:rPr>
          <w:rStyle w:val="libItalicChar"/>
        </w:rPr>
        <w:t>The Islamist Impasse.</w:t>
      </w:r>
      <w:r>
        <w:t xml:space="preserve"> Oxford, UK: Oxford University Press, 1998.</w:t>
      </w:r>
    </w:p>
    <w:p w:rsidR="007D4755" w:rsidRDefault="00ED3D62" w:rsidP="00ED3D62">
      <w:pPr>
        <w:pStyle w:val="libNormal"/>
        <w:rPr>
          <w:rStyle w:val="libNormalChar"/>
        </w:rPr>
      </w:pPr>
      <w:r>
        <w:t xml:space="preserve">Kawar, Amal. </w:t>
      </w:r>
      <w:r w:rsidRPr="00D86078">
        <w:rPr>
          <w:rStyle w:val="libItalicChar"/>
        </w:rPr>
        <w:t>Daughters of Palestine: Leading Women in the Palestinian National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Movement. </w:t>
      </w:r>
      <w:r w:rsidRPr="00D86078">
        <w:rPr>
          <w:rStyle w:val="libNormalChar"/>
        </w:rPr>
        <w:t>Albany, NT: State University of New York Press, 1997.</w:t>
      </w:r>
    </w:p>
    <w:p w:rsidR="00ED3D62" w:rsidRDefault="00ED3D62" w:rsidP="00ED3D62">
      <w:pPr>
        <w:pStyle w:val="libNormal"/>
      </w:pPr>
      <w:proofErr w:type="spellStart"/>
      <w:r w:rsidRPr="00CA2CCA">
        <w:t>Kedar</w:t>
      </w:r>
      <w:proofErr w:type="spellEnd"/>
      <w:r w:rsidRPr="00CA2CCA">
        <w:t xml:space="preserve">, Mordechai. </w:t>
      </w:r>
      <w:proofErr w:type="spellStart"/>
      <w:r w:rsidRPr="00D86078">
        <w:rPr>
          <w:rStyle w:val="libItalicChar"/>
        </w:rPr>
        <w:t>Asad</w:t>
      </w:r>
      <w:proofErr w:type="spellEnd"/>
      <w:r w:rsidRPr="00D86078">
        <w:rPr>
          <w:rStyle w:val="libItalicChar"/>
        </w:rPr>
        <w:t xml:space="preserve"> in Search of Legitimacy: Messages and Rhetoric in the Syrian Press,</w:t>
      </w:r>
      <w:r w:rsidRPr="00CA2CCA">
        <w:t xml:space="preserve"> </w:t>
      </w:r>
      <w:r w:rsidRPr="00D86078">
        <w:rPr>
          <w:rStyle w:val="libItalicChar"/>
        </w:rPr>
        <w:t xml:space="preserve">1970-2000. </w:t>
      </w:r>
      <w:r>
        <w:t>Brighton: Sussex Academic Press, 2003.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Keddie, Nikki R. </w:t>
      </w:r>
      <w:r w:rsidRPr="00D86078">
        <w:rPr>
          <w:rStyle w:val="libItalicChar"/>
        </w:rPr>
        <w:t>An Islamic Response to Imperialism: Political and Religious Writings of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Sayyid </w:t>
      </w:r>
      <w:proofErr w:type="spellStart"/>
      <w:r w:rsidRPr="00D86078">
        <w:rPr>
          <w:rStyle w:val="libItalicChar"/>
        </w:rPr>
        <w:t>Jamāl</w:t>
      </w:r>
      <w:proofErr w:type="spellEnd"/>
      <w:r w:rsidRPr="00D86078">
        <w:rPr>
          <w:rStyle w:val="libItalicChar"/>
        </w:rPr>
        <w:t xml:space="preserve"> ad-</w:t>
      </w:r>
      <w:proofErr w:type="spellStart"/>
      <w:r w:rsidRPr="00D86078">
        <w:rPr>
          <w:rStyle w:val="libItalicChar"/>
        </w:rPr>
        <w:t>Dīn</w:t>
      </w:r>
      <w:proofErr w:type="spellEnd"/>
      <w:r w:rsidRPr="00D86078">
        <w:rPr>
          <w:rStyle w:val="libItalicChar"/>
        </w:rPr>
        <w:t xml:space="preserve"> “al-</w:t>
      </w:r>
      <w:proofErr w:type="spellStart"/>
      <w:r w:rsidRPr="00D86078">
        <w:rPr>
          <w:rStyle w:val="libItalicChar"/>
        </w:rPr>
        <w:t>Afghānī</w:t>
      </w:r>
      <w:proofErr w:type="spellEnd"/>
      <w:r w:rsidRPr="00D86078">
        <w:rPr>
          <w:rStyle w:val="libItalicChar"/>
        </w:rPr>
        <w:t xml:space="preserve">.” </w:t>
      </w:r>
      <w:r w:rsidRPr="00CA2CCA">
        <w:rPr>
          <w:rStyle w:val="libNormalChar"/>
        </w:rPr>
        <w:t>Berkeley, CA: University of California Press, 1983 ed.</w:t>
      </w:r>
    </w:p>
    <w:p w:rsidR="00ED3D62" w:rsidRDefault="00ED3D62" w:rsidP="00ED3D62">
      <w:pPr>
        <w:pStyle w:val="libNormal"/>
      </w:pPr>
      <w:r w:rsidRPr="00CA2CCA">
        <w:t xml:space="preserve">Keddie, Nikki R. </w:t>
      </w:r>
      <w:r w:rsidRPr="00D86078">
        <w:rPr>
          <w:rStyle w:val="libItalicChar"/>
        </w:rPr>
        <w:t xml:space="preserve">Sayyid </w:t>
      </w:r>
      <w:proofErr w:type="spellStart"/>
      <w:r w:rsidRPr="00D86078">
        <w:rPr>
          <w:rStyle w:val="libItalicChar"/>
        </w:rPr>
        <w:t>Jamāl</w:t>
      </w:r>
      <w:proofErr w:type="spellEnd"/>
      <w:r w:rsidRPr="00D86078">
        <w:rPr>
          <w:rStyle w:val="libItalicChar"/>
        </w:rPr>
        <w:t xml:space="preserve"> ad-</w:t>
      </w:r>
      <w:proofErr w:type="spellStart"/>
      <w:r w:rsidRPr="00D86078">
        <w:rPr>
          <w:rStyle w:val="libItalicChar"/>
        </w:rPr>
        <w:t>Dīn</w:t>
      </w:r>
      <w:proofErr w:type="spellEnd"/>
      <w:r w:rsidRPr="00D86078">
        <w:rPr>
          <w:rStyle w:val="libItalicChar"/>
        </w:rPr>
        <w:t xml:space="preserve"> “al-</w:t>
      </w:r>
      <w:proofErr w:type="spellStart"/>
      <w:r w:rsidRPr="00D86078">
        <w:rPr>
          <w:rStyle w:val="libItalicChar"/>
        </w:rPr>
        <w:t>Afghānī</w:t>
      </w:r>
      <w:proofErr w:type="spellEnd"/>
      <w:r w:rsidRPr="00D86078">
        <w:rPr>
          <w:rStyle w:val="libItalicChar"/>
        </w:rPr>
        <w:t>”: A Political Biography.</w:t>
      </w:r>
      <w:r>
        <w:t xml:space="preserve"> Berkeley, CA: University of California Press, 1972.</w:t>
      </w:r>
    </w:p>
    <w:p w:rsidR="007D4755" w:rsidRDefault="00ED3D62" w:rsidP="00ED3D62">
      <w:pPr>
        <w:pStyle w:val="libNormal"/>
      </w:pPr>
      <w:proofErr w:type="spellStart"/>
      <w:r>
        <w:t>Kedourie</w:t>
      </w:r>
      <w:proofErr w:type="spellEnd"/>
      <w:r>
        <w:t xml:space="preserve">, Elie. </w:t>
      </w:r>
      <w:r w:rsidRPr="00D86078">
        <w:rPr>
          <w:rStyle w:val="libItalicChar"/>
        </w:rPr>
        <w:t>Afghani and ‘Abduh: An Essay on Religious Unbelief and Political Activism</w:t>
      </w:r>
      <w:r w:rsidRPr="00CA2CCA">
        <w:t xml:space="preserve"> </w:t>
      </w:r>
      <w:r w:rsidRPr="00D86078">
        <w:rPr>
          <w:rStyle w:val="libItalicChar"/>
        </w:rPr>
        <w:t xml:space="preserve">in Modern Islam. </w:t>
      </w:r>
      <w:r>
        <w:t>London: Frank Cass &amp; Co., 1966.</w:t>
      </w:r>
    </w:p>
    <w:p w:rsidR="00ED3D62" w:rsidRDefault="00ED3D62" w:rsidP="00ED3D62">
      <w:pPr>
        <w:pStyle w:val="libNormal"/>
      </w:pPr>
      <w:proofErr w:type="spellStart"/>
      <w:r>
        <w:lastRenderedPageBreak/>
        <w:t>Kedourie</w:t>
      </w:r>
      <w:proofErr w:type="spellEnd"/>
      <w:r>
        <w:t xml:space="preserve">, Elie. </w:t>
      </w:r>
      <w:r w:rsidRPr="00D86078">
        <w:rPr>
          <w:rStyle w:val="libItalicChar"/>
        </w:rPr>
        <w:t>Democracy and Arab Culture.</w:t>
      </w:r>
      <w:r w:rsidRPr="00D86078">
        <w:t xml:space="preserve"> London: Frank Cass &amp; Co., 2</w:t>
      </w:r>
      <w:r w:rsidRPr="00750AA4">
        <w:t>nd</w:t>
      </w:r>
      <w:r>
        <w:t xml:space="preserve"> ed., 1994.</w:t>
      </w:r>
    </w:p>
    <w:p w:rsidR="00ED3D62" w:rsidRPr="00D86078" w:rsidRDefault="00ED3D62" w:rsidP="00ED3D62">
      <w:pPr>
        <w:pStyle w:val="libNormal"/>
        <w:rPr>
          <w:rStyle w:val="libNormalChar"/>
        </w:rPr>
      </w:pPr>
      <w:proofErr w:type="spellStart"/>
      <w:r>
        <w:t>Kedourie</w:t>
      </w:r>
      <w:proofErr w:type="spellEnd"/>
      <w:r>
        <w:t xml:space="preserve">, Elie. </w:t>
      </w:r>
      <w:r w:rsidRPr="00D86078">
        <w:rPr>
          <w:rStyle w:val="libItalicChar"/>
        </w:rPr>
        <w:t>Politics in the Middle East</w:t>
      </w:r>
      <w:r w:rsidRPr="00D86078">
        <w:rPr>
          <w:rStyle w:val="libNormalChar"/>
        </w:rPr>
        <w:t>. Oxford, UK: Oxford University Press, 1992.</w:t>
      </w:r>
    </w:p>
    <w:p w:rsidR="00ED3D62" w:rsidRDefault="00ED3D62" w:rsidP="00ED3D62">
      <w:pPr>
        <w:pStyle w:val="libNormal"/>
      </w:pPr>
      <w:proofErr w:type="spellStart"/>
      <w:r w:rsidRPr="00CA2CCA">
        <w:t>Kepel</w:t>
      </w:r>
      <w:proofErr w:type="spellEnd"/>
      <w:r w:rsidRPr="00CA2CCA">
        <w:t xml:space="preserve">, Gilles. </w:t>
      </w:r>
      <w:r w:rsidRPr="00D86078">
        <w:rPr>
          <w:rStyle w:val="libItalicChar"/>
        </w:rPr>
        <w:t>Jihad: The Trail of Political Islam.</w:t>
      </w:r>
      <w:r>
        <w:t xml:space="preserve"> Cambridge, MA: Harvard University Press, 2002.</w:t>
      </w:r>
    </w:p>
    <w:p w:rsidR="007D4755" w:rsidRDefault="00ED3D62" w:rsidP="00ED3D62">
      <w:pPr>
        <w:pStyle w:val="libNormal"/>
        <w:rPr>
          <w:rStyle w:val="libNormalChar"/>
        </w:rPr>
      </w:pPr>
      <w:r>
        <w:t xml:space="preserve">Kerr, Malcolm. </w:t>
      </w:r>
      <w:r w:rsidRPr="00D86078">
        <w:rPr>
          <w:rStyle w:val="libItalicChar"/>
        </w:rPr>
        <w:t xml:space="preserve">Islamic Reform: The Political and Legal Theories of Muhammad ‘Abduh and </w:t>
      </w:r>
      <w:proofErr w:type="spellStart"/>
      <w:r w:rsidRPr="00D86078">
        <w:rPr>
          <w:rStyle w:val="libItalicChar"/>
        </w:rPr>
        <w:t>Rashīd</w:t>
      </w:r>
      <w:proofErr w:type="spellEnd"/>
      <w:r w:rsidRPr="00D86078">
        <w:rPr>
          <w:rStyle w:val="libItalicChar"/>
        </w:rPr>
        <w:t xml:space="preserve"> </w:t>
      </w:r>
      <w:proofErr w:type="spellStart"/>
      <w:r w:rsidRPr="00D86078">
        <w:rPr>
          <w:rStyle w:val="libItalicChar"/>
        </w:rPr>
        <w:t>Ridā</w:t>
      </w:r>
      <w:proofErr w:type="spellEnd"/>
      <w:r w:rsidRPr="00D86078">
        <w:rPr>
          <w:rStyle w:val="libItalicChar"/>
        </w:rPr>
        <w:t xml:space="preserve">. </w:t>
      </w:r>
      <w:r w:rsidRPr="00D86078">
        <w:rPr>
          <w:rStyle w:val="libNormalChar"/>
        </w:rPr>
        <w:t>Berkeley, CA: University of California Press, 1966.</w:t>
      </w:r>
    </w:p>
    <w:p w:rsidR="00ED3D62" w:rsidRDefault="00ED3D62" w:rsidP="00ED3D62">
      <w:pPr>
        <w:pStyle w:val="libNormal"/>
      </w:pPr>
      <w:proofErr w:type="spellStart"/>
      <w:r w:rsidRPr="00CA2CCA">
        <w:t>Khalidi</w:t>
      </w:r>
      <w:proofErr w:type="spellEnd"/>
      <w:r w:rsidRPr="00CA2CCA">
        <w:t xml:space="preserve">, Rashid. </w:t>
      </w:r>
      <w:r w:rsidRPr="00D86078">
        <w:rPr>
          <w:rStyle w:val="libItalicChar"/>
        </w:rPr>
        <w:t>Palestinian Identity: The Construction of Modern Consciousness.</w:t>
      </w:r>
      <w:r>
        <w:t xml:space="preserve"> New York: Columbia University Press, 1998.</w:t>
      </w:r>
    </w:p>
    <w:p w:rsidR="00ED3D62" w:rsidRDefault="00ED3D62" w:rsidP="00ED3D62">
      <w:pPr>
        <w:pStyle w:val="libNormal"/>
      </w:pPr>
      <w:proofErr w:type="spellStart"/>
      <w:r>
        <w:t>Khalidi</w:t>
      </w:r>
      <w:proofErr w:type="spellEnd"/>
      <w:r>
        <w:t xml:space="preserve">, Rashid, et al., eds. </w:t>
      </w:r>
      <w:r w:rsidRPr="00D86078">
        <w:rPr>
          <w:rStyle w:val="libItalicChar"/>
        </w:rPr>
        <w:t>The Origins of Arab Nationalism.</w:t>
      </w:r>
      <w:r>
        <w:t xml:space="preserve"> New York: Columbia University Press, 1993.</w:t>
      </w:r>
    </w:p>
    <w:p w:rsidR="007D4755" w:rsidRDefault="00ED3D62" w:rsidP="00ED3D62">
      <w:pPr>
        <w:pStyle w:val="libNormal"/>
      </w:pPr>
      <w:r>
        <w:t xml:space="preserve">Khan, Shahnaz. </w:t>
      </w:r>
      <w:r w:rsidRPr="00D86078">
        <w:rPr>
          <w:rStyle w:val="libItalicChar"/>
        </w:rPr>
        <w:t>Muslim Women: Crafting a North American Identity.</w:t>
      </w:r>
      <w:r>
        <w:t xml:space="preserve"> Gainesville, FL: University Press of Florida, 2000.</w:t>
      </w:r>
    </w:p>
    <w:p w:rsidR="00ED3D62" w:rsidRDefault="00ED3D62" w:rsidP="00ED3D62">
      <w:pPr>
        <w:pStyle w:val="libNormal"/>
      </w:pPr>
      <w:proofErr w:type="spellStart"/>
      <w:r>
        <w:t>Khuri</w:t>
      </w:r>
      <w:proofErr w:type="spellEnd"/>
      <w:r>
        <w:t xml:space="preserve">, </w:t>
      </w:r>
      <w:proofErr w:type="spellStart"/>
      <w:r>
        <w:t>Fuad</w:t>
      </w:r>
      <w:proofErr w:type="spellEnd"/>
      <w:r>
        <w:t xml:space="preserve"> I. </w:t>
      </w:r>
      <w:r w:rsidRPr="00D86078">
        <w:rPr>
          <w:rStyle w:val="libItalicChar"/>
        </w:rPr>
        <w:t>Imams and Emirs: State, Religion and Sects in Islam</w:t>
      </w:r>
      <w:r>
        <w:t xml:space="preserve">. London: </w:t>
      </w:r>
      <w:proofErr w:type="spellStart"/>
      <w:r>
        <w:t>Saqui</w:t>
      </w:r>
      <w:proofErr w:type="spellEnd"/>
      <w:r>
        <w:t xml:space="preserve"> Books, 1990.</w:t>
      </w:r>
    </w:p>
    <w:p w:rsidR="00ED3D62" w:rsidRDefault="00ED3D62" w:rsidP="00ED3D62">
      <w:pPr>
        <w:pStyle w:val="libNormal"/>
      </w:pPr>
      <w:proofErr w:type="spellStart"/>
      <w:r>
        <w:t>Kienle</w:t>
      </w:r>
      <w:proofErr w:type="spellEnd"/>
      <w:r>
        <w:t xml:space="preserve">, Eberhard. </w:t>
      </w:r>
      <w:r w:rsidRPr="00D86078">
        <w:rPr>
          <w:rStyle w:val="libItalicChar"/>
        </w:rPr>
        <w:t xml:space="preserve">A Grand Delusion: Democracy and Economic Reform in Egypt. </w:t>
      </w:r>
      <w:r>
        <w:t>London: I.B. Tauris, 2001.</w:t>
      </w:r>
    </w:p>
    <w:p w:rsidR="007D4755" w:rsidRDefault="00ED3D62" w:rsidP="00ED3D62">
      <w:pPr>
        <w:pStyle w:val="libNormal"/>
      </w:pPr>
      <w:proofErr w:type="spellStart"/>
      <w:r>
        <w:t>Kimmerling</w:t>
      </w:r>
      <w:proofErr w:type="spellEnd"/>
      <w:r>
        <w:t xml:space="preserve">, Baruch. </w:t>
      </w:r>
      <w:r w:rsidRPr="00D86078">
        <w:rPr>
          <w:rStyle w:val="libItalicChar"/>
        </w:rPr>
        <w:t xml:space="preserve">Politicide: Ariel Sharon’s War Against the Palestinians. </w:t>
      </w:r>
      <w:r>
        <w:t>London: Verso, 2003.</w:t>
      </w:r>
    </w:p>
    <w:p w:rsidR="00ED3D62" w:rsidRDefault="00ED3D62" w:rsidP="00ED3D62">
      <w:pPr>
        <w:pStyle w:val="libNormal"/>
      </w:pPr>
      <w:r>
        <w:t xml:space="preserve">Kipper, Judith and Harold H. Saunders, eds. </w:t>
      </w:r>
      <w:r w:rsidRPr="00D86078">
        <w:rPr>
          <w:rStyle w:val="libItalicChar"/>
        </w:rPr>
        <w:t>The Middle East in Global Perspective.</w:t>
      </w:r>
      <w:r>
        <w:t xml:space="preserve"> Boulder, CO: Westview Press, 1991.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Kramer, Martin S. </w:t>
      </w:r>
      <w:r w:rsidRPr="00D86078">
        <w:rPr>
          <w:rStyle w:val="libItalicChar"/>
        </w:rPr>
        <w:t xml:space="preserve">Arab Awakening &amp; Islamic Revival: The Politics of Ideas in the Middle East. </w:t>
      </w:r>
      <w:r w:rsidRPr="00D86078">
        <w:rPr>
          <w:rStyle w:val="libNormalChar"/>
        </w:rPr>
        <w:t>New Brunswick, NJ: Transaction Publ., 1996.</w:t>
      </w:r>
    </w:p>
    <w:p w:rsidR="00ED3D62" w:rsidRDefault="00ED3D62" w:rsidP="00ED3D62">
      <w:pPr>
        <w:pStyle w:val="libNormal"/>
      </w:pPr>
      <w:r w:rsidRPr="00CA2CCA">
        <w:t xml:space="preserve">Kramer, Martin, ed. </w:t>
      </w:r>
      <w:r w:rsidRPr="00D86078">
        <w:rPr>
          <w:rStyle w:val="libItalicChar"/>
        </w:rPr>
        <w:t>The Islamism Debate.</w:t>
      </w:r>
      <w:r>
        <w:t xml:space="preserve"> Syracuse, NY: Syracuse University Press, 1997.</w:t>
      </w:r>
    </w:p>
    <w:p w:rsidR="00ED3D62" w:rsidRDefault="00ED3D62" w:rsidP="00ED3D62">
      <w:pPr>
        <w:pStyle w:val="libNormal"/>
      </w:pPr>
      <w:proofErr w:type="spellStart"/>
      <w:r>
        <w:t>Kuran</w:t>
      </w:r>
      <w:proofErr w:type="spellEnd"/>
      <w:r>
        <w:t xml:space="preserve">, Timur. </w:t>
      </w:r>
      <w:r w:rsidRPr="00D86078">
        <w:rPr>
          <w:rStyle w:val="libItalicChar"/>
        </w:rPr>
        <w:t xml:space="preserve">Islam and Mammon: The Economic Predicaments of Islamism. </w:t>
      </w:r>
      <w:r>
        <w:t>Princeton, NJ: Princeton University Press, 2004.</w:t>
      </w:r>
    </w:p>
    <w:p w:rsidR="00ED3D62" w:rsidRDefault="00ED3D62" w:rsidP="00ED3D62">
      <w:pPr>
        <w:pStyle w:val="libNormal"/>
      </w:pPr>
      <w:r>
        <w:t xml:space="preserve">Kurzman, Charles, ed. </w:t>
      </w:r>
      <w:r w:rsidRPr="00D86078">
        <w:rPr>
          <w:rStyle w:val="libItalicChar"/>
        </w:rPr>
        <w:t>Liberal Islam: A Sourcebook.</w:t>
      </w:r>
      <w:r>
        <w:t xml:space="preserve"> Oxford, UK: Oxford University Press, 1998.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Lambton, Ann K.S. </w:t>
      </w:r>
      <w:r w:rsidRPr="00D86078">
        <w:rPr>
          <w:rStyle w:val="libItalicChar"/>
        </w:rPr>
        <w:t xml:space="preserve">State and Government in Medieval Islam; An Introduction to the Study of Islamic Political Theory: The Jurists. </w:t>
      </w:r>
      <w:r w:rsidRPr="00D86078">
        <w:rPr>
          <w:rStyle w:val="libNormalChar"/>
        </w:rPr>
        <w:t>Oxford, UK: Oxford University Press, 1981.</w:t>
      </w:r>
    </w:p>
    <w:p w:rsidR="00ED3D62" w:rsidRDefault="00ED3D62" w:rsidP="00ED3D62">
      <w:pPr>
        <w:pStyle w:val="libNormal"/>
      </w:pPr>
      <w:r w:rsidRPr="00CA2CCA">
        <w:t xml:space="preserve">Landau, Jacob M. </w:t>
      </w:r>
      <w:r w:rsidRPr="00D86078">
        <w:rPr>
          <w:rStyle w:val="libItalicChar"/>
        </w:rPr>
        <w:t>The Politics of Pan-Islam: Ideology and Organization.</w:t>
      </w:r>
      <w:r>
        <w:t xml:space="preserve"> Oxford, UK: Clarendon Press, 1992.</w:t>
      </w:r>
    </w:p>
    <w:p w:rsidR="007D4755" w:rsidRDefault="00ED3D62" w:rsidP="00ED3D62">
      <w:pPr>
        <w:pStyle w:val="libNormal"/>
      </w:pPr>
      <w:proofErr w:type="spellStart"/>
      <w:r>
        <w:t>Laroui</w:t>
      </w:r>
      <w:proofErr w:type="spellEnd"/>
      <w:r>
        <w:t xml:space="preserve">, Abdullah. </w:t>
      </w:r>
      <w:r w:rsidRPr="00D86078">
        <w:rPr>
          <w:rStyle w:val="libItalicChar"/>
        </w:rPr>
        <w:t>The Crisis of the Arab Intellectual.</w:t>
      </w:r>
      <w:r>
        <w:t xml:space="preserve"> Berkeley, CA: University of California Press, 1977.</w:t>
      </w:r>
    </w:p>
    <w:p w:rsidR="00ED3D62" w:rsidRDefault="00ED3D62" w:rsidP="00ED3D62">
      <w:pPr>
        <w:pStyle w:val="libNormal"/>
      </w:pPr>
      <w:r>
        <w:t xml:space="preserve">Lawrence, Bruce B. </w:t>
      </w:r>
      <w:r w:rsidRPr="00D86078">
        <w:rPr>
          <w:rStyle w:val="libItalicChar"/>
        </w:rPr>
        <w:t>Shattering the Myth: Islam Beyond Violence</w:t>
      </w:r>
      <w:r>
        <w:t>. Princeton, NJ: Princeton University Press, 1998.</w:t>
      </w:r>
    </w:p>
    <w:p w:rsidR="00ED3D62" w:rsidRDefault="00ED3D62" w:rsidP="00ED3D62">
      <w:pPr>
        <w:pStyle w:val="libNormal"/>
      </w:pPr>
      <w:r>
        <w:t xml:space="preserve">Lee, Robert D. </w:t>
      </w:r>
      <w:r w:rsidRPr="00D86078">
        <w:rPr>
          <w:rStyle w:val="libItalicChar"/>
        </w:rPr>
        <w:t xml:space="preserve">Overcoming Tradition and Modernity: The Search for Islamic Authenticity. </w:t>
      </w:r>
      <w:r>
        <w:t>Boulder, CO: Westview Press, 1997.</w:t>
      </w:r>
    </w:p>
    <w:p w:rsidR="00ED3D62" w:rsidRDefault="00ED3D62" w:rsidP="00ED3D62">
      <w:pPr>
        <w:pStyle w:val="libNormal"/>
      </w:pPr>
      <w:proofErr w:type="spellStart"/>
      <w:r>
        <w:t>Lesch</w:t>
      </w:r>
      <w:proofErr w:type="spellEnd"/>
      <w:r>
        <w:t xml:space="preserve">, Ann Mosely. </w:t>
      </w:r>
      <w:r w:rsidRPr="00D86078">
        <w:rPr>
          <w:rStyle w:val="libItalicChar"/>
        </w:rPr>
        <w:t xml:space="preserve">Israel, Egypt, and the Palestinians: From Camp David to Intifada. </w:t>
      </w:r>
      <w:r>
        <w:t>Bloomington, IN: Indiana University Press, 1989.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proofErr w:type="spellStart"/>
      <w:r>
        <w:t>Lesch</w:t>
      </w:r>
      <w:proofErr w:type="spellEnd"/>
      <w:r>
        <w:t xml:space="preserve">, Ann Mosely. </w:t>
      </w:r>
      <w:r w:rsidRPr="00D86078">
        <w:rPr>
          <w:rStyle w:val="libItalicChar"/>
        </w:rPr>
        <w:t xml:space="preserve">Transition to Palestinian Self-Government: Practical Steps Toward Israeli-Palestinian Peace. </w:t>
      </w:r>
      <w:r w:rsidRPr="00D86078">
        <w:rPr>
          <w:rStyle w:val="libNormalChar"/>
        </w:rPr>
        <w:t>Bloomington, IN: Indiana University Press, 1993.</w:t>
      </w:r>
    </w:p>
    <w:p w:rsidR="00ED3D62" w:rsidRDefault="00ED3D62" w:rsidP="00ED3D62">
      <w:pPr>
        <w:pStyle w:val="libNormal"/>
      </w:pPr>
      <w:r w:rsidRPr="00CA2CCA">
        <w:lastRenderedPageBreak/>
        <w:t xml:space="preserve">Lewis, Bernard. </w:t>
      </w:r>
      <w:r w:rsidRPr="00D86078">
        <w:rPr>
          <w:rStyle w:val="libItalicChar"/>
        </w:rPr>
        <w:t>Islam and the West.</w:t>
      </w:r>
      <w:r>
        <w:t xml:space="preserve"> Oxford, UK: Oxford University Press, 1993.</w:t>
      </w:r>
    </w:p>
    <w:p w:rsidR="00ED3D62" w:rsidRDefault="00ED3D62" w:rsidP="00ED3D62">
      <w:pPr>
        <w:pStyle w:val="libNormal"/>
      </w:pPr>
      <w:r>
        <w:t xml:space="preserve">Lewis, Bernard. </w:t>
      </w:r>
      <w:r w:rsidRPr="00D86078">
        <w:rPr>
          <w:rStyle w:val="libItalicChar"/>
        </w:rPr>
        <w:t>The Political Language of Islam.</w:t>
      </w:r>
      <w:r>
        <w:t xml:space="preserve"> Oxford, UK: Oxford University Press, 2002.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Lia, </w:t>
      </w:r>
      <w:proofErr w:type="spellStart"/>
      <w:r>
        <w:t>Brynjar</w:t>
      </w:r>
      <w:proofErr w:type="spellEnd"/>
      <w:r>
        <w:t xml:space="preserve">. </w:t>
      </w:r>
      <w:r w:rsidRPr="00D86078">
        <w:rPr>
          <w:rStyle w:val="libItalicChar"/>
        </w:rPr>
        <w:t>The Society of the Muslim Brothers in Egypt: The Rise of an Islamic Mass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>Movement, 1928-1942.</w:t>
      </w:r>
      <w:r w:rsidRPr="00D86078">
        <w:rPr>
          <w:rStyle w:val="libNormalChar"/>
        </w:rPr>
        <w:t xml:space="preserve"> Reading: Ithaca Press, 1998.</w:t>
      </w:r>
    </w:p>
    <w:p w:rsidR="00ED3D62" w:rsidRDefault="00ED3D62" w:rsidP="00ED3D62">
      <w:pPr>
        <w:pStyle w:val="libNormal"/>
      </w:pPr>
      <w:r w:rsidRPr="00CA2CCA">
        <w:t xml:space="preserve">Lincoln, C. Eric. </w:t>
      </w:r>
      <w:r w:rsidRPr="00D86078">
        <w:rPr>
          <w:rStyle w:val="libItalicChar"/>
        </w:rPr>
        <w:t>The Black Muslims in America.</w:t>
      </w:r>
      <w:r>
        <w:t xml:space="preserve"> Boston, MA Beacon Press, revised ed., 1973.</w:t>
      </w:r>
    </w:p>
    <w:p w:rsidR="00ED3D62" w:rsidRDefault="00ED3D62" w:rsidP="00ED3D62">
      <w:pPr>
        <w:pStyle w:val="libNormal"/>
      </w:pPr>
      <w:r>
        <w:t xml:space="preserve">Little, Douglas. </w:t>
      </w:r>
      <w:r w:rsidRPr="00D86078">
        <w:rPr>
          <w:rStyle w:val="libItalicChar"/>
        </w:rPr>
        <w:t xml:space="preserve">American Orientalism: The United States and the Middle East since 1945. </w:t>
      </w:r>
      <w:r>
        <w:t>Chapel Hill, NC: University of North Carolina Press, 2002.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Lockman, Zachary and Joel </w:t>
      </w:r>
      <w:proofErr w:type="spellStart"/>
      <w:r>
        <w:t>Beinin</w:t>
      </w:r>
      <w:proofErr w:type="spellEnd"/>
      <w:r>
        <w:t xml:space="preserve">, eds. </w:t>
      </w:r>
      <w:r w:rsidRPr="00D86078">
        <w:rPr>
          <w:rStyle w:val="libItalicChar"/>
        </w:rPr>
        <w:t xml:space="preserve">Intifada: The Palestinian Uprising against Israeli Occupation. </w:t>
      </w:r>
      <w:r w:rsidRPr="00D86078">
        <w:rPr>
          <w:rStyle w:val="libNormalChar"/>
        </w:rPr>
        <w:t>Boston, MA: South End Press (A Middle East Research and Information Project/MERIP Book), 1989.</w:t>
      </w:r>
    </w:p>
    <w:p w:rsidR="00ED3D62" w:rsidRDefault="00ED3D62" w:rsidP="00ED3D62">
      <w:pPr>
        <w:pStyle w:val="libNormal"/>
      </w:pPr>
      <w:r w:rsidRPr="00CA2CCA">
        <w:t xml:space="preserve">Long, David. </w:t>
      </w:r>
      <w:r w:rsidRPr="00D86078">
        <w:rPr>
          <w:rStyle w:val="libItalicChar"/>
        </w:rPr>
        <w:t>The Hajj Today.</w:t>
      </w:r>
      <w:r>
        <w:t xml:space="preserve"> Albany, NY: State University of New York Press, 1979.</w:t>
      </w:r>
    </w:p>
    <w:p w:rsidR="00ED3D62" w:rsidRDefault="00ED3D62" w:rsidP="00ED3D62">
      <w:pPr>
        <w:pStyle w:val="libNormal"/>
      </w:pPr>
      <w:proofErr w:type="spellStart"/>
      <w:r>
        <w:t>Lustick</w:t>
      </w:r>
      <w:proofErr w:type="spellEnd"/>
      <w:r>
        <w:t xml:space="preserve">, Ian. </w:t>
      </w:r>
      <w:r w:rsidRPr="00D86078">
        <w:rPr>
          <w:rStyle w:val="libItalicChar"/>
        </w:rPr>
        <w:t>Arabs in the Jewish State: Israel’s Control of a National Minority.</w:t>
      </w:r>
      <w:r>
        <w:t xml:space="preserve"> Austin, TX: University of Texas Press, 1980.</w:t>
      </w:r>
    </w:p>
    <w:p w:rsidR="00ED3D62" w:rsidRDefault="00ED3D62" w:rsidP="00ED3D62">
      <w:pPr>
        <w:pStyle w:val="libNormal"/>
      </w:pPr>
      <w:r>
        <w:t xml:space="preserve">Mack, Beverly B. and Jean Boyd. </w:t>
      </w:r>
      <w:r w:rsidRPr="00D86078">
        <w:rPr>
          <w:rStyle w:val="libItalicChar"/>
        </w:rPr>
        <w:t xml:space="preserve">Nana </w:t>
      </w:r>
      <w:proofErr w:type="spellStart"/>
      <w:r w:rsidRPr="00D86078">
        <w:rPr>
          <w:rStyle w:val="libItalicChar"/>
        </w:rPr>
        <w:t>Asma’u</w:t>
      </w:r>
      <w:proofErr w:type="spellEnd"/>
      <w:r w:rsidRPr="00D86078">
        <w:rPr>
          <w:rStyle w:val="libItalicChar"/>
        </w:rPr>
        <w:t xml:space="preserve">, Scholar and Scribe. </w:t>
      </w:r>
      <w:r>
        <w:t>Bloomington, IN: Indiana University Press, 2000.</w:t>
      </w:r>
    </w:p>
    <w:p w:rsidR="00ED3D62" w:rsidRDefault="00ED3D62" w:rsidP="00ED3D62">
      <w:pPr>
        <w:pStyle w:val="libNormal"/>
      </w:pPr>
      <w:r>
        <w:t xml:space="preserve">Majid, </w:t>
      </w:r>
      <w:proofErr w:type="spellStart"/>
      <w:r>
        <w:t>Anouar</w:t>
      </w:r>
      <w:proofErr w:type="spellEnd"/>
      <w:r>
        <w:t xml:space="preserve">. </w:t>
      </w:r>
      <w:r w:rsidRPr="00D86078">
        <w:rPr>
          <w:rStyle w:val="libItalicChar"/>
        </w:rPr>
        <w:t>Unveiling Traditions: Postcolonial Islam in a Polycentric World.</w:t>
      </w:r>
      <w:r>
        <w:t xml:space="preserve"> Durham, NC: Duke University Press, 2000.</w:t>
      </w:r>
    </w:p>
    <w:p w:rsidR="00ED3D62" w:rsidRDefault="00ED3D62" w:rsidP="00ED3D62">
      <w:pPr>
        <w:pStyle w:val="libNormal"/>
      </w:pPr>
      <w:proofErr w:type="spellStart"/>
      <w:r>
        <w:t>Makdisi</w:t>
      </w:r>
      <w:proofErr w:type="spellEnd"/>
      <w:r>
        <w:t xml:space="preserve">, George. </w:t>
      </w:r>
      <w:r w:rsidRPr="00D86078">
        <w:rPr>
          <w:rStyle w:val="libItalicChar"/>
        </w:rPr>
        <w:t xml:space="preserve">The Rise of Colleges: Institutions of Learning in Islam and the West. </w:t>
      </w:r>
      <w:r>
        <w:t>Edinburgh: Edinburgh University Press, 1981.</w:t>
      </w:r>
    </w:p>
    <w:p w:rsidR="00ED3D62" w:rsidRDefault="00ED3D62" w:rsidP="00ED3D62">
      <w:pPr>
        <w:pStyle w:val="libNormal"/>
      </w:pPr>
      <w:r>
        <w:t xml:space="preserve">Malik, Hafeez, ed. </w:t>
      </w:r>
      <w:r w:rsidRPr="00D86078">
        <w:rPr>
          <w:rStyle w:val="libItalicChar"/>
        </w:rPr>
        <w:t>Iqbal: Poet-philosopher of Pakistan.</w:t>
      </w:r>
      <w:r>
        <w:t xml:space="preserve"> New York: Columbia University Press, 1971.</w:t>
      </w:r>
      <w:r>
        <w:tab/>
      </w:r>
    </w:p>
    <w:p w:rsidR="00ED3D62" w:rsidRDefault="00ED3D62" w:rsidP="00ED3D62">
      <w:pPr>
        <w:pStyle w:val="libNormal"/>
      </w:pPr>
      <w:r>
        <w:t xml:space="preserve">Mannan, M.A. </w:t>
      </w:r>
      <w:r w:rsidRPr="00D86078">
        <w:rPr>
          <w:rStyle w:val="libItalicChar"/>
        </w:rPr>
        <w:t>Islamic Economics: Theory and Practice.</w:t>
      </w:r>
      <w:r>
        <w:t xml:space="preserve"> Boulder, CO: Westview Press, 1987.</w:t>
      </w:r>
    </w:p>
    <w:p w:rsidR="00ED3D62" w:rsidRDefault="00ED3D62" w:rsidP="00ED3D62">
      <w:pPr>
        <w:pStyle w:val="libNormal"/>
      </w:pPr>
      <w:r>
        <w:t xml:space="preserve">Marlow, Louise. </w:t>
      </w:r>
      <w:r w:rsidRPr="00D86078">
        <w:rPr>
          <w:rStyle w:val="libItalicChar"/>
        </w:rPr>
        <w:t xml:space="preserve">Hierarchy and Egalitarianism in Islamic Thought. </w:t>
      </w:r>
      <w:r>
        <w:t>Cambridge, UK: Cambridge University Press, 1997.</w:t>
      </w:r>
    </w:p>
    <w:p w:rsidR="00ED3D62" w:rsidRDefault="00ED3D62" w:rsidP="00ED3D62">
      <w:pPr>
        <w:pStyle w:val="libNormal"/>
      </w:pPr>
      <w:r>
        <w:t xml:space="preserve">Martin, Richard C. </w:t>
      </w:r>
      <w:r w:rsidRPr="00D86078">
        <w:rPr>
          <w:rStyle w:val="libItalicChar"/>
        </w:rPr>
        <w:t>Islam, a Cultural Perspective.</w:t>
      </w:r>
      <w:r>
        <w:t xml:space="preserve"> Englewood Cliffs, NJ: Prentice-Hall, 1982.</w:t>
      </w:r>
    </w:p>
    <w:p w:rsidR="00ED3D62" w:rsidRDefault="00ED3D62" w:rsidP="00ED3D62">
      <w:pPr>
        <w:pStyle w:val="libNormal"/>
      </w:pPr>
      <w:r>
        <w:t xml:space="preserve">Mayer, Ann Elizabeth. </w:t>
      </w:r>
      <w:r w:rsidRPr="00D86078">
        <w:rPr>
          <w:rStyle w:val="libItalicChar"/>
        </w:rPr>
        <w:t>Islam and Human Rights: Tradition and Politics.</w:t>
      </w:r>
      <w:r w:rsidRPr="00D86078">
        <w:t xml:space="preserve"> Boulder, CO: Westview Press, 3</w:t>
      </w:r>
      <w:r w:rsidRPr="00750AA4">
        <w:t>rd</w:t>
      </w:r>
      <w:r>
        <w:t xml:space="preserve"> ed., 1999.</w:t>
      </w:r>
    </w:p>
    <w:p w:rsidR="00ED3D62" w:rsidRDefault="00ED3D62" w:rsidP="00ED3D62">
      <w:pPr>
        <w:pStyle w:val="libNormal"/>
      </w:pPr>
      <w:r>
        <w:t xml:space="preserve">McCloud, Aminah Beverly. </w:t>
      </w:r>
      <w:r w:rsidRPr="00D86078">
        <w:rPr>
          <w:rStyle w:val="libItalicChar"/>
        </w:rPr>
        <w:t>African American Islam.</w:t>
      </w:r>
      <w:r>
        <w:t xml:space="preserve"> London: Routledge, 1995.</w:t>
      </w:r>
    </w:p>
    <w:p w:rsidR="00ED3D62" w:rsidRDefault="00ED3D62" w:rsidP="00ED3D62">
      <w:pPr>
        <w:pStyle w:val="libNormal"/>
      </w:pPr>
      <w:proofErr w:type="spellStart"/>
      <w:r>
        <w:t>Meddeb</w:t>
      </w:r>
      <w:proofErr w:type="spellEnd"/>
      <w:r>
        <w:t xml:space="preserve">, </w:t>
      </w:r>
      <w:proofErr w:type="spellStart"/>
      <w:r>
        <w:t>Abdelwahab</w:t>
      </w:r>
      <w:proofErr w:type="spellEnd"/>
      <w:r>
        <w:t xml:space="preserve">. </w:t>
      </w:r>
      <w:r w:rsidRPr="00D86078">
        <w:rPr>
          <w:rStyle w:val="libItalicChar"/>
        </w:rPr>
        <w:t>The Malady of Islam.</w:t>
      </w:r>
      <w:r>
        <w:t xml:space="preserve"> New York: Basic Books, 2003.</w:t>
      </w:r>
    </w:p>
    <w:p w:rsidR="00ED3D62" w:rsidRDefault="00ED3D62" w:rsidP="00ED3D62">
      <w:pPr>
        <w:pStyle w:val="libNormal"/>
      </w:pPr>
      <w:r>
        <w:t xml:space="preserve">Mernissi, Fatima. </w:t>
      </w:r>
      <w:r w:rsidRPr="00D86078">
        <w:rPr>
          <w:rStyle w:val="libItalicChar"/>
        </w:rPr>
        <w:t xml:space="preserve">Beyond the Veil: Male-Female Dynamics in Modern Muslim Society. </w:t>
      </w:r>
      <w:r>
        <w:t>Bloomington, IN: Indiana University Press, revised ed., 1987.</w:t>
      </w:r>
    </w:p>
    <w:p w:rsidR="00ED3D62" w:rsidRDefault="00ED3D62" w:rsidP="00ED3D62">
      <w:pPr>
        <w:pStyle w:val="libNormal"/>
      </w:pPr>
      <w:r>
        <w:t xml:space="preserve">Mernissi, Fatima. </w:t>
      </w:r>
      <w:r w:rsidRPr="00D86078">
        <w:rPr>
          <w:rStyle w:val="libItalicChar"/>
        </w:rPr>
        <w:t>Doing Daily Battle: Interviews with Moroccan Women</w:t>
      </w:r>
      <w:r>
        <w:t>. New Brunswick, NJ: Rutgers University Press, 1989.</w:t>
      </w:r>
    </w:p>
    <w:p w:rsidR="007D4755" w:rsidRDefault="00ED3D62" w:rsidP="00ED3D62">
      <w:pPr>
        <w:pStyle w:val="libNormal"/>
      </w:pPr>
      <w:r>
        <w:t xml:space="preserve">Mernissi, Fatima. </w:t>
      </w:r>
      <w:r w:rsidRPr="00D86078">
        <w:rPr>
          <w:rStyle w:val="libItalicChar"/>
        </w:rPr>
        <w:t>The Forgotten Queens of Islam.</w:t>
      </w:r>
      <w:r>
        <w:t xml:space="preserve"> Minneapolis, MN: University of Minnesota Press, 1993.</w:t>
      </w:r>
    </w:p>
    <w:p w:rsidR="00ED3D62" w:rsidRDefault="00ED3D62" w:rsidP="00ED3D62">
      <w:pPr>
        <w:pStyle w:val="libNormal"/>
      </w:pPr>
      <w:r>
        <w:t xml:space="preserve">Mernissi, Fatima. </w:t>
      </w:r>
      <w:r w:rsidRPr="00D86078">
        <w:rPr>
          <w:rStyle w:val="libItalicChar"/>
        </w:rPr>
        <w:t>Islam and Democracy: Fear of the Modern World.</w:t>
      </w:r>
      <w:r w:rsidRPr="00D86078">
        <w:t xml:space="preserve"> Cambridge, MA: Perseus, 2</w:t>
      </w:r>
      <w:r w:rsidRPr="00750AA4">
        <w:t>nd</w:t>
      </w:r>
      <w:r>
        <w:t xml:space="preserve"> ed., 2002.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Mernissi, Fatima. </w:t>
      </w:r>
      <w:r w:rsidRPr="00D86078">
        <w:rPr>
          <w:rStyle w:val="libItalicChar"/>
        </w:rPr>
        <w:t>The Veil and the Male Elite: A Feminist Interpretation of Women’s Rights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in Islam. </w:t>
      </w:r>
      <w:r w:rsidRPr="00D86078">
        <w:rPr>
          <w:rStyle w:val="libNormalChar"/>
        </w:rPr>
        <w:t>New York: Perseus Books, 1992.</w:t>
      </w:r>
    </w:p>
    <w:p w:rsidR="00ED3D62" w:rsidRDefault="00ED3D62" w:rsidP="00ED3D62">
      <w:pPr>
        <w:pStyle w:val="libNormal"/>
      </w:pPr>
      <w:r w:rsidRPr="00CA2CCA">
        <w:lastRenderedPageBreak/>
        <w:t xml:space="preserve">Mernissi, Fatima. </w:t>
      </w:r>
      <w:r w:rsidRPr="00D86078">
        <w:rPr>
          <w:rStyle w:val="libItalicChar"/>
        </w:rPr>
        <w:t>Women’s Rebellion &amp; Islamic Memory.</w:t>
      </w:r>
      <w:r>
        <w:t xml:space="preserve"> London: Zed Books, 1996.</w:t>
      </w:r>
    </w:p>
    <w:p w:rsidR="00ED3D62" w:rsidRDefault="00ED3D62" w:rsidP="00ED3D62">
      <w:pPr>
        <w:pStyle w:val="libNormal"/>
      </w:pPr>
      <w:proofErr w:type="spellStart"/>
      <w:r>
        <w:t>Messaoudi</w:t>
      </w:r>
      <w:proofErr w:type="spellEnd"/>
      <w:r>
        <w:t xml:space="preserve">, </w:t>
      </w:r>
      <w:proofErr w:type="spellStart"/>
      <w:r>
        <w:t>Khalida</w:t>
      </w:r>
      <w:proofErr w:type="spellEnd"/>
      <w:r>
        <w:t xml:space="preserve"> (interviews with Elisabeth </w:t>
      </w:r>
      <w:proofErr w:type="spellStart"/>
      <w:r>
        <w:t>Schemla</w:t>
      </w:r>
      <w:proofErr w:type="spellEnd"/>
      <w:r>
        <w:t xml:space="preserve">). </w:t>
      </w:r>
      <w:r w:rsidRPr="00D86078">
        <w:rPr>
          <w:rStyle w:val="libItalicChar"/>
        </w:rPr>
        <w:t>Unbowed: An Algerian Woman</w:t>
      </w:r>
      <w:r w:rsidRPr="00CA2CCA">
        <w:t xml:space="preserve"> </w:t>
      </w:r>
      <w:r w:rsidRPr="00D86078">
        <w:rPr>
          <w:rStyle w:val="libItalicChar"/>
        </w:rPr>
        <w:t xml:space="preserve">Confronts Islamic Fundamentalism. </w:t>
      </w:r>
      <w:r>
        <w:t>Philadelphia, PA: University of Pennsylvania Press, 1998.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Messick, Brinkley. </w:t>
      </w:r>
      <w:r w:rsidRPr="00D86078">
        <w:rPr>
          <w:rStyle w:val="libItalicChar"/>
        </w:rPr>
        <w:t>The Calligraphic State: Textual Domination and History in a Muslim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Society. </w:t>
      </w:r>
      <w:r w:rsidRPr="00D86078">
        <w:rPr>
          <w:rStyle w:val="libNormalChar"/>
        </w:rPr>
        <w:t>Berkeley, CA: University of California Press, 1993.</w:t>
      </w:r>
    </w:p>
    <w:p w:rsidR="00ED3D62" w:rsidRDefault="00ED3D62" w:rsidP="00ED3D62">
      <w:pPr>
        <w:pStyle w:val="libNormal"/>
      </w:pPr>
      <w:r w:rsidRPr="00CA2CCA">
        <w:t xml:space="preserve">Metcalf, Barbara Daly, ed. </w:t>
      </w:r>
      <w:r w:rsidRPr="00D86078">
        <w:rPr>
          <w:rStyle w:val="libItalicChar"/>
        </w:rPr>
        <w:t>Making Muslim Space in North America and Europe.</w:t>
      </w:r>
      <w:r>
        <w:t xml:space="preserve"> Berkeley, CA: University of California Press, 1996.</w:t>
      </w:r>
    </w:p>
    <w:p w:rsidR="00ED3D62" w:rsidRDefault="00ED3D62" w:rsidP="00ED3D62">
      <w:pPr>
        <w:pStyle w:val="libNormal"/>
      </w:pPr>
      <w:proofErr w:type="spellStart"/>
      <w:r>
        <w:t>Minns</w:t>
      </w:r>
      <w:proofErr w:type="spellEnd"/>
      <w:r>
        <w:t xml:space="preserve">, Amina and Nadia Hijab. </w:t>
      </w:r>
      <w:r w:rsidRPr="00D86078">
        <w:rPr>
          <w:rStyle w:val="libItalicChar"/>
        </w:rPr>
        <w:t xml:space="preserve">Citizens Apart: A Portrait of Palestinians in Israel. </w:t>
      </w:r>
      <w:r>
        <w:t>London: I.B. Tauris, 1991.</w:t>
      </w:r>
    </w:p>
    <w:p w:rsidR="007D4755" w:rsidRDefault="00ED3D62" w:rsidP="00ED3D62">
      <w:pPr>
        <w:pStyle w:val="libNormal"/>
        <w:rPr>
          <w:rStyle w:val="libNormalChar"/>
        </w:rPr>
      </w:pPr>
      <w:proofErr w:type="spellStart"/>
      <w:r>
        <w:t>Mirsepassi</w:t>
      </w:r>
      <w:proofErr w:type="spellEnd"/>
      <w:r>
        <w:t xml:space="preserve">, Ali. </w:t>
      </w:r>
      <w:r w:rsidRPr="00D86078">
        <w:rPr>
          <w:rStyle w:val="libItalicChar"/>
        </w:rPr>
        <w:t>Intellectual Discourse and the Politics of Modernization: Negotiating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Modernity in Iran. </w:t>
      </w:r>
      <w:r w:rsidRPr="00D86078">
        <w:rPr>
          <w:rStyle w:val="libNormalChar"/>
        </w:rPr>
        <w:t>Cambridge, UK: Cambridge University Press, 2000.</w:t>
      </w:r>
    </w:p>
    <w:p w:rsidR="00ED3D62" w:rsidRDefault="00ED3D62" w:rsidP="00ED3D62">
      <w:pPr>
        <w:pStyle w:val="libNormal"/>
      </w:pPr>
      <w:r w:rsidRPr="00CA2CCA">
        <w:t xml:space="preserve">Mishal, </w:t>
      </w:r>
      <w:proofErr w:type="spellStart"/>
      <w:r w:rsidRPr="00CA2CCA">
        <w:t>Shaul</w:t>
      </w:r>
      <w:proofErr w:type="spellEnd"/>
      <w:r w:rsidRPr="00CA2CCA">
        <w:t xml:space="preserve"> and Avraham </w:t>
      </w:r>
      <w:proofErr w:type="spellStart"/>
      <w:r w:rsidRPr="00CA2CCA">
        <w:t>Sela</w:t>
      </w:r>
      <w:proofErr w:type="spellEnd"/>
      <w:r w:rsidRPr="00CA2CCA">
        <w:t xml:space="preserve">. </w:t>
      </w:r>
      <w:r w:rsidRPr="00D86078">
        <w:rPr>
          <w:rStyle w:val="libItalicChar"/>
        </w:rPr>
        <w:t xml:space="preserve">The Palestinian Hamas: Vision, Violence, and Coexistence. </w:t>
      </w:r>
      <w:r>
        <w:t>New York: Columbia University Press, 2000.</w:t>
      </w:r>
    </w:p>
    <w:p w:rsidR="00ED3D62" w:rsidRDefault="00ED3D62" w:rsidP="00ED3D62">
      <w:pPr>
        <w:pStyle w:val="libNormal"/>
      </w:pPr>
      <w:r>
        <w:t xml:space="preserve">Mitchell, Richard P. </w:t>
      </w:r>
      <w:r w:rsidRPr="00D86078">
        <w:rPr>
          <w:rStyle w:val="libItalicChar"/>
        </w:rPr>
        <w:t>The Society of the Muslim Brothers.</w:t>
      </w:r>
      <w:r>
        <w:t xml:space="preserve"> Oxford, UK: Oxford University Press, 1969.</w:t>
      </w:r>
    </w:p>
    <w:p w:rsidR="007D4755" w:rsidRDefault="00ED3D62" w:rsidP="00ED3D62">
      <w:pPr>
        <w:pStyle w:val="libNormal"/>
      </w:pPr>
      <w:proofErr w:type="spellStart"/>
      <w:r>
        <w:t>Moaddel</w:t>
      </w:r>
      <w:proofErr w:type="spellEnd"/>
      <w:r>
        <w:t xml:space="preserve">, Mansoor and Kamran </w:t>
      </w:r>
      <w:proofErr w:type="spellStart"/>
      <w:r>
        <w:t>Talattof</w:t>
      </w:r>
      <w:proofErr w:type="spellEnd"/>
      <w:r>
        <w:t xml:space="preserve">, eds. </w:t>
      </w:r>
      <w:r w:rsidRPr="00D86078">
        <w:rPr>
          <w:rStyle w:val="libItalicChar"/>
        </w:rPr>
        <w:t>Modernist and Fundamentalist Debates in</w:t>
      </w:r>
      <w:r w:rsidRPr="00CA2CCA">
        <w:t xml:space="preserve"> </w:t>
      </w:r>
      <w:r w:rsidRPr="00D86078">
        <w:rPr>
          <w:rStyle w:val="libItalicChar"/>
        </w:rPr>
        <w:t>Islam:</w:t>
      </w:r>
      <w:r w:rsidRPr="00CA2CCA">
        <w:t xml:space="preserve"> </w:t>
      </w:r>
      <w:r w:rsidRPr="00D86078">
        <w:rPr>
          <w:rStyle w:val="libItalicChar"/>
        </w:rPr>
        <w:t xml:space="preserve">A Reader. </w:t>
      </w:r>
      <w:r>
        <w:t>New York: Palgrave Macmillan, 2002.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Moghadam, Valentine M., ed. </w:t>
      </w:r>
      <w:r w:rsidRPr="00D86078">
        <w:rPr>
          <w:rStyle w:val="libItalicChar"/>
        </w:rPr>
        <w:t>Gender and National Identity: Women and Politics in Muslim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Society. </w:t>
      </w:r>
      <w:r w:rsidRPr="00D86078">
        <w:rPr>
          <w:rStyle w:val="libNormalChar"/>
        </w:rPr>
        <w:t>London: Zed Press, 1996.</w:t>
      </w:r>
    </w:p>
    <w:p w:rsidR="00ED3D62" w:rsidRPr="00D86078" w:rsidRDefault="00ED3D62" w:rsidP="00ED3D62">
      <w:pPr>
        <w:rPr>
          <w:rStyle w:val="libItalicChar"/>
        </w:rPr>
      </w:pPr>
      <w:r w:rsidRPr="00D86078">
        <w:rPr>
          <w:rStyle w:val="libNormalChar"/>
        </w:rPr>
        <w:t xml:space="preserve">Moghadam, Valentine M. </w:t>
      </w:r>
      <w:r w:rsidRPr="00D86078">
        <w:rPr>
          <w:rStyle w:val="libItalicChar"/>
        </w:rPr>
        <w:t>Modernizing Women: Gender and Social Change in the Middle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East. </w:t>
      </w:r>
      <w:r w:rsidRPr="00D86078">
        <w:rPr>
          <w:rStyle w:val="libNormalChar"/>
        </w:rPr>
        <w:t xml:space="preserve">Boulder, CO: Lynne </w:t>
      </w:r>
      <w:proofErr w:type="spellStart"/>
      <w:r w:rsidRPr="00D86078">
        <w:rPr>
          <w:rStyle w:val="libNormalChar"/>
        </w:rPr>
        <w:t>Rienner</w:t>
      </w:r>
      <w:proofErr w:type="spellEnd"/>
      <w:r w:rsidRPr="00D86078">
        <w:rPr>
          <w:rStyle w:val="libNormalChar"/>
        </w:rPr>
        <w:t>, 2nd ed., 2003.</w:t>
      </w:r>
    </w:p>
    <w:p w:rsidR="00ED3D62" w:rsidRDefault="00ED3D62" w:rsidP="00ED3D62">
      <w:pPr>
        <w:pStyle w:val="libNormal"/>
      </w:pPr>
      <w:proofErr w:type="spellStart"/>
      <w:r w:rsidRPr="00CA2CCA">
        <w:t>Moghissi</w:t>
      </w:r>
      <w:proofErr w:type="spellEnd"/>
      <w:r w:rsidRPr="00CA2CCA">
        <w:t xml:space="preserve">, </w:t>
      </w:r>
      <w:proofErr w:type="spellStart"/>
      <w:r w:rsidRPr="00CA2CCA">
        <w:t>Haideh</w:t>
      </w:r>
      <w:proofErr w:type="spellEnd"/>
      <w:r w:rsidRPr="00CA2CCA">
        <w:t xml:space="preserve">. </w:t>
      </w:r>
      <w:r w:rsidRPr="00D86078">
        <w:rPr>
          <w:rStyle w:val="libItalicChar"/>
        </w:rPr>
        <w:t>Feminism and Islamic Fundamentalism: The Limits of Postmodern</w:t>
      </w:r>
      <w:r w:rsidRPr="00CA2CCA">
        <w:t xml:space="preserve"> </w:t>
      </w:r>
      <w:r w:rsidRPr="00D86078">
        <w:rPr>
          <w:rStyle w:val="libItalicChar"/>
        </w:rPr>
        <w:t xml:space="preserve">Analysis. </w:t>
      </w:r>
      <w:r>
        <w:t>London: Zed Books, 1999.</w:t>
      </w:r>
    </w:p>
    <w:p w:rsidR="00ED3D62" w:rsidRDefault="00ED3D62" w:rsidP="00ED3D62">
      <w:pPr>
        <w:pStyle w:val="libNormal"/>
      </w:pPr>
      <w:proofErr w:type="spellStart"/>
      <w:r>
        <w:t>Mohammadi</w:t>
      </w:r>
      <w:proofErr w:type="spellEnd"/>
      <w:r>
        <w:t xml:space="preserve">, Ali, ed. </w:t>
      </w:r>
      <w:r w:rsidRPr="00D86078">
        <w:rPr>
          <w:rStyle w:val="libItalicChar"/>
        </w:rPr>
        <w:t>Islam Encountering Globalization.</w:t>
      </w:r>
      <w:r>
        <w:t xml:space="preserve"> London: </w:t>
      </w:r>
      <w:proofErr w:type="spellStart"/>
      <w:r>
        <w:t>RoutledgeCurzon</w:t>
      </w:r>
      <w:proofErr w:type="spellEnd"/>
      <w:r>
        <w:t>, 2002.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Monk, Daniel Bertrand. </w:t>
      </w:r>
      <w:r w:rsidRPr="00D86078">
        <w:rPr>
          <w:rStyle w:val="libItalicChar"/>
        </w:rPr>
        <w:t>An Aesthetic Occupation: The Immediacy of Architecture and the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Palestine Conflict. </w:t>
      </w:r>
      <w:r w:rsidRPr="00D86078">
        <w:rPr>
          <w:rStyle w:val="libNormalChar"/>
        </w:rPr>
        <w:t>Durham, NC: Duke University Press, 2002.</w:t>
      </w:r>
    </w:p>
    <w:p w:rsidR="00ED3D62" w:rsidRDefault="00ED3D62" w:rsidP="00ED3D62">
      <w:pPr>
        <w:pStyle w:val="libNormal"/>
      </w:pPr>
      <w:proofErr w:type="spellStart"/>
      <w:r w:rsidRPr="00CA2CCA">
        <w:t>Monshipouri</w:t>
      </w:r>
      <w:proofErr w:type="spellEnd"/>
      <w:r w:rsidRPr="00CA2CCA">
        <w:t xml:space="preserve">, Mahmood. </w:t>
      </w:r>
      <w:r w:rsidRPr="00D86078">
        <w:rPr>
          <w:rStyle w:val="libItalicChar"/>
        </w:rPr>
        <w:t xml:space="preserve">Islamism, Secularism, and Human Rights in the Middle East. </w:t>
      </w:r>
      <w:r>
        <w:t xml:space="preserve">Boulder, CO: Lynne </w:t>
      </w:r>
      <w:proofErr w:type="spellStart"/>
      <w:r>
        <w:t>Rienner</w:t>
      </w:r>
      <w:proofErr w:type="spellEnd"/>
      <w:r>
        <w:t>, 1998.</w:t>
      </w:r>
    </w:p>
    <w:p w:rsidR="00ED3D62" w:rsidRDefault="00ED3D62" w:rsidP="00ED3D62">
      <w:pPr>
        <w:pStyle w:val="libNormal"/>
      </w:pPr>
      <w:proofErr w:type="spellStart"/>
      <w:r>
        <w:t>Moussalli</w:t>
      </w:r>
      <w:proofErr w:type="spellEnd"/>
      <w:r>
        <w:t xml:space="preserve">, Ahmad S. </w:t>
      </w:r>
      <w:r w:rsidRPr="00D86078">
        <w:rPr>
          <w:rStyle w:val="libItalicChar"/>
        </w:rPr>
        <w:t xml:space="preserve">The Islamic Quest for Democracy, Pluralism, and Human Rights. </w:t>
      </w:r>
      <w:r>
        <w:t>Gainesville, FL: University Press of Florida, 2001.</w:t>
      </w:r>
    </w:p>
    <w:p w:rsidR="00ED3D62" w:rsidRDefault="00ED3D62" w:rsidP="00ED3D62">
      <w:pPr>
        <w:pStyle w:val="libNormal"/>
      </w:pPr>
      <w:proofErr w:type="spellStart"/>
      <w:r>
        <w:t>Moussalli</w:t>
      </w:r>
      <w:proofErr w:type="spellEnd"/>
      <w:r>
        <w:t xml:space="preserve">, Ahmad S. </w:t>
      </w:r>
      <w:r w:rsidRPr="00D86078">
        <w:rPr>
          <w:rStyle w:val="libItalicChar"/>
        </w:rPr>
        <w:t>Moderate and Radical Islamic Fundamentalism: The Quest for</w:t>
      </w:r>
      <w:r w:rsidRPr="00CA2CCA">
        <w:t xml:space="preserve"> </w:t>
      </w:r>
      <w:r w:rsidRPr="00D86078">
        <w:rPr>
          <w:rStyle w:val="libItalicChar"/>
        </w:rPr>
        <w:t>Modernity,</w:t>
      </w:r>
      <w:r w:rsidRPr="00CA2CCA">
        <w:t xml:space="preserve"> </w:t>
      </w:r>
      <w:r w:rsidRPr="00D86078">
        <w:rPr>
          <w:rStyle w:val="libItalicChar"/>
        </w:rPr>
        <w:t xml:space="preserve">Legitimacy and the Islamic State. </w:t>
      </w:r>
      <w:r>
        <w:t>Gainesville, FL: University Press of Florida, 1999.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proofErr w:type="spellStart"/>
      <w:r>
        <w:t>Mowlana</w:t>
      </w:r>
      <w:proofErr w:type="spellEnd"/>
      <w:r>
        <w:t>, Hamid, George Gerbner and Herbert I. Schiller, eds.</w:t>
      </w:r>
      <w:r w:rsidRPr="00D86078">
        <w:rPr>
          <w:rStyle w:val="libItalicChar"/>
        </w:rPr>
        <w:t xml:space="preserve"> Triumph of the Image: The Media’s War in the Persian Gulf—A Global Perspective. </w:t>
      </w:r>
      <w:r w:rsidRPr="00D86078">
        <w:rPr>
          <w:rStyle w:val="libNormalChar"/>
        </w:rPr>
        <w:t>Boulder, CO: Westview Press, 1992.</w:t>
      </w:r>
    </w:p>
    <w:p w:rsidR="00ED3D62" w:rsidRDefault="00ED3D62" w:rsidP="00ED3D62">
      <w:pPr>
        <w:pStyle w:val="libNormal"/>
      </w:pPr>
      <w:r w:rsidRPr="00CA2CCA">
        <w:t xml:space="preserve">Mufti, Malik. </w:t>
      </w:r>
      <w:r w:rsidRPr="00D86078">
        <w:rPr>
          <w:rStyle w:val="libItalicChar"/>
        </w:rPr>
        <w:t xml:space="preserve">Sovereign Creations: Pan-Arabism and Political Order in Syria and Iraq. </w:t>
      </w:r>
      <w:r>
        <w:t>Ithaca, NY: Cornell University Press, 1996.</w:t>
      </w:r>
    </w:p>
    <w:p w:rsidR="00ED3D62" w:rsidRDefault="00ED3D62" w:rsidP="00ED3D62">
      <w:pPr>
        <w:pStyle w:val="libNormal"/>
      </w:pPr>
      <w:r>
        <w:t>al-</w:t>
      </w:r>
      <w:proofErr w:type="spellStart"/>
      <w:r>
        <w:t>Mughni</w:t>
      </w:r>
      <w:proofErr w:type="spellEnd"/>
      <w:r>
        <w:t xml:space="preserve">, Haya. </w:t>
      </w:r>
      <w:r w:rsidRPr="00D86078">
        <w:rPr>
          <w:rStyle w:val="libItalicChar"/>
        </w:rPr>
        <w:t>Women in Kuwait: The Politics of Gender.</w:t>
      </w:r>
      <w:r>
        <w:t xml:space="preserve"> London: </w:t>
      </w:r>
      <w:proofErr w:type="spellStart"/>
      <w:r>
        <w:t>Saqi</w:t>
      </w:r>
      <w:proofErr w:type="spellEnd"/>
      <w:r>
        <w:t xml:space="preserve"> Books, 2001.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lastRenderedPageBreak/>
        <w:t xml:space="preserve">Munoz, </w:t>
      </w:r>
      <w:proofErr w:type="spellStart"/>
      <w:r>
        <w:t>Gema</w:t>
      </w:r>
      <w:proofErr w:type="spellEnd"/>
      <w:r>
        <w:t xml:space="preserve"> Martin, ed. </w:t>
      </w:r>
      <w:r w:rsidRPr="00D86078">
        <w:rPr>
          <w:rStyle w:val="libItalicChar"/>
        </w:rPr>
        <w:t>Islam, Modernism and the West: Cultural and Political Relations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at the End of the </w:t>
      </w:r>
      <w:proofErr w:type="spellStart"/>
      <w:r w:rsidRPr="00D86078">
        <w:rPr>
          <w:rStyle w:val="libItalicChar"/>
        </w:rPr>
        <w:t>Millenium</w:t>
      </w:r>
      <w:proofErr w:type="spellEnd"/>
      <w:r w:rsidRPr="00D86078">
        <w:rPr>
          <w:rStyle w:val="libItalicChar"/>
        </w:rPr>
        <w:t xml:space="preserve">. </w:t>
      </w:r>
      <w:r w:rsidRPr="00D86078">
        <w:rPr>
          <w:rStyle w:val="libNormalChar"/>
        </w:rPr>
        <w:t>London: I.B. Tauris, 1999.</w:t>
      </w:r>
    </w:p>
    <w:p w:rsidR="00ED3D62" w:rsidRDefault="00ED3D62" w:rsidP="00ED3D62">
      <w:pPr>
        <w:pStyle w:val="libNormal"/>
      </w:pPr>
      <w:proofErr w:type="spellStart"/>
      <w:r w:rsidRPr="00CA2CCA">
        <w:t>Murden</w:t>
      </w:r>
      <w:proofErr w:type="spellEnd"/>
      <w:r w:rsidRPr="00CA2CCA">
        <w:t xml:space="preserve">, Simon W. </w:t>
      </w:r>
      <w:r w:rsidRPr="00D86078">
        <w:rPr>
          <w:rStyle w:val="libItalicChar"/>
        </w:rPr>
        <w:t>Islam, the Middle East, and the New Global Hegemony.</w:t>
      </w:r>
      <w:r>
        <w:t xml:space="preserve"> Boulder, CO: Lynne </w:t>
      </w:r>
      <w:proofErr w:type="spellStart"/>
      <w:r>
        <w:t>Rienner</w:t>
      </w:r>
      <w:proofErr w:type="spellEnd"/>
      <w:r>
        <w:t>, 2002.</w:t>
      </w:r>
    </w:p>
    <w:p w:rsidR="00ED3D62" w:rsidRDefault="00ED3D62" w:rsidP="00ED3D62">
      <w:pPr>
        <w:pStyle w:val="libNormal"/>
      </w:pPr>
      <w:r>
        <w:t xml:space="preserve">Musallam, </w:t>
      </w:r>
      <w:proofErr w:type="spellStart"/>
      <w:r>
        <w:t>Basim</w:t>
      </w:r>
      <w:proofErr w:type="spellEnd"/>
      <w:r>
        <w:t xml:space="preserve">. </w:t>
      </w:r>
      <w:r w:rsidRPr="00D86078">
        <w:rPr>
          <w:rStyle w:val="libItalicChar"/>
        </w:rPr>
        <w:t xml:space="preserve">Sex and Society in Islam: Birth Control before the Nineteenth Century. </w:t>
      </w:r>
      <w:r>
        <w:t>Cambridge, UK: Cambridge University Press, 1983.</w:t>
      </w:r>
    </w:p>
    <w:p w:rsidR="00ED3D62" w:rsidRDefault="00ED3D62" w:rsidP="00ED3D62">
      <w:pPr>
        <w:pStyle w:val="libNormal"/>
      </w:pPr>
      <w:proofErr w:type="spellStart"/>
      <w:r>
        <w:t>Muslih</w:t>
      </w:r>
      <w:proofErr w:type="spellEnd"/>
      <w:r>
        <w:t xml:space="preserve">, Muhammad Y. </w:t>
      </w:r>
      <w:r w:rsidRPr="00D86078">
        <w:rPr>
          <w:rStyle w:val="libItalicChar"/>
        </w:rPr>
        <w:t>The Origins of Palestinian Nationalism</w:t>
      </w:r>
      <w:r>
        <w:t>. New York: Columbia University Press, 1988.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>An-</w:t>
      </w:r>
      <w:proofErr w:type="spellStart"/>
      <w:proofErr w:type="gramStart"/>
      <w:r>
        <w:t>Na‘</w:t>
      </w:r>
      <w:proofErr w:type="gramEnd"/>
      <w:r>
        <w:t>im</w:t>
      </w:r>
      <w:proofErr w:type="spellEnd"/>
      <w:r>
        <w:t xml:space="preserve">, Abdullahi Ahmed. </w:t>
      </w:r>
      <w:r w:rsidRPr="00D86078">
        <w:rPr>
          <w:rStyle w:val="libItalicChar"/>
        </w:rPr>
        <w:t>Toward an Islamic Reformation: Civil Liberties, Human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Rights and International Law. </w:t>
      </w:r>
      <w:r w:rsidRPr="00D86078">
        <w:rPr>
          <w:rStyle w:val="libNormalChar"/>
        </w:rPr>
        <w:t>Syracuse, NY: Syracuse University Press, 1990.</w:t>
      </w:r>
    </w:p>
    <w:p w:rsidR="007D4755" w:rsidRDefault="00ED3D62" w:rsidP="00ED3D62">
      <w:pPr>
        <w:pStyle w:val="libNormal"/>
      </w:pPr>
      <w:r w:rsidRPr="00CA2CCA">
        <w:t xml:space="preserve">Nasr, </w:t>
      </w:r>
      <w:proofErr w:type="spellStart"/>
      <w:r w:rsidRPr="00CA2CCA">
        <w:t>Seyyed</w:t>
      </w:r>
      <w:proofErr w:type="spellEnd"/>
      <w:r w:rsidRPr="00CA2CCA">
        <w:t xml:space="preserve"> Vali Reza. </w:t>
      </w:r>
      <w:r w:rsidRPr="00D86078">
        <w:rPr>
          <w:rStyle w:val="libItalicChar"/>
        </w:rPr>
        <w:t xml:space="preserve">The Islamic Leviathan: Islam and the Making of State Power. </w:t>
      </w:r>
      <w:r>
        <w:t>Oxford, UK; Oxford University Press, 2001.</w:t>
      </w:r>
    </w:p>
    <w:p w:rsidR="00ED3D62" w:rsidRDefault="00ED3D62" w:rsidP="00ED3D62">
      <w:pPr>
        <w:pStyle w:val="libNormal"/>
      </w:pPr>
      <w:r>
        <w:t xml:space="preserve">Nasr, </w:t>
      </w:r>
      <w:proofErr w:type="spellStart"/>
      <w:r>
        <w:t>Seyyed</w:t>
      </w:r>
      <w:proofErr w:type="spellEnd"/>
      <w:r>
        <w:t xml:space="preserve"> Vali Reza. </w:t>
      </w:r>
      <w:proofErr w:type="spellStart"/>
      <w:r w:rsidRPr="00D86078">
        <w:rPr>
          <w:rStyle w:val="libItalicChar"/>
        </w:rPr>
        <w:t>Mawdudi</w:t>
      </w:r>
      <w:proofErr w:type="spellEnd"/>
      <w:r w:rsidRPr="00D86078">
        <w:rPr>
          <w:rStyle w:val="libItalicChar"/>
        </w:rPr>
        <w:t xml:space="preserve"> and the Making of Islamic Revivalism.</w:t>
      </w:r>
      <w:r>
        <w:t xml:space="preserve"> New York: Oxford University Press, 1996.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Nassar, Jamal Raji. </w:t>
      </w:r>
      <w:r w:rsidRPr="00D86078">
        <w:rPr>
          <w:rStyle w:val="libItalicChar"/>
        </w:rPr>
        <w:t>The Palestine Liberation Organization: From Armed Struggle to the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Declaration of Independence. </w:t>
      </w:r>
      <w:r w:rsidRPr="00D86078">
        <w:rPr>
          <w:rStyle w:val="libNormalChar"/>
        </w:rPr>
        <w:t>New York: Praeger, 1991.</w:t>
      </w:r>
    </w:p>
    <w:p w:rsidR="00ED3D62" w:rsidRDefault="00ED3D62" w:rsidP="00ED3D62">
      <w:pPr>
        <w:pStyle w:val="libNormal"/>
      </w:pPr>
      <w:r w:rsidRPr="00CA2CCA">
        <w:t xml:space="preserve">Niblock, Tim and Rodney Wilson, eds. </w:t>
      </w:r>
      <w:r w:rsidRPr="00D86078">
        <w:rPr>
          <w:rStyle w:val="libItalicChar"/>
        </w:rPr>
        <w:t>The Political Economy of the Middle East,</w:t>
      </w:r>
      <w:r>
        <w:t xml:space="preserve"> 6 Vols. Cheltenham, UK: Edward Elgar Publ., 2000.</w:t>
      </w:r>
    </w:p>
    <w:p w:rsidR="00ED3D62" w:rsidRDefault="00ED3D62" w:rsidP="00ED3D62">
      <w:pPr>
        <w:pStyle w:val="libNormal"/>
      </w:pPr>
      <w:proofErr w:type="spellStart"/>
      <w:r>
        <w:t>Noorani</w:t>
      </w:r>
      <w:proofErr w:type="spellEnd"/>
      <w:r>
        <w:t xml:space="preserve">, A.G. </w:t>
      </w:r>
      <w:r w:rsidRPr="00D86078">
        <w:rPr>
          <w:rStyle w:val="libItalicChar"/>
        </w:rPr>
        <w:t>Islam and Jihad: Prejudice Versus Reality</w:t>
      </w:r>
      <w:r>
        <w:t>. London: Zed Books, 2003.</w:t>
      </w:r>
    </w:p>
    <w:p w:rsidR="00ED3D62" w:rsidRDefault="00ED3D62" w:rsidP="00ED3D62">
      <w:pPr>
        <w:pStyle w:val="libNormal"/>
      </w:pPr>
      <w:r>
        <w:t xml:space="preserve">Norton, Augustus Richard, ed. </w:t>
      </w:r>
      <w:r w:rsidRPr="00D86078">
        <w:rPr>
          <w:rStyle w:val="libItalicChar"/>
        </w:rPr>
        <w:t>Civil Society and the Middle East,</w:t>
      </w:r>
      <w:r>
        <w:t xml:space="preserve"> 2 Vols. Leiden: E.J. Brill, 1995-1997.</w:t>
      </w:r>
    </w:p>
    <w:p w:rsidR="00ED3D62" w:rsidRDefault="00ED3D62" w:rsidP="00ED3D62">
      <w:pPr>
        <w:pStyle w:val="libNormal"/>
      </w:pPr>
      <w:r>
        <w:t xml:space="preserve">Noyon, Jennifer. </w:t>
      </w:r>
      <w:r w:rsidRPr="00D86078">
        <w:rPr>
          <w:rStyle w:val="libItalicChar"/>
        </w:rPr>
        <w:t>Islam, Politics, and Pluralism: Turkey, Jordan, Tunisia, and Algeria.</w:t>
      </w:r>
      <w:r>
        <w:t xml:space="preserve"> Washington, DC: Brookings Institution Press, 2002.</w:t>
      </w:r>
    </w:p>
    <w:p w:rsidR="00ED3D62" w:rsidRDefault="00ED3D62" w:rsidP="00ED3D62">
      <w:pPr>
        <w:pStyle w:val="libNormal"/>
      </w:pPr>
      <w:proofErr w:type="spellStart"/>
      <w:r>
        <w:t>Nusse</w:t>
      </w:r>
      <w:proofErr w:type="spellEnd"/>
      <w:r>
        <w:t xml:space="preserve">, Andrea. </w:t>
      </w:r>
      <w:r w:rsidRPr="00D86078">
        <w:rPr>
          <w:rStyle w:val="libItalicChar"/>
        </w:rPr>
        <w:t>Muslim Palestine: The Ideology of Hamas.</w:t>
      </w:r>
      <w:r>
        <w:t xml:space="preserve"> Amsterdam: Harwood Academic Publ.,1998.</w:t>
      </w:r>
    </w:p>
    <w:p w:rsidR="007D4755" w:rsidRDefault="00ED3D62" w:rsidP="00ED3D62">
      <w:pPr>
        <w:pStyle w:val="libNormal"/>
      </w:pPr>
      <w:r>
        <w:t xml:space="preserve">Oren, Michael B. </w:t>
      </w:r>
      <w:r w:rsidRPr="00D86078">
        <w:rPr>
          <w:rStyle w:val="libItalicChar"/>
        </w:rPr>
        <w:t xml:space="preserve">Six Days of War: June 1967 and the Making of the Modern Middle East. </w:t>
      </w:r>
      <w:r>
        <w:t>Oxford, UK: Oxford University Press, 2002.</w:t>
      </w:r>
    </w:p>
    <w:p w:rsidR="00ED3D62" w:rsidRDefault="00ED3D62" w:rsidP="00ED3D62">
      <w:pPr>
        <w:pStyle w:val="libNormal"/>
      </w:pPr>
      <w:r>
        <w:t xml:space="preserve">Owen, Roger. </w:t>
      </w:r>
      <w:r w:rsidRPr="00D86078">
        <w:rPr>
          <w:rStyle w:val="libItalicChar"/>
        </w:rPr>
        <w:t>State, Power and Politics in the Making of the Modern Middle East</w:t>
      </w:r>
      <w:r w:rsidRPr="00D86078">
        <w:t>. New York: Routledge, 2</w:t>
      </w:r>
      <w:r w:rsidRPr="00750AA4">
        <w:t>nd</w:t>
      </w:r>
      <w:r>
        <w:t xml:space="preserve"> ed., 2000.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proofErr w:type="spellStart"/>
      <w:r>
        <w:t>Ozdalga</w:t>
      </w:r>
      <w:proofErr w:type="spellEnd"/>
      <w:r>
        <w:t xml:space="preserve">, Elisabeth. </w:t>
      </w:r>
      <w:r w:rsidRPr="00D86078">
        <w:rPr>
          <w:rStyle w:val="libItalicChar"/>
        </w:rPr>
        <w:t>The Veiling Issue, Official Secularism and Popular Islam in Modern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Turkey. </w:t>
      </w:r>
      <w:r w:rsidRPr="00D86078">
        <w:rPr>
          <w:rStyle w:val="libNormalChar"/>
        </w:rPr>
        <w:t>Richmond, Surrey: Curzon Press, 1998.</w:t>
      </w:r>
    </w:p>
    <w:p w:rsidR="00ED3D62" w:rsidRDefault="00ED3D62" w:rsidP="00ED3D62">
      <w:pPr>
        <w:pStyle w:val="libNormal"/>
      </w:pPr>
      <w:proofErr w:type="spellStart"/>
      <w:r w:rsidRPr="00CA2CCA">
        <w:t>Ozdalga</w:t>
      </w:r>
      <w:proofErr w:type="spellEnd"/>
      <w:r w:rsidRPr="00CA2CCA">
        <w:t xml:space="preserve">, Elisabeth and </w:t>
      </w:r>
      <w:proofErr w:type="spellStart"/>
      <w:r w:rsidRPr="00CA2CCA">
        <w:t>Sune</w:t>
      </w:r>
      <w:proofErr w:type="spellEnd"/>
      <w:r w:rsidRPr="00CA2CCA">
        <w:t xml:space="preserve"> Persson, eds. </w:t>
      </w:r>
      <w:r w:rsidRPr="00D86078">
        <w:rPr>
          <w:rStyle w:val="libItalicChar"/>
        </w:rPr>
        <w:t xml:space="preserve">Civil Society, Democracy, and the Muslim World. </w:t>
      </w:r>
      <w:r>
        <w:t>Richmond, Surrey: Curzon Press, 1997.</w:t>
      </w:r>
    </w:p>
    <w:p w:rsidR="00ED3D62" w:rsidRDefault="00ED3D62" w:rsidP="00ED3D62">
      <w:pPr>
        <w:pStyle w:val="libNormal"/>
      </w:pPr>
      <w:r>
        <w:t xml:space="preserve">Pedersen, Lars. </w:t>
      </w:r>
      <w:r w:rsidRPr="00D86078">
        <w:rPr>
          <w:rStyle w:val="libItalicChar"/>
        </w:rPr>
        <w:t>Newer Islamic Movements in Western Europe.</w:t>
      </w:r>
      <w:r>
        <w:t xml:space="preserve"> </w:t>
      </w:r>
      <w:proofErr w:type="spellStart"/>
      <w:r>
        <w:t>Aldershot</w:t>
      </w:r>
      <w:proofErr w:type="spellEnd"/>
      <w:r>
        <w:t>: Ashgate, 1999.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proofErr w:type="spellStart"/>
      <w:r>
        <w:t>Peled</w:t>
      </w:r>
      <w:proofErr w:type="spellEnd"/>
      <w:r>
        <w:t xml:space="preserve">, Alisa Rubin. </w:t>
      </w:r>
      <w:r w:rsidRPr="00D86078">
        <w:rPr>
          <w:rStyle w:val="libItalicChar"/>
        </w:rPr>
        <w:t>Debating Islam in the Jewish State: The Development of Policy toward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Islamic Institutions in Israel. </w:t>
      </w:r>
      <w:r w:rsidRPr="00D86078">
        <w:rPr>
          <w:rStyle w:val="libNormalChar"/>
        </w:rPr>
        <w:t>Albany, NY: State University of New York Press, 2001.</w:t>
      </w:r>
    </w:p>
    <w:p w:rsidR="00ED3D62" w:rsidRDefault="00ED3D62" w:rsidP="00ED3D62">
      <w:pPr>
        <w:pStyle w:val="libNormal"/>
      </w:pPr>
      <w:r w:rsidRPr="00CA2CCA">
        <w:t xml:space="preserve">Peters, Rudolph. </w:t>
      </w:r>
      <w:r w:rsidRPr="00D86078">
        <w:rPr>
          <w:rStyle w:val="libItalicChar"/>
        </w:rPr>
        <w:t>Islam and Colonialism: The Doctrine of Jihad in Modern History.</w:t>
      </w:r>
      <w:r w:rsidR="007D4755">
        <w:rPr>
          <w:rStyle w:val="libItalicChar"/>
        </w:rPr>
        <w:t xml:space="preserve"> </w:t>
      </w:r>
      <w:r>
        <w:t>Berlin: Mouton de Gruyter, 1984.</w:t>
      </w:r>
    </w:p>
    <w:p w:rsidR="00ED3D62" w:rsidRDefault="00ED3D62" w:rsidP="00ED3D62">
      <w:pPr>
        <w:pStyle w:val="libNormal"/>
      </w:pPr>
      <w:r>
        <w:t xml:space="preserve">Pirzada, Sayyid A.S. </w:t>
      </w:r>
      <w:r w:rsidRPr="00D86078">
        <w:rPr>
          <w:rStyle w:val="libItalicChar"/>
        </w:rPr>
        <w:t xml:space="preserve">The Politics of the </w:t>
      </w:r>
      <w:proofErr w:type="spellStart"/>
      <w:r w:rsidRPr="00D86078">
        <w:rPr>
          <w:rStyle w:val="libItalicChar"/>
        </w:rPr>
        <w:t>Jamiat</w:t>
      </w:r>
      <w:proofErr w:type="spellEnd"/>
      <w:r w:rsidRPr="00D86078">
        <w:rPr>
          <w:rStyle w:val="libItalicChar"/>
        </w:rPr>
        <w:t xml:space="preserve"> Ulema-I-Islam Pakistan, 1971-1977. </w:t>
      </w:r>
      <w:r>
        <w:t>Karachi: Oxford University Press, 2000.</w:t>
      </w:r>
    </w:p>
    <w:p w:rsidR="00ED3D62" w:rsidRDefault="00ED3D62" w:rsidP="00ED3D62">
      <w:pPr>
        <w:pStyle w:val="libNormal"/>
      </w:pPr>
      <w:proofErr w:type="spellStart"/>
      <w:r>
        <w:t>Piscatori</w:t>
      </w:r>
      <w:proofErr w:type="spellEnd"/>
      <w:r>
        <w:t xml:space="preserve">, James P. </w:t>
      </w:r>
      <w:r w:rsidRPr="00D86078">
        <w:rPr>
          <w:rStyle w:val="libItalicChar"/>
        </w:rPr>
        <w:t>Islam in a World of Nation-States.</w:t>
      </w:r>
      <w:r>
        <w:t xml:space="preserve"> Cambridge, UK: Cambridge University Press and the Royal Institute of International Affairs, 1986.</w:t>
      </w:r>
    </w:p>
    <w:p w:rsidR="00ED3D62" w:rsidRDefault="00ED3D62" w:rsidP="00ED3D62">
      <w:pPr>
        <w:pStyle w:val="libNormal"/>
      </w:pPr>
      <w:proofErr w:type="spellStart"/>
      <w:r>
        <w:lastRenderedPageBreak/>
        <w:t>Piscatori</w:t>
      </w:r>
      <w:proofErr w:type="spellEnd"/>
      <w:r>
        <w:t xml:space="preserve">, James P., ed. </w:t>
      </w:r>
      <w:r w:rsidRPr="00D86078">
        <w:rPr>
          <w:rStyle w:val="libItalicChar"/>
        </w:rPr>
        <w:t>Islam in the Political Process.</w:t>
      </w:r>
      <w:r>
        <w:t xml:space="preserve"> Cambridge, UK: Cambridge University Press and the Royal Institute of International Affairs, 1983.</w:t>
      </w:r>
    </w:p>
    <w:p w:rsidR="00ED3D62" w:rsidRDefault="00ED3D62" w:rsidP="00ED3D62">
      <w:pPr>
        <w:pStyle w:val="libNormal"/>
      </w:pPr>
      <w:proofErr w:type="spellStart"/>
      <w:r>
        <w:t>Podeh</w:t>
      </w:r>
      <w:proofErr w:type="spellEnd"/>
      <w:r>
        <w:t xml:space="preserve">, Elie. </w:t>
      </w:r>
      <w:r w:rsidRPr="00D86078">
        <w:rPr>
          <w:rStyle w:val="libItalicChar"/>
        </w:rPr>
        <w:t xml:space="preserve">The Decline of Arab Unity: The Rise and Fall of the United Arab Republic. </w:t>
      </w:r>
      <w:r>
        <w:t>Brighton: Sussex Academic Press, 1999.</w:t>
      </w:r>
    </w:p>
    <w:p w:rsidR="00ED3D62" w:rsidRDefault="00ED3D62" w:rsidP="00ED3D62">
      <w:pPr>
        <w:pStyle w:val="libNormal"/>
      </w:pPr>
      <w:r>
        <w:t xml:space="preserve">Poole, Elizabeth. </w:t>
      </w:r>
      <w:r w:rsidRPr="00D86078">
        <w:rPr>
          <w:rStyle w:val="libItalicChar"/>
        </w:rPr>
        <w:t>Reporting Islam: Media Representations of British Muslims.</w:t>
      </w:r>
      <w:r>
        <w:t xml:space="preserve"> London: I.B. Tauris, 2002.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>Potter, Lawrence G. and Gary G. Sick, eds.</w:t>
      </w:r>
      <w:r w:rsidRPr="00D86078">
        <w:rPr>
          <w:rStyle w:val="libItalicChar"/>
        </w:rPr>
        <w:t xml:space="preserve"> Security in the Persian Gulf: Origins, Obstacles, and the Search for Consensus. </w:t>
      </w:r>
      <w:r w:rsidRPr="00D86078">
        <w:rPr>
          <w:rStyle w:val="libNormalChar"/>
        </w:rPr>
        <w:t>New York: Palgrave, 2002.</w:t>
      </w:r>
    </w:p>
    <w:p w:rsidR="00ED3D62" w:rsidRDefault="00ED3D62" w:rsidP="00ED3D62">
      <w:pPr>
        <w:pStyle w:val="libNormal"/>
      </w:pPr>
      <w:proofErr w:type="spellStart"/>
      <w:r w:rsidRPr="00CA2CCA">
        <w:t>Poya</w:t>
      </w:r>
      <w:proofErr w:type="spellEnd"/>
      <w:r w:rsidRPr="00CA2CCA">
        <w:t xml:space="preserve">, Maryam. </w:t>
      </w:r>
      <w:r w:rsidRPr="00D86078">
        <w:rPr>
          <w:rStyle w:val="libItalicChar"/>
        </w:rPr>
        <w:t>Women, Work and Islamism: Ideology and Resistance.</w:t>
      </w:r>
      <w:r>
        <w:t xml:space="preserve"> London: Zed Books, 1999.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Price, Daniel E. </w:t>
      </w:r>
      <w:r w:rsidRPr="00D86078">
        <w:rPr>
          <w:rStyle w:val="libItalicChar"/>
        </w:rPr>
        <w:t xml:space="preserve">Islamic Political Culture, Democracy and Human Rights: A Comparative Study. </w:t>
      </w:r>
      <w:r w:rsidRPr="00D86078">
        <w:rPr>
          <w:rStyle w:val="libNormalChar"/>
        </w:rPr>
        <w:t>Westport, CT: Praeger, 1999.</w:t>
      </w:r>
    </w:p>
    <w:p w:rsidR="00ED3D62" w:rsidRDefault="00ED3D62" w:rsidP="00ED3D62">
      <w:pPr>
        <w:pStyle w:val="libNormal"/>
      </w:pPr>
      <w:proofErr w:type="spellStart"/>
      <w:r w:rsidRPr="00CA2CCA">
        <w:t>Quandt</w:t>
      </w:r>
      <w:proofErr w:type="spellEnd"/>
      <w:r w:rsidRPr="00CA2CCA">
        <w:t xml:space="preserve">, William B. </w:t>
      </w:r>
      <w:r w:rsidRPr="00D86078">
        <w:rPr>
          <w:rStyle w:val="libItalicChar"/>
        </w:rPr>
        <w:t>Camp David: Peacemaking and Politics.</w:t>
      </w:r>
      <w:r>
        <w:t xml:space="preserve"> Washington, DC: The Brookings Institution, 1986.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proofErr w:type="spellStart"/>
      <w:r>
        <w:t>Quandt</w:t>
      </w:r>
      <w:proofErr w:type="spellEnd"/>
      <w:r>
        <w:t xml:space="preserve">, William B. </w:t>
      </w:r>
      <w:r w:rsidRPr="00D86078">
        <w:rPr>
          <w:rStyle w:val="libItalicChar"/>
        </w:rPr>
        <w:t xml:space="preserve">Peace Process: American Diplomacy and the Arab-Israeli Conflict since 1967. </w:t>
      </w:r>
      <w:r w:rsidRPr="00D86078">
        <w:rPr>
          <w:rStyle w:val="libNormalChar"/>
        </w:rPr>
        <w:t>Berkeley, CA: University of California Press, revised ed., 2001.</w:t>
      </w:r>
    </w:p>
    <w:p w:rsidR="00ED3D62" w:rsidRPr="00D86078" w:rsidRDefault="00ED3D62" w:rsidP="00ED3D62">
      <w:pPr>
        <w:rPr>
          <w:rStyle w:val="libItalicChar"/>
        </w:rPr>
      </w:pPr>
      <w:r w:rsidRPr="00D86078">
        <w:rPr>
          <w:rStyle w:val="libNormalChar"/>
        </w:rPr>
        <w:t xml:space="preserve">Rahman, Fazlur (Ebrahim </w:t>
      </w:r>
      <w:proofErr w:type="spellStart"/>
      <w:r w:rsidRPr="00D86078">
        <w:rPr>
          <w:rStyle w:val="libNormalChar"/>
        </w:rPr>
        <w:t>Moosa</w:t>
      </w:r>
      <w:proofErr w:type="spellEnd"/>
      <w:r w:rsidRPr="00D86078">
        <w:rPr>
          <w:rStyle w:val="libNormalChar"/>
        </w:rPr>
        <w:t xml:space="preserve">, ed.). </w:t>
      </w:r>
      <w:r w:rsidRPr="00D86078">
        <w:rPr>
          <w:rStyle w:val="libItalicChar"/>
        </w:rPr>
        <w:t xml:space="preserve">Revival and Reform in Islam: A Study of Islamic Fundamentalism. </w:t>
      </w:r>
      <w:r w:rsidRPr="00D86078">
        <w:rPr>
          <w:rStyle w:val="libNormalChar"/>
        </w:rPr>
        <w:t xml:space="preserve">Oxford, England: </w:t>
      </w:r>
      <w:proofErr w:type="spellStart"/>
      <w:r w:rsidRPr="00D86078">
        <w:rPr>
          <w:rStyle w:val="libNormalChar"/>
        </w:rPr>
        <w:t>Oneworld</w:t>
      </w:r>
      <w:proofErr w:type="spellEnd"/>
      <w:r w:rsidRPr="00D86078">
        <w:rPr>
          <w:rStyle w:val="libNormalChar"/>
        </w:rPr>
        <w:t>, 1999.</w:t>
      </w:r>
    </w:p>
    <w:p w:rsidR="00ED3D62" w:rsidRDefault="00ED3D62" w:rsidP="00ED3D62">
      <w:pPr>
        <w:pStyle w:val="libNormal"/>
      </w:pPr>
      <w:proofErr w:type="spellStart"/>
      <w:r w:rsidRPr="00CA2CCA">
        <w:t>Rahnema</w:t>
      </w:r>
      <w:proofErr w:type="spellEnd"/>
      <w:r w:rsidRPr="00CA2CCA">
        <w:t xml:space="preserve">, Ali. </w:t>
      </w:r>
      <w:r w:rsidRPr="00D86078">
        <w:rPr>
          <w:rStyle w:val="libItalicChar"/>
        </w:rPr>
        <w:t xml:space="preserve">An Islamic Utopian: A Political Biography of Ali </w:t>
      </w:r>
      <w:proofErr w:type="gramStart"/>
      <w:r w:rsidRPr="00D86078">
        <w:rPr>
          <w:rStyle w:val="libItalicChar"/>
        </w:rPr>
        <w:t>Shari‘</w:t>
      </w:r>
      <w:proofErr w:type="gramEnd"/>
      <w:r w:rsidRPr="00D86078">
        <w:rPr>
          <w:rStyle w:val="libItalicChar"/>
        </w:rPr>
        <w:t xml:space="preserve">ati. </w:t>
      </w:r>
      <w:r>
        <w:t>London: I.B. Tauris,</w:t>
      </w:r>
      <w:r w:rsidR="007D4755">
        <w:t xml:space="preserve"> </w:t>
      </w:r>
      <w:r>
        <w:t>1998.</w:t>
      </w:r>
    </w:p>
    <w:p w:rsidR="007D4755" w:rsidRDefault="00ED3D62" w:rsidP="00ED3D62">
      <w:pPr>
        <w:pStyle w:val="libNormal"/>
      </w:pPr>
      <w:proofErr w:type="spellStart"/>
      <w:r>
        <w:t>Rahnema</w:t>
      </w:r>
      <w:proofErr w:type="spellEnd"/>
      <w:r>
        <w:t xml:space="preserve">, Ali, ed. </w:t>
      </w:r>
      <w:r w:rsidRPr="00D86078">
        <w:rPr>
          <w:rStyle w:val="libItalicChar"/>
        </w:rPr>
        <w:t>Pioneers of Islamic Revival.</w:t>
      </w:r>
      <w:r>
        <w:t xml:space="preserve"> London: Zed Books, 1994.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proofErr w:type="spellStart"/>
      <w:r>
        <w:t>Rejwan</w:t>
      </w:r>
      <w:proofErr w:type="spellEnd"/>
      <w:r>
        <w:t xml:space="preserve">, Nissim. </w:t>
      </w:r>
      <w:r w:rsidRPr="00D86078">
        <w:rPr>
          <w:rStyle w:val="libItalicChar"/>
        </w:rPr>
        <w:t xml:space="preserve">Arabs Face the Modern World: Religious, Cultural, and Political Responses to the West. </w:t>
      </w:r>
      <w:r w:rsidRPr="00D86078">
        <w:rPr>
          <w:rStyle w:val="libNormalChar"/>
        </w:rPr>
        <w:t>Gainesville, FL: University Press of Florida, 1998.</w:t>
      </w:r>
    </w:p>
    <w:p w:rsidR="00ED3D62" w:rsidRDefault="00ED3D62" w:rsidP="00ED3D62">
      <w:pPr>
        <w:pStyle w:val="libNormal"/>
      </w:pPr>
      <w:proofErr w:type="spellStart"/>
      <w:r w:rsidRPr="00CA2CCA">
        <w:t>Rejwan</w:t>
      </w:r>
      <w:proofErr w:type="spellEnd"/>
      <w:r w:rsidRPr="00CA2CCA">
        <w:t xml:space="preserve">, Nissim, ed. </w:t>
      </w:r>
      <w:r w:rsidRPr="00D86078">
        <w:rPr>
          <w:rStyle w:val="libItalicChar"/>
        </w:rPr>
        <w:t xml:space="preserve">The Many Faces of Islam: Perspectives on a Resurgent Civilization. </w:t>
      </w:r>
      <w:r>
        <w:t>Gainesville,</w:t>
      </w:r>
      <w:r w:rsidR="007D4755">
        <w:t xml:space="preserve"> </w:t>
      </w:r>
      <w:r>
        <w:t>FL: University Press of Florida, 2000.</w:t>
      </w:r>
    </w:p>
    <w:p w:rsidR="007D4755" w:rsidRDefault="00ED3D62" w:rsidP="00ED3D62">
      <w:pPr>
        <w:pStyle w:val="libNormal"/>
      </w:pPr>
      <w:r>
        <w:t xml:space="preserve">Rai, Milan (and Noam Chomsky). </w:t>
      </w:r>
      <w:r w:rsidRPr="00D86078">
        <w:rPr>
          <w:rStyle w:val="libItalicChar"/>
        </w:rPr>
        <w:t>War Plan—Iraq: Ten Reasons against War on Iraq.</w:t>
      </w:r>
      <w:r>
        <w:t xml:space="preserve"> </w:t>
      </w:r>
      <w:proofErr w:type="gramStart"/>
      <w:r>
        <w:t>London:,</w:t>
      </w:r>
      <w:proofErr w:type="gramEnd"/>
      <w:r>
        <w:t xml:space="preserve"> Verso, 2002.</w:t>
      </w:r>
    </w:p>
    <w:p w:rsidR="00ED3D62" w:rsidRDefault="00ED3D62" w:rsidP="00ED3D62">
      <w:pPr>
        <w:pStyle w:val="libNormal"/>
      </w:pPr>
      <w:r>
        <w:t xml:space="preserve">Ramadan, Tariq. </w:t>
      </w:r>
      <w:r w:rsidRPr="00D86078">
        <w:rPr>
          <w:rStyle w:val="libItalicChar"/>
        </w:rPr>
        <w:t xml:space="preserve">Western Muslims and the Future of Islam. </w:t>
      </w:r>
      <w:r>
        <w:t>Oxford, UK: Oxford University</w:t>
      </w:r>
      <w:r w:rsidR="007D4755">
        <w:t xml:space="preserve"> </w:t>
      </w:r>
      <w:r>
        <w:t>Press, 2003.</w:t>
      </w:r>
    </w:p>
    <w:p w:rsidR="00ED3D62" w:rsidRDefault="00ED3D62" w:rsidP="00ED3D62">
      <w:pPr>
        <w:pStyle w:val="libNormal"/>
      </w:pPr>
      <w:r>
        <w:t xml:space="preserve">Richards, Alan and John Waterbury. </w:t>
      </w:r>
      <w:r w:rsidRPr="00D86078">
        <w:rPr>
          <w:rStyle w:val="libItalicChar"/>
        </w:rPr>
        <w:t>A Political Economy of the Middle East</w:t>
      </w:r>
      <w:r w:rsidRPr="00D86078">
        <w:t>. Boulder, CO: Westview Press, 2</w:t>
      </w:r>
      <w:r w:rsidRPr="00750AA4">
        <w:t>nd</w:t>
      </w:r>
      <w:r>
        <w:t xml:space="preserve"> ed., 1996.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Riddell, Peter G., Tony Street and Anthony H. Johns, eds. </w:t>
      </w:r>
      <w:r w:rsidRPr="00D86078">
        <w:rPr>
          <w:rStyle w:val="libItalicChar"/>
        </w:rPr>
        <w:t>Islam: Essays on Scripture,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>Thought</w:t>
      </w:r>
      <w:r w:rsidR="007D4755">
        <w:rPr>
          <w:rStyle w:val="libItalicChar"/>
        </w:rPr>
        <w:t xml:space="preserve"> </w:t>
      </w:r>
      <w:r w:rsidRPr="00D86078">
        <w:rPr>
          <w:rStyle w:val="libItalicChar"/>
        </w:rPr>
        <w:t xml:space="preserve">and Society—A Festschrift in Honour of Anthony H. Johns. </w:t>
      </w:r>
      <w:r w:rsidRPr="00D86078">
        <w:rPr>
          <w:rStyle w:val="libNormalChar"/>
        </w:rPr>
        <w:t>Leiden: E.J. Brill, 1997.</w:t>
      </w:r>
    </w:p>
    <w:p w:rsidR="00ED3D62" w:rsidRDefault="00ED3D62" w:rsidP="00ED3D62">
      <w:pPr>
        <w:pStyle w:val="libNormal"/>
      </w:pPr>
      <w:r w:rsidRPr="00CA2CCA">
        <w:t xml:space="preserve">Roald, Anne-Sofie. </w:t>
      </w:r>
      <w:r w:rsidRPr="00D86078">
        <w:rPr>
          <w:rStyle w:val="libItalicChar"/>
        </w:rPr>
        <w:t xml:space="preserve">Women in Islam: The Western Experience. </w:t>
      </w:r>
      <w:r>
        <w:t>New York: Routledge, 2001.</w:t>
      </w:r>
    </w:p>
    <w:p w:rsidR="007D4755" w:rsidRDefault="00ED3D62" w:rsidP="00ED3D62">
      <w:pPr>
        <w:pStyle w:val="libNormal"/>
      </w:pPr>
      <w:r>
        <w:t xml:space="preserve">Roberson, B.A. </w:t>
      </w:r>
      <w:r w:rsidRPr="00D86078">
        <w:rPr>
          <w:rStyle w:val="libItalicChar"/>
        </w:rPr>
        <w:t>Shaping the Current Islamic Reformation</w:t>
      </w:r>
      <w:r>
        <w:t>. London: Frank Cass, 2003.</w:t>
      </w:r>
    </w:p>
    <w:p w:rsidR="00ED3D62" w:rsidRDefault="00ED3D62" w:rsidP="00ED3D62">
      <w:pPr>
        <w:pStyle w:val="libNormal"/>
      </w:pPr>
      <w:r>
        <w:t xml:space="preserve">Robinson, Francis. </w:t>
      </w:r>
      <w:r w:rsidRPr="00D86078">
        <w:rPr>
          <w:rStyle w:val="libItalicChar"/>
        </w:rPr>
        <w:t>Islam and Muslin History in South Asia.</w:t>
      </w:r>
      <w:r>
        <w:t xml:space="preserve"> Oxford, UK: Oxford University Press, 2000.</w:t>
      </w:r>
    </w:p>
    <w:p w:rsidR="00ED3D62" w:rsidRDefault="00ED3D62" w:rsidP="00ED3D62">
      <w:pPr>
        <w:pStyle w:val="libNormal"/>
      </w:pPr>
      <w:r>
        <w:t xml:space="preserve">Robinson, Francis. </w:t>
      </w:r>
      <w:r w:rsidRPr="00D86078">
        <w:rPr>
          <w:rStyle w:val="libItalicChar"/>
        </w:rPr>
        <w:t>Islam in South Asia.</w:t>
      </w:r>
      <w:r>
        <w:t xml:space="preserve"> Cambridge, UK: Cambridge University Press, 2003.</w:t>
      </w:r>
    </w:p>
    <w:p w:rsidR="00ED3D62" w:rsidRDefault="00ED3D62" w:rsidP="00ED3D62">
      <w:pPr>
        <w:pStyle w:val="libNormal"/>
      </w:pPr>
      <w:r>
        <w:t xml:space="preserve">Robinson, Glenn E. </w:t>
      </w:r>
      <w:r w:rsidRPr="00D86078">
        <w:rPr>
          <w:rStyle w:val="libItalicChar"/>
        </w:rPr>
        <w:t xml:space="preserve">Building a Palestinian State: The Incomplete Revolution. </w:t>
      </w:r>
      <w:r>
        <w:t>Bloomington, IN: Indiana University Press, 1997.</w:t>
      </w:r>
    </w:p>
    <w:p w:rsidR="00ED3D62" w:rsidRDefault="00ED3D62" w:rsidP="00ED3D62">
      <w:pPr>
        <w:pStyle w:val="libNormal"/>
      </w:pPr>
      <w:proofErr w:type="spellStart"/>
      <w:r>
        <w:lastRenderedPageBreak/>
        <w:t>Rodinson</w:t>
      </w:r>
      <w:proofErr w:type="spellEnd"/>
      <w:r>
        <w:t xml:space="preserve">, Maxime. </w:t>
      </w:r>
      <w:r w:rsidRPr="00D86078">
        <w:rPr>
          <w:rStyle w:val="libItalicChar"/>
        </w:rPr>
        <w:t>Europe and the Mystique of Islam.</w:t>
      </w:r>
      <w:r>
        <w:t xml:space="preserve"> London: I.B. Tauris, 2002.</w:t>
      </w:r>
    </w:p>
    <w:p w:rsidR="00ED3D62" w:rsidRDefault="00ED3D62" w:rsidP="00ED3D62">
      <w:pPr>
        <w:pStyle w:val="libNormal"/>
      </w:pPr>
      <w:proofErr w:type="spellStart"/>
      <w:r>
        <w:t>Rodinson</w:t>
      </w:r>
      <w:proofErr w:type="spellEnd"/>
      <w:r>
        <w:t xml:space="preserve">, Maxime. </w:t>
      </w:r>
      <w:r w:rsidRPr="00D86078">
        <w:rPr>
          <w:rStyle w:val="libItalicChar"/>
        </w:rPr>
        <w:t>Islam and Capitalism.</w:t>
      </w:r>
      <w:r>
        <w:t xml:space="preserve"> Austin, TX: University of Texas Press, 1978.</w:t>
      </w:r>
    </w:p>
    <w:p w:rsidR="00ED3D62" w:rsidRDefault="00ED3D62" w:rsidP="00ED3D62">
      <w:pPr>
        <w:pStyle w:val="libNormal"/>
      </w:pPr>
      <w:proofErr w:type="spellStart"/>
      <w:r>
        <w:t>Rodinson</w:t>
      </w:r>
      <w:proofErr w:type="spellEnd"/>
      <w:r>
        <w:t xml:space="preserve">, Maxime. </w:t>
      </w:r>
      <w:r w:rsidRPr="00D86078">
        <w:rPr>
          <w:rStyle w:val="libItalicChar"/>
        </w:rPr>
        <w:t>Marxism and the Muslim World.</w:t>
      </w:r>
      <w:r>
        <w:t xml:space="preserve"> London: Zed Books, 1979.</w:t>
      </w:r>
    </w:p>
    <w:p w:rsidR="00ED3D62" w:rsidRDefault="00ED3D62" w:rsidP="00ED3D62">
      <w:pPr>
        <w:pStyle w:val="libNormal"/>
      </w:pPr>
      <w:r>
        <w:t xml:space="preserve">Rogan, Eugene, ed. </w:t>
      </w:r>
      <w:r w:rsidRPr="00D86078">
        <w:rPr>
          <w:rStyle w:val="libItalicChar"/>
        </w:rPr>
        <w:t>Outside In: On the Margins of the Modern Middle East.</w:t>
      </w:r>
      <w:r>
        <w:t xml:space="preserve"> London: I.B. Tauris, 2002.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Rosen, Lawrence. </w:t>
      </w:r>
      <w:r w:rsidRPr="00D86078">
        <w:rPr>
          <w:rStyle w:val="libItalicChar"/>
        </w:rPr>
        <w:t>Bargaining for Reality: The Construction of Social Relations in a Muslim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Community. </w:t>
      </w:r>
      <w:r w:rsidRPr="00D86078">
        <w:rPr>
          <w:rStyle w:val="libNormalChar"/>
        </w:rPr>
        <w:t>Chicago, IL: University of Chicago Press, 1984.</w:t>
      </w:r>
    </w:p>
    <w:p w:rsidR="00ED3D62" w:rsidRDefault="00ED3D62" w:rsidP="00ED3D62">
      <w:pPr>
        <w:pStyle w:val="libNormal"/>
      </w:pPr>
      <w:r w:rsidRPr="00CA2CCA">
        <w:t xml:space="preserve">Rosen, Lawrence. </w:t>
      </w:r>
      <w:r w:rsidRPr="00D86078">
        <w:rPr>
          <w:rStyle w:val="libItalicChar"/>
        </w:rPr>
        <w:t xml:space="preserve">The Culture of Islam: Changing Aspects of Contemporary Muslim Life. </w:t>
      </w:r>
      <w:r>
        <w:t>Chicago, IL: University of Chicago Press, 2003.</w:t>
      </w:r>
    </w:p>
    <w:p w:rsidR="007D4755" w:rsidRDefault="00ED3D62" w:rsidP="00ED3D62">
      <w:pPr>
        <w:pStyle w:val="libNormal"/>
      </w:pPr>
      <w:r>
        <w:t xml:space="preserve">Rosenthal, Erwin. </w:t>
      </w:r>
      <w:r w:rsidRPr="00D86078">
        <w:rPr>
          <w:rStyle w:val="libItalicChar"/>
        </w:rPr>
        <w:t>Political Thought in Medieval Islam.</w:t>
      </w:r>
      <w:r>
        <w:t xml:space="preserve"> Cambridge, UK: Cambridge University Press, 1958.</w:t>
      </w:r>
    </w:p>
    <w:p w:rsidR="00ED3D62" w:rsidRDefault="00ED3D62" w:rsidP="00ED3D62">
      <w:pPr>
        <w:pStyle w:val="libNormal"/>
      </w:pPr>
      <w:r>
        <w:t xml:space="preserve">Roy, Olivier. </w:t>
      </w:r>
      <w:r w:rsidRPr="00D86078">
        <w:rPr>
          <w:rStyle w:val="libItalicChar"/>
        </w:rPr>
        <w:t>The Failure of Political Islam.</w:t>
      </w:r>
      <w:r>
        <w:t xml:space="preserve"> Cambridge, MA: Harvard University Press, 1994.</w:t>
      </w:r>
    </w:p>
    <w:p w:rsidR="00ED3D62" w:rsidRDefault="00ED3D62" w:rsidP="00ED3D62">
      <w:pPr>
        <w:pStyle w:val="libNormal"/>
      </w:pPr>
      <w:proofErr w:type="spellStart"/>
      <w:r>
        <w:t>Rubenberg</w:t>
      </w:r>
      <w:proofErr w:type="spellEnd"/>
      <w:r>
        <w:t xml:space="preserve">, Cheryl A. </w:t>
      </w:r>
      <w:r w:rsidRPr="00D86078">
        <w:rPr>
          <w:rStyle w:val="libItalicChar"/>
        </w:rPr>
        <w:t>Palestinian Women: Patriarchy and Resistance in the West Bank.</w:t>
      </w:r>
      <w:r>
        <w:t xml:space="preserve"> Boulder, CO: Lynne </w:t>
      </w:r>
      <w:proofErr w:type="spellStart"/>
      <w:r>
        <w:t>Rienner</w:t>
      </w:r>
      <w:proofErr w:type="spellEnd"/>
      <w:r>
        <w:t>, 2001.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Rubin, Barry, ed. </w:t>
      </w:r>
      <w:r w:rsidRPr="00D86078">
        <w:rPr>
          <w:rStyle w:val="libItalicChar"/>
        </w:rPr>
        <w:t>Revolutionaries and Reformers: Contemporary Islamist Movements in the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Middle East. </w:t>
      </w:r>
      <w:r w:rsidRPr="00D86078">
        <w:rPr>
          <w:rStyle w:val="libNormalChar"/>
        </w:rPr>
        <w:t>Albany, NY: State University of New York Press, 2003.</w:t>
      </w:r>
    </w:p>
    <w:p w:rsidR="00ED3D62" w:rsidRDefault="00ED3D62" w:rsidP="00ED3D62">
      <w:pPr>
        <w:pStyle w:val="libNormal"/>
      </w:pPr>
      <w:r w:rsidRPr="00CA2CCA">
        <w:t xml:space="preserve">Ruggles, D. Fairchild, ed. </w:t>
      </w:r>
      <w:r w:rsidRPr="00D86078">
        <w:rPr>
          <w:rStyle w:val="libItalicChar"/>
        </w:rPr>
        <w:t xml:space="preserve">Women, Patronage, and Self-Representation in Islamic Societies. </w:t>
      </w:r>
      <w:r>
        <w:t>Albany, NY: State University of New York Press, 2000.</w:t>
      </w:r>
    </w:p>
    <w:p w:rsidR="00ED3D62" w:rsidRDefault="00ED3D62" w:rsidP="00ED3D62">
      <w:pPr>
        <w:pStyle w:val="libNormal"/>
      </w:pPr>
      <w:proofErr w:type="spellStart"/>
      <w:r>
        <w:t>Rugh</w:t>
      </w:r>
      <w:proofErr w:type="spellEnd"/>
      <w:r>
        <w:t xml:space="preserve">, William A. </w:t>
      </w:r>
      <w:r w:rsidRPr="00D86078">
        <w:rPr>
          <w:rStyle w:val="libItalicChar"/>
        </w:rPr>
        <w:t xml:space="preserve">Arab Mass Media: Newspapers, Radio, and Television in Arab Politics. </w:t>
      </w:r>
      <w:r>
        <w:t>Westport,</w:t>
      </w:r>
      <w:r w:rsidR="007D4755">
        <w:t xml:space="preserve"> </w:t>
      </w:r>
      <w:r>
        <w:t>CT: Praeger, 2004.</w:t>
      </w:r>
    </w:p>
    <w:p w:rsidR="00ED3D62" w:rsidRDefault="00ED3D62" w:rsidP="00ED3D62">
      <w:pPr>
        <w:pStyle w:val="libNormal"/>
      </w:pPr>
      <w:r>
        <w:t xml:space="preserve">Ruthven, </w:t>
      </w:r>
      <w:proofErr w:type="spellStart"/>
      <w:r>
        <w:t>Malise</w:t>
      </w:r>
      <w:proofErr w:type="spellEnd"/>
      <w:r>
        <w:t xml:space="preserve">. </w:t>
      </w:r>
      <w:r w:rsidRPr="00D86078">
        <w:rPr>
          <w:rStyle w:val="libItalicChar"/>
        </w:rPr>
        <w:t>A Fury for God: The Islamist Attack on America.</w:t>
      </w:r>
      <w:r>
        <w:t xml:space="preserve"> London: </w:t>
      </w:r>
      <w:proofErr w:type="spellStart"/>
      <w:r>
        <w:t>Granta</w:t>
      </w:r>
      <w:proofErr w:type="spellEnd"/>
      <w:r>
        <w:t xml:space="preserve"> Books, 2002.</w:t>
      </w:r>
    </w:p>
    <w:p w:rsidR="00ED3D62" w:rsidRDefault="00ED3D62" w:rsidP="00ED3D62">
      <w:pPr>
        <w:pStyle w:val="libNormal"/>
      </w:pPr>
      <w:r>
        <w:t>Saad-</w:t>
      </w:r>
      <w:proofErr w:type="spellStart"/>
      <w:r>
        <w:t>Ghorayeb</w:t>
      </w:r>
      <w:proofErr w:type="spellEnd"/>
      <w:r>
        <w:t xml:space="preserve">, Amal. </w:t>
      </w:r>
      <w:proofErr w:type="spellStart"/>
      <w:proofErr w:type="gramStart"/>
      <w:r w:rsidRPr="00D86078">
        <w:rPr>
          <w:rStyle w:val="libItalicChar"/>
        </w:rPr>
        <w:t>Hizbu‘</w:t>
      </w:r>
      <w:proofErr w:type="gramEnd"/>
      <w:r w:rsidRPr="00D86078">
        <w:rPr>
          <w:rStyle w:val="libItalicChar"/>
        </w:rPr>
        <w:t>llah</w:t>
      </w:r>
      <w:proofErr w:type="spellEnd"/>
      <w:r w:rsidRPr="00D86078">
        <w:rPr>
          <w:rStyle w:val="libItalicChar"/>
        </w:rPr>
        <w:t xml:space="preserve">: Politics and Religion. </w:t>
      </w:r>
      <w:r>
        <w:t>London: Pluto Press, 2002.</w:t>
      </w:r>
    </w:p>
    <w:p w:rsidR="00ED3D62" w:rsidRDefault="00ED3D62" w:rsidP="00ED3D62">
      <w:pPr>
        <w:pStyle w:val="libNormal"/>
      </w:pPr>
      <w:r>
        <w:t xml:space="preserve">Sabbagh, </w:t>
      </w:r>
      <w:proofErr w:type="spellStart"/>
      <w:r>
        <w:t>Suha</w:t>
      </w:r>
      <w:proofErr w:type="spellEnd"/>
      <w:r>
        <w:t xml:space="preserve">, ed. </w:t>
      </w:r>
      <w:r w:rsidRPr="00D86078">
        <w:rPr>
          <w:rStyle w:val="libItalicChar"/>
        </w:rPr>
        <w:t>Arab Women: Between Defiance and Restraint.</w:t>
      </w:r>
      <w:r>
        <w:t xml:space="preserve"> Northampton, MA: Interlink Publ. Group, 2002.</w:t>
      </w:r>
    </w:p>
    <w:p w:rsidR="00ED3D62" w:rsidRDefault="00ED3D62" w:rsidP="00ED3D62">
      <w:pPr>
        <w:pStyle w:val="libNormal"/>
      </w:pPr>
      <w:r>
        <w:t xml:space="preserve">Sabbagh, </w:t>
      </w:r>
      <w:proofErr w:type="spellStart"/>
      <w:r>
        <w:t>Suha</w:t>
      </w:r>
      <w:proofErr w:type="spellEnd"/>
      <w:r>
        <w:t xml:space="preserve">, ed. </w:t>
      </w:r>
      <w:r w:rsidRPr="00D86078">
        <w:rPr>
          <w:rStyle w:val="libItalicChar"/>
        </w:rPr>
        <w:t xml:space="preserve">Palestinian Women of Gaza and the West Bank. </w:t>
      </w:r>
      <w:r>
        <w:t>Bloomington, IN: Indiana University Press, 1998.</w:t>
      </w:r>
    </w:p>
    <w:p w:rsidR="00ED3D62" w:rsidRDefault="00ED3D62" w:rsidP="00ED3D62">
      <w:pPr>
        <w:pStyle w:val="libNormal"/>
      </w:pPr>
      <w:r>
        <w:t xml:space="preserve">Sachedina, </w:t>
      </w:r>
      <w:proofErr w:type="spellStart"/>
      <w:r>
        <w:t>Abdulaziz</w:t>
      </w:r>
      <w:proofErr w:type="spellEnd"/>
      <w:r>
        <w:t xml:space="preserve">. </w:t>
      </w:r>
      <w:r w:rsidRPr="00D86078">
        <w:rPr>
          <w:rStyle w:val="libItalicChar"/>
        </w:rPr>
        <w:t>The Islamic Roots of Democratic Pluralism</w:t>
      </w:r>
      <w:r>
        <w:t>. Oxford, UK: Oxford</w:t>
      </w:r>
      <w:r w:rsidR="007D4755">
        <w:t xml:space="preserve"> </w:t>
      </w:r>
      <w:r>
        <w:t>University Press, 2001.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Sadri, Mahmoud and Ahmad Sadri, trans. and eds. </w:t>
      </w:r>
      <w:r w:rsidRPr="00D86078">
        <w:rPr>
          <w:rStyle w:val="libItalicChar"/>
        </w:rPr>
        <w:t xml:space="preserve">Reason, Freedom, and Democracy in Islam: Essential Writings of </w:t>
      </w:r>
      <w:proofErr w:type="spellStart"/>
      <w:r w:rsidRPr="00D86078">
        <w:rPr>
          <w:rStyle w:val="libItalicChar"/>
        </w:rPr>
        <w:t>Abdolkarim</w:t>
      </w:r>
      <w:proofErr w:type="spellEnd"/>
      <w:r w:rsidRPr="00D86078">
        <w:rPr>
          <w:rStyle w:val="libItalicChar"/>
        </w:rPr>
        <w:t xml:space="preserve"> Soroush. </w:t>
      </w:r>
      <w:r w:rsidRPr="00D86078">
        <w:rPr>
          <w:rStyle w:val="libNormalChar"/>
        </w:rPr>
        <w:t>Oxford, UK: Oxford University Press, 2002.</w:t>
      </w:r>
    </w:p>
    <w:p w:rsidR="00ED3D62" w:rsidRDefault="00ED3D62" w:rsidP="00ED3D62">
      <w:pPr>
        <w:pStyle w:val="libNormal"/>
      </w:pPr>
      <w:r w:rsidRPr="00CA2CCA">
        <w:t xml:space="preserve">Safi, Omid, ed. </w:t>
      </w:r>
      <w:r w:rsidRPr="00D86078">
        <w:rPr>
          <w:rStyle w:val="libItalicChar"/>
        </w:rPr>
        <w:t>Progressive Muslims: On Gender, Justice, and Pluralism.</w:t>
      </w:r>
      <w:r>
        <w:t xml:space="preserve"> Oxford, UK: </w:t>
      </w:r>
      <w:proofErr w:type="spellStart"/>
      <w:r>
        <w:t>Oneworld</w:t>
      </w:r>
      <w:proofErr w:type="spellEnd"/>
      <w:r>
        <w:t>, 2003.</w:t>
      </w:r>
    </w:p>
    <w:p w:rsidR="00ED3D62" w:rsidRDefault="00ED3D62" w:rsidP="00ED3D62">
      <w:pPr>
        <w:pStyle w:val="libNormal"/>
      </w:pPr>
      <w:r>
        <w:t xml:space="preserve">Said, Abdul Aziz, et al., eds. </w:t>
      </w:r>
      <w:r w:rsidRPr="00D86078">
        <w:rPr>
          <w:rStyle w:val="libItalicChar"/>
        </w:rPr>
        <w:t>Peace and Conflict Resolution in Islam: Precept and Practice.</w:t>
      </w:r>
      <w:r>
        <w:t xml:space="preserve"> Lanham, MD: University Press of America, 2001.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Said, Edward W. </w:t>
      </w:r>
      <w:r w:rsidRPr="00D86078">
        <w:rPr>
          <w:rStyle w:val="libItalicChar"/>
        </w:rPr>
        <w:t xml:space="preserve">Covering Islam: how the media and the experts determine how we see the rest of the world. </w:t>
      </w:r>
      <w:r w:rsidRPr="00D86078">
        <w:rPr>
          <w:rStyle w:val="libNormalChar"/>
        </w:rPr>
        <w:t>New York: Vintage, revised ed., 1997.</w:t>
      </w:r>
    </w:p>
    <w:p w:rsidR="00ED3D62" w:rsidRDefault="00ED3D62" w:rsidP="00ED3D62">
      <w:pPr>
        <w:pStyle w:val="libNormal"/>
      </w:pPr>
      <w:r w:rsidRPr="00CA2CCA">
        <w:t xml:space="preserve">Said, Edward W. </w:t>
      </w:r>
      <w:r w:rsidRPr="00D86078">
        <w:rPr>
          <w:rStyle w:val="libItalicChar"/>
        </w:rPr>
        <w:t>The End of the Peace Process: Oslo and After.</w:t>
      </w:r>
      <w:r>
        <w:t xml:space="preserve"> New York: Pantheon Books, 2000.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lastRenderedPageBreak/>
        <w:t xml:space="preserve">Said, Edward W. </w:t>
      </w:r>
      <w:r w:rsidRPr="00D86078">
        <w:rPr>
          <w:rStyle w:val="libItalicChar"/>
        </w:rPr>
        <w:t>Peace and Its Discontents: Essays on Palestine in the Middle East Peace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Process. </w:t>
      </w:r>
      <w:r w:rsidRPr="00D86078">
        <w:rPr>
          <w:rStyle w:val="libNormalChar"/>
        </w:rPr>
        <w:t>New York: Vintage, 1995.</w:t>
      </w:r>
    </w:p>
    <w:p w:rsidR="00ED3D62" w:rsidRPr="00D86078" w:rsidRDefault="00ED3D62" w:rsidP="00ED3D62">
      <w:pPr>
        <w:rPr>
          <w:rStyle w:val="libItalicChar"/>
        </w:rPr>
      </w:pPr>
      <w:r w:rsidRPr="00D86078">
        <w:rPr>
          <w:rStyle w:val="libNormalChar"/>
        </w:rPr>
        <w:t xml:space="preserve">Said, Edward W. and Christopher Hitchens, eds. </w:t>
      </w:r>
      <w:r w:rsidRPr="00D86078">
        <w:rPr>
          <w:rStyle w:val="libItalicChar"/>
        </w:rPr>
        <w:t xml:space="preserve">Blaming the Victims: Spurious Scholarship and the Palestinian Question. </w:t>
      </w:r>
      <w:r w:rsidRPr="00D86078">
        <w:rPr>
          <w:rStyle w:val="libNormalChar"/>
        </w:rPr>
        <w:t>London: Verso, 1988.</w:t>
      </w:r>
    </w:p>
    <w:p w:rsidR="00ED3D62" w:rsidRDefault="00ED3D62" w:rsidP="00ED3D62">
      <w:pPr>
        <w:pStyle w:val="libNormal"/>
      </w:pPr>
      <w:proofErr w:type="spellStart"/>
      <w:r w:rsidRPr="00CA2CCA">
        <w:t>Saikal</w:t>
      </w:r>
      <w:proofErr w:type="spellEnd"/>
      <w:r w:rsidRPr="00CA2CCA">
        <w:t xml:space="preserve">, Amin. </w:t>
      </w:r>
      <w:r w:rsidRPr="00D86078">
        <w:rPr>
          <w:rStyle w:val="libItalicChar"/>
        </w:rPr>
        <w:t>Islam and the West: Conflict or Cooperation?</w:t>
      </w:r>
      <w:r>
        <w:t xml:space="preserve"> New York: Palgrave Macmillan, 2003.</w:t>
      </w:r>
    </w:p>
    <w:p w:rsidR="00ED3D62" w:rsidRDefault="00ED3D62" w:rsidP="00ED3D62">
      <w:pPr>
        <w:pStyle w:val="libNormal"/>
      </w:pPr>
      <w:proofErr w:type="spellStart"/>
      <w:r>
        <w:t>Saikal</w:t>
      </w:r>
      <w:proofErr w:type="spellEnd"/>
      <w:r>
        <w:t xml:space="preserve">, Amin and Albrecht Schnabel, eds. </w:t>
      </w:r>
      <w:r w:rsidRPr="00D86078">
        <w:rPr>
          <w:rStyle w:val="libItalicChar"/>
        </w:rPr>
        <w:t>Democratization in the Middle East: Struggles,</w:t>
      </w:r>
      <w:r w:rsidRPr="00CA2CCA">
        <w:t xml:space="preserve"> </w:t>
      </w:r>
      <w:r w:rsidRPr="00D86078">
        <w:rPr>
          <w:rStyle w:val="libItalicChar"/>
        </w:rPr>
        <w:t>Challenges.</w:t>
      </w:r>
      <w:r>
        <w:t xml:space="preserve"> Paris: United Nations Publ., 2003.</w:t>
      </w:r>
    </w:p>
    <w:p w:rsidR="00ED3D62" w:rsidRDefault="00ED3D62" w:rsidP="00ED3D62">
      <w:pPr>
        <w:pStyle w:val="libNormal"/>
      </w:pPr>
      <w:proofErr w:type="spellStart"/>
      <w:r>
        <w:t>Sajoo</w:t>
      </w:r>
      <w:proofErr w:type="spellEnd"/>
      <w:r>
        <w:t xml:space="preserve">, </w:t>
      </w:r>
      <w:proofErr w:type="spellStart"/>
      <w:r>
        <w:t>Amyn</w:t>
      </w:r>
      <w:proofErr w:type="spellEnd"/>
      <w:r>
        <w:t xml:space="preserve"> B., ed. </w:t>
      </w:r>
      <w:r w:rsidRPr="00D86078">
        <w:rPr>
          <w:rStyle w:val="libItalicChar"/>
        </w:rPr>
        <w:t>Civil Society in the Muslim World: Contemporary Perspectives.</w:t>
      </w:r>
      <w:r>
        <w:t xml:space="preserve"> London: I.B. Tauris, 2002.</w:t>
      </w:r>
    </w:p>
    <w:p w:rsidR="00ED3D62" w:rsidRDefault="00ED3D62" w:rsidP="00ED3D62">
      <w:pPr>
        <w:pStyle w:val="libNormal"/>
      </w:pPr>
      <w:proofErr w:type="spellStart"/>
      <w:r>
        <w:t>Sakr</w:t>
      </w:r>
      <w:proofErr w:type="spellEnd"/>
      <w:r>
        <w:t>, Naomi.</w:t>
      </w:r>
      <w:r w:rsidRPr="00D86078">
        <w:rPr>
          <w:rStyle w:val="libItalicChar"/>
        </w:rPr>
        <w:t xml:space="preserve"> Satellite Realms: Transnational Television, Globalization and the Middle East. </w:t>
      </w:r>
      <w:r>
        <w:t>London: I.B. Tauris, 2002.</w:t>
      </w:r>
    </w:p>
    <w:p w:rsidR="007D4755" w:rsidRDefault="00ED3D62" w:rsidP="00ED3D62">
      <w:pPr>
        <w:pStyle w:val="libNormal"/>
        <w:rPr>
          <w:rStyle w:val="libNormalChar"/>
        </w:rPr>
      </w:pPr>
      <w:proofErr w:type="spellStart"/>
      <w:r>
        <w:t>Salame</w:t>
      </w:r>
      <w:proofErr w:type="spellEnd"/>
      <w:r>
        <w:t xml:space="preserve">, Ghassan, ed. </w:t>
      </w:r>
      <w:r w:rsidRPr="00D86078">
        <w:rPr>
          <w:rStyle w:val="libItalicChar"/>
        </w:rPr>
        <w:t xml:space="preserve">Democracy Without </w:t>
      </w:r>
      <w:proofErr w:type="gramStart"/>
      <w:r w:rsidRPr="00D86078">
        <w:rPr>
          <w:rStyle w:val="libItalicChar"/>
        </w:rPr>
        <w:t>Democrats?:</w:t>
      </w:r>
      <w:proofErr w:type="gramEnd"/>
      <w:r w:rsidRPr="00D86078">
        <w:rPr>
          <w:rStyle w:val="libItalicChar"/>
        </w:rPr>
        <w:t xml:space="preserve"> The Renewal of Politics in the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Muslim World. </w:t>
      </w:r>
      <w:r w:rsidRPr="00D86078">
        <w:rPr>
          <w:rStyle w:val="libNormalChar"/>
        </w:rPr>
        <w:t>London: I.B. Tauris, 1994.</w:t>
      </w:r>
    </w:p>
    <w:p w:rsidR="00ED3D62" w:rsidRDefault="00ED3D62" w:rsidP="00ED3D62">
      <w:pPr>
        <w:pStyle w:val="libNormal"/>
      </w:pPr>
      <w:proofErr w:type="spellStart"/>
      <w:r w:rsidRPr="00CA2CCA">
        <w:t>Saliba</w:t>
      </w:r>
      <w:proofErr w:type="spellEnd"/>
      <w:r w:rsidRPr="00CA2CCA">
        <w:t xml:space="preserve">, Therese, Carolyn Allen and Judith A. Howard, eds. </w:t>
      </w:r>
      <w:r w:rsidRPr="00D86078">
        <w:rPr>
          <w:rStyle w:val="libItalicChar"/>
        </w:rPr>
        <w:t xml:space="preserve">Gender, Politics, and Islam. </w:t>
      </w:r>
      <w:r>
        <w:t>Chicago,</w:t>
      </w:r>
      <w:r w:rsidR="007D4755">
        <w:t xml:space="preserve"> </w:t>
      </w:r>
      <w:r>
        <w:t>IL: University of Chicago Press, 2002.</w:t>
      </w:r>
    </w:p>
    <w:p w:rsidR="00ED3D62" w:rsidRDefault="00ED3D62" w:rsidP="00ED3D62">
      <w:pPr>
        <w:pStyle w:val="libNormal"/>
      </w:pPr>
      <w:r>
        <w:t xml:space="preserve">Salvatore, Armando. </w:t>
      </w:r>
      <w:r w:rsidRPr="00D86078">
        <w:rPr>
          <w:rStyle w:val="libItalicChar"/>
        </w:rPr>
        <w:t>Islam and the Political Discourse of Modernity.</w:t>
      </w:r>
      <w:r>
        <w:t xml:space="preserve"> London: Ithaca Press, 1997.</w:t>
      </w:r>
    </w:p>
    <w:p w:rsidR="007D4755" w:rsidRDefault="00ED3D62" w:rsidP="00ED3D62">
      <w:pPr>
        <w:pStyle w:val="libNormal"/>
      </w:pPr>
      <w:r>
        <w:t xml:space="preserve">Salvatore, Armando and Dale F. </w:t>
      </w:r>
      <w:proofErr w:type="spellStart"/>
      <w:r>
        <w:t>Eickelman</w:t>
      </w:r>
      <w:proofErr w:type="spellEnd"/>
      <w:r>
        <w:t xml:space="preserve">, eds. </w:t>
      </w:r>
      <w:r w:rsidRPr="00D86078">
        <w:rPr>
          <w:rStyle w:val="libItalicChar"/>
        </w:rPr>
        <w:t xml:space="preserve">Public Islam and the Common Good. </w:t>
      </w:r>
      <w:r>
        <w:t>Leiden: E.J. Brill, 2003.</w:t>
      </w:r>
    </w:p>
    <w:p w:rsidR="00ED3D62" w:rsidRDefault="00ED3D62" w:rsidP="00ED3D62">
      <w:pPr>
        <w:pStyle w:val="libNormal"/>
      </w:pPr>
      <w:proofErr w:type="spellStart"/>
      <w:r>
        <w:t>Sanasarian</w:t>
      </w:r>
      <w:proofErr w:type="spellEnd"/>
      <w:r>
        <w:t xml:space="preserve">, Eliz. </w:t>
      </w:r>
      <w:r w:rsidRPr="00D86078">
        <w:rPr>
          <w:rStyle w:val="libItalicChar"/>
        </w:rPr>
        <w:t>Religious Minorities in Iran.</w:t>
      </w:r>
      <w:r>
        <w:t xml:space="preserve"> Cambridge, UK: Cambridge University Press, 2000.</w:t>
      </w:r>
    </w:p>
    <w:p w:rsidR="00ED3D62" w:rsidRDefault="00ED3D62" w:rsidP="00ED3D62">
      <w:pPr>
        <w:pStyle w:val="libNormal"/>
      </w:pPr>
      <w:r>
        <w:t>Schwedler, Jillian, ed.</w:t>
      </w:r>
      <w:r w:rsidRPr="00D86078">
        <w:rPr>
          <w:rStyle w:val="libItalicChar"/>
        </w:rPr>
        <w:t xml:space="preserve"> Toward Civil Society in the Middle </w:t>
      </w:r>
      <w:proofErr w:type="gramStart"/>
      <w:r w:rsidRPr="00D86078">
        <w:rPr>
          <w:rStyle w:val="libItalicChar"/>
        </w:rPr>
        <w:t>East?:</w:t>
      </w:r>
      <w:proofErr w:type="gramEnd"/>
      <w:r w:rsidRPr="00D86078">
        <w:rPr>
          <w:rStyle w:val="libItalicChar"/>
        </w:rPr>
        <w:t xml:space="preserve"> A Primer</w:t>
      </w:r>
      <w:r>
        <w:t xml:space="preserve">. Boulder, CO: Lynne </w:t>
      </w:r>
      <w:proofErr w:type="spellStart"/>
      <w:r>
        <w:t>Rienner</w:t>
      </w:r>
      <w:proofErr w:type="spellEnd"/>
      <w:r>
        <w:t>, 1995.</w:t>
      </w:r>
    </w:p>
    <w:p w:rsidR="00ED3D62" w:rsidRDefault="00ED3D62" w:rsidP="00ED3D62">
      <w:pPr>
        <w:pStyle w:val="libNormal"/>
      </w:pPr>
      <w:r>
        <w:t xml:space="preserve">Segal, Ronald. </w:t>
      </w:r>
      <w:r w:rsidRPr="00D86078">
        <w:rPr>
          <w:rStyle w:val="libItalicChar"/>
        </w:rPr>
        <w:t>Islam’s Black Slaves: The Other Black Diaspora.</w:t>
      </w:r>
      <w:r>
        <w:t xml:space="preserve"> New York: Hill &amp; Wang, 2002.</w:t>
      </w:r>
    </w:p>
    <w:p w:rsidR="00ED3D62" w:rsidRDefault="00ED3D62" w:rsidP="00ED3D62">
      <w:pPr>
        <w:pStyle w:val="libNormal"/>
      </w:pPr>
      <w:r>
        <w:t xml:space="preserve">Sells, Michael A. </w:t>
      </w:r>
      <w:r w:rsidRPr="00D86078">
        <w:rPr>
          <w:rStyle w:val="libItalicChar"/>
        </w:rPr>
        <w:t>The Bridge Betrayed: Religion and Genocide in Bosnia.</w:t>
      </w:r>
      <w:r>
        <w:t xml:space="preserve"> Berkeley, CA: University of California Press, 1996.</w:t>
      </w:r>
    </w:p>
    <w:p w:rsidR="00ED3D62" w:rsidRDefault="00ED3D62" w:rsidP="00ED3D62">
      <w:pPr>
        <w:pStyle w:val="libNormal"/>
      </w:pPr>
      <w:proofErr w:type="spellStart"/>
      <w:r>
        <w:t>Shadid</w:t>
      </w:r>
      <w:proofErr w:type="spellEnd"/>
      <w:r>
        <w:t xml:space="preserve">, Anthony. </w:t>
      </w:r>
      <w:r w:rsidRPr="00D86078">
        <w:rPr>
          <w:rStyle w:val="libItalicChar"/>
        </w:rPr>
        <w:t>Legacy of the Prophet: Despots, Democrats and the New Politics of</w:t>
      </w:r>
      <w:r w:rsidRPr="00CA2CCA">
        <w:t xml:space="preserve"> </w:t>
      </w:r>
      <w:r w:rsidRPr="00D86078">
        <w:rPr>
          <w:rStyle w:val="libItalicChar"/>
        </w:rPr>
        <w:t xml:space="preserve">Islam. </w:t>
      </w:r>
      <w:r>
        <w:t>Boulder, CO: Westview Press, 2001.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proofErr w:type="spellStart"/>
      <w:r>
        <w:t>Shadid</w:t>
      </w:r>
      <w:proofErr w:type="spellEnd"/>
      <w:r>
        <w:t xml:space="preserve">, W.A.R. and P.S. van </w:t>
      </w:r>
      <w:proofErr w:type="spellStart"/>
      <w:r>
        <w:t>Koningsveld</w:t>
      </w:r>
      <w:proofErr w:type="spellEnd"/>
      <w:r>
        <w:t xml:space="preserve">, eds. </w:t>
      </w:r>
      <w:r w:rsidRPr="00D86078">
        <w:rPr>
          <w:rStyle w:val="libItalicChar"/>
        </w:rPr>
        <w:t xml:space="preserve">Religious Freedom and the Neutrality of the State: The Position of Islam in the European Union. </w:t>
      </w:r>
      <w:r w:rsidRPr="00D86078">
        <w:rPr>
          <w:rStyle w:val="libNormalChar"/>
        </w:rPr>
        <w:t xml:space="preserve">Louvain: </w:t>
      </w:r>
      <w:proofErr w:type="spellStart"/>
      <w:r w:rsidRPr="00D86078">
        <w:rPr>
          <w:rStyle w:val="libNormalChar"/>
        </w:rPr>
        <w:t>Peeters</w:t>
      </w:r>
      <w:proofErr w:type="spellEnd"/>
      <w:r w:rsidRPr="00D86078">
        <w:rPr>
          <w:rStyle w:val="libNormalChar"/>
        </w:rPr>
        <w:t xml:space="preserve"> Publ., 2002.</w:t>
      </w:r>
    </w:p>
    <w:p w:rsidR="00ED3D62" w:rsidRDefault="00ED3D62" w:rsidP="00ED3D62">
      <w:pPr>
        <w:pStyle w:val="libNormal"/>
      </w:pPr>
      <w:proofErr w:type="spellStart"/>
      <w:r w:rsidRPr="00CA2CCA">
        <w:t>Sharabi</w:t>
      </w:r>
      <w:proofErr w:type="spellEnd"/>
      <w:r w:rsidRPr="00CA2CCA">
        <w:t xml:space="preserve">, Hisham. </w:t>
      </w:r>
      <w:r w:rsidRPr="00D86078">
        <w:rPr>
          <w:rStyle w:val="libItalicChar"/>
        </w:rPr>
        <w:t xml:space="preserve">Neopatriarchy: A Theory of Distorted Change in Arab Society. </w:t>
      </w:r>
      <w:r>
        <w:t>Oxford, UK: Oxford University Press, 1988.</w:t>
      </w:r>
    </w:p>
    <w:p w:rsidR="00ED3D62" w:rsidRDefault="00ED3D62" w:rsidP="00ED3D62">
      <w:pPr>
        <w:pStyle w:val="libNormal"/>
      </w:pPr>
      <w:proofErr w:type="spellStart"/>
      <w:r>
        <w:t>Sharabi</w:t>
      </w:r>
      <w:proofErr w:type="spellEnd"/>
      <w:r>
        <w:t xml:space="preserve">, Hisham, ed. </w:t>
      </w:r>
      <w:r w:rsidRPr="00D86078">
        <w:rPr>
          <w:rStyle w:val="libItalicChar"/>
        </w:rPr>
        <w:t>Theory, Politics and the Arab World.</w:t>
      </w:r>
      <w:r>
        <w:t xml:space="preserve"> London/Washington, DC: Routledge/Center for Contemporary Arab Studies, 1990.</w:t>
      </w:r>
    </w:p>
    <w:p w:rsidR="007D4755" w:rsidRDefault="00ED3D62" w:rsidP="00ED3D62">
      <w:pPr>
        <w:pStyle w:val="libNormal"/>
      </w:pPr>
      <w:proofErr w:type="gramStart"/>
      <w:r>
        <w:t>Shari‘</w:t>
      </w:r>
      <w:proofErr w:type="gramEnd"/>
      <w:r>
        <w:t xml:space="preserve">ati, Ali (Hamid </w:t>
      </w:r>
      <w:proofErr w:type="spellStart"/>
      <w:r>
        <w:t>Algar</w:t>
      </w:r>
      <w:proofErr w:type="spellEnd"/>
      <w:r>
        <w:t xml:space="preserve">, trans.). </w:t>
      </w:r>
      <w:r w:rsidRPr="00D86078">
        <w:rPr>
          <w:rStyle w:val="libItalicChar"/>
        </w:rPr>
        <w:t xml:space="preserve">On the Sociology of Islam: Lectures by Ali </w:t>
      </w:r>
      <w:proofErr w:type="gramStart"/>
      <w:r w:rsidRPr="00D86078">
        <w:rPr>
          <w:rStyle w:val="libItalicChar"/>
        </w:rPr>
        <w:t>Shari‘</w:t>
      </w:r>
      <w:proofErr w:type="gramEnd"/>
      <w:r w:rsidRPr="00D86078">
        <w:rPr>
          <w:rStyle w:val="libItalicChar"/>
        </w:rPr>
        <w:t xml:space="preserve">ati. </w:t>
      </w:r>
      <w:r>
        <w:t>Berkeley,</w:t>
      </w:r>
      <w:r w:rsidR="007D4755">
        <w:t xml:space="preserve"> </w:t>
      </w:r>
      <w:r>
        <w:t xml:space="preserve">CA: </w:t>
      </w:r>
      <w:proofErr w:type="spellStart"/>
      <w:r>
        <w:t>Mizan</w:t>
      </w:r>
      <w:proofErr w:type="spellEnd"/>
      <w:r>
        <w:t xml:space="preserve"> Press, 1979.</w:t>
      </w:r>
    </w:p>
    <w:p w:rsidR="007D4755" w:rsidRDefault="00ED3D62" w:rsidP="00ED3D62">
      <w:pPr>
        <w:pStyle w:val="libNormal"/>
      </w:pPr>
      <w:r>
        <w:t xml:space="preserve">Sheikh, Naveed S. </w:t>
      </w:r>
      <w:r w:rsidRPr="00D86078">
        <w:rPr>
          <w:rStyle w:val="libItalicChar"/>
        </w:rPr>
        <w:t>The New Politics of Islam: Pan-Islamic Foreign Policy in a World of</w:t>
      </w:r>
      <w:r w:rsidRPr="00CA2CCA">
        <w:t xml:space="preserve"> </w:t>
      </w:r>
      <w:r w:rsidRPr="00D86078">
        <w:rPr>
          <w:rStyle w:val="libItalicChar"/>
        </w:rPr>
        <w:t xml:space="preserve">States. </w:t>
      </w:r>
      <w:r>
        <w:t xml:space="preserve">New York: </w:t>
      </w:r>
      <w:proofErr w:type="spellStart"/>
      <w:r>
        <w:t>RoutledgeCurzon</w:t>
      </w:r>
      <w:proofErr w:type="spellEnd"/>
      <w:r>
        <w:t>, 2003.</w:t>
      </w:r>
    </w:p>
    <w:p w:rsidR="00ED3D62" w:rsidRDefault="00ED3D62" w:rsidP="00ED3D62">
      <w:pPr>
        <w:pStyle w:val="libNormal"/>
      </w:pPr>
      <w:r>
        <w:t xml:space="preserve">Shepard, William. </w:t>
      </w:r>
      <w:r w:rsidRPr="00D86078">
        <w:rPr>
          <w:rStyle w:val="libItalicChar"/>
        </w:rPr>
        <w:t xml:space="preserve">Sayyid </w:t>
      </w:r>
      <w:proofErr w:type="spellStart"/>
      <w:r w:rsidRPr="00D86078">
        <w:rPr>
          <w:rStyle w:val="libItalicChar"/>
        </w:rPr>
        <w:t>Qutb</w:t>
      </w:r>
      <w:proofErr w:type="spellEnd"/>
      <w:r w:rsidRPr="00D86078">
        <w:rPr>
          <w:rStyle w:val="libItalicChar"/>
        </w:rPr>
        <w:t xml:space="preserve"> and Islamic Activism.</w:t>
      </w:r>
      <w:r>
        <w:t xml:space="preserve"> Leiden: E.J. Brill, 1996.</w:t>
      </w:r>
    </w:p>
    <w:p w:rsidR="00ED3D62" w:rsidRDefault="00ED3D62" w:rsidP="00ED3D62">
      <w:pPr>
        <w:pStyle w:val="libNormal"/>
      </w:pPr>
      <w:r>
        <w:t xml:space="preserve">Shirazi, </w:t>
      </w:r>
      <w:proofErr w:type="spellStart"/>
      <w:r>
        <w:t>Fagheh</w:t>
      </w:r>
      <w:proofErr w:type="spellEnd"/>
      <w:r>
        <w:t xml:space="preserve">. </w:t>
      </w:r>
      <w:r w:rsidRPr="00D86078">
        <w:rPr>
          <w:rStyle w:val="libItalicChar"/>
        </w:rPr>
        <w:t>The Veil Unveiled: The Hijab in Modern Culture.</w:t>
      </w:r>
      <w:r>
        <w:t xml:space="preserve"> Gainesville, FL: University Press of Florida, 2001.</w:t>
      </w:r>
    </w:p>
    <w:p w:rsidR="00ED3D62" w:rsidRDefault="00ED3D62" w:rsidP="00ED3D62">
      <w:pPr>
        <w:pStyle w:val="libNormal"/>
      </w:pPr>
      <w:proofErr w:type="spellStart"/>
      <w:r>
        <w:t>Sidahmed</w:t>
      </w:r>
      <w:proofErr w:type="spellEnd"/>
      <w:r>
        <w:t xml:space="preserve">, Abdel Salam and </w:t>
      </w:r>
      <w:proofErr w:type="spellStart"/>
      <w:r>
        <w:t>Anoushiravan</w:t>
      </w:r>
      <w:proofErr w:type="spellEnd"/>
      <w:r>
        <w:t xml:space="preserve"> </w:t>
      </w:r>
      <w:proofErr w:type="spellStart"/>
      <w:r>
        <w:t>Ehteshami</w:t>
      </w:r>
      <w:proofErr w:type="spellEnd"/>
      <w:r>
        <w:t xml:space="preserve">, eds. </w:t>
      </w:r>
      <w:r w:rsidRPr="00D86078">
        <w:rPr>
          <w:rStyle w:val="libItalicChar"/>
        </w:rPr>
        <w:t xml:space="preserve">Islamic Fundamentalism. </w:t>
      </w:r>
      <w:r>
        <w:t>Boulder, CO: Westview Press, 1996.</w:t>
      </w:r>
    </w:p>
    <w:p w:rsidR="00ED3D62" w:rsidRDefault="00ED3D62" w:rsidP="00ED3D62">
      <w:pPr>
        <w:pStyle w:val="libNormal"/>
      </w:pPr>
      <w:r>
        <w:lastRenderedPageBreak/>
        <w:t xml:space="preserve">Simons, Thomas W., Jr. </w:t>
      </w:r>
      <w:r w:rsidRPr="00D86078">
        <w:rPr>
          <w:rStyle w:val="libItalicChar"/>
        </w:rPr>
        <w:t>Islam in a Globalizing World.</w:t>
      </w:r>
      <w:r>
        <w:t xml:space="preserve"> Stanford, CA: Stanford University Press, 2003.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proofErr w:type="spellStart"/>
      <w:r>
        <w:t>Singerman</w:t>
      </w:r>
      <w:proofErr w:type="spellEnd"/>
      <w:r>
        <w:t xml:space="preserve">, Diane. </w:t>
      </w:r>
      <w:r w:rsidRPr="00D86078">
        <w:rPr>
          <w:rStyle w:val="libItalicChar"/>
        </w:rPr>
        <w:t>Avenues of Participation: Family, Politics, and Networks in Urban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>Quarters of</w:t>
      </w:r>
      <w:r w:rsidR="007D4755">
        <w:rPr>
          <w:rStyle w:val="libItalicChar"/>
        </w:rPr>
        <w:t xml:space="preserve"> </w:t>
      </w:r>
      <w:r w:rsidRPr="00D86078">
        <w:rPr>
          <w:rStyle w:val="libItalicChar"/>
        </w:rPr>
        <w:t xml:space="preserve">Cairo. </w:t>
      </w:r>
      <w:r w:rsidRPr="00D86078">
        <w:rPr>
          <w:rStyle w:val="libNormalChar"/>
        </w:rPr>
        <w:t>Princeton, NJ: Princeton University Press, 1996.</w:t>
      </w:r>
    </w:p>
    <w:p w:rsidR="00ED3D62" w:rsidRPr="00D86078" w:rsidRDefault="00ED3D62" w:rsidP="00ED3D62">
      <w:pPr>
        <w:rPr>
          <w:rStyle w:val="libItalicChar"/>
        </w:rPr>
      </w:pPr>
      <w:proofErr w:type="spellStart"/>
      <w:r w:rsidRPr="00D86078">
        <w:rPr>
          <w:rStyle w:val="libNormalChar"/>
        </w:rPr>
        <w:t>Singerman</w:t>
      </w:r>
      <w:proofErr w:type="spellEnd"/>
      <w:r w:rsidRPr="00D86078">
        <w:rPr>
          <w:rStyle w:val="libNormalChar"/>
        </w:rPr>
        <w:t xml:space="preserve">, Diane and </w:t>
      </w:r>
      <w:proofErr w:type="spellStart"/>
      <w:r w:rsidRPr="00D86078">
        <w:rPr>
          <w:rStyle w:val="libNormalChar"/>
        </w:rPr>
        <w:t>Homa</w:t>
      </w:r>
      <w:proofErr w:type="spellEnd"/>
      <w:r w:rsidRPr="00D86078">
        <w:rPr>
          <w:rStyle w:val="libNormalChar"/>
        </w:rPr>
        <w:t xml:space="preserve"> Hoodfar, eds. </w:t>
      </w:r>
      <w:r w:rsidRPr="00D86078">
        <w:rPr>
          <w:rStyle w:val="libItalicChar"/>
        </w:rPr>
        <w:t>Development, Change, and Gender in Cairo: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>A View from the Household.</w:t>
      </w:r>
      <w:r w:rsidRPr="00D86078">
        <w:rPr>
          <w:rStyle w:val="libNormalChar"/>
        </w:rPr>
        <w:t xml:space="preserve"> Bloomington, IN: Indiana University Press, 1996.</w:t>
      </w:r>
    </w:p>
    <w:p w:rsidR="00ED3D62" w:rsidRDefault="00ED3D62" w:rsidP="00ED3D62">
      <w:pPr>
        <w:pStyle w:val="libNormal"/>
      </w:pPr>
      <w:r w:rsidRPr="00CA2CCA">
        <w:t xml:space="preserve">Sivan, Emmanuel. </w:t>
      </w:r>
      <w:r w:rsidRPr="00D86078">
        <w:rPr>
          <w:rStyle w:val="libItalicChar"/>
        </w:rPr>
        <w:t>Radical Islam: Medieval Theology and Modern Politics.</w:t>
      </w:r>
      <w:r>
        <w:t xml:space="preserve"> New Haven, CT: Yale University Press, 1990.</w:t>
      </w:r>
    </w:p>
    <w:p w:rsidR="00ED3D62" w:rsidRDefault="00ED3D62" w:rsidP="00ED3D62">
      <w:pPr>
        <w:pStyle w:val="libNormal"/>
      </w:pPr>
      <w:r>
        <w:t xml:space="preserve">Smith, Charles D. </w:t>
      </w:r>
      <w:r w:rsidRPr="00D86078">
        <w:rPr>
          <w:rStyle w:val="libItalicChar"/>
        </w:rPr>
        <w:t>Palestine and the Arab-Israeli Conflict: A History with Documents.</w:t>
      </w:r>
      <w:r w:rsidRPr="00D86078">
        <w:t xml:space="preserve"> New York: Bedford/St. Martin’s Press, 4</w:t>
      </w:r>
      <w:r w:rsidRPr="00750AA4">
        <w:t>th</w:t>
      </w:r>
      <w:r>
        <w:t xml:space="preserve"> ed., 2000.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proofErr w:type="spellStart"/>
      <w:r>
        <w:t>Sonn</w:t>
      </w:r>
      <w:proofErr w:type="spellEnd"/>
      <w:r>
        <w:t xml:space="preserve">, Tamara. </w:t>
      </w:r>
      <w:r w:rsidRPr="00D86078">
        <w:rPr>
          <w:rStyle w:val="libItalicChar"/>
        </w:rPr>
        <w:t>Between Qur’an and Crown: The Challenge of Political Legitimacy in the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Arab World. </w:t>
      </w:r>
      <w:r w:rsidRPr="00D86078">
        <w:rPr>
          <w:rStyle w:val="libNormalChar"/>
        </w:rPr>
        <w:t>Boulder, CO: Westview Press, 1990.</w:t>
      </w:r>
    </w:p>
    <w:p w:rsidR="00ED3D62" w:rsidRDefault="00ED3D62" w:rsidP="00ED3D62">
      <w:pPr>
        <w:pStyle w:val="libNormal"/>
      </w:pPr>
      <w:proofErr w:type="spellStart"/>
      <w:r w:rsidRPr="00CA2CCA">
        <w:t>Sonn</w:t>
      </w:r>
      <w:proofErr w:type="spellEnd"/>
      <w:r w:rsidRPr="00CA2CCA">
        <w:t xml:space="preserve">, Tamara. </w:t>
      </w:r>
      <w:r w:rsidRPr="00D86078">
        <w:rPr>
          <w:rStyle w:val="libItalicChar"/>
        </w:rPr>
        <w:t xml:space="preserve">Interpreting Islam: </w:t>
      </w:r>
      <w:proofErr w:type="spellStart"/>
      <w:r w:rsidRPr="00D86078">
        <w:rPr>
          <w:rStyle w:val="libItalicChar"/>
        </w:rPr>
        <w:t>Bandali</w:t>
      </w:r>
      <w:proofErr w:type="spellEnd"/>
      <w:r w:rsidRPr="00D86078">
        <w:rPr>
          <w:rStyle w:val="libItalicChar"/>
        </w:rPr>
        <w:t xml:space="preserve"> </w:t>
      </w:r>
      <w:proofErr w:type="spellStart"/>
      <w:r w:rsidRPr="00D86078">
        <w:rPr>
          <w:rStyle w:val="libItalicChar"/>
        </w:rPr>
        <w:t>Jawzi’s</w:t>
      </w:r>
      <w:proofErr w:type="spellEnd"/>
      <w:r w:rsidRPr="00D86078">
        <w:rPr>
          <w:rStyle w:val="libItalicChar"/>
        </w:rPr>
        <w:t xml:space="preserve"> Islamic Intellectual History.</w:t>
      </w:r>
      <w:r>
        <w:t xml:space="preserve"> Oxford, UK: Oxford University Press, 1996.</w:t>
      </w:r>
    </w:p>
    <w:p w:rsidR="00ED3D62" w:rsidRDefault="00ED3D62" w:rsidP="00ED3D62">
      <w:pPr>
        <w:pStyle w:val="libNormal"/>
      </w:pPr>
      <w:proofErr w:type="spellStart"/>
      <w:r>
        <w:t>Sonn</w:t>
      </w:r>
      <w:proofErr w:type="spellEnd"/>
      <w:r>
        <w:t xml:space="preserve">, Tamara, ed. </w:t>
      </w:r>
      <w:r w:rsidRPr="00D86078">
        <w:rPr>
          <w:rStyle w:val="libItalicChar"/>
        </w:rPr>
        <w:t>Islam and the Question of Minorities.</w:t>
      </w:r>
      <w:r>
        <w:t xml:space="preserve"> Lanham, MD: University Press of America, 1996.</w:t>
      </w:r>
    </w:p>
    <w:p w:rsidR="00ED3D62" w:rsidRDefault="00ED3D62" w:rsidP="00ED3D62">
      <w:pPr>
        <w:pStyle w:val="libNormal"/>
      </w:pPr>
      <w:r>
        <w:t xml:space="preserve">Spaulding, Jay, et al. </w:t>
      </w:r>
      <w:r w:rsidRPr="00D86078">
        <w:rPr>
          <w:rStyle w:val="libItalicChar"/>
        </w:rPr>
        <w:t xml:space="preserve">The Enigmatic Saint: Ahmad Ibn Idris and the Idrisi Tradition. </w:t>
      </w:r>
      <w:r>
        <w:t>Evanston, IL: Northwestern University Press, 1994.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Spellberg, Denise A. </w:t>
      </w:r>
      <w:r w:rsidRPr="00D86078">
        <w:rPr>
          <w:rStyle w:val="libItalicChar"/>
        </w:rPr>
        <w:t>Politics, Gender, and the Islamic Past: The Legacy of ‘A’isha bint Abi Bakr.</w:t>
      </w:r>
      <w:r w:rsidR="007D4755">
        <w:rPr>
          <w:rStyle w:val="libItalicChar"/>
        </w:rPr>
        <w:t xml:space="preserve"> </w:t>
      </w:r>
      <w:r w:rsidRPr="00D86078">
        <w:rPr>
          <w:rStyle w:val="libNormalChar"/>
        </w:rPr>
        <w:t>New York: Columbia University Press, 1996.</w:t>
      </w:r>
    </w:p>
    <w:p w:rsidR="00ED3D62" w:rsidRPr="00D86078" w:rsidRDefault="00ED3D62" w:rsidP="00ED3D62">
      <w:pPr>
        <w:rPr>
          <w:rStyle w:val="libItalicChar"/>
        </w:rPr>
      </w:pPr>
      <w:proofErr w:type="spellStart"/>
      <w:r w:rsidRPr="00D86078">
        <w:rPr>
          <w:rStyle w:val="libNormalChar"/>
        </w:rPr>
        <w:t>Stetkevych</w:t>
      </w:r>
      <w:proofErr w:type="spellEnd"/>
      <w:r w:rsidRPr="00D86078">
        <w:rPr>
          <w:rStyle w:val="libNormalChar"/>
        </w:rPr>
        <w:t xml:space="preserve">, Suzanne Pinckney. </w:t>
      </w:r>
      <w:r w:rsidRPr="00D86078">
        <w:rPr>
          <w:rStyle w:val="libItalicChar"/>
        </w:rPr>
        <w:t>The Poetics of Islamic Legitimacy: Myth, Gender, and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Ceremony in the Classical Arabic Ode. </w:t>
      </w:r>
      <w:r w:rsidRPr="00D86078">
        <w:rPr>
          <w:rStyle w:val="libNormalChar"/>
        </w:rPr>
        <w:t>Bloomington, IN: Indiana University Press, 2002.</w:t>
      </w:r>
    </w:p>
    <w:p w:rsidR="00ED3D62" w:rsidRDefault="00ED3D62" w:rsidP="00ED3D62">
      <w:pPr>
        <w:pStyle w:val="libNormal"/>
      </w:pPr>
      <w:proofErr w:type="spellStart"/>
      <w:r w:rsidRPr="00CA2CCA">
        <w:t>Stowasser</w:t>
      </w:r>
      <w:proofErr w:type="spellEnd"/>
      <w:r w:rsidRPr="00CA2CCA">
        <w:t xml:space="preserve">, Barbara </w:t>
      </w:r>
      <w:proofErr w:type="spellStart"/>
      <w:r w:rsidRPr="00CA2CCA">
        <w:t>Freyer</w:t>
      </w:r>
      <w:proofErr w:type="spellEnd"/>
      <w:r w:rsidRPr="00CA2CCA">
        <w:t xml:space="preserve">, ed. </w:t>
      </w:r>
      <w:r w:rsidRPr="00D86078">
        <w:rPr>
          <w:rStyle w:val="libItalicChar"/>
        </w:rPr>
        <w:t>The Islamic Impulse.</w:t>
      </w:r>
      <w:r>
        <w:t xml:space="preserve"> Washington, DC: Center for Contemporary Arab Studies, 1989.</w:t>
      </w:r>
    </w:p>
    <w:p w:rsidR="00ED3D62" w:rsidRDefault="00ED3D62" w:rsidP="00ED3D62">
      <w:pPr>
        <w:pStyle w:val="libNormal"/>
      </w:pPr>
      <w:r>
        <w:t xml:space="preserve">Taheri, Amir. </w:t>
      </w:r>
      <w:r w:rsidRPr="00D86078">
        <w:rPr>
          <w:rStyle w:val="libItalicChar"/>
        </w:rPr>
        <w:t>The Spirit of Allah: Khomeini and the Islamic Revolution.</w:t>
      </w:r>
      <w:r>
        <w:t xml:space="preserve"> Bethesda, MD: Adler &amp; Adler, 1986.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proofErr w:type="spellStart"/>
      <w:r>
        <w:t>Tamadonfar</w:t>
      </w:r>
      <w:proofErr w:type="spellEnd"/>
      <w:r>
        <w:t xml:space="preserve">, Mehran. </w:t>
      </w:r>
      <w:r w:rsidRPr="00D86078">
        <w:rPr>
          <w:rStyle w:val="libItalicChar"/>
        </w:rPr>
        <w:t>The Islamic Polity and Political Leadership: Fundamentalism,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Sectarianism, and Pragmatism. </w:t>
      </w:r>
      <w:r w:rsidRPr="00D86078">
        <w:rPr>
          <w:rStyle w:val="libNormalChar"/>
        </w:rPr>
        <w:t>Boulder, CO: Westview Press, 1989.</w:t>
      </w:r>
    </w:p>
    <w:p w:rsidR="00ED3D62" w:rsidRDefault="00ED3D62" w:rsidP="00ED3D62">
      <w:pPr>
        <w:pStyle w:val="libNormal"/>
      </w:pPr>
      <w:r w:rsidRPr="00CA2CCA">
        <w:t xml:space="preserve">Tamimi, Azzam S. </w:t>
      </w:r>
      <w:r w:rsidRPr="00D86078">
        <w:rPr>
          <w:rStyle w:val="libItalicChar"/>
        </w:rPr>
        <w:t>Rachid Ghannouchi: A Democrat Within Islamism.</w:t>
      </w:r>
      <w:r>
        <w:t xml:space="preserve"> New York: Oxford University Press, 2001.</w:t>
      </w:r>
    </w:p>
    <w:p w:rsidR="00ED3D62" w:rsidRDefault="00ED3D62" w:rsidP="00ED3D62">
      <w:pPr>
        <w:pStyle w:val="libNormal"/>
      </w:pPr>
      <w:r>
        <w:t xml:space="preserve">Tamimi, Azzam and John L. Esposito, eds. </w:t>
      </w:r>
      <w:r w:rsidRPr="00D86078">
        <w:rPr>
          <w:rStyle w:val="libItalicChar"/>
        </w:rPr>
        <w:t>Islam and Secularism in the Middle East.</w:t>
      </w:r>
      <w:r>
        <w:t xml:space="preserve"> Washington</w:t>
      </w:r>
      <w:r w:rsidR="007D4755">
        <w:t xml:space="preserve"> </w:t>
      </w:r>
      <w:r>
        <w:t>Square, NY: New York University Press, 2000.</w:t>
      </w:r>
    </w:p>
    <w:p w:rsidR="00ED3D62" w:rsidRDefault="00ED3D62" w:rsidP="00ED3D62">
      <w:pPr>
        <w:pStyle w:val="libNormal"/>
      </w:pPr>
      <w:r>
        <w:t xml:space="preserve">Tauber, Eliezer. </w:t>
      </w:r>
      <w:r w:rsidRPr="00D86078">
        <w:rPr>
          <w:rStyle w:val="libItalicChar"/>
        </w:rPr>
        <w:t>The Emergence of the Arab Movements.</w:t>
      </w:r>
      <w:r>
        <w:t xml:space="preserve"> London: Frank Cass &amp; Co., 1993.</w:t>
      </w:r>
    </w:p>
    <w:p w:rsidR="007D4755" w:rsidRDefault="00ED3D62" w:rsidP="00ED3D62">
      <w:pPr>
        <w:pStyle w:val="libNormal"/>
      </w:pPr>
      <w:proofErr w:type="spellStart"/>
      <w:r>
        <w:t>Telhami</w:t>
      </w:r>
      <w:proofErr w:type="spellEnd"/>
      <w:r>
        <w:t xml:space="preserve">, </w:t>
      </w:r>
      <w:proofErr w:type="spellStart"/>
      <w:r>
        <w:t>Shibley</w:t>
      </w:r>
      <w:proofErr w:type="spellEnd"/>
      <w:r>
        <w:t xml:space="preserve"> and Michael Barnett, eds. </w:t>
      </w:r>
      <w:r w:rsidRPr="00D86078">
        <w:rPr>
          <w:rStyle w:val="libItalicChar"/>
        </w:rPr>
        <w:t xml:space="preserve">Identity and Foreign Policy in the Middle East. </w:t>
      </w:r>
      <w:r>
        <w:t>Ithaca, NY: Cornell University Press, 2002.</w:t>
      </w:r>
    </w:p>
    <w:p w:rsidR="00ED3D62" w:rsidRDefault="00ED3D62" w:rsidP="00ED3D62">
      <w:pPr>
        <w:pStyle w:val="libNormal"/>
      </w:pPr>
      <w:r>
        <w:t xml:space="preserve">Tessler, Mark </w:t>
      </w:r>
      <w:proofErr w:type="gramStart"/>
      <w:r>
        <w:t>A..</w:t>
      </w:r>
      <w:proofErr w:type="gramEnd"/>
      <w:r>
        <w:t xml:space="preserve"> (with Jodi </w:t>
      </w:r>
      <w:proofErr w:type="spellStart"/>
      <w:r>
        <w:t>Nachtwey</w:t>
      </w:r>
      <w:proofErr w:type="spellEnd"/>
      <w:r>
        <w:t xml:space="preserve"> and Anne Banda), ed. </w:t>
      </w:r>
      <w:r w:rsidRPr="00D86078">
        <w:rPr>
          <w:rStyle w:val="libItalicChar"/>
        </w:rPr>
        <w:t>Area Studies and Social</w:t>
      </w:r>
      <w:r w:rsidRPr="00CA2CCA">
        <w:t xml:space="preserve"> </w:t>
      </w:r>
      <w:r w:rsidRPr="00D86078">
        <w:rPr>
          <w:rStyle w:val="libItalicChar"/>
        </w:rPr>
        <w:t>Science:</w:t>
      </w:r>
      <w:r w:rsidR="007D4755">
        <w:t xml:space="preserve"> </w:t>
      </w:r>
      <w:r w:rsidRPr="00D86078">
        <w:rPr>
          <w:rStyle w:val="libItalicChar"/>
        </w:rPr>
        <w:t xml:space="preserve">Strategies for Understanding Middle East Politics. </w:t>
      </w:r>
      <w:r>
        <w:t>Bloomington, IN: Indiana University Press, 1999.</w:t>
      </w:r>
    </w:p>
    <w:p w:rsidR="00ED3D62" w:rsidRDefault="00ED3D62" w:rsidP="00ED3D62">
      <w:pPr>
        <w:pStyle w:val="libNormal"/>
      </w:pPr>
      <w:proofErr w:type="spellStart"/>
      <w:r>
        <w:t>Tibi</w:t>
      </w:r>
      <w:proofErr w:type="spellEnd"/>
      <w:r>
        <w:t xml:space="preserve">, Bassam. </w:t>
      </w:r>
      <w:r w:rsidRPr="00D86078">
        <w:rPr>
          <w:rStyle w:val="libItalicChar"/>
        </w:rPr>
        <w:t>Arab Nationalism: Between Islam and the Nation-State</w:t>
      </w:r>
      <w:r w:rsidRPr="00D86078">
        <w:t>. New York: Palgrave Macmillan, 3</w:t>
      </w:r>
      <w:r w:rsidRPr="00750AA4">
        <w:t>rd</w:t>
      </w:r>
      <w:r>
        <w:t xml:space="preserve"> ed., 1997.</w:t>
      </w:r>
    </w:p>
    <w:p w:rsidR="00ED3D62" w:rsidRDefault="00ED3D62" w:rsidP="00ED3D62">
      <w:pPr>
        <w:pStyle w:val="libNormal"/>
      </w:pPr>
      <w:proofErr w:type="spellStart"/>
      <w:r>
        <w:t>Tibi</w:t>
      </w:r>
      <w:proofErr w:type="spellEnd"/>
      <w:r>
        <w:t xml:space="preserve">, Bassam. </w:t>
      </w:r>
      <w:r w:rsidRPr="00D86078">
        <w:rPr>
          <w:rStyle w:val="libItalicChar"/>
        </w:rPr>
        <w:t>The Challenge of Fundamentalism: Political Islam and the New World</w:t>
      </w:r>
      <w:r w:rsidRPr="00CA2CCA">
        <w:t xml:space="preserve"> </w:t>
      </w:r>
      <w:r w:rsidRPr="00D86078">
        <w:rPr>
          <w:rStyle w:val="libItalicChar"/>
        </w:rPr>
        <w:t xml:space="preserve">Disorder. </w:t>
      </w:r>
      <w:r>
        <w:t>Berkeley, CA: University of California Press, updated ed., 2002.</w:t>
      </w:r>
    </w:p>
    <w:p w:rsidR="00ED3D62" w:rsidRDefault="00ED3D62" w:rsidP="00ED3D62">
      <w:pPr>
        <w:pStyle w:val="libNormal"/>
      </w:pPr>
      <w:proofErr w:type="spellStart"/>
      <w:r>
        <w:lastRenderedPageBreak/>
        <w:t>Tibi</w:t>
      </w:r>
      <w:proofErr w:type="spellEnd"/>
      <w:r>
        <w:t xml:space="preserve">, Bassam. </w:t>
      </w:r>
      <w:r w:rsidRPr="00D86078">
        <w:rPr>
          <w:rStyle w:val="libItalicChar"/>
        </w:rPr>
        <w:t>The Crisis of Modern Islam.</w:t>
      </w:r>
      <w:r>
        <w:t xml:space="preserve"> Salt Lake City, UT: University of Utah Press, 1988.</w:t>
      </w:r>
    </w:p>
    <w:p w:rsidR="00ED3D62" w:rsidRDefault="00ED3D62" w:rsidP="00ED3D62">
      <w:pPr>
        <w:pStyle w:val="libNormal"/>
      </w:pPr>
      <w:proofErr w:type="spellStart"/>
      <w:r>
        <w:t>Tibi</w:t>
      </w:r>
      <w:proofErr w:type="spellEnd"/>
      <w:r>
        <w:t xml:space="preserve">, Bassam. </w:t>
      </w:r>
      <w:r w:rsidRPr="00D86078">
        <w:rPr>
          <w:rStyle w:val="libItalicChar"/>
        </w:rPr>
        <w:t>Islam and the Cultural Accommodation of Social Change.</w:t>
      </w:r>
      <w:r>
        <w:t xml:space="preserve"> Boulder, CO: Westview Press, 1990.</w:t>
      </w:r>
    </w:p>
    <w:p w:rsidR="00ED3D62" w:rsidRDefault="00ED3D62" w:rsidP="00ED3D62">
      <w:pPr>
        <w:pStyle w:val="libNormal"/>
      </w:pPr>
      <w:proofErr w:type="spellStart"/>
      <w:r>
        <w:t>Tibi</w:t>
      </w:r>
      <w:proofErr w:type="spellEnd"/>
      <w:r>
        <w:t xml:space="preserve">, Bassam. </w:t>
      </w:r>
      <w:r w:rsidRPr="00D86078">
        <w:rPr>
          <w:rStyle w:val="libItalicChar"/>
        </w:rPr>
        <w:t>Islam between Culture and Politics.</w:t>
      </w:r>
      <w:r>
        <w:t xml:space="preserve"> New York: Palgrave Macmillan, 2002.</w:t>
      </w:r>
    </w:p>
    <w:p w:rsidR="007D4755" w:rsidRDefault="00ED3D62" w:rsidP="00ED3D62">
      <w:pPr>
        <w:pStyle w:val="libNormal"/>
      </w:pPr>
      <w:r>
        <w:t xml:space="preserve">Turner, Bryan S. and Akbar Ahmed, eds. </w:t>
      </w:r>
      <w:r w:rsidRPr="00D86078">
        <w:rPr>
          <w:rStyle w:val="libItalicChar"/>
        </w:rPr>
        <w:t>Islam: Critical Concepts in Sociology,</w:t>
      </w:r>
      <w:r>
        <w:t xml:space="preserve"> 4 Vols. New York: Routledge, 2003.</w:t>
      </w:r>
    </w:p>
    <w:p w:rsidR="00ED3D62" w:rsidRDefault="00ED3D62" w:rsidP="00ED3D62">
      <w:pPr>
        <w:pStyle w:val="libNormal"/>
      </w:pPr>
      <w:r>
        <w:t xml:space="preserve">Turner, Richard Brent. </w:t>
      </w:r>
      <w:r w:rsidRPr="00D86078">
        <w:rPr>
          <w:rStyle w:val="libItalicChar"/>
        </w:rPr>
        <w:t>Islam in the African-American Experience.</w:t>
      </w:r>
      <w:r>
        <w:t xml:space="preserve"> Bloomington, IN: Indiana University Press, 1997.</w:t>
      </w:r>
    </w:p>
    <w:p w:rsidR="00ED3D62" w:rsidRDefault="00ED3D62" w:rsidP="00ED3D62">
      <w:pPr>
        <w:pStyle w:val="libNormal"/>
      </w:pPr>
      <w:proofErr w:type="spellStart"/>
      <w:r>
        <w:t>Vatikiotis</w:t>
      </w:r>
      <w:proofErr w:type="spellEnd"/>
      <w:r>
        <w:t xml:space="preserve">, P.J. </w:t>
      </w:r>
      <w:r w:rsidRPr="00D86078">
        <w:rPr>
          <w:rStyle w:val="libItalicChar"/>
        </w:rPr>
        <w:t>Islam and the State.</w:t>
      </w:r>
      <w:r>
        <w:t xml:space="preserve"> London: Croom Helm, 1987.</w:t>
      </w:r>
    </w:p>
    <w:p w:rsidR="00ED3D62" w:rsidRDefault="00ED3D62" w:rsidP="00ED3D62">
      <w:pPr>
        <w:pStyle w:val="libNormal"/>
      </w:pPr>
      <w:proofErr w:type="spellStart"/>
      <w:r>
        <w:t>Viorst</w:t>
      </w:r>
      <w:proofErr w:type="spellEnd"/>
      <w:r>
        <w:t xml:space="preserve">, Milton. </w:t>
      </w:r>
      <w:r w:rsidRPr="00D86078">
        <w:rPr>
          <w:rStyle w:val="libItalicChar"/>
        </w:rPr>
        <w:t>In the Shadow of the Prophet: The Struggle for the Soul of Islam.</w:t>
      </w:r>
      <w:r>
        <w:t xml:space="preserve"> New York: Anchor Books, 1998.</w:t>
      </w:r>
    </w:p>
    <w:p w:rsidR="00ED3D62" w:rsidRDefault="00ED3D62" w:rsidP="00ED3D62">
      <w:pPr>
        <w:pStyle w:val="libNormal"/>
      </w:pPr>
      <w:r>
        <w:t xml:space="preserve">Waardenburg, Jacques. </w:t>
      </w:r>
      <w:r w:rsidRPr="00D86078">
        <w:rPr>
          <w:rStyle w:val="libItalicChar"/>
        </w:rPr>
        <w:t>Muslims and Others: Relations in Context</w:t>
      </w:r>
      <w:r>
        <w:t>. Berlin: Walter de Gruyter, 2003.</w:t>
      </w:r>
    </w:p>
    <w:p w:rsidR="007D4755" w:rsidRDefault="00ED3D62" w:rsidP="00ED3D62">
      <w:pPr>
        <w:pStyle w:val="libNormal"/>
      </w:pPr>
      <w:r>
        <w:t xml:space="preserve">Waltz, Susan E. </w:t>
      </w:r>
      <w:r w:rsidRPr="00D86078">
        <w:rPr>
          <w:rStyle w:val="libItalicChar"/>
        </w:rPr>
        <w:t>Human Rights and Reform: Changing the Face of North African Politics.</w:t>
      </w:r>
      <w:r>
        <w:t xml:space="preserve"> Berkeley, CA: University of California Press, 1995.</w:t>
      </w:r>
    </w:p>
    <w:p w:rsidR="007D4755" w:rsidRDefault="00ED3D62" w:rsidP="00ED3D62">
      <w:pPr>
        <w:pStyle w:val="libNormal"/>
      </w:pPr>
      <w:proofErr w:type="spellStart"/>
      <w:r>
        <w:t>Warde</w:t>
      </w:r>
      <w:proofErr w:type="spellEnd"/>
      <w:r>
        <w:t xml:space="preserve">, Ibrahim. </w:t>
      </w:r>
      <w:r w:rsidRPr="00D86078">
        <w:rPr>
          <w:rStyle w:val="libItalicChar"/>
        </w:rPr>
        <w:t xml:space="preserve">Islamic Finance in the Global Economy. </w:t>
      </w:r>
      <w:r>
        <w:t>Edinburgh: Edinburgh University Press, 2000.</w:t>
      </w:r>
    </w:p>
    <w:p w:rsidR="00ED3D62" w:rsidRDefault="00ED3D62" w:rsidP="00ED3D62">
      <w:pPr>
        <w:pStyle w:val="libNormal"/>
      </w:pPr>
      <w:r>
        <w:t xml:space="preserve">Watson, Andrew W. </w:t>
      </w:r>
      <w:r w:rsidRPr="00D86078">
        <w:rPr>
          <w:rStyle w:val="libItalicChar"/>
        </w:rPr>
        <w:t>Agricultural Innovation in the Early Islamic World.</w:t>
      </w:r>
      <w:r>
        <w:t xml:space="preserve"> Cambridge, UK: Cambridge University Press, 1983.</w:t>
      </w:r>
    </w:p>
    <w:p w:rsidR="00ED3D62" w:rsidRDefault="00ED3D62" w:rsidP="00ED3D62">
      <w:pPr>
        <w:pStyle w:val="libNormal"/>
      </w:pPr>
      <w:r>
        <w:t xml:space="preserve">Watt, William Montgomery. </w:t>
      </w:r>
      <w:r w:rsidRPr="00D86078">
        <w:rPr>
          <w:rStyle w:val="libItalicChar"/>
        </w:rPr>
        <w:t>Islam and the Integration of Society.</w:t>
      </w:r>
      <w:r>
        <w:t xml:space="preserve"> London: Routledge and Kegan Paul, 1961.</w:t>
      </w:r>
    </w:p>
    <w:p w:rsidR="007D4755" w:rsidRDefault="00ED3D62" w:rsidP="00ED3D62">
      <w:pPr>
        <w:pStyle w:val="libNormal"/>
      </w:pPr>
      <w:r>
        <w:t xml:space="preserve">Wendell, Charles, trans. </w:t>
      </w:r>
      <w:r w:rsidRPr="00D86078">
        <w:rPr>
          <w:rStyle w:val="libItalicChar"/>
        </w:rPr>
        <w:t>Five Tracts of Hasan al-</w:t>
      </w:r>
      <w:proofErr w:type="spellStart"/>
      <w:r w:rsidRPr="00D86078">
        <w:rPr>
          <w:rStyle w:val="libItalicChar"/>
        </w:rPr>
        <w:t>Banna</w:t>
      </w:r>
      <w:proofErr w:type="spellEnd"/>
      <w:r w:rsidRPr="00D86078">
        <w:rPr>
          <w:rStyle w:val="libItalicChar"/>
        </w:rPr>
        <w:t xml:space="preserve">’, 1906-1949. </w:t>
      </w:r>
      <w:r>
        <w:t>Berkeley, CA: University of California Press, 1978.</w:t>
      </w:r>
    </w:p>
    <w:p w:rsidR="007D4755" w:rsidRDefault="00ED3D62" w:rsidP="00ED3D62">
      <w:pPr>
        <w:pStyle w:val="libNormal"/>
      </w:pPr>
      <w:proofErr w:type="spellStart"/>
      <w:r>
        <w:t>Winckler</w:t>
      </w:r>
      <w:proofErr w:type="spellEnd"/>
      <w:r>
        <w:t xml:space="preserve">, Onn. </w:t>
      </w:r>
      <w:r w:rsidRPr="00D86078">
        <w:rPr>
          <w:rStyle w:val="libItalicChar"/>
        </w:rPr>
        <w:t>The Political Demography of the Modern Arab World.</w:t>
      </w:r>
      <w:r>
        <w:t xml:space="preserve"> Brighton: Sussex Academic Press, forthcoming.</w:t>
      </w:r>
    </w:p>
    <w:p w:rsidR="00ED3D62" w:rsidRDefault="00ED3D62" w:rsidP="00ED3D62">
      <w:pPr>
        <w:pStyle w:val="libNormal"/>
      </w:pPr>
      <w:r>
        <w:t xml:space="preserve">Wright, Robin B. </w:t>
      </w:r>
      <w:r w:rsidRPr="00D86078">
        <w:rPr>
          <w:rStyle w:val="libItalicChar"/>
        </w:rPr>
        <w:t>Sacred Rage: The Crusade of Modern Islam.</w:t>
      </w:r>
      <w:r>
        <w:t xml:space="preserve"> New York: Simon and Schuster, revised ed., 2001.</w:t>
      </w:r>
    </w:p>
    <w:p w:rsidR="007D4755" w:rsidRDefault="00ED3D62" w:rsidP="00ED3D62">
      <w:pPr>
        <w:pStyle w:val="libNormal"/>
      </w:pPr>
      <w:r>
        <w:t xml:space="preserve">Yamani, Mai, ed. </w:t>
      </w:r>
      <w:r w:rsidRPr="00D86078">
        <w:rPr>
          <w:rStyle w:val="libItalicChar"/>
        </w:rPr>
        <w:t>Feminism and Islam: Legal and Literary Perspectives.</w:t>
      </w:r>
      <w:r>
        <w:t xml:space="preserve"> Washington Square, NY: New York University Press, 1996.</w:t>
      </w:r>
    </w:p>
    <w:p w:rsidR="00ED3D62" w:rsidRDefault="00ED3D62" w:rsidP="00ED3D62">
      <w:pPr>
        <w:pStyle w:val="libNormal"/>
      </w:pPr>
      <w:r>
        <w:t xml:space="preserve">Zaman, Muhammad Qasim. </w:t>
      </w:r>
      <w:r w:rsidRPr="00D86078">
        <w:rPr>
          <w:rStyle w:val="libItalicChar"/>
        </w:rPr>
        <w:t xml:space="preserve">The Ulama in Contemporary Islam: Custodians of Change. </w:t>
      </w:r>
      <w:r>
        <w:t>Princeton, NJ: Princeton University Press, 2002.</w:t>
      </w:r>
    </w:p>
    <w:p w:rsidR="00ED3D62" w:rsidRDefault="00ED3D62" w:rsidP="00ED3D62">
      <w:pPr>
        <w:pStyle w:val="libNormal"/>
      </w:pPr>
      <w:proofErr w:type="spellStart"/>
      <w:r>
        <w:t>Zebiri</w:t>
      </w:r>
      <w:proofErr w:type="spellEnd"/>
      <w:r>
        <w:t xml:space="preserve">, Kate. </w:t>
      </w:r>
      <w:proofErr w:type="spellStart"/>
      <w:r w:rsidRPr="00D86078">
        <w:rPr>
          <w:rStyle w:val="libItalicChar"/>
        </w:rPr>
        <w:t>Mahmūd</w:t>
      </w:r>
      <w:proofErr w:type="spellEnd"/>
      <w:r w:rsidRPr="00D86078">
        <w:rPr>
          <w:rStyle w:val="libItalicChar"/>
        </w:rPr>
        <w:t xml:space="preserve"> </w:t>
      </w:r>
      <w:proofErr w:type="spellStart"/>
      <w:r w:rsidRPr="00D86078">
        <w:rPr>
          <w:rStyle w:val="libItalicChar"/>
        </w:rPr>
        <w:t>Shaltūt</w:t>
      </w:r>
      <w:proofErr w:type="spellEnd"/>
      <w:r w:rsidRPr="00D86078">
        <w:rPr>
          <w:rStyle w:val="libItalicChar"/>
        </w:rPr>
        <w:t xml:space="preserve"> and Islamic Modernism.</w:t>
      </w:r>
      <w:r>
        <w:t xml:space="preserve"> Oxford, UK: Clarendon Press, 1993.</w:t>
      </w:r>
    </w:p>
    <w:p w:rsidR="00ED3D62" w:rsidRDefault="00ED3D62" w:rsidP="00ED3D62">
      <w:pPr>
        <w:pStyle w:val="libNormal"/>
      </w:pPr>
      <w:proofErr w:type="spellStart"/>
      <w:r>
        <w:t>Ziadeh</w:t>
      </w:r>
      <w:proofErr w:type="spellEnd"/>
      <w:r>
        <w:t xml:space="preserve">, Nicol A. </w:t>
      </w:r>
      <w:proofErr w:type="spellStart"/>
      <w:r w:rsidRPr="00D86078">
        <w:rPr>
          <w:rStyle w:val="libItalicChar"/>
        </w:rPr>
        <w:t>Sanusiyah</w:t>
      </w:r>
      <w:proofErr w:type="spellEnd"/>
      <w:r w:rsidRPr="00D86078">
        <w:rPr>
          <w:rStyle w:val="libItalicChar"/>
        </w:rPr>
        <w:t>: A Study of a Revivalist Movement in Islam.</w:t>
      </w:r>
      <w:r>
        <w:t xml:space="preserve"> Leiden: E.J. Brill, 1958.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proofErr w:type="spellStart"/>
      <w:r>
        <w:t>Zubaida</w:t>
      </w:r>
      <w:proofErr w:type="spellEnd"/>
      <w:r>
        <w:t xml:space="preserve">, Sami. </w:t>
      </w:r>
      <w:r w:rsidRPr="00D86078">
        <w:rPr>
          <w:rStyle w:val="libItalicChar"/>
        </w:rPr>
        <w:t>Islam, the People and the State: Essays on Political Ideas and Movements in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the Middle East. </w:t>
      </w:r>
      <w:r w:rsidRPr="00D86078">
        <w:rPr>
          <w:rStyle w:val="libNormalChar"/>
        </w:rPr>
        <w:t>London: I.B. Tauris, 1993.</w:t>
      </w:r>
    </w:p>
    <w:p w:rsidR="00ED3D62" w:rsidRPr="00D86078" w:rsidRDefault="00ED3D62" w:rsidP="00ED3D62">
      <w:pPr>
        <w:rPr>
          <w:rStyle w:val="libNormalChar"/>
        </w:rPr>
      </w:pPr>
      <w:r w:rsidRPr="00D86078">
        <w:rPr>
          <w:rStyle w:val="libNormalChar"/>
        </w:rPr>
        <w:t xml:space="preserve">Zunes, Stephen. </w:t>
      </w:r>
      <w:r w:rsidRPr="00D86078">
        <w:rPr>
          <w:rStyle w:val="libItalicChar"/>
        </w:rPr>
        <w:t>Tinderbox: U.S. Middle East Policy and the Roots of Terrorism.</w:t>
      </w:r>
      <w:r w:rsidRPr="00D86078">
        <w:rPr>
          <w:rStyle w:val="libNormalChar"/>
        </w:rPr>
        <w:t xml:space="preserve"> Monroe, ME: Common Courage Press, 2002.</w:t>
      </w:r>
    </w:p>
    <w:p w:rsidR="00ED3D62" w:rsidRDefault="00ED3D62" w:rsidP="00ED3D62">
      <w:pPr>
        <w:pStyle w:val="libNormal"/>
      </w:pPr>
      <w:r>
        <w:br w:type="page"/>
      </w:r>
    </w:p>
    <w:p w:rsidR="00ED3D62" w:rsidRPr="00296A62" w:rsidRDefault="00ED3D62" w:rsidP="00296A62">
      <w:pPr>
        <w:pStyle w:val="Heading1Center"/>
      </w:pPr>
      <w:bookmarkStart w:id="13" w:name="_Toc8818421"/>
      <w:r w:rsidRPr="00296A62">
        <w:lastRenderedPageBreak/>
        <w:t>XII - Miscellany:</w:t>
      </w:r>
      <w:bookmarkEnd w:id="13"/>
    </w:p>
    <w:p w:rsidR="00ED3D62" w:rsidRDefault="00ED3D62" w:rsidP="00ED3D62">
      <w:pPr>
        <w:pStyle w:val="libNormal"/>
      </w:pPr>
      <w:r w:rsidRPr="00D86078">
        <w:t xml:space="preserve">Abbott, </w:t>
      </w:r>
      <w:proofErr w:type="spellStart"/>
      <w:r w:rsidRPr="00D86078">
        <w:t>Nabia</w:t>
      </w:r>
      <w:proofErr w:type="spellEnd"/>
      <w:r w:rsidRPr="00D86078">
        <w:t xml:space="preserve">. </w:t>
      </w:r>
      <w:r w:rsidRPr="00D86078">
        <w:rPr>
          <w:rStyle w:val="libItalicChar"/>
        </w:rPr>
        <w:t>Aishah:</w:t>
      </w:r>
      <w:r w:rsidRPr="00CA2CCA">
        <w:t xml:space="preserve"> </w:t>
      </w:r>
      <w:r w:rsidRPr="00D86078">
        <w:rPr>
          <w:rStyle w:val="libItalicChar"/>
        </w:rPr>
        <w:t>The Beloved of Mohammad</w:t>
      </w:r>
      <w:r>
        <w:t>. Chicago, IL: University of Chicago Press, 1942.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Abdallah, </w:t>
      </w:r>
      <w:proofErr w:type="spellStart"/>
      <w:r>
        <w:t>Anouar</w:t>
      </w:r>
      <w:proofErr w:type="spellEnd"/>
      <w:r>
        <w:t xml:space="preserve">, ed. </w:t>
      </w:r>
      <w:r w:rsidRPr="00D86078">
        <w:rPr>
          <w:rStyle w:val="libItalicChar"/>
        </w:rPr>
        <w:t>For Rushdie: Essays by Arab and Muslim Writers in Defense of Free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Speech. </w:t>
      </w:r>
      <w:r w:rsidRPr="00D86078">
        <w:rPr>
          <w:rStyle w:val="libNormalChar"/>
        </w:rPr>
        <w:t xml:space="preserve">New York: George </w:t>
      </w:r>
      <w:proofErr w:type="spellStart"/>
      <w:r w:rsidRPr="00D86078">
        <w:rPr>
          <w:rStyle w:val="libNormalChar"/>
        </w:rPr>
        <w:t>Braziller</w:t>
      </w:r>
      <w:proofErr w:type="spellEnd"/>
      <w:r w:rsidRPr="00D86078">
        <w:rPr>
          <w:rStyle w:val="libNormalChar"/>
        </w:rPr>
        <w:t>, 1994.</w:t>
      </w:r>
    </w:p>
    <w:p w:rsidR="00ED3D62" w:rsidRDefault="00ED3D62" w:rsidP="00ED3D62">
      <w:pPr>
        <w:pStyle w:val="libNormal"/>
      </w:pPr>
      <w:proofErr w:type="spellStart"/>
      <w:r w:rsidRPr="00CA2CCA">
        <w:t>Abou</w:t>
      </w:r>
      <w:proofErr w:type="spellEnd"/>
      <w:r w:rsidRPr="00CA2CCA">
        <w:t xml:space="preserve"> El Fadel, Khaled. </w:t>
      </w:r>
      <w:r w:rsidRPr="00D86078">
        <w:rPr>
          <w:rStyle w:val="libItalicChar"/>
        </w:rPr>
        <w:t xml:space="preserve">Conference of the Books: The Search for Beauty in Islam. </w:t>
      </w:r>
      <w:r>
        <w:t>Lanham, MD: University Press of America, 2001.</w:t>
      </w:r>
    </w:p>
    <w:p w:rsidR="00ED3D62" w:rsidRDefault="00ED3D62" w:rsidP="00ED3D62">
      <w:pPr>
        <w:pStyle w:val="libNormal"/>
      </w:pPr>
      <w:r>
        <w:t>Abu-</w:t>
      </w:r>
      <w:proofErr w:type="spellStart"/>
      <w:r>
        <w:t>Izzeddin</w:t>
      </w:r>
      <w:proofErr w:type="spellEnd"/>
      <w:r>
        <w:t xml:space="preserve">, </w:t>
      </w:r>
      <w:proofErr w:type="spellStart"/>
      <w:r>
        <w:t>Nejla</w:t>
      </w:r>
      <w:proofErr w:type="spellEnd"/>
      <w:r>
        <w:t xml:space="preserve"> M. </w:t>
      </w:r>
      <w:r w:rsidRPr="00D86078">
        <w:rPr>
          <w:rStyle w:val="libItalicChar"/>
        </w:rPr>
        <w:t xml:space="preserve">The </w:t>
      </w:r>
      <w:proofErr w:type="spellStart"/>
      <w:r w:rsidRPr="00D86078">
        <w:rPr>
          <w:rStyle w:val="libItalicChar"/>
        </w:rPr>
        <w:t>Druzes</w:t>
      </w:r>
      <w:proofErr w:type="spellEnd"/>
      <w:r w:rsidRPr="00D86078">
        <w:rPr>
          <w:rStyle w:val="libItalicChar"/>
        </w:rPr>
        <w:t xml:space="preserve">: A New Study of their History, Faith and Society. </w:t>
      </w:r>
      <w:r w:rsidRPr="00D86078">
        <w:t>Leiden: E.J. Brill, 2</w:t>
      </w:r>
      <w:r w:rsidRPr="00750AA4">
        <w:t>nd</w:t>
      </w:r>
      <w:r>
        <w:t xml:space="preserve"> ed., 1993.</w:t>
      </w:r>
    </w:p>
    <w:p w:rsidR="00ED3D62" w:rsidRDefault="00ED3D62" w:rsidP="00ED3D62">
      <w:pPr>
        <w:pStyle w:val="libNormal"/>
      </w:pPr>
      <w:r>
        <w:t xml:space="preserve">Ahmad, Barakat. </w:t>
      </w:r>
      <w:r w:rsidRPr="00D86078">
        <w:rPr>
          <w:rStyle w:val="libItalicChar"/>
        </w:rPr>
        <w:t>Muhammad and the Jews: A Re-examination.</w:t>
      </w:r>
      <w:r>
        <w:t xml:space="preserve"> Delhi: Vikas, 1979.</w:t>
      </w:r>
    </w:p>
    <w:p w:rsidR="00ED3D62" w:rsidRDefault="00ED3D62" w:rsidP="00ED3D62">
      <w:pPr>
        <w:pStyle w:val="libNormal"/>
      </w:pPr>
      <w:r>
        <w:t xml:space="preserve">al-Hassan, Ahmad Y. and Donald R. Hill. </w:t>
      </w:r>
      <w:r w:rsidRPr="00D86078">
        <w:rPr>
          <w:rStyle w:val="libItalicChar"/>
        </w:rPr>
        <w:t xml:space="preserve">Islamic Technology: An Illustrated History. </w:t>
      </w:r>
      <w:r>
        <w:t>Cambridge, UK: Cambridge University Press, 1986.</w:t>
      </w:r>
    </w:p>
    <w:p w:rsidR="00ED3D62" w:rsidRDefault="00ED3D62" w:rsidP="00ED3D62">
      <w:pPr>
        <w:pStyle w:val="libNormal"/>
      </w:pPr>
      <w:r>
        <w:t xml:space="preserve">Allen, Roger. </w:t>
      </w:r>
      <w:r w:rsidRPr="00D86078">
        <w:rPr>
          <w:rStyle w:val="libItalicChar"/>
        </w:rPr>
        <w:t xml:space="preserve">The Arabic Literary Heritage: The Development of its Genres and Criticism. </w:t>
      </w:r>
      <w:r>
        <w:t>Cambridge, UK: Cambridge University Press, 1998.</w:t>
      </w:r>
    </w:p>
    <w:p w:rsidR="00ED3D62" w:rsidRDefault="00ED3D62" w:rsidP="00ED3D62">
      <w:pPr>
        <w:pStyle w:val="libNormal"/>
      </w:pPr>
      <w:r>
        <w:t xml:space="preserve">Allen, Roger. </w:t>
      </w:r>
      <w:r w:rsidRPr="00D86078">
        <w:rPr>
          <w:rStyle w:val="libItalicChar"/>
        </w:rPr>
        <w:t>The Arabic Novel: An Historical and Critical Introduction.</w:t>
      </w:r>
      <w:r>
        <w:t xml:space="preserve"> Syracuse, NY: Syracuse University Press, 1995.</w:t>
      </w:r>
    </w:p>
    <w:p w:rsidR="00ED3D62" w:rsidRDefault="00ED3D62" w:rsidP="00ED3D62">
      <w:pPr>
        <w:pStyle w:val="libNormal"/>
      </w:pPr>
      <w:proofErr w:type="spellStart"/>
      <w:r>
        <w:t>Anees</w:t>
      </w:r>
      <w:proofErr w:type="spellEnd"/>
      <w:r>
        <w:t xml:space="preserve">, Munawar Ahmad. </w:t>
      </w:r>
      <w:r w:rsidRPr="00D86078">
        <w:rPr>
          <w:rStyle w:val="libItalicChar"/>
        </w:rPr>
        <w:t xml:space="preserve">Islam and Biological Futures: Ethics, Gender and Technology. </w:t>
      </w:r>
      <w:r>
        <w:t>London: Mansell, 1990.</w:t>
      </w:r>
    </w:p>
    <w:p w:rsidR="00ED3D62" w:rsidRDefault="00ED3D62" w:rsidP="00ED3D62">
      <w:pPr>
        <w:pStyle w:val="libNormal"/>
      </w:pPr>
      <w:proofErr w:type="spellStart"/>
      <w:r>
        <w:t>Arberry</w:t>
      </w:r>
      <w:proofErr w:type="spellEnd"/>
      <w:r>
        <w:t xml:space="preserve">, Arthur John. </w:t>
      </w:r>
      <w:r w:rsidRPr="00D86078">
        <w:rPr>
          <w:rStyle w:val="libItalicChar"/>
        </w:rPr>
        <w:t>Aspects of Islamic Civilization.</w:t>
      </w:r>
      <w:r>
        <w:t xml:space="preserve"> London: Allen &amp; Unwin, 1964.</w:t>
      </w:r>
    </w:p>
    <w:p w:rsidR="00ED3D62" w:rsidRDefault="00ED3D62" w:rsidP="00ED3D62">
      <w:pPr>
        <w:pStyle w:val="libNormal"/>
      </w:pPr>
      <w:proofErr w:type="spellStart"/>
      <w:r>
        <w:t>Asad</w:t>
      </w:r>
      <w:proofErr w:type="spellEnd"/>
      <w:r>
        <w:t xml:space="preserve">, Mohammad. </w:t>
      </w:r>
      <w:r w:rsidRPr="00D86078">
        <w:rPr>
          <w:rStyle w:val="libItalicChar"/>
        </w:rPr>
        <w:t xml:space="preserve">The Road to Mecca. </w:t>
      </w:r>
      <w:r>
        <w:t xml:space="preserve">Louisville, KY: </w:t>
      </w:r>
      <w:proofErr w:type="spellStart"/>
      <w:r>
        <w:t>Fons</w:t>
      </w:r>
      <w:proofErr w:type="spellEnd"/>
      <w:r>
        <w:t xml:space="preserve"> Vitae, 2001 reprint ed.</w:t>
      </w:r>
    </w:p>
    <w:p w:rsidR="00ED3D62" w:rsidRDefault="00ED3D62" w:rsidP="00ED3D62">
      <w:pPr>
        <w:pStyle w:val="libNormal"/>
      </w:pPr>
      <w:proofErr w:type="spellStart"/>
      <w:r>
        <w:t>Baljon</w:t>
      </w:r>
      <w:proofErr w:type="spellEnd"/>
      <w:r>
        <w:t xml:space="preserve">, Jon M.S. </w:t>
      </w:r>
      <w:r w:rsidRPr="00D86078">
        <w:rPr>
          <w:rStyle w:val="libItalicChar"/>
        </w:rPr>
        <w:t>The Reforms and Religious Ideas of Sayyid Ahmad Khan</w:t>
      </w:r>
      <w:r>
        <w:t>. Lahore: Ashraf, 1953.</w:t>
      </w:r>
    </w:p>
    <w:p w:rsidR="00ED3D62" w:rsidRDefault="00ED3D62" w:rsidP="00ED3D62">
      <w:pPr>
        <w:pStyle w:val="libNormal"/>
      </w:pPr>
      <w:r>
        <w:t xml:space="preserve">Bangura, Ahmed S. </w:t>
      </w:r>
      <w:r w:rsidRPr="00D86078">
        <w:rPr>
          <w:rStyle w:val="libItalicChar"/>
        </w:rPr>
        <w:t xml:space="preserve">Islam and the West African Novel: The Politics of Representation. </w:t>
      </w:r>
      <w:r>
        <w:t xml:space="preserve">London: Lynne </w:t>
      </w:r>
      <w:proofErr w:type="spellStart"/>
      <w:r>
        <w:t>Rienner</w:t>
      </w:r>
      <w:proofErr w:type="spellEnd"/>
      <w:r>
        <w:t>, 2000.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proofErr w:type="spellStart"/>
      <w:r>
        <w:t>Beinin</w:t>
      </w:r>
      <w:proofErr w:type="spellEnd"/>
      <w:r>
        <w:t xml:space="preserve">, Joel. </w:t>
      </w:r>
      <w:r w:rsidRPr="00D86078">
        <w:rPr>
          <w:rStyle w:val="libItalicChar"/>
        </w:rPr>
        <w:t xml:space="preserve">Was the Red Flag Flying There? Marxist Politics and the Arab-Israeli Conflict in Egypt and Israel, 1948-1965. </w:t>
      </w:r>
      <w:r w:rsidRPr="00D86078">
        <w:rPr>
          <w:rStyle w:val="libNormalChar"/>
        </w:rPr>
        <w:t>Berkeley, CA: University of California Press, 1990.</w:t>
      </w:r>
    </w:p>
    <w:p w:rsidR="00ED3D62" w:rsidRPr="00D86078" w:rsidRDefault="00ED3D62" w:rsidP="00ED3D62">
      <w:pPr>
        <w:rPr>
          <w:rStyle w:val="libItalicChar"/>
        </w:rPr>
      </w:pPr>
      <w:r w:rsidRPr="00D86078">
        <w:rPr>
          <w:rStyle w:val="libNormalChar"/>
        </w:rPr>
        <w:t xml:space="preserve">Berg, Herbert. </w:t>
      </w:r>
      <w:r w:rsidRPr="00D86078">
        <w:rPr>
          <w:rStyle w:val="libItalicChar"/>
        </w:rPr>
        <w:t xml:space="preserve">The Development of Exegesis in Early Islam: The Authenticity of Muslim Literature from The Formative Period. </w:t>
      </w:r>
      <w:r w:rsidRPr="00D86078">
        <w:rPr>
          <w:rStyle w:val="libNormalChar"/>
        </w:rPr>
        <w:t>Richmond, Surrey: Curzon Press, 2000.</w:t>
      </w:r>
    </w:p>
    <w:p w:rsidR="007D4755" w:rsidRDefault="00ED3D62" w:rsidP="00ED3D62">
      <w:pPr>
        <w:pStyle w:val="libNormal"/>
      </w:pPr>
      <w:r w:rsidRPr="00CA2CCA">
        <w:t xml:space="preserve">Betts, Robert Brenton. </w:t>
      </w:r>
      <w:r w:rsidRPr="00D86078">
        <w:rPr>
          <w:rStyle w:val="libItalicChar"/>
        </w:rPr>
        <w:t>The Druze.</w:t>
      </w:r>
      <w:r>
        <w:t xml:space="preserve"> New Haven, CT: Yale University Press, 1988.</w:t>
      </w:r>
    </w:p>
    <w:p w:rsidR="007D4755" w:rsidRDefault="00ED3D62" w:rsidP="00ED3D62">
      <w:pPr>
        <w:pStyle w:val="libNormal"/>
      </w:pPr>
      <w:proofErr w:type="spellStart"/>
      <w:r>
        <w:t>Birkeland</w:t>
      </w:r>
      <w:proofErr w:type="spellEnd"/>
      <w:r>
        <w:t xml:space="preserve">, Harris. </w:t>
      </w:r>
      <w:r w:rsidRPr="00D86078">
        <w:rPr>
          <w:rStyle w:val="libItalicChar"/>
        </w:rPr>
        <w:t>The Legend of the Opening of Muhammad’s Breast.</w:t>
      </w:r>
      <w:r>
        <w:t xml:space="preserve"> Oslo: </w:t>
      </w:r>
      <w:proofErr w:type="spellStart"/>
      <w:r>
        <w:t>Nordske</w:t>
      </w:r>
      <w:proofErr w:type="spellEnd"/>
      <w:r>
        <w:t xml:space="preserve"> </w:t>
      </w:r>
      <w:proofErr w:type="spellStart"/>
      <w:r>
        <w:t>Videnskaps</w:t>
      </w:r>
      <w:proofErr w:type="spellEnd"/>
      <w:r>
        <w:t xml:space="preserve"> </w:t>
      </w:r>
      <w:proofErr w:type="spellStart"/>
      <w:r>
        <w:t>Academi</w:t>
      </w:r>
      <w:proofErr w:type="spellEnd"/>
      <w:r>
        <w:t>, 1955.</w:t>
      </w:r>
    </w:p>
    <w:p w:rsidR="00ED3D62" w:rsidRDefault="00ED3D62" w:rsidP="00ED3D62">
      <w:pPr>
        <w:pStyle w:val="libNormal"/>
      </w:pPr>
      <w:r>
        <w:t xml:space="preserve">Bowen, John R. </w:t>
      </w:r>
      <w:r w:rsidRPr="00D86078">
        <w:rPr>
          <w:rStyle w:val="libItalicChar"/>
        </w:rPr>
        <w:t>Muslims through Discourse.</w:t>
      </w:r>
      <w:r>
        <w:t xml:space="preserve"> Princeton, NJ: Princeton University Press, 1993.</w:t>
      </w:r>
    </w:p>
    <w:p w:rsidR="00ED3D62" w:rsidRDefault="00ED3D62" w:rsidP="00ED3D62">
      <w:pPr>
        <w:pStyle w:val="libNormal"/>
      </w:pPr>
      <w:proofErr w:type="spellStart"/>
      <w:r>
        <w:t>Bradway</w:t>
      </w:r>
      <w:proofErr w:type="spellEnd"/>
      <w:r>
        <w:t xml:space="preserve">, Becky, ed. </w:t>
      </w:r>
      <w:r w:rsidRPr="00D86078">
        <w:rPr>
          <w:rStyle w:val="libItalicChar"/>
        </w:rPr>
        <w:t>In the Middle of the Middle East: Literary Nonfiction from the</w:t>
      </w:r>
      <w:r w:rsidRPr="00CA2CCA">
        <w:t xml:space="preserve"> </w:t>
      </w:r>
      <w:r w:rsidRPr="00D86078">
        <w:rPr>
          <w:rStyle w:val="libItalicChar"/>
        </w:rPr>
        <w:t xml:space="preserve">Heartland. </w:t>
      </w:r>
      <w:r>
        <w:t xml:space="preserve">Bloomington, IN: Indiana University Press, </w:t>
      </w:r>
      <w:proofErr w:type="gramStart"/>
      <w:r>
        <w:t>2003..</w:t>
      </w:r>
      <w:proofErr w:type="gramEnd"/>
    </w:p>
    <w:p w:rsidR="00ED3D62" w:rsidRDefault="00ED3D62" w:rsidP="00ED3D62">
      <w:pPr>
        <w:pStyle w:val="libNormal"/>
      </w:pPr>
      <w:r>
        <w:t xml:space="preserve">Brass, Paul R. </w:t>
      </w:r>
      <w:r w:rsidRPr="00D86078">
        <w:rPr>
          <w:rStyle w:val="libItalicChar"/>
        </w:rPr>
        <w:t>The Production of Hindu-Muslim Violence in Contemporary India.</w:t>
      </w:r>
      <w:r>
        <w:t xml:space="preserve"> Seattle, </w:t>
      </w:r>
      <w:proofErr w:type="spellStart"/>
      <w:proofErr w:type="gramStart"/>
      <w:r>
        <w:t>WA:University</w:t>
      </w:r>
      <w:proofErr w:type="spellEnd"/>
      <w:proofErr w:type="gramEnd"/>
      <w:r>
        <w:t xml:space="preserve"> of Washington Press, 2003.</w:t>
      </w:r>
    </w:p>
    <w:p w:rsidR="00ED3D62" w:rsidRDefault="00ED3D62" w:rsidP="00ED3D62">
      <w:pPr>
        <w:pStyle w:val="libNormal"/>
      </w:pPr>
      <w:r>
        <w:t>Buck-</w:t>
      </w:r>
      <w:proofErr w:type="spellStart"/>
      <w:r>
        <w:t>Morss</w:t>
      </w:r>
      <w:proofErr w:type="spellEnd"/>
      <w:r>
        <w:t xml:space="preserve">, Susan. </w:t>
      </w:r>
      <w:r w:rsidRPr="00D86078">
        <w:rPr>
          <w:rStyle w:val="libItalicChar"/>
        </w:rPr>
        <w:t xml:space="preserve">Thinking Past Terror: Islamism and Critical Theory on the Left. </w:t>
      </w:r>
      <w:r>
        <w:t>London: Verso, 2003.</w:t>
      </w:r>
    </w:p>
    <w:p w:rsidR="00ED3D62" w:rsidRDefault="00ED3D62" w:rsidP="00ED3D62">
      <w:pPr>
        <w:pStyle w:val="libNormal"/>
      </w:pPr>
      <w:proofErr w:type="spellStart"/>
      <w:r>
        <w:t>Bulliet</w:t>
      </w:r>
      <w:proofErr w:type="spellEnd"/>
      <w:r>
        <w:t xml:space="preserve">, Richard W. </w:t>
      </w:r>
      <w:r w:rsidRPr="00D86078">
        <w:rPr>
          <w:rStyle w:val="libItalicChar"/>
        </w:rPr>
        <w:t>The Camel and the Wheel.</w:t>
      </w:r>
      <w:r>
        <w:t xml:space="preserve"> New York: Columbia University Press, 1990.</w:t>
      </w:r>
    </w:p>
    <w:p w:rsidR="007D4755" w:rsidRDefault="00ED3D62" w:rsidP="00ED3D62">
      <w:pPr>
        <w:pStyle w:val="libNormal"/>
      </w:pPr>
      <w:r>
        <w:lastRenderedPageBreak/>
        <w:t xml:space="preserve">Burton, Richard. </w:t>
      </w:r>
      <w:r w:rsidRPr="00D86078">
        <w:rPr>
          <w:rStyle w:val="libItalicChar"/>
        </w:rPr>
        <w:t xml:space="preserve">Personal Narrative of a Pilgrimage to El </w:t>
      </w:r>
      <w:proofErr w:type="spellStart"/>
      <w:r w:rsidRPr="00D86078">
        <w:rPr>
          <w:rStyle w:val="libItalicChar"/>
        </w:rPr>
        <w:t>Medinah</w:t>
      </w:r>
      <w:proofErr w:type="spellEnd"/>
      <w:r w:rsidRPr="00D86078">
        <w:rPr>
          <w:rStyle w:val="libItalicChar"/>
        </w:rPr>
        <w:t xml:space="preserve"> and </w:t>
      </w:r>
      <w:proofErr w:type="spellStart"/>
      <w:r w:rsidRPr="00D86078">
        <w:rPr>
          <w:rStyle w:val="libItalicChar"/>
        </w:rPr>
        <w:t>Meccah</w:t>
      </w:r>
      <w:proofErr w:type="spellEnd"/>
      <w:r>
        <w:t>. New York: G.P. Putnam and Co., 1853.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Campo, Juan Eduardo. </w:t>
      </w:r>
      <w:r w:rsidRPr="00D86078">
        <w:rPr>
          <w:rStyle w:val="libItalicChar"/>
        </w:rPr>
        <w:t>The Other Sides of Paradise: Explorations into the Religious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Meanings of Domestic Space in Islam. </w:t>
      </w:r>
      <w:r w:rsidRPr="00D86078">
        <w:rPr>
          <w:rStyle w:val="libNormalChar"/>
        </w:rPr>
        <w:t>Columbia, SC: University of South Carolina Press, 1991.</w:t>
      </w:r>
    </w:p>
    <w:p w:rsidR="00ED3D62" w:rsidRDefault="00ED3D62" w:rsidP="00ED3D62">
      <w:pPr>
        <w:pStyle w:val="libNormal"/>
      </w:pPr>
      <w:r w:rsidRPr="00CA2CCA">
        <w:t xml:space="preserve">Combs-Schilling, M.E. </w:t>
      </w:r>
      <w:r w:rsidRPr="00D86078">
        <w:rPr>
          <w:rStyle w:val="libItalicChar"/>
        </w:rPr>
        <w:t>Sacred Performances: Islam, Sexuality, and Sacrifice.</w:t>
      </w:r>
      <w:r>
        <w:t xml:space="preserve"> New York: Columbia University Press, 1989.</w:t>
      </w:r>
    </w:p>
    <w:p w:rsidR="007D4755" w:rsidRDefault="00ED3D62" w:rsidP="00ED3D62">
      <w:pPr>
        <w:pStyle w:val="libNormal"/>
      </w:pPr>
      <w:r>
        <w:t xml:space="preserve">Corbin, Henry (Leonard Fox, trans.). </w:t>
      </w:r>
      <w:r w:rsidRPr="00D86078">
        <w:rPr>
          <w:rStyle w:val="libItalicChar"/>
        </w:rPr>
        <w:t>Swedenborg and Esoteric Islam.</w:t>
      </w:r>
      <w:r>
        <w:t xml:space="preserve"> West Chester, PA: Swedenborg Foundation, 1995.</w:t>
      </w:r>
    </w:p>
    <w:p w:rsidR="00ED3D62" w:rsidRDefault="00ED3D62" w:rsidP="00ED3D62">
      <w:pPr>
        <w:pStyle w:val="libNormal"/>
      </w:pPr>
      <w:r>
        <w:t xml:space="preserve">Cragg, Kenneth. </w:t>
      </w:r>
      <w:r w:rsidRPr="00D86078">
        <w:rPr>
          <w:rStyle w:val="libItalicChar"/>
        </w:rPr>
        <w:t>The Call of the Minaret.</w:t>
      </w:r>
      <w:r>
        <w:t xml:space="preserve"> New York: Oxford University Press, 1956.</w:t>
      </w:r>
    </w:p>
    <w:p w:rsidR="00ED3D62" w:rsidRDefault="00ED3D62" w:rsidP="00ED3D62">
      <w:pPr>
        <w:pStyle w:val="libNormal"/>
      </w:pPr>
      <w:r>
        <w:t xml:space="preserve">Daniel, Norman. </w:t>
      </w:r>
      <w:r w:rsidRPr="00D86078">
        <w:rPr>
          <w:rStyle w:val="libItalicChar"/>
        </w:rPr>
        <w:t>Islam and the West: The Making of an Image.</w:t>
      </w:r>
      <w:r>
        <w:t xml:space="preserve"> Edinburgh: Edinburgh University Press, 1958.</w:t>
      </w:r>
    </w:p>
    <w:p w:rsidR="00ED3D62" w:rsidRDefault="00ED3D62" w:rsidP="00ED3D62">
      <w:pPr>
        <w:pStyle w:val="libNormal"/>
      </w:pPr>
      <w:proofErr w:type="spellStart"/>
      <w:r>
        <w:t>Dannin</w:t>
      </w:r>
      <w:proofErr w:type="spellEnd"/>
      <w:r>
        <w:t xml:space="preserve">, Robert. </w:t>
      </w:r>
      <w:r w:rsidRPr="00D86078">
        <w:rPr>
          <w:rStyle w:val="libItalicChar"/>
        </w:rPr>
        <w:t>Black Pilgrimage to Islam.</w:t>
      </w:r>
      <w:r>
        <w:t xml:space="preserve"> New York: Oxford University Press, 2002.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Donaldson, William J. and </w:t>
      </w:r>
      <w:proofErr w:type="spellStart"/>
      <w:r>
        <w:t>Mashary</w:t>
      </w:r>
      <w:proofErr w:type="spellEnd"/>
      <w:r>
        <w:t xml:space="preserve"> Abdullah </w:t>
      </w:r>
      <w:proofErr w:type="spellStart"/>
      <w:r>
        <w:t>Naim</w:t>
      </w:r>
      <w:proofErr w:type="spellEnd"/>
      <w:r>
        <w:t xml:space="preserve">. </w:t>
      </w:r>
      <w:r w:rsidRPr="00D86078">
        <w:rPr>
          <w:rStyle w:val="libItalicChar"/>
        </w:rPr>
        <w:t xml:space="preserve">Sharecropping in the Yemen: A Study in Islamic Theory, Custom and Pragmatism. </w:t>
      </w:r>
      <w:r w:rsidRPr="00D86078">
        <w:rPr>
          <w:rStyle w:val="libNormalChar"/>
        </w:rPr>
        <w:t>Leiden: Brill Academic Publ., 2000.</w:t>
      </w:r>
    </w:p>
    <w:p w:rsidR="007D4755" w:rsidRDefault="00ED3D62" w:rsidP="00ED3D62">
      <w:pPr>
        <w:rPr>
          <w:rStyle w:val="libNormalChar"/>
        </w:rPr>
      </w:pPr>
      <w:proofErr w:type="spellStart"/>
      <w:r w:rsidRPr="00D86078">
        <w:rPr>
          <w:rStyle w:val="libNormalChar"/>
        </w:rPr>
        <w:t>Doumato</w:t>
      </w:r>
      <w:proofErr w:type="spellEnd"/>
      <w:r w:rsidRPr="00D86078">
        <w:rPr>
          <w:rStyle w:val="libNormalChar"/>
        </w:rPr>
        <w:t xml:space="preserve">, Eleanor </w:t>
      </w:r>
      <w:proofErr w:type="spellStart"/>
      <w:r w:rsidRPr="00D86078">
        <w:rPr>
          <w:rStyle w:val="libNormalChar"/>
        </w:rPr>
        <w:t>Abdella</w:t>
      </w:r>
      <w:proofErr w:type="spellEnd"/>
      <w:r w:rsidRPr="00D86078">
        <w:rPr>
          <w:rStyle w:val="libNormalChar"/>
        </w:rPr>
        <w:t xml:space="preserve">. </w:t>
      </w:r>
      <w:r w:rsidRPr="00D86078">
        <w:rPr>
          <w:rStyle w:val="libItalicChar"/>
        </w:rPr>
        <w:t>Getting God’s Ear: Women, Islam and Healing in Saudi Arabia and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>the Gulf</w:t>
      </w:r>
      <w:r w:rsidRPr="00D86078">
        <w:rPr>
          <w:rStyle w:val="libNormalChar"/>
        </w:rPr>
        <w:t>. New York: Columbia University Press, 2000.</w:t>
      </w:r>
    </w:p>
    <w:p w:rsidR="00ED3D62" w:rsidRDefault="00ED3D62" w:rsidP="00ED3D62">
      <w:pPr>
        <w:pStyle w:val="libNormal"/>
      </w:pPr>
      <w:proofErr w:type="spellStart"/>
      <w:r w:rsidRPr="00CA2CCA">
        <w:t>Dundes</w:t>
      </w:r>
      <w:proofErr w:type="spellEnd"/>
      <w:r w:rsidRPr="00CA2CCA">
        <w:t xml:space="preserve">, Alan. </w:t>
      </w:r>
      <w:r w:rsidRPr="00D86078">
        <w:rPr>
          <w:rStyle w:val="libItalicChar"/>
        </w:rPr>
        <w:t xml:space="preserve">Fables of the </w:t>
      </w:r>
      <w:proofErr w:type="gramStart"/>
      <w:r w:rsidRPr="00D86078">
        <w:rPr>
          <w:rStyle w:val="libItalicChar"/>
        </w:rPr>
        <w:t>Ancients?:</w:t>
      </w:r>
      <w:proofErr w:type="gramEnd"/>
      <w:r w:rsidRPr="00D86078">
        <w:rPr>
          <w:rStyle w:val="libItalicChar"/>
        </w:rPr>
        <w:t xml:space="preserve"> Folklore in the Qur’an. </w:t>
      </w:r>
      <w:r>
        <w:t>Lanham, MD: Rowman &amp; Littlefield, 2003.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Dunn, Ross E. </w:t>
      </w:r>
      <w:r w:rsidRPr="00D86078">
        <w:rPr>
          <w:rStyle w:val="libItalicChar"/>
        </w:rPr>
        <w:t xml:space="preserve">The Adventures of </w:t>
      </w:r>
      <w:proofErr w:type="gramStart"/>
      <w:r w:rsidRPr="00D86078">
        <w:rPr>
          <w:rStyle w:val="libItalicChar"/>
        </w:rPr>
        <w:t>Ibn</w:t>
      </w:r>
      <w:proofErr w:type="gramEnd"/>
      <w:r w:rsidRPr="00D86078">
        <w:rPr>
          <w:rStyle w:val="libItalicChar"/>
        </w:rPr>
        <w:t xml:space="preserve"> Battuta: A Muslim Traveler of the Fourteenth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Century. </w:t>
      </w:r>
      <w:r w:rsidRPr="00D86078">
        <w:rPr>
          <w:rStyle w:val="libNormalChar"/>
        </w:rPr>
        <w:t>Berkeley, CA: University of California Press, 1990.</w:t>
      </w:r>
    </w:p>
    <w:p w:rsidR="00ED3D62" w:rsidRDefault="00ED3D62" w:rsidP="00ED3D62">
      <w:pPr>
        <w:pStyle w:val="libNormal"/>
      </w:pPr>
      <w:proofErr w:type="spellStart"/>
      <w:r w:rsidRPr="00CA2CCA">
        <w:t>Easwaran</w:t>
      </w:r>
      <w:proofErr w:type="spellEnd"/>
      <w:r w:rsidRPr="00CA2CCA">
        <w:t xml:space="preserve">, </w:t>
      </w:r>
      <w:proofErr w:type="spellStart"/>
      <w:r w:rsidRPr="00CA2CCA">
        <w:t>Eknath</w:t>
      </w:r>
      <w:proofErr w:type="spellEnd"/>
      <w:r w:rsidRPr="00CA2CCA">
        <w:t xml:space="preserve">. </w:t>
      </w:r>
      <w:r w:rsidRPr="00D86078">
        <w:rPr>
          <w:rStyle w:val="libItalicChar"/>
        </w:rPr>
        <w:t>Nonviolent Soldier of Islam: Badshah Khan, A Man to Match His</w:t>
      </w:r>
      <w:r w:rsidRPr="00CA2CCA">
        <w:t xml:space="preserve"> </w:t>
      </w:r>
      <w:r w:rsidRPr="00D86078">
        <w:rPr>
          <w:rStyle w:val="libItalicChar"/>
        </w:rPr>
        <w:t>Mountains.</w:t>
      </w:r>
      <w:r w:rsidRPr="00D86078">
        <w:t xml:space="preserve"> </w:t>
      </w:r>
      <w:proofErr w:type="spellStart"/>
      <w:r w:rsidRPr="00D86078">
        <w:t>Tomales</w:t>
      </w:r>
      <w:proofErr w:type="spellEnd"/>
      <w:r w:rsidRPr="00D86078">
        <w:t xml:space="preserve">, CA: </w:t>
      </w:r>
      <w:proofErr w:type="spellStart"/>
      <w:r w:rsidRPr="00D86078">
        <w:t>Nilgiri</w:t>
      </w:r>
      <w:proofErr w:type="spellEnd"/>
      <w:r w:rsidRPr="00D86078">
        <w:t xml:space="preserve"> Press, 2</w:t>
      </w:r>
      <w:r w:rsidRPr="00750AA4">
        <w:t>nd</w:t>
      </w:r>
      <w:r>
        <w:t xml:space="preserve"> ed., 2000.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proofErr w:type="spellStart"/>
      <w:r>
        <w:t>Eickelman</w:t>
      </w:r>
      <w:proofErr w:type="spellEnd"/>
      <w:r>
        <w:t xml:space="preserve">, Dale and James </w:t>
      </w:r>
      <w:proofErr w:type="spellStart"/>
      <w:r>
        <w:t>Piscatori</w:t>
      </w:r>
      <w:proofErr w:type="spellEnd"/>
      <w:r>
        <w:t xml:space="preserve">, eds. </w:t>
      </w:r>
      <w:r w:rsidRPr="00D86078">
        <w:rPr>
          <w:rStyle w:val="libItalicChar"/>
        </w:rPr>
        <w:t xml:space="preserve">Muslim Travelers: Pilgrimage, Migration, and the Religious Imagination. </w:t>
      </w:r>
      <w:r w:rsidRPr="00D86078">
        <w:rPr>
          <w:rStyle w:val="libNormalChar"/>
        </w:rPr>
        <w:t>Berkeley, CA: University of California Press, 1990.</w:t>
      </w:r>
    </w:p>
    <w:p w:rsidR="00ED3D62" w:rsidRPr="00D86078" w:rsidRDefault="00ED3D62" w:rsidP="00ED3D62">
      <w:pPr>
        <w:rPr>
          <w:rStyle w:val="libNormalChar"/>
        </w:rPr>
      </w:pPr>
      <w:proofErr w:type="spellStart"/>
      <w:r w:rsidRPr="00D86078">
        <w:rPr>
          <w:rStyle w:val="libNormalChar"/>
        </w:rPr>
        <w:t>Esack</w:t>
      </w:r>
      <w:proofErr w:type="spellEnd"/>
      <w:r w:rsidRPr="00D86078">
        <w:rPr>
          <w:rStyle w:val="libNormalChar"/>
        </w:rPr>
        <w:t xml:space="preserve">, Farid. </w:t>
      </w:r>
      <w:r w:rsidRPr="00D86078">
        <w:rPr>
          <w:rStyle w:val="libItalicChar"/>
        </w:rPr>
        <w:t>On Being a Muslim.</w:t>
      </w:r>
      <w:r w:rsidRPr="00D86078">
        <w:rPr>
          <w:rStyle w:val="libNormalChar"/>
        </w:rPr>
        <w:t xml:space="preserve"> Oxford, UK: </w:t>
      </w:r>
      <w:proofErr w:type="spellStart"/>
      <w:r w:rsidRPr="00D86078">
        <w:rPr>
          <w:rStyle w:val="libNormalChar"/>
        </w:rPr>
        <w:t>Oneworld</w:t>
      </w:r>
      <w:proofErr w:type="spellEnd"/>
      <w:r w:rsidRPr="00D86078">
        <w:rPr>
          <w:rStyle w:val="libNormalChar"/>
        </w:rPr>
        <w:t>, 1999.</w:t>
      </w:r>
    </w:p>
    <w:p w:rsidR="007D4755" w:rsidRDefault="00ED3D62" w:rsidP="00ED3D62">
      <w:pPr>
        <w:pStyle w:val="libNormal"/>
      </w:pPr>
      <w:r w:rsidRPr="00D86078">
        <w:rPr>
          <w:rStyle w:val="libItalicChar"/>
        </w:rPr>
        <w:t>The Encyclopedia of Islam</w:t>
      </w:r>
      <w:r>
        <w:t>, new ed. 9 vols., in progress. Leiden: E.J. Brill, 1954--.</w:t>
      </w:r>
    </w:p>
    <w:p w:rsidR="00ED3D62" w:rsidRDefault="00ED3D62" w:rsidP="00ED3D62">
      <w:pPr>
        <w:pStyle w:val="libNormal"/>
      </w:pPr>
      <w:proofErr w:type="spellStart"/>
      <w:r>
        <w:t>Firro</w:t>
      </w:r>
      <w:proofErr w:type="spellEnd"/>
      <w:r>
        <w:t xml:space="preserve">, Kais M. </w:t>
      </w:r>
      <w:r w:rsidRPr="00D86078">
        <w:rPr>
          <w:rStyle w:val="libItalicChar"/>
        </w:rPr>
        <w:t xml:space="preserve">A History of the </w:t>
      </w:r>
      <w:proofErr w:type="spellStart"/>
      <w:r w:rsidRPr="00D86078">
        <w:rPr>
          <w:rStyle w:val="libItalicChar"/>
        </w:rPr>
        <w:t>Druzes</w:t>
      </w:r>
      <w:proofErr w:type="spellEnd"/>
      <w:r w:rsidRPr="00D86078">
        <w:rPr>
          <w:rStyle w:val="libItalicChar"/>
        </w:rPr>
        <w:t>.</w:t>
      </w:r>
      <w:r>
        <w:t xml:space="preserve"> Leiden: E.J. Brill, 1997.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Foltz, Richard C. Frederick M. Denny and </w:t>
      </w:r>
      <w:proofErr w:type="spellStart"/>
      <w:r>
        <w:t>Azizan</w:t>
      </w:r>
      <w:proofErr w:type="spellEnd"/>
      <w:r>
        <w:t xml:space="preserve"> </w:t>
      </w:r>
      <w:proofErr w:type="spellStart"/>
      <w:r>
        <w:t>Baharuddin</w:t>
      </w:r>
      <w:proofErr w:type="spellEnd"/>
      <w:r>
        <w:t xml:space="preserve">, eds. </w:t>
      </w:r>
      <w:r w:rsidRPr="00D86078">
        <w:rPr>
          <w:rStyle w:val="libItalicChar"/>
        </w:rPr>
        <w:t xml:space="preserve">Islam and Ecology: A Bestowed Trust. </w:t>
      </w:r>
      <w:r w:rsidRPr="00D86078">
        <w:rPr>
          <w:rStyle w:val="libNormalChar"/>
        </w:rPr>
        <w:t>Cambridge, MA: Harvard University Press, 2003.</w:t>
      </w:r>
    </w:p>
    <w:p w:rsidR="00ED3D62" w:rsidRPr="00D86078" w:rsidRDefault="00ED3D62" w:rsidP="00ED3D62">
      <w:pPr>
        <w:rPr>
          <w:rStyle w:val="libItalicChar"/>
        </w:rPr>
      </w:pPr>
      <w:r w:rsidRPr="00D86078">
        <w:rPr>
          <w:rStyle w:val="libNormalChar"/>
        </w:rPr>
        <w:t xml:space="preserve">Gallagher, Nancy Elizabeth, ed. </w:t>
      </w:r>
      <w:r w:rsidRPr="00D86078">
        <w:rPr>
          <w:rStyle w:val="libItalicChar"/>
        </w:rPr>
        <w:t xml:space="preserve">Approaches to the History of the Middle East: Interviews with Leading Middle East Historians. </w:t>
      </w:r>
      <w:r w:rsidRPr="00D86078">
        <w:rPr>
          <w:rStyle w:val="libNormalChar"/>
        </w:rPr>
        <w:t>Reading, UK: Ithaca, 1997.</w:t>
      </w:r>
    </w:p>
    <w:p w:rsidR="00ED3D62" w:rsidRDefault="00ED3D62" w:rsidP="00ED3D62">
      <w:pPr>
        <w:pStyle w:val="libNormal"/>
      </w:pPr>
      <w:proofErr w:type="spellStart"/>
      <w:r w:rsidRPr="00CA2CCA">
        <w:t>Gaudefroy-Demombynes</w:t>
      </w:r>
      <w:proofErr w:type="spellEnd"/>
      <w:r w:rsidRPr="00CA2CCA">
        <w:t xml:space="preserve">, Maurice. </w:t>
      </w:r>
      <w:r w:rsidRPr="00D86078">
        <w:rPr>
          <w:rStyle w:val="libItalicChar"/>
        </w:rPr>
        <w:t>Muslim Institutions</w:t>
      </w:r>
      <w:r>
        <w:t>. Westport, CT: Greenwood Press, 1984.</w:t>
      </w:r>
    </w:p>
    <w:p w:rsidR="00ED3D62" w:rsidRDefault="00ED3D62" w:rsidP="00ED3D62">
      <w:pPr>
        <w:pStyle w:val="libNormal"/>
      </w:pPr>
      <w:r>
        <w:t xml:space="preserve">Gibb, Hamilton A.R. </w:t>
      </w:r>
      <w:r w:rsidRPr="00D86078">
        <w:rPr>
          <w:rStyle w:val="libItalicChar"/>
        </w:rPr>
        <w:t>Whither Islam?</w:t>
      </w:r>
      <w:r>
        <w:t xml:space="preserve"> London: Gollancz, 1932.</w:t>
      </w:r>
    </w:p>
    <w:p w:rsidR="00ED3D62" w:rsidRDefault="00ED3D62" w:rsidP="00ED3D62">
      <w:pPr>
        <w:pStyle w:val="libNormal"/>
      </w:pPr>
      <w:r>
        <w:t xml:space="preserve">Gibb, Hamilton A.R. </w:t>
      </w:r>
      <w:r w:rsidRPr="00D86078">
        <w:rPr>
          <w:rStyle w:val="libItalicChar"/>
        </w:rPr>
        <w:t>Modern Trends in Islam.</w:t>
      </w:r>
      <w:r>
        <w:t xml:space="preserve"> New York: Octagon Books, 1972.</w:t>
      </w:r>
    </w:p>
    <w:p w:rsidR="007D4755" w:rsidRDefault="00ED3D62" w:rsidP="00ED3D62">
      <w:pPr>
        <w:pStyle w:val="libNormal"/>
      </w:pPr>
      <w:r>
        <w:t xml:space="preserve">Goldschmidt, Arthur, Jr. </w:t>
      </w:r>
      <w:r w:rsidRPr="00D86078">
        <w:rPr>
          <w:rStyle w:val="libItalicChar"/>
        </w:rPr>
        <w:t>Biographical Dictionary of Modern Egypt.</w:t>
      </w:r>
      <w:r>
        <w:t xml:space="preserve"> Boulder, CO: Lynne </w:t>
      </w:r>
      <w:proofErr w:type="spellStart"/>
      <w:r>
        <w:t>Rienner</w:t>
      </w:r>
      <w:proofErr w:type="spellEnd"/>
      <w:r>
        <w:t>, 2000.</w:t>
      </w:r>
    </w:p>
    <w:p w:rsidR="00ED3D62" w:rsidRDefault="00ED3D62" w:rsidP="00ED3D62">
      <w:pPr>
        <w:pStyle w:val="libNormal"/>
      </w:pPr>
      <w:proofErr w:type="spellStart"/>
      <w:r>
        <w:t>Grunebaum</w:t>
      </w:r>
      <w:proofErr w:type="spellEnd"/>
      <w:r>
        <w:t xml:space="preserve">, Gustave E. von. </w:t>
      </w:r>
      <w:r w:rsidRPr="00D86078">
        <w:rPr>
          <w:rStyle w:val="libItalicChar"/>
        </w:rPr>
        <w:t>Muhammadan Festivals.</w:t>
      </w:r>
      <w:r>
        <w:t xml:space="preserve"> Leiden: Brill, 1958.</w:t>
      </w:r>
    </w:p>
    <w:p w:rsidR="00ED3D62" w:rsidRDefault="00ED3D62" w:rsidP="00ED3D62">
      <w:pPr>
        <w:pStyle w:val="libNormal"/>
      </w:pPr>
      <w:proofErr w:type="spellStart"/>
      <w:r>
        <w:lastRenderedPageBreak/>
        <w:t>Hallaq</w:t>
      </w:r>
      <w:proofErr w:type="spellEnd"/>
      <w:r>
        <w:t xml:space="preserve">, Wael B. and Donald P. Little, eds. </w:t>
      </w:r>
      <w:r w:rsidRPr="00D86078">
        <w:rPr>
          <w:rStyle w:val="libItalicChar"/>
        </w:rPr>
        <w:t xml:space="preserve">Islamic Studies Presented to Charles J. Adams. </w:t>
      </w:r>
      <w:proofErr w:type="spellStart"/>
      <w:proofErr w:type="gramStart"/>
      <w:r>
        <w:t>Leiden:E.J</w:t>
      </w:r>
      <w:proofErr w:type="spellEnd"/>
      <w:r>
        <w:t>.</w:t>
      </w:r>
      <w:proofErr w:type="gramEnd"/>
      <w:r>
        <w:t xml:space="preserve"> Brill, 1991.</w:t>
      </w:r>
    </w:p>
    <w:p w:rsidR="00ED3D62" w:rsidRDefault="00ED3D62" w:rsidP="00ED3D62">
      <w:pPr>
        <w:pStyle w:val="libNormal"/>
      </w:pPr>
      <w:r>
        <w:t xml:space="preserve">Hassan, Hassan. </w:t>
      </w:r>
      <w:r w:rsidRPr="00D86078">
        <w:rPr>
          <w:rStyle w:val="libItalicChar"/>
        </w:rPr>
        <w:t xml:space="preserve">In the House of Muhammad Ali: A Family Album, 1805-1952. </w:t>
      </w:r>
      <w:r>
        <w:t>Cairo: American University in Cairo Press, 2000.</w:t>
      </w:r>
    </w:p>
    <w:p w:rsidR="00ED3D62" w:rsidRDefault="00ED3D62" w:rsidP="00ED3D62">
      <w:pPr>
        <w:pStyle w:val="libNormal"/>
      </w:pPr>
      <w:proofErr w:type="spellStart"/>
      <w:r>
        <w:t>Hawting</w:t>
      </w:r>
      <w:proofErr w:type="spellEnd"/>
      <w:r>
        <w:t xml:space="preserve">, Gerald, ed. </w:t>
      </w:r>
      <w:r w:rsidRPr="00D86078">
        <w:rPr>
          <w:rStyle w:val="libItalicChar"/>
        </w:rPr>
        <w:t>The Development of Islamic Ritual.</w:t>
      </w:r>
      <w:r>
        <w:t xml:space="preserve"> </w:t>
      </w:r>
      <w:proofErr w:type="spellStart"/>
      <w:r>
        <w:t>Aldershot</w:t>
      </w:r>
      <w:proofErr w:type="spellEnd"/>
      <w:r>
        <w:t>: Ashgate, 2004.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Hill, Donald R. (David A. King, ed.). </w:t>
      </w:r>
      <w:r w:rsidRPr="00D86078">
        <w:rPr>
          <w:rStyle w:val="libItalicChar"/>
        </w:rPr>
        <w:t>Studies in Medieval Islamic Technology: From Philo to al-</w:t>
      </w:r>
      <w:proofErr w:type="spellStart"/>
      <w:r w:rsidRPr="00D86078">
        <w:rPr>
          <w:rStyle w:val="libItalicChar"/>
        </w:rPr>
        <w:t>Jazari</w:t>
      </w:r>
      <w:proofErr w:type="spellEnd"/>
      <w:r w:rsidRPr="00D86078">
        <w:rPr>
          <w:rStyle w:val="libItalicChar"/>
        </w:rPr>
        <w:t xml:space="preserve">, from Alexandria to Diyar Bakr. </w:t>
      </w:r>
      <w:proofErr w:type="spellStart"/>
      <w:r w:rsidRPr="00D86078">
        <w:rPr>
          <w:rStyle w:val="libNormalChar"/>
        </w:rPr>
        <w:t>Aldershot</w:t>
      </w:r>
      <w:proofErr w:type="spellEnd"/>
      <w:r w:rsidRPr="00D86078">
        <w:rPr>
          <w:rStyle w:val="libNormalChar"/>
        </w:rPr>
        <w:t>: Ashgate, 1998.</w:t>
      </w:r>
    </w:p>
    <w:p w:rsidR="00ED3D62" w:rsidRDefault="00ED3D62" w:rsidP="00ED3D62">
      <w:pPr>
        <w:pStyle w:val="libNormal"/>
      </w:pPr>
      <w:r w:rsidRPr="00CA2CCA">
        <w:t xml:space="preserve">Hiro, </w:t>
      </w:r>
      <w:proofErr w:type="spellStart"/>
      <w:r w:rsidRPr="00CA2CCA">
        <w:t>Dilip</w:t>
      </w:r>
      <w:proofErr w:type="spellEnd"/>
      <w:r w:rsidRPr="00CA2CCA">
        <w:t xml:space="preserve">. </w:t>
      </w:r>
      <w:r w:rsidRPr="00D86078">
        <w:rPr>
          <w:rStyle w:val="libItalicChar"/>
        </w:rPr>
        <w:t>Dictionary of the Middle East</w:t>
      </w:r>
      <w:r>
        <w:t>. New York: Palgrave Macmillan, 1996.</w:t>
      </w:r>
    </w:p>
    <w:p w:rsidR="00ED3D62" w:rsidRDefault="00ED3D62" w:rsidP="00ED3D62">
      <w:pPr>
        <w:pStyle w:val="libNormal"/>
      </w:pPr>
      <w:proofErr w:type="spellStart"/>
      <w:r>
        <w:t>Hogendijk</w:t>
      </w:r>
      <w:proofErr w:type="spellEnd"/>
      <w:r>
        <w:t xml:space="preserve">, J.P. and A.I. Sabra, eds. </w:t>
      </w:r>
      <w:r w:rsidRPr="00D86078">
        <w:rPr>
          <w:rStyle w:val="libItalicChar"/>
        </w:rPr>
        <w:t xml:space="preserve">The Enterprise of Science in Islam: New Perspectives. </w:t>
      </w:r>
      <w:r>
        <w:t>Cambridge, MA: MIT Press, 2003.</w:t>
      </w:r>
    </w:p>
    <w:p w:rsidR="00ED3D62" w:rsidRDefault="00ED3D62" w:rsidP="00ED3D62">
      <w:pPr>
        <w:pStyle w:val="libNormal"/>
      </w:pPr>
      <w:proofErr w:type="spellStart"/>
      <w:r>
        <w:t>Hoodbhoy</w:t>
      </w:r>
      <w:proofErr w:type="spellEnd"/>
      <w:r>
        <w:t xml:space="preserve">, Perez. </w:t>
      </w:r>
      <w:r w:rsidRPr="00D86078">
        <w:rPr>
          <w:rStyle w:val="libItalicChar"/>
        </w:rPr>
        <w:t xml:space="preserve">Islam and Science: Religious Orthodoxy and the Battle for Rationality. </w:t>
      </w:r>
      <w:r>
        <w:t>London: Zed Books, 1991.</w:t>
      </w:r>
    </w:p>
    <w:p w:rsidR="00ED3D62" w:rsidRDefault="00ED3D62" w:rsidP="00ED3D62">
      <w:pPr>
        <w:pStyle w:val="libNormal"/>
      </w:pPr>
      <w:r>
        <w:t xml:space="preserve">Hourani, Albert. </w:t>
      </w:r>
      <w:r w:rsidRPr="00D86078">
        <w:rPr>
          <w:rStyle w:val="libItalicChar"/>
        </w:rPr>
        <w:t>Islam in European Thought.</w:t>
      </w:r>
      <w:r>
        <w:t xml:space="preserve"> Cambridge, UK: Cambridge University Press, 1991.</w:t>
      </w:r>
    </w:p>
    <w:p w:rsidR="00ED3D62" w:rsidRDefault="00ED3D62" w:rsidP="00ED3D62">
      <w:pPr>
        <w:pStyle w:val="libNormal"/>
      </w:pPr>
      <w:r>
        <w:t xml:space="preserve">Huff, Toby E. </w:t>
      </w:r>
      <w:r w:rsidRPr="00D86078">
        <w:rPr>
          <w:rStyle w:val="libItalicChar"/>
        </w:rPr>
        <w:t>The Rise of Early Modern Science: Islam, China, and the West.</w:t>
      </w:r>
      <w:r>
        <w:t xml:space="preserve"> Cambridge, UK: Cambridge University Press, 1995.</w:t>
      </w:r>
    </w:p>
    <w:p w:rsidR="00ED3D62" w:rsidRDefault="00ED3D62" w:rsidP="00ED3D62">
      <w:pPr>
        <w:pStyle w:val="libNormal"/>
      </w:pPr>
      <w:r>
        <w:t xml:space="preserve">Husain, Ali Akbar. </w:t>
      </w:r>
      <w:r w:rsidRPr="00D86078">
        <w:rPr>
          <w:rStyle w:val="libItalicChar"/>
        </w:rPr>
        <w:t xml:space="preserve">Scent in the Islamic Garden: A Study of </w:t>
      </w:r>
      <w:proofErr w:type="spellStart"/>
      <w:r w:rsidRPr="00D86078">
        <w:rPr>
          <w:rStyle w:val="libItalicChar"/>
        </w:rPr>
        <w:t>Deccani</w:t>
      </w:r>
      <w:proofErr w:type="spellEnd"/>
      <w:r w:rsidRPr="00D86078">
        <w:rPr>
          <w:rStyle w:val="libItalicChar"/>
        </w:rPr>
        <w:t xml:space="preserve"> Urdu Literary Sources. </w:t>
      </w:r>
      <w:r>
        <w:t>Karachi: Oxford University Press, 2000.</w:t>
      </w:r>
    </w:p>
    <w:p w:rsidR="00ED3D62" w:rsidRDefault="00ED3D62" w:rsidP="00ED3D62">
      <w:pPr>
        <w:pStyle w:val="libNormal"/>
      </w:pPr>
      <w:r>
        <w:t xml:space="preserve">Irwin, Robert. </w:t>
      </w:r>
      <w:r w:rsidRPr="00D86078">
        <w:rPr>
          <w:rStyle w:val="libItalicChar"/>
        </w:rPr>
        <w:t>Night and Horses and the Desert: An Anthology of Classical Arabic</w:t>
      </w:r>
      <w:r w:rsidRPr="00CA2CCA">
        <w:t xml:space="preserve"> </w:t>
      </w:r>
      <w:r w:rsidRPr="00D86078">
        <w:rPr>
          <w:rStyle w:val="libItalicChar"/>
        </w:rPr>
        <w:t xml:space="preserve">Literature. </w:t>
      </w:r>
      <w:r>
        <w:t>New York: Overlook Press, 2000.</w:t>
      </w:r>
    </w:p>
    <w:p w:rsidR="00ED3D62" w:rsidRDefault="00ED3D62" w:rsidP="00ED3D62">
      <w:pPr>
        <w:pStyle w:val="libNormal"/>
      </w:pPr>
      <w:proofErr w:type="spellStart"/>
      <w:r>
        <w:t>Jaschok</w:t>
      </w:r>
      <w:proofErr w:type="spellEnd"/>
      <w:r>
        <w:t xml:space="preserve">, Maria and Shui </w:t>
      </w:r>
      <w:proofErr w:type="spellStart"/>
      <w:r>
        <w:t>Jinjin</w:t>
      </w:r>
      <w:proofErr w:type="spellEnd"/>
      <w:r>
        <w:t xml:space="preserve">. </w:t>
      </w:r>
      <w:r w:rsidRPr="00D86078">
        <w:rPr>
          <w:rStyle w:val="libItalicChar"/>
        </w:rPr>
        <w:t>The History of Women’s Mosques in Chinese Islam.</w:t>
      </w:r>
      <w:r>
        <w:t xml:space="preserve"> Surrey: Curzon Press, 2000.</w:t>
      </w:r>
    </w:p>
    <w:p w:rsidR="00ED3D62" w:rsidRDefault="00ED3D62" w:rsidP="00ED3D62">
      <w:pPr>
        <w:pStyle w:val="libNormal"/>
      </w:pPr>
      <w:proofErr w:type="spellStart"/>
      <w:r>
        <w:t>Jayyusi</w:t>
      </w:r>
      <w:proofErr w:type="spellEnd"/>
      <w:r>
        <w:t xml:space="preserve">, Salma Khadra, ed. </w:t>
      </w:r>
      <w:r w:rsidRPr="00D86078">
        <w:rPr>
          <w:rStyle w:val="libItalicChar"/>
        </w:rPr>
        <w:t>Modern Arabic Poetry: An Anthology.</w:t>
      </w:r>
      <w:r>
        <w:t xml:space="preserve"> New York: Columbia University Press, 1987.</w:t>
      </w:r>
    </w:p>
    <w:p w:rsidR="00ED3D62" w:rsidRDefault="00ED3D62" w:rsidP="00ED3D62">
      <w:pPr>
        <w:pStyle w:val="libNormal"/>
      </w:pPr>
      <w:proofErr w:type="spellStart"/>
      <w:r>
        <w:t>Jayyusi</w:t>
      </w:r>
      <w:proofErr w:type="spellEnd"/>
      <w:r>
        <w:t xml:space="preserve">, Salma Khadra and Roger Allen, eds. </w:t>
      </w:r>
      <w:r w:rsidRPr="00D86078">
        <w:rPr>
          <w:rStyle w:val="libItalicChar"/>
        </w:rPr>
        <w:t>Modern Arabic Drama: An Anthology.</w:t>
      </w:r>
      <w:r>
        <w:t xml:space="preserve"> Bloomington, IN: Indiana University Press, 1995.</w:t>
      </w:r>
    </w:p>
    <w:p w:rsidR="007D4755" w:rsidRDefault="00ED3D62" w:rsidP="00ED3D62">
      <w:pPr>
        <w:pStyle w:val="libNormal"/>
      </w:pPr>
      <w:r>
        <w:t xml:space="preserve">Johnstone, Penelope, trans. </w:t>
      </w:r>
      <w:r w:rsidRPr="00D86078">
        <w:rPr>
          <w:rStyle w:val="libItalicChar"/>
        </w:rPr>
        <w:t xml:space="preserve">Ibn </w:t>
      </w:r>
      <w:proofErr w:type="spellStart"/>
      <w:r w:rsidRPr="00D86078">
        <w:rPr>
          <w:rStyle w:val="libItalicChar"/>
        </w:rPr>
        <w:t>Qayyim</w:t>
      </w:r>
      <w:proofErr w:type="spellEnd"/>
      <w:r w:rsidRPr="00D86078">
        <w:rPr>
          <w:rStyle w:val="libItalicChar"/>
        </w:rPr>
        <w:t xml:space="preserve"> al-</w:t>
      </w:r>
      <w:proofErr w:type="spellStart"/>
      <w:r w:rsidRPr="00D86078">
        <w:rPr>
          <w:rStyle w:val="libItalicChar"/>
        </w:rPr>
        <w:t>Jawziiyya</w:t>
      </w:r>
      <w:proofErr w:type="spellEnd"/>
      <w:r w:rsidRPr="00D86078">
        <w:rPr>
          <w:rStyle w:val="libItalicChar"/>
        </w:rPr>
        <w:t>: Medicine of the Prophet.</w:t>
      </w:r>
      <w:r>
        <w:t xml:space="preserve"> Cambridge, UK: The Islamic Texts Society, 1998.</w:t>
      </w:r>
    </w:p>
    <w:p w:rsidR="007D4755" w:rsidRDefault="00ED3D62" w:rsidP="00ED3D62">
      <w:pPr>
        <w:pStyle w:val="libNormal"/>
      </w:pPr>
      <w:r>
        <w:t xml:space="preserve">Joseph, </w:t>
      </w:r>
      <w:proofErr w:type="spellStart"/>
      <w:r>
        <w:t>Suad</w:t>
      </w:r>
      <w:proofErr w:type="spellEnd"/>
      <w:r>
        <w:t xml:space="preserve">, ed. </w:t>
      </w:r>
      <w:r w:rsidRPr="00D86078">
        <w:rPr>
          <w:rStyle w:val="libItalicChar"/>
        </w:rPr>
        <w:t xml:space="preserve">The Encyclopedia of Women and Islamic Cultures, Vol. 1. </w:t>
      </w:r>
      <w:r>
        <w:t>Leiden: Brill Academic, 2003.</w:t>
      </w:r>
    </w:p>
    <w:p w:rsidR="00ED3D62" w:rsidRDefault="00ED3D62" w:rsidP="00ED3D62">
      <w:pPr>
        <w:pStyle w:val="libNormal"/>
      </w:pPr>
      <w:proofErr w:type="spellStart"/>
      <w:r>
        <w:t>Kahera</w:t>
      </w:r>
      <w:proofErr w:type="spellEnd"/>
      <w:r>
        <w:t xml:space="preserve">, </w:t>
      </w:r>
      <w:proofErr w:type="spellStart"/>
      <w:r>
        <w:t>Akel</w:t>
      </w:r>
      <w:proofErr w:type="spellEnd"/>
      <w:r>
        <w:t xml:space="preserve"> Ismail. </w:t>
      </w:r>
      <w:r w:rsidRPr="00D86078">
        <w:rPr>
          <w:rStyle w:val="libItalicChar"/>
        </w:rPr>
        <w:t xml:space="preserve">Deconstructing the American Mosque: Space, Gender and Aesthetics. </w:t>
      </w:r>
      <w:r>
        <w:t>Austin, TX: University of Texas Press, 2002.</w:t>
      </w:r>
    </w:p>
    <w:p w:rsidR="00ED3D62" w:rsidRDefault="00ED3D62" w:rsidP="00ED3D62">
      <w:pPr>
        <w:pStyle w:val="libNormal"/>
      </w:pPr>
      <w:proofErr w:type="spellStart"/>
      <w:r>
        <w:t>Kanaaneh</w:t>
      </w:r>
      <w:proofErr w:type="spellEnd"/>
      <w:r>
        <w:t xml:space="preserve">, Rhoda. </w:t>
      </w:r>
      <w:r w:rsidRPr="00D86078">
        <w:rPr>
          <w:rStyle w:val="libItalicChar"/>
        </w:rPr>
        <w:t xml:space="preserve">Birthing the Nation: Strategies of Palestinian Women in Israel. </w:t>
      </w:r>
      <w:r>
        <w:t>Berkeley, CA: University of California Press, 2002.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Kassam, Tazim R. </w:t>
      </w:r>
      <w:r w:rsidRPr="00D86078">
        <w:rPr>
          <w:rStyle w:val="libItalicChar"/>
        </w:rPr>
        <w:t xml:space="preserve">Songs of Wisdom and Circles of Dance: Songs of the </w:t>
      </w:r>
      <w:proofErr w:type="spellStart"/>
      <w:r w:rsidRPr="00D86078">
        <w:rPr>
          <w:rStyle w:val="libItalicChar"/>
        </w:rPr>
        <w:t>Satpanth</w:t>
      </w:r>
      <w:proofErr w:type="spellEnd"/>
      <w:r w:rsidRPr="00D86078">
        <w:rPr>
          <w:rStyle w:val="libItalicChar"/>
        </w:rPr>
        <w:t xml:space="preserve"> </w:t>
      </w:r>
      <w:proofErr w:type="spellStart"/>
      <w:proofErr w:type="gramStart"/>
      <w:r w:rsidRPr="00D86078">
        <w:rPr>
          <w:rStyle w:val="libItalicChar"/>
        </w:rPr>
        <w:t>Ismā‘</w:t>
      </w:r>
      <w:proofErr w:type="gramEnd"/>
      <w:r w:rsidRPr="00D86078">
        <w:rPr>
          <w:rStyle w:val="libItalicChar"/>
        </w:rPr>
        <w:t>īlī</w:t>
      </w:r>
      <w:proofErr w:type="spellEnd"/>
      <w:r w:rsidRPr="00D86078">
        <w:rPr>
          <w:rStyle w:val="libItalicChar"/>
        </w:rPr>
        <w:t xml:space="preserve"> Muslim Saint, </w:t>
      </w:r>
      <w:proofErr w:type="spellStart"/>
      <w:r w:rsidRPr="00D86078">
        <w:rPr>
          <w:rStyle w:val="libItalicChar"/>
        </w:rPr>
        <w:t>Pir</w:t>
      </w:r>
      <w:proofErr w:type="spellEnd"/>
      <w:r w:rsidRPr="00D86078">
        <w:rPr>
          <w:rStyle w:val="libItalicChar"/>
        </w:rPr>
        <w:t xml:space="preserve"> Shams. </w:t>
      </w:r>
      <w:r w:rsidRPr="00D86078">
        <w:rPr>
          <w:rStyle w:val="libNormalChar"/>
        </w:rPr>
        <w:t>Albany, NY: State University of New York Press, 1995.</w:t>
      </w:r>
    </w:p>
    <w:p w:rsidR="00ED3D62" w:rsidRDefault="00ED3D62" w:rsidP="00ED3D62">
      <w:pPr>
        <w:pStyle w:val="libNormal"/>
      </w:pPr>
      <w:r w:rsidRPr="00CA2CCA">
        <w:t xml:space="preserve">Kennedy, Edward S. </w:t>
      </w:r>
      <w:r w:rsidRPr="00D86078">
        <w:rPr>
          <w:rStyle w:val="libItalicChar"/>
        </w:rPr>
        <w:t xml:space="preserve">Astronomy and Astrology in the Medieval Islamic World. </w:t>
      </w:r>
      <w:proofErr w:type="spellStart"/>
      <w:r>
        <w:t>Aldershot</w:t>
      </w:r>
      <w:proofErr w:type="spellEnd"/>
      <w:r>
        <w:t>: Ashgate/Variorum, 1998.</w:t>
      </w:r>
    </w:p>
    <w:p w:rsidR="00ED3D62" w:rsidRDefault="00ED3D62" w:rsidP="00ED3D62">
      <w:pPr>
        <w:pStyle w:val="libNormal"/>
      </w:pPr>
      <w:proofErr w:type="spellStart"/>
      <w:r>
        <w:t>Khalidi</w:t>
      </w:r>
      <w:proofErr w:type="spellEnd"/>
      <w:r>
        <w:t xml:space="preserve">, Tarif, trans. and ed. </w:t>
      </w:r>
      <w:r w:rsidRPr="00D86078">
        <w:rPr>
          <w:rStyle w:val="libItalicChar"/>
        </w:rPr>
        <w:t xml:space="preserve">The Muslim Jesus: Sayings and Stories in Islamic Literature. </w:t>
      </w:r>
      <w:r>
        <w:t>Cambridge, MA: Harvard University Press, 2001.</w:t>
      </w:r>
    </w:p>
    <w:p w:rsidR="00ED3D62" w:rsidRDefault="00ED3D62" w:rsidP="00ED3D62">
      <w:pPr>
        <w:pStyle w:val="libNormal"/>
      </w:pPr>
      <w:r>
        <w:t xml:space="preserve">Khan, Gabriel Mandel. </w:t>
      </w:r>
      <w:r w:rsidRPr="00D86078">
        <w:rPr>
          <w:rStyle w:val="libItalicChar"/>
        </w:rPr>
        <w:t xml:space="preserve">Arabic Script: Styles, Variants, and Calligraphic Adaptations. </w:t>
      </w:r>
      <w:r>
        <w:t>New York: Abbeville Press Publ., 2001.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Kimball, Michelle and Barbara R. von Schlegell. </w:t>
      </w:r>
      <w:r w:rsidRPr="00D86078">
        <w:rPr>
          <w:rStyle w:val="libItalicChar"/>
        </w:rPr>
        <w:t>Muslim Women Throughout the World: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A Bibliography. </w:t>
      </w:r>
      <w:r w:rsidRPr="00D86078">
        <w:rPr>
          <w:rStyle w:val="libNormalChar"/>
        </w:rPr>
        <w:t xml:space="preserve">Boulder, CO: Lynne </w:t>
      </w:r>
      <w:proofErr w:type="spellStart"/>
      <w:r w:rsidRPr="00D86078">
        <w:rPr>
          <w:rStyle w:val="libNormalChar"/>
        </w:rPr>
        <w:t>Rienner</w:t>
      </w:r>
      <w:proofErr w:type="spellEnd"/>
      <w:r w:rsidRPr="00D86078">
        <w:rPr>
          <w:rStyle w:val="libNormalChar"/>
        </w:rPr>
        <w:t>, 1997.</w:t>
      </w:r>
    </w:p>
    <w:p w:rsidR="00ED3D62" w:rsidRDefault="00ED3D62" w:rsidP="00ED3D62">
      <w:pPr>
        <w:pStyle w:val="libNormal"/>
      </w:pPr>
      <w:r w:rsidRPr="00CA2CCA">
        <w:lastRenderedPageBreak/>
        <w:t xml:space="preserve">King, David A. </w:t>
      </w:r>
      <w:r w:rsidRPr="00D86078">
        <w:rPr>
          <w:rStyle w:val="libItalicChar"/>
        </w:rPr>
        <w:t>Astronomy in the Service of Islam.</w:t>
      </w:r>
      <w:r>
        <w:t xml:space="preserve"> </w:t>
      </w:r>
      <w:proofErr w:type="spellStart"/>
      <w:r>
        <w:t>Aldershot</w:t>
      </w:r>
      <w:proofErr w:type="spellEnd"/>
      <w:r>
        <w:t>: Ashgate/Variorum, 1993.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King, David A. </w:t>
      </w:r>
      <w:r w:rsidRPr="00D86078">
        <w:rPr>
          <w:rStyle w:val="libItalicChar"/>
        </w:rPr>
        <w:t>World Maps for Finding the Direction and Distance to Mecca: Innovation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 xml:space="preserve">and Tradition in Islamic Science. </w:t>
      </w:r>
      <w:r w:rsidRPr="00D86078">
        <w:rPr>
          <w:rStyle w:val="libNormalChar"/>
        </w:rPr>
        <w:t>Leiden: E.J. Brill, 1999.</w:t>
      </w:r>
    </w:p>
    <w:p w:rsidR="00ED3D62" w:rsidRDefault="00ED3D62" w:rsidP="00ED3D62">
      <w:pPr>
        <w:pStyle w:val="libNormal"/>
      </w:pPr>
      <w:proofErr w:type="spellStart"/>
      <w:r w:rsidRPr="00CA2CCA">
        <w:t>Kritzek</w:t>
      </w:r>
      <w:proofErr w:type="spellEnd"/>
      <w:r w:rsidRPr="00CA2CCA">
        <w:t xml:space="preserve">, James. </w:t>
      </w:r>
      <w:r w:rsidRPr="00D86078">
        <w:rPr>
          <w:rStyle w:val="libItalicChar"/>
        </w:rPr>
        <w:t>Peter the Venerable and Islam.</w:t>
      </w:r>
      <w:r>
        <w:t xml:space="preserve"> Princeton, NJ: Princeton University Press, 1964.</w:t>
      </w:r>
    </w:p>
    <w:p w:rsidR="00ED3D62" w:rsidRDefault="00ED3D62" w:rsidP="00ED3D62">
      <w:pPr>
        <w:pStyle w:val="libNormal"/>
      </w:pPr>
      <w:proofErr w:type="spellStart"/>
      <w:r>
        <w:t>Kueny</w:t>
      </w:r>
      <w:proofErr w:type="spellEnd"/>
      <w:r>
        <w:t xml:space="preserve">, Kathryn. </w:t>
      </w:r>
      <w:r w:rsidRPr="00D86078">
        <w:rPr>
          <w:rStyle w:val="libItalicChar"/>
        </w:rPr>
        <w:t xml:space="preserve">The Rhetoric of Sobriety: Wine in Early Islam. </w:t>
      </w:r>
      <w:r>
        <w:t>Albany, NY: State University of New York Press, 2001.</w:t>
      </w:r>
    </w:p>
    <w:p w:rsidR="00ED3D62" w:rsidRDefault="00ED3D62" w:rsidP="00ED3D62">
      <w:pPr>
        <w:pStyle w:val="libNormal"/>
      </w:pPr>
      <w:r>
        <w:t xml:space="preserve">Lamoreaux, John C. </w:t>
      </w:r>
      <w:r w:rsidRPr="00D86078">
        <w:rPr>
          <w:rStyle w:val="libItalicChar"/>
        </w:rPr>
        <w:t>The Early Muslim Tradition of Dream Interpretation.</w:t>
      </w:r>
      <w:r>
        <w:t xml:space="preserve"> Albany, NY: State University of New York Press, 2002.</w:t>
      </w:r>
    </w:p>
    <w:p w:rsidR="00ED3D62" w:rsidRDefault="00ED3D62" w:rsidP="00ED3D62">
      <w:pPr>
        <w:pStyle w:val="libNormal"/>
      </w:pPr>
      <w:r>
        <w:t xml:space="preserve">Lane, E.W. </w:t>
      </w:r>
      <w:r w:rsidRPr="00D86078">
        <w:rPr>
          <w:rStyle w:val="libItalicChar"/>
        </w:rPr>
        <w:t>Arabic-English Lexicon,</w:t>
      </w:r>
      <w:r>
        <w:t xml:space="preserve"> 2 Vols. Cambridge, UK: The Islamic Texts Society, 1984.</w:t>
      </w:r>
    </w:p>
    <w:p w:rsidR="007D4755" w:rsidRDefault="00ED3D62" w:rsidP="00ED3D62">
      <w:pPr>
        <w:pStyle w:val="libNormal"/>
      </w:pPr>
      <w:proofErr w:type="spellStart"/>
      <w:r>
        <w:t>Laurance</w:t>
      </w:r>
      <w:proofErr w:type="spellEnd"/>
      <w:r>
        <w:t xml:space="preserve">, Robin. </w:t>
      </w:r>
      <w:r w:rsidRPr="00D86078">
        <w:rPr>
          <w:rStyle w:val="libItalicChar"/>
        </w:rPr>
        <w:t xml:space="preserve">Portrait of Islam </w:t>
      </w:r>
      <w:proofErr w:type="gramStart"/>
      <w:r w:rsidRPr="00D86078">
        <w:rPr>
          <w:rStyle w:val="libItalicChar"/>
        </w:rPr>
        <w:t>A</w:t>
      </w:r>
      <w:proofErr w:type="gramEnd"/>
      <w:r w:rsidRPr="00D86078">
        <w:rPr>
          <w:rStyle w:val="libItalicChar"/>
        </w:rPr>
        <w:t xml:space="preserve"> Journey through the Muslim World.</w:t>
      </w:r>
      <w:r>
        <w:t xml:space="preserve"> New York: Thames &amp; Hudson, 2002.</w:t>
      </w:r>
    </w:p>
    <w:p w:rsidR="00ED3D62" w:rsidRDefault="00ED3D62" w:rsidP="00ED3D62">
      <w:pPr>
        <w:pStyle w:val="libNormal"/>
      </w:pPr>
      <w:r>
        <w:t xml:space="preserve">Lorch, Richard. </w:t>
      </w:r>
      <w:r w:rsidRPr="00D86078">
        <w:rPr>
          <w:rStyle w:val="libItalicChar"/>
        </w:rPr>
        <w:t>Arabic Mathematical Sciences: Instruments, Texts and Transmission.</w:t>
      </w:r>
      <w:r>
        <w:t xml:space="preserve"> </w:t>
      </w:r>
      <w:proofErr w:type="spellStart"/>
      <w:r>
        <w:t>Aldershot</w:t>
      </w:r>
      <w:proofErr w:type="spellEnd"/>
      <w:r>
        <w:t>: Ashgate/Variorum, 1995.</w:t>
      </w:r>
    </w:p>
    <w:p w:rsidR="007D4755" w:rsidRDefault="00ED3D62" w:rsidP="00ED3D62">
      <w:pPr>
        <w:pStyle w:val="libNormal"/>
      </w:pPr>
      <w:r>
        <w:t xml:space="preserve">Malcolm X. </w:t>
      </w:r>
      <w:r w:rsidRPr="00D86078">
        <w:rPr>
          <w:rStyle w:val="libItalicChar"/>
        </w:rPr>
        <w:t xml:space="preserve">The Autobiography of Malcolm X (as told to Alex Haley). </w:t>
      </w:r>
      <w:r>
        <w:t>New York: Ballantine, 1992 (reprint ed).</w:t>
      </w:r>
    </w:p>
    <w:p w:rsidR="00ED3D62" w:rsidRDefault="00ED3D62" w:rsidP="00ED3D62">
      <w:pPr>
        <w:pStyle w:val="libNormal"/>
      </w:pPr>
      <w:r>
        <w:t xml:space="preserve">Martin, Richard C., ed. </w:t>
      </w:r>
      <w:r w:rsidRPr="00D86078">
        <w:rPr>
          <w:rStyle w:val="libItalicChar"/>
        </w:rPr>
        <w:t xml:space="preserve">Approaches to Islam in Religious Studies. </w:t>
      </w:r>
      <w:r>
        <w:t xml:space="preserve">Oxford, UK: </w:t>
      </w:r>
      <w:proofErr w:type="spellStart"/>
      <w:r>
        <w:t>Oneworld</w:t>
      </w:r>
      <w:proofErr w:type="spellEnd"/>
      <w:r>
        <w:t>, 2001.</w:t>
      </w:r>
    </w:p>
    <w:p w:rsidR="00ED3D62" w:rsidRDefault="00ED3D62" w:rsidP="00ED3D62">
      <w:pPr>
        <w:pStyle w:val="libNormal"/>
      </w:pPr>
      <w:r>
        <w:t xml:space="preserve">Martin, Richard C. </w:t>
      </w:r>
      <w:r w:rsidRPr="00D86078">
        <w:rPr>
          <w:rStyle w:val="libItalicChar"/>
        </w:rPr>
        <w:t>Islamic Studies: A History of Religions Approach.</w:t>
      </w:r>
      <w:r w:rsidRPr="00D86078">
        <w:t xml:space="preserve"> Upper Saddle River, NJ: Prentice-Hall, 2</w:t>
      </w:r>
      <w:r w:rsidRPr="00750AA4">
        <w:t>nd</w:t>
      </w:r>
      <w:r>
        <w:t xml:space="preserve"> ed., 1995.</w:t>
      </w:r>
    </w:p>
    <w:p w:rsidR="00ED3D62" w:rsidRDefault="00ED3D62" w:rsidP="00ED3D62">
      <w:pPr>
        <w:pStyle w:val="libNormal"/>
      </w:pPr>
      <w:proofErr w:type="spellStart"/>
      <w:r>
        <w:t>Masri</w:t>
      </w:r>
      <w:proofErr w:type="spellEnd"/>
      <w:r>
        <w:t xml:space="preserve">, Al-Hafiz Basheer Ahmad. </w:t>
      </w:r>
      <w:r w:rsidRPr="00D86078">
        <w:rPr>
          <w:rStyle w:val="libItalicChar"/>
        </w:rPr>
        <w:t>Animals in Islam.</w:t>
      </w:r>
      <w:r>
        <w:t xml:space="preserve"> </w:t>
      </w:r>
      <w:proofErr w:type="spellStart"/>
      <w:r>
        <w:t>Petersfield</w:t>
      </w:r>
      <w:proofErr w:type="spellEnd"/>
      <w:r>
        <w:t>, England: Athene Trust, 1989.</w:t>
      </w:r>
    </w:p>
    <w:p w:rsidR="00ED3D62" w:rsidRDefault="00ED3D62" w:rsidP="00ED3D62">
      <w:pPr>
        <w:pStyle w:val="libNormal"/>
      </w:pPr>
      <w:proofErr w:type="spellStart"/>
      <w:r>
        <w:t>Mattar</w:t>
      </w:r>
      <w:proofErr w:type="spellEnd"/>
      <w:r>
        <w:t xml:space="preserve">, Philip, ed. </w:t>
      </w:r>
      <w:r w:rsidRPr="00D86078">
        <w:rPr>
          <w:rStyle w:val="libItalicChar"/>
        </w:rPr>
        <w:t>Encyclopedia of the Palestinians.</w:t>
      </w:r>
      <w:r>
        <w:t xml:space="preserve"> New York: Facts on File, 2000.</w:t>
      </w:r>
    </w:p>
    <w:p w:rsidR="00ED3D62" w:rsidRDefault="00ED3D62" w:rsidP="00ED3D62">
      <w:pPr>
        <w:pStyle w:val="libNormal"/>
      </w:pPr>
      <w:proofErr w:type="spellStart"/>
      <w:r>
        <w:t>Macfie</w:t>
      </w:r>
      <w:proofErr w:type="spellEnd"/>
      <w:r>
        <w:t xml:space="preserve">, A.L., ed. </w:t>
      </w:r>
      <w:r w:rsidRPr="00D86078">
        <w:rPr>
          <w:rStyle w:val="libItalicChar"/>
        </w:rPr>
        <w:t>Orientalism: A Reader.</w:t>
      </w:r>
      <w:r>
        <w:t xml:space="preserve"> Edinburgh: Edinburgh University Press, 2000.</w:t>
      </w:r>
    </w:p>
    <w:p w:rsidR="00ED3D62" w:rsidRDefault="00ED3D62" w:rsidP="00ED3D62">
      <w:pPr>
        <w:pStyle w:val="libNormal"/>
      </w:pPr>
      <w:r>
        <w:t xml:space="preserve">Nafisi, Azar. </w:t>
      </w:r>
      <w:r w:rsidRPr="00D86078">
        <w:rPr>
          <w:rStyle w:val="libItalicChar"/>
        </w:rPr>
        <w:t>Reading Lolita in Tehran: A Memoir in Books</w:t>
      </w:r>
      <w:r>
        <w:t>. New York: Random House, 2003.</w:t>
      </w:r>
    </w:p>
    <w:p w:rsidR="00ED3D62" w:rsidRDefault="00ED3D62" w:rsidP="00ED3D62">
      <w:pPr>
        <w:pStyle w:val="libNormal"/>
      </w:pPr>
      <w:r>
        <w:t xml:space="preserve">Naipaul, V.S. </w:t>
      </w:r>
      <w:r w:rsidRPr="00D86078">
        <w:rPr>
          <w:rStyle w:val="libItalicChar"/>
        </w:rPr>
        <w:t>Among the Believers: An Islamic Journey.</w:t>
      </w:r>
      <w:r>
        <w:t xml:space="preserve"> New York: Alfred A. Knopf, 1981.</w:t>
      </w:r>
    </w:p>
    <w:p w:rsidR="00ED3D62" w:rsidRDefault="00ED3D62" w:rsidP="00ED3D62">
      <w:pPr>
        <w:pStyle w:val="libNormal"/>
      </w:pPr>
      <w:r>
        <w:t xml:space="preserve">Nasr, </w:t>
      </w:r>
      <w:proofErr w:type="spellStart"/>
      <w:r>
        <w:t>Seyyed</w:t>
      </w:r>
      <w:proofErr w:type="spellEnd"/>
      <w:r>
        <w:t xml:space="preserve"> Hossein. </w:t>
      </w:r>
      <w:r w:rsidRPr="00D86078">
        <w:rPr>
          <w:rStyle w:val="libItalicChar"/>
        </w:rPr>
        <w:t>The Need for a Sacred Science.</w:t>
      </w:r>
      <w:r>
        <w:t xml:space="preserve"> Albany, NY: State University of New York Press, 1993.</w:t>
      </w:r>
    </w:p>
    <w:p w:rsidR="00ED3D62" w:rsidRDefault="00ED3D62" w:rsidP="00ED3D62">
      <w:pPr>
        <w:pStyle w:val="libNormal"/>
      </w:pPr>
      <w:proofErr w:type="spellStart"/>
      <w:r>
        <w:t>Nettler</w:t>
      </w:r>
      <w:proofErr w:type="spellEnd"/>
      <w:r>
        <w:t xml:space="preserve">, Ronald L. and </w:t>
      </w:r>
      <w:proofErr w:type="spellStart"/>
      <w:r>
        <w:t>Suha</w:t>
      </w:r>
      <w:proofErr w:type="spellEnd"/>
      <w:r>
        <w:t xml:space="preserve"> </w:t>
      </w:r>
      <w:proofErr w:type="spellStart"/>
      <w:r>
        <w:t>Taji-Farouki</w:t>
      </w:r>
      <w:proofErr w:type="spellEnd"/>
      <w:r>
        <w:t>, eds.</w:t>
      </w:r>
      <w:r w:rsidRPr="00D86078">
        <w:rPr>
          <w:rStyle w:val="libItalicChar"/>
        </w:rPr>
        <w:t xml:space="preserve"> Muslim-Jewish Encounters: Intellectual</w:t>
      </w:r>
      <w:r w:rsidRPr="00CA2CCA">
        <w:t xml:space="preserve"> </w:t>
      </w:r>
      <w:r w:rsidRPr="00D86078">
        <w:rPr>
          <w:rStyle w:val="libItalicChar"/>
        </w:rPr>
        <w:t xml:space="preserve">Traditions and Modern Politics. </w:t>
      </w:r>
      <w:r>
        <w:t>New York: Routledge, 1998.</w:t>
      </w:r>
    </w:p>
    <w:p w:rsidR="007D4755" w:rsidRDefault="00ED3D62" w:rsidP="00ED3D62">
      <w:pPr>
        <w:pStyle w:val="libNormal"/>
        <w:rPr>
          <w:rStyle w:val="libNormalChar"/>
        </w:rPr>
      </w:pPr>
      <w:proofErr w:type="spellStart"/>
      <w:r>
        <w:t>Netton</w:t>
      </w:r>
      <w:proofErr w:type="spellEnd"/>
      <w:r>
        <w:t xml:space="preserve">, Ian Richard, ed. </w:t>
      </w:r>
      <w:r w:rsidRPr="00D86078">
        <w:rPr>
          <w:rStyle w:val="libItalicChar"/>
        </w:rPr>
        <w:t xml:space="preserve">Golden Roads: Migration, Pilgrimage and Travel in Mediaeval and Modern Islam. </w:t>
      </w:r>
      <w:r w:rsidRPr="00D86078">
        <w:rPr>
          <w:rStyle w:val="libNormalChar"/>
        </w:rPr>
        <w:t>Richmond, England: Curzon Press, 1993.</w:t>
      </w:r>
    </w:p>
    <w:p w:rsidR="00ED3D62" w:rsidRDefault="00ED3D62" w:rsidP="00ED3D62">
      <w:pPr>
        <w:pStyle w:val="libNormal"/>
      </w:pPr>
      <w:proofErr w:type="spellStart"/>
      <w:r w:rsidRPr="00CA2CCA">
        <w:t>Nimer</w:t>
      </w:r>
      <w:proofErr w:type="spellEnd"/>
      <w:r w:rsidRPr="00CA2CCA">
        <w:t xml:space="preserve">, Mohamed. </w:t>
      </w:r>
      <w:r w:rsidRPr="00D86078">
        <w:rPr>
          <w:rStyle w:val="libItalicChar"/>
        </w:rPr>
        <w:t>The North American Muslim Resource Guide.</w:t>
      </w:r>
      <w:r>
        <w:t xml:space="preserve"> New York: Routledge, 2002.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proofErr w:type="spellStart"/>
      <w:r>
        <w:t>Nimni</w:t>
      </w:r>
      <w:proofErr w:type="spellEnd"/>
      <w:r>
        <w:t xml:space="preserve">, Ephraim, ed. </w:t>
      </w:r>
      <w:r w:rsidRPr="00D86078">
        <w:rPr>
          <w:rStyle w:val="libItalicChar"/>
        </w:rPr>
        <w:t xml:space="preserve">The Challenge of Post-Zionism: Alternatives to Israeli Fundamentalist Politics. </w:t>
      </w:r>
      <w:r w:rsidRPr="00D86078">
        <w:rPr>
          <w:rStyle w:val="libNormalChar"/>
        </w:rPr>
        <w:t>London: Zed Books, 2003.</w:t>
      </w:r>
    </w:p>
    <w:p w:rsidR="00ED3D62" w:rsidRPr="00D86078" w:rsidRDefault="00ED3D62" w:rsidP="00ED3D62">
      <w:pPr>
        <w:rPr>
          <w:rStyle w:val="libItalicChar"/>
        </w:rPr>
      </w:pPr>
      <w:proofErr w:type="spellStart"/>
      <w:r w:rsidRPr="00D86078">
        <w:rPr>
          <w:rStyle w:val="libNormalChar"/>
        </w:rPr>
        <w:t>Nomachi</w:t>
      </w:r>
      <w:proofErr w:type="spellEnd"/>
      <w:r w:rsidRPr="00D86078">
        <w:rPr>
          <w:rStyle w:val="libNormalChar"/>
        </w:rPr>
        <w:t xml:space="preserve">, Ali Kazuyoshi and </w:t>
      </w:r>
      <w:proofErr w:type="spellStart"/>
      <w:r w:rsidRPr="00D86078">
        <w:rPr>
          <w:rStyle w:val="libNormalChar"/>
        </w:rPr>
        <w:t>Seyyed</w:t>
      </w:r>
      <w:proofErr w:type="spellEnd"/>
      <w:r w:rsidRPr="00D86078">
        <w:rPr>
          <w:rStyle w:val="libNormalChar"/>
        </w:rPr>
        <w:t xml:space="preserve"> Hossein Nasr. </w:t>
      </w:r>
      <w:r w:rsidRPr="00D86078">
        <w:rPr>
          <w:rStyle w:val="libItalicChar"/>
        </w:rPr>
        <w:t xml:space="preserve">Mecca the Blessed, Medina the Radiant: The Holiest Cities of Islam. </w:t>
      </w:r>
      <w:r w:rsidRPr="00D86078">
        <w:rPr>
          <w:rStyle w:val="libNormalChar"/>
        </w:rPr>
        <w:t>New York: Aperture, 1997.</w:t>
      </w:r>
    </w:p>
    <w:p w:rsidR="007D4755" w:rsidRDefault="00ED3D62" w:rsidP="00ED3D62">
      <w:pPr>
        <w:rPr>
          <w:rStyle w:val="libNormalChar"/>
        </w:rPr>
      </w:pPr>
      <w:proofErr w:type="spellStart"/>
      <w:r w:rsidRPr="00D86078">
        <w:rPr>
          <w:rStyle w:val="libNormalChar"/>
        </w:rPr>
        <w:lastRenderedPageBreak/>
        <w:t>Peled</w:t>
      </w:r>
      <w:proofErr w:type="spellEnd"/>
      <w:r w:rsidRPr="00D86078">
        <w:rPr>
          <w:rStyle w:val="libNormalChar"/>
        </w:rPr>
        <w:t xml:space="preserve">, Alisa Rubin. </w:t>
      </w:r>
      <w:r w:rsidRPr="00D86078">
        <w:rPr>
          <w:rStyle w:val="libItalicChar"/>
        </w:rPr>
        <w:t xml:space="preserve">Debating Islam in the Jewish State: The Development of Policy Toward Islamic Institutions in Israel. </w:t>
      </w:r>
      <w:r w:rsidRPr="00D86078">
        <w:rPr>
          <w:rStyle w:val="libNormalChar"/>
        </w:rPr>
        <w:t>Albany, NY: State University of New York Press, 2001.</w:t>
      </w:r>
    </w:p>
    <w:p w:rsidR="00ED3D62" w:rsidRDefault="00ED3D62" w:rsidP="00ED3D62">
      <w:pPr>
        <w:pStyle w:val="libNormal"/>
      </w:pPr>
      <w:r w:rsidRPr="00CA2CCA">
        <w:t xml:space="preserve">Peters, Francis E. </w:t>
      </w:r>
      <w:r w:rsidRPr="00D86078">
        <w:rPr>
          <w:rStyle w:val="libItalicChar"/>
        </w:rPr>
        <w:t xml:space="preserve">The Hajj: The Muslim Pilgrimage to Mecca and the Holy Places. </w:t>
      </w:r>
      <w:r>
        <w:t>Princeton, NJ: Princeton University Press, 1994.</w:t>
      </w:r>
    </w:p>
    <w:p w:rsidR="00ED3D62" w:rsidRDefault="00ED3D62" w:rsidP="00ED3D62">
      <w:pPr>
        <w:pStyle w:val="libNormal"/>
      </w:pPr>
      <w:r>
        <w:t xml:space="preserve">Peters, Francis E. </w:t>
      </w:r>
      <w:r w:rsidRPr="00D86078">
        <w:rPr>
          <w:rStyle w:val="libItalicChar"/>
        </w:rPr>
        <w:t xml:space="preserve">Mecca: A Literary History of the Muslim Holy Land. </w:t>
      </w:r>
      <w:r>
        <w:t>Princeton, NJ: Princeton University Press, 1994.</w:t>
      </w:r>
    </w:p>
    <w:p w:rsidR="00ED3D62" w:rsidRDefault="00ED3D62" w:rsidP="00ED3D62">
      <w:pPr>
        <w:pStyle w:val="libNormal"/>
      </w:pPr>
      <w:proofErr w:type="spellStart"/>
      <w:r>
        <w:t>Piamenta</w:t>
      </w:r>
      <w:proofErr w:type="spellEnd"/>
      <w:r>
        <w:t xml:space="preserve">, Moshe. </w:t>
      </w:r>
      <w:r w:rsidRPr="00D86078">
        <w:rPr>
          <w:rStyle w:val="libItalicChar"/>
        </w:rPr>
        <w:t>Islam in Everyday Arabic Speech.</w:t>
      </w:r>
      <w:r>
        <w:t xml:space="preserve"> Leiden: E.J. Brill, 1979.</w:t>
      </w:r>
    </w:p>
    <w:p w:rsidR="00ED3D62" w:rsidRDefault="00ED3D62" w:rsidP="00ED3D62">
      <w:pPr>
        <w:pStyle w:val="libNormal"/>
      </w:pPr>
      <w:r>
        <w:t xml:space="preserve">Rahman, Fazlur. </w:t>
      </w:r>
      <w:r w:rsidRPr="00D86078">
        <w:rPr>
          <w:rStyle w:val="libItalicChar"/>
        </w:rPr>
        <w:t>Health and Medicine in the Islamic Tradition: Change and Identity</w:t>
      </w:r>
      <w:r>
        <w:t>. New York: Crossroad, 1987.</w:t>
      </w:r>
    </w:p>
    <w:p w:rsidR="00ED3D62" w:rsidRDefault="00ED3D62" w:rsidP="00ED3D62">
      <w:pPr>
        <w:pStyle w:val="libNormal"/>
      </w:pPr>
      <w:r>
        <w:t xml:space="preserve">Riddell, Peter G. and Tony Street, eds. </w:t>
      </w:r>
      <w:r w:rsidRPr="00D86078">
        <w:rPr>
          <w:rStyle w:val="libItalicChar"/>
        </w:rPr>
        <w:t xml:space="preserve">Islam: Essays on Scripture, Thought and Society. </w:t>
      </w:r>
      <w:r>
        <w:t>Leiden: E.J. Brill, 1997.</w:t>
      </w:r>
    </w:p>
    <w:p w:rsidR="00ED3D62" w:rsidRDefault="00ED3D62" w:rsidP="00ED3D62">
      <w:pPr>
        <w:pStyle w:val="libNormal"/>
      </w:pPr>
      <w:r>
        <w:t xml:space="preserve">Ridgeon, Lloyd V.J. </w:t>
      </w:r>
      <w:r w:rsidRPr="00D86078">
        <w:rPr>
          <w:rStyle w:val="libItalicChar"/>
        </w:rPr>
        <w:t>Crescents on the Cross: Islamic Vision of Christianity.</w:t>
      </w:r>
      <w:r>
        <w:t xml:space="preserve"> Oxford, UK: Oxford University Press, 2001.</w:t>
      </w:r>
    </w:p>
    <w:p w:rsidR="00ED3D62" w:rsidRDefault="00ED3D62" w:rsidP="00ED3D62">
      <w:pPr>
        <w:pStyle w:val="libNormal"/>
      </w:pPr>
      <w:r>
        <w:t xml:space="preserve">Robinson, Francis, ed. </w:t>
      </w:r>
      <w:r w:rsidRPr="00D86078">
        <w:rPr>
          <w:rStyle w:val="libItalicChar"/>
        </w:rPr>
        <w:t xml:space="preserve">The Cambridge Illustrated History of the Islamic World. </w:t>
      </w:r>
      <w:r>
        <w:t>Cambridge, UK: Cambridge University Press, 1999.</w:t>
      </w:r>
    </w:p>
    <w:p w:rsidR="00ED3D62" w:rsidRDefault="00ED3D62" w:rsidP="00ED3D62">
      <w:pPr>
        <w:pStyle w:val="libNormal"/>
      </w:pPr>
      <w:r>
        <w:t xml:space="preserve">Robinson, Neal. </w:t>
      </w:r>
      <w:r w:rsidRPr="00D86078">
        <w:rPr>
          <w:rStyle w:val="libItalicChar"/>
        </w:rPr>
        <w:t>Christ in Islam and Christianity.</w:t>
      </w:r>
      <w:r>
        <w:t xml:space="preserve"> Albany, NY: State University of New York Press, 1991.</w:t>
      </w:r>
    </w:p>
    <w:p w:rsidR="00ED3D62" w:rsidRDefault="00ED3D62" w:rsidP="00ED3D62">
      <w:pPr>
        <w:pStyle w:val="libNormal"/>
      </w:pPr>
      <w:r>
        <w:t xml:space="preserve">Rosenthal, Franz. </w:t>
      </w:r>
      <w:proofErr w:type="spellStart"/>
      <w:r w:rsidRPr="00D86078">
        <w:rPr>
          <w:rStyle w:val="libItalicChar"/>
        </w:rPr>
        <w:t>Humour</w:t>
      </w:r>
      <w:proofErr w:type="spellEnd"/>
      <w:r w:rsidRPr="00D86078">
        <w:rPr>
          <w:rStyle w:val="libItalicChar"/>
        </w:rPr>
        <w:t xml:space="preserve"> in Early Islam.</w:t>
      </w:r>
      <w:r>
        <w:t xml:space="preserve"> Leiden: E. J. Brill, 1956.</w:t>
      </w:r>
    </w:p>
    <w:p w:rsidR="00ED3D62" w:rsidRDefault="00ED3D62" w:rsidP="00ED3D62">
      <w:pPr>
        <w:pStyle w:val="libNormal"/>
      </w:pPr>
      <w:r>
        <w:t xml:space="preserve">Rosenthal, Franz. </w:t>
      </w:r>
      <w:r w:rsidRPr="00D86078">
        <w:rPr>
          <w:rStyle w:val="libItalicChar"/>
        </w:rPr>
        <w:t>Science and Medicine in Islam: A Collection of Essays.</w:t>
      </w:r>
      <w:r>
        <w:t xml:space="preserve"> </w:t>
      </w:r>
      <w:proofErr w:type="spellStart"/>
      <w:r>
        <w:t>Aldershot</w:t>
      </w:r>
      <w:proofErr w:type="spellEnd"/>
      <w:r>
        <w:t>: Ashgate/Variorum, 1991.</w:t>
      </w:r>
    </w:p>
    <w:p w:rsidR="007D4755" w:rsidRDefault="00ED3D62" w:rsidP="00ED3D62">
      <w:pPr>
        <w:pStyle w:val="libNormal"/>
      </w:pPr>
      <w:proofErr w:type="spellStart"/>
      <w:r>
        <w:t>Samsó</w:t>
      </w:r>
      <w:proofErr w:type="spellEnd"/>
      <w:r>
        <w:t xml:space="preserve">, Julio. </w:t>
      </w:r>
      <w:r w:rsidRPr="00D86078">
        <w:rPr>
          <w:rStyle w:val="libItalicChar"/>
        </w:rPr>
        <w:t>Islamic Astronomy and Medieval Spain.</w:t>
      </w:r>
      <w:r>
        <w:t xml:space="preserve"> </w:t>
      </w:r>
      <w:proofErr w:type="spellStart"/>
      <w:r>
        <w:t>Aldershot</w:t>
      </w:r>
      <w:proofErr w:type="spellEnd"/>
      <w:r>
        <w:t>: Ashgate/Variorum, 1994.</w:t>
      </w:r>
    </w:p>
    <w:p w:rsidR="00ED3D62" w:rsidRDefault="00ED3D62" w:rsidP="00ED3D62">
      <w:pPr>
        <w:pStyle w:val="libNormal"/>
      </w:pPr>
      <w:r>
        <w:t xml:space="preserve">Sardar, Ziauddin. </w:t>
      </w:r>
      <w:r w:rsidRPr="00D86078">
        <w:rPr>
          <w:rStyle w:val="libItalicChar"/>
        </w:rPr>
        <w:t>Explorations in Islamic Science.</w:t>
      </w:r>
      <w:r>
        <w:t xml:space="preserve"> London: Mansell, 1989.</w:t>
      </w:r>
    </w:p>
    <w:p w:rsidR="00ED3D62" w:rsidRDefault="00ED3D62" w:rsidP="00ED3D62">
      <w:pPr>
        <w:pStyle w:val="libNormal"/>
      </w:pPr>
      <w:r>
        <w:t xml:space="preserve">Sardar, Ziauddin. </w:t>
      </w:r>
      <w:r w:rsidRPr="00D86078">
        <w:rPr>
          <w:rStyle w:val="libItalicChar"/>
        </w:rPr>
        <w:t>The Future of Muslim Civilization.</w:t>
      </w:r>
      <w:r w:rsidRPr="00D86078">
        <w:t xml:space="preserve"> London, Mansell, 2</w:t>
      </w:r>
      <w:r w:rsidRPr="00750AA4">
        <w:t>nd</w:t>
      </w:r>
      <w:r>
        <w:t xml:space="preserve"> ed., 1987.</w:t>
      </w:r>
    </w:p>
    <w:p w:rsidR="00ED3D62" w:rsidRDefault="00ED3D62" w:rsidP="00ED3D62">
      <w:pPr>
        <w:pStyle w:val="libNormal"/>
      </w:pPr>
      <w:r>
        <w:t xml:space="preserve">Sardar, Ziauddin. </w:t>
      </w:r>
      <w:r w:rsidRPr="00D86078">
        <w:rPr>
          <w:rStyle w:val="libItalicChar"/>
        </w:rPr>
        <w:t>Science, Technology, and Development in the Muslim World.</w:t>
      </w:r>
      <w:r>
        <w:t xml:space="preserve"> London: Croom Helm, 1977.</w:t>
      </w:r>
    </w:p>
    <w:p w:rsidR="00ED3D62" w:rsidRDefault="00ED3D62" w:rsidP="00ED3D62">
      <w:pPr>
        <w:pStyle w:val="libNormal"/>
      </w:pPr>
      <w:r>
        <w:t xml:space="preserve">Savage-Smith, Emilie, ed. </w:t>
      </w:r>
      <w:r w:rsidRPr="00D86078">
        <w:rPr>
          <w:rStyle w:val="libItalicChar"/>
        </w:rPr>
        <w:t>Magic and Divination in Early Islam</w:t>
      </w:r>
      <w:r>
        <w:t xml:space="preserve">. </w:t>
      </w:r>
      <w:proofErr w:type="spellStart"/>
      <w:r>
        <w:t>Aldershot</w:t>
      </w:r>
      <w:proofErr w:type="spellEnd"/>
      <w:r>
        <w:t>: Ashgate, 2004.</w:t>
      </w:r>
    </w:p>
    <w:p w:rsidR="00ED3D62" w:rsidRDefault="00ED3D62" w:rsidP="00ED3D62">
      <w:pPr>
        <w:pStyle w:val="libNormal"/>
      </w:pPr>
      <w:proofErr w:type="spellStart"/>
      <w:r>
        <w:t>Shaheen</w:t>
      </w:r>
      <w:proofErr w:type="spellEnd"/>
      <w:r>
        <w:t xml:space="preserve">, Jack G. </w:t>
      </w:r>
      <w:r w:rsidRPr="00D86078">
        <w:rPr>
          <w:rStyle w:val="libItalicChar"/>
        </w:rPr>
        <w:t>Reel Bad Arabs: How Hollywood Vilifies a People.</w:t>
      </w:r>
      <w:r>
        <w:t xml:space="preserve"> New York: Olive Branch Press, 2001.</w:t>
      </w:r>
    </w:p>
    <w:p w:rsidR="00ED3D62" w:rsidRDefault="00ED3D62" w:rsidP="00ED3D62">
      <w:pPr>
        <w:pStyle w:val="libNormal"/>
      </w:pPr>
      <w:r>
        <w:t>Shariati, Ali (</w:t>
      </w:r>
      <w:proofErr w:type="spellStart"/>
      <w:r>
        <w:t>Laleh</w:t>
      </w:r>
      <w:proofErr w:type="spellEnd"/>
      <w:r>
        <w:t xml:space="preserve"> </w:t>
      </w:r>
      <w:proofErr w:type="spellStart"/>
      <w:r>
        <w:t>Bakhtiar</w:t>
      </w:r>
      <w:proofErr w:type="spellEnd"/>
      <w:r>
        <w:t xml:space="preserve">, trans.). </w:t>
      </w:r>
      <w:r w:rsidRPr="00D86078">
        <w:rPr>
          <w:rStyle w:val="libItalicChar"/>
        </w:rPr>
        <w:t>Hajj: Reflections on its Rituals.</w:t>
      </w:r>
      <w:r>
        <w:t xml:space="preserve"> Chicago, IL: Kazi Publ., 1993.</w:t>
      </w:r>
    </w:p>
    <w:p w:rsidR="00ED3D62" w:rsidRDefault="00ED3D62" w:rsidP="00ED3D62">
      <w:pPr>
        <w:pStyle w:val="libNormal"/>
      </w:pPr>
      <w:r>
        <w:t xml:space="preserve">Shirazi, </w:t>
      </w:r>
      <w:proofErr w:type="spellStart"/>
      <w:r>
        <w:t>Faegheh</w:t>
      </w:r>
      <w:proofErr w:type="spellEnd"/>
      <w:r>
        <w:t xml:space="preserve">. </w:t>
      </w:r>
      <w:r w:rsidRPr="00D86078">
        <w:rPr>
          <w:rStyle w:val="libItalicChar"/>
        </w:rPr>
        <w:t xml:space="preserve">The Veil Unveiled. </w:t>
      </w:r>
      <w:r>
        <w:t>Gainesville, FL: University Press of Florida, 2001.</w:t>
      </w:r>
    </w:p>
    <w:p w:rsidR="00ED3D62" w:rsidRDefault="00ED3D62" w:rsidP="00ED3D62">
      <w:pPr>
        <w:pStyle w:val="libNormal"/>
      </w:pPr>
      <w:r>
        <w:t xml:space="preserve">Simon, Reeva S., Philip </w:t>
      </w:r>
      <w:proofErr w:type="spellStart"/>
      <w:r>
        <w:t>Mattar</w:t>
      </w:r>
      <w:proofErr w:type="spellEnd"/>
      <w:r>
        <w:t xml:space="preserve"> and Richard W. </w:t>
      </w:r>
      <w:proofErr w:type="spellStart"/>
      <w:r>
        <w:t>Bulliet</w:t>
      </w:r>
      <w:proofErr w:type="spellEnd"/>
      <w:r>
        <w:t xml:space="preserve">, eds. </w:t>
      </w:r>
      <w:r w:rsidRPr="00D86078">
        <w:rPr>
          <w:rStyle w:val="libItalicChar"/>
        </w:rPr>
        <w:t>The Encyclopedia of the Modern</w:t>
      </w:r>
      <w:r w:rsidRPr="00CA2CCA">
        <w:t xml:space="preserve"> </w:t>
      </w:r>
      <w:r w:rsidRPr="00D86078">
        <w:rPr>
          <w:rStyle w:val="libItalicChar"/>
        </w:rPr>
        <w:t>Middle East,</w:t>
      </w:r>
      <w:r>
        <w:t xml:space="preserve"> 4 Vols. New York: Macmillan, 1996.</w:t>
      </w:r>
    </w:p>
    <w:p w:rsidR="00ED3D62" w:rsidRDefault="00ED3D62" w:rsidP="00ED3D62">
      <w:pPr>
        <w:pStyle w:val="libNormal"/>
      </w:pPr>
      <w:r>
        <w:t xml:space="preserve">Smith, Wilfred Cantwell. </w:t>
      </w:r>
      <w:r w:rsidRPr="00D86078">
        <w:rPr>
          <w:rStyle w:val="libItalicChar"/>
        </w:rPr>
        <w:t>On Understanding Islam: Selected Studies.</w:t>
      </w:r>
      <w:r>
        <w:t xml:space="preserve"> The Hague: Mouton, 1981.</w:t>
      </w:r>
    </w:p>
    <w:p w:rsidR="00ED3D62" w:rsidRDefault="00ED3D62" w:rsidP="00ED3D62">
      <w:pPr>
        <w:pStyle w:val="libNormal"/>
      </w:pPr>
      <w:r>
        <w:t xml:space="preserve">Suleiman, Yasir. </w:t>
      </w:r>
      <w:r w:rsidRPr="00D86078">
        <w:rPr>
          <w:rStyle w:val="libItalicChar"/>
        </w:rPr>
        <w:t xml:space="preserve">A War of Words: Language and Conflict in the Middle East. </w:t>
      </w:r>
      <w:r>
        <w:t>Cambridge, UK: Cambridge University Press, 2004.</w:t>
      </w:r>
    </w:p>
    <w:p w:rsidR="00ED3D62" w:rsidRDefault="00ED3D62" w:rsidP="00ED3D62">
      <w:pPr>
        <w:pStyle w:val="libNormal"/>
      </w:pPr>
      <w:r>
        <w:t xml:space="preserve">Turner, Bryan S. </w:t>
      </w:r>
      <w:r w:rsidRPr="00D86078">
        <w:rPr>
          <w:rStyle w:val="libItalicChar"/>
        </w:rPr>
        <w:t>Marx and the End of Orientalism.</w:t>
      </w:r>
      <w:r>
        <w:t xml:space="preserve"> London: George Allen and Unwin, 1978.</w:t>
      </w:r>
    </w:p>
    <w:p w:rsidR="007D4755" w:rsidRDefault="00ED3D62" w:rsidP="00ED3D62">
      <w:pPr>
        <w:pStyle w:val="libNormal"/>
      </w:pPr>
      <w:r>
        <w:lastRenderedPageBreak/>
        <w:t xml:space="preserve">Turner, Bryan S. </w:t>
      </w:r>
      <w:r w:rsidRPr="00D86078">
        <w:rPr>
          <w:rStyle w:val="libItalicChar"/>
        </w:rPr>
        <w:t>Weber and Islam: A Critical Study</w:t>
      </w:r>
      <w:r>
        <w:t xml:space="preserve">. </w:t>
      </w:r>
      <w:proofErr w:type="spellStart"/>
      <w:proofErr w:type="gramStart"/>
      <w:r>
        <w:t>Lo:ndon</w:t>
      </w:r>
      <w:proofErr w:type="spellEnd"/>
      <w:proofErr w:type="gramEnd"/>
      <w:r>
        <w:t xml:space="preserve"> Routledge &amp; Kegan Paul, 1974.</w:t>
      </w:r>
    </w:p>
    <w:p w:rsidR="00ED3D62" w:rsidRDefault="00ED3D62" w:rsidP="00ED3D62">
      <w:pPr>
        <w:pStyle w:val="libNormal"/>
      </w:pPr>
      <w:r>
        <w:t xml:space="preserve">Turner, Howard R. </w:t>
      </w:r>
      <w:r w:rsidRPr="00D86078">
        <w:rPr>
          <w:rStyle w:val="libItalicChar"/>
        </w:rPr>
        <w:t>Science in Medieval Islam: An Illustrated Introduction</w:t>
      </w:r>
      <w:r>
        <w:t>. Austin, TX: University of Texas Press, 1997.</w:t>
      </w:r>
    </w:p>
    <w:p w:rsidR="00ED3D62" w:rsidRDefault="00ED3D62" w:rsidP="00ED3D62">
      <w:pPr>
        <w:pStyle w:val="libNormal"/>
      </w:pPr>
      <w:r>
        <w:t xml:space="preserve">Ullmann. Manfred. </w:t>
      </w:r>
      <w:r w:rsidRPr="00D86078">
        <w:rPr>
          <w:rStyle w:val="libItalicChar"/>
        </w:rPr>
        <w:t>Islamic Medicine.</w:t>
      </w:r>
      <w:r>
        <w:t xml:space="preserve"> Edinburgh: Edinburgh University Press, 1997.</w:t>
      </w:r>
    </w:p>
    <w:p w:rsidR="00ED3D62" w:rsidRDefault="00ED3D62" w:rsidP="00ED3D62">
      <w:pPr>
        <w:pStyle w:val="libNormal"/>
      </w:pPr>
      <w:r>
        <w:t xml:space="preserve">van der Veer, Peter. </w:t>
      </w:r>
      <w:r w:rsidRPr="00D86078">
        <w:rPr>
          <w:rStyle w:val="libItalicChar"/>
        </w:rPr>
        <w:t>Religious Nationalism: Hindus and Muslims in India.</w:t>
      </w:r>
      <w:r>
        <w:t xml:space="preserve"> Berkeley, CA: University of California Press, 1994.</w:t>
      </w:r>
    </w:p>
    <w:p w:rsidR="00ED3D62" w:rsidRDefault="00ED3D62" w:rsidP="00ED3D62">
      <w:pPr>
        <w:pStyle w:val="libNormal"/>
      </w:pPr>
      <w:r>
        <w:t xml:space="preserve">von </w:t>
      </w:r>
      <w:proofErr w:type="spellStart"/>
      <w:r>
        <w:t>Grunebaum</w:t>
      </w:r>
      <w:proofErr w:type="spellEnd"/>
      <w:r>
        <w:t xml:space="preserve">, G.E. </w:t>
      </w:r>
      <w:r w:rsidRPr="00D86078">
        <w:rPr>
          <w:rStyle w:val="libItalicChar"/>
        </w:rPr>
        <w:t>Islam: Essays in the Nature and Growth of Cultural Tradition.</w:t>
      </w:r>
      <w:r w:rsidRPr="00D86078">
        <w:t xml:space="preserve"> London: Routledge and Kegan Paul, 2</w:t>
      </w:r>
      <w:r w:rsidRPr="00750AA4">
        <w:t>nd</w:t>
      </w:r>
      <w:r>
        <w:t xml:space="preserve"> ed., 1961.</w:t>
      </w:r>
    </w:p>
    <w:p w:rsidR="007D4755" w:rsidRDefault="00ED3D62" w:rsidP="00ED3D62">
      <w:pPr>
        <w:pStyle w:val="libNormal"/>
      </w:pPr>
      <w:r>
        <w:t xml:space="preserve">von </w:t>
      </w:r>
      <w:proofErr w:type="spellStart"/>
      <w:r>
        <w:t>Grunebaum</w:t>
      </w:r>
      <w:proofErr w:type="spellEnd"/>
      <w:r>
        <w:t xml:space="preserve">, G.E., ed. </w:t>
      </w:r>
      <w:r w:rsidRPr="00D86078">
        <w:rPr>
          <w:rStyle w:val="libItalicChar"/>
        </w:rPr>
        <w:t>Unity and Variety in Muslim Civilization</w:t>
      </w:r>
      <w:r>
        <w:t>. Chicago, IL: University of Chicago Press, 1955.</w:t>
      </w:r>
    </w:p>
    <w:p w:rsidR="00ED3D62" w:rsidRDefault="00ED3D62" w:rsidP="00ED3D62">
      <w:pPr>
        <w:pStyle w:val="libNormal"/>
      </w:pPr>
      <w:r>
        <w:t xml:space="preserve">Wang, </w:t>
      </w:r>
      <w:proofErr w:type="spellStart"/>
      <w:r>
        <w:t>Jianping</w:t>
      </w:r>
      <w:proofErr w:type="spellEnd"/>
      <w:r>
        <w:t xml:space="preserve">. </w:t>
      </w:r>
      <w:r w:rsidRPr="00D86078">
        <w:rPr>
          <w:rStyle w:val="libItalicChar"/>
        </w:rPr>
        <w:t>A Glossary of Chinese Islamic Terms.</w:t>
      </w:r>
      <w:r>
        <w:t xml:space="preserve"> Richmond, Surrey: Curzon Press, 2001.</w:t>
      </w:r>
    </w:p>
    <w:p w:rsidR="00ED3D62" w:rsidRDefault="00ED3D62" w:rsidP="00ED3D62">
      <w:pPr>
        <w:pStyle w:val="libNormal"/>
      </w:pPr>
      <w:proofErr w:type="spellStart"/>
      <w:r>
        <w:t>Warraq</w:t>
      </w:r>
      <w:proofErr w:type="spellEnd"/>
      <w:r>
        <w:t xml:space="preserve">, Ibn, ed. </w:t>
      </w:r>
      <w:r w:rsidRPr="00D86078">
        <w:rPr>
          <w:rStyle w:val="libItalicChar"/>
        </w:rPr>
        <w:t>Leaving Islam: Apostates Speak Out.</w:t>
      </w:r>
      <w:r>
        <w:t xml:space="preserve"> Amherst, NY: Prometheus Books, 2003.</w:t>
      </w:r>
    </w:p>
    <w:p w:rsidR="00ED3D62" w:rsidRDefault="00ED3D62" w:rsidP="00ED3D62">
      <w:pPr>
        <w:pStyle w:val="libNormal"/>
      </w:pPr>
      <w:r>
        <w:t xml:space="preserve">Webb, Gisela, ed. </w:t>
      </w:r>
      <w:r w:rsidRPr="00D86078">
        <w:rPr>
          <w:rStyle w:val="libItalicChar"/>
        </w:rPr>
        <w:t xml:space="preserve">Windows of Faith: Muslim Women Scholar-Activists in North America. </w:t>
      </w:r>
      <w:r>
        <w:t>Syracuse, NY: Syracuse University Press, 2000.</w:t>
      </w:r>
    </w:p>
    <w:p w:rsidR="00ED3D62" w:rsidRDefault="00ED3D62" w:rsidP="00ED3D62">
      <w:pPr>
        <w:pStyle w:val="libNormal"/>
      </w:pPr>
      <w:r>
        <w:t xml:space="preserve">Wheeler, Brannon M. </w:t>
      </w:r>
      <w:r w:rsidRPr="00D86078">
        <w:rPr>
          <w:rStyle w:val="libItalicChar"/>
        </w:rPr>
        <w:t>Moses in the Quran and Islamic Exegesis.</w:t>
      </w:r>
      <w:r>
        <w:t xml:space="preserve"> New York: Routledge, 2002.</w:t>
      </w:r>
    </w:p>
    <w:p w:rsidR="00ED3D62" w:rsidRDefault="00ED3D62" w:rsidP="00ED3D62">
      <w:pPr>
        <w:pStyle w:val="libNormal"/>
      </w:pPr>
      <w:r>
        <w:t xml:space="preserve">Wheeler, Brannon M., ed. </w:t>
      </w:r>
      <w:r w:rsidRPr="00D86078">
        <w:rPr>
          <w:rStyle w:val="libItalicChar"/>
        </w:rPr>
        <w:t>Teaching Islam.</w:t>
      </w:r>
      <w:r>
        <w:t xml:space="preserve"> (American Academy of Religion) Oxford, UK: Oxford University Press, 2002.</w:t>
      </w:r>
    </w:p>
    <w:p w:rsidR="00ED3D62" w:rsidRDefault="00ED3D62" w:rsidP="00ED3D62">
      <w:pPr>
        <w:pStyle w:val="libNormal"/>
      </w:pPr>
      <w:r>
        <w:t xml:space="preserve">Wolfe, Michael. </w:t>
      </w:r>
      <w:r w:rsidRPr="00D86078">
        <w:rPr>
          <w:rStyle w:val="libItalicChar"/>
        </w:rPr>
        <w:t xml:space="preserve">The </w:t>
      </w:r>
      <w:proofErr w:type="spellStart"/>
      <w:r w:rsidRPr="00D86078">
        <w:rPr>
          <w:rStyle w:val="libItalicChar"/>
        </w:rPr>
        <w:t>Hadj</w:t>
      </w:r>
      <w:proofErr w:type="spellEnd"/>
      <w:r w:rsidRPr="00D86078">
        <w:rPr>
          <w:rStyle w:val="libItalicChar"/>
        </w:rPr>
        <w:t xml:space="preserve">: An American’s Pilgrimage to Mecca. </w:t>
      </w:r>
      <w:r>
        <w:t>New York: Grove Press, 1993.</w:t>
      </w:r>
    </w:p>
    <w:p w:rsidR="00ED3D62" w:rsidRPr="00D86078" w:rsidRDefault="00ED3D62" w:rsidP="00ED3D62">
      <w:pPr>
        <w:pStyle w:val="libNormal"/>
        <w:rPr>
          <w:rStyle w:val="libItalicChar"/>
        </w:rPr>
      </w:pPr>
      <w:r>
        <w:t xml:space="preserve">Wolfe, Michael, ed. </w:t>
      </w:r>
      <w:r w:rsidRPr="00D86078">
        <w:rPr>
          <w:rStyle w:val="libItalicChar"/>
        </w:rPr>
        <w:t>One Thousand Roads to Mecca: Ten Centuries of Travelers Writing</w:t>
      </w:r>
      <w:r w:rsidRPr="00D86078">
        <w:rPr>
          <w:rStyle w:val="libNormalChar"/>
        </w:rPr>
        <w:t xml:space="preserve"> </w:t>
      </w:r>
      <w:r w:rsidRPr="00D86078">
        <w:rPr>
          <w:rStyle w:val="libItalicChar"/>
        </w:rPr>
        <w:t>about the Muslim Pilgrimage.</w:t>
      </w:r>
      <w:r w:rsidRPr="00D86078">
        <w:rPr>
          <w:rStyle w:val="libNormalChar"/>
        </w:rPr>
        <w:t xml:space="preserve"> New York: Grove Press, 1997.</w:t>
      </w:r>
    </w:p>
    <w:p w:rsidR="00ED3D62" w:rsidRPr="00D86078" w:rsidRDefault="00ED3D62" w:rsidP="00ED3D62">
      <w:pPr>
        <w:rPr>
          <w:rStyle w:val="libNormalChar"/>
        </w:rPr>
      </w:pPr>
      <w:r w:rsidRPr="00D86078">
        <w:rPr>
          <w:rStyle w:val="libNormalChar"/>
        </w:rPr>
        <w:t xml:space="preserve">Wolfe, Michael, ed. </w:t>
      </w:r>
      <w:r w:rsidRPr="00D86078">
        <w:rPr>
          <w:rStyle w:val="libItalicChar"/>
        </w:rPr>
        <w:t>Taking Back Islam: American Muslims Reclaim their Faith</w:t>
      </w:r>
      <w:r w:rsidRPr="00D86078">
        <w:rPr>
          <w:rStyle w:val="libNormalChar"/>
        </w:rPr>
        <w:t>. Emmaus, PA: Rodale Press, 2002.</w:t>
      </w:r>
    </w:p>
    <w:p w:rsidR="00AB5161" w:rsidRDefault="00AB5161">
      <w:r>
        <w:br w:type="page"/>
      </w:r>
    </w:p>
    <w:p w:rsidR="00C264F9" w:rsidRDefault="00C264F9" w:rsidP="00C264F9">
      <w:pPr>
        <w:pStyle w:val="libCenterBold1"/>
      </w:pPr>
    </w:p>
    <w:p w:rsidR="00C264F9" w:rsidRDefault="00C264F9" w:rsidP="00C264F9">
      <w:pPr>
        <w:pStyle w:val="libCenterBold1"/>
      </w:pPr>
    </w:p>
    <w:p w:rsidR="00C264F9" w:rsidRDefault="00C264F9" w:rsidP="00C264F9">
      <w:pPr>
        <w:pStyle w:val="libCenterBold1"/>
      </w:pPr>
    </w:p>
    <w:p w:rsidR="00C264F9" w:rsidRDefault="00C264F9" w:rsidP="00C264F9">
      <w:pPr>
        <w:pStyle w:val="libCenterBold1"/>
      </w:pPr>
    </w:p>
    <w:p w:rsidR="00C264F9" w:rsidRDefault="00C264F9" w:rsidP="00C264F9">
      <w:pPr>
        <w:pStyle w:val="libCenterBold1"/>
      </w:pPr>
    </w:p>
    <w:p w:rsidR="00C264F9" w:rsidRDefault="00C264F9" w:rsidP="00C264F9">
      <w:pPr>
        <w:pStyle w:val="libCenterBold1"/>
      </w:pPr>
    </w:p>
    <w:p w:rsidR="00C264F9" w:rsidRDefault="00C264F9" w:rsidP="00C264F9">
      <w:pPr>
        <w:pStyle w:val="libCenterBold1"/>
      </w:pPr>
    </w:p>
    <w:p w:rsidR="00C264F9" w:rsidRDefault="00C264F9" w:rsidP="00C264F9">
      <w:pPr>
        <w:pStyle w:val="libCenterBold1"/>
      </w:pPr>
    </w:p>
    <w:p w:rsidR="00C264F9" w:rsidRDefault="00C264F9" w:rsidP="00C264F9">
      <w:pPr>
        <w:pStyle w:val="libCenterBold1"/>
      </w:pPr>
    </w:p>
    <w:p w:rsidR="00C264F9" w:rsidRDefault="00C264F9" w:rsidP="00C264F9">
      <w:pPr>
        <w:pStyle w:val="libCenterBold1"/>
      </w:pPr>
    </w:p>
    <w:p w:rsidR="00C264F9" w:rsidRDefault="00C264F9" w:rsidP="00C264F9">
      <w:pPr>
        <w:pStyle w:val="libCenterBold1"/>
      </w:pPr>
    </w:p>
    <w:p w:rsidR="00C264F9" w:rsidRDefault="00C264F9" w:rsidP="00C264F9">
      <w:pPr>
        <w:pStyle w:val="libCenterBold1"/>
      </w:pPr>
    </w:p>
    <w:p w:rsidR="00C264F9" w:rsidRDefault="00C264F9" w:rsidP="00C264F9">
      <w:pPr>
        <w:pStyle w:val="libCenterBold1"/>
      </w:pPr>
      <w:hyperlink r:id="rId12" w:history="1">
        <w:r w:rsidRPr="00C57EB2">
          <w:rPr>
            <w:rStyle w:val="Hyperlink"/>
          </w:rPr>
          <w:t>www.alhassanain.org/english</w:t>
        </w:r>
      </w:hyperlink>
    </w:p>
    <w:sectPr w:rsidR="00C264F9" w:rsidSect="004C3E90">
      <w:headerReference w:type="even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21D3" w:rsidRDefault="00C521D3" w:rsidP="00113C59">
      <w:r>
        <w:separator/>
      </w:r>
    </w:p>
  </w:endnote>
  <w:endnote w:type="continuationSeparator" w:id="0">
    <w:p w:rsidR="00C521D3" w:rsidRDefault="00C521D3" w:rsidP="00113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KFGQPC Uthman Taha Naskh">
    <w:panose1 w:val="02000000000000000000"/>
    <w:charset w:val="B2"/>
    <w:family w:val="auto"/>
    <w:pitch w:val="variable"/>
    <w:sig w:usb0="80002003" w:usb1="9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3E90" w:rsidRDefault="009E7526" w:rsidP="00745C1D">
    <w:pPr>
      <w:pStyle w:val="Footer"/>
      <w:tabs>
        <w:tab w:val="clear" w:pos="4153"/>
        <w:tab w:val="clear" w:pos="8306"/>
      </w:tabs>
    </w:pPr>
    <w:r>
      <w:fldChar w:fldCharType="begin"/>
    </w:r>
    <w:r>
      <w:instrText xml:space="preserve"> PAGE   \* MERGEFORMAT </w:instrText>
    </w:r>
    <w:r>
      <w:fldChar w:fldCharType="separate"/>
    </w:r>
    <w:r w:rsidR="00035A94">
      <w:rPr>
        <w:noProof/>
      </w:rPr>
      <w:t>132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3E90" w:rsidRDefault="009E7526" w:rsidP="00AB5161">
    <w:pPr>
      <w:pStyle w:val="Footer"/>
    </w:pPr>
    <w:r>
      <w:fldChar w:fldCharType="begin"/>
    </w:r>
    <w:r>
      <w:instrText xml:space="preserve"> PAGE   \* MERGEFORMAT </w:instrText>
    </w:r>
    <w:r>
      <w:fldChar w:fldCharType="separate"/>
    </w:r>
    <w:r w:rsidR="00035A94">
      <w:rPr>
        <w:noProof/>
      </w:rPr>
      <w:t>133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369F" w:rsidRDefault="009E7526" w:rsidP="00745C1D">
    <w:pPr>
      <w:pStyle w:val="Footer"/>
      <w:tabs>
        <w:tab w:val="clear" w:pos="4153"/>
        <w:tab w:val="clear" w:pos="8306"/>
      </w:tabs>
    </w:pPr>
    <w:r>
      <w:fldChar w:fldCharType="begin"/>
    </w:r>
    <w:r>
      <w:instrText xml:space="preserve"> PAGE   \* MERGEFORMAT </w:instrText>
    </w:r>
    <w:r>
      <w:fldChar w:fldCharType="separate"/>
    </w:r>
    <w:r w:rsidR="002A200C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21D3" w:rsidRDefault="00C521D3" w:rsidP="00113C59">
      <w:r>
        <w:separator/>
      </w:r>
    </w:p>
  </w:footnote>
  <w:footnote w:type="continuationSeparator" w:id="0">
    <w:p w:rsidR="00C521D3" w:rsidRDefault="00C521D3" w:rsidP="00113C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5C1D" w:rsidRDefault="00745C1D" w:rsidP="00745C1D">
    <w:pPr>
      <w:pStyle w:val="Header"/>
      <w:tabs>
        <w:tab w:val="clear" w:pos="4153"/>
        <w:tab w:val="clear" w:pos="8306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5C1D" w:rsidRDefault="00745C1D" w:rsidP="00745C1D">
    <w:pPr>
      <w:pStyle w:val="Header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01C50B2D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2" w15:restartNumberingAfterBreak="0">
    <w:nsid w:val="16754C12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3" w15:restartNumberingAfterBreak="0">
    <w:nsid w:val="246E3D2E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4" w15:restartNumberingAfterBreak="0">
    <w:nsid w:val="2DF12FFB"/>
    <w:multiLevelType w:val="hybridMultilevel"/>
    <w:tmpl w:val="0636B64E"/>
    <w:lvl w:ilvl="0" w:tplc="7AE2AFCE">
      <w:start w:val="1"/>
      <w:numFmt w:val="decimal"/>
      <w:pStyle w:val="libNumbered"/>
      <w:lvlText w:val="%1-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5" w15:restartNumberingAfterBreak="0">
    <w:nsid w:val="45DF4DE6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6" w15:restartNumberingAfterBreak="0">
    <w:nsid w:val="49A03135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7" w15:restartNumberingAfterBreak="0">
    <w:nsid w:val="4E8A3793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8" w15:restartNumberingAfterBreak="0">
    <w:nsid w:val="68DB602C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9" w15:restartNumberingAfterBreak="0">
    <w:nsid w:val="75267990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8"/>
  </w:num>
  <w:num w:numId="5">
    <w:abstractNumId w:val="1"/>
  </w:num>
  <w:num w:numId="6">
    <w:abstractNumId w:val="9"/>
  </w:num>
  <w:num w:numId="7">
    <w:abstractNumId w:val="2"/>
  </w:num>
  <w:num w:numId="8">
    <w:abstractNumId w:val="3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oNotDisplayPageBoundarie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D62"/>
    <w:rsid w:val="000040D8"/>
    <w:rsid w:val="00005A19"/>
    <w:rsid w:val="000267FE"/>
    <w:rsid w:val="00035A94"/>
    <w:rsid w:val="00040798"/>
    <w:rsid w:val="00043023"/>
    <w:rsid w:val="00054406"/>
    <w:rsid w:val="0006216A"/>
    <w:rsid w:val="00064392"/>
    <w:rsid w:val="00067F84"/>
    <w:rsid w:val="00071C97"/>
    <w:rsid w:val="000761F7"/>
    <w:rsid w:val="00076A3A"/>
    <w:rsid w:val="00092805"/>
    <w:rsid w:val="00092A0C"/>
    <w:rsid w:val="000966AD"/>
    <w:rsid w:val="000A7750"/>
    <w:rsid w:val="000B3A56"/>
    <w:rsid w:val="000C0A89"/>
    <w:rsid w:val="000C7722"/>
    <w:rsid w:val="000D0932"/>
    <w:rsid w:val="000D1BDF"/>
    <w:rsid w:val="000D71B7"/>
    <w:rsid w:val="000E591F"/>
    <w:rsid w:val="000E6824"/>
    <w:rsid w:val="000F355B"/>
    <w:rsid w:val="0010049D"/>
    <w:rsid w:val="00101CEF"/>
    <w:rsid w:val="00107A6B"/>
    <w:rsid w:val="001106A5"/>
    <w:rsid w:val="00111AE3"/>
    <w:rsid w:val="0011352E"/>
    <w:rsid w:val="00113B0B"/>
    <w:rsid w:val="00113C59"/>
    <w:rsid w:val="00113CCC"/>
    <w:rsid w:val="00115473"/>
    <w:rsid w:val="00115A71"/>
    <w:rsid w:val="001162C9"/>
    <w:rsid w:val="0012268F"/>
    <w:rsid w:val="001243ED"/>
    <w:rsid w:val="00126471"/>
    <w:rsid w:val="00133D3B"/>
    <w:rsid w:val="00133DD1"/>
    <w:rsid w:val="00135E90"/>
    <w:rsid w:val="00136268"/>
    <w:rsid w:val="00136E6F"/>
    <w:rsid w:val="00141B08"/>
    <w:rsid w:val="0014341C"/>
    <w:rsid w:val="00143EEA"/>
    <w:rsid w:val="00147ED8"/>
    <w:rsid w:val="00151C03"/>
    <w:rsid w:val="00153917"/>
    <w:rsid w:val="00157306"/>
    <w:rsid w:val="00160F76"/>
    <w:rsid w:val="00163D83"/>
    <w:rsid w:val="00164767"/>
    <w:rsid w:val="00164810"/>
    <w:rsid w:val="001712E1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7B7"/>
    <w:rsid w:val="001B16FD"/>
    <w:rsid w:val="001B577F"/>
    <w:rsid w:val="001B702D"/>
    <w:rsid w:val="001B7407"/>
    <w:rsid w:val="001C5EDB"/>
    <w:rsid w:val="001D41A1"/>
    <w:rsid w:val="001E11FF"/>
    <w:rsid w:val="001E25DC"/>
    <w:rsid w:val="001E5959"/>
    <w:rsid w:val="001F0713"/>
    <w:rsid w:val="00202C7B"/>
    <w:rsid w:val="002054C5"/>
    <w:rsid w:val="002139CB"/>
    <w:rsid w:val="00214801"/>
    <w:rsid w:val="002177A1"/>
    <w:rsid w:val="00224964"/>
    <w:rsid w:val="002267C7"/>
    <w:rsid w:val="00227FEE"/>
    <w:rsid w:val="00241F59"/>
    <w:rsid w:val="0024265C"/>
    <w:rsid w:val="002439A9"/>
    <w:rsid w:val="00244C2E"/>
    <w:rsid w:val="00250E0A"/>
    <w:rsid w:val="00251E02"/>
    <w:rsid w:val="00254B61"/>
    <w:rsid w:val="00257657"/>
    <w:rsid w:val="002628DE"/>
    <w:rsid w:val="00263F56"/>
    <w:rsid w:val="0027369F"/>
    <w:rsid w:val="002818EF"/>
    <w:rsid w:val="0028271F"/>
    <w:rsid w:val="0028397C"/>
    <w:rsid w:val="00296A62"/>
    <w:rsid w:val="002A0284"/>
    <w:rsid w:val="002A07D2"/>
    <w:rsid w:val="002A200C"/>
    <w:rsid w:val="002A338C"/>
    <w:rsid w:val="002A717D"/>
    <w:rsid w:val="002A73D7"/>
    <w:rsid w:val="002B2B15"/>
    <w:rsid w:val="002B71A8"/>
    <w:rsid w:val="002B7989"/>
    <w:rsid w:val="002C0451"/>
    <w:rsid w:val="002C1543"/>
    <w:rsid w:val="002C3E3A"/>
    <w:rsid w:val="002C5C66"/>
    <w:rsid w:val="002C6427"/>
    <w:rsid w:val="002D19A9"/>
    <w:rsid w:val="002D2485"/>
    <w:rsid w:val="002D580E"/>
    <w:rsid w:val="002E19EE"/>
    <w:rsid w:val="002E4D3D"/>
    <w:rsid w:val="002E5CA1"/>
    <w:rsid w:val="002E6022"/>
    <w:rsid w:val="002F2499"/>
    <w:rsid w:val="002F3626"/>
    <w:rsid w:val="00301EBF"/>
    <w:rsid w:val="00307C3A"/>
    <w:rsid w:val="00310D1D"/>
    <w:rsid w:val="00317E22"/>
    <w:rsid w:val="00322466"/>
    <w:rsid w:val="00324B78"/>
    <w:rsid w:val="00325884"/>
    <w:rsid w:val="00325A62"/>
    <w:rsid w:val="00330D70"/>
    <w:rsid w:val="003339D0"/>
    <w:rsid w:val="003353BB"/>
    <w:rsid w:val="0033620A"/>
    <w:rsid w:val="0034239A"/>
    <w:rsid w:val="0035368E"/>
    <w:rsid w:val="00354493"/>
    <w:rsid w:val="00360A5F"/>
    <w:rsid w:val="003618AA"/>
    <w:rsid w:val="00362F97"/>
    <w:rsid w:val="00363C94"/>
    <w:rsid w:val="0036400D"/>
    <w:rsid w:val="00373085"/>
    <w:rsid w:val="00380A47"/>
    <w:rsid w:val="0038683D"/>
    <w:rsid w:val="003963F3"/>
    <w:rsid w:val="0039787F"/>
    <w:rsid w:val="003A1475"/>
    <w:rsid w:val="003A3298"/>
    <w:rsid w:val="003A4587"/>
    <w:rsid w:val="003A661E"/>
    <w:rsid w:val="003B0440"/>
    <w:rsid w:val="003B0913"/>
    <w:rsid w:val="003B20C5"/>
    <w:rsid w:val="003B47FB"/>
    <w:rsid w:val="003B5031"/>
    <w:rsid w:val="003B6720"/>
    <w:rsid w:val="003B775B"/>
    <w:rsid w:val="003B7FA9"/>
    <w:rsid w:val="003C7C08"/>
    <w:rsid w:val="003D01B3"/>
    <w:rsid w:val="003D1668"/>
    <w:rsid w:val="003D2459"/>
    <w:rsid w:val="003D28ED"/>
    <w:rsid w:val="003D3107"/>
    <w:rsid w:val="003E148D"/>
    <w:rsid w:val="003E3600"/>
    <w:rsid w:val="003F33DE"/>
    <w:rsid w:val="00402C65"/>
    <w:rsid w:val="0040326E"/>
    <w:rsid w:val="00404EB7"/>
    <w:rsid w:val="00407D56"/>
    <w:rsid w:val="00413479"/>
    <w:rsid w:val="00416E2B"/>
    <w:rsid w:val="004209BA"/>
    <w:rsid w:val="00420C44"/>
    <w:rsid w:val="004241E7"/>
    <w:rsid w:val="00430581"/>
    <w:rsid w:val="00434A97"/>
    <w:rsid w:val="00437035"/>
    <w:rsid w:val="00440C62"/>
    <w:rsid w:val="00446BBA"/>
    <w:rsid w:val="00453381"/>
    <w:rsid w:val="004538D5"/>
    <w:rsid w:val="00455A59"/>
    <w:rsid w:val="0046634E"/>
    <w:rsid w:val="00467E54"/>
    <w:rsid w:val="00470378"/>
    <w:rsid w:val="004722F9"/>
    <w:rsid w:val="00475E99"/>
    <w:rsid w:val="00481FD0"/>
    <w:rsid w:val="0048221F"/>
    <w:rsid w:val="004919C3"/>
    <w:rsid w:val="004953C3"/>
    <w:rsid w:val="00497042"/>
    <w:rsid w:val="004A0866"/>
    <w:rsid w:val="004A5116"/>
    <w:rsid w:val="004B17F4"/>
    <w:rsid w:val="004B3F28"/>
    <w:rsid w:val="004C3E90"/>
    <w:rsid w:val="004C4336"/>
    <w:rsid w:val="004C77B5"/>
    <w:rsid w:val="004D045A"/>
    <w:rsid w:val="004D7678"/>
    <w:rsid w:val="004D7CD7"/>
    <w:rsid w:val="004E2A9A"/>
    <w:rsid w:val="004E6E95"/>
    <w:rsid w:val="004F58BA"/>
    <w:rsid w:val="005022E5"/>
    <w:rsid w:val="00512375"/>
    <w:rsid w:val="005254BC"/>
    <w:rsid w:val="00526724"/>
    <w:rsid w:val="00542EEF"/>
    <w:rsid w:val="00550B2F"/>
    <w:rsid w:val="00551712"/>
    <w:rsid w:val="00551E02"/>
    <w:rsid w:val="005529FE"/>
    <w:rsid w:val="00552C63"/>
    <w:rsid w:val="00553E8E"/>
    <w:rsid w:val="005549DE"/>
    <w:rsid w:val="00555E4C"/>
    <w:rsid w:val="00557FB6"/>
    <w:rsid w:val="00561C58"/>
    <w:rsid w:val="00562EED"/>
    <w:rsid w:val="00565AF9"/>
    <w:rsid w:val="005673A9"/>
    <w:rsid w:val="0057006C"/>
    <w:rsid w:val="00571BF1"/>
    <w:rsid w:val="0057612B"/>
    <w:rsid w:val="00576571"/>
    <w:rsid w:val="005772C4"/>
    <w:rsid w:val="00577577"/>
    <w:rsid w:val="00577744"/>
    <w:rsid w:val="00584801"/>
    <w:rsid w:val="005923FF"/>
    <w:rsid w:val="00597294"/>
    <w:rsid w:val="00597B34"/>
    <w:rsid w:val="005A1C39"/>
    <w:rsid w:val="005A43ED"/>
    <w:rsid w:val="005B2DE4"/>
    <w:rsid w:val="005B56BE"/>
    <w:rsid w:val="005B68D5"/>
    <w:rsid w:val="005C0E2F"/>
    <w:rsid w:val="005D2C72"/>
    <w:rsid w:val="005E2913"/>
    <w:rsid w:val="00614301"/>
    <w:rsid w:val="00620B12"/>
    <w:rsid w:val="006210F4"/>
    <w:rsid w:val="00623D2C"/>
    <w:rsid w:val="00625C71"/>
    <w:rsid w:val="00627A7B"/>
    <w:rsid w:val="00632AD1"/>
    <w:rsid w:val="006357C1"/>
    <w:rsid w:val="00636D3F"/>
    <w:rsid w:val="00641A2D"/>
    <w:rsid w:val="00643F5E"/>
    <w:rsid w:val="00646D08"/>
    <w:rsid w:val="00650B2E"/>
    <w:rsid w:val="00651640"/>
    <w:rsid w:val="00651ADF"/>
    <w:rsid w:val="006574EA"/>
    <w:rsid w:val="00657D48"/>
    <w:rsid w:val="00663284"/>
    <w:rsid w:val="006644E3"/>
    <w:rsid w:val="006654EB"/>
    <w:rsid w:val="00665B79"/>
    <w:rsid w:val="006726F6"/>
    <w:rsid w:val="00672E1D"/>
    <w:rsid w:val="00672E5A"/>
    <w:rsid w:val="00682902"/>
    <w:rsid w:val="00684527"/>
    <w:rsid w:val="0068652E"/>
    <w:rsid w:val="00687928"/>
    <w:rsid w:val="0069163F"/>
    <w:rsid w:val="00691DBB"/>
    <w:rsid w:val="006A7D4D"/>
    <w:rsid w:val="006B5C71"/>
    <w:rsid w:val="006B7F0E"/>
    <w:rsid w:val="006C3A27"/>
    <w:rsid w:val="006C4B43"/>
    <w:rsid w:val="006D36EC"/>
    <w:rsid w:val="006D41DF"/>
    <w:rsid w:val="006D6DC1"/>
    <w:rsid w:val="006D6F9A"/>
    <w:rsid w:val="006E2C8E"/>
    <w:rsid w:val="006E446F"/>
    <w:rsid w:val="006E6291"/>
    <w:rsid w:val="006E7809"/>
    <w:rsid w:val="006F005A"/>
    <w:rsid w:val="006F3EE6"/>
    <w:rsid w:val="006F7CE8"/>
    <w:rsid w:val="00701353"/>
    <w:rsid w:val="0070524C"/>
    <w:rsid w:val="00710619"/>
    <w:rsid w:val="00717AB1"/>
    <w:rsid w:val="00717C64"/>
    <w:rsid w:val="00721FA0"/>
    <w:rsid w:val="00723983"/>
    <w:rsid w:val="00723D07"/>
    <w:rsid w:val="00725377"/>
    <w:rsid w:val="0073042E"/>
    <w:rsid w:val="00730E45"/>
    <w:rsid w:val="00731AD7"/>
    <w:rsid w:val="00740E80"/>
    <w:rsid w:val="0074517B"/>
    <w:rsid w:val="00745C1D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96AAA"/>
    <w:rsid w:val="007A22D0"/>
    <w:rsid w:val="007A6185"/>
    <w:rsid w:val="007B10B3"/>
    <w:rsid w:val="007B1D12"/>
    <w:rsid w:val="007B2F17"/>
    <w:rsid w:val="007B46B3"/>
    <w:rsid w:val="007B5CD8"/>
    <w:rsid w:val="007B6D51"/>
    <w:rsid w:val="007C088F"/>
    <w:rsid w:val="007C3DC9"/>
    <w:rsid w:val="007D1D2B"/>
    <w:rsid w:val="007D3B38"/>
    <w:rsid w:val="007D4755"/>
    <w:rsid w:val="007D5FD1"/>
    <w:rsid w:val="007E2EBF"/>
    <w:rsid w:val="007E6DD9"/>
    <w:rsid w:val="007F4190"/>
    <w:rsid w:val="007F4E53"/>
    <w:rsid w:val="008057D8"/>
    <w:rsid w:val="00806335"/>
    <w:rsid w:val="008105E2"/>
    <w:rsid w:val="008128CA"/>
    <w:rsid w:val="00813440"/>
    <w:rsid w:val="00821393"/>
    <w:rsid w:val="00821493"/>
    <w:rsid w:val="00826B87"/>
    <w:rsid w:val="00831972"/>
    <w:rsid w:val="00831B8F"/>
    <w:rsid w:val="008340ED"/>
    <w:rsid w:val="00835393"/>
    <w:rsid w:val="00837259"/>
    <w:rsid w:val="0084238B"/>
    <w:rsid w:val="0084318E"/>
    <w:rsid w:val="0084496F"/>
    <w:rsid w:val="00850983"/>
    <w:rsid w:val="00855DF1"/>
    <w:rsid w:val="00856941"/>
    <w:rsid w:val="00857A7C"/>
    <w:rsid w:val="00864864"/>
    <w:rsid w:val="008656BE"/>
    <w:rsid w:val="008703F4"/>
    <w:rsid w:val="00870D4D"/>
    <w:rsid w:val="00873D57"/>
    <w:rsid w:val="00874112"/>
    <w:rsid w:val="008777DC"/>
    <w:rsid w:val="00880BCE"/>
    <w:rsid w:val="008810AF"/>
    <w:rsid w:val="008830EF"/>
    <w:rsid w:val="008933CF"/>
    <w:rsid w:val="0089454E"/>
    <w:rsid w:val="00895362"/>
    <w:rsid w:val="008A225D"/>
    <w:rsid w:val="008A4630"/>
    <w:rsid w:val="008B5AE2"/>
    <w:rsid w:val="008B5B7E"/>
    <w:rsid w:val="008C0DB1"/>
    <w:rsid w:val="008C3327"/>
    <w:rsid w:val="008D5FE6"/>
    <w:rsid w:val="008D6657"/>
    <w:rsid w:val="008E1FA7"/>
    <w:rsid w:val="008E4D2E"/>
    <w:rsid w:val="008E625A"/>
    <w:rsid w:val="008F258C"/>
    <w:rsid w:val="008F3BB8"/>
    <w:rsid w:val="008F4513"/>
    <w:rsid w:val="008F5B45"/>
    <w:rsid w:val="009006DA"/>
    <w:rsid w:val="009046DF"/>
    <w:rsid w:val="0091682D"/>
    <w:rsid w:val="00922370"/>
    <w:rsid w:val="0092388A"/>
    <w:rsid w:val="00927D62"/>
    <w:rsid w:val="00932192"/>
    <w:rsid w:val="00932E02"/>
    <w:rsid w:val="0093396E"/>
    <w:rsid w:val="00942855"/>
    <w:rsid w:val="00943412"/>
    <w:rsid w:val="00943B2E"/>
    <w:rsid w:val="00945D11"/>
    <w:rsid w:val="009503E2"/>
    <w:rsid w:val="00955164"/>
    <w:rsid w:val="0095713A"/>
    <w:rsid w:val="00960F67"/>
    <w:rsid w:val="00961CD2"/>
    <w:rsid w:val="00962B76"/>
    <w:rsid w:val="0097061F"/>
    <w:rsid w:val="00972C70"/>
    <w:rsid w:val="00974224"/>
    <w:rsid w:val="00974FF1"/>
    <w:rsid w:val="00980F85"/>
    <w:rsid w:val="00992E31"/>
    <w:rsid w:val="009A53CC"/>
    <w:rsid w:val="009A7001"/>
    <w:rsid w:val="009A7DA5"/>
    <w:rsid w:val="009B01D4"/>
    <w:rsid w:val="009B0C22"/>
    <w:rsid w:val="009B7253"/>
    <w:rsid w:val="009D3969"/>
    <w:rsid w:val="009D6CB0"/>
    <w:rsid w:val="009E03BE"/>
    <w:rsid w:val="009E07BB"/>
    <w:rsid w:val="009E4824"/>
    <w:rsid w:val="009E67C9"/>
    <w:rsid w:val="009E6DE8"/>
    <w:rsid w:val="009E7526"/>
    <w:rsid w:val="009E7AB9"/>
    <w:rsid w:val="009F2C77"/>
    <w:rsid w:val="009F3990"/>
    <w:rsid w:val="009F4A72"/>
    <w:rsid w:val="009F5327"/>
    <w:rsid w:val="009F6DDF"/>
    <w:rsid w:val="00A00A9C"/>
    <w:rsid w:val="00A05A22"/>
    <w:rsid w:val="00A063B5"/>
    <w:rsid w:val="00A16415"/>
    <w:rsid w:val="00A209AB"/>
    <w:rsid w:val="00A21090"/>
    <w:rsid w:val="00A22363"/>
    <w:rsid w:val="00A2310F"/>
    <w:rsid w:val="00A2642A"/>
    <w:rsid w:val="00A26AD5"/>
    <w:rsid w:val="00A30F05"/>
    <w:rsid w:val="00A35EDE"/>
    <w:rsid w:val="00A36CA9"/>
    <w:rsid w:val="00A44704"/>
    <w:rsid w:val="00A478DC"/>
    <w:rsid w:val="00A47F0B"/>
    <w:rsid w:val="00A50FBD"/>
    <w:rsid w:val="00A51FCA"/>
    <w:rsid w:val="00A6076B"/>
    <w:rsid w:val="00A60B19"/>
    <w:rsid w:val="00A6486D"/>
    <w:rsid w:val="00A668D6"/>
    <w:rsid w:val="00A745EB"/>
    <w:rsid w:val="00A749A9"/>
    <w:rsid w:val="00A751DD"/>
    <w:rsid w:val="00A86979"/>
    <w:rsid w:val="00A91F7E"/>
    <w:rsid w:val="00A9330B"/>
    <w:rsid w:val="00A971B5"/>
    <w:rsid w:val="00AA378D"/>
    <w:rsid w:val="00AB1F96"/>
    <w:rsid w:val="00AB49D8"/>
    <w:rsid w:val="00AB5161"/>
    <w:rsid w:val="00AB5AFC"/>
    <w:rsid w:val="00AB5B22"/>
    <w:rsid w:val="00AC28CD"/>
    <w:rsid w:val="00AC6146"/>
    <w:rsid w:val="00AC64A5"/>
    <w:rsid w:val="00AD0994"/>
    <w:rsid w:val="00AD2964"/>
    <w:rsid w:val="00AD365B"/>
    <w:rsid w:val="00AD4582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B01257"/>
    <w:rsid w:val="00B1002E"/>
    <w:rsid w:val="00B11AF5"/>
    <w:rsid w:val="00B12ED2"/>
    <w:rsid w:val="00B17010"/>
    <w:rsid w:val="00B1724A"/>
    <w:rsid w:val="00B24ABA"/>
    <w:rsid w:val="00B32416"/>
    <w:rsid w:val="00B37FEA"/>
    <w:rsid w:val="00B426ED"/>
    <w:rsid w:val="00B42E0C"/>
    <w:rsid w:val="00B47827"/>
    <w:rsid w:val="00B506FA"/>
    <w:rsid w:val="00B55A74"/>
    <w:rsid w:val="00B629FE"/>
    <w:rsid w:val="00B65134"/>
    <w:rsid w:val="00B70AEE"/>
    <w:rsid w:val="00B71ADF"/>
    <w:rsid w:val="00B73110"/>
    <w:rsid w:val="00B731F9"/>
    <w:rsid w:val="00B7343D"/>
    <w:rsid w:val="00B7501C"/>
    <w:rsid w:val="00B76530"/>
    <w:rsid w:val="00B76B70"/>
    <w:rsid w:val="00B77EF4"/>
    <w:rsid w:val="00B81F23"/>
    <w:rsid w:val="00B81F70"/>
    <w:rsid w:val="00B82A3A"/>
    <w:rsid w:val="00B866B7"/>
    <w:rsid w:val="00B87355"/>
    <w:rsid w:val="00B90A19"/>
    <w:rsid w:val="00B90BA5"/>
    <w:rsid w:val="00B931B4"/>
    <w:rsid w:val="00B936D7"/>
    <w:rsid w:val="00B955A3"/>
    <w:rsid w:val="00BA20DE"/>
    <w:rsid w:val="00BB2090"/>
    <w:rsid w:val="00BB5951"/>
    <w:rsid w:val="00BB5C83"/>
    <w:rsid w:val="00BB643C"/>
    <w:rsid w:val="00BC499A"/>
    <w:rsid w:val="00BC717E"/>
    <w:rsid w:val="00BC7435"/>
    <w:rsid w:val="00BD4DFE"/>
    <w:rsid w:val="00BD593F"/>
    <w:rsid w:val="00BD6706"/>
    <w:rsid w:val="00BE0D08"/>
    <w:rsid w:val="00BE7ED8"/>
    <w:rsid w:val="00C07677"/>
    <w:rsid w:val="00C1570C"/>
    <w:rsid w:val="00C22361"/>
    <w:rsid w:val="00C264F9"/>
    <w:rsid w:val="00C26D89"/>
    <w:rsid w:val="00C31833"/>
    <w:rsid w:val="00C33018"/>
    <w:rsid w:val="00C33B4D"/>
    <w:rsid w:val="00C35A49"/>
    <w:rsid w:val="00C36AF1"/>
    <w:rsid w:val="00C37458"/>
    <w:rsid w:val="00C37AF7"/>
    <w:rsid w:val="00C45E29"/>
    <w:rsid w:val="00C521D3"/>
    <w:rsid w:val="00C617E5"/>
    <w:rsid w:val="00C667E4"/>
    <w:rsid w:val="00C76A9C"/>
    <w:rsid w:val="00C81C96"/>
    <w:rsid w:val="00C9021F"/>
    <w:rsid w:val="00C9028D"/>
    <w:rsid w:val="00C906FE"/>
    <w:rsid w:val="00CA2801"/>
    <w:rsid w:val="00CA41BF"/>
    <w:rsid w:val="00CB10B0"/>
    <w:rsid w:val="00CB22FF"/>
    <w:rsid w:val="00CB686E"/>
    <w:rsid w:val="00CC0833"/>
    <w:rsid w:val="00CC156E"/>
    <w:rsid w:val="00CD72D4"/>
    <w:rsid w:val="00CE30CD"/>
    <w:rsid w:val="00CF137D"/>
    <w:rsid w:val="00D10971"/>
    <w:rsid w:val="00D20EAE"/>
    <w:rsid w:val="00D212D5"/>
    <w:rsid w:val="00D24B24"/>
    <w:rsid w:val="00D24EB0"/>
    <w:rsid w:val="00D25987"/>
    <w:rsid w:val="00D302F5"/>
    <w:rsid w:val="00D33A32"/>
    <w:rsid w:val="00D404A6"/>
    <w:rsid w:val="00D46C32"/>
    <w:rsid w:val="00D52EC6"/>
    <w:rsid w:val="00D53C02"/>
    <w:rsid w:val="00D544E3"/>
    <w:rsid w:val="00D54728"/>
    <w:rsid w:val="00D66EE9"/>
    <w:rsid w:val="00D67101"/>
    <w:rsid w:val="00D70D85"/>
    <w:rsid w:val="00D718B1"/>
    <w:rsid w:val="00D7331A"/>
    <w:rsid w:val="00D7499D"/>
    <w:rsid w:val="00D84ECA"/>
    <w:rsid w:val="00D854D7"/>
    <w:rsid w:val="00D8610B"/>
    <w:rsid w:val="00D91B67"/>
    <w:rsid w:val="00D92CDF"/>
    <w:rsid w:val="00DA5931"/>
    <w:rsid w:val="00DA722B"/>
    <w:rsid w:val="00DB2424"/>
    <w:rsid w:val="00DB3E84"/>
    <w:rsid w:val="00DB7948"/>
    <w:rsid w:val="00DC02A0"/>
    <w:rsid w:val="00DC0B08"/>
    <w:rsid w:val="00DC0E27"/>
    <w:rsid w:val="00DD1BB4"/>
    <w:rsid w:val="00DD6547"/>
    <w:rsid w:val="00DD78A5"/>
    <w:rsid w:val="00DE4448"/>
    <w:rsid w:val="00DE49C9"/>
    <w:rsid w:val="00DF5BE0"/>
    <w:rsid w:val="00DF5E1E"/>
    <w:rsid w:val="00DF6442"/>
    <w:rsid w:val="00E022DC"/>
    <w:rsid w:val="00E024D3"/>
    <w:rsid w:val="00E07A7B"/>
    <w:rsid w:val="00E14435"/>
    <w:rsid w:val="00E169CC"/>
    <w:rsid w:val="00E17A70"/>
    <w:rsid w:val="00E206F5"/>
    <w:rsid w:val="00E21598"/>
    <w:rsid w:val="00E259BC"/>
    <w:rsid w:val="00E264A4"/>
    <w:rsid w:val="00E40FCC"/>
    <w:rsid w:val="00E43122"/>
    <w:rsid w:val="00E44003"/>
    <w:rsid w:val="00E456A5"/>
    <w:rsid w:val="00E5512D"/>
    <w:rsid w:val="00E574E5"/>
    <w:rsid w:val="00E63C51"/>
    <w:rsid w:val="00E65928"/>
    <w:rsid w:val="00E71139"/>
    <w:rsid w:val="00E731B6"/>
    <w:rsid w:val="00E74F63"/>
    <w:rsid w:val="00E7602E"/>
    <w:rsid w:val="00E76234"/>
    <w:rsid w:val="00E8139D"/>
    <w:rsid w:val="00E8239E"/>
    <w:rsid w:val="00E90664"/>
    <w:rsid w:val="00E90E41"/>
    <w:rsid w:val="00E96F05"/>
    <w:rsid w:val="00EA340E"/>
    <w:rsid w:val="00EA3B1F"/>
    <w:rsid w:val="00EA6E10"/>
    <w:rsid w:val="00EB55D0"/>
    <w:rsid w:val="00EB5646"/>
    <w:rsid w:val="00EB5ADB"/>
    <w:rsid w:val="00EB74A9"/>
    <w:rsid w:val="00EC0F78"/>
    <w:rsid w:val="00EC1A32"/>
    <w:rsid w:val="00EC1A39"/>
    <w:rsid w:val="00EC5C01"/>
    <w:rsid w:val="00ED3D62"/>
    <w:rsid w:val="00ED3DFD"/>
    <w:rsid w:val="00ED3F21"/>
    <w:rsid w:val="00ED57DD"/>
    <w:rsid w:val="00EE260F"/>
    <w:rsid w:val="00EE5654"/>
    <w:rsid w:val="00EE56E1"/>
    <w:rsid w:val="00EE604B"/>
    <w:rsid w:val="00EE6B33"/>
    <w:rsid w:val="00EF0462"/>
    <w:rsid w:val="00EF1994"/>
    <w:rsid w:val="00EF6505"/>
    <w:rsid w:val="00EF7A6F"/>
    <w:rsid w:val="00F02C57"/>
    <w:rsid w:val="00F070E5"/>
    <w:rsid w:val="00F1517E"/>
    <w:rsid w:val="00F16678"/>
    <w:rsid w:val="00F26388"/>
    <w:rsid w:val="00F31BE3"/>
    <w:rsid w:val="00F34B21"/>
    <w:rsid w:val="00F34CA5"/>
    <w:rsid w:val="00F41E90"/>
    <w:rsid w:val="00F436BF"/>
    <w:rsid w:val="00F571FE"/>
    <w:rsid w:val="00F638A5"/>
    <w:rsid w:val="00F715FC"/>
    <w:rsid w:val="00F71859"/>
    <w:rsid w:val="00F74FDC"/>
    <w:rsid w:val="00F82A57"/>
    <w:rsid w:val="00F83A2C"/>
    <w:rsid w:val="00F83E9D"/>
    <w:rsid w:val="00F86C5B"/>
    <w:rsid w:val="00F97A32"/>
    <w:rsid w:val="00FA0105"/>
    <w:rsid w:val="00FA0645"/>
    <w:rsid w:val="00FA3B58"/>
    <w:rsid w:val="00FA5484"/>
    <w:rsid w:val="00FA6127"/>
    <w:rsid w:val="00FB3EBB"/>
    <w:rsid w:val="00FB7CFB"/>
    <w:rsid w:val="00FB7DC1"/>
    <w:rsid w:val="00FC002F"/>
    <w:rsid w:val="00FC0365"/>
    <w:rsid w:val="00FD04E0"/>
    <w:rsid w:val="00FE0BFA"/>
    <w:rsid w:val="00FE0D85"/>
    <w:rsid w:val="00FF0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CDA1093"/>
  <w15:docId w15:val="{8F62CA59-24C0-41D8-AECC-8625F44C5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D3D62"/>
    <w:rPr>
      <w:sz w:val="24"/>
      <w:szCs w:val="24"/>
    </w:rPr>
  </w:style>
  <w:style w:type="paragraph" w:styleId="Heading1">
    <w:name w:val="heading 1"/>
    <w:basedOn w:val="libNormal"/>
    <w:next w:val="libNormal"/>
    <w:link w:val="Heading1Char"/>
    <w:qFormat/>
    <w:rsid w:val="00745C1D"/>
    <w:pPr>
      <w:keepNext/>
      <w:spacing w:before="120"/>
      <w:outlineLvl w:val="0"/>
    </w:pPr>
    <w:rPr>
      <w:b/>
      <w:bCs/>
      <w:color w:val="1F497D"/>
      <w:kern w:val="32"/>
      <w:sz w:val="32"/>
      <w:szCs w:val="36"/>
    </w:rPr>
  </w:style>
  <w:style w:type="paragraph" w:styleId="Heading2">
    <w:name w:val="heading 2"/>
    <w:basedOn w:val="libNormal"/>
    <w:next w:val="libNormal"/>
    <w:link w:val="Heading2Char"/>
    <w:qFormat/>
    <w:rsid w:val="00745C1D"/>
    <w:pPr>
      <w:keepNext/>
      <w:spacing w:before="120"/>
      <w:outlineLvl w:val="1"/>
    </w:pPr>
    <w:rPr>
      <w:b/>
      <w:bCs/>
      <w:color w:val="1F497D"/>
      <w:sz w:val="28"/>
    </w:rPr>
  </w:style>
  <w:style w:type="paragraph" w:styleId="Heading3">
    <w:name w:val="heading 3"/>
    <w:basedOn w:val="libNormal"/>
    <w:next w:val="libNormal"/>
    <w:qFormat/>
    <w:rsid w:val="00413479"/>
    <w:pPr>
      <w:keepNext/>
      <w:spacing w:before="120"/>
      <w:outlineLvl w:val="2"/>
    </w:pPr>
    <w:rPr>
      <w:b/>
      <w:color w:val="1F497D"/>
    </w:rPr>
  </w:style>
  <w:style w:type="paragraph" w:styleId="Heading4">
    <w:name w:val="heading 4"/>
    <w:basedOn w:val="libNormal"/>
    <w:next w:val="libNormal"/>
    <w:qFormat/>
    <w:rsid w:val="00745C1D"/>
    <w:pPr>
      <w:keepNext/>
      <w:spacing w:before="240" w:after="60"/>
      <w:outlineLvl w:val="3"/>
    </w:pPr>
    <w:rPr>
      <w:b/>
      <w:bCs/>
    </w:rPr>
  </w:style>
  <w:style w:type="paragraph" w:styleId="Heading5">
    <w:name w:val="heading 5"/>
    <w:basedOn w:val="libNormal"/>
    <w:next w:val="libNormal"/>
    <w:qFormat/>
    <w:rsid w:val="00413479"/>
    <w:pPr>
      <w:spacing w:before="240" w:after="60"/>
      <w:outlineLvl w:val="4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45C1D"/>
    <w:rPr>
      <w:rFonts w:ascii="Times New Roman" w:hAnsi="Times New Roman" w:cs="Traditional Arabic"/>
      <w:b/>
      <w:bCs/>
      <w:color w:val="1F497D"/>
      <w:sz w:val="28"/>
      <w:szCs w:val="32"/>
    </w:rPr>
  </w:style>
  <w:style w:type="paragraph" w:styleId="Footer">
    <w:name w:val="footer"/>
    <w:basedOn w:val="Normal"/>
    <w:link w:val="FooterChar"/>
    <w:uiPriority w:val="99"/>
    <w:rsid w:val="00054406"/>
    <w:pPr>
      <w:tabs>
        <w:tab w:val="center" w:pos="4153"/>
        <w:tab w:val="right" w:pos="8306"/>
      </w:tabs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/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745C1D"/>
    <w:rPr>
      <w:color w:val="C00000"/>
      <w:szCs w:val="24"/>
      <w:vertAlign w:val="superscript"/>
    </w:rPr>
  </w:style>
  <w:style w:type="paragraph" w:customStyle="1" w:styleId="libCenterBold1">
    <w:name w:val="libCenterBold1"/>
    <w:basedOn w:val="libNormal"/>
    <w:rsid w:val="00133D3B"/>
    <w:pPr>
      <w:spacing w:before="240" w:after="60"/>
      <w:ind w:firstLine="0"/>
      <w:jc w:val="center"/>
    </w:pPr>
    <w:rPr>
      <w:b/>
      <w:bCs/>
    </w:rPr>
  </w:style>
  <w:style w:type="paragraph" w:customStyle="1" w:styleId="libCenterBold2">
    <w:name w:val="libCenterBold2"/>
    <w:basedOn w:val="libNormal"/>
    <w:rsid w:val="00745C1D"/>
    <w:pPr>
      <w:ind w:firstLine="0"/>
      <w:jc w:val="center"/>
    </w:pPr>
    <w:rPr>
      <w:b/>
      <w:bCs/>
      <w:sz w:val="22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745C1D"/>
    <w:rPr>
      <w:sz w:val="20"/>
      <w:szCs w:val="26"/>
    </w:rPr>
  </w:style>
  <w:style w:type="character" w:customStyle="1" w:styleId="libAieChar">
    <w:name w:val="libAie Char"/>
    <w:basedOn w:val="libNormalChar"/>
    <w:link w:val="libAie"/>
    <w:rsid w:val="00035A94"/>
    <w:rPr>
      <w:rFonts w:eastAsia="Calibri" w:cs="KFGQPC Uthman Taha Naskh"/>
      <w:color w:val="008000"/>
      <w:sz w:val="28"/>
      <w:szCs w:val="26"/>
      <w:lang w:val="en-US" w:eastAsia="en-US" w:bidi="ar-SA"/>
    </w:rPr>
  </w:style>
  <w:style w:type="paragraph" w:customStyle="1" w:styleId="libRightBold">
    <w:name w:val="libRightBold"/>
    <w:basedOn w:val="libNormal0"/>
    <w:next w:val="libNormal0"/>
    <w:link w:val="libRightBoldChar"/>
    <w:rsid w:val="00413479"/>
    <w:pPr>
      <w:jc w:val="right"/>
    </w:pPr>
    <w:rPr>
      <w:b/>
      <w:bCs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C0451"/>
    <w:rPr>
      <w:rFonts w:cs="KFGQPC Uthman Taha Naskh"/>
      <w:color w:val="008000"/>
      <w:szCs w:val="20"/>
    </w:rPr>
  </w:style>
  <w:style w:type="paragraph" w:customStyle="1" w:styleId="libRight">
    <w:name w:val="libRight"/>
    <w:basedOn w:val="libNormal0"/>
    <w:next w:val="libNormal0"/>
    <w:rsid w:val="00437035"/>
    <w:pPr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413479"/>
    <w:pPr>
      <w:tabs>
        <w:tab w:val="left" w:pos="482"/>
        <w:tab w:val="right" w:leader="dot" w:pos="7361"/>
      </w:tabs>
      <w:ind w:left="238"/>
    </w:pPr>
    <w:rPr>
      <w:noProof/>
    </w:rPr>
  </w:style>
  <w:style w:type="paragraph" w:styleId="TOC1">
    <w:name w:val="toc 1"/>
    <w:basedOn w:val="libNormal0"/>
    <w:next w:val="libNormal0"/>
    <w:autoRedefine/>
    <w:uiPriority w:val="39"/>
    <w:rsid w:val="00413479"/>
    <w:pPr>
      <w:tabs>
        <w:tab w:val="right" w:leader="dot" w:pos="7361"/>
      </w:tabs>
      <w:jc w:val="center"/>
    </w:pPr>
    <w:rPr>
      <w:b/>
      <w:bCs/>
      <w:noProof/>
    </w:rPr>
  </w:style>
  <w:style w:type="paragraph" w:styleId="TOC3">
    <w:name w:val="toc 3"/>
    <w:basedOn w:val="libNormal0"/>
    <w:next w:val="libNormal0"/>
    <w:autoRedefine/>
    <w:uiPriority w:val="39"/>
    <w:rsid w:val="008777DC"/>
    <w:pPr>
      <w:tabs>
        <w:tab w:val="right" w:leader="dot" w:pos="7361"/>
      </w:tabs>
      <w:ind w:left="482"/>
    </w:pPr>
  </w:style>
  <w:style w:type="paragraph" w:styleId="TOC4">
    <w:name w:val="toc 4"/>
    <w:basedOn w:val="Normal"/>
    <w:next w:val="Normal"/>
    <w:autoRedefine/>
    <w:semiHidden/>
    <w:rsid w:val="0012268F"/>
    <w:pPr>
      <w:ind w:left="720"/>
    </w:p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rsid w:val="00745C1D"/>
    <w:pPr>
      <w:spacing w:before="120"/>
      <w:ind w:firstLine="0"/>
      <w:jc w:val="center"/>
      <w:outlineLvl w:val="0"/>
    </w:pPr>
    <w:rPr>
      <w:b/>
      <w:bCs/>
      <w:color w:val="1F497D"/>
      <w:sz w:val="32"/>
      <w:szCs w:val="36"/>
    </w:rPr>
  </w:style>
  <w:style w:type="paragraph" w:customStyle="1" w:styleId="Heading2Center">
    <w:name w:val="Heading 2 Center"/>
    <w:basedOn w:val="libNormal"/>
    <w:next w:val="Heading2"/>
    <w:rsid w:val="00745C1D"/>
    <w:pPr>
      <w:spacing w:before="120"/>
      <w:ind w:firstLine="0"/>
      <w:jc w:val="center"/>
      <w:outlineLvl w:val="1"/>
    </w:pPr>
    <w:rPr>
      <w:b/>
      <w:bCs/>
      <w:color w:val="1F497D"/>
      <w:sz w:val="28"/>
    </w:rPr>
  </w:style>
  <w:style w:type="paragraph" w:customStyle="1" w:styleId="Heading3Center">
    <w:name w:val="Heading 3 Center"/>
    <w:basedOn w:val="libNormal"/>
    <w:next w:val="libNormal"/>
    <w:rsid w:val="00413479"/>
    <w:pPr>
      <w:spacing w:before="120"/>
      <w:ind w:firstLine="0"/>
      <w:jc w:val="center"/>
      <w:outlineLvl w:val="2"/>
    </w:pPr>
    <w:rPr>
      <w:b/>
      <w:bCs/>
      <w:color w:val="1F497D"/>
    </w:rPr>
  </w:style>
  <w:style w:type="paragraph" w:customStyle="1" w:styleId="Heading4Center">
    <w:name w:val="Heading 4 Center"/>
    <w:basedOn w:val="libNormal"/>
    <w:next w:val="Heading4"/>
    <w:rsid w:val="00745C1D"/>
    <w:pPr>
      <w:spacing w:before="240" w:after="60"/>
      <w:ind w:firstLine="0"/>
      <w:jc w:val="center"/>
      <w:outlineLvl w:val="3"/>
    </w:pPr>
    <w:rPr>
      <w:b/>
      <w:bCs/>
    </w:rPr>
  </w:style>
  <w:style w:type="paragraph" w:customStyle="1" w:styleId="Heading5Center">
    <w:name w:val="Heading 5 Center"/>
    <w:basedOn w:val="libNormal"/>
    <w:next w:val="Heading5"/>
    <w:rsid w:val="00413479"/>
    <w:pPr>
      <w:spacing w:before="240" w:after="60"/>
      <w:ind w:firstLine="0"/>
      <w:jc w:val="center"/>
      <w:outlineLvl w:val="4"/>
    </w:pPr>
  </w:style>
  <w:style w:type="paragraph" w:customStyle="1" w:styleId="libVar">
    <w:name w:val="libVar"/>
    <w:basedOn w:val="libNormal"/>
    <w:next w:val="libNormal"/>
    <w:rsid w:val="00413479"/>
    <w:rPr>
      <w:sz w:val="20"/>
      <w:szCs w:val="28"/>
    </w:rPr>
  </w:style>
  <w:style w:type="paragraph" w:customStyle="1" w:styleId="libMid">
    <w:name w:val="libMid"/>
    <w:basedOn w:val="libNormal"/>
    <w:next w:val="libNormal"/>
    <w:rsid w:val="00413479"/>
    <w:rPr>
      <w:sz w:val="20"/>
      <w:szCs w:val="28"/>
    </w:rPr>
  </w:style>
  <w:style w:type="paragraph" w:styleId="TOC5">
    <w:name w:val="toc 5"/>
    <w:basedOn w:val="Normal"/>
    <w:next w:val="Normal"/>
    <w:autoRedefine/>
    <w:semiHidden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Traditional Arabic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Var"/>
    <w:rsid w:val="00DB2424"/>
    <w:pPr>
      <w:ind w:firstLine="0"/>
    </w:p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Center"/>
    <w:next w:val="libFootnoteCenter"/>
    <w:link w:val="libFootnoteCenterBoldChar"/>
    <w:qFormat/>
    <w:rsid w:val="000966AD"/>
    <w:rPr>
      <w:b/>
      <w:bCs/>
    </w:rPr>
  </w:style>
  <w:style w:type="paragraph" w:customStyle="1" w:styleId="libFootnoteRight">
    <w:name w:val="libFootnoteRight"/>
    <w:basedOn w:val="libFootnote"/>
    <w:next w:val="libFootnote"/>
    <w:link w:val="libFootnoteRightChar"/>
    <w:rsid w:val="00413479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Var"/>
    <w:rsid w:val="00F74FDC"/>
    <w:pPr>
      <w:ind w:firstLine="0"/>
      <w:jc w:val="center"/>
    </w:pPr>
  </w:style>
  <w:style w:type="paragraph" w:customStyle="1" w:styleId="libPoem">
    <w:name w:val="libPoem"/>
    <w:basedOn w:val="libNormal0"/>
    <w:next w:val="libNormal0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basedOn w:val="libFootnoteChar"/>
    <w:link w:val="libFootnoteAie"/>
    <w:rsid w:val="002C0451"/>
    <w:rPr>
      <w:rFonts w:cs="KFGQPC Uthman Taha Naskh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133D3B"/>
    <w:pPr>
      <w:ind w:firstLine="288"/>
      <w:jc w:val="lowKashida"/>
    </w:pPr>
    <w:rPr>
      <w:rFonts w:cs="Traditional Arabic"/>
      <w:color w:val="000000"/>
      <w:sz w:val="24"/>
      <w:szCs w:val="32"/>
    </w:rPr>
  </w:style>
  <w:style w:type="character" w:customStyle="1" w:styleId="libNormalChar">
    <w:name w:val="libNormal Char"/>
    <w:basedOn w:val="DefaultParagraphFont"/>
    <w:link w:val="libNormal"/>
    <w:rsid w:val="00133D3B"/>
    <w:rPr>
      <w:rFonts w:cs="Traditional Arabic"/>
      <w:color w:val="000000"/>
      <w:sz w:val="24"/>
      <w:szCs w:val="32"/>
      <w:lang w:val="en-US"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27369F"/>
    <w:rPr>
      <w:rFonts w:cs="Traditional Arabic"/>
      <w:color w:val="000000"/>
      <w:sz w:val="26"/>
      <w:szCs w:val="26"/>
    </w:rPr>
  </w:style>
  <w:style w:type="paragraph" w:customStyle="1" w:styleId="libAie">
    <w:name w:val="libAie"/>
    <w:basedOn w:val="libAr"/>
    <w:next w:val="libAr"/>
    <w:link w:val="libAieChar"/>
    <w:autoRedefine/>
    <w:qFormat/>
    <w:rsid w:val="00035A94"/>
    <w:pPr>
      <w:ind w:firstLine="288"/>
      <w:jc w:val="left"/>
    </w:pPr>
    <w:rPr>
      <w:rFonts w:cs="KFGQPC Uthman Taha Naskh"/>
      <w:color w:val="008000"/>
      <w:szCs w:val="26"/>
    </w:rPr>
  </w:style>
  <w:style w:type="paragraph" w:customStyle="1" w:styleId="libBold2">
    <w:name w:val="libBold2"/>
    <w:basedOn w:val="libNormal"/>
    <w:next w:val="libNormal"/>
    <w:link w:val="libBold2Char"/>
    <w:qFormat/>
    <w:rsid w:val="00133D3B"/>
    <w:rPr>
      <w:b/>
      <w:bCs/>
      <w:sz w:val="22"/>
      <w:szCs w:val="28"/>
    </w:rPr>
  </w:style>
  <w:style w:type="character" w:customStyle="1" w:styleId="libBold1Char">
    <w:name w:val="libBold1 Char"/>
    <w:basedOn w:val="libNormalChar"/>
    <w:link w:val="libBold1"/>
    <w:rsid w:val="006E446F"/>
    <w:rPr>
      <w:rFonts w:cs="Traditional Arabic"/>
      <w:b/>
      <w:bCs/>
      <w:color w:val="000000"/>
      <w:sz w:val="24"/>
      <w:szCs w:val="32"/>
      <w:lang w:val="en-US" w:eastAsia="en-US" w:bidi="ar-SA"/>
    </w:rPr>
  </w:style>
  <w:style w:type="character" w:customStyle="1" w:styleId="libFootnoteChar">
    <w:name w:val="libFootnote Char"/>
    <w:basedOn w:val="libNormalChar"/>
    <w:link w:val="libFootnote"/>
    <w:rsid w:val="00745C1D"/>
    <w:rPr>
      <w:rFonts w:cs="Traditional Arabic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basedOn w:val="libFootnoteChar"/>
    <w:link w:val="libFootnotenum"/>
    <w:rsid w:val="00745C1D"/>
    <w:rPr>
      <w:rFonts w:cs="Traditional Arabic"/>
      <w:color w:val="C00000"/>
      <w:sz w:val="24"/>
      <w:szCs w:val="24"/>
      <w:vertAlign w:val="superscript"/>
      <w:lang w:val="en-US" w:eastAsia="en-US" w:bidi="ar-SA"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rFonts w:cs="Traditional Arabic"/>
      <w:b/>
      <w:bCs/>
      <w:color w:val="000000"/>
      <w:sz w:val="24"/>
      <w:szCs w:val="26"/>
      <w:lang w:val="en-US" w:eastAsia="en-US" w:bidi="ar-SA"/>
    </w:rPr>
  </w:style>
  <w:style w:type="character" w:customStyle="1" w:styleId="libRightBoldChar">
    <w:name w:val="libRightBold Char"/>
    <w:basedOn w:val="libNormalChar"/>
    <w:link w:val="libRightBold"/>
    <w:rsid w:val="00413479"/>
    <w:rPr>
      <w:rFonts w:cs="Traditional Arabic"/>
      <w:b/>
      <w:bCs/>
      <w:color w:val="000000"/>
      <w:sz w:val="24"/>
      <w:szCs w:val="32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character" w:customStyle="1" w:styleId="Heading1Char">
    <w:name w:val="Heading 1 Char"/>
    <w:basedOn w:val="DefaultParagraphFont"/>
    <w:link w:val="Heading1"/>
    <w:rsid w:val="00745C1D"/>
    <w:rPr>
      <w:rFonts w:ascii="Times New Roman" w:hAnsi="Times New Roman" w:cs="Traditional Arabic"/>
      <w:b/>
      <w:bCs/>
      <w:color w:val="1F497D"/>
      <w:kern w:val="32"/>
      <w:sz w:val="32"/>
      <w:szCs w:val="36"/>
    </w:rPr>
  </w:style>
  <w:style w:type="paragraph" w:styleId="EndnoteText">
    <w:name w:val="endnote text"/>
    <w:basedOn w:val="Normal"/>
    <w:link w:val="EndnoteTextChar"/>
    <w:rsid w:val="00EB74A9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EB74A9"/>
    <w:rPr>
      <w:rFonts w:cs="Traditional Arabic"/>
      <w:color w:val="000000"/>
    </w:rPr>
  </w:style>
  <w:style w:type="character" w:styleId="EndnoteReference">
    <w:name w:val="endnote reference"/>
    <w:basedOn w:val="DefaultParagraphFont"/>
    <w:rsid w:val="00EB74A9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EB74A9"/>
    <w:pPr>
      <w:keepLines/>
      <w:spacing w:before="480" w:line="276" w:lineRule="auto"/>
      <w:ind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453381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45338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453381"/>
    <w:rPr>
      <w:rFonts w:cs="Traditional Arabic"/>
      <w:color w:val="000000"/>
    </w:rPr>
  </w:style>
  <w:style w:type="character" w:styleId="FootnoteReference">
    <w:name w:val="footnote reference"/>
    <w:basedOn w:val="DefaultParagraphFont"/>
    <w:rsid w:val="00453381"/>
    <w:rPr>
      <w:vertAlign w:val="superscript"/>
    </w:rPr>
  </w:style>
  <w:style w:type="paragraph" w:customStyle="1" w:styleId="libItalic">
    <w:name w:val="libItalic"/>
    <w:basedOn w:val="libNormal"/>
    <w:link w:val="libItalicChar"/>
    <w:qFormat/>
    <w:rsid w:val="00413479"/>
    <w:rPr>
      <w:i/>
      <w:iCs/>
    </w:rPr>
  </w:style>
  <w:style w:type="character" w:customStyle="1" w:styleId="libItalicChar">
    <w:name w:val="libItalic Char"/>
    <w:basedOn w:val="libNormalChar"/>
    <w:link w:val="libItalic"/>
    <w:rsid w:val="00413479"/>
    <w:rPr>
      <w:rFonts w:cs="Traditional Arabic"/>
      <w:i/>
      <w:iCs/>
      <w:color w:val="000000"/>
      <w:sz w:val="24"/>
      <w:szCs w:val="32"/>
      <w:lang w:val="en-US" w:eastAsia="en-US" w:bidi="ar-SA"/>
    </w:rPr>
  </w:style>
  <w:style w:type="character" w:customStyle="1" w:styleId="libBold2Char">
    <w:name w:val="libBold2 Char"/>
    <w:basedOn w:val="libNormalChar"/>
    <w:link w:val="libBold2"/>
    <w:rsid w:val="00133D3B"/>
    <w:rPr>
      <w:rFonts w:cs="Traditional Arabic"/>
      <w:b/>
      <w:bCs/>
      <w:color w:val="000000"/>
      <w:sz w:val="22"/>
      <w:szCs w:val="28"/>
      <w:lang w:val="en-US" w:eastAsia="en-US" w:bidi="ar-SA"/>
    </w:rPr>
  </w:style>
  <w:style w:type="paragraph" w:customStyle="1" w:styleId="libBoldItalic">
    <w:name w:val="libBoldItalic"/>
    <w:basedOn w:val="libNormal"/>
    <w:link w:val="libBoldItalicChar"/>
    <w:qFormat/>
    <w:rsid w:val="00413479"/>
    <w:rPr>
      <w:b/>
      <w:i/>
      <w:szCs w:val="28"/>
    </w:rPr>
  </w:style>
  <w:style w:type="paragraph" w:customStyle="1" w:styleId="libFootnoteItalic">
    <w:name w:val="libFootnoteItalic"/>
    <w:basedOn w:val="libFootnote"/>
    <w:link w:val="libFootnoteItalicChar"/>
    <w:qFormat/>
    <w:rsid w:val="0040326E"/>
    <w:rPr>
      <w:i/>
    </w:rPr>
  </w:style>
  <w:style w:type="character" w:customStyle="1" w:styleId="libBoldItalicChar">
    <w:name w:val="libBoldItalic Char"/>
    <w:basedOn w:val="libNormalChar"/>
    <w:link w:val="libBoldItalic"/>
    <w:rsid w:val="00413479"/>
    <w:rPr>
      <w:rFonts w:cs="Traditional Arabic"/>
      <w:b/>
      <w:i/>
      <w:color w:val="000000"/>
      <w:sz w:val="24"/>
      <w:szCs w:val="28"/>
      <w:lang w:val="en-US" w:eastAsia="en-US" w:bidi="ar-SA"/>
    </w:rPr>
  </w:style>
  <w:style w:type="paragraph" w:customStyle="1" w:styleId="libFootnoteBoldItalic">
    <w:name w:val="libFootnoteBoldItalic"/>
    <w:basedOn w:val="libFootnote"/>
    <w:link w:val="libFootnoteBoldItalicChar"/>
    <w:qFormat/>
    <w:rsid w:val="000966AD"/>
    <w:rPr>
      <w:b/>
      <w:i/>
    </w:rPr>
  </w:style>
  <w:style w:type="character" w:customStyle="1" w:styleId="libFootnoteItalicChar">
    <w:name w:val="libFootnoteItalic Char"/>
    <w:basedOn w:val="libFootnoteChar"/>
    <w:link w:val="libFootnoteItalic"/>
    <w:rsid w:val="0040326E"/>
    <w:rPr>
      <w:rFonts w:cs="Traditional Arabic"/>
      <w:i/>
      <w:color w:val="000000"/>
      <w:sz w:val="24"/>
      <w:szCs w:val="26"/>
      <w:lang w:val="en-US" w:eastAsia="en-US" w:bidi="ar-SA"/>
    </w:rPr>
  </w:style>
  <w:style w:type="character" w:customStyle="1" w:styleId="libFootnoteBoldItalicChar">
    <w:name w:val="libFootnoteBoldItalic Char"/>
    <w:basedOn w:val="libFootnoteChar"/>
    <w:link w:val="libFootnoteBoldItalic"/>
    <w:rsid w:val="000966AD"/>
    <w:rPr>
      <w:rFonts w:cs="Traditional Arabic"/>
      <w:b/>
      <w:i/>
      <w:color w:val="000000"/>
      <w:sz w:val="24"/>
      <w:szCs w:val="26"/>
      <w:lang w:val="en-US" w:eastAsia="en-US" w:bidi="ar-SA"/>
    </w:rPr>
  </w:style>
  <w:style w:type="paragraph" w:customStyle="1" w:styleId="libFootnoteSmall">
    <w:name w:val="libFootnoteSmall"/>
    <w:basedOn w:val="libFootnote"/>
    <w:link w:val="libFootnoteSmallChar"/>
    <w:rsid w:val="000966AD"/>
    <w:rPr>
      <w:sz w:val="16"/>
      <w:szCs w:val="22"/>
    </w:rPr>
  </w:style>
  <w:style w:type="paragraph" w:customStyle="1" w:styleId="libFootnoteBoldItalicUnderline">
    <w:name w:val="libFootnoteBoldItalicUnderline"/>
    <w:basedOn w:val="libFootnote"/>
    <w:next w:val="libFootnote"/>
    <w:link w:val="libFootnoteBoldItalicUnderlineChar"/>
    <w:rsid w:val="000966AD"/>
    <w:rPr>
      <w:b/>
      <w:bCs/>
      <w:i/>
      <w:iCs/>
      <w:u w:val="single"/>
    </w:rPr>
  </w:style>
  <w:style w:type="character" w:customStyle="1" w:styleId="libFootnoteSmallChar">
    <w:name w:val="libFootnoteSmall Char"/>
    <w:basedOn w:val="libFootnoteChar"/>
    <w:link w:val="libFootnoteSmall"/>
    <w:rsid w:val="000966AD"/>
    <w:rPr>
      <w:rFonts w:cs="Traditional Arabic"/>
      <w:color w:val="000000"/>
      <w:sz w:val="16"/>
      <w:szCs w:val="22"/>
      <w:lang w:val="en-US" w:eastAsia="en-US" w:bidi="ar-SA"/>
    </w:rPr>
  </w:style>
  <w:style w:type="paragraph" w:customStyle="1" w:styleId="libFootnoteUnderline">
    <w:name w:val="libFootnoteUnderline"/>
    <w:basedOn w:val="libFootnote"/>
    <w:rsid w:val="000966AD"/>
    <w:rPr>
      <w:u w:val="single"/>
    </w:rPr>
  </w:style>
  <w:style w:type="character" w:customStyle="1" w:styleId="libFootnoteBoldItalicUnderlineChar">
    <w:name w:val="libFootnoteBoldItalicUnderline Char"/>
    <w:basedOn w:val="libFootnoteChar"/>
    <w:link w:val="libFootnoteBoldItalicUnderline"/>
    <w:rsid w:val="000966AD"/>
    <w:rPr>
      <w:rFonts w:cs="Traditional Arabic"/>
      <w:b/>
      <w:bCs/>
      <w:i/>
      <w:iCs/>
      <w:color w:val="000000"/>
      <w:sz w:val="24"/>
      <w:szCs w:val="26"/>
      <w:u w:val="single"/>
      <w:lang w:val="en-US" w:eastAsia="en-US" w:bidi="ar-SA"/>
    </w:rPr>
  </w:style>
  <w:style w:type="paragraph" w:customStyle="1" w:styleId="libItalicUnderline">
    <w:name w:val="libItalicUnderline"/>
    <w:basedOn w:val="libItalic"/>
    <w:link w:val="libItalicUnderlineChar"/>
    <w:rsid w:val="000966AD"/>
    <w:rPr>
      <w:u w:val="single"/>
    </w:rPr>
  </w:style>
  <w:style w:type="paragraph" w:customStyle="1" w:styleId="libFootnoteItalicUnderline">
    <w:name w:val="libFootnoteItalicUnderline"/>
    <w:basedOn w:val="libFootnote"/>
    <w:link w:val="libFootnoteItalicUnderlineChar"/>
    <w:qFormat/>
    <w:rsid w:val="000966AD"/>
    <w:rPr>
      <w:i/>
      <w:u w:val="single"/>
    </w:rPr>
  </w:style>
  <w:style w:type="character" w:customStyle="1" w:styleId="libItalicUnderlineChar">
    <w:name w:val="libItalicUnderline Char"/>
    <w:basedOn w:val="libItalicChar"/>
    <w:link w:val="libItalicUnderline"/>
    <w:rsid w:val="000966AD"/>
    <w:rPr>
      <w:rFonts w:cs="Traditional Arabic"/>
      <w:i/>
      <w:iCs/>
      <w:color w:val="000000"/>
      <w:sz w:val="24"/>
      <w:szCs w:val="32"/>
      <w:u w:val="single"/>
      <w:lang w:val="en-US" w:eastAsia="en-US" w:bidi="ar-SA"/>
    </w:rPr>
  </w:style>
  <w:style w:type="paragraph" w:customStyle="1" w:styleId="libFootnoteBoldUnderline">
    <w:name w:val="libFootnoteBoldUnderline"/>
    <w:basedOn w:val="libFootnote"/>
    <w:link w:val="libFootnoteBoldUnderlineChar"/>
    <w:qFormat/>
    <w:rsid w:val="000966AD"/>
    <w:rPr>
      <w:b/>
      <w:u w:val="single"/>
    </w:rPr>
  </w:style>
  <w:style w:type="paragraph" w:customStyle="1" w:styleId="libFootnoteCenterBoldUnderline">
    <w:name w:val="libFootnoteCenterBoldUnderline"/>
    <w:basedOn w:val="libFootnote"/>
    <w:next w:val="libFootnoteCenter"/>
    <w:link w:val="libFootnoteCenterBoldUnderlineChar"/>
    <w:qFormat/>
    <w:rsid w:val="000966AD"/>
    <w:pPr>
      <w:jc w:val="center"/>
    </w:pPr>
    <w:rPr>
      <w:b/>
      <w:u w:val="single"/>
    </w:rPr>
  </w:style>
  <w:style w:type="character" w:customStyle="1" w:styleId="libFootnoteBoldUnderlineChar">
    <w:name w:val="libFootnoteBoldUnderline Char"/>
    <w:basedOn w:val="libFootnoteChar"/>
    <w:link w:val="libFootnoteBoldUnderline"/>
    <w:rsid w:val="000966AD"/>
    <w:rPr>
      <w:rFonts w:cs="Traditional Arabic"/>
      <w:b/>
      <w:color w:val="000000"/>
      <w:sz w:val="24"/>
      <w:szCs w:val="26"/>
      <w:u w:val="single"/>
      <w:lang w:val="en-US" w:eastAsia="en-US" w:bidi="ar-SA"/>
    </w:rPr>
  </w:style>
  <w:style w:type="paragraph" w:customStyle="1" w:styleId="libFootnoteCenterUnderline">
    <w:name w:val="libFootnoteCenterUnderline"/>
    <w:basedOn w:val="libFootnoteCenter"/>
    <w:link w:val="libFootnoteCenterUnderlineChar"/>
    <w:qFormat/>
    <w:rsid w:val="000966AD"/>
    <w:rPr>
      <w:u w:val="single"/>
    </w:rPr>
  </w:style>
  <w:style w:type="character" w:customStyle="1" w:styleId="libFootnoteCenterBoldUnderlineChar">
    <w:name w:val="libFootnoteCenterBoldUnderline Char"/>
    <w:basedOn w:val="libFootnoteChar"/>
    <w:link w:val="libFootnoteCenterBoldUnderline"/>
    <w:rsid w:val="000966AD"/>
    <w:rPr>
      <w:rFonts w:cs="Traditional Arabic"/>
      <w:b/>
      <w:color w:val="000000"/>
      <w:sz w:val="24"/>
      <w:szCs w:val="26"/>
      <w:u w:val="single"/>
      <w:lang w:val="en-US" w:eastAsia="en-US" w:bidi="ar-SA"/>
    </w:rPr>
  </w:style>
  <w:style w:type="paragraph" w:customStyle="1" w:styleId="libFootnoteCenterItalicUnderline">
    <w:name w:val="libFootnoteCenterItalicUnderline"/>
    <w:basedOn w:val="libFootnote"/>
    <w:next w:val="libFootnoteCenter"/>
    <w:link w:val="libFootnoteCenterItalicUnderlineChar"/>
    <w:qFormat/>
    <w:rsid w:val="000966AD"/>
    <w:pPr>
      <w:jc w:val="center"/>
    </w:pPr>
    <w:rPr>
      <w:i/>
      <w:u w:val="single"/>
    </w:rPr>
  </w:style>
  <w:style w:type="character" w:customStyle="1" w:styleId="libFootnoteCenterUnderlineChar">
    <w:name w:val="libFootnoteCenterUnderline Char"/>
    <w:basedOn w:val="libFootnoteChar"/>
    <w:link w:val="libFootnoteCenterUnderline"/>
    <w:rsid w:val="00B866B7"/>
    <w:rPr>
      <w:rFonts w:cs="Traditional Arabic"/>
      <w:color w:val="000000"/>
      <w:sz w:val="24"/>
      <w:szCs w:val="26"/>
      <w:u w:val="single"/>
      <w:lang w:val="en-US" w:eastAsia="en-US" w:bidi="ar-SA"/>
    </w:rPr>
  </w:style>
  <w:style w:type="paragraph" w:customStyle="1" w:styleId="libFootnoteCenterBoldItalic">
    <w:name w:val="libFootnoteCenterBoldItalic"/>
    <w:basedOn w:val="libFootnote"/>
    <w:next w:val="libFootnoteCenter"/>
    <w:link w:val="libFootnoteCenterBoldItalicChar"/>
    <w:qFormat/>
    <w:rsid w:val="000966AD"/>
    <w:pPr>
      <w:jc w:val="center"/>
    </w:pPr>
    <w:rPr>
      <w:b/>
      <w:i/>
    </w:rPr>
  </w:style>
  <w:style w:type="character" w:customStyle="1" w:styleId="libFootnoteCenterItalicUnderlineChar">
    <w:name w:val="libFootnoteCenterItalicUnderline Char"/>
    <w:basedOn w:val="libFootnoteChar"/>
    <w:link w:val="libFootnoteCenterItalicUnderline"/>
    <w:rsid w:val="000966AD"/>
    <w:rPr>
      <w:rFonts w:cs="Traditional Arabic"/>
      <w:i/>
      <w:color w:val="000000"/>
      <w:sz w:val="24"/>
      <w:szCs w:val="26"/>
      <w:u w:val="single"/>
      <w:lang w:val="en-US" w:eastAsia="en-US" w:bidi="ar-SA"/>
    </w:rPr>
  </w:style>
  <w:style w:type="paragraph" w:customStyle="1" w:styleId="libFootnoteCenterItalic">
    <w:name w:val="libFootnoteCenterItalic"/>
    <w:basedOn w:val="libFootnote"/>
    <w:next w:val="libFootnoteCenter"/>
    <w:link w:val="libFootnoteCenterItalicChar"/>
    <w:qFormat/>
    <w:rsid w:val="000966AD"/>
    <w:pPr>
      <w:jc w:val="center"/>
    </w:pPr>
    <w:rPr>
      <w:i/>
    </w:rPr>
  </w:style>
  <w:style w:type="character" w:customStyle="1" w:styleId="libFootnoteCenterBoldItalicChar">
    <w:name w:val="libFootnoteCenterBoldItalic Char"/>
    <w:basedOn w:val="libFootnoteChar"/>
    <w:link w:val="libFootnoteCenterBoldItalic"/>
    <w:rsid w:val="000966AD"/>
    <w:rPr>
      <w:rFonts w:cs="Traditional Arabic"/>
      <w:b/>
      <w:i/>
      <w:color w:val="000000"/>
      <w:sz w:val="24"/>
      <w:szCs w:val="26"/>
      <w:lang w:val="en-US" w:eastAsia="en-US" w:bidi="ar-SA"/>
    </w:rPr>
  </w:style>
  <w:style w:type="paragraph" w:customStyle="1" w:styleId="libFootnoteCenterBoldItalicUnderline">
    <w:name w:val="libFootnoteCenterBoldItalicUnderline"/>
    <w:basedOn w:val="libFootnoteCenter"/>
    <w:link w:val="libFootnoteCenterBoldItalicUnderlineChar"/>
    <w:qFormat/>
    <w:rsid w:val="00B866B7"/>
    <w:rPr>
      <w:b/>
      <w:i/>
      <w:u w:val="single"/>
    </w:rPr>
  </w:style>
  <w:style w:type="character" w:customStyle="1" w:styleId="libFootnoteCenterItalicChar">
    <w:name w:val="libFootnoteCenterItalic Char"/>
    <w:basedOn w:val="libFootnoteChar"/>
    <w:link w:val="libFootnoteCenterItalic"/>
    <w:rsid w:val="000966AD"/>
    <w:rPr>
      <w:rFonts w:cs="Traditional Arabic"/>
      <w:i/>
      <w:color w:val="000000"/>
      <w:sz w:val="24"/>
      <w:szCs w:val="26"/>
      <w:lang w:val="en-US" w:eastAsia="en-US" w:bidi="ar-SA"/>
    </w:rPr>
  </w:style>
  <w:style w:type="character" w:customStyle="1" w:styleId="libFootnoteCenterBoldChar">
    <w:name w:val="libFootnoteCenterBold Char"/>
    <w:basedOn w:val="libFootnoteChar"/>
    <w:link w:val="libFootnoteCenterBold"/>
    <w:rsid w:val="00B866B7"/>
    <w:rPr>
      <w:rFonts w:cs="Traditional Arabic"/>
      <w:b/>
      <w:bCs/>
      <w:color w:val="000000"/>
      <w:sz w:val="24"/>
      <w:szCs w:val="26"/>
      <w:lang w:val="en-US" w:eastAsia="en-US" w:bidi="ar-SA"/>
    </w:rPr>
  </w:style>
  <w:style w:type="character" w:customStyle="1" w:styleId="libFootnoteCenterBoldItalicUnderlineChar">
    <w:name w:val="libFootnoteCenterBoldItalicUnderline Char"/>
    <w:basedOn w:val="libFootnoteChar"/>
    <w:link w:val="libFootnoteCenterBoldItalicUnderline"/>
    <w:rsid w:val="00B866B7"/>
    <w:rPr>
      <w:rFonts w:cs="Traditional Arabic"/>
      <w:b/>
      <w:i/>
      <w:color w:val="000000"/>
      <w:sz w:val="24"/>
      <w:szCs w:val="26"/>
      <w:u w:val="single"/>
      <w:lang w:val="en-US" w:eastAsia="en-US" w:bidi="ar-SA"/>
    </w:rPr>
  </w:style>
  <w:style w:type="character" w:customStyle="1" w:styleId="libFootnoteItalicUnderlineChar">
    <w:name w:val="libFootnoteItalicUnderline Char"/>
    <w:basedOn w:val="libFootnoteChar"/>
    <w:link w:val="libFootnoteItalicUnderline"/>
    <w:rsid w:val="00B866B7"/>
    <w:rPr>
      <w:rFonts w:cs="Traditional Arabic"/>
      <w:i/>
      <w:color w:val="000000"/>
      <w:sz w:val="24"/>
      <w:szCs w:val="26"/>
      <w:u w:val="single"/>
      <w:lang w:val="en-US" w:eastAsia="en-US" w:bidi="ar-SA"/>
    </w:rPr>
  </w:style>
  <w:style w:type="paragraph" w:customStyle="1" w:styleId="libFootnoteRightBold">
    <w:name w:val="libFootnoteRightBold"/>
    <w:basedOn w:val="libFootnoteRight"/>
    <w:link w:val="libFootnoteRightBoldChar"/>
    <w:qFormat/>
    <w:rsid w:val="00B866B7"/>
    <w:rPr>
      <w:b/>
    </w:rPr>
  </w:style>
  <w:style w:type="paragraph" w:customStyle="1" w:styleId="libFootnoteRightCenter">
    <w:name w:val="libFootnoteRightCenter"/>
    <w:basedOn w:val="libFootnoteRight"/>
    <w:qFormat/>
    <w:rsid w:val="00B866B7"/>
    <w:pPr>
      <w:bidi/>
      <w:jc w:val="center"/>
    </w:pPr>
  </w:style>
  <w:style w:type="character" w:customStyle="1" w:styleId="libFootnoteRightChar">
    <w:name w:val="libFootnoteRight Char"/>
    <w:basedOn w:val="libFootnoteChar"/>
    <w:link w:val="libFootnoteRight"/>
    <w:rsid w:val="00B866B7"/>
    <w:rPr>
      <w:rFonts w:cs="Traditional Arabic"/>
      <w:color w:val="000000"/>
      <w:sz w:val="24"/>
      <w:szCs w:val="26"/>
      <w:lang w:val="en-US" w:eastAsia="en-US" w:bidi="ar-SA"/>
    </w:rPr>
  </w:style>
  <w:style w:type="character" w:customStyle="1" w:styleId="libFootnoteRightBoldChar">
    <w:name w:val="libFootnoteRightBold Char"/>
    <w:basedOn w:val="libFootnoteRightChar"/>
    <w:link w:val="libFootnoteRightBold"/>
    <w:rsid w:val="00B866B7"/>
    <w:rPr>
      <w:rFonts w:cs="Traditional Arabic"/>
      <w:b/>
      <w:color w:val="000000"/>
      <w:sz w:val="24"/>
      <w:szCs w:val="26"/>
      <w:lang w:val="en-US" w:eastAsia="en-US" w:bidi="ar-SA"/>
    </w:rPr>
  </w:style>
  <w:style w:type="paragraph" w:customStyle="1" w:styleId="libFootnoteRightCenterBold">
    <w:name w:val="libFootnoteRightCenterBold"/>
    <w:basedOn w:val="libFootnoteRight"/>
    <w:link w:val="libFootnoteRightCenterBoldChar"/>
    <w:qFormat/>
    <w:rsid w:val="00B866B7"/>
    <w:rPr>
      <w:b/>
    </w:rPr>
  </w:style>
  <w:style w:type="paragraph" w:customStyle="1" w:styleId="libUnderline">
    <w:name w:val="libUnderline"/>
    <w:basedOn w:val="libNormal"/>
    <w:link w:val="libUnderlineChar"/>
    <w:qFormat/>
    <w:rsid w:val="00A47F0B"/>
    <w:pPr>
      <w:bidi/>
    </w:pPr>
    <w:rPr>
      <w:u w:val="single"/>
    </w:rPr>
  </w:style>
  <w:style w:type="character" w:customStyle="1" w:styleId="libFootnoteRightCenterBoldChar">
    <w:name w:val="libFootnoteRightCenterBold Char"/>
    <w:basedOn w:val="libFootnoteRightChar"/>
    <w:link w:val="libFootnoteRightCenterBold"/>
    <w:rsid w:val="00B866B7"/>
    <w:rPr>
      <w:rFonts w:cs="Traditional Arabic"/>
      <w:b/>
      <w:color w:val="000000"/>
      <w:sz w:val="24"/>
      <w:szCs w:val="26"/>
      <w:lang w:val="en-US" w:eastAsia="en-US" w:bidi="ar-SA"/>
    </w:rPr>
  </w:style>
  <w:style w:type="paragraph" w:customStyle="1" w:styleId="libRightBoldCenter">
    <w:name w:val="libRightBoldCenter"/>
    <w:basedOn w:val="libRight"/>
    <w:qFormat/>
    <w:rsid w:val="00A47F0B"/>
    <w:pPr>
      <w:jc w:val="center"/>
    </w:pPr>
    <w:rPr>
      <w:b/>
    </w:rPr>
  </w:style>
  <w:style w:type="character" w:customStyle="1" w:styleId="libUnderlineChar">
    <w:name w:val="libUnderline Char"/>
    <w:basedOn w:val="libNormalChar"/>
    <w:link w:val="libUnderline"/>
    <w:rsid w:val="00A47F0B"/>
    <w:rPr>
      <w:rFonts w:cs="Traditional Arabic"/>
      <w:color w:val="000000"/>
      <w:sz w:val="24"/>
      <w:szCs w:val="32"/>
      <w:u w:val="single"/>
      <w:lang w:val="en-US" w:eastAsia="en-US" w:bidi="ar-SA"/>
    </w:rPr>
  </w:style>
  <w:style w:type="paragraph" w:customStyle="1" w:styleId="libBoldUnderline">
    <w:name w:val="libBoldUnderline"/>
    <w:basedOn w:val="libNormal"/>
    <w:link w:val="libBoldUnderlineChar"/>
    <w:rsid w:val="00A47F0B"/>
    <w:rPr>
      <w:b/>
      <w:bCs/>
      <w:u w:val="single"/>
    </w:rPr>
  </w:style>
  <w:style w:type="paragraph" w:customStyle="1" w:styleId="libBoldItalicUnderline">
    <w:name w:val="libBoldItalicUnderline"/>
    <w:basedOn w:val="libNormal"/>
    <w:link w:val="libBoldItalicUnderlineChar"/>
    <w:rsid w:val="00A47F0B"/>
    <w:rPr>
      <w:b/>
      <w:bCs/>
      <w:i/>
      <w:iCs/>
      <w:u w:val="single"/>
    </w:rPr>
  </w:style>
  <w:style w:type="character" w:customStyle="1" w:styleId="libBoldUnderlineChar">
    <w:name w:val="libBoldUnderline Char"/>
    <w:basedOn w:val="libNormalChar"/>
    <w:link w:val="libBoldUnderline"/>
    <w:rsid w:val="00A47F0B"/>
    <w:rPr>
      <w:rFonts w:cs="Traditional Arabic"/>
      <w:b/>
      <w:bCs/>
      <w:color w:val="000000"/>
      <w:sz w:val="24"/>
      <w:szCs w:val="32"/>
      <w:u w:val="single"/>
      <w:lang w:val="en-US" w:eastAsia="en-US" w:bidi="ar-SA"/>
    </w:rPr>
  </w:style>
  <w:style w:type="paragraph" w:customStyle="1" w:styleId="libNumbered">
    <w:name w:val="libNumbered"/>
    <w:basedOn w:val="libNormal"/>
    <w:link w:val="libNumberedChar"/>
    <w:rsid w:val="00A47F0B"/>
    <w:pPr>
      <w:numPr>
        <w:numId w:val="2"/>
      </w:numPr>
    </w:pPr>
  </w:style>
  <w:style w:type="character" w:customStyle="1" w:styleId="libBoldItalicUnderlineChar">
    <w:name w:val="libBoldItalicUnderline Char"/>
    <w:basedOn w:val="libNormalChar"/>
    <w:link w:val="libBoldItalicUnderline"/>
    <w:rsid w:val="00A47F0B"/>
    <w:rPr>
      <w:rFonts w:cs="Traditional Arabic"/>
      <w:b/>
      <w:bCs/>
      <w:i/>
      <w:iCs/>
      <w:color w:val="000000"/>
      <w:sz w:val="24"/>
      <w:szCs w:val="32"/>
      <w:u w:val="single"/>
      <w:lang w:val="en-US" w:eastAsia="en-US" w:bidi="ar-SA"/>
    </w:rPr>
  </w:style>
  <w:style w:type="paragraph" w:customStyle="1" w:styleId="libNumbered2">
    <w:name w:val="libNumbered2"/>
    <w:basedOn w:val="libNumbered"/>
    <w:link w:val="libNumbered2Char"/>
    <w:rsid w:val="00A47F0B"/>
    <w:pPr>
      <w:ind w:firstLine="0"/>
    </w:pPr>
  </w:style>
  <w:style w:type="character" w:customStyle="1" w:styleId="libNumberedChar">
    <w:name w:val="libNumbered Char"/>
    <w:basedOn w:val="libNormalChar"/>
    <w:link w:val="libNumbered"/>
    <w:rsid w:val="00A47F0B"/>
    <w:rPr>
      <w:rFonts w:cs="Traditional Arabic"/>
      <w:color w:val="000000"/>
      <w:sz w:val="24"/>
      <w:szCs w:val="32"/>
      <w:lang w:val="en-US" w:eastAsia="en-US" w:bidi="ar-SA"/>
    </w:rPr>
  </w:style>
  <w:style w:type="character" w:customStyle="1" w:styleId="libNumbered2Char">
    <w:name w:val="libNumbered2 Char"/>
    <w:basedOn w:val="libNumberedChar"/>
    <w:link w:val="libNumbered2"/>
    <w:rsid w:val="00A47F0B"/>
    <w:rPr>
      <w:rFonts w:cs="Traditional Arabic"/>
      <w:color w:val="000000"/>
      <w:sz w:val="24"/>
      <w:szCs w:val="32"/>
      <w:lang w:val="en-US" w:eastAsia="en-US" w:bidi="ar-SA"/>
    </w:rPr>
  </w:style>
  <w:style w:type="paragraph" w:customStyle="1" w:styleId="libCenterTitr">
    <w:name w:val="libCenterTitr"/>
    <w:basedOn w:val="libCenterBold1"/>
    <w:rsid w:val="00512375"/>
    <w:rPr>
      <w:sz w:val="48"/>
      <w:szCs w:val="56"/>
    </w:rPr>
  </w:style>
  <w:style w:type="paragraph" w:customStyle="1" w:styleId="libAr">
    <w:name w:val="libAr"/>
    <w:qFormat/>
    <w:rsid w:val="00AD0994"/>
    <w:pPr>
      <w:bidi/>
      <w:ind w:firstLine="289"/>
      <w:jc w:val="both"/>
    </w:pPr>
    <w:rPr>
      <w:rFonts w:eastAsia="Calibri" w:cs="Traditional Arabic"/>
      <w:color w:val="000000"/>
      <w:sz w:val="28"/>
      <w:szCs w:val="32"/>
    </w:rPr>
  </w:style>
  <w:style w:type="paragraph" w:styleId="Title">
    <w:name w:val="Title"/>
    <w:basedOn w:val="Normal"/>
    <w:link w:val="TitleChar"/>
    <w:qFormat/>
    <w:rsid w:val="00ED3D62"/>
    <w:pPr>
      <w:jc w:val="center"/>
    </w:pPr>
    <w:rPr>
      <w:rFonts w:ascii="Garamond" w:hAnsi="Garamond"/>
      <w:b/>
      <w:bCs/>
    </w:rPr>
  </w:style>
  <w:style w:type="character" w:customStyle="1" w:styleId="TitleChar">
    <w:name w:val="Title Char"/>
    <w:basedOn w:val="DefaultParagraphFont"/>
    <w:link w:val="Title"/>
    <w:rsid w:val="00ED3D62"/>
    <w:rPr>
      <w:rFonts w:ascii="Garamond" w:hAnsi="Garamond"/>
      <w:b/>
      <w:bCs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9339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lhassanain.org/english" TargetMode="Externa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lhassanain.org/english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alhassanain.org/english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alhassanain.org/english" TargetMode="Externa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barkatullah\books\new%20books\working_section_2018\english_template_latest_13_11_2018\english_template_latest_13_11_2018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38AC11-61D7-463B-80E9-9E87E1BC9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english_template_latest_13_11_2018</Template>
  <TotalTime>70</TotalTime>
  <Pages>98</Pages>
  <Words>34915</Words>
  <Characters>199019</Characters>
  <Application>Microsoft Office Word</Application>
  <DocSecurity>0</DocSecurity>
  <Lines>1658</Lines>
  <Paragraphs>466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233468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Barekat</dc:creator>
  <cp:lastModifiedBy>Barekat</cp:lastModifiedBy>
  <cp:revision>23</cp:revision>
  <cp:lastPrinted>1899-12-31T20:30:00Z</cp:lastPrinted>
  <dcterms:created xsi:type="dcterms:W3CDTF">2019-05-15T07:08:00Z</dcterms:created>
  <dcterms:modified xsi:type="dcterms:W3CDTF">2019-05-15T08:55:00Z</dcterms:modified>
</cp:coreProperties>
</file>