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92" w:rsidRDefault="00432992" w:rsidP="00432992">
      <w:pPr>
        <w:pStyle w:val="libCenterBold1"/>
      </w:pPr>
      <w:r>
        <w:t>100 Moral Stories</w:t>
      </w:r>
    </w:p>
    <w:p w:rsidR="00432992" w:rsidRDefault="00432992" w:rsidP="00432992">
      <w:pPr>
        <w:pStyle w:val="libCenterBold2"/>
      </w:pPr>
      <w:r>
        <w:t>Akramulla Syed</w:t>
      </w:r>
    </w:p>
    <w:p w:rsidR="00B44A1D" w:rsidRPr="00B44A1D" w:rsidRDefault="00432992" w:rsidP="00717F8A">
      <w:pPr>
        <w:pStyle w:val="libNormal"/>
      </w:pPr>
      <w:r>
        <w:br w:type="page"/>
      </w:r>
    </w:p>
    <w:sdt>
      <w:sdtPr>
        <w:rPr>
          <w:rStyle w:val="libNormalChar"/>
          <w:rFonts w:eastAsia="MS Gothic"/>
          <w:b w:val="0"/>
          <w:bCs w:val="0"/>
          <w:kern w:val="2"/>
        </w:rPr>
        <w:id w:val="19519922"/>
        <w:docPartObj>
          <w:docPartGallery w:val="Table of Contents"/>
          <w:docPartUnique/>
        </w:docPartObj>
      </w:sdtPr>
      <w:sdtEndPr>
        <w:rPr>
          <w:rStyle w:val="DefaultParagraphFont"/>
          <w:rFonts w:cs="MS Gothic"/>
          <w:color w:val="auto"/>
          <w:sz w:val="21"/>
          <w:szCs w:val="21"/>
        </w:rPr>
      </w:sdtEndPr>
      <w:sdtContent>
        <w:p w:rsidR="00B44A1D" w:rsidRDefault="00BE4CCD" w:rsidP="00BE4CCD">
          <w:pPr>
            <w:pStyle w:val="libCenterBold1"/>
          </w:pPr>
          <w:r>
            <w:t>Table of Contents</w:t>
          </w:r>
        </w:p>
        <w:p w:rsidR="00BE4CCD" w:rsidRDefault="00BE4CCD" w:rsidP="00BE4CCD">
          <w:pPr>
            <w:pStyle w:val="libMid"/>
          </w:pPr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r w:rsidRPr="001865E6">
            <w:fldChar w:fldCharType="begin"/>
          </w:r>
          <w:r w:rsidR="00B44A1D">
            <w:instrText xml:space="preserve"> TOC \o "1-3" \h \z \u </w:instrText>
          </w:r>
          <w:r w:rsidRPr="001865E6">
            <w:fldChar w:fldCharType="separate"/>
          </w:r>
          <w:hyperlink w:anchor="_Toc382223469" w:history="1">
            <w:r w:rsidR="0011698D" w:rsidRPr="00EE6487">
              <w:rPr>
                <w:rStyle w:val="Hyperlink"/>
              </w:rPr>
              <w:t>DON'T CHANGE THE WORLD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0" w:history="1">
            <w:r w:rsidR="0011698D" w:rsidRPr="00EE6487">
              <w:rPr>
                <w:rStyle w:val="Hyperlink"/>
              </w:rPr>
              <w:t>THE TRAVELERS AND THE PLANE TREE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1" w:history="1">
            <w:r w:rsidR="0011698D" w:rsidRPr="00EE6487">
              <w:rPr>
                <w:rStyle w:val="Hyperlink"/>
              </w:rPr>
              <w:t>THE BOYWHO CRIED 'WOLF'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2" w:history="1">
            <w:r w:rsidR="0011698D" w:rsidRPr="00EE6487">
              <w:rPr>
                <w:rStyle w:val="Hyperlink"/>
              </w:rPr>
              <w:t>THE FARMER AND THE STORK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3" w:history="1">
            <w:r w:rsidR="0011698D" w:rsidRPr="00EE6487">
              <w:rPr>
                <w:rStyle w:val="Hyperlink"/>
              </w:rPr>
              <w:t>THE HARE AND THE TORTOISE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4" w:history="1">
            <w:r w:rsidR="0011698D" w:rsidRPr="00EE6487">
              <w:rPr>
                <w:rStyle w:val="Hyperlink"/>
              </w:rPr>
              <w:t>THE ANT AND THE DOVE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5" w:history="1">
            <w:r w:rsidR="0011698D" w:rsidRPr="00EE6487">
              <w:rPr>
                <w:rStyle w:val="Hyperlink"/>
              </w:rPr>
              <w:t>THE MONKEYAND THE DOLPHIN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6" w:history="1">
            <w:r w:rsidR="0011698D" w:rsidRPr="00EE6487">
              <w:rPr>
                <w:rStyle w:val="Hyperlink"/>
              </w:rPr>
              <w:t>THE FOX AND THE STORK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7" w:history="1">
            <w:r w:rsidR="0011698D" w:rsidRPr="00EE6487">
              <w:rPr>
                <w:rStyle w:val="Hyperlink"/>
              </w:rPr>
              <w:t>THE WOLF AND THE LAMB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8" w:history="1">
            <w:r w:rsidR="0011698D" w:rsidRPr="00EE6487">
              <w:rPr>
                <w:rStyle w:val="Hyperlink"/>
              </w:rPr>
              <w:t>THE FOX AND THE GRAPES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79" w:history="1">
            <w:r w:rsidR="0011698D" w:rsidRPr="00EE6487">
              <w:rPr>
                <w:rStyle w:val="Hyperlink"/>
              </w:rPr>
              <w:t>THE THIRSTYCROW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0" w:history="1">
            <w:r w:rsidR="0011698D" w:rsidRPr="00EE6487">
              <w:rPr>
                <w:rStyle w:val="Hyperlink"/>
              </w:rPr>
              <w:t>THE MILKMAID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1" w:history="1">
            <w:r w:rsidR="0011698D" w:rsidRPr="00EE6487">
              <w:rPr>
                <w:rStyle w:val="Hyperlink"/>
              </w:rPr>
              <w:t>PARABLE OF THE PENCIL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2" w:history="1">
            <w:r w:rsidR="0011698D" w:rsidRPr="00EE6487">
              <w:rPr>
                <w:rStyle w:val="Hyperlink"/>
              </w:rPr>
              <w:t>THE BOYAND THE APPLE TREE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3" w:history="1">
            <w:r w:rsidR="0011698D" w:rsidRPr="00EE6487">
              <w:rPr>
                <w:rStyle w:val="Hyperlink"/>
              </w:rPr>
              <w:t>THE ANGEL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4" w:history="1">
            <w:r w:rsidR="0011698D" w:rsidRPr="00EE6487">
              <w:rPr>
                <w:rStyle w:val="Hyperlink"/>
              </w:rPr>
              <w:t>THE DEVOTED MOTHER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5" w:history="1">
            <w:r w:rsidR="0011698D" w:rsidRPr="00EE6487">
              <w:rPr>
                <w:rStyle w:val="Hyperlink"/>
              </w:rPr>
              <w:t>MENTALLYRETARDED!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6" w:history="1">
            <w:r w:rsidR="0011698D" w:rsidRPr="00EE6487">
              <w:rPr>
                <w:rStyle w:val="Hyperlink"/>
              </w:rPr>
              <w:t>PAID IN FULL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7" w:history="1">
            <w:r w:rsidR="0011698D" w:rsidRPr="00EE6487">
              <w:rPr>
                <w:rStyle w:val="Hyperlink"/>
              </w:rPr>
              <w:t>BEAUTIFULGIFT!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8" w:history="1">
            <w:r w:rsidR="0011698D" w:rsidRPr="00EE6487">
              <w:rPr>
                <w:rStyle w:val="Hyperlink"/>
              </w:rPr>
              <w:t>PAID IN FULL.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89" w:history="1">
            <w:r w:rsidR="0011698D" w:rsidRPr="00EE6487">
              <w:rPr>
                <w:rStyle w:val="Hyperlink"/>
              </w:rPr>
              <w:t>TRUE WEALTH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0" w:history="1">
            <w:r w:rsidR="0011698D" w:rsidRPr="00EE6487">
              <w:rPr>
                <w:rStyle w:val="Hyperlink"/>
              </w:rPr>
              <w:t>AHOLE IN THE FENCE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1" w:history="1">
            <w:r w:rsidR="0011698D" w:rsidRPr="00EE6487">
              <w:rPr>
                <w:rStyle w:val="Hyperlink"/>
              </w:rPr>
              <w:t>GRANDPA’S TABLE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2" w:history="1">
            <w:r w:rsidR="0011698D" w:rsidRPr="00EE6487">
              <w:rPr>
                <w:rStyle w:val="Hyperlink"/>
              </w:rPr>
              <w:t>BENJAMIN DISRAELI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3" w:history="1">
            <w:r w:rsidR="0011698D" w:rsidRPr="00EE6487">
              <w:rPr>
                <w:rStyle w:val="Hyperlink"/>
              </w:rPr>
              <w:t>FATHERS EYES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4" w:history="1">
            <w:r w:rsidR="0011698D" w:rsidRPr="00EE6487">
              <w:rPr>
                <w:rStyle w:val="Hyperlink"/>
              </w:rPr>
              <w:t>BUTTERFLYAND COCOON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5" w:history="1">
            <w:r w:rsidR="0011698D" w:rsidRPr="00EE6487">
              <w:rPr>
                <w:rStyle w:val="Hyperlink"/>
              </w:rPr>
              <w:t>THE OBSTACLE IN OUR PATH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6" w:history="1">
            <w:r w:rsidR="0011698D" w:rsidRPr="00EE6487">
              <w:rPr>
                <w:rStyle w:val="Hyperlink"/>
              </w:rPr>
              <w:t>THE WOLF IN SHEEP’S CLOTHING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7" w:history="1">
            <w:r w:rsidR="0011698D" w:rsidRPr="00EE6487">
              <w:rPr>
                <w:rStyle w:val="Hyperlink"/>
              </w:rPr>
              <w:t>DON’T JUDGE ABOOK BYITS COVER!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8" w:history="1">
            <w:r w:rsidR="0011698D" w:rsidRPr="00EE6487">
              <w:rPr>
                <w:rStyle w:val="Hyperlink"/>
              </w:rPr>
              <w:t>MOUNTAIN STORY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499" w:history="1">
            <w:r w:rsidR="0011698D" w:rsidRPr="00EE6487">
              <w:rPr>
                <w:rStyle w:val="Hyperlink"/>
              </w:rPr>
              <w:t>ALESSON FROM AFROG TALE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_Toc382223499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0" w:history="1">
            <w:r w:rsidR="0011698D" w:rsidRPr="00EE6487">
              <w:rPr>
                <w:rStyle w:val="Hyperlink"/>
              </w:rPr>
              <w:t>JUST P.U.S.H!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1" w:history="1">
            <w:r w:rsidR="0011698D" w:rsidRPr="00EE6487">
              <w:rPr>
                <w:rStyle w:val="Hyperlink"/>
              </w:rPr>
              <w:t>DETERMINATON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2" w:history="1">
            <w:r w:rsidR="0011698D" w:rsidRPr="00EE6487">
              <w:rPr>
                <w:rStyle w:val="Hyperlink"/>
              </w:rPr>
              <w:t>THE CRACKED POT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3" w:history="1">
            <w:r w:rsidR="0011698D" w:rsidRPr="00EE6487">
              <w:rPr>
                <w:rStyle w:val="Hyperlink"/>
              </w:rPr>
              <w:t>GOD EXISTS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4" w:history="1">
            <w:r w:rsidR="0011698D" w:rsidRPr="00EE6487">
              <w:rPr>
                <w:rStyle w:val="Hyperlink"/>
              </w:rPr>
              <w:t>ABOYWITH STRONG BELIEF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5" w:history="1">
            <w:r w:rsidR="0011698D" w:rsidRPr="00EE6487">
              <w:rPr>
                <w:rStyle w:val="Hyperlink"/>
              </w:rPr>
              <w:t>WORDS AND ACTIONS SHOULD BE THE SAME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6" w:history="1">
            <w:r w:rsidR="0011698D" w:rsidRPr="00EE6487">
              <w:rPr>
                <w:rStyle w:val="Hyperlink"/>
              </w:rPr>
              <w:t>YOU'RE FAR MORE PRECIOUS THAN DIAMONDS AND PEARLS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7" w:history="1">
            <w:r w:rsidR="0011698D" w:rsidRPr="00EE6487">
              <w:rPr>
                <w:rStyle w:val="Hyperlink"/>
              </w:rPr>
              <w:t>THE ONE-EYED DOE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8" w:history="1">
            <w:r w:rsidR="0011698D" w:rsidRPr="00EE6487">
              <w:rPr>
                <w:rStyle w:val="Hyperlink"/>
              </w:rPr>
              <w:t>THE CAGE BIRD'S ESCAPE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09" w:history="1">
            <w:r w:rsidR="0011698D" w:rsidRPr="00EE6487">
              <w:rPr>
                <w:rStyle w:val="Hyperlink"/>
              </w:rPr>
              <w:t>THE THREE WISE MEN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0" w:history="1">
            <w:r w:rsidR="0011698D" w:rsidRPr="00EE6487">
              <w:rPr>
                <w:rStyle w:val="Hyperlink"/>
              </w:rPr>
              <w:t>THE CLEVER BOY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1" w:history="1">
            <w:r w:rsidR="0011698D" w:rsidRPr="00EE6487">
              <w:rPr>
                <w:rStyle w:val="Hyperlink"/>
              </w:rPr>
              <w:t>AMERCHANT AND HIS DONKEY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2" w:history="1">
            <w:r w:rsidR="0011698D" w:rsidRPr="00EE6487">
              <w:rPr>
                <w:rStyle w:val="Hyperlink"/>
              </w:rPr>
              <w:t>THE ANT AND THE GRASSHOPPER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3" w:history="1">
            <w:r w:rsidR="0011698D" w:rsidRPr="00EE6487">
              <w:rPr>
                <w:rStyle w:val="Hyperlink"/>
              </w:rPr>
              <w:t>THE FOX WHO GOT CAUGHT IN THE TREE TRUNK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4" w:history="1">
            <w:r w:rsidR="0011698D" w:rsidRPr="00EE6487">
              <w:rPr>
                <w:rStyle w:val="Hyperlink"/>
              </w:rPr>
              <w:t>CATS AND ROOSTERS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5" w:history="1">
            <w:r w:rsidR="0011698D" w:rsidRPr="00EE6487">
              <w:rPr>
                <w:rStyle w:val="Hyperlink"/>
              </w:rPr>
              <w:t>THE PROUD RED ROSE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6" w:history="1">
            <w:r w:rsidR="0011698D" w:rsidRPr="00EE6487">
              <w:rPr>
                <w:rStyle w:val="Hyperlink"/>
              </w:rPr>
              <w:t>THE SELFISH MAN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69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7" w:history="1">
            <w:r w:rsidR="0011698D" w:rsidRPr="00EE6487">
              <w:rPr>
                <w:rStyle w:val="Hyperlink"/>
              </w:rPr>
              <w:t>YOU ARE PRICELESS TO THOSE WHO LOVE YOU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8" w:history="1">
            <w:r w:rsidR="0011698D" w:rsidRPr="00EE6487">
              <w:rPr>
                <w:rStyle w:val="Hyperlink"/>
              </w:rPr>
              <w:t>BE CAREFULWHAT YOU PLANT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19" w:history="1">
            <w:r w:rsidR="0011698D" w:rsidRPr="00EE6487">
              <w:rPr>
                <w:rStyle w:val="Hyperlink"/>
              </w:rPr>
              <w:t>GENEROSITY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0" w:history="1">
            <w:r w:rsidR="0011698D" w:rsidRPr="00EE6487">
              <w:rPr>
                <w:rStyle w:val="Hyperlink"/>
              </w:rPr>
              <w:t>THE CRYSTALBALL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1" w:history="1">
            <w:r w:rsidR="0011698D" w:rsidRPr="00EE6487">
              <w:rPr>
                <w:rStyle w:val="Hyperlink"/>
              </w:rPr>
              <w:t>THE SIGNS OF HAPPINESS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78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2" w:history="1">
            <w:r w:rsidR="0011698D" w:rsidRPr="00EE6487">
              <w:rPr>
                <w:rStyle w:val="Hyperlink"/>
              </w:rPr>
              <w:t>HOPE AND GREED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3" w:history="1">
            <w:r w:rsidR="0011698D" w:rsidRPr="00EE6487">
              <w:rPr>
                <w:rStyle w:val="Hyperlink"/>
              </w:rPr>
              <w:t>FOUR WIVES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4" w:history="1">
            <w:r w:rsidR="0011698D" w:rsidRPr="00EE6487">
              <w:rPr>
                <w:rStyle w:val="Hyperlink"/>
              </w:rPr>
              <w:t>LION, RATS, SNAKE &amp; THE HONEYCOMB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5" w:history="1">
            <w:r w:rsidR="0011698D" w:rsidRPr="00EE6487">
              <w:rPr>
                <w:rStyle w:val="Hyperlink"/>
              </w:rPr>
              <w:t>THE MOST BEAUTIFULHEART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6" w:history="1">
            <w:r w:rsidR="0011698D" w:rsidRPr="00EE6487">
              <w:rPr>
                <w:rStyle w:val="Hyperlink"/>
              </w:rPr>
              <w:t>THE CLUB 99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7" w:history="1">
            <w:r w:rsidR="0011698D" w:rsidRPr="00EE6487">
              <w:rPr>
                <w:rStyle w:val="Hyperlink"/>
              </w:rPr>
              <w:t>REPENTANCE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89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8" w:history="1">
            <w:r w:rsidR="0011698D" w:rsidRPr="00EE6487">
              <w:rPr>
                <w:rStyle w:val="Hyperlink"/>
              </w:rPr>
              <w:t>THE NEIGHBOR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29" w:history="1">
            <w:r w:rsidR="0011698D" w:rsidRPr="00EE6487">
              <w:rPr>
                <w:rStyle w:val="Hyperlink"/>
              </w:rPr>
              <w:t>ABOX FULLOF KISSES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0" w:history="1">
            <w:r w:rsidR="0011698D" w:rsidRPr="00EE6487">
              <w:rPr>
                <w:rStyle w:val="Hyperlink"/>
              </w:rPr>
              <w:t>THE THREE COWS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1" w:history="1">
            <w:r w:rsidR="0011698D" w:rsidRPr="00EE6487">
              <w:rPr>
                <w:rStyle w:val="Hyperlink"/>
              </w:rPr>
              <w:t>AWHITE HAS NO SUPERIORITYOVER ABLACK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2" w:history="1">
            <w:r w:rsidR="0011698D" w:rsidRPr="00EE6487">
              <w:rPr>
                <w:rStyle w:val="Hyperlink"/>
              </w:rPr>
              <w:t>GHULAMHUSSEIN AND THE GAME OF CHANCE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3" w:history="1">
            <w:r w:rsidR="0011698D" w:rsidRPr="00EE6487">
              <w:rPr>
                <w:rStyle w:val="Hyperlink"/>
              </w:rPr>
              <w:t>FINDERS KEEPERS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4" w:history="1">
            <w:r w:rsidR="0011698D" w:rsidRPr="00EE6487">
              <w:rPr>
                <w:rStyle w:val="Hyperlink"/>
              </w:rPr>
              <w:t>AN AGED STUDENT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5" w:history="1">
            <w:r w:rsidR="0011698D" w:rsidRPr="00EE6487">
              <w:rPr>
                <w:rStyle w:val="Hyperlink"/>
              </w:rPr>
              <w:t>WEALTH - LOVE - SUCCESS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99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6" w:history="1">
            <w:r w:rsidR="0011698D" w:rsidRPr="00EE6487">
              <w:rPr>
                <w:rStyle w:val="Hyperlink"/>
              </w:rPr>
              <w:t>LOVE AND TIME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7" w:history="1">
            <w:r w:rsidR="0011698D" w:rsidRPr="00EE6487">
              <w:rPr>
                <w:rStyle w:val="Hyperlink"/>
              </w:rPr>
              <w:t>ALWAYS THANKFULTO GOD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8" w:history="1">
            <w:r w:rsidR="0011698D" w:rsidRPr="00EE6487">
              <w:rPr>
                <w:rStyle w:val="Hyperlink"/>
              </w:rPr>
              <w:t>THE MAYONNAISE AND THE COFFEE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39" w:history="1">
            <w:r w:rsidR="0011698D" w:rsidRPr="00EE6487">
              <w:rPr>
                <w:rStyle w:val="Hyperlink"/>
              </w:rPr>
              <w:t>LESSONS ON LIFE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0" w:history="1">
            <w:r w:rsidR="0011698D" w:rsidRPr="00EE6487">
              <w:rPr>
                <w:rStyle w:val="Hyperlink"/>
              </w:rPr>
              <w:t>PUT THE GLASS DOWN!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106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1" w:history="1">
            <w:r w:rsidR="0011698D" w:rsidRPr="00EE6487">
              <w:rPr>
                <w:rStyle w:val="Hyperlink"/>
              </w:rPr>
              <w:t>MAYI NEVER GET TOO BUSYIN MYOWN AFFAIRS!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2" w:history="1">
            <w:r w:rsidR="0011698D" w:rsidRPr="00EE6487">
              <w:rPr>
                <w:rStyle w:val="Hyperlink"/>
              </w:rPr>
              <w:t>DON’T WE ALL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108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3" w:history="1">
            <w:r w:rsidR="0011698D" w:rsidRPr="00EE6487">
              <w:rPr>
                <w:rStyle w:val="Hyperlink"/>
              </w:rPr>
              <w:t>THE STRANGER IN THE GARDEN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4" w:history="1">
            <w:r w:rsidR="0011698D" w:rsidRPr="00EE6487">
              <w:rPr>
                <w:rStyle w:val="Hyperlink"/>
              </w:rPr>
              <w:t>THE ROPE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5" w:history="1">
            <w:r w:rsidR="0011698D" w:rsidRPr="00EE6487">
              <w:rPr>
                <w:rStyle w:val="Hyperlink"/>
              </w:rPr>
              <w:t>THE SHIP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6" w:history="1">
            <w:r w:rsidR="0011698D" w:rsidRPr="00EE6487">
              <w:rPr>
                <w:rStyle w:val="Hyperlink"/>
              </w:rPr>
              <w:t>THE CLEVER KING!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115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7" w:history="1">
            <w:r w:rsidR="0011698D" w:rsidRPr="00EE6487">
              <w:rPr>
                <w:rStyle w:val="Hyperlink"/>
              </w:rPr>
              <w:t>THE ILLUSION OF REFLECTION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8" w:history="1">
            <w:r w:rsidR="0011698D" w:rsidRPr="00EE6487">
              <w:rPr>
                <w:rStyle w:val="Hyperlink"/>
              </w:rPr>
              <w:t>BUILDING YOUR HOUSE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119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49" w:history="1">
            <w:r w:rsidR="0011698D" w:rsidRPr="00EE6487">
              <w:rPr>
                <w:rStyle w:val="Hyperlink"/>
              </w:rPr>
              <w:t>ATEACHER’S PROTEST!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0" w:history="1">
            <w:r w:rsidR="0011698D" w:rsidRPr="00EE6487">
              <w:rPr>
                <w:rStyle w:val="Hyperlink"/>
              </w:rPr>
              <w:t>DO NOT DO EVILTO ANYONE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121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1" w:history="1">
            <w:r w:rsidR="0011698D" w:rsidRPr="00EE6487">
              <w:rPr>
                <w:rStyle w:val="Hyperlink"/>
              </w:rPr>
              <w:t>PUPPIES FOR SALE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122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2" w:history="1">
            <w:r w:rsidR="0011698D" w:rsidRPr="00EE6487">
              <w:rPr>
                <w:rStyle w:val="Hyperlink"/>
              </w:rPr>
              <w:t>OFFFICE BOY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123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3" w:history="1">
            <w:r w:rsidR="0011698D" w:rsidRPr="00EE6487">
              <w:rPr>
                <w:rStyle w:val="Hyperlink"/>
              </w:rPr>
              <w:t>ONE BEDROOM FLAT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124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4" w:history="1">
            <w:r w:rsidR="0011698D" w:rsidRPr="00EE6487">
              <w:rPr>
                <w:rStyle w:val="Hyperlink"/>
              </w:rPr>
              <w:t>YOU ARE BEAUTIFUL!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127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5" w:history="1">
            <w:r w:rsidR="0011698D" w:rsidRPr="00EE6487">
              <w:rPr>
                <w:rStyle w:val="Hyperlink"/>
              </w:rPr>
              <w:t>BE PATIENT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129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6" w:history="1">
            <w:r w:rsidR="0011698D" w:rsidRPr="00EE6487">
              <w:rPr>
                <w:rStyle w:val="Hyperlink"/>
              </w:rPr>
              <w:t>THE FATHER AND HIS SONS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130</w:t>
            </w:r>
            <w:r>
              <w:rPr>
                <w:webHidden/>
              </w:rPr>
              <w:fldChar w:fldCharType="end"/>
            </w:r>
          </w:hyperlink>
        </w:p>
        <w:p w:rsidR="0011698D" w:rsidRDefault="001865E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</w:rPr>
          </w:pPr>
          <w:hyperlink w:anchor="_Toc382223557" w:history="1">
            <w:r w:rsidR="0011698D" w:rsidRPr="00EE6487">
              <w:rPr>
                <w:rStyle w:val="Hyperlink"/>
              </w:rPr>
              <w:t>MAKING ADIFFERENCE</w:t>
            </w:r>
            <w:r w:rsidR="001169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1698D">
              <w:rPr>
                <w:webHidden/>
              </w:rPr>
              <w:instrText xml:space="preserve"> PAGEREF _Toc382223557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60C20">
              <w:rPr>
                <w:webHidden/>
              </w:rPr>
              <w:t>131</w:t>
            </w:r>
            <w:r>
              <w:rPr>
                <w:webHidden/>
              </w:rPr>
              <w:fldChar w:fldCharType="end"/>
            </w:r>
          </w:hyperlink>
        </w:p>
        <w:p w:rsidR="00B44A1D" w:rsidRDefault="001865E6">
          <w:r>
            <w:fldChar w:fldCharType="end"/>
          </w:r>
        </w:p>
      </w:sdtContent>
    </w:sdt>
    <w:p w:rsidR="00432992" w:rsidRPr="00B44A1D" w:rsidRDefault="00B44A1D" w:rsidP="00717F8A">
      <w:pPr>
        <w:pStyle w:val="libNormal"/>
      </w:pPr>
      <w:r>
        <w:br w:type="page"/>
      </w:r>
    </w:p>
    <w:p w:rsidR="000E09EC" w:rsidRDefault="000E09EC" w:rsidP="00B44A1D">
      <w:pPr>
        <w:pStyle w:val="libCenterBold1"/>
      </w:pPr>
      <w:r>
        <w:lastRenderedPageBreak/>
        <w:t>IN THE NAME OF ALLAH THE MOST BENEFICENT AND MERCIFUL</w:t>
      </w:r>
    </w:p>
    <w:p w:rsidR="000E09EC" w:rsidRDefault="000E09EC" w:rsidP="00B44A1D">
      <w:pPr>
        <w:pStyle w:val="libCenterBold2"/>
      </w:pPr>
      <w:r>
        <w:t>As Salamo Alaikum Wa Rahmatullahi Wa Barkatahu,</w:t>
      </w:r>
    </w:p>
    <w:p w:rsidR="00432992" w:rsidRDefault="00432992" w:rsidP="00B44A1D">
      <w:pPr>
        <w:pStyle w:val="libCenter"/>
      </w:pPr>
    </w:p>
    <w:p w:rsidR="000E09EC" w:rsidRPr="000E09EC" w:rsidRDefault="000E09EC" w:rsidP="00B44A1D">
      <w:pPr>
        <w:pStyle w:val="libCenter"/>
      </w:pPr>
      <w:r>
        <w:t>I am thankful to Allah for giving me the opportunity to compile many of my favorite</w:t>
      </w:r>
    </w:p>
    <w:p w:rsidR="000E09EC" w:rsidRPr="000E09EC" w:rsidRDefault="000E09EC" w:rsidP="00B44A1D">
      <w:pPr>
        <w:pStyle w:val="libCenter"/>
      </w:pPr>
      <w:r>
        <w:t>Moral Stories, in the form of an electronic book, which I had collected from various</w:t>
      </w:r>
    </w:p>
    <w:p w:rsidR="000E09EC" w:rsidRPr="000E09EC" w:rsidRDefault="000E09EC" w:rsidP="00B44A1D">
      <w:pPr>
        <w:pStyle w:val="libCenter"/>
      </w:pPr>
      <w:r>
        <w:t>resources, since last few years. Even though many of these stories are fictional in</w:t>
      </w:r>
    </w:p>
    <w:p w:rsidR="000E09EC" w:rsidRDefault="000E09EC" w:rsidP="00B44A1D">
      <w:pPr>
        <w:pStyle w:val="libCenter"/>
      </w:pPr>
      <w:r>
        <w:t>nature, but at the end they will give a great lesson to learn for a lifetime.</w:t>
      </w:r>
    </w:p>
    <w:p w:rsidR="000E09EC" w:rsidRPr="000E09EC" w:rsidRDefault="000E09EC" w:rsidP="00B44A1D">
      <w:pPr>
        <w:pStyle w:val="libCenter"/>
      </w:pPr>
      <w:r>
        <w:t>As the reader can himself see from these stories, the subject “Moral” is universal to</w:t>
      </w:r>
    </w:p>
    <w:p w:rsidR="000E09EC" w:rsidRPr="000E09EC" w:rsidRDefault="000E09EC" w:rsidP="00B44A1D">
      <w:pPr>
        <w:pStyle w:val="libCenter"/>
      </w:pPr>
      <w:r>
        <w:t xml:space="preserve">every human being. Hence these stories are not just for any particular sect or the </w:t>
      </w:r>
    </w:p>
    <w:p w:rsidR="000E09EC" w:rsidRPr="000E09EC" w:rsidRDefault="000E09EC" w:rsidP="00B44A1D">
      <w:pPr>
        <w:pStyle w:val="libCenter"/>
      </w:pPr>
      <w:r>
        <w:t>followers of particular faith, it is for the entire humanity, irrespective of there belief,</w:t>
      </w:r>
    </w:p>
    <w:p w:rsidR="000E09EC" w:rsidRPr="000E09EC" w:rsidRDefault="000E09EC" w:rsidP="00B44A1D">
      <w:pPr>
        <w:pStyle w:val="libCenter"/>
      </w:pPr>
      <w:r>
        <w:t>culture, race, color or age. So, let’s start with a Moral Story called as “A POND FULL</w:t>
      </w:r>
    </w:p>
    <w:p w:rsidR="000E09EC" w:rsidRDefault="000E09EC" w:rsidP="00B44A1D">
      <w:pPr>
        <w:pStyle w:val="libCenter"/>
      </w:pPr>
      <w:r>
        <w:t>OF MILK.”</w:t>
      </w:r>
    </w:p>
    <w:p w:rsidR="000E09EC" w:rsidRPr="000E09EC" w:rsidRDefault="000E09EC" w:rsidP="00B44A1D">
      <w:pPr>
        <w:pStyle w:val="libCenter"/>
      </w:pPr>
      <w:r>
        <w:t>Once there was a king who told some of his workers to dig a pond. Once the pond was</w:t>
      </w:r>
    </w:p>
    <w:p w:rsidR="000E09EC" w:rsidRPr="000E09EC" w:rsidRDefault="000E09EC" w:rsidP="00B44A1D">
      <w:pPr>
        <w:pStyle w:val="libCenter"/>
      </w:pPr>
      <w:r>
        <w:t>dug, the king made an announcement to his people saying that one person from each</w:t>
      </w:r>
    </w:p>
    <w:p w:rsidR="000E09EC" w:rsidRPr="000E09EC" w:rsidRDefault="000E09EC" w:rsidP="00B44A1D">
      <w:pPr>
        <w:pStyle w:val="libCenter"/>
      </w:pPr>
      <w:r>
        <w:t>household has to bring a glass of milk during the night and pour it into the pond. So,</w:t>
      </w:r>
    </w:p>
    <w:p w:rsidR="000E09EC" w:rsidRPr="000E09EC" w:rsidRDefault="000E09EC" w:rsidP="00B44A1D">
      <w:pPr>
        <w:pStyle w:val="libCenter"/>
      </w:pPr>
      <w:r>
        <w:t>the pond should be full of milk by the morning. After receiving the order, everyone</w:t>
      </w:r>
    </w:p>
    <w:p w:rsidR="000E09EC" w:rsidRDefault="000E09EC" w:rsidP="00B44A1D">
      <w:pPr>
        <w:pStyle w:val="libCenter"/>
      </w:pPr>
      <w:r>
        <w:t>went home.</w:t>
      </w:r>
    </w:p>
    <w:p w:rsidR="000E09EC" w:rsidRPr="000E09EC" w:rsidRDefault="000E09EC" w:rsidP="00B44A1D">
      <w:pPr>
        <w:pStyle w:val="libCenter"/>
      </w:pPr>
      <w:r>
        <w:t>One man prepared to take the milk during the night. He thought that since everyone</w:t>
      </w:r>
    </w:p>
    <w:p w:rsidR="000E09EC" w:rsidRPr="000E09EC" w:rsidRDefault="000E09EC" w:rsidP="00B44A1D">
      <w:pPr>
        <w:pStyle w:val="libCenter"/>
      </w:pPr>
      <w:r>
        <w:t>will bring milk, he could just hide a glass of water and pour inside the pond. Because it</w:t>
      </w:r>
    </w:p>
    <w:p w:rsidR="000E09EC" w:rsidRPr="000E09EC" w:rsidRDefault="000E09EC" w:rsidP="00B44A1D">
      <w:pPr>
        <w:pStyle w:val="libCenter"/>
      </w:pPr>
      <w:r>
        <w:t>will be dark at night, no one will notice. So he quickly went and poured the water in the</w:t>
      </w:r>
    </w:p>
    <w:p w:rsidR="000E09EC" w:rsidRPr="000E09EC" w:rsidRDefault="000E09EC" w:rsidP="00B44A1D">
      <w:pPr>
        <w:pStyle w:val="libCenter"/>
      </w:pPr>
      <w:r>
        <w:t xml:space="preserve">pond and came back. In the morning, the king came to visit the pond and to his </w:t>
      </w:r>
    </w:p>
    <w:p w:rsidR="000E09EC" w:rsidRPr="000E09EC" w:rsidRDefault="000E09EC" w:rsidP="00B44A1D">
      <w:pPr>
        <w:pStyle w:val="libCenter"/>
      </w:pPr>
      <w:r>
        <w:t>surprise the pond was only filled with water! What has happened is that everyone was</w:t>
      </w:r>
    </w:p>
    <w:p w:rsidR="000E09EC" w:rsidRDefault="000E09EC" w:rsidP="00B44A1D">
      <w:pPr>
        <w:pStyle w:val="libCenter"/>
      </w:pPr>
      <w:r>
        <w:t>thinking like the other man that “I don't have to put the milk, someone else will do it.”</w:t>
      </w:r>
    </w:p>
    <w:p w:rsidR="000E09EC" w:rsidRPr="000E09EC" w:rsidRDefault="000E09EC" w:rsidP="00B44A1D">
      <w:pPr>
        <w:pStyle w:val="libCenter"/>
      </w:pPr>
      <w:r>
        <w:t>Dear friends, when it comes to help the Religion of Allah, do not think that others will</w:t>
      </w:r>
    </w:p>
    <w:p w:rsidR="000E09EC" w:rsidRPr="000E09EC" w:rsidRDefault="000E09EC" w:rsidP="00B44A1D">
      <w:pPr>
        <w:pStyle w:val="libCenter"/>
      </w:pPr>
      <w:r>
        <w:t>take care of it. Rather, it starts from you, if you don’t do it, no one else will do it. So,</w:t>
      </w:r>
    </w:p>
    <w:p w:rsidR="000E09EC" w:rsidRDefault="000E09EC" w:rsidP="00B44A1D">
      <w:pPr>
        <w:pStyle w:val="libCenter"/>
      </w:pPr>
      <w:r>
        <w:t>change yourself to the way of Allah to serve Him and that will make the difference.</w:t>
      </w:r>
    </w:p>
    <w:p w:rsidR="000E09EC" w:rsidRPr="000E09EC" w:rsidRDefault="000E09EC" w:rsidP="00B44A1D">
      <w:pPr>
        <w:pStyle w:val="libCenter"/>
      </w:pPr>
      <w:r>
        <w:t>With this I will end my little introduction and pray that</w:t>
      </w:r>
    </w:p>
    <w:p w:rsidR="000E09EC" w:rsidRPr="000E09EC" w:rsidRDefault="000E09EC" w:rsidP="00B44A1D">
      <w:pPr>
        <w:pStyle w:val="libCenter"/>
      </w:pPr>
      <w:r>
        <w:t>May Almighty Allah accept it. So that we may all benefit</w:t>
      </w:r>
    </w:p>
    <w:p w:rsidR="000E09EC" w:rsidRDefault="000E09EC" w:rsidP="00B44A1D">
      <w:pPr>
        <w:pStyle w:val="libCenter"/>
      </w:pPr>
      <w:r>
        <w:t>from these stories.</w:t>
      </w:r>
    </w:p>
    <w:p w:rsidR="000E09EC" w:rsidRDefault="000E09EC" w:rsidP="00C437B6">
      <w:pPr>
        <w:pStyle w:val="libCenterBold1"/>
      </w:pPr>
      <w:r>
        <w:t>Wassalamu Alaikum Wa Rahmutallahi Wa Barkatahu</w:t>
      </w:r>
    </w:p>
    <w:p w:rsidR="000E09EC" w:rsidRPr="000E09EC" w:rsidRDefault="000E09EC" w:rsidP="00C437B6">
      <w:pPr>
        <w:pStyle w:val="libCenterBold2"/>
      </w:pPr>
      <w:r>
        <w:t>Akramulla Syed</w:t>
      </w:r>
    </w:p>
    <w:p w:rsidR="000E09EC" w:rsidRPr="000E09EC" w:rsidRDefault="000E09EC" w:rsidP="00C437B6">
      <w:pPr>
        <w:pStyle w:val="libCenterBold2"/>
      </w:pPr>
      <w:r>
        <w:t>Islamic Occasions Network</w:t>
      </w:r>
    </w:p>
    <w:p w:rsidR="000E09EC" w:rsidRDefault="000E09EC" w:rsidP="00C437B6">
      <w:pPr>
        <w:pStyle w:val="libCenterBold2"/>
      </w:pPr>
      <w:r>
        <w:t>http://www.islamicoccasions.com</w:t>
      </w:r>
    </w:p>
    <w:p w:rsidR="000E09EC" w:rsidRDefault="000E09EC" w:rsidP="00C437B6">
      <w:pPr>
        <w:pStyle w:val="libCenterBold2"/>
      </w:pPr>
      <w:r>
        <w:t>Dated: Sunday, March 20, 2005</w:t>
      </w:r>
    </w:p>
    <w:p w:rsidR="000E09EC" w:rsidRDefault="000E09EC" w:rsidP="00B44A1D">
      <w:pPr>
        <w:pStyle w:val="libCenter"/>
        <w:sectPr w:rsidR="000E09EC" w:rsidSect="00C7518C">
          <w:type w:val="continuous"/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0" w:name="_Toc382223469"/>
      <w:r>
        <w:lastRenderedPageBreak/>
        <w:t>DON'T CHANGE THE WORLD</w:t>
      </w:r>
      <w:bookmarkEnd w:id="0"/>
    </w:p>
    <w:p w:rsidR="000E09EC" w:rsidRPr="000E09EC" w:rsidRDefault="000E09EC" w:rsidP="00B44A1D">
      <w:pPr>
        <w:pStyle w:val="libCenter"/>
      </w:pPr>
      <w:r>
        <w:t>Once upon a time, there was a king who ruled a prosperous country. One day, he went for a trip to</w:t>
      </w:r>
    </w:p>
    <w:p w:rsidR="000E09EC" w:rsidRPr="000E09EC" w:rsidRDefault="000E09EC" w:rsidP="00B44A1D">
      <w:pPr>
        <w:pStyle w:val="libCenter"/>
      </w:pPr>
      <w:r>
        <w:t>some distant areas of his country. When he was back to his palace, he complained that his feet were</w:t>
      </w:r>
    </w:p>
    <w:p w:rsidR="000E09EC" w:rsidRPr="000E09EC" w:rsidRDefault="000E09EC" w:rsidP="00B44A1D">
      <w:pPr>
        <w:pStyle w:val="libCenter"/>
      </w:pPr>
      <w:r>
        <w:t>very painful, because it was the first time that he went for such a long trip, and the road that he</w:t>
      </w:r>
    </w:p>
    <w:p w:rsidR="000E09EC" w:rsidRPr="000E09EC" w:rsidRDefault="000E09EC" w:rsidP="00B44A1D">
      <w:pPr>
        <w:pStyle w:val="libCenter"/>
      </w:pPr>
      <w:r>
        <w:t>went through was very rough and stony. He then ordered his people to cover every road of the</w:t>
      </w:r>
    </w:p>
    <w:p w:rsidR="000E09EC" w:rsidRDefault="000E09EC" w:rsidP="00B44A1D">
      <w:pPr>
        <w:pStyle w:val="libCenter"/>
      </w:pPr>
      <w:r>
        <w:t>entire country with leather.</w:t>
      </w:r>
    </w:p>
    <w:p w:rsidR="000E09EC" w:rsidRPr="000E09EC" w:rsidRDefault="000E09EC" w:rsidP="00B44A1D">
      <w:pPr>
        <w:pStyle w:val="libCenter"/>
      </w:pPr>
      <w:r>
        <w:t>Definitely, this would need thousands of cows’ skin, and would cost a</w:t>
      </w:r>
    </w:p>
    <w:p w:rsidR="000E09EC" w:rsidRDefault="000E09EC" w:rsidP="00B44A1D">
      <w:pPr>
        <w:pStyle w:val="libCenter"/>
      </w:pPr>
      <w:r>
        <w:t>huge amount of money.</w:t>
      </w:r>
    </w:p>
    <w:p w:rsidR="000E09EC" w:rsidRPr="000E09EC" w:rsidRDefault="000E09EC" w:rsidP="00B44A1D">
      <w:pPr>
        <w:pStyle w:val="libCenter"/>
      </w:pPr>
      <w:r>
        <w:t>Then one of his wise servants dared himself to tell the king, “Why do</w:t>
      </w:r>
    </w:p>
    <w:p w:rsidR="000E09EC" w:rsidRPr="000E09EC" w:rsidRDefault="000E09EC" w:rsidP="00B44A1D">
      <w:pPr>
        <w:pStyle w:val="libCenter"/>
      </w:pPr>
      <w:r>
        <w:t>you have to spend that unnecessary amount of money? Why don’t you</w:t>
      </w:r>
    </w:p>
    <w:p w:rsidR="000E09EC" w:rsidRDefault="000E09EC" w:rsidP="00B44A1D">
      <w:pPr>
        <w:pStyle w:val="libCenter"/>
      </w:pPr>
      <w:r>
        <w:t>just cut a little piece of leather to cover your feet?”</w:t>
      </w:r>
    </w:p>
    <w:p w:rsidR="000E09EC" w:rsidRPr="000E09EC" w:rsidRDefault="000E09EC" w:rsidP="00B44A1D">
      <w:pPr>
        <w:pStyle w:val="libCenter"/>
      </w:pPr>
      <w:r>
        <w:t>The king was surprised, but he later agreed to his suggestion, to make</w:t>
      </w:r>
    </w:p>
    <w:p w:rsidR="000E09EC" w:rsidRDefault="000E09EC" w:rsidP="00B44A1D">
      <w:pPr>
        <w:pStyle w:val="libCenter"/>
      </w:pPr>
      <w:r>
        <w:t>a “shoe” for himself.</w:t>
      </w:r>
    </w:p>
    <w:p w:rsidR="000E09EC" w:rsidRPr="000E09EC" w:rsidRDefault="000E09EC" w:rsidP="00192805">
      <w:pPr>
        <w:pStyle w:val="libCenterBold2"/>
      </w:pPr>
      <w:r>
        <w:t>There is actually a valuable lesson of life in this story: to make this world a happy</w:t>
      </w:r>
    </w:p>
    <w:p w:rsidR="00C7518C" w:rsidRDefault="000E09EC" w:rsidP="00192805">
      <w:pPr>
        <w:pStyle w:val="libCenterBold2"/>
      </w:pPr>
      <w:r>
        <w:t>place to live, you better change yourself - your heart; and not the world.</w:t>
      </w:r>
    </w:p>
    <w:p w:rsidR="000E09EC" w:rsidRPr="00432992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1" w:name="_Toc382223470"/>
      <w:r>
        <w:lastRenderedPageBreak/>
        <w:t>THE TRAVELERS AND THE PLANE TREE</w:t>
      </w:r>
      <w:bookmarkEnd w:id="1"/>
    </w:p>
    <w:p w:rsidR="000E09EC" w:rsidRPr="000E09EC" w:rsidRDefault="000E09EC" w:rsidP="00B44A1D">
      <w:pPr>
        <w:pStyle w:val="libCenter"/>
      </w:pPr>
      <w:r>
        <w:t>Two men were walking along one summer day. Soon it</w:t>
      </w:r>
    </w:p>
    <w:p w:rsidR="000E09EC" w:rsidRPr="000E09EC" w:rsidRDefault="000E09EC" w:rsidP="00B44A1D">
      <w:pPr>
        <w:pStyle w:val="libCenter"/>
      </w:pPr>
      <w:r>
        <w:t xml:space="preserve">became too hot to go any further and, seeing a large </w:t>
      </w:r>
    </w:p>
    <w:p w:rsidR="000E09EC" w:rsidRPr="000E09EC" w:rsidRDefault="000E09EC" w:rsidP="00B44A1D">
      <w:pPr>
        <w:pStyle w:val="libCenter"/>
      </w:pPr>
      <w:r>
        <w:t xml:space="preserve">plane tree nearby, they threw themselves on the </w:t>
      </w:r>
    </w:p>
    <w:p w:rsidR="000E09EC" w:rsidRDefault="000E09EC" w:rsidP="00B44A1D">
      <w:pPr>
        <w:pStyle w:val="libCenter"/>
      </w:pPr>
      <w:r>
        <w:t>ground to rest in its shade.</w:t>
      </w:r>
    </w:p>
    <w:p w:rsidR="000E09EC" w:rsidRPr="000E09EC" w:rsidRDefault="000E09EC" w:rsidP="00B44A1D">
      <w:pPr>
        <w:pStyle w:val="libCenter"/>
      </w:pPr>
      <w:r>
        <w:t>Gazing up into the branches one man said to the other: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 xml:space="preserve">hat a useless tree this is. It does not have fruit or </w:t>
      </w:r>
    </w:p>
    <w:p w:rsidR="000E09EC" w:rsidRPr="000E09EC" w:rsidRDefault="000E09EC" w:rsidP="00B44A1D">
      <w:pPr>
        <w:pStyle w:val="libCenter"/>
      </w:pPr>
      <w:r>
        <w:t xml:space="preserve">nuts that we can eat and we cannot even use its </w:t>
      </w:r>
    </w:p>
    <w:p w:rsidR="000E09EC" w:rsidRDefault="000E09EC" w:rsidP="00B44A1D">
      <w:pPr>
        <w:pStyle w:val="libCenter"/>
      </w:pPr>
      <w:r>
        <w:t>wood for anything.”</w:t>
      </w:r>
    </w:p>
    <w:p w:rsidR="000E09EC" w:rsidRPr="000E09EC" w:rsidRDefault="000E09EC" w:rsidP="00B44A1D">
      <w:pPr>
        <w:pStyle w:val="libCenter"/>
      </w:pPr>
      <w:r>
        <w:t xml:space="preserve">“Don’t be so ungrateful,” rustled the tree in reply. </w:t>
      </w:r>
    </w:p>
    <w:p w:rsidR="000E09EC" w:rsidRPr="000E09EC" w:rsidRDefault="000E09EC" w:rsidP="00B44A1D">
      <w:pPr>
        <w:pStyle w:val="libCenter"/>
      </w:pPr>
      <w:r w:rsidRPr="000E09EC">
        <w:t>“I</w:t>
      </w:r>
      <w:r w:rsidRPr="00C7518C">
        <w:t xml:space="preserve"> am being extremely useful to you at this very </w:t>
      </w:r>
    </w:p>
    <w:p w:rsidR="000E09EC" w:rsidRPr="000E09EC" w:rsidRDefault="000E09EC" w:rsidP="00B44A1D">
      <w:pPr>
        <w:pStyle w:val="libCenter"/>
      </w:pPr>
      <w:r>
        <w:t xml:space="preserve">moment, shielding you from the hot sun. </w:t>
      </w:r>
    </w:p>
    <w:p w:rsidR="000E09EC" w:rsidRDefault="000E09EC" w:rsidP="00B44A1D">
      <w:pPr>
        <w:pStyle w:val="libCenter"/>
      </w:pPr>
      <w:r>
        <w:t>And you call me a good-for-nothing!”</w:t>
      </w:r>
    </w:p>
    <w:p w:rsidR="000E09EC" w:rsidRPr="000E09EC" w:rsidRDefault="000E09EC" w:rsidP="00192805">
      <w:pPr>
        <w:pStyle w:val="libCenterBold2"/>
      </w:pPr>
      <w:r>
        <w:t xml:space="preserve">All of God’s creations have a good purpose. </w:t>
      </w:r>
    </w:p>
    <w:p w:rsidR="000E09EC" w:rsidRDefault="000E09EC" w:rsidP="00192805">
      <w:pPr>
        <w:pStyle w:val="libCenterBold2"/>
      </w:pPr>
      <w:r>
        <w:t>Islam teaches us that we should never belittle Allah’s blessings.</w:t>
      </w:r>
    </w:p>
    <w:p w:rsidR="000E09EC" w:rsidRDefault="000E09EC" w:rsidP="00B44A1D">
      <w:pPr>
        <w:pStyle w:val="libCenter"/>
      </w:pPr>
      <w:r>
        <w:t>LEARN FROM MISTAKES</w:t>
      </w:r>
    </w:p>
    <w:p w:rsidR="000E09EC" w:rsidRPr="000E09EC" w:rsidRDefault="000E09EC" w:rsidP="00B44A1D">
      <w:pPr>
        <w:pStyle w:val="libCenter"/>
      </w:pPr>
      <w:r>
        <w:t xml:space="preserve">Thomas Edison tried two thousand different materials in search of a filament for </w:t>
      </w:r>
    </w:p>
    <w:p w:rsidR="000E09EC" w:rsidRPr="000E09EC" w:rsidRDefault="000E09EC" w:rsidP="00B44A1D">
      <w:pPr>
        <w:pStyle w:val="libCenter"/>
      </w:pPr>
      <w:r>
        <w:t xml:space="preserve">the light bulb. When none worked satisfactorily, his assistant complained, </w:t>
      </w:r>
    </w:p>
    <w:p w:rsidR="000E09EC" w:rsidRDefault="000E09EC" w:rsidP="00B44A1D">
      <w:pPr>
        <w:pStyle w:val="libCenter"/>
      </w:pPr>
      <w:r w:rsidRPr="000E09EC">
        <w:t>“A</w:t>
      </w:r>
      <w:r w:rsidRPr="00C7518C">
        <w:t>ll our work is in vain. We have learned nothing.”</w:t>
      </w:r>
    </w:p>
    <w:p w:rsidR="000E09EC" w:rsidRPr="000E09EC" w:rsidRDefault="000E09EC" w:rsidP="00B44A1D">
      <w:pPr>
        <w:pStyle w:val="libCenter"/>
      </w:pPr>
      <w:r>
        <w:t xml:space="preserve">Edison replied very confidently, “Oh, we have come a long way and we have </w:t>
      </w:r>
    </w:p>
    <w:p w:rsidR="000E09EC" w:rsidRPr="000E09EC" w:rsidRDefault="000E09EC" w:rsidP="00B44A1D">
      <w:pPr>
        <w:pStyle w:val="libCenter"/>
      </w:pPr>
      <w:r>
        <w:t xml:space="preserve">learned a lot. We now know that there are two thousand elements which we </w:t>
      </w:r>
    </w:p>
    <w:p w:rsidR="000E09EC" w:rsidRPr="000E09EC" w:rsidRDefault="000E09EC" w:rsidP="00B44A1D">
      <w:pPr>
        <w:pStyle w:val="libCenter"/>
      </w:pPr>
      <w:r>
        <w:t>cannot use to make a good light bulb.”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2" w:name="_Toc382223471"/>
      <w:r>
        <w:lastRenderedPageBreak/>
        <w:t>THE BOYWHO CRIED 'WOLF'</w:t>
      </w:r>
      <w:bookmarkEnd w:id="2"/>
    </w:p>
    <w:p w:rsidR="000E09EC" w:rsidRPr="000E09EC" w:rsidRDefault="000E09EC" w:rsidP="00B44A1D">
      <w:pPr>
        <w:pStyle w:val="libCenter"/>
      </w:pPr>
      <w:r>
        <w:t>Once there was a shepherd boy who had to look after a flock of</w:t>
      </w:r>
    </w:p>
    <w:p w:rsidR="000E09EC" w:rsidRPr="000E09EC" w:rsidRDefault="000E09EC" w:rsidP="00B44A1D">
      <w:pPr>
        <w:pStyle w:val="libCenter"/>
      </w:pPr>
      <w:r>
        <w:t xml:space="preserve">sheep. One day, he felt bored and decided to play a trick on the </w:t>
      </w:r>
    </w:p>
    <w:p w:rsidR="000E09EC" w:rsidRDefault="000E09EC" w:rsidP="00B44A1D">
      <w:pPr>
        <w:pStyle w:val="libCenter"/>
      </w:pPr>
      <w:r>
        <w:t>villagers. He shouted, “Help! Wolf! Wolf!”</w:t>
      </w:r>
    </w:p>
    <w:p w:rsidR="000E09EC" w:rsidRPr="000E09EC" w:rsidRDefault="000E09EC" w:rsidP="00B44A1D">
      <w:pPr>
        <w:pStyle w:val="libCenter"/>
      </w:pPr>
      <w:r>
        <w:t>The villagers heard his cries and rushed out of the village to help</w:t>
      </w:r>
    </w:p>
    <w:p w:rsidR="000E09EC" w:rsidRPr="000E09EC" w:rsidRDefault="000E09EC" w:rsidP="00B44A1D">
      <w:pPr>
        <w:pStyle w:val="libCenter"/>
      </w:pPr>
      <w:r>
        <w:t xml:space="preserve">the shepherd boy. When they reached him, they asked, </w:t>
      </w:r>
    </w:p>
    <w:p w:rsidR="000E09EC" w:rsidRDefault="000E09EC" w:rsidP="00B44A1D">
      <w:pPr>
        <w:pStyle w:val="libCenter"/>
      </w:pPr>
      <w:r w:rsidRPr="000E09EC">
        <w:t>“W</w:t>
      </w:r>
      <w:r w:rsidRPr="00C7518C">
        <w:t>here is the wolf?”</w:t>
      </w:r>
    </w:p>
    <w:p w:rsidR="000E09EC" w:rsidRPr="000E09EC" w:rsidRDefault="000E09EC" w:rsidP="00B44A1D">
      <w:pPr>
        <w:pStyle w:val="libCenter"/>
      </w:pPr>
      <w:r>
        <w:t>The shepherd boy laughed loudly, “Ha, Ha, Ha! I fooled all of you.</w:t>
      </w:r>
    </w:p>
    <w:p w:rsidR="000E09EC" w:rsidRDefault="000E09EC" w:rsidP="00B44A1D">
      <w:pPr>
        <w:pStyle w:val="libCenter"/>
      </w:pPr>
      <w:r>
        <w:t>I was only playing a trick on you.”</w:t>
      </w:r>
    </w:p>
    <w:p w:rsidR="000E09EC" w:rsidRDefault="000E09EC" w:rsidP="00B44A1D">
      <w:pPr>
        <w:pStyle w:val="libCenter"/>
      </w:pPr>
      <w:r>
        <w:t>A few days later, the shepherd boy played this trick again.</w:t>
      </w:r>
    </w:p>
    <w:p w:rsidR="000E09EC" w:rsidRPr="000E09EC" w:rsidRDefault="000E09EC" w:rsidP="00B44A1D">
      <w:pPr>
        <w:pStyle w:val="libCenter"/>
      </w:pPr>
      <w:r>
        <w:t>Again he cried, “Help! Help! Wolf! Wolf!” Again, the villagers rushed up the hill to help him and</w:t>
      </w:r>
    </w:p>
    <w:p w:rsidR="000E09EC" w:rsidRDefault="000E09EC" w:rsidP="00B44A1D">
      <w:pPr>
        <w:pStyle w:val="libCenter"/>
      </w:pPr>
      <w:r>
        <w:t>again they found that boy had tricked them. They were very angry with him for being so naughty.</w:t>
      </w:r>
    </w:p>
    <w:p w:rsidR="000E09EC" w:rsidRPr="000E09EC" w:rsidRDefault="000E09EC" w:rsidP="00B44A1D">
      <w:pPr>
        <w:pStyle w:val="libCenter"/>
      </w:pPr>
      <w:r>
        <w:t>Then, some time later, a wolf went into the field. The wolf attacked one sheep, and then another</w:t>
      </w:r>
    </w:p>
    <w:p w:rsidR="000E09EC" w:rsidRPr="000E09EC" w:rsidRDefault="000E09EC" w:rsidP="00B44A1D">
      <w:pPr>
        <w:pStyle w:val="libCenter"/>
      </w:pPr>
      <w:r>
        <w:t>and another. The shepherd boy ran towards the village shouting, “Help! Help! Wolf! Help!</w:t>
      </w:r>
    </w:p>
    <w:p w:rsidR="000E09EC" w:rsidRDefault="000E09EC" w:rsidP="00B44A1D">
      <w:pPr>
        <w:pStyle w:val="libCenter"/>
      </w:pPr>
      <w:r>
        <w:t>Somebody!”</w:t>
      </w:r>
    </w:p>
    <w:p w:rsidR="000E09EC" w:rsidRPr="000E09EC" w:rsidRDefault="000E09EC" w:rsidP="00B44A1D">
      <w:pPr>
        <w:pStyle w:val="libCenter"/>
      </w:pPr>
      <w:r>
        <w:t>The villagers heard his cries but they laughed because they thought it was another trick. The boy</w:t>
      </w:r>
    </w:p>
    <w:p w:rsidR="000E09EC" w:rsidRPr="000E09EC" w:rsidRDefault="000E09EC" w:rsidP="00B44A1D">
      <w:pPr>
        <w:pStyle w:val="libCenter"/>
      </w:pPr>
      <w:r>
        <w:t>ran to the nearest villager and said, “A wolf is attacking the sheep. I lied before, but this time it is</w:t>
      </w:r>
    </w:p>
    <w:p w:rsidR="000E09EC" w:rsidRDefault="000E09EC" w:rsidP="00B44A1D">
      <w:pPr>
        <w:pStyle w:val="libCenter"/>
      </w:pPr>
      <w:r>
        <w:t>true!”</w:t>
      </w:r>
    </w:p>
    <w:p w:rsidR="000E09EC" w:rsidRPr="000E09EC" w:rsidRDefault="000E09EC" w:rsidP="00B44A1D">
      <w:pPr>
        <w:pStyle w:val="libCenter"/>
      </w:pPr>
      <w:r>
        <w:t>Finally, the villagers went to look. It was true. They could see the wolf running away and many</w:t>
      </w:r>
    </w:p>
    <w:p w:rsidR="000E09EC" w:rsidRDefault="000E09EC" w:rsidP="00B44A1D">
      <w:pPr>
        <w:pStyle w:val="libCenter"/>
      </w:pPr>
      <w:r>
        <w:t>dead sheep lying on the grass.</w:t>
      </w:r>
    </w:p>
    <w:p w:rsidR="000E09EC" w:rsidRDefault="000E09EC" w:rsidP="00192805">
      <w:pPr>
        <w:pStyle w:val="libCenterBold2"/>
      </w:pPr>
      <w:r>
        <w:t>We may not believe someone who often tells lies, even when he tells the truth.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3" w:name="_Toc382223472"/>
      <w:r>
        <w:lastRenderedPageBreak/>
        <w:t>THE FARMER AND THE STORK</w:t>
      </w:r>
      <w:bookmarkEnd w:id="3"/>
    </w:p>
    <w:p w:rsidR="000E09EC" w:rsidRPr="000E09EC" w:rsidRDefault="000E09EC" w:rsidP="00B44A1D">
      <w:pPr>
        <w:pStyle w:val="libCenter"/>
      </w:pPr>
      <w:r>
        <w:t xml:space="preserve">Finding that cranes were destroying his newly sown corn, a farmer </w:t>
      </w:r>
    </w:p>
    <w:p w:rsidR="000E09EC" w:rsidRPr="000E09EC" w:rsidRDefault="000E09EC" w:rsidP="00B44A1D">
      <w:pPr>
        <w:pStyle w:val="libCenter"/>
      </w:pPr>
      <w:r>
        <w:t xml:space="preserve">one evening set a net in his field to catch the destructive birds. </w:t>
      </w:r>
    </w:p>
    <w:p w:rsidR="000E09EC" w:rsidRPr="000E09EC" w:rsidRDefault="000E09EC" w:rsidP="00B44A1D">
      <w:pPr>
        <w:pStyle w:val="libCenter"/>
      </w:pPr>
      <w:r>
        <w:t xml:space="preserve">When he went to examine the net next morning he found </w:t>
      </w:r>
    </w:p>
    <w:p w:rsidR="000E09EC" w:rsidRDefault="000E09EC" w:rsidP="00B44A1D">
      <w:pPr>
        <w:pStyle w:val="libCenter"/>
      </w:pPr>
      <w:r>
        <w:t>a number of cranes and also a stork.</w:t>
      </w:r>
    </w:p>
    <w:p w:rsidR="000E09EC" w:rsidRPr="000E09EC" w:rsidRDefault="000E09EC" w:rsidP="00B44A1D">
      <w:pPr>
        <w:pStyle w:val="libCenter"/>
      </w:pPr>
      <w:r>
        <w:t>“Release me, I beseech you,” cried the stork, “for I have eaten none of</w:t>
      </w:r>
    </w:p>
    <w:p w:rsidR="000E09EC" w:rsidRPr="000E09EC" w:rsidRDefault="000E09EC" w:rsidP="00B44A1D">
      <w:pPr>
        <w:pStyle w:val="libCenter"/>
      </w:pPr>
      <w:r>
        <w:t>your corn, nor have I done you any harm. I am a poor innocent stork,</w:t>
      </w:r>
    </w:p>
    <w:p w:rsidR="000E09EC" w:rsidRPr="000E09EC" w:rsidRDefault="000E09EC" w:rsidP="00B44A1D">
      <w:pPr>
        <w:pStyle w:val="libCenter"/>
      </w:pPr>
      <w:r>
        <w:t>as you may see - a most dutiful bird, I honor my father and mother.</w:t>
      </w:r>
    </w:p>
    <w:p w:rsidR="000E09EC" w:rsidRDefault="000E09EC" w:rsidP="00B44A1D">
      <w:pPr>
        <w:pStyle w:val="libCenter"/>
      </w:pPr>
      <w:r>
        <w:t>I...”</w:t>
      </w:r>
    </w:p>
    <w:p w:rsidR="000E09EC" w:rsidRPr="000E09EC" w:rsidRDefault="000E09EC" w:rsidP="00B44A1D">
      <w:pPr>
        <w:pStyle w:val="libCenter"/>
      </w:pPr>
      <w:r>
        <w:t>But the farmer cut him short. “All this may be true enough, I dare say,</w:t>
      </w:r>
    </w:p>
    <w:p w:rsidR="000E09EC" w:rsidRPr="000E09EC" w:rsidRDefault="000E09EC" w:rsidP="00B44A1D">
      <w:pPr>
        <w:pStyle w:val="libCenter"/>
      </w:pPr>
      <w:r>
        <w:t>but I have caught you with those were destroying my crops, and you</w:t>
      </w:r>
    </w:p>
    <w:p w:rsidR="000E09EC" w:rsidRDefault="000E09EC" w:rsidP="00B44A1D">
      <w:pPr>
        <w:pStyle w:val="libCenter"/>
      </w:pPr>
      <w:r>
        <w:t>must suffer with the company in which you are found.”</w:t>
      </w:r>
    </w:p>
    <w:p w:rsidR="000E09EC" w:rsidRDefault="000E09EC" w:rsidP="00192805">
      <w:pPr>
        <w:pStyle w:val="libCenterBold2"/>
      </w:pPr>
      <w:r>
        <w:t>People are judged by the company they keep.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4" w:name="_Toc382223473"/>
      <w:r>
        <w:lastRenderedPageBreak/>
        <w:t>THE HARE AND THE TORTOISE</w:t>
      </w:r>
      <w:bookmarkEnd w:id="4"/>
    </w:p>
    <w:p w:rsidR="000E09EC" w:rsidRPr="000E09EC" w:rsidRDefault="000E09EC" w:rsidP="00B44A1D">
      <w:pPr>
        <w:pStyle w:val="libCenter"/>
      </w:pPr>
      <w:r>
        <w:t xml:space="preserve">A tortoise one day met a hare who made fun of her. </w:t>
      </w:r>
    </w:p>
    <w:p w:rsidR="000E09EC" w:rsidRDefault="000E09EC" w:rsidP="00B44A1D">
      <w:pPr>
        <w:pStyle w:val="libCenter"/>
      </w:pPr>
      <w:r w:rsidRPr="000E09EC">
        <w:t>“M</w:t>
      </w:r>
      <w:r w:rsidRPr="00C7518C">
        <w:t>y, my, you move so slowly, you will never get far!”</w:t>
      </w:r>
    </w:p>
    <w:p w:rsidR="000E09EC" w:rsidRPr="000E09EC" w:rsidRDefault="000E09EC" w:rsidP="00B44A1D">
      <w:pPr>
        <w:pStyle w:val="libCenter"/>
      </w:pPr>
      <w:r>
        <w:t xml:space="preserve">The tortoises, upset by the hare’s manner, said, </w:t>
      </w:r>
    </w:p>
    <w:p w:rsidR="000E09EC" w:rsidRDefault="000E09EC" w:rsidP="00B44A1D">
      <w:pPr>
        <w:pStyle w:val="libCenter"/>
      </w:pPr>
      <w:r w:rsidRPr="000E09EC">
        <w:t>“L</w:t>
      </w:r>
      <w:r w:rsidRPr="00C7518C">
        <w:t>et’s have a race and see who is faster.”</w:t>
      </w:r>
    </w:p>
    <w:p w:rsidR="000E09EC" w:rsidRPr="000E09EC" w:rsidRDefault="000E09EC" w:rsidP="00B44A1D">
      <w:pPr>
        <w:pStyle w:val="libCenter"/>
      </w:pPr>
      <w:r>
        <w:t>The hare laughed and said, “You must be joking! But all right, we’ll</w:t>
      </w:r>
    </w:p>
    <w:p w:rsidR="000E09EC" w:rsidRPr="000E09EC" w:rsidRDefault="000E09EC" w:rsidP="00B44A1D">
      <w:pPr>
        <w:pStyle w:val="libCenter"/>
      </w:pPr>
      <w:r>
        <w:t>see who reaches the other side of the hill first.” Off he ran, leaving</w:t>
      </w:r>
    </w:p>
    <w:p w:rsidR="000E09EC" w:rsidRDefault="000E09EC" w:rsidP="00B44A1D">
      <w:pPr>
        <w:pStyle w:val="libCenter"/>
      </w:pPr>
      <w:r>
        <w:t>the tortoise far behind.</w:t>
      </w:r>
    </w:p>
    <w:p w:rsidR="000E09EC" w:rsidRPr="000E09EC" w:rsidRDefault="000E09EC" w:rsidP="00B44A1D">
      <w:pPr>
        <w:pStyle w:val="libCenter"/>
      </w:pPr>
      <w:r>
        <w:t xml:space="preserve">After a while, the hare stopped to wait for the tortoise to come long. </w:t>
      </w:r>
    </w:p>
    <w:p w:rsidR="000E09EC" w:rsidRPr="000E09EC" w:rsidRDefault="000E09EC" w:rsidP="00B44A1D">
      <w:pPr>
        <w:pStyle w:val="libCenter"/>
      </w:pPr>
      <w:r>
        <w:t xml:space="preserve">He waited and waited till he felt sleepy. “I might as well take a nap,” </w:t>
      </w:r>
    </w:p>
    <w:p w:rsidR="000E09EC" w:rsidRPr="000E09EC" w:rsidRDefault="000E09EC" w:rsidP="00B44A1D">
      <w:pPr>
        <w:pStyle w:val="libCenter"/>
      </w:pPr>
      <w:r>
        <w:t>he thought. “Even if she catches up with me, I can easily win the</w:t>
      </w:r>
    </w:p>
    <w:p w:rsidR="000E09EC" w:rsidRDefault="000E09EC" w:rsidP="00B44A1D">
      <w:pPr>
        <w:pStyle w:val="libCenter"/>
      </w:pPr>
      <w:r>
        <w:t>race.” So he lay down under a shady tree and closed his eyes.</w:t>
      </w:r>
    </w:p>
    <w:p w:rsidR="000E09EC" w:rsidRPr="000E09EC" w:rsidRDefault="000E09EC" w:rsidP="00B44A1D">
      <w:pPr>
        <w:pStyle w:val="libCenter"/>
      </w:pPr>
      <w:r>
        <w:t xml:space="preserve">When the tortoise passed the sleeping hare, she walked on slowly </w:t>
      </w:r>
    </w:p>
    <w:p w:rsidR="000E09EC" w:rsidRPr="000E09EC" w:rsidRDefault="000E09EC" w:rsidP="00B44A1D">
      <w:pPr>
        <w:pStyle w:val="libCenter"/>
      </w:pPr>
      <w:r>
        <w:t xml:space="preserve">but steadily. By the time the hare woke up, the tortoise was near </w:t>
      </w:r>
    </w:p>
    <w:p w:rsidR="000E09EC" w:rsidRPr="000E09EC" w:rsidRDefault="000E09EC" w:rsidP="00B44A1D">
      <w:pPr>
        <w:pStyle w:val="libCenter"/>
      </w:pPr>
      <w:r>
        <w:t>the finishing line. He ran as fast as he could, but he could not catch</w:t>
      </w:r>
    </w:p>
    <w:p w:rsidR="000E09EC" w:rsidRDefault="000E09EC" w:rsidP="00B44A1D">
      <w:pPr>
        <w:pStyle w:val="libCenter"/>
      </w:pPr>
      <w:r>
        <w:t>up with the tortoise.</w:t>
      </w:r>
    </w:p>
    <w:p w:rsidR="000E09EC" w:rsidRDefault="000E09EC" w:rsidP="00192805">
      <w:pPr>
        <w:pStyle w:val="libCenterBold2"/>
      </w:pPr>
      <w:r>
        <w:t>Slow and steady can win the race.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5" w:name="_Toc382223474"/>
      <w:r>
        <w:lastRenderedPageBreak/>
        <w:t>THE ANT AND THE DOVE</w:t>
      </w:r>
      <w:bookmarkEnd w:id="5"/>
    </w:p>
    <w:p w:rsidR="000E09EC" w:rsidRPr="000E09EC" w:rsidRDefault="000E09EC" w:rsidP="00B44A1D">
      <w:pPr>
        <w:pStyle w:val="libCenter"/>
      </w:pPr>
      <w:r>
        <w:t>One hot day, an ant was searching for some water.</w:t>
      </w:r>
    </w:p>
    <w:p w:rsidR="000E09EC" w:rsidRDefault="000E09EC" w:rsidP="00B44A1D">
      <w:pPr>
        <w:pStyle w:val="libCenter"/>
      </w:pPr>
      <w:r>
        <w:t>After walking around for some time, she came to a spring.</w:t>
      </w:r>
    </w:p>
    <w:p w:rsidR="000E09EC" w:rsidRPr="000E09EC" w:rsidRDefault="000E09EC" w:rsidP="00B44A1D">
      <w:pPr>
        <w:pStyle w:val="libCenter"/>
      </w:pPr>
      <w:r>
        <w:t>To reach the spring, she had to climb up a blade of grass.</w:t>
      </w:r>
    </w:p>
    <w:p w:rsidR="000E09EC" w:rsidRDefault="000E09EC" w:rsidP="00B44A1D">
      <w:pPr>
        <w:pStyle w:val="libCenter"/>
      </w:pPr>
      <w:r>
        <w:t>While making her way up, she slipped and fell into the water.</w:t>
      </w:r>
    </w:p>
    <w:p w:rsidR="000E09EC" w:rsidRPr="000E09EC" w:rsidRDefault="000E09EC" w:rsidP="00B44A1D">
      <w:pPr>
        <w:pStyle w:val="libCenter"/>
      </w:pPr>
      <w:r>
        <w:t>She could have drowned if a dove up a nearby tree had not</w:t>
      </w:r>
    </w:p>
    <w:p w:rsidR="000E09EC" w:rsidRPr="000E09EC" w:rsidRDefault="000E09EC" w:rsidP="00B44A1D">
      <w:pPr>
        <w:pStyle w:val="libCenter"/>
      </w:pPr>
      <w:r>
        <w:t>seen her. Seeing that the ant was in trouble, the dove quickly</w:t>
      </w:r>
    </w:p>
    <w:p w:rsidR="000E09EC" w:rsidRPr="000E09EC" w:rsidRDefault="000E09EC" w:rsidP="00B44A1D">
      <w:pPr>
        <w:pStyle w:val="libCenter"/>
      </w:pPr>
      <w:r>
        <w:t xml:space="preserve">plucked off a leaf and dropped it into the water near the </w:t>
      </w:r>
    </w:p>
    <w:p w:rsidR="000E09EC" w:rsidRPr="000E09EC" w:rsidRDefault="000E09EC" w:rsidP="00B44A1D">
      <w:pPr>
        <w:pStyle w:val="libCenter"/>
      </w:pPr>
      <w:r>
        <w:t xml:space="preserve">struggling ant. The ant moved towards the leaf and </w:t>
      </w:r>
    </w:p>
    <w:p w:rsidR="000E09EC" w:rsidRDefault="000E09EC" w:rsidP="00B44A1D">
      <w:pPr>
        <w:pStyle w:val="libCenter"/>
      </w:pPr>
      <w:r>
        <w:t>climbed up there. Soon it carried her safely to dry ground.</w:t>
      </w:r>
    </w:p>
    <w:p w:rsidR="000E09EC" w:rsidRPr="000E09EC" w:rsidRDefault="000E09EC" w:rsidP="00B44A1D">
      <w:pPr>
        <w:pStyle w:val="libCenter"/>
      </w:pPr>
      <w:r>
        <w:t>Just at that time, a hunter nearby was throwing out his net</w:t>
      </w:r>
    </w:p>
    <w:p w:rsidR="000E09EC" w:rsidRDefault="000E09EC" w:rsidP="00B44A1D">
      <w:pPr>
        <w:pStyle w:val="libCenter"/>
      </w:pPr>
      <w:r>
        <w:t>towards the dove, hoping to trap it.</w:t>
      </w:r>
    </w:p>
    <w:p w:rsidR="000E09EC" w:rsidRPr="000E09EC" w:rsidRDefault="000E09EC" w:rsidP="00B44A1D">
      <w:pPr>
        <w:pStyle w:val="libCenter"/>
      </w:pPr>
      <w:r>
        <w:t>Guessing what he was about to do, the ant quickly bit him on</w:t>
      </w:r>
    </w:p>
    <w:p w:rsidR="000E09EC" w:rsidRPr="000E09EC" w:rsidRDefault="000E09EC" w:rsidP="00B44A1D">
      <w:pPr>
        <w:pStyle w:val="libCenter"/>
      </w:pPr>
      <w:r>
        <w:t>the heel. Feeling the pain, the hunter dropped his net. The</w:t>
      </w:r>
    </w:p>
    <w:p w:rsidR="000E09EC" w:rsidRDefault="000E09EC" w:rsidP="00B44A1D">
      <w:pPr>
        <w:pStyle w:val="libCenter"/>
      </w:pPr>
      <w:r>
        <w:t>dove was quick to fly away to safety.</w:t>
      </w:r>
    </w:p>
    <w:p w:rsidR="000E09EC" w:rsidRDefault="000E09EC" w:rsidP="00192805">
      <w:pPr>
        <w:pStyle w:val="libCenterBold2"/>
      </w:pPr>
      <w:r>
        <w:t>One good turn deserves another.</w:t>
      </w:r>
    </w:p>
    <w:p w:rsidR="000E09EC" w:rsidRPr="00C7518C" w:rsidRDefault="000E09EC" w:rsidP="00B44A1D">
      <w:pPr>
        <w:pStyle w:val="libCenter"/>
      </w:pP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6" w:name="_Toc382223475"/>
      <w:r>
        <w:lastRenderedPageBreak/>
        <w:t>THE MONKEYAND THE DOLPHIN</w:t>
      </w:r>
      <w:bookmarkEnd w:id="6"/>
    </w:p>
    <w:p w:rsidR="000E09EC" w:rsidRPr="000E09EC" w:rsidRDefault="000E09EC" w:rsidP="00B44A1D">
      <w:pPr>
        <w:pStyle w:val="libCenter"/>
      </w:pPr>
      <w:r>
        <w:t>One day long ago, some sailors set out to sea in their sailing ship. One of</w:t>
      </w:r>
    </w:p>
    <w:p w:rsidR="000E09EC" w:rsidRDefault="000E09EC" w:rsidP="00B44A1D">
      <w:pPr>
        <w:pStyle w:val="libCenter"/>
      </w:pPr>
      <w:r>
        <w:t>them brought his pet monkey along for the long journey.</w:t>
      </w:r>
    </w:p>
    <w:p w:rsidR="000E09EC" w:rsidRPr="000E09EC" w:rsidRDefault="000E09EC" w:rsidP="00B44A1D">
      <w:pPr>
        <w:pStyle w:val="libCenter"/>
      </w:pPr>
      <w:r>
        <w:t>When they were far out at sea, a terrible storm overturned their ship.</w:t>
      </w:r>
    </w:p>
    <w:p w:rsidR="000E09EC" w:rsidRPr="000E09EC" w:rsidRDefault="000E09EC" w:rsidP="00B44A1D">
      <w:pPr>
        <w:pStyle w:val="libCenter"/>
      </w:pPr>
      <w:r>
        <w:t>Everyone fell into the sea, and the monkey was sure that he would drown.</w:t>
      </w:r>
    </w:p>
    <w:p w:rsidR="000E09EC" w:rsidRDefault="000E09EC" w:rsidP="00B44A1D">
      <w:pPr>
        <w:pStyle w:val="libCenter"/>
      </w:pPr>
      <w:r>
        <w:t>Suddenly a dolphin appeared and picked him up.</w:t>
      </w:r>
    </w:p>
    <w:p w:rsidR="000E09EC" w:rsidRPr="000E09EC" w:rsidRDefault="000E09EC" w:rsidP="00B44A1D">
      <w:pPr>
        <w:pStyle w:val="libCenter"/>
      </w:pPr>
      <w:r>
        <w:t xml:space="preserve">They soon reached the island and the monkey came down from the </w:t>
      </w:r>
    </w:p>
    <w:p w:rsidR="000E09EC" w:rsidRDefault="000E09EC" w:rsidP="00B44A1D">
      <w:pPr>
        <w:pStyle w:val="libCenter"/>
      </w:pPr>
      <w:r>
        <w:t>dolphin’s back. The dolphin asked the monkey, “Do you know this place?”</w:t>
      </w:r>
    </w:p>
    <w:p w:rsidR="000E09EC" w:rsidRPr="000E09EC" w:rsidRDefault="000E09EC" w:rsidP="00B44A1D">
      <w:pPr>
        <w:pStyle w:val="libCenter"/>
      </w:pPr>
      <w:r>
        <w:t>The monkey replied, “Yes, I do. In fact, the king of the island is my best</w:t>
      </w:r>
    </w:p>
    <w:p w:rsidR="000E09EC" w:rsidRDefault="000E09EC" w:rsidP="00B44A1D">
      <w:pPr>
        <w:pStyle w:val="libCenter"/>
      </w:pPr>
      <w:r>
        <w:t>friend. Do you know that I am actually a prince?”</w:t>
      </w:r>
    </w:p>
    <w:p w:rsidR="000E09EC" w:rsidRPr="000E09EC" w:rsidRDefault="000E09EC" w:rsidP="00B44A1D">
      <w:pPr>
        <w:pStyle w:val="libCenter"/>
      </w:pPr>
      <w:r>
        <w:t>Knowing that no one lived on the island, the dolphin said, “Well, well, so</w:t>
      </w:r>
    </w:p>
    <w:p w:rsidR="000E09EC" w:rsidRDefault="000E09EC" w:rsidP="00B44A1D">
      <w:pPr>
        <w:pStyle w:val="libCenter"/>
      </w:pPr>
      <w:r>
        <w:t>you are a prince! Now you can be a king!”</w:t>
      </w:r>
    </w:p>
    <w:p w:rsidR="000E09EC" w:rsidRDefault="000E09EC" w:rsidP="00B44A1D">
      <w:pPr>
        <w:pStyle w:val="libCenter"/>
      </w:pPr>
      <w:r>
        <w:t>The monkey asked, “How can I be a king?”</w:t>
      </w:r>
    </w:p>
    <w:p w:rsidR="000E09EC" w:rsidRPr="000E09EC" w:rsidRDefault="000E09EC" w:rsidP="00B44A1D">
      <w:pPr>
        <w:pStyle w:val="libCenter"/>
      </w:pPr>
      <w:r>
        <w:t>As the dolphin started swimming away, he answered, “That is easy. As you are the only creature on</w:t>
      </w:r>
    </w:p>
    <w:p w:rsidR="000E09EC" w:rsidRDefault="000E09EC" w:rsidP="00B44A1D">
      <w:pPr>
        <w:pStyle w:val="libCenter"/>
      </w:pPr>
      <w:r>
        <w:t>this island, you will naturally be the king!”</w:t>
      </w:r>
    </w:p>
    <w:p w:rsidR="000E09EC" w:rsidRDefault="000E09EC" w:rsidP="00192805">
      <w:pPr>
        <w:pStyle w:val="libCenterBold2"/>
      </w:pPr>
      <w:r>
        <w:t>Those who lie and boast may end up in trouble.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7" w:name="_Toc382223476"/>
      <w:r>
        <w:lastRenderedPageBreak/>
        <w:t>THE FOX AND THE STORK</w:t>
      </w:r>
      <w:bookmarkEnd w:id="7"/>
    </w:p>
    <w:p w:rsidR="000E09EC" w:rsidRPr="000E09EC" w:rsidRDefault="000E09EC" w:rsidP="00B44A1D">
      <w:pPr>
        <w:pStyle w:val="libCenter"/>
      </w:pPr>
      <w:r>
        <w:t>A selfish fox once invited a stork to dinner at his home in a hollow tree. That evening, the stork flew</w:t>
      </w:r>
    </w:p>
    <w:p w:rsidR="000E09EC" w:rsidRPr="000E09EC" w:rsidRDefault="000E09EC" w:rsidP="00B44A1D">
      <w:pPr>
        <w:pStyle w:val="libCenter"/>
      </w:pPr>
      <w:r>
        <w:t>to the fox’s home and knocked on the door with her long beak. The fox opened the door and said,</w:t>
      </w:r>
    </w:p>
    <w:p w:rsidR="000E09EC" w:rsidRDefault="000E09EC" w:rsidP="00B44A1D">
      <w:pPr>
        <w:pStyle w:val="libCenter"/>
      </w:pPr>
      <w:r w:rsidRPr="000E09EC">
        <w:t>“P</w:t>
      </w:r>
      <w:r w:rsidRPr="00C7518C">
        <w:t>lease come in and share my food.”</w:t>
      </w:r>
    </w:p>
    <w:p w:rsidR="000E09EC" w:rsidRPr="000E09EC" w:rsidRDefault="000E09EC" w:rsidP="00B44A1D">
      <w:pPr>
        <w:pStyle w:val="libCenter"/>
      </w:pPr>
      <w:r>
        <w:t>The stork was invited to sit down at the table. She was very hungry and the food smelled delicious!</w:t>
      </w:r>
    </w:p>
    <w:p w:rsidR="000E09EC" w:rsidRPr="000E09EC" w:rsidRDefault="000E09EC" w:rsidP="00B44A1D">
      <w:pPr>
        <w:pStyle w:val="libCenter"/>
      </w:pPr>
      <w:r>
        <w:t>The fox served soup in shallow bowls and he licked up all his soup very quickly. However, the stork</w:t>
      </w:r>
    </w:p>
    <w:p w:rsidR="000E09EC" w:rsidRPr="000E09EC" w:rsidRDefault="000E09EC" w:rsidP="00B44A1D">
      <w:pPr>
        <w:pStyle w:val="libCenter"/>
      </w:pPr>
      <w:r>
        <w:t>could not have any of it as the bowl was too shallow for her long beak. The poor stork just smiled</w:t>
      </w:r>
    </w:p>
    <w:p w:rsidR="000E09EC" w:rsidRDefault="000E09EC" w:rsidP="00B44A1D">
      <w:pPr>
        <w:pStyle w:val="libCenter"/>
      </w:pPr>
      <w:r>
        <w:t>politely and stayed hungry.</w:t>
      </w:r>
    </w:p>
    <w:p w:rsidR="000E09EC" w:rsidRDefault="000E09EC" w:rsidP="00B44A1D">
      <w:pPr>
        <w:pStyle w:val="libCenter"/>
      </w:pPr>
      <w:r>
        <w:t>The selfish fox asked, “Stork, why haven’t you taken your soup? Don’t you like it?”</w:t>
      </w:r>
    </w:p>
    <w:p w:rsidR="000E09EC" w:rsidRPr="000E09EC" w:rsidRDefault="000E09EC" w:rsidP="00B44A1D">
      <w:pPr>
        <w:pStyle w:val="libCenter"/>
      </w:pPr>
      <w:r>
        <w:t>The stork replied, “It was very kind of you to invite me for dinner.</w:t>
      </w:r>
    </w:p>
    <w:p w:rsidR="000E09EC" w:rsidRDefault="000E09EC" w:rsidP="00B44A1D">
      <w:pPr>
        <w:pStyle w:val="libCenter"/>
      </w:pPr>
      <w:r>
        <w:t>Tomorrow evening, please join me for dinner at my home.”</w:t>
      </w:r>
    </w:p>
    <w:p w:rsidR="000E09EC" w:rsidRPr="000E09EC" w:rsidRDefault="000E09EC" w:rsidP="00B44A1D">
      <w:pPr>
        <w:pStyle w:val="libCenter"/>
      </w:pPr>
      <w:r>
        <w:t>The next day, when the fox arrived at the stork’s home, he</w:t>
      </w:r>
    </w:p>
    <w:p w:rsidR="000E09EC" w:rsidRPr="000E09EC" w:rsidRDefault="000E09EC" w:rsidP="00B44A1D">
      <w:pPr>
        <w:pStyle w:val="libCenter"/>
      </w:pPr>
      <w:r>
        <w:t>saw that they were also having soup for dinner. This time</w:t>
      </w:r>
    </w:p>
    <w:p w:rsidR="000E09EC" w:rsidRPr="000E09EC" w:rsidRDefault="000E09EC" w:rsidP="00B44A1D">
      <w:pPr>
        <w:pStyle w:val="libCenter"/>
      </w:pPr>
      <w:r>
        <w:t>the soup was served in tall jugs. The stork drank the soup</w:t>
      </w:r>
    </w:p>
    <w:p w:rsidR="000E09EC" w:rsidRPr="000E09EC" w:rsidRDefault="000E09EC" w:rsidP="00B44A1D">
      <w:pPr>
        <w:pStyle w:val="libCenter"/>
      </w:pPr>
      <w:r>
        <w:t>easily but the fox could not reach inside the tall jug. This</w:t>
      </w:r>
    </w:p>
    <w:p w:rsidR="000E09EC" w:rsidRDefault="000E09EC" w:rsidP="00B44A1D">
      <w:pPr>
        <w:pStyle w:val="libCenter"/>
      </w:pPr>
      <w:r>
        <w:t>time it was his turn to go hungry.</w:t>
      </w:r>
    </w:p>
    <w:p w:rsidR="000E09EC" w:rsidRDefault="000E09EC" w:rsidP="00192805">
      <w:pPr>
        <w:pStyle w:val="libCenterBold2"/>
      </w:pPr>
      <w:r>
        <w:t>A selfish act can backfire on you.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8" w:name="_Toc382223477"/>
      <w:r>
        <w:lastRenderedPageBreak/>
        <w:t>THE WOLF AND THE LAMB</w:t>
      </w:r>
      <w:bookmarkEnd w:id="8"/>
    </w:p>
    <w:p w:rsidR="000E09EC" w:rsidRPr="000E09EC" w:rsidRDefault="000E09EC" w:rsidP="00B44A1D">
      <w:pPr>
        <w:pStyle w:val="libCenter"/>
      </w:pPr>
      <w:r>
        <w:t xml:space="preserve">A lamb was grazing with a flock of sheep one day. She soon found </w:t>
      </w:r>
    </w:p>
    <w:p w:rsidR="000E09EC" w:rsidRPr="000E09EC" w:rsidRDefault="000E09EC" w:rsidP="00B44A1D">
      <w:pPr>
        <w:pStyle w:val="libCenter"/>
      </w:pPr>
      <w:r>
        <w:t>some sweet grass at the edge of the field. Farther and farther she went,</w:t>
      </w:r>
    </w:p>
    <w:p w:rsidR="000E09EC" w:rsidRDefault="000E09EC" w:rsidP="00B44A1D">
      <w:pPr>
        <w:pStyle w:val="libCenter"/>
      </w:pPr>
      <w:r>
        <w:t>away from the others.</w:t>
      </w:r>
    </w:p>
    <w:p w:rsidR="000E09EC" w:rsidRPr="000E09EC" w:rsidRDefault="000E09EC" w:rsidP="00B44A1D">
      <w:pPr>
        <w:pStyle w:val="libCenter"/>
      </w:pPr>
      <w:r>
        <w:t xml:space="preserve">She was enjoying herself so much that she did not notice a wolf </w:t>
      </w:r>
    </w:p>
    <w:p w:rsidR="000E09EC" w:rsidRPr="000E09EC" w:rsidRDefault="000E09EC" w:rsidP="00B44A1D">
      <w:pPr>
        <w:pStyle w:val="libCenter"/>
      </w:pPr>
      <w:r>
        <w:t>coming nearer to her. However, when it pounced on her, she was quick</w:t>
      </w:r>
    </w:p>
    <w:p w:rsidR="000E09EC" w:rsidRPr="000E09EC" w:rsidRDefault="000E09EC" w:rsidP="00B44A1D">
      <w:pPr>
        <w:pStyle w:val="libCenter"/>
      </w:pPr>
      <w:r>
        <w:t>to start pleading, “Please, please don’t eat me yet. My stomach is full of</w:t>
      </w:r>
    </w:p>
    <w:p w:rsidR="000E09EC" w:rsidRDefault="000E09EC" w:rsidP="00B44A1D">
      <w:pPr>
        <w:pStyle w:val="libCenter"/>
      </w:pPr>
      <w:r>
        <w:t>grass. If you wait a while, I will taste much better.”</w:t>
      </w:r>
    </w:p>
    <w:p w:rsidR="000E09EC" w:rsidRPr="000E09EC" w:rsidRDefault="000E09EC" w:rsidP="00B44A1D">
      <w:pPr>
        <w:pStyle w:val="libCenter"/>
      </w:pPr>
      <w:r>
        <w:t>The wolf thought that was a good idea, so he sat down and waited.</w:t>
      </w:r>
    </w:p>
    <w:p w:rsidR="000E09EC" w:rsidRPr="000E09EC" w:rsidRDefault="000E09EC" w:rsidP="00B44A1D">
      <w:pPr>
        <w:pStyle w:val="libCenter"/>
      </w:pPr>
      <w:r>
        <w:t>After a while, the lamb said, “If you allow me to dance, the grass in my</w:t>
      </w:r>
    </w:p>
    <w:p w:rsidR="000E09EC" w:rsidRDefault="000E09EC" w:rsidP="00B44A1D">
      <w:pPr>
        <w:pStyle w:val="libCenter"/>
      </w:pPr>
      <w:r>
        <w:t>stomach will be digested faster.” Again the wolf agreed.</w:t>
      </w:r>
    </w:p>
    <w:p w:rsidR="000E09EC" w:rsidRPr="000E09EC" w:rsidRDefault="000E09EC" w:rsidP="00B44A1D">
      <w:pPr>
        <w:pStyle w:val="libCenter"/>
      </w:pPr>
      <w:r>
        <w:t xml:space="preserve">While the lamb was dancing, she had a new idea. She said, </w:t>
      </w:r>
    </w:p>
    <w:p w:rsidR="000E09EC" w:rsidRPr="000E09EC" w:rsidRDefault="000E09EC" w:rsidP="00B44A1D">
      <w:pPr>
        <w:pStyle w:val="libCenter"/>
      </w:pPr>
      <w:r w:rsidRPr="000E09EC">
        <w:t>“P</w:t>
      </w:r>
      <w:r w:rsidRPr="00C7518C">
        <w:t>lease take the bell from around my neck. If you ring it as hard as you</w:t>
      </w:r>
    </w:p>
    <w:p w:rsidR="000E09EC" w:rsidRDefault="000E09EC" w:rsidP="00B44A1D">
      <w:pPr>
        <w:pStyle w:val="libCenter"/>
      </w:pPr>
      <w:r>
        <w:t>can, I will be able to dance even faster.”</w:t>
      </w:r>
    </w:p>
    <w:p w:rsidR="000E09EC" w:rsidRPr="000E09EC" w:rsidRDefault="000E09EC" w:rsidP="00B44A1D">
      <w:pPr>
        <w:pStyle w:val="libCenter"/>
      </w:pPr>
      <w:r>
        <w:t>The wolf took the bell and rang it as hard as he could. The shepherd heard the bell ringing and</w:t>
      </w:r>
    </w:p>
    <w:p w:rsidR="000E09EC" w:rsidRPr="000E09EC" w:rsidRDefault="000E09EC" w:rsidP="00B44A1D">
      <w:pPr>
        <w:pStyle w:val="libCenter"/>
      </w:pPr>
      <w:r>
        <w:t>quickly sent his dogs to find the missing lamb. The barking dogs frightened the wolf away and</w:t>
      </w:r>
    </w:p>
    <w:p w:rsidR="000E09EC" w:rsidRDefault="000E09EC" w:rsidP="00B44A1D">
      <w:pPr>
        <w:pStyle w:val="libCenter"/>
      </w:pPr>
      <w:r>
        <w:t>saved the lamb’s life.</w:t>
      </w:r>
    </w:p>
    <w:p w:rsidR="000E09EC" w:rsidRDefault="000E09EC" w:rsidP="00192805">
      <w:pPr>
        <w:pStyle w:val="libCenterBold2"/>
      </w:pPr>
      <w:r>
        <w:t>The gentle and weak can sometimes be cleverer than fierce and strong.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9" w:name="_Toc382223478"/>
      <w:r>
        <w:lastRenderedPageBreak/>
        <w:t>THE FOX AND THE GRAPES</w:t>
      </w:r>
      <w:bookmarkEnd w:id="9"/>
    </w:p>
    <w:p w:rsidR="000E09EC" w:rsidRPr="000E09EC" w:rsidRDefault="000E09EC" w:rsidP="00B44A1D">
      <w:pPr>
        <w:pStyle w:val="libCenter"/>
      </w:pPr>
      <w:r>
        <w:t xml:space="preserve">It was a sunny day and fox was walking across the fields. Soon he came to a vineyard. </w:t>
      </w:r>
    </w:p>
    <w:p w:rsidR="000E09EC" w:rsidRDefault="000E09EC" w:rsidP="00B44A1D">
      <w:pPr>
        <w:pStyle w:val="libCenter"/>
      </w:pPr>
      <w:r>
        <w:t>As he came nearer, he could see some bunches of juicy grapes.</w:t>
      </w:r>
    </w:p>
    <w:p w:rsidR="000E09EC" w:rsidRPr="000E09EC" w:rsidRDefault="000E09EC" w:rsidP="00B44A1D">
      <w:pPr>
        <w:pStyle w:val="libCenter"/>
      </w:pPr>
      <w:r>
        <w:t xml:space="preserve">The fox looked carefully around him. He had to make sure that he was safe from the hunters. </w:t>
      </w:r>
    </w:p>
    <w:p w:rsidR="000E09EC" w:rsidRDefault="000E09EC" w:rsidP="00B44A1D">
      <w:pPr>
        <w:pStyle w:val="libCenter"/>
      </w:pPr>
      <w:r>
        <w:t>He decided to steal some before anyone came along.</w:t>
      </w:r>
    </w:p>
    <w:p w:rsidR="000E09EC" w:rsidRPr="000E09EC" w:rsidRDefault="000E09EC" w:rsidP="00B44A1D">
      <w:pPr>
        <w:pStyle w:val="libCenter"/>
      </w:pPr>
      <w:r>
        <w:t>He jumped upwards but he could not reach the grapes. He jumped</w:t>
      </w:r>
    </w:p>
    <w:p w:rsidR="000E09EC" w:rsidRPr="000E09EC" w:rsidRDefault="000E09EC" w:rsidP="00B44A1D">
      <w:pPr>
        <w:pStyle w:val="libCenter"/>
      </w:pPr>
      <w:r>
        <w:t>again as high as he could. He still could not reach them. The grapes</w:t>
      </w:r>
    </w:p>
    <w:p w:rsidR="000E09EC" w:rsidRDefault="000E09EC" w:rsidP="00B44A1D">
      <w:pPr>
        <w:pStyle w:val="libCenter"/>
      </w:pPr>
      <w:r>
        <w:t>were just too high for him!</w:t>
      </w:r>
    </w:p>
    <w:p w:rsidR="000E09EC" w:rsidRPr="000E09EC" w:rsidRDefault="000E09EC" w:rsidP="00B44A1D">
      <w:pPr>
        <w:pStyle w:val="libCenter"/>
      </w:pPr>
      <w:r>
        <w:t>He was not ready to give up. He backed off, took some running steps</w:t>
      </w:r>
    </w:p>
    <w:p w:rsidR="000E09EC" w:rsidRPr="000E09EC" w:rsidRDefault="000E09EC" w:rsidP="00B44A1D">
      <w:pPr>
        <w:pStyle w:val="libCenter"/>
      </w:pPr>
      <w:r>
        <w:t>and leapt into the air towards the grapes. Again he failed to reach</w:t>
      </w:r>
    </w:p>
    <w:p w:rsidR="000E09EC" w:rsidRDefault="000E09EC" w:rsidP="00B44A1D">
      <w:pPr>
        <w:pStyle w:val="libCenter"/>
      </w:pPr>
      <w:r>
        <w:t>them.</w:t>
      </w:r>
    </w:p>
    <w:p w:rsidR="000E09EC" w:rsidRPr="000E09EC" w:rsidRDefault="000E09EC" w:rsidP="00B44A1D">
      <w:pPr>
        <w:pStyle w:val="libCenter"/>
      </w:pPr>
      <w:r>
        <w:t>It was getting dark, and he was getting angry. His legs hurt with all</w:t>
      </w:r>
    </w:p>
    <w:p w:rsidR="000E09EC" w:rsidRDefault="000E09EC" w:rsidP="00B44A1D">
      <w:pPr>
        <w:pStyle w:val="libCenter"/>
      </w:pPr>
      <w:r>
        <w:t>that running and jumping. At last he stopped trying.</w:t>
      </w:r>
    </w:p>
    <w:p w:rsidR="000E09EC" w:rsidRPr="000E09EC" w:rsidRDefault="000E09EC" w:rsidP="00B44A1D">
      <w:pPr>
        <w:pStyle w:val="libCenter"/>
      </w:pPr>
      <w:r>
        <w:t>As he walked away, he said to himself, “I don’t really want those</w:t>
      </w:r>
    </w:p>
    <w:p w:rsidR="000E09EC" w:rsidRDefault="000E09EC" w:rsidP="00B44A1D">
      <w:pPr>
        <w:pStyle w:val="libCenter"/>
      </w:pPr>
      <w:r>
        <w:t>grapes. I’m sure they are too sour to eat.”</w:t>
      </w:r>
    </w:p>
    <w:p w:rsidR="000E09EC" w:rsidRPr="000E09EC" w:rsidRDefault="000E09EC" w:rsidP="00192805">
      <w:pPr>
        <w:pStyle w:val="libCenterBold2"/>
      </w:pPr>
      <w:r>
        <w:t xml:space="preserve">Sometimes when we cannot get what we want, </w:t>
      </w:r>
    </w:p>
    <w:p w:rsidR="000E09EC" w:rsidRDefault="000E09EC" w:rsidP="00192805">
      <w:pPr>
        <w:pStyle w:val="libCenterBold2"/>
      </w:pPr>
      <w:r>
        <w:t>we pretend that it is not worth having.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0" w:name="_Toc382223479"/>
      <w:r>
        <w:lastRenderedPageBreak/>
        <w:t>THE THIRSTYCROW</w:t>
      </w:r>
      <w:bookmarkEnd w:id="10"/>
    </w:p>
    <w:p w:rsidR="000E09EC" w:rsidRPr="000E09EC" w:rsidRDefault="000E09EC" w:rsidP="00B44A1D">
      <w:pPr>
        <w:pStyle w:val="libCenter"/>
      </w:pPr>
      <w:r>
        <w:t>One hot day, a thirsty crow flew all over the fields looking for</w:t>
      </w:r>
    </w:p>
    <w:p w:rsidR="000E09EC" w:rsidRPr="000E09EC" w:rsidRDefault="000E09EC" w:rsidP="00B44A1D">
      <w:pPr>
        <w:pStyle w:val="libCenter"/>
      </w:pPr>
      <w:r>
        <w:t>water. For a long time, she could not find any. She felt very weak,</w:t>
      </w:r>
    </w:p>
    <w:p w:rsidR="000E09EC" w:rsidRDefault="000E09EC" w:rsidP="00B44A1D">
      <w:pPr>
        <w:pStyle w:val="libCenter"/>
      </w:pPr>
      <w:r>
        <w:t>almost giving up hope.</w:t>
      </w:r>
    </w:p>
    <w:p w:rsidR="000E09EC" w:rsidRPr="000E09EC" w:rsidRDefault="000E09EC" w:rsidP="00B44A1D">
      <w:pPr>
        <w:pStyle w:val="libCenter"/>
      </w:pPr>
      <w:r>
        <w:t xml:space="preserve">Suddenly, she saw a water jug below her. She flew straight down </w:t>
      </w:r>
    </w:p>
    <w:p w:rsidR="000E09EC" w:rsidRPr="000E09EC" w:rsidRDefault="000E09EC" w:rsidP="00B44A1D">
      <w:pPr>
        <w:pStyle w:val="libCenter"/>
      </w:pPr>
      <w:r>
        <w:t>to see if there was any water inside. Yes, she could see some water</w:t>
      </w:r>
    </w:p>
    <w:p w:rsidR="000E09EC" w:rsidRDefault="000E09EC" w:rsidP="00B44A1D">
      <w:pPr>
        <w:pStyle w:val="libCenter"/>
      </w:pPr>
      <w:r>
        <w:t>inside the jug!</w:t>
      </w:r>
    </w:p>
    <w:p w:rsidR="000E09EC" w:rsidRPr="000E09EC" w:rsidRDefault="000E09EC" w:rsidP="00B44A1D">
      <w:pPr>
        <w:pStyle w:val="libCenter"/>
      </w:pPr>
      <w:r>
        <w:t xml:space="preserve">The crow tried to push her head into the jug. Sadly, she found </w:t>
      </w:r>
    </w:p>
    <w:p w:rsidR="000E09EC" w:rsidRPr="000E09EC" w:rsidRDefault="000E09EC" w:rsidP="00B44A1D">
      <w:pPr>
        <w:pStyle w:val="libCenter"/>
      </w:pPr>
      <w:r>
        <w:t xml:space="preserve">that the neck of the jug was too narrow. Then she tried to push </w:t>
      </w:r>
    </w:p>
    <w:p w:rsidR="000E09EC" w:rsidRPr="000E09EC" w:rsidRDefault="000E09EC" w:rsidP="00B44A1D">
      <w:pPr>
        <w:pStyle w:val="libCenter"/>
      </w:pPr>
      <w:r>
        <w:t xml:space="preserve">the jug down for the water to flow out. She found that the jug </w:t>
      </w:r>
    </w:p>
    <w:p w:rsidR="000E09EC" w:rsidRDefault="000E09EC" w:rsidP="00B44A1D">
      <w:pPr>
        <w:pStyle w:val="libCenter"/>
      </w:pPr>
      <w:r>
        <w:t>was too heavy.</w:t>
      </w:r>
    </w:p>
    <w:p w:rsidR="000E09EC" w:rsidRPr="000E09EC" w:rsidRDefault="000E09EC" w:rsidP="00B44A1D">
      <w:pPr>
        <w:pStyle w:val="libCenter"/>
      </w:pPr>
      <w:r>
        <w:t>The crow thought hard for a while. Then looking around her, she</w:t>
      </w:r>
    </w:p>
    <w:p w:rsidR="000E09EC" w:rsidRPr="000E09EC" w:rsidRDefault="000E09EC" w:rsidP="00B44A1D">
      <w:pPr>
        <w:pStyle w:val="libCenter"/>
      </w:pPr>
      <w:r>
        <w:t xml:space="preserve">saw some pebbles. She suddenly had a good idea. She started </w:t>
      </w:r>
    </w:p>
    <w:p w:rsidR="000E09EC" w:rsidRPr="000E09EC" w:rsidRDefault="000E09EC" w:rsidP="00B44A1D">
      <w:pPr>
        <w:pStyle w:val="libCenter"/>
      </w:pPr>
      <w:r>
        <w:t xml:space="preserve">picking up the pebbles one by one, dropping each into the jug. </w:t>
      </w:r>
    </w:p>
    <w:p w:rsidR="000E09EC" w:rsidRPr="000E09EC" w:rsidRDefault="000E09EC" w:rsidP="00B44A1D">
      <w:pPr>
        <w:pStyle w:val="libCenter"/>
      </w:pPr>
      <w:r>
        <w:t xml:space="preserve">As more and more pebbles filled the jug, the water level kept </w:t>
      </w:r>
    </w:p>
    <w:p w:rsidR="000E09EC" w:rsidRPr="000E09EC" w:rsidRDefault="000E09EC" w:rsidP="00B44A1D">
      <w:pPr>
        <w:pStyle w:val="libCenter"/>
      </w:pPr>
      <w:r>
        <w:t>rising. Soon it was high enough for the crow to drink. Her plan had</w:t>
      </w:r>
    </w:p>
    <w:p w:rsidR="000E09EC" w:rsidRDefault="000E09EC" w:rsidP="00B44A1D">
      <w:pPr>
        <w:pStyle w:val="libCenter"/>
      </w:pPr>
      <w:r>
        <w:t>worked!</w:t>
      </w:r>
    </w:p>
    <w:p w:rsidR="000E09EC" w:rsidRDefault="000E09EC" w:rsidP="00192805">
      <w:pPr>
        <w:pStyle w:val="libCenterBold2"/>
      </w:pPr>
      <w:r>
        <w:t>If you try hard enough, you may soon find an answer to your problem.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11" w:name="_Toc382223480"/>
      <w:r>
        <w:lastRenderedPageBreak/>
        <w:t>THE MILKMAID</w:t>
      </w:r>
      <w:bookmarkEnd w:id="11"/>
    </w:p>
    <w:p w:rsidR="000E09EC" w:rsidRPr="000E09EC" w:rsidRDefault="000E09EC" w:rsidP="00B44A1D">
      <w:pPr>
        <w:pStyle w:val="libCenter"/>
      </w:pPr>
      <w:r>
        <w:t>A milkmaid was on her way to the market to sell some milk from her cow. As she carried the large</w:t>
      </w:r>
    </w:p>
    <w:p w:rsidR="000E09EC" w:rsidRPr="000E09EC" w:rsidRDefault="000E09EC" w:rsidP="00B44A1D">
      <w:pPr>
        <w:pStyle w:val="libCenter"/>
      </w:pPr>
      <w:r>
        <w:t>jug of milk on top of her head, she began to dream of all the things she could do after selling the</w:t>
      </w:r>
    </w:p>
    <w:p w:rsidR="000E09EC" w:rsidRDefault="000E09EC" w:rsidP="00B44A1D">
      <w:pPr>
        <w:pStyle w:val="libCenter"/>
      </w:pPr>
      <w:r>
        <w:t>milk.</w:t>
      </w:r>
    </w:p>
    <w:p w:rsidR="000E09EC" w:rsidRPr="000E09EC" w:rsidRDefault="000E09EC" w:rsidP="00B44A1D">
      <w:pPr>
        <w:pStyle w:val="libCenter"/>
      </w:pPr>
      <w:r>
        <w:t xml:space="preserve">“With that money, I’ll buy a hundred chicks to rear in my backyard. When they are fully grown. </w:t>
      </w:r>
    </w:p>
    <w:p w:rsidR="000E09EC" w:rsidRDefault="000E09EC" w:rsidP="00B44A1D">
      <w:pPr>
        <w:pStyle w:val="libCenter"/>
      </w:pPr>
      <w:r>
        <w:t>I can sell them at a good price at the market.”</w:t>
      </w:r>
    </w:p>
    <w:p w:rsidR="000E09EC" w:rsidRPr="000E09EC" w:rsidRDefault="000E09EC" w:rsidP="00B44A1D">
      <w:pPr>
        <w:pStyle w:val="libCenter"/>
      </w:pPr>
      <w:r>
        <w:t xml:space="preserve">As she walked on, she continued dreaming, “Then I’ll buy </w:t>
      </w:r>
    </w:p>
    <w:p w:rsidR="000E09EC" w:rsidRPr="000E09EC" w:rsidRDefault="000E09EC" w:rsidP="00B44A1D">
      <w:pPr>
        <w:pStyle w:val="libCenter"/>
      </w:pPr>
      <w:r>
        <w:t>two young goats and rear them on the grass close by. When</w:t>
      </w:r>
    </w:p>
    <w:p w:rsidR="000E09EC" w:rsidRDefault="000E09EC" w:rsidP="00B44A1D">
      <w:pPr>
        <w:pStyle w:val="libCenter"/>
      </w:pPr>
      <w:r>
        <w:t>they are fully grown, I can sell them at an even better price!”</w:t>
      </w:r>
    </w:p>
    <w:p w:rsidR="000E09EC" w:rsidRPr="000E09EC" w:rsidRDefault="000E09EC" w:rsidP="00B44A1D">
      <w:pPr>
        <w:pStyle w:val="libCenter"/>
      </w:pPr>
      <w:r>
        <w:t>Still dreaming, she said to herself, “Soon, I’ll be able to buy</w:t>
      </w:r>
    </w:p>
    <w:p w:rsidR="000E09EC" w:rsidRPr="000E09EC" w:rsidRDefault="000E09EC" w:rsidP="00B44A1D">
      <w:pPr>
        <w:pStyle w:val="libCenter"/>
      </w:pPr>
      <w:r>
        <w:t>another cow, and I will have more milk to sell. Then I shall</w:t>
      </w:r>
    </w:p>
    <w:p w:rsidR="000E09EC" w:rsidRDefault="000E09EC" w:rsidP="00B44A1D">
      <w:pPr>
        <w:pStyle w:val="libCenter"/>
      </w:pPr>
      <w:r>
        <w:t>have even more money...”</w:t>
      </w:r>
    </w:p>
    <w:p w:rsidR="000E09EC" w:rsidRPr="000E09EC" w:rsidRDefault="000E09EC" w:rsidP="00B44A1D">
      <w:pPr>
        <w:pStyle w:val="libCenter"/>
      </w:pPr>
      <w:r>
        <w:t>With these happy thoughts, she began to skip and jump.</w:t>
      </w:r>
    </w:p>
    <w:p w:rsidR="000E09EC" w:rsidRPr="000E09EC" w:rsidRDefault="000E09EC" w:rsidP="00B44A1D">
      <w:pPr>
        <w:pStyle w:val="libCenter"/>
      </w:pPr>
      <w:r>
        <w:t xml:space="preserve">Suddenly she tripped and fell. The jug broke and all the </w:t>
      </w:r>
    </w:p>
    <w:p w:rsidR="000E09EC" w:rsidRDefault="000E09EC" w:rsidP="00B44A1D">
      <w:pPr>
        <w:pStyle w:val="libCenter"/>
      </w:pPr>
      <w:r>
        <w:t>milk spilt onto the ground.</w:t>
      </w:r>
    </w:p>
    <w:p w:rsidR="000E09EC" w:rsidRDefault="000E09EC" w:rsidP="00B44A1D">
      <w:pPr>
        <w:pStyle w:val="libCenter"/>
      </w:pPr>
      <w:r>
        <w:t>No more dreaming now, she sat down and cried.</w:t>
      </w:r>
    </w:p>
    <w:p w:rsidR="00C7518C" w:rsidRDefault="000E09EC" w:rsidP="00192805">
      <w:pPr>
        <w:pStyle w:val="libCenterBold2"/>
      </w:pPr>
      <w:r>
        <w:t>Do not count your chickens before they are hatched.</w:t>
      </w:r>
    </w:p>
    <w:p w:rsidR="00C7518C" w:rsidRDefault="00C7518C" w:rsidP="00C7518C"/>
    <w:p w:rsidR="000E09EC" w:rsidRPr="00C7518C" w:rsidRDefault="000E09EC" w:rsidP="00C7518C">
      <w:pPr>
        <w:sectPr w:rsidR="000E09EC" w:rsidRPr="00C7518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2" w:name="_Toc382223481"/>
      <w:r>
        <w:lastRenderedPageBreak/>
        <w:t>PARABLE OF THE PENCIL</w:t>
      </w:r>
      <w:bookmarkEnd w:id="12"/>
    </w:p>
    <w:p w:rsidR="000E09EC" w:rsidRDefault="000E09EC" w:rsidP="00B44A1D">
      <w:pPr>
        <w:pStyle w:val="libCenter"/>
      </w:pPr>
      <w:r>
        <w:t>The Pencil Maker took the pencil aside, just before putting him into the box.</w:t>
      </w:r>
    </w:p>
    <w:p w:rsidR="000E09EC" w:rsidRPr="000E09EC" w:rsidRDefault="000E09EC" w:rsidP="00B44A1D">
      <w:pPr>
        <w:pStyle w:val="libCenter"/>
      </w:pPr>
      <w:r>
        <w:t>“There are 5 things you need to know,” he told the pencil, “Before I send you out into the world.</w:t>
      </w:r>
    </w:p>
    <w:p w:rsidR="000E09EC" w:rsidRDefault="000E09EC" w:rsidP="00B44A1D">
      <w:pPr>
        <w:pStyle w:val="libCenter"/>
      </w:pPr>
      <w:r>
        <w:t>Always remember them and never forget, and you will become the best pencil you can be.”</w:t>
      </w:r>
    </w:p>
    <w:p w:rsidR="000E09EC" w:rsidRPr="000E09EC" w:rsidRDefault="000E09EC" w:rsidP="00B44A1D">
      <w:pPr>
        <w:pStyle w:val="libCenter"/>
      </w:pPr>
      <w:r>
        <w:t xml:space="preserve">One: “You will be able to do many great things, but only if you allow yourself to be held in </w:t>
      </w:r>
    </w:p>
    <w:p w:rsidR="000E09EC" w:rsidRDefault="000E09EC" w:rsidP="00B44A1D">
      <w:pPr>
        <w:pStyle w:val="libCenter"/>
      </w:pPr>
      <w:r>
        <w:t>someone’s hand.”</w:t>
      </w:r>
    </w:p>
    <w:p w:rsidR="000E09EC" w:rsidRPr="000E09EC" w:rsidRDefault="000E09EC" w:rsidP="00B44A1D">
      <w:pPr>
        <w:pStyle w:val="libCenter"/>
      </w:pPr>
      <w:r>
        <w:t>Two: “You will experience a painful</w:t>
      </w:r>
    </w:p>
    <w:p w:rsidR="000E09EC" w:rsidRPr="000E09EC" w:rsidRDefault="000E09EC" w:rsidP="00B44A1D">
      <w:pPr>
        <w:pStyle w:val="libCenter"/>
      </w:pPr>
      <w:r>
        <w:t>sharpening from time to time, but</w:t>
      </w:r>
    </w:p>
    <w:p w:rsidR="000E09EC" w:rsidRPr="000E09EC" w:rsidRDefault="000E09EC" w:rsidP="00B44A1D">
      <w:pPr>
        <w:pStyle w:val="libCenter"/>
      </w:pPr>
      <w:r>
        <w:t xml:space="preserve">you’ll need it to become a better </w:t>
      </w:r>
    </w:p>
    <w:p w:rsidR="000E09EC" w:rsidRDefault="000E09EC" w:rsidP="00B44A1D">
      <w:pPr>
        <w:pStyle w:val="libCenter"/>
      </w:pPr>
      <w:r>
        <w:t>pencil.”</w:t>
      </w:r>
    </w:p>
    <w:p w:rsidR="000E09EC" w:rsidRPr="000E09EC" w:rsidRDefault="000E09EC" w:rsidP="00B44A1D">
      <w:pPr>
        <w:pStyle w:val="libCenter"/>
      </w:pPr>
      <w:r>
        <w:t xml:space="preserve">Three: “You will be able to correct </w:t>
      </w:r>
    </w:p>
    <w:p w:rsidR="000E09EC" w:rsidRDefault="000E09EC" w:rsidP="00B44A1D">
      <w:pPr>
        <w:pStyle w:val="libCenter"/>
      </w:pPr>
      <w:r>
        <w:t>any mistakes you might make.”</w:t>
      </w:r>
    </w:p>
    <w:p w:rsidR="000E09EC" w:rsidRPr="000E09EC" w:rsidRDefault="000E09EC" w:rsidP="00B44A1D">
      <w:pPr>
        <w:pStyle w:val="libCenter"/>
      </w:pPr>
      <w:r>
        <w:t xml:space="preserve">Four: “The most important part of </w:t>
      </w:r>
    </w:p>
    <w:p w:rsidR="000E09EC" w:rsidRDefault="000E09EC" w:rsidP="00B44A1D">
      <w:pPr>
        <w:pStyle w:val="libCenter"/>
      </w:pPr>
      <w:r>
        <w:t>you will always be what's inside.”</w:t>
      </w:r>
    </w:p>
    <w:p w:rsidR="000E09EC" w:rsidRPr="000E09EC" w:rsidRDefault="000E09EC" w:rsidP="00B44A1D">
      <w:pPr>
        <w:pStyle w:val="libCenter"/>
      </w:pPr>
      <w:r>
        <w:t xml:space="preserve">And Five: “On every surface you are used on, you must leave your mark. No matter what the </w:t>
      </w:r>
    </w:p>
    <w:p w:rsidR="000E09EC" w:rsidRDefault="000E09EC" w:rsidP="00B44A1D">
      <w:pPr>
        <w:pStyle w:val="libCenter"/>
      </w:pPr>
      <w:r>
        <w:t>condition, you must continue to write.”</w:t>
      </w:r>
    </w:p>
    <w:p w:rsidR="000E09EC" w:rsidRDefault="000E09EC" w:rsidP="00B44A1D">
      <w:pPr>
        <w:pStyle w:val="libCenter"/>
      </w:pPr>
      <w:r>
        <w:t>The pencil understood and promised to remember, and went into the box with purpose in its heart.</w:t>
      </w:r>
    </w:p>
    <w:p w:rsidR="000E09EC" w:rsidRPr="000E09EC" w:rsidRDefault="000E09EC" w:rsidP="00B44A1D">
      <w:pPr>
        <w:pStyle w:val="libCenter"/>
      </w:pPr>
      <w:r>
        <w:t>Now replacing the place of the pencil with you. Always remember them and never forget, and you</w:t>
      </w:r>
    </w:p>
    <w:p w:rsidR="000E09EC" w:rsidRDefault="000E09EC" w:rsidP="00B44A1D">
      <w:pPr>
        <w:pStyle w:val="libCenter"/>
      </w:pPr>
      <w:r>
        <w:t>will become the best person you can be.</w:t>
      </w:r>
    </w:p>
    <w:p w:rsidR="000E09EC" w:rsidRPr="000E09EC" w:rsidRDefault="000E09EC" w:rsidP="00B44A1D">
      <w:pPr>
        <w:pStyle w:val="libCenter"/>
      </w:pPr>
      <w:r>
        <w:t>One: “You will be able to do many great things, but only if you allow yourself to be held in God’s</w:t>
      </w:r>
    </w:p>
    <w:p w:rsidR="000E09EC" w:rsidRDefault="000E09EC" w:rsidP="00B44A1D">
      <w:pPr>
        <w:pStyle w:val="libCenter"/>
      </w:pPr>
      <w:r>
        <w:t>hand. And allow other human beings to access you for the many gifts you possess.”</w:t>
      </w:r>
    </w:p>
    <w:p w:rsidR="000E09EC" w:rsidRPr="000E09EC" w:rsidRDefault="000E09EC" w:rsidP="00B44A1D">
      <w:pPr>
        <w:pStyle w:val="libCenter"/>
      </w:pPr>
      <w:r>
        <w:t xml:space="preserve">Two: “You will experience a painful sharpening from time to time, by going through various </w:t>
      </w:r>
    </w:p>
    <w:p w:rsidR="000E09EC" w:rsidRDefault="000E09EC" w:rsidP="00B44A1D">
      <w:pPr>
        <w:pStyle w:val="libCenter"/>
      </w:pPr>
      <w:r>
        <w:t>problems in life, but you’ll need it to become a stronger person.”</w:t>
      </w:r>
    </w:p>
    <w:p w:rsidR="000E09EC" w:rsidRDefault="000E09EC" w:rsidP="00B44A1D">
      <w:pPr>
        <w:pStyle w:val="libCenter"/>
      </w:pPr>
      <w:r>
        <w:t>Three: “You will be able to correct any mistakes you might make.”</w:t>
      </w:r>
    </w:p>
    <w:p w:rsidR="000E09EC" w:rsidRDefault="000E09EC" w:rsidP="00B44A1D">
      <w:pPr>
        <w:pStyle w:val="libCenter"/>
      </w:pPr>
      <w:r>
        <w:t>Four: “The most important part of you will always be what’s on the inside.”</w:t>
      </w:r>
    </w:p>
    <w:p w:rsidR="000E09EC" w:rsidRPr="000E09EC" w:rsidRDefault="000E09EC" w:rsidP="00B44A1D">
      <w:pPr>
        <w:pStyle w:val="libCenter"/>
      </w:pPr>
      <w:r>
        <w:t xml:space="preserve">And Five: “On every surface you walk through, you must leave your mark. No matter what the </w:t>
      </w:r>
    </w:p>
    <w:p w:rsidR="000E09EC" w:rsidRDefault="000E09EC" w:rsidP="00B44A1D">
      <w:pPr>
        <w:pStyle w:val="libCenter"/>
      </w:pPr>
      <w:r>
        <w:t>situation, you must continue to do your duties.”</w:t>
      </w:r>
    </w:p>
    <w:p w:rsidR="000E09EC" w:rsidRPr="000E09EC" w:rsidRDefault="000E09EC" w:rsidP="00B44A1D">
      <w:pPr>
        <w:pStyle w:val="libCenter"/>
      </w:pPr>
      <w:r>
        <w:t>Allow this parable on the pencil to encourage you to know that you are a special person and only</w:t>
      </w:r>
    </w:p>
    <w:p w:rsidR="000E09EC" w:rsidRDefault="000E09EC" w:rsidP="00B44A1D">
      <w:pPr>
        <w:pStyle w:val="libCenter"/>
      </w:pPr>
      <w:r>
        <w:t>you can fulfill the purpose to which you were born to accomplish.</w:t>
      </w:r>
    </w:p>
    <w:p w:rsidR="000E09EC" w:rsidRPr="000E09EC" w:rsidRDefault="000E09EC" w:rsidP="00192805">
      <w:pPr>
        <w:pStyle w:val="libCenterBold2"/>
      </w:pPr>
      <w:r>
        <w:t xml:space="preserve">Never allow yourself to get discouraged and think that </w:t>
      </w:r>
    </w:p>
    <w:p w:rsidR="000E09EC" w:rsidRDefault="000E09EC" w:rsidP="00192805">
      <w:pPr>
        <w:pStyle w:val="libCenterBold2"/>
      </w:pPr>
      <w:r>
        <w:t>your life is insignificant  and cannot make a change.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3" w:name="_Toc382223482"/>
      <w:r>
        <w:lastRenderedPageBreak/>
        <w:t>THE BOYAND THE APPLE TREE</w:t>
      </w:r>
      <w:bookmarkEnd w:id="13"/>
    </w:p>
    <w:p w:rsidR="000E09EC" w:rsidRPr="000E09EC" w:rsidRDefault="000E09EC" w:rsidP="00B44A1D">
      <w:pPr>
        <w:pStyle w:val="libCenter"/>
      </w:pPr>
      <w:r>
        <w:t xml:space="preserve">A long time ago, there was a huge apple tree. A little boy loved to come and play around it </w:t>
      </w:r>
    </w:p>
    <w:p w:rsidR="000E09EC" w:rsidRPr="000E09EC" w:rsidRDefault="000E09EC" w:rsidP="00B44A1D">
      <w:pPr>
        <w:pStyle w:val="libCenter"/>
      </w:pPr>
      <w:r>
        <w:t>everyday. He climbed to the treetop, ate the apples, and took a nap under the shadow. He loved the</w:t>
      </w:r>
    </w:p>
    <w:p w:rsidR="000E09EC" w:rsidRPr="000E09EC" w:rsidRDefault="000E09EC" w:rsidP="00B44A1D">
      <w:pPr>
        <w:pStyle w:val="libCenter"/>
      </w:pPr>
      <w:r>
        <w:t>tree and the tree loved to play with him. Time went by, the little boy had grown up and he no</w:t>
      </w:r>
    </w:p>
    <w:p w:rsidR="000E09EC" w:rsidRDefault="000E09EC" w:rsidP="00B44A1D">
      <w:pPr>
        <w:pStyle w:val="libCenter"/>
      </w:pPr>
      <w:r>
        <w:t>longer played around the tree every day.</w:t>
      </w:r>
    </w:p>
    <w:p w:rsidR="000E09EC" w:rsidRDefault="000E09EC" w:rsidP="00B44A1D">
      <w:pPr>
        <w:pStyle w:val="libCenter"/>
      </w:pPr>
      <w:r>
        <w:t>One day, the boy came back to the tree and he looked sad.</w:t>
      </w:r>
    </w:p>
    <w:p w:rsidR="000E09EC" w:rsidRDefault="000E09EC" w:rsidP="00B44A1D">
      <w:pPr>
        <w:pStyle w:val="libCenter"/>
      </w:pPr>
      <w:r>
        <w:t>“Come and play with me”, the tree asked the boy.</w:t>
      </w:r>
    </w:p>
    <w:p w:rsidR="000E09EC" w:rsidRPr="000E09EC" w:rsidRDefault="000E09EC" w:rsidP="00B44A1D">
      <w:pPr>
        <w:pStyle w:val="libCenter"/>
      </w:pPr>
      <w:r>
        <w:t xml:space="preserve">“I am no longer a kid, I do not play around trees any more” </w:t>
      </w:r>
    </w:p>
    <w:p w:rsidR="000E09EC" w:rsidRDefault="000E09EC" w:rsidP="00B44A1D">
      <w:pPr>
        <w:pStyle w:val="libCenter"/>
      </w:pPr>
      <w:r>
        <w:t>the boy replied.</w:t>
      </w:r>
    </w:p>
    <w:p w:rsidR="000E09EC" w:rsidRDefault="000E09EC" w:rsidP="00B44A1D">
      <w:pPr>
        <w:pStyle w:val="libCenter"/>
      </w:pPr>
      <w:r>
        <w:t>“I want toys. I need money to buy them.”</w:t>
      </w:r>
    </w:p>
    <w:p w:rsidR="000E09EC" w:rsidRPr="000E09EC" w:rsidRDefault="000E09EC" w:rsidP="00B44A1D">
      <w:pPr>
        <w:pStyle w:val="libCenter"/>
      </w:pPr>
      <w:r>
        <w:t>“Sorry, but I do not have money, but you can pick all my apples</w:t>
      </w:r>
    </w:p>
    <w:p w:rsidR="000E09EC" w:rsidRDefault="000E09EC" w:rsidP="00B44A1D">
      <w:pPr>
        <w:pStyle w:val="libCenter"/>
      </w:pPr>
      <w:r>
        <w:t>and sell them. So, you will have money.”</w:t>
      </w:r>
    </w:p>
    <w:p w:rsidR="000E09EC" w:rsidRPr="000E09EC" w:rsidRDefault="000E09EC" w:rsidP="00B44A1D">
      <w:pPr>
        <w:pStyle w:val="libCenter"/>
      </w:pPr>
      <w:r>
        <w:t>The boy was so excited. He grabbed all the apples on the tree and</w:t>
      </w:r>
    </w:p>
    <w:p w:rsidR="000E09EC" w:rsidRPr="000E09EC" w:rsidRDefault="000E09EC" w:rsidP="00B44A1D">
      <w:pPr>
        <w:pStyle w:val="libCenter"/>
      </w:pPr>
      <w:r>
        <w:t>left happily. The boy never came back after he picked the apples.</w:t>
      </w:r>
    </w:p>
    <w:p w:rsidR="000E09EC" w:rsidRDefault="000E09EC" w:rsidP="00B44A1D">
      <w:pPr>
        <w:pStyle w:val="libCenter"/>
      </w:pPr>
      <w:r>
        <w:t>The tree was sad.</w:t>
      </w:r>
    </w:p>
    <w:p w:rsidR="000E09EC" w:rsidRPr="000E09EC" w:rsidRDefault="000E09EC" w:rsidP="00B44A1D">
      <w:pPr>
        <w:pStyle w:val="libCenter"/>
      </w:pPr>
      <w:r>
        <w:t xml:space="preserve">One day, the boy who now turned into a man returned and </w:t>
      </w:r>
    </w:p>
    <w:p w:rsidR="000E09EC" w:rsidRDefault="000E09EC" w:rsidP="00B44A1D">
      <w:pPr>
        <w:pStyle w:val="libCenter"/>
      </w:pPr>
      <w:r>
        <w:t>the tree was excited.</w:t>
      </w:r>
    </w:p>
    <w:p w:rsidR="000E09EC" w:rsidRDefault="000E09EC" w:rsidP="00B44A1D">
      <w:pPr>
        <w:pStyle w:val="libCenter"/>
      </w:pPr>
      <w:r>
        <w:t>“Come and play with me” the tree said.</w:t>
      </w:r>
    </w:p>
    <w:p w:rsidR="000E09EC" w:rsidRPr="000E09EC" w:rsidRDefault="000E09EC" w:rsidP="00B44A1D">
      <w:pPr>
        <w:pStyle w:val="libCenter"/>
      </w:pPr>
      <w:r>
        <w:t xml:space="preserve">“I do not have time to play. I have to work for my family. We need a house for shelter. </w:t>
      </w:r>
    </w:p>
    <w:p w:rsidR="000E09EC" w:rsidRDefault="000E09EC" w:rsidP="00B44A1D">
      <w:pPr>
        <w:pStyle w:val="libCenter"/>
      </w:pPr>
      <w:r>
        <w:t>Can you help me?”</w:t>
      </w:r>
    </w:p>
    <w:p w:rsidR="000E09EC" w:rsidRPr="000E09EC" w:rsidRDefault="000E09EC" w:rsidP="00B44A1D">
      <w:pPr>
        <w:pStyle w:val="libCenter"/>
      </w:pPr>
      <w:r>
        <w:t>“Sorry, but I do not have any house. But you can chop off my branches to build your house.” So the</w:t>
      </w:r>
    </w:p>
    <w:p w:rsidR="000E09EC" w:rsidRPr="000E09EC" w:rsidRDefault="000E09EC" w:rsidP="00B44A1D">
      <w:pPr>
        <w:pStyle w:val="libCenter"/>
      </w:pPr>
      <w:r>
        <w:t>man cut all the branches of the tree and left happily. The tree was glad to see him happy but the</w:t>
      </w:r>
    </w:p>
    <w:p w:rsidR="000E09EC" w:rsidRDefault="000E09EC" w:rsidP="00B44A1D">
      <w:pPr>
        <w:pStyle w:val="libCenter"/>
      </w:pPr>
      <w:r>
        <w:t>man never came back since then. The tree was again lonely and sad.</w:t>
      </w:r>
    </w:p>
    <w:p w:rsidR="000E09EC" w:rsidRDefault="000E09EC" w:rsidP="00B44A1D">
      <w:pPr>
        <w:pStyle w:val="libCenter"/>
      </w:pPr>
      <w:r>
        <w:t>One hot summer day, the man returned and the tree was delighted.</w:t>
      </w:r>
    </w:p>
    <w:p w:rsidR="000E09EC" w:rsidRDefault="000E09EC" w:rsidP="00B44A1D">
      <w:pPr>
        <w:pStyle w:val="libCenter"/>
      </w:pPr>
      <w:r>
        <w:t>“Come and play with me!” the tree said.</w:t>
      </w:r>
    </w:p>
    <w:p w:rsidR="000E09EC" w:rsidRDefault="000E09EC" w:rsidP="00B44A1D">
      <w:pPr>
        <w:pStyle w:val="libCenter"/>
      </w:pPr>
      <w:r>
        <w:t>“I am getting old. I want to go sailing to relax myself. Can you give me a boat?” said the man.</w:t>
      </w:r>
    </w:p>
    <w:p w:rsidR="000E09EC" w:rsidRDefault="000E09EC" w:rsidP="00B44A1D">
      <w:pPr>
        <w:pStyle w:val="libCenter"/>
      </w:pPr>
      <w:r>
        <w:t>“Use my trunk to build your boat. You can sail far away and be happy.”</w:t>
      </w:r>
    </w:p>
    <w:p w:rsidR="000E09EC" w:rsidRDefault="000E09EC" w:rsidP="00B44A1D">
      <w:pPr>
        <w:pStyle w:val="libCenter"/>
      </w:pPr>
      <w:r>
        <w:t>So the man cut the tree trunk to make a boat. He went sailing and never showed up for a long time.</w:t>
      </w:r>
    </w:p>
    <w:p w:rsidR="000E09EC" w:rsidRPr="000E09EC" w:rsidRDefault="000E09EC" w:rsidP="00B44A1D">
      <w:pPr>
        <w:pStyle w:val="libCenter"/>
      </w:pPr>
      <w:r>
        <w:t xml:space="preserve">Finally, the man returned after many years. “Sorry, my boy. But I do not have anything for you </w:t>
      </w:r>
    </w:p>
    <w:p w:rsidR="000E09EC" w:rsidRPr="000E09EC" w:rsidRDefault="000E09EC" w:rsidP="00B44A1D">
      <w:pPr>
        <w:pStyle w:val="libCenter"/>
      </w:pPr>
      <w:r>
        <w:t>anymore. No more apples for you”, the tree said. “No problem, I do not have any teeth to bite” the</w:t>
      </w:r>
    </w:p>
    <w:p w:rsidR="000E09EC" w:rsidRDefault="000E09EC" w:rsidP="00B44A1D">
      <w:pPr>
        <w:pStyle w:val="libCenter"/>
      </w:pPr>
      <w:r>
        <w:t>man replied.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</w:p>
    <w:p w:rsidR="000E09EC" w:rsidRPr="000E09EC" w:rsidRDefault="000E09EC" w:rsidP="00B44A1D">
      <w:pPr>
        <w:pStyle w:val="libCenter"/>
      </w:pPr>
      <w:r w:rsidRPr="000E09EC">
        <w:t>“N</w:t>
      </w:r>
      <w:r w:rsidRPr="00C7518C">
        <w:t>o more trunk for you to climb on.” “I am too old for that now” the man said.</w:t>
      </w:r>
    </w:p>
    <w:p w:rsidR="000E09EC" w:rsidRDefault="000E09EC" w:rsidP="00B44A1D">
      <w:pPr>
        <w:pStyle w:val="libCenter"/>
      </w:pPr>
      <w:r w:rsidRPr="000E09EC">
        <w:t>“I</w:t>
      </w:r>
      <w:r w:rsidRPr="00C7518C">
        <w:t xml:space="preserve"> really cannot give you anything, the only thing left is my dying roots,” the tree said with tears.</w:t>
      </w:r>
    </w:p>
    <w:p w:rsidR="000E09EC" w:rsidRDefault="000E09EC" w:rsidP="00B44A1D">
      <w:pPr>
        <w:pStyle w:val="libCenter"/>
      </w:pPr>
      <w:r>
        <w:t>“I do not need much now, just a place to rest. I am tired after all these years,” the man replied.</w:t>
      </w:r>
    </w:p>
    <w:p w:rsidR="000E09EC" w:rsidRPr="000E09EC" w:rsidRDefault="000E09EC" w:rsidP="00B44A1D">
      <w:pPr>
        <w:pStyle w:val="libCenter"/>
      </w:pPr>
      <w:r>
        <w:t xml:space="preserve">“Good! Old tree roots are the best place to lean on and rest, come sit down with me and rest.” </w:t>
      </w:r>
    </w:p>
    <w:p w:rsidR="000E09EC" w:rsidRDefault="000E09EC" w:rsidP="00B44A1D">
      <w:pPr>
        <w:pStyle w:val="libCenter"/>
      </w:pPr>
      <w:r>
        <w:t>The man sat down and the tree was glad and smiled with tears.</w:t>
      </w:r>
    </w:p>
    <w:p w:rsidR="000E09EC" w:rsidRPr="000E09EC" w:rsidRDefault="000E09EC" w:rsidP="00192805">
      <w:pPr>
        <w:pStyle w:val="libCenterBold2"/>
      </w:pPr>
      <w:r>
        <w:t>This is a story of everyone. The tree is like our parents. When we were young, we loved to play with</w:t>
      </w:r>
    </w:p>
    <w:p w:rsidR="000E09EC" w:rsidRPr="000E09EC" w:rsidRDefault="000E09EC" w:rsidP="00192805">
      <w:pPr>
        <w:pStyle w:val="libCenterBold2"/>
      </w:pPr>
      <w:r>
        <w:t>our Mum and Dad. When we grow up, we leave them; only come to them when we need something</w:t>
      </w:r>
    </w:p>
    <w:p w:rsidR="000E09EC" w:rsidRPr="000E09EC" w:rsidRDefault="000E09EC" w:rsidP="00192805">
      <w:pPr>
        <w:pStyle w:val="libCenterBold2"/>
      </w:pPr>
      <w:r>
        <w:t>or when we are in trouble. No matter what, parents will always be there and give everything they</w:t>
      </w:r>
    </w:p>
    <w:p w:rsidR="000E09EC" w:rsidRDefault="000E09EC" w:rsidP="00192805">
      <w:pPr>
        <w:pStyle w:val="libCenterBold2"/>
      </w:pPr>
      <w:r>
        <w:t>could just to make you happy.</w:t>
      </w:r>
    </w:p>
    <w:p w:rsidR="000E09EC" w:rsidRPr="000E09EC" w:rsidRDefault="000E09EC" w:rsidP="00192805">
      <w:pPr>
        <w:pStyle w:val="libCenterBold2"/>
      </w:pPr>
      <w:r>
        <w:t>You may think the boy is cruel to the tree, but that is how all of us treat our parents. We take them</w:t>
      </w:r>
    </w:p>
    <w:p w:rsidR="000E09EC" w:rsidRPr="000E09EC" w:rsidRDefault="000E09EC" w:rsidP="00192805">
      <w:pPr>
        <w:pStyle w:val="libCenterBold2"/>
      </w:pPr>
      <w:r>
        <w:t>for granted; we don’t appreciate all they do for us, until it’s too late. Wallahi, May Allah forgives us</w:t>
      </w:r>
    </w:p>
    <w:p w:rsidR="000E09EC" w:rsidRDefault="000E09EC" w:rsidP="00192805">
      <w:pPr>
        <w:pStyle w:val="libCenterBold2"/>
      </w:pPr>
      <w:r>
        <w:t>of our shortcomings and may He guide us.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14" w:name="_Toc382223483"/>
      <w:r>
        <w:lastRenderedPageBreak/>
        <w:t>THE ANGEL</w:t>
      </w:r>
      <w:bookmarkEnd w:id="14"/>
    </w:p>
    <w:p w:rsidR="000E09EC" w:rsidRPr="000E09EC" w:rsidRDefault="000E09EC" w:rsidP="00B44A1D">
      <w:pPr>
        <w:pStyle w:val="libCenter"/>
      </w:pPr>
      <w:r>
        <w:t>Once upon a time there was a child ready to be born. One day the child asked God, “They tell me</w:t>
      </w:r>
    </w:p>
    <w:p w:rsidR="000E09EC" w:rsidRPr="000E09EC" w:rsidRDefault="000E09EC" w:rsidP="00B44A1D">
      <w:pPr>
        <w:pStyle w:val="libCenter"/>
      </w:pPr>
      <w:r>
        <w:t>you are going to send me to earth tomorrow but how am I going to live there being so small and</w:t>
      </w:r>
    </w:p>
    <w:p w:rsidR="000E09EC" w:rsidRPr="000E09EC" w:rsidRDefault="000E09EC" w:rsidP="00B44A1D">
      <w:pPr>
        <w:pStyle w:val="libCenter"/>
      </w:pPr>
      <w:r>
        <w:t>helpless?” God replied, “Among the many angels I have chosen one for you. She will be waiting for</w:t>
      </w:r>
    </w:p>
    <w:p w:rsidR="000E09EC" w:rsidRDefault="000E09EC" w:rsidP="00B44A1D">
      <w:pPr>
        <w:pStyle w:val="libCenter"/>
      </w:pPr>
      <w:r>
        <w:t>you and will take care of you.”</w:t>
      </w:r>
    </w:p>
    <w:p w:rsidR="000E09EC" w:rsidRPr="000E09EC" w:rsidRDefault="000E09EC" w:rsidP="00B44A1D">
      <w:pPr>
        <w:pStyle w:val="libCenter"/>
      </w:pPr>
      <w:r>
        <w:t>Said child, “But tell me here in Heaven I don’t do anything else but sing and smile. That’s what I</w:t>
      </w:r>
    </w:p>
    <w:p w:rsidR="000E09EC" w:rsidRPr="000E09EC" w:rsidRDefault="000E09EC" w:rsidP="00B44A1D">
      <w:pPr>
        <w:pStyle w:val="libCenter"/>
      </w:pPr>
      <w:r>
        <w:t>need to be happy!” God replied, “Your angel will sing for you every day. And you will feel your</w:t>
      </w:r>
    </w:p>
    <w:p w:rsidR="000E09EC" w:rsidRDefault="000E09EC" w:rsidP="00B44A1D">
      <w:pPr>
        <w:pStyle w:val="libCenter"/>
      </w:pPr>
      <w:r>
        <w:t>angel’s love and be happy.”</w:t>
      </w:r>
    </w:p>
    <w:p w:rsidR="000E09EC" w:rsidRPr="000E09EC" w:rsidRDefault="000E09EC" w:rsidP="00B44A1D">
      <w:pPr>
        <w:pStyle w:val="libCenter"/>
      </w:pPr>
      <w:r>
        <w:t>And, said the child, “How am I going to be able to understand when people talk to me, if I don’t</w:t>
      </w:r>
    </w:p>
    <w:p w:rsidR="000E09EC" w:rsidRPr="000E09EC" w:rsidRDefault="000E09EC" w:rsidP="00B44A1D">
      <w:pPr>
        <w:pStyle w:val="libCenter"/>
      </w:pPr>
      <w:r>
        <w:t xml:space="preserve">know the language that men talk?” “That’s easy”, God said, “Your angel will tell you the most </w:t>
      </w:r>
    </w:p>
    <w:p w:rsidR="000E09EC" w:rsidRPr="000E09EC" w:rsidRDefault="000E09EC" w:rsidP="00B44A1D">
      <w:pPr>
        <w:pStyle w:val="libCenter"/>
      </w:pPr>
      <w:r>
        <w:t>beautiful and sweet words you will ever hear, and with much patience and care, your angel will</w:t>
      </w:r>
    </w:p>
    <w:p w:rsidR="000E09EC" w:rsidRPr="000E09EC" w:rsidRDefault="000E09EC" w:rsidP="00B44A1D">
      <w:pPr>
        <w:pStyle w:val="libCenter"/>
      </w:pPr>
      <w:r>
        <w:t>teach you how to speak.” The child looked up at God saying, “And what am I going to do when I</w:t>
      </w:r>
    </w:p>
    <w:p w:rsidR="000E09EC" w:rsidRDefault="000E09EC" w:rsidP="00B44A1D">
      <w:pPr>
        <w:pStyle w:val="libCenter"/>
      </w:pPr>
      <w:r>
        <w:t>want to talk to you?” God smiled at the child saying, “Your angel will teach you how to pray.”</w:t>
      </w:r>
    </w:p>
    <w:p w:rsidR="000E09EC" w:rsidRPr="000E09EC" w:rsidRDefault="000E09EC" w:rsidP="00B44A1D">
      <w:pPr>
        <w:pStyle w:val="libCenter"/>
      </w:pPr>
      <w:r>
        <w:t>The child said, “I’ve heard on earth there are bad men. Who will protect me?” God replied, “Your</w:t>
      </w:r>
    </w:p>
    <w:p w:rsidR="000E09EC" w:rsidRPr="000E09EC" w:rsidRDefault="000E09EC" w:rsidP="00B44A1D">
      <w:pPr>
        <w:pStyle w:val="libCenter"/>
      </w:pPr>
      <w:r>
        <w:t>angel will defend you, even if it means risking life!” The child looked sad, saying, “But I will always</w:t>
      </w:r>
    </w:p>
    <w:p w:rsidR="000E09EC" w:rsidRPr="000E09EC" w:rsidRDefault="000E09EC" w:rsidP="00B44A1D">
      <w:pPr>
        <w:pStyle w:val="libCenter"/>
      </w:pPr>
      <w:r>
        <w:t>be sad because I will not see you anymore.” God replied, “Your angel will always talk to you about</w:t>
      </w:r>
    </w:p>
    <w:p w:rsidR="000E09EC" w:rsidRPr="000E09EC" w:rsidRDefault="000E09EC" w:rsidP="00B44A1D">
      <w:pPr>
        <w:pStyle w:val="libCenter"/>
      </w:pPr>
      <w:r>
        <w:t xml:space="preserve">me and will teach you the way to come back to </w:t>
      </w:r>
    </w:p>
    <w:p w:rsidR="000E09EC" w:rsidRDefault="000E09EC" w:rsidP="00B44A1D">
      <w:pPr>
        <w:pStyle w:val="libCenter"/>
      </w:pPr>
      <w:r>
        <w:t>me, even though I will always be next to you.”</w:t>
      </w:r>
    </w:p>
    <w:p w:rsidR="000E09EC" w:rsidRPr="000E09EC" w:rsidRDefault="000E09EC" w:rsidP="00B44A1D">
      <w:pPr>
        <w:pStyle w:val="libCenter"/>
      </w:pPr>
      <w:r>
        <w:t>At that moment there was much peace in Heaven,</w:t>
      </w:r>
    </w:p>
    <w:p w:rsidR="000E09EC" w:rsidRDefault="000E09EC" w:rsidP="00B44A1D">
      <w:pPr>
        <w:pStyle w:val="libCenter"/>
      </w:pPr>
      <w:r>
        <w:t>but voices from earth could already be heard.</w:t>
      </w:r>
    </w:p>
    <w:p w:rsidR="000E09EC" w:rsidRPr="000E09EC" w:rsidRDefault="000E09EC" w:rsidP="00B44A1D">
      <w:pPr>
        <w:pStyle w:val="libCenter"/>
      </w:pPr>
      <w:r>
        <w:t xml:space="preserve">The child in a hurry, asked softly, “Oh God, if </w:t>
      </w:r>
    </w:p>
    <w:p w:rsidR="000E09EC" w:rsidRPr="000E09EC" w:rsidRDefault="000E09EC" w:rsidP="00B44A1D">
      <w:pPr>
        <w:pStyle w:val="libCenter"/>
      </w:pPr>
      <w:r>
        <w:t>I am about to leave now please tell me my angel’s</w:t>
      </w:r>
    </w:p>
    <w:p w:rsidR="000E09EC" w:rsidRPr="000E09EC" w:rsidRDefault="000E09EC" w:rsidP="00B44A1D">
      <w:pPr>
        <w:pStyle w:val="libCenter"/>
      </w:pPr>
      <w:r>
        <w:t>name!” God replied, Your angel’s name is of no</w:t>
      </w:r>
    </w:p>
    <w:p w:rsidR="000E09EC" w:rsidRPr="00C7518C" w:rsidRDefault="000E09EC" w:rsidP="00C7518C">
      <w:pPr>
        <w:pStyle w:val="libBoldItalic"/>
      </w:pPr>
      <w:r>
        <w:t>MOTHER!</w:t>
      </w:r>
    </w:p>
    <w:p w:rsidR="000E09EC" w:rsidRDefault="000E09EC" w:rsidP="00B44A1D">
      <w:pPr>
        <w:pStyle w:val="libCenter"/>
      </w:pPr>
      <w:r>
        <w:t xml:space="preserve">importance… you will simply call her </w:t>
      </w:r>
    </w:p>
    <w:p w:rsidR="000E09EC" w:rsidRPr="00C7518C" w:rsidRDefault="000E09EC" w:rsidP="00B44A1D">
      <w:pPr>
        <w:pStyle w:val="libCenter"/>
      </w:pP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5" w:name="_Toc382223484"/>
      <w:r>
        <w:lastRenderedPageBreak/>
        <w:t>THE DEVOTED MOTHER</w:t>
      </w:r>
      <w:bookmarkEnd w:id="15"/>
    </w:p>
    <w:p w:rsidR="000E09EC" w:rsidRPr="000E09EC" w:rsidRDefault="000E09EC" w:rsidP="00B44A1D">
      <w:pPr>
        <w:pStyle w:val="libCenter"/>
      </w:pPr>
      <w:r>
        <w:t>A mother duck and her little ducklings were on their way</w:t>
      </w:r>
    </w:p>
    <w:p w:rsidR="000E09EC" w:rsidRPr="000E09EC" w:rsidRDefault="000E09EC" w:rsidP="00B44A1D">
      <w:pPr>
        <w:pStyle w:val="libCenter"/>
      </w:pPr>
      <w:r>
        <w:t xml:space="preserve">to the lake one day. The ducklings were very happy </w:t>
      </w:r>
    </w:p>
    <w:p w:rsidR="000E09EC" w:rsidRDefault="000E09EC" w:rsidP="00B44A1D">
      <w:pPr>
        <w:pStyle w:val="libCenter"/>
      </w:pPr>
      <w:r>
        <w:t>following their mother and quack-quacking along the way.</w:t>
      </w:r>
    </w:p>
    <w:p w:rsidR="000E09EC" w:rsidRPr="000E09EC" w:rsidRDefault="000E09EC" w:rsidP="00B44A1D">
      <w:pPr>
        <w:pStyle w:val="libCenter"/>
      </w:pPr>
      <w:r>
        <w:t>All of a sudden the mother duck saw a fox in the distance.</w:t>
      </w:r>
    </w:p>
    <w:p w:rsidR="000E09EC" w:rsidRPr="000E09EC" w:rsidRDefault="000E09EC" w:rsidP="00B44A1D">
      <w:pPr>
        <w:pStyle w:val="libCenter"/>
      </w:pPr>
      <w:r>
        <w:t>She was frightened and shouted, “Children, hurry to the</w:t>
      </w:r>
    </w:p>
    <w:p w:rsidR="000E09EC" w:rsidRDefault="000E09EC" w:rsidP="00B44A1D">
      <w:pPr>
        <w:pStyle w:val="libCenter"/>
      </w:pPr>
      <w:r>
        <w:t>lake. There’s a fox!”</w:t>
      </w:r>
    </w:p>
    <w:p w:rsidR="000E09EC" w:rsidRPr="000E09EC" w:rsidRDefault="000E09EC" w:rsidP="00B44A1D">
      <w:pPr>
        <w:pStyle w:val="libCenter"/>
      </w:pPr>
      <w:r>
        <w:t>The ducklings hurried towards the lake. The mother duck</w:t>
      </w:r>
    </w:p>
    <w:p w:rsidR="000E09EC" w:rsidRDefault="000E09EC" w:rsidP="00B44A1D">
      <w:pPr>
        <w:pStyle w:val="libCenter"/>
      </w:pPr>
      <w:r>
        <w:t>wondered what to do. She began to walk back and forth dragging one wing on the ground.</w:t>
      </w:r>
    </w:p>
    <w:p w:rsidR="000E09EC" w:rsidRPr="000E09EC" w:rsidRDefault="000E09EC" w:rsidP="00B44A1D">
      <w:pPr>
        <w:pStyle w:val="libCenter"/>
      </w:pPr>
      <w:r>
        <w:t>When the fox saw her he became happy. He said to himself, “It seems that</w:t>
      </w:r>
    </w:p>
    <w:p w:rsidR="000E09EC" w:rsidRPr="000E09EC" w:rsidRDefault="000E09EC" w:rsidP="00B44A1D">
      <w:pPr>
        <w:pStyle w:val="libCenter"/>
      </w:pPr>
      <w:r>
        <w:t>she’s hurt and can’t fly! I can easily catch and eat her!” Then he ran</w:t>
      </w:r>
    </w:p>
    <w:p w:rsidR="000E09EC" w:rsidRDefault="000E09EC" w:rsidP="00B44A1D">
      <w:pPr>
        <w:pStyle w:val="libCenter"/>
      </w:pPr>
      <w:r>
        <w:t>towards her.</w:t>
      </w:r>
    </w:p>
    <w:p w:rsidR="000E09EC" w:rsidRPr="000E09EC" w:rsidRDefault="000E09EC" w:rsidP="00B44A1D">
      <w:pPr>
        <w:pStyle w:val="libCenter"/>
      </w:pPr>
      <w:r>
        <w:t>The mother duck ran, leading the fox away from the lake. The fox followed</w:t>
      </w:r>
    </w:p>
    <w:p w:rsidR="000E09EC" w:rsidRPr="000E09EC" w:rsidRDefault="000E09EC" w:rsidP="00B44A1D">
      <w:pPr>
        <w:pStyle w:val="libCenter"/>
      </w:pPr>
      <w:r>
        <w:t>her. Now he wouldn’t be able to harm her ducklings. The mother duck</w:t>
      </w:r>
    </w:p>
    <w:p w:rsidR="000E09EC" w:rsidRPr="000E09EC" w:rsidRDefault="000E09EC" w:rsidP="00B44A1D">
      <w:pPr>
        <w:pStyle w:val="libCenter"/>
      </w:pPr>
      <w:r>
        <w:t>looked towards her ducklings and saw that they had reached the lake. She was relieved, so she</w:t>
      </w:r>
    </w:p>
    <w:p w:rsidR="000E09EC" w:rsidRDefault="000E09EC" w:rsidP="00B44A1D">
      <w:pPr>
        <w:pStyle w:val="libCenter"/>
      </w:pPr>
      <w:r>
        <w:t>stopped and took a deep breath.</w:t>
      </w:r>
    </w:p>
    <w:p w:rsidR="000E09EC" w:rsidRPr="000E09EC" w:rsidRDefault="000E09EC" w:rsidP="00B44A1D">
      <w:pPr>
        <w:pStyle w:val="libCenter"/>
      </w:pPr>
      <w:r>
        <w:t>The fox thought she was tired and he came closer, but the mother duck quickly spread her wings</w:t>
      </w:r>
    </w:p>
    <w:p w:rsidR="000E09EC" w:rsidRDefault="000E09EC" w:rsidP="00B44A1D">
      <w:pPr>
        <w:pStyle w:val="libCenter"/>
      </w:pPr>
      <w:r>
        <w:t>and rose up in the air. She landed in the middle of the lake and her ducklings swam to her.</w:t>
      </w:r>
    </w:p>
    <w:p w:rsidR="000E09EC" w:rsidRPr="000E09EC" w:rsidRDefault="000E09EC" w:rsidP="00B44A1D">
      <w:pPr>
        <w:pStyle w:val="libCenter"/>
      </w:pPr>
      <w:r>
        <w:t>The fox stared in disbelief at the mother duck and her ducklings. He could not reach them because</w:t>
      </w:r>
    </w:p>
    <w:p w:rsidR="000E09EC" w:rsidRDefault="000E09EC" w:rsidP="00B44A1D">
      <w:pPr>
        <w:pStyle w:val="libCenter"/>
      </w:pPr>
      <w:r>
        <w:t>they were in the middle of the lake.</w:t>
      </w:r>
    </w:p>
    <w:p w:rsidR="000E09EC" w:rsidRPr="000E09EC" w:rsidRDefault="000E09EC" w:rsidP="00192805">
      <w:pPr>
        <w:pStyle w:val="libCenterBold2"/>
      </w:pPr>
      <w:r>
        <w:t>Dear children, some birds drag one of their wings on the ground when an enemy is</w:t>
      </w:r>
    </w:p>
    <w:p w:rsidR="000E09EC" w:rsidRPr="000E09EC" w:rsidRDefault="000E09EC" w:rsidP="00192805">
      <w:pPr>
        <w:pStyle w:val="libCenterBold2"/>
      </w:pPr>
      <w:r>
        <w:t>going to attack. In this way they fool their enemies into thinking they are hurt. When</w:t>
      </w:r>
    </w:p>
    <w:p w:rsidR="000E09EC" w:rsidRDefault="000E09EC" w:rsidP="00192805">
      <w:pPr>
        <w:pStyle w:val="libCenterBold2"/>
      </w:pPr>
      <w:r>
        <w:t>the enemy follows them this gives their children time to escape.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16" w:name="_Toc382223485"/>
      <w:r>
        <w:lastRenderedPageBreak/>
        <w:t>MENTALLYRETARDED!</w:t>
      </w:r>
      <w:bookmarkEnd w:id="16"/>
    </w:p>
    <w:p w:rsidR="000E09EC" w:rsidRPr="000E09EC" w:rsidRDefault="000E09EC" w:rsidP="00B44A1D">
      <w:pPr>
        <w:pStyle w:val="libCenter"/>
      </w:pPr>
      <w:r>
        <w:t>A few years ago, at the Seattle Special Olympics, nine contestants, all physically or</w:t>
      </w:r>
    </w:p>
    <w:p w:rsidR="000E09EC" w:rsidRDefault="000E09EC" w:rsidP="00B44A1D">
      <w:pPr>
        <w:pStyle w:val="libCenter"/>
      </w:pPr>
      <w:r>
        <w:t>mentally disabled, assembled at the starting line for the 100-yard dash.</w:t>
      </w:r>
    </w:p>
    <w:p w:rsidR="000E09EC" w:rsidRPr="000E09EC" w:rsidRDefault="000E09EC" w:rsidP="00B44A1D">
      <w:pPr>
        <w:pStyle w:val="libCenter"/>
      </w:pPr>
      <w:r>
        <w:t>At the gun, they all started out, not exactly in a dash, but with a relish to run the</w:t>
      </w:r>
    </w:p>
    <w:p w:rsidR="000E09EC" w:rsidRPr="000E09EC" w:rsidRDefault="000E09EC" w:rsidP="00B44A1D">
      <w:pPr>
        <w:pStyle w:val="libCenter"/>
      </w:pPr>
      <w:r>
        <w:t>race to the finish and win. All, that is, except one little boy who stumbled on the</w:t>
      </w:r>
    </w:p>
    <w:p w:rsidR="000E09EC" w:rsidRPr="000E09EC" w:rsidRDefault="000E09EC" w:rsidP="00B44A1D">
      <w:pPr>
        <w:pStyle w:val="libCenter"/>
      </w:pPr>
      <w:r>
        <w:t>asphalt, tumbled over a couple of times, and began to cry. The other eight heard the boy cry. They</w:t>
      </w:r>
    </w:p>
    <w:p w:rsidR="000E09EC" w:rsidRDefault="000E09EC" w:rsidP="00B44A1D">
      <w:pPr>
        <w:pStyle w:val="libCenter"/>
      </w:pPr>
      <w:r>
        <w:t>slowed down and looked back. Then they all turned around and went back.....every one of them.</w:t>
      </w:r>
    </w:p>
    <w:p w:rsidR="000E09EC" w:rsidRPr="000E09EC" w:rsidRDefault="000E09EC" w:rsidP="00B44A1D">
      <w:pPr>
        <w:pStyle w:val="libCenter"/>
      </w:pPr>
      <w:r>
        <w:t>One girl with Down’s syndrome bent down and kissed him and said, “This will make it better.”</w:t>
      </w:r>
    </w:p>
    <w:p w:rsidR="000E09EC" w:rsidRPr="000E09EC" w:rsidRDefault="000E09EC" w:rsidP="00B44A1D">
      <w:pPr>
        <w:pStyle w:val="libCenter"/>
      </w:pPr>
      <w:r>
        <w:t>Then all nine linked arms and walked together to the finish line. Everyone in the stadium stood,</w:t>
      </w:r>
    </w:p>
    <w:p w:rsidR="000E09EC" w:rsidRDefault="000E09EC" w:rsidP="00B44A1D">
      <w:pPr>
        <w:pStyle w:val="libCenter"/>
      </w:pPr>
      <w:r>
        <w:t>and the cheering went on for several minutes. People who were there are still telling the story.</w:t>
      </w:r>
    </w:p>
    <w:p w:rsidR="000E09EC" w:rsidRPr="000E09EC" w:rsidRDefault="000E09EC" w:rsidP="00192805">
      <w:pPr>
        <w:pStyle w:val="libCenterBold2"/>
      </w:pPr>
      <w:r>
        <w:t>Why? Because deep down we know this one thing: What matters in this life is more</w:t>
      </w:r>
    </w:p>
    <w:p w:rsidR="000E09EC" w:rsidRPr="000E09EC" w:rsidRDefault="000E09EC" w:rsidP="00192805">
      <w:pPr>
        <w:pStyle w:val="libCenterBold2"/>
      </w:pPr>
      <w:r>
        <w:t>than winning for ourselves. What matters in this life is helping others win, even if it</w:t>
      </w:r>
    </w:p>
    <w:p w:rsidR="000E09EC" w:rsidRDefault="000E09EC" w:rsidP="00192805">
      <w:pPr>
        <w:pStyle w:val="libCenterBold2"/>
      </w:pPr>
      <w:r>
        <w:t>means slowing down and changing our course.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7" w:name="_Toc382223486"/>
      <w:r>
        <w:lastRenderedPageBreak/>
        <w:t>PAID IN FULL</w:t>
      </w:r>
      <w:bookmarkEnd w:id="17"/>
    </w:p>
    <w:p w:rsidR="000E09EC" w:rsidRPr="000E09EC" w:rsidRDefault="000E09EC" w:rsidP="00B44A1D">
      <w:pPr>
        <w:pStyle w:val="libCenter"/>
      </w:pPr>
      <w:r>
        <w:t>A little boy came up to his mother in the kitchen one evening while she was fixing supper, and he</w:t>
      </w:r>
    </w:p>
    <w:p w:rsidR="000E09EC" w:rsidRPr="000E09EC" w:rsidRDefault="000E09EC" w:rsidP="00B44A1D">
      <w:pPr>
        <w:pStyle w:val="libCenter"/>
      </w:pPr>
      <w:r>
        <w:t>handed her a piece of paper that he had been writing on. After his mom dried her hands on an</w:t>
      </w:r>
    </w:p>
    <w:p w:rsidR="000E09EC" w:rsidRDefault="000E09EC" w:rsidP="00B44A1D">
      <w:pPr>
        <w:pStyle w:val="libCenter"/>
      </w:pPr>
      <w:r>
        <w:t>apron, she read it, and this is what it said:</w:t>
      </w:r>
    </w:p>
    <w:p w:rsidR="000E09EC" w:rsidRDefault="000E09EC" w:rsidP="00B44A1D">
      <w:pPr>
        <w:pStyle w:val="libCenter"/>
      </w:pPr>
      <w:r>
        <w:t>For cutting the grass: $5.00</w:t>
      </w:r>
    </w:p>
    <w:p w:rsidR="000E09EC" w:rsidRDefault="000E09EC" w:rsidP="00B44A1D">
      <w:pPr>
        <w:pStyle w:val="libCenter"/>
      </w:pPr>
      <w:r>
        <w:t>For cleaning up my room this week: $1.00</w:t>
      </w:r>
    </w:p>
    <w:p w:rsidR="000E09EC" w:rsidRDefault="000E09EC" w:rsidP="00B44A1D">
      <w:pPr>
        <w:pStyle w:val="libCenter"/>
      </w:pPr>
      <w:r>
        <w:t>For going to the store for you: $.50</w:t>
      </w:r>
    </w:p>
    <w:p w:rsidR="000E09EC" w:rsidRDefault="000E09EC" w:rsidP="00B44A1D">
      <w:pPr>
        <w:pStyle w:val="libCenter"/>
      </w:pPr>
      <w:r>
        <w:t>Baby-sitting my kid brother while you went shopping: $.25</w:t>
      </w:r>
    </w:p>
    <w:p w:rsidR="000E09EC" w:rsidRDefault="000E09EC" w:rsidP="00B44A1D">
      <w:pPr>
        <w:pStyle w:val="libCenter"/>
      </w:pPr>
      <w:r>
        <w:t>Taking out the garbage: $1.00</w:t>
      </w:r>
    </w:p>
    <w:p w:rsidR="000E09EC" w:rsidRDefault="000E09EC" w:rsidP="00B44A1D">
      <w:pPr>
        <w:pStyle w:val="libCenter"/>
      </w:pPr>
      <w:r>
        <w:t>For getting a good report card: $5.00</w:t>
      </w:r>
    </w:p>
    <w:p w:rsidR="000E09EC" w:rsidRDefault="000E09EC" w:rsidP="00B44A1D">
      <w:pPr>
        <w:pStyle w:val="libCenter"/>
      </w:pPr>
      <w:r>
        <w:t>For cleaning up and raking the yard: $2.00</w:t>
      </w:r>
    </w:p>
    <w:p w:rsidR="000E09EC" w:rsidRDefault="000E09EC" w:rsidP="00B44A1D">
      <w:pPr>
        <w:pStyle w:val="libCenter"/>
      </w:pPr>
      <w:r>
        <w:t>Total owed: $14.75</w:t>
      </w:r>
    </w:p>
    <w:p w:rsidR="000E09EC" w:rsidRPr="000E09EC" w:rsidRDefault="000E09EC" w:rsidP="00B44A1D">
      <w:pPr>
        <w:pStyle w:val="libCenter"/>
      </w:pPr>
      <w:r>
        <w:t>Well, his mother looked at him standing there, and the boy could see the memories flashing</w:t>
      </w:r>
    </w:p>
    <w:p w:rsidR="000E09EC" w:rsidRPr="000E09EC" w:rsidRDefault="000E09EC" w:rsidP="00B44A1D">
      <w:pPr>
        <w:pStyle w:val="libCenter"/>
      </w:pPr>
      <w:r>
        <w:t>through her mind. She picked up the pen, turned over the paper he had written on, and this is what</w:t>
      </w:r>
    </w:p>
    <w:p w:rsidR="000E09EC" w:rsidRDefault="000E09EC" w:rsidP="00B44A1D">
      <w:pPr>
        <w:pStyle w:val="libCenter"/>
      </w:pPr>
      <w:r>
        <w:t>she wrote:</w:t>
      </w:r>
    </w:p>
    <w:p w:rsidR="000E09EC" w:rsidRPr="000E09EC" w:rsidRDefault="000E09EC" w:rsidP="00B44A1D">
      <w:pPr>
        <w:pStyle w:val="libCenter"/>
      </w:pPr>
      <w:r>
        <w:t>For the nine months I carried you while you were growing</w:t>
      </w:r>
    </w:p>
    <w:p w:rsidR="000E09EC" w:rsidRDefault="000E09EC" w:rsidP="00B44A1D">
      <w:pPr>
        <w:pStyle w:val="libCenter"/>
      </w:pPr>
      <w:r>
        <w:t>inside me: No Charge.</w:t>
      </w:r>
    </w:p>
    <w:p w:rsidR="000E09EC" w:rsidRPr="000E09EC" w:rsidRDefault="000E09EC" w:rsidP="00B44A1D">
      <w:pPr>
        <w:pStyle w:val="libCenter"/>
      </w:pPr>
      <w:r>
        <w:t>For all the nights that I’ve sat up with you, doctored and</w:t>
      </w:r>
    </w:p>
    <w:p w:rsidR="000E09EC" w:rsidRDefault="000E09EC" w:rsidP="00B44A1D">
      <w:pPr>
        <w:pStyle w:val="libCenter"/>
      </w:pPr>
      <w:r>
        <w:t>prayed for you: No Charge.</w:t>
      </w:r>
    </w:p>
    <w:p w:rsidR="000E09EC" w:rsidRPr="000E09EC" w:rsidRDefault="000E09EC" w:rsidP="00B44A1D">
      <w:pPr>
        <w:pStyle w:val="libCenter"/>
      </w:pPr>
      <w:r>
        <w:t>For all the trying times, and all the tears that you’ve caused</w:t>
      </w:r>
    </w:p>
    <w:p w:rsidR="000E09EC" w:rsidRDefault="000E09EC" w:rsidP="00B44A1D">
      <w:pPr>
        <w:pStyle w:val="libCenter"/>
      </w:pPr>
      <w:r>
        <w:t>through the years: No Charge.</w:t>
      </w:r>
    </w:p>
    <w:p w:rsidR="000E09EC" w:rsidRPr="000E09EC" w:rsidRDefault="000E09EC" w:rsidP="00B44A1D">
      <w:pPr>
        <w:pStyle w:val="libCenter"/>
      </w:pPr>
      <w:r>
        <w:t xml:space="preserve">For all the nights filled with dread, and for the worries I </w:t>
      </w:r>
    </w:p>
    <w:p w:rsidR="000E09EC" w:rsidRDefault="000E09EC" w:rsidP="00B44A1D">
      <w:pPr>
        <w:pStyle w:val="libCenter"/>
      </w:pPr>
      <w:r>
        <w:t>knew were ahead: No Charge.</w:t>
      </w:r>
    </w:p>
    <w:p w:rsidR="000E09EC" w:rsidRPr="000E09EC" w:rsidRDefault="000E09EC" w:rsidP="00B44A1D">
      <w:pPr>
        <w:pStyle w:val="libCenter"/>
      </w:pPr>
      <w:r>
        <w:t xml:space="preserve">For the toys, food, clothes, and even wiping your nose: </w:t>
      </w:r>
    </w:p>
    <w:p w:rsidR="000E09EC" w:rsidRDefault="000E09EC" w:rsidP="00B44A1D">
      <w:pPr>
        <w:pStyle w:val="libCenter"/>
      </w:pPr>
      <w:r>
        <w:t>No Charge.</w:t>
      </w:r>
    </w:p>
    <w:p w:rsidR="000E09EC" w:rsidRDefault="000E09EC" w:rsidP="00B44A1D">
      <w:pPr>
        <w:pStyle w:val="libCenter"/>
      </w:pPr>
      <w:r>
        <w:t>When you add it up, the cost of my love is: No Charge.</w:t>
      </w:r>
    </w:p>
    <w:p w:rsidR="000E09EC" w:rsidRPr="000E09EC" w:rsidRDefault="000E09EC" w:rsidP="00B44A1D">
      <w:pPr>
        <w:pStyle w:val="libCenter"/>
      </w:pPr>
      <w:r>
        <w:t xml:space="preserve">When the boy finished reading what his mother had </w:t>
      </w:r>
    </w:p>
    <w:p w:rsidR="000E09EC" w:rsidRPr="000E09EC" w:rsidRDefault="000E09EC" w:rsidP="00B44A1D">
      <w:pPr>
        <w:pStyle w:val="libCenter"/>
      </w:pPr>
      <w:r>
        <w:t>written, there were big tears in his eyes, and he looked</w:t>
      </w:r>
    </w:p>
    <w:p w:rsidR="000E09EC" w:rsidRDefault="000E09EC" w:rsidP="00B44A1D">
      <w:pPr>
        <w:pStyle w:val="libCenter"/>
      </w:pPr>
      <w:r>
        <w:t>straight up at his mother and said, “Mom, I sure do love you.”</w:t>
      </w:r>
    </w:p>
    <w:p w:rsidR="000E09EC" w:rsidRPr="000E09EC" w:rsidRDefault="000E09EC" w:rsidP="00B44A1D">
      <w:pPr>
        <w:pStyle w:val="libCenter"/>
      </w:pPr>
      <w:r>
        <w:t>And then he took the pen and in great big letters he wrote:</w:t>
      </w:r>
    </w:p>
    <w:p w:rsidR="000E09EC" w:rsidRPr="00C7518C" w:rsidRDefault="000E09EC" w:rsidP="00C7518C">
      <w:pPr>
        <w:pStyle w:val="libBoldItalic"/>
      </w:pPr>
      <w:r>
        <w:t>“PAID IN FULL.”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18" w:name="_Toc382223487"/>
      <w:r>
        <w:lastRenderedPageBreak/>
        <w:t>BEAUTIFULGIFT!</w:t>
      </w:r>
      <w:bookmarkEnd w:id="18"/>
    </w:p>
    <w:p w:rsidR="000E09EC" w:rsidRPr="000E09EC" w:rsidRDefault="000E09EC" w:rsidP="00B44A1D">
      <w:pPr>
        <w:pStyle w:val="libCenter"/>
      </w:pPr>
      <w:r>
        <w:t>A young man was getting ready to graduate college. For many months he had admired a beautiful</w:t>
      </w:r>
    </w:p>
    <w:p w:rsidR="000E09EC" w:rsidRPr="000E09EC" w:rsidRDefault="000E09EC" w:rsidP="00B44A1D">
      <w:pPr>
        <w:pStyle w:val="libCenter"/>
      </w:pPr>
      <w:r>
        <w:t>sports car in a dealer’s showroom, and knowing his father could well afford it, he told him that was</w:t>
      </w:r>
    </w:p>
    <w:p w:rsidR="000E09EC" w:rsidRPr="000E09EC" w:rsidRDefault="000E09EC" w:rsidP="00B44A1D">
      <w:pPr>
        <w:pStyle w:val="libCenter"/>
      </w:pPr>
      <w:r>
        <w:t>all he wanted. As Graduation Day approached, the young man awaited signs that his father had</w:t>
      </w:r>
    </w:p>
    <w:p w:rsidR="000E09EC" w:rsidRDefault="000E09EC" w:rsidP="00B44A1D">
      <w:pPr>
        <w:pStyle w:val="libCenter"/>
      </w:pPr>
      <w:r>
        <w:t>purchased the car. On the morning of his graduation his father called him into his private study.</w:t>
      </w:r>
    </w:p>
    <w:p w:rsidR="000E09EC" w:rsidRPr="000E09EC" w:rsidRDefault="000E09EC" w:rsidP="00B44A1D">
      <w:pPr>
        <w:pStyle w:val="libCenter"/>
      </w:pPr>
      <w:r>
        <w:t>His father told him how proud he was to have such a fine son, and told</w:t>
      </w:r>
    </w:p>
    <w:p w:rsidR="000E09EC" w:rsidRPr="000E09EC" w:rsidRDefault="000E09EC" w:rsidP="00B44A1D">
      <w:pPr>
        <w:pStyle w:val="libCenter"/>
      </w:pPr>
      <w:r>
        <w:t>him how much he loved him. He handed his son a beautiful wrapped</w:t>
      </w:r>
    </w:p>
    <w:p w:rsidR="000E09EC" w:rsidRPr="000E09EC" w:rsidRDefault="000E09EC" w:rsidP="00B44A1D">
      <w:pPr>
        <w:pStyle w:val="libCenter"/>
      </w:pPr>
      <w:r>
        <w:t>gift box. Curious, but somewhat disappointed the young man opened</w:t>
      </w:r>
    </w:p>
    <w:p w:rsidR="000E09EC" w:rsidRPr="000E09EC" w:rsidRDefault="000E09EC" w:rsidP="00B44A1D">
      <w:pPr>
        <w:pStyle w:val="libCenter"/>
      </w:pPr>
      <w:r>
        <w:t>the box and found a lovely, leather-bound Holy Qur’an. Angrily, he</w:t>
      </w:r>
    </w:p>
    <w:p w:rsidR="000E09EC" w:rsidRPr="000E09EC" w:rsidRDefault="000E09EC" w:rsidP="00B44A1D">
      <w:pPr>
        <w:pStyle w:val="libCenter"/>
      </w:pPr>
      <w:r>
        <w:t>raised his voice at his father and said, “With all your money you give</w:t>
      </w:r>
    </w:p>
    <w:p w:rsidR="000E09EC" w:rsidRDefault="000E09EC" w:rsidP="00B44A1D">
      <w:pPr>
        <w:pStyle w:val="libCenter"/>
      </w:pPr>
      <w:r>
        <w:t>me a Holy book?” and stormed out of the house, leaving the holy book.</w:t>
      </w:r>
    </w:p>
    <w:p w:rsidR="000E09EC" w:rsidRPr="000E09EC" w:rsidRDefault="000E09EC" w:rsidP="00B44A1D">
      <w:pPr>
        <w:pStyle w:val="libCenter"/>
      </w:pPr>
      <w:r>
        <w:t>He never contacted his father again for long long time. Many years</w:t>
      </w:r>
    </w:p>
    <w:p w:rsidR="000E09EC" w:rsidRPr="000E09EC" w:rsidRDefault="000E09EC" w:rsidP="00B44A1D">
      <w:pPr>
        <w:pStyle w:val="libCenter"/>
      </w:pPr>
      <w:r>
        <w:t>passed and the young man was very successful in business. He had a</w:t>
      </w:r>
    </w:p>
    <w:p w:rsidR="000E09EC" w:rsidRPr="000E09EC" w:rsidRDefault="000E09EC" w:rsidP="00B44A1D">
      <w:pPr>
        <w:pStyle w:val="libCenter"/>
      </w:pPr>
      <w:r>
        <w:t>beautiful home and wonderful family, but realized his father was very old, and thought perhaps he</w:t>
      </w:r>
    </w:p>
    <w:p w:rsidR="000E09EC" w:rsidRDefault="000E09EC" w:rsidP="00B44A1D">
      <w:pPr>
        <w:pStyle w:val="libCenter"/>
      </w:pPr>
      <w:r>
        <w:t>should go to him. He had not seen him since that graduation day.</w:t>
      </w:r>
    </w:p>
    <w:p w:rsidR="000E09EC" w:rsidRPr="000E09EC" w:rsidRDefault="000E09EC" w:rsidP="00B44A1D">
      <w:pPr>
        <w:pStyle w:val="libCenter"/>
      </w:pPr>
      <w:r>
        <w:t>Before he could make arrangements, he received a telegram telling him his father had passed away,</w:t>
      </w:r>
    </w:p>
    <w:p w:rsidR="000E09EC" w:rsidRPr="000E09EC" w:rsidRDefault="000E09EC" w:rsidP="00B44A1D">
      <w:pPr>
        <w:pStyle w:val="libCenter"/>
      </w:pPr>
      <w:r>
        <w:t>and willed all of his possessions to his son. He needed to come home immediately and take care</w:t>
      </w:r>
    </w:p>
    <w:p w:rsidR="000E09EC" w:rsidRPr="000E09EC" w:rsidRDefault="000E09EC" w:rsidP="00B44A1D">
      <w:pPr>
        <w:pStyle w:val="libCenter"/>
      </w:pPr>
      <w:r>
        <w:t>things. When he arrived at his father’s house, sudden sadness and regret filled his heart. He began</w:t>
      </w:r>
    </w:p>
    <w:p w:rsidR="000E09EC" w:rsidRPr="000E09EC" w:rsidRDefault="000E09EC" w:rsidP="00B44A1D">
      <w:pPr>
        <w:pStyle w:val="libCenter"/>
      </w:pPr>
      <w:r>
        <w:t>to search his father’s important papers and saw the still new Holy Qur’an, just as he had left it years</w:t>
      </w:r>
    </w:p>
    <w:p w:rsidR="000E09EC" w:rsidRPr="000E09EC" w:rsidRDefault="000E09EC" w:rsidP="00B44A1D">
      <w:pPr>
        <w:pStyle w:val="libCenter"/>
      </w:pPr>
      <w:r>
        <w:t>ago. With tears, he opened the Holy Qur’an and began to turn the pages. As he Read those words, a</w:t>
      </w:r>
    </w:p>
    <w:p w:rsidR="000E09EC" w:rsidRPr="000E09EC" w:rsidRDefault="000E09EC" w:rsidP="00B44A1D">
      <w:pPr>
        <w:pStyle w:val="libCenter"/>
      </w:pPr>
      <w:r>
        <w:t>car key dropped from an envelope taped behind the Holy Qur’an. It had a tag with the dealer’s</w:t>
      </w:r>
    </w:p>
    <w:p w:rsidR="000E09EC" w:rsidRPr="000E09EC" w:rsidRDefault="000E09EC" w:rsidP="00B44A1D">
      <w:pPr>
        <w:pStyle w:val="libCenter"/>
      </w:pPr>
      <w:r>
        <w:t xml:space="preserve">name, the same dealer who had the sports car he had desired. On the tag was the date of his </w:t>
      </w:r>
    </w:p>
    <w:p w:rsidR="00C7518C" w:rsidRDefault="000E09EC" w:rsidP="00B44A1D">
      <w:pPr>
        <w:pStyle w:val="libCenter"/>
      </w:pPr>
      <w:r>
        <w:t xml:space="preserve">graduation, and the words 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19" w:name="_Toc382223488"/>
      <w:r>
        <w:lastRenderedPageBreak/>
        <w:t>PAID IN FULL.</w:t>
      </w:r>
      <w:bookmarkEnd w:id="19"/>
    </w:p>
    <w:p w:rsidR="000E09EC" w:rsidRPr="000E09EC" w:rsidRDefault="000E09EC" w:rsidP="00192805">
      <w:pPr>
        <w:pStyle w:val="libCenterBold2"/>
      </w:pPr>
      <w:r>
        <w:t xml:space="preserve">How many times do we miss GOD blessings because </w:t>
      </w:r>
    </w:p>
    <w:p w:rsidR="000E09EC" w:rsidRDefault="000E09EC" w:rsidP="00192805">
      <w:pPr>
        <w:pStyle w:val="libCenterBold2"/>
      </w:pPr>
      <w:r>
        <w:t>they are not packaged as we expected?</w:t>
      </w:r>
    </w:p>
    <w:p w:rsidR="000E09EC" w:rsidRDefault="000E09EC" w:rsidP="00B44A1D">
      <w:pPr>
        <w:pStyle w:val="libCenter"/>
      </w:pPr>
      <w:r>
        <w:t>WHAT IS AFAMILY?</w:t>
      </w:r>
    </w:p>
    <w:p w:rsidR="000E09EC" w:rsidRPr="000E09EC" w:rsidRDefault="000E09EC" w:rsidP="00B44A1D">
      <w:pPr>
        <w:pStyle w:val="libCenter"/>
      </w:pPr>
      <w:r>
        <w:t xml:space="preserve">A man came home from work late, tired and irritated, </w:t>
      </w:r>
    </w:p>
    <w:p w:rsidR="000E09EC" w:rsidRDefault="000E09EC" w:rsidP="00B44A1D">
      <w:pPr>
        <w:pStyle w:val="libCenter"/>
      </w:pPr>
      <w:r>
        <w:t>to find his 5-year old son waiting for him at the door.</w:t>
      </w:r>
    </w:p>
    <w:p w:rsidR="000E09EC" w:rsidRDefault="000E09EC" w:rsidP="00B44A1D">
      <w:pPr>
        <w:pStyle w:val="libCenter"/>
      </w:pPr>
      <w:r>
        <w:t>SON: “Daddy, may I ask you a question?”</w:t>
      </w:r>
    </w:p>
    <w:p w:rsidR="000E09EC" w:rsidRDefault="000E09EC" w:rsidP="00B44A1D">
      <w:pPr>
        <w:pStyle w:val="libCenter"/>
      </w:pPr>
      <w:r>
        <w:t>DAD: “Yeah sure, what is it?” replied the man.</w:t>
      </w:r>
    </w:p>
    <w:p w:rsidR="000E09EC" w:rsidRDefault="000E09EC" w:rsidP="00B44A1D">
      <w:pPr>
        <w:pStyle w:val="libCenter"/>
      </w:pPr>
      <w:r>
        <w:t>SON: “Daddy, how much do you make an hour?”</w:t>
      </w:r>
    </w:p>
    <w:p w:rsidR="000E09EC" w:rsidRDefault="000E09EC" w:rsidP="00B44A1D">
      <w:pPr>
        <w:pStyle w:val="libCenter"/>
      </w:pPr>
      <w:r>
        <w:t>DAD: “That’s none of your business. Why do you ask such a thing?” the man said angrily.</w:t>
      </w:r>
    </w:p>
    <w:p w:rsidR="000E09EC" w:rsidRDefault="000E09EC" w:rsidP="00B44A1D">
      <w:pPr>
        <w:pStyle w:val="libCenter"/>
      </w:pPr>
      <w:r>
        <w:t>SON: “I just want to know. Please tell me, how much do you make an hour?”</w:t>
      </w:r>
    </w:p>
    <w:p w:rsidR="000E09EC" w:rsidRDefault="000E09EC" w:rsidP="00B44A1D">
      <w:pPr>
        <w:pStyle w:val="libCenter"/>
      </w:pPr>
      <w:r>
        <w:t>DAD: “If you must know, I make $20 an hour.”</w:t>
      </w:r>
    </w:p>
    <w:p w:rsidR="000E09EC" w:rsidRPr="000E09EC" w:rsidRDefault="000E09EC" w:rsidP="00B44A1D">
      <w:pPr>
        <w:pStyle w:val="libCenter"/>
      </w:pPr>
      <w:r>
        <w:t xml:space="preserve">“Oh,” the little boy replied, with his head down. Looking up, he said, </w:t>
      </w:r>
    </w:p>
    <w:p w:rsidR="000E09EC" w:rsidRDefault="000E09EC" w:rsidP="00B44A1D">
      <w:pPr>
        <w:pStyle w:val="libCenter"/>
      </w:pPr>
      <w:r w:rsidRPr="000E09EC">
        <w:t>“D</w:t>
      </w:r>
      <w:r w:rsidRPr="00C7518C">
        <w:t>addy, may I please borrow $10?”</w:t>
      </w:r>
    </w:p>
    <w:p w:rsidR="000E09EC" w:rsidRPr="00432992" w:rsidRDefault="000E09EC" w:rsidP="00B44A1D">
      <w:pPr>
        <w:pStyle w:val="libCenter"/>
        <w:sectPr w:rsidR="000E09EC" w:rsidRPr="00432992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432992" w:rsidRDefault="000E09EC" w:rsidP="00B44A1D">
      <w:pPr>
        <w:pStyle w:val="libCenter"/>
      </w:pPr>
    </w:p>
    <w:p w:rsidR="000E09EC" w:rsidRPr="000E09EC" w:rsidRDefault="000E09EC" w:rsidP="00B44A1D">
      <w:pPr>
        <w:pStyle w:val="libCenter"/>
      </w:pPr>
      <w:r>
        <w:t>The father was furious, “If the only reason you asked that is so you can borrow some money to buy</w:t>
      </w:r>
    </w:p>
    <w:p w:rsidR="000E09EC" w:rsidRPr="000E09EC" w:rsidRDefault="000E09EC" w:rsidP="00B44A1D">
      <w:pPr>
        <w:pStyle w:val="libCenter"/>
      </w:pPr>
      <w:r>
        <w:t>a silly toy or some other nonsense, then you march yourself straight to your room and go to bed.</w:t>
      </w:r>
    </w:p>
    <w:p w:rsidR="000E09EC" w:rsidRDefault="000E09EC" w:rsidP="00B44A1D">
      <w:pPr>
        <w:pStyle w:val="libCenter"/>
      </w:pPr>
      <w:r>
        <w:t>Think about why you are being so selfish. I work hard everyday for such this childish behavior.”</w:t>
      </w:r>
    </w:p>
    <w:p w:rsidR="000E09EC" w:rsidRPr="000E09EC" w:rsidRDefault="000E09EC" w:rsidP="00B44A1D">
      <w:pPr>
        <w:pStyle w:val="libCenter"/>
      </w:pPr>
      <w:r>
        <w:t>The little boy quietly went to his room and shut the door. The man sat down and started to get even</w:t>
      </w:r>
    </w:p>
    <w:p w:rsidR="000E09EC" w:rsidRPr="000E09EC" w:rsidRDefault="000E09EC" w:rsidP="00B44A1D">
      <w:pPr>
        <w:pStyle w:val="libCenter"/>
      </w:pPr>
      <w:r>
        <w:t>angrier about the little boy’s questions. How dare he ask such questions only to get some money?</w:t>
      </w:r>
    </w:p>
    <w:p w:rsidR="000E09EC" w:rsidRPr="000E09EC" w:rsidRDefault="000E09EC" w:rsidP="00B44A1D">
      <w:pPr>
        <w:pStyle w:val="libCenter"/>
      </w:pPr>
      <w:r>
        <w:t xml:space="preserve">After about an hour or so, the man had calmed down, and started to think: Maybe there was </w:t>
      </w:r>
    </w:p>
    <w:p w:rsidR="000E09EC" w:rsidRDefault="000E09EC" w:rsidP="00B44A1D">
      <w:pPr>
        <w:pStyle w:val="libCenter"/>
      </w:pPr>
      <w:r>
        <w:t>something he really needed to buy with that $10 and he really didn’t ask for money very often.</w:t>
      </w:r>
    </w:p>
    <w:p w:rsidR="000E09EC" w:rsidRDefault="000E09EC" w:rsidP="00B44A1D">
      <w:pPr>
        <w:pStyle w:val="libCenter"/>
      </w:pPr>
      <w:r>
        <w:t>The man went to the door of the little boy’s room and opened the door.</w:t>
      </w:r>
    </w:p>
    <w:p w:rsidR="000E09EC" w:rsidRDefault="000E09EC" w:rsidP="00B44A1D">
      <w:pPr>
        <w:pStyle w:val="libCenter"/>
      </w:pPr>
      <w:r>
        <w:t>“Are you asleep, son?” He asked. “No daddy, I’m awake,” replied the boy.</w:t>
      </w:r>
    </w:p>
    <w:p w:rsidR="000E09EC" w:rsidRPr="000E09EC" w:rsidRDefault="000E09EC" w:rsidP="00B44A1D">
      <w:pPr>
        <w:pStyle w:val="libCenter"/>
      </w:pPr>
      <w:r>
        <w:t xml:space="preserve">“I’ve been thinking, maybe I was too hard on you earlier,” said the man. “It’s been a long day and </w:t>
      </w:r>
    </w:p>
    <w:p w:rsidR="000E09EC" w:rsidRDefault="000E09EC" w:rsidP="00B44A1D">
      <w:pPr>
        <w:pStyle w:val="libCenter"/>
      </w:pPr>
      <w:r>
        <w:t>I took out my aggravation on you. Here’s the $10 you asked for.”</w:t>
      </w:r>
    </w:p>
    <w:p w:rsidR="000E09EC" w:rsidRDefault="000E09EC" w:rsidP="00B44A1D">
      <w:pPr>
        <w:pStyle w:val="libCenter"/>
      </w:pPr>
      <w:r>
        <w:t>The little boy sat straight up, smiling. “Oh, thank you daddy!” He yelled.</w:t>
      </w:r>
    </w:p>
    <w:p w:rsidR="000E09EC" w:rsidRDefault="000E09EC" w:rsidP="00B44A1D">
      <w:pPr>
        <w:pStyle w:val="libCenter"/>
      </w:pPr>
      <w:r>
        <w:t>Then, reaching under his pillow he pulled out some crumpled up bills.</w:t>
      </w:r>
    </w:p>
    <w:p w:rsidR="000E09EC" w:rsidRDefault="000E09EC" w:rsidP="00B44A1D">
      <w:pPr>
        <w:pStyle w:val="libCenter"/>
      </w:pPr>
      <w:r>
        <w:t>The man, seeing that the boy already had money, started to get angry again.</w:t>
      </w:r>
    </w:p>
    <w:p w:rsidR="000E09EC" w:rsidRDefault="000E09EC" w:rsidP="00B44A1D">
      <w:pPr>
        <w:pStyle w:val="libCenter"/>
      </w:pPr>
      <w:r>
        <w:t>The little boy slowly counted out his money, and then looked up at his father.</w:t>
      </w:r>
    </w:p>
    <w:p w:rsidR="000E09EC" w:rsidRDefault="000E09EC" w:rsidP="00B44A1D">
      <w:pPr>
        <w:pStyle w:val="libCenter"/>
      </w:pPr>
      <w:r>
        <w:t>“Why do you want more money if you already have some?” the father grumbled.</w:t>
      </w:r>
    </w:p>
    <w:p w:rsidR="000E09EC" w:rsidRDefault="000E09EC" w:rsidP="00B44A1D">
      <w:pPr>
        <w:pStyle w:val="libCenter"/>
      </w:pPr>
      <w:r>
        <w:t>“Because I didn’t have enough, but now I do,” the little boy replied.</w:t>
      </w:r>
    </w:p>
    <w:p w:rsidR="000E09EC" w:rsidRPr="000E09EC" w:rsidRDefault="000E09EC" w:rsidP="00B44A1D">
      <w:pPr>
        <w:pStyle w:val="libCenter"/>
      </w:pPr>
      <w:r>
        <w:t xml:space="preserve">“Daddy, I have $20 now. Can I buy an hour of your time? Please come home early tomorrow. </w:t>
      </w:r>
    </w:p>
    <w:p w:rsidR="000E09EC" w:rsidRDefault="000E09EC" w:rsidP="00B44A1D">
      <w:pPr>
        <w:pStyle w:val="libCenter"/>
      </w:pPr>
      <w:r>
        <w:t>I would like to have dinner with you.”</w:t>
      </w:r>
    </w:p>
    <w:p w:rsidR="000E09EC" w:rsidRPr="000E09EC" w:rsidRDefault="000E09EC" w:rsidP="00B44A1D">
      <w:pPr>
        <w:pStyle w:val="libCenter"/>
      </w:pPr>
      <w:r>
        <w:t>Share this story with someone you like.... But even better, share $20 worth of time with someone</w:t>
      </w:r>
    </w:p>
    <w:p w:rsidR="000E09EC" w:rsidRDefault="000E09EC" w:rsidP="00B44A1D">
      <w:pPr>
        <w:pStyle w:val="libCenter"/>
      </w:pPr>
      <w:r>
        <w:t>you love. It’s just a short reminder to all of you working so hard in life.</w:t>
      </w:r>
    </w:p>
    <w:p w:rsidR="000E09EC" w:rsidRPr="000E09EC" w:rsidRDefault="000E09EC" w:rsidP="00B44A1D">
      <w:pPr>
        <w:pStyle w:val="libCenter"/>
      </w:pPr>
      <w:r>
        <w:t>We should not let time slip through our fingers without having spent some time with those who</w:t>
      </w:r>
    </w:p>
    <w:p w:rsidR="000E09EC" w:rsidRDefault="000E09EC" w:rsidP="00B44A1D">
      <w:pPr>
        <w:pStyle w:val="libCenter"/>
      </w:pPr>
      <w:r>
        <w:t>really matter to us, those close to our hearts.</w:t>
      </w:r>
    </w:p>
    <w:p w:rsidR="000E09EC" w:rsidRPr="000E09EC" w:rsidRDefault="000E09EC" w:rsidP="00B44A1D">
      <w:pPr>
        <w:pStyle w:val="libCenter"/>
      </w:pPr>
      <w:r>
        <w:t>If we die tomorrow, the company that we are working for could easily replace us in a matter of</w:t>
      </w:r>
    </w:p>
    <w:p w:rsidR="000E09EC" w:rsidRDefault="000E09EC" w:rsidP="00B44A1D">
      <w:pPr>
        <w:pStyle w:val="libCenter"/>
      </w:pPr>
      <w:r>
        <w:t>days.</w:t>
      </w:r>
    </w:p>
    <w:p w:rsidR="000E09EC" w:rsidRPr="000E09EC" w:rsidRDefault="000E09EC" w:rsidP="00B44A1D">
      <w:pPr>
        <w:pStyle w:val="libCenter"/>
      </w:pPr>
      <w:r>
        <w:t>But the family &amp; friends we leave behind will feel the loss for the rest of their lives. And come to</w:t>
      </w:r>
    </w:p>
    <w:p w:rsidR="000E09EC" w:rsidRDefault="000E09EC" w:rsidP="00B44A1D">
      <w:pPr>
        <w:pStyle w:val="libCenter"/>
      </w:pPr>
      <w:r>
        <w:t>think of it, we pour ourselves more into work than to our family. An unwise investment indeed!</w:t>
      </w:r>
    </w:p>
    <w:p w:rsidR="000E09EC" w:rsidRDefault="000E09EC" w:rsidP="00B44A1D">
      <w:pPr>
        <w:pStyle w:val="libCenter"/>
      </w:pPr>
      <w:r>
        <w:t>So what is the moral of the story???</w:t>
      </w:r>
    </w:p>
    <w:p w:rsidR="000E09EC" w:rsidRPr="000E09EC" w:rsidRDefault="000E09EC" w:rsidP="00B44A1D">
      <w:pPr>
        <w:pStyle w:val="libCenter"/>
      </w:pPr>
      <w:r>
        <w:t>Don’t work too hard...and you know what’s the full word of FAMILY?</w:t>
      </w:r>
    </w:p>
    <w:p w:rsidR="000E09EC" w:rsidRPr="00C7518C" w:rsidRDefault="000E09EC" w:rsidP="00C7518C">
      <w:pPr>
        <w:pStyle w:val="libBoldItalic"/>
      </w:pPr>
      <w:r>
        <w:t>FAMILY = (F)ATHER (A)ND (M)OTHER,(I)(L)OVE (Y)OU!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C7518C">
      <w:pPr>
        <w:pStyle w:val="Heading1Center"/>
      </w:pPr>
      <w:bookmarkStart w:id="20" w:name="_Toc382223489"/>
      <w:r>
        <w:lastRenderedPageBreak/>
        <w:t>TRUE WEALTH</w:t>
      </w:r>
      <w:bookmarkEnd w:id="20"/>
    </w:p>
    <w:p w:rsidR="000E09EC" w:rsidRPr="000E09EC" w:rsidRDefault="000E09EC" w:rsidP="00B44A1D">
      <w:pPr>
        <w:pStyle w:val="libCenter"/>
      </w:pPr>
      <w:r>
        <w:t>One day a father of a very wealthy family took his son on a trip to the country with the purpose of</w:t>
      </w:r>
    </w:p>
    <w:p w:rsidR="000E09EC" w:rsidRDefault="000E09EC" w:rsidP="00B44A1D">
      <w:pPr>
        <w:pStyle w:val="libCenter"/>
      </w:pPr>
      <w:r>
        <w:t>showing his son how the poor people live so he could be thankful for his wealth.</w:t>
      </w:r>
    </w:p>
    <w:p w:rsidR="000E09EC" w:rsidRDefault="000E09EC" w:rsidP="00B44A1D">
      <w:pPr>
        <w:pStyle w:val="libCenter"/>
      </w:pPr>
      <w:r>
        <w:t>They spent a couple of days and nights on the farm of what would be considered a very poor family.</w:t>
      </w:r>
    </w:p>
    <w:p w:rsidR="000E09EC" w:rsidRPr="000E09EC" w:rsidRDefault="000E09EC" w:rsidP="00B44A1D">
      <w:pPr>
        <w:pStyle w:val="libCenter"/>
      </w:pPr>
      <w:r>
        <w:t>On their return from their trip, the father asked his son, “How was the trip?” “It was great, Dad.”</w:t>
      </w:r>
    </w:p>
    <w:p w:rsidR="000E09EC" w:rsidRPr="000E09EC" w:rsidRDefault="000E09EC" w:rsidP="00B44A1D">
      <w:pPr>
        <w:pStyle w:val="libCenter"/>
      </w:pPr>
      <w:r w:rsidRPr="000E09EC">
        <w:t>“D</w:t>
      </w:r>
      <w:r w:rsidRPr="00C7518C">
        <w:t>id you see how poor people can be?” the father asked. “Oh yeah” said the son. “So what did you</w:t>
      </w:r>
    </w:p>
    <w:p w:rsidR="000E09EC" w:rsidRDefault="000E09EC" w:rsidP="00B44A1D">
      <w:pPr>
        <w:pStyle w:val="libCenter"/>
      </w:pPr>
      <w:r>
        <w:t>learn from the trip?” asked the father.</w:t>
      </w:r>
    </w:p>
    <w:p w:rsidR="000E09EC" w:rsidRPr="000E09EC" w:rsidRDefault="000E09EC" w:rsidP="00B44A1D">
      <w:pPr>
        <w:pStyle w:val="libCenter"/>
      </w:pPr>
      <w:r>
        <w:t>The son answered, “I saw that we have one dog and they had four.</w:t>
      </w:r>
    </w:p>
    <w:p w:rsidR="000E09EC" w:rsidRPr="000E09EC" w:rsidRDefault="000E09EC" w:rsidP="00B44A1D">
      <w:pPr>
        <w:pStyle w:val="libCenter"/>
      </w:pPr>
      <w:r>
        <w:t>We have a pool that reaches to the middle of our garden and they</w:t>
      </w:r>
    </w:p>
    <w:p w:rsidR="000E09EC" w:rsidRPr="000E09EC" w:rsidRDefault="000E09EC" w:rsidP="00B44A1D">
      <w:pPr>
        <w:pStyle w:val="libCenter"/>
      </w:pPr>
      <w:r>
        <w:t>have a creek that has no end.” “We have imported lanterns in our</w:t>
      </w:r>
    </w:p>
    <w:p w:rsidR="000E09EC" w:rsidRPr="000E09EC" w:rsidRDefault="000E09EC" w:rsidP="00B44A1D">
      <w:pPr>
        <w:pStyle w:val="libCenter"/>
      </w:pPr>
      <w:r>
        <w:t>garden and they have the stars at night.” “Our patio reaches to the</w:t>
      </w:r>
    </w:p>
    <w:p w:rsidR="000E09EC" w:rsidRPr="000E09EC" w:rsidRDefault="000E09EC" w:rsidP="00B44A1D">
      <w:pPr>
        <w:pStyle w:val="libCenter"/>
      </w:pPr>
      <w:r>
        <w:t>front yard and they have the whole horizon.” “We have a small</w:t>
      </w:r>
    </w:p>
    <w:p w:rsidR="000E09EC" w:rsidRPr="000E09EC" w:rsidRDefault="000E09EC" w:rsidP="00B44A1D">
      <w:pPr>
        <w:pStyle w:val="libCenter"/>
      </w:pPr>
      <w:r>
        <w:t>piece of land to live on and they have fields that go beyond our</w:t>
      </w:r>
    </w:p>
    <w:p w:rsidR="000E09EC" w:rsidRPr="000E09EC" w:rsidRDefault="000E09EC" w:rsidP="00B44A1D">
      <w:pPr>
        <w:pStyle w:val="libCenter"/>
      </w:pPr>
      <w:r>
        <w:t>sight.” “We have servants who serve us, but they serve others.”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e buy our food, but they grow theirs.” “We have walls around</w:t>
      </w:r>
    </w:p>
    <w:p w:rsidR="000E09EC" w:rsidRDefault="000E09EC" w:rsidP="00B44A1D">
      <w:pPr>
        <w:pStyle w:val="libCenter"/>
      </w:pPr>
      <w:r>
        <w:t>our property to protect us; they have friends to protect them.”</w:t>
      </w:r>
    </w:p>
    <w:p w:rsidR="000E09EC" w:rsidRPr="000E09EC" w:rsidRDefault="000E09EC" w:rsidP="00B44A1D">
      <w:pPr>
        <w:pStyle w:val="libCenter"/>
      </w:pPr>
      <w:r>
        <w:t>With this the boy’s father was speechless. Then his son added, “Thanks dad for showing me how</w:t>
      </w:r>
    </w:p>
    <w:p w:rsidR="000E09EC" w:rsidRDefault="000E09EC" w:rsidP="00B44A1D">
      <w:pPr>
        <w:pStyle w:val="libCenter"/>
      </w:pPr>
      <w:r>
        <w:t>poor we are.”</w:t>
      </w:r>
    </w:p>
    <w:p w:rsidR="00C7518C" w:rsidRDefault="00C7518C" w:rsidP="00B44A1D">
      <w:pPr>
        <w:pStyle w:val="libCenter"/>
      </w:pPr>
      <w:r>
        <w:br w:type="page"/>
      </w:r>
    </w:p>
    <w:p w:rsidR="000E09EC" w:rsidRDefault="000E09EC" w:rsidP="00C7518C">
      <w:pPr>
        <w:pStyle w:val="Heading1Center"/>
      </w:pPr>
      <w:bookmarkStart w:id="21" w:name="_Toc382223490"/>
      <w:r>
        <w:lastRenderedPageBreak/>
        <w:t>AHOLE IN THE FENCE</w:t>
      </w:r>
      <w:bookmarkEnd w:id="21"/>
    </w:p>
    <w:p w:rsidR="000E09EC" w:rsidRPr="000E09EC" w:rsidRDefault="000E09EC" w:rsidP="00B44A1D">
      <w:pPr>
        <w:pStyle w:val="libCenter"/>
      </w:pPr>
      <w:r>
        <w:t>There once was a little boy who had a bad temper. His Father gave him a bag of nails and told him</w:t>
      </w:r>
    </w:p>
    <w:p w:rsidR="000E09EC" w:rsidRDefault="000E09EC" w:rsidP="00B44A1D">
      <w:pPr>
        <w:pStyle w:val="libCenter"/>
      </w:pPr>
      <w:r>
        <w:t>that every time he lost his temper, he must hammer a nail into the back of the fence.</w:t>
      </w:r>
    </w:p>
    <w:p w:rsidR="000E09EC" w:rsidRPr="000E09EC" w:rsidRDefault="000E09EC" w:rsidP="00B44A1D">
      <w:pPr>
        <w:pStyle w:val="libCenter"/>
      </w:pPr>
      <w:r>
        <w:t>The first day the boy had driven 37 nails into the fence. Over the next few weeks, as he learned to</w:t>
      </w:r>
    </w:p>
    <w:p w:rsidR="000E09EC" w:rsidRPr="000E09EC" w:rsidRDefault="000E09EC" w:rsidP="00B44A1D">
      <w:pPr>
        <w:pStyle w:val="libCenter"/>
      </w:pPr>
      <w:r>
        <w:t>control his anger, the number of nails hammered daily gradually dwindled down. He discovered it</w:t>
      </w:r>
    </w:p>
    <w:p w:rsidR="000E09EC" w:rsidRDefault="000E09EC" w:rsidP="00B44A1D">
      <w:pPr>
        <w:pStyle w:val="libCenter"/>
      </w:pPr>
      <w:r>
        <w:t>was easier to hold his temper than to drive those nails into the fence....</w:t>
      </w:r>
    </w:p>
    <w:p w:rsidR="000E09EC" w:rsidRPr="000E09EC" w:rsidRDefault="000E09EC" w:rsidP="00B44A1D">
      <w:pPr>
        <w:pStyle w:val="libCenter"/>
      </w:pPr>
      <w:r>
        <w:t>Finally the day came when the boy didn’t lose his temper at all. He told his father about it and the</w:t>
      </w:r>
    </w:p>
    <w:p w:rsidR="000E09EC" w:rsidRPr="000E09EC" w:rsidRDefault="000E09EC" w:rsidP="00B44A1D">
      <w:pPr>
        <w:pStyle w:val="libCenter"/>
      </w:pPr>
      <w:r>
        <w:t xml:space="preserve">father suggested that the boy now pull out one nail for each day that he was able to hold his </w:t>
      </w:r>
    </w:p>
    <w:p w:rsidR="000E09EC" w:rsidRPr="000E09EC" w:rsidRDefault="000E09EC" w:rsidP="00B44A1D">
      <w:pPr>
        <w:pStyle w:val="libCenter"/>
      </w:pPr>
      <w:r>
        <w:t>temper. The day passed and the young boy was finally able to tell his father that all the nails were</w:t>
      </w:r>
    </w:p>
    <w:p w:rsidR="000E09EC" w:rsidRPr="000E09EC" w:rsidRDefault="000E09EC" w:rsidP="00B44A1D">
      <w:pPr>
        <w:pStyle w:val="libCenter"/>
      </w:pPr>
      <w:r>
        <w:t>gone. The father took his son by the hand and led him to the fence. He said, “You have done well,</w:t>
      </w:r>
    </w:p>
    <w:p w:rsidR="000E09EC" w:rsidRDefault="000E09EC" w:rsidP="00B44A1D">
      <w:pPr>
        <w:pStyle w:val="libCenter"/>
      </w:pPr>
      <w:r>
        <w:t>my son, but look at the holes in the fence.”</w:t>
      </w:r>
    </w:p>
    <w:p w:rsidR="000E09EC" w:rsidRPr="000E09EC" w:rsidRDefault="000E09EC" w:rsidP="00B44A1D">
      <w:pPr>
        <w:pStyle w:val="libCenter"/>
      </w:pPr>
      <w:r>
        <w:t>The fence will never be the same. When you say things in anger, they leave a scar just like this one.</w:t>
      </w:r>
    </w:p>
    <w:p w:rsidR="000E09EC" w:rsidRPr="000E09EC" w:rsidRDefault="000E09EC" w:rsidP="00B44A1D">
      <w:pPr>
        <w:pStyle w:val="libCenter"/>
      </w:pPr>
      <w:r>
        <w:t>You can put a knife in a man and draw it out. It won’t matter how many times you say I’m sorry,</w:t>
      </w:r>
    </w:p>
    <w:p w:rsidR="000E09EC" w:rsidRDefault="000E09EC" w:rsidP="00B44A1D">
      <w:pPr>
        <w:pStyle w:val="libCenter"/>
      </w:pPr>
      <w:r>
        <w:t>the wound is still there. A verbal wound is as bad as a physical one.</w:t>
      </w:r>
    </w:p>
    <w:p w:rsidR="000E09EC" w:rsidRPr="000E09EC" w:rsidRDefault="000E09EC" w:rsidP="00B44A1D">
      <w:pPr>
        <w:pStyle w:val="libCenter"/>
      </w:pPr>
      <w:r>
        <w:t>Friends and loved ones are a very rare jewel, indeed.</w:t>
      </w:r>
    </w:p>
    <w:p w:rsidR="000E09EC" w:rsidRPr="000E09EC" w:rsidRDefault="000E09EC" w:rsidP="00B44A1D">
      <w:pPr>
        <w:pStyle w:val="libCenter"/>
      </w:pPr>
      <w:r>
        <w:t>They make you smile and encourage you to succeed.</w:t>
      </w:r>
    </w:p>
    <w:p w:rsidR="000E09EC" w:rsidRPr="000E09EC" w:rsidRDefault="000E09EC" w:rsidP="00B44A1D">
      <w:pPr>
        <w:pStyle w:val="libCenter"/>
      </w:pPr>
      <w:r>
        <w:t>They lend an ear, they share a word of praise, and they</w:t>
      </w:r>
    </w:p>
    <w:p w:rsidR="000E09EC" w:rsidRPr="000E09EC" w:rsidRDefault="000E09EC" w:rsidP="00B44A1D">
      <w:pPr>
        <w:pStyle w:val="libCenter"/>
      </w:pPr>
      <w:r>
        <w:t xml:space="preserve">always want to open their hearts to us. Water your </w:t>
      </w:r>
    </w:p>
    <w:p w:rsidR="000E09EC" w:rsidRPr="000E09EC" w:rsidRDefault="000E09EC" w:rsidP="00B44A1D">
      <w:pPr>
        <w:pStyle w:val="libCenter"/>
      </w:pPr>
      <w:r>
        <w:t>relationships with kindness… and they will grow. So be</w:t>
      </w:r>
    </w:p>
    <w:p w:rsidR="000E09EC" w:rsidRPr="000E09EC" w:rsidRDefault="000E09EC" w:rsidP="00B44A1D">
      <w:pPr>
        <w:pStyle w:val="libCenter"/>
      </w:pPr>
      <w:r>
        <w:t>careful little lips what you say…! And you won't chase</w:t>
      </w:r>
    </w:p>
    <w:p w:rsidR="000E09EC" w:rsidRDefault="000E09EC" w:rsidP="00B44A1D">
      <w:pPr>
        <w:pStyle w:val="libCenter"/>
      </w:pPr>
      <w:r>
        <w:t>friendships away.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22" w:name="_Toc382223491"/>
      <w:r>
        <w:lastRenderedPageBreak/>
        <w:t>GRANDPA’S TABLE</w:t>
      </w:r>
      <w:bookmarkEnd w:id="22"/>
    </w:p>
    <w:p w:rsidR="000E09EC" w:rsidRPr="000E09EC" w:rsidRDefault="000E09EC" w:rsidP="00B44A1D">
      <w:pPr>
        <w:pStyle w:val="libCenter"/>
      </w:pPr>
      <w:r>
        <w:t>A frail old man went to live with his son, daughter-in-law, and four-year old grandson. The old</w:t>
      </w:r>
    </w:p>
    <w:p w:rsidR="000E09EC" w:rsidRPr="000E09EC" w:rsidRDefault="000E09EC" w:rsidP="00B44A1D">
      <w:pPr>
        <w:pStyle w:val="libCenter"/>
      </w:pPr>
      <w:r>
        <w:t>man’s hands trembled, his eyesight was blurred, and his step faltered. The family ate together at</w:t>
      </w:r>
    </w:p>
    <w:p w:rsidR="000E09EC" w:rsidRPr="000E09EC" w:rsidRDefault="000E09EC" w:rsidP="00B44A1D">
      <w:pPr>
        <w:pStyle w:val="libCenter"/>
      </w:pPr>
      <w:r>
        <w:t>the table. But the elderly grandfather’s shaky hands and failing sight made eating difficult. Peas</w:t>
      </w:r>
    </w:p>
    <w:p w:rsidR="000E09EC" w:rsidRDefault="000E09EC" w:rsidP="00B44A1D">
      <w:pPr>
        <w:pStyle w:val="libCenter"/>
      </w:pPr>
      <w:r>
        <w:t>rolled off his spoon onto the floor. When he grasped, the glass, milk spilled on the tablecloth.</w:t>
      </w:r>
    </w:p>
    <w:p w:rsidR="000E09EC" w:rsidRPr="000E09EC" w:rsidRDefault="000E09EC" w:rsidP="00B44A1D">
      <w:pPr>
        <w:pStyle w:val="libCenter"/>
      </w:pPr>
      <w:r>
        <w:t>The son and daughter-in-law became irritated with the mess. “We must do something about</w:t>
      </w:r>
    </w:p>
    <w:p w:rsidR="000E09EC" w:rsidRPr="000E09EC" w:rsidRDefault="000E09EC" w:rsidP="00B44A1D">
      <w:pPr>
        <w:pStyle w:val="libCenter"/>
      </w:pPr>
      <w:r>
        <w:t>Grandfather,” said the son. “I’ve had enough of his spilled milk, noisy eating, and food on the</w:t>
      </w:r>
    </w:p>
    <w:p w:rsidR="000E09EC" w:rsidRPr="000E09EC" w:rsidRDefault="000E09EC" w:rsidP="00B44A1D">
      <w:pPr>
        <w:pStyle w:val="libCenter"/>
      </w:pPr>
      <w:r>
        <w:t>floor.” So the husband and wife set a small table in the corner. There, Grandfather ate alone while</w:t>
      </w:r>
    </w:p>
    <w:p w:rsidR="000E09EC" w:rsidRPr="000E09EC" w:rsidRDefault="000E09EC" w:rsidP="00B44A1D">
      <w:pPr>
        <w:pStyle w:val="libCenter"/>
      </w:pPr>
      <w:r>
        <w:t>the rest of the family enjoyed dinner. Since Grandfather had broken a dish or two, his food was</w:t>
      </w:r>
    </w:p>
    <w:p w:rsidR="000E09EC" w:rsidRPr="000E09EC" w:rsidRDefault="000E09EC" w:rsidP="00B44A1D">
      <w:pPr>
        <w:pStyle w:val="libCenter"/>
      </w:pPr>
      <w:r>
        <w:t>served in a wooden bowl. When the family glanced in Grandfather’s direction, sometimes he had a</w:t>
      </w:r>
    </w:p>
    <w:p w:rsidR="000E09EC" w:rsidRPr="000E09EC" w:rsidRDefault="000E09EC" w:rsidP="00B44A1D">
      <w:pPr>
        <w:pStyle w:val="libCenter"/>
      </w:pPr>
      <w:r>
        <w:t>tear in his eye as he sat alone. Still, the only words the couple had for him were sharp admonitions</w:t>
      </w:r>
    </w:p>
    <w:p w:rsidR="000E09EC" w:rsidRDefault="000E09EC" w:rsidP="00B44A1D">
      <w:pPr>
        <w:pStyle w:val="libCenter"/>
      </w:pPr>
      <w:r>
        <w:t>when he dropped a fork or spilled food. The four-year-old watched it all in silence.</w:t>
      </w:r>
    </w:p>
    <w:p w:rsidR="000E09EC" w:rsidRPr="000E09EC" w:rsidRDefault="000E09EC" w:rsidP="00B44A1D">
      <w:pPr>
        <w:pStyle w:val="libCenter"/>
      </w:pPr>
      <w:r>
        <w:t>One evening before supper, the father noticed his son playing with wood scraps on the floor. He</w:t>
      </w:r>
    </w:p>
    <w:p w:rsidR="000E09EC" w:rsidRPr="000E09EC" w:rsidRDefault="000E09EC" w:rsidP="00B44A1D">
      <w:pPr>
        <w:pStyle w:val="libCenter"/>
      </w:pPr>
      <w:r>
        <w:t>asked the child sweetly, “What are you making?” Just as sweetly, the boy responded, “Oh, I am</w:t>
      </w:r>
    </w:p>
    <w:p w:rsidR="000E09EC" w:rsidRPr="000E09EC" w:rsidRDefault="000E09EC" w:rsidP="00B44A1D">
      <w:pPr>
        <w:pStyle w:val="libCenter"/>
      </w:pPr>
      <w:r>
        <w:t>making a little bowl for you and Mama to eat your food in when I grow up.” The four-year-old</w:t>
      </w:r>
    </w:p>
    <w:p w:rsidR="000E09EC" w:rsidRPr="000E09EC" w:rsidRDefault="000E09EC" w:rsidP="00B44A1D">
      <w:pPr>
        <w:pStyle w:val="libCenter"/>
      </w:pPr>
      <w:r>
        <w:t>smiled and went back to work. The words so struck the parents that they were speechless. Then</w:t>
      </w:r>
    </w:p>
    <w:p w:rsidR="000E09EC" w:rsidRPr="000E09EC" w:rsidRDefault="000E09EC" w:rsidP="00B44A1D">
      <w:pPr>
        <w:pStyle w:val="libCenter"/>
      </w:pPr>
      <w:r>
        <w:t>tears started to stream down their cheeks. Though no word was spoken, both knew what must be</w:t>
      </w:r>
    </w:p>
    <w:p w:rsidR="000E09EC" w:rsidRDefault="000E09EC" w:rsidP="00B44A1D">
      <w:pPr>
        <w:pStyle w:val="libCenter"/>
      </w:pPr>
      <w:r>
        <w:t>done.</w:t>
      </w:r>
    </w:p>
    <w:p w:rsidR="000E09EC" w:rsidRPr="000E09EC" w:rsidRDefault="000E09EC" w:rsidP="00B44A1D">
      <w:pPr>
        <w:pStyle w:val="libCenter"/>
      </w:pPr>
      <w:r>
        <w:t xml:space="preserve">That evening the husband took Grandfather’s hand and gently led him back to the family table. </w:t>
      </w:r>
    </w:p>
    <w:p w:rsidR="000E09EC" w:rsidRPr="000E09EC" w:rsidRDefault="000E09EC" w:rsidP="00B44A1D">
      <w:pPr>
        <w:pStyle w:val="libCenter"/>
      </w:pPr>
      <w:r>
        <w:t>For the remainder of his days he ate every meal with the family.</w:t>
      </w:r>
    </w:p>
    <w:p w:rsidR="000E09EC" w:rsidRPr="000E09EC" w:rsidRDefault="000E09EC" w:rsidP="00B44A1D">
      <w:pPr>
        <w:pStyle w:val="libCenter"/>
      </w:pPr>
      <w:r>
        <w:t>And for some reason, neither husband nor wife seemed to care</w:t>
      </w:r>
    </w:p>
    <w:p w:rsidR="000E09EC" w:rsidRPr="000E09EC" w:rsidRDefault="000E09EC" w:rsidP="00192805">
      <w:pPr>
        <w:pStyle w:val="libCenterBold2"/>
      </w:pPr>
      <w:r w:rsidRPr="000E09EC">
        <w:t>“L</w:t>
      </w:r>
      <w:r w:rsidRPr="00C7518C">
        <w:rPr>
          <w:rStyle w:val="libBold2Char"/>
        </w:rPr>
        <w:t>ittle Things Affect Little Minds”</w:t>
      </w:r>
    </w:p>
    <w:p w:rsidR="000E09EC" w:rsidRPr="000E09EC" w:rsidRDefault="000E09EC" w:rsidP="00B44A1D">
      <w:pPr>
        <w:pStyle w:val="libCenter"/>
      </w:pPr>
      <w:r>
        <w:t xml:space="preserve">any longer when a fork was dropped, milk spilled, or the </w:t>
      </w:r>
    </w:p>
    <w:p w:rsidR="000E09EC" w:rsidRPr="000E09EC" w:rsidRDefault="000E09EC" w:rsidP="00B44A1D">
      <w:pPr>
        <w:pStyle w:val="libCenter"/>
      </w:pPr>
      <w:r>
        <w:t>tablecloth soiled.</w:t>
      </w:r>
    </w:p>
    <w:p w:rsidR="00A10C90" w:rsidRDefault="00A10C90" w:rsidP="00B44A1D">
      <w:pPr>
        <w:pStyle w:val="libCenter"/>
      </w:pPr>
      <w:r>
        <w:br w:type="page"/>
      </w:r>
    </w:p>
    <w:p w:rsidR="000E09EC" w:rsidRPr="000E09EC" w:rsidRDefault="000E09EC" w:rsidP="00A10C90">
      <w:pPr>
        <w:pStyle w:val="Heading1Center"/>
      </w:pPr>
      <w:bookmarkStart w:id="23" w:name="_Toc382223492"/>
      <w:r>
        <w:lastRenderedPageBreak/>
        <w:t>BENJAMIN DISRAELI</w:t>
      </w:r>
      <w:bookmarkEnd w:id="23"/>
    </w:p>
    <w:p w:rsidR="000E09EC" w:rsidRPr="000E09EC" w:rsidRDefault="000E09EC" w:rsidP="00B44A1D">
      <w:pPr>
        <w:pStyle w:val="libCenter"/>
      </w:pPr>
      <w:r>
        <w:t>Children are remarkably perceptive. Their eyes ever observe, their ears ever listen, and their minds</w:t>
      </w:r>
    </w:p>
    <w:p w:rsidR="000E09EC" w:rsidRPr="000E09EC" w:rsidRDefault="000E09EC" w:rsidP="00B44A1D">
      <w:pPr>
        <w:pStyle w:val="libCenter"/>
      </w:pPr>
      <w:r>
        <w:t>ever process the messages they absorb. If they see us patiently provide a happy home atmosphere</w:t>
      </w:r>
    </w:p>
    <w:p w:rsidR="000E09EC" w:rsidRPr="000E09EC" w:rsidRDefault="000E09EC" w:rsidP="00B44A1D">
      <w:pPr>
        <w:pStyle w:val="libCenter"/>
      </w:pPr>
      <w:r>
        <w:t xml:space="preserve">for family members, they will imitate that attitude for the rest of their lives. The wise parent </w:t>
      </w:r>
    </w:p>
    <w:p w:rsidR="000E09EC" w:rsidRPr="000E09EC" w:rsidRDefault="000E09EC" w:rsidP="00B44A1D">
      <w:pPr>
        <w:pStyle w:val="libCenter"/>
      </w:pPr>
      <w:r>
        <w:t>realizes that every day the building blocks are being laid for the child’s future. Let’s be wise builders</w:t>
      </w:r>
    </w:p>
    <w:p w:rsidR="000E09EC" w:rsidRDefault="000E09EC" w:rsidP="00B44A1D">
      <w:pPr>
        <w:pStyle w:val="libCenter"/>
      </w:pPr>
      <w:r>
        <w:t>and role models.</w:t>
      </w:r>
    </w:p>
    <w:p w:rsidR="000E09EC" w:rsidRPr="000E09EC" w:rsidRDefault="000E09EC" w:rsidP="00192805">
      <w:pPr>
        <w:pStyle w:val="libCenterBold2"/>
      </w:pPr>
      <w:r>
        <w:t xml:space="preserve">“Life is about people connecting with people, and making a positive difference. </w:t>
      </w:r>
    </w:p>
    <w:p w:rsidR="000E09EC" w:rsidRPr="000E09EC" w:rsidRDefault="000E09EC" w:rsidP="00192805">
      <w:pPr>
        <w:pStyle w:val="libCenterBold2"/>
      </w:pPr>
      <w:r>
        <w:t>Take care of yourself, ... and those you love, ... today, ... and everyday!”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24" w:name="_Toc382223493"/>
      <w:r>
        <w:lastRenderedPageBreak/>
        <w:t>FATHERS EYES</w:t>
      </w:r>
      <w:bookmarkEnd w:id="24"/>
    </w:p>
    <w:p w:rsidR="000E09EC" w:rsidRPr="000E09EC" w:rsidRDefault="000E09EC" w:rsidP="00B44A1D">
      <w:pPr>
        <w:pStyle w:val="libCenter"/>
      </w:pPr>
      <w:r>
        <w:t>A teenager lived alone with his father, and the two of them had a very special relationship. The</w:t>
      </w:r>
    </w:p>
    <w:p w:rsidR="000E09EC" w:rsidRPr="000E09EC" w:rsidRDefault="000E09EC" w:rsidP="00B44A1D">
      <w:pPr>
        <w:pStyle w:val="libCenter"/>
      </w:pPr>
      <w:r>
        <w:t>father believed in encouragement. Even though the son was always on the bench, his father was</w:t>
      </w:r>
    </w:p>
    <w:p w:rsidR="000E09EC" w:rsidRDefault="000E09EC" w:rsidP="00B44A1D">
      <w:pPr>
        <w:pStyle w:val="libCenter"/>
      </w:pPr>
      <w:r>
        <w:t>always in the stands cheering. He never missed a game.</w:t>
      </w:r>
    </w:p>
    <w:p w:rsidR="000E09EC" w:rsidRPr="000E09EC" w:rsidRDefault="000E09EC" w:rsidP="00B44A1D">
      <w:pPr>
        <w:pStyle w:val="libCenter"/>
      </w:pPr>
      <w:r>
        <w:t>This young man was the smallest of the class when he entered high school. His father continued to</w:t>
      </w:r>
    </w:p>
    <w:p w:rsidR="000E09EC" w:rsidRDefault="000E09EC" w:rsidP="00B44A1D">
      <w:pPr>
        <w:pStyle w:val="libCenter"/>
      </w:pPr>
      <w:r>
        <w:t>encourage him but also made it very clear that he did not have to play football if he didn’t want to.</w:t>
      </w:r>
    </w:p>
    <w:p w:rsidR="000E09EC" w:rsidRPr="000E09EC" w:rsidRDefault="000E09EC" w:rsidP="00B44A1D">
      <w:pPr>
        <w:pStyle w:val="libCenter"/>
      </w:pPr>
      <w:r>
        <w:t>But the young man loved football and decided to hang in there. He was determined to try his best</w:t>
      </w:r>
    </w:p>
    <w:p w:rsidR="000E09EC" w:rsidRPr="000E09EC" w:rsidRDefault="000E09EC" w:rsidP="00B44A1D">
      <w:pPr>
        <w:pStyle w:val="libCenter"/>
      </w:pPr>
      <w:r>
        <w:t>at every practice, and perhaps he’d get to play when he became a senior. All through high school he</w:t>
      </w:r>
    </w:p>
    <w:p w:rsidR="000E09EC" w:rsidRPr="000E09EC" w:rsidRDefault="000E09EC" w:rsidP="00B44A1D">
      <w:pPr>
        <w:pStyle w:val="libCenter"/>
      </w:pPr>
      <w:r>
        <w:t>never missed a practice or a game, but remained a bench warmer all four years. His faithful father</w:t>
      </w:r>
    </w:p>
    <w:p w:rsidR="000E09EC" w:rsidRDefault="000E09EC" w:rsidP="00B44A1D">
      <w:pPr>
        <w:pStyle w:val="libCenter"/>
      </w:pPr>
      <w:r>
        <w:t>was always in the stands, always with words of encouragement for him. When the young man went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  <w:r>
        <w:lastRenderedPageBreak/>
        <w:t>to college, he decided to try out for the football team as a “walk-on.”</w:t>
      </w:r>
    </w:p>
    <w:p w:rsidR="000E09EC" w:rsidRPr="000E09EC" w:rsidRDefault="000E09EC" w:rsidP="00B44A1D">
      <w:pPr>
        <w:pStyle w:val="libCenter"/>
      </w:pPr>
      <w:r>
        <w:t>Everyone was sure he could never make the cut, but he did. The coach admitted that he kept him</w:t>
      </w:r>
    </w:p>
    <w:p w:rsidR="000E09EC" w:rsidRPr="000E09EC" w:rsidRDefault="000E09EC" w:rsidP="00B44A1D">
      <w:pPr>
        <w:pStyle w:val="libCenter"/>
      </w:pPr>
      <w:r>
        <w:t xml:space="preserve">on the roster because he always puts his heart and soul to every practice, and at the same time, </w:t>
      </w:r>
    </w:p>
    <w:p w:rsidR="000E09EC" w:rsidRPr="000E09EC" w:rsidRDefault="000E09EC" w:rsidP="00B44A1D">
      <w:pPr>
        <w:pStyle w:val="libCenter"/>
      </w:pPr>
      <w:r>
        <w:t>provided the other members with the spirit and hustle they badly needed. The news that he had</w:t>
      </w:r>
    </w:p>
    <w:p w:rsidR="000E09EC" w:rsidRDefault="000E09EC" w:rsidP="00B44A1D">
      <w:pPr>
        <w:pStyle w:val="libCenter"/>
      </w:pPr>
      <w:r>
        <w:t>survived the cut thrilled him so much that he rushed to the nearest phone and called his father.</w:t>
      </w:r>
    </w:p>
    <w:p w:rsidR="000E09EC" w:rsidRPr="000E09EC" w:rsidRDefault="000E09EC" w:rsidP="00B44A1D">
      <w:pPr>
        <w:pStyle w:val="libCenter"/>
      </w:pPr>
      <w:r>
        <w:t xml:space="preserve">His father shared his excitement and was sent season tickets for all the college games. This </w:t>
      </w:r>
    </w:p>
    <w:p w:rsidR="000E09EC" w:rsidRPr="000E09EC" w:rsidRDefault="000E09EC" w:rsidP="00B44A1D">
      <w:pPr>
        <w:pStyle w:val="libCenter"/>
      </w:pPr>
      <w:r>
        <w:t>persistent young athlete never missed practice during his four years at college, but he never got to</w:t>
      </w:r>
    </w:p>
    <w:p w:rsidR="000E09EC" w:rsidRDefault="000E09EC" w:rsidP="00B44A1D">
      <w:pPr>
        <w:pStyle w:val="libCenter"/>
      </w:pPr>
      <w:r>
        <w:t>play in the game.</w:t>
      </w:r>
    </w:p>
    <w:p w:rsidR="000E09EC" w:rsidRPr="000E09EC" w:rsidRDefault="000E09EC" w:rsidP="00B44A1D">
      <w:pPr>
        <w:pStyle w:val="libCenter"/>
      </w:pPr>
      <w:r>
        <w:t>It was the end of his senior football season, and as he trotted onto the practice field shortly before</w:t>
      </w:r>
    </w:p>
    <w:p w:rsidR="000E09EC" w:rsidRPr="000E09EC" w:rsidRDefault="000E09EC" w:rsidP="00B44A1D">
      <w:pPr>
        <w:pStyle w:val="libCenter"/>
      </w:pPr>
      <w:r>
        <w:t>the big play off game, the coach met him with a telegram. The young man read the telegram and he</w:t>
      </w:r>
    </w:p>
    <w:p w:rsidR="000E09EC" w:rsidRPr="000E09EC" w:rsidRDefault="000E09EC" w:rsidP="00B44A1D">
      <w:pPr>
        <w:pStyle w:val="libCenter"/>
      </w:pPr>
      <w:r>
        <w:t xml:space="preserve">became deathly silent. Swallowing hard, he mumbled to the coach, “My father died this morning. </w:t>
      </w:r>
    </w:p>
    <w:p w:rsidR="000E09EC" w:rsidRDefault="000E09EC" w:rsidP="00B44A1D">
      <w:pPr>
        <w:pStyle w:val="libCenter"/>
      </w:pPr>
      <w:r>
        <w:t>Is it all right if I miss practice today?”</w:t>
      </w:r>
    </w:p>
    <w:p w:rsidR="000E09EC" w:rsidRPr="000E09EC" w:rsidRDefault="000E09EC" w:rsidP="00B44A1D">
      <w:pPr>
        <w:pStyle w:val="libCenter"/>
      </w:pPr>
      <w:r>
        <w:t xml:space="preserve">The coach put his arm gently around his shoulder and said, “Take the rest of the week off, son. </w:t>
      </w:r>
    </w:p>
    <w:p w:rsidR="000E09EC" w:rsidRPr="000E09EC" w:rsidRDefault="000E09EC" w:rsidP="00B44A1D">
      <w:pPr>
        <w:pStyle w:val="libCenter"/>
      </w:pPr>
      <w:r>
        <w:t>And don’t even plan to come back to the game on Saturday.” Saturday arrived, and the game was</w:t>
      </w:r>
    </w:p>
    <w:p w:rsidR="000E09EC" w:rsidRDefault="000E09EC" w:rsidP="00B44A1D">
      <w:pPr>
        <w:pStyle w:val="libCenter"/>
      </w:pPr>
      <w:r>
        <w:t>not going well.</w:t>
      </w:r>
    </w:p>
    <w:p w:rsidR="000E09EC" w:rsidRPr="000E09EC" w:rsidRDefault="000E09EC" w:rsidP="00B44A1D">
      <w:pPr>
        <w:pStyle w:val="libCenter"/>
      </w:pPr>
      <w:r>
        <w:t>In the third quarter, when the team was ten points behind, a silent young man quietly slipped into</w:t>
      </w:r>
    </w:p>
    <w:p w:rsidR="000E09EC" w:rsidRPr="000E09EC" w:rsidRDefault="000E09EC" w:rsidP="00B44A1D">
      <w:pPr>
        <w:pStyle w:val="libCenter"/>
      </w:pPr>
      <w:r>
        <w:t>the empty locker room and put on his football gear. As he ran onto the sidelines, the coach and his</w:t>
      </w:r>
    </w:p>
    <w:p w:rsidR="000E09EC" w:rsidRDefault="000E09EC" w:rsidP="00B44A1D">
      <w:pPr>
        <w:pStyle w:val="libCenter"/>
      </w:pPr>
      <w:r>
        <w:t>players were astounded to see their faithful team-mate back so soon.</w:t>
      </w:r>
    </w:p>
    <w:p w:rsidR="000E09EC" w:rsidRDefault="000E09EC" w:rsidP="00B44A1D">
      <w:pPr>
        <w:pStyle w:val="libCenter"/>
      </w:pPr>
      <w:r>
        <w:t>“Coach, please let me play. I’ve just got to play today,” said the young man.</w:t>
      </w:r>
    </w:p>
    <w:p w:rsidR="000E09EC" w:rsidRPr="000E09EC" w:rsidRDefault="000E09EC" w:rsidP="00B44A1D">
      <w:pPr>
        <w:pStyle w:val="libCenter"/>
      </w:pPr>
      <w:r>
        <w:t>The coach pretended not to hear him. There was no way he wanted his worst player in this close</w:t>
      </w:r>
    </w:p>
    <w:p w:rsidR="000E09EC" w:rsidRPr="000E09EC" w:rsidRDefault="000E09EC" w:rsidP="00B44A1D">
      <w:pPr>
        <w:pStyle w:val="libCenter"/>
      </w:pPr>
      <w:r>
        <w:t>playoff game. But the young man persisted, and finally feeling sorry for the kid, the coach gave in.</w:t>
      </w:r>
    </w:p>
    <w:p w:rsidR="000E09EC" w:rsidRPr="000E09EC" w:rsidRDefault="000E09EC" w:rsidP="00B44A1D">
      <w:pPr>
        <w:pStyle w:val="libCenter"/>
      </w:pPr>
      <w:r w:rsidRPr="000E09EC">
        <w:t>“A</w:t>
      </w:r>
      <w:r w:rsidRPr="00C7518C">
        <w:t>ll right,” he said. “You can go in.” Before long, the coach, the players and everyone in the stands</w:t>
      </w:r>
    </w:p>
    <w:p w:rsidR="000E09EC" w:rsidRPr="000E09EC" w:rsidRDefault="000E09EC" w:rsidP="00B44A1D">
      <w:pPr>
        <w:pStyle w:val="libCenter"/>
      </w:pPr>
      <w:r>
        <w:t xml:space="preserve">could not believe their eyes. This little unknown, who had never played before, was doing </w:t>
      </w:r>
    </w:p>
    <w:p w:rsidR="000E09EC" w:rsidRPr="000E09EC" w:rsidRDefault="000E09EC" w:rsidP="00B44A1D">
      <w:pPr>
        <w:pStyle w:val="libCenter"/>
      </w:pPr>
      <w:r>
        <w:t>everything right. The opposing team could not stop him. He ran, he passed, blocked and tackled</w:t>
      </w:r>
    </w:p>
    <w:p w:rsidR="000E09EC" w:rsidRDefault="000E09EC" w:rsidP="00B44A1D">
      <w:pPr>
        <w:pStyle w:val="libCenter"/>
      </w:pPr>
      <w:r>
        <w:t>like a star. His team began to triumph.</w:t>
      </w:r>
    </w:p>
    <w:p w:rsidR="000E09EC" w:rsidRPr="000E09EC" w:rsidRDefault="000E09EC" w:rsidP="00B44A1D">
      <w:pPr>
        <w:pStyle w:val="libCenter"/>
      </w:pPr>
      <w:r>
        <w:t>The score was soon tied. In the closing seconds of the game, this kid intercepted a pass and ran all</w:t>
      </w:r>
    </w:p>
    <w:p w:rsidR="000E09EC" w:rsidRPr="000E09EC" w:rsidRDefault="000E09EC" w:rsidP="00B44A1D">
      <w:pPr>
        <w:pStyle w:val="libCenter"/>
      </w:pPr>
      <w:r>
        <w:t>the way for the winning touchdown. The fans broke loose. His team-mates hoisted him onto their</w:t>
      </w:r>
    </w:p>
    <w:p w:rsidR="000E09EC" w:rsidRDefault="000E09EC" w:rsidP="00B44A1D">
      <w:pPr>
        <w:pStyle w:val="libCenter"/>
      </w:pPr>
      <w:r>
        <w:t>shoulders. Such cheering you’ve never heard!</w:t>
      </w:r>
    </w:p>
    <w:p w:rsidR="000E09EC" w:rsidRPr="000E09EC" w:rsidRDefault="000E09EC" w:rsidP="00B44A1D">
      <w:pPr>
        <w:pStyle w:val="libCenter"/>
      </w:pPr>
      <w:r>
        <w:t>Finally, after the stands had emptied and the team had</w:t>
      </w:r>
    </w:p>
    <w:p w:rsidR="000E09EC" w:rsidRPr="000E09EC" w:rsidRDefault="000E09EC" w:rsidP="00B44A1D">
      <w:pPr>
        <w:pStyle w:val="libCenter"/>
      </w:pPr>
      <w:r>
        <w:t>showered and left the locker room, the coach noticed</w:t>
      </w:r>
    </w:p>
    <w:p w:rsidR="000E09EC" w:rsidRPr="000E09EC" w:rsidRDefault="000E09EC" w:rsidP="00B44A1D">
      <w:pPr>
        <w:pStyle w:val="libCenter"/>
      </w:pPr>
      <w:r>
        <w:t>that the young man was sitting quietly in the corner all</w:t>
      </w:r>
    </w:p>
    <w:p w:rsidR="000E09EC" w:rsidRPr="000E09EC" w:rsidRDefault="000E09EC" w:rsidP="00B44A1D">
      <w:pPr>
        <w:pStyle w:val="libCenter"/>
      </w:pPr>
      <w:r>
        <w:t>alone. The coach came to him and said, “Kid, I can’t</w:t>
      </w:r>
    </w:p>
    <w:p w:rsidR="000E09EC" w:rsidRDefault="000E09EC" w:rsidP="00B44A1D">
      <w:pPr>
        <w:pStyle w:val="libCenter"/>
      </w:pPr>
      <w:r>
        <w:lastRenderedPageBreak/>
        <w:t>believe it. You were fantastic!”</w:t>
      </w:r>
    </w:p>
    <w:p w:rsidR="000E09EC" w:rsidRPr="000E09EC" w:rsidRDefault="000E09EC" w:rsidP="00B44A1D">
      <w:pPr>
        <w:pStyle w:val="libCenter"/>
      </w:pPr>
      <w:r>
        <w:t>Tell me what got into you? How did you do it? He</w:t>
      </w:r>
    </w:p>
    <w:p w:rsidR="000E09EC" w:rsidRPr="000E09EC" w:rsidRDefault="000E09EC" w:rsidP="00B44A1D">
      <w:pPr>
        <w:pStyle w:val="libCenter"/>
      </w:pPr>
      <w:r>
        <w:t>looked at the coach, with tears in his eyes, and said,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ell, you knew my dad died, but did you know that my</w:t>
      </w:r>
    </w:p>
    <w:p w:rsidR="000E09EC" w:rsidRPr="000E09EC" w:rsidRDefault="000E09EC" w:rsidP="00B44A1D">
      <w:pPr>
        <w:pStyle w:val="libCenter"/>
      </w:pPr>
      <w:r>
        <w:t>dad was blind?” The young man swallowed hard and</w:t>
      </w:r>
    </w:p>
    <w:p w:rsidR="000E09EC" w:rsidRPr="000E09EC" w:rsidRDefault="000E09EC" w:rsidP="00B44A1D">
      <w:pPr>
        <w:pStyle w:val="libCenter"/>
      </w:pPr>
      <w:r>
        <w:t>forced a smile, “Dad came to all my games, but today</w:t>
      </w:r>
    </w:p>
    <w:p w:rsidR="000E09EC" w:rsidRPr="000E09EC" w:rsidRDefault="000E09EC" w:rsidP="00B44A1D">
      <w:pPr>
        <w:pStyle w:val="libCenter"/>
      </w:pPr>
      <w:r>
        <w:t>was the first time he could see me play, and I wanted to</w:t>
      </w:r>
    </w:p>
    <w:p w:rsidR="000E09EC" w:rsidRPr="000E09EC" w:rsidRDefault="000E09EC" w:rsidP="00B44A1D">
      <w:pPr>
        <w:pStyle w:val="libCenter"/>
      </w:pPr>
      <w:r>
        <w:t>show him I could do it!”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25" w:name="_Toc382223494"/>
      <w:r>
        <w:lastRenderedPageBreak/>
        <w:t>BUTTERFLYAND COCOON</w:t>
      </w:r>
      <w:bookmarkEnd w:id="25"/>
    </w:p>
    <w:p w:rsidR="000E09EC" w:rsidRPr="000E09EC" w:rsidRDefault="000E09EC" w:rsidP="00B44A1D">
      <w:pPr>
        <w:pStyle w:val="libCenter"/>
      </w:pPr>
      <w:r>
        <w:t>A man found a cocoon of a butterfly. One day a small opening appeared; he sat and watched the</w:t>
      </w:r>
    </w:p>
    <w:p w:rsidR="000E09EC" w:rsidRPr="000E09EC" w:rsidRDefault="000E09EC" w:rsidP="00B44A1D">
      <w:pPr>
        <w:pStyle w:val="libCenter"/>
      </w:pPr>
      <w:r>
        <w:t xml:space="preserve">butterfly for several hours as it struggled to force its body through that little hole. Then it seemed </w:t>
      </w:r>
    </w:p>
    <w:p w:rsidR="000E09EC" w:rsidRPr="000E09EC" w:rsidRDefault="000E09EC" w:rsidP="00B44A1D">
      <w:pPr>
        <w:pStyle w:val="libCenter"/>
      </w:pPr>
      <w:r>
        <w:t xml:space="preserve">to stop making any progress. It appeared as if it had gotten as far as it could and it could go no </w:t>
      </w:r>
    </w:p>
    <w:p w:rsidR="000E09EC" w:rsidRDefault="000E09EC" w:rsidP="00B44A1D">
      <w:pPr>
        <w:pStyle w:val="libCenter"/>
      </w:pPr>
      <w:r>
        <w:t>farther.</w:t>
      </w:r>
    </w:p>
    <w:p w:rsidR="000E09EC" w:rsidRPr="000E09EC" w:rsidRDefault="000E09EC" w:rsidP="00B44A1D">
      <w:pPr>
        <w:pStyle w:val="libCenter"/>
      </w:pPr>
      <w:r>
        <w:t>Then the man decided to help the butterfly, so he took a pair of scissors</w:t>
      </w:r>
    </w:p>
    <w:p w:rsidR="000E09EC" w:rsidRPr="000E09EC" w:rsidRDefault="000E09EC" w:rsidP="00B44A1D">
      <w:pPr>
        <w:pStyle w:val="libCenter"/>
      </w:pPr>
      <w:r>
        <w:t>and snipped off the remaining bit of the cocoon. The butterfly then</w:t>
      </w:r>
    </w:p>
    <w:p w:rsidR="000E09EC" w:rsidRDefault="000E09EC" w:rsidP="00B44A1D">
      <w:pPr>
        <w:pStyle w:val="libCenter"/>
      </w:pPr>
      <w:r>
        <w:t>emerged easily. But it had a swollen body and small, shriveled wings.</w:t>
      </w:r>
    </w:p>
    <w:p w:rsidR="000E09EC" w:rsidRPr="000E09EC" w:rsidRDefault="000E09EC" w:rsidP="00B44A1D">
      <w:pPr>
        <w:pStyle w:val="libCenter"/>
      </w:pPr>
      <w:r>
        <w:t>The man continued to watch the butterfly because he expected that, at any</w:t>
      </w:r>
    </w:p>
    <w:p w:rsidR="000E09EC" w:rsidRPr="000E09EC" w:rsidRDefault="000E09EC" w:rsidP="00B44A1D">
      <w:pPr>
        <w:pStyle w:val="libCenter"/>
      </w:pPr>
      <w:r>
        <w:t>moment, the wings would enlarge and expand to be able to support the</w:t>
      </w:r>
    </w:p>
    <w:p w:rsidR="000E09EC" w:rsidRDefault="000E09EC" w:rsidP="00B44A1D">
      <w:pPr>
        <w:pStyle w:val="libCenter"/>
      </w:pPr>
      <w:r>
        <w:t>body, which would contract in time.</w:t>
      </w:r>
    </w:p>
    <w:p w:rsidR="000E09EC" w:rsidRPr="000E09EC" w:rsidRDefault="000E09EC" w:rsidP="00B44A1D">
      <w:pPr>
        <w:pStyle w:val="libCenter"/>
      </w:pPr>
      <w:r>
        <w:t>Neither happened! In fact, the butterfly spent the rest of its life crawling</w:t>
      </w:r>
    </w:p>
    <w:p w:rsidR="000E09EC" w:rsidRDefault="000E09EC" w:rsidP="00B44A1D">
      <w:pPr>
        <w:pStyle w:val="libCenter"/>
      </w:pPr>
      <w:r>
        <w:t>around with a swollen body and shriveled wings. It never was able to fly.</w:t>
      </w:r>
    </w:p>
    <w:p w:rsidR="000E09EC" w:rsidRPr="000E09EC" w:rsidRDefault="000E09EC" w:rsidP="00B44A1D">
      <w:pPr>
        <w:pStyle w:val="libCenter"/>
      </w:pPr>
      <w:r>
        <w:t>What this man in his kindness and haste did not understand was that the</w:t>
      </w:r>
    </w:p>
    <w:p w:rsidR="000E09EC" w:rsidRPr="000E09EC" w:rsidRDefault="000E09EC" w:rsidP="00B44A1D">
      <w:pPr>
        <w:pStyle w:val="libCenter"/>
      </w:pPr>
      <w:r>
        <w:t>restricting cocoon and the struggle required for the butterfly to get</w:t>
      </w:r>
    </w:p>
    <w:p w:rsidR="000E09EC" w:rsidRPr="000E09EC" w:rsidRDefault="000E09EC" w:rsidP="00B44A1D">
      <w:pPr>
        <w:pStyle w:val="libCenter"/>
      </w:pPr>
      <w:r>
        <w:t>through the tiny opening were nature's way of forcing fluid from the body</w:t>
      </w:r>
    </w:p>
    <w:p w:rsidR="000E09EC" w:rsidRPr="000E09EC" w:rsidRDefault="000E09EC" w:rsidP="00B44A1D">
      <w:pPr>
        <w:pStyle w:val="libCenter"/>
      </w:pPr>
      <w:r>
        <w:t>of the butterfly into its wings so that it would be ready for flight once it</w:t>
      </w:r>
    </w:p>
    <w:p w:rsidR="000E09EC" w:rsidRDefault="000E09EC" w:rsidP="00B44A1D">
      <w:pPr>
        <w:pStyle w:val="libCenter"/>
      </w:pPr>
      <w:r>
        <w:t>achieved its freedom from the cocoon.</w:t>
      </w:r>
    </w:p>
    <w:p w:rsidR="000E09EC" w:rsidRPr="000E09EC" w:rsidRDefault="000E09EC" w:rsidP="00192805">
      <w:pPr>
        <w:pStyle w:val="libCenterBold2"/>
      </w:pPr>
      <w:r>
        <w:t>Sometimes struggles are exactly what we need in our life. If nature allowed us to go</w:t>
      </w:r>
    </w:p>
    <w:p w:rsidR="000E09EC" w:rsidRPr="000E09EC" w:rsidRDefault="000E09EC" w:rsidP="00192805">
      <w:pPr>
        <w:pStyle w:val="libCenterBold2"/>
      </w:pPr>
      <w:r>
        <w:t>through our life without any obstacles, it would cripple us. We would not be as strong</w:t>
      </w:r>
    </w:p>
    <w:p w:rsidR="000E09EC" w:rsidRDefault="000E09EC" w:rsidP="00192805">
      <w:pPr>
        <w:pStyle w:val="libCenterBold2"/>
      </w:pPr>
      <w:r>
        <w:t>as what we could have been. And we could never fly...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26" w:name="_Toc382223495"/>
      <w:r>
        <w:lastRenderedPageBreak/>
        <w:t>THE OBSTACLE IN OUR PATH</w:t>
      </w:r>
      <w:bookmarkEnd w:id="26"/>
      <w:r>
        <w:t xml:space="preserve"> </w:t>
      </w:r>
    </w:p>
    <w:p w:rsidR="000E09EC" w:rsidRPr="000E09EC" w:rsidRDefault="000E09EC" w:rsidP="00B44A1D">
      <w:pPr>
        <w:pStyle w:val="libCenter"/>
      </w:pPr>
      <w:r>
        <w:t>In ancient times, a king had a boulder placed on a roadway. Then he hid himself and watched to</w:t>
      </w:r>
    </w:p>
    <w:p w:rsidR="000E09EC" w:rsidRPr="000E09EC" w:rsidRDefault="000E09EC" w:rsidP="00B44A1D">
      <w:pPr>
        <w:pStyle w:val="libCenter"/>
      </w:pPr>
      <w:r>
        <w:t>see if anyone would remove the huge rock. Some of the king’s wealthiest merchants and courtiers</w:t>
      </w:r>
    </w:p>
    <w:p w:rsidR="000E09EC" w:rsidRDefault="000E09EC" w:rsidP="00B44A1D">
      <w:pPr>
        <w:pStyle w:val="libCenter"/>
      </w:pPr>
      <w:r>
        <w:t>came by and simply walked around it.</w:t>
      </w:r>
    </w:p>
    <w:p w:rsidR="000E09EC" w:rsidRPr="000E09EC" w:rsidRDefault="000E09EC" w:rsidP="00B44A1D">
      <w:pPr>
        <w:pStyle w:val="libCenter"/>
      </w:pPr>
      <w:r>
        <w:t>Many loudly blamed the king for not keeping the roads clear, but none did anything about getting</w:t>
      </w:r>
    </w:p>
    <w:p w:rsidR="000E09EC" w:rsidRPr="000E09EC" w:rsidRDefault="000E09EC" w:rsidP="00B44A1D">
      <w:pPr>
        <w:pStyle w:val="libCenter"/>
      </w:pPr>
      <w:r>
        <w:t>the big stone out of the way. Then a peasant came along carrying a load of vegetables. On</w:t>
      </w:r>
    </w:p>
    <w:p w:rsidR="000E09EC" w:rsidRPr="000E09EC" w:rsidRDefault="000E09EC" w:rsidP="00B44A1D">
      <w:pPr>
        <w:pStyle w:val="libCenter"/>
      </w:pPr>
      <w:r>
        <w:t>approaching the boulder, the peasant laid down his burden and tried to move the stone to the side</w:t>
      </w:r>
    </w:p>
    <w:p w:rsidR="000E09EC" w:rsidRPr="000E09EC" w:rsidRDefault="000E09EC" w:rsidP="00B44A1D">
      <w:pPr>
        <w:pStyle w:val="libCenter"/>
      </w:pPr>
      <w:r>
        <w:t>of the road. After much pushing and straining, he finally succeeded. As the peasant picked up his</w:t>
      </w:r>
    </w:p>
    <w:p w:rsidR="000E09EC" w:rsidRDefault="000E09EC" w:rsidP="00B44A1D">
      <w:pPr>
        <w:pStyle w:val="libCenter"/>
      </w:pPr>
      <w:r>
        <w:t xml:space="preserve">load of vegetables, he noticed a purse lying in the road where the boulder had been. </w:t>
      </w:r>
    </w:p>
    <w:p w:rsidR="000E09EC" w:rsidRPr="000E09EC" w:rsidRDefault="000E09EC" w:rsidP="00B44A1D">
      <w:pPr>
        <w:pStyle w:val="libCenter"/>
      </w:pPr>
      <w:r>
        <w:t>The purse contained many gold coins and a note from the</w:t>
      </w:r>
    </w:p>
    <w:p w:rsidR="000E09EC" w:rsidRPr="000E09EC" w:rsidRDefault="000E09EC" w:rsidP="00B44A1D">
      <w:pPr>
        <w:pStyle w:val="libCenter"/>
      </w:pPr>
      <w:r>
        <w:t>king indicating that the gold was for the person who</w:t>
      </w:r>
    </w:p>
    <w:p w:rsidR="000E09EC" w:rsidRPr="000E09EC" w:rsidRDefault="000E09EC" w:rsidP="00B44A1D">
      <w:pPr>
        <w:pStyle w:val="libCenter"/>
      </w:pPr>
      <w:r>
        <w:t>removed the boulder from the roadway. The peasant</w:t>
      </w:r>
    </w:p>
    <w:p w:rsidR="000E09EC" w:rsidRDefault="000E09EC" w:rsidP="00B44A1D">
      <w:pPr>
        <w:pStyle w:val="libCenter"/>
      </w:pPr>
      <w:r>
        <w:t xml:space="preserve">learned what many others never understand. </w:t>
      </w:r>
    </w:p>
    <w:p w:rsidR="000E09EC" w:rsidRPr="000E09EC" w:rsidRDefault="000E09EC" w:rsidP="00192805">
      <w:pPr>
        <w:pStyle w:val="libCenterBold2"/>
      </w:pPr>
      <w:r>
        <w:t>Every obstacle presents an opportunity to</w:t>
      </w:r>
    </w:p>
    <w:p w:rsidR="000E09EC" w:rsidRDefault="000E09EC" w:rsidP="00192805">
      <w:pPr>
        <w:pStyle w:val="libCenterBold2"/>
      </w:pPr>
      <w:r>
        <w:t xml:space="preserve">improve one’s condition. 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27" w:name="_Toc382223496"/>
      <w:r>
        <w:lastRenderedPageBreak/>
        <w:t>THE WOLF IN SHEEP’S CLOTHING</w:t>
      </w:r>
      <w:bookmarkEnd w:id="27"/>
    </w:p>
    <w:p w:rsidR="000E09EC" w:rsidRPr="000E09EC" w:rsidRDefault="000E09EC" w:rsidP="00B44A1D">
      <w:pPr>
        <w:pStyle w:val="libCenter"/>
      </w:pPr>
      <w:r>
        <w:t>A Wolf found great difficulty in getting at the sheep owing to the vigilance of the</w:t>
      </w:r>
    </w:p>
    <w:p w:rsidR="000E09EC" w:rsidRPr="000E09EC" w:rsidRDefault="000E09EC" w:rsidP="00B44A1D">
      <w:pPr>
        <w:pStyle w:val="libCenter"/>
      </w:pPr>
      <w:r>
        <w:t>shepherd and his dogs. But one day it found the skin of a sheep that had been</w:t>
      </w:r>
    </w:p>
    <w:p w:rsidR="000E09EC" w:rsidRPr="000E09EC" w:rsidRDefault="000E09EC" w:rsidP="00B44A1D">
      <w:pPr>
        <w:pStyle w:val="libCenter"/>
      </w:pPr>
      <w:r>
        <w:t>flayed and thrown aside, so it put it on over its own pelt and strolled down</w:t>
      </w:r>
    </w:p>
    <w:p w:rsidR="000E09EC" w:rsidRPr="000E09EC" w:rsidRDefault="000E09EC" w:rsidP="00B44A1D">
      <w:pPr>
        <w:pStyle w:val="libCenter"/>
      </w:pPr>
      <w:r>
        <w:t>among the sheep. The Lamb that belonged to the sheep, whose skin the Wolf</w:t>
      </w:r>
    </w:p>
    <w:p w:rsidR="000E09EC" w:rsidRPr="000E09EC" w:rsidRDefault="000E09EC" w:rsidP="00B44A1D">
      <w:pPr>
        <w:pStyle w:val="libCenter"/>
      </w:pPr>
      <w:r>
        <w:t>was wearing, began to follow the Wolf in the Sheep’s clothing; so, leading the</w:t>
      </w:r>
    </w:p>
    <w:p w:rsidR="000E09EC" w:rsidRPr="000E09EC" w:rsidRDefault="000E09EC" w:rsidP="00B44A1D">
      <w:pPr>
        <w:pStyle w:val="libCenter"/>
      </w:pPr>
      <w:r>
        <w:t xml:space="preserve">Lamb a little apart, he soon made a meal off her, and for some time he </w:t>
      </w:r>
    </w:p>
    <w:p w:rsidR="000E09EC" w:rsidRPr="000E09EC" w:rsidRDefault="000E09EC" w:rsidP="00B44A1D">
      <w:pPr>
        <w:pStyle w:val="libCenter"/>
      </w:pPr>
      <w:r>
        <w:t xml:space="preserve">succeeded in deceiving the sheep, and enjoying hearty meals. </w:t>
      </w:r>
    </w:p>
    <w:p w:rsidR="000E09EC" w:rsidRDefault="000E09EC" w:rsidP="00192805">
      <w:pPr>
        <w:pStyle w:val="libCenterBold2"/>
      </w:pPr>
      <w:r>
        <w:t>Appearances are deceptive.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28" w:name="_Toc382223497"/>
      <w:r>
        <w:lastRenderedPageBreak/>
        <w:t>DON’T JUDGE ABOOK BYITS COVER!</w:t>
      </w:r>
      <w:bookmarkEnd w:id="28"/>
    </w:p>
    <w:p w:rsidR="000E09EC" w:rsidRPr="000E09EC" w:rsidRDefault="000E09EC" w:rsidP="00B44A1D">
      <w:pPr>
        <w:pStyle w:val="libCenter"/>
      </w:pPr>
      <w:r>
        <w:t>A lady in a faded gingham dress and her husband, dressed in a homespun threadbare suit, stepped</w:t>
      </w:r>
    </w:p>
    <w:p w:rsidR="000E09EC" w:rsidRPr="000E09EC" w:rsidRDefault="000E09EC" w:rsidP="00B44A1D">
      <w:pPr>
        <w:pStyle w:val="libCenter"/>
      </w:pPr>
      <w:r>
        <w:t>off the train in Boston and walk timidly without an appointment into the Harvard University</w:t>
      </w:r>
    </w:p>
    <w:p w:rsidR="000E09EC" w:rsidRDefault="000E09EC" w:rsidP="00B44A1D">
      <w:pPr>
        <w:pStyle w:val="libCenter"/>
      </w:pPr>
      <w:r>
        <w:t>President’s outer office.</w:t>
      </w:r>
    </w:p>
    <w:p w:rsidR="000E09EC" w:rsidRPr="000E09EC" w:rsidRDefault="000E09EC" w:rsidP="00B44A1D">
      <w:pPr>
        <w:pStyle w:val="libCenter"/>
      </w:pPr>
      <w:r>
        <w:t>The secretary could tell in a moment that such backwoods, country hicks had no business at</w:t>
      </w:r>
    </w:p>
    <w:p w:rsidR="000E09EC" w:rsidRDefault="000E09EC" w:rsidP="00B44A1D">
      <w:pPr>
        <w:pStyle w:val="libCenter"/>
      </w:pPr>
      <w:r>
        <w:t>Harvard and probably didn’t even deserve to be in Cambridge.</w:t>
      </w:r>
    </w:p>
    <w:p w:rsidR="000E09EC" w:rsidRDefault="000E09EC" w:rsidP="00B44A1D">
      <w:pPr>
        <w:pStyle w:val="libCenter"/>
      </w:pPr>
      <w:r>
        <w:t>“We want to see the president,” the man said softly.</w:t>
      </w:r>
    </w:p>
    <w:p w:rsidR="000E09EC" w:rsidRDefault="000E09EC" w:rsidP="00B44A1D">
      <w:pPr>
        <w:pStyle w:val="libCenter"/>
      </w:pPr>
      <w:r>
        <w:t>“He’ll be busy all day,” the secretary snapped.</w:t>
      </w:r>
    </w:p>
    <w:p w:rsidR="000E09EC" w:rsidRDefault="000E09EC" w:rsidP="00B44A1D">
      <w:pPr>
        <w:pStyle w:val="libCenter"/>
      </w:pPr>
      <w:r>
        <w:t>“We’ll wait,” the lady replied.</w:t>
      </w:r>
    </w:p>
    <w:p w:rsidR="000E09EC" w:rsidRPr="000E09EC" w:rsidRDefault="000E09EC" w:rsidP="00B44A1D">
      <w:pPr>
        <w:pStyle w:val="libCenter"/>
      </w:pPr>
      <w:r>
        <w:t>For hours the secretary ignored them, hoping that the couple would finally become discouraged</w:t>
      </w:r>
    </w:p>
    <w:p w:rsidR="000E09EC" w:rsidRPr="000E09EC" w:rsidRDefault="000E09EC" w:rsidP="00B44A1D">
      <w:pPr>
        <w:pStyle w:val="libCenter"/>
      </w:pPr>
      <w:r>
        <w:t xml:space="preserve">and go away. They didn’t and the secretary grew frustrated and finally decided to disturb the </w:t>
      </w:r>
    </w:p>
    <w:p w:rsidR="000E09EC" w:rsidRDefault="000E09EC" w:rsidP="00B44A1D">
      <w:pPr>
        <w:pStyle w:val="libCenter"/>
      </w:pPr>
      <w:r>
        <w:t>president, even though it was a chore she always regretted.</w:t>
      </w:r>
    </w:p>
    <w:p w:rsidR="000E09EC" w:rsidRDefault="000E09EC" w:rsidP="00B44A1D">
      <w:pPr>
        <w:pStyle w:val="libCenter"/>
      </w:pPr>
      <w:r>
        <w:t>“Maybe if you see them for a few minutes, they’ll leave,” she said to him.</w:t>
      </w:r>
    </w:p>
    <w:p w:rsidR="000E09EC" w:rsidRPr="000E09EC" w:rsidRDefault="000E09EC" w:rsidP="00B44A1D">
      <w:pPr>
        <w:pStyle w:val="libCenter"/>
      </w:pPr>
      <w:r>
        <w:t>He sighed in exasperation and nodded. Someone of his importance obviously didn’t have the time</w:t>
      </w:r>
    </w:p>
    <w:p w:rsidR="000E09EC" w:rsidRPr="000E09EC" w:rsidRDefault="000E09EC" w:rsidP="00B44A1D">
      <w:pPr>
        <w:pStyle w:val="libCenter"/>
      </w:pPr>
      <w:r>
        <w:t>to spend with them, but he detested gingham dresses and homespun suits cluttering up his outer</w:t>
      </w:r>
    </w:p>
    <w:p w:rsidR="000E09EC" w:rsidRDefault="000E09EC" w:rsidP="00B44A1D">
      <w:pPr>
        <w:pStyle w:val="libCenter"/>
      </w:pPr>
      <w:r>
        <w:t>office.</w:t>
      </w:r>
    </w:p>
    <w:p w:rsidR="000E09EC" w:rsidRDefault="000E09EC" w:rsidP="00B44A1D">
      <w:pPr>
        <w:pStyle w:val="libCenter"/>
      </w:pPr>
      <w:r>
        <w:t>The president, stern faced and with dignity, strutted toward the couple.</w:t>
      </w:r>
    </w:p>
    <w:p w:rsidR="000E09EC" w:rsidRPr="000E09EC" w:rsidRDefault="000E09EC" w:rsidP="00B44A1D">
      <w:pPr>
        <w:pStyle w:val="libCenter"/>
      </w:pPr>
      <w:r>
        <w:t>The lady told him, “We had a son who attended Harvard for one year. He loved Harvard. He was</w:t>
      </w:r>
    </w:p>
    <w:p w:rsidR="000E09EC" w:rsidRPr="000E09EC" w:rsidRDefault="000E09EC" w:rsidP="00B44A1D">
      <w:pPr>
        <w:pStyle w:val="libCenter"/>
      </w:pPr>
      <w:r>
        <w:t>happy here. But about a year ago, he was accidentally killed. My husband and I would like to erect a</w:t>
      </w:r>
    </w:p>
    <w:p w:rsidR="000E09EC" w:rsidRDefault="000E09EC" w:rsidP="00B44A1D">
      <w:pPr>
        <w:pStyle w:val="libCenter"/>
      </w:pPr>
      <w:r>
        <w:t>memorial to him, somewhere on campus.”</w:t>
      </w:r>
    </w:p>
    <w:p w:rsidR="000E09EC" w:rsidRDefault="000E09EC" w:rsidP="00B44A1D">
      <w:pPr>
        <w:pStyle w:val="libCenter"/>
      </w:pPr>
      <w:r>
        <w:t>The president wasn’t touched.... He was shocked.</w:t>
      </w:r>
    </w:p>
    <w:p w:rsidR="000E09EC" w:rsidRPr="000E09EC" w:rsidRDefault="000E09EC" w:rsidP="00B44A1D">
      <w:pPr>
        <w:pStyle w:val="libCenter"/>
      </w:pPr>
      <w:r>
        <w:t>“Madam,” he said, gruffly, “we can’t put up a statue for every person who attended Harvard and</w:t>
      </w:r>
    </w:p>
    <w:p w:rsidR="000E09EC" w:rsidRDefault="000E09EC" w:rsidP="00B44A1D">
      <w:pPr>
        <w:pStyle w:val="libCenter"/>
      </w:pPr>
      <w:r>
        <w:t>died. If we did, this place would look like a cemetery.”</w:t>
      </w:r>
    </w:p>
    <w:p w:rsidR="000E09EC" w:rsidRPr="000E09EC" w:rsidRDefault="000E09EC" w:rsidP="00B44A1D">
      <w:pPr>
        <w:pStyle w:val="libCenter"/>
      </w:pPr>
      <w:r>
        <w:t>“Oh, no,” the lady explained quickly. “We don’t want to erect a statue. We thought we would like to</w:t>
      </w:r>
    </w:p>
    <w:p w:rsidR="000E09EC" w:rsidRDefault="000E09EC" w:rsidP="00B44A1D">
      <w:pPr>
        <w:pStyle w:val="libCenter"/>
      </w:pPr>
      <w:r>
        <w:t>give a building to Harvard.”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0E09EC" w:rsidRDefault="000E09EC" w:rsidP="00B44A1D">
      <w:pPr>
        <w:pStyle w:val="libCenter"/>
      </w:pPr>
      <w:r>
        <w:lastRenderedPageBreak/>
        <w:t>The president rolled his eyes. He glanced at the gingham dress and homespun suit, and then</w:t>
      </w:r>
    </w:p>
    <w:p w:rsidR="000E09EC" w:rsidRPr="000E09EC" w:rsidRDefault="000E09EC" w:rsidP="00B44A1D">
      <w:pPr>
        <w:pStyle w:val="libCenter"/>
      </w:pPr>
      <w:r>
        <w:t>exclaimed, “A building! Do you have any earthly idea how much a building costs? We have over</w:t>
      </w:r>
    </w:p>
    <w:p w:rsidR="000E09EC" w:rsidRDefault="000E09EC" w:rsidP="00B44A1D">
      <w:pPr>
        <w:pStyle w:val="libCenter"/>
      </w:pPr>
      <w:r>
        <w:t>seven and a half million dollars in the physical buildings here at Harvard.”</w:t>
      </w:r>
    </w:p>
    <w:p w:rsidR="000E09EC" w:rsidRDefault="000E09EC" w:rsidP="00B44A1D">
      <w:pPr>
        <w:pStyle w:val="libCenter"/>
      </w:pPr>
      <w:r>
        <w:t>For a moment the lady was silent.</w:t>
      </w:r>
    </w:p>
    <w:p w:rsidR="000E09EC" w:rsidRDefault="000E09EC" w:rsidP="00B44A1D">
      <w:pPr>
        <w:pStyle w:val="libCenter"/>
      </w:pPr>
      <w:r>
        <w:t>The president was pleased. Maybe he could get rid of them now.</w:t>
      </w:r>
    </w:p>
    <w:p w:rsidR="000E09EC" w:rsidRPr="000E09EC" w:rsidRDefault="000E09EC" w:rsidP="00B44A1D">
      <w:pPr>
        <w:pStyle w:val="libCenter"/>
      </w:pPr>
      <w:r>
        <w:t xml:space="preserve">The lady turned to her husband and said quietly, “Is that all it </w:t>
      </w:r>
    </w:p>
    <w:p w:rsidR="000E09EC" w:rsidRPr="000E09EC" w:rsidRDefault="000E09EC" w:rsidP="00B44A1D">
      <w:pPr>
        <w:pStyle w:val="libCenter"/>
      </w:pPr>
      <w:r>
        <w:t xml:space="preserve">costs to start a university? Why don’t we just start our own?” </w:t>
      </w:r>
    </w:p>
    <w:p w:rsidR="000E09EC" w:rsidRDefault="000E09EC" w:rsidP="00B44A1D">
      <w:pPr>
        <w:pStyle w:val="libCenter"/>
      </w:pPr>
      <w:r>
        <w:t>Her husband nodded.</w:t>
      </w:r>
    </w:p>
    <w:p w:rsidR="000E09EC" w:rsidRPr="000E09EC" w:rsidRDefault="000E09EC" w:rsidP="00B44A1D">
      <w:pPr>
        <w:pStyle w:val="libCenter"/>
      </w:pPr>
      <w:r>
        <w:t>The president’s face wilted in confusion and bewilderment. Mr.</w:t>
      </w:r>
    </w:p>
    <w:p w:rsidR="000E09EC" w:rsidRPr="000E09EC" w:rsidRDefault="000E09EC" w:rsidP="00B44A1D">
      <w:pPr>
        <w:pStyle w:val="libCenter"/>
      </w:pPr>
      <w:r>
        <w:t>and Mrs. Leland Stanford got up and walked away, traveling to</w:t>
      </w:r>
    </w:p>
    <w:p w:rsidR="000E09EC" w:rsidRPr="000E09EC" w:rsidRDefault="000E09EC" w:rsidP="00B44A1D">
      <w:pPr>
        <w:pStyle w:val="libCenter"/>
      </w:pPr>
      <w:r>
        <w:t>Palo Alto, California where they established the University that</w:t>
      </w:r>
    </w:p>
    <w:p w:rsidR="000E09EC" w:rsidRPr="000E09EC" w:rsidRDefault="000E09EC" w:rsidP="00B44A1D">
      <w:pPr>
        <w:pStyle w:val="libCenter"/>
      </w:pPr>
      <w:r>
        <w:t>bears their name, Stanford University, a memorial to a son that</w:t>
      </w:r>
    </w:p>
    <w:p w:rsidR="000E09EC" w:rsidRDefault="000E09EC" w:rsidP="00B44A1D">
      <w:pPr>
        <w:pStyle w:val="libCenter"/>
      </w:pPr>
      <w:r>
        <w:t>Harvard no longer cared about.</w:t>
      </w:r>
    </w:p>
    <w:p w:rsidR="000E09EC" w:rsidRPr="000E09EC" w:rsidRDefault="000E09EC" w:rsidP="00192805">
      <w:pPr>
        <w:pStyle w:val="libCenterBold2"/>
      </w:pPr>
      <w:r>
        <w:t xml:space="preserve">You can easily judge the character of others by how </w:t>
      </w:r>
    </w:p>
    <w:p w:rsidR="000E09EC" w:rsidRPr="000E09EC" w:rsidRDefault="000E09EC" w:rsidP="00192805">
      <w:pPr>
        <w:pStyle w:val="libCenterBold2"/>
      </w:pPr>
      <w:r>
        <w:t>they treat those who they think can do nothing.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29" w:name="_Toc382223498"/>
      <w:r>
        <w:lastRenderedPageBreak/>
        <w:t>MOUNTAIN STORY</w:t>
      </w:r>
      <w:bookmarkEnd w:id="29"/>
    </w:p>
    <w:p w:rsidR="000E09EC" w:rsidRPr="000E09EC" w:rsidRDefault="000E09EC" w:rsidP="00B44A1D">
      <w:pPr>
        <w:pStyle w:val="libCenter"/>
      </w:pPr>
      <w:r>
        <w:t>A son and his father were walking on the mountains.</w:t>
      </w:r>
    </w:p>
    <w:p w:rsidR="000E09EC" w:rsidRPr="000E09EC" w:rsidRDefault="000E09EC" w:rsidP="00B44A1D">
      <w:pPr>
        <w:pStyle w:val="libCenter"/>
      </w:pPr>
      <w:r>
        <w:t>Suddenly, his son falls, hurts himself and screams: “AAAhhhhhhhhhhh!”</w:t>
      </w:r>
    </w:p>
    <w:p w:rsidR="000E09EC" w:rsidRPr="000E09EC" w:rsidRDefault="000E09EC" w:rsidP="00B44A1D">
      <w:pPr>
        <w:pStyle w:val="libCenter"/>
      </w:pPr>
      <w:r>
        <w:t>To his surprise, he hears the voice repeating, somewhere in the mountain: “AAAhhhhhhhhhhh!”</w:t>
      </w:r>
    </w:p>
    <w:p w:rsidR="000E09EC" w:rsidRPr="000E09EC" w:rsidRDefault="000E09EC" w:rsidP="00B44A1D">
      <w:pPr>
        <w:pStyle w:val="libCenter"/>
      </w:pPr>
      <w:r>
        <w:t>Curious, he yells: “Who are you?”</w:t>
      </w:r>
    </w:p>
    <w:p w:rsidR="000E09EC" w:rsidRPr="000E09EC" w:rsidRDefault="000E09EC" w:rsidP="00B44A1D">
      <w:pPr>
        <w:pStyle w:val="libCenter"/>
      </w:pPr>
      <w:r>
        <w:t>He receives the answer: “Who are you?”</w:t>
      </w:r>
    </w:p>
    <w:p w:rsidR="000E09EC" w:rsidRPr="000E09EC" w:rsidRDefault="000E09EC" w:rsidP="00B44A1D">
      <w:pPr>
        <w:pStyle w:val="libCenter"/>
      </w:pPr>
      <w:r>
        <w:t>And then he screams to the mountain: “I admire you!”</w:t>
      </w:r>
    </w:p>
    <w:p w:rsidR="000E09EC" w:rsidRPr="000E09EC" w:rsidRDefault="000E09EC" w:rsidP="00B44A1D">
      <w:pPr>
        <w:pStyle w:val="libCenter"/>
      </w:pPr>
      <w:r>
        <w:t>The voice answers: “I admire you!”</w:t>
      </w:r>
    </w:p>
    <w:p w:rsidR="000E09EC" w:rsidRPr="000E09EC" w:rsidRDefault="000E09EC" w:rsidP="00B44A1D">
      <w:pPr>
        <w:pStyle w:val="libCenter"/>
      </w:pPr>
      <w:r>
        <w:t>Angered at the response, he screams: “Coward!”</w:t>
      </w:r>
    </w:p>
    <w:p w:rsidR="000E09EC" w:rsidRPr="000E09EC" w:rsidRDefault="000E09EC" w:rsidP="00B44A1D">
      <w:pPr>
        <w:pStyle w:val="libCenter"/>
      </w:pPr>
      <w:r>
        <w:t>He receives the answer: “Coward!”</w:t>
      </w:r>
    </w:p>
    <w:p w:rsidR="000E09EC" w:rsidRPr="000E09EC" w:rsidRDefault="000E09EC" w:rsidP="00B44A1D">
      <w:pPr>
        <w:pStyle w:val="libCenter"/>
      </w:pPr>
      <w:r>
        <w:t>He looks to his father and asks: “What’s going on?”</w:t>
      </w:r>
    </w:p>
    <w:p w:rsidR="000E09EC" w:rsidRPr="000E09EC" w:rsidRDefault="000E09EC" w:rsidP="00B44A1D">
      <w:pPr>
        <w:pStyle w:val="libCenter"/>
      </w:pPr>
      <w:r>
        <w:t>The father smiles and says: “My son, pay attention.”</w:t>
      </w:r>
    </w:p>
    <w:p w:rsidR="000E09EC" w:rsidRPr="000E09EC" w:rsidRDefault="000E09EC" w:rsidP="00B44A1D">
      <w:pPr>
        <w:pStyle w:val="libCenter"/>
      </w:pPr>
      <w:r>
        <w:t>Again the man screams: “You are a champion!”</w:t>
      </w:r>
    </w:p>
    <w:p w:rsidR="000E09EC" w:rsidRPr="000E09EC" w:rsidRDefault="000E09EC" w:rsidP="00B44A1D">
      <w:pPr>
        <w:pStyle w:val="libCenter"/>
      </w:pPr>
      <w:r>
        <w:t>The voice answers: “You are a champion!”</w:t>
      </w:r>
    </w:p>
    <w:p w:rsidR="000E09EC" w:rsidRPr="000E09EC" w:rsidRDefault="000E09EC" w:rsidP="00B44A1D">
      <w:pPr>
        <w:pStyle w:val="libCenter"/>
      </w:pPr>
      <w:r>
        <w:t>The boy is surprised, but does not understand.</w:t>
      </w:r>
    </w:p>
    <w:p w:rsidR="000E09EC" w:rsidRPr="000E09EC" w:rsidRDefault="000E09EC" w:rsidP="00B44A1D">
      <w:pPr>
        <w:pStyle w:val="libCenter"/>
      </w:pPr>
      <w:r>
        <w:t xml:space="preserve">Then the father explains: “People call this ECHO, </w:t>
      </w:r>
    </w:p>
    <w:p w:rsidR="000E09EC" w:rsidRPr="000E09EC" w:rsidRDefault="000E09EC" w:rsidP="00B44A1D">
      <w:pPr>
        <w:pStyle w:val="libCenter"/>
      </w:pPr>
      <w:r>
        <w:t>but really this is LIFE.”</w:t>
      </w:r>
    </w:p>
    <w:p w:rsidR="000E09EC" w:rsidRPr="000E09EC" w:rsidRDefault="000E09EC" w:rsidP="00B44A1D">
      <w:pPr>
        <w:pStyle w:val="libCenter"/>
      </w:pPr>
      <w:r>
        <w:t>It gives you back everything you say or do.</w:t>
      </w:r>
    </w:p>
    <w:p w:rsidR="000E09EC" w:rsidRPr="000E09EC" w:rsidRDefault="000E09EC" w:rsidP="00B44A1D">
      <w:pPr>
        <w:pStyle w:val="libCenter"/>
      </w:pPr>
      <w:r>
        <w:t>Our life is simply a reflection of our actions.</w:t>
      </w:r>
    </w:p>
    <w:p w:rsidR="000E09EC" w:rsidRPr="000E09EC" w:rsidRDefault="000E09EC" w:rsidP="00B44A1D">
      <w:pPr>
        <w:pStyle w:val="libCenter"/>
      </w:pPr>
      <w:r>
        <w:t xml:space="preserve">If you want more love in the world, </w:t>
      </w:r>
    </w:p>
    <w:p w:rsidR="000E09EC" w:rsidRPr="000E09EC" w:rsidRDefault="000E09EC" w:rsidP="00B44A1D">
      <w:pPr>
        <w:pStyle w:val="libCenter"/>
      </w:pPr>
      <w:r>
        <w:t>create more love in your heart.</w:t>
      </w:r>
    </w:p>
    <w:p w:rsidR="000E09EC" w:rsidRPr="000E09EC" w:rsidRDefault="000E09EC" w:rsidP="00B44A1D">
      <w:pPr>
        <w:pStyle w:val="libCenter"/>
      </w:pPr>
      <w:r>
        <w:t xml:space="preserve">If you want more competence in your team, </w:t>
      </w:r>
    </w:p>
    <w:p w:rsidR="000E09EC" w:rsidRPr="000E09EC" w:rsidRDefault="000E09EC" w:rsidP="00B44A1D">
      <w:pPr>
        <w:pStyle w:val="libCenter"/>
      </w:pPr>
      <w:r>
        <w:t>improve your competence.</w:t>
      </w:r>
    </w:p>
    <w:p w:rsidR="000E09EC" w:rsidRPr="000E09EC" w:rsidRDefault="000E09EC" w:rsidP="00B44A1D">
      <w:pPr>
        <w:pStyle w:val="libCenter"/>
      </w:pPr>
      <w:r>
        <w:t>This relationship applies to everything, in all aspects of life;</w:t>
      </w:r>
    </w:p>
    <w:p w:rsidR="000E09EC" w:rsidRDefault="000E09EC" w:rsidP="00B44A1D">
      <w:pPr>
        <w:pStyle w:val="libCenter"/>
      </w:pPr>
      <w:r>
        <w:t>Life will give you back everything you have given to it.”</w:t>
      </w:r>
    </w:p>
    <w:p w:rsidR="000E09EC" w:rsidRDefault="000E09EC" w:rsidP="00192805">
      <w:pPr>
        <w:pStyle w:val="libCenterBold2"/>
      </w:pPr>
      <w:r>
        <w:t>“Your life is not a coincidence. It’s a reflection of you!”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A10C90" w:rsidRDefault="00A10C90" w:rsidP="00B44A1D">
      <w:pPr>
        <w:pStyle w:val="libCenter"/>
      </w:pPr>
      <w:r>
        <w:lastRenderedPageBreak/>
        <w:br w:type="page"/>
      </w:r>
    </w:p>
    <w:p w:rsidR="000E09EC" w:rsidRDefault="000E09EC" w:rsidP="00A10C90">
      <w:pPr>
        <w:pStyle w:val="Heading1Center"/>
      </w:pPr>
      <w:bookmarkStart w:id="30" w:name="_Toc382223499"/>
      <w:r>
        <w:lastRenderedPageBreak/>
        <w:t>ALESSON FROM AFROG TALE</w:t>
      </w:r>
      <w:bookmarkEnd w:id="30"/>
    </w:p>
    <w:p w:rsidR="000E09EC" w:rsidRPr="000E09EC" w:rsidRDefault="000E09EC" w:rsidP="00B44A1D">
      <w:pPr>
        <w:pStyle w:val="libCenter"/>
      </w:pPr>
      <w:r>
        <w:t>A group of frogs were hopping contentedly through the woods, going about their froggy business,</w:t>
      </w:r>
    </w:p>
    <w:p w:rsidR="000E09EC" w:rsidRPr="000E09EC" w:rsidRDefault="000E09EC" w:rsidP="00B44A1D">
      <w:pPr>
        <w:pStyle w:val="libCenter"/>
      </w:pPr>
      <w:r>
        <w:t>when two of them fell into a deep pit. All of the other frogs gathered around the pit to see what</w:t>
      </w:r>
    </w:p>
    <w:p w:rsidR="000E09EC" w:rsidRPr="000E09EC" w:rsidRDefault="000E09EC" w:rsidP="00B44A1D">
      <w:pPr>
        <w:pStyle w:val="libCenter"/>
      </w:pPr>
      <w:r>
        <w:t xml:space="preserve">could be done to help their companions. When they saw how deep the pit was, the rest of the </w:t>
      </w:r>
    </w:p>
    <w:p w:rsidR="000E09EC" w:rsidRPr="000E09EC" w:rsidRDefault="000E09EC" w:rsidP="00B44A1D">
      <w:pPr>
        <w:pStyle w:val="libCenter"/>
      </w:pPr>
      <w:r>
        <w:t xml:space="preserve">dismayed group agreed that it was hopeless and told the two frogs in the pit that they should </w:t>
      </w:r>
    </w:p>
    <w:p w:rsidR="000E09EC" w:rsidRDefault="000E09EC" w:rsidP="00B44A1D">
      <w:pPr>
        <w:pStyle w:val="libCenter"/>
      </w:pPr>
      <w:r>
        <w:t>prepare themselves for their fate, because they were as good as dead.</w:t>
      </w:r>
    </w:p>
    <w:p w:rsidR="000E09EC" w:rsidRPr="000E09EC" w:rsidRDefault="000E09EC" w:rsidP="00B44A1D">
      <w:pPr>
        <w:pStyle w:val="libCenter"/>
      </w:pPr>
      <w:r>
        <w:t>Unwilling to accept this terrible fate, the two frogs began to jump with all of their might. Some of</w:t>
      </w:r>
    </w:p>
    <w:p w:rsidR="000E09EC" w:rsidRPr="000E09EC" w:rsidRDefault="000E09EC" w:rsidP="00B44A1D">
      <w:pPr>
        <w:pStyle w:val="libCenter"/>
      </w:pPr>
      <w:r>
        <w:t xml:space="preserve">the frogs shouted into the pit that it was hopeless, and that the two frogs wouldn’t be in that </w:t>
      </w:r>
    </w:p>
    <w:p w:rsidR="000E09EC" w:rsidRDefault="000E09EC" w:rsidP="00B44A1D">
      <w:pPr>
        <w:pStyle w:val="libCenter"/>
      </w:pPr>
      <w:r>
        <w:t>situation if they had been more careful, more obedient to the froggy rules, and more responsible.</w:t>
      </w:r>
    </w:p>
    <w:p w:rsidR="000E09EC" w:rsidRPr="000E09EC" w:rsidRDefault="000E09EC" w:rsidP="00B44A1D">
      <w:pPr>
        <w:pStyle w:val="libCenter"/>
      </w:pPr>
      <w:r>
        <w:t>The other frogs continued sorrowfully shouting that they should save their energy and give up,</w:t>
      </w:r>
    </w:p>
    <w:p w:rsidR="000E09EC" w:rsidRPr="000E09EC" w:rsidRDefault="000E09EC" w:rsidP="00B44A1D">
      <w:pPr>
        <w:pStyle w:val="libCenter"/>
      </w:pPr>
      <w:r>
        <w:t>since they were already as good as dead. The two frogs continued jumping as hard as they could,</w:t>
      </w:r>
    </w:p>
    <w:p w:rsidR="000E09EC" w:rsidRDefault="000E09EC" w:rsidP="00B44A1D">
      <w:pPr>
        <w:pStyle w:val="libCenter"/>
      </w:pPr>
      <w:r>
        <w:t>and after several hours of desperate effort were quite weary.</w:t>
      </w:r>
    </w:p>
    <w:p w:rsidR="000E09EC" w:rsidRPr="000E09EC" w:rsidRDefault="000E09EC" w:rsidP="00B44A1D">
      <w:pPr>
        <w:pStyle w:val="libCenter"/>
      </w:pPr>
      <w:r>
        <w:t>Finally, one of the frogs took heed to the calls of his fellows. Spent and disheartened, he quietly</w:t>
      </w:r>
    </w:p>
    <w:p w:rsidR="000E09EC" w:rsidRPr="000E09EC" w:rsidRDefault="000E09EC" w:rsidP="00B44A1D">
      <w:pPr>
        <w:pStyle w:val="libCenter"/>
      </w:pPr>
      <w:r>
        <w:t>resolved himself to his fate, lay down at the bottom of the pit, and died as the others looked on in</w:t>
      </w:r>
    </w:p>
    <w:p w:rsidR="000E09EC" w:rsidRPr="000E09EC" w:rsidRDefault="000E09EC" w:rsidP="00B44A1D">
      <w:pPr>
        <w:pStyle w:val="libCenter"/>
      </w:pPr>
      <w:r>
        <w:t>helpless grief. The other frog continued to jump with every ounce of energy he had, although his</w:t>
      </w:r>
    </w:p>
    <w:p w:rsidR="000E09EC" w:rsidRDefault="000E09EC" w:rsidP="00B44A1D">
      <w:pPr>
        <w:pStyle w:val="libCenter"/>
      </w:pPr>
      <w:r>
        <w:t>body was wracked with pain and he was completely exhausted.</w:t>
      </w:r>
    </w:p>
    <w:p w:rsidR="000E09EC" w:rsidRPr="000E09EC" w:rsidRDefault="000E09EC" w:rsidP="00B44A1D">
      <w:pPr>
        <w:pStyle w:val="libCenter"/>
      </w:pPr>
      <w:r>
        <w:t xml:space="preserve">His companions began a new, yelling for him to accept his fate, stop the pain and just die. </w:t>
      </w:r>
    </w:p>
    <w:p w:rsidR="000E09EC" w:rsidRPr="000E09EC" w:rsidRDefault="000E09EC" w:rsidP="00B44A1D">
      <w:pPr>
        <w:pStyle w:val="libCenter"/>
      </w:pPr>
      <w:r>
        <w:t>The weary frog jumped harder and harder and - wonder of wonders! Finally leapt so high that he</w:t>
      </w:r>
    </w:p>
    <w:p w:rsidR="000E09EC" w:rsidRPr="000E09EC" w:rsidRDefault="000E09EC" w:rsidP="00B44A1D">
      <w:pPr>
        <w:pStyle w:val="libCenter"/>
      </w:pPr>
      <w:r>
        <w:t>sprang from the pit. Amazed, the other frogs celebrated his</w:t>
      </w:r>
    </w:p>
    <w:p w:rsidR="000E09EC" w:rsidRPr="000E09EC" w:rsidRDefault="000E09EC" w:rsidP="00B44A1D">
      <w:pPr>
        <w:pStyle w:val="libCenter"/>
      </w:pPr>
      <w:r>
        <w:t>miraculous freedom and then gathering around him asked,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hy did you continue jumping when we told you it was</w:t>
      </w:r>
    </w:p>
    <w:p w:rsidR="000E09EC" w:rsidRPr="000E09EC" w:rsidRDefault="000E09EC" w:rsidP="00B44A1D">
      <w:pPr>
        <w:pStyle w:val="libCenter"/>
      </w:pPr>
      <w:r>
        <w:t>impossible?” Reading their lips, the astonished frog</w:t>
      </w:r>
    </w:p>
    <w:p w:rsidR="000E09EC" w:rsidRPr="000E09EC" w:rsidRDefault="000E09EC" w:rsidP="00B44A1D">
      <w:pPr>
        <w:pStyle w:val="libCenter"/>
      </w:pPr>
      <w:r>
        <w:t>explained to them that he was deaf, and that when he saw</w:t>
      </w:r>
    </w:p>
    <w:p w:rsidR="000E09EC" w:rsidRPr="000E09EC" w:rsidRDefault="000E09EC" w:rsidP="00B44A1D">
      <w:pPr>
        <w:pStyle w:val="libCenter"/>
      </w:pPr>
      <w:r>
        <w:t>their gestures and shouting, he thought they were cheering</w:t>
      </w:r>
    </w:p>
    <w:p w:rsidR="000E09EC" w:rsidRPr="000E09EC" w:rsidRDefault="000E09EC" w:rsidP="00B44A1D">
      <w:pPr>
        <w:pStyle w:val="libCenter"/>
      </w:pPr>
      <w:r>
        <w:t>him on. What he had perceived as encouragement inspired</w:t>
      </w:r>
    </w:p>
    <w:p w:rsidR="000E09EC" w:rsidRDefault="000E09EC" w:rsidP="00B44A1D">
      <w:pPr>
        <w:pStyle w:val="libCenter"/>
      </w:pPr>
      <w:r>
        <w:t>him to try harder and to succeed against all odds.</w:t>
      </w:r>
    </w:p>
    <w:p w:rsidR="000E09EC" w:rsidRPr="000E09EC" w:rsidRDefault="000E09EC" w:rsidP="00192805">
      <w:pPr>
        <w:pStyle w:val="libCenterBold2"/>
      </w:pPr>
      <w:r>
        <w:t>This simple story contains a powerful lesson. Your encouraging words can lift someone up and help</w:t>
      </w:r>
    </w:p>
    <w:p w:rsidR="000E09EC" w:rsidRPr="000E09EC" w:rsidRDefault="000E09EC" w:rsidP="00192805">
      <w:pPr>
        <w:pStyle w:val="libCenterBold2"/>
      </w:pPr>
      <w:r>
        <w:t>him or her make it through the day. Your destructive words can cause deep wounds; they may be</w:t>
      </w:r>
    </w:p>
    <w:p w:rsidR="000E09EC" w:rsidRPr="000E09EC" w:rsidRDefault="000E09EC" w:rsidP="00192805">
      <w:pPr>
        <w:pStyle w:val="libCenterBold2"/>
      </w:pPr>
      <w:r>
        <w:t>the weapons that destroy someone’s desire to continue trying - or even their life. Your destructive,</w:t>
      </w:r>
    </w:p>
    <w:p w:rsidR="000E09EC" w:rsidRPr="000E09EC" w:rsidRDefault="000E09EC" w:rsidP="00192805">
      <w:pPr>
        <w:pStyle w:val="libCenterBold2"/>
      </w:pPr>
      <w:r>
        <w:t>careless word can diminish someone in the eyes of others, destroy their influence and have a lasting</w:t>
      </w:r>
    </w:p>
    <w:p w:rsidR="000E09EC" w:rsidRDefault="000E09EC" w:rsidP="00192805">
      <w:pPr>
        <w:pStyle w:val="libCenterBold2"/>
      </w:pPr>
      <w:r>
        <w:t>impact on the way others respond to them.</w:t>
      </w:r>
    </w:p>
    <w:p w:rsidR="000E09EC" w:rsidRDefault="000E09EC" w:rsidP="00B44A1D">
      <w:pPr>
        <w:pStyle w:val="libCenter"/>
      </w:pPr>
      <w:r>
        <w:t>WEAKNESS OR STRENGTH?</w:t>
      </w:r>
    </w:p>
    <w:p w:rsidR="000E09EC" w:rsidRPr="000E09EC" w:rsidRDefault="000E09EC" w:rsidP="00B44A1D">
      <w:pPr>
        <w:pStyle w:val="libCenter"/>
      </w:pPr>
      <w:r>
        <w:t>Sometimes your biggest weakness can become your biggest strength. Take, for example, the story of</w:t>
      </w:r>
    </w:p>
    <w:p w:rsidR="000E09EC" w:rsidRPr="000E09EC" w:rsidRDefault="000E09EC" w:rsidP="00B44A1D">
      <w:pPr>
        <w:pStyle w:val="libCenter"/>
      </w:pPr>
      <w:r>
        <w:t>one 10-year-old boy who decided to study Judo despite the fact that he</w:t>
      </w:r>
    </w:p>
    <w:p w:rsidR="000E09EC" w:rsidRDefault="000E09EC" w:rsidP="00B44A1D">
      <w:pPr>
        <w:pStyle w:val="libCenter"/>
      </w:pPr>
      <w:r>
        <w:t>had lost his left arm in a devastating car accident.</w:t>
      </w:r>
    </w:p>
    <w:p w:rsidR="000E09EC" w:rsidRPr="000E09EC" w:rsidRDefault="000E09EC" w:rsidP="00B44A1D">
      <w:pPr>
        <w:pStyle w:val="libCenter"/>
      </w:pPr>
      <w:r>
        <w:lastRenderedPageBreak/>
        <w:t xml:space="preserve">The boy began lessons with an old Japanese Judo Master Sensei. </w:t>
      </w:r>
    </w:p>
    <w:p w:rsidR="000E09EC" w:rsidRPr="000E09EC" w:rsidRDefault="000E09EC" w:rsidP="00B44A1D">
      <w:pPr>
        <w:pStyle w:val="libCenter"/>
      </w:pPr>
      <w:r>
        <w:t>The boy was doing well, so he couldn’t understand why, after three</w:t>
      </w:r>
    </w:p>
    <w:p w:rsidR="000E09EC" w:rsidRDefault="000E09EC" w:rsidP="00B44A1D">
      <w:pPr>
        <w:pStyle w:val="libCenter"/>
      </w:pPr>
      <w:r>
        <w:t xml:space="preserve">months of training the master had taught him only one move. </w:t>
      </w:r>
    </w:p>
    <w:p w:rsidR="000E09EC" w:rsidRDefault="000E09EC" w:rsidP="00B44A1D">
      <w:pPr>
        <w:pStyle w:val="libCenter"/>
      </w:pPr>
      <w:r>
        <w:t>“Sensei,” the boy finally said, “Shouldn’t I be learning more moves?”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</w:p>
    <w:p w:rsidR="000E09EC" w:rsidRPr="000E09EC" w:rsidRDefault="000E09EC" w:rsidP="00B44A1D">
      <w:pPr>
        <w:pStyle w:val="libCenter"/>
      </w:pPr>
      <w:r w:rsidRPr="000E09EC">
        <w:t>“T</w:t>
      </w:r>
      <w:r w:rsidRPr="00C7518C">
        <w:t xml:space="preserve">his is the only move you know, but this is the only move you’ll ever need to know,” </w:t>
      </w:r>
    </w:p>
    <w:p w:rsidR="000E09EC" w:rsidRDefault="000E09EC" w:rsidP="00B44A1D">
      <w:pPr>
        <w:pStyle w:val="libCenter"/>
      </w:pPr>
      <w:r>
        <w:t>the Sensei replied.</w:t>
      </w:r>
    </w:p>
    <w:p w:rsidR="000E09EC" w:rsidRDefault="000E09EC" w:rsidP="00B44A1D">
      <w:pPr>
        <w:pStyle w:val="libCenter"/>
      </w:pPr>
      <w:r>
        <w:t>Not quite understanding, but believing in his teacher, the boy kept training.</w:t>
      </w:r>
    </w:p>
    <w:p w:rsidR="000E09EC" w:rsidRPr="000E09EC" w:rsidRDefault="000E09EC" w:rsidP="00B44A1D">
      <w:pPr>
        <w:pStyle w:val="libCenter"/>
      </w:pPr>
      <w:r>
        <w:t>Several months later, the Sensei took the boy to his first tournament. Surprising himself, the boy</w:t>
      </w:r>
    </w:p>
    <w:p w:rsidR="000E09EC" w:rsidRPr="000E09EC" w:rsidRDefault="000E09EC" w:rsidP="00B44A1D">
      <w:pPr>
        <w:pStyle w:val="libCenter"/>
      </w:pPr>
      <w:r>
        <w:t>easily won his first two matches. The third match proved to be more difficult, but after some time,</w:t>
      </w:r>
    </w:p>
    <w:p w:rsidR="000E09EC" w:rsidRPr="000E09EC" w:rsidRDefault="000E09EC" w:rsidP="00B44A1D">
      <w:pPr>
        <w:pStyle w:val="libCenter"/>
      </w:pPr>
      <w:r>
        <w:t>his opponent became impatient and charged; the boy deftly used his one move to win the match.</w:t>
      </w:r>
    </w:p>
    <w:p w:rsidR="000E09EC" w:rsidRDefault="000E09EC" w:rsidP="00B44A1D">
      <w:pPr>
        <w:pStyle w:val="libCenter"/>
      </w:pPr>
      <w:r>
        <w:t>Still amazed by his success, the boy was now in the finals.</w:t>
      </w:r>
    </w:p>
    <w:p w:rsidR="000E09EC" w:rsidRPr="000E09EC" w:rsidRDefault="000E09EC" w:rsidP="00B44A1D">
      <w:pPr>
        <w:pStyle w:val="libCenter"/>
      </w:pPr>
      <w:r>
        <w:t>This time, his opponent was bigger, stronger, and more experienced. For a while, the boy appeared</w:t>
      </w:r>
    </w:p>
    <w:p w:rsidR="000E09EC" w:rsidRPr="000E09EC" w:rsidRDefault="000E09EC" w:rsidP="00B44A1D">
      <w:pPr>
        <w:pStyle w:val="libCenter"/>
      </w:pPr>
      <w:r>
        <w:t xml:space="preserve">to be overmatched. Concerned that the boy might get hurt, the referee called a time-out. </w:t>
      </w:r>
    </w:p>
    <w:p w:rsidR="000E09EC" w:rsidRDefault="000E09EC" w:rsidP="00B44A1D">
      <w:pPr>
        <w:pStyle w:val="libCenter"/>
      </w:pPr>
      <w:r>
        <w:t>He was about to stop the match when the sensei intervened.</w:t>
      </w:r>
    </w:p>
    <w:p w:rsidR="000E09EC" w:rsidRDefault="000E09EC" w:rsidP="00B44A1D">
      <w:pPr>
        <w:pStyle w:val="libCenter"/>
      </w:pPr>
      <w:r>
        <w:t>“No,” the Sensei insisted, “Let him continue.”</w:t>
      </w:r>
    </w:p>
    <w:p w:rsidR="000E09EC" w:rsidRPr="000E09EC" w:rsidRDefault="000E09EC" w:rsidP="00B44A1D">
      <w:pPr>
        <w:pStyle w:val="libCenter"/>
      </w:pPr>
      <w:r>
        <w:t>Soon after the match resumed, his opponent made a critical mistake: he dropped his guard.</w:t>
      </w:r>
    </w:p>
    <w:p w:rsidR="000E09EC" w:rsidRPr="000E09EC" w:rsidRDefault="000E09EC" w:rsidP="00B44A1D">
      <w:pPr>
        <w:pStyle w:val="libCenter"/>
      </w:pPr>
      <w:r>
        <w:t xml:space="preserve">Instantly, the boy used his move to pin him. The boy had won the match and the tournament. </w:t>
      </w:r>
    </w:p>
    <w:p w:rsidR="000E09EC" w:rsidRDefault="000E09EC" w:rsidP="00B44A1D">
      <w:pPr>
        <w:pStyle w:val="libCenter"/>
      </w:pPr>
      <w:r>
        <w:t xml:space="preserve">He was the champion. </w:t>
      </w:r>
    </w:p>
    <w:p w:rsidR="000E09EC" w:rsidRPr="000E09EC" w:rsidRDefault="000E09EC" w:rsidP="00B44A1D">
      <w:pPr>
        <w:pStyle w:val="libCenter"/>
      </w:pPr>
      <w:r>
        <w:t xml:space="preserve">On the way home, the boy and Sensei reviewed every move in each and every match. </w:t>
      </w:r>
    </w:p>
    <w:p w:rsidR="000E09EC" w:rsidRDefault="000E09EC" w:rsidP="00B44A1D">
      <w:pPr>
        <w:pStyle w:val="libCenter"/>
      </w:pPr>
      <w:r>
        <w:t>Then the boy summoned the courage to ask what was really on his mind.</w:t>
      </w:r>
    </w:p>
    <w:p w:rsidR="000E09EC" w:rsidRDefault="000E09EC" w:rsidP="00B44A1D">
      <w:pPr>
        <w:pStyle w:val="libCenter"/>
      </w:pPr>
      <w:r>
        <w:t>“Sensei, how did I win the tournament with only one move?”</w:t>
      </w:r>
    </w:p>
    <w:p w:rsidR="000E09EC" w:rsidRPr="000E09EC" w:rsidRDefault="000E09EC" w:rsidP="00B44A1D">
      <w:pPr>
        <w:pStyle w:val="libCenter"/>
      </w:pPr>
      <w:r>
        <w:t>“You won for two reasons,” the Sensei answered. “First, you’ve almost mastered one of the most</w:t>
      </w:r>
    </w:p>
    <w:p w:rsidR="000E09EC" w:rsidRPr="000E09EC" w:rsidRDefault="000E09EC" w:rsidP="00B44A1D">
      <w:pPr>
        <w:pStyle w:val="libCenter"/>
      </w:pPr>
      <w:r>
        <w:t xml:space="preserve">difficult throws in all of Judo. And second, the only known defense for that move is for your </w:t>
      </w:r>
    </w:p>
    <w:p w:rsidR="000E09EC" w:rsidRDefault="000E09EC" w:rsidP="00B44A1D">
      <w:pPr>
        <w:pStyle w:val="libCenter"/>
      </w:pPr>
      <w:r>
        <w:t>opponent to grab your left arm.”</w:t>
      </w:r>
    </w:p>
    <w:p w:rsidR="000E09EC" w:rsidRDefault="000E09EC" w:rsidP="00192805">
      <w:pPr>
        <w:pStyle w:val="libCenterBold2"/>
      </w:pPr>
      <w:r>
        <w:t>The boy’s biggest weakness had become his biggest strength.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1" w:name="_Toc382223500"/>
      <w:r>
        <w:lastRenderedPageBreak/>
        <w:t>JUST P.U.S.H!</w:t>
      </w:r>
      <w:bookmarkEnd w:id="31"/>
    </w:p>
    <w:p w:rsidR="000E09EC" w:rsidRPr="000E09EC" w:rsidRDefault="000E09EC" w:rsidP="00B44A1D">
      <w:pPr>
        <w:pStyle w:val="libCenter"/>
      </w:pPr>
      <w:r>
        <w:t>A man was sleeping at night in his cabin when suddenly his room filled with light, and the Lord</w:t>
      </w:r>
    </w:p>
    <w:p w:rsidR="000E09EC" w:rsidRPr="000E09EC" w:rsidRDefault="000E09EC" w:rsidP="00B44A1D">
      <w:pPr>
        <w:pStyle w:val="libCenter"/>
      </w:pPr>
      <w:r>
        <w:t xml:space="preserve">told the man he had work for him to do, and showed him a large rock in front of his cabin. </w:t>
      </w:r>
    </w:p>
    <w:p w:rsidR="000E09EC" w:rsidRPr="000E09EC" w:rsidRDefault="000E09EC" w:rsidP="00B44A1D">
      <w:pPr>
        <w:pStyle w:val="libCenter"/>
      </w:pPr>
      <w:r>
        <w:t>The Lord explained that the man was to push against the rock with all his might. So, this the man</w:t>
      </w:r>
    </w:p>
    <w:p w:rsidR="000E09EC" w:rsidRPr="000E09EC" w:rsidRDefault="000E09EC" w:rsidP="00B44A1D">
      <w:pPr>
        <w:pStyle w:val="libCenter"/>
      </w:pPr>
      <w:r>
        <w:t>did, day after day. For many years he toiled from sun up to</w:t>
      </w:r>
    </w:p>
    <w:p w:rsidR="000E09EC" w:rsidRPr="000E09EC" w:rsidRDefault="000E09EC" w:rsidP="00B44A1D">
      <w:pPr>
        <w:pStyle w:val="libCenter"/>
      </w:pPr>
      <w:r>
        <w:t xml:space="preserve">sun down; his shoulders set squarely against the cold, </w:t>
      </w:r>
    </w:p>
    <w:p w:rsidR="000E09EC" w:rsidRPr="000E09EC" w:rsidRDefault="000E09EC" w:rsidP="00B44A1D">
      <w:pPr>
        <w:pStyle w:val="libCenter"/>
      </w:pPr>
      <w:r>
        <w:t xml:space="preserve">massive surface of the unmoving rock, pushing with all of </w:t>
      </w:r>
    </w:p>
    <w:p w:rsidR="000E09EC" w:rsidRPr="000E09EC" w:rsidRDefault="000E09EC" w:rsidP="00B44A1D">
      <w:pPr>
        <w:pStyle w:val="libCenter"/>
      </w:pPr>
      <w:r>
        <w:t>his might. Each night the man returned to his cabin sore and</w:t>
      </w:r>
    </w:p>
    <w:p w:rsidR="000E09EC" w:rsidRDefault="000E09EC" w:rsidP="00B44A1D">
      <w:pPr>
        <w:pStyle w:val="libCenter"/>
      </w:pPr>
      <w:r>
        <w:t>worn out, feeling that his whole day had been spent in vain.</w:t>
      </w:r>
    </w:p>
    <w:p w:rsidR="000E09EC" w:rsidRPr="000E09EC" w:rsidRDefault="000E09EC" w:rsidP="00B44A1D">
      <w:pPr>
        <w:pStyle w:val="libCenter"/>
      </w:pPr>
      <w:r>
        <w:t>Since the man was showing discouragement, the Adversary</w:t>
      </w:r>
    </w:p>
    <w:p w:rsidR="000E09EC" w:rsidRPr="000E09EC" w:rsidRDefault="000E09EC" w:rsidP="00B44A1D">
      <w:pPr>
        <w:pStyle w:val="libCenter"/>
      </w:pPr>
      <w:r>
        <w:t>(Satan) decided to enter the picture by placing thoughts into</w:t>
      </w:r>
    </w:p>
    <w:p w:rsidR="000E09EC" w:rsidRPr="000E09EC" w:rsidRDefault="000E09EC" w:rsidP="00B44A1D">
      <w:pPr>
        <w:pStyle w:val="libCenter"/>
      </w:pPr>
      <w:r>
        <w:t>the weary mind: “you have been pushing against that rock for</w:t>
      </w:r>
    </w:p>
    <w:p w:rsidR="000E09EC" w:rsidRPr="000E09EC" w:rsidRDefault="000E09EC" w:rsidP="00B44A1D">
      <w:pPr>
        <w:pStyle w:val="libCenter"/>
      </w:pPr>
      <w:r>
        <w:t>a long time, and it hasn’t moved.” Thus, giving the man the</w:t>
      </w:r>
    </w:p>
    <w:p w:rsidR="000E09EC" w:rsidRPr="000E09EC" w:rsidRDefault="000E09EC" w:rsidP="00B44A1D">
      <w:pPr>
        <w:pStyle w:val="libCenter"/>
      </w:pPr>
      <w:r>
        <w:t>impression that the task was impossible and that he was a</w:t>
      </w:r>
    </w:p>
    <w:p w:rsidR="000E09EC" w:rsidRPr="000E09EC" w:rsidRDefault="000E09EC" w:rsidP="00B44A1D">
      <w:pPr>
        <w:pStyle w:val="libCenter"/>
      </w:pPr>
      <w:r>
        <w:t>failure. These thoughts discouraged and disheartened the</w:t>
      </w:r>
    </w:p>
    <w:p w:rsidR="000E09EC" w:rsidRDefault="000E09EC" w:rsidP="00B44A1D">
      <w:pPr>
        <w:pStyle w:val="libCenter"/>
      </w:pPr>
      <w:r>
        <w:t xml:space="preserve">man. Satan said, “Why kill yourself over this?” </w:t>
      </w:r>
    </w:p>
    <w:p w:rsidR="000E09EC" w:rsidRPr="00432992" w:rsidRDefault="000E09EC" w:rsidP="00B44A1D">
      <w:pPr>
        <w:pStyle w:val="libCenter"/>
        <w:sectPr w:rsidR="000E09EC" w:rsidRPr="00432992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432992" w:rsidRDefault="000E09EC" w:rsidP="00B44A1D">
      <w:pPr>
        <w:pStyle w:val="libCenter"/>
      </w:pPr>
    </w:p>
    <w:p w:rsidR="000E09EC" w:rsidRDefault="000E09EC" w:rsidP="00B44A1D">
      <w:pPr>
        <w:pStyle w:val="libCenter"/>
      </w:pPr>
      <w:r w:rsidRPr="000E09EC">
        <w:t>“J</w:t>
      </w:r>
      <w:r w:rsidRPr="00C7518C">
        <w:t>ust put in your time, giving just the minimum effort; and that will be good enough.”</w:t>
      </w:r>
    </w:p>
    <w:p w:rsidR="000E09EC" w:rsidRPr="000E09EC" w:rsidRDefault="000E09EC" w:rsidP="00B44A1D">
      <w:pPr>
        <w:pStyle w:val="libCenter"/>
      </w:pPr>
      <w:r>
        <w:t>That’s what he planned to do, but decided to make it a matter of prayer and take his troubled</w:t>
      </w:r>
    </w:p>
    <w:p w:rsidR="000E09EC" w:rsidRPr="000E09EC" w:rsidRDefault="000E09EC" w:rsidP="00B44A1D">
      <w:pPr>
        <w:pStyle w:val="libCenter"/>
      </w:pPr>
      <w:r>
        <w:t>thoughts to the Lord. “Lord,” he said, “I have labored long and hard in your service, putting all my</w:t>
      </w:r>
    </w:p>
    <w:p w:rsidR="000E09EC" w:rsidRPr="000E09EC" w:rsidRDefault="000E09EC" w:rsidP="00B44A1D">
      <w:pPr>
        <w:pStyle w:val="libCenter"/>
      </w:pPr>
      <w:r>
        <w:t>strength to do that which you have asked. Yet, after all this time, I have not even budged that rock</w:t>
      </w:r>
    </w:p>
    <w:p w:rsidR="000E09EC" w:rsidRDefault="000E09EC" w:rsidP="00B44A1D">
      <w:pPr>
        <w:pStyle w:val="libCenter"/>
      </w:pPr>
      <w:r>
        <w:t>by half a millimeter. What is wrong? Why am I failing?”</w:t>
      </w:r>
    </w:p>
    <w:p w:rsidR="000E09EC" w:rsidRPr="000E09EC" w:rsidRDefault="000E09EC" w:rsidP="00B44A1D">
      <w:pPr>
        <w:pStyle w:val="libCenter"/>
      </w:pPr>
      <w:r>
        <w:t xml:space="preserve">The Lord responded compassionately, “My Servant, when I asked you to serve Me and you </w:t>
      </w:r>
    </w:p>
    <w:p w:rsidR="000E09EC" w:rsidRPr="000E09EC" w:rsidRDefault="000E09EC" w:rsidP="00B44A1D">
      <w:pPr>
        <w:pStyle w:val="libCenter"/>
      </w:pPr>
      <w:r>
        <w:t>accepted, I told you that your task was to push against the rock with all of your strength, which you</w:t>
      </w:r>
    </w:p>
    <w:p w:rsidR="000E09EC" w:rsidRPr="000E09EC" w:rsidRDefault="000E09EC" w:rsidP="00B44A1D">
      <w:pPr>
        <w:pStyle w:val="libCenter"/>
      </w:pPr>
      <w:r>
        <w:t>have done. Never once did I mention to you that I expected you to move it. Your task was to push.</w:t>
      </w:r>
    </w:p>
    <w:p w:rsidR="000E09EC" w:rsidRPr="000E09EC" w:rsidRDefault="000E09EC" w:rsidP="00B44A1D">
      <w:pPr>
        <w:pStyle w:val="libCenter"/>
      </w:pPr>
      <w:r>
        <w:t>And now you come to Me with your strength spent, thinking that you have failed. But, is that really</w:t>
      </w:r>
    </w:p>
    <w:p w:rsidR="000E09EC" w:rsidRPr="000E09EC" w:rsidRDefault="000E09EC" w:rsidP="00B44A1D">
      <w:pPr>
        <w:pStyle w:val="libCenter"/>
      </w:pPr>
      <w:r>
        <w:t>so? Look at yourself. Your arms are strong and muscled, your back sinewy and brown, your hands</w:t>
      </w:r>
    </w:p>
    <w:p w:rsidR="000E09EC" w:rsidRDefault="000E09EC" w:rsidP="00B44A1D">
      <w:pPr>
        <w:pStyle w:val="libCenter"/>
      </w:pPr>
      <w:r>
        <w:t>are callused from constant pressure, your legs have become massive and hard.</w:t>
      </w:r>
    </w:p>
    <w:p w:rsidR="000E09EC" w:rsidRPr="000E09EC" w:rsidRDefault="000E09EC" w:rsidP="00B44A1D">
      <w:pPr>
        <w:pStyle w:val="libCenter"/>
      </w:pPr>
      <w:r>
        <w:t>Through opposition you have grown much, and your abilities now surpass that which you used to</w:t>
      </w:r>
    </w:p>
    <w:p w:rsidR="000E09EC" w:rsidRPr="000E09EC" w:rsidRDefault="000E09EC" w:rsidP="00B44A1D">
      <w:pPr>
        <w:pStyle w:val="libCenter"/>
      </w:pPr>
      <w:r>
        <w:t xml:space="preserve">have. Yet you haven’t moved the rock. But your calling was to be obedient and to push and to </w:t>
      </w:r>
    </w:p>
    <w:p w:rsidR="000E09EC" w:rsidRPr="000E09EC" w:rsidRDefault="000E09EC" w:rsidP="00B44A1D">
      <w:pPr>
        <w:pStyle w:val="libCenter"/>
      </w:pPr>
      <w:r>
        <w:t>exercise your faith and trust in My wisdom. This you have done. Now I, my servant, will move the</w:t>
      </w:r>
    </w:p>
    <w:p w:rsidR="000E09EC" w:rsidRPr="000E09EC" w:rsidRDefault="000E09EC" w:rsidP="00B44A1D">
      <w:pPr>
        <w:pStyle w:val="libCenter"/>
      </w:pPr>
      <w:r>
        <w:t>rock.” At times, when we hear a word from God, we tend to use our own intellect to decipher what</w:t>
      </w:r>
    </w:p>
    <w:p w:rsidR="000E09EC" w:rsidRPr="000E09EC" w:rsidRDefault="000E09EC" w:rsidP="00B44A1D">
      <w:pPr>
        <w:pStyle w:val="libCenter"/>
      </w:pPr>
      <w:r>
        <w:t>He wants, when actually what God wants is just a simple obedience and faith in Him. By all means,</w:t>
      </w:r>
    </w:p>
    <w:p w:rsidR="000E09EC" w:rsidRDefault="000E09EC" w:rsidP="00B44A1D">
      <w:pPr>
        <w:pStyle w:val="libCenter"/>
      </w:pPr>
      <w:r>
        <w:t>exercise the faith that moves mountains, but know that it is still God who moves mountains.</w:t>
      </w:r>
    </w:p>
    <w:p w:rsidR="000E09EC" w:rsidRDefault="000E09EC" w:rsidP="00B44A1D">
      <w:pPr>
        <w:pStyle w:val="libCenter"/>
      </w:pPr>
      <w:r>
        <w:t>When everything seems to go wrong .................................. just P.U.S.H!</w:t>
      </w:r>
    </w:p>
    <w:p w:rsidR="000E09EC" w:rsidRDefault="000E09EC" w:rsidP="00B44A1D">
      <w:pPr>
        <w:pStyle w:val="libCenter"/>
      </w:pPr>
      <w:r>
        <w:t>When the job gets you down ............................................... just P.U.S.H!</w:t>
      </w:r>
    </w:p>
    <w:p w:rsidR="000E09EC" w:rsidRDefault="000E09EC" w:rsidP="00B44A1D">
      <w:pPr>
        <w:pStyle w:val="libCenter"/>
      </w:pPr>
      <w:r>
        <w:t>When people don’t react the way you think they should ... just P.U.S.H!</w:t>
      </w:r>
    </w:p>
    <w:p w:rsidR="000E09EC" w:rsidRDefault="000E09EC" w:rsidP="00B44A1D">
      <w:pPr>
        <w:pStyle w:val="libCenter"/>
      </w:pPr>
      <w:r>
        <w:t>When your money is “gone” and the bills are due ............. just P.U.S.H!</w:t>
      </w:r>
    </w:p>
    <w:p w:rsidR="000E09EC" w:rsidRDefault="000E09EC" w:rsidP="00B44A1D">
      <w:pPr>
        <w:pStyle w:val="libCenter"/>
      </w:pPr>
      <w:r>
        <w:t>When people just don’t understand you ............................ just P.U.S.H!</w:t>
      </w:r>
    </w:p>
    <w:p w:rsidR="000E09EC" w:rsidRDefault="000E09EC" w:rsidP="00192805">
      <w:pPr>
        <w:pStyle w:val="libCenterBold2"/>
      </w:pPr>
      <w:r>
        <w:t>P + U + S + H = Pray + Until + Something + Happens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2" w:name="_Toc382223501"/>
      <w:r>
        <w:lastRenderedPageBreak/>
        <w:t>DETERMINATON</w:t>
      </w:r>
      <w:bookmarkEnd w:id="32"/>
    </w:p>
    <w:p w:rsidR="000E09EC" w:rsidRPr="000E09EC" w:rsidRDefault="000E09EC" w:rsidP="00B44A1D">
      <w:pPr>
        <w:pStyle w:val="libCenter"/>
      </w:pPr>
      <w:r>
        <w:t>In 1883, a creative engineer named John Roebling was inspired by an idea to build a spectacular</w:t>
      </w:r>
    </w:p>
    <w:p w:rsidR="000E09EC" w:rsidRPr="000E09EC" w:rsidRDefault="000E09EC" w:rsidP="00B44A1D">
      <w:pPr>
        <w:pStyle w:val="libCenter"/>
      </w:pPr>
      <w:r>
        <w:t>bridge connecting New York with the Long Island. However bridge building experts throughout the</w:t>
      </w:r>
    </w:p>
    <w:p w:rsidR="000E09EC" w:rsidRPr="000E09EC" w:rsidRDefault="000E09EC" w:rsidP="00B44A1D">
      <w:pPr>
        <w:pStyle w:val="libCenter"/>
      </w:pPr>
      <w:r>
        <w:t>world thought that this was an impossible feat and told Roebling to forget the idea. It just could not</w:t>
      </w:r>
    </w:p>
    <w:p w:rsidR="000E09EC" w:rsidRDefault="000E09EC" w:rsidP="00B44A1D">
      <w:pPr>
        <w:pStyle w:val="libCenter"/>
      </w:pPr>
      <w:r>
        <w:t>be done. It was not practical. It had never been done before.</w:t>
      </w:r>
    </w:p>
    <w:p w:rsidR="000E09EC" w:rsidRPr="000E09EC" w:rsidRDefault="000E09EC" w:rsidP="00B44A1D">
      <w:pPr>
        <w:pStyle w:val="libCenter"/>
      </w:pPr>
      <w:r>
        <w:t>Roebling could not ignore the vision he had in his mind of this bridge. He thought about it all the</w:t>
      </w:r>
    </w:p>
    <w:p w:rsidR="000E09EC" w:rsidRPr="000E09EC" w:rsidRDefault="000E09EC" w:rsidP="00B44A1D">
      <w:pPr>
        <w:pStyle w:val="libCenter"/>
      </w:pPr>
      <w:r>
        <w:t>time and he knew deep in his heart that it could be done. He just had to share the dream with</w:t>
      </w:r>
    </w:p>
    <w:p w:rsidR="000E09EC" w:rsidRPr="000E09EC" w:rsidRDefault="000E09EC" w:rsidP="00B44A1D">
      <w:pPr>
        <w:pStyle w:val="libCenter"/>
      </w:pPr>
      <w:r>
        <w:t>someone else. After much discussion and persuasion he managed to convince his son Washington,</w:t>
      </w:r>
    </w:p>
    <w:p w:rsidR="000E09EC" w:rsidRDefault="000E09EC" w:rsidP="00B44A1D">
      <w:pPr>
        <w:pStyle w:val="libCenter"/>
      </w:pPr>
      <w:r>
        <w:t>an up and coming engineer, that the bridge in fact could be built.</w:t>
      </w:r>
    </w:p>
    <w:p w:rsidR="000E09EC" w:rsidRPr="000E09EC" w:rsidRDefault="000E09EC" w:rsidP="00B44A1D">
      <w:pPr>
        <w:pStyle w:val="libCenter"/>
      </w:pPr>
      <w:r>
        <w:t>Working together for the first time, the father and son developed concepts of how it could be</w:t>
      </w:r>
    </w:p>
    <w:p w:rsidR="000E09EC" w:rsidRPr="000E09EC" w:rsidRDefault="000E09EC" w:rsidP="00B44A1D">
      <w:pPr>
        <w:pStyle w:val="libCenter"/>
      </w:pPr>
      <w:r>
        <w:t>accomplished and how the obstacles could be overcome. With great excitement and inspiration,</w:t>
      </w:r>
    </w:p>
    <w:p w:rsidR="000E09EC" w:rsidRPr="000E09EC" w:rsidRDefault="000E09EC" w:rsidP="00B44A1D">
      <w:pPr>
        <w:pStyle w:val="libCenter"/>
      </w:pPr>
      <w:r>
        <w:t>and the headiness of a wild challenge before them, they hired their crew and began to build their</w:t>
      </w:r>
    </w:p>
    <w:p w:rsidR="000E09EC" w:rsidRDefault="000E09EC" w:rsidP="00B44A1D">
      <w:pPr>
        <w:pStyle w:val="libCenter"/>
      </w:pPr>
      <w:r>
        <w:t>dream bridge.</w:t>
      </w:r>
    </w:p>
    <w:p w:rsidR="000E09EC" w:rsidRPr="00432992" w:rsidRDefault="000E09EC" w:rsidP="00B44A1D">
      <w:pPr>
        <w:pStyle w:val="libCenter"/>
        <w:sectPr w:rsidR="000E09EC" w:rsidRPr="00432992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432992" w:rsidRDefault="000E09EC" w:rsidP="00B44A1D">
      <w:pPr>
        <w:pStyle w:val="libCenter"/>
      </w:pPr>
    </w:p>
    <w:p w:rsidR="000E09EC" w:rsidRPr="000E09EC" w:rsidRDefault="000E09EC" w:rsidP="00B44A1D">
      <w:pPr>
        <w:pStyle w:val="libCenter"/>
      </w:pPr>
      <w:r>
        <w:t>The project started well, but when it was only a few months underway a tragic accident on the site</w:t>
      </w:r>
    </w:p>
    <w:p w:rsidR="000E09EC" w:rsidRPr="000E09EC" w:rsidRDefault="000E09EC" w:rsidP="00B44A1D">
      <w:pPr>
        <w:pStyle w:val="libCenter"/>
      </w:pPr>
      <w:r>
        <w:t>took the life of John Roebling. Washington was injured and left with a certain amount of brain</w:t>
      </w:r>
    </w:p>
    <w:p w:rsidR="000E09EC" w:rsidRDefault="000E09EC" w:rsidP="00B44A1D">
      <w:pPr>
        <w:pStyle w:val="libCenter"/>
      </w:pPr>
      <w:r>
        <w:t>damage, which resulted in him not being able to walk or talk or even move.</w:t>
      </w:r>
    </w:p>
    <w:p w:rsidR="000E09EC" w:rsidRPr="000E09EC" w:rsidRDefault="000E09EC" w:rsidP="00B44A1D">
      <w:pPr>
        <w:pStyle w:val="libCenter"/>
      </w:pPr>
      <w:r>
        <w:t>“We told them so.”</w:t>
      </w:r>
    </w:p>
    <w:p w:rsidR="000E09EC" w:rsidRPr="000E09EC" w:rsidRDefault="000E09EC" w:rsidP="00B44A1D">
      <w:pPr>
        <w:pStyle w:val="libCenter"/>
      </w:pPr>
      <w:r w:rsidRPr="000E09EC">
        <w:t>“C</w:t>
      </w:r>
      <w:r w:rsidRPr="00C7518C">
        <w:t>razy men and their crazy dreams.”</w:t>
      </w:r>
    </w:p>
    <w:p w:rsidR="000E09EC" w:rsidRDefault="000E09EC" w:rsidP="00B44A1D">
      <w:pPr>
        <w:pStyle w:val="libCenter"/>
      </w:pPr>
      <w:r w:rsidRPr="000E09EC">
        <w:t>“I</w:t>
      </w:r>
      <w:r w:rsidRPr="00C7518C">
        <w:t>t’s foolish to chase wild visions.”</w:t>
      </w:r>
    </w:p>
    <w:p w:rsidR="000E09EC" w:rsidRPr="000E09EC" w:rsidRDefault="000E09EC" w:rsidP="00B44A1D">
      <w:pPr>
        <w:pStyle w:val="libCenter"/>
      </w:pPr>
      <w:r>
        <w:t>Everyone had a negative comment to make and felt that the project should be scrapped since the</w:t>
      </w:r>
    </w:p>
    <w:p w:rsidR="000E09EC" w:rsidRPr="000E09EC" w:rsidRDefault="000E09EC" w:rsidP="00B44A1D">
      <w:pPr>
        <w:pStyle w:val="libCenter"/>
      </w:pPr>
      <w:r>
        <w:t>Roeblings were the only ones who knew how the bridge could be built. In spite of his handicap</w:t>
      </w:r>
    </w:p>
    <w:p w:rsidR="000E09EC" w:rsidRPr="000E09EC" w:rsidRDefault="000E09EC" w:rsidP="00B44A1D">
      <w:pPr>
        <w:pStyle w:val="libCenter"/>
      </w:pPr>
      <w:r>
        <w:t>Washington was never discouraged and still had a burning desire to complete the bridge and his</w:t>
      </w:r>
    </w:p>
    <w:p w:rsidR="000E09EC" w:rsidRDefault="000E09EC" w:rsidP="00B44A1D">
      <w:pPr>
        <w:pStyle w:val="libCenter"/>
      </w:pPr>
      <w:r>
        <w:t>mind was still as sharp as ever.</w:t>
      </w:r>
    </w:p>
    <w:p w:rsidR="000E09EC" w:rsidRPr="000E09EC" w:rsidRDefault="000E09EC" w:rsidP="00B44A1D">
      <w:pPr>
        <w:pStyle w:val="libCenter"/>
      </w:pPr>
      <w:r>
        <w:t xml:space="preserve">He tried to inspire and pass on his enthusiasm to some of his friends, but they were too daunted </w:t>
      </w:r>
    </w:p>
    <w:p w:rsidR="000E09EC" w:rsidRPr="000E09EC" w:rsidRDefault="000E09EC" w:rsidP="00B44A1D">
      <w:pPr>
        <w:pStyle w:val="libCenter"/>
      </w:pPr>
      <w:r>
        <w:t xml:space="preserve">by the task. As he lay on his bed in his hospital room, with the sunlight streaming through the </w:t>
      </w:r>
    </w:p>
    <w:p w:rsidR="000E09EC" w:rsidRPr="000E09EC" w:rsidRDefault="000E09EC" w:rsidP="00B44A1D">
      <w:pPr>
        <w:pStyle w:val="libCenter"/>
      </w:pPr>
      <w:r>
        <w:t>windows, a gentle breeze blew the flimsy white curtains apart and he was able to see the sky and</w:t>
      </w:r>
    </w:p>
    <w:p w:rsidR="000E09EC" w:rsidRDefault="000E09EC" w:rsidP="00B44A1D">
      <w:pPr>
        <w:pStyle w:val="libCenter"/>
      </w:pPr>
      <w:r>
        <w:t>the tops of the trees outside for just a moment.</w:t>
      </w:r>
    </w:p>
    <w:p w:rsidR="000E09EC" w:rsidRPr="000E09EC" w:rsidRDefault="000E09EC" w:rsidP="00B44A1D">
      <w:pPr>
        <w:pStyle w:val="libCenter"/>
      </w:pPr>
      <w:r>
        <w:t>It seemed that there was a message for him not to give up. Suddenly an idea hit him. All he could</w:t>
      </w:r>
    </w:p>
    <w:p w:rsidR="000E09EC" w:rsidRPr="000E09EC" w:rsidRDefault="000E09EC" w:rsidP="00B44A1D">
      <w:pPr>
        <w:pStyle w:val="libCenter"/>
      </w:pPr>
      <w:r>
        <w:t xml:space="preserve">do was move one finger and he decided to make the best use of it. By moving this, he slowly </w:t>
      </w:r>
    </w:p>
    <w:p w:rsidR="000E09EC" w:rsidRDefault="000E09EC" w:rsidP="00B44A1D">
      <w:pPr>
        <w:pStyle w:val="libCenter"/>
      </w:pPr>
      <w:r>
        <w:t>developed a code of communication with his wife.</w:t>
      </w:r>
    </w:p>
    <w:p w:rsidR="000E09EC" w:rsidRPr="000E09EC" w:rsidRDefault="000E09EC" w:rsidP="00B44A1D">
      <w:pPr>
        <w:pStyle w:val="libCenter"/>
      </w:pPr>
      <w:r>
        <w:t xml:space="preserve">He touched his wife’s arm with that finger, indicating to her that he wanted her to call the </w:t>
      </w:r>
    </w:p>
    <w:p w:rsidR="000E09EC" w:rsidRPr="000E09EC" w:rsidRDefault="000E09EC" w:rsidP="00B44A1D">
      <w:pPr>
        <w:pStyle w:val="libCenter"/>
      </w:pPr>
      <w:r>
        <w:t>engineers again. Then he used the same method of tapping her arm to tell the engineers what to do.</w:t>
      </w:r>
    </w:p>
    <w:p w:rsidR="000E09EC" w:rsidRDefault="000E09EC" w:rsidP="00B44A1D">
      <w:pPr>
        <w:pStyle w:val="libCenter"/>
      </w:pPr>
      <w:r>
        <w:t>It seemed foolish but the project was under way again.</w:t>
      </w:r>
    </w:p>
    <w:p w:rsidR="000E09EC" w:rsidRPr="000E09EC" w:rsidRDefault="000E09EC" w:rsidP="00B44A1D">
      <w:pPr>
        <w:pStyle w:val="libCenter"/>
      </w:pPr>
      <w:r>
        <w:t>For 13 years Washington tapped out his instructions with his finger on his wife’s arm, until the</w:t>
      </w:r>
    </w:p>
    <w:p w:rsidR="000E09EC" w:rsidRPr="000E09EC" w:rsidRDefault="000E09EC" w:rsidP="00B44A1D">
      <w:pPr>
        <w:pStyle w:val="libCenter"/>
      </w:pPr>
      <w:r>
        <w:t xml:space="preserve">bridge was finally completed. Today the spectacular Brooklyn Bridge stands in all its glory as a </w:t>
      </w:r>
    </w:p>
    <w:p w:rsidR="000E09EC" w:rsidRPr="000E09EC" w:rsidRDefault="000E09EC" w:rsidP="00B44A1D">
      <w:pPr>
        <w:pStyle w:val="libCenter"/>
      </w:pPr>
      <w:r>
        <w:t>tribute to the triumph of one man’s indomitable spirit and his determination not to be defeated by</w:t>
      </w:r>
    </w:p>
    <w:p w:rsidR="000E09EC" w:rsidRPr="000E09EC" w:rsidRDefault="000E09EC" w:rsidP="00B44A1D">
      <w:pPr>
        <w:pStyle w:val="libCenter"/>
      </w:pPr>
      <w:r>
        <w:t>circumstances. It is also a tribute to the engineers and their team work, and to their faith in a man</w:t>
      </w:r>
    </w:p>
    <w:p w:rsidR="000E09EC" w:rsidRPr="000E09EC" w:rsidRDefault="000E09EC" w:rsidP="00B44A1D">
      <w:pPr>
        <w:pStyle w:val="libCenter"/>
      </w:pPr>
      <w:r>
        <w:t>who was considered mad by half the world. It stands too as a tangible monument to the love and</w:t>
      </w:r>
    </w:p>
    <w:p w:rsidR="000E09EC" w:rsidRPr="000E09EC" w:rsidRDefault="000E09EC" w:rsidP="00B44A1D">
      <w:pPr>
        <w:pStyle w:val="libCenter"/>
      </w:pPr>
      <w:r>
        <w:t>devotion of his wife who for 13 long years patiently decoded the messages of her husband and told</w:t>
      </w:r>
    </w:p>
    <w:p w:rsidR="000E09EC" w:rsidRDefault="000E09EC" w:rsidP="00B44A1D">
      <w:pPr>
        <w:pStyle w:val="libCenter"/>
      </w:pPr>
      <w:r>
        <w:t>the engineers what to do.</w:t>
      </w:r>
    </w:p>
    <w:p w:rsidR="000E09EC" w:rsidRPr="000E09EC" w:rsidRDefault="000E09EC" w:rsidP="00B44A1D">
      <w:pPr>
        <w:pStyle w:val="libCenter"/>
      </w:pPr>
      <w:r>
        <w:t xml:space="preserve">Perhaps this is one of the best examples of a never-say-die attitude that overcomes a terrible </w:t>
      </w:r>
    </w:p>
    <w:p w:rsidR="000E09EC" w:rsidRDefault="000E09EC" w:rsidP="00B44A1D">
      <w:pPr>
        <w:pStyle w:val="libCenter"/>
      </w:pPr>
      <w:r>
        <w:t>physical handicap and achieves an impossible goal.</w:t>
      </w:r>
    </w:p>
    <w:p w:rsidR="000E09EC" w:rsidRPr="000E09EC" w:rsidRDefault="000E09EC" w:rsidP="00B44A1D">
      <w:pPr>
        <w:pStyle w:val="libCenter"/>
      </w:pPr>
      <w:r>
        <w:t>Often when we face obstacles in our day-to-day life, our hurdles seem very small in comparison to</w:t>
      </w:r>
    </w:p>
    <w:p w:rsidR="000E09EC" w:rsidRPr="000E09EC" w:rsidRDefault="000E09EC" w:rsidP="00B44A1D">
      <w:pPr>
        <w:pStyle w:val="libCenter"/>
      </w:pPr>
      <w:r>
        <w:t xml:space="preserve">what many others have to face. </w:t>
      </w:r>
    </w:p>
    <w:p w:rsidR="000E09EC" w:rsidRPr="000E09EC" w:rsidRDefault="000E09EC" w:rsidP="00B44A1D">
      <w:pPr>
        <w:pStyle w:val="libCenter"/>
      </w:pPr>
      <w:r>
        <w:t>The Brooklyn Bridge shows us that</w:t>
      </w:r>
    </w:p>
    <w:p w:rsidR="000E09EC" w:rsidRPr="000E09EC" w:rsidRDefault="000E09EC" w:rsidP="00B44A1D">
      <w:pPr>
        <w:pStyle w:val="libCenter"/>
      </w:pPr>
      <w:r>
        <w:t>dreams that seem impossible can be</w:t>
      </w:r>
    </w:p>
    <w:p w:rsidR="000E09EC" w:rsidRPr="000E09EC" w:rsidRDefault="000E09EC" w:rsidP="00B44A1D">
      <w:pPr>
        <w:pStyle w:val="libCenter"/>
      </w:pPr>
      <w:r>
        <w:lastRenderedPageBreak/>
        <w:t xml:space="preserve">realized with determination and </w:t>
      </w:r>
    </w:p>
    <w:p w:rsidR="000E09EC" w:rsidRPr="000E09EC" w:rsidRDefault="000E09EC" w:rsidP="00B44A1D">
      <w:pPr>
        <w:pStyle w:val="libCenter"/>
      </w:pPr>
      <w:r>
        <w:t xml:space="preserve">persistence, no matter what the </w:t>
      </w:r>
    </w:p>
    <w:p w:rsidR="000E09EC" w:rsidRDefault="000E09EC" w:rsidP="00B44A1D">
      <w:pPr>
        <w:pStyle w:val="libCenter"/>
      </w:pPr>
      <w:r>
        <w:t>odds are.</w:t>
      </w:r>
    </w:p>
    <w:p w:rsidR="000E09EC" w:rsidRPr="000E09EC" w:rsidRDefault="000E09EC" w:rsidP="00192805">
      <w:pPr>
        <w:pStyle w:val="libCenterBold2"/>
      </w:pPr>
      <w:r>
        <w:t>Even the most distant dream</w:t>
      </w:r>
    </w:p>
    <w:p w:rsidR="000E09EC" w:rsidRPr="000E09EC" w:rsidRDefault="000E09EC" w:rsidP="00192805">
      <w:pPr>
        <w:pStyle w:val="libCenterBold2"/>
      </w:pPr>
      <w:r>
        <w:t xml:space="preserve">can be realized with </w:t>
      </w:r>
    </w:p>
    <w:p w:rsidR="000E09EC" w:rsidRDefault="000E09EC" w:rsidP="00192805">
      <w:pPr>
        <w:pStyle w:val="libCenterBold2"/>
      </w:pPr>
      <w:r>
        <w:t>determination and persistence.</w:t>
      </w:r>
    </w:p>
    <w:p w:rsidR="000E09EC" w:rsidRPr="00432992" w:rsidRDefault="000E09EC" w:rsidP="00B44A1D">
      <w:pPr>
        <w:pStyle w:val="libCenter"/>
        <w:sectPr w:rsidR="000E09EC" w:rsidRPr="00432992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33" w:name="_Toc382223502"/>
      <w:r>
        <w:lastRenderedPageBreak/>
        <w:t>THE CRACKED POT</w:t>
      </w:r>
      <w:bookmarkEnd w:id="33"/>
    </w:p>
    <w:p w:rsidR="000E09EC" w:rsidRPr="000E09EC" w:rsidRDefault="000E09EC" w:rsidP="00B44A1D">
      <w:pPr>
        <w:pStyle w:val="libCenter"/>
      </w:pPr>
      <w:r>
        <w:t>Once upon a time there was a water-bearer in India</w:t>
      </w:r>
    </w:p>
    <w:p w:rsidR="000E09EC" w:rsidRPr="000E09EC" w:rsidRDefault="000E09EC" w:rsidP="00B44A1D">
      <w:pPr>
        <w:pStyle w:val="libCenter"/>
      </w:pPr>
      <w:r>
        <w:t>who had two large pots, each hung on each end of a</w:t>
      </w:r>
    </w:p>
    <w:p w:rsidR="000E09EC" w:rsidRPr="000E09EC" w:rsidRDefault="000E09EC" w:rsidP="00B44A1D">
      <w:pPr>
        <w:pStyle w:val="libCenter"/>
      </w:pPr>
      <w:r>
        <w:t>pole which he carried across his neck. One of the pots</w:t>
      </w:r>
    </w:p>
    <w:p w:rsidR="000E09EC" w:rsidRPr="000E09EC" w:rsidRDefault="000E09EC" w:rsidP="00B44A1D">
      <w:pPr>
        <w:pStyle w:val="libCenter"/>
      </w:pPr>
      <w:r>
        <w:t>had a crack in it, and while the other pot was perfect</w:t>
      </w:r>
    </w:p>
    <w:p w:rsidR="000E09EC" w:rsidRPr="000E09EC" w:rsidRDefault="000E09EC" w:rsidP="00B44A1D">
      <w:pPr>
        <w:pStyle w:val="libCenter"/>
      </w:pPr>
      <w:r>
        <w:t>and always delivered a full portion of water at the end</w:t>
      </w:r>
    </w:p>
    <w:p w:rsidR="000E09EC" w:rsidRPr="000E09EC" w:rsidRDefault="000E09EC" w:rsidP="00B44A1D">
      <w:pPr>
        <w:pStyle w:val="libCenter"/>
      </w:pPr>
      <w:r>
        <w:t>of the long walk from the stream to the master’s house,</w:t>
      </w:r>
    </w:p>
    <w:p w:rsidR="000E09EC" w:rsidRDefault="000E09EC" w:rsidP="00B44A1D">
      <w:pPr>
        <w:pStyle w:val="libCenter"/>
      </w:pPr>
      <w:r>
        <w:t>the cracked pot arrived only half full.</w:t>
      </w:r>
    </w:p>
    <w:p w:rsidR="000E09EC" w:rsidRPr="000E09EC" w:rsidRDefault="000E09EC" w:rsidP="00B44A1D">
      <w:pPr>
        <w:pStyle w:val="libCenter"/>
      </w:pPr>
      <w:r>
        <w:t>For a full two years this went on daily, with the bearer</w:t>
      </w:r>
    </w:p>
    <w:p w:rsidR="000E09EC" w:rsidRPr="000E09EC" w:rsidRDefault="000E09EC" w:rsidP="00B44A1D">
      <w:pPr>
        <w:pStyle w:val="libCenter"/>
      </w:pPr>
      <w:r>
        <w:t>delivering only one and a half pot full of water in his</w:t>
      </w:r>
    </w:p>
    <w:p w:rsidR="000E09EC" w:rsidRDefault="000E09EC" w:rsidP="00B44A1D">
      <w:pPr>
        <w:pStyle w:val="libCenter"/>
      </w:pPr>
      <w:r>
        <w:t>master’s house.</w:t>
      </w:r>
    </w:p>
    <w:p w:rsidR="000E09EC" w:rsidRPr="000E09EC" w:rsidRDefault="000E09EC" w:rsidP="00B44A1D">
      <w:pPr>
        <w:pStyle w:val="libCenter"/>
      </w:pPr>
      <w:r>
        <w:t xml:space="preserve">Of course, the perfect pot was proud of its </w:t>
      </w:r>
    </w:p>
    <w:p w:rsidR="000E09EC" w:rsidRPr="000E09EC" w:rsidRDefault="000E09EC" w:rsidP="00B44A1D">
      <w:pPr>
        <w:pStyle w:val="libCenter"/>
      </w:pPr>
      <w:r>
        <w:t>accomplishments, perfect to the end for which it was</w:t>
      </w:r>
    </w:p>
    <w:p w:rsidR="000E09EC" w:rsidRPr="000E09EC" w:rsidRDefault="000E09EC" w:rsidP="00B44A1D">
      <w:pPr>
        <w:pStyle w:val="libCenter"/>
      </w:pPr>
      <w:r>
        <w:t>made. But the poor cracked pot was ashamed of its own</w:t>
      </w:r>
    </w:p>
    <w:p w:rsidR="000E09EC" w:rsidRPr="000E09EC" w:rsidRDefault="000E09EC" w:rsidP="00B44A1D">
      <w:pPr>
        <w:pStyle w:val="libCenter"/>
      </w:pPr>
      <w:r>
        <w:t xml:space="preserve">imperfection, and miserable that it was able to </w:t>
      </w:r>
    </w:p>
    <w:p w:rsidR="000E09EC" w:rsidRDefault="000E09EC" w:rsidP="00B44A1D">
      <w:pPr>
        <w:pStyle w:val="libCenter"/>
      </w:pPr>
      <w:r>
        <w:t>accomplish only half of what it had been made to do.</w:t>
      </w:r>
    </w:p>
    <w:p w:rsidR="000E09EC" w:rsidRPr="000E09EC" w:rsidRDefault="000E09EC" w:rsidP="00B44A1D">
      <w:pPr>
        <w:pStyle w:val="libCenter"/>
      </w:pPr>
      <w:r>
        <w:t>After two years of what it perceived to be a bitter failure, it spoke to the water-bearer one day by</w:t>
      </w:r>
    </w:p>
    <w:p w:rsidR="000E09EC" w:rsidRDefault="000E09EC" w:rsidP="00B44A1D">
      <w:pPr>
        <w:pStyle w:val="libCenter"/>
      </w:pPr>
      <w:r>
        <w:t>the stream. “I am ashamed of myself, and I want to apologize to you.” “Why?” asked the bearer.</w:t>
      </w:r>
    </w:p>
    <w:p w:rsidR="000E09EC" w:rsidRDefault="000E09EC" w:rsidP="00B44A1D">
      <w:pPr>
        <w:pStyle w:val="libCenter"/>
      </w:pPr>
      <w:r>
        <w:t>“What are you ashamed of ?”</w:t>
      </w:r>
    </w:p>
    <w:p w:rsidR="000E09EC" w:rsidRPr="000E09EC" w:rsidRDefault="000E09EC" w:rsidP="00B44A1D">
      <w:pPr>
        <w:pStyle w:val="libCenter"/>
      </w:pPr>
      <w:r>
        <w:t>“I have been able, for these past two years, to deliver only half my load because this crack in my</w:t>
      </w:r>
    </w:p>
    <w:p w:rsidR="000E09EC" w:rsidRPr="000E09EC" w:rsidRDefault="000E09EC" w:rsidP="00B44A1D">
      <w:pPr>
        <w:pStyle w:val="libCenter"/>
      </w:pPr>
      <w:r>
        <w:t>side causes water to leak out all the way back to your master’s house. Because of my flaws, you have</w:t>
      </w:r>
    </w:p>
    <w:p w:rsidR="000E09EC" w:rsidRPr="000E09EC" w:rsidRDefault="000E09EC" w:rsidP="00B44A1D">
      <w:pPr>
        <w:pStyle w:val="libCenter"/>
      </w:pPr>
      <w:r>
        <w:t>to do all of this work and you don’t get full value from your efforts, the pot said. The water-bearer</w:t>
      </w:r>
    </w:p>
    <w:p w:rsidR="000E09EC" w:rsidRPr="000E09EC" w:rsidRDefault="000E09EC" w:rsidP="00B44A1D">
      <w:pPr>
        <w:pStyle w:val="libCenter"/>
      </w:pPr>
      <w:r>
        <w:t>felt sorry for the old cracked pot, and in his compassion he said, “As we return to the master’s</w:t>
      </w:r>
    </w:p>
    <w:p w:rsidR="000E09EC" w:rsidRDefault="000E09EC" w:rsidP="00B44A1D">
      <w:pPr>
        <w:pStyle w:val="libCenter"/>
      </w:pPr>
      <w:r>
        <w:t>house, I want you to notice the beautiful flowers along the path.”</w:t>
      </w:r>
    </w:p>
    <w:p w:rsidR="000E09EC" w:rsidRPr="000E09EC" w:rsidRDefault="000E09EC" w:rsidP="00B44A1D">
      <w:pPr>
        <w:pStyle w:val="libCenter"/>
      </w:pPr>
      <w:r>
        <w:t>Indeed, as they went up the hill, the old cracked pot took notice of the sun warming the beautiful</w:t>
      </w:r>
    </w:p>
    <w:p w:rsidR="000E09EC" w:rsidRDefault="000E09EC" w:rsidP="00B44A1D">
      <w:pPr>
        <w:pStyle w:val="libCenter"/>
      </w:pPr>
      <w:r>
        <w:t>wild flowers on the side of the path, and this cheered it some.</w:t>
      </w:r>
    </w:p>
    <w:p w:rsidR="000E09EC" w:rsidRPr="000E09EC" w:rsidRDefault="000E09EC" w:rsidP="00B44A1D">
      <w:pPr>
        <w:pStyle w:val="libCenter"/>
      </w:pPr>
      <w:r>
        <w:t>But at the end of the trail, it still felt bad because it had leaked out half its load, and so again it</w:t>
      </w:r>
    </w:p>
    <w:p w:rsidR="000E09EC" w:rsidRDefault="000E09EC" w:rsidP="00B44A1D">
      <w:pPr>
        <w:pStyle w:val="libCenter"/>
      </w:pPr>
      <w:r>
        <w:t>apologized to the bearer for its failure.</w:t>
      </w:r>
    </w:p>
    <w:p w:rsidR="000E09EC" w:rsidRPr="000E09EC" w:rsidRDefault="000E09EC" w:rsidP="00B44A1D">
      <w:pPr>
        <w:pStyle w:val="libCenter"/>
      </w:pPr>
      <w:r>
        <w:t>The bearer said to the pot, “Did you notice that there were flowers only on your side of your path,</w:t>
      </w:r>
    </w:p>
    <w:p w:rsidR="000E09EC" w:rsidRDefault="000E09EC" w:rsidP="00B44A1D">
      <w:pPr>
        <w:pStyle w:val="libCenter"/>
      </w:pPr>
      <w:r>
        <w:t>but not on the other pot’s side?</w:t>
      </w:r>
    </w:p>
    <w:p w:rsidR="000E09EC" w:rsidRPr="000E09EC" w:rsidRDefault="000E09EC" w:rsidP="00B44A1D">
      <w:pPr>
        <w:pStyle w:val="libCenter"/>
      </w:pPr>
      <w:r>
        <w:t>That’s because have always known about your flaw, and I took advantage of it. I planted flower</w:t>
      </w:r>
    </w:p>
    <w:p w:rsidR="000E09EC" w:rsidRPr="000E09EC" w:rsidRDefault="000E09EC" w:rsidP="00B44A1D">
      <w:pPr>
        <w:pStyle w:val="libCenter"/>
      </w:pPr>
      <w:r>
        <w:t>seeds on your side of the path, and every day while we walk back from the stream, you’ve watered</w:t>
      </w:r>
    </w:p>
    <w:p w:rsidR="000E09EC" w:rsidRPr="000E09EC" w:rsidRDefault="000E09EC" w:rsidP="00B44A1D">
      <w:pPr>
        <w:pStyle w:val="libCenter"/>
      </w:pPr>
      <w:r>
        <w:t>them. For two years I have been able to pick these beautiful flowers to decorate my master’s table.</w:t>
      </w:r>
    </w:p>
    <w:p w:rsidR="000E09EC" w:rsidRDefault="000E09EC" w:rsidP="00B44A1D">
      <w:pPr>
        <w:pStyle w:val="libCenter"/>
      </w:pPr>
      <w:r>
        <w:t>Without you being just the way you are, he would not have this beauty to grace his house.”</w:t>
      </w:r>
    </w:p>
    <w:p w:rsidR="000E09EC" w:rsidRPr="000E09EC" w:rsidRDefault="000E09EC" w:rsidP="00192805">
      <w:pPr>
        <w:pStyle w:val="libCenterBold2"/>
      </w:pPr>
      <w:r>
        <w:t>Each of us has our own unique flaw. But it’s the cracks and flaws we each have that</w:t>
      </w:r>
    </w:p>
    <w:p w:rsidR="000E09EC" w:rsidRPr="000E09EC" w:rsidRDefault="000E09EC" w:rsidP="00192805">
      <w:pPr>
        <w:pStyle w:val="libCenterBold2"/>
      </w:pPr>
      <w:r>
        <w:t>make our lives together so very interesting and warding. You’ve just got to take each</w:t>
      </w:r>
    </w:p>
    <w:p w:rsidR="000E09EC" w:rsidRDefault="000E09EC" w:rsidP="00192805">
      <w:pPr>
        <w:pStyle w:val="libCenterBold2"/>
      </w:pPr>
      <w:r>
        <w:t>person for what they are and look for the good in them.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34" w:name="_Toc382223503"/>
      <w:r>
        <w:lastRenderedPageBreak/>
        <w:t>GOD EXISTS</w:t>
      </w:r>
      <w:bookmarkEnd w:id="34"/>
    </w:p>
    <w:p w:rsidR="000E09EC" w:rsidRPr="000E09EC" w:rsidRDefault="000E09EC" w:rsidP="00B44A1D">
      <w:pPr>
        <w:pStyle w:val="libCenter"/>
      </w:pPr>
      <w:r>
        <w:t>A man went to a barbershop to have his hair and his beard cut</w:t>
      </w:r>
    </w:p>
    <w:p w:rsidR="000E09EC" w:rsidRPr="000E09EC" w:rsidRDefault="000E09EC" w:rsidP="00B44A1D">
      <w:pPr>
        <w:pStyle w:val="libCenter"/>
      </w:pPr>
      <w:r>
        <w:t xml:space="preserve">as always. He started to have a good conversation with the </w:t>
      </w:r>
    </w:p>
    <w:p w:rsidR="000E09EC" w:rsidRPr="000E09EC" w:rsidRDefault="000E09EC" w:rsidP="00B44A1D">
      <w:pPr>
        <w:pStyle w:val="libCenter"/>
      </w:pPr>
      <w:r>
        <w:t>barber who attended him. They talked about so many things on</w:t>
      </w:r>
    </w:p>
    <w:p w:rsidR="000E09EC" w:rsidRDefault="000E09EC" w:rsidP="00B44A1D">
      <w:pPr>
        <w:pStyle w:val="libCenter"/>
      </w:pPr>
      <w:r>
        <w:t>various subjects.</w:t>
      </w:r>
    </w:p>
    <w:p w:rsidR="000E09EC" w:rsidRPr="000E09EC" w:rsidRDefault="000E09EC" w:rsidP="00B44A1D">
      <w:pPr>
        <w:pStyle w:val="libCenter"/>
      </w:pPr>
      <w:r>
        <w:t>Suddenly, they touched the subject of God. The barber said:</w:t>
      </w:r>
    </w:p>
    <w:p w:rsidR="000E09EC" w:rsidRPr="000E09EC" w:rsidRDefault="000E09EC" w:rsidP="00B44A1D">
      <w:pPr>
        <w:pStyle w:val="libCenter"/>
      </w:pPr>
      <w:r w:rsidRPr="000E09EC">
        <w:t>“L</w:t>
      </w:r>
      <w:r w:rsidRPr="00C7518C">
        <w:t xml:space="preserve">ook man, I don’t believe that God exists as you say so.” </w:t>
      </w:r>
    </w:p>
    <w:p w:rsidR="000E09EC" w:rsidRDefault="000E09EC" w:rsidP="00B44A1D">
      <w:pPr>
        <w:pStyle w:val="libCenter"/>
      </w:pPr>
      <w:r w:rsidRPr="000E09EC">
        <w:t>“W</w:t>
      </w:r>
      <w:r w:rsidRPr="00C7518C">
        <w:t>hy do you say that?”</w:t>
      </w:r>
    </w:p>
    <w:p w:rsidR="000E09EC" w:rsidRPr="000E09EC" w:rsidRDefault="000E09EC" w:rsidP="00B44A1D">
      <w:pPr>
        <w:pStyle w:val="libCenter"/>
      </w:pPr>
      <w:r>
        <w:t xml:space="preserve">Asked the client. Well, it’s so easy; you just have to go out in </w:t>
      </w:r>
    </w:p>
    <w:p w:rsidR="000E09EC" w:rsidRPr="000E09EC" w:rsidRDefault="000E09EC" w:rsidP="00B44A1D">
      <w:pPr>
        <w:pStyle w:val="libCenter"/>
      </w:pPr>
      <w:r>
        <w:t>the street to realize that God does not exist. Oh, tell me, if God</w:t>
      </w:r>
    </w:p>
    <w:p w:rsidR="000E09EC" w:rsidRPr="000E09EC" w:rsidRDefault="000E09EC" w:rsidP="00B44A1D">
      <w:pPr>
        <w:pStyle w:val="libCenter"/>
      </w:pPr>
      <w:r>
        <w:t>existed, would there be so many sick people? Would there be</w:t>
      </w:r>
    </w:p>
    <w:p w:rsidR="000E09EC" w:rsidRPr="000E09EC" w:rsidRDefault="000E09EC" w:rsidP="00B44A1D">
      <w:pPr>
        <w:pStyle w:val="libCenter"/>
      </w:pPr>
      <w:r>
        <w:t xml:space="preserve">abandoned children? If God existed, there would be neither </w:t>
      </w:r>
    </w:p>
    <w:p w:rsidR="000E09EC" w:rsidRPr="000E09EC" w:rsidRDefault="000E09EC" w:rsidP="00B44A1D">
      <w:pPr>
        <w:pStyle w:val="libCenter"/>
      </w:pPr>
      <w:r>
        <w:t>suffering nor pain. “I can’t think of a God who permits all of</w:t>
      </w:r>
    </w:p>
    <w:p w:rsidR="000E09EC" w:rsidRPr="000E09EC" w:rsidRDefault="000E09EC" w:rsidP="00B44A1D">
      <w:pPr>
        <w:pStyle w:val="libCenter"/>
      </w:pPr>
      <w:r>
        <w:t>these things.” The client stopped for a moment thinking but he</w:t>
      </w:r>
    </w:p>
    <w:p w:rsidR="000E09EC" w:rsidRDefault="000E09EC" w:rsidP="00B44A1D">
      <w:pPr>
        <w:pStyle w:val="libCenter"/>
      </w:pPr>
      <w:r>
        <w:t>didn’t want to respond so as to prevent an argument.</w:t>
      </w:r>
    </w:p>
    <w:p w:rsidR="000E09EC" w:rsidRPr="000E09EC" w:rsidRDefault="000E09EC" w:rsidP="00B44A1D">
      <w:pPr>
        <w:pStyle w:val="libCenter"/>
      </w:pPr>
      <w:r>
        <w:t>The barber finished his job and the client went out of the shop.</w:t>
      </w:r>
    </w:p>
    <w:p w:rsidR="000E09EC" w:rsidRPr="000E09EC" w:rsidRDefault="000E09EC" w:rsidP="00B44A1D">
      <w:pPr>
        <w:pStyle w:val="libCenter"/>
      </w:pPr>
      <w:r>
        <w:t>Just after he left the barbershop, he saw a man in the street with a long hair and beard (it seems</w:t>
      </w:r>
    </w:p>
    <w:p w:rsidR="000E09EC" w:rsidRPr="000E09EC" w:rsidRDefault="000E09EC" w:rsidP="00B44A1D">
      <w:pPr>
        <w:pStyle w:val="libCenter"/>
      </w:pPr>
      <w:r>
        <w:t>that it had been a long time since he had his cut and he looked so untidy). Then the client again</w:t>
      </w:r>
    </w:p>
    <w:p w:rsidR="000E09EC" w:rsidRDefault="000E09EC" w:rsidP="00B44A1D">
      <w:pPr>
        <w:pStyle w:val="libCenter"/>
      </w:pPr>
      <w:r>
        <w:t>entered the barbershop and he said to the barber: “know what? Barbers do not exist.”</w:t>
      </w:r>
    </w:p>
    <w:p w:rsidR="000E09EC" w:rsidRPr="000E09EC" w:rsidRDefault="000E09EC" w:rsidP="00B44A1D">
      <w:pPr>
        <w:pStyle w:val="libCenter"/>
      </w:pPr>
      <w:r>
        <w:t>“How come they don’t exist?” asked the barber. “Well I am here and I am a barber.” “No!” - the</w:t>
      </w:r>
    </w:p>
    <w:p w:rsidR="000E09EC" w:rsidRPr="000E09EC" w:rsidRDefault="000E09EC" w:rsidP="00B44A1D">
      <w:pPr>
        <w:pStyle w:val="libCenter"/>
      </w:pPr>
      <w:r>
        <w:t>client exclaimed. “They don’t exist because if they did there would be no people with long hair and</w:t>
      </w:r>
    </w:p>
    <w:p w:rsidR="000E09EC" w:rsidRDefault="000E09EC" w:rsidP="00B44A1D">
      <w:pPr>
        <w:pStyle w:val="libCenter"/>
      </w:pPr>
      <w:r>
        <w:t>beard like that man who walks in the street.”</w:t>
      </w:r>
    </w:p>
    <w:p w:rsidR="000E09EC" w:rsidRPr="000E09EC" w:rsidRDefault="000E09EC" w:rsidP="00192805">
      <w:pPr>
        <w:pStyle w:val="libCenterBold2"/>
      </w:pPr>
      <w:r>
        <w:t>“Ah, barbers do exist, what happens is that people do not come to us.” “Exactly!” - Affirmed the</w:t>
      </w:r>
    </w:p>
    <w:p w:rsidR="000E09EC" w:rsidRPr="000E09EC" w:rsidRDefault="000E09EC" w:rsidP="00192805">
      <w:pPr>
        <w:pStyle w:val="libCenterBold2"/>
      </w:pPr>
      <w:r>
        <w:t>client. “That’s the point. God does exist, what happens is people don’t go to Him and do not look</w:t>
      </w:r>
    </w:p>
    <w:p w:rsidR="000E09EC" w:rsidRDefault="000E09EC" w:rsidP="00192805">
      <w:pPr>
        <w:pStyle w:val="libCenterBold2"/>
      </w:pPr>
      <w:r>
        <w:t>for Him that’s why there’s so much pain and suffering in the world.”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5" w:name="_Toc382223504"/>
      <w:r>
        <w:lastRenderedPageBreak/>
        <w:t>ABOYWITH STRONG BELIEF</w:t>
      </w:r>
      <w:bookmarkEnd w:id="35"/>
    </w:p>
    <w:p w:rsidR="000E09EC" w:rsidRPr="000E09EC" w:rsidRDefault="000E09EC" w:rsidP="00B44A1D">
      <w:pPr>
        <w:pStyle w:val="libCenter"/>
      </w:pPr>
      <w:r>
        <w:t>Shaykh Fath al-Mowsily relates, once I saw a young boy walking through the jungle. It appeared as</w:t>
      </w:r>
    </w:p>
    <w:p w:rsidR="000E09EC" w:rsidRPr="000E09EC" w:rsidRDefault="000E09EC" w:rsidP="00B44A1D">
      <w:pPr>
        <w:pStyle w:val="libCenter"/>
      </w:pPr>
      <w:r>
        <w:t>if he was uttering some words. I greeted him with Salaam and he replied accordingly. I inquired,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here are you going?” He retorted, “To the house of Allah</w:t>
      </w:r>
    </w:p>
    <w:p w:rsidR="000E09EC" w:rsidRPr="000E09EC" w:rsidRDefault="000E09EC" w:rsidP="00B44A1D">
      <w:pPr>
        <w:pStyle w:val="libCenter"/>
      </w:pPr>
      <w:r>
        <w:t xml:space="preserve">(Makkah).” I further asked, “What are you reciting?” </w:t>
      </w:r>
    </w:p>
    <w:p w:rsidR="000E09EC" w:rsidRPr="000E09EC" w:rsidRDefault="000E09EC" w:rsidP="00B44A1D">
      <w:pPr>
        <w:pStyle w:val="libCenter"/>
      </w:pPr>
      <w:r w:rsidRPr="000E09EC">
        <w:t>“T</w:t>
      </w:r>
      <w:r w:rsidRPr="00C7518C">
        <w:t>he Qur’an” he replied. I remarked, “You are at a tender</w:t>
      </w:r>
    </w:p>
    <w:p w:rsidR="000E09EC" w:rsidRDefault="000E09EC" w:rsidP="00B44A1D">
      <w:pPr>
        <w:pStyle w:val="libCenter"/>
      </w:pPr>
      <w:r>
        <w:t>age, it is not an obligation that you are required to fulfill.”</w:t>
      </w:r>
    </w:p>
    <w:p w:rsidR="000E09EC" w:rsidRPr="000E09EC" w:rsidRDefault="000E09EC" w:rsidP="00B44A1D">
      <w:pPr>
        <w:pStyle w:val="libCenter"/>
      </w:pPr>
      <w:r>
        <w:t>He said, “I have witnessed death approach people younger</w:t>
      </w:r>
    </w:p>
    <w:p w:rsidR="000E09EC" w:rsidRPr="000E09EC" w:rsidRDefault="000E09EC" w:rsidP="00B44A1D">
      <w:pPr>
        <w:pStyle w:val="libCenter"/>
      </w:pPr>
      <w:r>
        <w:t>than me and therefore would like to prepare if death was to</w:t>
      </w:r>
    </w:p>
    <w:p w:rsidR="000E09EC" w:rsidRPr="000E09EC" w:rsidRDefault="000E09EC" w:rsidP="00B44A1D">
      <w:pPr>
        <w:pStyle w:val="libCenter"/>
      </w:pPr>
      <w:r>
        <w:t>knock on my door.” I astoundingly commented, “Your steps</w:t>
      </w:r>
    </w:p>
    <w:p w:rsidR="000E09EC" w:rsidRPr="000E09EC" w:rsidRDefault="000E09EC" w:rsidP="00B44A1D">
      <w:pPr>
        <w:pStyle w:val="libCenter"/>
      </w:pPr>
      <w:r>
        <w:t>are small and your destination far.” He responded, “My duty</w:t>
      </w:r>
    </w:p>
    <w:p w:rsidR="000E09EC" w:rsidRPr="000E09EC" w:rsidRDefault="000E09EC" w:rsidP="00B44A1D">
      <w:pPr>
        <w:pStyle w:val="libCenter"/>
      </w:pPr>
      <w:r>
        <w:t>is to take the step and it remains the responsibility of Allah</w:t>
      </w:r>
    </w:p>
    <w:p w:rsidR="000E09EC" w:rsidRPr="000E09EC" w:rsidRDefault="000E09EC" w:rsidP="00B44A1D">
      <w:pPr>
        <w:pStyle w:val="libCenter"/>
      </w:pPr>
      <w:r>
        <w:t>to take me to my destination.” I continued to ask, “Where is</w:t>
      </w:r>
    </w:p>
    <w:p w:rsidR="000E09EC" w:rsidRPr="000E09EC" w:rsidRDefault="000E09EC" w:rsidP="00B44A1D">
      <w:pPr>
        <w:pStyle w:val="libCenter"/>
      </w:pPr>
      <w:r>
        <w:t xml:space="preserve">your provision and conveyance (means of transport).” </w:t>
      </w:r>
    </w:p>
    <w:p w:rsidR="000E09EC" w:rsidRDefault="000E09EC" w:rsidP="00B44A1D">
      <w:pPr>
        <w:pStyle w:val="libCenter"/>
      </w:pPr>
      <w:r>
        <w:t xml:space="preserve">He replied, “My Yaqeen (belief) is my provision and </w:t>
      </w:r>
    </w:p>
    <w:p w:rsidR="000E09EC" w:rsidRPr="00432992" w:rsidRDefault="000E09EC" w:rsidP="00B44A1D">
      <w:pPr>
        <w:pStyle w:val="libCenter"/>
        <w:sectPr w:rsidR="000E09EC" w:rsidRPr="00432992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  <w:r>
        <w:lastRenderedPageBreak/>
        <w:t>my feet’s are my conveyance.” I explained, “I am asking you regarding bread and water.”</w:t>
      </w:r>
    </w:p>
    <w:p w:rsidR="000E09EC" w:rsidRPr="000E09EC" w:rsidRDefault="000E09EC" w:rsidP="00B44A1D">
      <w:pPr>
        <w:pStyle w:val="libCenter"/>
      </w:pPr>
      <w:r>
        <w:t>He replied! “Oh Shaykh if someone invited you to his house, would it be appropriate to take your</w:t>
      </w:r>
    </w:p>
    <w:p w:rsidR="000E09EC" w:rsidRPr="000E09EC" w:rsidRDefault="000E09EC" w:rsidP="00B44A1D">
      <w:pPr>
        <w:pStyle w:val="libCenter"/>
      </w:pPr>
      <w:r>
        <w:t>own food?” I exclaimed, “No!” “Similarly, My Lord has invited His servant to His house, it is only</w:t>
      </w:r>
    </w:p>
    <w:p w:rsidR="000E09EC" w:rsidRPr="000E09EC" w:rsidRDefault="000E09EC" w:rsidP="00B44A1D">
      <w:pPr>
        <w:pStyle w:val="libCenter"/>
      </w:pPr>
      <w:r>
        <w:t>the weakness of your Yaqeen that makes us carry provisions. Despite this, do you think Allah will</w:t>
      </w:r>
    </w:p>
    <w:p w:rsidR="000E09EC" w:rsidRPr="000E09EC" w:rsidRDefault="000E09EC" w:rsidP="00B44A1D">
      <w:pPr>
        <w:pStyle w:val="libCenter"/>
      </w:pPr>
      <w:r>
        <w:t>let me go to waste?” “Never” I replied. He then left. Sometime later I saw him in Makkah. He</w:t>
      </w:r>
    </w:p>
    <w:p w:rsidR="000E09EC" w:rsidRDefault="000E09EC" w:rsidP="00B44A1D">
      <w:pPr>
        <w:pStyle w:val="libCenter"/>
      </w:pPr>
      <w:r>
        <w:t>approached me and inquired, “Oh Shaykh are you still of weak belief?”</w:t>
      </w:r>
    </w:p>
    <w:p w:rsidR="000E09EC" w:rsidRDefault="000E09EC" w:rsidP="00B44A1D">
      <w:pPr>
        <w:pStyle w:val="libCenter"/>
      </w:pPr>
      <w:r>
        <w:t>Source: Stories of the Pious by Shaikh Ahmad Ali.</w:t>
      </w:r>
    </w:p>
    <w:p w:rsidR="000E09EC" w:rsidRDefault="000E09EC" w:rsidP="00B44A1D">
      <w:pPr>
        <w:pStyle w:val="libCenter"/>
      </w:pPr>
      <w:r>
        <w:t>AVERYPOWERFULSTORY</w:t>
      </w:r>
    </w:p>
    <w:p w:rsidR="000E09EC" w:rsidRPr="000E09EC" w:rsidRDefault="000E09EC" w:rsidP="00B44A1D">
      <w:pPr>
        <w:pStyle w:val="libCenter"/>
      </w:pPr>
      <w:r>
        <w:t>He remembered his grandmother’s warning about praying on time: “My son, you shouldn’t leave</w:t>
      </w:r>
    </w:p>
    <w:p w:rsidR="000E09EC" w:rsidRPr="000E09EC" w:rsidRDefault="000E09EC" w:rsidP="00B44A1D">
      <w:pPr>
        <w:pStyle w:val="libCenter"/>
      </w:pPr>
      <w:r>
        <w:t>prayer to this late time.” His grandmother’s age was 70 but whenever she heard the Adhan, she got</w:t>
      </w:r>
    </w:p>
    <w:p w:rsidR="000E09EC" w:rsidRPr="000E09EC" w:rsidRDefault="000E09EC" w:rsidP="00B44A1D">
      <w:pPr>
        <w:pStyle w:val="libCenter"/>
      </w:pPr>
      <w:r>
        <w:t>up like an arrow and performed Salah/Namaz/prayer. He, however could never win over his ego to</w:t>
      </w:r>
    </w:p>
    <w:p w:rsidR="000E09EC" w:rsidRPr="000E09EC" w:rsidRDefault="000E09EC" w:rsidP="00B44A1D">
      <w:pPr>
        <w:pStyle w:val="libCenter"/>
      </w:pPr>
      <w:r>
        <w:t>get up and pray. Whatever he did, his Salah was always the last to be offered and he prayed it</w:t>
      </w:r>
    </w:p>
    <w:p w:rsidR="000E09EC" w:rsidRPr="000E09EC" w:rsidRDefault="000E09EC" w:rsidP="00B44A1D">
      <w:pPr>
        <w:pStyle w:val="libCenter"/>
      </w:pPr>
      <w:r>
        <w:t>quickly to get it in on time. Thinking of this, he got up and realized that there were only 15 minutes</w:t>
      </w:r>
    </w:p>
    <w:p w:rsidR="000E09EC" w:rsidRPr="000E09EC" w:rsidRDefault="000E09EC" w:rsidP="00B44A1D">
      <w:pPr>
        <w:pStyle w:val="libCenter"/>
      </w:pPr>
      <w:r>
        <w:t>left before Salat-ul Isha. He quickly made Wudhu and performed Salat-ul Maghrib. While making</w:t>
      </w:r>
    </w:p>
    <w:p w:rsidR="000E09EC" w:rsidRPr="000E09EC" w:rsidRDefault="000E09EC" w:rsidP="00B44A1D">
      <w:pPr>
        <w:pStyle w:val="libCenter"/>
      </w:pPr>
      <w:r>
        <w:t>Tasbih, he again remembered his grandmother and was embarrassed by how he had prayed. His</w:t>
      </w:r>
    </w:p>
    <w:p w:rsidR="000E09EC" w:rsidRPr="000E09EC" w:rsidRDefault="000E09EC" w:rsidP="00B44A1D">
      <w:pPr>
        <w:pStyle w:val="libCenter"/>
      </w:pPr>
      <w:r>
        <w:t>grandmother prayed with such tranquility and peace. He began making Dua and went down to</w:t>
      </w:r>
    </w:p>
    <w:p w:rsidR="000E09EC" w:rsidRDefault="000E09EC" w:rsidP="00B44A1D">
      <w:pPr>
        <w:pStyle w:val="libCenter"/>
      </w:pPr>
      <w:r>
        <w:t>make Sajdah and stayed like that for a while.</w:t>
      </w:r>
    </w:p>
    <w:p w:rsidR="000E09EC" w:rsidRPr="000E09EC" w:rsidRDefault="000E09EC" w:rsidP="00B44A1D">
      <w:pPr>
        <w:pStyle w:val="libCenter"/>
      </w:pPr>
      <w:r>
        <w:t>He had been at school all day and was tired, so tired. He awoke abruptly to the sound of noise and</w:t>
      </w:r>
    </w:p>
    <w:p w:rsidR="000E09EC" w:rsidRPr="000E09EC" w:rsidRDefault="000E09EC" w:rsidP="00B44A1D">
      <w:pPr>
        <w:pStyle w:val="libCenter"/>
      </w:pPr>
      <w:r>
        <w:t>shouting. He was sweating profusely. He looked around. It was very crowded. Every direction he</w:t>
      </w:r>
    </w:p>
    <w:p w:rsidR="000E09EC" w:rsidRPr="000E09EC" w:rsidRDefault="000E09EC" w:rsidP="00B44A1D">
      <w:pPr>
        <w:pStyle w:val="libCenter"/>
      </w:pPr>
      <w:r>
        <w:t>looked in was filled with people. Some stood frozen looking around, some were running left and</w:t>
      </w:r>
    </w:p>
    <w:p w:rsidR="000E09EC" w:rsidRPr="000E09EC" w:rsidRDefault="000E09EC" w:rsidP="00B44A1D">
      <w:pPr>
        <w:pStyle w:val="libCenter"/>
      </w:pPr>
      <w:r>
        <w:t>right and some were on their knees with their heads in their hands just waiting. Pure fear and</w:t>
      </w:r>
    </w:p>
    <w:p w:rsidR="000E09EC" w:rsidRDefault="000E09EC" w:rsidP="00B44A1D">
      <w:pPr>
        <w:pStyle w:val="libCenter"/>
      </w:pPr>
      <w:r>
        <w:t>apprehension filled him as he realized where he was.</w:t>
      </w:r>
    </w:p>
    <w:p w:rsidR="000E09EC" w:rsidRPr="000E09EC" w:rsidRDefault="000E09EC" w:rsidP="00B44A1D">
      <w:pPr>
        <w:pStyle w:val="libCenter"/>
      </w:pPr>
      <w:r>
        <w:t>His heart was about to burst. It was the Day of Judgment. When he was alive, he had heard many</w:t>
      </w:r>
    </w:p>
    <w:p w:rsidR="000E09EC" w:rsidRPr="000E09EC" w:rsidRDefault="000E09EC" w:rsidP="00B44A1D">
      <w:pPr>
        <w:pStyle w:val="libCenter"/>
      </w:pPr>
      <w:r>
        <w:t>things about the questioning on the Day of Judgment, but that seemed so long ago. Could this be</w:t>
      </w:r>
    </w:p>
    <w:p w:rsidR="000E09EC" w:rsidRPr="000E09EC" w:rsidRDefault="000E09EC" w:rsidP="00B44A1D">
      <w:pPr>
        <w:pStyle w:val="libCenter"/>
      </w:pPr>
      <w:r>
        <w:t>something his mind made up? No, the wait and the fear were so great that he could not have imag-</w:t>
      </w:r>
    </w:p>
    <w:p w:rsidR="000E09EC" w:rsidRPr="000E09EC" w:rsidRDefault="000E09EC" w:rsidP="00B44A1D">
      <w:pPr>
        <w:pStyle w:val="libCenter"/>
      </w:pPr>
      <w:r>
        <w:t>ined this. The interrogation was still going on. He began moving frantically from people to people</w:t>
      </w:r>
    </w:p>
    <w:p w:rsidR="000E09EC" w:rsidRPr="000E09EC" w:rsidRDefault="000E09EC" w:rsidP="00B44A1D">
      <w:pPr>
        <w:pStyle w:val="libCenter"/>
      </w:pPr>
      <w:r>
        <w:t>to ask if his name had been called. No one could answer him. All of a sudden his name was called</w:t>
      </w:r>
    </w:p>
    <w:p w:rsidR="000E09EC" w:rsidRPr="000E09EC" w:rsidRDefault="000E09EC" w:rsidP="00B44A1D">
      <w:pPr>
        <w:pStyle w:val="libCenter"/>
      </w:pPr>
      <w:r>
        <w:t>and the crowd split into two and made a passageway for him. Two people grabbed his arms and led</w:t>
      </w:r>
    </w:p>
    <w:p w:rsidR="000E09EC" w:rsidRPr="000E09EC" w:rsidRDefault="000E09EC" w:rsidP="00B44A1D">
      <w:pPr>
        <w:pStyle w:val="libCenter"/>
      </w:pPr>
      <w:r>
        <w:t>him forward. He walked with unknowing eyes through the crowd. The angels brought him to the</w:t>
      </w:r>
    </w:p>
    <w:p w:rsidR="000E09EC" w:rsidRPr="000E09EC" w:rsidRDefault="000E09EC" w:rsidP="00B44A1D">
      <w:pPr>
        <w:pStyle w:val="libCenter"/>
      </w:pPr>
      <w:r>
        <w:lastRenderedPageBreak/>
        <w:t>center and left him there. His head was bent down and his whole life was passing in front of his</w:t>
      </w:r>
    </w:p>
    <w:p w:rsidR="000E09EC" w:rsidRPr="000E09EC" w:rsidRDefault="000E09EC" w:rsidP="00B44A1D">
      <w:pPr>
        <w:pStyle w:val="libCenter"/>
      </w:pPr>
      <w:r>
        <w:t>eyes like a movie. He opened his eyes but saw only another world. The people were all helping oth-</w:t>
      </w:r>
    </w:p>
    <w:p w:rsidR="000E09EC" w:rsidRPr="000E09EC" w:rsidRDefault="000E09EC" w:rsidP="00B44A1D">
      <w:pPr>
        <w:pStyle w:val="libCenter"/>
      </w:pPr>
      <w:r>
        <w:t>ers. He saw his father running from one lecture to the other, spending his wealth in the way of</w:t>
      </w:r>
    </w:p>
    <w:p w:rsidR="000E09EC" w:rsidRPr="000E09EC" w:rsidRDefault="000E09EC" w:rsidP="00B44A1D">
      <w:pPr>
        <w:pStyle w:val="libCenter"/>
      </w:pPr>
      <w:r>
        <w:t>Islam. His mother invited guests to their house and one table was being set while the other was</w:t>
      </w:r>
    </w:p>
    <w:p w:rsidR="000E09EC" w:rsidRDefault="000E09EC" w:rsidP="00B44A1D">
      <w:pPr>
        <w:pStyle w:val="libCenter"/>
      </w:pPr>
      <w:r>
        <w:t>being cleared.</w:t>
      </w:r>
    </w:p>
    <w:p w:rsidR="000E09EC" w:rsidRPr="000E09EC" w:rsidRDefault="000E09EC" w:rsidP="00B44A1D">
      <w:pPr>
        <w:pStyle w:val="libCenter"/>
      </w:pPr>
      <w:r>
        <w:t xml:space="preserve">He pleaded his case; “I too was always on this path. I helped others. I spread the word of Allah. </w:t>
      </w:r>
    </w:p>
    <w:p w:rsidR="000E09EC" w:rsidRPr="000E09EC" w:rsidRDefault="000E09EC" w:rsidP="00B44A1D">
      <w:pPr>
        <w:pStyle w:val="libCenter"/>
      </w:pPr>
      <w:r>
        <w:t>I performed my Salah. I fasted in the month of Ramadan. Whatever Allah ordered us to do, I did.</w:t>
      </w:r>
    </w:p>
    <w:p w:rsidR="000E09EC" w:rsidRPr="000E09EC" w:rsidRDefault="000E09EC" w:rsidP="00B44A1D">
      <w:pPr>
        <w:pStyle w:val="libCenter"/>
      </w:pPr>
      <w:r>
        <w:t>Whatever he ordered us not to do, I did not.” He began to cry and think about how much he loved</w:t>
      </w:r>
    </w:p>
    <w:p w:rsidR="000E09EC" w:rsidRPr="000E09EC" w:rsidRDefault="000E09EC" w:rsidP="00B44A1D">
      <w:pPr>
        <w:pStyle w:val="libCenter"/>
      </w:pPr>
      <w:r>
        <w:t>Allah. He knew that whatever he had done in life would be less than what Allah deserved and his</w:t>
      </w:r>
    </w:p>
    <w:p w:rsidR="000E09EC" w:rsidRPr="000E09EC" w:rsidRDefault="000E09EC" w:rsidP="00B44A1D">
      <w:pPr>
        <w:pStyle w:val="libCenter"/>
      </w:pPr>
      <w:r>
        <w:t>only protector was Allah. He was sweating like never before and was shaking all over. His eyes were</w:t>
      </w:r>
    </w:p>
    <w:p w:rsidR="000E09EC" w:rsidRPr="000E09EC" w:rsidRDefault="000E09EC" w:rsidP="00B44A1D">
      <w:pPr>
        <w:pStyle w:val="libCenter"/>
      </w:pPr>
      <w:r>
        <w:t>fixed on the scale, waiting for the final decision. At last, the decision was made. The two angels with</w:t>
      </w:r>
    </w:p>
    <w:p w:rsidR="000E09EC" w:rsidRPr="000E09EC" w:rsidRDefault="000E09EC" w:rsidP="00B44A1D">
      <w:pPr>
        <w:pStyle w:val="libCenter"/>
      </w:pPr>
      <w:r>
        <w:t>sheets of paper in their hands, turned to the crowd. His legs felt like they were going to collapse. He</w:t>
      </w:r>
    </w:p>
    <w:p w:rsidR="000E09EC" w:rsidRPr="000E09EC" w:rsidRDefault="000E09EC" w:rsidP="00B44A1D">
      <w:pPr>
        <w:pStyle w:val="libCenter"/>
      </w:pPr>
      <w:r>
        <w:t>closed his eyes as they began to read the names of those people who were to enter Jahannam/Hell.</w:t>
      </w:r>
    </w:p>
    <w:p w:rsidR="000E09EC" w:rsidRDefault="000E09EC" w:rsidP="00B44A1D">
      <w:pPr>
        <w:pStyle w:val="libCenter"/>
      </w:pPr>
      <w:r>
        <w:t>His name was read first. He fell on his knees and yelled that this couldn’t be, “How could I go to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0E09EC" w:rsidRDefault="000E09EC" w:rsidP="00B44A1D">
      <w:pPr>
        <w:pStyle w:val="libCenter"/>
      </w:pPr>
      <w:r>
        <w:lastRenderedPageBreak/>
        <w:t>Jahannam? I served others all my life, I spread the word of Allah to others.” His eyes had become</w:t>
      </w:r>
    </w:p>
    <w:p w:rsidR="000E09EC" w:rsidRPr="000E09EC" w:rsidRDefault="000E09EC" w:rsidP="00B44A1D">
      <w:pPr>
        <w:pStyle w:val="libCenter"/>
      </w:pPr>
      <w:r>
        <w:t>blurry and he was shaking with sweat. The two angels took him by the arms. As his feet dragged,</w:t>
      </w:r>
    </w:p>
    <w:p w:rsidR="000E09EC" w:rsidRPr="000E09EC" w:rsidRDefault="000E09EC" w:rsidP="00B44A1D">
      <w:pPr>
        <w:pStyle w:val="libCenter"/>
      </w:pPr>
      <w:r>
        <w:t>they went through the crowd and advanced toward the blazing flames of Jahannam. He was yelling</w:t>
      </w:r>
    </w:p>
    <w:p w:rsidR="000E09EC" w:rsidRPr="000E09EC" w:rsidRDefault="000E09EC" w:rsidP="00B44A1D">
      <w:pPr>
        <w:pStyle w:val="libCenter"/>
      </w:pPr>
      <w:r>
        <w:t>and wondered if there was any person who was going to help him. He was yelling of all the good</w:t>
      </w:r>
    </w:p>
    <w:p w:rsidR="000E09EC" w:rsidRPr="000E09EC" w:rsidRDefault="000E09EC" w:rsidP="00B44A1D">
      <w:pPr>
        <w:pStyle w:val="libCenter"/>
      </w:pPr>
      <w:r>
        <w:t>deeds he had done, how he had helped his father, his fasts, prayers, the Qur’an that he read, he was</w:t>
      </w:r>
    </w:p>
    <w:p w:rsidR="000E09EC" w:rsidRPr="000E09EC" w:rsidRDefault="000E09EC" w:rsidP="00B44A1D">
      <w:pPr>
        <w:pStyle w:val="libCenter"/>
      </w:pPr>
      <w:r>
        <w:t>asking if none of them would help him. The Jahannam angels continued to drag him. They had got-</w:t>
      </w:r>
    </w:p>
    <w:p w:rsidR="000E09EC" w:rsidRPr="000E09EC" w:rsidRDefault="000E09EC" w:rsidP="00B44A1D">
      <w:pPr>
        <w:pStyle w:val="libCenter"/>
      </w:pPr>
      <w:r>
        <w:t>ten closer to the Hellfire. He looked back and these were his last pleas. Had not Rasulullah [saw]</w:t>
      </w:r>
    </w:p>
    <w:p w:rsidR="000E09EC" w:rsidRPr="000E09EC" w:rsidRDefault="000E09EC" w:rsidP="00B44A1D">
      <w:pPr>
        <w:pStyle w:val="libCenter"/>
      </w:pPr>
      <w:r>
        <w:t>said, “How clean would a person be who bathes in a river five times a day, so too does the Salah</w:t>
      </w:r>
    </w:p>
    <w:p w:rsidR="000E09EC" w:rsidRPr="000E09EC" w:rsidRDefault="000E09EC" w:rsidP="00B44A1D">
      <w:pPr>
        <w:pStyle w:val="libCenter"/>
      </w:pPr>
      <w:r>
        <w:t>performed five times cleanse someone of their sins?” He began yelling, “My prayers? My prayers?</w:t>
      </w:r>
    </w:p>
    <w:p w:rsidR="000E09EC" w:rsidRDefault="000E09EC" w:rsidP="00B44A1D">
      <w:pPr>
        <w:pStyle w:val="libCenter"/>
      </w:pPr>
      <w:r>
        <w:t>My prayers?”</w:t>
      </w:r>
    </w:p>
    <w:p w:rsidR="000E09EC" w:rsidRPr="000E09EC" w:rsidRDefault="000E09EC" w:rsidP="00B44A1D">
      <w:pPr>
        <w:pStyle w:val="libCenter"/>
      </w:pPr>
      <w:r>
        <w:t>The two angels did not stop, and they came to the edge of the abyss of Jahannam. The flames of the</w:t>
      </w:r>
    </w:p>
    <w:p w:rsidR="000E09EC" w:rsidRPr="000E09EC" w:rsidRDefault="000E09EC" w:rsidP="00B44A1D">
      <w:pPr>
        <w:pStyle w:val="libCenter"/>
      </w:pPr>
      <w:r>
        <w:t>fire were burning his face. He looked back one last time, but his eyes were dry of hope and he had</w:t>
      </w:r>
    </w:p>
    <w:p w:rsidR="000E09EC" w:rsidRPr="000E09EC" w:rsidRDefault="000E09EC" w:rsidP="00B44A1D">
      <w:pPr>
        <w:pStyle w:val="libCenter"/>
      </w:pPr>
      <w:r>
        <w:t xml:space="preserve">nothing left in him. One of the angels pushed him in. </w:t>
      </w:r>
    </w:p>
    <w:p w:rsidR="000E09EC" w:rsidRPr="000E09EC" w:rsidRDefault="000E09EC" w:rsidP="00B44A1D">
      <w:pPr>
        <w:pStyle w:val="libCenter"/>
      </w:pPr>
      <w:r>
        <w:t>He found himself in the air and falling towards the</w:t>
      </w:r>
    </w:p>
    <w:p w:rsidR="000E09EC" w:rsidRPr="000E09EC" w:rsidRDefault="000E09EC" w:rsidP="00B44A1D">
      <w:pPr>
        <w:pStyle w:val="libCenter"/>
      </w:pPr>
      <w:r>
        <w:t>flames. He had just fallen five or six feet when a hand</w:t>
      </w:r>
    </w:p>
    <w:p w:rsidR="000E09EC" w:rsidRPr="000E09EC" w:rsidRDefault="000E09EC" w:rsidP="00B44A1D">
      <w:pPr>
        <w:pStyle w:val="libCenter"/>
      </w:pPr>
      <w:r>
        <w:t>grabbed him by the arm and pulled him back. He lifted</w:t>
      </w:r>
    </w:p>
    <w:p w:rsidR="000E09EC" w:rsidRPr="000E09EC" w:rsidRDefault="000E09EC" w:rsidP="00B44A1D">
      <w:pPr>
        <w:pStyle w:val="libCenter"/>
      </w:pPr>
      <w:r>
        <w:t xml:space="preserve">his head and saw an old man with a long white beard. </w:t>
      </w:r>
    </w:p>
    <w:p w:rsidR="000E09EC" w:rsidRPr="000E09EC" w:rsidRDefault="000E09EC" w:rsidP="00B44A1D">
      <w:pPr>
        <w:pStyle w:val="libCenter"/>
      </w:pPr>
      <w:r>
        <w:t xml:space="preserve">He wiped some dust off himself and asked him, </w:t>
      </w:r>
    </w:p>
    <w:p w:rsidR="000E09EC" w:rsidRDefault="000E09EC" w:rsidP="00B44A1D">
      <w:pPr>
        <w:pStyle w:val="libCenter"/>
      </w:pPr>
      <w:r w:rsidRPr="000E09EC">
        <w:t>“W</w:t>
      </w:r>
      <w:r w:rsidRPr="00C7518C">
        <w:t>ho are you?” The old man replied, “I am your prayers.”</w:t>
      </w:r>
    </w:p>
    <w:p w:rsidR="000E09EC" w:rsidRPr="000E09EC" w:rsidRDefault="000E09EC" w:rsidP="00B44A1D">
      <w:pPr>
        <w:pStyle w:val="libCenter"/>
      </w:pPr>
      <w:r>
        <w:t xml:space="preserve">“Why are you so late! I was almost in the Fire! You </w:t>
      </w:r>
    </w:p>
    <w:p w:rsidR="000E09EC" w:rsidRPr="000E09EC" w:rsidRDefault="000E09EC" w:rsidP="00B44A1D">
      <w:pPr>
        <w:pStyle w:val="libCenter"/>
      </w:pPr>
      <w:r>
        <w:t xml:space="preserve">rescued me at the last minute before I fell in.” </w:t>
      </w:r>
    </w:p>
    <w:p w:rsidR="000E09EC" w:rsidRPr="000E09EC" w:rsidRDefault="000E09EC" w:rsidP="00B44A1D">
      <w:pPr>
        <w:pStyle w:val="libCenter"/>
      </w:pPr>
      <w:r>
        <w:t xml:space="preserve">The old man smiled and shook his head. “You always </w:t>
      </w:r>
    </w:p>
    <w:p w:rsidR="000E09EC" w:rsidRPr="000E09EC" w:rsidRDefault="000E09EC" w:rsidP="00B44A1D">
      <w:pPr>
        <w:pStyle w:val="libCenter"/>
      </w:pPr>
      <w:r>
        <w:t xml:space="preserve">performed me at the last minute, and did you forget?” </w:t>
      </w:r>
    </w:p>
    <w:p w:rsidR="000E09EC" w:rsidRPr="000E09EC" w:rsidRDefault="000E09EC" w:rsidP="00B44A1D">
      <w:pPr>
        <w:pStyle w:val="libCenter"/>
      </w:pPr>
      <w:r>
        <w:t>At that instant, he blinked and lifted his head from</w:t>
      </w:r>
    </w:p>
    <w:p w:rsidR="000E09EC" w:rsidRPr="000E09EC" w:rsidRDefault="000E09EC" w:rsidP="00B44A1D">
      <w:pPr>
        <w:pStyle w:val="libCenter"/>
      </w:pPr>
      <w:r>
        <w:t xml:space="preserve">Sajdah. He was in a sweat. He listened to the voices </w:t>
      </w:r>
    </w:p>
    <w:p w:rsidR="000E09EC" w:rsidRPr="000E09EC" w:rsidRDefault="000E09EC" w:rsidP="00B44A1D">
      <w:pPr>
        <w:pStyle w:val="libCenter"/>
      </w:pPr>
      <w:r>
        <w:t>coming from outside. He heard the adhan for Salat-ul</w:t>
      </w:r>
    </w:p>
    <w:p w:rsidR="000E09EC" w:rsidRDefault="000E09EC" w:rsidP="00B44A1D">
      <w:pPr>
        <w:pStyle w:val="libCenter"/>
      </w:pPr>
      <w:r>
        <w:t>Isha. He got up quickly and went to perform Wudhu.</w:t>
      </w:r>
    </w:p>
    <w:p w:rsidR="000E09EC" w:rsidRPr="000E09EC" w:rsidRDefault="000E09EC" w:rsidP="00192805">
      <w:pPr>
        <w:pStyle w:val="libCenterBold2"/>
      </w:pPr>
      <w:r>
        <w:t>“Say Your Prayers Before Prayers For You Are Said.”</w:t>
      </w:r>
    </w:p>
    <w:p w:rsidR="000E09EC" w:rsidRDefault="000E09EC" w:rsidP="00192805">
      <w:pPr>
        <w:pStyle w:val="libCenterBold2"/>
      </w:pPr>
      <w:r w:rsidRPr="000E09EC">
        <w:t>“N</w:t>
      </w:r>
      <w:r w:rsidRPr="00C7518C">
        <w:rPr>
          <w:rStyle w:val="libBold2Char"/>
        </w:rPr>
        <w:t>amaz Parh Is Se Pehle Ke Teri Namaz Parhi Jaye.”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6" w:name="_Toc382223505"/>
      <w:r>
        <w:lastRenderedPageBreak/>
        <w:t>WORDS AND ACTIONS SHOULD BE THE SAME</w:t>
      </w:r>
      <w:bookmarkEnd w:id="36"/>
    </w:p>
    <w:p w:rsidR="000E09EC" w:rsidRPr="000E09EC" w:rsidRDefault="000E09EC" w:rsidP="00B44A1D">
      <w:pPr>
        <w:pStyle w:val="libCenter"/>
      </w:pPr>
      <w:r>
        <w:t>There once was a boy who loved eating sweets. He always asked for sweets from his father. His</w:t>
      </w:r>
    </w:p>
    <w:p w:rsidR="000E09EC" w:rsidRPr="000E09EC" w:rsidRDefault="000E09EC" w:rsidP="00B44A1D">
      <w:pPr>
        <w:pStyle w:val="libCenter"/>
      </w:pPr>
      <w:r>
        <w:t>father was a poor man. He could not always afford sweets for his son. But the little boy did not</w:t>
      </w:r>
    </w:p>
    <w:p w:rsidR="000E09EC" w:rsidRDefault="000E09EC" w:rsidP="00B44A1D">
      <w:pPr>
        <w:pStyle w:val="libCenter"/>
      </w:pPr>
      <w:r>
        <w:t>understand this, and demanded sweets all the time.</w:t>
      </w:r>
    </w:p>
    <w:p w:rsidR="000E09EC" w:rsidRPr="000E09EC" w:rsidRDefault="000E09EC" w:rsidP="00B44A1D">
      <w:pPr>
        <w:pStyle w:val="libCenter"/>
      </w:pPr>
      <w:r>
        <w:t>The boy’s father thought hard about how to stop the child asking for so many sweets. There was a</w:t>
      </w:r>
    </w:p>
    <w:p w:rsidR="000E09EC" w:rsidRPr="000E09EC" w:rsidRDefault="000E09EC" w:rsidP="00B44A1D">
      <w:pPr>
        <w:pStyle w:val="libCenter"/>
      </w:pPr>
      <w:r>
        <w:t>very holy man living nearby at that time. The boy’s father had an idea. He decided to take the boy</w:t>
      </w:r>
    </w:p>
    <w:p w:rsidR="000E09EC" w:rsidRDefault="000E09EC" w:rsidP="00B44A1D">
      <w:pPr>
        <w:pStyle w:val="libCenter"/>
      </w:pPr>
      <w:r>
        <w:t>to the great man who might be able to persuade the child to stop asking for sweets all the time.</w:t>
      </w:r>
    </w:p>
    <w:p w:rsidR="000E09EC" w:rsidRPr="000E09EC" w:rsidRDefault="000E09EC" w:rsidP="00B44A1D">
      <w:pPr>
        <w:pStyle w:val="libCenter"/>
      </w:pPr>
      <w:r>
        <w:t>The boy and his father went along to the great man. The father said to him, “O great saint, could</w:t>
      </w:r>
    </w:p>
    <w:p w:rsidR="000E09EC" w:rsidRPr="000E09EC" w:rsidRDefault="000E09EC" w:rsidP="00B44A1D">
      <w:pPr>
        <w:pStyle w:val="libCenter"/>
      </w:pPr>
      <w:r>
        <w:t>you ask my son to stop asking for sweets which I cannot afford?” The great man was in difficulty,</w:t>
      </w:r>
    </w:p>
    <w:p w:rsidR="000E09EC" w:rsidRPr="000E09EC" w:rsidRDefault="000E09EC" w:rsidP="00B44A1D">
      <w:pPr>
        <w:pStyle w:val="libCenter"/>
      </w:pPr>
      <w:r>
        <w:t>because he liked sweets himself. How could he ask the boy to give up asking for sweets? The holy</w:t>
      </w:r>
    </w:p>
    <w:p w:rsidR="000E09EC" w:rsidRDefault="000E09EC" w:rsidP="00B44A1D">
      <w:pPr>
        <w:pStyle w:val="libCenter"/>
      </w:pPr>
      <w:r>
        <w:t>man told the father to bring his son back after one month.</w:t>
      </w:r>
    </w:p>
    <w:p w:rsidR="000E09EC" w:rsidRDefault="000E09EC" w:rsidP="00B44A1D">
      <w:pPr>
        <w:pStyle w:val="libCenter"/>
      </w:pPr>
      <w:r>
        <w:t>During that month, the holy man gave up eating sweets, and when the boy and his father returned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</w:p>
    <w:p w:rsidR="000E09EC" w:rsidRPr="000E09EC" w:rsidRDefault="000E09EC" w:rsidP="00B44A1D">
      <w:pPr>
        <w:pStyle w:val="libCenter"/>
      </w:pPr>
      <w:r>
        <w:t>after a month, the holy man said to the boy “My dear child, will you stop asking for sweets which</w:t>
      </w:r>
    </w:p>
    <w:p w:rsidR="000E09EC" w:rsidRDefault="000E09EC" w:rsidP="00B44A1D">
      <w:pPr>
        <w:pStyle w:val="libCenter"/>
      </w:pPr>
      <w:r>
        <w:t>your father cannot afford to give you?”</w:t>
      </w:r>
    </w:p>
    <w:p w:rsidR="000E09EC" w:rsidRDefault="000E09EC" w:rsidP="00B44A1D">
      <w:pPr>
        <w:pStyle w:val="libCenter"/>
      </w:pPr>
      <w:r>
        <w:t>From then on, the boy stopped asking for sweets.</w:t>
      </w:r>
    </w:p>
    <w:p w:rsidR="000E09EC" w:rsidRPr="000E09EC" w:rsidRDefault="000E09EC" w:rsidP="00B44A1D">
      <w:pPr>
        <w:pStyle w:val="libCenter"/>
      </w:pPr>
      <w:r>
        <w:t>The boy’s father asked the saint, “Why did you not ask</w:t>
      </w:r>
    </w:p>
    <w:p w:rsidR="000E09EC" w:rsidRPr="000E09EC" w:rsidRDefault="000E09EC" w:rsidP="00B44A1D">
      <w:pPr>
        <w:pStyle w:val="libCenter"/>
      </w:pPr>
      <w:r>
        <w:t>my son to give up asking for sweets when we came to</w:t>
      </w:r>
    </w:p>
    <w:p w:rsidR="000E09EC" w:rsidRPr="000E09EC" w:rsidRDefault="000E09EC" w:rsidP="00B44A1D">
      <w:pPr>
        <w:pStyle w:val="libCenter"/>
      </w:pPr>
      <w:r>
        <w:t>you a month ago?” The saint replied, “How could I ask a</w:t>
      </w:r>
    </w:p>
    <w:p w:rsidR="000E09EC" w:rsidRPr="000E09EC" w:rsidRDefault="000E09EC" w:rsidP="00B44A1D">
      <w:pPr>
        <w:pStyle w:val="libCenter"/>
      </w:pPr>
      <w:r>
        <w:t>boy to give up sweets when I loved sweets myself. In the</w:t>
      </w:r>
    </w:p>
    <w:p w:rsidR="000E09EC" w:rsidRPr="000E09EC" w:rsidRDefault="000E09EC" w:rsidP="00B44A1D">
      <w:pPr>
        <w:pStyle w:val="libCenter"/>
      </w:pPr>
      <w:r>
        <w:t>last month I gave up eating sweets.” A person’s example</w:t>
      </w:r>
    </w:p>
    <w:p w:rsidR="000E09EC" w:rsidRPr="000E09EC" w:rsidRDefault="000E09EC" w:rsidP="00B44A1D">
      <w:pPr>
        <w:pStyle w:val="libCenter"/>
      </w:pPr>
      <w:r>
        <w:t>is much more powerful than just his words. When we ask</w:t>
      </w:r>
    </w:p>
    <w:p w:rsidR="000E09EC" w:rsidRPr="000E09EC" w:rsidRDefault="000E09EC" w:rsidP="00B44A1D">
      <w:pPr>
        <w:pStyle w:val="libCenter"/>
      </w:pPr>
      <w:r>
        <w:t>someone to do something, we must do it ourselves also. We should not ask others to do what we do</w:t>
      </w:r>
    </w:p>
    <w:p w:rsidR="000E09EC" w:rsidRDefault="000E09EC" w:rsidP="00B44A1D">
      <w:pPr>
        <w:pStyle w:val="libCenter"/>
      </w:pPr>
      <w:r>
        <w:t>not do ourselves.</w:t>
      </w:r>
    </w:p>
    <w:p w:rsidR="000E09EC" w:rsidRPr="000E09EC" w:rsidRDefault="000E09EC" w:rsidP="00192805">
      <w:pPr>
        <w:pStyle w:val="libCenterBold2"/>
      </w:pPr>
      <w:r>
        <w:t>Always make sure that your actions and your words are same.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7" w:name="_Toc382223506"/>
      <w:r>
        <w:lastRenderedPageBreak/>
        <w:t>YOU'RE FAR MORE PRECIOUS THAN DIAMONDS AND PEARLS</w:t>
      </w:r>
      <w:bookmarkEnd w:id="37"/>
      <w:r>
        <w:t xml:space="preserve"> </w:t>
      </w:r>
    </w:p>
    <w:p w:rsidR="000E09EC" w:rsidRPr="000E09EC" w:rsidRDefault="000E09EC" w:rsidP="00B44A1D">
      <w:pPr>
        <w:pStyle w:val="libCenter"/>
      </w:pPr>
      <w:r>
        <w:t>“If memory serves me correctly, I was wearing a little white tank top and a</w:t>
      </w:r>
    </w:p>
    <w:p w:rsidR="000E09EC" w:rsidRPr="000E09EC" w:rsidRDefault="000E09EC" w:rsidP="00B44A1D">
      <w:pPr>
        <w:pStyle w:val="libCenter"/>
      </w:pPr>
      <w:r>
        <w:t>short black skirt. I had been raised Orthodox Muslim, so I had never before</w:t>
      </w:r>
    </w:p>
    <w:p w:rsidR="000E09EC" w:rsidRPr="000E09EC" w:rsidRDefault="000E09EC" w:rsidP="00B44A1D">
      <w:pPr>
        <w:pStyle w:val="libCenter"/>
      </w:pPr>
      <w:r>
        <w:t>worn such revealing clothing while in my father’s presence. When we finally</w:t>
      </w:r>
    </w:p>
    <w:p w:rsidR="000E09EC" w:rsidRPr="000E09EC" w:rsidRDefault="000E09EC" w:rsidP="00B44A1D">
      <w:pPr>
        <w:pStyle w:val="libCenter"/>
      </w:pPr>
      <w:r>
        <w:t>arrived, the chauffer escorted my younger sister, Laila, and me up to my</w:t>
      </w:r>
    </w:p>
    <w:p w:rsidR="000E09EC" w:rsidRDefault="000E09EC" w:rsidP="00B44A1D">
      <w:pPr>
        <w:pStyle w:val="libCenter"/>
      </w:pPr>
      <w:r>
        <w:t>father's suite.</w:t>
      </w:r>
    </w:p>
    <w:p w:rsidR="000E09EC" w:rsidRPr="000E09EC" w:rsidRDefault="000E09EC" w:rsidP="00B44A1D">
      <w:pPr>
        <w:pStyle w:val="libCenter"/>
      </w:pPr>
      <w:r>
        <w:t>As usual, he was hiding behind the door waiting to scare us. We exchanged</w:t>
      </w:r>
    </w:p>
    <w:p w:rsidR="000E09EC" w:rsidRPr="000E09EC" w:rsidRDefault="000E09EC" w:rsidP="00B44A1D">
      <w:pPr>
        <w:pStyle w:val="libCenter"/>
      </w:pPr>
      <w:r>
        <w:t>many hugs and kisses as we could possibly give in one day. My father took a</w:t>
      </w:r>
    </w:p>
    <w:p w:rsidR="000E09EC" w:rsidRPr="000E09EC" w:rsidRDefault="000E09EC" w:rsidP="00B44A1D">
      <w:pPr>
        <w:pStyle w:val="libCenter"/>
      </w:pPr>
      <w:r>
        <w:t>good look at us. Then he sat me down on his lap and said something that I</w:t>
      </w:r>
    </w:p>
    <w:p w:rsidR="000E09EC" w:rsidRDefault="000E09EC" w:rsidP="00B44A1D">
      <w:pPr>
        <w:pStyle w:val="libCenter"/>
      </w:pPr>
      <w:r>
        <w:t>will never forget.</w:t>
      </w:r>
    </w:p>
    <w:p w:rsidR="000E09EC" w:rsidRPr="000E09EC" w:rsidRDefault="000E09EC" w:rsidP="00B44A1D">
      <w:pPr>
        <w:pStyle w:val="libCenter"/>
      </w:pPr>
      <w:r>
        <w:t xml:space="preserve">He looked me straight in the eyes and said, “Hana, everything that God </w:t>
      </w:r>
    </w:p>
    <w:p w:rsidR="000E09EC" w:rsidRPr="000E09EC" w:rsidRDefault="000E09EC" w:rsidP="00B44A1D">
      <w:pPr>
        <w:pStyle w:val="libCenter"/>
      </w:pPr>
      <w:r>
        <w:t>made valuable in the world is covered and hard to get to. Where do you find</w:t>
      </w:r>
    </w:p>
    <w:p w:rsidR="000E09EC" w:rsidRPr="000E09EC" w:rsidRDefault="000E09EC" w:rsidP="00B44A1D">
      <w:pPr>
        <w:pStyle w:val="libCenter"/>
      </w:pPr>
      <w:r>
        <w:t>diamonds? Deep down in the ground covered and protected. Where do you</w:t>
      </w:r>
    </w:p>
    <w:p w:rsidR="000E09EC" w:rsidRPr="000E09EC" w:rsidRDefault="000E09EC" w:rsidP="00B44A1D">
      <w:pPr>
        <w:pStyle w:val="libCenter"/>
      </w:pPr>
      <w:r>
        <w:t>find pearls? Deep down at the bottom of the ocean covered up and protected in a beautiful shell.</w:t>
      </w:r>
    </w:p>
    <w:p w:rsidR="000E09EC" w:rsidRPr="000E09EC" w:rsidRDefault="000E09EC" w:rsidP="00B44A1D">
      <w:pPr>
        <w:pStyle w:val="libCenter"/>
      </w:pPr>
      <w:r>
        <w:t xml:space="preserve">Where do you find gold? Way down in the mine, covered over with layers and layers of rock. </w:t>
      </w:r>
    </w:p>
    <w:p w:rsidR="000E09EC" w:rsidRDefault="000E09EC" w:rsidP="00B44A1D">
      <w:pPr>
        <w:pStyle w:val="libCenter"/>
      </w:pPr>
      <w:r>
        <w:t>You’ve got to work hard to get to them.”</w:t>
      </w:r>
    </w:p>
    <w:p w:rsidR="000E09EC" w:rsidRPr="000E09EC" w:rsidRDefault="000E09EC" w:rsidP="00B44A1D">
      <w:pPr>
        <w:pStyle w:val="libCenter"/>
      </w:pPr>
      <w:r>
        <w:t>He looked at me with serious eyes. “Your body is sacred. You’re far more precious than diamonds</w:t>
      </w:r>
    </w:p>
    <w:p w:rsidR="000E09EC" w:rsidRDefault="000E09EC" w:rsidP="00B44A1D">
      <w:pPr>
        <w:pStyle w:val="libCenter"/>
      </w:pPr>
      <w:r>
        <w:t>and pearls, and you should be covered too.”</w:t>
      </w:r>
    </w:p>
    <w:p w:rsidR="000E09EC" w:rsidRDefault="000E09EC" w:rsidP="00B44A1D">
      <w:pPr>
        <w:pStyle w:val="libCenter"/>
      </w:pPr>
      <w:r>
        <w:t>Source: More Than A Hero: Muhammad Ali’s Life Lessons Through His Daughter’s Eyes.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38" w:name="_Toc382223507"/>
      <w:r>
        <w:lastRenderedPageBreak/>
        <w:t>THE ONE-EYED DOE</w:t>
      </w:r>
      <w:bookmarkEnd w:id="38"/>
    </w:p>
    <w:p w:rsidR="000E09EC" w:rsidRPr="000E09EC" w:rsidRDefault="000E09EC" w:rsidP="00B44A1D">
      <w:pPr>
        <w:pStyle w:val="libCenter"/>
      </w:pPr>
      <w:r>
        <w:t>A Doe had the misfortune to lose one of her eyes, and could not see any one</w:t>
      </w:r>
    </w:p>
    <w:p w:rsidR="000E09EC" w:rsidRPr="000E09EC" w:rsidRDefault="000E09EC" w:rsidP="00B44A1D">
      <w:pPr>
        <w:pStyle w:val="libCenter"/>
      </w:pPr>
      <w:r>
        <w:t>approaching her on that side. So to avoid any danger she always used to feed on</w:t>
      </w:r>
    </w:p>
    <w:p w:rsidR="000E09EC" w:rsidRPr="000E09EC" w:rsidRDefault="000E09EC" w:rsidP="00B44A1D">
      <w:pPr>
        <w:pStyle w:val="libCenter"/>
      </w:pPr>
      <w:r>
        <w:t>a high cliff near the sea, with her sound eye looking towards the land. By this</w:t>
      </w:r>
    </w:p>
    <w:p w:rsidR="000E09EC" w:rsidRPr="000E09EC" w:rsidRDefault="000E09EC" w:rsidP="00B44A1D">
      <w:pPr>
        <w:pStyle w:val="libCenter"/>
      </w:pPr>
      <w:r>
        <w:t>means she could see whenever the hunters approached her on land, and often</w:t>
      </w:r>
    </w:p>
    <w:p w:rsidR="000E09EC" w:rsidRPr="000E09EC" w:rsidRDefault="000E09EC" w:rsidP="00B44A1D">
      <w:pPr>
        <w:pStyle w:val="libCenter"/>
      </w:pPr>
      <w:r>
        <w:t>escaped by this means. But the hunters found out that she was blind of one eye,</w:t>
      </w:r>
    </w:p>
    <w:p w:rsidR="000E09EC" w:rsidRPr="000E09EC" w:rsidRDefault="000E09EC" w:rsidP="00B44A1D">
      <w:pPr>
        <w:pStyle w:val="libCenter"/>
      </w:pPr>
      <w:r>
        <w:t>and hiring a boat rowed under the cliff where she used to feed and shot her from</w:t>
      </w:r>
    </w:p>
    <w:p w:rsidR="000E09EC" w:rsidRPr="00C7518C" w:rsidRDefault="000E09EC" w:rsidP="00B44A1D">
      <w:pPr>
        <w:pStyle w:val="libCenter"/>
      </w:pPr>
      <w:r w:rsidRPr="00C7518C">
        <w:t>the sea. “Ah,” cried she with her dying voice. “You cannot escape your fate.”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39" w:name="_Toc382223508"/>
      <w:r>
        <w:lastRenderedPageBreak/>
        <w:t>THE CAGE BIRD'S ESCAPE</w:t>
      </w:r>
      <w:bookmarkEnd w:id="39"/>
    </w:p>
    <w:p w:rsidR="000E09EC" w:rsidRPr="000E09EC" w:rsidRDefault="000E09EC" w:rsidP="00B44A1D">
      <w:pPr>
        <w:pStyle w:val="libCenter"/>
      </w:pPr>
      <w:r>
        <w:t>Once upon a time, there was a bird in a cage who sang for her merchant owner. He</w:t>
      </w:r>
    </w:p>
    <w:p w:rsidR="000E09EC" w:rsidRPr="000E09EC" w:rsidRDefault="000E09EC" w:rsidP="00B44A1D">
      <w:pPr>
        <w:pStyle w:val="libCenter"/>
      </w:pPr>
      <w:r>
        <w:t>took delight in her song day and night, and was so fond of her that he served her</w:t>
      </w:r>
    </w:p>
    <w:p w:rsidR="000E09EC" w:rsidRPr="000E09EC" w:rsidRDefault="000E09EC" w:rsidP="00B44A1D">
      <w:pPr>
        <w:pStyle w:val="libCenter"/>
      </w:pPr>
      <w:r>
        <w:t>water in a golden dish. Before he left for a business trip, he asked the bird if she had</w:t>
      </w:r>
    </w:p>
    <w:p w:rsidR="000E09EC" w:rsidRPr="000E09EC" w:rsidRDefault="000E09EC" w:rsidP="00B44A1D">
      <w:pPr>
        <w:pStyle w:val="libCenter"/>
      </w:pPr>
      <w:r>
        <w:t>a wish: “I will go through the forest where you were born, past the birds of your old</w:t>
      </w:r>
    </w:p>
    <w:p w:rsidR="000E09EC" w:rsidRDefault="000E09EC" w:rsidP="00B44A1D">
      <w:pPr>
        <w:pStyle w:val="libCenter"/>
      </w:pPr>
      <w:r>
        <w:t>neighborhood. What message should I take for them?”</w:t>
      </w:r>
    </w:p>
    <w:p w:rsidR="000E09EC" w:rsidRPr="000E09EC" w:rsidRDefault="000E09EC" w:rsidP="00B44A1D">
      <w:pPr>
        <w:pStyle w:val="libCenter"/>
      </w:pPr>
      <w:r>
        <w:t>The bird said, “Tell them I sit full of sorrow in a cage singing my captive song. Day</w:t>
      </w:r>
    </w:p>
    <w:p w:rsidR="000E09EC" w:rsidRPr="000E09EC" w:rsidRDefault="000E09EC" w:rsidP="00B44A1D">
      <w:pPr>
        <w:pStyle w:val="libCenter"/>
      </w:pPr>
      <w:r>
        <w:t>and night, my heart is full of grief. I hope it will not be long before I see my friends</w:t>
      </w:r>
    </w:p>
    <w:p w:rsidR="000E09EC" w:rsidRPr="000E09EC" w:rsidRDefault="000E09EC" w:rsidP="00B44A1D">
      <w:pPr>
        <w:pStyle w:val="libCenter"/>
      </w:pPr>
      <w:r>
        <w:t>again and fly freely through the trees. Bring me a message from the lovely forest,</w:t>
      </w:r>
    </w:p>
    <w:p w:rsidR="000E09EC" w:rsidRPr="000E09EC" w:rsidRDefault="000E09EC" w:rsidP="00B44A1D">
      <w:pPr>
        <w:pStyle w:val="libCenter"/>
      </w:pPr>
      <w:r>
        <w:t>which will set my heart at ease. Oh, I yearn for my Beloved, to fly with him, and</w:t>
      </w:r>
    </w:p>
    <w:p w:rsidR="000E09EC" w:rsidRPr="000E09EC" w:rsidRDefault="000E09EC" w:rsidP="00B44A1D">
      <w:pPr>
        <w:pStyle w:val="libCenter"/>
      </w:pPr>
      <w:r>
        <w:t>spread my wings. Until then there is no joy for me, and I am cut off from all of life’s</w:t>
      </w:r>
    </w:p>
    <w:p w:rsidR="000E09EC" w:rsidRDefault="000E09EC" w:rsidP="00B44A1D">
      <w:pPr>
        <w:pStyle w:val="libCenter"/>
      </w:pPr>
      <w:r>
        <w:t>sweet things.”</w:t>
      </w:r>
    </w:p>
    <w:p w:rsidR="000E09EC" w:rsidRPr="000E09EC" w:rsidRDefault="000E09EC" w:rsidP="00B44A1D">
      <w:pPr>
        <w:pStyle w:val="libCenter"/>
      </w:pPr>
      <w:r>
        <w:t xml:space="preserve">The merchant traveled on his donkey through the dense forest. He listened to the melodies of </w:t>
      </w:r>
    </w:p>
    <w:p w:rsidR="000E09EC" w:rsidRPr="000E09EC" w:rsidRDefault="000E09EC" w:rsidP="00B44A1D">
      <w:pPr>
        <w:pStyle w:val="libCenter"/>
      </w:pPr>
      <w:r>
        <w:t>many birds. When the merchant reached the forest where his bird came from, he stopped, pushed</w:t>
      </w:r>
    </w:p>
    <w:p w:rsidR="000E09EC" w:rsidRPr="000E09EC" w:rsidRDefault="000E09EC" w:rsidP="00B44A1D">
      <w:pPr>
        <w:pStyle w:val="libCenter"/>
      </w:pPr>
      <w:r>
        <w:t xml:space="preserve">his hood back, and said, “O you birds! Greetings to you all from my pretty bird locked in her cage. </w:t>
      </w:r>
    </w:p>
    <w:p w:rsidR="000E09EC" w:rsidRPr="000E09EC" w:rsidRDefault="000E09EC" w:rsidP="00B44A1D">
      <w:pPr>
        <w:pStyle w:val="libCenter"/>
      </w:pPr>
      <w:r>
        <w:t>She sends tidings of her love to you and wants to tell of her plight. She asks for a reply that will</w:t>
      </w:r>
    </w:p>
    <w:p w:rsidR="000E09EC" w:rsidRPr="000E09EC" w:rsidRDefault="000E09EC" w:rsidP="00B44A1D">
      <w:pPr>
        <w:pStyle w:val="libCenter"/>
      </w:pPr>
      <w:r>
        <w:t>ease her heart. My love for her keeps her captive with bars all around her. She wants to join her</w:t>
      </w:r>
    </w:p>
    <w:p w:rsidR="000E09EC" w:rsidRPr="000E09EC" w:rsidRDefault="000E09EC" w:rsidP="00B44A1D">
      <w:pPr>
        <w:pStyle w:val="libCenter"/>
      </w:pPr>
      <w:r>
        <w:t>Beloved and sing her songs through the air with a free heart, but I would miss her beautiful songs</w:t>
      </w:r>
    </w:p>
    <w:p w:rsidR="000E09EC" w:rsidRDefault="000E09EC" w:rsidP="00B44A1D">
      <w:pPr>
        <w:pStyle w:val="libCenter"/>
      </w:pPr>
      <w:r>
        <w:t>and cannot let her go.”</w:t>
      </w:r>
    </w:p>
    <w:p w:rsidR="000E09EC" w:rsidRPr="000E09EC" w:rsidRDefault="000E09EC" w:rsidP="00B44A1D">
      <w:pPr>
        <w:pStyle w:val="libCenter"/>
      </w:pPr>
      <w:r>
        <w:t>All the birds listened to the merchant’s words. Suddenly one bird shrieked and fell from a tree</w:t>
      </w:r>
    </w:p>
    <w:p w:rsidR="000E09EC" w:rsidRPr="000E09EC" w:rsidRDefault="000E09EC" w:rsidP="00B44A1D">
      <w:pPr>
        <w:pStyle w:val="libCenter"/>
      </w:pPr>
      <w:r>
        <w:t>brunch to the ground. The merchant froze to the spot where he stood. Nothing could astound him</w:t>
      </w:r>
    </w:p>
    <w:p w:rsidR="000E09EC" w:rsidRDefault="000E09EC" w:rsidP="00B44A1D">
      <w:pPr>
        <w:pStyle w:val="libCenter"/>
      </w:pPr>
      <w:r>
        <w:t>more than this did. One bird had fallen down dead!</w:t>
      </w:r>
    </w:p>
    <w:p w:rsidR="000E09EC" w:rsidRPr="000E09EC" w:rsidRDefault="000E09EC" w:rsidP="00B44A1D">
      <w:pPr>
        <w:pStyle w:val="libCenter"/>
      </w:pPr>
      <w:r>
        <w:t xml:space="preserve">The merchant continued on to the city and traded his goods. At last he returned to his home. </w:t>
      </w:r>
    </w:p>
    <w:p w:rsidR="000E09EC" w:rsidRPr="000E09EC" w:rsidRDefault="000E09EC" w:rsidP="00B44A1D">
      <w:pPr>
        <w:pStyle w:val="libCenter"/>
      </w:pPr>
      <w:r>
        <w:t>He did not know what to tell his bird when she asked what message he had brought. He stood</w:t>
      </w:r>
    </w:p>
    <w:p w:rsidR="000E09EC" w:rsidRDefault="000E09EC" w:rsidP="00B44A1D">
      <w:pPr>
        <w:pStyle w:val="libCenter"/>
      </w:pPr>
      <w:r>
        <w:t>before her cage and said, “Oh, nothing to speak of no, no.” The bird cried, “I must know at once.”</w:t>
      </w:r>
    </w:p>
    <w:p w:rsidR="000E09EC" w:rsidRPr="000E09EC" w:rsidRDefault="000E09EC" w:rsidP="00B44A1D">
      <w:pPr>
        <w:pStyle w:val="libCenter"/>
      </w:pPr>
      <w:r>
        <w:t xml:space="preserve">I do not know what happened, said the merchant. “I told them your message. Then, one of them </w:t>
      </w:r>
    </w:p>
    <w:p w:rsidR="000E09EC" w:rsidRPr="000E09EC" w:rsidRDefault="000E09EC" w:rsidP="00B44A1D">
      <w:pPr>
        <w:pStyle w:val="libCenter"/>
      </w:pPr>
      <w:r>
        <w:t>fell down dead.” Suddenly the merchant’s bird let out a terrible shriek and fell on her head to the</w:t>
      </w:r>
    </w:p>
    <w:p w:rsidR="000E09EC" w:rsidRPr="000E09EC" w:rsidRDefault="000E09EC" w:rsidP="00B44A1D">
      <w:pPr>
        <w:pStyle w:val="libCenter"/>
      </w:pPr>
      <w:r>
        <w:t xml:space="preserve">bottom of the cage. The merchant was horrified. He wept in despair, “Oh, what have I done?” </w:t>
      </w:r>
    </w:p>
    <w:p w:rsidR="000E09EC" w:rsidRPr="000E09EC" w:rsidRDefault="000E09EC" w:rsidP="00B44A1D">
      <w:pPr>
        <w:pStyle w:val="libCenter"/>
      </w:pPr>
      <w:r>
        <w:t>He cried, “What Have I done? Now my life means nothing. My moon has gone and so has my sun.</w:t>
      </w:r>
    </w:p>
    <w:p w:rsidR="000E09EC" w:rsidRDefault="000E09EC" w:rsidP="00B44A1D">
      <w:pPr>
        <w:pStyle w:val="libCenter"/>
      </w:pPr>
      <w:r>
        <w:t>Now my own bird is dead.”</w:t>
      </w:r>
    </w:p>
    <w:p w:rsidR="000E09EC" w:rsidRPr="000E09EC" w:rsidRDefault="000E09EC" w:rsidP="00B44A1D">
      <w:pPr>
        <w:pStyle w:val="libCenter"/>
      </w:pPr>
      <w:r>
        <w:t>He opened the cage door, reached in, and took her into his hands gently and carefully. “I will have</w:t>
      </w:r>
    </w:p>
    <w:p w:rsidR="000E09EC" w:rsidRDefault="000E09EC" w:rsidP="00B44A1D">
      <w:pPr>
        <w:pStyle w:val="libCenter"/>
      </w:pPr>
      <w:r>
        <w:t>to bury her now,” he said; “poor thing is dead.”</w:t>
      </w:r>
    </w:p>
    <w:p w:rsidR="000E09EC" w:rsidRPr="000E09EC" w:rsidRDefault="000E09EC" w:rsidP="00B44A1D">
      <w:pPr>
        <w:pStyle w:val="libCenter"/>
      </w:pPr>
      <w:r>
        <w:t xml:space="preserve">Suddenly, the moment he had lifted the bird out of the cage, she swooped up, flew out of the </w:t>
      </w:r>
    </w:p>
    <w:p w:rsidR="000E09EC" w:rsidRPr="000E09EC" w:rsidRDefault="000E09EC" w:rsidP="00B44A1D">
      <w:pPr>
        <w:pStyle w:val="libCenter"/>
      </w:pPr>
      <w:r>
        <w:t>window and landed on the nearest roof slope. She turned to him and said, gratefully, “Thank you,</w:t>
      </w:r>
    </w:p>
    <w:p w:rsidR="000E09EC" w:rsidRPr="000E09EC" w:rsidRDefault="000E09EC" w:rsidP="00B44A1D">
      <w:pPr>
        <w:pStyle w:val="libCenter"/>
      </w:pPr>
      <w:r>
        <w:t xml:space="preserve">merchant master, for delivering my message. That bird’s reply instructed me how to win my </w:t>
      </w:r>
    </w:p>
    <w:p w:rsidR="000E09EC" w:rsidRDefault="000E09EC" w:rsidP="00B44A1D">
      <w:pPr>
        <w:pStyle w:val="libCenter"/>
      </w:pPr>
      <w:r>
        <w:t>freedom. All I had to do was to be dead. I gained my freedom when I chose to die.”</w:t>
      </w:r>
    </w:p>
    <w:p w:rsidR="000E09EC" w:rsidRPr="000E09EC" w:rsidRDefault="000E09EC" w:rsidP="00B44A1D">
      <w:pPr>
        <w:pStyle w:val="libCenter"/>
      </w:pPr>
      <w:r>
        <w:lastRenderedPageBreak/>
        <w:t>“So now I fly to my Beloved who waits for me. Good-bye, good-bye, my master no longer.” “My bird</w:t>
      </w:r>
    </w:p>
    <w:p w:rsidR="000E09EC" w:rsidRPr="000E09EC" w:rsidRDefault="000E09EC" w:rsidP="00B44A1D">
      <w:pPr>
        <w:pStyle w:val="libCenter"/>
      </w:pPr>
      <w:r>
        <w:t xml:space="preserve">was wise; she taught me secret,” the merchant reflected. </w:t>
      </w:r>
    </w:p>
    <w:p w:rsidR="000E09EC" w:rsidRPr="000E09EC" w:rsidRDefault="000E09EC" w:rsidP="00192805">
      <w:pPr>
        <w:pStyle w:val="libCenterBold2"/>
      </w:pPr>
      <w:r>
        <w:t>If you want to be with the ones you love, you must be ready to give up everything,</w:t>
      </w:r>
    </w:p>
    <w:p w:rsidR="000E09EC" w:rsidRDefault="000E09EC" w:rsidP="00192805">
      <w:pPr>
        <w:pStyle w:val="libCenterBold2"/>
      </w:pPr>
      <w:r>
        <w:t>even life itself. And then, by Allah, you will win your heart’s desire.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0" w:name="_Toc382223509"/>
      <w:r>
        <w:lastRenderedPageBreak/>
        <w:t>THE THREE WISE MEN</w:t>
      </w:r>
      <w:bookmarkEnd w:id="40"/>
    </w:p>
    <w:p w:rsidR="000E09EC" w:rsidRPr="000E09EC" w:rsidRDefault="000E09EC" w:rsidP="00B44A1D">
      <w:pPr>
        <w:pStyle w:val="libCenter"/>
      </w:pPr>
      <w:r>
        <w:t>One day some wise men, who were going about the country trying to find answers to some of the</w:t>
      </w:r>
    </w:p>
    <w:p w:rsidR="000E09EC" w:rsidRPr="000E09EC" w:rsidRDefault="000E09EC" w:rsidP="00B44A1D">
      <w:pPr>
        <w:pStyle w:val="libCenter"/>
      </w:pPr>
      <w:r>
        <w:t>great questions of their time, came to Nasreddin’s district and asked to see the wisest man in the</w:t>
      </w:r>
    </w:p>
    <w:p w:rsidR="000E09EC" w:rsidRDefault="000E09EC" w:rsidP="00B44A1D">
      <w:pPr>
        <w:pStyle w:val="libCenter"/>
      </w:pPr>
      <w:r>
        <w:t>place. Nasreddin was brought forward, and a big crowd gathered to listen.</w:t>
      </w:r>
    </w:p>
    <w:p w:rsidR="000E09EC" w:rsidRPr="000E09EC" w:rsidRDefault="000E09EC" w:rsidP="00B44A1D">
      <w:pPr>
        <w:pStyle w:val="libCenter"/>
      </w:pPr>
      <w:r>
        <w:t xml:space="preserve">The first wise man began by asking, </w:t>
      </w:r>
    </w:p>
    <w:p w:rsidR="000E09EC" w:rsidRDefault="000E09EC" w:rsidP="00B44A1D">
      <w:pPr>
        <w:pStyle w:val="libCenter"/>
      </w:pPr>
      <w:r w:rsidRPr="000E09EC">
        <w:t>“W</w:t>
      </w:r>
      <w:r w:rsidRPr="00C7518C">
        <w:t>here is the exact center of the world?”</w:t>
      </w:r>
    </w:p>
    <w:p w:rsidR="000E09EC" w:rsidRDefault="000E09EC" w:rsidP="00B44A1D">
      <w:pPr>
        <w:pStyle w:val="libCenter"/>
      </w:pPr>
      <w:r>
        <w:t>“It is under my right heel,” answered Nasreddin.</w:t>
      </w:r>
    </w:p>
    <w:p w:rsidR="000E09EC" w:rsidRDefault="000E09EC" w:rsidP="00B44A1D">
      <w:pPr>
        <w:pStyle w:val="libCenter"/>
      </w:pPr>
      <w:r>
        <w:t>“How can you prove that?” asked the first wise man.</w:t>
      </w:r>
    </w:p>
    <w:p w:rsidR="000E09EC" w:rsidRPr="000E09EC" w:rsidRDefault="000E09EC" w:rsidP="00B44A1D">
      <w:pPr>
        <w:pStyle w:val="libCenter"/>
      </w:pPr>
      <w:r>
        <w:t xml:space="preserve">“If you don’t believe me,” answered Nasreddin, </w:t>
      </w:r>
    </w:p>
    <w:p w:rsidR="000E09EC" w:rsidRDefault="000E09EC" w:rsidP="00B44A1D">
      <w:pPr>
        <w:pStyle w:val="libCenter"/>
      </w:pPr>
      <w:r w:rsidRPr="000E09EC">
        <w:t>“m</w:t>
      </w:r>
      <w:r w:rsidRPr="00C7518C">
        <w:t>easure and see.”</w:t>
      </w:r>
    </w:p>
    <w:p w:rsidR="000E09EC" w:rsidRPr="000E09EC" w:rsidRDefault="000E09EC" w:rsidP="00B44A1D">
      <w:pPr>
        <w:pStyle w:val="libCenter"/>
      </w:pPr>
      <w:r>
        <w:t xml:space="preserve">The first wise man had nothing to answer to that, </w:t>
      </w:r>
    </w:p>
    <w:p w:rsidR="000E09EC" w:rsidRPr="000E09EC" w:rsidRDefault="000E09EC" w:rsidP="00B44A1D">
      <w:pPr>
        <w:pStyle w:val="libCenter"/>
      </w:pPr>
      <w:r>
        <w:t>so the second wise man asked his question.</w:t>
      </w:r>
    </w:p>
    <w:p w:rsidR="000E09EC" w:rsidRPr="000E09EC" w:rsidRDefault="000E09EC" w:rsidP="00B44A1D">
      <w:pPr>
        <w:pStyle w:val="libCenter"/>
      </w:pPr>
      <w:r w:rsidRPr="000E09EC">
        <w:t>“H</w:t>
      </w:r>
      <w:r w:rsidRPr="00C7518C">
        <w:t xml:space="preserve">ow many stars are there in the sky?” he said. </w:t>
      </w:r>
    </w:p>
    <w:p w:rsidR="000E09EC" w:rsidRPr="000E09EC" w:rsidRDefault="000E09EC" w:rsidP="00B44A1D">
      <w:pPr>
        <w:pStyle w:val="libCenter"/>
      </w:pPr>
      <w:r w:rsidRPr="000E09EC">
        <w:t>“A</w:t>
      </w:r>
      <w:r w:rsidRPr="00C7518C">
        <w:t xml:space="preserve">s many as there are hairs on my donkey,” </w:t>
      </w:r>
    </w:p>
    <w:p w:rsidR="000E09EC" w:rsidRDefault="000E09EC" w:rsidP="00B44A1D">
      <w:pPr>
        <w:pStyle w:val="libCenter"/>
      </w:pPr>
      <w:r>
        <w:t>answered Nasreddin.</w:t>
      </w:r>
    </w:p>
    <w:p w:rsidR="000E09EC" w:rsidRPr="000E09EC" w:rsidRDefault="000E09EC" w:rsidP="00B44A1D">
      <w:pPr>
        <w:pStyle w:val="libCenter"/>
      </w:pPr>
      <w:r>
        <w:t xml:space="preserve">“What proof have you got of that?” </w:t>
      </w:r>
    </w:p>
    <w:p w:rsidR="000E09EC" w:rsidRDefault="000E09EC" w:rsidP="00B44A1D">
      <w:pPr>
        <w:pStyle w:val="libCenter"/>
      </w:pPr>
      <w:r>
        <w:t>asked the second wise man.</w:t>
      </w:r>
    </w:p>
    <w:p w:rsidR="000E09EC" w:rsidRDefault="000E09EC" w:rsidP="00B44A1D">
      <w:pPr>
        <w:pStyle w:val="libCenter"/>
      </w:pPr>
      <w:r>
        <w:t>“If you don’t believe me,” answered Nasreddin, “count the hairs on my donkey and you will see.”</w:t>
      </w:r>
    </w:p>
    <w:p w:rsidR="000E09EC" w:rsidRDefault="000E09EC" w:rsidP="00B44A1D">
      <w:pPr>
        <w:pStyle w:val="libCenter"/>
      </w:pPr>
      <w:r>
        <w:t>“That’s foolish talk,” said the other. “How can one count the hairs on a donkey?”</w:t>
      </w:r>
    </w:p>
    <w:p w:rsidR="000E09EC" w:rsidRPr="000E09EC" w:rsidRDefault="000E09EC" w:rsidP="00B44A1D">
      <w:pPr>
        <w:pStyle w:val="libCenter"/>
      </w:pPr>
      <w:r>
        <w:t xml:space="preserve">“Well,” answered Nasreddin, “How can one count the stars in the sky? If one is foolish talk, </w:t>
      </w:r>
    </w:p>
    <w:p w:rsidR="000E09EC" w:rsidRDefault="000E09EC" w:rsidP="00B44A1D">
      <w:pPr>
        <w:pStyle w:val="libCenter"/>
      </w:pPr>
      <w:r>
        <w:t>so is the other.” The second wise man was silent.</w:t>
      </w:r>
    </w:p>
    <w:p w:rsidR="000E09EC" w:rsidRPr="000E09EC" w:rsidRDefault="000E09EC" w:rsidP="00B44A1D">
      <w:pPr>
        <w:pStyle w:val="libCenter"/>
      </w:pPr>
      <w:r>
        <w:t>The third wise man was becoming annoyed with Nasreddin and his answers, so he said, “You seem</w:t>
      </w:r>
    </w:p>
    <w:p w:rsidR="000E09EC" w:rsidRDefault="000E09EC" w:rsidP="00B44A1D">
      <w:pPr>
        <w:pStyle w:val="libCenter"/>
      </w:pPr>
      <w:r>
        <w:t>to know a lot about your donkey, so can you tell me how many hairs there are in its tail?”</w:t>
      </w:r>
    </w:p>
    <w:p w:rsidR="000E09EC" w:rsidRDefault="000E09EC" w:rsidP="00B44A1D">
      <w:pPr>
        <w:pStyle w:val="libCenter"/>
      </w:pPr>
      <w:r>
        <w:t>“Yes,” answered Nasreddin. “There are exactly as many hairs in its tail as there are in your beard.”</w:t>
      </w:r>
    </w:p>
    <w:p w:rsidR="000E09EC" w:rsidRDefault="000E09EC" w:rsidP="00B44A1D">
      <w:pPr>
        <w:pStyle w:val="libCenter"/>
      </w:pPr>
      <w:r>
        <w:t>“How can you prove that?” said the other.</w:t>
      </w:r>
    </w:p>
    <w:p w:rsidR="000E09EC" w:rsidRPr="000E09EC" w:rsidRDefault="000E09EC" w:rsidP="00B44A1D">
      <w:pPr>
        <w:pStyle w:val="libCenter"/>
      </w:pPr>
      <w:r>
        <w:t>“I can prove it very easily,” answered Nasreddin. “You can pull one hair out of my donkey’s tail for</w:t>
      </w:r>
    </w:p>
    <w:p w:rsidR="000E09EC" w:rsidRPr="000E09EC" w:rsidRDefault="000E09EC" w:rsidP="00B44A1D">
      <w:pPr>
        <w:pStyle w:val="libCenter"/>
      </w:pPr>
      <w:r>
        <w:t>every one I pull out of your beard. If the hairs on my donkey’s tail do not come to an end at exactly</w:t>
      </w:r>
    </w:p>
    <w:p w:rsidR="000E09EC" w:rsidRDefault="000E09EC" w:rsidP="00B44A1D">
      <w:pPr>
        <w:pStyle w:val="libCenter"/>
      </w:pPr>
      <w:r>
        <w:t>the same time as the hairs in your beard, I will admit that I was wrong.”</w:t>
      </w:r>
    </w:p>
    <w:p w:rsidR="000E09EC" w:rsidRPr="000E09EC" w:rsidRDefault="000E09EC" w:rsidP="00B44A1D">
      <w:pPr>
        <w:pStyle w:val="libCenter"/>
      </w:pPr>
      <w:r>
        <w:t xml:space="preserve">Of course, the third wise man was not willing to do this, so the crowd declared Nasreddin </w:t>
      </w:r>
    </w:p>
    <w:p w:rsidR="000E09EC" w:rsidRPr="000E09EC" w:rsidRDefault="000E09EC" w:rsidP="00B44A1D">
      <w:pPr>
        <w:pStyle w:val="libCenter"/>
      </w:pPr>
      <w:r>
        <w:t>the winner of the day’s arguments.</w:t>
      </w:r>
    </w:p>
    <w:p w:rsidR="000E09EC" w:rsidRDefault="000E09EC" w:rsidP="00B44A1D">
      <w:pPr>
        <w:pStyle w:val="libCenter"/>
      </w:pPr>
      <w:r>
        <w:t xml:space="preserve">OLD GRAVE </w:t>
      </w:r>
    </w:p>
    <w:p w:rsidR="000E09EC" w:rsidRPr="000E09EC" w:rsidRDefault="000E09EC" w:rsidP="00B44A1D">
      <w:pPr>
        <w:pStyle w:val="libCenter"/>
      </w:pPr>
      <w:r>
        <w:t>One day, the Nasreddin said to his friends: “If I die, bury me in an old grave.” “Why”, asked his</w:t>
      </w:r>
    </w:p>
    <w:p w:rsidR="000E09EC" w:rsidRPr="000E09EC" w:rsidRDefault="000E09EC" w:rsidP="00B44A1D">
      <w:pPr>
        <w:pStyle w:val="libCenter"/>
      </w:pPr>
      <w:r>
        <w:t>friends. “Because”, he explained, “if the angels come, I’ll tell them that I died years before and have</w:t>
      </w:r>
    </w:p>
    <w:p w:rsidR="000E09EC" w:rsidRDefault="000E09EC" w:rsidP="00B44A1D">
      <w:pPr>
        <w:pStyle w:val="libCenter"/>
      </w:pPr>
      <w:r>
        <w:t>already been questioned and then they will return the way they came.”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1" w:name="_Toc382223510"/>
      <w:r>
        <w:lastRenderedPageBreak/>
        <w:t>THE CLEVER BOY</w:t>
      </w:r>
      <w:bookmarkEnd w:id="41"/>
    </w:p>
    <w:p w:rsidR="000E09EC" w:rsidRPr="000E09EC" w:rsidRDefault="000E09EC" w:rsidP="00B44A1D">
      <w:pPr>
        <w:pStyle w:val="libCenter"/>
      </w:pPr>
      <w:r>
        <w:t>A man with his donkey carrying two sacks of wheat was on his way to</w:t>
      </w:r>
    </w:p>
    <w:p w:rsidR="000E09EC" w:rsidRPr="000E09EC" w:rsidRDefault="000E09EC" w:rsidP="00B44A1D">
      <w:pPr>
        <w:pStyle w:val="libCenter"/>
      </w:pPr>
      <w:r>
        <w:t>the market. After a little while he was tired and they rested under a tree.</w:t>
      </w:r>
    </w:p>
    <w:p w:rsidR="000E09EC" w:rsidRPr="000E09EC" w:rsidRDefault="000E09EC" w:rsidP="00B44A1D">
      <w:pPr>
        <w:pStyle w:val="libCenter"/>
      </w:pPr>
      <w:r>
        <w:t>When he woke up from his nap he could not see the donkey and started</w:t>
      </w:r>
    </w:p>
    <w:p w:rsidR="000E09EC" w:rsidRPr="000E09EC" w:rsidRDefault="000E09EC" w:rsidP="00B44A1D">
      <w:pPr>
        <w:pStyle w:val="libCenter"/>
      </w:pPr>
      <w:r>
        <w:t>searching for the donkey everywhere. On the way he met a boy, he</w:t>
      </w:r>
    </w:p>
    <w:p w:rsidR="000E09EC" w:rsidRPr="000E09EC" w:rsidRDefault="000E09EC" w:rsidP="00B44A1D">
      <w:pPr>
        <w:pStyle w:val="libCenter"/>
      </w:pPr>
      <w:r>
        <w:t xml:space="preserve">asked the boy, “Have you seen my donkey?” The boy asked, “Is the </w:t>
      </w:r>
    </w:p>
    <w:p w:rsidR="000E09EC" w:rsidRPr="000E09EC" w:rsidRDefault="000E09EC" w:rsidP="00B44A1D">
      <w:pPr>
        <w:pStyle w:val="libCenter"/>
      </w:pPr>
      <w:r>
        <w:t>donkey’s left eye blind, his right foot lame and is he carrying a load of</w:t>
      </w:r>
    </w:p>
    <w:p w:rsidR="000E09EC" w:rsidRPr="000E09EC" w:rsidRDefault="000E09EC" w:rsidP="00B44A1D">
      <w:pPr>
        <w:pStyle w:val="libCenter"/>
      </w:pPr>
      <w:r>
        <w:t>wheat?” The man was happy and said, “Yes, exactly! Where have you</w:t>
      </w:r>
    </w:p>
    <w:p w:rsidR="000E09EC" w:rsidRPr="000E09EC" w:rsidRDefault="000E09EC" w:rsidP="00B44A1D">
      <w:pPr>
        <w:pStyle w:val="libCenter"/>
      </w:pPr>
      <w:r>
        <w:t>seen it?” the boy answered “I haven’t seen it.” This made the man very</w:t>
      </w:r>
    </w:p>
    <w:p w:rsidR="000E09EC" w:rsidRDefault="000E09EC" w:rsidP="00B44A1D">
      <w:pPr>
        <w:pStyle w:val="libCenter"/>
      </w:pPr>
      <w:r>
        <w:t>angry and he took the boy to the village chief for punishment.</w:t>
      </w:r>
    </w:p>
    <w:p w:rsidR="000E09EC" w:rsidRPr="000E09EC" w:rsidRDefault="000E09EC" w:rsidP="00B44A1D">
      <w:pPr>
        <w:pStyle w:val="libCenter"/>
      </w:pPr>
      <w:r>
        <w:t>The judge asked, “Dear boy, if you had not seen at the donkey, how</w:t>
      </w:r>
    </w:p>
    <w:p w:rsidR="000E09EC" w:rsidRPr="000E09EC" w:rsidRDefault="000E09EC" w:rsidP="00B44A1D">
      <w:pPr>
        <w:pStyle w:val="libCenter"/>
      </w:pPr>
      <w:r>
        <w:t>could you describe it?” The boy answered, “I saw the tracks of a donkey</w:t>
      </w:r>
    </w:p>
    <w:p w:rsidR="000E09EC" w:rsidRPr="000E09EC" w:rsidRDefault="000E09EC" w:rsidP="00B44A1D">
      <w:pPr>
        <w:pStyle w:val="libCenter"/>
      </w:pPr>
      <w:r>
        <w:t>and the right and left tracks were different from this I understood that</w:t>
      </w:r>
    </w:p>
    <w:p w:rsidR="000E09EC" w:rsidRPr="000E09EC" w:rsidRDefault="000E09EC" w:rsidP="00B44A1D">
      <w:pPr>
        <w:pStyle w:val="libCenter"/>
      </w:pPr>
      <w:r>
        <w:t>the donkey that passed there was limping. And the grass on the right</w:t>
      </w:r>
    </w:p>
    <w:p w:rsidR="000E09EC" w:rsidRPr="000E09EC" w:rsidRDefault="000E09EC" w:rsidP="00B44A1D">
      <w:pPr>
        <w:pStyle w:val="libCenter"/>
      </w:pPr>
      <w:r>
        <w:t>side of the road was eaten but the grass on the left was not. From that I</w:t>
      </w:r>
    </w:p>
    <w:p w:rsidR="000E09EC" w:rsidRPr="000E09EC" w:rsidRDefault="000E09EC" w:rsidP="00B44A1D">
      <w:pPr>
        <w:pStyle w:val="libCenter"/>
      </w:pPr>
      <w:r>
        <w:t>understood that his left eye was blind. There were wheat seeds scattered</w:t>
      </w:r>
    </w:p>
    <w:p w:rsidR="000E09EC" w:rsidRPr="000E09EC" w:rsidRDefault="000E09EC" w:rsidP="00B44A1D">
      <w:pPr>
        <w:pStyle w:val="libCenter"/>
      </w:pPr>
      <w:r>
        <w:t xml:space="preserve">on the ground and I understood that he must have been carrying a load of wheat. The judge </w:t>
      </w:r>
    </w:p>
    <w:p w:rsidR="000E09EC" w:rsidRDefault="000E09EC" w:rsidP="00B44A1D">
      <w:pPr>
        <w:pStyle w:val="libCenter"/>
      </w:pPr>
      <w:r>
        <w:t>understood the boy’s cleverness and told the man to forgive the boy.</w:t>
      </w:r>
    </w:p>
    <w:p w:rsidR="000E09EC" w:rsidRDefault="000E09EC" w:rsidP="00192805">
      <w:pPr>
        <w:pStyle w:val="libCenterBold2"/>
      </w:pPr>
      <w:r>
        <w:t>This story teaches us that we should not be quick to judge the people.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42" w:name="_Toc382223511"/>
      <w:r>
        <w:lastRenderedPageBreak/>
        <w:t>AMERCHANT AND HIS DONKEY</w:t>
      </w:r>
      <w:bookmarkEnd w:id="42"/>
    </w:p>
    <w:p w:rsidR="000E09EC" w:rsidRPr="000E09EC" w:rsidRDefault="000E09EC" w:rsidP="00B44A1D">
      <w:pPr>
        <w:pStyle w:val="libCenter"/>
      </w:pPr>
      <w:r>
        <w:t xml:space="preserve">One beautiful spring morning, a merchant loaded his donkey with </w:t>
      </w:r>
    </w:p>
    <w:p w:rsidR="000E09EC" w:rsidRPr="000E09EC" w:rsidRDefault="000E09EC" w:rsidP="00B44A1D">
      <w:pPr>
        <w:pStyle w:val="libCenter"/>
      </w:pPr>
      <w:r>
        <w:t xml:space="preserve">bags of salt to go to the market in order to sell them. The merchant </w:t>
      </w:r>
    </w:p>
    <w:p w:rsidR="000E09EC" w:rsidRPr="000E09EC" w:rsidRDefault="000E09EC" w:rsidP="00B44A1D">
      <w:pPr>
        <w:pStyle w:val="libCenter"/>
      </w:pPr>
      <w:r>
        <w:t xml:space="preserve">and his donkey were walking along together. They had not walked </w:t>
      </w:r>
    </w:p>
    <w:p w:rsidR="000E09EC" w:rsidRDefault="000E09EC" w:rsidP="00B44A1D">
      <w:pPr>
        <w:pStyle w:val="libCenter"/>
      </w:pPr>
      <w:r>
        <w:t>far when they reached a river on the road.</w:t>
      </w:r>
    </w:p>
    <w:p w:rsidR="000E09EC" w:rsidRPr="000E09EC" w:rsidRDefault="000E09EC" w:rsidP="00B44A1D">
      <w:pPr>
        <w:pStyle w:val="libCenter"/>
      </w:pPr>
      <w:r>
        <w:t xml:space="preserve">Unfortunately, the donkey slipped and fell into the river and noticed </w:t>
      </w:r>
    </w:p>
    <w:p w:rsidR="000E09EC" w:rsidRDefault="000E09EC" w:rsidP="00B44A1D">
      <w:pPr>
        <w:pStyle w:val="libCenter"/>
      </w:pPr>
      <w:r>
        <w:t>that the bags of salt loaded on his back became lighter.</w:t>
      </w:r>
    </w:p>
    <w:p w:rsidR="000E09EC" w:rsidRPr="000E09EC" w:rsidRDefault="000E09EC" w:rsidP="00B44A1D">
      <w:pPr>
        <w:pStyle w:val="libCenter"/>
      </w:pPr>
      <w:r>
        <w:t xml:space="preserve">There was nothing the merchant could do, except return home </w:t>
      </w:r>
    </w:p>
    <w:p w:rsidR="000E09EC" w:rsidRPr="000E09EC" w:rsidRDefault="000E09EC" w:rsidP="00B44A1D">
      <w:pPr>
        <w:pStyle w:val="libCenter"/>
      </w:pPr>
      <w:r>
        <w:t>where he loaded his donkey with more bags of salt. As they reached</w:t>
      </w:r>
    </w:p>
    <w:p w:rsidR="000E09EC" w:rsidRPr="000E09EC" w:rsidRDefault="000E09EC" w:rsidP="00B44A1D">
      <w:pPr>
        <w:pStyle w:val="libCenter"/>
      </w:pPr>
      <w:r>
        <w:t xml:space="preserve">the slippery riverbank, now deliberately, the donkey fell into the </w:t>
      </w:r>
    </w:p>
    <w:p w:rsidR="000E09EC" w:rsidRDefault="000E09EC" w:rsidP="00B44A1D">
      <w:pPr>
        <w:pStyle w:val="libCenter"/>
      </w:pPr>
      <w:r>
        <w:t>river and wasted all the bags of salt on its back again.</w:t>
      </w:r>
    </w:p>
    <w:p w:rsidR="000E09EC" w:rsidRPr="000E09EC" w:rsidRDefault="000E09EC" w:rsidP="00B44A1D">
      <w:pPr>
        <w:pStyle w:val="libCenter"/>
      </w:pPr>
      <w:r>
        <w:t xml:space="preserve">The merchant quickly discovered the donkey’s trick. He then </w:t>
      </w:r>
    </w:p>
    <w:p w:rsidR="000E09EC" w:rsidRDefault="000E09EC" w:rsidP="00B44A1D">
      <w:pPr>
        <w:pStyle w:val="libCenter"/>
      </w:pPr>
      <w:r>
        <w:t>returned home again but re-loaded his donkey with bags of sponges.</w:t>
      </w:r>
    </w:p>
    <w:p w:rsidR="000E09EC" w:rsidRPr="000E09EC" w:rsidRDefault="000E09EC" w:rsidP="00B44A1D">
      <w:pPr>
        <w:pStyle w:val="libCenter"/>
      </w:pPr>
      <w:r>
        <w:t>The foolish, tricky donkey again set on its way. On reaching the river he again fell into the water.</w:t>
      </w:r>
    </w:p>
    <w:p w:rsidR="000E09EC" w:rsidRDefault="000E09EC" w:rsidP="00B44A1D">
      <w:pPr>
        <w:pStyle w:val="libCenter"/>
      </w:pPr>
      <w:r>
        <w:t>But instead of the load becoming lighter, it became heavier.</w:t>
      </w:r>
    </w:p>
    <w:p w:rsidR="000E09EC" w:rsidRPr="000E09EC" w:rsidRDefault="000E09EC" w:rsidP="00192805">
      <w:pPr>
        <w:pStyle w:val="libCenterBold2"/>
      </w:pPr>
      <w:r>
        <w:t xml:space="preserve">The merchant laughed at him and said: “You foolish donkey, </w:t>
      </w:r>
    </w:p>
    <w:p w:rsidR="000E09EC" w:rsidRPr="000E09EC" w:rsidRDefault="000E09EC" w:rsidP="00192805">
      <w:pPr>
        <w:pStyle w:val="libCenterBold2"/>
      </w:pPr>
      <w:r>
        <w:t xml:space="preserve">your trick had been discovered, you should know that, </w:t>
      </w:r>
    </w:p>
    <w:p w:rsidR="000E09EC" w:rsidRDefault="000E09EC" w:rsidP="00192805">
      <w:pPr>
        <w:pStyle w:val="libCenterBold2"/>
      </w:pPr>
      <w:r>
        <w:t>those who are too clever sometimes over reach themselves.”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3" w:name="_Toc382223512"/>
      <w:r>
        <w:lastRenderedPageBreak/>
        <w:t>THE ANT AND THE GRASSHOPPER</w:t>
      </w:r>
      <w:bookmarkEnd w:id="43"/>
    </w:p>
    <w:p w:rsidR="000E09EC" w:rsidRPr="000E09EC" w:rsidRDefault="000E09EC" w:rsidP="00B44A1D">
      <w:pPr>
        <w:pStyle w:val="libCenter"/>
      </w:pPr>
      <w:r>
        <w:t xml:space="preserve">One cold, frosty day in the middle of winter a colony </w:t>
      </w:r>
    </w:p>
    <w:p w:rsidR="000E09EC" w:rsidRPr="000E09EC" w:rsidRDefault="000E09EC" w:rsidP="00B44A1D">
      <w:pPr>
        <w:pStyle w:val="libCenter"/>
      </w:pPr>
      <w:r>
        <w:t>of ants was busy drying out some, grains of corn, which</w:t>
      </w:r>
    </w:p>
    <w:p w:rsidR="000E09EC" w:rsidRDefault="000E09EC" w:rsidP="00B44A1D">
      <w:pPr>
        <w:pStyle w:val="libCenter"/>
      </w:pPr>
      <w:r>
        <w:t>had grown damp during the wet autumn weather.</w:t>
      </w:r>
    </w:p>
    <w:p w:rsidR="000E09EC" w:rsidRPr="000E09EC" w:rsidRDefault="000E09EC" w:rsidP="00B44A1D">
      <w:pPr>
        <w:pStyle w:val="libCenter"/>
      </w:pPr>
      <w:r>
        <w:t>A grasshopper half dead with cold and hunger, came</w:t>
      </w:r>
    </w:p>
    <w:p w:rsidR="000E09EC" w:rsidRPr="000E09EC" w:rsidRDefault="000E09EC" w:rsidP="00B44A1D">
      <w:pPr>
        <w:pStyle w:val="libCenter"/>
      </w:pPr>
      <w:r>
        <w:t>up to one of the ants. “Please give me a grail or two</w:t>
      </w:r>
    </w:p>
    <w:p w:rsidR="000E09EC" w:rsidRDefault="000E09EC" w:rsidP="00B44A1D">
      <w:pPr>
        <w:pStyle w:val="libCenter"/>
      </w:pPr>
      <w:r>
        <w:t>from your store of corn to save my life,” he said faintly.</w:t>
      </w:r>
    </w:p>
    <w:p w:rsidR="000E09EC" w:rsidRPr="000E09EC" w:rsidRDefault="000E09EC" w:rsidP="00B44A1D">
      <w:pPr>
        <w:pStyle w:val="libCenter"/>
      </w:pPr>
      <w:r>
        <w:t xml:space="preserve">“We worked day and night to get this corn in. </w:t>
      </w:r>
    </w:p>
    <w:p w:rsidR="000E09EC" w:rsidRPr="000E09EC" w:rsidRDefault="000E09EC" w:rsidP="00B44A1D">
      <w:pPr>
        <w:pStyle w:val="libCenter"/>
      </w:pPr>
      <w:r>
        <w:t>Why should I give it to you?” asked the ant crossly.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hatever were you doing all last summer when you</w:t>
      </w:r>
    </w:p>
    <w:p w:rsidR="000E09EC" w:rsidRDefault="000E09EC" w:rsidP="00B44A1D">
      <w:pPr>
        <w:pStyle w:val="libCenter"/>
      </w:pPr>
      <w:r>
        <w:t>should have been gathering your food?”</w:t>
      </w:r>
    </w:p>
    <w:p w:rsidR="000E09EC" w:rsidRPr="000E09EC" w:rsidRDefault="000E09EC" w:rsidP="00B44A1D">
      <w:pPr>
        <w:pStyle w:val="libCenter"/>
      </w:pPr>
      <w:r>
        <w:t>Oh I didn’t have time for things like that, said the</w:t>
      </w:r>
    </w:p>
    <w:p w:rsidR="000E09EC" w:rsidRDefault="000E09EC" w:rsidP="00B44A1D">
      <w:pPr>
        <w:pStyle w:val="libCenter"/>
      </w:pPr>
      <w:r>
        <w:t>grasshopper. “I was far too busy singing to carry corn about.”</w:t>
      </w:r>
    </w:p>
    <w:p w:rsidR="000E09EC" w:rsidRPr="000E09EC" w:rsidRDefault="000E09EC" w:rsidP="00B44A1D">
      <w:pPr>
        <w:pStyle w:val="libCenter"/>
      </w:pPr>
      <w:r>
        <w:t>The ant laughed I unkindly. “In that case you can sing all winter as far as I am concerned,” he said.</w:t>
      </w:r>
    </w:p>
    <w:p w:rsidR="000E09EC" w:rsidRDefault="000E09EC" w:rsidP="00B44A1D">
      <w:pPr>
        <w:pStyle w:val="libCenter"/>
      </w:pPr>
      <w:r>
        <w:t>And without another word he turned back to his work.</w:t>
      </w:r>
    </w:p>
    <w:p w:rsidR="000E09EC" w:rsidRPr="000E09EC" w:rsidRDefault="000E09EC" w:rsidP="00192805">
      <w:pPr>
        <w:pStyle w:val="libCenterBold2"/>
      </w:pPr>
      <w:r>
        <w:t>Islam teaches us that we should help the less fortunate. But it also teaches us that we</w:t>
      </w:r>
    </w:p>
    <w:p w:rsidR="000E09EC" w:rsidRDefault="000E09EC" w:rsidP="00192805">
      <w:pPr>
        <w:pStyle w:val="libCenterBold2"/>
      </w:pPr>
      <w:r>
        <w:t>must work hard and not rely on the kindness of others for our daily needs.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44" w:name="_Toc382223513"/>
      <w:r>
        <w:lastRenderedPageBreak/>
        <w:t>THE FOX WHO GOT CAUGHT IN THE TREE TRUNK</w:t>
      </w:r>
      <w:bookmarkEnd w:id="44"/>
    </w:p>
    <w:p w:rsidR="000E09EC" w:rsidRPr="000E09EC" w:rsidRDefault="000E09EC" w:rsidP="00B44A1D">
      <w:pPr>
        <w:pStyle w:val="libCenter"/>
      </w:pPr>
      <w:r>
        <w:t xml:space="preserve">Once upon a time, there was a hungry fox that was looking for something to ear. He was very </w:t>
      </w:r>
    </w:p>
    <w:p w:rsidR="000E09EC" w:rsidRPr="000E09EC" w:rsidRDefault="000E09EC" w:rsidP="00B44A1D">
      <w:pPr>
        <w:pStyle w:val="libCenter"/>
      </w:pPr>
      <w:r>
        <w:t>hungry. No matter how hard he tried, the fox could not find food. Finally he went to the edge of the</w:t>
      </w:r>
    </w:p>
    <w:p w:rsidR="000E09EC" w:rsidRDefault="000E09EC" w:rsidP="00B44A1D">
      <w:pPr>
        <w:pStyle w:val="libCenter"/>
      </w:pPr>
      <w:r>
        <w:t>forest and searched there for food. Suddenly he caught sight of a big tree with a hole in it.</w:t>
      </w:r>
    </w:p>
    <w:p w:rsidR="000E09EC" w:rsidRPr="000E09EC" w:rsidRDefault="000E09EC" w:rsidP="00B44A1D">
      <w:pPr>
        <w:pStyle w:val="libCenter"/>
      </w:pPr>
      <w:r>
        <w:t>Inside the hole was a package. The hungry fox immediately thought that there might be food in it,</w:t>
      </w:r>
    </w:p>
    <w:p w:rsidR="000E09EC" w:rsidRPr="000E09EC" w:rsidRDefault="000E09EC" w:rsidP="00B44A1D">
      <w:pPr>
        <w:pStyle w:val="libCenter"/>
      </w:pPr>
      <w:r>
        <w:t>and he became very happy. He jumped into the hole and when he</w:t>
      </w:r>
    </w:p>
    <w:p w:rsidR="000E09EC" w:rsidRPr="000E09EC" w:rsidRDefault="000E09EC" w:rsidP="00B44A1D">
      <w:pPr>
        <w:pStyle w:val="libCenter"/>
      </w:pPr>
      <w:r>
        <w:t>opened the package, he saw there were a lot of food, bread, meat</w:t>
      </w:r>
    </w:p>
    <w:p w:rsidR="000E09EC" w:rsidRDefault="000E09EC" w:rsidP="00B44A1D">
      <w:pPr>
        <w:pStyle w:val="libCenter"/>
      </w:pPr>
      <w:r>
        <w:t>and fruit in it!</w:t>
      </w:r>
    </w:p>
    <w:p w:rsidR="000E09EC" w:rsidRPr="000E09EC" w:rsidRDefault="000E09EC" w:rsidP="00B44A1D">
      <w:pPr>
        <w:pStyle w:val="libCenter"/>
      </w:pPr>
      <w:r>
        <w:t>An old woodcutter had placed the food in the tree trunk while he</w:t>
      </w:r>
    </w:p>
    <w:p w:rsidR="000E09EC" w:rsidRDefault="000E09EC" w:rsidP="00B44A1D">
      <w:pPr>
        <w:pStyle w:val="libCenter"/>
      </w:pPr>
      <w:r>
        <w:t>cut down trees in the forest. He was going to eat it for his lunch.</w:t>
      </w:r>
    </w:p>
    <w:p w:rsidR="000E09EC" w:rsidRPr="000E09EC" w:rsidRDefault="000E09EC" w:rsidP="00B44A1D">
      <w:pPr>
        <w:pStyle w:val="libCenter"/>
      </w:pPr>
      <w:r>
        <w:t>The fox happily began to eat. After the fox had finished eating, he</w:t>
      </w:r>
    </w:p>
    <w:p w:rsidR="000E09EC" w:rsidRPr="000E09EC" w:rsidRDefault="000E09EC" w:rsidP="00B44A1D">
      <w:pPr>
        <w:pStyle w:val="libCenter"/>
      </w:pPr>
      <w:r>
        <w:t>felt thirsty and decided to leave the trunk and drink some water</w:t>
      </w:r>
    </w:p>
    <w:p w:rsidR="000E09EC" w:rsidRPr="000E09EC" w:rsidRDefault="000E09EC" w:rsidP="00B44A1D">
      <w:pPr>
        <w:pStyle w:val="libCenter"/>
      </w:pPr>
      <w:r>
        <w:t>from a nearby spring. However, no matter how hard he tried, he</w:t>
      </w:r>
    </w:p>
    <w:p w:rsidR="000E09EC" w:rsidRPr="000E09EC" w:rsidRDefault="000E09EC" w:rsidP="00B44A1D">
      <w:pPr>
        <w:pStyle w:val="libCenter"/>
      </w:pPr>
      <w:r>
        <w:t>could not get out of the hole. Do you know why? Yes, the fox had</w:t>
      </w:r>
    </w:p>
    <w:p w:rsidR="000E09EC" w:rsidRDefault="000E09EC" w:rsidP="00B44A1D">
      <w:pPr>
        <w:pStyle w:val="libCenter"/>
      </w:pPr>
      <w:r>
        <w:t>eaten so much food that he became too big to fit through the hole.</w:t>
      </w:r>
    </w:p>
    <w:p w:rsidR="000E09EC" w:rsidRPr="000E09EC" w:rsidRDefault="000E09EC" w:rsidP="00B44A1D">
      <w:pPr>
        <w:pStyle w:val="libCenter"/>
      </w:pPr>
      <w:r>
        <w:t>The fox was very sad and upset. He told himself, “I wish that I had</w:t>
      </w:r>
    </w:p>
    <w:p w:rsidR="000E09EC" w:rsidRDefault="000E09EC" w:rsidP="00B44A1D">
      <w:pPr>
        <w:pStyle w:val="libCenter"/>
      </w:pPr>
      <w:r>
        <w:t>thought a little before jumping into the hole.”</w:t>
      </w:r>
    </w:p>
    <w:p w:rsidR="000E09EC" w:rsidRPr="000E09EC" w:rsidRDefault="000E09EC" w:rsidP="00192805">
      <w:pPr>
        <w:pStyle w:val="libCenterBold2"/>
      </w:pPr>
      <w:r>
        <w:t xml:space="preserve">Yes children, this is the result of doing something </w:t>
      </w:r>
    </w:p>
    <w:p w:rsidR="000E09EC" w:rsidRDefault="000E09EC" w:rsidP="00192805">
      <w:pPr>
        <w:pStyle w:val="libCenterBold2"/>
      </w:pPr>
      <w:r>
        <w:t>without thinking about it first.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5" w:name="_Toc382223514"/>
      <w:r>
        <w:lastRenderedPageBreak/>
        <w:t>CATS AND ROOSTERS</w:t>
      </w:r>
      <w:bookmarkEnd w:id="45"/>
    </w:p>
    <w:p w:rsidR="000E09EC" w:rsidRPr="000E09EC" w:rsidRDefault="000E09EC" w:rsidP="00B44A1D">
      <w:pPr>
        <w:pStyle w:val="libCenter"/>
      </w:pPr>
      <w:r>
        <w:t>Once upon a time in Africa, roosters ruled cats. The cats worked</w:t>
      </w:r>
    </w:p>
    <w:p w:rsidR="000E09EC" w:rsidRPr="000E09EC" w:rsidRDefault="000E09EC" w:rsidP="00B44A1D">
      <w:pPr>
        <w:pStyle w:val="libCenter"/>
      </w:pPr>
      <w:r>
        <w:t>hard all day and at night they had to bring all they had gathered for</w:t>
      </w:r>
    </w:p>
    <w:p w:rsidR="000E09EC" w:rsidRPr="000E09EC" w:rsidRDefault="000E09EC" w:rsidP="00B44A1D">
      <w:pPr>
        <w:pStyle w:val="libCenter"/>
      </w:pPr>
      <w:r>
        <w:t>the roosters. The king of the roosters would take all the food for</w:t>
      </w:r>
    </w:p>
    <w:p w:rsidR="000E09EC" w:rsidRDefault="000E09EC" w:rsidP="00B44A1D">
      <w:pPr>
        <w:pStyle w:val="libCenter"/>
      </w:pPr>
      <w:r>
        <w:t>himself and for the other roosters.</w:t>
      </w:r>
    </w:p>
    <w:p w:rsidR="000E09EC" w:rsidRPr="000E09EC" w:rsidRDefault="000E09EC" w:rsidP="00B44A1D">
      <w:pPr>
        <w:pStyle w:val="libCenter"/>
      </w:pPr>
      <w:r>
        <w:t>The roosters loved to eat ants. Thus, every cat had a purse hung</w:t>
      </w:r>
    </w:p>
    <w:p w:rsidR="000E09EC" w:rsidRPr="000E09EC" w:rsidRDefault="000E09EC" w:rsidP="00B44A1D">
      <w:pPr>
        <w:pStyle w:val="libCenter"/>
      </w:pPr>
      <w:r>
        <w:t>round its neck, which it filled with ants for the king of the roosters.</w:t>
      </w:r>
    </w:p>
    <w:p w:rsidR="000E09EC" w:rsidRPr="000E09EC" w:rsidRDefault="000E09EC" w:rsidP="00B44A1D">
      <w:pPr>
        <w:pStyle w:val="libCenter"/>
      </w:pPr>
      <w:r>
        <w:t>The cats did not like the situation. They wanted to rid themselves of</w:t>
      </w:r>
    </w:p>
    <w:p w:rsidR="000E09EC" w:rsidRPr="000E09EC" w:rsidRDefault="000E09EC" w:rsidP="00B44A1D">
      <w:pPr>
        <w:pStyle w:val="libCenter"/>
      </w:pPr>
      <w:r>
        <w:t>the king so that the food they gathered through hard work and great</w:t>
      </w:r>
    </w:p>
    <w:p w:rsidR="000E09EC" w:rsidRDefault="000E09EC" w:rsidP="00B44A1D">
      <w:pPr>
        <w:pStyle w:val="libCenter"/>
      </w:pPr>
      <w:r>
        <w:t>difficulty would be their own. But they were afraid of the roosters.</w:t>
      </w:r>
    </w:p>
    <w:p w:rsidR="000E09EC" w:rsidRPr="000E09EC" w:rsidRDefault="000E09EC" w:rsidP="00B44A1D">
      <w:pPr>
        <w:pStyle w:val="libCenter"/>
      </w:pPr>
      <w:r>
        <w:t>The roosters had told the cats that rooster’s combs were made out of fire and that the fire of their</w:t>
      </w:r>
    </w:p>
    <w:p w:rsidR="000E09EC" w:rsidRPr="000E09EC" w:rsidRDefault="000E09EC" w:rsidP="00B44A1D">
      <w:pPr>
        <w:pStyle w:val="libCenter"/>
      </w:pPr>
      <w:r>
        <w:t>combs would burn anyone who disobeyed them! The cats believed them and therefore worked from</w:t>
      </w:r>
    </w:p>
    <w:p w:rsidR="000E09EC" w:rsidRDefault="000E09EC" w:rsidP="00B44A1D">
      <w:pPr>
        <w:pStyle w:val="libCenter"/>
      </w:pPr>
      <w:r>
        <w:t>early morning until night for the roosters.</w:t>
      </w:r>
    </w:p>
    <w:p w:rsidR="000E09EC" w:rsidRPr="000E09EC" w:rsidRDefault="000E09EC" w:rsidP="00B44A1D">
      <w:pPr>
        <w:pStyle w:val="libCenter"/>
      </w:pPr>
      <w:r>
        <w:t>One night, the fire on the house of Mrs. Cat went out. She told her kitten, Fluffy, to bring some fire</w:t>
      </w:r>
    </w:p>
    <w:p w:rsidR="000E09EC" w:rsidRPr="000E09EC" w:rsidRDefault="000E09EC" w:rsidP="00B44A1D">
      <w:pPr>
        <w:pStyle w:val="libCenter"/>
      </w:pPr>
      <w:r>
        <w:t>from Mr. Rooster’s house. When Fluffy went into the house of the rooster, she saw that Mr. Rooster</w:t>
      </w:r>
    </w:p>
    <w:p w:rsidR="000E09EC" w:rsidRPr="000E09EC" w:rsidRDefault="000E09EC" w:rsidP="00B44A1D">
      <w:pPr>
        <w:pStyle w:val="libCenter"/>
      </w:pPr>
      <w:r>
        <w:t>was fast asleep, his stomach swollen with the ants he had eaten. The kitten was afraid to wake the</w:t>
      </w:r>
    </w:p>
    <w:p w:rsidR="000E09EC" w:rsidRDefault="000E09EC" w:rsidP="00B44A1D">
      <w:pPr>
        <w:pStyle w:val="libCenter"/>
      </w:pPr>
      <w:r>
        <w:t>rooster, so she returned home empty handed and told her mother what had happened.</w:t>
      </w:r>
    </w:p>
    <w:p w:rsidR="000E09EC" w:rsidRPr="000E09EC" w:rsidRDefault="000E09EC" w:rsidP="00B44A1D">
      <w:pPr>
        <w:pStyle w:val="libCenter"/>
      </w:pPr>
      <w:r>
        <w:t>Mrs. Cat said, “Now that the rooster is asleep, gather some dry twigs and place them near his comb.</w:t>
      </w:r>
    </w:p>
    <w:p w:rsidR="000E09EC" w:rsidRDefault="000E09EC" w:rsidP="00B44A1D">
      <w:pPr>
        <w:pStyle w:val="libCenter"/>
      </w:pPr>
      <w:r>
        <w:t>As soon as the twigs catch fire, bring them home.”</w:t>
      </w:r>
    </w:p>
    <w:p w:rsidR="000E09EC" w:rsidRPr="000E09EC" w:rsidRDefault="000E09EC" w:rsidP="00B44A1D">
      <w:pPr>
        <w:pStyle w:val="libCenter"/>
      </w:pPr>
      <w:r>
        <w:t>Fluffy gathered some dry twigs and took them to the rooster’s house. He was still asleep. Fluffy</w:t>
      </w:r>
    </w:p>
    <w:p w:rsidR="000E09EC" w:rsidRPr="000E09EC" w:rsidRDefault="000E09EC" w:rsidP="00B44A1D">
      <w:pPr>
        <w:pStyle w:val="libCenter"/>
      </w:pPr>
      <w:r>
        <w:t>fearfully put the dry twigs near the rooster’s comb but it was no use, the twigs did not catch fire.</w:t>
      </w:r>
    </w:p>
    <w:p w:rsidR="000E09EC" w:rsidRPr="000E09EC" w:rsidRDefault="000E09EC" w:rsidP="00B44A1D">
      <w:pPr>
        <w:pStyle w:val="libCenter"/>
      </w:pPr>
      <w:r>
        <w:t>Fluffy rubbed the twigs against the rooster’s comb again but it was no use they would not catch fire.</w:t>
      </w:r>
    </w:p>
    <w:p w:rsidR="000E09EC" w:rsidRPr="000E09EC" w:rsidRDefault="000E09EC" w:rsidP="00B44A1D">
      <w:pPr>
        <w:pStyle w:val="libCenter"/>
      </w:pPr>
      <w:r>
        <w:t>Fluffy returned home without any fire and told her mother, “The roost’s comb does not set twigs on</w:t>
      </w:r>
    </w:p>
    <w:p w:rsidR="000E09EC" w:rsidRPr="000E09EC" w:rsidRDefault="000E09EC" w:rsidP="00B44A1D">
      <w:pPr>
        <w:pStyle w:val="libCenter"/>
      </w:pPr>
      <w:r>
        <w:t>fire.” Mrs. Cat answered “Why can’t you do anything right! Come with me I’ll show you how to</w:t>
      </w:r>
    </w:p>
    <w:p w:rsidR="000E09EC" w:rsidRDefault="000E09EC" w:rsidP="00B44A1D">
      <w:pPr>
        <w:pStyle w:val="libCenter"/>
      </w:pPr>
      <w:r>
        <w:t>make fire with the rooster’s comb.” So together they went to the house of Mr. Rooster.</w:t>
      </w:r>
    </w:p>
    <w:p w:rsidR="000E09EC" w:rsidRPr="000E09EC" w:rsidRDefault="000E09EC" w:rsidP="00B44A1D">
      <w:pPr>
        <w:pStyle w:val="libCenter"/>
      </w:pPr>
      <w:r>
        <w:t>He was still asleep. Mrs. Cat put the twigs as near to the rooster’s comb as she could. But the twigs</w:t>
      </w:r>
    </w:p>
    <w:p w:rsidR="000E09EC" w:rsidRPr="000E09EC" w:rsidRDefault="000E09EC" w:rsidP="00B44A1D">
      <w:pPr>
        <w:pStyle w:val="libCenter"/>
      </w:pPr>
      <w:r>
        <w:t>did not catch fire. Then, shaking with fear, she put her paw near the rooster’s comb and gently</w:t>
      </w:r>
    </w:p>
    <w:p w:rsidR="000E09EC" w:rsidRDefault="000E09EC" w:rsidP="00B44A1D">
      <w:pPr>
        <w:pStyle w:val="libCenter"/>
      </w:pPr>
      <w:r>
        <w:t>touched it. To her surprise, the comb was not hot, it was very cold, and it was just red colored.</w:t>
      </w:r>
    </w:p>
    <w:p w:rsidR="000E09EC" w:rsidRPr="000E09EC" w:rsidRDefault="000E09EC" w:rsidP="00B44A1D">
      <w:pPr>
        <w:pStyle w:val="libCenter"/>
      </w:pPr>
      <w:r>
        <w:t>As soon as Mrs. Cat realized that the roosters had lied to the cats about their combs, she joyfully</w:t>
      </w:r>
    </w:p>
    <w:p w:rsidR="000E09EC" w:rsidRPr="000E09EC" w:rsidRDefault="000E09EC" w:rsidP="00B44A1D">
      <w:pPr>
        <w:pStyle w:val="libCenter"/>
      </w:pPr>
      <w:r>
        <w:t>went out and told the other cats about the rooster’s tricks. From that day on, the cats no longer</w:t>
      </w:r>
    </w:p>
    <w:p w:rsidR="000E09EC" w:rsidRDefault="000E09EC" w:rsidP="00B44A1D">
      <w:pPr>
        <w:pStyle w:val="libCenter"/>
      </w:pPr>
      <w:r>
        <w:t>worked for the roosters.</w:t>
      </w:r>
    </w:p>
    <w:p w:rsidR="000E09EC" w:rsidRPr="000E09EC" w:rsidRDefault="000E09EC" w:rsidP="00B44A1D">
      <w:pPr>
        <w:pStyle w:val="libCenter"/>
      </w:pPr>
      <w:r>
        <w:t>At first, the king of the roosters became very angry and said to the cats; “I will burn all of your</w:t>
      </w:r>
    </w:p>
    <w:p w:rsidR="000E09EC" w:rsidRDefault="000E09EC" w:rsidP="00B44A1D">
      <w:pPr>
        <w:pStyle w:val="libCenter"/>
      </w:pPr>
      <w:r>
        <w:lastRenderedPageBreak/>
        <w:t>houses if you do not work for me!”</w:t>
      </w:r>
    </w:p>
    <w:p w:rsidR="000E09EC" w:rsidRPr="000E09EC" w:rsidRDefault="000E09EC" w:rsidP="00B44A1D">
      <w:pPr>
        <w:pStyle w:val="libCenter"/>
      </w:pPr>
      <w:r>
        <w:t xml:space="preserve">But the cats said, “Your comb is not made of fire. It is just the color of fire. </w:t>
      </w:r>
    </w:p>
    <w:p w:rsidR="000E09EC" w:rsidRDefault="000E09EC" w:rsidP="00B44A1D">
      <w:pPr>
        <w:pStyle w:val="libCenter"/>
      </w:pPr>
      <w:r>
        <w:t>We touched it when you were sleep. You lied to us.”</w:t>
      </w:r>
    </w:p>
    <w:p w:rsidR="000E09EC" w:rsidRPr="000E09EC" w:rsidRDefault="000E09EC" w:rsidP="00192805">
      <w:pPr>
        <w:pStyle w:val="libCenterBold2"/>
      </w:pPr>
      <w:r>
        <w:t>When the king of the roosters found out that the cats knew that he had</w:t>
      </w:r>
    </w:p>
    <w:p w:rsidR="000E09EC" w:rsidRPr="000E09EC" w:rsidRDefault="000E09EC" w:rsidP="00192805">
      <w:pPr>
        <w:pStyle w:val="libCenterBold2"/>
      </w:pPr>
      <w:r>
        <w:t>lied to them, he ran away. Now, whenever roosters see a cat, they scurry</w:t>
      </w:r>
    </w:p>
    <w:p w:rsidR="000E09EC" w:rsidRDefault="000E09EC" w:rsidP="00192805">
      <w:pPr>
        <w:pStyle w:val="libCenterBold2"/>
      </w:pPr>
      <w:r>
        <w:t>away, because to this very day they are afraid of cats.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6" w:name="_Toc382223515"/>
      <w:r>
        <w:lastRenderedPageBreak/>
        <w:t>THE PROUD RED ROSE</w:t>
      </w:r>
      <w:bookmarkEnd w:id="46"/>
    </w:p>
    <w:p w:rsidR="000E09EC" w:rsidRPr="000E09EC" w:rsidRDefault="000E09EC" w:rsidP="00B44A1D">
      <w:pPr>
        <w:pStyle w:val="libCenter"/>
      </w:pPr>
      <w:r>
        <w:t>One beautiful spring day a red rose blossomed in a forest. Many</w:t>
      </w:r>
    </w:p>
    <w:p w:rsidR="000E09EC" w:rsidRPr="000E09EC" w:rsidRDefault="000E09EC" w:rsidP="00B44A1D">
      <w:pPr>
        <w:pStyle w:val="libCenter"/>
      </w:pPr>
      <w:r>
        <w:t xml:space="preserve">kinds of trees and plants grew there. As the rose looked around, </w:t>
      </w:r>
    </w:p>
    <w:p w:rsidR="000E09EC" w:rsidRPr="000E09EC" w:rsidRDefault="000E09EC" w:rsidP="00B44A1D">
      <w:pPr>
        <w:pStyle w:val="libCenter"/>
      </w:pPr>
      <w:r>
        <w:t>a pine tree nearby said, “What a beautiful flower. I wish I was that</w:t>
      </w:r>
    </w:p>
    <w:p w:rsidR="000E09EC" w:rsidRPr="000E09EC" w:rsidRDefault="000E09EC" w:rsidP="00B44A1D">
      <w:pPr>
        <w:pStyle w:val="libCenter"/>
      </w:pPr>
      <w:r>
        <w:t>lovely.” Another tree said, “Dear pine, do not be sad, we can not</w:t>
      </w:r>
    </w:p>
    <w:p w:rsidR="000E09EC" w:rsidRDefault="000E09EC" w:rsidP="00B44A1D">
      <w:pPr>
        <w:pStyle w:val="libCenter"/>
      </w:pPr>
      <w:r>
        <w:t>have everything.”</w:t>
      </w:r>
    </w:p>
    <w:p w:rsidR="000E09EC" w:rsidRPr="000E09EC" w:rsidRDefault="000E09EC" w:rsidP="00B44A1D">
      <w:pPr>
        <w:pStyle w:val="libCenter"/>
      </w:pPr>
      <w:r>
        <w:t>The rose turned its head and remarked, “It seems that I am the</w:t>
      </w:r>
    </w:p>
    <w:p w:rsidR="000E09EC" w:rsidRPr="000E09EC" w:rsidRDefault="000E09EC" w:rsidP="00B44A1D">
      <w:pPr>
        <w:pStyle w:val="libCenter"/>
      </w:pPr>
      <w:r>
        <w:t>most beautiful plant in this forest.” A sunflower raised its yellow</w:t>
      </w:r>
    </w:p>
    <w:p w:rsidR="000E09EC" w:rsidRPr="000E09EC" w:rsidRDefault="000E09EC" w:rsidP="00B44A1D">
      <w:pPr>
        <w:pStyle w:val="libCenter"/>
      </w:pPr>
      <w:r>
        <w:t>head and asked, “Why do you say that? In this forest there are</w:t>
      </w:r>
    </w:p>
    <w:p w:rsidR="000E09EC" w:rsidRPr="000E09EC" w:rsidRDefault="000E09EC" w:rsidP="00B44A1D">
      <w:pPr>
        <w:pStyle w:val="libCenter"/>
      </w:pPr>
      <w:r>
        <w:t>many beautiful plants. You are just one of them.” The red rose</w:t>
      </w:r>
    </w:p>
    <w:p w:rsidR="000E09EC" w:rsidRPr="000E09EC" w:rsidRDefault="000E09EC" w:rsidP="00B44A1D">
      <w:pPr>
        <w:pStyle w:val="libCenter"/>
      </w:pPr>
      <w:r>
        <w:t xml:space="preserve">replied, “I see everyone looking at me and admiring me.” Then </w:t>
      </w:r>
    </w:p>
    <w:p w:rsidR="000E09EC" w:rsidRPr="000E09EC" w:rsidRDefault="000E09EC" w:rsidP="00B44A1D">
      <w:pPr>
        <w:pStyle w:val="libCenter"/>
      </w:pPr>
      <w:r>
        <w:t xml:space="preserve">the rose looked at a cactus and said, “Look at that ugly plant full </w:t>
      </w:r>
    </w:p>
    <w:p w:rsidR="000E09EC" w:rsidRPr="000E09EC" w:rsidRDefault="000E09EC" w:rsidP="00B44A1D">
      <w:pPr>
        <w:pStyle w:val="libCenter"/>
      </w:pPr>
      <w:r>
        <w:t>of thorns!” The pine tree said, “Red rose, what kind of talk is this?</w:t>
      </w:r>
    </w:p>
    <w:p w:rsidR="000E09EC" w:rsidRDefault="000E09EC" w:rsidP="00B44A1D">
      <w:pPr>
        <w:pStyle w:val="libCenter"/>
      </w:pPr>
      <w:r>
        <w:t>Who can say what beauty is? You have thorns too.”</w:t>
      </w:r>
    </w:p>
    <w:p w:rsidR="000E09EC" w:rsidRPr="000E09EC" w:rsidRDefault="000E09EC" w:rsidP="00B44A1D">
      <w:pPr>
        <w:pStyle w:val="libCenter"/>
      </w:pPr>
      <w:r>
        <w:t>The proud red rose looked angrily at the pine and said, “I thought</w:t>
      </w:r>
    </w:p>
    <w:p w:rsidR="000E09EC" w:rsidRPr="000E09EC" w:rsidRDefault="000E09EC" w:rsidP="00B44A1D">
      <w:pPr>
        <w:pStyle w:val="libCenter"/>
      </w:pPr>
      <w:r>
        <w:t>you had good taste! You do not know what beauty is at all. You can</w:t>
      </w:r>
    </w:p>
    <w:p w:rsidR="000E09EC" w:rsidRDefault="000E09EC" w:rsidP="00B44A1D">
      <w:pPr>
        <w:pStyle w:val="libCenter"/>
      </w:pPr>
      <w:r>
        <w:t>not compare my thorns to that of the cactus.”</w:t>
      </w:r>
    </w:p>
    <w:p w:rsidR="000E09EC" w:rsidRDefault="000E09EC" w:rsidP="00B44A1D">
      <w:pPr>
        <w:pStyle w:val="libCenter"/>
      </w:pPr>
      <w:r>
        <w:t>“What a proud flower”, thought the trees.</w:t>
      </w:r>
    </w:p>
    <w:p w:rsidR="000E09EC" w:rsidRPr="000E09EC" w:rsidRDefault="000E09EC" w:rsidP="00B44A1D">
      <w:pPr>
        <w:pStyle w:val="libCenter"/>
      </w:pPr>
      <w:r>
        <w:t>The rose tried to move its roots away from the cactus, but it could not move. As the days passed,</w:t>
      </w:r>
    </w:p>
    <w:p w:rsidR="000E09EC" w:rsidRPr="000E09EC" w:rsidRDefault="000E09EC" w:rsidP="00B44A1D">
      <w:pPr>
        <w:pStyle w:val="libCenter"/>
      </w:pPr>
      <w:r>
        <w:t xml:space="preserve">the red rose would look at the cactus and say insulting things, like: This plant is useless? </w:t>
      </w:r>
    </w:p>
    <w:p w:rsidR="000E09EC" w:rsidRDefault="000E09EC" w:rsidP="00B44A1D">
      <w:pPr>
        <w:pStyle w:val="libCenter"/>
      </w:pPr>
      <w:r>
        <w:t>How sorry I am to be his neighbor.</w:t>
      </w:r>
    </w:p>
    <w:p w:rsidR="000E09EC" w:rsidRPr="000E09EC" w:rsidRDefault="000E09EC" w:rsidP="00B44A1D">
      <w:pPr>
        <w:pStyle w:val="libCenter"/>
      </w:pPr>
      <w:r>
        <w:t xml:space="preserve">The cactus never got upset and he even tried to advise the rose, saying, </w:t>
      </w:r>
    </w:p>
    <w:p w:rsidR="000E09EC" w:rsidRDefault="000E09EC" w:rsidP="00B44A1D">
      <w:pPr>
        <w:pStyle w:val="libCenter"/>
      </w:pPr>
      <w:r w:rsidRPr="000E09EC">
        <w:t>“G</w:t>
      </w:r>
      <w:r w:rsidRPr="00C7518C">
        <w:t>od did not create any form of life without a purpose.”</w:t>
      </w:r>
    </w:p>
    <w:p w:rsidR="000E09EC" w:rsidRPr="000E09EC" w:rsidRDefault="000E09EC" w:rsidP="00B44A1D">
      <w:pPr>
        <w:pStyle w:val="libCenter"/>
      </w:pPr>
      <w:r>
        <w:t>Spring passed, and the weather became very warm. Life became difficult in the forest, as the plants</w:t>
      </w:r>
    </w:p>
    <w:p w:rsidR="000E09EC" w:rsidRPr="000E09EC" w:rsidRDefault="000E09EC" w:rsidP="00B44A1D">
      <w:pPr>
        <w:pStyle w:val="libCenter"/>
      </w:pPr>
      <w:r>
        <w:t xml:space="preserve">and animals needed water and no rain fell. The red rose began to wilt. One day the rose saw </w:t>
      </w:r>
    </w:p>
    <w:p w:rsidR="000E09EC" w:rsidRPr="000E09EC" w:rsidRDefault="000E09EC" w:rsidP="00B44A1D">
      <w:pPr>
        <w:pStyle w:val="libCenter"/>
      </w:pPr>
      <w:r>
        <w:t>sparrows stick their beaks into the cactus and then fly away, refreshed. This was puzzling, and the</w:t>
      </w:r>
    </w:p>
    <w:p w:rsidR="000E09EC" w:rsidRPr="000E09EC" w:rsidRDefault="000E09EC" w:rsidP="00B44A1D">
      <w:pPr>
        <w:pStyle w:val="libCenter"/>
      </w:pPr>
      <w:r>
        <w:t>red rose asked the pine tree what the birds were doing. The pine tree explained that the birds got</w:t>
      </w:r>
    </w:p>
    <w:p w:rsidR="000E09EC" w:rsidRDefault="000E09EC" w:rsidP="00B44A1D">
      <w:pPr>
        <w:pStyle w:val="libCenter"/>
      </w:pPr>
      <w:r>
        <w:t>water from the cactus. “Does it not hurt when they make holes?” asked the rose.</w:t>
      </w:r>
    </w:p>
    <w:p w:rsidR="000E09EC" w:rsidRDefault="000E09EC" w:rsidP="00B44A1D">
      <w:pPr>
        <w:pStyle w:val="libCenter"/>
      </w:pPr>
      <w:r>
        <w:t>“Yes, but the cactus does not like to see any birds suffer,” replied the pine.</w:t>
      </w:r>
    </w:p>
    <w:p w:rsidR="000E09EC" w:rsidRDefault="000E09EC" w:rsidP="00B44A1D">
      <w:pPr>
        <w:pStyle w:val="libCenter"/>
      </w:pPr>
      <w:r>
        <w:t>The rose opened its eyes in wonder and said, “The cactus has water?”</w:t>
      </w:r>
    </w:p>
    <w:p w:rsidR="000E09EC" w:rsidRPr="000E09EC" w:rsidRDefault="000E09EC" w:rsidP="00B44A1D">
      <w:pPr>
        <w:pStyle w:val="libCenter"/>
      </w:pPr>
      <w:r>
        <w:t>“Yes you can also drink from it. The sparrow can bring</w:t>
      </w:r>
    </w:p>
    <w:p w:rsidR="000E09EC" w:rsidRDefault="000E09EC" w:rsidP="00B44A1D">
      <w:pPr>
        <w:pStyle w:val="libCenter"/>
      </w:pPr>
      <w:r>
        <w:t>water to you if you ask the cactus for help.”</w:t>
      </w:r>
    </w:p>
    <w:p w:rsidR="000E09EC" w:rsidRPr="000E09EC" w:rsidRDefault="000E09EC" w:rsidP="00192805">
      <w:pPr>
        <w:pStyle w:val="libCenterBold2"/>
      </w:pPr>
      <w:r>
        <w:t>The red rose felt too ashamed of its past words and</w:t>
      </w:r>
    </w:p>
    <w:p w:rsidR="000E09EC" w:rsidRPr="000E09EC" w:rsidRDefault="000E09EC" w:rsidP="00192805">
      <w:pPr>
        <w:pStyle w:val="libCenterBold2"/>
      </w:pPr>
      <w:r>
        <w:t>behavior to ask for water from the cactus, but then it</w:t>
      </w:r>
    </w:p>
    <w:p w:rsidR="000E09EC" w:rsidRPr="000E09EC" w:rsidRDefault="000E09EC" w:rsidP="00192805">
      <w:pPr>
        <w:pStyle w:val="libCenterBold2"/>
      </w:pPr>
      <w:r>
        <w:t>finally did ask the cactus for help. The cactus kindly</w:t>
      </w:r>
    </w:p>
    <w:p w:rsidR="000E09EC" w:rsidRPr="000E09EC" w:rsidRDefault="000E09EC" w:rsidP="00192805">
      <w:pPr>
        <w:pStyle w:val="libCenterBold2"/>
      </w:pPr>
      <w:r>
        <w:t>agreed and the birds filled their beaks with water and</w:t>
      </w:r>
    </w:p>
    <w:p w:rsidR="000E09EC" w:rsidRPr="000E09EC" w:rsidRDefault="000E09EC" w:rsidP="00192805">
      <w:pPr>
        <w:pStyle w:val="libCenterBold2"/>
      </w:pPr>
      <w:r>
        <w:t>watered the rose’s roots. Thus the rose learned a lesson</w:t>
      </w:r>
    </w:p>
    <w:p w:rsidR="000E09EC" w:rsidRDefault="000E09EC" w:rsidP="00192805">
      <w:pPr>
        <w:pStyle w:val="libCenterBold2"/>
      </w:pPr>
      <w:r>
        <w:t>and never judged anyone by their appearance again.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7" w:name="_Toc382223516"/>
      <w:r>
        <w:lastRenderedPageBreak/>
        <w:t>THE SELFISH MAN</w:t>
      </w:r>
      <w:bookmarkEnd w:id="47"/>
    </w:p>
    <w:p w:rsidR="000E09EC" w:rsidRPr="000E09EC" w:rsidRDefault="000E09EC" w:rsidP="00B44A1D">
      <w:pPr>
        <w:pStyle w:val="libCenter"/>
      </w:pPr>
      <w:r>
        <w:t>Once upon a time, there was a selfish man. He liked everything to be</w:t>
      </w:r>
    </w:p>
    <w:p w:rsidR="000E09EC" w:rsidRPr="000E09EC" w:rsidRDefault="000E09EC" w:rsidP="00B44A1D">
      <w:pPr>
        <w:pStyle w:val="libCenter"/>
      </w:pPr>
      <w:r>
        <w:t>his own. He could not share his belongings with anyone, not even his</w:t>
      </w:r>
    </w:p>
    <w:p w:rsidR="000E09EC" w:rsidRDefault="000E09EC" w:rsidP="00B44A1D">
      <w:pPr>
        <w:pStyle w:val="libCenter"/>
      </w:pPr>
      <w:r>
        <w:t>friends or the poor.</w:t>
      </w:r>
    </w:p>
    <w:p w:rsidR="000E09EC" w:rsidRPr="000E09EC" w:rsidRDefault="000E09EC" w:rsidP="00B44A1D">
      <w:pPr>
        <w:pStyle w:val="libCenter"/>
      </w:pPr>
      <w:r>
        <w:t>One day, the man lost thirty gold coins. He went to his friend’s house</w:t>
      </w:r>
    </w:p>
    <w:p w:rsidR="000E09EC" w:rsidRDefault="000E09EC" w:rsidP="00B44A1D">
      <w:pPr>
        <w:pStyle w:val="libCenter"/>
      </w:pPr>
      <w:r>
        <w:t>and told him how he lost his gold coins. His friend was a kind man.</w:t>
      </w:r>
    </w:p>
    <w:p w:rsidR="000E09EC" w:rsidRPr="000E09EC" w:rsidRDefault="000E09EC" w:rsidP="00B44A1D">
      <w:pPr>
        <w:pStyle w:val="libCenter"/>
      </w:pPr>
      <w:r>
        <w:t>As his friend’s daughter was coming from an errand she found thirty gold coins, when she arrived</w:t>
      </w:r>
    </w:p>
    <w:p w:rsidR="000E09EC" w:rsidRPr="000E09EC" w:rsidRDefault="000E09EC" w:rsidP="00B44A1D">
      <w:pPr>
        <w:pStyle w:val="libCenter"/>
      </w:pPr>
      <w:r>
        <w:t>home, she told her father what she had found. The girl’s father told her that the gold coins belong</w:t>
      </w:r>
    </w:p>
    <w:p w:rsidR="000E09EC" w:rsidRPr="000E09EC" w:rsidRDefault="000E09EC" w:rsidP="00B44A1D">
      <w:pPr>
        <w:pStyle w:val="libCenter"/>
      </w:pPr>
      <w:r>
        <w:t>to his friend and he sent for him. When the selfish man arrived, he told him how his daughter had</w:t>
      </w:r>
    </w:p>
    <w:p w:rsidR="000E09EC" w:rsidRPr="000E09EC" w:rsidRDefault="000E09EC" w:rsidP="00B44A1D">
      <w:pPr>
        <w:pStyle w:val="libCenter"/>
      </w:pPr>
      <w:r>
        <w:t>found his thirty gold coins and handed then to him. After counting the gold coins the man said that</w:t>
      </w:r>
    </w:p>
    <w:p w:rsidR="000E09EC" w:rsidRPr="000E09EC" w:rsidRDefault="000E09EC" w:rsidP="00B44A1D">
      <w:pPr>
        <w:pStyle w:val="libCenter"/>
      </w:pPr>
      <w:r>
        <w:t xml:space="preserve">ten of them was missing and had been taken by the girl as he had forty gold coins. He further </w:t>
      </w:r>
    </w:p>
    <w:p w:rsidR="000E09EC" w:rsidRDefault="000E09EC" w:rsidP="00B44A1D">
      <w:pPr>
        <w:pStyle w:val="libCenter"/>
      </w:pPr>
      <w:r>
        <w:t>commented that he will recover the remaining amount from him. But the girl’s father refused.</w:t>
      </w:r>
    </w:p>
    <w:p w:rsidR="000E09EC" w:rsidRPr="000E09EC" w:rsidRDefault="000E09EC" w:rsidP="00B44A1D">
      <w:pPr>
        <w:pStyle w:val="libCenter"/>
      </w:pPr>
      <w:r>
        <w:t>The man left the gold coins and went to the court and informed the judge there about what had</w:t>
      </w:r>
    </w:p>
    <w:p w:rsidR="000E09EC" w:rsidRDefault="000E09EC" w:rsidP="00B44A1D">
      <w:pPr>
        <w:pStyle w:val="libCenter"/>
      </w:pPr>
      <w:r>
        <w:t>taken place between him and the girl’s father.</w:t>
      </w:r>
    </w:p>
    <w:p w:rsidR="000E09EC" w:rsidRPr="000E09EC" w:rsidRDefault="000E09EC" w:rsidP="00B44A1D">
      <w:pPr>
        <w:pStyle w:val="libCenter"/>
      </w:pPr>
      <w:r>
        <w:t>The judge sent for the girl and her father, and when they arrived asked the girl how many gold</w:t>
      </w:r>
    </w:p>
    <w:p w:rsidR="000E09EC" w:rsidRPr="000E09EC" w:rsidRDefault="000E09EC" w:rsidP="00B44A1D">
      <w:pPr>
        <w:pStyle w:val="libCenter"/>
      </w:pPr>
      <w:r>
        <w:t>coins did she find. She replied thirty gold coins. The Judge that asked the selfish man how many</w:t>
      </w:r>
    </w:p>
    <w:p w:rsidR="000E09EC" w:rsidRDefault="000E09EC" w:rsidP="00B44A1D">
      <w:pPr>
        <w:pStyle w:val="libCenter"/>
      </w:pPr>
      <w:r>
        <w:t>gold coins did he lose and he answered forty gold coins.</w:t>
      </w:r>
    </w:p>
    <w:p w:rsidR="000E09EC" w:rsidRPr="000E09EC" w:rsidRDefault="000E09EC" w:rsidP="00B44A1D">
      <w:pPr>
        <w:pStyle w:val="libCenter"/>
      </w:pPr>
      <w:r>
        <w:t>The judge then told the man that the gold coins did not belong to him because the girl found thirty</w:t>
      </w:r>
    </w:p>
    <w:p w:rsidR="000E09EC" w:rsidRPr="000E09EC" w:rsidRDefault="000E09EC" w:rsidP="00B44A1D">
      <w:pPr>
        <w:pStyle w:val="libCenter"/>
      </w:pPr>
      <w:r>
        <w:t>and not forty as he claimed to have lost and then told the girl to take the gold coins and that if any-</w:t>
      </w:r>
    </w:p>
    <w:p w:rsidR="000E09EC" w:rsidRDefault="000E09EC" w:rsidP="00B44A1D">
      <w:pPr>
        <w:pStyle w:val="libCenter"/>
      </w:pPr>
      <w:r>
        <w:t>body is looking for them he will send for the girl.</w:t>
      </w:r>
    </w:p>
    <w:p w:rsidR="000E09EC" w:rsidRPr="000E09EC" w:rsidRDefault="000E09EC" w:rsidP="00B44A1D">
      <w:pPr>
        <w:pStyle w:val="libCenter"/>
      </w:pPr>
      <w:r>
        <w:t>The judge told the man that if anybody reports that they have found forty gold coins he will send</w:t>
      </w:r>
    </w:p>
    <w:p w:rsidR="000E09EC" w:rsidRPr="000E09EC" w:rsidRDefault="000E09EC" w:rsidP="00B44A1D">
      <w:pPr>
        <w:pStyle w:val="libCenter"/>
      </w:pPr>
      <w:r>
        <w:t>for him. It was then that the man confessed that he lied and that he lost thirty gold coins but the</w:t>
      </w:r>
    </w:p>
    <w:p w:rsidR="000E09EC" w:rsidRPr="000E09EC" w:rsidRDefault="000E09EC" w:rsidP="00B44A1D">
      <w:pPr>
        <w:pStyle w:val="libCenter"/>
      </w:pPr>
      <w:r>
        <w:t>judge did not listen to him.</w:t>
      </w:r>
    </w:p>
    <w:p w:rsidR="000E09EC" w:rsidRDefault="000E09EC" w:rsidP="00192805">
      <w:pPr>
        <w:pStyle w:val="libCenterBold2"/>
      </w:pPr>
      <w:r>
        <w:t>This story teaches us to be always honest as dishonest never pays.</w:t>
      </w:r>
    </w:p>
    <w:p w:rsidR="00A10C90" w:rsidRDefault="00A10C90" w:rsidP="00B44A1D">
      <w:pPr>
        <w:pStyle w:val="libCenter"/>
      </w:pPr>
      <w:r>
        <w:br w:type="page"/>
      </w:r>
    </w:p>
    <w:p w:rsidR="000E09EC" w:rsidRPr="00C7518C" w:rsidRDefault="000E09EC" w:rsidP="00A10C90">
      <w:pPr>
        <w:pStyle w:val="Heading1Center"/>
      </w:pPr>
      <w:bookmarkStart w:id="48" w:name="_Toc382223517"/>
      <w:r w:rsidRPr="00C7518C">
        <w:lastRenderedPageBreak/>
        <w:t>YOU ARE PRICELESS TO THOSE WHO LOVE YOU</w:t>
      </w:r>
      <w:bookmarkEnd w:id="48"/>
      <w:r w:rsidRPr="00C7518C">
        <w:t xml:space="preserve"> </w:t>
      </w:r>
    </w:p>
    <w:p w:rsidR="000E09EC" w:rsidRPr="000E09EC" w:rsidRDefault="000E09EC" w:rsidP="00B44A1D">
      <w:pPr>
        <w:pStyle w:val="libCenter"/>
      </w:pPr>
      <w:r>
        <w:t>A well-known speaker started off his seminar by holding up a $20 bill. In the room of</w:t>
      </w:r>
    </w:p>
    <w:p w:rsidR="000E09EC" w:rsidRPr="000E09EC" w:rsidRDefault="000E09EC" w:rsidP="00B44A1D">
      <w:pPr>
        <w:pStyle w:val="libCenter"/>
      </w:pPr>
      <w:r>
        <w:t xml:space="preserve">200, he asked, “Who would like this $20 bill?” Hands started going up. He said, </w:t>
      </w:r>
    </w:p>
    <w:p w:rsidR="000E09EC" w:rsidRPr="000E09EC" w:rsidRDefault="000E09EC" w:rsidP="00B44A1D">
      <w:pPr>
        <w:pStyle w:val="libCenter"/>
      </w:pPr>
      <w:r w:rsidRPr="000E09EC">
        <w:t>“I</w:t>
      </w:r>
      <w:r w:rsidRPr="00C7518C">
        <w:t xml:space="preserve"> am going to give this $20 to one of you but first, let me do this.” He proceeded to</w:t>
      </w:r>
    </w:p>
    <w:p w:rsidR="000E09EC" w:rsidRDefault="000E09EC" w:rsidP="00B44A1D">
      <w:pPr>
        <w:pStyle w:val="libCenter"/>
      </w:pPr>
      <w:r>
        <w:t>crumple up the $20 bill. He asked, “Who still wants it?” Still hands were up in the air.</w:t>
      </w:r>
    </w:p>
    <w:p w:rsidR="000E09EC" w:rsidRPr="000E09EC" w:rsidRDefault="000E09EC" w:rsidP="00B44A1D">
      <w:pPr>
        <w:pStyle w:val="libCenter"/>
      </w:pPr>
      <w:r>
        <w:t>“Well, what if I do this?” He dropped it on the ground and started to grind it into the</w:t>
      </w:r>
    </w:p>
    <w:p w:rsidR="000E09EC" w:rsidRPr="000E09EC" w:rsidRDefault="000E09EC" w:rsidP="00B44A1D">
      <w:pPr>
        <w:pStyle w:val="libCenter"/>
      </w:pPr>
      <w:r>
        <w:t>floor with his shoe. He picked it up, now crumpled and dirty and asked, “Who still</w:t>
      </w:r>
    </w:p>
    <w:p w:rsidR="000E09EC" w:rsidRDefault="000E09EC" w:rsidP="00B44A1D">
      <w:pPr>
        <w:pStyle w:val="libCenter"/>
      </w:pPr>
      <w:r>
        <w:t>wants it?” Still hands went up into the air.</w:t>
      </w:r>
    </w:p>
    <w:p w:rsidR="000E09EC" w:rsidRPr="000E09EC" w:rsidRDefault="000E09EC" w:rsidP="00B44A1D">
      <w:pPr>
        <w:pStyle w:val="libCenter"/>
      </w:pPr>
      <w:r>
        <w:t>My friends, we have all learned a very valuable lesson. No matter what was done to</w:t>
      </w:r>
    </w:p>
    <w:p w:rsidR="000E09EC" w:rsidRPr="000E09EC" w:rsidRDefault="000E09EC" w:rsidP="00B44A1D">
      <w:pPr>
        <w:pStyle w:val="libCenter"/>
      </w:pPr>
      <w:r>
        <w:t>the money, it was still wanted because it did not decrease in value. It was still worth</w:t>
      </w:r>
    </w:p>
    <w:p w:rsidR="000E09EC" w:rsidRPr="000E09EC" w:rsidRDefault="000E09EC" w:rsidP="00B44A1D">
      <w:pPr>
        <w:pStyle w:val="libCenter"/>
      </w:pPr>
      <w:r>
        <w:t>$20. Many times in our lives, we are dropped, crumpled and ground into the dirt by the decisions</w:t>
      </w:r>
    </w:p>
    <w:p w:rsidR="000E09EC" w:rsidRDefault="000E09EC" w:rsidP="00B44A1D">
      <w:pPr>
        <w:pStyle w:val="libCenter"/>
      </w:pPr>
      <w:r>
        <w:t>we make and the circumstances that come our way. We may feel as though we are worthless.</w:t>
      </w:r>
    </w:p>
    <w:p w:rsidR="000E09EC" w:rsidRPr="000E09EC" w:rsidRDefault="000E09EC" w:rsidP="00192805">
      <w:pPr>
        <w:pStyle w:val="libCenterBold2"/>
      </w:pPr>
      <w:r>
        <w:t>But no matter what has happened or will happen, you will never lose your value: dirty or clean,</w:t>
      </w:r>
    </w:p>
    <w:p w:rsidR="000E09EC" w:rsidRDefault="000E09EC" w:rsidP="00192805">
      <w:pPr>
        <w:pStyle w:val="libCenterBold2"/>
      </w:pPr>
      <w:r>
        <w:t>crumpled or finely creased, you are still priceless to those who love you.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49" w:name="_Toc382223518"/>
      <w:r>
        <w:lastRenderedPageBreak/>
        <w:t>BE CAREFULWHAT YOU PLANT</w:t>
      </w:r>
      <w:bookmarkEnd w:id="49"/>
    </w:p>
    <w:p w:rsidR="000E09EC" w:rsidRPr="000E09EC" w:rsidRDefault="000E09EC" w:rsidP="00B44A1D">
      <w:pPr>
        <w:pStyle w:val="libCenter"/>
      </w:pPr>
      <w:r>
        <w:t xml:space="preserve">An emperor in the Far East was growing old and knew it was time to choose his successor. </w:t>
      </w:r>
    </w:p>
    <w:p w:rsidR="000E09EC" w:rsidRPr="000E09EC" w:rsidRDefault="000E09EC" w:rsidP="00B44A1D">
      <w:pPr>
        <w:pStyle w:val="libCenter"/>
      </w:pPr>
      <w:r>
        <w:t xml:space="preserve">Instead of choosing one of his assistants or his children, he decided something different. </w:t>
      </w:r>
    </w:p>
    <w:p w:rsidR="000E09EC" w:rsidRPr="000E09EC" w:rsidRDefault="000E09EC" w:rsidP="00B44A1D">
      <w:pPr>
        <w:pStyle w:val="libCenter"/>
      </w:pPr>
      <w:r>
        <w:t>He called young people in the kingdom together one day. He said, “It is time for me to step down</w:t>
      </w:r>
    </w:p>
    <w:p w:rsidR="000E09EC" w:rsidRDefault="000E09EC" w:rsidP="00B44A1D">
      <w:pPr>
        <w:pStyle w:val="libCenter"/>
      </w:pPr>
      <w:r>
        <w:t>and choose the next emperor. I have decided to choose one of you.”</w:t>
      </w:r>
    </w:p>
    <w:p w:rsidR="000E09EC" w:rsidRPr="000E09EC" w:rsidRDefault="000E09EC" w:rsidP="00B44A1D">
      <w:pPr>
        <w:pStyle w:val="libCenter"/>
      </w:pPr>
      <w:r>
        <w:t>The kids were shocked! But the emperor continued. “I am going to</w:t>
      </w:r>
    </w:p>
    <w:p w:rsidR="000E09EC" w:rsidRPr="000E09EC" w:rsidRDefault="000E09EC" w:rsidP="00B44A1D">
      <w:pPr>
        <w:pStyle w:val="libCenter"/>
      </w:pPr>
      <w:r>
        <w:t>give each one of you a seed today. One very special seed. I want you</w:t>
      </w:r>
    </w:p>
    <w:p w:rsidR="000E09EC" w:rsidRPr="000E09EC" w:rsidRDefault="000E09EC" w:rsidP="00B44A1D">
      <w:pPr>
        <w:pStyle w:val="libCenter"/>
      </w:pPr>
      <w:r>
        <w:t>to plant the seed, water it and come back here after one year from</w:t>
      </w:r>
    </w:p>
    <w:p w:rsidR="000E09EC" w:rsidRPr="000E09EC" w:rsidRDefault="000E09EC" w:rsidP="00B44A1D">
      <w:pPr>
        <w:pStyle w:val="libCenter"/>
      </w:pPr>
      <w:r>
        <w:t>today with what you have grown from this one seed. I will then judge</w:t>
      </w:r>
    </w:p>
    <w:p w:rsidR="000E09EC" w:rsidRPr="000E09EC" w:rsidRDefault="000E09EC" w:rsidP="00B44A1D">
      <w:pPr>
        <w:pStyle w:val="libCenter"/>
      </w:pPr>
      <w:r>
        <w:t>the plants that you bring, and the one I choose will be the next</w:t>
      </w:r>
    </w:p>
    <w:p w:rsidR="000E09EC" w:rsidRDefault="000E09EC" w:rsidP="00B44A1D">
      <w:pPr>
        <w:pStyle w:val="libCenter"/>
      </w:pPr>
      <w:r>
        <w:t>emperor!”</w:t>
      </w:r>
    </w:p>
    <w:p w:rsidR="000E09EC" w:rsidRPr="000E09EC" w:rsidRDefault="000E09EC" w:rsidP="00B44A1D">
      <w:pPr>
        <w:pStyle w:val="libCenter"/>
      </w:pPr>
      <w:r>
        <w:t>One boy named Ling was there that day and he, like the others, received a seed. He went home and</w:t>
      </w:r>
    </w:p>
    <w:p w:rsidR="000E09EC" w:rsidRPr="000E09EC" w:rsidRDefault="000E09EC" w:rsidP="00B44A1D">
      <w:pPr>
        <w:pStyle w:val="libCenter"/>
      </w:pPr>
      <w:r>
        <w:t>excitedly told his mother the story. She helped him get a pot and planting soil, and he planted the</w:t>
      </w:r>
    </w:p>
    <w:p w:rsidR="000E09EC" w:rsidRPr="000E09EC" w:rsidRDefault="000E09EC" w:rsidP="00B44A1D">
      <w:pPr>
        <w:pStyle w:val="libCenter"/>
      </w:pPr>
      <w:r>
        <w:t>seed and watered it carefully. Every day he would water it and watch to see if it had grown. After</w:t>
      </w:r>
    </w:p>
    <w:p w:rsidR="000E09EC" w:rsidRPr="000E09EC" w:rsidRDefault="000E09EC" w:rsidP="00B44A1D">
      <w:pPr>
        <w:pStyle w:val="libCenter"/>
      </w:pPr>
      <w:r>
        <w:t>about three weeks, some of the other youths began to talk about their seeds and the plants that</w:t>
      </w:r>
    </w:p>
    <w:p w:rsidR="000E09EC" w:rsidRDefault="000E09EC" w:rsidP="00B44A1D">
      <w:pPr>
        <w:pStyle w:val="libCenter"/>
      </w:pPr>
      <w:r>
        <w:t>were beginning to grow.</w:t>
      </w:r>
    </w:p>
    <w:p w:rsidR="000E09EC" w:rsidRPr="000E09EC" w:rsidRDefault="000E09EC" w:rsidP="00B44A1D">
      <w:pPr>
        <w:pStyle w:val="libCenter"/>
      </w:pPr>
      <w:r>
        <w:t xml:space="preserve">Ling kept checking his seed, but nothing ever grew. 3 weeks, 4 weeks, 5 weeks went by. Still </w:t>
      </w:r>
    </w:p>
    <w:p w:rsidR="000E09EC" w:rsidRPr="000E09EC" w:rsidRDefault="000E09EC" w:rsidP="00B44A1D">
      <w:pPr>
        <w:pStyle w:val="libCenter"/>
      </w:pPr>
      <w:r>
        <w:t xml:space="preserve">nothing. By now, others were talking about their plants but Ling didn't have a plant, and he felt </w:t>
      </w:r>
    </w:p>
    <w:p w:rsidR="000E09EC" w:rsidRPr="000E09EC" w:rsidRDefault="000E09EC" w:rsidP="00B44A1D">
      <w:pPr>
        <w:pStyle w:val="libCenter"/>
      </w:pPr>
      <w:r>
        <w:t>like a failure. Six months went by, still nothing in Ling’s pot. He just knew he had killed his seed.</w:t>
      </w:r>
    </w:p>
    <w:p w:rsidR="000E09EC" w:rsidRPr="000E09EC" w:rsidRDefault="000E09EC" w:rsidP="00B44A1D">
      <w:pPr>
        <w:pStyle w:val="libCenter"/>
      </w:pPr>
      <w:r>
        <w:t>Everyone else had trees and tall plants, but he had nothing. Ling didn’t say anything to his friends,</w:t>
      </w:r>
    </w:p>
    <w:p w:rsidR="000E09EC" w:rsidRDefault="000E09EC" w:rsidP="00B44A1D">
      <w:pPr>
        <w:pStyle w:val="libCenter"/>
      </w:pPr>
      <w:r>
        <w:t>however. He just kept waiting for his seed to grow.</w:t>
      </w:r>
    </w:p>
    <w:p w:rsidR="000E09EC" w:rsidRPr="000E09EC" w:rsidRDefault="000E09EC" w:rsidP="00B44A1D">
      <w:pPr>
        <w:pStyle w:val="libCenter"/>
      </w:pPr>
      <w:r>
        <w:t>A year finally went by and all the youths of the kingdom brought their plants to the emperor for</w:t>
      </w:r>
    </w:p>
    <w:p w:rsidR="000E09EC" w:rsidRPr="000E09EC" w:rsidRDefault="000E09EC" w:rsidP="00B44A1D">
      <w:pPr>
        <w:pStyle w:val="libCenter"/>
      </w:pPr>
      <w:r>
        <w:t>inspection. Ling told his mother that he wasn’t going to take an empty pot. But honest about what</w:t>
      </w:r>
    </w:p>
    <w:p w:rsidR="000E09EC" w:rsidRPr="000E09EC" w:rsidRDefault="000E09EC" w:rsidP="00B44A1D">
      <w:pPr>
        <w:pStyle w:val="libCenter"/>
      </w:pPr>
      <w:r>
        <w:t xml:space="preserve">happened, Ling felt sick to his stomach, but he knew his mother was right. He took his empty pot </w:t>
      </w:r>
    </w:p>
    <w:p w:rsidR="000E09EC" w:rsidRPr="000E09EC" w:rsidRDefault="000E09EC" w:rsidP="00B44A1D">
      <w:pPr>
        <w:pStyle w:val="libCenter"/>
      </w:pPr>
      <w:r>
        <w:t>to the palace. When Ling arrived, he was amazed at the variety of plants grown by the other youths.</w:t>
      </w:r>
    </w:p>
    <w:p w:rsidR="000E09EC" w:rsidRPr="000E09EC" w:rsidRDefault="000E09EC" w:rsidP="00B44A1D">
      <w:pPr>
        <w:pStyle w:val="libCenter"/>
      </w:pPr>
      <w:r>
        <w:t>They were beautiful in all shapes and sizes. Ling put his empty pot on the floor and many of the</w:t>
      </w:r>
    </w:p>
    <w:p w:rsidR="000E09EC" w:rsidRDefault="000E09EC" w:rsidP="00B44A1D">
      <w:pPr>
        <w:pStyle w:val="libCenter"/>
      </w:pPr>
      <w:r>
        <w:t>other kinds laughed at him. A few felt sorry for him and just said, “Hey nice try.”</w:t>
      </w:r>
    </w:p>
    <w:p w:rsidR="000E09EC" w:rsidRPr="000E09EC" w:rsidRDefault="000E09EC" w:rsidP="00B44A1D">
      <w:pPr>
        <w:pStyle w:val="libCenter"/>
      </w:pPr>
      <w:r>
        <w:t>When the emperor arrived, he surveyed the room and greeted the young people. Ling just tried to</w:t>
      </w:r>
    </w:p>
    <w:p w:rsidR="000E09EC" w:rsidRPr="000E09EC" w:rsidRDefault="000E09EC" w:rsidP="00B44A1D">
      <w:pPr>
        <w:pStyle w:val="libCenter"/>
      </w:pPr>
      <w:r>
        <w:t>hide in the back. “What great plants, trees and flowers you have grown,” said the emperor. “Today,</w:t>
      </w:r>
    </w:p>
    <w:p w:rsidR="000E09EC" w:rsidRPr="000E09EC" w:rsidRDefault="000E09EC" w:rsidP="00B44A1D">
      <w:pPr>
        <w:pStyle w:val="libCenter"/>
      </w:pPr>
      <w:r>
        <w:t>one of you will be appointed the next emperor!” All of a sudden, the emperor spotted Ling at the</w:t>
      </w:r>
    </w:p>
    <w:p w:rsidR="000E09EC" w:rsidRPr="000E09EC" w:rsidRDefault="000E09EC" w:rsidP="00B44A1D">
      <w:pPr>
        <w:pStyle w:val="libCenter"/>
      </w:pPr>
      <w:r>
        <w:t xml:space="preserve">back of the room with his empty pot. He ordered his guards to bring him to the front. Ling was </w:t>
      </w:r>
    </w:p>
    <w:p w:rsidR="000E09EC" w:rsidRDefault="000E09EC" w:rsidP="00B44A1D">
      <w:pPr>
        <w:pStyle w:val="libCenter"/>
      </w:pPr>
      <w:r>
        <w:t>terrified. “The emperor knows I’m a failure! Maybe he will have me killed!”</w:t>
      </w:r>
    </w:p>
    <w:p w:rsidR="000E09EC" w:rsidRPr="000E09EC" w:rsidRDefault="000E09EC" w:rsidP="00B44A1D">
      <w:pPr>
        <w:pStyle w:val="libCenter"/>
      </w:pPr>
      <w:r>
        <w:lastRenderedPageBreak/>
        <w:t>When Ling got to the front, the Emperor asked his name. “My name is Ling,” he replied. All the</w:t>
      </w:r>
    </w:p>
    <w:p w:rsidR="000E09EC" w:rsidRPr="000E09EC" w:rsidRDefault="000E09EC" w:rsidP="00B44A1D">
      <w:pPr>
        <w:pStyle w:val="libCenter"/>
      </w:pPr>
      <w:r>
        <w:t>kids were laughing and making fun of him. The emperor asked everyone to quiet down. He looked</w:t>
      </w:r>
    </w:p>
    <w:p w:rsidR="000E09EC" w:rsidRPr="000E09EC" w:rsidRDefault="000E09EC" w:rsidP="00B44A1D">
      <w:pPr>
        <w:pStyle w:val="libCenter"/>
      </w:pPr>
      <w:r>
        <w:t>at Ling, and then announced to the crowd, “Behold your new emperor! His name is Ling!” Ling</w:t>
      </w:r>
    </w:p>
    <w:p w:rsidR="000E09EC" w:rsidRPr="000E09EC" w:rsidRDefault="000E09EC" w:rsidP="00B44A1D">
      <w:pPr>
        <w:pStyle w:val="libCenter"/>
      </w:pPr>
      <w:r>
        <w:t>couldn’t believe it. Ling couldn’t even grow his seed. How could he be the new emperor? Then the</w:t>
      </w:r>
    </w:p>
    <w:p w:rsidR="000E09EC" w:rsidRPr="000E09EC" w:rsidRDefault="000E09EC" w:rsidP="00B44A1D">
      <w:pPr>
        <w:pStyle w:val="libCenter"/>
      </w:pPr>
      <w:r>
        <w:t>emperor said, “One year ago today, I gave everyone here a seed. I told you to take the seed, plant it,</w:t>
      </w:r>
    </w:p>
    <w:p w:rsidR="000E09EC" w:rsidRPr="000E09EC" w:rsidRDefault="000E09EC" w:rsidP="00B44A1D">
      <w:pPr>
        <w:pStyle w:val="libCenter"/>
      </w:pPr>
      <w:r>
        <w:t xml:space="preserve">water it, and bring it back to me today. But I gave you all boiled seeds, which would not grow. </w:t>
      </w:r>
    </w:p>
    <w:p w:rsidR="000E09EC" w:rsidRPr="000E09EC" w:rsidRDefault="000E09EC" w:rsidP="00B44A1D">
      <w:pPr>
        <w:pStyle w:val="libCenter"/>
      </w:pPr>
      <w:r>
        <w:t>All of you, except Ling, have brought me trees and plants and flowers. When you found that the</w:t>
      </w:r>
    </w:p>
    <w:p w:rsidR="000E09EC" w:rsidRPr="000E09EC" w:rsidRDefault="000E09EC" w:rsidP="00B44A1D">
      <w:pPr>
        <w:pStyle w:val="libCenter"/>
      </w:pPr>
      <w:r>
        <w:t>seed would not grow, you substituted another seed for the one I gave you. Ling was the only one</w:t>
      </w:r>
    </w:p>
    <w:p w:rsidR="000E09EC" w:rsidRPr="000E09EC" w:rsidRDefault="000E09EC" w:rsidP="00B44A1D">
      <w:pPr>
        <w:pStyle w:val="libCenter"/>
      </w:pPr>
      <w:r>
        <w:t>with the courage and honesty to bring me a pot with my seed in it. Therefore, he is the one who will</w:t>
      </w:r>
    </w:p>
    <w:p w:rsidR="000E09EC" w:rsidRDefault="000E09EC" w:rsidP="00B44A1D">
      <w:pPr>
        <w:pStyle w:val="libCenter"/>
      </w:pPr>
      <w:r>
        <w:t>be the new emperor!”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0E09EC" w:rsidRDefault="000E09EC" w:rsidP="00B44A1D">
      <w:pPr>
        <w:pStyle w:val="libCenter"/>
      </w:pPr>
      <w:r>
        <w:lastRenderedPageBreak/>
        <w:t>If you plant honesty, you will reap trust.</w:t>
      </w:r>
    </w:p>
    <w:p w:rsidR="000E09EC" w:rsidRPr="000E09EC" w:rsidRDefault="000E09EC" w:rsidP="00192805">
      <w:pPr>
        <w:pStyle w:val="libCenterBold2"/>
      </w:pPr>
      <w:r w:rsidRPr="000E09EC">
        <w:t>“R</w:t>
      </w:r>
      <w:r w:rsidRPr="00C7518C">
        <w:rPr>
          <w:rStyle w:val="libBold2Char"/>
        </w:rPr>
        <w:t>emember your graves because your</w:t>
      </w:r>
    </w:p>
    <w:p w:rsidR="000E09EC" w:rsidRPr="000E09EC" w:rsidRDefault="000E09EC" w:rsidP="00B44A1D">
      <w:pPr>
        <w:pStyle w:val="libCenter"/>
      </w:pPr>
      <w:r>
        <w:t>If you plant goodness, you will reap friends.</w:t>
      </w:r>
    </w:p>
    <w:p w:rsidR="000E09EC" w:rsidRPr="000E09EC" w:rsidRDefault="000E09EC" w:rsidP="00192805">
      <w:pPr>
        <w:pStyle w:val="libCenterBold2"/>
      </w:pPr>
      <w:r>
        <w:t>way passes over it. You will be dealt with</w:t>
      </w:r>
    </w:p>
    <w:p w:rsidR="000E09EC" w:rsidRPr="000E09EC" w:rsidRDefault="000E09EC" w:rsidP="00B44A1D">
      <w:pPr>
        <w:pStyle w:val="libCenter"/>
      </w:pPr>
      <w:r>
        <w:t>If you plant humility, you will reap greatness.</w:t>
      </w:r>
    </w:p>
    <w:p w:rsidR="000E09EC" w:rsidRPr="000E09EC" w:rsidRDefault="000E09EC" w:rsidP="00192805">
      <w:pPr>
        <w:pStyle w:val="libCenterBold2"/>
      </w:pPr>
      <w:r>
        <w:t>as you deal with others, you will reap what</w:t>
      </w:r>
    </w:p>
    <w:p w:rsidR="000E09EC" w:rsidRPr="000E09EC" w:rsidRDefault="000E09EC" w:rsidP="00B44A1D">
      <w:pPr>
        <w:pStyle w:val="libCenter"/>
      </w:pPr>
      <w:r>
        <w:t>If you plant perseverance, you will reap victory.</w:t>
      </w:r>
    </w:p>
    <w:p w:rsidR="000E09EC" w:rsidRPr="000E09EC" w:rsidRDefault="000E09EC" w:rsidP="00192805">
      <w:pPr>
        <w:pStyle w:val="libCenterBold2"/>
      </w:pPr>
      <w:r>
        <w:t>you sow, and what you send today will</w:t>
      </w:r>
    </w:p>
    <w:p w:rsidR="000E09EC" w:rsidRPr="000E09EC" w:rsidRDefault="000E09EC" w:rsidP="00B44A1D">
      <w:pPr>
        <w:pStyle w:val="libCenter"/>
      </w:pPr>
      <w:r>
        <w:t>If you plant consideration, you will reap harmony.</w:t>
      </w:r>
    </w:p>
    <w:p w:rsidR="000E09EC" w:rsidRPr="000E09EC" w:rsidRDefault="000E09EC" w:rsidP="00192805">
      <w:pPr>
        <w:pStyle w:val="libCenterBold2"/>
      </w:pPr>
      <w:r>
        <w:t>meet you tomorrow.” Imam Ali (AS)</w:t>
      </w:r>
    </w:p>
    <w:p w:rsidR="000E09EC" w:rsidRPr="000E09EC" w:rsidRDefault="000E09EC" w:rsidP="00B44A1D">
      <w:pPr>
        <w:pStyle w:val="libCenter"/>
      </w:pPr>
      <w:r>
        <w:t>If you plant hard work, you will reap success.</w:t>
      </w:r>
    </w:p>
    <w:p w:rsidR="000E09EC" w:rsidRPr="000E09EC" w:rsidRDefault="000E09EC" w:rsidP="00B44A1D">
      <w:pPr>
        <w:pStyle w:val="libCenter"/>
      </w:pPr>
      <w:r>
        <w:t>If you plant forgiveness, you will reap reconciliation.</w:t>
      </w:r>
    </w:p>
    <w:p w:rsidR="000E09EC" w:rsidRPr="000E09EC" w:rsidRDefault="000E09EC" w:rsidP="00B44A1D">
      <w:pPr>
        <w:pStyle w:val="libCenter"/>
      </w:pPr>
      <w:r>
        <w:t>If you plant openness, you will reap intimacy.</w:t>
      </w:r>
    </w:p>
    <w:p w:rsidR="000E09EC" w:rsidRPr="000E09EC" w:rsidRDefault="000E09EC" w:rsidP="00B44A1D">
      <w:pPr>
        <w:pStyle w:val="libCenter"/>
      </w:pPr>
      <w:r>
        <w:t>If you plant patience, you will reap improvements.</w:t>
      </w:r>
    </w:p>
    <w:p w:rsidR="000E09EC" w:rsidRPr="000E09EC" w:rsidRDefault="000E09EC" w:rsidP="00B44A1D">
      <w:pPr>
        <w:pStyle w:val="libCenter"/>
      </w:pPr>
      <w:r>
        <w:t>If you plant faith, you will reap miracles.</w:t>
      </w:r>
    </w:p>
    <w:p w:rsidR="000E09EC" w:rsidRPr="000E09EC" w:rsidRDefault="000E09EC" w:rsidP="00B44A1D">
      <w:pPr>
        <w:pStyle w:val="libCenter"/>
      </w:pPr>
      <w:r>
        <w:t>But</w:t>
      </w:r>
    </w:p>
    <w:p w:rsidR="000E09EC" w:rsidRPr="000E09EC" w:rsidRDefault="000E09EC" w:rsidP="00B44A1D">
      <w:pPr>
        <w:pStyle w:val="libCenter"/>
      </w:pPr>
      <w:r>
        <w:t>If you plant dishonesty, you will reap distrust.</w:t>
      </w:r>
    </w:p>
    <w:p w:rsidR="000E09EC" w:rsidRPr="000E09EC" w:rsidRDefault="000E09EC" w:rsidP="00B44A1D">
      <w:pPr>
        <w:pStyle w:val="libCenter"/>
      </w:pPr>
      <w:r>
        <w:t>If you plant selfishness, you will reap loneliness.</w:t>
      </w:r>
    </w:p>
    <w:p w:rsidR="000E09EC" w:rsidRPr="000E09EC" w:rsidRDefault="000E09EC" w:rsidP="00B44A1D">
      <w:pPr>
        <w:pStyle w:val="libCenter"/>
      </w:pPr>
      <w:r>
        <w:t>If you plant pride, you will reap destruction.</w:t>
      </w:r>
    </w:p>
    <w:p w:rsidR="000E09EC" w:rsidRPr="000E09EC" w:rsidRDefault="000E09EC" w:rsidP="00B44A1D">
      <w:pPr>
        <w:pStyle w:val="libCenter"/>
      </w:pPr>
      <w:r>
        <w:t>If you plant envy, you will reap trouble.</w:t>
      </w:r>
    </w:p>
    <w:p w:rsidR="000E09EC" w:rsidRPr="000E09EC" w:rsidRDefault="000E09EC" w:rsidP="00B44A1D">
      <w:pPr>
        <w:pStyle w:val="libCenter"/>
      </w:pPr>
      <w:r>
        <w:t>If you plant laziness, you will reap stagnation.</w:t>
      </w:r>
    </w:p>
    <w:p w:rsidR="000E09EC" w:rsidRPr="000E09EC" w:rsidRDefault="000E09EC" w:rsidP="00B44A1D">
      <w:pPr>
        <w:pStyle w:val="libCenter"/>
      </w:pPr>
      <w:r>
        <w:t>If you plant bitterness, you will reap isolation.</w:t>
      </w:r>
    </w:p>
    <w:p w:rsidR="000E09EC" w:rsidRPr="000E09EC" w:rsidRDefault="000E09EC" w:rsidP="00B44A1D">
      <w:pPr>
        <w:pStyle w:val="libCenter"/>
      </w:pPr>
      <w:r>
        <w:t>If you plant greed, you will reap loss.</w:t>
      </w:r>
    </w:p>
    <w:p w:rsidR="000E09EC" w:rsidRPr="000E09EC" w:rsidRDefault="000E09EC" w:rsidP="00B44A1D">
      <w:pPr>
        <w:pStyle w:val="libCenter"/>
      </w:pPr>
      <w:r>
        <w:t>If you plant gossip, you will reap enemies.</w:t>
      </w:r>
    </w:p>
    <w:p w:rsidR="000E09EC" w:rsidRPr="000E09EC" w:rsidRDefault="000E09EC" w:rsidP="00B44A1D">
      <w:pPr>
        <w:pStyle w:val="libCenter"/>
      </w:pPr>
      <w:r>
        <w:t>If you plant worries, you will reap wrinkles.</w:t>
      </w:r>
    </w:p>
    <w:p w:rsidR="000E09EC" w:rsidRDefault="000E09EC" w:rsidP="00B44A1D">
      <w:pPr>
        <w:pStyle w:val="libCenter"/>
      </w:pPr>
      <w:r>
        <w:t>If you plant sin, you will reap guilt.</w:t>
      </w:r>
    </w:p>
    <w:p w:rsidR="000E09EC" w:rsidRPr="000E09EC" w:rsidRDefault="000E09EC" w:rsidP="00B44A1D">
      <w:pPr>
        <w:pStyle w:val="libCenter"/>
      </w:pPr>
      <w:r>
        <w:t>So be careful what you plant now, It will determine what you will reap tomorrow, The seeds you</w:t>
      </w:r>
    </w:p>
    <w:p w:rsidR="000E09EC" w:rsidRPr="000E09EC" w:rsidRDefault="000E09EC" w:rsidP="00B44A1D">
      <w:pPr>
        <w:pStyle w:val="libCenter"/>
      </w:pPr>
      <w:r>
        <w:t>now scatter, Will make life worse or better, your life or the ones who will come after. Yes, someday,</w:t>
      </w:r>
    </w:p>
    <w:p w:rsidR="000E09EC" w:rsidRDefault="000E09EC" w:rsidP="00B44A1D">
      <w:pPr>
        <w:pStyle w:val="libCenter"/>
      </w:pPr>
      <w:r>
        <w:t>you will enjoy the fruits, or you will pay for the choices you plant today.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50" w:name="_Toc382223519"/>
      <w:r>
        <w:lastRenderedPageBreak/>
        <w:t>GENEROSITY</w:t>
      </w:r>
      <w:bookmarkEnd w:id="50"/>
    </w:p>
    <w:p w:rsidR="000E09EC" w:rsidRPr="000E09EC" w:rsidRDefault="000E09EC" w:rsidP="00B44A1D">
      <w:pPr>
        <w:pStyle w:val="libCenter"/>
      </w:pPr>
      <w:r>
        <w:t>Mahatma Gandhi went from city to city, village to village collecting funds for</w:t>
      </w:r>
    </w:p>
    <w:p w:rsidR="000E09EC" w:rsidRDefault="000E09EC" w:rsidP="00B44A1D">
      <w:pPr>
        <w:pStyle w:val="libCenter"/>
      </w:pPr>
      <w:r>
        <w:t>the Charkha Sangh. During one of his tours he addressed a meeting in Orissa.</w:t>
      </w:r>
    </w:p>
    <w:p w:rsidR="000E09EC" w:rsidRPr="000E09EC" w:rsidRDefault="000E09EC" w:rsidP="00B44A1D">
      <w:pPr>
        <w:pStyle w:val="libCenter"/>
      </w:pPr>
      <w:r>
        <w:t xml:space="preserve">After his speech a poor old woman got up. She was bent with age, her hair </w:t>
      </w:r>
    </w:p>
    <w:p w:rsidR="000E09EC" w:rsidRPr="000E09EC" w:rsidRDefault="000E09EC" w:rsidP="00B44A1D">
      <w:pPr>
        <w:pStyle w:val="libCenter"/>
      </w:pPr>
      <w:r>
        <w:t xml:space="preserve">was grey and her clothes were in tatters. The volunteers tried to stop her, </w:t>
      </w:r>
    </w:p>
    <w:p w:rsidR="000E09EC" w:rsidRPr="000E09EC" w:rsidRDefault="000E09EC" w:rsidP="00B44A1D">
      <w:pPr>
        <w:pStyle w:val="libCenter"/>
      </w:pPr>
      <w:r>
        <w:t xml:space="preserve">but she fought her way to the place where Gandhi Ji was sitting. </w:t>
      </w:r>
    </w:p>
    <w:p w:rsidR="000E09EC" w:rsidRDefault="000E09EC" w:rsidP="00B44A1D">
      <w:pPr>
        <w:pStyle w:val="libCenter"/>
      </w:pPr>
      <w:r w:rsidRPr="000E09EC">
        <w:t>“I</w:t>
      </w:r>
      <w:r w:rsidRPr="00C7518C">
        <w:t xml:space="preserve"> must see him,” she insisted and going up to Gandhi Ji touched his feet.</w:t>
      </w:r>
    </w:p>
    <w:p w:rsidR="000E09EC" w:rsidRPr="000E09EC" w:rsidRDefault="000E09EC" w:rsidP="00B44A1D">
      <w:pPr>
        <w:pStyle w:val="libCenter"/>
      </w:pPr>
      <w:r>
        <w:t>Then from the folds of her sari she brought out a copper coin and placed it at his feet. Gandhi Ji</w:t>
      </w:r>
    </w:p>
    <w:p w:rsidR="000E09EC" w:rsidRPr="000E09EC" w:rsidRDefault="000E09EC" w:rsidP="00B44A1D">
      <w:pPr>
        <w:pStyle w:val="libCenter"/>
      </w:pPr>
      <w:r>
        <w:t>picked up the copper coin and put it away carefully. The Charkha Sangh funds were under the</w:t>
      </w:r>
    </w:p>
    <w:p w:rsidR="000E09EC" w:rsidRDefault="000E09EC" w:rsidP="00B44A1D">
      <w:pPr>
        <w:pStyle w:val="libCenter"/>
      </w:pPr>
      <w:r>
        <w:t>charge of Jamnalal Bajaj. He asked Gandhi Ji for the coin but Gandhi Ji refused.</w:t>
      </w:r>
    </w:p>
    <w:p w:rsidR="000E09EC" w:rsidRPr="000E09EC" w:rsidRDefault="000E09EC" w:rsidP="00B44A1D">
      <w:pPr>
        <w:pStyle w:val="libCenter"/>
      </w:pPr>
      <w:r>
        <w:t>“I keep cheques worth thousands of rupees for the Charkha Sangh,” Jamnalal Bajaj said laughingly</w:t>
      </w:r>
    </w:p>
    <w:p w:rsidR="000E09EC" w:rsidRPr="000E09EC" w:rsidRDefault="000E09EC" w:rsidP="00B44A1D">
      <w:pPr>
        <w:pStyle w:val="libCenter"/>
      </w:pPr>
      <w:r w:rsidRPr="000E09EC">
        <w:t>“y</w:t>
      </w:r>
      <w:r w:rsidRPr="00C7518C">
        <w:t>et you won’t trust me with a copper coin.” “This copper coin is worth much more than those</w:t>
      </w:r>
    </w:p>
    <w:p w:rsidR="000E09EC" w:rsidRPr="000E09EC" w:rsidRDefault="000E09EC" w:rsidP="00B44A1D">
      <w:pPr>
        <w:pStyle w:val="libCenter"/>
      </w:pPr>
      <w:r>
        <w:t xml:space="preserve">thousands” Gandhi Ji said. “If a man has several lakhs and he gives away a thousand or two, </w:t>
      </w:r>
    </w:p>
    <w:p w:rsidR="000E09EC" w:rsidRDefault="000E09EC" w:rsidP="00B44A1D">
      <w:pPr>
        <w:pStyle w:val="libCenter"/>
      </w:pPr>
      <w:r>
        <w:t>it doesn’t mean much.”</w:t>
      </w:r>
    </w:p>
    <w:p w:rsidR="000E09EC" w:rsidRPr="000E09EC" w:rsidRDefault="000E09EC" w:rsidP="00B44A1D">
      <w:pPr>
        <w:pStyle w:val="libCenter"/>
      </w:pPr>
      <w:r>
        <w:t>But this coin was perhaps all that the poor woman  "Overlook and forgive the weakness of</w:t>
      </w:r>
    </w:p>
    <w:p w:rsidR="000E09EC" w:rsidRPr="000E09EC" w:rsidRDefault="000E09EC" w:rsidP="00B44A1D">
      <w:pPr>
        <w:pStyle w:val="libCenter"/>
      </w:pPr>
      <w:r>
        <w:t>possessed. She gave me all she had. That was very  generous people, because if they fall</w:t>
      </w:r>
    </w:p>
    <w:p w:rsidR="000E09EC" w:rsidRPr="00C7518C" w:rsidRDefault="000E09EC" w:rsidP="00C7518C">
      <w:pPr>
        <w:pStyle w:val="libCenterBold2"/>
      </w:pPr>
      <w:r>
        <w:t>down, Allah gives his hand in their hands</w:t>
      </w:r>
    </w:p>
    <w:p w:rsidR="000E09EC" w:rsidRPr="000E09EC" w:rsidRDefault="000E09EC" w:rsidP="00B44A1D">
      <w:pPr>
        <w:pStyle w:val="libCenter"/>
      </w:pPr>
      <w:r>
        <w:t>generous of her. What a great sacrifice she made. That is</w:t>
      </w:r>
    </w:p>
    <w:p w:rsidR="000E09EC" w:rsidRPr="00C7518C" w:rsidRDefault="000E09EC" w:rsidP="00C7518C">
      <w:pPr>
        <w:pStyle w:val="libCenterBold2"/>
      </w:pPr>
      <w:r>
        <w:t>and helps them…." Imam Ali (AS)</w:t>
      </w:r>
    </w:p>
    <w:p w:rsidR="000E09EC" w:rsidRDefault="000E09EC" w:rsidP="00B44A1D">
      <w:pPr>
        <w:pStyle w:val="libCenter"/>
      </w:pPr>
      <w:r>
        <w:t>why I value this copper coin more than a crore of rupees.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A10C90">
      <w:pPr>
        <w:pStyle w:val="Heading1Center"/>
      </w:pPr>
      <w:bookmarkStart w:id="51" w:name="_Toc382223520"/>
      <w:r>
        <w:lastRenderedPageBreak/>
        <w:t>THE CRYSTALBALL</w:t>
      </w:r>
      <w:bookmarkEnd w:id="51"/>
    </w:p>
    <w:p w:rsidR="000E09EC" w:rsidRPr="000E09EC" w:rsidRDefault="000E09EC" w:rsidP="00B44A1D">
      <w:pPr>
        <w:pStyle w:val="libCenter"/>
      </w:pPr>
      <w:r>
        <w:t xml:space="preserve">In the south of Spain, there was a small village whose people were very joyful and lucky. The </w:t>
      </w:r>
    </w:p>
    <w:p w:rsidR="000E09EC" w:rsidRPr="000E09EC" w:rsidRDefault="000E09EC" w:rsidP="00B44A1D">
      <w:pPr>
        <w:pStyle w:val="libCenter"/>
      </w:pPr>
      <w:r>
        <w:t>children played under the shade of trees in the gardens of their home. A shepherd boy whose name</w:t>
      </w:r>
    </w:p>
    <w:p w:rsidR="000E09EC" w:rsidRPr="000E09EC" w:rsidRDefault="000E09EC" w:rsidP="00B44A1D">
      <w:pPr>
        <w:pStyle w:val="libCenter"/>
      </w:pPr>
      <w:r>
        <w:t>was Nasir, stayed near the village with his father, mother and grandmother. Early morning each</w:t>
      </w:r>
    </w:p>
    <w:p w:rsidR="000E09EC" w:rsidRPr="000E09EC" w:rsidRDefault="000E09EC" w:rsidP="00B44A1D">
      <w:pPr>
        <w:pStyle w:val="libCenter"/>
      </w:pPr>
      <w:r>
        <w:t xml:space="preserve">day, he takes his herd of goats up the hills to find a suitable place for them to graze. In the </w:t>
      </w:r>
    </w:p>
    <w:p w:rsidR="000E09EC" w:rsidRPr="000E09EC" w:rsidRDefault="000E09EC" w:rsidP="00B44A1D">
      <w:pPr>
        <w:pStyle w:val="libCenter"/>
      </w:pPr>
      <w:r>
        <w:t>afternoon he would return with them to the village. At night his grandmother would tell him a</w:t>
      </w:r>
    </w:p>
    <w:p w:rsidR="000E09EC" w:rsidRPr="000E09EC" w:rsidRDefault="000E09EC" w:rsidP="00B44A1D">
      <w:pPr>
        <w:pStyle w:val="libCenter"/>
      </w:pPr>
      <w:r>
        <w:t>story. The story of stars. This story really interested Nasir. As usual, on one of these days, as Nasir</w:t>
      </w:r>
    </w:p>
    <w:p w:rsidR="000E09EC" w:rsidRPr="000E09EC" w:rsidRDefault="000E09EC" w:rsidP="00B44A1D">
      <w:pPr>
        <w:pStyle w:val="libCenter"/>
      </w:pPr>
      <w:r>
        <w:t>was watching his herd and playing his flute he suddenly saw a wonderful light behind the flower</w:t>
      </w:r>
    </w:p>
    <w:p w:rsidR="000E09EC" w:rsidRDefault="000E09EC" w:rsidP="00B44A1D">
      <w:pPr>
        <w:pStyle w:val="libCenter"/>
      </w:pPr>
      <w:r>
        <w:t>bush. When he came towards the branches he saw a transparent and most beautiful crystal ball.</w:t>
      </w:r>
    </w:p>
    <w:p w:rsidR="000E09EC" w:rsidRPr="000E09EC" w:rsidRDefault="000E09EC" w:rsidP="00B44A1D">
      <w:pPr>
        <w:pStyle w:val="libCenter"/>
      </w:pPr>
      <w:r>
        <w:t>The crystal ball was glittering like a colorful rainbow. Nasir carefully took it in</w:t>
      </w:r>
    </w:p>
    <w:p w:rsidR="000E09EC" w:rsidRPr="000E09EC" w:rsidRDefault="000E09EC" w:rsidP="00B44A1D">
      <w:pPr>
        <w:pStyle w:val="libCenter"/>
      </w:pPr>
      <w:r>
        <w:t>his hand and turned it around. With surprise suddenly he heard a weak voice</w:t>
      </w:r>
    </w:p>
    <w:p w:rsidR="000E09EC" w:rsidRPr="000E09EC" w:rsidRDefault="000E09EC" w:rsidP="00B44A1D">
      <w:pPr>
        <w:pStyle w:val="libCenter"/>
      </w:pPr>
      <w:r>
        <w:t>coming from the crystal ball. It said; “You can make a wish that your heart</w:t>
      </w:r>
    </w:p>
    <w:p w:rsidR="000E09EC" w:rsidRPr="000E09EC" w:rsidRDefault="000E09EC" w:rsidP="00B44A1D">
      <w:pPr>
        <w:pStyle w:val="libCenter"/>
      </w:pPr>
      <w:r>
        <w:t>desires and I will fulfill it.” Nasir could not believe that he had actually heard</w:t>
      </w:r>
    </w:p>
    <w:p w:rsidR="000E09EC" w:rsidRPr="000E09EC" w:rsidRDefault="000E09EC" w:rsidP="00B44A1D">
      <w:pPr>
        <w:pStyle w:val="libCenter"/>
      </w:pPr>
      <w:r>
        <w:t xml:space="preserve">a voice. But he became so engrossed in his thoughts for he had so many </w:t>
      </w:r>
    </w:p>
    <w:p w:rsidR="000E09EC" w:rsidRPr="000E09EC" w:rsidRDefault="000E09EC" w:rsidP="00B44A1D">
      <w:pPr>
        <w:pStyle w:val="libCenter"/>
      </w:pPr>
      <w:r>
        <w:t>wishes but he must wish for something which was impossible like the wish to</w:t>
      </w:r>
    </w:p>
    <w:p w:rsidR="000E09EC" w:rsidRPr="000E09EC" w:rsidRDefault="000E09EC" w:rsidP="00B44A1D">
      <w:pPr>
        <w:pStyle w:val="libCenter"/>
      </w:pPr>
      <w:r>
        <w:t>be able to fly. He said to himself, if I wait till tomorrow I will remember many</w:t>
      </w:r>
    </w:p>
    <w:p w:rsidR="000E09EC" w:rsidRPr="000E09EC" w:rsidRDefault="000E09EC" w:rsidP="00B44A1D">
      <w:pPr>
        <w:pStyle w:val="libCenter"/>
      </w:pPr>
      <w:r>
        <w:t>things. He put the crystal ball in a bag and gathered the herd, happily returned back</w:t>
      </w:r>
    </w:p>
    <w:p w:rsidR="000E09EC" w:rsidRPr="000E09EC" w:rsidRDefault="000E09EC" w:rsidP="00B44A1D">
      <w:pPr>
        <w:pStyle w:val="libCenter"/>
      </w:pPr>
      <w:r>
        <w:t>to the village. He decided that he would not tell anyone about the crystal ball. On the following day</w:t>
      </w:r>
    </w:p>
    <w:p w:rsidR="000E09EC" w:rsidRDefault="000E09EC" w:rsidP="00B44A1D">
      <w:pPr>
        <w:pStyle w:val="libCenter"/>
      </w:pPr>
      <w:r>
        <w:t>also, Nasir could not decide what to wish for, because he really had everything he needed.</w:t>
      </w:r>
    </w:p>
    <w:p w:rsidR="000E09EC" w:rsidRPr="000E09EC" w:rsidRDefault="000E09EC" w:rsidP="00B44A1D">
      <w:pPr>
        <w:pStyle w:val="libCenter"/>
      </w:pPr>
      <w:r>
        <w:t>The days passed as usual, and Nasir appeared to be very cheerful that the people around him were</w:t>
      </w:r>
    </w:p>
    <w:p w:rsidR="000E09EC" w:rsidRPr="000E09EC" w:rsidRDefault="000E09EC" w:rsidP="00B44A1D">
      <w:pPr>
        <w:pStyle w:val="libCenter"/>
      </w:pPr>
      <w:r>
        <w:t xml:space="preserve">amazed to see his cheerful disposition. One day a boy followed Nasir and his herd and hid behind </w:t>
      </w:r>
    </w:p>
    <w:p w:rsidR="000E09EC" w:rsidRPr="000E09EC" w:rsidRDefault="000E09EC" w:rsidP="00B44A1D">
      <w:pPr>
        <w:pStyle w:val="libCenter"/>
      </w:pPr>
      <w:r>
        <w:t>a tree. Nasir as usual sat in one corner, took out the crystal ball and for a few moments looked at it.</w:t>
      </w:r>
    </w:p>
    <w:p w:rsidR="000E09EC" w:rsidRPr="000E09EC" w:rsidRDefault="000E09EC" w:rsidP="00B44A1D">
      <w:pPr>
        <w:pStyle w:val="libCenter"/>
      </w:pPr>
      <w:r>
        <w:t>The boy waited for the moment when Nasir would go to sleep. Then he took the crystal ball and ran</w:t>
      </w:r>
    </w:p>
    <w:p w:rsidR="000E09EC" w:rsidRPr="000E09EC" w:rsidRDefault="000E09EC" w:rsidP="00B44A1D">
      <w:pPr>
        <w:pStyle w:val="libCenter"/>
      </w:pPr>
      <w:r>
        <w:t xml:space="preserve">away. When he arrived in the village, he called all the people and showed them the crystal ball. </w:t>
      </w:r>
    </w:p>
    <w:p w:rsidR="000E09EC" w:rsidRPr="000E09EC" w:rsidRDefault="000E09EC" w:rsidP="00B44A1D">
      <w:pPr>
        <w:pStyle w:val="libCenter"/>
      </w:pPr>
      <w:r>
        <w:t>The citizens of that village took the crystal ball in their hand and turned it around with surprise.</w:t>
      </w:r>
    </w:p>
    <w:p w:rsidR="000E09EC" w:rsidRPr="000E09EC" w:rsidRDefault="000E09EC" w:rsidP="00B44A1D">
      <w:pPr>
        <w:pStyle w:val="libCenter"/>
      </w:pPr>
      <w:r>
        <w:t xml:space="preserve">Suddenly they heard a voice from inside the crystal ball, which says, “I can fulfill your wish.” </w:t>
      </w:r>
    </w:p>
    <w:p w:rsidR="000E09EC" w:rsidRPr="000E09EC" w:rsidRDefault="000E09EC" w:rsidP="00B44A1D">
      <w:pPr>
        <w:pStyle w:val="libCenter"/>
      </w:pPr>
      <w:r>
        <w:t>One person took the ball and screamed, “I want one bag full of gold.” Another took the ball and</w:t>
      </w:r>
    </w:p>
    <w:p w:rsidR="000E09EC" w:rsidRDefault="000E09EC" w:rsidP="00B44A1D">
      <w:pPr>
        <w:pStyle w:val="libCenter"/>
      </w:pPr>
      <w:r>
        <w:t>said loudly, “I want two chest full of jewelry.”</w:t>
      </w:r>
    </w:p>
    <w:p w:rsidR="000E09EC" w:rsidRPr="000E09EC" w:rsidRDefault="000E09EC" w:rsidP="00B44A1D">
      <w:pPr>
        <w:pStyle w:val="libCenter"/>
      </w:pPr>
      <w:r>
        <w:t>Some of them wished that they would have their own palace with grand door made from pure gold</w:t>
      </w:r>
    </w:p>
    <w:p w:rsidR="000E09EC" w:rsidRPr="000E09EC" w:rsidRDefault="000E09EC" w:rsidP="00B44A1D">
      <w:pPr>
        <w:pStyle w:val="libCenter"/>
      </w:pPr>
      <w:r>
        <w:t>instead of their old houses. Some also wished for bags full of jewelry, but nobody asked for gardens</w:t>
      </w:r>
    </w:p>
    <w:p w:rsidR="000E09EC" w:rsidRPr="000E09EC" w:rsidRDefault="000E09EC" w:rsidP="00B44A1D">
      <w:pPr>
        <w:pStyle w:val="libCenter"/>
      </w:pPr>
      <w:r>
        <w:t>in their palaces. All their wishes were fulfilled but still the citizens of the village were not happy.</w:t>
      </w:r>
    </w:p>
    <w:p w:rsidR="000E09EC" w:rsidRPr="000E09EC" w:rsidRDefault="000E09EC" w:rsidP="00B44A1D">
      <w:pPr>
        <w:pStyle w:val="libCenter"/>
      </w:pPr>
      <w:r>
        <w:t>They were jealous because the person that had a palace had no gold and the person that had the</w:t>
      </w:r>
    </w:p>
    <w:p w:rsidR="000E09EC" w:rsidRPr="000E09EC" w:rsidRDefault="000E09EC" w:rsidP="00B44A1D">
      <w:pPr>
        <w:pStyle w:val="libCenter"/>
      </w:pPr>
      <w:r>
        <w:lastRenderedPageBreak/>
        <w:t>gold had no palace. For this reason, the citizens of the village were angry and were not speaking to</w:t>
      </w:r>
    </w:p>
    <w:p w:rsidR="000E09EC" w:rsidRPr="000E09EC" w:rsidRDefault="000E09EC" w:rsidP="00B44A1D">
      <w:pPr>
        <w:pStyle w:val="libCenter"/>
      </w:pPr>
      <w:r>
        <w:t>each other. There was not even one garden which existed in the village where the children could</w:t>
      </w:r>
    </w:p>
    <w:p w:rsidR="000E09EC" w:rsidRPr="000E09EC" w:rsidRDefault="000E09EC" w:rsidP="00B44A1D">
      <w:pPr>
        <w:pStyle w:val="libCenter"/>
      </w:pPr>
      <w:r>
        <w:t>play. The patience of the children was running out and they were uncomfortable. Nasir and his</w:t>
      </w:r>
    </w:p>
    <w:p w:rsidR="000E09EC" w:rsidRDefault="000E09EC" w:rsidP="00B44A1D">
      <w:pPr>
        <w:pStyle w:val="libCenter"/>
      </w:pPr>
      <w:r>
        <w:t>family were happy and pleased. Every morning and afternoon he would play the flute.</w:t>
      </w:r>
    </w:p>
    <w:p w:rsidR="000E09EC" w:rsidRPr="000E09EC" w:rsidRDefault="000E09EC" w:rsidP="00B44A1D">
      <w:pPr>
        <w:pStyle w:val="libCenter"/>
      </w:pPr>
      <w:r>
        <w:t>The children could not wait anymore and decided to return the crystal ball to Nasir. The parents</w:t>
      </w:r>
    </w:p>
    <w:p w:rsidR="000E09EC" w:rsidRPr="000E09EC" w:rsidRDefault="000E09EC" w:rsidP="00B44A1D">
      <w:pPr>
        <w:pStyle w:val="libCenter"/>
      </w:pPr>
      <w:r>
        <w:t>and neighbors went to him. The children said to Nasir; “When we had a small village we all were</w:t>
      </w:r>
    </w:p>
    <w:p w:rsidR="000E09EC" w:rsidRPr="000E09EC" w:rsidRDefault="000E09EC" w:rsidP="00B44A1D">
      <w:pPr>
        <w:pStyle w:val="libCenter"/>
      </w:pPr>
      <w:r>
        <w:t>happy and joyful.” The parent also spoke. In one way or another nobody is happy. The expensive</w:t>
      </w:r>
    </w:p>
    <w:p w:rsidR="000E09EC" w:rsidRPr="000E09EC" w:rsidRDefault="000E09EC" w:rsidP="00B44A1D">
      <w:pPr>
        <w:pStyle w:val="libCenter"/>
      </w:pPr>
      <w:r>
        <w:t>palaces and jewelry only bring us pain. When Nasir saw that the people were really regretful, he</w:t>
      </w:r>
    </w:p>
    <w:p w:rsidR="000E09EC" w:rsidRPr="000E09EC" w:rsidRDefault="000E09EC" w:rsidP="00B44A1D">
      <w:pPr>
        <w:pStyle w:val="libCenter"/>
      </w:pPr>
      <w:r>
        <w:t>said I have not wished till now, if you really want everything to return to its own place, then I will</w:t>
      </w:r>
    </w:p>
    <w:p w:rsidR="000E09EC" w:rsidRPr="000E09EC" w:rsidRDefault="000E09EC" w:rsidP="00B44A1D">
      <w:pPr>
        <w:pStyle w:val="libCenter"/>
      </w:pPr>
      <w:r>
        <w:t>wish for it. Everyone happily agreed. Nasir took the crystal ball in his hand turned around and</w:t>
      </w:r>
    </w:p>
    <w:p w:rsidR="000E09EC" w:rsidRPr="000E09EC" w:rsidRDefault="000E09EC" w:rsidP="00B44A1D">
      <w:pPr>
        <w:pStyle w:val="libCenter"/>
      </w:pPr>
      <w:r>
        <w:t xml:space="preserve">wished that the village become the same as it was before. Everyone quickly turned towards the </w:t>
      </w:r>
    </w:p>
    <w:p w:rsidR="000E09EC" w:rsidRDefault="000E09EC" w:rsidP="00B44A1D">
      <w:pPr>
        <w:pStyle w:val="libCenter"/>
      </w:pPr>
      <w:r>
        <w:t xml:space="preserve">village and saw it became the same old village with gardens full of trees and fruits. 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Pr="000E09EC" w:rsidRDefault="000E09EC" w:rsidP="00B44A1D">
      <w:pPr>
        <w:pStyle w:val="libCenter"/>
      </w:pPr>
      <w:r>
        <w:lastRenderedPageBreak/>
        <w:t xml:space="preserve">Once again the people started to live happily and the children played under the shade of trees. </w:t>
      </w:r>
    </w:p>
    <w:p w:rsidR="000E09EC" w:rsidRDefault="000E09EC" w:rsidP="00B44A1D">
      <w:pPr>
        <w:pStyle w:val="libCenter"/>
      </w:pPr>
      <w:r>
        <w:t>From the next day and everyday at sunset the sound of Nasir’s flute could be heard in the village.</w:t>
      </w:r>
    </w:p>
    <w:p w:rsidR="000E09EC" w:rsidRPr="00C7518C" w:rsidRDefault="000E09EC" w:rsidP="00C7518C">
      <w:pPr>
        <w:pStyle w:val="libCenterBold2"/>
      </w:pPr>
      <w:r>
        <w:t>This story teaches us that we should be happy with whatever we have and not to be greedy.</w:t>
      </w:r>
    </w:p>
    <w:p w:rsidR="00A10C90" w:rsidRDefault="00A10C90" w:rsidP="00B44A1D">
      <w:pPr>
        <w:pStyle w:val="libCenter"/>
      </w:pPr>
      <w:r>
        <w:br w:type="page"/>
      </w:r>
    </w:p>
    <w:p w:rsidR="000E09EC" w:rsidRDefault="000E09EC" w:rsidP="00A10C90">
      <w:pPr>
        <w:pStyle w:val="Heading1Center"/>
      </w:pPr>
      <w:bookmarkStart w:id="52" w:name="_Toc382223521"/>
      <w:r>
        <w:lastRenderedPageBreak/>
        <w:t>THE SIGNS OF HAPPINESS</w:t>
      </w:r>
      <w:bookmarkEnd w:id="52"/>
      <w:r>
        <w:t xml:space="preserve"> </w:t>
      </w:r>
    </w:p>
    <w:p w:rsidR="000E09EC" w:rsidRPr="000E09EC" w:rsidRDefault="000E09EC" w:rsidP="00B44A1D">
      <w:pPr>
        <w:pStyle w:val="libCenter"/>
      </w:pPr>
      <w:r>
        <w:t>There was a young couple who led a very happy life together. The only thing that they worried</w:t>
      </w:r>
    </w:p>
    <w:p w:rsidR="000E09EC" w:rsidRPr="000E09EC" w:rsidRDefault="000E09EC" w:rsidP="00B44A1D">
      <w:pPr>
        <w:pStyle w:val="libCenter"/>
      </w:pPr>
      <w:r>
        <w:t xml:space="preserve">about was, whether their happiness would last forever or would they too would have to face </w:t>
      </w:r>
    </w:p>
    <w:p w:rsidR="000E09EC" w:rsidRPr="000E09EC" w:rsidRDefault="000E09EC" w:rsidP="00B44A1D">
      <w:pPr>
        <w:pStyle w:val="libCenter"/>
      </w:pPr>
      <w:r>
        <w:t>problems. One day, they heard that a wise old man had come to town; he could solve all kinds of</w:t>
      </w:r>
    </w:p>
    <w:p w:rsidR="000E09EC" w:rsidRPr="000E09EC" w:rsidRDefault="000E09EC" w:rsidP="00B44A1D">
      <w:pPr>
        <w:pStyle w:val="libCenter"/>
      </w:pPr>
      <w:r>
        <w:t>problems and guide people. So the couple decided to visit the wise old man and tell him their</w:t>
      </w:r>
    </w:p>
    <w:p w:rsidR="000E09EC" w:rsidRDefault="000E09EC" w:rsidP="00B44A1D">
      <w:pPr>
        <w:pStyle w:val="libCenter"/>
      </w:pPr>
      <w:r>
        <w:t>source of worry.</w:t>
      </w:r>
    </w:p>
    <w:p w:rsidR="000E09EC" w:rsidRPr="000E09EC" w:rsidRDefault="000E09EC" w:rsidP="00B44A1D">
      <w:pPr>
        <w:pStyle w:val="libCenter"/>
      </w:pPr>
      <w:r>
        <w:t xml:space="preserve">The wise old man told them; “Travel around the world and seek a man and a woman who are </w:t>
      </w:r>
    </w:p>
    <w:p w:rsidR="000E09EC" w:rsidRPr="000E09EC" w:rsidRDefault="000E09EC" w:rsidP="00B44A1D">
      <w:pPr>
        <w:pStyle w:val="libCenter"/>
      </w:pPr>
      <w:r>
        <w:t>perfectly happy as a couple. When you find such a couple, ask them for a piece of cloth from the</w:t>
      </w:r>
    </w:p>
    <w:p w:rsidR="000E09EC" w:rsidRDefault="000E09EC" w:rsidP="00B44A1D">
      <w:pPr>
        <w:pStyle w:val="libCenter"/>
      </w:pPr>
      <w:r>
        <w:t>man’s shirt, then keep that piece of cloth with you, and you always remain happy.”</w:t>
      </w:r>
    </w:p>
    <w:p w:rsidR="000E09EC" w:rsidRPr="000E09EC" w:rsidRDefault="000E09EC" w:rsidP="00B44A1D">
      <w:pPr>
        <w:pStyle w:val="libCenter"/>
      </w:pPr>
      <w:r>
        <w:t xml:space="preserve">The young couple began their journey, to find the happiest couple in their world. In one place </w:t>
      </w:r>
    </w:p>
    <w:p w:rsidR="000E09EC" w:rsidRPr="000E09EC" w:rsidRDefault="000E09EC" w:rsidP="00B44A1D">
      <w:pPr>
        <w:pStyle w:val="libCenter"/>
      </w:pPr>
      <w:r>
        <w:t xml:space="preserve">they heard that the governor and his wife were the happiest people, so they went to their palace </w:t>
      </w:r>
    </w:p>
    <w:p w:rsidR="000E09EC" w:rsidRDefault="000E09EC" w:rsidP="00B44A1D">
      <w:pPr>
        <w:pStyle w:val="libCenter"/>
      </w:pPr>
      <w:r>
        <w:t>and asked them, “Are you the happiest couple?”</w:t>
      </w:r>
    </w:p>
    <w:p w:rsidR="000E09EC" w:rsidRPr="000E09EC" w:rsidRDefault="000E09EC" w:rsidP="00B44A1D">
      <w:pPr>
        <w:pStyle w:val="libCenter"/>
      </w:pPr>
      <w:r>
        <w:t xml:space="preserve">The governor and his wife replied, “Yes, we are happy in every way except for one thing; </w:t>
      </w:r>
    </w:p>
    <w:p w:rsidR="000E09EC" w:rsidRDefault="000E09EC" w:rsidP="00B44A1D">
      <w:pPr>
        <w:pStyle w:val="libCenter"/>
      </w:pPr>
      <w:r>
        <w:t>we do not have any children.”</w:t>
      </w:r>
    </w:p>
    <w:p w:rsidR="000E09EC" w:rsidRPr="000E09EC" w:rsidRDefault="000E09EC" w:rsidP="00B44A1D">
      <w:pPr>
        <w:pStyle w:val="libCenter"/>
      </w:pPr>
      <w:r>
        <w:t xml:space="preserve">Well that didn’t make the governor and his wife the happiest couple. So they continued their </w:t>
      </w:r>
    </w:p>
    <w:p w:rsidR="000E09EC" w:rsidRPr="000E09EC" w:rsidRDefault="000E09EC" w:rsidP="00B44A1D">
      <w:pPr>
        <w:pStyle w:val="libCenter"/>
      </w:pPr>
      <w:r>
        <w:t xml:space="preserve">journey. They arrived in one city where they had heard that the happiest couple lived. </w:t>
      </w:r>
    </w:p>
    <w:p w:rsidR="000E09EC" w:rsidRDefault="000E09EC" w:rsidP="00B44A1D">
      <w:pPr>
        <w:pStyle w:val="libCenter"/>
      </w:pPr>
      <w:r>
        <w:t>They went to their house and asked them, “Are you the happiest couple?”</w:t>
      </w:r>
    </w:p>
    <w:p w:rsidR="000E09EC" w:rsidRPr="000E09EC" w:rsidRDefault="000E09EC" w:rsidP="00B44A1D">
      <w:pPr>
        <w:pStyle w:val="libCenter"/>
      </w:pPr>
      <w:r>
        <w:t>The couple replied, “Yes, we are really happy in every way except that we have too many children</w:t>
      </w:r>
    </w:p>
    <w:p w:rsidR="000E09EC" w:rsidRDefault="000E09EC" w:rsidP="00B44A1D">
      <w:pPr>
        <w:pStyle w:val="libCenter"/>
      </w:pPr>
      <w:r>
        <w:t>which make our life a bit uncomfortable.”</w:t>
      </w:r>
    </w:p>
    <w:p w:rsidR="000E09EC" w:rsidRPr="000E09EC" w:rsidRDefault="000E09EC" w:rsidP="00B44A1D">
      <w:pPr>
        <w:pStyle w:val="libCenter"/>
      </w:pPr>
      <w:r>
        <w:t>No, this couple did not sound to be the happiest. And, so they continued their journey. They visited</w:t>
      </w:r>
    </w:p>
    <w:p w:rsidR="000E09EC" w:rsidRPr="000E09EC" w:rsidRDefault="000E09EC" w:rsidP="00B44A1D">
      <w:pPr>
        <w:pStyle w:val="libCenter"/>
      </w:pPr>
      <w:r>
        <w:t xml:space="preserve">many countries, cities, towns and villages asking the same </w:t>
      </w:r>
    </w:p>
    <w:p w:rsidR="000E09EC" w:rsidRDefault="000E09EC" w:rsidP="00B44A1D">
      <w:pPr>
        <w:pStyle w:val="libCenter"/>
      </w:pPr>
      <w:r>
        <w:t>question but they did not find what they were looking for.</w:t>
      </w:r>
    </w:p>
    <w:p w:rsidR="000E09EC" w:rsidRPr="000E09EC" w:rsidRDefault="000E09EC" w:rsidP="00B44A1D">
      <w:pPr>
        <w:pStyle w:val="libCenter"/>
      </w:pPr>
      <w:r>
        <w:t>One Day the young couple came across a shepherd in the desert.</w:t>
      </w:r>
    </w:p>
    <w:p w:rsidR="000E09EC" w:rsidRPr="000E09EC" w:rsidRDefault="000E09EC" w:rsidP="00B44A1D">
      <w:pPr>
        <w:pStyle w:val="libCenter"/>
      </w:pPr>
      <w:r>
        <w:t>The shepherd was grazing his sheep when his wife and child</w:t>
      </w:r>
    </w:p>
    <w:p w:rsidR="000E09EC" w:rsidRPr="000E09EC" w:rsidRDefault="000E09EC" w:rsidP="00B44A1D">
      <w:pPr>
        <w:pStyle w:val="libCenter"/>
      </w:pPr>
      <w:r>
        <w:t xml:space="preserve">came along. The shepherd greeted his wife and gently patted </w:t>
      </w:r>
    </w:p>
    <w:p w:rsidR="000E09EC" w:rsidRPr="000E09EC" w:rsidRDefault="000E09EC" w:rsidP="00B44A1D">
      <w:pPr>
        <w:pStyle w:val="libCenter"/>
      </w:pPr>
      <w:r>
        <w:t>the child she was carrying. She laid the mat and started to eat</w:t>
      </w:r>
    </w:p>
    <w:p w:rsidR="000E09EC" w:rsidRPr="000E09EC" w:rsidRDefault="000E09EC" w:rsidP="00B44A1D">
      <w:pPr>
        <w:pStyle w:val="libCenter"/>
      </w:pPr>
      <w:r>
        <w:t>contentedly. The young couple came to them and asked them,</w:t>
      </w:r>
    </w:p>
    <w:p w:rsidR="000E09EC" w:rsidRDefault="000E09EC" w:rsidP="00B44A1D">
      <w:pPr>
        <w:pStyle w:val="libCenter"/>
      </w:pPr>
      <w:r w:rsidRPr="000E09EC">
        <w:t>“A</w:t>
      </w:r>
      <w:r w:rsidRPr="00C7518C">
        <w:t>re you the happiest couple?”</w:t>
      </w:r>
    </w:p>
    <w:p w:rsidR="000E09EC" w:rsidRPr="000E09EC" w:rsidRDefault="000E09EC" w:rsidP="00B44A1D">
      <w:pPr>
        <w:pStyle w:val="libCenter"/>
      </w:pPr>
      <w:r>
        <w:t>The shepherd and his wife replied, “Nobody is unhappier than</w:t>
      </w:r>
    </w:p>
    <w:p w:rsidR="000E09EC" w:rsidRPr="000E09EC" w:rsidRDefault="000E09EC" w:rsidP="00B44A1D">
      <w:pPr>
        <w:pStyle w:val="libCenter"/>
      </w:pPr>
      <w:r>
        <w:t>the king.” The young couple immediately realized that they were</w:t>
      </w:r>
    </w:p>
    <w:p w:rsidR="000E09EC" w:rsidRPr="000E09EC" w:rsidRDefault="000E09EC" w:rsidP="00B44A1D">
      <w:pPr>
        <w:pStyle w:val="libCenter"/>
      </w:pPr>
      <w:r>
        <w:t>the happiest couple and asked them for a piece of the shepherd’s</w:t>
      </w:r>
    </w:p>
    <w:p w:rsidR="000E09EC" w:rsidRPr="000E09EC" w:rsidRDefault="000E09EC" w:rsidP="00B44A1D">
      <w:pPr>
        <w:pStyle w:val="libCenter"/>
      </w:pPr>
      <w:r>
        <w:t>shirt, so that their happiness too would last throughout.</w:t>
      </w:r>
    </w:p>
    <w:p w:rsidR="000E09EC" w:rsidRPr="000E09EC" w:rsidRDefault="000E09EC" w:rsidP="00B44A1D">
      <w:pPr>
        <w:pStyle w:val="libCenter"/>
      </w:pPr>
      <w:r>
        <w:t>The shepherd said, “If I give you a piece of cloth from my shirt</w:t>
      </w:r>
    </w:p>
    <w:p w:rsidR="000E09EC" w:rsidRDefault="000E09EC" w:rsidP="00B44A1D">
      <w:pPr>
        <w:pStyle w:val="libCenter"/>
      </w:pPr>
      <w:r>
        <w:t>then I will be left without any clothes since I own just one shirt.”</w:t>
      </w:r>
    </w:p>
    <w:p w:rsidR="000E09EC" w:rsidRDefault="000E09EC" w:rsidP="00B44A1D">
      <w:pPr>
        <w:pStyle w:val="libCenter"/>
      </w:pPr>
      <w:r>
        <w:t>The young couple at once understood that it is very difficult to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  <w:r>
        <w:lastRenderedPageBreak/>
        <w:t xml:space="preserve">find perfect happiness anywhere in the world. The couple decided to return to their own country. </w:t>
      </w:r>
    </w:p>
    <w:p w:rsidR="000E09EC" w:rsidRPr="000E09EC" w:rsidRDefault="000E09EC" w:rsidP="00B44A1D">
      <w:pPr>
        <w:pStyle w:val="libCenter"/>
      </w:pPr>
      <w:r>
        <w:t>They went to the wise old man and related all that had taken place. They also complained that his</w:t>
      </w:r>
    </w:p>
    <w:p w:rsidR="000E09EC" w:rsidRDefault="000E09EC" w:rsidP="00B44A1D">
      <w:pPr>
        <w:pStyle w:val="libCenter"/>
      </w:pPr>
      <w:r>
        <w:t>guidance was difficult to abide by.</w:t>
      </w:r>
    </w:p>
    <w:p w:rsidR="000E09EC" w:rsidRDefault="000E09EC" w:rsidP="00B44A1D">
      <w:pPr>
        <w:pStyle w:val="libCenter"/>
      </w:pPr>
      <w:r>
        <w:t>The wise old man laughed and said, “Was your journey useless or did you learn something from it?”</w:t>
      </w:r>
    </w:p>
    <w:p w:rsidR="000E09EC" w:rsidRPr="000E09EC" w:rsidRDefault="000E09EC" w:rsidP="00B44A1D">
      <w:pPr>
        <w:pStyle w:val="libCenter"/>
      </w:pPr>
      <w:r>
        <w:t>The young man replied, “Yes, after this trip I have learnt that in this world, nobody is perfectly</w:t>
      </w:r>
    </w:p>
    <w:p w:rsidR="000E09EC" w:rsidRDefault="000E09EC" w:rsidP="00B44A1D">
      <w:pPr>
        <w:pStyle w:val="libCenter"/>
      </w:pPr>
      <w:r>
        <w:t>happy, only that person is happy who does everything to please God.”</w:t>
      </w:r>
    </w:p>
    <w:p w:rsidR="000E09EC" w:rsidRPr="000E09EC" w:rsidRDefault="000E09EC" w:rsidP="00B44A1D">
      <w:pPr>
        <w:pStyle w:val="libCenter"/>
      </w:pPr>
      <w:r>
        <w:t xml:space="preserve">Holy Quran (2:38) says: </w:t>
      </w:r>
    </w:p>
    <w:p w:rsidR="000E09EC" w:rsidRDefault="000E09EC" w:rsidP="00B44A1D">
      <w:pPr>
        <w:pStyle w:val="libCenter"/>
      </w:pPr>
      <w:r w:rsidRPr="000E09EC">
        <w:t>“A</w:t>
      </w:r>
      <w:r w:rsidRPr="00C7518C">
        <w:t xml:space="preserve">nd whosever follows My (Allah’s) guidance, on them shall be no fear nor shall they grieve.” </w:t>
      </w:r>
    </w:p>
    <w:p w:rsidR="000E09EC" w:rsidRPr="000E09EC" w:rsidRDefault="000E09EC" w:rsidP="00B44A1D">
      <w:pPr>
        <w:pStyle w:val="libCenter"/>
      </w:pPr>
      <w:r>
        <w:t xml:space="preserve">The wife said, “I have learnt that in order to be happy it is important to remember two things; </w:t>
      </w:r>
    </w:p>
    <w:p w:rsidR="000E09EC" w:rsidRDefault="000E09EC" w:rsidP="00B44A1D">
      <w:pPr>
        <w:pStyle w:val="libCenter"/>
      </w:pPr>
      <w:r>
        <w:t>first, all human beings should be thankful and contented with whatever they have.”</w:t>
      </w:r>
    </w:p>
    <w:p w:rsidR="000E09EC" w:rsidRPr="000E09EC" w:rsidRDefault="000E09EC" w:rsidP="00B44A1D">
      <w:pPr>
        <w:pStyle w:val="libCenter"/>
      </w:pPr>
      <w:r>
        <w:t>Holy Quran  (14:7) says:</w:t>
      </w:r>
    </w:p>
    <w:p w:rsidR="000E09EC" w:rsidRDefault="000E09EC" w:rsidP="00B44A1D">
      <w:pPr>
        <w:pStyle w:val="libCenter"/>
      </w:pPr>
      <w:r w:rsidRPr="000E09EC">
        <w:t>“A</w:t>
      </w:r>
      <w:r w:rsidRPr="00C7518C">
        <w:t>nd your Lord declared publicly: if you are grateful, I will add more favors unto you.”</w:t>
      </w:r>
    </w:p>
    <w:p w:rsidR="000E09EC" w:rsidRDefault="000E09EC" w:rsidP="00B44A1D">
      <w:pPr>
        <w:pStyle w:val="libCenter"/>
      </w:pPr>
      <w:r>
        <w:t>And secondly, for ultimate happiness one must always practice patience.</w:t>
      </w:r>
    </w:p>
    <w:p w:rsidR="000E09EC" w:rsidRDefault="000E09EC" w:rsidP="00B44A1D">
      <w:pPr>
        <w:pStyle w:val="libCenter"/>
      </w:pPr>
      <w:r>
        <w:t>Holy Quran (2:45) says: “Seek help through patient perseverance and prayers.”</w:t>
      </w:r>
    </w:p>
    <w:p w:rsidR="000E09EC" w:rsidRPr="000E09EC" w:rsidRDefault="000E09EC" w:rsidP="00B44A1D">
      <w:pPr>
        <w:pStyle w:val="libCenter"/>
      </w:pPr>
      <w:r>
        <w:t>After that, young couple thanked the wise old man for his guidance and returned home. The wise</w:t>
      </w:r>
    </w:p>
    <w:p w:rsidR="000E09EC" w:rsidRPr="000E09EC" w:rsidRDefault="000E09EC" w:rsidP="00B44A1D">
      <w:pPr>
        <w:pStyle w:val="libCenter"/>
      </w:pPr>
      <w:r>
        <w:t>man prayed for them and said, “Indeed the sign of happiness is in their heart and they have good</w:t>
      </w:r>
    </w:p>
    <w:p w:rsidR="000E09EC" w:rsidRPr="000E09EC" w:rsidRDefault="000E09EC" w:rsidP="00B44A1D">
      <w:pPr>
        <w:pStyle w:val="libCenter"/>
      </w:pPr>
      <w:r>
        <w:t>manners and if the lifetime is spent in pleasure of God there would be no differences in the exis-</w:t>
      </w:r>
    </w:p>
    <w:p w:rsidR="000E09EC" w:rsidRDefault="000E09EC" w:rsidP="00B44A1D">
      <w:pPr>
        <w:pStyle w:val="libCenter"/>
      </w:pPr>
      <w:r>
        <w:t>tence of mankind.”</w:t>
      </w:r>
    </w:p>
    <w:p w:rsidR="000E09EC" w:rsidRPr="00C7518C" w:rsidRDefault="000E09EC" w:rsidP="00C7518C">
      <w:pPr>
        <w:pStyle w:val="libCenterBold2"/>
      </w:pPr>
      <w:r>
        <w:t>Holy Quran (20:123-124) says: “Whosoever follows My (Allah’s) guidance, will not loose his way or fall</w:t>
      </w:r>
    </w:p>
    <w:p w:rsidR="000E09EC" w:rsidRPr="00C7518C" w:rsidRDefault="000E09EC" w:rsidP="00C7518C">
      <w:pPr>
        <w:pStyle w:val="libCenterBold2"/>
      </w:pPr>
      <w:r>
        <w:t>into misery But whosoever turns away from My message, verily for him is a miserable life.”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53" w:name="_Toc382223522"/>
      <w:r>
        <w:lastRenderedPageBreak/>
        <w:t>HOPE AND GREED</w:t>
      </w:r>
      <w:bookmarkEnd w:id="53"/>
    </w:p>
    <w:p w:rsidR="000E09EC" w:rsidRPr="000E09EC" w:rsidRDefault="000E09EC" w:rsidP="00B44A1D">
      <w:pPr>
        <w:pStyle w:val="libCenter"/>
      </w:pPr>
      <w:r>
        <w:t>Caliph Haroon Rashid desired that any one who had seen the Holy</w:t>
      </w:r>
    </w:p>
    <w:p w:rsidR="000E09EC" w:rsidRPr="000E09EC" w:rsidRDefault="000E09EC" w:rsidP="00B44A1D">
      <w:pPr>
        <w:pStyle w:val="libCenter"/>
      </w:pPr>
      <w:r>
        <w:t xml:space="preserve">Prophet (SAW) in his lifetime be brought before him. After some time </w:t>
      </w:r>
    </w:p>
    <w:p w:rsidR="000E09EC" w:rsidRPr="000E09EC" w:rsidRDefault="000E09EC" w:rsidP="00B44A1D">
      <w:pPr>
        <w:pStyle w:val="libCenter"/>
      </w:pPr>
      <w:r>
        <w:t xml:space="preserve">a very old woman was brought before the Caliph. The Caliph asked the </w:t>
      </w:r>
    </w:p>
    <w:p w:rsidR="000E09EC" w:rsidRPr="000E09EC" w:rsidRDefault="000E09EC" w:rsidP="00B44A1D">
      <w:pPr>
        <w:pStyle w:val="libCenter"/>
      </w:pPr>
      <w:r>
        <w:t xml:space="preserve">old woman, “Did you see the Prophet yourself?” She said, “Yes! Sir.” </w:t>
      </w:r>
    </w:p>
    <w:p w:rsidR="000E09EC" w:rsidRPr="000E09EC" w:rsidRDefault="000E09EC" w:rsidP="00B44A1D">
      <w:pPr>
        <w:pStyle w:val="libCenter"/>
      </w:pPr>
      <w:r>
        <w:t>The Caliph then asked her if she remembered any narration from him.</w:t>
      </w:r>
    </w:p>
    <w:p w:rsidR="000E09EC" w:rsidRPr="000E09EC" w:rsidRDefault="000E09EC" w:rsidP="00B44A1D">
      <w:pPr>
        <w:pStyle w:val="libCenter"/>
      </w:pPr>
      <w:r>
        <w:t>She said yes and said, “When old age comes two things become young,</w:t>
      </w:r>
    </w:p>
    <w:p w:rsidR="000E09EC" w:rsidRPr="000E09EC" w:rsidRDefault="000E09EC" w:rsidP="00B44A1D">
      <w:pPr>
        <w:pStyle w:val="libCenter"/>
      </w:pPr>
      <w:r>
        <w:t>one is hope and the other is greed.” The Caliph thanked her and gave her</w:t>
      </w:r>
    </w:p>
    <w:p w:rsidR="000E09EC" w:rsidRDefault="000E09EC" w:rsidP="00B44A1D">
      <w:pPr>
        <w:pStyle w:val="libCenter"/>
      </w:pPr>
      <w:r>
        <w:t>one hundred dinars. The woman thanked Caliph and she was taken back.</w:t>
      </w:r>
    </w:p>
    <w:p w:rsidR="000E09EC" w:rsidRPr="000E09EC" w:rsidRDefault="000E09EC" w:rsidP="00B44A1D">
      <w:pPr>
        <w:pStyle w:val="libCenter"/>
      </w:pPr>
      <w:r>
        <w:t xml:space="preserve">Half the way some thought passed through her mind and she desired </w:t>
      </w:r>
    </w:p>
    <w:p w:rsidR="000E09EC" w:rsidRPr="000E09EC" w:rsidRDefault="000E09EC" w:rsidP="00B44A1D">
      <w:pPr>
        <w:pStyle w:val="libCenter"/>
      </w:pPr>
      <w:r>
        <w:t>to be brought before the Caliph once more. When she was shown in, the</w:t>
      </w:r>
    </w:p>
    <w:p w:rsidR="000E09EC" w:rsidRPr="000E09EC" w:rsidRDefault="000E09EC" w:rsidP="00B44A1D">
      <w:pPr>
        <w:pStyle w:val="libCenter"/>
      </w:pPr>
      <w:r>
        <w:t>Caliph asked, “Well, why have you come back?” She said. “I just came to</w:t>
      </w:r>
    </w:p>
    <w:p w:rsidR="000E09EC" w:rsidRDefault="000E09EC" w:rsidP="00B44A1D">
      <w:pPr>
        <w:pStyle w:val="libCenter"/>
      </w:pPr>
      <w:r>
        <w:t>inquire whether the monies you gave me were once for all or is it to continue every year?”</w:t>
      </w:r>
    </w:p>
    <w:p w:rsidR="000E09EC" w:rsidRPr="000E09EC" w:rsidRDefault="000E09EC" w:rsidP="00B44A1D">
      <w:pPr>
        <w:pStyle w:val="libCenter"/>
      </w:pPr>
      <w:r>
        <w:t>The Caliph thought. “How true is the Prophet’s (SAW) word?” she has hope of life even now and</w:t>
      </w:r>
    </w:p>
    <w:p w:rsidR="000E09EC" w:rsidRPr="000E09EC" w:rsidRDefault="000E09EC" w:rsidP="00B44A1D">
      <w:pPr>
        <w:pStyle w:val="libCenter"/>
      </w:pPr>
      <w:r>
        <w:t xml:space="preserve">she has greed for money too. The Caliph said, “Don’t worry; you will be paid every year.” </w:t>
      </w:r>
    </w:p>
    <w:p w:rsidR="000E09EC" w:rsidRDefault="000E09EC" w:rsidP="00B44A1D">
      <w:pPr>
        <w:pStyle w:val="libCenter"/>
      </w:pPr>
      <w:r>
        <w:t>She was taken back but on the way she breathed her last.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54" w:name="_Toc382223523"/>
      <w:r>
        <w:lastRenderedPageBreak/>
        <w:t>FOUR WIVES</w:t>
      </w:r>
      <w:bookmarkEnd w:id="54"/>
    </w:p>
    <w:p w:rsidR="000E09EC" w:rsidRPr="000E09EC" w:rsidRDefault="000E09EC" w:rsidP="00B44A1D">
      <w:pPr>
        <w:pStyle w:val="libCenter"/>
      </w:pPr>
      <w:r>
        <w:t>Once upon a time. There was a rich merchant who had 4 wives. He loved the 4thwife the most and</w:t>
      </w:r>
    </w:p>
    <w:p w:rsidR="000E09EC" w:rsidRPr="000E09EC" w:rsidRDefault="000E09EC" w:rsidP="00B44A1D">
      <w:pPr>
        <w:pStyle w:val="libCenter"/>
      </w:pPr>
      <w:r>
        <w:t>adorned her with rich robes and treated her to delicacies. He took great care of her &amp; gave her</w:t>
      </w:r>
    </w:p>
    <w:p w:rsidR="000E09EC" w:rsidRDefault="000E09EC" w:rsidP="00B44A1D">
      <w:pPr>
        <w:pStyle w:val="libCenter"/>
      </w:pPr>
      <w:r>
        <w:t>nothing but the best.</w:t>
      </w:r>
    </w:p>
    <w:p w:rsidR="000E09EC" w:rsidRPr="000E09EC" w:rsidRDefault="000E09EC" w:rsidP="00B44A1D">
      <w:pPr>
        <w:pStyle w:val="libCenter"/>
      </w:pPr>
      <w:r>
        <w:t>He also loved the 3rdwife very much. He’s very proud of her and always wanted to show off her to</w:t>
      </w:r>
    </w:p>
    <w:p w:rsidR="000E09EC" w:rsidRDefault="000E09EC" w:rsidP="00B44A1D">
      <w:pPr>
        <w:pStyle w:val="libCenter"/>
      </w:pPr>
      <w:r>
        <w:t>his friends. However, the merchant is always in fear that she might run away with some other men.</w:t>
      </w:r>
    </w:p>
    <w:p w:rsidR="000E09EC" w:rsidRPr="000E09EC" w:rsidRDefault="000E09EC" w:rsidP="00B44A1D">
      <w:pPr>
        <w:pStyle w:val="libCenter"/>
      </w:pPr>
      <w:r>
        <w:t xml:space="preserve">He too, loved his 2ndwife. She is a very considerate person, always patient &amp; in fact is the </w:t>
      </w:r>
    </w:p>
    <w:p w:rsidR="000E09EC" w:rsidRPr="000E09EC" w:rsidRDefault="000E09EC" w:rsidP="00B44A1D">
      <w:pPr>
        <w:pStyle w:val="libCenter"/>
      </w:pPr>
      <w:r>
        <w:t xml:space="preserve">merchant’s confidante. Whenever the merchant faced some problems, he always turned to his </w:t>
      </w:r>
    </w:p>
    <w:p w:rsidR="000E09EC" w:rsidRDefault="000E09EC" w:rsidP="00B44A1D">
      <w:pPr>
        <w:pStyle w:val="libCenter"/>
      </w:pPr>
      <w:r>
        <w:t>2ndwife and she would always help him out and tide him through difficult times.</w:t>
      </w:r>
    </w:p>
    <w:p w:rsidR="000E09EC" w:rsidRPr="000E09EC" w:rsidRDefault="000E09EC" w:rsidP="00B44A1D">
      <w:pPr>
        <w:pStyle w:val="libCenter"/>
      </w:pPr>
      <w:r>
        <w:t xml:space="preserve">Now, the merchant’s 1stwife is a very loyal partner and has made great contributions in </w:t>
      </w:r>
    </w:p>
    <w:p w:rsidR="000E09EC" w:rsidRPr="000E09EC" w:rsidRDefault="000E09EC" w:rsidP="00B44A1D">
      <w:pPr>
        <w:pStyle w:val="libCenter"/>
      </w:pPr>
      <w:r>
        <w:t xml:space="preserve">maintaining his wealth and business as well as taking care of the household. However, the </w:t>
      </w:r>
    </w:p>
    <w:p w:rsidR="000E09EC" w:rsidRDefault="000E09EC" w:rsidP="00B44A1D">
      <w:pPr>
        <w:pStyle w:val="libCenter"/>
      </w:pPr>
      <w:r>
        <w:t>merchant did not love the 1stwife and although she loved him deeply, he hardly took notice of her.</w:t>
      </w:r>
    </w:p>
    <w:p w:rsidR="000E09EC" w:rsidRPr="000E09EC" w:rsidRDefault="000E09EC" w:rsidP="00B44A1D">
      <w:pPr>
        <w:pStyle w:val="libCenter"/>
      </w:pPr>
      <w:r>
        <w:t xml:space="preserve">One day, the merchant fell ill. Before long, he knew that he was going to die soon. He thought of </w:t>
      </w:r>
    </w:p>
    <w:p w:rsidR="000E09EC" w:rsidRPr="000E09EC" w:rsidRDefault="000E09EC" w:rsidP="00B44A1D">
      <w:pPr>
        <w:pStyle w:val="libCenter"/>
      </w:pPr>
      <w:r>
        <w:t>his luxurious life and told himself, “Now I have 4 wives with me. But when I die, I’ll be alone. How</w:t>
      </w:r>
    </w:p>
    <w:p w:rsidR="000E09EC" w:rsidRPr="000E09EC" w:rsidRDefault="000E09EC" w:rsidP="00B44A1D">
      <w:pPr>
        <w:pStyle w:val="libCenter"/>
      </w:pPr>
      <w:r w:rsidRPr="00C7518C">
        <w:t xml:space="preserve">lonely I’ll be!” Thus, he asked the </w:t>
      </w:r>
      <w:r w:rsidRPr="000E09EC">
        <w:t>4thwife</w:t>
      </w:r>
      <w:r w:rsidRPr="00C7518C">
        <w:t>, “I loved you most, endowed you with the finest clothing</w:t>
      </w:r>
    </w:p>
    <w:p w:rsidR="000E09EC" w:rsidRDefault="000E09EC" w:rsidP="00B44A1D">
      <w:pPr>
        <w:pStyle w:val="libCenter"/>
      </w:pPr>
      <w:r>
        <w:t>and showered great care over you. Now that I’m dying, will you follow me and keep me company?”</w:t>
      </w:r>
    </w:p>
    <w:p w:rsidR="000E09EC" w:rsidRPr="000E09EC" w:rsidRDefault="000E09EC" w:rsidP="00B44A1D">
      <w:pPr>
        <w:pStyle w:val="libCenter"/>
      </w:pPr>
      <w:r>
        <w:t>“No way!” replied the 4thwife and she walked away without another</w:t>
      </w:r>
    </w:p>
    <w:p w:rsidR="000E09EC" w:rsidRDefault="000E09EC" w:rsidP="00B44A1D">
      <w:pPr>
        <w:pStyle w:val="libCenter"/>
      </w:pPr>
      <w:r>
        <w:t>word. Answer cut like a sharp knife right into the merchant’s heart.</w:t>
      </w:r>
    </w:p>
    <w:p w:rsidR="000E09EC" w:rsidRPr="000E09EC" w:rsidRDefault="000E09EC" w:rsidP="00B44A1D">
      <w:pPr>
        <w:pStyle w:val="libCenter"/>
      </w:pPr>
      <w:r>
        <w:t>The sad merchant then asked the 3rdwife, “I have loved you so much</w:t>
      </w:r>
    </w:p>
    <w:p w:rsidR="000E09EC" w:rsidRPr="000E09EC" w:rsidRDefault="000E09EC" w:rsidP="00B44A1D">
      <w:pPr>
        <w:pStyle w:val="libCenter"/>
      </w:pPr>
      <w:r>
        <w:t>for all my life. Now that I’m dying, will you follow me and keep me</w:t>
      </w:r>
    </w:p>
    <w:p w:rsidR="000E09EC" w:rsidRDefault="000E09EC" w:rsidP="00B44A1D">
      <w:pPr>
        <w:pStyle w:val="libCenter"/>
      </w:pPr>
      <w:r>
        <w:t>company?”</w:t>
      </w:r>
    </w:p>
    <w:p w:rsidR="000E09EC" w:rsidRPr="000E09EC" w:rsidRDefault="000E09EC" w:rsidP="00B44A1D">
      <w:pPr>
        <w:pStyle w:val="libCenter"/>
      </w:pPr>
      <w:r>
        <w:t>“No!” replied the 3rdwife. “Life is so good over here! I’m going to</w:t>
      </w:r>
    </w:p>
    <w:p w:rsidR="000E09EC" w:rsidRDefault="000E09EC" w:rsidP="00B44A1D">
      <w:pPr>
        <w:pStyle w:val="libCenter"/>
      </w:pPr>
      <w:r>
        <w:t>remarry when you die!” The merchant’s heart sank and turned cold.</w:t>
      </w:r>
    </w:p>
    <w:p w:rsidR="000E09EC" w:rsidRPr="000E09EC" w:rsidRDefault="000E09EC" w:rsidP="00B44A1D">
      <w:pPr>
        <w:pStyle w:val="libCenter"/>
      </w:pPr>
      <w:r>
        <w:t>He then asked the 2ndwife, “I always turned to you for help and</w:t>
      </w:r>
    </w:p>
    <w:p w:rsidR="000E09EC" w:rsidRPr="000E09EC" w:rsidRDefault="000E09EC" w:rsidP="00B44A1D">
      <w:pPr>
        <w:pStyle w:val="libCenter"/>
      </w:pPr>
      <w:r>
        <w:t>you’ve always helped me out. Now I need your help again. When I die, will you follow me and keep</w:t>
      </w:r>
    </w:p>
    <w:p w:rsidR="000E09EC" w:rsidRPr="000E09EC" w:rsidRDefault="000E09EC" w:rsidP="00B44A1D">
      <w:pPr>
        <w:pStyle w:val="libCenter"/>
      </w:pPr>
      <w:r>
        <w:t xml:space="preserve">me company?” “I’m sorry, I can’t help you out this time!” replied the 2ndwife.” “At the very most, </w:t>
      </w:r>
    </w:p>
    <w:p w:rsidR="000E09EC" w:rsidRDefault="000E09EC" w:rsidP="00B44A1D">
      <w:pPr>
        <w:pStyle w:val="libCenter"/>
      </w:pPr>
      <w:r>
        <w:t>I can only send you to your grave.” Answer came like a bolt of thunder &amp; merchant was devastated.</w:t>
      </w:r>
    </w:p>
    <w:p w:rsidR="000E09EC" w:rsidRPr="000E09EC" w:rsidRDefault="000E09EC" w:rsidP="00B44A1D">
      <w:pPr>
        <w:pStyle w:val="libCenter"/>
      </w:pPr>
      <w:r>
        <w:t>Then a voice called out: “I’ll leave with you. I’ll follow you no matter where you go.” The merchant</w:t>
      </w:r>
    </w:p>
    <w:p w:rsidR="000E09EC" w:rsidRDefault="000E09EC" w:rsidP="00B44A1D">
      <w:pPr>
        <w:pStyle w:val="libCenter"/>
      </w:pPr>
      <w:r>
        <w:t>looked up and there was his 1stwife. She was so skinny, almost like she suffered from malnutrition.</w:t>
      </w:r>
    </w:p>
    <w:p w:rsidR="000E09EC" w:rsidRPr="000E09EC" w:rsidRDefault="000E09EC" w:rsidP="00B44A1D">
      <w:pPr>
        <w:pStyle w:val="libCenter"/>
      </w:pPr>
      <w:r>
        <w:t>Greatly grieved, the merchant said, “I should have taken much better care of you while I could</w:t>
      </w:r>
    </w:p>
    <w:p w:rsidR="000E09EC" w:rsidRDefault="000E09EC" w:rsidP="00B44A1D">
      <w:pPr>
        <w:pStyle w:val="libCenter"/>
      </w:pPr>
      <w:r>
        <w:t>have!”</w:t>
      </w:r>
    </w:p>
    <w:p w:rsidR="000E09EC" w:rsidRPr="000E09EC" w:rsidRDefault="000E09EC" w:rsidP="00B44A1D">
      <w:pPr>
        <w:pStyle w:val="libCenter"/>
      </w:pPr>
      <w:r>
        <w:t>Actually, we all have 4 wives in our lives. The 4thwife is our body. No matter how much time and</w:t>
      </w:r>
    </w:p>
    <w:p w:rsidR="00432992" w:rsidRDefault="000E09EC" w:rsidP="00B44A1D">
      <w:pPr>
        <w:pStyle w:val="libCenter"/>
      </w:pPr>
      <w:r>
        <w:t>effort we lavish in making it look good, it’ll leave us when we die.</w:t>
      </w:r>
    </w:p>
    <w:p w:rsidR="000E09EC" w:rsidRDefault="000E09EC" w:rsidP="00B44A1D">
      <w:pPr>
        <w:pStyle w:val="libCenter"/>
      </w:pPr>
      <w:r>
        <w:t>Our 3rdwife is our possessions, status and wealth. When we die, they all go to others.</w:t>
      </w:r>
    </w:p>
    <w:p w:rsidR="000E09EC" w:rsidRPr="000E09EC" w:rsidRDefault="000E09EC" w:rsidP="00B44A1D">
      <w:pPr>
        <w:pStyle w:val="libCenter"/>
      </w:pPr>
      <w:r>
        <w:lastRenderedPageBreak/>
        <w:t xml:space="preserve">The 2ndwife is our family and friends. No matter how close they had been there for us when </w:t>
      </w:r>
    </w:p>
    <w:p w:rsidR="000E09EC" w:rsidRDefault="000E09EC" w:rsidP="00B44A1D">
      <w:pPr>
        <w:pStyle w:val="libCenter"/>
      </w:pPr>
      <w:r>
        <w:t>we’re alive, the furthest they can stay by us is up to the grave.</w:t>
      </w:r>
    </w:p>
    <w:p w:rsidR="000E09EC" w:rsidRDefault="000E09EC" w:rsidP="00B44A1D">
      <w:pPr>
        <w:pStyle w:val="libCenter"/>
      </w:pPr>
      <w:r>
        <w:t>The 1stwife is in fact our soul, often neglected in our pursuit of material wealth &amp; sensual pleasure.</w:t>
      </w:r>
    </w:p>
    <w:p w:rsidR="000E09EC" w:rsidRPr="00C7518C" w:rsidRDefault="000E09EC" w:rsidP="00C7518C">
      <w:pPr>
        <w:pStyle w:val="libCenterBold2"/>
      </w:pPr>
      <w:r>
        <w:t>Guess what? It is actually the only thing that follows us wherever we go. Perhaps it’s a good idea to cul-</w:t>
      </w:r>
    </w:p>
    <w:p w:rsidR="000E09EC" w:rsidRPr="00C7518C" w:rsidRDefault="000E09EC" w:rsidP="00C7518C">
      <w:pPr>
        <w:pStyle w:val="libCenterBold2"/>
      </w:pPr>
      <w:r>
        <w:t>tivate and strengthen it now rather than to wait until we’re on our deathbed to lament.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55" w:name="_Toc382223524"/>
      <w:r>
        <w:lastRenderedPageBreak/>
        <w:t>LION, RATS, SNAKE &amp; THE HONEYCOMB</w:t>
      </w:r>
      <w:bookmarkEnd w:id="55"/>
    </w:p>
    <w:p w:rsidR="000E09EC" w:rsidRPr="000E09EC" w:rsidRDefault="000E09EC" w:rsidP="00B44A1D">
      <w:pPr>
        <w:pStyle w:val="libCenter"/>
      </w:pPr>
      <w:r>
        <w:t>Once a man saw in his dream, that a lion was chasing him. The man ran to a tree, climbed on to it</w:t>
      </w:r>
    </w:p>
    <w:p w:rsidR="000E09EC" w:rsidRDefault="000E09EC" w:rsidP="00B44A1D">
      <w:pPr>
        <w:pStyle w:val="libCenter"/>
      </w:pPr>
      <w:r>
        <w:t>and sat on a branch. He looked down and saw that the lion was still there waiting for him.</w:t>
      </w:r>
    </w:p>
    <w:p w:rsidR="000E09EC" w:rsidRPr="000E09EC" w:rsidRDefault="000E09EC" w:rsidP="00B44A1D">
      <w:pPr>
        <w:pStyle w:val="libCenter"/>
      </w:pPr>
      <w:r>
        <w:t>The man then looked to his side where the branch he was sitting on was</w:t>
      </w:r>
    </w:p>
    <w:p w:rsidR="000E09EC" w:rsidRPr="000E09EC" w:rsidRDefault="000E09EC" w:rsidP="00B44A1D">
      <w:pPr>
        <w:pStyle w:val="libCenter"/>
      </w:pPr>
      <w:r>
        <w:t>attached to the tree and saw that two rats were circling around and eating the</w:t>
      </w:r>
    </w:p>
    <w:p w:rsidR="000E09EC" w:rsidRPr="000E09EC" w:rsidRDefault="000E09EC" w:rsidP="00B44A1D">
      <w:pPr>
        <w:pStyle w:val="libCenter"/>
      </w:pPr>
      <w:r>
        <w:t>branch. One rat was black and the other one was white. The branch would fall</w:t>
      </w:r>
    </w:p>
    <w:p w:rsidR="000E09EC" w:rsidRDefault="000E09EC" w:rsidP="00B44A1D">
      <w:pPr>
        <w:pStyle w:val="libCenter"/>
      </w:pPr>
      <w:r>
        <w:t>on the ground very soon.</w:t>
      </w:r>
    </w:p>
    <w:p w:rsidR="000E09EC" w:rsidRPr="000E09EC" w:rsidRDefault="000E09EC" w:rsidP="00B44A1D">
      <w:pPr>
        <w:pStyle w:val="libCenter"/>
      </w:pPr>
      <w:r>
        <w:t>The man then looked below again with fear and discovered that a big black</w:t>
      </w:r>
    </w:p>
    <w:p w:rsidR="000E09EC" w:rsidRPr="000E09EC" w:rsidRDefault="000E09EC" w:rsidP="00B44A1D">
      <w:pPr>
        <w:pStyle w:val="libCenter"/>
      </w:pPr>
      <w:r>
        <w:t>snake had come &amp; settled directly under him. Snake opened its mouth right</w:t>
      </w:r>
    </w:p>
    <w:p w:rsidR="000E09EC" w:rsidRDefault="000E09EC" w:rsidP="00B44A1D">
      <w:pPr>
        <w:pStyle w:val="libCenter"/>
      </w:pPr>
      <w:r>
        <w:t>under the man so that he will fall into it.</w:t>
      </w:r>
    </w:p>
    <w:p w:rsidR="000E09EC" w:rsidRPr="000E09EC" w:rsidRDefault="000E09EC" w:rsidP="00B44A1D">
      <w:pPr>
        <w:pStyle w:val="libCenter"/>
      </w:pPr>
      <w:r>
        <w:t>The man then looked up to see if there was anything that he could hold on to.</w:t>
      </w:r>
    </w:p>
    <w:p w:rsidR="000E09EC" w:rsidRDefault="000E09EC" w:rsidP="00B44A1D">
      <w:pPr>
        <w:pStyle w:val="libCenter"/>
      </w:pPr>
      <w:r>
        <w:t>He saw another branch with a honeycomb. Drops of honey falling from it.</w:t>
      </w:r>
    </w:p>
    <w:p w:rsidR="000E09EC" w:rsidRPr="000E09EC" w:rsidRDefault="000E09EC" w:rsidP="00B44A1D">
      <w:pPr>
        <w:pStyle w:val="libCenter"/>
      </w:pPr>
      <w:r>
        <w:t>The man wanted to taste one of the drops. So, he put his tongue out and tasted</w:t>
      </w:r>
    </w:p>
    <w:p w:rsidR="000E09EC" w:rsidRPr="000E09EC" w:rsidRDefault="000E09EC" w:rsidP="00B44A1D">
      <w:pPr>
        <w:pStyle w:val="libCenter"/>
      </w:pPr>
      <w:r>
        <w:t xml:space="preserve">one of the fallen drops of honey. The honey was amazing in taste. So, he </w:t>
      </w:r>
    </w:p>
    <w:p w:rsidR="000E09EC" w:rsidRDefault="000E09EC" w:rsidP="00B44A1D">
      <w:pPr>
        <w:pStyle w:val="libCenter"/>
      </w:pPr>
      <w:r>
        <w:t>wanted to taste another drop. As he did, he got lost into the honey sweetness.</w:t>
      </w:r>
    </w:p>
    <w:p w:rsidR="000E09EC" w:rsidRPr="000E09EC" w:rsidRDefault="000E09EC" w:rsidP="00B44A1D">
      <w:pPr>
        <w:pStyle w:val="libCenter"/>
      </w:pPr>
      <w:r>
        <w:t>Meanwhile, he forgot about the two rats eating his branch away, the lion on</w:t>
      </w:r>
    </w:p>
    <w:p w:rsidR="000E09EC" w:rsidRPr="000E09EC" w:rsidRDefault="000E09EC" w:rsidP="00B44A1D">
      <w:pPr>
        <w:pStyle w:val="libCenter"/>
      </w:pPr>
      <w:r>
        <w:t>the ground and the snake that is sitting right under him. After a while, he</w:t>
      </w:r>
    </w:p>
    <w:p w:rsidR="000E09EC" w:rsidRDefault="000E09EC" w:rsidP="00B44A1D">
      <w:pPr>
        <w:pStyle w:val="libCenter"/>
      </w:pPr>
      <w:r>
        <w:t>woke up from his sleep.</w:t>
      </w:r>
    </w:p>
    <w:p w:rsidR="000E09EC" w:rsidRPr="000E09EC" w:rsidRDefault="000E09EC" w:rsidP="00B44A1D">
      <w:pPr>
        <w:pStyle w:val="libCenter"/>
      </w:pPr>
      <w:r>
        <w:t>To get the meaning behind this dream, the man went to a pious scholar of</w:t>
      </w:r>
    </w:p>
    <w:p w:rsidR="000E09EC" w:rsidRPr="000E09EC" w:rsidRDefault="000E09EC" w:rsidP="00B44A1D">
      <w:pPr>
        <w:pStyle w:val="libCenter"/>
      </w:pPr>
      <w:r>
        <w:t>Islam. The scholar said, the lion you saw is your death. It always chases you</w:t>
      </w:r>
    </w:p>
    <w:p w:rsidR="000E09EC" w:rsidRDefault="000E09EC" w:rsidP="00B44A1D">
      <w:pPr>
        <w:pStyle w:val="libCenter"/>
      </w:pPr>
      <w:r>
        <w:t>and goes wherever you go.</w:t>
      </w:r>
    </w:p>
    <w:p w:rsidR="000E09EC" w:rsidRPr="000E09EC" w:rsidRDefault="000E09EC" w:rsidP="00B44A1D">
      <w:pPr>
        <w:pStyle w:val="libCenter"/>
      </w:pPr>
      <w:r>
        <w:t>The two rats, one black and one white, are the night and the day. Black one is the night and the</w:t>
      </w:r>
    </w:p>
    <w:p w:rsidR="000E09EC" w:rsidRPr="000E09EC" w:rsidRDefault="000E09EC" w:rsidP="00B44A1D">
      <w:pPr>
        <w:pStyle w:val="libCenter"/>
      </w:pPr>
      <w:r>
        <w:t>white one is the day. They circle around, coming one after another, to eat your time as they take</w:t>
      </w:r>
    </w:p>
    <w:p w:rsidR="000E09EC" w:rsidRPr="000E09EC" w:rsidRDefault="000E09EC" w:rsidP="00B44A1D">
      <w:pPr>
        <w:pStyle w:val="libCenter"/>
      </w:pPr>
      <w:r>
        <w:t>you closer to death. The big black snake with a dark mouth is your grave. It’s there, just waiting for</w:t>
      </w:r>
    </w:p>
    <w:p w:rsidR="000E09EC" w:rsidRPr="000E09EC" w:rsidRDefault="000E09EC" w:rsidP="00B44A1D">
      <w:pPr>
        <w:pStyle w:val="libCenter"/>
      </w:pPr>
      <w:r>
        <w:t>you to fall into it. The honeycomb is this world and the sweet honey is the luxuries of this world.</w:t>
      </w:r>
    </w:p>
    <w:p w:rsidR="000E09EC" w:rsidRPr="000E09EC" w:rsidRDefault="000E09EC" w:rsidP="00B44A1D">
      <w:pPr>
        <w:pStyle w:val="libCenter"/>
      </w:pPr>
      <w:r>
        <w:t>We like to taste a drop of the luxuries of this world but it’s very sweet. Then we taste another drop</w:t>
      </w:r>
    </w:p>
    <w:p w:rsidR="000E09EC" w:rsidRPr="000E09EC" w:rsidRDefault="000E09EC" w:rsidP="00B44A1D">
      <w:pPr>
        <w:pStyle w:val="libCenter"/>
      </w:pPr>
      <w:r>
        <w:t>and yet another.</w:t>
      </w:r>
    </w:p>
    <w:p w:rsidR="000E09EC" w:rsidRPr="000E09EC" w:rsidRDefault="000E09EC" w:rsidP="00192805">
      <w:pPr>
        <w:pStyle w:val="libCenterBold2"/>
      </w:pPr>
      <w:r>
        <w:t xml:space="preserve">Meanwhile, we get lost into it and we forget about our time, </w:t>
      </w:r>
    </w:p>
    <w:p w:rsidR="000E09EC" w:rsidRDefault="000E09EC" w:rsidP="00192805">
      <w:pPr>
        <w:pStyle w:val="libCenterBold2"/>
      </w:pPr>
      <w:r>
        <w:t>we forget about our death and we forget about our graves.</w:t>
      </w:r>
    </w:p>
    <w:p w:rsidR="000E09EC" w:rsidRPr="00C7518C" w:rsidRDefault="000E09EC" w:rsidP="00C7518C">
      <w:pPr>
        <w:pStyle w:val="libCenterBold2"/>
      </w:pPr>
      <w:r>
        <w:t>“This world is like a serpent, so soft to touch, but so full of lethal poison. Unwise people are allured</w:t>
      </w:r>
    </w:p>
    <w:p w:rsidR="000E09EC" w:rsidRPr="00C7518C" w:rsidRDefault="000E09EC" w:rsidP="00C7518C">
      <w:pPr>
        <w:pStyle w:val="libCenterBold2"/>
      </w:pPr>
      <w:r>
        <w:t>by it and drawn towards it, and wise men avoid it and keep away from its poisonous effects.”</w:t>
      </w:r>
    </w:p>
    <w:p w:rsidR="000E09EC" w:rsidRPr="00C7518C" w:rsidRDefault="000E09EC" w:rsidP="00C7518C">
      <w:pPr>
        <w:pStyle w:val="libCenterBold2"/>
      </w:pPr>
      <w:r>
        <w:t>Imam Ali (AS)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56" w:name="_Toc382223525"/>
      <w:r>
        <w:lastRenderedPageBreak/>
        <w:t>THE MOST BEAUTIFULHEART</w:t>
      </w:r>
      <w:bookmarkEnd w:id="56"/>
    </w:p>
    <w:p w:rsidR="000E09EC" w:rsidRPr="000E09EC" w:rsidRDefault="000E09EC" w:rsidP="00B44A1D">
      <w:pPr>
        <w:pStyle w:val="libCenter"/>
      </w:pPr>
      <w:r>
        <w:t>One day a young man was standing in the middle of the town proclaiming that he had the most</w:t>
      </w:r>
    </w:p>
    <w:p w:rsidR="000E09EC" w:rsidRDefault="000E09EC" w:rsidP="00B44A1D">
      <w:pPr>
        <w:pStyle w:val="libCenter"/>
      </w:pPr>
      <w:r>
        <w:t>beautiful heart in the whole valley.</w:t>
      </w:r>
    </w:p>
    <w:p w:rsidR="000E09EC" w:rsidRPr="000E09EC" w:rsidRDefault="000E09EC" w:rsidP="00B44A1D">
      <w:pPr>
        <w:pStyle w:val="libCenter"/>
      </w:pPr>
      <w:r>
        <w:t>A large crowd gathered and they all admired his heart for it was perfect. There was not a mark or a</w:t>
      </w:r>
    </w:p>
    <w:p w:rsidR="000E09EC" w:rsidRDefault="000E09EC" w:rsidP="00B44A1D">
      <w:pPr>
        <w:pStyle w:val="libCenter"/>
      </w:pPr>
      <w:r>
        <w:t>flaw in it. Yes, they all agreed it truly was the most beautiful heart they had ever seen.</w:t>
      </w:r>
    </w:p>
    <w:p w:rsidR="000E09EC" w:rsidRDefault="000E09EC" w:rsidP="00B44A1D">
      <w:pPr>
        <w:pStyle w:val="libCenter"/>
      </w:pPr>
      <w:r>
        <w:t>The young man was very proud and boasted more loudly about his beautiful heart.</w:t>
      </w:r>
    </w:p>
    <w:p w:rsidR="000E09EC" w:rsidRPr="000E09EC" w:rsidRDefault="000E09EC" w:rsidP="00B44A1D">
      <w:pPr>
        <w:pStyle w:val="libCenter"/>
      </w:pPr>
      <w:r>
        <w:t>Suddenly, an old man appeared at the front of the crowd and said, “Why your heart is not nearly as</w:t>
      </w:r>
    </w:p>
    <w:p w:rsidR="000E09EC" w:rsidRDefault="000E09EC" w:rsidP="00B44A1D">
      <w:pPr>
        <w:pStyle w:val="libCenter"/>
      </w:pPr>
      <w:r>
        <w:t>beautiful as mine.”</w:t>
      </w:r>
    </w:p>
    <w:p w:rsidR="000E09EC" w:rsidRPr="000E09EC" w:rsidRDefault="000E09EC" w:rsidP="00B44A1D">
      <w:pPr>
        <w:pStyle w:val="libCenter"/>
      </w:pPr>
      <w:r>
        <w:t>The crowd and the young man looked at the old man’s heart. It was beating strongly ... but full of</w:t>
      </w:r>
    </w:p>
    <w:p w:rsidR="000E09EC" w:rsidRPr="000E09EC" w:rsidRDefault="000E09EC" w:rsidP="00B44A1D">
      <w:pPr>
        <w:pStyle w:val="libCenter"/>
      </w:pPr>
      <w:r>
        <w:t>scars. It had places where pieces had been removed and other pieces put in ... but they didn’t fit</w:t>
      </w:r>
    </w:p>
    <w:p w:rsidR="000E09EC" w:rsidRDefault="000E09EC" w:rsidP="00B44A1D">
      <w:pPr>
        <w:pStyle w:val="libCenter"/>
      </w:pPr>
      <w:r>
        <w:t>quite right and there were several jagged edges.</w:t>
      </w:r>
    </w:p>
    <w:p w:rsidR="000E09EC" w:rsidRPr="000E09EC" w:rsidRDefault="000E09EC" w:rsidP="00B44A1D">
      <w:pPr>
        <w:pStyle w:val="libCenter"/>
      </w:pPr>
      <w:r>
        <w:t>In fact, in some places there were deep gouges where whole pieces were</w:t>
      </w:r>
    </w:p>
    <w:p w:rsidR="000E09EC" w:rsidRPr="000E09EC" w:rsidRDefault="000E09EC" w:rsidP="00B44A1D">
      <w:pPr>
        <w:pStyle w:val="libCenter"/>
      </w:pPr>
      <w:r>
        <w:t>missing. The people starred ... how could he say his heart is more beautiful,</w:t>
      </w:r>
    </w:p>
    <w:p w:rsidR="000E09EC" w:rsidRDefault="000E09EC" w:rsidP="00B44A1D">
      <w:pPr>
        <w:pStyle w:val="libCenter"/>
      </w:pPr>
      <w:r>
        <w:t>they thought?</w:t>
      </w:r>
    </w:p>
    <w:p w:rsidR="000E09EC" w:rsidRPr="000E09EC" w:rsidRDefault="000E09EC" w:rsidP="00B44A1D">
      <w:pPr>
        <w:pStyle w:val="libCenter"/>
      </w:pPr>
      <w:r>
        <w:t>The young man looked at the old man’s heart and saw its state and laughed.</w:t>
      </w:r>
    </w:p>
    <w:p w:rsidR="000E09EC" w:rsidRPr="000E09EC" w:rsidRDefault="000E09EC" w:rsidP="00B44A1D">
      <w:pPr>
        <w:pStyle w:val="libCenter"/>
      </w:pPr>
      <w:r w:rsidRPr="000E09EC">
        <w:t>“Y</w:t>
      </w:r>
      <w:r w:rsidRPr="00C7518C">
        <w:t xml:space="preserve">ou must be joking,” he said. “Compare your heart with mine ... mine is </w:t>
      </w:r>
    </w:p>
    <w:p w:rsidR="000E09EC" w:rsidRDefault="000E09EC" w:rsidP="00B44A1D">
      <w:pPr>
        <w:pStyle w:val="libCenter"/>
      </w:pPr>
      <w:r>
        <w:t>perfect and yours is a mess of scars and tears.”</w:t>
      </w:r>
    </w:p>
    <w:p w:rsidR="000E09EC" w:rsidRPr="000E09EC" w:rsidRDefault="000E09EC" w:rsidP="00B44A1D">
      <w:pPr>
        <w:pStyle w:val="libCenter"/>
      </w:pPr>
      <w:r>
        <w:t>“Yes,” said the old man, “Yours is perfect looking ... but I would never trade with you. You see,</w:t>
      </w:r>
    </w:p>
    <w:p w:rsidR="000E09EC" w:rsidRPr="000E09EC" w:rsidRDefault="000E09EC" w:rsidP="00B44A1D">
      <w:pPr>
        <w:pStyle w:val="libCenter"/>
      </w:pPr>
      <w:r>
        <w:t>every scar represents a person to whom I have given my love..... I tear out a piece of my heart and</w:t>
      </w:r>
    </w:p>
    <w:p w:rsidR="000E09EC" w:rsidRPr="000E09EC" w:rsidRDefault="000E09EC" w:rsidP="00B44A1D">
      <w:pPr>
        <w:pStyle w:val="libCenter"/>
      </w:pPr>
      <w:r>
        <w:t>give it to them ... and often they give me a piece of their heart which fits into the empty place in my</w:t>
      </w:r>
    </w:p>
    <w:p w:rsidR="000E09EC" w:rsidRPr="000E09EC" w:rsidRDefault="000E09EC" w:rsidP="00B44A1D">
      <w:pPr>
        <w:pStyle w:val="libCenter"/>
      </w:pPr>
      <w:r>
        <w:t>heart ... but because the pieces aren’t exact, I have some rough edges, which I cherish, because they</w:t>
      </w:r>
    </w:p>
    <w:p w:rsidR="000E09EC" w:rsidRDefault="000E09EC" w:rsidP="00B44A1D">
      <w:pPr>
        <w:pStyle w:val="libCenter"/>
      </w:pPr>
      <w:r>
        <w:t>remind me of the love we shared.</w:t>
      </w:r>
    </w:p>
    <w:p w:rsidR="000E09EC" w:rsidRPr="000E09EC" w:rsidRDefault="000E09EC" w:rsidP="00B44A1D">
      <w:pPr>
        <w:pStyle w:val="libCenter"/>
      </w:pPr>
      <w:r>
        <w:t>Sometimes I have given pieces of my heart away ... and the other person hasn’t returned a piece of</w:t>
      </w:r>
    </w:p>
    <w:p w:rsidR="000E09EC" w:rsidRPr="000E09EC" w:rsidRDefault="000E09EC" w:rsidP="00B44A1D">
      <w:pPr>
        <w:pStyle w:val="libCenter"/>
      </w:pPr>
      <w:r>
        <w:t>his heart to me. These are the empty gouges ... giving love is taking a chance. Although these</w:t>
      </w:r>
    </w:p>
    <w:p w:rsidR="000E09EC" w:rsidRPr="000E09EC" w:rsidRDefault="000E09EC" w:rsidP="00B44A1D">
      <w:pPr>
        <w:pStyle w:val="libCenter"/>
      </w:pPr>
      <w:r>
        <w:t>gouges are painful, they stay open, reminding me of the love I have for these people too ... and I</w:t>
      </w:r>
    </w:p>
    <w:p w:rsidR="000E09EC" w:rsidRPr="000E09EC" w:rsidRDefault="000E09EC" w:rsidP="00B44A1D">
      <w:pPr>
        <w:pStyle w:val="libCenter"/>
      </w:pPr>
      <w:r>
        <w:t xml:space="preserve">hope someday they may return and fill the space I have waiting. So now do you see what true </w:t>
      </w:r>
    </w:p>
    <w:p w:rsidR="000E09EC" w:rsidRDefault="000E09EC" w:rsidP="00B44A1D">
      <w:pPr>
        <w:pStyle w:val="libCenter"/>
      </w:pPr>
      <w:r>
        <w:t>beauty is?”</w:t>
      </w:r>
    </w:p>
    <w:p w:rsidR="000E09EC" w:rsidRPr="000E09EC" w:rsidRDefault="000E09EC" w:rsidP="00B44A1D">
      <w:pPr>
        <w:pStyle w:val="libCenter"/>
      </w:pPr>
      <w:r>
        <w:t>The young man stood silently with tears running down his cheeks. He walked up to the old man,</w:t>
      </w:r>
    </w:p>
    <w:p w:rsidR="000E09EC" w:rsidRPr="000E09EC" w:rsidRDefault="000E09EC" w:rsidP="00B44A1D">
      <w:pPr>
        <w:pStyle w:val="libCenter"/>
      </w:pPr>
      <w:r>
        <w:t>reached into his perfect young and beautiful heart, and ripped a piece out. He offered it to the old</w:t>
      </w:r>
    </w:p>
    <w:p w:rsidR="000E09EC" w:rsidRDefault="000E09EC" w:rsidP="00B44A1D">
      <w:pPr>
        <w:pStyle w:val="libCenter"/>
      </w:pPr>
      <w:r>
        <w:t>man with trembling hands.</w:t>
      </w:r>
    </w:p>
    <w:p w:rsidR="000E09EC" w:rsidRPr="000E09EC" w:rsidRDefault="000E09EC" w:rsidP="00B44A1D">
      <w:pPr>
        <w:pStyle w:val="libCenter"/>
      </w:pPr>
      <w:r>
        <w:t>The old man took his offering, placed it in his heart and then took a piece from his old scarred</w:t>
      </w:r>
    </w:p>
    <w:p w:rsidR="000E09EC" w:rsidRPr="000E09EC" w:rsidRDefault="000E09EC" w:rsidP="00B44A1D">
      <w:pPr>
        <w:pStyle w:val="libCenter"/>
      </w:pPr>
      <w:r>
        <w:t>heart and placed it in the wound in the young man’s heart. It fit .... but not perfectly, as there were</w:t>
      </w:r>
    </w:p>
    <w:p w:rsidR="000E09EC" w:rsidRDefault="000E09EC" w:rsidP="00B44A1D">
      <w:pPr>
        <w:pStyle w:val="libCenter"/>
      </w:pPr>
      <w:r>
        <w:t>some jagged edges.</w:t>
      </w:r>
    </w:p>
    <w:p w:rsidR="000E09EC" w:rsidRPr="000E09EC" w:rsidRDefault="000E09EC" w:rsidP="00B44A1D">
      <w:pPr>
        <w:pStyle w:val="libCenter"/>
      </w:pPr>
      <w:r>
        <w:t>The young man looked at his heart, not perfect anymore but more beautiful than ever, since love</w:t>
      </w:r>
    </w:p>
    <w:p w:rsidR="000E09EC" w:rsidRDefault="000E09EC" w:rsidP="00B44A1D">
      <w:pPr>
        <w:pStyle w:val="libCenter"/>
      </w:pPr>
      <w:r>
        <w:lastRenderedPageBreak/>
        <w:t>from the old man’s heart flowed into his. They embraced and walked away side by side.</w:t>
      </w:r>
    </w:p>
    <w:p w:rsidR="000E09EC" w:rsidRDefault="000E09EC" w:rsidP="00192805">
      <w:pPr>
        <w:pStyle w:val="libCenterBold2"/>
      </w:pPr>
      <w:r>
        <w:t>Physical perfection is not always beautiful.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57" w:name="_Toc382223526"/>
      <w:r>
        <w:lastRenderedPageBreak/>
        <w:t>THE CLUB 99</w:t>
      </w:r>
      <w:bookmarkEnd w:id="57"/>
    </w:p>
    <w:p w:rsidR="000E09EC" w:rsidRPr="000E09EC" w:rsidRDefault="000E09EC" w:rsidP="00B44A1D">
      <w:pPr>
        <w:pStyle w:val="libCenter"/>
      </w:pPr>
      <w:r>
        <w:t xml:space="preserve">Some time ago, there lived a King. This King should have been contented with his life, given all </w:t>
      </w:r>
    </w:p>
    <w:p w:rsidR="000E09EC" w:rsidRPr="000E09EC" w:rsidRDefault="000E09EC" w:rsidP="00B44A1D">
      <w:pPr>
        <w:pStyle w:val="libCenter"/>
      </w:pPr>
      <w:r>
        <w:t xml:space="preserve">the riches and luxuries he had. However, this was not the case! The King always found himself </w:t>
      </w:r>
    </w:p>
    <w:p w:rsidR="000E09EC" w:rsidRDefault="000E09EC" w:rsidP="00B44A1D">
      <w:pPr>
        <w:pStyle w:val="libCenter"/>
      </w:pPr>
      <w:r>
        <w:t>wondering why he just never seemed content with his life.</w:t>
      </w:r>
    </w:p>
    <w:p w:rsidR="000E09EC" w:rsidRPr="000E09EC" w:rsidRDefault="000E09EC" w:rsidP="00B44A1D">
      <w:pPr>
        <w:pStyle w:val="libCenter"/>
      </w:pPr>
      <w:r>
        <w:t xml:space="preserve">Sure, he had the attention of everyone wherever he went, attended fancy dinners and parties, </w:t>
      </w:r>
    </w:p>
    <w:p w:rsidR="000E09EC" w:rsidRDefault="000E09EC" w:rsidP="00B44A1D">
      <w:pPr>
        <w:pStyle w:val="libCenter"/>
      </w:pPr>
      <w:r>
        <w:t>but somehow, he still felt something was lacking and he couldn’t put his finger on it.</w:t>
      </w:r>
    </w:p>
    <w:p w:rsidR="000E09EC" w:rsidRPr="000E09EC" w:rsidRDefault="000E09EC" w:rsidP="00B44A1D">
      <w:pPr>
        <w:pStyle w:val="libCenter"/>
      </w:pPr>
      <w:r>
        <w:t>One day, the King had woken up earlier than usual to stroll around his palace. He entered his huge</w:t>
      </w:r>
    </w:p>
    <w:p w:rsidR="000E09EC" w:rsidRPr="000E09EC" w:rsidRDefault="000E09EC" w:rsidP="00B44A1D">
      <w:pPr>
        <w:pStyle w:val="libCenter"/>
      </w:pPr>
      <w:r>
        <w:t>living room and came to a stop when he heard someone happily singing away... following this</w:t>
      </w:r>
    </w:p>
    <w:p w:rsidR="000E09EC" w:rsidRDefault="000E09EC" w:rsidP="00B44A1D">
      <w:pPr>
        <w:pStyle w:val="libCenter"/>
      </w:pPr>
      <w:r>
        <w:t>singing... he saw that one of the servants was singing and had a very contented look on his face.</w:t>
      </w:r>
    </w:p>
    <w:p w:rsidR="000E09EC" w:rsidRPr="000E09EC" w:rsidRDefault="000E09EC" w:rsidP="00B44A1D">
      <w:pPr>
        <w:pStyle w:val="libCenter"/>
      </w:pPr>
      <w:r>
        <w:t>This fascinated the King and he summoned this man to his chambers. The man</w:t>
      </w:r>
    </w:p>
    <w:p w:rsidR="000E09EC" w:rsidRDefault="000E09EC" w:rsidP="00B44A1D">
      <w:pPr>
        <w:pStyle w:val="libCenter"/>
      </w:pPr>
      <w:r>
        <w:t>entered the King’s chambers as ordered. The King asked why he was so happy?</w:t>
      </w:r>
    </w:p>
    <w:p w:rsidR="000E09EC" w:rsidRPr="000E09EC" w:rsidRDefault="000E09EC" w:rsidP="00B44A1D">
      <w:pPr>
        <w:pStyle w:val="libCenter"/>
      </w:pPr>
      <w:r>
        <w:t>To this the man replied: “Your Majesty, I am nothing but a servant, but I make</w:t>
      </w:r>
    </w:p>
    <w:p w:rsidR="000E09EC" w:rsidRPr="000E09EC" w:rsidRDefault="000E09EC" w:rsidP="00B44A1D">
      <w:pPr>
        <w:pStyle w:val="libCenter"/>
      </w:pPr>
      <w:r>
        <w:t>enough of a living to keep my wife and children happy. We don’t need too</w:t>
      </w:r>
    </w:p>
    <w:p w:rsidR="000E09EC" w:rsidRPr="000E09EC" w:rsidRDefault="000E09EC" w:rsidP="00B44A1D">
      <w:pPr>
        <w:pStyle w:val="libCenter"/>
      </w:pPr>
      <w:r>
        <w:t>much, a roof over our heads and warm food to fill our tummy. My wife and</w:t>
      </w:r>
    </w:p>
    <w:p w:rsidR="000E09EC" w:rsidRPr="000E09EC" w:rsidRDefault="000E09EC" w:rsidP="00B44A1D">
      <w:pPr>
        <w:pStyle w:val="libCenter"/>
      </w:pPr>
      <w:r>
        <w:t>children are my inspiration; they are content with whatever little I bring home.</w:t>
      </w:r>
    </w:p>
    <w:p w:rsidR="000E09EC" w:rsidRDefault="000E09EC" w:rsidP="00B44A1D">
      <w:pPr>
        <w:pStyle w:val="libCenter"/>
      </w:pPr>
      <w:r>
        <w:t>I am happy because my family is happy.”</w:t>
      </w:r>
    </w:p>
    <w:p w:rsidR="000E09EC" w:rsidRPr="000E09EC" w:rsidRDefault="000E09EC" w:rsidP="00B44A1D">
      <w:pPr>
        <w:pStyle w:val="libCenter"/>
      </w:pPr>
      <w:r>
        <w:t xml:space="preserve">Hearing this, the King dismissed the servant and summoned his Personal Assistant to his </w:t>
      </w:r>
    </w:p>
    <w:p w:rsidR="000E09EC" w:rsidRDefault="000E09EC" w:rsidP="00B44A1D">
      <w:pPr>
        <w:pStyle w:val="libCenter"/>
      </w:pPr>
      <w:r>
        <w:t>chambers.</w:t>
      </w:r>
    </w:p>
    <w:p w:rsidR="000E09EC" w:rsidRPr="000E09EC" w:rsidRDefault="000E09EC" w:rsidP="00B44A1D">
      <w:pPr>
        <w:pStyle w:val="libCenter"/>
      </w:pPr>
      <w:r>
        <w:t>The King related his personal anguish about his feelings and then related the story of the servant to</w:t>
      </w:r>
    </w:p>
    <w:p w:rsidR="000E09EC" w:rsidRPr="000E09EC" w:rsidRDefault="000E09EC" w:rsidP="00B44A1D">
      <w:pPr>
        <w:pStyle w:val="libCenter"/>
      </w:pPr>
      <w:r>
        <w:t>his Personal Assistant, hoping that somehow, he will be able to come up with some reasoning that</w:t>
      </w:r>
    </w:p>
    <w:p w:rsidR="000E09EC" w:rsidRPr="000E09EC" w:rsidRDefault="000E09EC" w:rsidP="00B44A1D">
      <w:pPr>
        <w:pStyle w:val="libCenter"/>
      </w:pPr>
      <w:r>
        <w:t>here was a King who could have anything he wished for at a snap of his fingers and yet was not</w:t>
      </w:r>
    </w:p>
    <w:p w:rsidR="000E09EC" w:rsidRDefault="000E09EC" w:rsidP="00B44A1D">
      <w:pPr>
        <w:pStyle w:val="libCenter"/>
      </w:pPr>
      <w:r>
        <w:t>contented, whereas, his servant, having so little was extremely contented.</w:t>
      </w:r>
    </w:p>
    <w:p w:rsidR="000E09EC" w:rsidRPr="000E09EC" w:rsidRDefault="000E09EC" w:rsidP="00B44A1D">
      <w:pPr>
        <w:pStyle w:val="libCenter"/>
      </w:pPr>
      <w:r>
        <w:t xml:space="preserve">The Personal Assistant listened attentively and came to a conclusion. He said, “Your Majesty, </w:t>
      </w:r>
    </w:p>
    <w:p w:rsidR="000E09EC" w:rsidRDefault="000E09EC" w:rsidP="00B44A1D">
      <w:pPr>
        <w:pStyle w:val="libCenter"/>
      </w:pPr>
      <w:r>
        <w:t>I believe that the servant has not been made part of The 99 Club.”</w:t>
      </w:r>
    </w:p>
    <w:p w:rsidR="000E09EC" w:rsidRDefault="000E09EC" w:rsidP="00B44A1D">
      <w:pPr>
        <w:pStyle w:val="libCenter"/>
      </w:pPr>
      <w:r>
        <w:t>“The 99 Club? And what exactly is that?” the King inquired.</w:t>
      </w:r>
    </w:p>
    <w:p w:rsidR="000E09EC" w:rsidRPr="000E09EC" w:rsidRDefault="000E09EC" w:rsidP="00B44A1D">
      <w:pPr>
        <w:pStyle w:val="libCenter"/>
      </w:pPr>
      <w:r>
        <w:t>To which the Assistant replied, “Your Majesty, to truly know what The 99 Club is, you will have to</w:t>
      </w:r>
    </w:p>
    <w:p w:rsidR="000E09EC" w:rsidRPr="000E09EC" w:rsidRDefault="000E09EC" w:rsidP="00B44A1D">
      <w:pPr>
        <w:pStyle w:val="libCenter"/>
      </w:pPr>
      <w:r>
        <w:t>do the following... place 99 Gold coins in a bag and leave it at this servant’s doorstep, you will then</w:t>
      </w:r>
    </w:p>
    <w:p w:rsidR="000E09EC" w:rsidRDefault="000E09EC" w:rsidP="00B44A1D">
      <w:pPr>
        <w:pStyle w:val="libCenter"/>
      </w:pPr>
      <w:r>
        <w:t>understand what The 99 Club is.”</w:t>
      </w:r>
    </w:p>
    <w:p w:rsidR="000E09EC" w:rsidRPr="000E09EC" w:rsidRDefault="000E09EC" w:rsidP="00B44A1D">
      <w:pPr>
        <w:pStyle w:val="libCenter"/>
      </w:pPr>
      <w:r>
        <w:t>That very same evening, the King arranged for 99 Gold coins to be placed in a bag at the servant’s</w:t>
      </w:r>
    </w:p>
    <w:p w:rsidR="000E09EC" w:rsidRPr="000E09EC" w:rsidRDefault="000E09EC" w:rsidP="00B44A1D">
      <w:pPr>
        <w:pStyle w:val="libCenter"/>
      </w:pPr>
      <w:r>
        <w:t>doorstep. Although he was slightly hesitant and he thought he should have put 100 Gold coins into</w:t>
      </w:r>
    </w:p>
    <w:p w:rsidR="000E09EC" w:rsidRDefault="000E09EC" w:rsidP="00B44A1D">
      <w:pPr>
        <w:pStyle w:val="libCenter"/>
      </w:pPr>
      <w:r>
        <w:t>the bag, but since his assistant had advised him to put 99 that is what he did.</w:t>
      </w:r>
    </w:p>
    <w:p w:rsidR="000E09EC" w:rsidRPr="000E09EC" w:rsidRDefault="000E09EC" w:rsidP="00B44A1D">
      <w:pPr>
        <w:pStyle w:val="libCenter"/>
      </w:pPr>
      <w:r>
        <w:t>The servant was just stepping out of his house when he saw a bag at his doorstep. Wondering about</w:t>
      </w:r>
    </w:p>
    <w:p w:rsidR="000E09EC" w:rsidRPr="000E09EC" w:rsidRDefault="000E09EC" w:rsidP="00B44A1D">
      <w:pPr>
        <w:pStyle w:val="libCenter"/>
      </w:pPr>
      <w:r>
        <w:t>its contents, he took it into his house and opened the bag. When he opened the bag, he let out a</w:t>
      </w:r>
    </w:p>
    <w:p w:rsidR="000E09EC" w:rsidRPr="000E09EC" w:rsidRDefault="000E09EC" w:rsidP="00B44A1D">
      <w:pPr>
        <w:pStyle w:val="libCenter"/>
      </w:pPr>
      <w:r>
        <w:t>great big shout of joy...Gold Coins... so many of them. He could hardly believe it. He called his wife</w:t>
      </w:r>
    </w:p>
    <w:p w:rsidR="000E09EC" w:rsidRDefault="000E09EC" w:rsidP="00B44A1D">
      <w:pPr>
        <w:pStyle w:val="libCenter"/>
      </w:pPr>
      <w:r>
        <w:lastRenderedPageBreak/>
        <w:t>to show her the coins.</w:t>
      </w:r>
    </w:p>
    <w:p w:rsidR="00432992" w:rsidRDefault="000E09EC" w:rsidP="00B44A1D">
      <w:pPr>
        <w:pStyle w:val="libCenter"/>
      </w:pPr>
      <w:r>
        <w:t>He then took the bag to a table and emptied it out and began to count the coins. Doing so,</w:t>
      </w:r>
    </w:p>
    <w:p w:rsidR="000E09EC" w:rsidRPr="000E09EC" w:rsidRDefault="000E09EC" w:rsidP="00B44A1D">
      <w:pPr>
        <w:pStyle w:val="libCenter"/>
      </w:pPr>
      <w:r>
        <w:t>he realized that there were 99 coins and he thought it was an odd number so he counted again, and</w:t>
      </w:r>
    </w:p>
    <w:p w:rsidR="000E09EC" w:rsidRDefault="000E09EC" w:rsidP="00B44A1D">
      <w:pPr>
        <w:pStyle w:val="libCenter"/>
      </w:pPr>
      <w:r>
        <w:t>again and again only to come to the same conclusion... 99 Gold Coins.</w:t>
      </w:r>
    </w:p>
    <w:p w:rsidR="000E09EC" w:rsidRPr="000E09EC" w:rsidRDefault="000E09EC" w:rsidP="00B44A1D">
      <w:pPr>
        <w:pStyle w:val="libCenter"/>
      </w:pPr>
      <w:r>
        <w:t>He began to wonder, what could have happened to that last one coin? For no one would leave 99</w:t>
      </w:r>
    </w:p>
    <w:p w:rsidR="000E09EC" w:rsidRPr="000E09EC" w:rsidRDefault="000E09EC" w:rsidP="00B44A1D">
      <w:pPr>
        <w:pStyle w:val="libCenter"/>
      </w:pPr>
      <w:r>
        <w:t>coins. He began to search his entire house, looked around his backyard for hours, not wanting to</w:t>
      </w:r>
    </w:p>
    <w:p w:rsidR="000E09EC" w:rsidRPr="000E09EC" w:rsidRDefault="000E09EC" w:rsidP="00B44A1D">
      <w:pPr>
        <w:pStyle w:val="libCenter"/>
      </w:pPr>
      <w:r>
        <w:t>lose out on that one coin. Finally, exhausted, he decided that he was going to have to work harder</w:t>
      </w:r>
    </w:p>
    <w:p w:rsidR="000E09EC" w:rsidRDefault="000E09EC" w:rsidP="00B44A1D">
      <w:pPr>
        <w:pStyle w:val="libCenter"/>
      </w:pPr>
      <w:r>
        <w:t>than ever to make up for that one Gold coin to make his entire collection an even 100 Gold Coins.</w:t>
      </w:r>
    </w:p>
    <w:p w:rsidR="000E09EC" w:rsidRPr="000E09EC" w:rsidRDefault="000E09EC" w:rsidP="00B44A1D">
      <w:pPr>
        <w:pStyle w:val="libCenter"/>
      </w:pPr>
      <w:r>
        <w:t>He got up the next morning, in an extremely horrible mood, shouting at the children and his wife</w:t>
      </w:r>
    </w:p>
    <w:p w:rsidR="000E09EC" w:rsidRPr="000E09EC" w:rsidRDefault="000E09EC" w:rsidP="00B44A1D">
      <w:pPr>
        <w:pStyle w:val="libCenter"/>
      </w:pPr>
      <w:r>
        <w:t>for his delay, not realizing that he had spent most of the night conjuring ways of working hard so</w:t>
      </w:r>
    </w:p>
    <w:p w:rsidR="000E09EC" w:rsidRPr="000E09EC" w:rsidRDefault="000E09EC" w:rsidP="00B44A1D">
      <w:pPr>
        <w:pStyle w:val="libCenter"/>
      </w:pPr>
      <w:r>
        <w:t>that he had enough money to buy himself that gold coin. He went to work as usual - but not in his</w:t>
      </w:r>
    </w:p>
    <w:p w:rsidR="000E09EC" w:rsidRDefault="000E09EC" w:rsidP="00B44A1D">
      <w:pPr>
        <w:pStyle w:val="libCenter"/>
      </w:pPr>
      <w:r>
        <w:t>usual best mood, singing happily - as he grumpily did his daily errands.</w:t>
      </w:r>
    </w:p>
    <w:p w:rsidR="000E09EC" w:rsidRPr="000E09EC" w:rsidRDefault="000E09EC" w:rsidP="00B44A1D">
      <w:pPr>
        <w:pStyle w:val="libCenter"/>
      </w:pPr>
      <w:r>
        <w:t>Seeing the man’s attitude change so drastically, the King was puzzled. He promptly summoned his</w:t>
      </w:r>
    </w:p>
    <w:p w:rsidR="000E09EC" w:rsidRPr="000E09EC" w:rsidRDefault="000E09EC" w:rsidP="00B44A1D">
      <w:pPr>
        <w:pStyle w:val="libCenter"/>
      </w:pPr>
      <w:r>
        <w:t>assistant to his chambers. The King related his thoughts about the servant and once again, his</w:t>
      </w:r>
    </w:p>
    <w:p w:rsidR="000E09EC" w:rsidRPr="000E09EC" w:rsidRDefault="000E09EC" w:rsidP="00B44A1D">
      <w:pPr>
        <w:pStyle w:val="libCenter"/>
      </w:pPr>
      <w:r>
        <w:t>assistant listened. The King could not believe that the servant who until yesterday had been singing</w:t>
      </w:r>
    </w:p>
    <w:p w:rsidR="000E09EC" w:rsidRPr="000E09EC" w:rsidRDefault="000E09EC" w:rsidP="00B44A1D">
      <w:pPr>
        <w:pStyle w:val="libCenter"/>
      </w:pPr>
      <w:r>
        <w:t>away and was happy and content with his life had taken a sudden change of attitude, even though</w:t>
      </w:r>
    </w:p>
    <w:p w:rsidR="000E09EC" w:rsidRDefault="000E09EC" w:rsidP="00B44A1D">
      <w:pPr>
        <w:pStyle w:val="libCenter"/>
      </w:pPr>
      <w:r>
        <w:t>he should have been happier after receiving the gold coins.</w:t>
      </w:r>
    </w:p>
    <w:p w:rsidR="000E09EC" w:rsidRPr="000E09EC" w:rsidRDefault="000E09EC" w:rsidP="00B44A1D">
      <w:pPr>
        <w:pStyle w:val="libCenter"/>
      </w:pPr>
      <w:r>
        <w:t>To this the assistant replied “Ah! But your Majesty, the servant has now officially joined The 99</w:t>
      </w:r>
    </w:p>
    <w:p w:rsidR="000E09EC" w:rsidRPr="000E09EC" w:rsidRDefault="000E09EC" w:rsidP="00B44A1D">
      <w:pPr>
        <w:pStyle w:val="libCenter"/>
      </w:pPr>
      <w:r>
        <w:t xml:space="preserve">Club.” He explained: “The 99 Club is just a name given to those people who have everything but </w:t>
      </w:r>
    </w:p>
    <w:p w:rsidR="000E09EC" w:rsidRPr="000E09EC" w:rsidRDefault="000E09EC" w:rsidP="00B44A1D">
      <w:pPr>
        <w:pStyle w:val="libCenter"/>
      </w:pPr>
      <w:r>
        <w:t>yet are never contented, therefore they are always working hard and striving for that extra one to</w:t>
      </w:r>
    </w:p>
    <w:p w:rsidR="000E09EC" w:rsidRDefault="000E09EC" w:rsidP="00B44A1D">
      <w:pPr>
        <w:pStyle w:val="libCenter"/>
      </w:pPr>
      <w:r>
        <w:t>round it out to 100!</w:t>
      </w:r>
    </w:p>
    <w:p w:rsidR="000E09EC" w:rsidRPr="000E09EC" w:rsidRDefault="000E09EC" w:rsidP="00B44A1D">
      <w:pPr>
        <w:pStyle w:val="libCenter"/>
      </w:pPr>
      <w:r>
        <w:t>We have so much to be thankful for and we can live with very little in our lives, but the minute we</w:t>
      </w:r>
    </w:p>
    <w:p w:rsidR="000E09EC" w:rsidRDefault="000E09EC" w:rsidP="00B44A1D">
      <w:pPr>
        <w:pStyle w:val="libCenter"/>
      </w:pPr>
      <w:r>
        <w:t>are given something bigger and better, we want even more!</w:t>
      </w:r>
    </w:p>
    <w:p w:rsidR="000E09EC" w:rsidRPr="000E09EC" w:rsidRDefault="000E09EC" w:rsidP="00B44A1D">
      <w:pPr>
        <w:pStyle w:val="libCenter"/>
      </w:pPr>
      <w:r>
        <w:t xml:space="preserve">We are not the same happy contented person we used to be, we want more and more and by </w:t>
      </w:r>
    </w:p>
    <w:p w:rsidR="000E09EC" w:rsidRPr="000E09EC" w:rsidRDefault="000E09EC" w:rsidP="00B44A1D">
      <w:pPr>
        <w:pStyle w:val="libCenter"/>
      </w:pPr>
      <w:r>
        <w:t>wanting more and more we don’t realize the price we pay for it. We lose our sleep, our happiness;</w:t>
      </w:r>
    </w:p>
    <w:p w:rsidR="000E09EC" w:rsidRPr="000E09EC" w:rsidRDefault="000E09EC" w:rsidP="00B44A1D">
      <w:pPr>
        <w:pStyle w:val="libCenter"/>
      </w:pPr>
      <w:r>
        <w:t>we hurt the people around us just as a price to pay for our growing needs and desires. That is what</w:t>
      </w:r>
    </w:p>
    <w:p w:rsidR="000E09EC" w:rsidRDefault="000E09EC" w:rsidP="00B44A1D">
      <w:pPr>
        <w:pStyle w:val="libCenter"/>
      </w:pPr>
      <w:r>
        <w:t>joining The 99 Club is all about.”</w:t>
      </w:r>
    </w:p>
    <w:p w:rsidR="000E09EC" w:rsidRPr="000E09EC" w:rsidRDefault="000E09EC" w:rsidP="00B44A1D">
      <w:pPr>
        <w:pStyle w:val="libCenter"/>
      </w:pPr>
      <w:r>
        <w:t xml:space="preserve">Hearing this King decided that from that day onwards, he was going to start appreciating all the </w:t>
      </w:r>
    </w:p>
    <w:p w:rsidR="000E09EC" w:rsidRDefault="000E09EC" w:rsidP="00B44A1D">
      <w:pPr>
        <w:pStyle w:val="libCenter"/>
      </w:pPr>
      <w:r>
        <w:t>little things in life.</w:t>
      </w:r>
    </w:p>
    <w:p w:rsidR="000E09EC" w:rsidRPr="000E09EC" w:rsidRDefault="000E09EC" w:rsidP="00192805">
      <w:pPr>
        <w:pStyle w:val="libCenterBold2"/>
      </w:pPr>
      <w:r>
        <w:t>Striving for more is always good, but let’s not strive so hard and for so much that we loses all those</w:t>
      </w:r>
    </w:p>
    <w:p w:rsidR="000E09EC" w:rsidRDefault="000E09EC" w:rsidP="00192805">
      <w:pPr>
        <w:pStyle w:val="libCenterBold2"/>
      </w:pPr>
      <w:r>
        <w:t>near and dear to our hearts, we shouldn’t compromise our happiness for moments of luxuries!</w:t>
      </w:r>
    </w:p>
    <w:p w:rsidR="00432992" w:rsidRDefault="00432992" w:rsidP="00B44A1D">
      <w:pPr>
        <w:pStyle w:val="libCenter"/>
      </w:pPr>
      <w:r>
        <w:lastRenderedPageBreak/>
        <w:br w:type="page"/>
      </w:r>
    </w:p>
    <w:p w:rsidR="000E09EC" w:rsidRDefault="000E09EC" w:rsidP="00432992">
      <w:pPr>
        <w:pStyle w:val="Heading1Center"/>
      </w:pPr>
      <w:bookmarkStart w:id="58" w:name="_Toc382223527"/>
      <w:r>
        <w:lastRenderedPageBreak/>
        <w:t>REPENTANCE</w:t>
      </w:r>
      <w:bookmarkEnd w:id="58"/>
      <w:r>
        <w:t xml:space="preserve"> </w:t>
      </w:r>
    </w:p>
    <w:p w:rsidR="000E09EC" w:rsidRPr="000E09EC" w:rsidRDefault="000E09EC" w:rsidP="00B44A1D">
      <w:pPr>
        <w:pStyle w:val="libCenter"/>
      </w:pPr>
      <w:r>
        <w:t xml:space="preserve">A person once heard a pious Muslim say that “For the last thirty years </w:t>
      </w:r>
    </w:p>
    <w:p w:rsidR="000E09EC" w:rsidRDefault="000E09EC" w:rsidP="00B44A1D">
      <w:pPr>
        <w:pStyle w:val="libCenter"/>
      </w:pPr>
      <w:r>
        <w:t>I am repenting for a sin and I don’t know how Allah will deal with me regarding it?”</w:t>
      </w:r>
    </w:p>
    <w:p w:rsidR="000E09EC" w:rsidRDefault="000E09EC" w:rsidP="00B44A1D">
      <w:pPr>
        <w:pStyle w:val="libCenter"/>
      </w:pPr>
      <w:r>
        <w:t>The listener asked: “What was your sin?”</w:t>
      </w:r>
    </w:p>
    <w:p w:rsidR="000E09EC" w:rsidRPr="000E09EC" w:rsidRDefault="000E09EC" w:rsidP="00B44A1D">
      <w:pPr>
        <w:pStyle w:val="libCenter"/>
      </w:pPr>
      <w:r>
        <w:t>The pious Muslim said: “I used to have a shop in the Bazaar. One day I heard that the</w:t>
      </w:r>
    </w:p>
    <w:p w:rsidR="000E09EC" w:rsidRPr="000E09EC" w:rsidRDefault="000E09EC" w:rsidP="00B44A1D">
      <w:pPr>
        <w:pStyle w:val="libCenter"/>
      </w:pPr>
      <w:r>
        <w:t>whole Bazaar was burning so I rushed to see my shop. When I reached there I saw that</w:t>
      </w:r>
    </w:p>
    <w:p w:rsidR="000E09EC" w:rsidRPr="000E09EC" w:rsidRDefault="000E09EC" w:rsidP="00B44A1D">
      <w:pPr>
        <w:pStyle w:val="libCenter"/>
      </w:pPr>
      <w:r>
        <w:t>except my shop all the shops were razed to the ground. I said ‘Al-Hamdo lillah’ (All praise to Allah);</w:t>
      </w:r>
    </w:p>
    <w:p w:rsidR="000E09EC" w:rsidRPr="000E09EC" w:rsidRDefault="000E09EC" w:rsidP="00B44A1D">
      <w:pPr>
        <w:pStyle w:val="libCenter"/>
      </w:pPr>
      <w:r>
        <w:t>but immediately I realized my mistake. How can I call myself a Muslim when I couldn’t feel the loss</w:t>
      </w:r>
    </w:p>
    <w:p w:rsidR="000E09EC" w:rsidRDefault="000E09EC" w:rsidP="00B44A1D">
      <w:pPr>
        <w:pStyle w:val="libCenter"/>
      </w:pPr>
      <w:r>
        <w:t>of my neighbors? That is why I am repenting for that lapse on my part for the last thirty years.”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59" w:name="_Toc382223528"/>
      <w:r>
        <w:lastRenderedPageBreak/>
        <w:t>THE NEIGHBOR</w:t>
      </w:r>
      <w:bookmarkEnd w:id="59"/>
    </w:p>
    <w:p w:rsidR="000E09EC" w:rsidRPr="000E09EC" w:rsidRDefault="000E09EC" w:rsidP="00B44A1D">
      <w:pPr>
        <w:pStyle w:val="libCenter"/>
      </w:pPr>
      <w:r>
        <w:t>Sayyed Jawad Ameli, a great Mujtahid, was having his dinner when someone knocked at his door.</w:t>
      </w:r>
    </w:p>
    <w:p w:rsidR="000E09EC" w:rsidRPr="000E09EC" w:rsidRDefault="000E09EC" w:rsidP="00B44A1D">
      <w:pPr>
        <w:pStyle w:val="libCenter"/>
      </w:pPr>
      <w:r>
        <w:t xml:space="preserve">A servant from his master, Ayatullah Sayyed Mehdi Bahrul Uloom, appeared and said: “Your </w:t>
      </w:r>
    </w:p>
    <w:p w:rsidR="000E09EC" w:rsidRPr="000E09EC" w:rsidRDefault="000E09EC" w:rsidP="00B44A1D">
      <w:pPr>
        <w:pStyle w:val="libCenter"/>
      </w:pPr>
      <w:r>
        <w:t xml:space="preserve">master has sent for you to come immediately. He has just sat down for his dinner but refuses to </w:t>
      </w:r>
    </w:p>
    <w:p w:rsidR="000E09EC" w:rsidRDefault="000E09EC" w:rsidP="00B44A1D">
      <w:pPr>
        <w:pStyle w:val="libCenter"/>
      </w:pPr>
      <w:r>
        <w:t>eat until he sees you.”</w:t>
      </w:r>
    </w:p>
    <w:p w:rsidR="000E09EC" w:rsidRPr="000E09EC" w:rsidRDefault="000E09EC" w:rsidP="00B44A1D">
      <w:pPr>
        <w:pStyle w:val="libCenter"/>
      </w:pPr>
      <w:r>
        <w:t>There was no time to lose. Sayyed Jawad Ameli left his dinner and rushed to</w:t>
      </w:r>
    </w:p>
    <w:p w:rsidR="000E09EC" w:rsidRPr="000E09EC" w:rsidRDefault="000E09EC" w:rsidP="00B44A1D">
      <w:pPr>
        <w:pStyle w:val="libCenter"/>
      </w:pPr>
      <w:r>
        <w:t xml:space="preserve">Ayatullah Bahrul Uloom’s residence. Just as he entered, the master looked </w:t>
      </w:r>
    </w:p>
    <w:p w:rsidR="000E09EC" w:rsidRPr="000E09EC" w:rsidRDefault="000E09EC" w:rsidP="00B44A1D">
      <w:pPr>
        <w:pStyle w:val="libCenter"/>
      </w:pPr>
      <w:r>
        <w:t>disapprovingly at him and said: “Sayyed Jawad! You have no fear of Allah!</w:t>
      </w:r>
    </w:p>
    <w:p w:rsidR="000E09EC" w:rsidRPr="000E09EC" w:rsidRDefault="000E09EC" w:rsidP="00B44A1D">
      <w:pPr>
        <w:pStyle w:val="libCenter"/>
      </w:pPr>
      <w:r>
        <w:t>Don’t you feel ashamed in front of Allah?” This came as a shock to him, as he</w:t>
      </w:r>
    </w:p>
    <w:p w:rsidR="000E09EC" w:rsidRPr="000E09EC" w:rsidRDefault="000E09EC" w:rsidP="00B44A1D">
      <w:pPr>
        <w:pStyle w:val="libCenter"/>
      </w:pPr>
      <w:r>
        <w:t xml:space="preserve">could not remember doing anything to incur the wrath of his master. </w:t>
      </w:r>
    </w:p>
    <w:p w:rsidR="000E09EC" w:rsidRDefault="000E09EC" w:rsidP="00B44A1D">
      <w:pPr>
        <w:pStyle w:val="libCenter"/>
      </w:pPr>
      <w:r>
        <w:t>He said: “My master may guide me where I have failed.”</w:t>
      </w:r>
    </w:p>
    <w:p w:rsidR="000E09EC" w:rsidRPr="000E09EC" w:rsidRDefault="000E09EC" w:rsidP="00B44A1D">
      <w:pPr>
        <w:pStyle w:val="libCenter"/>
      </w:pPr>
      <w:r>
        <w:t>Ayatullah Bahrul Uloom replied: “It is now a week that your neighbor and his family are without</w:t>
      </w:r>
    </w:p>
    <w:p w:rsidR="000E09EC" w:rsidRPr="000E09EC" w:rsidRDefault="000E09EC" w:rsidP="00B44A1D">
      <w:pPr>
        <w:pStyle w:val="libCenter"/>
      </w:pPr>
      <w:r>
        <w:t>wheat and rice. He was trying to buy some dates from a shop on credit but the shopkeeper refused</w:t>
      </w:r>
    </w:p>
    <w:p w:rsidR="000E09EC" w:rsidRPr="000E09EC" w:rsidRDefault="000E09EC" w:rsidP="00B44A1D">
      <w:pPr>
        <w:pStyle w:val="libCenter"/>
      </w:pPr>
      <w:r>
        <w:t>to grant him any more credit. He returned home empty-handed and the family is without a morsel</w:t>
      </w:r>
    </w:p>
    <w:p w:rsidR="000E09EC" w:rsidRDefault="000E09EC" w:rsidP="00B44A1D">
      <w:pPr>
        <w:pStyle w:val="libCenter"/>
      </w:pPr>
      <w:r>
        <w:t>of food.” Sayed Jawad was taken by surprise. “By Allah,” he said, “I have no knowledge about this.”</w:t>
      </w:r>
    </w:p>
    <w:p w:rsidR="000E09EC" w:rsidRPr="000E09EC" w:rsidRDefault="000E09EC" w:rsidP="00B44A1D">
      <w:pPr>
        <w:pStyle w:val="libCenter"/>
      </w:pPr>
      <w:r>
        <w:t>That is why I am displeased all the more. How can you be unaware of your own neighbor? Seven</w:t>
      </w:r>
    </w:p>
    <w:p w:rsidR="000E09EC" w:rsidRPr="000E09EC" w:rsidRDefault="000E09EC" w:rsidP="00B44A1D">
      <w:pPr>
        <w:pStyle w:val="libCenter"/>
      </w:pPr>
      <w:r>
        <w:t>days of difficulties have passed and you tell me you do not know about it. Well, If you had known</w:t>
      </w:r>
    </w:p>
    <w:p w:rsidR="000E09EC" w:rsidRPr="000E09EC" w:rsidRDefault="000E09EC" w:rsidP="00B44A1D">
      <w:pPr>
        <w:pStyle w:val="libCenter"/>
      </w:pPr>
      <w:r>
        <w:t>and ignored him despite your knowledge, then you would not even he a Muslim, Ayatullah Uloom</w:t>
      </w:r>
    </w:p>
    <w:p w:rsidR="000E09EC" w:rsidRPr="000E09EC" w:rsidRDefault="000E09EC" w:rsidP="00B44A1D">
      <w:pPr>
        <w:pStyle w:val="libCenter"/>
      </w:pPr>
      <w:r>
        <w:t>adjoined. Then he instructed him to take all the dishes of food before him to his neighbor. “Sit with</w:t>
      </w:r>
    </w:p>
    <w:p w:rsidR="000E09EC" w:rsidRPr="000E09EC" w:rsidRDefault="000E09EC" w:rsidP="00B44A1D">
      <w:pPr>
        <w:pStyle w:val="libCenter"/>
      </w:pPr>
      <w:r>
        <w:t>him to eat, so that he does not feel ashamed. And take this sum for his future ration. Place it under</w:t>
      </w:r>
    </w:p>
    <w:p w:rsidR="000E09EC" w:rsidRPr="000E09EC" w:rsidRDefault="000E09EC" w:rsidP="00B44A1D">
      <w:pPr>
        <w:pStyle w:val="libCenter"/>
      </w:pPr>
      <w:r>
        <w:t>his pillow or carpet so that he is not humiliated, and inform me when this work is completed, for</w:t>
      </w:r>
    </w:p>
    <w:p w:rsidR="000E09EC" w:rsidRPr="000E09EC" w:rsidRDefault="000E09EC" w:rsidP="00B44A1D">
      <w:pPr>
        <w:pStyle w:val="libCenter"/>
      </w:pPr>
      <w:r>
        <w:t>not until then shall I eat.” “That man is not from me who sleeps contentedly while his</w:t>
      </w:r>
    </w:p>
    <w:p w:rsidR="000E09EC" w:rsidRDefault="000E09EC" w:rsidP="00192805">
      <w:pPr>
        <w:pStyle w:val="libCenterBold2"/>
      </w:pPr>
      <w:r>
        <w:t>neighbor sleeps hungry.” Holy Prophet Muhammad (Peace be upon him)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60" w:name="_Toc382223529"/>
      <w:r>
        <w:lastRenderedPageBreak/>
        <w:t>ABOX FULLOF KISSES</w:t>
      </w:r>
      <w:bookmarkEnd w:id="60"/>
    </w:p>
    <w:p w:rsidR="000E09EC" w:rsidRPr="000E09EC" w:rsidRDefault="000E09EC" w:rsidP="00B44A1D">
      <w:pPr>
        <w:pStyle w:val="libCenter"/>
      </w:pPr>
      <w:r>
        <w:t xml:space="preserve">The story goes back some time ago, a man punished his 3-year-old daughter for </w:t>
      </w:r>
    </w:p>
    <w:p w:rsidR="000E09EC" w:rsidRPr="000E09EC" w:rsidRDefault="000E09EC" w:rsidP="00B44A1D">
      <w:pPr>
        <w:pStyle w:val="libCenter"/>
      </w:pPr>
      <w:r>
        <w:t>wasting a roll of gold wrapping paper. Money was tight and he became infuriated</w:t>
      </w:r>
    </w:p>
    <w:p w:rsidR="000E09EC" w:rsidRPr="000E09EC" w:rsidRDefault="000E09EC" w:rsidP="00B44A1D">
      <w:pPr>
        <w:pStyle w:val="libCenter"/>
      </w:pPr>
      <w:r>
        <w:t>when the child tried to decorate a box to put under the Christmas tree. Nevertheless,</w:t>
      </w:r>
    </w:p>
    <w:p w:rsidR="000E09EC" w:rsidRPr="000E09EC" w:rsidRDefault="000E09EC" w:rsidP="00B44A1D">
      <w:pPr>
        <w:pStyle w:val="libCenter"/>
      </w:pPr>
      <w:r>
        <w:t>the little girl brought the gift to her father the next morning and said, “This is for</w:t>
      </w:r>
    </w:p>
    <w:p w:rsidR="000E09EC" w:rsidRDefault="000E09EC" w:rsidP="00B44A1D">
      <w:pPr>
        <w:pStyle w:val="libCenter"/>
      </w:pPr>
      <w:r>
        <w:t>you, Daddy.”</w:t>
      </w:r>
    </w:p>
    <w:p w:rsidR="000E09EC" w:rsidRPr="000E09EC" w:rsidRDefault="000E09EC" w:rsidP="00B44A1D">
      <w:pPr>
        <w:pStyle w:val="libCenter"/>
      </w:pPr>
      <w:r>
        <w:t>The man was embarrassed by his earlier over reaction, but his anger flared again when he found</w:t>
      </w:r>
    </w:p>
    <w:p w:rsidR="000E09EC" w:rsidRPr="000E09EC" w:rsidRDefault="000E09EC" w:rsidP="00B44A1D">
      <w:pPr>
        <w:pStyle w:val="libCenter"/>
      </w:pPr>
      <w:r>
        <w:t xml:space="preserve">out the box was empty. He yelled at her, stating, “Don’t you know, when you give someone a </w:t>
      </w:r>
    </w:p>
    <w:p w:rsidR="000E09EC" w:rsidRPr="000E09EC" w:rsidRDefault="000E09EC" w:rsidP="00B44A1D">
      <w:pPr>
        <w:pStyle w:val="libCenter"/>
      </w:pPr>
      <w:r>
        <w:t xml:space="preserve">present, there is supposed to be something inside?” The little girl looked up at him with tears in </w:t>
      </w:r>
    </w:p>
    <w:p w:rsidR="000E09EC" w:rsidRPr="000E09EC" w:rsidRDefault="000E09EC" w:rsidP="00B44A1D">
      <w:pPr>
        <w:pStyle w:val="libCenter"/>
      </w:pPr>
      <w:r>
        <w:t>her eyes and cried, “Oh, Daddy, it’s not empty at all. I blew kisses into the box. They’re all for you,</w:t>
      </w:r>
    </w:p>
    <w:p w:rsidR="000E09EC" w:rsidRPr="000E09EC" w:rsidRDefault="000E09EC" w:rsidP="00B44A1D">
      <w:pPr>
        <w:pStyle w:val="libCenter"/>
      </w:pPr>
      <w:r>
        <w:t xml:space="preserve">Daddy.” The father was crushed. He put his arms around his little girl, and he begged for her </w:t>
      </w:r>
    </w:p>
    <w:p w:rsidR="000E09EC" w:rsidRDefault="000E09EC" w:rsidP="00B44A1D">
      <w:pPr>
        <w:pStyle w:val="libCenter"/>
      </w:pPr>
      <w:r>
        <w:t>forgiveness.</w:t>
      </w:r>
    </w:p>
    <w:p w:rsidR="000E09EC" w:rsidRPr="000E09EC" w:rsidRDefault="000E09EC" w:rsidP="00B44A1D">
      <w:pPr>
        <w:pStyle w:val="libCenter"/>
      </w:pPr>
      <w:r>
        <w:t>Only a short time later, an accident took the life of the child. It is also told that her father kept that</w:t>
      </w:r>
    </w:p>
    <w:p w:rsidR="000E09EC" w:rsidRPr="000E09EC" w:rsidRDefault="000E09EC" w:rsidP="00B44A1D">
      <w:pPr>
        <w:pStyle w:val="libCenter"/>
      </w:pPr>
      <w:r>
        <w:t xml:space="preserve">gold box by his bed for many years and, whenever he was discouraged, he would take out an </w:t>
      </w:r>
    </w:p>
    <w:p w:rsidR="000E09EC" w:rsidRDefault="000E09EC" w:rsidP="00B44A1D">
      <w:pPr>
        <w:pStyle w:val="libCenter"/>
      </w:pPr>
      <w:r>
        <w:t>imaginary kiss and remember the love of the child who had put it there.</w:t>
      </w:r>
    </w:p>
    <w:p w:rsidR="000E09EC" w:rsidRPr="000E09EC" w:rsidRDefault="000E09EC" w:rsidP="00192805">
      <w:pPr>
        <w:pStyle w:val="libCenterBold2"/>
      </w:pPr>
      <w:r>
        <w:t>In a very real sense, each one of us, as humans beings, have been given a gold container filled with</w:t>
      </w:r>
    </w:p>
    <w:p w:rsidR="000E09EC" w:rsidRPr="000E09EC" w:rsidRDefault="000E09EC" w:rsidP="00192805">
      <w:pPr>
        <w:pStyle w:val="libCenterBold2"/>
      </w:pPr>
      <w:r>
        <w:t xml:space="preserve">unconditional love and kisses... from our children, family members, friends, and God. There is </w:t>
      </w:r>
    </w:p>
    <w:p w:rsidR="000E09EC" w:rsidRDefault="000E09EC" w:rsidP="00192805">
      <w:pPr>
        <w:pStyle w:val="libCenterBold2"/>
      </w:pPr>
      <w:r>
        <w:t>simply no other possession, anyone could hold, more precious than this.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1" w:name="_Toc382223530"/>
      <w:r>
        <w:lastRenderedPageBreak/>
        <w:t>THE THREE COWS</w:t>
      </w:r>
      <w:bookmarkEnd w:id="61"/>
    </w:p>
    <w:p w:rsidR="000E09EC" w:rsidRPr="000E09EC" w:rsidRDefault="000E09EC" w:rsidP="00B44A1D">
      <w:pPr>
        <w:pStyle w:val="libCenter"/>
      </w:pPr>
      <w:r>
        <w:t xml:space="preserve">There was a green and fresh pasture, in which three cows lived, a white cow, a black cow and a </w:t>
      </w:r>
    </w:p>
    <w:p w:rsidR="000E09EC" w:rsidRPr="000E09EC" w:rsidRDefault="000E09EC" w:rsidP="00B44A1D">
      <w:pPr>
        <w:pStyle w:val="libCenter"/>
      </w:pPr>
      <w:r>
        <w:t>reddish-brown one. The cows were kind to each other. They were nice to each other. They used to</w:t>
      </w:r>
    </w:p>
    <w:p w:rsidR="000E09EC" w:rsidRDefault="000E09EC" w:rsidP="00B44A1D">
      <w:pPr>
        <w:pStyle w:val="libCenter"/>
      </w:pPr>
      <w:r>
        <w:t>graze in the meadow together. and they used to sleep near each other.</w:t>
      </w:r>
    </w:p>
    <w:p w:rsidR="000E09EC" w:rsidRPr="000E09EC" w:rsidRDefault="000E09EC" w:rsidP="00B44A1D">
      <w:pPr>
        <w:pStyle w:val="libCenter"/>
      </w:pPr>
      <w:r>
        <w:t>Till it happened one day, the reddish-brown colored lion of the forest happened to pass that way.</w:t>
      </w:r>
    </w:p>
    <w:p w:rsidR="000E09EC" w:rsidRPr="000E09EC" w:rsidRDefault="000E09EC" w:rsidP="00B44A1D">
      <w:pPr>
        <w:pStyle w:val="libCenter"/>
      </w:pPr>
      <w:r>
        <w:t>The lion was unhappy. It was hungry, and was looking for a prey. On catching sight of the cows it</w:t>
      </w:r>
    </w:p>
    <w:p w:rsidR="000E09EC" w:rsidRPr="000E09EC" w:rsidRDefault="000E09EC" w:rsidP="00B44A1D">
      <w:pPr>
        <w:pStyle w:val="libCenter"/>
      </w:pPr>
      <w:r>
        <w:t>became glad, but couldn't attack them, because they were together. So, the lion sat in a corner and</w:t>
      </w:r>
    </w:p>
    <w:p w:rsidR="000E09EC" w:rsidRDefault="000E09EC" w:rsidP="00B44A1D">
      <w:pPr>
        <w:pStyle w:val="libCenter"/>
      </w:pPr>
      <w:r>
        <w:t>waited till the cows would separate from each other.</w:t>
      </w:r>
    </w:p>
    <w:p w:rsidR="000E09EC" w:rsidRPr="000E09EC" w:rsidRDefault="000E09EC" w:rsidP="00B44A1D">
      <w:pPr>
        <w:pStyle w:val="libCenter"/>
      </w:pPr>
      <w:r>
        <w:t>The cows were together and wouldn’t part away from each other, because they knew that if they</w:t>
      </w:r>
    </w:p>
    <w:p w:rsidR="000E09EC" w:rsidRPr="000E09EC" w:rsidRDefault="000E09EC" w:rsidP="00B44A1D">
      <w:pPr>
        <w:pStyle w:val="libCenter"/>
      </w:pPr>
      <w:r>
        <w:t>were together, no predator could attack them. The lion lay in ambush nearby for two or three days.</w:t>
      </w:r>
    </w:p>
    <w:p w:rsidR="000E09EC" w:rsidRPr="000E09EC" w:rsidRDefault="000E09EC" w:rsidP="00B44A1D">
      <w:pPr>
        <w:pStyle w:val="libCenter"/>
      </w:pPr>
      <w:r>
        <w:t>But the cows continued to remain together, and wouldn’t separate from each other. The lion</w:t>
      </w:r>
    </w:p>
    <w:p w:rsidR="000E09EC" w:rsidRDefault="000E09EC" w:rsidP="00B44A1D">
      <w:pPr>
        <w:pStyle w:val="libCenter"/>
      </w:pPr>
      <w:r>
        <w:t>became unhappy.</w:t>
      </w:r>
    </w:p>
    <w:p w:rsidR="000E09EC" w:rsidRPr="000E09EC" w:rsidRDefault="000E09EC" w:rsidP="00B44A1D">
      <w:pPr>
        <w:pStyle w:val="libCenter"/>
      </w:pPr>
      <w:r>
        <w:t>A plan occurred to it. It went towards the cows, greeted them</w:t>
      </w:r>
    </w:p>
    <w:p w:rsidR="000E09EC" w:rsidRPr="000E09EC" w:rsidRDefault="000E09EC" w:rsidP="00B44A1D">
      <w:pPr>
        <w:pStyle w:val="libCenter"/>
      </w:pPr>
      <w:r>
        <w:t xml:space="preserve">and said: “How are you my friends?” Are you fine? I have </w:t>
      </w:r>
    </w:p>
    <w:p w:rsidR="000E09EC" w:rsidRPr="000E09EC" w:rsidRDefault="000E09EC" w:rsidP="00B44A1D">
      <w:pPr>
        <w:pStyle w:val="libCenter"/>
      </w:pPr>
      <w:r>
        <w:t>been remembering you for a long time, but because I am too</w:t>
      </w:r>
    </w:p>
    <w:p w:rsidR="000E09EC" w:rsidRDefault="000E09EC" w:rsidP="00B44A1D">
      <w:pPr>
        <w:pStyle w:val="libCenter"/>
      </w:pPr>
      <w:r>
        <w:t>busy, I can’t come to you and ask about your health.</w:t>
      </w:r>
    </w:p>
    <w:p w:rsidR="000E09EC" w:rsidRPr="000E09EC" w:rsidRDefault="000E09EC" w:rsidP="00B44A1D">
      <w:pPr>
        <w:pStyle w:val="libCenter"/>
      </w:pPr>
      <w:r>
        <w:t xml:space="preserve">Today I said to myself: “Anyhow I should come and see you </w:t>
      </w:r>
    </w:p>
    <w:p w:rsidR="000E09EC" w:rsidRPr="000E09EC" w:rsidRDefault="000E09EC" w:rsidP="00B44A1D">
      <w:pPr>
        <w:pStyle w:val="libCenter"/>
      </w:pPr>
      <w:r>
        <w:t xml:space="preserve">from near and visit you.” The reddish-brown cow said: “Sir, </w:t>
      </w:r>
    </w:p>
    <w:p w:rsidR="000E09EC" w:rsidRDefault="000E09EC" w:rsidP="00B44A1D">
      <w:pPr>
        <w:pStyle w:val="libCenter"/>
      </w:pPr>
      <w:r>
        <w:t>your coming has really pleased us and brightened our pasture.”</w:t>
      </w:r>
    </w:p>
    <w:p w:rsidR="000E09EC" w:rsidRPr="000E09EC" w:rsidRDefault="000E09EC" w:rsidP="00B44A1D">
      <w:pPr>
        <w:pStyle w:val="libCenter"/>
      </w:pPr>
      <w:r>
        <w:t>The lion said: “I have always remembered you, and have even ordered a better pasture made ready</w:t>
      </w:r>
    </w:p>
    <w:p w:rsidR="000E09EC" w:rsidRDefault="000E09EC" w:rsidP="00B44A1D">
      <w:pPr>
        <w:pStyle w:val="libCenter"/>
      </w:pPr>
      <w:r>
        <w:t>for you.” Reddish-brown cow said: “Sir, you have really obliged us and we are very thankful to you.”</w:t>
      </w:r>
    </w:p>
    <w:p w:rsidR="000E09EC" w:rsidRPr="000E09EC" w:rsidRDefault="000E09EC" w:rsidP="00B44A1D">
      <w:pPr>
        <w:pStyle w:val="libCenter"/>
      </w:pPr>
      <w:r>
        <w:t>Both the white and the black cows were troubled by what their friend, the reddish-brown cow said,</w:t>
      </w:r>
    </w:p>
    <w:p w:rsidR="000E09EC" w:rsidRDefault="000E09EC" w:rsidP="00B44A1D">
      <w:pPr>
        <w:pStyle w:val="libCenter"/>
      </w:pPr>
      <w:r>
        <w:t>and were grieved at its thoughtlessness. They feared lest it should be deceived.</w:t>
      </w:r>
    </w:p>
    <w:p w:rsidR="000E09EC" w:rsidRPr="000E09EC" w:rsidRDefault="000E09EC" w:rsidP="00B44A1D">
      <w:pPr>
        <w:pStyle w:val="libCenter"/>
      </w:pPr>
      <w:r>
        <w:t>They said to each other: Which forest has not got a better pasture? Why does the reddish-brown</w:t>
      </w:r>
    </w:p>
    <w:p w:rsidR="000E09EC" w:rsidRDefault="000E09EC" w:rsidP="00B44A1D">
      <w:pPr>
        <w:pStyle w:val="libCenter"/>
      </w:pPr>
      <w:r>
        <w:t>cow believe what the lion says? Doesn’t it know that lions seek other animals only to prey on them?</w:t>
      </w:r>
    </w:p>
    <w:p w:rsidR="000E09EC" w:rsidRPr="000E09EC" w:rsidRDefault="000E09EC" w:rsidP="00B44A1D">
      <w:pPr>
        <w:pStyle w:val="libCenter"/>
      </w:pPr>
      <w:r>
        <w:t xml:space="preserve">The reddish-brown cow became more and more a close friend of the lion each day. </w:t>
      </w:r>
    </w:p>
    <w:p w:rsidR="000E09EC" w:rsidRDefault="000E09EC" w:rsidP="00B44A1D">
      <w:pPr>
        <w:pStyle w:val="libCenter"/>
      </w:pPr>
      <w:r>
        <w:t>The black cow and the white cow advised it as much as they could, but with no avail.</w:t>
      </w:r>
    </w:p>
    <w:p w:rsidR="000E09EC" w:rsidRPr="000E09EC" w:rsidRDefault="000E09EC" w:rsidP="00B44A1D">
      <w:pPr>
        <w:pStyle w:val="libCenter"/>
      </w:pPr>
      <w:r>
        <w:t xml:space="preserve">One day the lion said to the reddish-brown cow: “You know that the color of our bodies is dark </w:t>
      </w:r>
    </w:p>
    <w:p w:rsidR="000E09EC" w:rsidRPr="000E09EC" w:rsidRDefault="000E09EC" w:rsidP="00B44A1D">
      <w:pPr>
        <w:pStyle w:val="libCenter"/>
      </w:pPr>
      <w:r>
        <w:t>and that the color of the body of the white cow is light, and you also know that the light color is the</w:t>
      </w:r>
    </w:p>
    <w:p w:rsidR="000E09EC" w:rsidRPr="000E09EC" w:rsidRDefault="000E09EC" w:rsidP="00B44A1D">
      <w:pPr>
        <w:pStyle w:val="libCenter"/>
      </w:pPr>
      <w:r>
        <w:t xml:space="preserve">opposite of the dark color. It would be very good if I eat the white cow, so that there will be no </w:t>
      </w:r>
    </w:p>
    <w:p w:rsidR="000E09EC" w:rsidRDefault="000E09EC" w:rsidP="00B44A1D">
      <w:pPr>
        <w:pStyle w:val="libCenter"/>
      </w:pPr>
      <w:r>
        <w:t>difference among us any longer and that we will be able to live together well.”</w:t>
      </w:r>
    </w:p>
    <w:p w:rsidR="000E09EC" w:rsidRPr="000E09EC" w:rsidRDefault="000E09EC" w:rsidP="00B44A1D">
      <w:pPr>
        <w:pStyle w:val="libCenter"/>
      </w:pPr>
      <w:r>
        <w:t>The reddish-brown cow accepted the saying of the selfish lion and started talking to the black cow</w:t>
      </w:r>
    </w:p>
    <w:p w:rsidR="000E09EC" w:rsidRPr="000E09EC" w:rsidRDefault="000E09EC" w:rsidP="00B44A1D">
      <w:pPr>
        <w:pStyle w:val="libCenter"/>
      </w:pPr>
      <w:r>
        <w:lastRenderedPageBreak/>
        <w:t>to keep it busy, so that the lion could eat the white cow with more ease. The white cow was left</w:t>
      </w:r>
    </w:p>
    <w:p w:rsidR="000E09EC" w:rsidRDefault="000E09EC" w:rsidP="00B44A1D">
      <w:pPr>
        <w:pStyle w:val="libCenter"/>
      </w:pPr>
      <w:r>
        <w:t>alone and was killed, while the black and the reddish-brown cows were busy with idle talks.</w:t>
      </w:r>
    </w:p>
    <w:p w:rsidR="000E09EC" w:rsidRPr="000E09EC" w:rsidRDefault="000E09EC" w:rsidP="00B44A1D">
      <w:pPr>
        <w:pStyle w:val="libCenter"/>
      </w:pPr>
      <w:r>
        <w:t>Two or three days passed since the lion had devoured the white cow. The lion, angry and uneasy,</w:t>
      </w:r>
    </w:p>
    <w:p w:rsidR="000E09EC" w:rsidRPr="000E09EC" w:rsidRDefault="000E09EC" w:rsidP="00B44A1D">
      <w:pPr>
        <w:pStyle w:val="libCenter"/>
      </w:pPr>
      <w:r>
        <w:t>was lying in a corner, and the reddish-brown cow was moving around the lion and grazing. The lion</w:t>
      </w:r>
    </w:p>
    <w:p w:rsidR="00432992" w:rsidRDefault="000E09EC" w:rsidP="00B44A1D">
      <w:pPr>
        <w:pStyle w:val="libCenter"/>
      </w:pPr>
      <w:r>
        <w:t>called the reddish-brown cow. The cow answered: “Yes sir!”</w:t>
      </w:r>
    </w:p>
    <w:p w:rsidR="000E09EC" w:rsidRPr="000E09EC" w:rsidRDefault="000E09EC" w:rsidP="00B44A1D">
      <w:pPr>
        <w:pStyle w:val="libCenter"/>
      </w:pPr>
      <w:r>
        <w:t>The lion said: “The color of my body and the color of your body are reddish-brown, and black does</w:t>
      </w:r>
    </w:p>
    <w:p w:rsidR="000E09EC" w:rsidRPr="000E09EC" w:rsidRDefault="000E09EC" w:rsidP="00B44A1D">
      <w:pPr>
        <w:pStyle w:val="libCenter"/>
      </w:pPr>
      <w:r>
        <w:t>not go with our color. It will be very good if I eat the black cow, so that in this forest we all will be</w:t>
      </w:r>
    </w:p>
    <w:p w:rsidR="000E09EC" w:rsidRDefault="000E09EC" w:rsidP="00B44A1D">
      <w:pPr>
        <w:pStyle w:val="libCenter"/>
      </w:pPr>
      <w:r>
        <w:t>of the same color.” The reddish-brown cow accepted and moved away from the black cow.</w:t>
      </w:r>
    </w:p>
    <w:p w:rsidR="000E09EC" w:rsidRPr="000E09EC" w:rsidRDefault="000E09EC" w:rsidP="00B44A1D">
      <w:pPr>
        <w:pStyle w:val="libCenter"/>
      </w:pPr>
      <w:r>
        <w:t>The lion attacked and devoured the black cow, too. And as for the reddish-brown cow, it was so</w:t>
      </w:r>
    </w:p>
    <w:p w:rsidR="000E09EC" w:rsidRPr="000E09EC" w:rsidRDefault="000E09EC" w:rsidP="00B44A1D">
      <w:pPr>
        <w:pStyle w:val="libCenter"/>
      </w:pPr>
      <w:r>
        <w:t xml:space="preserve">filled with joy that it didn’t know what to do. It roamed and grazed and said to itself: “It is only </w:t>
      </w:r>
    </w:p>
    <w:p w:rsidR="000E09EC" w:rsidRPr="000E09EC" w:rsidRDefault="000E09EC" w:rsidP="00B44A1D">
      <w:pPr>
        <w:pStyle w:val="libCenter"/>
      </w:pPr>
      <w:r>
        <w:t xml:space="preserve">me who has the color of the lion...” A few days passed since the black cow had been devoured by </w:t>
      </w:r>
    </w:p>
    <w:p w:rsidR="000E09EC" w:rsidRDefault="000E09EC" w:rsidP="00B44A1D">
      <w:pPr>
        <w:pStyle w:val="libCenter"/>
      </w:pPr>
      <w:r>
        <w:t>the lion. The lion roared and said. “O the reddish-brown cow! Where are you?”</w:t>
      </w:r>
    </w:p>
    <w:p w:rsidR="000E09EC" w:rsidRPr="000E09EC" w:rsidRDefault="000E09EC" w:rsidP="00B44A1D">
      <w:pPr>
        <w:pStyle w:val="libCenter"/>
      </w:pPr>
      <w:r>
        <w:t>The reddish-brown cow, shaking with fear, went forward and said: “Yes sir!” The lion said: “Today</w:t>
      </w:r>
    </w:p>
    <w:p w:rsidR="000E09EC" w:rsidRPr="000E09EC" w:rsidRDefault="000E09EC" w:rsidP="00B44A1D">
      <w:pPr>
        <w:pStyle w:val="libCenter"/>
      </w:pPr>
      <w:r>
        <w:t>it is your turn, get yourself ready, I am going to eat you.” The reddish-brown cow, with great fear &amp;</w:t>
      </w:r>
    </w:p>
    <w:p w:rsidR="000E09EC" w:rsidRDefault="000E09EC" w:rsidP="00B44A1D">
      <w:pPr>
        <w:pStyle w:val="libCenter"/>
      </w:pPr>
      <w:r>
        <w:t>horror said: “Why sir, I am your friend. I did whatever you said. So why do you want to eat me?”</w:t>
      </w:r>
    </w:p>
    <w:p w:rsidR="000E09EC" w:rsidRPr="000E09EC" w:rsidRDefault="000E09EC" w:rsidP="00B44A1D">
      <w:pPr>
        <w:pStyle w:val="libCenter"/>
      </w:pPr>
      <w:r>
        <w:t>The lion roared and said: “Friend of a friendless!” How is it possible that a lion makes friendship</w:t>
      </w:r>
    </w:p>
    <w:p w:rsidR="000E09EC" w:rsidRPr="000E09EC" w:rsidRDefault="000E09EC" w:rsidP="00B44A1D">
      <w:pPr>
        <w:pStyle w:val="libCenter"/>
      </w:pPr>
      <w:r>
        <w:t>with a cow? No matter how much the reddish-brown cow begged and entreated, the lion didn’t</w:t>
      </w:r>
    </w:p>
    <w:p w:rsidR="000E09EC" w:rsidRDefault="000E09EC" w:rsidP="00B44A1D">
      <w:pPr>
        <w:pStyle w:val="libCenter"/>
      </w:pPr>
      <w:r>
        <w:t>accept its words. The lion attacked the cow.</w:t>
      </w:r>
    </w:p>
    <w:p w:rsidR="000E09EC" w:rsidRPr="000E09EC" w:rsidRDefault="000E09EC" w:rsidP="00B44A1D">
      <w:pPr>
        <w:pStyle w:val="libCenter"/>
      </w:pPr>
      <w:r>
        <w:t>The cow said: “Mr. Lion, please allow me to cry out three times before you eat me.” The lion said:</w:t>
      </w:r>
    </w:p>
    <w:p w:rsidR="000E09EC" w:rsidRPr="000E09EC" w:rsidRDefault="000E09EC" w:rsidP="00B44A1D">
      <w:pPr>
        <w:pStyle w:val="libCenter"/>
      </w:pPr>
      <w:r w:rsidRPr="000E09EC">
        <w:t>“Q</w:t>
      </w:r>
      <w:r w:rsidRPr="00C7518C">
        <w:t>uickly, quickly!” The reddish-brown cow cried out: “I was eaten the very day the white cow was</w:t>
      </w:r>
    </w:p>
    <w:p w:rsidR="000E09EC" w:rsidRPr="000E09EC" w:rsidRDefault="000E09EC" w:rsidP="00B44A1D">
      <w:pPr>
        <w:pStyle w:val="libCenter"/>
      </w:pPr>
      <w:r>
        <w:t>eaten. I was eaten the very day the black cow was eaten. I was eaten the very day I made.... with</w:t>
      </w:r>
    </w:p>
    <w:p w:rsidR="000E09EC" w:rsidRPr="000E09EC" w:rsidRDefault="000E09EC" w:rsidP="00B44A1D">
      <w:pPr>
        <w:pStyle w:val="libCenter"/>
      </w:pPr>
      <w:r>
        <w:t>you.” The lion devoured the reddish-brown cow very quickly. Then it said to itself: “I have finished</w:t>
      </w:r>
    </w:p>
    <w:p w:rsidR="000E09EC" w:rsidRPr="000E09EC" w:rsidRDefault="000E09EC" w:rsidP="00B44A1D">
      <w:pPr>
        <w:pStyle w:val="libCenter"/>
      </w:pPr>
      <w:r>
        <w:t>my job in this forest. Now I had better go to other forests.” Divide and rule policy.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62" w:name="_Toc382223531"/>
      <w:r>
        <w:lastRenderedPageBreak/>
        <w:t>AWHITE HAS NO SUPERIORITYOVER ABLACK</w:t>
      </w:r>
      <w:bookmarkEnd w:id="62"/>
    </w:p>
    <w:p w:rsidR="000E09EC" w:rsidRPr="000E09EC" w:rsidRDefault="000E09EC" w:rsidP="00B44A1D">
      <w:pPr>
        <w:pStyle w:val="libCenter"/>
      </w:pPr>
      <w:r>
        <w:t>The following scene took place on a BA flight between Johannesburg and</w:t>
      </w:r>
    </w:p>
    <w:p w:rsidR="000E09EC" w:rsidRPr="000E09EC" w:rsidRDefault="000E09EC" w:rsidP="00B44A1D">
      <w:pPr>
        <w:pStyle w:val="libCenter"/>
      </w:pPr>
      <w:r>
        <w:t>London. A white woman, about 50 years old, was seated next to a black</w:t>
      </w:r>
    </w:p>
    <w:p w:rsidR="000E09EC" w:rsidRPr="000E09EC" w:rsidRDefault="000E09EC" w:rsidP="00B44A1D">
      <w:pPr>
        <w:pStyle w:val="libCenter"/>
      </w:pPr>
      <w:r>
        <w:t>man. Obviously disturbed by this, she called the air Hostess. Madam,</w:t>
      </w:r>
    </w:p>
    <w:p w:rsidR="000E09EC" w:rsidRDefault="000E09EC" w:rsidP="00B44A1D">
      <w:pPr>
        <w:pStyle w:val="libCenter"/>
      </w:pPr>
      <w:r>
        <w:t>what is the matter, the hostess asked you obviously do not see it then?</w:t>
      </w:r>
    </w:p>
    <w:p w:rsidR="000E09EC" w:rsidRPr="000E09EC" w:rsidRDefault="000E09EC" w:rsidP="00B44A1D">
      <w:pPr>
        <w:pStyle w:val="libCenter"/>
      </w:pPr>
      <w:r>
        <w:t>She responded. You placed me next to a black man. I do not agree to sit next to someone from such</w:t>
      </w:r>
    </w:p>
    <w:p w:rsidR="000E09EC" w:rsidRDefault="000E09EC" w:rsidP="00B44A1D">
      <w:pPr>
        <w:pStyle w:val="libCenter"/>
      </w:pPr>
      <w:r>
        <w:t>a repugnant group. Give me an alternative seat. Be calm please, the hostess replied.</w:t>
      </w:r>
    </w:p>
    <w:p w:rsidR="000E09EC" w:rsidRPr="000E09EC" w:rsidRDefault="000E09EC" w:rsidP="00B44A1D">
      <w:pPr>
        <w:pStyle w:val="libCenter"/>
      </w:pPr>
      <w:r>
        <w:t>Almost all the places on this flight are taken. I will go to see if another place is available. The</w:t>
      </w:r>
    </w:p>
    <w:p w:rsidR="000E09EC" w:rsidRPr="000E09EC" w:rsidRDefault="000E09EC" w:rsidP="00B44A1D">
      <w:pPr>
        <w:pStyle w:val="libCenter"/>
      </w:pPr>
      <w:r>
        <w:t>Hostess went away and then came back a few minutes later. Madam, just as I thought, there are no</w:t>
      </w:r>
    </w:p>
    <w:p w:rsidR="000E09EC" w:rsidRPr="000E09EC" w:rsidRDefault="000E09EC" w:rsidP="00B44A1D">
      <w:pPr>
        <w:pStyle w:val="libCenter"/>
      </w:pPr>
      <w:r>
        <w:t>other available seats in the economy class. I spoke to the captain and he informed me that there is</w:t>
      </w:r>
    </w:p>
    <w:p w:rsidR="000E09EC" w:rsidRDefault="000E09EC" w:rsidP="00B44A1D">
      <w:pPr>
        <w:pStyle w:val="libCenter"/>
      </w:pPr>
      <w:r>
        <w:t>also no seat in the business class. All the same, we still have one place in the first class.</w:t>
      </w:r>
    </w:p>
    <w:p w:rsidR="000E09EC" w:rsidRPr="000E09EC" w:rsidRDefault="000E09EC" w:rsidP="00B44A1D">
      <w:pPr>
        <w:pStyle w:val="libCenter"/>
      </w:pPr>
      <w:r>
        <w:t>Before the woman could say anything, the hostess continued. It is not usual for our company to</w:t>
      </w:r>
    </w:p>
    <w:p w:rsidR="000E09EC" w:rsidRPr="000E09EC" w:rsidRDefault="000E09EC" w:rsidP="00B44A1D">
      <w:pPr>
        <w:pStyle w:val="libCenter"/>
      </w:pPr>
      <w:r>
        <w:t>permit someone from the economy class to sit in the first class However, given the circumstances;</w:t>
      </w:r>
    </w:p>
    <w:p w:rsidR="000E09EC" w:rsidRPr="000E09EC" w:rsidRDefault="000E09EC" w:rsidP="00B44A1D">
      <w:pPr>
        <w:pStyle w:val="libCenter"/>
      </w:pPr>
      <w:r>
        <w:t>the captain feels that it would be scandalous to make someone sit next to someone so disgusting.</w:t>
      </w:r>
    </w:p>
    <w:p w:rsidR="000E09EC" w:rsidRPr="000E09EC" w:rsidRDefault="000E09EC" w:rsidP="00B44A1D">
      <w:pPr>
        <w:pStyle w:val="libCenter"/>
      </w:pPr>
      <w:r>
        <w:t>She turned to the black guy, and said. Therefore, Sir, if you would like to, please take your hand</w:t>
      </w:r>
    </w:p>
    <w:p w:rsidR="000E09EC" w:rsidRPr="000E09EC" w:rsidRDefault="000E09EC" w:rsidP="00B44A1D">
      <w:pPr>
        <w:pStyle w:val="libCenter"/>
      </w:pPr>
      <w:r>
        <w:t>luggage because a seat awaits you in the first class. At the moment, the other passengers who were</w:t>
      </w:r>
    </w:p>
    <w:p w:rsidR="000E09EC" w:rsidRDefault="000E09EC" w:rsidP="00B44A1D">
      <w:pPr>
        <w:pStyle w:val="libCenter"/>
      </w:pPr>
      <w:r>
        <w:t>shocked by what they had just witnessed stood up and applauded.</w:t>
      </w:r>
    </w:p>
    <w:p w:rsidR="000E09EC" w:rsidRPr="000E09EC" w:rsidRDefault="000E09EC" w:rsidP="00192805">
      <w:pPr>
        <w:pStyle w:val="libCenterBold2"/>
      </w:pPr>
      <w:r>
        <w:t>This is a true story against racism, which is not usually told. All mankind is from Adam and Eve; an</w:t>
      </w:r>
    </w:p>
    <w:p w:rsidR="000E09EC" w:rsidRPr="000E09EC" w:rsidRDefault="000E09EC" w:rsidP="00192805">
      <w:pPr>
        <w:pStyle w:val="libCenterBold2"/>
      </w:pPr>
      <w:r>
        <w:t>Arab has no superiority over a non-Arab, nor a non-Arab has any superiority over an Arab; also a</w:t>
      </w:r>
    </w:p>
    <w:p w:rsidR="000E09EC" w:rsidRPr="000E09EC" w:rsidRDefault="000E09EC" w:rsidP="00192805">
      <w:pPr>
        <w:pStyle w:val="libCenterBold2"/>
      </w:pPr>
      <w:r>
        <w:t>white has no superiority over a black, nor does a black have any superiority over white except by</w:t>
      </w:r>
    </w:p>
    <w:p w:rsidR="000E09EC" w:rsidRPr="000E09EC" w:rsidRDefault="000E09EC" w:rsidP="00192805">
      <w:pPr>
        <w:pStyle w:val="libCenterBold2"/>
      </w:pPr>
      <w:r>
        <w:t>piety and good action. Learn that every Muslim is the brother of another Muslim, and that Muslims</w:t>
      </w:r>
    </w:p>
    <w:p w:rsidR="000E09EC" w:rsidRDefault="000E09EC" w:rsidP="00192805">
      <w:pPr>
        <w:pStyle w:val="libCenterBold2"/>
      </w:pPr>
      <w:r>
        <w:t>constitute one brotherhood.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3" w:name="_Toc382223532"/>
      <w:r>
        <w:lastRenderedPageBreak/>
        <w:t>GHULAMHUSSEIN AND THE GAME OF CHANCE</w:t>
      </w:r>
      <w:bookmarkEnd w:id="63"/>
    </w:p>
    <w:p w:rsidR="000E09EC" w:rsidRPr="000E09EC" w:rsidRDefault="000E09EC" w:rsidP="00B44A1D">
      <w:pPr>
        <w:pStyle w:val="libCenter"/>
      </w:pPr>
      <w:r>
        <w:t>Ghulamhusein was a popular social figure and a keen host of guests coming to him from distant</w:t>
      </w:r>
    </w:p>
    <w:p w:rsidR="000E09EC" w:rsidRPr="000E09EC" w:rsidRDefault="000E09EC" w:rsidP="00B44A1D">
      <w:pPr>
        <w:pStyle w:val="libCenter"/>
      </w:pPr>
      <w:r>
        <w:t>lands. He lived in Moshi, a beautiful small town at the foot of Mt. Kilimanjaro in Tanzania. He was</w:t>
      </w:r>
    </w:p>
    <w:p w:rsidR="000E09EC" w:rsidRPr="000E09EC" w:rsidRDefault="000E09EC" w:rsidP="00B44A1D">
      <w:pPr>
        <w:pStyle w:val="libCenter"/>
      </w:pPr>
      <w:r>
        <w:t>generous and hospitable to one and all. One of his hobbies during leisure hours particularly on</w:t>
      </w:r>
    </w:p>
    <w:p w:rsidR="000E09EC" w:rsidRPr="000E09EC" w:rsidRDefault="000E09EC" w:rsidP="00B44A1D">
      <w:pPr>
        <w:pStyle w:val="libCenter"/>
      </w:pPr>
      <w:r>
        <w:t>Saturdays and Sundays was to play the game of cards with his friends. For hours they used to get</w:t>
      </w:r>
    </w:p>
    <w:p w:rsidR="000E09EC" w:rsidRPr="000E09EC" w:rsidRDefault="000E09EC" w:rsidP="00B44A1D">
      <w:pPr>
        <w:pStyle w:val="libCenter"/>
      </w:pPr>
      <w:r>
        <w:t>together where they enjoyed the game. It was not with the aim of gambling but rather just for</w:t>
      </w:r>
    </w:p>
    <w:p w:rsidR="000E09EC" w:rsidRDefault="000E09EC" w:rsidP="00B44A1D">
      <w:pPr>
        <w:pStyle w:val="libCenter"/>
      </w:pPr>
      <w:r>
        <w:t>pleasure and pass time.</w:t>
      </w:r>
    </w:p>
    <w:p w:rsidR="000E09EC" w:rsidRPr="000E09EC" w:rsidRDefault="000E09EC" w:rsidP="00B44A1D">
      <w:pPr>
        <w:pStyle w:val="libCenter"/>
      </w:pPr>
      <w:r>
        <w:t>Once in the midst of a lively game of cards, his servant came to inform him that a guest of his was</w:t>
      </w:r>
    </w:p>
    <w:p w:rsidR="000E09EC" w:rsidRPr="000E09EC" w:rsidRDefault="000E09EC" w:rsidP="00B44A1D">
      <w:pPr>
        <w:pStyle w:val="libCenter"/>
      </w:pPr>
      <w:r>
        <w:t>seriously ill at the guest house and needed his immediate attention. He sent the servant back saying</w:t>
      </w:r>
    </w:p>
    <w:p w:rsidR="000E09EC" w:rsidRPr="000E09EC" w:rsidRDefault="000E09EC" w:rsidP="00B44A1D">
      <w:pPr>
        <w:pStyle w:val="libCenter"/>
      </w:pPr>
      <w:r>
        <w:t>he would come soon. But he was so much engrossed to withdraw from it. So he continued to play</w:t>
      </w:r>
    </w:p>
    <w:p w:rsidR="000E09EC" w:rsidRDefault="000E09EC" w:rsidP="00B44A1D">
      <w:pPr>
        <w:pStyle w:val="libCenter"/>
      </w:pPr>
      <w:r>
        <w:t>with keen interest.</w:t>
      </w:r>
    </w:p>
    <w:p w:rsidR="000E09EC" w:rsidRPr="000E09EC" w:rsidRDefault="000E09EC" w:rsidP="00B44A1D">
      <w:pPr>
        <w:pStyle w:val="libCenter"/>
      </w:pPr>
      <w:r>
        <w:t>After a while, his servant came again to report that the condition of the guest was</w:t>
      </w:r>
    </w:p>
    <w:p w:rsidR="000E09EC" w:rsidRPr="000E09EC" w:rsidRDefault="000E09EC" w:rsidP="00B44A1D">
      <w:pPr>
        <w:pStyle w:val="libCenter"/>
      </w:pPr>
      <w:r>
        <w:t>deteriorating and needed his urgent attention as there was no one else to attend.</w:t>
      </w:r>
    </w:p>
    <w:p w:rsidR="000E09EC" w:rsidRPr="000E09EC" w:rsidRDefault="000E09EC" w:rsidP="00B44A1D">
      <w:pPr>
        <w:pStyle w:val="libCenter"/>
      </w:pPr>
      <w:r>
        <w:t>But Ghulamhusein was so deeply engrossed in the game that he did not want to be</w:t>
      </w:r>
    </w:p>
    <w:p w:rsidR="000E09EC" w:rsidRDefault="000E09EC" w:rsidP="00B44A1D">
      <w:pPr>
        <w:pStyle w:val="libCenter"/>
      </w:pPr>
      <w:r>
        <w:t>disturbed. As such, again he sent the servant back promising to come soon.</w:t>
      </w:r>
    </w:p>
    <w:p w:rsidR="000E09EC" w:rsidRPr="000E09EC" w:rsidRDefault="000E09EC" w:rsidP="00B44A1D">
      <w:pPr>
        <w:pStyle w:val="libCenter"/>
      </w:pPr>
      <w:r>
        <w:t xml:space="preserve">By the time he could be free from the very mind captivating game of cards, the </w:t>
      </w:r>
    </w:p>
    <w:p w:rsidR="000E09EC" w:rsidRPr="000E09EC" w:rsidRDefault="000E09EC" w:rsidP="00B44A1D">
      <w:pPr>
        <w:pStyle w:val="libCenter"/>
      </w:pPr>
      <w:r>
        <w:t>servant came for the third time. But this time he reported that the guest of his a</w:t>
      </w:r>
    </w:p>
    <w:p w:rsidR="000E09EC" w:rsidRPr="000E09EC" w:rsidRDefault="000E09EC" w:rsidP="00B44A1D">
      <w:pPr>
        <w:pStyle w:val="libCenter"/>
      </w:pPr>
      <w:r>
        <w:t>poor traveler from distant lands had already died. This news gave a shock of his life to</w:t>
      </w:r>
    </w:p>
    <w:p w:rsidR="000E09EC" w:rsidRPr="000E09EC" w:rsidRDefault="000E09EC" w:rsidP="00B44A1D">
      <w:pPr>
        <w:pStyle w:val="libCenter"/>
      </w:pPr>
      <w:r>
        <w:t>Ghulamhusein. It convinced him of the evil and harmful effect of such an indoor game. There and</w:t>
      </w:r>
    </w:p>
    <w:p w:rsidR="000E09EC" w:rsidRDefault="000E09EC" w:rsidP="00B44A1D">
      <w:pPr>
        <w:pStyle w:val="libCenter"/>
      </w:pPr>
      <w:r>
        <w:t>then he vowed never to indulge himself in such a game.</w:t>
      </w:r>
    </w:p>
    <w:p w:rsidR="000E09EC" w:rsidRPr="000E09EC" w:rsidRDefault="000E09EC" w:rsidP="00B44A1D">
      <w:pPr>
        <w:pStyle w:val="libCenter"/>
      </w:pPr>
      <w:r>
        <w:t xml:space="preserve">Is this not an eye-opening example of an intoxicating and mentally distracting game of cards, </w:t>
      </w:r>
    </w:p>
    <w:p w:rsidR="000E09EC" w:rsidRPr="000E09EC" w:rsidRDefault="000E09EC" w:rsidP="00B44A1D">
      <w:pPr>
        <w:pStyle w:val="libCenter"/>
      </w:pPr>
      <w:r>
        <w:t>commonly played today either as a pass-time or for gambling purposes? Perhaps it also explains</w:t>
      </w:r>
    </w:p>
    <w:p w:rsidR="000E09EC" w:rsidRPr="000E09EC" w:rsidRDefault="000E09EC" w:rsidP="00B44A1D">
      <w:pPr>
        <w:pStyle w:val="libCenter"/>
      </w:pPr>
      <w:r>
        <w:t xml:space="preserve">the philosophy behind absolute Islamic forbiddance to play or watch such a game, even without </w:t>
      </w:r>
    </w:p>
    <w:p w:rsidR="000E09EC" w:rsidRPr="000E09EC" w:rsidRDefault="000E09EC" w:rsidP="00B44A1D">
      <w:pPr>
        <w:pStyle w:val="libCenter"/>
      </w:pPr>
      <w:r>
        <w:t>the chance of gaining or losing money. It is meant to be prevention than a cure, lest man is one day</w:t>
      </w:r>
    </w:p>
    <w:p w:rsidR="000E09EC" w:rsidRPr="000E09EC" w:rsidRDefault="000E09EC" w:rsidP="00B44A1D">
      <w:pPr>
        <w:pStyle w:val="libCenter"/>
      </w:pPr>
      <w:r>
        <w:t>tempted to use the game for gambling purpose.</w:t>
      </w:r>
    </w:p>
    <w:p w:rsidR="000E09EC" w:rsidRPr="00C7518C" w:rsidRDefault="000E09EC" w:rsidP="00C7518C">
      <w:pPr>
        <w:pStyle w:val="libCenterBold2"/>
      </w:pPr>
      <w:r>
        <w:t xml:space="preserve">"Abstention from sins is better than </w:t>
      </w:r>
    </w:p>
    <w:p w:rsidR="000E09EC" w:rsidRPr="00C7518C" w:rsidRDefault="000E09EC" w:rsidP="00C7518C">
      <w:pPr>
        <w:pStyle w:val="libCenterBold2"/>
      </w:pPr>
      <w:r>
        <w:t>seeking help afterward." Imam Ali (AS)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64" w:name="_Toc382223533"/>
      <w:r>
        <w:lastRenderedPageBreak/>
        <w:t>FINDERS KEEPERS</w:t>
      </w:r>
      <w:bookmarkEnd w:id="64"/>
    </w:p>
    <w:p w:rsidR="000E09EC" w:rsidRPr="000E09EC" w:rsidRDefault="000E09EC" w:rsidP="00B44A1D">
      <w:pPr>
        <w:pStyle w:val="libCenter"/>
      </w:pPr>
      <w:r>
        <w:t>A wise woman who was traveling in the</w:t>
      </w:r>
    </w:p>
    <w:p w:rsidR="000E09EC" w:rsidRPr="000E09EC" w:rsidRDefault="000E09EC" w:rsidP="00B44A1D">
      <w:pPr>
        <w:pStyle w:val="libCenter"/>
      </w:pPr>
      <w:r>
        <w:t>mountains found a precious stone in a stream. The next day she met another traveler</w:t>
      </w:r>
    </w:p>
    <w:p w:rsidR="000E09EC" w:rsidRPr="000E09EC" w:rsidRDefault="000E09EC" w:rsidP="00B44A1D">
      <w:pPr>
        <w:pStyle w:val="libCenter"/>
      </w:pPr>
      <w:r>
        <w:t>who was hungry, and the wise woman opened her bag to share her food. The hungry</w:t>
      </w:r>
    </w:p>
    <w:p w:rsidR="000E09EC" w:rsidRDefault="000E09EC" w:rsidP="00B44A1D">
      <w:pPr>
        <w:pStyle w:val="libCenter"/>
      </w:pPr>
      <w:r>
        <w:t>traveler saw the precious stone &amp; asked the woman to give it to him. She did so without hesitation.</w:t>
      </w:r>
    </w:p>
    <w:p w:rsidR="000E09EC" w:rsidRPr="000E09EC" w:rsidRDefault="000E09EC" w:rsidP="00B44A1D">
      <w:pPr>
        <w:pStyle w:val="libCenter"/>
      </w:pPr>
      <w:r>
        <w:t xml:space="preserve">The traveler left, rejoicing his good fortune. He knew the stone was worth enough to give him </w:t>
      </w:r>
    </w:p>
    <w:p w:rsidR="000E09EC" w:rsidRPr="000E09EC" w:rsidRDefault="000E09EC" w:rsidP="00B44A1D">
      <w:pPr>
        <w:pStyle w:val="libCenter"/>
      </w:pPr>
      <w:r>
        <w:t>security for a lifetime. But a few days later he came back to return the stone to the wise woman.</w:t>
      </w:r>
    </w:p>
    <w:p w:rsidR="000E09EC" w:rsidRPr="000E09EC" w:rsidRDefault="000E09EC" w:rsidP="00B44A1D">
      <w:pPr>
        <w:pStyle w:val="libCenter"/>
      </w:pPr>
      <w:r w:rsidRPr="000E09EC">
        <w:t>“I’v</w:t>
      </w:r>
      <w:r w:rsidRPr="00C7518C">
        <w:t>e been thinking,” He said, “I know how valuable the stone is, but I give it back in the hope that</w:t>
      </w:r>
    </w:p>
    <w:p w:rsidR="000E09EC" w:rsidRPr="000E09EC" w:rsidRDefault="000E09EC" w:rsidP="00B44A1D">
      <w:pPr>
        <w:pStyle w:val="libCenter"/>
      </w:pPr>
      <w:r>
        <w:t>you can give me something even more precious: Give me what you have within you that enabled</w:t>
      </w:r>
    </w:p>
    <w:p w:rsidR="000E09EC" w:rsidRPr="000E09EC" w:rsidRDefault="000E09EC" w:rsidP="00B44A1D">
      <w:pPr>
        <w:pStyle w:val="libCenter"/>
      </w:pPr>
      <w:r>
        <w:t>you to give me the stone.”</w:t>
      </w:r>
    </w:p>
    <w:p w:rsidR="000E09EC" w:rsidRDefault="000E09EC" w:rsidP="00B44A1D">
      <w:pPr>
        <w:pStyle w:val="libCenter"/>
      </w:pPr>
      <w:r>
        <w:t>BANDAGE OF COMPLAINT!</w:t>
      </w:r>
    </w:p>
    <w:p w:rsidR="000E09EC" w:rsidRPr="000E09EC" w:rsidRDefault="000E09EC" w:rsidP="00B44A1D">
      <w:pPr>
        <w:pStyle w:val="libCenter"/>
      </w:pPr>
      <w:r>
        <w:t>Once a saint saw a man with a bandage tied round his head. “Why have you tied the bandage?” he</w:t>
      </w:r>
    </w:p>
    <w:p w:rsidR="000E09EC" w:rsidRPr="000E09EC" w:rsidRDefault="000E09EC" w:rsidP="00B44A1D">
      <w:pPr>
        <w:pStyle w:val="libCenter"/>
      </w:pPr>
      <w:r>
        <w:t>asked. “Because my head aches,” the man replied. “How old are you?” he demanded. “Thirty,” he</w:t>
      </w:r>
    </w:p>
    <w:p w:rsidR="000E09EC" w:rsidRPr="000E09EC" w:rsidRDefault="000E09EC" w:rsidP="00B44A1D">
      <w:pPr>
        <w:pStyle w:val="libCenter"/>
      </w:pPr>
      <w:r>
        <w:t>replied. “Have you been in pain and anguish the greater part of your life?” he enquired. “No,” the</w:t>
      </w:r>
    </w:p>
    <w:p w:rsidR="000E09EC" w:rsidRPr="000E09EC" w:rsidRDefault="000E09EC" w:rsidP="00B44A1D">
      <w:pPr>
        <w:pStyle w:val="libCenter"/>
      </w:pPr>
      <w:r>
        <w:t>man answered. “For thirty years you have enjoyed good health,” he remarked, “and you never tied</w:t>
      </w:r>
    </w:p>
    <w:p w:rsidR="000E09EC" w:rsidRPr="000E09EC" w:rsidRDefault="000E09EC" w:rsidP="00B44A1D">
      <w:pPr>
        <w:pStyle w:val="libCenter"/>
      </w:pPr>
      <w:r>
        <w:t>the bandage of thankfulness. Now because of this one night head ache, that you have, you tie the</w:t>
      </w:r>
    </w:p>
    <w:p w:rsidR="000E09EC" w:rsidRPr="000E09EC" w:rsidRDefault="000E09EC" w:rsidP="00B44A1D">
      <w:pPr>
        <w:pStyle w:val="libCenter"/>
      </w:pPr>
      <w:r>
        <w:t>bandage of complaint!”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5" w:name="_Toc382223534"/>
      <w:r>
        <w:lastRenderedPageBreak/>
        <w:t>AN AGED STUDENT</w:t>
      </w:r>
      <w:bookmarkEnd w:id="65"/>
      <w:r>
        <w:t xml:space="preserve"> </w:t>
      </w:r>
    </w:p>
    <w:p w:rsidR="000E09EC" w:rsidRPr="000E09EC" w:rsidRDefault="000E09EC" w:rsidP="00B44A1D">
      <w:pPr>
        <w:pStyle w:val="libCenter"/>
      </w:pPr>
      <w:r>
        <w:t>Sikaki was a skilled artist an artisan. With great expertise and interest, he made such a nice and</w:t>
      </w:r>
    </w:p>
    <w:p w:rsidR="000E09EC" w:rsidRPr="000E09EC" w:rsidRDefault="000E09EC" w:rsidP="00B44A1D">
      <w:pPr>
        <w:pStyle w:val="libCenter"/>
      </w:pPr>
      <w:r>
        <w:t>beautiful inkpot that it could be presented to the king. He expected that, appreciating his artistic</w:t>
      </w:r>
    </w:p>
    <w:p w:rsidR="000E09EC" w:rsidRPr="000E09EC" w:rsidRDefault="000E09EC" w:rsidP="00B44A1D">
      <w:pPr>
        <w:pStyle w:val="libCenter"/>
      </w:pPr>
      <w:r>
        <w:t>skill, the king would encourage him as far as possible. So, with countless hopes and thousand of</w:t>
      </w:r>
    </w:p>
    <w:p w:rsidR="000E09EC" w:rsidRPr="000E09EC" w:rsidRDefault="000E09EC" w:rsidP="00B44A1D">
      <w:pPr>
        <w:pStyle w:val="libCenter"/>
      </w:pPr>
      <w:r>
        <w:t>desires, he presented that inkpot to the king. In the beginning the king was very impressed by his</w:t>
      </w:r>
    </w:p>
    <w:p w:rsidR="000E09EC" w:rsidRPr="000E09EC" w:rsidRDefault="000E09EC" w:rsidP="00B44A1D">
      <w:pPr>
        <w:pStyle w:val="libCenter"/>
      </w:pPr>
      <w:r>
        <w:t>artistic skill but afterwards an unpleasant event occurred that caused an extraordinary change in</w:t>
      </w:r>
    </w:p>
    <w:p w:rsidR="000E09EC" w:rsidRDefault="000E09EC" w:rsidP="00B44A1D">
      <w:pPr>
        <w:pStyle w:val="libCenter"/>
      </w:pPr>
      <w:r>
        <w:t>Sikaki’ s life and way of thinking.</w:t>
      </w:r>
    </w:p>
    <w:p w:rsidR="000E09EC" w:rsidRPr="000E09EC" w:rsidRDefault="000E09EC" w:rsidP="00B44A1D">
      <w:pPr>
        <w:pStyle w:val="libCenter"/>
      </w:pPr>
      <w:r>
        <w:t>When the king was observing the skilled artistry of the beautiful inkpot and Sikaki was lost in the</w:t>
      </w:r>
    </w:p>
    <w:p w:rsidR="000E09EC" w:rsidRPr="000E09EC" w:rsidRDefault="000E09EC" w:rsidP="00B44A1D">
      <w:pPr>
        <w:pStyle w:val="libCenter"/>
      </w:pPr>
      <w:r>
        <w:t>world of thoughts, the people informed that a scholar-literary person or jury is about to enter the</w:t>
      </w:r>
    </w:p>
    <w:p w:rsidR="000E09EC" w:rsidRPr="000E09EC" w:rsidRDefault="000E09EC" w:rsidP="00B44A1D">
      <w:pPr>
        <w:pStyle w:val="libCenter"/>
      </w:pPr>
      <w:r>
        <w:t>court. As soon as the scholar entered, the king got so much absorbed in welcoming and talking to</w:t>
      </w:r>
    </w:p>
    <w:p w:rsidR="000E09EC" w:rsidRPr="000E09EC" w:rsidRDefault="000E09EC" w:rsidP="00B44A1D">
      <w:pPr>
        <w:pStyle w:val="libCenter"/>
      </w:pPr>
      <w:r>
        <w:t>him that he forgot Sikaki and his skilled artistry. This incident caused an adverse and deep effect</w:t>
      </w:r>
    </w:p>
    <w:p w:rsidR="000E09EC" w:rsidRDefault="000E09EC" w:rsidP="00B44A1D">
      <w:pPr>
        <w:pStyle w:val="libCenter"/>
      </w:pPr>
      <w:r>
        <w:t>on the heart of Sikaki.</w:t>
      </w:r>
    </w:p>
    <w:p w:rsidR="000E09EC" w:rsidRPr="000E09EC" w:rsidRDefault="000E09EC" w:rsidP="00B44A1D">
      <w:pPr>
        <w:pStyle w:val="libCenter"/>
      </w:pPr>
      <w:r>
        <w:t>He realized that now he would not receive the encouragement he had expected and all his desires</w:t>
      </w:r>
    </w:p>
    <w:p w:rsidR="000E09EC" w:rsidRPr="000E09EC" w:rsidRDefault="000E09EC" w:rsidP="00B44A1D">
      <w:pPr>
        <w:pStyle w:val="libCenter"/>
      </w:pPr>
      <w:r>
        <w:t>and hopes are useless now. But Sikaki’s high spirited mind did not allow him to be in peace, so he</w:t>
      </w:r>
    </w:p>
    <w:p w:rsidR="000E09EC" w:rsidRPr="000E09EC" w:rsidRDefault="000E09EC" w:rsidP="00B44A1D">
      <w:pPr>
        <w:pStyle w:val="libCenter"/>
      </w:pPr>
      <w:r>
        <w:t>started thinking as to what should he do. He decided to do what the others have done and go on the</w:t>
      </w:r>
    </w:p>
    <w:p w:rsidR="000E09EC" w:rsidRPr="000E09EC" w:rsidRDefault="000E09EC" w:rsidP="00B44A1D">
      <w:pPr>
        <w:pStyle w:val="libCenter"/>
      </w:pPr>
      <w:r>
        <w:t>same way that the others have gone (uptill now). Therefore, he decided to search for his lost hopes</w:t>
      </w:r>
    </w:p>
    <w:p w:rsidR="000E09EC" w:rsidRPr="000E09EC" w:rsidRDefault="000E09EC" w:rsidP="00B44A1D">
      <w:pPr>
        <w:pStyle w:val="libCenter"/>
      </w:pPr>
      <w:r>
        <w:t>in the world of knowledge, literature and books. Although for a wise man who has passed the days</w:t>
      </w:r>
    </w:p>
    <w:p w:rsidR="000E09EC" w:rsidRPr="000E09EC" w:rsidRDefault="000E09EC" w:rsidP="00B44A1D">
      <w:pPr>
        <w:pStyle w:val="libCenter"/>
      </w:pPr>
      <w:r>
        <w:t xml:space="preserve">of his young age, it was not easy to study with young children and to start right from the </w:t>
      </w:r>
    </w:p>
    <w:p w:rsidR="000E09EC" w:rsidRPr="000E09EC" w:rsidRDefault="000E09EC" w:rsidP="00B44A1D">
      <w:pPr>
        <w:pStyle w:val="libCenter"/>
      </w:pPr>
      <w:r>
        <w:t xml:space="preserve">preliminary stage. But he did not have a choice . After all whenever the fish is taken out of water, </w:t>
      </w:r>
    </w:p>
    <w:p w:rsidR="000E09EC" w:rsidRDefault="000E09EC" w:rsidP="00B44A1D">
      <w:pPr>
        <w:pStyle w:val="libCenter"/>
      </w:pPr>
      <w:r>
        <w:t>it is fresh.</w:t>
      </w:r>
    </w:p>
    <w:p w:rsidR="000E09EC" w:rsidRPr="000E09EC" w:rsidRDefault="000E09EC" w:rsidP="00B44A1D">
      <w:pPr>
        <w:pStyle w:val="libCenter"/>
      </w:pPr>
      <w:r>
        <w:t>Worse than that, in the beginning he did not find any sort of interest in himself regarding reading</w:t>
      </w:r>
    </w:p>
    <w:p w:rsidR="000E09EC" w:rsidRPr="000E09EC" w:rsidRDefault="000E09EC" w:rsidP="00B44A1D">
      <w:pPr>
        <w:pStyle w:val="libCenter"/>
      </w:pPr>
      <w:r>
        <w:t xml:space="preserve">and writing. Perhaps spending a long time in artistic works and handicraft was the reason for </w:t>
      </w:r>
    </w:p>
    <w:p w:rsidR="000E09EC" w:rsidRPr="000E09EC" w:rsidRDefault="000E09EC" w:rsidP="00B44A1D">
      <w:pPr>
        <w:pStyle w:val="libCenter"/>
      </w:pPr>
      <w:r>
        <w:t>stagnancy in his scientific and literary talent. But neither his advanced age nor lack of capability,</w:t>
      </w:r>
    </w:p>
    <w:p w:rsidR="000E09EC" w:rsidRPr="000E09EC" w:rsidRDefault="000E09EC" w:rsidP="00B44A1D">
      <w:pPr>
        <w:pStyle w:val="libCenter"/>
      </w:pPr>
      <w:r>
        <w:t>none of these could change his decision. With great enthusiasm and zeal for attaining knowledge,</w:t>
      </w:r>
    </w:p>
    <w:p w:rsidR="000E09EC" w:rsidRDefault="000E09EC" w:rsidP="00B44A1D">
      <w:pPr>
        <w:pStyle w:val="libCenter"/>
      </w:pPr>
      <w:r>
        <w:t>he strictly got busy with his studies, until another incident occurred:</w:t>
      </w:r>
    </w:p>
    <w:p w:rsidR="000E09EC" w:rsidRPr="000E09EC" w:rsidRDefault="000E09EC" w:rsidP="00B44A1D">
      <w:pPr>
        <w:pStyle w:val="libCenter"/>
      </w:pPr>
      <w:r>
        <w:t xml:space="preserve">The teacher who was teaching him Shafi’e jurisprudence (fiqh Shafi’e), taught him this lesson: </w:t>
      </w:r>
    </w:p>
    <w:p w:rsidR="000E09EC" w:rsidRPr="000E09EC" w:rsidRDefault="000E09EC" w:rsidP="00B44A1D">
      <w:pPr>
        <w:pStyle w:val="libCenter"/>
      </w:pPr>
      <w:r w:rsidRPr="000E09EC">
        <w:t>“T</w:t>
      </w:r>
      <w:r w:rsidRPr="00C7518C">
        <w:t>he teacher believes that the skin of a dog becomes clean (tahir) after tanning.” Sikaki repeated</w:t>
      </w:r>
    </w:p>
    <w:p w:rsidR="000E09EC" w:rsidRPr="000E09EC" w:rsidRDefault="000E09EC" w:rsidP="00B44A1D">
      <w:pPr>
        <w:pStyle w:val="libCenter"/>
      </w:pPr>
      <w:r>
        <w:t>this sentence a lot of times so that at the time of examination he should be able to succeed. But</w:t>
      </w:r>
    </w:p>
    <w:p w:rsidR="000E09EC" w:rsidRPr="000E09EC" w:rsidRDefault="000E09EC" w:rsidP="00B44A1D">
      <w:pPr>
        <w:pStyle w:val="libCenter"/>
      </w:pPr>
      <w:r>
        <w:lastRenderedPageBreak/>
        <w:t>when he was asked to answer this question, he said: “The dog believes that the skin of a teacher</w:t>
      </w:r>
    </w:p>
    <w:p w:rsidR="000E09EC" w:rsidRDefault="000E09EC" w:rsidP="00B44A1D">
      <w:pPr>
        <w:pStyle w:val="libCenter"/>
      </w:pPr>
      <w:r>
        <w:t>becomes clean after tanning.”</w:t>
      </w:r>
    </w:p>
    <w:p w:rsidR="000E09EC" w:rsidRPr="000E09EC" w:rsidRDefault="000E09EC" w:rsidP="00B44A1D">
      <w:pPr>
        <w:pStyle w:val="libCenter"/>
      </w:pPr>
      <w:r>
        <w:t>The audience upon hearing this answer started laughing. It was clear for everybody that this old</w:t>
      </w:r>
    </w:p>
    <w:p w:rsidR="000E09EC" w:rsidRPr="000E09EC" w:rsidRDefault="000E09EC" w:rsidP="00B44A1D">
      <w:pPr>
        <w:pStyle w:val="libCenter"/>
      </w:pPr>
      <w:r>
        <w:t>man is absolutely incapable of reading and writing. After this incident Sikaki not only left the</w:t>
      </w:r>
    </w:p>
    <w:p w:rsidR="000E09EC" w:rsidRPr="000E09EC" w:rsidRDefault="000E09EC" w:rsidP="00B44A1D">
      <w:pPr>
        <w:pStyle w:val="libCenter"/>
      </w:pPr>
      <w:r>
        <w:t>school , but he left the town and went towards the Jungle. By chance, he reached the</w:t>
      </w:r>
    </w:p>
    <w:p w:rsidR="000E09EC" w:rsidRPr="000E09EC" w:rsidRDefault="000E09EC" w:rsidP="00B44A1D">
      <w:pPr>
        <w:pStyle w:val="libCenter"/>
      </w:pPr>
      <w:r>
        <w:t>foot of a mountain, where he saw that the water is falling drop by drop from the top</w:t>
      </w:r>
    </w:p>
    <w:p w:rsidR="000E09EC" w:rsidRPr="000E09EC" w:rsidRDefault="000E09EC" w:rsidP="00B44A1D">
      <w:pPr>
        <w:pStyle w:val="libCenter"/>
      </w:pPr>
      <w:r>
        <w:t>and due to the continuous falling of water, a hole had been formed in that hard stone.</w:t>
      </w:r>
    </w:p>
    <w:p w:rsidR="000E09EC" w:rsidRPr="000E09EC" w:rsidRDefault="000E09EC" w:rsidP="00B44A1D">
      <w:pPr>
        <w:pStyle w:val="libCenter"/>
      </w:pPr>
      <w:r>
        <w:t>He reflected for sometime, a good idea crossed his mind like lightning. And he said:</w:t>
      </w:r>
    </w:p>
    <w:p w:rsidR="000E09EC" w:rsidRPr="000E09EC" w:rsidRDefault="000E09EC" w:rsidP="00B44A1D">
      <w:pPr>
        <w:pStyle w:val="libCenter"/>
      </w:pPr>
      <w:r w:rsidRPr="000E09EC">
        <w:t>“M</w:t>
      </w:r>
      <w:r w:rsidRPr="00C7518C">
        <w:t>aybe my heart is not ready to accept (knowledge) but it is not harder than this</w:t>
      </w:r>
    </w:p>
    <w:p w:rsidR="000E09EC" w:rsidRDefault="000E09EC" w:rsidP="00B44A1D">
      <w:pPr>
        <w:pStyle w:val="libCenter"/>
      </w:pPr>
      <w:r>
        <w:t>stone. It is impossible that continuous studying and hard work would be ineffective.”</w:t>
      </w:r>
    </w:p>
    <w:p w:rsidR="000E09EC" w:rsidRPr="000E09EC" w:rsidRDefault="000E09EC" w:rsidP="00B44A1D">
      <w:pPr>
        <w:pStyle w:val="libCenter"/>
      </w:pPr>
      <w:r>
        <w:t xml:space="preserve">Therefore, he came back and with hard work, he got busy in the attainment of </w:t>
      </w:r>
    </w:p>
    <w:p w:rsidR="000E09EC" w:rsidRDefault="000E09EC" w:rsidP="00B44A1D">
      <w:pPr>
        <w:pStyle w:val="libCenter"/>
      </w:pPr>
      <w:r>
        <w:t>knowledge. As a result he was reckoned as one of the popular scholars of his time.</w:t>
      </w:r>
    </w:p>
    <w:p w:rsidR="000E09EC" w:rsidRDefault="000E09EC" w:rsidP="00192805">
      <w:pPr>
        <w:pStyle w:val="libCenterBold2"/>
      </w:pPr>
      <w:r>
        <w:t>You never be too old to learn something new.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6" w:name="_Toc382223535"/>
      <w:r>
        <w:lastRenderedPageBreak/>
        <w:t>WEALTH - LOVE - SUCCESS</w:t>
      </w:r>
      <w:bookmarkEnd w:id="66"/>
    </w:p>
    <w:p w:rsidR="000E09EC" w:rsidRPr="000E09EC" w:rsidRDefault="000E09EC" w:rsidP="00B44A1D">
      <w:pPr>
        <w:pStyle w:val="libCenter"/>
      </w:pPr>
      <w:r>
        <w:t>A woman came out of her house and saw 3 old men with long white beards sitting in her front yard.</w:t>
      </w:r>
    </w:p>
    <w:p w:rsidR="000E09EC" w:rsidRPr="000E09EC" w:rsidRDefault="000E09EC" w:rsidP="00B44A1D">
      <w:pPr>
        <w:pStyle w:val="libCenter"/>
      </w:pPr>
      <w:r>
        <w:t xml:space="preserve">She did not recognize them. She said “I don’t think I know you, but you must be hungry. </w:t>
      </w:r>
    </w:p>
    <w:p w:rsidR="000E09EC" w:rsidRDefault="000E09EC" w:rsidP="00B44A1D">
      <w:pPr>
        <w:pStyle w:val="libCenter"/>
      </w:pPr>
      <w:r>
        <w:t>Please come in and have something to eat.”</w:t>
      </w:r>
    </w:p>
    <w:p w:rsidR="000E09EC" w:rsidRDefault="000E09EC" w:rsidP="00B44A1D">
      <w:pPr>
        <w:pStyle w:val="libCenter"/>
      </w:pPr>
      <w:r>
        <w:t>“Is the man of the house home?”, they asked.</w:t>
      </w:r>
    </w:p>
    <w:p w:rsidR="000E09EC" w:rsidRDefault="000E09EC" w:rsidP="00B44A1D">
      <w:pPr>
        <w:pStyle w:val="libCenter"/>
      </w:pPr>
      <w:r>
        <w:t>“No,” she replied. “He’s out.”</w:t>
      </w:r>
    </w:p>
    <w:p w:rsidR="000E09EC" w:rsidRDefault="000E09EC" w:rsidP="00B44A1D">
      <w:pPr>
        <w:pStyle w:val="libCenter"/>
      </w:pPr>
      <w:r>
        <w:t>“Then we cannot come in,” they replied.</w:t>
      </w:r>
    </w:p>
    <w:p w:rsidR="000E09EC" w:rsidRPr="000E09EC" w:rsidRDefault="000E09EC" w:rsidP="00B44A1D">
      <w:pPr>
        <w:pStyle w:val="libCenter"/>
      </w:pPr>
      <w:r>
        <w:t xml:space="preserve">In the evening when her husband came home, </w:t>
      </w:r>
    </w:p>
    <w:p w:rsidR="000E09EC" w:rsidRDefault="000E09EC" w:rsidP="00B44A1D">
      <w:pPr>
        <w:pStyle w:val="libCenter"/>
      </w:pPr>
      <w:r>
        <w:t>she told him what had happened.</w:t>
      </w:r>
    </w:p>
    <w:p w:rsidR="000E09EC" w:rsidRDefault="000E09EC" w:rsidP="00B44A1D">
      <w:pPr>
        <w:pStyle w:val="libCenter"/>
      </w:pPr>
      <w:r>
        <w:t>“Go tell them I am home and invite them in!”</w:t>
      </w:r>
    </w:p>
    <w:p w:rsidR="000E09EC" w:rsidRDefault="000E09EC" w:rsidP="00B44A1D">
      <w:pPr>
        <w:pStyle w:val="libCenter"/>
      </w:pPr>
      <w:r>
        <w:t>The woman went out and invited the men in.</w:t>
      </w:r>
    </w:p>
    <w:p w:rsidR="000E09EC" w:rsidRDefault="000E09EC" w:rsidP="00B44A1D">
      <w:pPr>
        <w:pStyle w:val="libCenter"/>
      </w:pPr>
      <w:r>
        <w:t>“We do not go into a House together,” they replied.</w:t>
      </w:r>
    </w:p>
    <w:p w:rsidR="000E09EC" w:rsidRDefault="000E09EC" w:rsidP="00B44A1D">
      <w:pPr>
        <w:pStyle w:val="libCenter"/>
      </w:pPr>
      <w:r>
        <w:t>“Why is that?” she asked.</w:t>
      </w:r>
    </w:p>
    <w:p w:rsidR="000E09EC" w:rsidRPr="000E09EC" w:rsidRDefault="000E09EC" w:rsidP="00B44A1D">
      <w:pPr>
        <w:pStyle w:val="libCenter"/>
      </w:pPr>
      <w:r>
        <w:t>One of the old men explained: “His name is Wealth,” he said pointing to one of his friends, and said</w:t>
      </w:r>
    </w:p>
    <w:p w:rsidR="000E09EC" w:rsidRPr="000E09EC" w:rsidRDefault="000E09EC" w:rsidP="00B44A1D">
      <w:pPr>
        <w:pStyle w:val="libCenter"/>
      </w:pPr>
      <w:r>
        <w:t>pointing to another one, “He is Success, and I am Love.” Then he added, “Now go in and discuss</w:t>
      </w:r>
    </w:p>
    <w:p w:rsidR="000E09EC" w:rsidRDefault="000E09EC" w:rsidP="00B44A1D">
      <w:pPr>
        <w:pStyle w:val="libCenter"/>
      </w:pPr>
      <w:r>
        <w:t>with your husband which one of us you want in your home.”</w:t>
      </w:r>
    </w:p>
    <w:p w:rsidR="000E09EC" w:rsidRPr="000E09EC" w:rsidRDefault="000E09EC" w:rsidP="00B44A1D">
      <w:pPr>
        <w:pStyle w:val="libCenter"/>
      </w:pPr>
      <w:r>
        <w:t>The woman went in and told her husband what was said. Her husband was overjoyed. “How nice!,”</w:t>
      </w:r>
    </w:p>
    <w:p w:rsidR="000E09EC" w:rsidRDefault="000E09EC" w:rsidP="00B44A1D">
      <w:pPr>
        <w:pStyle w:val="libCenter"/>
      </w:pPr>
      <w:r>
        <w:t>he said. “Since that is the case, let us invite Wealth. Let him come and fill our home with wealth!”</w:t>
      </w:r>
    </w:p>
    <w:p w:rsidR="000E09EC" w:rsidRDefault="000E09EC" w:rsidP="00B44A1D">
      <w:pPr>
        <w:pStyle w:val="libCenter"/>
      </w:pPr>
      <w:r>
        <w:t>His wife disagreed. “My dear, why don’t we invite Success?”</w:t>
      </w:r>
    </w:p>
    <w:p w:rsidR="000E09EC" w:rsidRPr="000E09EC" w:rsidRDefault="000E09EC" w:rsidP="00B44A1D">
      <w:pPr>
        <w:pStyle w:val="libCenter"/>
      </w:pPr>
      <w:r>
        <w:t>Their daughter-in-law was listening from the other corner of the house. She jumped in with her</w:t>
      </w:r>
    </w:p>
    <w:p w:rsidR="000E09EC" w:rsidRDefault="000E09EC" w:rsidP="00B44A1D">
      <w:pPr>
        <w:pStyle w:val="libCenter"/>
      </w:pPr>
      <w:r>
        <w:t>own suggestion: “Would it not be better to invite Love? Our home will then be filled with love!”</w:t>
      </w:r>
    </w:p>
    <w:p w:rsidR="000E09EC" w:rsidRDefault="000E09EC" w:rsidP="00B44A1D">
      <w:pPr>
        <w:pStyle w:val="libCenter"/>
      </w:pPr>
      <w:r>
        <w:t>“Let us heed our daughter-in-law’s advice,” said the husband to his wife.</w:t>
      </w:r>
    </w:p>
    <w:p w:rsidR="000E09EC" w:rsidRDefault="000E09EC" w:rsidP="00B44A1D">
      <w:pPr>
        <w:pStyle w:val="libCenter"/>
      </w:pPr>
      <w:r>
        <w:t>“Go out and invite Love to be our guest.”</w:t>
      </w:r>
    </w:p>
    <w:p w:rsidR="000E09EC" w:rsidRPr="000E09EC" w:rsidRDefault="000E09EC" w:rsidP="00B44A1D">
      <w:pPr>
        <w:pStyle w:val="libCenter"/>
      </w:pPr>
      <w:r>
        <w:t xml:space="preserve">The woman went out and asked the 3 old men, </w:t>
      </w:r>
    </w:p>
    <w:p w:rsidR="000E09EC" w:rsidRDefault="000E09EC" w:rsidP="00B44A1D">
      <w:pPr>
        <w:pStyle w:val="libCenter"/>
      </w:pPr>
      <w:r w:rsidRPr="000E09EC">
        <w:t>“W</w:t>
      </w:r>
      <w:r w:rsidRPr="00C7518C">
        <w:t>hich one of you is Love? Please come in and be our guest.”</w:t>
      </w:r>
    </w:p>
    <w:p w:rsidR="000E09EC" w:rsidRPr="000E09EC" w:rsidRDefault="000E09EC" w:rsidP="00B44A1D">
      <w:pPr>
        <w:pStyle w:val="libCenter"/>
      </w:pPr>
      <w:r>
        <w:t>Love got up and started walking toward the house. The other 2 also got up and followed him.</w:t>
      </w:r>
    </w:p>
    <w:p w:rsidR="000E09EC" w:rsidRDefault="000E09EC" w:rsidP="00B44A1D">
      <w:pPr>
        <w:pStyle w:val="libCenter"/>
      </w:pPr>
      <w:r>
        <w:t>Surprised, the lady asked Wealth and Success: “I only invited Love, Why are you coming in?”</w:t>
      </w:r>
    </w:p>
    <w:p w:rsidR="000E09EC" w:rsidRPr="000E09EC" w:rsidRDefault="000E09EC" w:rsidP="00192805">
      <w:pPr>
        <w:pStyle w:val="libCenterBold2"/>
      </w:pPr>
      <w:r>
        <w:t>The old men replied together: “If you had invited Wealth or Success, the other two of us would’ve</w:t>
      </w:r>
    </w:p>
    <w:p w:rsidR="000E09EC" w:rsidRPr="000E09EC" w:rsidRDefault="000E09EC" w:rsidP="00192805">
      <w:pPr>
        <w:pStyle w:val="libCenterBold2"/>
      </w:pPr>
      <w:r>
        <w:t>stayed out, but since you invited Love, wherever He goes, we go with him. Wherever there is Love,</w:t>
      </w:r>
    </w:p>
    <w:p w:rsidR="000E09EC" w:rsidRDefault="000E09EC" w:rsidP="00192805">
      <w:pPr>
        <w:pStyle w:val="libCenterBold2"/>
      </w:pPr>
      <w:r>
        <w:t>there is also Wealth and Success!!!”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7" w:name="_Toc382223536"/>
      <w:r>
        <w:lastRenderedPageBreak/>
        <w:t>LOVE AND TIME</w:t>
      </w:r>
      <w:bookmarkEnd w:id="67"/>
    </w:p>
    <w:p w:rsidR="000E09EC" w:rsidRPr="000E09EC" w:rsidRDefault="000E09EC" w:rsidP="00B44A1D">
      <w:pPr>
        <w:pStyle w:val="libCenter"/>
      </w:pPr>
      <w:r>
        <w:t>Once upon a time, there was an island where all the feelings lived: Happiness, Sadness, Knowledge,</w:t>
      </w:r>
    </w:p>
    <w:p w:rsidR="000E09EC" w:rsidRPr="000E09EC" w:rsidRDefault="000E09EC" w:rsidP="00B44A1D">
      <w:pPr>
        <w:pStyle w:val="libCenter"/>
      </w:pPr>
      <w:r>
        <w:t>and all of the others, including Love. One day it was announced to the feelings that the island</w:t>
      </w:r>
    </w:p>
    <w:p w:rsidR="000E09EC" w:rsidRDefault="000E09EC" w:rsidP="00B44A1D">
      <w:pPr>
        <w:pStyle w:val="libCenter"/>
      </w:pPr>
      <w:r>
        <w:t>would sink, so all constructed boats and left. Except for Love.</w:t>
      </w:r>
    </w:p>
    <w:p w:rsidR="000E09EC" w:rsidRPr="000E09EC" w:rsidRDefault="000E09EC" w:rsidP="00B44A1D">
      <w:pPr>
        <w:pStyle w:val="libCenter"/>
      </w:pPr>
      <w:r>
        <w:t>Love was the only one who stayed. Love wanted to hold out until the last possible moment. When</w:t>
      </w:r>
    </w:p>
    <w:p w:rsidR="000E09EC" w:rsidRDefault="000E09EC" w:rsidP="00B44A1D">
      <w:pPr>
        <w:pStyle w:val="libCenter"/>
      </w:pPr>
      <w:r>
        <w:t>the island had almost sunk, Love decided to ask for help.</w:t>
      </w:r>
    </w:p>
    <w:p w:rsidR="000E09EC" w:rsidRPr="000E09EC" w:rsidRDefault="000E09EC" w:rsidP="00B44A1D">
      <w:pPr>
        <w:pStyle w:val="libCenter"/>
      </w:pPr>
      <w:r>
        <w:t>Richness was passing by Love in a grand boat. Love said, “Richness, can you take me with you?”</w:t>
      </w:r>
    </w:p>
    <w:p w:rsidR="000E09EC" w:rsidRPr="000E09EC" w:rsidRDefault="000E09EC" w:rsidP="00B44A1D">
      <w:pPr>
        <w:pStyle w:val="libCenter"/>
      </w:pPr>
      <w:r>
        <w:t>Richness answered, “No, I can’t. There is a lot of gold and silver in my boat. There is no place here</w:t>
      </w:r>
    </w:p>
    <w:p w:rsidR="000E09EC" w:rsidRDefault="000E09EC" w:rsidP="00B44A1D">
      <w:pPr>
        <w:pStyle w:val="libCenter"/>
      </w:pPr>
      <w:r>
        <w:t>for you.”</w:t>
      </w:r>
    </w:p>
    <w:p w:rsidR="000E09EC" w:rsidRPr="000E09EC" w:rsidRDefault="000E09EC" w:rsidP="00B44A1D">
      <w:pPr>
        <w:pStyle w:val="libCenter"/>
      </w:pPr>
      <w:r>
        <w:t>Love decided to ask Vanity who was also passing by in a beautiful vessel. “Vanity, please help me!”</w:t>
      </w:r>
    </w:p>
    <w:p w:rsidR="000E09EC" w:rsidRDefault="000E09EC" w:rsidP="00B44A1D">
      <w:pPr>
        <w:pStyle w:val="libCenter"/>
      </w:pPr>
      <w:r w:rsidRPr="000E09EC">
        <w:t>“I</w:t>
      </w:r>
      <w:r w:rsidRPr="00C7518C">
        <w:t xml:space="preserve"> can’t help you, Love. You are all wet and might damage my boat,” Vanity answered.</w:t>
      </w:r>
    </w:p>
    <w:p w:rsidR="000E09EC" w:rsidRPr="000E09EC" w:rsidRDefault="000E09EC" w:rsidP="00B44A1D">
      <w:pPr>
        <w:pStyle w:val="libCenter"/>
      </w:pPr>
      <w:r>
        <w:t xml:space="preserve">Sadness was close by so Love asked, “Sadness, let me go with you.” “Oh . . . Love, I am so sad that </w:t>
      </w:r>
    </w:p>
    <w:p w:rsidR="000E09EC" w:rsidRPr="000E09EC" w:rsidRDefault="000E09EC" w:rsidP="00B44A1D">
      <w:pPr>
        <w:pStyle w:val="libCenter"/>
      </w:pPr>
      <w:r>
        <w:t>I need to be by myself!” Happiness passed by Love, too, but she was so happy that she did not even</w:t>
      </w:r>
    </w:p>
    <w:p w:rsidR="000E09EC" w:rsidRDefault="000E09EC" w:rsidP="00B44A1D">
      <w:pPr>
        <w:pStyle w:val="libCenter"/>
      </w:pPr>
      <w:r>
        <w:t>hear when Love called her.</w:t>
      </w:r>
    </w:p>
    <w:p w:rsidR="000E09EC" w:rsidRPr="000E09EC" w:rsidRDefault="000E09EC" w:rsidP="00B44A1D">
      <w:pPr>
        <w:pStyle w:val="libCenter"/>
      </w:pPr>
      <w:r>
        <w:t xml:space="preserve">Suddenly, there was a voice, “Come, Love, I will take you.” It was an elder. </w:t>
      </w:r>
    </w:p>
    <w:p w:rsidR="000E09EC" w:rsidRPr="000E09EC" w:rsidRDefault="000E09EC" w:rsidP="00B44A1D">
      <w:pPr>
        <w:pStyle w:val="libCenter"/>
      </w:pPr>
      <w:r>
        <w:t>So blessed and overjoyed, Love even forgot to ask the elder where they were</w:t>
      </w:r>
    </w:p>
    <w:p w:rsidR="000E09EC" w:rsidRPr="000E09EC" w:rsidRDefault="000E09EC" w:rsidP="00B44A1D">
      <w:pPr>
        <w:pStyle w:val="libCenter"/>
      </w:pPr>
      <w:r>
        <w:t>going. When they arrived at dry land, the elder went his own way. Realizing</w:t>
      </w:r>
    </w:p>
    <w:p w:rsidR="000E09EC" w:rsidRPr="000E09EC" w:rsidRDefault="000E09EC" w:rsidP="00B44A1D">
      <w:pPr>
        <w:pStyle w:val="libCenter"/>
      </w:pPr>
      <w:r>
        <w:t>how much was owed the elder, Love asked Knowledge, another elder, “Who</w:t>
      </w:r>
    </w:p>
    <w:p w:rsidR="000E09EC" w:rsidRDefault="000E09EC" w:rsidP="00B44A1D">
      <w:pPr>
        <w:pStyle w:val="libCenter"/>
      </w:pPr>
      <w:r>
        <w:t>Helped me?”</w:t>
      </w:r>
    </w:p>
    <w:p w:rsidR="000E09EC" w:rsidRDefault="000E09EC" w:rsidP="00B44A1D">
      <w:pPr>
        <w:pStyle w:val="libCenter"/>
      </w:pPr>
      <w:r>
        <w:t>“It was Time,” Knowledge answered.</w:t>
      </w:r>
    </w:p>
    <w:p w:rsidR="000E09EC" w:rsidRPr="000E09EC" w:rsidRDefault="000E09EC" w:rsidP="00192805">
      <w:pPr>
        <w:pStyle w:val="libCenterBold2"/>
      </w:pPr>
      <w:r>
        <w:t>“Time?” asked Love. “But why did Time help me?” Knowledge smiled with deep wisdom and</w:t>
      </w:r>
    </w:p>
    <w:p w:rsidR="000E09EC" w:rsidRDefault="000E09EC" w:rsidP="00192805">
      <w:pPr>
        <w:pStyle w:val="libCenterBold2"/>
      </w:pPr>
      <w:r>
        <w:t>answered, “Because only Time is capable of understanding how valuable Love is.”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68" w:name="_Toc382223537"/>
      <w:r>
        <w:lastRenderedPageBreak/>
        <w:t>ALWAYS THANKFULTO GOD</w:t>
      </w:r>
      <w:bookmarkEnd w:id="68"/>
    </w:p>
    <w:p w:rsidR="000E09EC" w:rsidRPr="000E09EC" w:rsidRDefault="000E09EC" w:rsidP="00B44A1D">
      <w:pPr>
        <w:pStyle w:val="libCenter"/>
      </w:pPr>
      <w:r>
        <w:t xml:space="preserve">Arthur Ashe, the legendary Wimbledon player was dying of AIDS. From world over, he received </w:t>
      </w:r>
    </w:p>
    <w:p w:rsidR="000E09EC" w:rsidRPr="000E09EC" w:rsidRDefault="000E09EC" w:rsidP="00B44A1D">
      <w:pPr>
        <w:pStyle w:val="libCenter"/>
      </w:pPr>
      <w:r>
        <w:t xml:space="preserve">letters from his fans, one of which conveyed: “Why does GOD have to select you for such a bad </w:t>
      </w:r>
    </w:p>
    <w:p w:rsidR="000E09EC" w:rsidRDefault="000E09EC" w:rsidP="00B44A1D">
      <w:pPr>
        <w:pStyle w:val="libCenter"/>
      </w:pPr>
      <w:r>
        <w:t>disease?”</w:t>
      </w:r>
    </w:p>
    <w:p w:rsidR="000E09EC" w:rsidRPr="000E09EC" w:rsidRDefault="000E09EC" w:rsidP="00B44A1D">
      <w:pPr>
        <w:pStyle w:val="libCenter"/>
      </w:pPr>
      <w:r>
        <w:t>To this Arthur Ashe replied: The world over</w:t>
      </w:r>
    </w:p>
    <w:p w:rsidR="000E09EC" w:rsidRPr="000E09EC" w:rsidRDefault="000E09EC" w:rsidP="00B44A1D">
      <w:pPr>
        <w:pStyle w:val="libCenter"/>
      </w:pPr>
      <w:r>
        <w:t>5 Crore children start playing tennis,</w:t>
      </w:r>
    </w:p>
    <w:p w:rsidR="000E09EC" w:rsidRPr="000E09EC" w:rsidRDefault="000E09EC" w:rsidP="00B44A1D">
      <w:pPr>
        <w:pStyle w:val="libCenter"/>
      </w:pPr>
      <w:r>
        <w:t>50 Lakh learn to play tennis,</w:t>
      </w:r>
    </w:p>
    <w:p w:rsidR="000E09EC" w:rsidRPr="000E09EC" w:rsidRDefault="000E09EC" w:rsidP="00B44A1D">
      <w:pPr>
        <w:pStyle w:val="libCenter"/>
      </w:pPr>
      <w:r>
        <w:t>5 Lakh learn professional tennis,</w:t>
      </w:r>
    </w:p>
    <w:p w:rsidR="000E09EC" w:rsidRPr="000E09EC" w:rsidRDefault="000E09EC" w:rsidP="00B44A1D">
      <w:pPr>
        <w:pStyle w:val="libCenter"/>
      </w:pPr>
      <w:r>
        <w:t>50,000 come to the circuit,</w:t>
      </w:r>
    </w:p>
    <w:p w:rsidR="000E09EC" w:rsidRPr="000E09EC" w:rsidRDefault="000E09EC" w:rsidP="00B44A1D">
      <w:pPr>
        <w:pStyle w:val="libCenter"/>
      </w:pPr>
      <w:r>
        <w:t>5000 reach the grand slam,</w:t>
      </w:r>
    </w:p>
    <w:p w:rsidR="000E09EC" w:rsidRPr="000E09EC" w:rsidRDefault="000E09EC" w:rsidP="00B44A1D">
      <w:pPr>
        <w:pStyle w:val="libCenter"/>
      </w:pPr>
      <w:r>
        <w:t>50 reach Wimbledon,</w:t>
      </w:r>
    </w:p>
    <w:p w:rsidR="000E09EC" w:rsidRPr="000E09EC" w:rsidRDefault="000E09EC" w:rsidP="00B44A1D">
      <w:pPr>
        <w:pStyle w:val="libCenter"/>
      </w:pPr>
      <w:r>
        <w:t>4 to semi final,</w:t>
      </w:r>
    </w:p>
    <w:p w:rsidR="000E09EC" w:rsidRPr="000E09EC" w:rsidRDefault="000E09EC" w:rsidP="00B44A1D">
      <w:pPr>
        <w:pStyle w:val="libCenter"/>
      </w:pPr>
      <w:r>
        <w:t>2 to the finals,</w:t>
      </w:r>
    </w:p>
    <w:p w:rsidR="000E09EC" w:rsidRPr="000E09EC" w:rsidRDefault="000E09EC" w:rsidP="00B44A1D">
      <w:pPr>
        <w:pStyle w:val="libCenter"/>
      </w:pPr>
      <w:r>
        <w:t>When I was holding a cup I never asked GOD “Why me?”.</w:t>
      </w:r>
    </w:p>
    <w:p w:rsidR="000E09EC" w:rsidRDefault="000E09EC" w:rsidP="00B44A1D">
      <w:pPr>
        <w:pStyle w:val="libCenter"/>
      </w:pPr>
      <w:r>
        <w:t>And today in pain I should not be asking GOD “Why me?”</w:t>
      </w:r>
    </w:p>
    <w:p w:rsidR="000E09EC" w:rsidRDefault="000E09EC" w:rsidP="00192805">
      <w:pPr>
        <w:pStyle w:val="libCenterBold2"/>
      </w:pPr>
      <w:r>
        <w:t>Be thankful to GOD for 98% of good things in life.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69" w:name="_Toc382223538"/>
      <w:r>
        <w:lastRenderedPageBreak/>
        <w:t>THE MAYONNAISE AND THE COFFEE</w:t>
      </w:r>
      <w:bookmarkEnd w:id="69"/>
    </w:p>
    <w:p w:rsidR="000E09EC" w:rsidRPr="000E09EC" w:rsidRDefault="000E09EC" w:rsidP="00B44A1D">
      <w:pPr>
        <w:pStyle w:val="libCenter"/>
      </w:pPr>
      <w:r>
        <w:t>When things in your life seem almost too much to handle, when 24 hours in a day are</w:t>
      </w:r>
    </w:p>
    <w:p w:rsidR="000E09EC" w:rsidRDefault="000E09EC" w:rsidP="00B44A1D">
      <w:pPr>
        <w:pStyle w:val="libCenter"/>
      </w:pPr>
      <w:r>
        <w:t>not enough, remember the mayonnaise Jar...and the Coffee...</w:t>
      </w:r>
    </w:p>
    <w:p w:rsidR="000E09EC" w:rsidRPr="000E09EC" w:rsidRDefault="000E09EC" w:rsidP="00B44A1D">
      <w:pPr>
        <w:pStyle w:val="libCenter"/>
      </w:pPr>
      <w:r>
        <w:t>A professor stood before his philosophy class and had some items</w:t>
      </w:r>
    </w:p>
    <w:p w:rsidR="000E09EC" w:rsidRPr="000E09EC" w:rsidRDefault="000E09EC" w:rsidP="00B44A1D">
      <w:pPr>
        <w:pStyle w:val="libCenter"/>
      </w:pPr>
      <w:r>
        <w:t>in front of him. When the class began, wordlessly, he picked up a</w:t>
      </w:r>
    </w:p>
    <w:p w:rsidR="000E09EC" w:rsidRPr="000E09EC" w:rsidRDefault="000E09EC" w:rsidP="00B44A1D">
      <w:pPr>
        <w:pStyle w:val="libCenter"/>
      </w:pPr>
      <w:r>
        <w:t>very large and empty mayonnaise Jar and proceeded to fill it with</w:t>
      </w:r>
    </w:p>
    <w:p w:rsidR="000E09EC" w:rsidRDefault="000E09EC" w:rsidP="00B44A1D">
      <w:pPr>
        <w:pStyle w:val="libCenter"/>
      </w:pPr>
      <w:r>
        <w:t>golf balls.</w:t>
      </w:r>
    </w:p>
    <w:p w:rsidR="000E09EC" w:rsidRPr="000E09EC" w:rsidRDefault="000E09EC" w:rsidP="00B44A1D">
      <w:pPr>
        <w:pStyle w:val="libCenter"/>
      </w:pPr>
      <w:r>
        <w:t>He then asked the students if the Jar was full. They agreed that it was. So the professor then picked</w:t>
      </w:r>
    </w:p>
    <w:p w:rsidR="000E09EC" w:rsidRPr="000E09EC" w:rsidRDefault="000E09EC" w:rsidP="00B44A1D">
      <w:pPr>
        <w:pStyle w:val="libCenter"/>
      </w:pPr>
      <w:r>
        <w:t>up a box of pebbles and poured them into the Jar. He shook the Jar lightly. The pebbles rolled into</w:t>
      </w:r>
    </w:p>
    <w:p w:rsidR="000E09EC" w:rsidRPr="000E09EC" w:rsidRDefault="000E09EC" w:rsidP="00B44A1D">
      <w:pPr>
        <w:pStyle w:val="libCenter"/>
      </w:pPr>
      <w:r>
        <w:t>the open areas between the golf balls. He then asked the students again if the Jar was full. They</w:t>
      </w:r>
    </w:p>
    <w:p w:rsidR="000E09EC" w:rsidRDefault="000E09EC" w:rsidP="00B44A1D">
      <w:pPr>
        <w:pStyle w:val="libCenter"/>
      </w:pPr>
      <w:r>
        <w:t>agreed it was.</w:t>
      </w:r>
    </w:p>
    <w:p w:rsidR="000E09EC" w:rsidRPr="000E09EC" w:rsidRDefault="000E09EC" w:rsidP="00B44A1D">
      <w:pPr>
        <w:pStyle w:val="libCenter"/>
      </w:pPr>
      <w:r>
        <w:t>The professor next picked up a box of sand and poured it into the Jar. Of course, the sand filled up</w:t>
      </w:r>
    </w:p>
    <w:p w:rsidR="000E09EC" w:rsidRDefault="000E09EC" w:rsidP="00B44A1D">
      <w:pPr>
        <w:pStyle w:val="libCenter"/>
      </w:pPr>
      <w:r>
        <w:t>everything else. He asked once more if the Jar was full. The students responded unanimous “yes.”</w:t>
      </w:r>
    </w:p>
    <w:p w:rsidR="000E09EC" w:rsidRPr="000E09EC" w:rsidRDefault="000E09EC" w:rsidP="00B44A1D">
      <w:pPr>
        <w:pStyle w:val="libCenter"/>
      </w:pPr>
      <w:r>
        <w:t xml:space="preserve">The professor then produced two cups of Coffee from under the table and poured the entire </w:t>
      </w:r>
    </w:p>
    <w:p w:rsidR="000E09EC" w:rsidRDefault="000E09EC" w:rsidP="00B44A1D">
      <w:pPr>
        <w:pStyle w:val="libCenter"/>
      </w:pPr>
      <w:r>
        <w:t>contents into the Jar, effectively filling the empty space between the sand. The students laughed.</w:t>
      </w:r>
    </w:p>
    <w:p w:rsidR="000E09EC" w:rsidRPr="000E09EC" w:rsidRDefault="000E09EC" w:rsidP="00B44A1D">
      <w:pPr>
        <w:pStyle w:val="libCenter"/>
      </w:pPr>
      <w:r>
        <w:t xml:space="preserve">“Now,” said the professor, as the laughter subsided, “I want you to recognize that this Jar </w:t>
      </w:r>
    </w:p>
    <w:p w:rsidR="000E09EC" w:rsidRPr="000E09EC" w:rsidRDefault="000E09EC" w:rsidP="00B44A1D">
      <w:pPr>
        <w:pStyle w:val="libCenter"/>
      </w:pPr>
      <w:r>
        <w:t>represents your life. The golf balls are the important things, your God, family, your children, your</w:t>
      </w:r>
    </w:p>
    <w:p w:rsidR="000E09EC" w:rsidRPr="000E09EC" w:rsidRDefault="000E09EC" w:rsidP="00B44A1D">
      <w:pPr>
        <w:pStyle w:val="libCenter"/>
      </w:pPr>
      <w:r>
        <w:t>health, your friends, and your favorite passions things that if everything else was lost and only they</w:t>
      </w:r>
    </w:p>
    <w:p w:rsidR="000E09EC" w:rsidRPr="000E09EC" w:rsidRDefault="000E09EC" w:rsidP="00B44A1D">
      <w:pPr>
        <w:pStyle w:val="libCenter"/>
      </w:pPr>
      <w:r>
        <w:t>remained, your life would still be full.” The pebbles are the other things that matter like your job,</w:t>
      </w:r>
    </w:p>
    <w:p w:rsidR="000E09EC" w:rsidRDefault="000E09EC" w:rsidP="00B44A1D">
      <w:pPr>
        <w:pStyle w:val="libCenter"/>
      </w:pPr>
      <w:r>
        <w:t>your house, and your car. The sand is everything else the small stuff.</w:t>
      </w:r>
    </w:p>
    <w:p w:rsidR="000E09EC" w:rsidRPr="000E09EC" w:rsidRDefault="000E09EC" w:rsidP="00B44A1D">
      <w:pPr>
        <w:pStyle w:val="libCenter"/>
      </w:pPr>
      <w:r>
        <w:t>“If you put the sand into the Jar first,” he continued, “there is no room for the pebbles or the golf</w:t>
      </w:r>
    </w:p>
    <w:p w:rsidR="000E09EC" w:rsidRPr="000E09EC" w:rsidRDefault="000E09EC" w:rsidP="00B44A1D">
      <w:pPr>
        <w:pStyle w:val="libCenter"/>
      </w:pPr>
      <w:r>
        <w:t>balls.” The same goes for life. If you spend all your time and energy on the small stuff, you will</w:t>
      </w:r>
    </w:p>
    <w:p w:rsidR="000E09EC" w:rsidRPr="000E09EC" w:rsidRDefault="000E09EC" w:rsidP="00B44A1D">
      <w:pPr>
        <w:pStyle w:val="libCenter"/>
      </w:pPr>
      <w:r>
        <w:t>never have room for the things that are important. Pay attention to the things that are critical to</w:t>
      </w:r>
    </w:p>
    <w:p w:rsidR="000E09EC" w:rsidRPr="000E09EC" w:rsidRDefault="000E09EC" w:rsidP="00B44A1D">
      <w:pPr>
        <w:pStyle w:val="libCenter"/>
      </w:pPr>
      <w:r>
        <w:t xml:space="preserve">your happiness. Play with your children. Take care of the golf balls first, the things that really </w:t>
      </w:r>
    </w:p>
    <w:p w:rsidR="000E09EC" w:rsidRDefault="000E09EC" w:rsidP="00B44A1D">
      <w:pPr>
        <w:pStyle w:val="libCenter"/>
      </w:pPr>
      <w:r>
        <w:t>matter. Set your priorities. The rest is just sand.</w:t>
      </w:r>
    </w:p>
    <w:p w:rsidR="000E09EC" w:rsidRPr="000E09EC" w:rsidRDefault="000E09EC" w:rsidP="00B44A1D">
      <w:pPr>
        <w:pStyle w:val="libCenter"/>
      </w:pPr>
      <w:r>
        <w:t>One of the students raised her hand and inquired what the Coffee represented. The professor</w:t>
      </w:r>
    </w:p>
    <w:p w:rsidR="000E09EC" w:rsidRPr="000E09EC" w:rsidRDefault="000E09EC" w:rsidP="00B44A1D">
      <w:pPr>
        <w:pStyle w:val="libCenter"/>
      </w:pPr>
      <w:r>
        <w:t>smiled. “I’m glad you asked. It just goes to show you that no matter how full your life may seem,</w:t>
      </w:r>
    </w:p>
    <w:p w:rsidR="000E09EC" w:rsidRPr="000E09EC" w:rsidRDefault="000E09EC" w:rsidP="00B44A1D">
      <w:pPr>
        <w:pStyle w:val="libCenter"/>
      </w:pPr>
      <w:r>
        <w:t>there’s always room for a couple of cups of Coffee with a friends.”</w:t>
      </w:r>
    </w:p>
    <w:p w:rsidR="000E09EC" w:rsidRDefault="000E09EC" w:rsidP="00B44A1D">
      <w:pPr>
        <w:pStyle w:val="libCenter"/>
      </w:pPr>
      <w:r>
        <w:t xml:space="preserve">THE BAR </w:t>
      </w:r>
    </w:p>
    <w:p w:rsidR="000E09EC" w:rsidRPr="000E09EC" w:rsidRDefault="000E09EC" w:rsidP="00B44A1D">
      <w:pPr>
        <w:pStyle w:val="libCenter"/>
      </w:pPr>
      <w:r>
        <w:t xml:space="preserve">A tale is told about a small town that had historically been “dry,” </w:t>
      </w:r>
    </w:p>
    <w:p w:rsidR="000E09EC" w:rsidRPr="000E09EC" w:rsidRDefault="000E09EC" w:rsidP="00B44A1D">
      <w:pPr>
        <w:pStyle w:val="libCenter"/>
      </w:pPr>
      <w:r>
        <w:t xml:space="preserve">(no alcohol sold) but then a local businessman decided to build a </w:t>
      </w:r>
    </w:p>
    <w:p w:rsidR="000E09EC" w:rsidRPr="000E09EC" w:rsidRDefault="000E09EC" w:rsidP="00B44A1D">
      <w:pPr>
        <w:pStyle w:val="libCenter"/>
      </w:pPr>
      <w:r>
        <w:t xml:space="preserve">tavern. A group of Christians from a local church were concerned </w:t>
      </w:r>
    </w:p>
    <w:p w:rsidR="000E09EC" w:rsidRDefault="000E09EC" w:rsidP="00B44A1D">
      <w:pPr>
        <w:pStyle w:val="libCenter"/>
      </w:pPr>
      <w:r>
        <w:t>and planned an all-night prayer meeting to ask God to intervene.</w:t>
      </w:r>
    </w:p>
    <w:p w:rsidR="000E09EC" w:rsidRPr="000E09EC" w:rsidRDefault="000E09EC" w:rsidP="00B44A1D">
      <w:pPr>
        <w:pStyle w:val="libCenter"/>
      </w:pPr>
      <w:r>
        <w:t xml:space="preserve">It just so happened that shortly thereafter lightning struck the bar and it burned to the ground. </w:t>
      </w:r>
    </w:p>
    <w:p w:rsidR="000E09EC" w:rsidRPr="000E09EC" w:rsidRDefault="000E09EC" w:rsidP="00B44A1D">
      <w:pPr>
        <w:pStyle w:val="libCenter"/>
      </w:pPr>
      <w:r>
        <w:t xml:space="preserve">The owner of the bar sued the church, claiming that the prayers of the congregation were </w:t>
      </w:r>
    </w:p>
    <w:p w:rsidR="000E09EC" w:rsidRDefault="000E09EC" w:rsidP="00B44A1D">
      <w:pPr>
        <w:pStyle w:val="libCenter"/>
      </w:pPr>
      <w:r>
        <w:t>responsible, but the church hired a lawyer to argue in court that they were not responsible.</w:t>
      </w:r>
    </w:p>
    <w:p w:rsidR="000E09EC" w:rsidRPr="000E09EC" w:rsidRDefault="000E09EC" w:rsidP="00192805">
      <w:pPr>
        <w:pStyle w:val="libCenterBold2"/>
      </w:pPr>
      <w:r>
        <w:lastRenderedPageBreak/>
        <w:t>The presiding judge, after his initial review of the case, stated that “No matter how this case comes</w:t>
      </w:r>
    </w:p>
    <w:p w:rsidR="000E09EC" w:rsidRDefault="000E09EC" w:rsidP="00192805">
      <w:pPr>
        <w:pStyle w:val="libCenterBold2"/>
      </w:pPr>
      <w:r>
        <w:t>out, one thing is clear. The tavern owner believes in prayer and the Christians do not.”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0" w:name="_Toc382223539"/>
      <w:r>
        <w:lastRenderedPageBreak/>
        <w:t>LESSONS ON LIFE</w:t>
      </w:r>
      <w:bookmarkEnd w:id="70"/>
    </w:p>
    <w:p w:rsidR="000E09EC" w:rsidRPr="000E09EC" w:rsidRDefault="000E09EC" w:rsidP="00B44A1D">
      <w:pPr>
        <w:pStyle w:val="libCenter"/>
      </w:pPr>
      <w:r>
        <w:t>There was a man who had four sons. He wanted his sons to learn not to</w:t>
      </w:r>
    </w:p>
    <w:p w:rsidR="000E09EC" w:rsidRPr="000E09EC" w:rsidRDefault="000E09EC" w:rsidP="00B44A1D">
      <w:pPr>
        <w:pStyle w:val="libCenter"/>
      </w:pPr>
      <w:r>
        <w:t>judge things too quickly. So he sent them each on a quest, in turn, to go</w:t>
      </w:r>
    </w:p>
    <w:p w:rsidR="000E09EC" w:rsidRPr="000E09EC" w:rsidRDefault="000E09EC" w:rsidP="00B44A1D">
      <w:pPr>
        <w:pStyle w:val="libCenter"/>
      </w:pPr>
      <w:r>
        <w:t>and look at a pear tree that was a great distance away. The first son</w:t>
      </w:r>
    </w:p>
    <w:p w:rsidR="000E09EC" w:rsidRPr="000E09EC" w:rsidRDefault="000E09EC" w:rsidP="00B44A1D">
      <w:pPr>
        <w:pStyle w:val="libCenter"/>
      </w:pPr>
      <w:r>
        <w:t>went in the winter, the second in the spring, the third in summer, and</w:t>
      </w:r>
    </w:p>
    <w:p w:rsidR="000E09EC" w:rsidRDefault="000E09EC" w:rsidP="00B44A1D">
      <w:pPr>
        <w:pStyle w:val="libCenter"/>
      </w:pPr>
      <w:r>
        <w:t>the youngest son in the fall.</w:t>
      </w:r>
    </w:p>
    <w:p w:rsidR="000E09EC" w:rsidRPr="000E09EC" w:rsidRDefault="000E09EC" w:rsidP="00B44A1D">
      <w:pPr>
        <w:pStyle w:val="libCenter"/>
      </w:pPr>
      <w:r>
        <w:t>When they had all gone and come back, he called them together to</w:t>
      </w:r>
    </w:p>
    <w:p w:rsidR="000E09EC" w:rsidRPr="000E09EC" w:rsidRDefault="000E09EC" w:rsidP="00B44A1D">
      <w:pPr>
        <w:pStyle w:val="libCenter"/>
      </w:pPr>
      <w:r>
        <w:t>describe what they had seen. The first son said that the tree was ugly,</w:t>
      </w:r>
    </w:p>
    <w:p w:rsidR="000E09EC" w:rsidRPr="000E09EC" w:rsidRDefault="000E09EC" w:rsidP="00B44A1D">
      <w:pPr>
        <w:pStyle w:val="libCenter"/>
      </w:pPr>
      <w:r>
        <w:t>bent, and twisted. The second son said no it was covered with green</w:t>
      </w:r>
    </w:p>
    <w:p w:rsidR="000E09EC" w:rsidRPr="000E09EC" w:rsidRDefault="000E09EC" w:rsidP="00B44A1D">
      <w:pPr>
        <w:pStyle w:val="libCenter"/>
      </w:pPr>
      <w:r>
        <w:t>buds and full of promise. The third son disagreed; he said it was laden with blossoms that smelled</w:t>
      </w:r>
    </w:p>
    <w:p w:rsidR="000E09EC" w:rsidRPr="000E09EC" w:rsidRDefault="000E09EC" w:rsidP="00B44A1D">
      <w:pPr>
        <w:pStyle w:val="libCenter"/>
      </w:pPr>
      <w:r>
        <w:t xml:space="preserve">so sweet and looked so beautiful, it was the most graceful thing he had ever seen. The last son </w:t>
      </w:r>
    </w:p>
    <w:p w:rsidR="000E09EC" w:rsidRDefault="000E09EC" w:rsidP="00B44A1D">
      <w:pPr>
        <w:pStyle w:val="libCenter"/>
      </w:pPr>
      <w:r>
        <w:t>disagreed with all of them; he said it was ripe and drooping with fruit, full of life and fulfillment.</w:t>
      </w:r>
    </w:p>
    <w:p w:rsidR="000E09EC" w:rsidRPr="000E09EC" w:rsidRDefault="000E09EC" w:rsidP="00B44A1D">
      <w:pPr>
        <w:pStyle w:val="libCenter"/>
      </w:pPr>
      <w:r>
        <w:t>The man then explained to his sons that they were all right, because they had each seen but only</w:t>
      </w:r>
    </w:p>
    <w:p w:rsidR="000E09EC" w:rsidRPr="000E09EC" w:rsidRDefault="000E09EC" w:rsidP="00B44A1D">
      <w:pPr>
        <w:pStyle w:val="libCenter"/>
      </w:pPr>
      <w:r>
        <w:t>one season in the tree’s life. He told them that you cannot judge a tree, or a person, by only one</w:t>
      </w:r>
    </w:p>
    <w:p w:rsidR="000E09EC" w:rsidRPr="000E09EC" w:rsidRDefault="000E09EC" w:rsidP="00B44A1D">
      <w:pPr>
        <w:pStyle w:val="libCenter"/>
      </w:pPr>
      <w:r>
        <w:t xml:space="preserve">season, and that the essence of who they are and the pleasure, joy, and love that come from that </w:t>
      </w:r>
    </w:p>
    <w:p w:rsidR="000E09EC" w:rsidRDefault="000E09EC" w:rsidP="00B44A1D">
      <w:pPr>
        <w:pStyle w:val="libCenter"/>
      </w:pPr>
      <w:r>
        <w:t>life can only be measured at the end, when all the seasons are up.</w:t>
      </w:r>
    </w:p>
    <w:p w:rsidR="000E09EC" w:rsidRPr="000E09EC" w:rsidRDefault="000E09EC" w:rsidP="00192805">
      <w:pPr>
        <w:pStyle w:val="libCenterBold2"/>
      </w:pPr>
      <w:r>
        <w:t xml:space="preserve">If you give up when it’s winter, you will miss the promise of your spring, the beauty of your </w:t>
      </w:r>
    </w:p>
    <w:p w:rsidR="000E09EC" w:rsidRPr="000E09EC" w:rsidRDefault="000E09EC" w:rsidP="00192805">
      <w:pPr>
        <w:pStyle w:val="libCenterBold2"/>
      </w:pPr>
      <w:r>
        <w:t>summer, fulfillment of your fall. Don’t let the pain of one season destroy the joy of all the rest.</w:t>
      </w:r>
    </w:p>
    <w:p w:rsidR="000E09EC" w:rsidRPr="000E09EC" w:rsidRDefault="000E09EC" w:rsidP="00192805">
      <w:pPr>
        <w:pStyle w:val="libCenterBold2"/>
      </w:pPr>
      <w:r>
        <w:t>Don’t judge life by one difficult season. Persevere through the difficult patches and better times are</w:t>
      </w:r>
    </w:p>
    <w:p w:rsidR="000E09EC" w:rsidRPr="000E09EC" w:rsidRDefault="000E09EC" w:rsidP="00192805">
      <w:pPr>
        <w:pStyle w:val="libCenterBold2"/>
      </w:pPr>
      <w:r>
        <w:t>sure to come some time or later.</w:t>
      </w:r>
    </w:p>
    <w:p w:rsidR="000E09EC" w:rsidRDefault="000E09EC" w:rsidP="00B44A1D">
      <w:pPr>
        <w:pStyle w:val="libCenter"/>
      </w:pPr>
      <w:r>
        <w:t>THE ROSE WITHIN</w:t>
      </w:r>
    </w:p>
    <w:p w:rsidR="000E09EC" w:rsidRPr="000E09EC" w:rsidRDefault="000E09EC" w:rsidP="00B44A1D">
      <w:pPr>
        <w:pStyle w:val="libCenter"/>
      </w:pPr>
      <w:r>
        <w:t xml:space="preserve">A certain man planted a rose and watered it faithfully and before it blossomed, </w:t>
      </w:r>
    </w:p>
    <w:p w:rsidR="000E09EC" w:rsidRPr="000E09EC" w:rsidRDefault="000E09EC" w:rsidP="00B44A1D">
      <w:pPr>
        <w:pStyle w:val="libCenter"/>
      </w:pPr>
      <w:r>
        <w:t>he examined it. He saw the bud that would soon blossom, but noticed thorns</w:t>
      </w:r>
    </w:p>
    <w:p w:rsidR="000E09EC" w:rsidRPr="000E09EC" w:rsidRDefault="000E09EC" w:rsidP="00B44A1D">
      <w:pPr>
        <w:pStyle w:val="libCenter"/>
      </w:pPr>
      <w:r>
        <w:t>upon the stem and he thought, “How can any beautiful flower come from a</w:t>
      </w:r>
    </w:p>
    <w:p w:rsidR="000E09EC" w:rsidRPr="000E09EC" w:rsidRDefault="000E09EC" w:rsidP="00B44A1D">
      <w:pPr>
        <w:pStyle w:val="libCenter"/>
      </w:pPr>
      <w:r>
        <w:t xml:space="preserve">plant burdened with so many sharp thorns?” Saddened by this thought, he </w:t>
      </w:r>
    </w:p>
    <w:p w:rsidR="000E09EC" w:rsidRDefault="000E09EC" w:rsidP="00B44A1D">
      <w:pPr>
        <w:pStyle w:val="libCenter"/>
      </w:pPr>
      <w:r>
        <w:t xml:space="preserve">neglected to water the rose, and just before it was ready to bloom... it died. </w:t>
      </w:r>
    </w:p>
    <w:p w:rsidR="000E09EC" w:rsidRPr="000E09EC" w:rsidRDefault="000E09EC" w:rsidP="00B44A1D">
      <w:pPr>
        <w:pStyle w:val="libCenter"/>
      </w:pPr>
      <w:r>
        <w:t>So it is with many people. Within every soul there is a rose. The good qualities planted in us at</w:t>
      </w:r>
    </w:p>
    <w:p w:rsidR="000E09EC" w:rsidRPr="000E09EC" w:rsidRDefault="000E09EC" w:rsidP="00B44A1D">
      <w:pPr>
        <w:pStyle w:val="libCenter"/>
      </w:pPr>
      <w:r>
        <w:t xml:space="preserve">birth, grow amid the thorns of our faults. Many of us look at ourselves and see only the thorns, </w:t>
      </w:r>
    </w:p>
    <w:p w:rsidR="000E09EC" w:rsidRDefault="000E09EC" w:rsidP="00B44A1D">
      <w:pPr>
        <w:pStyle w:val="libCenter"/>
      </w:pPr>
      <w:r>
        <w:t>the defects.</w:t>
      </w:r>
    </w:p>
    <w:p w:rsidR="000E09EC" w:rsidRPr="000E09EC" w:rsidRDefault="000E09EC" w:rsidP="00B44A1D">
      <w:pPr>
        <w:pStyle w:val="libCenter"/>
      </w:pPr>
      <w:r>
        <w:t>We despair, thinking that nothing good can possibly come from us. We neglect to water the good</w:t>
      </w:r>
    </w:p>
    <w:p w:rsidR="000E09EC" w:rsidRDefault="000E09EC" w:rsidP="00B44A1D">
      <w:pPr>
        <w:pStyle w:val="libCenter"/>
      </w:pPr>
      <w:r>
        <w:t xml:space="preserve">within us, and eventually it dies. We never realize our potential. </w:t>
      </w:r>
    </w:p>
    <w:p w:rsidR="000E09EC" w:rsidRPr="000E09EC" w:rsidRDefault="000E09EC" w:rsidP="00B44A1D">
      <w:pPr>
        <w:pStyle w:val="libCenter"/>
      </w:pPr>
      <w:r>
        <w:t>Some people do not see the rose within themselves; someone else must show it to them. One of the</w:t>
      </w:r>
    </w:p>
    <w:p w:rsidR="000E09EC" w:rsidRPr="000E09EC" w:rsidRDefault="000E09EC" w:rsidP="00B44A1D">
      <w:pPr>
        <w:pStyle w:val="libCenter"/>
      </w:pPr>
      <w:r>
        <w:t>greatest gifts a person can possess is to be able to reach past the thorns of another, and find the</w:t>
      </w:r>
    </w:p>
    <w:p w:rsidR="000E09EC" w:rsidRDefault="000E09EC" w:rsidP="00B44A1D">
      <w:pPr>
        <w:pStyle w:val="libCenter"/>
      </w:pPr>
      <w:r>
        <w:t>rose within them.</w:t>
      </w:r>
    </w:p>
    <w:p w:rsidR="000E09EC" w:rsidRPr="000E09EC" w:rsidRDefault="000E09EC" w:rsidP="00B44A1D">
      <w:pPr>
        <w:pStyle w:val="libCenter"/>
      </w:pPr>
      <w:r>
        <w:t>This is one of the characteristic of love... to look at a person, know their true faults and accepting</w:t>
      </w:r>
    </w:p>
    <w:p w:rsidR="000E09EC" w:rsidRPr="000E09EC" w:rsidRDefault="000E09EC" w:rsidP="00B44A1D">
      <w:pPr>
        <w:pStyle w:val="libCenter"/>
      </w:pPr>
      <w:r>
        <w:t>that person into your life... all the while recognizing the nobility in their soul. Help others to realize</w:t>
      </w:r>
    </w:p>
    <w:p w:rsidR="000E09EC" w:rsidRPr="000E09EC" w:rsidRDefault="000E09EC" w:rsidP="00B44A1D">
      <w:pPr>
        <w:pStyle w:val="libCenter"/>
      </w:pPr>
      <w:r>
        <w:lastRenderedPageBreak/>
        <w:t>they can overcome their faults. If we show them the “rose” within themselves, they will conquer</w:t>
      </w:r>
    </w:p>
    <w:p w:rsidR="000E09EC" w:rsidRDefault="000E09EC" w:rsidP="00B44A1D">
      <w:pPr>
        <w:pStyle w:val="libCenter"/>
      </w:pPr>
      <w:r>
        <w:t>their thorns. Only then will they blossom many times over.</w:t>
      </w:r>
    </w:p>
    <w:p w:rsidR="000E09EC" w:rsidRPr="00C7518C" w:rsidRDefault="000E09EC" w:rsidP="00B44A1D">
      <w:pPr>
        <w:pStyle w:val="libCenter"/>
      </w:pPr>
      <w:r w:rsidRPr="00C7518C">
        <w:t>The most favorable friend to me is that who shows me my flaws. Imam Sadiq (AS)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1" w:name="_Toc382223540"/>
      <w:r>
        <w:lastRenderedPageBreak/>
        <w:t>PUT THE GLASS DOWN!</w:t>
      </w:r>
      <w:bookmarkEnd w:id="71"/>
    </w:p>
    <w:p w:rsidR="000E09EC" w:rsidRPr="000E09EC" w:rsidRDefault="000E09EC" w:rsidP="00B44A1D">
      <w:pPr>
        <w:pStyle w:val="libCenter"/>
      </w:pPr>
      <w:r>
        <w:t>A professor began his class by holding up a glass with some water in it. He held it up for all to see</w:t>
      </w:r>
    </w:p>
    <w:p w:rsidR="000E09EC" w:rsidRDefault="000E09EC" w:rsidP="00B44A1D">
      <w:pPr>
        <w:pStyle w:val="libCenter"/>
      </w:pPr>
      <w:r>
        <w:t>and asked the students, “How much do you think this glass weighs?”</w:t>
      </w:r>
    </w:p>
    <w:p w:rsidR="000E09EC" w:rsidRDefault="000E09EC" w:rsidP="00B44A1D">
      <w:pPr>
        <w:pStyle w:val="libCenter"/>
      </w:pPr>
      <w:r>
        <w:t>‘50 gms!’.... ‘100 gms!’...... ‘125 gms’ ...... the students answered.</w:t>
      </w:r>
    </w:p>
    <w:p w:rsidR="000E09EC" w:rsidRPr="000E09EC" w:rsidRDefault="000E09EC" w:rsidP="00B44A1D">
      <w:pPr>
        <w:pStyle w:val="libCenter"/>
      </w:pPr>
      <w:r>
        <w:t>“I really don’t know unless I weigh it,” said the professor, “but, my question</w:t>
      </w:r>
    </w:p>
    <w:p w:rsidR="000E09EC" w:rsidRPr="000E09EC" w:rsidRDefault="000E09EC" w:rsidP="00B44A1D">
      <w:pPr>
        <w:pStyle w:val="libCenter"/>
      </w:pPr>
      <w:r>
        <w:t xml:space="preserve">is: What would happen if I held it up like this for a few minutes?” </w:t>
      </w:r>
    </w:p>
    <w:p w:rsidR="000E09EC" w:rsidRDefault="000E09EC" w:rsidP="00B44A1D">
      <w:pPr>
        <w:pStyle w:val="libCenter"/>
      </w:pPr>
      <w:r w:rsidRPr="000E09EC">
        <w:t>“N</w:t>
      </w:r>
      <w:r w:rsidRPr="00C7518C">
        <w:t>othing” the students said.</w:t>
      </w:r>
    </w:p>
    <w:p w:rsidR="000E09EC" w:rsidRPr="000E09EC" w:rsidRDefault="000E09EC" w:rsidP="00B44A1D">
      <w:pPr>
        <w:pStyle w:val="libCenter"/>
      </w:pPr>
      <w:r>
        <w:t>“Ok! What would happen if I held it up like this for an hour?” the professor</w:t>
      </w:r>
    </w:p>
    <w:p w:rsidR="000E09EC" w:rsidRDefault="000E09EC" w:rsidP="00B44A1D">
      <w:pPr>
        <w:pStyle w:val="libCenter"/>
      </w:pPr>
      <w:r>
        <w:t>asked. “Your arm would begin to ache,” said one of the students.</w:t>
      </w:r>
    </w:p>
    <w:p w:rsidR="000E09EC" w:rsidRDefault="000E09EC" w:rsidP="00B44A1D">
      <w:pPr>
        <w:pStyle w:val="libCenter"/>
      </w:pPr>
      <w:r>
        <w:t>“You’re right, now what would happen if I held it for a day?”</w:t>
      </w:r>
    </w:p>
    <w:p w:rsidR="000E09EC" w:rsidRPr="000E09EC" w:rsidRDefault="000E09EC" w:rsidP="00B44A1D">
      <w:pPr>
        <w:pStyle w:val="libCenter"/>
      </w:pPr>
      <w:r>
        <w:t>“Your arm could go numb, you might have severe muscle stress and paralysis and have to go to</w:t>
      </w:r>
    </w:p>
    <w:p w:rsidR="000E09EC" w:rsidRDefault="000E09EC" w:rsidP="00B44A1D">
      <w:pPr>
        <w:pStyle w:val="libCenter"/>
      </w:pPr>
      <w:r>
        <w:t>hospital for sure!” ventured another student; and all the students laughed.</w:t>
      </w:r>
    </w:p>
    <w:p w:rsidR="000E09EC" w:rsidRDefault="000E09EC" w:rsidP="00B44A1D">
      <w:pPr>
        <w:pStyle w:val="libCenter"/>
      </w:pPr>
      <w:r>
        <w:t>“Very good. But during all this, did the weight of the glass change?” asked the professor.</w:t>
      </w:r>
    </w:p>
    <w:p w:rsidR="000E09EC" w:rsidRDefault="000E09EC" w:rsidP="00B44A1D">
      <w:pPr>
        <w:pStyle w:val="libCenter"/>
      </w:pPr>
      <w:r>
        <w:t>“No” the students said.</w:t>
      </w:r>
    </w:p>
    <w:p w:rsidR="000E09EC" w:rsidRDefault="000E09EC" w:rsidP="00B44A1D">
      <w:pPr>
        <w:pStyle w:val="libCenter"/>
      </w:pPr>
      <w:r>
        <w:t>“Then what caused the arm ache and the muscle stress?” The students were puzzled.</w:t>
      </w:r>
    </w:p>
    <w:p w:rsidR="000E09EC" w:rsidRDefault="000E09EC" w:rsidP="00B44A1D">
      <w:pPr>
        <w:pStyle w:val="libCenter"/>
      </w:pPr>
      <w:r>
        <w:t>“Put the glass down!” said one of the students.</w:t>
      </w:r>
    </w:p>
    <w:p w:rsidR="000E09EC" w:rsidRPr="000E09EC" w:rsidRDefault="000E09EC" w:rsidP="00B44A1D">
      <w:pPr>
        <w:pStyle w:val="libCenter"/>
      </w:pPr>
      <w:r>
        <w:t>“Exactly!” said the professor. “Life’s problems are something like this. Hold it for a few minutes in</w:t>
      </w:r>
    </w:p>
    <w:p w:rsidR="000E09EC" w:rsidRPr="000E09EC" w:rsidRDefault="000E09EC" w:rsidP="00B44A1D">
      <w:pPr>
        <w:pStyle w:val="libCenter"/>
      </w:pPr>
      <w:r>
        <w:t>your head and they seem okay. Think of them for a long time and they begin to ache. Hold it even</w:t>
      </w:r>
    </w:p>
    <w:p w:rsidR="000E09EC" w:rsidRDefault="000E09EC" w:rsidP="00B44A1D">
      <w:pPr>
        <w:pStyle w:val="libCenter"/>
      </w:pPr>
      <w:r>
        <w:t>longer and they begin to paralyze you. You will not be able to do anything.”</w:t>
      </w:r>
    </w:p>
    <w:p w:rsidR="000E09EC" w:rsidRPr="000E09EC" w:rsidRDefault="000E09EC" w:rsidP="00B44A1D">
      <w:pPr>
        <w:pStyle w:val="libCenter"/>
      </w:pPr>
      <w:r>
        <w:t>“It’s important to think of the challenges (problems) in your life, but EVEN MORE IMPORTANT is</w:t>
      </w:r>
    </w:p>
    <w:p w:rsidR="000E09EC" w:rsidRPr="000E09EC" w:rsidRDefault="000E09EC" w:rsidP="00B44A1D">
      <w:pPr>
        <w:pStyle w:val="libCenter"/>
      </w:pPr>
      <w:r>
        <w:t>to have trust in Allah (swt) and to ‘put them down’ at the end of every day before you go to sleep.</w:t>
      </w:r>
    </w:p>
    <w:p w:rsidR="000E09EC" w:rsidRPr="000E09EC" w:rsidRDefault="000E09EC" w:rsidP="00B44A1D">
      <w:pPr>
        <w:pStyle w:val="libCenter"/>
      </w:pPr>
      <w:r>
        <w:t>That way, you are not stressed, you wake up every day fresh and strong and can handle any issue,</w:t>
      </w:r>
    </w:p>
    <w:p w:rsidR="000E09EC" w:rsidRDefault="000E09EC" w:rsidP="00B44A1D">
      <w:pPr>
        <w:pStyle w:val="libCenter"/>
      </w:pPr>
      <w:r>
        <w:t>any challenge that comes your way!”</w:t>
      </w:r>
    </w:p>
    <w:p w:rsidR="000E09EC" w:rsidRPr="000E09EC" w:rsidRDefault="000E09EC" w:rsidP="00B44A1D">
      <w:pPr>
        <w:pStyle w:val="libCenter"/>
      </w:pPr>
      <w:r>
        <w:t>So, as it becomes time for you to leave office today, Remember friend to “PUT THE GLASS DOWN</w:t>
      </w:r>
    </w:p>
    <w:p w:rsidR="000E09EC" w:rsidRDefault="000E09EC" w:rsidP="00B44A1D">
      <w:pPr>
        <w:pStyle w:val="libCenter"/>
      </w:pPr>
      <w:r>
        <w:t>TODAY” and have tranquility by putting trust in Almighty Allah (swt).</w:t>
      </w:r>
    </w:p>
    <w:p w:rsidR="000E09EC" w:rsidRPr="000E09EC" w:rsidRDefault="000E09EC" w:rsidP="00B44A1D">
      <w:pPr>
        <w:pStyle w:val="libCenter"/>
      </w:pPr>
      <w:r>
        <w:t>Holy Quran (48:4) says: “He it is who sent down tranquility into the hearts of the believers that</w:t>
      </w:r>
    </w:p>
    <w:p w:rsidR="000E09EC" w:rsidRPr="000E09EC" w:rsidRDefault="000E09EC" w:rsidP="00B44A1D">
      <w:pPr>
        <w:pStyle w:val="libCenter"/>
      </w:pPr>
      <w:r>
        <w:t>they might have more faith added to their faith.”  Tranquility is sign of strong faith while worries</w:t>
      </w:r>
    </w:p>
    <w:p w:rsidR="000E09EC" w:rsidRPr="000E09EC" w:rsidRDefault="000E09EC" w:rsidP="00B44A1D">
      <w:pPr>
        <w:pStyle w:val="libCenter"/>
      </w:pPr>
      <w:r>
        <w:t xml:space="preserve">and stress is sign of weak faith. Tell to your mind every day before you go to sleep: “YAA </w:t>
      </w:r>
    </w:p>
    <w:p w:rsidR="000E09EC" w:rsidRPr="000E09EC" w:rsidRDefault="000E09EC" w:rsidP="00B44A1D">
      <w:pPr>
        <w:pStyle w:val="libCenter"/>
      </w:pPr>
      <w:r>
        <w:t>AYYATUHAN NAFSUL MUTMAINNAH, IRJI’II ILAA RABBIKI RADHIYATAN MARDHIYYAH,</w:t>
      </w:r>
    </w:p>
    <w:p w:rsidR="000E09EC" w:rsidRDefault="000E09EC" w:rsidP="00B44A1D">
      <w:pPr>
        <w:pStyle w:val="libCenter"/>
      </w:pPr>
      <w:r>
        <w:t>FADKHULII FII IBAADII WADKHULII JANNATII”. (Al-Fajr 89:27-30)</w:t>
      </w:r>
    </w:p>
    <w:p w:rsidR="000E09EC" w:rsidRPr="000E09EC" w:rsidRDefault="000E09EC" w:rsidP="00B44A1D">
      <w:pPr>
        <w:pStyle w:val="libCenter"/>
      </w:pPr>
      <w:r>
        <w:t>“O soul that is at rest satisfied. Return to your Lord well-pleased (with Him), well-pleasing (Him).</w:t>
      </w:r>
    </w:p>
    <w:p w:rsidR="000E09EC" w:rsidRDefault="000E09EC" w:rsidP="00B44A1D">
      <w:pPr>
        <w:pStyle w:val="libCenter"/>
      </w:pPr>
      <w:r>
        <w:t>So, enter among My servants, and enter into my Paradise.”</w:t>
      </w:r>
    </w:p>
    <w:p w:rsidR="000E09EC" w:rsidRDefault="000E09EC" w:rsidP="00192805">
      <w:pPr>
        <w:pStyle w:val="libCenterBold2"/>
      </w:pPr>
      <w:r>
        <w:t>By worrying so much, do not turn your life to hell. Good luck.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2" w:name="_Toc382223541"/>
      <w:r>
        <w:lastRenderedPageBreak/>
        <w:t>MAYI NEVER GET TOO BUSYIN MYOWN AFFAIRS!</w:t>
      </w:r>
      <w:bookmarkEnd w:id="72"/>
    </w:p>
    <w:p w:rsidR="000E09EC" w:rsidRPr="000E09EC" w:rsidRDefault="000E09EC" w:rsidP="00B44A1D">
      <w:pPr>
        <w:pStyle w:val="libCenter"/>
      </w:pPr>
      <w:r>
        <w:t xml:space="preserve">It was a bitter, cold evening. The old man’s beard was glazed by winter’s frost while he waited for </w:t>
      </w:r>
    </w:p>
    <w:p w:rsidR="000E09EC" w:rsidRPr="000E09EC" w:rsidRDefault="000E09EC" w:rsidP="00B44A1D">
      <w:pPr>
        <w:pStyle w:val="libCenter"/>
      </w:pPr>
      <w:r>
        <w:t>a ride across the river. The wait seemed endless. His body became numb and stiff from the frigid</w:t>
      </w:r>
    </w:p>
    <w:p w:rsidR="000E09EC" w:rsidRPr="000E09EC" w:rsidRDefault="000E09EC" w:rsidP="00B44A1D">
      <w:pPr>
        <w:pStyle w:val="libCenter"/>
      </w:pPr>
      <w:r>
        <w:t>north wind. He heard the faint, steady rhythm of approaching hooves galloping along the frozen</w:t>
      </w:r>
    </w:p>
    <w:p w:rsidR="000E09EC" w:rsidRDefault="000E09EC" w:rsidP="00B44A1D">
      <w:pPr>
        <w:pStyle w:val="libCenter"/>
      </w:pPr>
      <w:r>
        <w:t>path.</w:t>
      </w:r>
    </w:p>
    <w:p w:rsidR="000E09EC" w:rsidRPr="000E09EC" w:rsidRDefault="000E09EC" w:rsidP="00B44A1D">
      <w:pPr>
        <w:pStyle w:val="libCenter"/>
      </w:pPr>
      <w:r>
        <w:t>Anxiously, he watched as several horsemen rounded the bend. He let the first one pass by without</w:t>
      </w:r>
    </w:p>
    <w:p w:rsidR="000E09EC" w:rsidRPr="000E09EC" w:rsidRDefault="000E09EC" w:rsidP="00B44A1D">
      <w:pPr>
        <w:pStyle w:val="libCenter"/>
      </w:pPr>
      <w:r>
        <w:t>an effort to get his attention. Then another passed by... and another.</w:t>
      </w:r>
    </w:p>
    <w:p w:rsidR="000E09EC" w:rsidRPr="000E09EC" w:rsidRDefault="000E09EC" w:rsidP="00B44A1D">
      <w:pPr>
        <w:pStyle w:val="libCenter"/>
      </w:pPr>
      <w:r>
        <w:t>Finally, the last rider neared the spot where the old man sat like a</w:t>
      </w:r>
    </w:p>
    <w:p w:rsidR="000E09EC" w:rsidRDefault="000E09EC" w:rsidP="00B44A1D">
      <w:pPr>
        <w:pStyle w:val="libCenter"/>
      </w:pPr>
      <w:r>
        <w:t>snow statue.</w:t>
      </w:r>
    </w:p>
    <w:p w:rsidR="000E09EC" w:rsidRPr="000E09EC" w:rsidRDefault="000E09EC" w:rsidP="00B44A1D">
      <w:pPr>
        <w:pStyle w:val="libCenter"/>
      </w:pPr>
      <w:r>
        <w:t>As this one drew near, the old man caught the rider’s eye and said,</w:t>
      </w:r>
    </w:p>
    <w:p w:rsidR="000E09EC" w:rsidRPr="000E09EC" w:rsidRDefault="000E09EC" w:rsidP="00B44A1D">
      <w:pPr>
        <w:pStyle w:val="libCenter"/>
      </w:pPr>
      <w:r w:rsidRPr="000E09EC">
        <w:t>“S</w:t>
      </w:r>
      <w:r w:rsidRPr="00C7518C">
        <w:t>ir, would you mind giving an old man a ride to the other side?</w:t>
      </w:r>
    </w:p>
    <w:p w:rsidR="000E09EC" w:rsidRDefault="000E09EC" w:rsidP="00B44A1D">
      <w:pPr>
        <w:pStyle w:val="libCenter"/>
      </w:pPr>
      <w:r>
        <w:t>There doesn’t appear to be a passageway by foot.”</w:t>
      </w:r>
    </w:p>
    <w:p w:rsidR="000E09EC" w:rsidRDefault="000E09EC" w:rsidP="00B44A1D">
      <w:pPr>
        <w:pStyle w:val="libCenter"/>
      </w:pPr>
      <w:r>
        <w:t>Reining his horse, the rider replied, “Sure thing. Hop aboard.”</w:t>
      </w:r>
    </w:p>
    <w:p w:rsidR="000E09EC" w:rsidRPr="000E09EC" w:rsidRDefault="000E09EC" w:rsidP="00B44A1D">
      <w:pPr>
        <w:pStyle w:val="libCenter"/>
      </w:pPr>
      <w:r>
        <w:t xml:space="preserve">Seeing the old man was unable to lift his half-frozen body from the ground, the horseman </w:t>
      </w:r>
    </w:p>
    <w:p w:rsidR="000E09EC" w:rsidRPr="000E09EC" w:rsidRDefault="000E09EC" w:rsidP="00B44A1D">
      <w:pPr>
        <w:pStyle w:val="libCenter"/>
      </w:pPr>
      <w:r>
        <w:t>dismounted and helped the old man onto the horse. The horseman took the old man not just across</w:t>
      </w:r>
    </w:p>
    <w:p w:rsidR="000E09EC" w:rsidRDefault="000E09EC" w:rsidP="00B44A1D">
      <w:pPr>
        <w:pStyle w:val="libCenter"/>
      </w:pPr>
      <w:r>
        <w:t>the river, but to his destination, which was just a few miles away.</w:t>
      </w:r>
    </w:p>
    <w:p w:rsidR="000E09EC" w:rsidRPr="000E09EC" w:rsidRDefault="000E09EC" w:rsidP="00B44A1D">
      <w:pPr>
        <w:pStyle w:val="libCenter"/>
      </w:pPr>
      <w:r>
        <w:t>As they neared the tiny but cozy cottage, the horseman’s curiosity caused him to inquire, “Sir, I</w:t>
      </w:r>
    </w:p>
    <w:p w:rsidR="000E09EC" w:rsidRPr="000E09EC" w:rsidRDefault="000E09EC" w:rsidP="00B44A1D">
      <w:pPr>
        <w:pStyle w:val="libCenter"/>
      </w:pPr>
      <w:r>
        <w:t>notice that you let several other riders pass by without making an effort to secure a ride. Then I</w:t>
      </w:r>
    </w:p>
    <w:p w:rsidR="000E09EC" w:rsidRPr="000E09EC" w:rsidRDefault="000E09EC" w:rsidP="00B44A1D">
      <w:pPr>
        <w:pStyle w:val="libCenter"/>
      </w:pPr>
      <w:r>
        <w:t>came up and you immediately asked me for a ride. I’m curious why, on such a bitter winter night;</w:t>
      </w:r>
    </w:p>
    <w:p w:rsidR="000E09EC" w:rsidRDefault="000E09EC" w:rsidP="00B44A1D">
      <w:pPr>
        <w:pStyle w:val="libCenter"/>
      </w:pPr>
      <w:r>
        <w:t>you would wait and ask the last rider. What if I had refused and left you there?”</w:t>
      </w:r>
    </w:p>
    <w:p w:rsidR="000E09EC" w:rsidRPr="000E09EC" w:rsidRDefault="000E09EC" w:rsidP="00B44A1D">
      <w:pPr>
        <w:pStyle w:val="libCenter"/>
      </w:pPr>
      <w:r>
        <w:t>The old man lowered himself slowly down from the horse, looked the rider straight in the eyes, and</w:t>
      </w:r>
    </w:p>
    <w:p w:rsidR="000E09EC" w:rsidRDefault="000E09EC" w:rsidP="00B44A1D">
      <w:pPr>
        <w:pStyle w:val="libCenter"/>
      </w:pPr>
      <w:r>
        <w:t>replied, “I’ve been around here for some time. I reckon I know people pretty good.”</w:t>
      </w:r>
    </w:p>
    <w:p w:rsidR="000E09EC" w:rsidRPr="000E09EC" w:rsidRDefault="000E09EC" w:rsidP="00B44A1D">
      <w:pPr>
        <w:pStyle w:val="libCenter"/>
      </w:pPr>
      <w:r>
        <w:t>The old-timer continued, “I looked into the eyes of the other riders and immediately saw there was</w:t>
      </w:r>
    </w:p>
    <w:p w:rsidR="000E09EC" w:rsidRPr="000E09EC" w:rsidRDefault="000E09EC" w:rsidP="00B44A1D">
      <w:pPr>
        <w:pStyle w:val="libCenter"/>
      </w:pPr>
      <w:r>
        <w:t>no concern for my situation. It would have been useless even to ask them for a ride. But when I</w:t>
      </w:r>
    </w:p>
    <w:p w:rsidR="000E09EC" w:rsidRPr="000E09EC" w:rsidRDefault="000E09EC" w:rsidP="00B44A1D">
      <w:pPr>
        <w:pStyle w:val="libCenter"/>
      </w:pPr>
      <w:r>
        <w:t>looked into your eyes, kindness and compassion were evident. I knew, then and there, that your</w:t>
      </w:r>
    </w:p>
    <w:p w:rsidR="000E09EC" w:rsidRDefault="000E09EC" w:rsidP="00B44A1D">
      <w:pPr>
        <w:pStyle w:val="libCenter"/>
      </w:pPr>
      <w:r>
        <w:t>gentle spirit would welcome the opportunity to give me assistance in my time of need.”</w:t>
      </w:r>
    </w:p>
    <w:p w:rsidR="000E09EC" w:rsidRDefault="000E09EC" w:rsidP="00B44A1D">
      <w:pPr>
        <w:pStyle w:val="libCenter"/>
      </w:pPr>
      <w:r>
        <w:t>Those heartwarming comments touched the horseman deeply.</w:t>
      </w:r>
    </w:p>
    <w:p w:rsidR="000E09EC" w:rsidRPr="000E09EC" w:rsidRDefault="000E09EC" w:rsidP="00B44A1D">
      <w:pPr>
        <w:pStyle w:val="libCenter"/>
      </w:pPr>
      <w:r>
        <w:t>“I’m most grateful for what you have said,” he told the old man. “May I never get too busy in my</w:t>
      </w:r>
    </w:p>
    <w:p w:rsidR="000E09EC" w:rsidRDefault="000E09EC" w:rsidP="00B44A1D">
      <w:pPr>
        <w:pStyle w:val="libCenter"/>
      </w:pPr>
      <w:r>
        <w:t>own affairs that I fail to respond to the needs of others with kindness and compassion.”</w:t>
      </w:r>
    </w:p>
    <w:p w:rsidR="000E09EC" w:rsidRPr="000E09EC" w:rsidRDefault="000E09EC" w:rsidP="00192805">
      <w:pPr>
        <w:pStyle w:val="libCenterBold2"/>
      </w:pPr>
      <w:r>
        <w:t>Ya Allah, Make me among those about whom the Holy Quran (Hashr 59:9) has said: “And they give</w:t>
      </w:r>
    </w:p>
    <w:p w:rsidR="000E09EC" w:rsidRDefault="000E09EC" w:rsidP="00192805">
      <w:pPr>
        <w:pStyle w:val="libCenterBold2"/>
      </w:pPr>
      <w:r>
        <w:t>them preference over their own selves even though they are in need.”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73" w:name="_Toc382223542"/>
      <w:r>
        <w:lastRenderedPageBreak/>
        <w:t>DON’T WE ALL</w:t>
      </w:r>
      <w:bookmarkEnd w:id="73"/>
    </w:p>
    <w:p w:rsidR="000E09EC" w:rsidRPr="000E09EC" w:rsidRDefault="000E09EC" w:rsidP="00B44A1D">
      <w:pPr>
        <w:pStyle w:val="libCenter"/>
      </w:pPr>
      <w:r>
        <w:t>I was parked in front of the mall wiping off my car. I had just come from the car wash and was</w:t>
      </w:r>
    </w:p>
    <w:p w:rsidR="000E09EC" w:rsidRPr="000E09EC" w:rsidRDefault="000E09EC" w:rsidP="00B44A1D">
      <w:pPr>
        <w:pStyle w:val="libCenter"/>
      </w:pPr>
      <w:r>
        <w:t>waiting for my wife to get out of work. Coming my way from across the parking lot was what society</w:t>
      </w:r>
    </w:p>
    <w:p w:rsidR="000E09EC" w:rsidRPr="000E09EC" w:rsidRDefault="000E09EC" w:rsidP="00B44A1D">
      <w:pPr>
        <w:pStyle w:val="libCenter"/>
      </w:pPr>
      <w:r>
        <w:t>would consider a bum. From the looks of him, he had no car, no home, no clean clothes, and no</w:t>
      </w:r>
    </w:p>
    <w:p w:rsidR="00432992" w:rsidRDefault="000E09EC" w:rsidP="00B44A1D">
      <w:pPr>
        <w:pStyle w:val="libCenter"/>
      </w:pPr>
      <w:r>
        <w:t>money.</w:t>
      </w:r>
    </w:p>
    <w:p w:rsidR="000E09EC" w:rsidRPr="000E09EC" w:rsidRDefault="000E09EC" w:rsidP="00B44A1D">
      <w:pPr>
        <w:pStyle w:val="libCenter"/>
      </w:pPr>
      <w:r>
        <w:t>There are times when you feel generous but there are other times that you</w:t>
      </w:r>
    </w:p>
    <w:p w:rsidR="000E09EC" w:rsidRPr="000E09EC" w:rsidRDefault="000E09EC" w:rsidP="00B44A1D">
      <w:pPr>
        <w:pStyle w:val="libCenter"/>
      </w:pPr>
      <w:r>
        <w:t xml:space="preserve">just don’t want to be bothered. This was one of those “don’t want to be </w:t>
      </w:r>
    </w:p>
    <w:p w:rsidR="000E09EC" w:rsidRDefault="000E09EC" w:rsidP="00B44A1D">
      <w:pPr>
        <w:pStyle w:val="libCenter"/>
      </w:pPr>
      <w:r>
        <w:t xml:space="preserve">bothered times.” </w:t>
      </w:r>
    </w:p>
    <w:p w:rsidR="000E09EC" w:rsidRDefault="000E09EC" w:rsidP="00B44A1D">
      <w:pPr>
        <w:pStyle w:val="libCenter"/>
      </w:pPr>
      <w:r>
        <w:t>“I hope he doesn’t ask me for any money,” I thought. He didn’t.</w:t>
      </w:r>
    </w:p>
    <w:p w:rsidR="000E09EC" w:rsidRPr="000E09EC" w:rsidRDefault="000E09EC" w:rsidP="00B44A1D">
      <w:pPr>
        <w:pStyle w:val="libCenter"/>
      </w:pPr>
      <w:r>
        <w:t>He came and sat on the curb in front of the bus</w:t>
      </w:r>
    </w:p>
    <w:p w:rsidR="000E09EC" w:rsidRPr="000E09EC" w:rsidRDefault="000E09EC" w:rsidP="00B44A1D">
      <w:pPr>
        <w:pStyle w:val="libCenter"/>
      </w:pPr>
      <w:r>
        <w:t>stop but he didn’t look like he could have enough</w:t>
      </w:r>
    </w:p>
    <w:p w:rsidR="000E09EC" w:rsidRPr="000E09EC" w:rsidRDefault="000E09EC" w:rsidP="00B44A1D">
      <w:pPr>
        <w:pStyle w:val="libCenter"/>
      </w:pPr>
      <w:r>
        <w:t>money to even ride the bus. After a few minutes he</w:t>
      </w:r>
    </w:p>
    <w:p w:rsidR="000E09EC" w:rsidRDefault="000E09EC" w:rsidP="00B44A1D">
      <w:pPr>
        <w:pStyle w:val="libCenter"/>
      </w:pPr>
      <w:r>
        <w:t>spoke. “That’s a very pretty car,” he said.</w:t>
      </w:r>
    </w:p>
    <w:p w:rsidR="000E09EC" w:rsidRPr="000E09EC" w:rsidRDefault="000E09EC" w:rsidP="00B44A1D">
      <w:pPr>
        <w:pStyle w:val="libCenter"/>
      </w:pPr>
      <w:r>
        <w:t>He was ragged but he had an air of dignity around</w:t>
      </w:r>
    </w:p>
    <w:p w:rsidR="000E09EC" w:rsidRDefault="000E09EC" w:rsidP="00B44A1D">
      <w:pPr>
        <w:pStyle w:val="libCenter"/>
      </w:pPr>
      <w:r>
        <w:t>him. His scraggly blond beard keeps more than his face warm.</w:t>
      </w:r>
    </w:p>
    <w:p w:rsidR="000E09EC" w:rsidRDefault="000E09EC" w:rsidP="00B44A1D">
      <w:pPr>
        <w:pStyle w:val="libCenter"/>
      </w:pPr>
      <w:r>
        <w:t>I said, “Thanks,” and continued wiping off my car.</w:t>
      </w:r>
    </w:p>
    <w:p w:rsidR="000E09EC" w:rsidRDefault="000E09EC" w:rsidP="00B44A1D">
      <w:pPr>
        <w:pStyle w:val="libCenter"/>
      </w:pPr>
      <w:r>
        <w:t>He sat there quietly as I worked. The expected plea for money never came.</w:t>
      </w:r>
    </w:p>
    <w:p w:rsidR="000E09EC" w:rsidRPr="000E09EC" w:rsidRDefault="000E09EC" w:rsidP="00B44A1D">
      <w:pPr>
        <w:pStyle w:val="libCenter"/>
      </w:pPr>
      <w:r>
        <w:t xml:space="preserve">As the silence between us widened something inside said, “Ask him if he needs any help.” </w:t>
      </w:r>
    </w:p>
    <w:p w:rsidR="000E09EC" w:rsidRDefault="000E09EC" w:rsidP="00B44A1D">
      <w:pPr>
        <w:pStyle w:val="libCenter"/>
      </w:pPr>
      <w:r>
        <w:t>I was sure that he would say “yes” but I held true to the inner voice.</w:t>
      </w:r>
    </w:p>
    <w:p w:rsidR="000E09EC" w:rsidRDefault="000E09EC" w:rsidP="00B44A1D">
      <w:pPr>
        <w:pStyle w:val="libCenter"/>
      </w:pPr>
      <w:r>
        <w:t>“Do you need any help?” I asked.</w:t>
      </w:r>
    </w:p>
    <w:p w:rsidR="000E09EC" w:rsidRPr="000E09EC" w:rsidRDefault="000E09EC" w:rsidP="00B44A1D">
      <w:pPr>
        <w:pStyle w:val="libCenter"/>
      </w:pPr>
      <w:r>
        <w:t xml:space="preserve">He answered in three simple but profound words that I shall never forget. We often look for </w:t>
      </w:r>
    </w:p>
    <w:p w:rsidR="000E09EC" w:rsidRDefault="000E09EC" w:rsidP="00B44A1D">
      <w:pPr>
        <w:pStyle w:val="libCenter"/>
      </w:pPr>
      <w:r>
        <w:t>wisdom in great men and women. We expect it from those of higher learning and accomplishments.</w:t>
      </w:r>
    </w:p>
    <w:p w:rsidR="000E09EC" w:rsidRPr="000E09EC" w:rsidRDefault="000E09EC" w:rsidP="00B44A1D">
      <w:pPr>
        <w:pStyle w:val="libCenter"/>
      </w:pPr>
      <w:r>
        <w:t>I expected nothing but an outstretched grimy hand. He spoke the three words that shook me.</w:t>
      </w:r>
    </w:p>
    <w:p w:rsidR="000E09EC" w:rsidRDefault="000E09EC" w:rsidP="00B44A1D">
      <w:pPr>
        <w:pStyle w:val="libCenter"/>
      </w:pPr>
      <w:r w:rsidRPr="000E09EC">
        <w:t>“D</w:t>
      </w:r>
      <w:r w:rsidRPr="00C7518C">
        <w:t>on’t we all?” he said.</w:t>
      </w:r>
    </w:p>
    <w:p w:rsidR="000E09EC" w:rsidRPr="000E09EC" w:rsidRDefault="000E09EC" w:rsidP="00B44A1D">
      <w:pPr>
        <w:pStyle w:val="libCenter"/>
      </w:pPr>
      <w:r>
        <w:t>I was feeling high and mighty, successful and important, above a bum in the street, until those</w:t>
      </w:r>
    </w:p>
    <w:p w:rsidR="000E09EC" w:rsidRDefault="000E09EC" w:rsidP="00B44A1D">
      <w:pPr>
        <w:pStyle w:val="libCenter"/>
      </w:pPr>
      <w:r>
        <w:t>three words hit me like a twelve gauge shotgun. Don’t we all?</w:t>
      </w:r>
    </w:p>
    <w:p w:rsidR="000E09EC" w:rsidRPr="000E09EC" w:rsidRDefault="000E09EC" w:rsidP="00B44A1D">
      <w:pPr>
        <w:pStyle w:val="libCenter"/>
      </w:pPr>
      <w:r>
        <w:t>I needed help. Maybe not for bus fare or a place to sleep, but I needed help. I reached in my wallet</w:t>
      </w:r>
    </w:p>
    <w:p w:rsidR="000E09EC" w:rsidRPr="000E09EC" w:rsidRDefault="000E09EC" w:rsidP="00B44A1D">
      <w:pPr>
        <w:pStyle w:val="libCenter"/>
      </w:pPr>
      <w:r>
        <w:t>and gave him not only enough for bus fare, but enough to get a warm meal and shelter for the day.</w:t>
      </w:r>
    </w:p>
    <w:p w:rsidR="000E09EC" w:rsidRPr="000E09EC" w:rsidRDefault="000E09EC" w:rsidP="00B44A1D">
      <w:pPr>
        <w:pStyle w:val="libCenter"/>
      </w:pPr>
      <w:r>
        <w:t>Those three little words still ring true. No matter how much you have, no matter how much you</w:t>
      </w:r>
    </w:p>
    <w:p w:rsidR="000E09EC" w:rsidRPr="000E09EC" w:rsidRDefault="000E09EC" w:rsidP="00B44A1D">
      <w:pPr>
        <w:pStyle w:val="libCenter"/>
      </w:pPr>
      <w:r>
        <w:t>have accomplished, you need help too. No matter how little you have, no matter how loaded you</w:t>
      </w:r>
    </w:p>
    <w:p w:rsidR="000E09EC" w:rsidRDefault="000E09EC" w:rsidP="00B44A1D">
      <w:pPr>
        <w:pStyle w:val="libCenter"/>
      </w:pPr>
      <w:r>
        <w:t>are with problems, even without money or a place to sleep, you can give help.</w:t>
      </w:r>
    </w:p>
    <w:p w:rsidR="000E09EC" w:rsidRPr="000E09EC" w:rsidRDefault="000E09EC" w:rsidP="00B44A1D">
      <w:pPr>
        <w:pStyle w:val="libCenter"/>
      </w:pPr>
      <w:r>
        <w:t>Even if it’s just a compliment, you can give that. You never know when you may see someone that</w:t>
      </w:r>
    </w:p>
    <w:p w:rsidR="000E09EC" w:rsidRPr="000E09EC" w:rsidRDefault="000E09EC" w:rsidP="00B44A1D">
      <w:pPr>
        <w:pStyle w:val="libCenter"/>
      </w:pPr>
      <w:r>
        <w:t xml:space="preserve">appears to have it all. They are waiting on you to give them what they don’t have. A different </w:t>
      </w:r>
    </w:p>
    <w:p w:rsidR="000E09EC" w:rsidRPr="000E09EC" w:rsidRDefault="000E09EC" w:rsidP="00B44A1D">
      <w:pPr>
        <w:pStyle w:val="libCenter"/>
      </w:pPr>
      <w:r>
        <w:t>perspective on life, a glimpse at something beautiful, a respite from daily chaos, that only you</w:t>
      </w:r>
    </w:p>
    <w:p w:rsidR="000E09EC" w:rsidRDefault="000E09EC" w:rsidP="00B44A1D">
      <w:pPr>
        <w:pStyle w:val="libCenter"/>
      </w:pPr>
      <w:r>
        <w:t>through a torn world can see.</w:t>
      </w:r>
    </w:p>
    <w:p w:rsidR="000E09EC" w:rsidRPr="000E09EC" w:rsidRDefault="000E09EC" w:rsidP="00B44A1D">
      <w:pPr>
        <w:pStyle w:val="libCenter"/>
      </w:pPr>
      <w:r>
        <w:t>Maybe the man was just a homeless stranger wandering the streets. Maybe he was more than that.</w:t>
      </w:r>
    </w:p>
    <w:p w:rsidR="000E09EC" w:rsidRPr="000E09EC" w:rsidRDefault="000E09EC" w:rsidP="00B44A1D">
      <w:pPr>
        <w:pStyle w:val="libCenter"/>
      </w:pPr>
      <w:r>
        <w:t>maybe he was sent by a power that is great and wise, to messenger to a soul too comfortable in</w:t>
      </w:r>
    </w:p>
    <w:p w:rsidR="000E09EC" w:rsidRPr="000E09EC" w:rsidRDefault="000E09EC" w:rsidP="00B44A1D">
      <w:pPr>
        <w:pStyle w:val="libCenter"/>
      </w:pPr>
      <w:r>
        <w:lastRenderedPageBreak/>
        <w:t xml:space="preserve">themselves. Maybe God looked down, called an Angel, dressed him like a bum, and then said, </w:t>
      </w:r>
    </w:p>
    <w:p w:rsidR="000E09EC" w:rsidRDefault="000E09EC" w:rsidP="00B44A1D">
      <w:pPr>
        <w:pStyle w:val="libCenter"/>
      </w:pPr>
      <w:r w:rsidRPr="000E09EC">
        <w:t>“G</w:t>
      </w:r>
      <w:r w:rsidRPr="00C7518C">
        <w:t>o messenger to that man cleaning the car, that man needs help.” Don’t we all?</w:t>
      </w:r>
    </w:p>
    <w:p w:rsidR="000E09EC" w:rsidRDefault="000E09EC" w:rsidP="00B44A1D">
      <w:pPr>
        <w:pStyle w:val="libCenter"/>
      </w:pPr>
      <w:r>
        <w:t>“.....Even a smile can be charity.....” Holy Prophet Muhammad (Peace be upon him)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4" w:name="_Toc382223543"/>
      <w:r>
        <w:lastRenderedPageBreak/>
        <w:t>THE STRANGER IN THE GARDEN</w:t>
      </w:r>
      <w:bookmarkEnd w:id="74"/>
    </w:p>
    <w:p w:rsidR="000E09EC" w:rsidRPr="000E09EC" w:rsidRDefault="000E09EC" w:rsidP="00B44A1D">
      <w:pPr>
        <w:pStyle w:val="libCenter"/>
      </w:pPr>
      <w:r>
        <w:t>Once upon a time there was a man who had a big garden. He had planted many fruit trees and</w:t>
      </w:r>
    </w:p>
    <w:p w:rsidR="000E09EC" w:rsidRPr="000E09EC" w:rsidRDefault="000E09EC" w:rsidP="00B44A1D">
      <w:pPr>
        <w:pStyle w:val="libCenter"/>
      </w:pPr>
      <w:r>
        <w:t>cared for them till they bear fruits. Now he wanted to pick up the fruits and sell them to make</w:t>
      </w:r>
    </w:p>
    <w:p w:rsidR="000E09EC" w:rsidRDefault="000E09EC" w:rsidP="00B44A1D">
      <w:pPr>
        <w:pStyle w:val="libCenter"/>
      </w:pPr>
      <w:r>
        <w:t>money for his family.</w:t>
      </w:r>
    </w:p>
    <w:p w:rsidR="000E09EC" w:rsidRPr="000E09EC" w:rsidRDefault="000E09EC" w:rsidP="00B44A1D">
      <w:pPr>
        <w:pStyle w:val="libCenter"/>
      </w:pPr>
      <w:r>
        <w:t xml:space="preserve">One fine day while picking fruits with his son, the man saw a stranger </w:t>
      </w:r>
    </w:p>
    <w:p w:rsidR="000E09EC" w:rsidRPr="000E09EC" w:rsidRDefault="000E09EC" w:rsidP="00B44A1D">
      <w:pPr>
        <w:pStyle w:val="libCenter"/>
      </w:pPr>
      <w:r>
        <w:t>sitting on the branch of a tree and picking the fruits. This man become</w:t>
      </w:r>
    </w:p>
    <w:p w:rsidR="000E09EC" w:rsidRPr="000E09EC" w:rsidRDefault="000E09EC" w:rsidP="00B44A1D">
      <w:pPr>
        <w:pStyle w:val="libCenter"/>
      </w:pPr>
      <w:r>
        <w:t>angry and shouted, “Hey you! What are you doing on my tree? Aren’t you</w:t>
      </w:r>
    </w:p>
    <w:p w:rsidR="000E09EC" w:rsidRPr="000E09EC" w:rsidRDefault="000E09EC" w:rsidP="00B44A1D">
      <w:pPr>
        <w:pStyle w:val="libCenter"/>
      </w:pPr>
      <w:r>
        <w:t xml:space="preserve">ashamed of stealing fruits in the day time?” The stranger on the branch </w:t>
      </w:r>
    </w:p>
    <w:p w:rsidR="000E09EC" w:rsidRPr="000E09EC" w:rsidRDefault="000E09EC" w:rsidP="00B44A1D">
      <w:pPr>
        <w:pStyle w:val="libCenter"/>
      </w:pPr>
      <w:r>
        <w:t>just looked at the gardener but didn’t reply, and continued picking the</w:t>
      </w:r>
    </w:p>
    <w:p w:rsidR="000E09EC" w:rsidRPr="000E09EC" w:rsidRDefault="000E09EC" w:rsidP="00B44A1D">
      <w:pPr>
        <w:pStyle w:val="libCenter"/>
      </w:pPr>
      <w:r>
        <w:t xml:space="preserve">fruits. The gardener was very angry and shouted again, “For a whole year </w:t>
      </w:r>
    </w:p>
    <w:p w:rsidR="000E09EC" w:rsidRPr="000E09EC" w:rsidRDefault="000E09EC" w:rsidP="00B44A1D">
      <w:pPr>
        <w:pStyle w:val="libCenter"/>
      </w:pPr>
      <w:r>
        <w:t>I have taken care of these trees, you have no right to take the fruits without</w:t>
      </w:r>
    </w:p>
    <w:p w:rsidR="000E09EC" w:rsidRDefault="000E09EC" w:rsidP="00B44A1D">
      <w:pPr>
        <w:pStyle w:val="libCenter"/>
      </w:pPr>
      <w:r>
        <w:t>my permission so come down at once!”</w:t>
      </w:r>
    </w:p>
    <w:p w:rsidR="000E09EC" w:rsidRPr="000E09EC" w:rsidRDefault="000E09EC" w:rsidP="00B44A1D">
      <w:pPr>
        <w:pStyle w:val="libCenter"/>
      </w:pPr>
      <w:r>
        <w:t>The stranger on the tree answered, “Why should I come down? This is the garden of God and I am</w:t>
      </w:r>
    </w:p>
    <w:p w:rsidR="000E09EC" w:rsidRPr="000E09EC" w:rsidRDefault="000E09EC" w:rsidP="00B44A1D">
      <w:pPr>
        <w:pStyle w:val="libCenter"/>
      </w:pPr>
      <w:r>
        <w:t>the servant of God, so I have the right to pick these fruits and you should not interfere between the</w:t>
      </w:r>
    </w:p>
    <w:p w:rsidR="000E09EC" w:rsidRPr="000E09EC" w:rsidRDefault="000E09EC" w:rsidP="00B44A1D">
      <w:pPr>
        <w:pStyle w:val="libCenter"/>
      </w:pPr>
      <w:r>
        <w:t>work of God and his servant.” The gardener was very surprised at this answer and thought of a</w:t>
      </w:r>
    </w:p>
    <w:p w:rsidR="000E09EC" w:rsidRPr="000E09EC" w:rsidRDefault="000E09EC" w:rsidP="00B44A1D">
      <w:pPr>
        <w:pStyle w:val="libCenter"/>
      </w:pPr>
      <w:r>
        <w:t>plan. He called his son and said, “go bring a rope and get this man down from the tree.” His son</w:t>
      </w:r>
    </w:p>
    <w:p w:rsidR="000E09EC" w:rsidRPr="000E09EC" w:rsidRDefault="000E09EC" w:rsidP="00B44A1D">
      <w:pPr>
        <w:pStyle w:val="libCenter"/>
      </w:pPr>
      <w:r>
        <w:t>brought the rope and the gardener ordered him to tie the stranger to the tree. The gardener then</w:t>
      </w:r>
    </w:p>
    <w:p w:rsidR="000E09EC" w:rsidRPr="000E09EC" w:rsidRDefault="000E09EC" w:rsidP="00B44A1D">
      <w:pPr>
        <w:pStyle w:val="libCenter"/>
      </w:pPr>
      <w:r>
        <w:t>took a stick and started to beat the stranger. The stranger began to scream. “Why are you beating</w:t>
      </w:r>
    </w:p>
    <w:p w:rsidR="000E09EC" w:rsidRDefault="000E09EC" w:rsidP="00B44A1D">
      <w:pPr>
        <w:pStyle w:val="libCenter"/>
      </w:pPr>
      <w:r>
        <w:t>me? You have no right to do this.”</w:t>
      </w:r>
    </w:p>
    <w:p w:rsidR="000E09EC" w:rsidRPr="000E09EC" w:rsidRDefault="000E09EC" w:rsidP="00B44A1D">
      <w:pPr>
        <w:pStyle w:val="libCenter"/>
      </w:pPr>
      <w:r>
        <w:t xml:space="preserve">The gardener paid no attention and continued beating him. The stranger screamed, “Don’t you </w:t>
      </w:r>
    </w:p>
    <w:p w:rsidR="000E09EC" w:rsidRPr="000E09EC" w:rsidRDefault="000E09EC" w:rsidP="00B44A1D">
      <w:pPr>
        <w:pStyle w:val="libCenter"/>
      </w:pPr>
      <w:r>
        <w:t>fear God, you are beating an innocent man? The gardener answered, “Why should I fear? This</w:t>
      </w:r>
    </w:p>
    <w:p w:rsidR="000E09EC" w:rsidRPr="000E09EC" w:rsidRDefault="000E09EC" w:rsidP="00B44A1D">
      <w:pPr>
        <w:pStyle w:val="libCenter"/>
      </w:pPr>
      <w:r>
        <w:t>wood in my hand belongs to God and I am too the servant of God, so I have nothing to fear, and</w:t>
      </w:r>
    </w:p>
    <w:p w:rsidR="000E09EC" w:rsidRPr="000E09EC" w:rsidRDefault="000E09EC" w:rsidP="00B44A1D">
      <w:pPr>
        <w:pStyle w:val="libCenter"/>
      </w:pPr>
      <w:r>
        <w:t>you shouldn’t interfere with the work of God and his servant.” The stranger hesitated and then</w:t>
      </w:r>
    </w:p>
    <w:p w:rsidR="000E09EC" w:rsidRPr="000E09EC" w:rsidRDefault="000E09EC" w:rsidP="00B44A1D">
      <w:pPr>
        <w:pStyle w:val="libCenter"/>
      </w:pPr>
      <w:r>
        <w:t>spoke, “Wait don’t beat me, I am sorry for taking the fruits. This is your garden and I should seek</w:t>
      </w:r>
    </w:p>
    <w:p w:rsidR="000E09EC" w:rsidRDefault="000E09EC" w:rsidP="00B44A1D">
      <w:pPr>
        <w:pStyle w:val="libCenter"/>
      </w:pPr>
      <w:r>
        <w:t>your permission before taking the fruits. So, please forgive and set me free.”</w:t>
      </w:r>
    </w:p>
    <w:p w:rsidR="000E09EC" w:rsidRPr="000E09EC" w:rsidRDefault="000E09EC" w:rsidP="00B44A1D">
      <w:pPr>
        <w:pStyle w:val="libCenter"/>
      </w:pPr>
      <w:r>
        <w:t>The gardener smiled and said, “Since you have now realized your mistake, I will forgive you but</w:t>
      </w:r>
    </w:p>
    <w:p w:rsidR="000E09EC" w:rsidRPr="000E09EC" w:rsidRDefault="000E09EC" w:rsidP="00B44A1D">
      <w:pPr>
        <w:pStyle w:val="libCenter"/>
      </w:pPr>
      <w:r>
        <w:t>remember that God has given all his servants brains so every person’s deeds are in his own hands.”</w:t>
      </w:r>
    </w:p>
    <w:p w:rsidR="000E09EC" w:rsidRDefault="000E09EC" w:rsidP="00B44A1D">
      <w:pPr>
        <w:pStyle w:val="libCenter"/>
      </w:pPr>
      <w:r>
        <w:t>Then the gardener untied him and let him go free.</w:t>
      </w:r>
    </w:p>
    <w:p w:rsidR="000E09EC" w:rsidRDefault="000E09EC" w:rsidP="00B44A1D">
      <w:pPr>
        <w:pStyle w:val="libCenter"/>
      </w:pPr>
      <w:r>
        <w:t>TO TELLTHE TRUTH</w:t>
      </w:r>
    </w:p>
    <w:p w:rsidR="000E09EC" w:rsidRPr="000E09EC" w:rsidRDefault="000E09EC" w:rsidP="00B44A1D">
      <w:pPr>
        <w:pStyle w:val="libCenter"/>
      </w:pPr>
      <w:r w:rsidRPr="000E09EC">
        <w:t>“W</w:t>
      </w:r>
      <w:r w:rsidRPr="00C7518C">
        <w:t>ho did this?” asked my teacher. Thirty children tried to think about</w:t>
      </w:r>
    </w:p>
    <w:p w:rsidR="000E09EC" w:rsidRPr="000E09EC" w:rsidRDefault="000E09EC" w:rsidP="00B44A1D">
      <w:pPr>
        <w:pStyle w:val="libCenter"/>
      </w:pPr>
      <w:r>
        <w:t>not only what they had done, but also what our teacher may have found</w:t>
      </w:r>
    </w:p>
    <w:p w:rsidR="000E09EC" w:rsidRPr="000E09EC" w:rsidRDefault="000E09EC" w:rsidP="00B44A1D">
      <w:pPr>
        <w:pStyle w:val="libCenter"/>
      </w:pPr>
      <w:r>
        <w:t xml:space="preserve">out. “Who did this?” asked my teacher once more. She wasn’t really </w:t>
      </w:r>
    </w:p>
    <w:p w:rsidR="000E09EC" w:rsidRPr="000E09EC" w:rsidRDefault="000E09EC" w:rsidP="00B44A1D">
      <w:pPr>
        <w:pStyle w:val="libCenter"/>
      </w:pPr>
      <w:r>
        <w:t>asking, she was demanding an answer. She seldom became angry, but</w:t>
      </w:r>
    </w:p>
    <w:p w:rsidR="000E09EC" w:rsidRPr="000E09EC" w:rsidRDefault="000E09EC" w:rsidP="00B44A1D">
      <w:pPr>
        <w:pStyle w:val="libCenter"/>
      </w:pPr>
      <w:r>
        <w:t>she was this time. She held up a piece of broken glass and asked, “Who</w:t>
      </w:r>
    </w:p>
    <w:p w:rsidR="000E09EC" w:rsidRDefault="000E09EC" w:rsidP="00B44A1D">
      <w:pPr>
        <w:pStyle w:val="libCenter"/>
      </w:pPr>
      <w:r>
        <w:t>broke this window?”</w:t>
      </w:r>
    </w:p>
    <w:p w:rsidR="000E09EC" w:rsidRPr="000E09EC" w:rsidRDefault="000E09EC" w:rsidP="00B44A1D">
      <w:pPr>
        <w:pStyle w:val="libCenter"/>
      </w:pPr>
      <w:r>
        <w:lastRenderedPageBreak/>
        <w:t>“Oh, oh,” I thought. I was the one who broke the window. I had not done it intentionally. It was</w:t>
      </w:r>
    </w:p>
    <w:p w:rsidR="000E09EC" w:rsidRPr="000E09EC" w:rsidRDefault="000E09EC" w:rsidP="00B44A1D">
      <w:pPr>
        <w:pStyle w:val="libCenter"/>
      </w:pPr>
      <w:r>
        <w:t>caused by an errant throw of a baseball. I was working on my knuckleball. It needed more work.</w:t>
      </w:r>
    </w:p>
    <w:p w:rsidR="000E09EC" w:rsidRPr="000E09EC" w:rsidRDefault="000E09EC" w:rsidP="00B44A1D">
      <w:pPr>
        <w:pStyle w:val="libCenter"/>
      </w:pPr>
      <w:r>
        <w:t>Why did it have to be me? It wasn’t really my fault. If I admitted guilt, I would be in a lot of trouble.</w:t>
      </w:r>
    </w:p>
    <w:p w:rsidR="000E09EC" w:rsidRPr="000E09EC" w:rsidRDefault="000E09EC" w:rsidP="00B44A1D">
      <w:pPr>
        <w:pStyle w:val="libCenter"/>
      </w:pPr>
      <w:r>
        <w:t>How would I be able to pay for a big window like that? I didn’t even get an allowance. “My father is</w:t>
      </w:r>
    </w:p>
    <w:p w:rsidR="000E09EC" w:rsidRPr="000E09EC" w:rsidRDefault="000E09EC" w:rsidP="00B44A1D">
      <w:pPr>
        <w:pStyle w:val="libCenter"/>
      </w:pPr>
      <w:r>
        <w:t>going to have a fit,” I thought. I didn’t want to raise my hand, but some force much stronger than I</w:t>
      </w:r>
    </w:p>
    <w:p w:rsidR="000E09EC" w:rsidRPr="000E09EC" w:rsidRDefault="000E09EC" w:rsidP="00B44A1D">
      <w:pPr>
        <w:pStyle w:val="libCenter"/>
      </w:pPr>
      <w:r>
        <w:t>was pulled it skyward. I told the truth. “I did it.” I said no more. It was hard enough saying what I</w:t>
      </w:r>
    </w:p>
    <w:p w:rsidR="00432992" w:rsidRDefault="000E09EC" w:rsidP="00B44A1D">
      <w:pPr>
        <w:pStyle w:val="libCenter"/>
      </w:pPr>
      <w:r>
        <w:t xml:space="preserve">had. </w:t>
      </w:r>
    </w:p>
    <w:p w:rsidR="000E09EC" w:rsidRPr="000E09EC" w:rsidRDefault="000E09EC" w:rsidP="00B44A1D">
      <w:pPr>
        <w:pStyle w:val="libCenter"/>
      </w:pPr>
      <w:r>
        <w:t>My teacher went to one of our library shelves</w:t>
      </w:r>
    </w:p>
    <w:p w:rsidR="000E09EC" w:rsidRPr="000E09EC" w:rsidRDefault="000E09EC" w:rsidP="00B44A1D">
      <w:pPr>
        <w:pStyle w:val="libCenter"/>
      </w:pPr>
      <w:r>
        <w:t>and took down a book. She then began walking "Do not be like persons on whom advice has no</w:t>
      </w:r>
    </w:p>
    <w:p w:rsidR="000E09EC" w:rsidRPr="00C7518C" w:rsidRDefault="000E09EC" w:rsidP="00C7518C">
      <w:pPr>
        <w:pStyle w:val="libCenterBold2"/>
      </w:pPr>
      <w:r>
        <w:t>effect; they require punishments to improve them.</w:t>
      </w:r>
    </w:p>
    <w:p w:rsidR="000E09EC" w:rsidRPr="000E09EC" w:rsidRDefault="000E09EC" w:rsidP="00B44A1D">
      <w:pPr>
        <w:pStyle w:val="libCenter"/>
      </w:pPr>
      <w:r>
        <w:t>towards my desk. I had never seen my teacher</w:t>
      </w:r>
    </w:p>
    <w:p w:rsidR="000E09EC" w:rsidRPr="00C7518C" w:rsidRDefault="000E09EC" w:rsidP="00C7518C">
      <w:pPr>
        <w:pStyle w:val="libCenterBold2"/>
      </w:pPr>
      <w:r>
        <w:t>A sensible man acquires guidance through</w:t>
      </w:r>
    </w:p>
    <w:p w:rsidR="000E09EC" w:rsidRPr="000E09EC" w:rsidRDefault="000E09EC" w:rsidP="00B44A1D">
      <w:pPr>
        <w:pStyle w:val="libCenter"/>
      </w:pPr>
      <w:r>
        <w:t>to strike a student, but I feared she was going to</w:t>
      </w:r>
    </w:p>
    <w:p w:rsidR="000E09EC" w:rsidRPr="00C7518C" w:rsidRDefault="000E09EC" w:rsidP="00C7518C">
      <w:pPr>
        <w:pStyle w:val="libCenterBold2"/>
      </w:pPr>
      <w:r>
        <w:t>advice, while brutes and beasts always improve</w:t>
      </w:r>
    </w:p>
    <w:p w:rsidR="000E09EC" w:rsidRPr="000E09EC" w:rsidRDefault="000E09EC" w:rsidP="00B44A1D">
      <w:pPr>
        <w:pStyle w:val="libCenter"/>
      </w:pPr>
      <w:r>
        <w:t>start with me and she was going to use a book</w:t>
      </w:r>
    </w:p>
    <w:p w:rsidR="000E09EC" w:rsidRPr="00C7518C" w:rsidRDefault="000E09EC" w:rsidP="00C7518C">
      <w:pPr>
        <w:pStyle w:val="libCenterBold2"/>
      </w:pPr>
      <w:r>
        <w:t>through punishments." Imam Ali (AS)</w:t>
      </w:r>
    </w:p>
    <w:p w:rsidR="000E09EC" w:rsidRDefault="000E09EC" w:rsidP="00B44A1D">
      <w:pPr>
        <w:pStyle w:val="libCenter"/>
      </w:pPr>
      <w:r>
        <w:t xml:space="preserve">for the swatting. </w:t>
      </w:r>
    </w:p>
    <w:p w:rsidR="000E09EC" w:rsidRPr="000E09EC" w:rsidRDefault="000E09EC" w:rsidP="00B44A1D">
      <w:pPr>
        <w:pStyle w:val="libCenter"/>
      </w:pPr>
      <w:r>
        <w:t>“I know how you like birds,” she said as she stood looking down at my guilt-ridden face. “Here is</w:t>
      </w:r>
    </w:p>
    <w:p w:rsidR="000E09EC" w:rsidRPr="000E09EC" w:rsidRDefault="000E09EC" w:rsidP="00B44A1D">
      <w:pPr>
        <w:pStyle w:val="libCenter"/>
      </w:pPr>
      <w:r>
        <w:t>that field guide about birds that you are constantly checking out. It is yours. It’s time we got a new</w:t>
      </w:r>
    </w:p>
    <w:p w:rsidR="000E09EC" w:rsidRPr="000E09EC" w:rsidRDefault="000E09EC" w:rsidP="00B44A1D">
      <w:pPr>
        <w:pStyle w:val="libCenter"/>
      </w:pPr>
      <w:r>
        <w:t xml:space="preserve">one for the school anyway. The book is yours and you will not be punished as long as you </w:t>
      </w:r>
    </w:p>
    <w:p w:rsidR="000E09EC" w:rsidRPr="000E09EC" w:rsidRDefault="000E09EC" w:rsidP="00B44A1D">
      <w:pPr>
        <w:pStyle w:val="libCenter"/>
      </w:pPr>
      <w:r>
        <w:t xml:space="preserve">remember that I am not rewarding you for your misdeed, I am rewarding you for your </w:t>
      </w:r>
    </w:p>
    <w:p w:rsidR="000E09EC" w:rsidRPr="000E09EC" w:rsidRDefault="000E09EC" w:rsidP="00B44A1D">
      <w:pPr>
        <w:pStyle w:val="libCenter"/>
      </w:pPr>
      <w:r>
        <w:t>truthfulness.”</w:t>
      </w:r>
    </w:p>
    <w:p w:rsidR="000E09EC" w:rsidRDefault="000E09EC" w:rsidP="00B44A1D">
      <w:pPr>
        <w:pStyle w:val="libCenter"/>
      </w:pPr>
      <w:r>
        <w:t xml:space="preserve">WHEN THE WINDS BLOW </w:t>
      </w:r>
    </w:p>
    <w:p w:rsidR="000E09EC" w:rsidRPr="000E09EC" w:rsidRDefault="000E09EC" w:rsidP="00B44A1D">
      <w:pPr>
        <w:pStyle w:val="libCenter"/>
      </w:pPr>
      <w:r>
        <w:t>Years ago a farmer owned land along the Atlantic seacoast. He constantly advertised for hired</w:t>
      </w:r>
    </w:p>
    <w:p w:rsidR="000E09EC" w:rsidRPr="000E09EC" w:rsidRDefault="000E09EC" w:rsidP="00B44A1D">
      <w:pPr>
        <w:pStyle w:val="libCenter"/>
      </w:pPr>
      <w:r>
        <w:t>hands. Most people were reluctant to work on farms along the Atlantic. They dreaded the awful</w:t>
      </w:r>
    </w:p>
    <w:p w:rsidR="000E09EC" w:rsidRPr="000E09EC" w:rsidRDefault="000E09EC" w:rsidP="00B44A1D">
      <w:pPr>
        <w:pStyle w:val="libCenter"/>
      </w:pPr>
      <w:r>
        <w:t xml:space="preserve">storms that raged across the ocean, wreaking havoc on the buildings and crops. As the farmer </w:t>
      </w:r>
    </w:p>
    <w:p w:rsidR="000E09EC" w:rsidRDefault="000E09EC" w:rsidP="00B44A1D">
      <w:pPr>
        <w:pStyle w:val="libCenter"/>
      </w:pPr>
      <w:r>
        <w:t>interviewed applicants for the job, he received a steady stream of refusals.</w:t>
      </w:r>
    </w:p>
    <w:p w:rsidR="000E09EC" w:rsidRPr="000E09EC" w:rsidRDefault="000E09EC" w:rsidP="00B44A1D">
      <w:pPr>
        <w:pStyle w:val="libCenter"/>
      </w:pPr>
      <w:r>
        <w:t xml:space="preserve">Finally, a short, thin man, well past middle age, approached the farmer. “Are you a good </w:t>
      </w:r>
    </w:p>
    <w:p w:rsidR="000E09EC" w:rsidRDefault="000E09EC" w:rsidP="00B44A1D">
      <w:pPr>
        <w:pStyle w:val="libCenter"/>
      </w:pPr>
      <w:r>
        <w:t>farmhand?” the farmer asked him. “Well, I can sleep when the wind blows,” answered the man.</w:t>
      </w:r>
    </w:p>
    <w:p w:rsidR="000E09EC" w:rsidRPr="000E09EC" w:rsidRDefault="000E09EC" w:rsidP="00B44A1D">
      <w:pPr>
        <w:pStyle w:val="libCenter"/>
      </w:pPr>
      <w:r>
        <w:t>Although puzzled by this answer, the farmer, desperate for help, hired him. The little man worked</w:t>
      </w:r>
    </w:p>
    <w:p w:rsidR="000E09EC" w:rsidRDefault="000E09EC" w:rsidP="00B44A1D">
      <w:pPr>
        <w:pStyle w:val="libCenter"/>
      </w:pPr>
      <w:r>
        <w:t>well around the farm, busy from dawn to dusk, and the farmer felt satisfied with the man's work.</w:t>
      </w:r>
    </w:p>
    <w:p w:rsidR="000E09EC" w:rsidRPr="000E09EC" w:rsidRDefault="000E09EC" w:rsidP="00B44A1D">
      <w:pPr>
        <w:pStyle w:val="libCenter"/>
      </w:pPr>
      <w:r>
        <w:t xml:space="preserve">Then one night the wind howled loudly in from offshore. Jumping out of bed, the farmer grabbed </w:t>
      </w:r>
    </w:p>
    <w:p w:rsidR="000E09EC" w:rsidRPr="000E09EC" w:rsidRDefault="000E09EC" w:rsidP="00B44A1D">
      <w:pPr>
        <w:pStyle w:val="libCenter"/>
      </w:pPr>
      <w:r>
        <w:t>a lantern and rushed next door to the hired hand’s sleeping quarters. He shook the little man and</w:t>
      </w:r>
    </w:p>
    <w:p w:rsidR="000E09EC" w:rsidRDefault="000E09EC" w:rsidP="00B44A1D">
      <w:pPr>
        <w:pStyle w:val="libCenter"/>
      </w:pPr>
      <w:r>
        <w:t>yelled, “Get up! A storm is coming! Tie things down before they blow away!”</w:t>
      </w:r>
    </w:p>
    <w:p w:rsidR="000E09EC" w:rsidRPr="000E09EC" w:rsidRDefault="000E09EC" w:rsidP="00B44A1D">
      <w:pPr>
        <w:pStyle w:val="libCenter"/>
      </w:pPr>
      <w:r>
        <w:lastRenderedPageBreak/>
        <w:t xml:space="preserve">The little man rolled over in bed and said firmly, </w:t>
      </w:r>
    </w:p>
    <w:p w:rsidR="000E09EC" w:rsidRDefault="000E09EC" w:rsidP="00B44A1D">
      <w:pPr>
        <w:pStyle w:val="libCenter"/>
      </w:pPr>
      <w:r w:rsidRPr="000E09EC">
        <w:t>“N</w:t>
      </w:r>
      <w:r w:rsidRPr="00C7518C">
        <w:t>o sir. I told you, I can sleep when the wind blows.”</w:t>
      </w:r>
    </w:p>
    <w:p w:rsidR="000E09EC" w:rsidRPr="000E09EC" w:rsidRDefault="000E09EC" w:rsidP="00B44A1D">
      <w:pPr>
        <w:pStyle w:val="libCenter"/>
      </w:pPr>
      <w:r>
        <w:t>Enraged by the response, the farmer was tempted to fire</w:t>
      </w:r>
    </w:p>
    <w:p w:rsidR="000E09EC" w:rsidRPr="000E09EC" w:rsidRDefault="000E09EC" w:rsidP="00B44A1D">
      <w:pPr>
        <w:pStyle w:val="libCenter"/>
      </w:pPr>
      <w:r>
        <w:t>him on the spot. Instead, he hurried outside to prepare for</w:t>
      </w:r>
    </w:p>
    <w:p w:rsidR="000E09EC" w:rsidRPr="000E09EC" w:rsidRDefault="000E09EC" w:rsidP="00B44A1D">
      <w:pPr>
        <w:pStyle w:val="libCenter"/>
      </w:pPr>
      <w:r>
        <w:t>the storm. To his amazement, he discovered that all of the</w:t>
      </w:r>
    </w:p>
    <w:p w:rsidR="000E09EC" w:rsidRPr="000E09EC" w:rsidRDefault="000E09EC" w:rsidP="00B44A1D">
      <w:pPr>
        <w:pStyle w:val="libCenter"/>
      </w:pPr>
      <w:r>
        <w:t>haystacks had been covered with tarpaulins. The cows were</w:t>
      </w:r>
    </w:p>
    <w:p w:rsidR="000E09EC" w:rsidRPr="000E09EC" w:rsidRDefault="000E09EC" w:rsidP="00B44A1D">
      <w:pPr>
        <w:pStyle w:val="libCenter"/>
      </w:pPr>
      <w:r>
        <w:t>in the barn, the chickens were in the coops, and the doors</w:t>
      </w:r>
    </w:p>
    <w:p w:rsidR="000E09EC" w:rsidRPr="000E09EC" w:rsidRDefault="000E09EC" w:rsidP="00B44A1D">
      <w:pPr>
        <w:pStyle w:val="libCenter"/>
      </w:pPr>
      <w:r>
        <w:t>were barred. The shutters were tightly secured. Everything was tied down. Nothing could blow</w:t>
      </w:r>
    </w:p>
    <w:p w:rsidR="000E09EC" w:rsidRDefault="000E09EC" w:rsidP="00B44A1D">
      <w:pPr>
        <w:pStyle w:val="libCenter"/>
      </w:pPr>
      <w:r>
        <w:t>away.</w:t>
      </w:r>
    </w:p>
    <w:p w:rsidR="000E09EC" w:rsidRPr="000E09EC" w:rsidRDefault="000E09EC" w:rsidP="00B44A1D">
      <w:pPr>
        <w:pStyle w:val="libCenter"/>
      </w:pPr>
      <w:r>
        <w:t>The farmer then understood what his hired hand meant, so he returned to his bed to also sleep</w:t>
      </w:r>
    </w:p>
    <w:p w:rsidR="000E09EC" w:rsidRDefault="000E09EC" w:rsidP="00B44A1D">
      <w:pPr>
        <w:pStyle w:val="libCenter"/>
      </w:pPr>
      <w:r>
        <w:t>while the wind blew.</w:t>
      </w:r>
    </w:p>
    <w:p w:rsidR="000E09EC" w:rsidRPr="000E09EC" w:rsidRDefault="000E09EC" w:rsidP="00B44A1D">
      <w:pPr>
        <w:pStyle w:val="libCenter"/>
      </w:pPr>
      <w:r>
        <w:t>When you’re prepared, spiritually, mentally, and physically, you have nothing to fear. Can you sleep</w:t>
      </w:r>
    </w:p>
    <w:p w:rsidR="000E09EC" w:rsidRPr="000E09EC" w:rsidRDefault="000E09EC" w:rsidP="00B44A1D">
      <w:pPr>
        <w:pStyle w:val="libCenter"/>
      </w:pPr>
      <w:r>
        <w:t>when the wind blows through your life? The hired hand in the story was able to sleep because he</w:t>
      </w:r>
    </w:p>
    <w:p w:rsidR="000E09EC" w:rsidRDefault="000E09EC" w:rsidP="00B44A1D">
      <w:pPr>
        <w:pStyle w:val="libCenter"/>
      </w:pPr>
      <w:r>
        <w:t>had secured the farm against the storm.</w:t>
      </w:r>
    </w:p>
    <w:p w:rsidR="000E09EC" w:rsidRPr="000E09EC" w:rsidRDefault="000E09EC" w:rsidP="00192805">
      <w:pPr>
        <w:pStyle w:val="libCenterBold2"/>
      </w:pPr>
      <w:r>
        <w:t>We with faith secure ourselves against the storms of life by putting our trust in the</w:t>
      </w:r>
    </w:p>
    <w:p w:rsidR="000E09EC" w:rsidRPr="000E09EC" w:rsidRDefault="000E09EC" w:rsidP="00192805">
      <w:pPr>
        <w:pStyle w:val="libCenterBold2"/>
      </w:pPr>
      <w:r>
        <w:t>God, Our Prophet (SAW) and his Ahlul Byat (AS), We don’t need to understand, and</w:t>
      </w:r>
    </w:p>
    <w:p w:rsidR="000E09EC" w:rsidRDefault="000E09EC" w:rsidP="00192805">
      <w:pPr>
        <w:pStyle w:val="libCenterBold2"/>
      </w:pPr>
      <w:r>
        <w:t>we just need to hold His hand to be secure in the midst of the storms.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5" w:name="_Toc382223544"/>
      <w:r>
        <w:lastRenderedPageBreak/>
        <w:t>THE ROPE</w:t>
      </w:r>
      <w:bookmarkEnd w:id="75"/>
    </w:p>
    <w:p w:rsidR="000E09EC" w:rsidRPr="000E09EC" w:rsidRDefault="000E09EC" w:rsidP="00B44A1D">
      <w:pPr>
        <w:pStyle w:val="libCenter"/>
      </w:pPr>
      <w:r>
        <w:t>The night fell heavy in the heights of the mountains and the man could not see anything. All was</w:t>
      </w:r>
    </w:p>
    <w:p w:rsidR="000E09EC" w:rsidRPr="000E09EC" w:rsidRDefault="000E09EC" w:rsidP="00B44A1D">
      <w:pPr>
        <w:pStyle w:val="libCenter"/>
      </w:pPr>
      <w:r>
        <w:t>black. Zero visibility, and the moon and the stars were covered by the clouds. As he was climbing</w:t>
      </w:r>
    </w:p>
    <w:p w:rsidR="000E09EC" w:rsidRPr="000E09EC" w:rsidRDefault="000E09EC" w:rsidP="00B44A1D">
      <w:pPr>
        <w:pStyle w:val="libCenter"/>
      </w:pPr>
      <w:r>
        <w:t>only a few feet away from the top of the mountain, he slipped and fell in to the air, falling at great</w:t>
      </w:r>
    </w:p>
    <w:p w:rsidR="000E09EC" w:rsidRPr="000E09EC" w:rsidRDefault="000E09EC" w:rsidP="00B44A1D">
      <w:pPr>
        <w:pStyle w:val="libCenter"/>
      </w:pPr>
      <w:r>
        <w:t>speed. He could only see black spots as he went down, and the terrible sensation of being sucked by</w:t>
      </w:r>
    </w:p>
    <w:p w:rsidR="000E09EC" w:rsidRDefault="000E09EC" w:rsidP="00B44A1D">
      <w:pPr>
        <w:pStyle w:val="libCenter"/>
      </w:pPr>
      <w:r>
        <w:t>gravity.</w:t>
      </w:r>
    </w:p>
    <w:p w:rsidR="000E09EC" w:rsidRPr="000E09EC" w:rsidRDefault="000E09EC" w:rsidP="00B44A1D">
      <w:pPr>
        <w:pStyle w:val="libCenter"/>
      </w:pPr>
      <w:r>
        <w:t>He kept falling, and in the moments of great fear, it came to his mind all the good and bad episodes</w:t>
      </w:r>
    </w:p>
    <w:p w:rsidR="000E09EC" w:rsidRPr="000E09EC" w:rsidRDefault="000E09EC" w:rsidP="00B44A1D">
      <w:pPr>
        <w:pStyle w:val="libCenter"/>
      </w:pPr>
      <w:r>
        <w:t>of his life. He was thinking now about how close death was getting, when all of a sudden he felt the</w:t>
      </w:r>
    </w:p>
    <w:p w:rsidR="000E09EC" w:rsidRDefault="000E09EC" w:rsidP="00B44A1D">
      <w:pPr>
        <w:pStyle w:val="libCenter"/>
      </w:pPr>
      <w:r>
        <w:t>rope tied to his waist pull him very hard. His body was hanging in the air.</w:t>
      </w:r>
    </w:p>
    <w:p w:rsidR="000E09EC" w:rsidRPr="000E09EC" w:rsidRDefault="000E09EC" w:rsidP="00B44A1D">
      <w:pPr>
        <w:pStyle w:val="libCenter"/>
      </w:pPr>
      <w:r>
        <w:t>Only the rope was holding him and in that moment of stillness he had no other choice other to</w:t>
      </w:r>
    </w:p>
    <w:p w:rsidR="000E09EC" w:rsidRDefault="000E09EC" w:rsidP="00B44A1D">
      <w:pPr>
        <w:pStyle w:val="libCenter"/>
      </w:pPr>
      <w:r>
        <w:t>scream: “Help me God.”</w:t>
      </w:r>
    </w:p>
    <w:p w:rsidR="000E09EC" w:rsidRDefault="000E09EC" w:rsidP="00B44A1D">
      <w:pPr>
        <w:pStyle w:val="libCenter"/>
      </w:pPr>
      <w:r>
        <w:t>All of a sudden a deep voice coming from the sky answered, “What do you want me to do?”</w:t>
      </w:r>
    </w:p>
    <w:p w:rsidR="000E09EC" w:rsidRDefault="000E09EC" w:rsidP="00B44A1D">
      <w:pPr>
        <w:pStyle w:val="libCenter"/>
      </w:pPr>
      <w:r>
        <w:t>“Save me God.”</w:t>
      </w:r>
    </w:p>
    <w:p w:rsidR="000E09EC" w:rsidRDefault="000E09EC" w:rsidP="00B44A1D">
      <w:pPr>
        <w:pStyle w:val="libCenter"/>
      </w:pPr>
      <w:r>
        <w:t>“Do you really think I can save you?”</w:t>
      </w:r>
    </w:p>
    <w:p w:rsidR="000E09EC" w:rsidRDefault="000E09EC" w:rsidP="00B44A1D">
      <w:pPr>
        <w:pStyle w:val="libCenter"/>
      </w:pPr>
      <w:r>
        <w:t>“Of course I believe You can.”</w:t>
      </w:r>
    </w:p>
    <w:p w:rsidR="000E09EC" w:rsidRDefault="000E09EC" w:rsidP="00B44A1D">
      <w:pPr>
        <w:pStyle w:val="libCenter"/>
      </w:pPr>
      <w:r>
        <w:t>“Then cut the rope tied to your waist.”</w:t>
      </w:r>
    </w:p>
    <w:p w:rsidR="000E09EC" w:rsidRPr="000E09EC" w:rsidRDefault="000E09EC" w:rsidP="00B44A1D">
      <w:pPr>
        <w:pStyle w:val="libCenter"/>
      </w:pPr>
      <w:r>
        <w:t>There was a moment of silence and the man decided to hold on to the rope with all his strength.</w:t>
      </w:r>
    </w:p>
    <w:p w:rsidR="000E09EC" w:rsidRPr="000E09EC" w:rsidRDefault="000E09EC" w:rsidP="00B44A1D">
      <w:pPr>
        <w:pStyle w:val="libCenter"/>
      </w:pPr>
      <w:r>
        <w:t>The rescue team tells that the next day a climber was found dead and frozen, his body hanging</w:t>
      </w:r>
    </w:p>
    <w:p w:rsidR="000E09EC" w:rsidRDefault="000E09EC" w:rsidP="00B44A1D">
      <w:pPr>
        <w:pStyle w:val="libCenter"/>
      </w:pPr>
      <w:r>
        <w:t>from a rope. His hands holding tight to it. Only one foot away from the ground.</w:t>
      </w:r>
    </w:p>
    <w:p w:rsidR="000E09EC" w:rsidRPr="000E09EC" w:rsidRDefault="000E09EC" w:rsidP="00192805">
      <w:pPr>
        <w:pStyle w:val="libCenterBold2"/>
      </w:pPr>
      <w:r>
        <w:t xml:space="preserve">And We? How attached we are to our rope will we let go??? Don’t ever doubt about </w:t>
      </w:r>
    </w:p>
    <w:p w:rsidR="000E09EC" w:rsidRDefault="000E09EC" w:rsidP="00192805">
      <w:pPr>
        <w:pStyle w:val="libCenterBold2"/>
      </w:pPr>
      <w:r>
        <w:t>the words of God. We should never say that He has forgotten us or abandoned us.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76" w:name="_Toc382223545"/>
      <w:r>
        <w:lastRenderedPageBreak/>
        <w:t>THE SHIP</w:t>
      </w:r>
      <w:bookmarkEnd w:id="76"/>
    </w:p>
    <w:p w:rsidR="000E09EC" w:rsidRPr="000E09EC" w:rsidRDefault="000E09EC" w:rsidP="00B44A1D">
      <w:pPr>
        <w:pStyle w:val="libCenter"/>
      </w:pPr>
      <w:r>
        <w:t>A voyaging ship was wrecked during a storm at sea and only two of the men on it were able to swim</w:t>
      </w:r>
    </w:p>
    <w:p w:rsidR="000E09EC" w:rsidRDefault="000E09EC" w:rsidP="00B44A1D">
      <w:pPr>
        <w:pStyle w:val="libCenter"/>
      </w:pPr>
      <w:r>
        <w:t>to a small, desert like island.</w:t>
      </w:r>
    </w:p>
    <w:p w:rsidR="000E09EC" w:rsidRPr="000E09EC" w:rsidRDefault="000E09EC" w:rsidP="00B44A1D">
      <w:pPr>
        <w:pStyle w:val="libCenter"/>
      </w:pPr>
      <w:r>
        <w:t>The two survivors, not knowing what else to do, agreed that they had no other recourse but to pray</w:t>
      </w:r>
    </w:p>
    <w:p w:rsidR="000E09EC" w:rsidRPr="000E09EC" w:rsidRDefault="000E09EC" w:rsidP="00B44A1D">
      <w:pPr>
        <w:pStyle w:val="libCenter"/>
      </w:pPr>
      <w:r>
        <w:t>to God. However, to find out whose prayer was more powerful, they agreed to divide the territory</w:t>
      </w:r>
    </w:p>
    <w:p w:rsidR="000E09EC" w:rsidRDefault="000E09EC" w:rsidP="00B44A1D">
      <w:pPr>
        <w:pStyle w:val="libCenter"/>
      </w:pPr>
      <w:r>
        <w:t>between them and stay on opposite sides of the island.</w:t>
      </w:r>
    </w:p>
    <w:p w:rsidR="000E09EC" w:rsidRPr="000E09EC" w:rsidRDefault="000E09EC" w:rsidP="00B44A1D">
      <w:pPr>
        <w:pStyle w:val="libCenter"/>
      </w:pPr>
      <w:r>
        <w:t>The first thing they prayed for was food. The next morning, the first man saw a fruit-bearing tree</w:t>
      </w:r>
    </w:p>
    <w:p w:rsidR="000E09EC" w:rsidRPr="000E09EC" w:rsidRDefault="000E09EC" w:rsidP="00B44A1D">
      <w:pPr>
        <w:pStyle w:val="libCenter"/>
      </w:pPr>
      <w:r>
        <w:t>on his side of the land, and he was able to eat its fruit. The other man’s parcel of land remained</w:t>
      </w:r>
    </w:p>
    <w:p w:rsidR="000E09EC" w:rsidRDefault="000E09EC" w:rsidP="00B44A1D">
      <w:pPr>
        <w:pStyle w:val="libCenter"/>
      </w:pPr>
      <w:r>
        <w:t>barren.</w:t>
      </w:r>
    </w:p>
    <w:p w:rsidR="000E09EC" w:rsidRPr="000E09EC" w:rsidRDefault="000E09EC" w:rsidP="00B44A1D">
      <w:pPr>
        <w:pStyle w:val="libCenter"/>
      </w:pPr>
      <w:r>
        <w:t>After a week, the first man was lonely and he decided to pray for a wife. The next day, another ship</w:t>
      </w:r>
    </w:p>
    <w:p w:rsidR="000E09EC" w:rsidRPr="000E09EC" w:rsidRDefault="000E09EC" w:rsidP="00B44A1D">
      <w:pPr>
        <w:pStyle w:val="libCenter"/>
      </w:pPr>
      <w:r>
        <w:t>was wrecked, and the only survivor was a woman who swam to his side of the land. On the other</w:t>
      </w:r>
    </w:p>
    <w:p w:rsidR="000E09EC" w:rsidRDefault="000E09EC" w:rsidP="00B44A1D">
      <w:pPr>
        <w:pStyle w:val="libCenter"/>
      </w:pPr>
      <w:r>
        <w:t>side of the island, there was nothing.</w:t>
      </w:r>
    </w:p>
    <w:p w:rsidR="00432992" w:rsidRDefault="000E09EC" w:rsidP="00B44A1D">
      <w:pPr>
        <w:pStyle w:val="libCenter"/>
      </w:pPr>
      <w:r>
        <w:t>Soon the first man prayed for a house, clothes, more food. The next day, like magic, all of these</w:t>
      </w:r>
    </w:p>
    <w:p w:rsidR="000E09EC" w:rsidRDefault="000E09EC" w:rsidP="00B44A1D">
      <w:pPr>
        <w:pStyle w:val="libCenter"/>
      </w:pPr>
      <w:r>
        <w:t>were given to him. However, the second man still had nothing.</w:t>
      </w:r>
    </w:p>
    <w:p w:rsidR="000E09EC" w:rsidRPr="000E09EC" w:rsidRDefault="000E09EC" w:rsidP="00B44A1D">
      <w:pPr>
        <w:pStyle w:val="libCenter"/>
      </w:pPr>
      <w:r>
        <w:t>Finally, the first man prayed for a ship, so that he and his wife</w:t>
      </w:r>
    </w:p>
    <w:p w:rsidR="000E09EC" w:rsidRPr="000E09EC" w:rsidRDefault="000E09EC" w:rsidP="00B44A1D">
      <w:pPr>
        <w:pStyle w:val="libCenter"/>
      </w:pPr>
      <w:r>
        <w:t>could leave the island. In the morning, he found a ship docked at</w:t>
      </w:r>
    </w:p>
    <w:p w:rsidR="000E09EC" w:rsidRPr="000E09EC" w:rsidRDefault="000E09EC" w:rsidP="00B44A1D">
      <w:pPr>
        <w:pStyle w:val="libCenter"/>
      </w:pPr>
      <w:r>
        <w:t>his side of the island. The first man boarded the ship with his wife</w:t>
      </w:r>
    </w:p>
    <w:p w:rsidR="000E09EC" w:rsidRDefault="000E09EC" w:rsidP="00B44A1D">
      <w:pPr>
        <w:pStyle w:val="libCenter"/>
      </w:pPr>
      <w:r>
        <w:t>and decided to leave the second man on the island.</w:t>
      </w:r>
    </w:p>
    <w:p w:rsidR="000E09EC" w:rsidRPr="000E09EC" w:rsidRDefault="000E09EC" w:rsidP="00B44A1D">
      <w:pPr>
        <w:pStyle w:val="libCenter"/>
      </w:pPr>
      <w:r>
        <w:t>He considered the other man unworthy to receive God’s blessings,</w:t>
      </w:r>
    </w:p>
    <w:p w:rsidR="000E09EC" w:rsidRDefault="000E09EC" w:rsidP="00B44A1D">
      <w:pPr>
        <w:pStyle w:val="libCenter"/>
      </w:pPr>
      <w:r>
        <w:t>since none of his prayers had been answered.</w:t>
      </w:r>
    </w:p>
    <w:p w:rsidR="000E09EC" w:rsidRPr="000E09EC" w:rsidRDefault="000E09EC" w:rsidP="00B44A1D">
      <w:pPr>
        <w:pStyle w:val="libCenter"/>
      </w:pPr>
      <w:r>
        <w:t>As the ship was about to leave, the first man heard a voice from heaven booming, “Why are you</w:t>
      </w:r>
    </w:p>
    <w:p w:rsidR="000E09EC" w:rsidRDefault="000E09EC" w:rsidP="00B44A1D">
      <w:pPr>
        <w:pStyle w:val="libCenter"/>
      </w:pPr>
      <w:r>
        <w:t>leaving your companion on the island?”</w:t>
      </w:r>
    </w:p>
    <w:p w:rsidR="000E09EC" w:rsidRPr="000E09EC" w:rsidRDefault="000E09EC" w:rsidP="00B44A1D">
      <w:pPr>
        <w:pStyle w:val="libCenter"/>
      </w:pPr>
      <w:r>
        <w:t>“My blessings are mine alone, since I was the one who prayed for them,” the first man answered.</w:t>
      </w:r>
    </w:p>
    <w:p w:rsidR="000E09EC" w:rsidRDefault="000E09EC" w:rsidP="00B44A1D">
      <w:pPr>
        <w:pStyle w:val="libCenter"/>
      </w:pPr>
      <w:r w:rsidRPr="000E09EC">
        <w:t>“H</w:t>
      </w:r>
      <w:r w:rsidRPr="00C7518C">
        <w:t>is prayers were all unanswered and so he does not deserve anything.”</w:t>
      </w:r>
    </w:p>
    <w:p w:rsidR="000E09EC" w:rsidRPr="000E09EC" w:rsidRDefault="000E09EC" w:rsidP="00B44A1D">
      <w:pPr>
        <w:pStyle w:val="libCenter"/>
      </w:pPr>
      <w:r>
        <w:t>“You are mistaken!” the voice rebuked him. “He had only one prayer, which I answered. If not for</w:t>
      </w:r>
    </w:p>
    <w:p w:rsidR="000E09EC" w:rsidRDefault="000E09EC" w:rsidP="00B44A1D">
      <w:pPr>
        <w:pStyle w:val="libCenter"/>
      </w:pPr>
      <w:r>
        <w:t>that, you would not have received any of my blessings.”</w:t>
      </w:r>
    </w:p>
    <w:p w:rsidR="000E09EC" w:rsidRDefault="000E09EC" w:rsidP="00B44A1D">
      <w:pPr>
        <w:pStyle w:val="libCenter"/>
      </w:pPr>
      <w:r>
        <w:t>“Tell me,” the first man asked the voice, “What did he pray for that I should owe him anything?”</w:t>
      </w:r>
    </w:p>
    <w:p w:rsidR="000E09EC" w:rsidRDefault="000E09EC" w:rsidP="00B44A1D">
      <w:pPr>
        <w:pStyle w:val="libCenter"/>
      </w:pPr>
      <w:r>
        <w:t>“He prayed that all your prayers be answered.”</w:t>
      </w:r>
    </w:p>
    <w:p w:rsidR="000E09EC" w:rsidRPr="00C7518C" w:rsidRDefault="000E09EC" w:rsidP="00B44A1D">
      <w:pPr>
        <w:pStyle w:val="libCenter"/>
      </w:pPr>
      <w:r w:rsidRPr="00C7518C">
        <w:t>For all we know, our blessings are not the fruits of our prayers alone, but those of another praying for us.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77" w:name="_Toc382223546"/>
      <w:r>
        <w:lastRenderedPageBreak/>
        <w:t>THE CLEVER KING!</w:t>
      </w:r>
      <w:bookmarkEnd w:id="77"/>
    </w:p>
    <w:p w:rsidR="000E09EC" w:rsidRPr="000E09EC" w:rsidRDefault="000E09EC" w:rsidP="00B44A1D">
      <w:pPr>
        <w:pStyle w:val="libCenter"/>
      </w:pPr>
      <w:r>
        <w:t>There was a country long time ago where the people would change a king every year. The person</w:t>
      </w:r>
    </w:p>
    <w:p w:rsidR="000E09EC" w:rsidRPr="000E09EC" w:rsidRDefault="000E09EC" w:rsidP="00B44A1D">
      <w:pPr>
        <w:pStyle w:val="libCenter"/>
      </w:pPr>
      <w:r>
        <w:t>who would become the king had to agree to a contract that he would be sent to an island after his</w:t>
      </w:r>
    </w:p>
    <w:p w:rsidR="000E09EC" w:rsidRDefault="000E09EC" w:rsidP="00B44A1D">
      <w:pPr>
        <w:pStyle w:val="libCenter"/>
      </w:pPr>
      <w:r>
        <w:t>one year of being a king.</w:t>
      </w:r>
    </w:p>
    <w:p w:rsidR="000E09EC" w:rsidRPr="000E09EC" w:rsidRDefault="000E09EC" w:rsidP="00B44A1D">
      <w:pPr>
        <w:pStyle w:val="libCenter"/>
      </w:pPr>
      <w:r>
        <w:t>One king finished his term and it was time for him to go to the island and live there. The people</w:t>
      </w:r>
    </w:p>
    <w:p w:rsidR="000E09EC" w:rsidRPr="000E09EC" w:rsidRDefault="000E09EC" w:rsidP="00B44A1D">
      <w:pPr>
        <w:pStyle w:val="libCenter"/>
      </w:pPr>
      <w:r>
        <w:t>dressed him up in expensive clothes and put him on an elephant and took him around the cities to</w:t>
      </w:r>
    </w:p>
    <w:p w:rsidR="000E09EC" w:rsidRPr="000E09EC" w:rsidRDefault="000E09EC" w:rsidP="00B44A1D">
      <w:pPr>
        <w:pStyle w:val="libCenter"/>
      </w:pPr>
      <w:r>
        <w:t>say goodbye to all the people. This was the moment of sadness for all the kings who ruled for one</w:t>
      </w:r>
    </w:p>
    <w:p w:rsidR="000E09EC" w:rsidRDefault="000E09EC" w:rsidP="00B44A1D">
      <w:pPr>
        <w:pStyle w:val="libCenter"/>
      </w:pPr>
      <w:r>
        <w:t>year. After saying farewell, the people took the king with a boat to remote island and left him there.</w:t>
      </w:r>
    </w:p>
    <w:p w:rsidR="000E09EC" w:rsidRPr="000E09EC" w:rsidRDefault="000E09EC" w:rsidP="00B44A1D">
      <w:pPr>
        <w:pStyle w:val="libCenter"/>
      </w:pPr>
      <w:r>
        <w:t>On their way back, they discovered a ship that had sunk just recently. They saw a young man who</w:t>
      </w:r>
    </w:p>
    <w:p w:rsidR="000E09EC" w:rsidRPr="000E09EC" w:rsidRDefault="000E09EC" w:rsidP="00B44A1D">
      <w:pPr>
        <w:pStyle w:val="libCenter"/>
      </w:pPr>
      <w:r>
        <w:t>survived by holding on to a floating piece of wood. As they needed a new king, they picked up the</w:t>
      </w:r>
    </w:p>
    <w:p w:rsidR="000E09EC" w:rsidRPr="000E09EC" w:rsidRDefault="000E09EC" w:rsidP="00B44A1D">
      <w:pPr>
        <w:pStyle w:val="libCenter"/>
      </w:pPr>
      <w:r>
        <w:t>young man and took him to their country. They requested him to be a king for a year. First he</w:t>
      </w:r>
    </w:p>
    <w:p w:rsidR="000E09EC" w:rsidRPr="000E09EC" w:rsidRDefault="000E09EC" w:rsidP="00B44A1D">
      <w:pPr>
        <w:pStyle w:val="libCenter"/>
      </w:pPr>
      <w:r>
        <w:t>refused but later he agreed to be a king. People told him about all the rules and regulations and</w:t>
      </w:r>
    </w:p>
    <w:p w:rsidR="000E09EC" w:rsidRDefault="000E09EC" w:rsidP="00B44A1D">
      <w:pPr>
        <w:pStyle w:val="libCenter"/>
      </w:pPr>
      <w:r>
        <w:t>that how he will be sent to an island after one year.</w:t>
      </w:r>
    </w:p>
    <w:p w:rsidR="000E09EC" w:rsidRPr="000E09EC" w:rsidRDefault="000E09EC" w:rsidP="00B44A1D">
      <w:pPr>
        <w:pStyle w:val="libCenter"/>
      </w:pPr>
      <w:r>
        <w:t>After three days of being a king, he asked the ministers if they could show him the island where all</w:t>
      </w:r>
    </w:p>
    <w:p w:rsidR="000E09EC" w:rsidRPr="000E09EC" w:rsidRDefault="000E09EC" w:rsidP="00B44A1D">
      <w:pPr>
        <w:pStyle w:val="libCenter"/>
      </w:pPr>
      <w:r>
        <w:t>the other kings were sent. They agreed and took him to the island. The island was covered with</w:t>
      </w:r>
    </w:p>
    <w:p w:rsidR="000E09EC" w:rsidRPr="000E09EC" w:rsidRDefault="000E09EC" w:rsidP="00B44A1D">
      <w:pPr>
        <w:pStyle w:val="libCenter"/>
      </w:pPr>
      <w:r>
        <w:t>thick Jungles and sounds of vicious animals were heard coming out of them. The king went little bit</w:t>
      </w:r>
    </w:p>
    <w:p w:rsidR="000E09EC" w:rsidRPr="000E09EC" w:rsidRDefault="000E09EC" w:rsidP="00B44A1D">
      <w:pPr>
        <w:pStyle w:val="libCenter"/>
      </w:pPr>
      <w:r>
        <w:t>inside to check. Soon he discovered the dead bodies of all the past kings. He understood that as</w:t>
      </w:r>
    </w:p>
    <w:p w:rsidR="000E09EC" w:rsidRDefault="000E09EC" w:rsidP="00B44A1D">
      <w:pPr>
        <w:pStyle w:val="libCenter"/>
      </w:pPr>
      <w:r>
        <w:t>soon as they were left in the island, the animals came and killed them.</w:t>
      </w:r>
    </w:p>
    <w:p w:rsidR="000E09EC" w:rsidRPr="000E09EC" w:rsidRDefault="000E09EC" w:rsidP="00B44A1D">
      <w:pPr>
        <w:pStyle w:val="libCenter"/>
      </w:pPr>
      <w:r>
        <w:t>The king went back to the country and collected 100 strong workers. He took them to the island</w:t>
      </w:r>
    </w:p>
    <w:p w:rsidR="000E09EC" w:rsidRDefault="000E09EC" w:rsidP="00B44A1D">
      <w:pPr>
        <w:pStyle w:val="libCenter"/>
      </w:pPr>
      <w:r>
        <w:t>and instructed them to clean the Jungle, remove all the deadly animals &amp; cut down all excess trees.</w:t>
      </w:r>
    </w:p>
    <w:p w:rsidR="000E09EC" w:rsidRPr="000E09EC" w:rsidRDefault="000E09EC" w:rsidP="00B44A1D">
      <w:pPr>
        <w:pStyle w:val="libCenter"/>
      </w:pPr>
      <w:r>
        <w:t>He would visit the island every month to see how the work was progressing. In the first month, all</w:t>
      </w:r>
    </w:p>
    <w:p w:rsidR="000E09EC" w:rsidRPr="000E09EC" w:rsidRDefault="000E09EC" w:rsidP="00B44A1D">
      <w:pPr>
        <w:pStyle w:val="libCenter"/>
      </w:pPr>
      <w:r>
        <w:t>the animals were removed and many trees were cut down. In the second month, the whole island</w:t>
      </w:r>
    </w:p>
    <w:p w:rsidR="000E09EC" w:rsidRPr="000E09EC" w:rsidRDefault="000E09EC" w:rsidP="00B44A1D">
      <w:pPr>
        <w:pStyle w:val="libCenter"/>
      </w:pPr>
      <w:r>
        <w:t xml:space="preserve">was cleaned out. The king then told the workers to plant gardens in various parts of the island. </w:t>
      </w:r>
    </w:p>
    <w:p w:rsidR="000E09EC" w:rsidRPr="000E09EC" w:rsidRDefault="000E09EC" w:rsidP="00B44A1D">
      <w:pPr>
        <w:pStyle w:val="libCenter"/>
      </w:pPr>
      <w:r>
        <w:t>He also took with himself useful animals like chickens, ducks, birds, goats, cows etc. In the third</w:t>
      </w:r>
    </w:p>
    <w:p w:rsidR="000E09EC" w:rsidRPr="000E09EC" w:rsidRDefault="000E09EC" w:rsidP="00B44A1D">
      <w:pPr>
        <w:pStyle w:val="libCenter"/>
      </w:pPr>
      <w:r>
        <w:t>month, he ordered the workers to build big houses and docking stations for ships. Over the months,</w:t>
      </w:r>
    </w:p>
    <w:p w:rsidR="000E09EC" w:rsidRDefault="000E09EC" w:rsidP="00B44A1D">
      <w:pPr>
        <w:pStyle w:val="libCenter"/>
      </w:pPr>
      <w:r>
        <w:t>the island turned into a beautiful place.</w:t>
      </w:r>
    </w:p>
    <w:p w:rsidR="000E09EC" w:rsidRPr="000E09EC" w:rsidRDefault="000E09EC" w:rsidP="00B44A1D">
      <w:pPr>
        <w:pStyle w:val="libCenter"/>
      </w:pPr>
      <w:r>
        <w:t>The young king would wear simple clothes and spend very little</w:t>
      </w:r>
    </w:p>
    <w:p w:rsidR="000E09EC" w:rsidRPr="000E09EC" w:rsidRDefault="000E09EC" w:rsidP="00B44A1D">
      <w:pPr>
        <w:pStyle w:val="libCenter"/>
      </w:pPr>
      <w:r>
        <w:t>from his earnings as a king. He sent all the earnings to the island</w:t>
      </w:r>
    </w:p>
    <w:p w:rsidR="000E09EC" w:rsidRPr="000E09EC" w:rsidRDefault="000E09EC" w:rsidP="00B44A1D">
      <w:pPr>
        <w:pStyle w:val="libCenter"/>
      </w:pPr>
      <w:r>
        <w:t>for storage. When nine months passed like this, the king called the</w:t>
      </w:r>
    </w:p>
    <w:p w:rsidR="000E09EC" w:rsidRPr="000E09EC" w:rsidRDefault="000E09EC" w:rsidP="00B44A1D">
      <w:pPr>
        <w:pStyle w:val="libCenter"/>
      </w:pPr>
      <w:r>
        <w:t>ministers and told them: “I know that I have to go the island after</w:t>
      </w:r>
    </w:p>
    <w:p w:rsidR="000E09EC" w:rsidRPr="000E09EC" w:rsidRDefault="000E09EC" w:rsidP="00B44A1D">
      <w:pPr>
        <w:pStyle w:val="libCenter"/>
      </w:pPr>
      <w:r>
        <w:lastRenderedPageBreak/>
        <w:t>one year, but I would like to go there right now.” But the ministers</w:t>
      </w:r>
    </w:p>
    <w:p w:rsidR="000E09EC" w:rsidRPr="000E09EC" w:rsidRDefault="000E09EC" w:rsidP="00B44A1D">
      <w:pPr>
        <w:pStyle w:val="libCenter"/>
      </w:pPr>
      <w:r>
        <w:t>didn’t agree to this and said that he has to wait for another 3</w:t>
      </w:r>
    </w:p>
    <w:p w:rsidR="000E09EC" w:rsidRDefault="000E09EC" w:rsidP="00B44A1D">
      <w:pPr>
        <w:pStyle w:val="libCenter"/>
      </w:pPr>
      <w:r>
        <w:t>months to complete the year.</w:t>
      </w:r>
    </w:p>
    <w:p w:rsidR="000E09EC" w:rsidRPr="000E09EC" w:rsidRDefault="000E09EC" w:rsidP="00B44A1D">
      <w:pPr>
        <w:pStyle w:val="libCenter"/>
      </w:pPr>
      <w:r>
        <w:t>3 months passed and now it was a full year. The people dressed up</w:t>
      </w:r>
    </w:p>
    <w:p w:rsidR="000E09EC" w:rsidRPr="000E09EC" w:rsidRDefault="000E09EC" w:rsidP="00B44A1D">
      <w:pPr>
        <w:pStyle w:val="libCenter"/>
      </w:pPr>
      <w:r>
        <w:t>the young king and put him on an elephant to take him around the</w:t>
      </w:r>
    </w:p>
    <w:p w:rsidR="000E09EC" w:rsidRPr="000E09EC" w:rsidRDefault="000E09EC" w:rsidP="00B44A1D">
      <w:pPr>
        <w:pStyle w:val="libCenter"/>
      </w:pPr>
      <w:r>
        <w:t xml:space="preserve">country to say goodbye to others. However, this king is </w:t>
      </w:r>
    </w:p>
    <w:p w:rsidR="000E09EC" w:rsidRDefault="000E09EC" w:rsidP="00B44A1D">
      <w:pPr>
        <w:pStyle w:val="libCenter"/>
      </w:pPr>
      <w:r>
        <w:t>unusually happy to leave the kingdom.</w:t>
      </w:r>
    </w:p>
    <w:p w:rsidR="000E09EC" w:rsidRDefault="000E09EC" w:rsidP="00B44A1D">
      <w:pPr>
        <w:pStyle w:val="libCenter"/>
      </w:pPr>
      <w:r>
        <w:t>People asked him, “All the other kings would cry at this moment and why are you laughing?”</w:t>
      </w:r>
    </w:p>
    <w:p w:rsidR="000E09EC" w:rsidRPr="000E09EC" w:rsidRDefault="000E09EC" w:rsidP="00B44A1D">
      <w:pPr>
        <w:pStyle w:val="libCenter"/>
      </w:pPr>
      <w:r>
        <w:t>He replied, “Don’t you know what the wise people say? They say that when you came to this world</w:t>
      </w:r>
    </w:p>
    <w:p w:rsidR="000E09EC" w:rsidRPr="000E09EC" w:rsidRDefault="000E09EC" w:rsidP="00B44A1D">
      <w:pPr>
        <w:pStyle w:val="libCenter"/>
      </w:pPr>
      <w:r>
        <w:t>as a baby, you were crying and everyone was smiling. Live such a life that when you are die, you</w:t>
      </w:r>
    </w:p>
    <w:p w:rsidR="000E09EC" w:rsidRPr="000E09EC" w:rsidRDefault="000E09EC" w:rsidP="00B44A1D">
      <w:pPr>
        <w:pStyle w:val="libCenter"/>
      </w:pPr>
      <w:r>
        <w:t>will be smiling and everyone around you will be crying. I have lived that life. While all the other</w:t>
      </w:r>
    </w:p>
    <w:p w:rsidR="000E09EC" w:rsidRPr="000E09EC" w:rsidRDefault="000E09EC" w:rsidP="00B44A1D">
      <w:pPr>
        <w:pStyle w:val="libCenter"/>
      </w:pPr>
      <w:r>
        <w:t>kings were lost into the luxuries of the kingdom, I always thought about the future and planned for</w:t>
      </w:r>
    </w:p>
    <w:p w:rsidR="000E09EC" w:rsidRDefault="000E09EC" w:rsidP="00B44A1D">
      <w:pPr>
        <w:pStyle w:val="libCenter"/>
      </w:pPr>
      <w:r>
        <w:t>it. I turned the deadly island into a beautiful abode for me where I can stay peacefully.”</w:t>
      </w:r>
    </w:p>
    <w:p w:rsidR="000E09EC" w:rsidRPr="000E09EC" w:rsidRDefault="000E09EC" w:rsidP="00B44A1D">
      <w:pPr>
        <w:pStyle w:val="libCenter"/>
      </w:pPr>
      <w:r>
        <w:t>The moral lesson from this story is about how we should live our life. The life of this world is to</w:t>
      </w:r>
    </w:p>
    <w:p w:rsidR="000E09EC" w:rsidRPr="000E09EC" w:rsidRDefault="000E09EC" w:rsidP="00B44A1D">
      <w:pPr>
        <w:pStyle w:val="libCenter"/>
      </w:pPr>
      <w:r>
        <w:t>prepare for the life hereafter. In this life, we shouldn’t get lost into the deceiving and attractive</w:t>
      </w:r>
    </w:p>
    <w:p w:rsidR="000E09EC" w:rsidRPr="000E09EC" w:rsidRDefault="000E09EC" w:rsidP="00B44A1D">
      <w:pPr>
        <w:pStyle w:val="libCenter"/>
      </w:pPr>
      <w:r>
        <w:t>things of this world and forget about what is to come in the afterlife. Rather, even if we are kings,</w:t>
      </w:r>
    </w:p>
    <w:p w:rsidR="000E09EC" w:rsidRPr="000E09EC" w:rsidRDefault="000E09EC" w:rsidP="00B44A1D">
      <w:pPr>
        <w:pStyle w:val="libCenter"/>
      </w:pPr>
      <w:r>
        <w:t xml:space="preserve">we should live a simple life like our beloved Prophet Muhammad (SAW) and save all our </w:t>
      </w:r>
    </w:p>
    <w:p w:rsidR="000E09EC" w:rsidRDefault="000E09EC" w:rsidP="00B44A1D">
      <w:pPr>
        <w:pStyle w:val="libCenter"/>
      </w:pPr>
      <w:r>
        <w:t>enjoyments for the hereafter. May Allah make it easy for us all. Amin.</w:t>
      </w:r>
    </w:p>
    <w:p w:rsidR="000E09EC" w:rsidRPr="000E09EC" w:rsidRDefault="000E09EC" w:rsidP="00B44A1D">
      <w:pPr>
        <w:pStyle w:val="libCenter"/>
      </w:pPr>
      <w:r>
        <w:t>Holy Quran (31:34) says: Verily the knowledge of the Hour is with Allah (alone). It is He Who</w:t>
      </w:r>
    </w:p>
    <w:p w:rsidR="000E09EC" w:rsidRPr="000E09EC" w:rsidRDefault="000E09EC" w:rsidP="00B44A1D">
      <w:pPr>
        <w:pStyle w:val="libCenter"/>
      </w:pPr>
      <w:r>
        <w:t>sends down rain, and He Who knows what is in the wombs. Nor does any one know what it is that</w:t>
      </w:r>
    </w:p>
    <w:p w:rsidR="000E09EC" w:rsidRPr="000E09EC" w:rsidRDefault="000E09EC" w:rsidP="00B44A1D">
      <w:pPr>
        <w:pStyle w:val="libCenter"/>
      </w:pPr>
      <w:r>
        <w:t>he will earn on the morrow: Nor does any one know in what land he is to die. Verily with Allah is</w:t>
      </w:r>
    </w:p>
    <w:p w:rsidR="000E09EC" w:rsidRDefault="000E09EC" w:rsidP="00B44A1D">
      <w:pPr>
        <w:pStyle w:val="libCenter"/>
      </w:pPr>
      <w:r>
        <w:t>full knowledge and He is acquainted (with all things).</w:t>
      </w:r>
    </w:p>
    <w:p w:rsidR="000E09EC" w:rsidRPr="000E09EC" w:rsidRDefault="000E09EC" w:rsidP="00B44A1D">
      <w:pPr>
        <w:pStyle w:val="libCenter"/>
      </w:pPr>
      <w:r>
        <w:t>Holy Quran (59:18) urges us to prepare for tomorrow: O ye who believe! Fear Allah, and let every</w:t>
      </w:r>
    </w:p>
    <w:p w:rsidR="000E09EC" w:rsidRPr="000E09EC" w:rsidRDefault="000E09EC" w:rsidP="00B44A1D">
      <w:pPr>
        <w:pStyle w:val="libCenter"/>
      </w:pPr>
      <w:r>
        <w:t xml:space="preserve">soul look to what (provision) He has sent forth for the morrow. Yea, fear Allah: for Allah is </w:t>
      </w:r>
    </w:p>
    <w:p w:rsidR="000E09EC" w:rsidRDefault="000E09EC" w:rsidP="00B44A1D">
      <w:pPr>
        <w:pStyle w:val="libCenter"/>
      </w:pPr>
      <w:r>
        <w:t>well-acquainted with (all) that ye do.</w:t>
      </w:r>
    </w:p>
    <w:p w:rsidR="000E09EC" w:rsidRPr="00C7518C" w:rsidRDefault="000E09EC" w:rsidP="00B44A1D">
      <w:pPr>
        <w:pStyle w:val="libCenter"/>
      </w:pPr>
      <w:r w:rsidRPr="00C7518C">
        <w:t xml:space="preserve">Some body asked Imam Hassan (AS), </w:t>
      </w:r>
    </w:p>
    <w:p w:rsidR="000E09EC" w:rsidRPr="00C7518C" w:rsidRDefault="000E09EC" w:rsidP="00B44A1D">
      <w:pPr>
        <w:pStyle w:val="libCenter"/>
      </w:pPr>
      <w:r w:rsidRPr="00C7518C">
        <w:t>Why are we reluctant to die, why don’t we like death?</w:t>
      </w:r>
    </w:p>
    <w:p w:rsidR="000E09EC" w:rsidRPr="00C7518C" w:rsidRDefault="000E09EC" w:rsidP="00B44A1D">
      <w:pPr>
        <w:pStyle w:val="libCenter"/>
      </w:pPr>
      <w:r w:rsidRPr="00C7518C">
        <w:t>“Because,” replied the Imam Hassan (AS),</w:t>
      </w:r>
    </w:p>
    <w:p w:rsidR="000E09EC" w:rsidRPr="00C7518C" w:rsidRDefault="000E09EC" w:rsidP="00B44A1D">
      <w:pPr>
        <w:pStyle w:val="libCenter"/>
      </w:pPr>
      <w:r w:rsidRPr="00C7518C">
        <w:t>“You ruined your next world and developed this one; naturally,</w:t>
      </w:r>
    </w:p>
    <w:p w:rsidR="000E09EC" w:rsidRPr="00C7518C" w:rsidRDefault="000E09EC" w:rsidP="00B44A1D">
      <w:pPr>
        <w:pStyle w:val="libCenter"/>
      </w:pPr>
      <w:r w:rsidRPr="00C7518C">
        <w:t>you do not like to be transferred from flourishing to decline.”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8" w:name="_Toc382223547"/>
      <w:r>
        <w:lastRenderedPageBreak/>
        <w:t>THE ILLUSION OF REFLECTION</w:t>
      </w:r>
      <w:bookmarkEnd w:id="78"/>
    </w:p>
    <w:p w:rsidR="000E09EC" w:rsidRPr="000E09EC" w:rsidRDefault="000E09EC" w:rsidP="00B44A1D">
      <w:pPr>
        <w:pStyle w:val="libCenter"/>
      </w:pPr>
      <w:r>
        <w:t>Once there was a king who had presented his daughter, the princess, with a beautiful diamond</w:t>
      </w:r>
    </w:p>
    <w:p w:rsidR="000E09EC" w:rsidRPr="000E09EC" w:rsidRDefault="000E09EC" w:rsidP="00B44A1D">
      <w:pPr>
        <w:pStyle w:val="libCenter"/>
      </w:pPr>
      <w:r>
        <w:t>necklace. The necklace was stolen and his people in the kingdom searched everywhere but could</w:t>
      </w:r>
    </w:p>
    <w:p w:rsidR="000E09EC" w:rsidRPr="000E09EC" w:rsidRDefault="000E09EC" w:rsidP="00B44A1D">
      <w:pPr>
        <w:pStyle w:val="libCenter"/>
      </w:pPr>
      <w:r>
        <w:t>not find it. Some said a bird might have stolen it. The king then asked them all to search for it and</w:t>
      </w:r>
    </w:p>
    <w:p w:rsidR="000E09EC" w:rsidRDefault="000E09EC" w:rsidP="00B44A1D">
      <w:pPr>
        <w:pStyle w:val="libCenter"/>
      </w:pPr>
      <w:r>
        <w:t>put a reward for $50,000 for anyone who found it.</w:t>
      </w:r>
    </w:p>
    <w:p w:rsidR="000E09EC" w:rsidRPr="000E09EC" w:rsidRDefault="000E09EC" w:rsidP="00B44A1D">
      <w:pPr>
        <w:pStyle w:val="libCenter"/>
      </w:pPr>
      <w:r>
        <w:t xml:space="preserve">One day a clerk was walking home along a river next to an industrial area. This river was </w:t>
      </w:r>
    </w:p>
    <w:p w:rsidR="000E09EC" w:rsidRPr="000E09EC" w:rsidRDefault="000E09EC" w:rsidP="00B44A1D">
      <w:pPr>
        <w:pStyle w:val="libCenter"/>
      </w:pPr>
      <w:r>
        <w:t>completely polluted, filthy and smelly. As he was walking, the clerk saw a shimmering in the river</w:t>
      </w:r>
    </w:p>
    <w:p w:rsidR="000E09EC" w:rsidRPr="000E09EC" w:rsidRDefault="000E09EC" w:rsidP="00B44A1D">
      <w:pPr>
        <w:pStyle w:val="libCenter"/>
      </w:pPr>
      <w:r>
        <w:t>and when he looked, he saw the diamond necklace. He decided to try and catch it so that he could</w:t>
      </w:r>
    </w:p>
    <w:p w:rsidR="000E09EC" w:rsidRPr="000E09EC" w:rsidRDefault="000E09EC" w:rsidP="00B44A1D">
      <w:pPr>
        <w:pStyle w:val="libCenter"/>
      </w:pPr>
      <w:r>
        <w:t>get the $50,000 reward. He put his hand in the filthy, dirty river and grabbed at the necklace, but</w:t>
      </w:r>
    </w:p>
    <w:p w:rsidR="000E09EC" w:rsidRPr="000E09EC" w:rsidRDefault="000E09EC" w:rsidP="00B44A1D">
      <w:pPr>
        <w:pStyle w:val="libCenter"/>
      </w:pPr>
      <w:r>
        <w:t>some how missed it and didn't catch it. He took his hand out and looked again and the necklace</w:t>
      </w:r>
    </w:p>
    <w:p w:rsidR="000E09EC" w:rsidRPr="000E09EC" w:rsidRDefault="000E09EC" w:rsidP="00B44A1D">
      <w:pPr>
        <w:pStyle w:val="libCenter"/>
      </w:pPr>
      <w:r>
        <w:t>was still there. He tried again, this time he walked in the river and dirtied his pants in the filthy</w:t>
      </w:r>
    </w:p>
    <w:p w:rsidR="000E09EC" w:rsidRPr="000E09EC" w:rsidRDefault="000E09EC" w:rsidP="00B44A1D">
      <w:pPr>
        <w:pStyle w:val="libCenter"/>
      </w:pPr>
      <w:r>
        <w:t xml:space="preserve">river and put his whole arm in to catch the necklace. But strangely, he still missed the necklace! </w:t>
      </w:r>
    </w:p>
    <w:p w:rsidR="000E09EC" w:rsidRDefault="000E09EC" w:rsidP="00B44A1D">
      <w:pPr>
        <w:pStyle w:val="libCenter"/>
      </w:pPr>
      <w:r>
        <w:t>He came out and started walking away, feeling depressed.</w:t>
      </w:r>
    </w:p>
    <w:p w:rsidR="000E09EC" w:rsidRPr="000E09EC" w:rsidRDefault="000E09EC" w:rsidP="00B44A1D">
      <w:pPr>
        <w:pStyle w:val="libCenter"/>
      </w:pPr>
      <w:r>
        <w:t>Then again he saw the necklace, right there. This time he was determined to get it, no matter what.</w:t>
      </w:r>
    </w:p>
    <w:p w:rsidR="000E09EC" w:rsidRPr="000E09EC" w:rsidRDefault="000E09EC" w:rsidP="00B44A1D">
      <w:pPr>
        <w:pStyle w:val="libCenter"/>
      </w:pPr>
      <w:r>
        <w:t xml:space="preserve">He decided to plunge into the river, although it was a disgusting thing to do as the river was </w:t>
      </w:r>
    </w:p>
    <w:p w:rsidR="000E09EC" w:rsidRPr="000E09EC" w:rsidRDefault="000E09EC" w:rsidP="00B44A1D">
      <w:pPr>
        <w:pStyle w:val="libCenter"/>
      </w:pPr>
      <w:r>
        <w:t>polluted, and his whole body would become filthy. He plunged in, and searched everywhere for the</w:t>
      </w:r>
    </w:p>
    <w:p w:rsidR="000E09EC" w:rsidRPr="000E09EC" w:rsidRDefault="000E09EC" w:rsidP="00B44A1D">
      <w:pPr>
        <w:pStyle w:val="libCenter"/>
      </w:pPr>
      <w:r>
        <w:t>necklace and yet he failed. This time he was really bewildered and came out feeling very depressed</w:t>
      </w:r>
    </w:p>
    <w:p w:rsidR="000E09EC" w:rsidRDefault="000E09EC" w:rsidP="00B44A1D">
      <w:pPr>
        <w:pStyle w:val="libCenter"/>
      </w:pPr>
      <w:r>
        <w:t>that he could not get the necklace that would get him $50,000.</w:t>
      </w:r>
    </w:p>
    <w:p w:rsidR="000E09EC" w:rsidRPr="000E09EC" w:rsidRDefault="000E09EC" w:rsidP="00B44A1D">
      <w:pPr>
        <w:pStyle w:val="libCenter"/>
      </w:pPr>
      <w:r>
        <w:t xml:space="preserve">Just then a saint who was walking by, saw him, and asked him what was the matter. The clerk </w:t>
      </w:r>
    </w:p>
    <w:p w:rsidR="000E09EC" w:rsidRPr="000E09EC" w:rsidRDefault="000E09EC" w:rsidP="00B44A1D">
      <w:pPr>
        <w:pStyle w:val="libCenter"/>
      </w:pPr>
      <w:r>
        <w:t>didn't want to share the secret with the saint, thinking the saint might take the necklace for himself,</w:t>
      </w:r>
    </w:p>
    <w:p w:rsidR="000E09EC" w:rsidRPr="000E09EC" w:rsidRDefault="000E09EC" w:rsidP="00B44A1D">
      <w:pPr>
        <w:pStyle w:val="libCenter"/>
      </w:pPr>
      <w:r>
        <w:t>so he refused to tell the saint anything. But the saint could see this man was troubled and being</w:t>
      </w:r>
    </w:p>
    <w:p w:rsidR="000E09EC" w:rsidRPr="000E09EC" w:rsidRDefault="000E09EC" w:rsidP="00B44A1D">
      <w:pPr>
        <w:pStyle w:val="libCenter"/>
      </w:pPr>
      <w:r>
        <w:t>compassionate, again asked the clerk to tell him the problem and promised that he would not tell</w:t>
      </w:r>
    </w:p>
    <w:p w:rsidR="000E09EC" w:rsidRPr="000E09EC" w:rsidRDefault="000E09EC" w:rsidP="00B44A1D">
      <w:pPr>
        <w:pStyle w:val="libCenter"/>
      </w:pPr>
      <w:r>
        <w:t>anyone about it. The clerk mustered some courage and decided to put some faith in the saint. He</w:t>
      </w:r>
    </w:p>
    <w:p w:rsidR="000E09EC" w:rsidRPr="000E09EC" w:rsidRDefault="000E09EC" w:rsidP="00B44A1D">
      <w:pPr>
        <w:pStyle w:val="libCenter"/>
      </w:pPr>
      <w:r>
        <w:t>told the saint about the necklace and how he tried and tried to catch it, but kept failing. The saint</w:t>
      </w:r>
    </w:p>
    <w:p w:rsidR="000E09EC" w:rsidRPr="000E09EC" w:rsidRDefault="000E09EC" w:rsidP="00B44A1D">
      <w:pPr>
        <w:pStyle w:val="libCenter"/>
      </w:pPr>
      <w:r>
        <w:t>then told him that perhaps he should try looking upward, toward the branches of the tree, instead</w:t>
      </w:r>
    </w:p>
    <w:p w:rsidR="000E09EC" w:rsidRPr="000E09EC" w:rsidRDefault="000E09EC" w:rsidP="00B44A1D">
      <w:pPr>
        <w:pStyle w:val="libCenter"/>
      </w:pPr>
      <w:r>
        <w:t>of in the filthy river. The clerk looked up and true enough, the necklace was dangling on the branch</w:t>
      </w:r>
    </w:p>
    <w:p w:rsidR="000E09EC" w:rsidRDefault="000E09EC" w:rsidP="00B44A1D">
      <w:pPr>
        <w:pStyle w:val="libCenter"/>
      </w:pPr>
      <w:r>
        <w:t>of a tree. He had been trying to capture a mere reflection of the real necklace all this time.</w:t>
      </w:r>
    </w:p>
    <w:p w:rsidR="000E09EC" w:rsidRPr="000E09EC" w:rsidRDefault="000E09EC" w:rsidP="00192805">
      <w:pPr>
        <w:pStyle w:val="libCenterBold2"/>
      </w:pPr>
      <w:r>
        <w:t>Material happiness is just like the filthy, polluted river; because it is a mere reflection of the TRUE</w:t>
      </w:r>
    </w:p>
    <w:p w:rsidR="000E09EC" w:rsidRDefault="000E09EC" w:rsidP="00192805">
      <w:pPr>
        <w:pStyle w:val="libCenterBold2"/>
      </w:pPr>
      <w:r>
        <w:t>happiness in the spiritual world.</w:t>
      </w:r>
    </w:p>
    <w:p w:rsidR="000E09EC" w:rsidRPr="000E09EC" w:rsidRDefault="000E09EC" w:rsidP="00192805">
      <w:pPr>
        <w:pStyle w:val="libCenterBold2"/>
      </w:pPr>
      <w:r>
        <w:t xml:space="preserve">We can never achieve the happiness we are looking for no matter how hard we endeavor in </w:t>
      </w:r>
    </w:p>
    <w:p w:rsidR="000E09EC" w:rsidRPr="000E09EC" w:rsidRDefault="000E09EC" w:rsidP="00192805">
      <w:pPr>
        <w:pStyle w:val="libCenterBold2"/>
      </w:pPr>
      <w:r>
        <w:lastRenderedPageBreak/>
        <w:t>material life. Instead we should look upwards, toward God, who is the source of real happiness, and</w:t>
      </w:r>
    </w:p>
    <w:p w:rsidR="000E09EC" w:rsidRPr="000E09EC" w:rsidRDefault="000E09EC" w:rsidP="00192805">
      <w:pPr>
        <w:pStyle w:val="libCenterBold2"/>
      </w:pPr>
      <w:r>
        <w:t>stop chasing after the reflection of this happiness in the material world. This spiritual happiness is</w:t>
      </w:r>
    </w:p>
    <w:p w:rsidR="000E09EC" w:rsidRDefault="000E09EC" w:rsidP="00192805">
      <w:pPr>
        <w:pStyle w:val="libCenterBold2"/>
      </w:pPr>
      <w:r>
        <w:t>the only thing that can satisfy us completely.</w:t>
      </w:r>
    </w:p>
    <w:p w:rsidR="000E09EC" w:rsidRDefault="000E09EC" w:rsidP="00192805">
      <w:pPr>
        <w:pStyle w:val="libCenterBold2"/>
      </w:pPr>
    </w:p>
    <w:p w:rsidR="000E09EC" w:rsidRPr="000E09EC" w:rsidRDefault="000E09EC" w:rsidP="00192805">
      <w:pPr>
        <w:pStyle w:val="libCenterBold2"/>
      </w:pPr>
      <w:r>
        <w:t xml:space="preserve">“Happy is the man who always kept the </w:t>
      </w:r>
    </w:p>
    <w:p w:rsidR="000E09EC" w:rsidRPr="000E09EC" w:rsidRDefault="000E09EC" w:rsidP="00192805">
      <w:pPr>
        <w:pStyle w:val="libCenterBold2"/>
      </w:pPr>
      <w:r>
        <w:t xml:space="preserve">afterlife in his view, who remembers </w:t>
      </w:r>
    </w:p>
    <w:p w:rsidR="000E09EC" w:rsidRPr="000E09EC" w:rsidRDefault="000E09EC" w:rsidP="00192805">
      <w:pPr>
        <w:pStyle w:val="libCenterBold2"/>
      </w:pPr>
      <w:r>
        <w:t>the Day of Reckoning through his deeds,</w:t>
      </w:r>
    </w:p>
    <w:p w:rsidR="000E09EC" w:rsidRPr="000E09EC" w:rsidRDefault="000E09EC" w:rsidP="00192805">
      <w:pPr>
        <w:pStyle w:val="libCenterBold2"/>
      </w:pPr>
      <w:r>
        <w:t>who led a contented life and who was</w:t>
      </w:r>
    </w:p>
    <w:p w:rsidR="000E09EC" w:rsidRPr="000E09EC" w:rsidRDefault="000E09EC" w:rsidP="00192805">
      <w:pPr>
        <w:pStyle w:val="libCenterBold2"/>
      </w:pPr>
      <w:r>
        <w:t>happy with the lot that Allah hath</w:t>
      </w:r>
    </w:p>
    <w:p w:rsidR="000E09EC" w:rsidRDefault="000E09EC" w:rsidP="00192805">
      <w:pPr>
        <w:pStyle w:val="libCenterBold2"/>
      </w:pPr>
      <w:r>
        <w:t>destined for him.” Imam Ali (AS)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79" w:name="_Toc382223548"/>
      <w:r>
        <w:lastRenderedPageBreak/>
        <w:t>BUILDING YOUR HOUSE</w:t>
      </w:r>
      <w:bookmarkEnd w:id="79"/>
    </w:p>
    <w:p w:rsidR="000E09EC" w:rsidRPr="000E09EC" w:rsidRDefault="000E09EC" w:rsidP="00B44A1D">
      <w:pPr>
        <w:pStyle w:val="libCenter"/>
      </w:pPr>
      <w:r>
        <w:t>An elderly carpenter was ready to retire. He told his employer-contractor of his plans to leave the</w:t>
      </w:r>
    </w:p>
    <w:p w:rsidR="000E09EC" w:rsidRPr="000E09EC" w:rsidRDefault="000E09EC" w:rsidP="00B44A1D">
      <w:pPr>
        <w:pStyle w:val="libCenter"/>
      </w:pPr>
      <w:r>
        <w:t>house-building business to live a more leisurely life with his wife and enjoy his extended family. He</w:t>
      </w:r>
    </w:p>
    <w:p w:rsidR="000E09EC" w:rsidRDefault="000E09EC" w:rsidP="00B44A1D">
      <w:pPr>
        <w:pStyle w:val="libCenter"/>
      </w:pPr>
      <w:r>
        <w:t>would miss the paycheck each week, but he wanted to retire. They could get by.</w:t>
      </w:r>
    </w:p>
    <w:p w:rsidR="000E09EC" w:rsidRPr="000E09EC" w:rsidRDefault="000E09EC" w:rsidP="00B44A1D">
      <w:pPr>
        <w:pStyle w:val="libCenter"/>
      </w:pPr>
      <w:r>
        <w:t>The contractor was sorry to see his good worker go &amp; asked if he could build just one more house as</w:t>
      </w:r>
    </w:p>
    <w:p w:rsidR="000E09EC" w:rsidRPr="000E09EC" w:rsidRDefault="000E09EC" w:rsidP="00B44A1D">
      <w:pPr>
        <w:pStyle w:val="libCenter"/>
      </w:pPr>
      <w:r>
        <w:t>a personal favor. The carpenter said yes, but over time it was easy to see that his heart was not in</w:t>
      </w:r>
    </w:p>
    <w:p w:rsidR="000E09EC" w:rsidRPr="000E09EC" w:rsidRDefault="000E09EC" w:rsidP="00B44A1D">
      <w:pPr>
        <w:pStyle w:val="libCenter"/>
      </w:pPr>
      <w:r>
        <w:t>his work. He resorted to shoddy workmanship and used inferior materials. It was an unfortunate</w:t>
      </w:r>
    </w:p>
    <w:p w:rsidR="000E09EC" w:rsidRDefault="000E09EC" w:rsidP="00B44A1D">
      <w:pPr>
        <w:pStyle w:val="libCenter"/>
      </w:pPr>
      <w:r>
        <w:t>way to end a dedicated career.</w:t>
      </w:r>
    </w:p>
    <w:p w:rsidR="000E09EC" w:rsidRPr="000E09EC" w:rsidRDefault="000E09EC" w:rsidP="00B44A1D">
      <w:pPr>
        <w:pStyle w:val="libCenter"/>
      </w:pPr>
      <w:r>
        <w:t>When the carpenter finished his work, his employer came to inspect</w:t>
      </w:r>
    </w:p>
    <w:p w:rsidR="000E09EC" w:rsidRPr="000E09EC" w:rsidRDefault="000E09EC" w:rsidP="00B44A1D">
      <w:pPr>
        <w:pStyle w:val="libCenter"/>
      </w:pPr>
      <w:r>
        <w:t>the house. Then he handed the front-door key to the carpenter and</w:t>
      </w:r>
    </w:p>
    <w:p w:rsidR="000E09EC" w:rsidRDefault="000E09EC" w:rsidP="00B44A1D">
      <w:pPr>
        <w:pStyle w:val="libCenter"/>
      </w:pPr>
      <w:r>
        <w:t>said, "This is your house... my gift to you."</w:t>
      </w:r>
    </w:p>
    <w:p w:rsidR="000E09EC" w:rsidRDefault="000E09EC" w:rsidP="00B44A1D">
      <w:pPr>
        <w:pStyle w:val="libCenter"/>
      </w:pPr>
      <w:r>
        <w:t>The carpenter was shocked!</w:t>
      </w:r>
    </w:p>
    <w:p w:rsidR="000E09EC" w:rsidRPr="000E09EC" w:rsidRDefault="000E09EC" w:rsidP="00B44A1D">
      <w:pPr>
        <w:pStyle w:val="libCenter"/>
      </w:pPr>
      <w:r>
        <w:t>What a shame! If he had only known he was building his own house,</w:t>
      </w:r>
    </w:p>
    <w:p w:rsidR="000E09EC" w:rsidRDefault="000E09EC" w:rsidP="00B44A1D">
      <w:pPr>
        <w:pStyle w:val="libCenter"/>
      </w:pPr>
      <w:r>
        <w:t>he would have done it all so differently.</w:t>
      </w:r>
    </w:p>
    <w:p w:rsidR="000E09EC" w:rsidRPr="000E09EC" w:rsidRDefault="000E09EC" w:rsidP="00B44A1D">
      <w:pPr>
        <w:pStyle w:val="libCenter"/>
      </w:pPr>
      <w:r>
        <w:t xml:space="preserve">So it is with us. We build our lives, a day at a time, often putting less than our best into the </w:t>
      </w:r>
    </w:p>
    <w:p w:rsidR="000E09EC" w:rsidRPr="000E09EC" w:rsidRDefault="000E09EC" w:rsidP="00B44A1D">
      <w:pPr>
        <w:pStyle w:val="libCenter"/>
      </w:pPr>
      <w:r>
        <w:t xml:space="preserve">building. Then, with a shock, we realize we have to live in the house we have built. </w:t>
      </w:r>
    </w:p>
    <w:p w:rsidR="000E09EC" w:rsidRDefault="000E09EC" w:rsidP="00B44A1D">
      <w:pPr>
        <w:pStyle w:val="libCenter"/>
      </w:pPr>
      <w:r>
        <w:t>If we could do it over, we would do it much differently.</w:t>
      </w:r>
    </w:p>
    <w:p w:rsidR="000E09EC" w:rsidRPr="000E09EC" w:rsidRDefault="000E09EC" w:rsidP="00192805">
      <w:pPr>
        <w:pStyle w:val="libCenterBold2"/>
      </w:pPr>
      <w:r>
        <w:t>But, you cannot go back. You are the carpenter, and every day you hammer a nail, place a board, or</w:t>
      </w:r>
    </w:p>
    <w:p w:rsidR="000E09EC" w:rsidRPr="000E09EC" w:rsidRDefault="000E09EC" w:rsidP="00192805">
      <w:pPr>
        <w:pStyle w:val="libCenterBold2"/>
      </w:pPr>
      <w:r>
        <w:t>erect a wall. Someone once said, “Life is a do-it-yourself project.” Your attitude, and the choices you</w:t>
      </w:r>
    </w:p>
    <w:p w:rsidR="000E09EC" w:rsidRDefault="000E09EC" w:rsidP="00192805">
      <w:pPr>
        <w:pStyle w:val="libCenterBold2"/>
      </w:pPr>
      <w:r>
        <w:t>make today, helps build the “house” you will live in tomorrow. Therefore, build wisely!</w:t>
      </w:r>
    </w:p>
    <w:p w:rsidR="000E09EC" w:rsidRDefault="000E09EC" w:rsidP="00B44A1D">
      <w:pPr>
        <w:pStyle w:val="libCenter"/>
      </w:pPr>
      <w:r>
        <w:t>SAND AND STONE</w:t>
      </w:r>
    </w:p>
    <w:p w:rsidR="000E09EC" w:rsidRPr="000E09EC" w:rsidRDefault="000E09EC" w:rsidP="00B44A1D">
      <w:pPr>
        <w:pStyle w:val="libCenter"/>
      </w:pPr>
      <w:r>
        <w:t>A story tells that two friends were walking through the desert. During some point of the journey</w:t>
      </w:r>
    </w:p>
    <w:p w:rsidR="000E09EC" w:rsidRPr="000E09EC" w:rsidRDefault="000E09EC" w:rsidP="00B44A1D">
      <w:pPr>
        <w:pStyle w:val="libCenter"/>
      </w:pPr>
      <w:r>
        <w:t>they had an argument, and one friend slapped the other one in the face. The one who got slapped</w:t>
      </w:r>
    </w:p>
    <w:p w:rsidR="000E09EC" w:rsidRPr="000E09EC" w:rsidRDefault="000E09EC" w:rsidP="00B44A1D">
      <w:pPr>
        <w:pStyle w:val="libCenter"/>
      </w:pPr>
      <w:r>
        <w:t>was hurt, but without saying anything, wrote in the sand: “TODAY MY BEST FRIEND SLAPPED</w:t>
      </w:r>
    </w:p>
    <w:p w:rsidR="000E09EC" w:rsidRDefault="000E09EC" w:rsidP="00B44A1D">
      <w:pPr>
        <w:pStyle w:val="libCenter"/>
      </w:pPr>
      <w:r>
        <w:t>ME IN THE FACE.”</w:t>
      </w:r>
    </w:p>
    <w:p w:rsidR="000E09EC" w:rsidRPr="000E09EC" w:rsidRDefault="000E09EC" w:rsidP="00B44A1D">
      <w:pPr>
        <w:pStyle w:val="libCenter"/>
      </w:pPr>
      <w:r>
        <w:t>They kept on walking until they found an oasis, where they decided to</w:t>
      </w:r>
    </w:p>
    <w:p w:rsidR="000E09EC" w:rsidRPr="000E09EC" w:rsidRDefault="000E09EC" w:rsidP="00B44A1D">
      <w:pPr>
        <w:pStyle w:val="libCenter"/>
      </w:pPr>
      <w:r>
        <w:t>take a bath. The one, who had been slapped, got stuck in the mire and</w:t>
      </w:r>
    </w:p>
    <w:p w:rsidR="000E09EC" w:rsidRPr="000E09EC" w:rsidRDefault="000E09EC" w:rsidP="00B44A1D">
      <w:pPr>
        <w:pStyle w:val="libCenter"/>
      </w:pPr>
      <w:r>
        <w:t>started drowning, but the friend saved him. After the friend recovered</w:t>
      </w:r>
    </w:p>
    <w:p w:rsidR="000E09EC" w:rsidRPr="000E09EC" w:rsidRDefault="000E09EC" w:rsidP="00B44A1D">
      <w:pPr>
        <w:pStyle w:val="libCenter"/>
      </w:pPr>
      <w:r>
        <w:t>from the near drowning, he wrote on a stone: “TODAY MY BEST</w:t>
      </w:r>
    </w:p>
    <w:p w:rsidR="000E09EC" w:rsidRDefault="000E09EC" w:rsidP="00B44A1D">
      <w:pPr>
        <w:pStyle w:val="libCenter"/>
      </w:pPr>
      <w:r>
        <w:t>FRIEND SAVED MY LIFE.”</w:t>
      </w:r>
    </w:p>
    <w:p w:rsidR="000E09EC" w:rsidRPr="000E09EC" w:rsidRDefault="000E09EC" w:rsidP="00B44A1D">
      <w:pPr>
        <w:pStyle w:val="libCenter"/>
      </w:pPr>
      <w:r>
        <w:t xml:space="preserve">The friend who had slapped and saved his best friend asked him, “After </w:t>
      </w:r>
    </w:p>
    <w:p w:rsidR="000E09EC" w:rsidRDefault="000E09EC" w:rsidP="00B44A1D">
      <w:pPr>
        <w:pStyle w:val="libCenter"/>
      </w:pPr>
      <w:r>
        <w:t>I hurt you, you wrote in the sand and now, you write on a stone, why?”</w:t>
      </w:r>
    </w:p>
    <w:p w:rsidR="000E09EC" w:rsidRPr="000E09EC" w:rsidRDefault="000E09EC" w:rsidP="00B44A1D">
      <w:pPr>
        <w:pStyle w:val="libCenter"/>
      </w:pPr>
      <w:r>
        <w:t>The other friend replied: “When someone hurts us, we should write it down in sand where winds of</w:t>
      </w:r>
    </w:p>
    <w:p w:rsidR="000E09EC" w:rsidRPr="000E09EC" w:rsidRDefault="000E09EC" w:rsidP="00B44A1D">
      <w:pPr>
        <w:pStyle w:val="libCenter"/>
      </w:pPr>
      <w:r>
        <w:t>forgiveness can erase it away. But, when someone does something good for us, we must engrave it</w:t>
      </w:r>
    </w:p>
    <w:p w:rsidR="000E09EC" w:rsidRDefault="000E09EC" w:rsidP="00B44A1D">
      <w:pPr>
        <w:pStyle w:val="libCenter"/>
      </w:pPr>
      <w:r>
        <w:t>in stone where no wind can ever erase it.”</w:t>
      </w:r>
    </w:p>
    <w:p w:rsidR="000E09EC" w:rsidRDefault="000E09EC" w:rsidP="00192805">
      <w:pPr>
        <w:pStyle w:val="libCenterBold2"/>
      </w:pPr>
      <w:r>
        <w:t>Learn to write your hurts in the sand, and to carve your benefits in stone.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80" w:name="_Toc382223549"/>
      <w:r>
        <w:lastRenderedPageBreak/>
        <w:t>ATEACHER’S PROTEST!</w:t>
      </w:r>
      <w:bookmarkEnd w:id="80"/>
    </w:p>
    <w:p w:rsidR="000E09EC" w:rsidRPr="000E09EC" w:rsidRDefault="000E09EC" w:rsidP="00B44A1D">
      <w:pPr>
        <w:pStyle w:val="libCenter"/>
      </w:pPr>
      <w:r>
        <w:t>There was no timetable nor a room designated for PRAYERS in the</w:t>
      </w:r>
    </w:p>
    <w:p w:rsidR="000E09EC" w:rsidRPr="000E09EC" w:rsidRDefault="000E09EC" w:rsidP="00B44A1D">
      <w:pPr>
        <w:pStyle w:val="libCenter"/>
      </w:pPr>
      <w:r>
        <w:t>School. The School was ‘secular,’ hence prayers were not supposed to</w:t>
      </w:r>
    </w:p>
    <w:p w:rsidR="000E09EC" w:rsidRDefault="000E09EC" w:rsidP="00B44A1D">
      <w:pPr>
        <w:pStyle w:val="libCenter"/>
      </w:pPr>
      <w:r>
        <w:t>be allowed.</w:t>
      </w:r>
    </w:p>
    <w:p w:rsidR="000E09EC" w:rsidRPr="000E09EC" w:rsidRDefault="000E09EC" w:rsidP="00B44A1D">
      <w:pPr>
        <w:pStyle w:val="libCenter"/>
      </w:pPr>
      <w:r>
        <w:t>After being interviewed and accepted by the school administration,</w:t>
      </w:r>
    </w:p>
    <w:p w:rsidR="000E09EC" w:rsidRPr="000E09EC" w:rsidRDefault="000E09EC" w:rsidP="00B44A1D">
      <w:pPr>
        <w:pStyle w:val="libCenter"/>
      </w:pPr>
      <w:r>
        <w:t>the eager teaching prospect said in protest: “Let me see if I’ve got this</w:t>
      </w:r>
    </w:p>
    <w:p w:rsidR="000E09EC" w:rsidRPr="000E09EC" w:rsidRDefault="000E09EC" w:rsidP="00B44A1D">
      <w:pPr>
        <w:pStyle w:val="libCenter"/>
      </w:pPr>
      <w:r>
        <w:t>right.” You want me to go into that room with all those kids and fill</w:t>
      </w:r>
    </w:p>
    <w:p w:rsidR="000E09EC" w:rsidRPr="000E09EC" w:rsidRDefault="000E09EC" w:rsidP="00B44A1D">
      <w:pPr>
        <w:pStyle w:val="libCenter"/>
      </w:pPr>
      <w:r>
        <w:t xml:space="preserve">their every waking moment with a love for learning. And I’m </w:t>
      </w:r>
    </w:p>
    <w:p w:rsidR="000E09EC" w:rsidRPr="000E09EC" w:rsidRDefault="000E09EC" w:rsidP="00B44A1D">
      <w:pPr>
        <w:pStyle w:val="libCenter"/>
      </w:pPr>
      <w:r>
        <w:t>supposed to instill a sense of pride in their ethnicity, modify their</w:t>
      </w:r>
    </w:p>
    <w:p w:rsidR="000E09EC" w:rsidRPr="000E09EC" w:rsidRDefault="000E09EC" w:rsidP="00B44A1D">
      <w:pPr>
        <w:pStyle w:val="libCenter"/>
      </w:pPr>
      <w:r>
        <w:t>disruptive behavior, observe them for signs of abuse and even censor</w:t>
      </w:r>
    </w:p>
    <w:p w:rsidR="000E09EC" w:rsidRDefault="000E09EC" w:rsidP="00B44A1D">
      <w:pPr>
        <w:pStyle w:val="libCenter"/>
      </w:pPr>
      <w:r>
        <w:t>their T-shirt messages and dress habits.</w:t>
      </w:r>
    </w:p>
    <w:p w:rsidR="000E09EC" w:rsidRPr="000E09EC" w:rsidRDefault="000E09EC" w:rsidP="00B44A1D">
      <w:pPr>
        <w:pStyle w:val="libCenter"/>
      </w:pPr>
      <w:r>
        <w:t>You want me to wage a war on drugs and sexually transmitted diseases, check their backpacks for</w:t>
      </w:r>
    </w:p>
    <w:p w:rsidR="000E09EC" w:rsidRDefault="000E09EC" w:rsidP="00B44A1D">
      <w:pPr>
        <w:pStyle w:val="libCenter"/>
      </w:pPr>
      <w:r>
        <w:t>weapons of mass destruction, and raise their self-esteem.</w:t>
      </w:r>
    </w:p>
    <w:p w:rsidR="000E09EC" w:rsidRPr="000E09EC" w:rsidRDefault="000E09EC" w:rsidP="00B44A1D">
      <w:pPr>
        <w:pStyle w:val="libCenter"/>
      </w:pPr>
      <w:r>
        <w:t>You want me to teach them firm belief in God, patriotism, good citizenship, sportsmanship, and</w:t>
      </w:r>
    </w:p>
    <w:p w:rsidR="000E09EC" w:rsidRDefault="000E09EC" w:rsidP="00B44A1D">
      <w:pPr>
        <w:pStyle w:val="libCenter"/>
      </w:pPr>
      <w:r>
        <w:t>fair play, how and where to register to vote, how to balance a checkbook, &amp; how to apply for a job.</w:t>
      </w:r>
    </w:p>
    <w:p w:rsidR="000E09EC" w:rsidRPr="000E09EC" w:rsidRDefault="000E09EC" w:rsidP="00B44A1D">
      <w:pPr>
        <w:pStyle w:val="libCenter"/>
      </w:pPr>
      <w:r>
        <w:t xml:space="preserve">I am to check their heads for lice, maintain a safe environment, recognize signs of antisocial </w:t>
      </w:r>
    </w:p>
    <w:p w:rsidR="000E09EC" w:rsidRPr="000E09EC" w:rsidRDefault="000E09EC" w:rsidP="00B44A1D">
      <w:pPr>
        <w:pStyle w:val="libCenter"/>
      </w:pPr>
      <w:r>
        <w:t>behavior, offer advice, write letters of recommendation for student employment and scholarships,</w:t>
      </w:r>
    </w:p>
    <w:p w:rsidR="000E09EC" w:rsidRDefault="000E09EC" w:rsidP="00B44A1D">
      <w:pPr>
        <w:pStyle w:val="libCenter"/>
      </w:pPr>
      <w:r>
        <w:t>and encourage respect for their elders and future employers.</w:t>
      </w:r>
    </w:p>
    <w:p w:rsidR="000E09EC" w:rsidRDefault="000E09EC" w:rsidP="00B44A1D">
      <w:pPr>
        <w:pStyle w:val="libCenter"/>
      </w:pPr>
      <w:r>
        <w:t>And I am to communicate regularly with the parents by letter, telephone, newsletter, &amp; report card.</w:t>
      </w:r>
    </w:p>
    <w:p w:rsidR="000E09EC" w:rsidRPr="000E09EC" w:rsidRDefault="000E09EC" w:rsidP="00B44A1D">
      <w:pPr>
        <w:pStyle w:val="libCenter"/>
      </w:pPr>
      <w:r>
        <w:t>All of this I am to do with just a piece of chalk, a blackboard, a few books, a bulletin board, and a</w:t>
      </w:r>
    </w:p>
    <w:p w:rsidR="000E09EC" w:rsidRDefault="000E09EC" w:rsidP="00B44A1D">
      <w:pPr>
        <w:pStyle w:val="libCenter"/>
      </w:pPr>
      <w:r>
        <w:t>big smile AND on a starting salary that qualifies my family for food stamps!</w:t>
      </w:r>
    </w:p>
    <w:p w:rsidR="000E09EC" w:rsidRDefault="000E09EC" w:rsidP="00B44A1D">
      <w:pPr>
        <w:pStyle w:val="libCenter"/>
      </w:pPr>
      <w:r>
        <w:t>You want me to do all of this, and you expect me NOT TO PRAY.</w:t>
      </w:r>
    </w:p>
    <w:p w:rsidR="000E09EC" w:rsidRPr="000E09EC" w:rsidRDefault="000E09EC" w:rsidP="00B44A1D">
      <w:pPr>
        <w:pStyle w:val="libCenter"/>
      </w:pPr>
      <w:r>
        <w:t>You expect me not to pray when Holy Quran (Baqarah 2:45) says: “Nay, seek (Allah’s) help with</w:t>
      </w:r>
    </w:p>
    <w:p w:rsidR="000E09EC" w:rsidRDefault="000E09EC" w:rsidP="00B44A1D">
      <w:pPr>
        <w:pStyle w:val="libCenter"/>
      </w:pPr>
      <w:r>
        <w:t>patient perseverance and PRAYER: It is indeed hard, except to those who bring a lowly spirit.”</w:t>
      </w:r>
    </w:p>
    <w:p w:rsidR="000E09EC" w:rsidRDefault="000E09EC" w:rsidP="00B44A1D">
      <w:pPr>
        <w:pStyle w:val="libCenter"/>
      </w:pPr>
      <w:r>
        <w:t>“O my Lord! Make me and my children among those who establish prayers.” (Ibrahim: 40)</w:t>
      </w:r>
    </w:p>
    <w:p w:rsidR="000E09EC" w:rsidRDefault="000E09EC" w:rsidP="00B44A1D">
      <w:pPr>
        <w:pStyle w:val="libCenter"/>
      </w:pPr>
      <w:r>
        <w:t>“Indeed it is the Prayers, which helps to refrain from indecent acts and evils.” (Ankabut: 45)</w:t>
      </w:r>
    </w:p>
    <w:p w:rsidR="000E09EC" w:rsidRPr="000E09EC" w:rsidRDefault="000E09EC" w:rsidP="00B44A1D">
      <w:pPr>
        <w:pStyle w:val="libCenter"/>
      </w:pPr>
      <w:r>
        <w:t>You want me to do all of this and you expect me not to pray when SUCCESS of every one depends</w:t>
      </w:r>
    </w:p>
    <w:p w:rsidR="000E09EC" w:rsidRPr="000E09EC" w:rsidRDefault="000E09EC" w:rsidP="00B44A1D">
      <w:pPr>
        <w:pStyle w:val="libCenter"/>
      </w:pPr>
      <w:r>
        <w:t>on Prayers. Holy Quran (Al-Mu’minuun: 9) says that successful believers are: “...... those who are</w:t>
      </w:r>
    </w:p>
    <w:p w:rsidR="000E09EC" w:rsidRDefault="000E09EC" w:rsidP="00B44A1D">
      <w:pPr>
        <w:pStyle w:val="libCenter"/>
      </w:pPr>
      <w:r>
        <w:t>punctual in their prayers.”</w:t>
      </w:r>
    </w:p>
    <w:p w:rsidR="000E09EC" w:rsidRPr="000E09EC" w:rsidRDefault="000E09EC" w:rsidP="00B44A1D">
      <w:pPr>
        <w:pStyle w:val="libCenter"/>
      </w:pPr>
      <w:r>
        <w:t>Dear sir, since I am sure that I will not be able to fulfill your expectations, nor I will be successful in</w:t>
      </w:r>
    </w:p>
    <w:p w:rsidR="000E09EC" w:rsidRDefault="000E09EC" w:rsidP="00B44A1D">
      <w:pPr>
        <w:pStyle w:val="libCenter"/>
      </w:pPr>
      <w:r>
        <w:t>my career WITHOUT prayers, “I resign willingly from the post.”</w:t>
      </w:r>
    </w:p>
    <w:p w:rsidR="000E09EC" w:rsidRPr="000E09EC" w:rsidRDefault="000E09EC" w:rsidP="00B44A1D">
      <w:pPr>
        <w:pStyle w:val="libCenter"/>
      </w:pPr>
      <w:r>
        <w:t>The Administrator looked down for a while then suddenly declared: “Young man, go ahead with</w:t>
      </w:r>
    </w:p>
    <w:p w:rsidR="000E09EC" w:rsidRPr="000E09EC" w:rsidRDefault="000E09EC" w:rsidP="00B44A1D">
      <w:pPr>
        <w:pStyle w:val="libCenter"/>
      </w:pPr>
      <w:r>
        <w:t>your job. You have taught me a very important lesson today: Without prayers and help from God,</w:t>
      </w:r>
    </w:p>
    <w:p w:rsidR="000E09EC" w:rsidRDefault="000E09EC" w:rsidP="00B44A1D">
      <w:pPr>
        <w:pStyle w:val="libCenter"/>
      </w:pPr>
      <w:r>
        <w:t>no work is a success. We shall make special arrangements for prayers from today.”</w:t>
      </w:r>
    </w:p>
    <w:p w:rsidR="000E09EC" w:rsidRPr="00C7518C" w:rsidRDefault="000E09EC" w:rsidP="00B44A1D">
      <w:pPr>
        <w:pStyle w:val="libCenter"/>
      </w:pP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81" w:name="_Toc382223550"/>
      <w:r>
        <w:lastRenderedPageBreak/>
        <w:t>DO NOT DO EVILTO ANYONE</w:t>
      </w:r>
      <w:bookmarkEnd w:id="81"/>
    </w:p>
    <w:p w:rsidR="000E09EC" w:rsidRPr="000E09EC" w:rsidRDefault="000E09EC" w:rsidP="00B44A1D">
      <w:pPr>
        <w:pStyle w:val="libCenter"/>
      </w:pPr>
      <w:r>
        <w:t xml:space="preserve">There was a man in Isfahan who used to beat his wife but unfortunately she </w:t>
      </w:r>
    </w:p>
    <w:p w:rsidR="000E09EC" w:rsidRPr="000E09EC" w:rsidRDefault="000E09EC" w:rsidP="00B44A1D">
      <w:pPr>
        <w:pStyle w:val="libCenter"/>
      </w:pPr>
      <w:r>
        <w:t>succumbed to his beating though he had not intended to kill her. But when she</w:t>
      </w:r>
    </w:p>
    <w:p w:rsidR="000E09EC" w:rsidRPr="000E09EC" w:rsidRDefault="000E09EC" w:rsidP="00B44A1D">
      <w:pPr>
        <w:pStyle w:val="libCenter"/>
      </w:pPr>
      <w:r>
        <w:t>was dead he became fearful of her relatives. In a state of anxiety he came out of</w:t>
      </w:r>
    </w:p>
    <w:p w:rsidR="000E09EC" w:rsidRDefault="000E09EC" w:rsidP="00B44A1D">
      <w:pPr>
        <w:pStyle w:val="libCenter"/>
      </w:pPr>
      <w:r>
        <w:t>his house and met an acquaintance to whom he posed his problem.</w:t>
      </w:r>
    </w:p>
    <w:p w:rsidR="000E09EC" w:rsidRPr="000E09EC" w:rsidRDefault="000E09EC" w:rsidP="00B44A1D">
      <w:pPr>
        <w:pStyle w:val="libCenter"/>
      </w:pPr>
      <w:r>
        <w:t>The friend told him to invite a young man to his house and behead him and put</w:t>
      </w:r>
    </w:p>
    <w:p w:rsidR="000E09EC" w:rsidRPr="000E09EC" w:rsidRDefault="000E09EC" w:rsidP="00B44A1D">
      <w:pPr>
        <w:pStyle w:val="libCenter"/>
      </w:pPr>
      <w:r>
        <w:t>the severed head next to the wife’s corpse. Then he would tell the wife’s relatives</w:t>
      </w:r>
    </w:p>
    <w:p w:rsidR="000E09EC" w:rsidRPr="000E09EC" w:rsidRDefault="000E09EC" w:rsidP="00B44A1D">
      <w:pPr>
        <w:pStyle w:val="libCenter"/>
      </w:pPr>
      <w:r>
        <w:t>that he had found them together in bed and was unable to control his ire. And</w:t>
      </w:r>
    </w:p>
    <w:p w:rsidR="000E09EC" w:rsidRPr="000E09EC" w:rsidRDefault="000E09EC" w:rsidP="00B44A1D">
      <w:pPr>
        <w:pStyle w:val="libCenter"/>
      </w:pPr>
      <w:r>
        <w:t>slew them both. The man liked the idea and sat at the doorway in anticipation of</w:t>
      </w:r>
    </w:p>
    <w:p w:rsidR="000E09EC" w:rsidRPr="000E09EC" w:rsidRDefault="000E09EC" w:rsidP="00B44A1D">
      <w:pPr>
        <w:pStyle w:val="libCenter"/>
      </w:pPr>
      <w:r>
        <w:t>a young man. After sometime a handsome youth passed by his house. He invited him inside and</w:t>
      </w:r>
    </w:p>
    <w:p w:rsidR="000E09EC" w:rsidRDefault="000E09EC" w:rsidP="00B44A1D">
      <w:pPr>
        <w:pStyle w:val="libCenter"/>
      </w:pPr>
      <w:r>
        <w:t>beheaded him.</w:t>
      </w:r>
    </w:p>
    <w:p w:rsidR="000E09EC" w:rsidRPr="000E09EC" w:rsidRDefault="000E09EC" w:rsidP="00B44A1D">
      <w:pPr>
        <w:pStyle w:val="libCenter"/>
      </w:pPr>
      <w:r>
        <w:t>Then he summoned the wife’s relatives and told them the fictitious story. They were satisfied but</w:t>
      </w:r>
    </w:p>
    <w:p w:rsidR="000E09EC" w:rsidRPr="000E09EC" w:rsidRDefault="000E09EC" w:rsidP="00B44A1D">
      <w:pPr>
        <w:pStyle w:val="libCenter"/>
      </w:pPr>
      <w:r>
        <w:t>the person who had devised this plan had a teenage son who did not reach home that day. The man</w:t>
      </w:r>
    </w:p>
    <w:p w:rsidR="000E09EC" w:rsidRPr="000E09EC" w:rsidRDefault="000E09EC" w:rsidP="00B44A1D">
      <w:pPr>
        <w:pStyle w:val="libCenter"/>
      </w:pPr>
      <w:r>
        <w:t>was worried and when the son failed to turn up he came to the house of the one whom he had</w:t>
      </w:r>
    </w:p>
    <w:p w:rsidR="000E09EC" w:rsidRPr="000E09EC" w:rsidRDefault="000E09EC" w:rsidP="00B44A1D">
      <w:pPr>
        <w:pStyle w:val="libCenter"/>
      </w:pPr>
      <w:r>
        <w:t>offered evil advice and asked him if he carried out the plan suggested by him. Yes, said he and took</w:t>
      </w:r>
    </w:p>
    <w:p w:rsidR="000E09EC" w:rsidRPr="000E09EC" w:rsidRDefault="000E09EC" w:rsidP="00B44A1D">
      <w:pPr>
        <w:pStyle w:val="libCenter"/>
      </w:pPr>
      <w:r>
        <w:t>him near the dead bodies. He was shocked when he saw that the youth he had killed was his own</w:t>
      </w:r>
    </w:p>
    <w:p w:rsidR="000E09EC" w:rsidRDefault="000E09EC" w:rsidP="00B44A1D">
      <w:pPr>
        <w:pStyle w:val="libCenter"/>
      </w:pPr>
      <w:r>
        <w:t>son. His evil advice caused the death of his own son.</w:t>
      </w:r>
    </w:p>
    <w:p w:rsidR="000E09EC" w:rsidRPr="000E09EC" w:rsidRDefault="000E09EC" w:rsidP="00192805">
      <w:pPr>
        <w:pStyle w:val="libCenterBold2"/>
      </w:pPr>
      <w:r>
        <w:t>The moral of this story is that one who digs a pit for others falls into it himself.</w:t>
      </w:r>
    </w:p>
    <w:p w:rsidR="000E09EC" w:rsidRDefault="000E09EC" w:rsidP="00192805">
      <w:pPr>
        <w:pStyle w:val="libCenterBold2"/>
      </w:pPr>
      <w:r>
        <w:t>History is replete with such incidents.</w:t>
      </w:r>
    </w:p>
    <w:p w:rsidR="000E09EC" w:rsidRPr="000E09EC" w:rsidRDefault="000E09EC" w:rsidP="00B44A1D">
      <w:pPr>
        <w:pStyle w:val="libCenter"/>
      </w:pPr>
      <w:r>
        <w:t>According to Tafserul Mizan the following saying was common among the Arabs: One who digs a</w:t>
      </w:r>
    </w:p>
    <w:p w:rsidR="000E09EC" w:rsidRPr="000E09EC" w:rsidRDefault="000E09EC" w:rsidP="00B44A1D">
      <w:pPr>
        <w:pStyle w:val="libCenter"/>
      </w:pPr>
      <w:r>
        <w:t>hole for his brother; Allah throws him headlong into it. A similar proverb is present in Persian also:</w:t>
      </w:r>
    </w:p>
    <w:p w:rsidR="000E09EC" w:rsidRDefault="000E09EC" w:rsidP="00B44A1D">
      <w:pPr>
        <w:pStyle w:val="libCenter"/>
      </w:pPr>
      <w:r>
        <w:t>Do not do evil to anyone the sane evil will turn towards you.</w:t>
      </w:r>
    </w:p>
    <w:p w:rsidR="000E09EC" w:rsidRDefault="000E09EC" w:rsidP="00B44A1D">
      <w:pPr>
        <w:pStyle w:val="libCenter"/>
      </w:pPr>
      <w:r>
        <w:t>Reference: Greater Sins Vol. 3 (English) by Ayatullah Dastagaub Shirazi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82" w:name="_Toc382223551"/>
      <w:r>
        <w:lastRenderedPageBreak/>
        <w:t>PUPPIES FOR SALE</w:t>
      </w:r>
      <w:bookmarkEnd w:id="82"/>
      <w:r>
        <w:t xml:space="preserve"> </w:t>
      </w:r>
    </w:p>
    <w:p w:rsidR="000E09EC" w:rsidRPr="000E09EC" w:rsidRDefault="000E09EC" w:rsidP="00B44A1D">
      <w:pPr>
        <w:pStyle w:val="libCenter"/>
      </w:pPr>
      <w:r>
        <w:t>A farmer had some puppies he needed to sell. He painted a sign advertising the pups and set about</w:t>
      </w:r>
    </w:p>
    <w:p w:rsidR="000E09EC" w:rsidRPr="000E09EC" w:rsidRDefault="000E09EC" w:rsidP="00B44A1D">
      <w:pPr>
        <w:pStyle w:val="libCenter"/>
      </w:pPr>
      <w:r>
        <w:t>nailing it to a post on the edge of his yard. As he was driving the last nail into the post, he felt a tug</w:t>
      </w:r>
    </w:p>
    <w:p w:rsidR="000E09EC" w:rsidRDefault="000E09EC" w:rsidP="00B44A1D">
      <w:pPr>
        <w:pStyle w:val="libCenter"/>
      </w:pPr>
      <w:r>
        <w:t>on his overalls. He looked down into the Eyes of a little boy.</w:t>
      </w:r>
    </w:p>
    <w:p w:rsidR="000E09EC" w:rsidRDefault="000E09EC" w:rsidP="00B44A1D">
      <w:pPr>
        <w:pStyle w:val="libCenter"/>
      </w:pPr>
      <w:r>
        <w:t>“Mister,” he said, “I want to buy one of your puppies.”</w:t>
      </w:r>
    </w:p>
    <w:p w:rsidR="000E09EC" w:rsidRPr="000E09EC" w:rsidRDefault="000E09EC" w:rsidP="00B44A1D">
      <w:pPr>
        <w:pStyle w:val="libCenter"/>
      </w:pPr>
      <w:r>
        <w:t>“Well,” said the farmer, as he rubbed the sweat off the back of his neck, “these puppies come from</w:t>
      </w:r>
    </w:p>
    <w:p w:rsidR="000E09EC" w:rsidRDefault="000E09EC" w:rsidP="00B44A1D">
      <w:pPr>
        <w:pStyle w:val="libCenter"/>
      </w:pPr>
      <w:r>
        <w:t>fine parents and cost a good deal of money.”</w:t>
      </w:r>
    </w:p>
    <w:p w:rsidR="000E09EC" w:rsidRPr="000E09EC" w:rsidRDefault="000E09EC" w:rsidP="00B44A1D">
      <w:pPr>
        <w:pStyle w:val="libCenter"/>
      </w:pPr>
      <w:r>
        <w:t xml:space="preserve">The boy dropped his head for a moment. Then reaching deep into his pocket, he pulled out a </w:t>
      </w:r>
    </w:p>
    <w:p w:rsidR="000E09EC" w:rsidRPr="000E09EC" w:rsidRDefault="000E09EC" w:rsidP="00B44A1D">
      <w:pPr>
        <w:pStyle w:val="libCenter"/>
      </w:pPr>
      <w:r>
        <w:t>handful of change and held it up to the farmer. “I’ve got thirty-nine cents. Is that enough to take a</w:t>
      </w:r>
    </w:p>
    <w:p w:rsidR="000E09EC" w:rsidRDefault="000E09EC" w:rsidP="00B44A1D">
      <w:pPr>
        <w:pStyle w:val="libCenter"/>
      </w:pPr>
      <w:r>
        <w:t>look?” “Sure,” said the farmer.</w:t>
      </w:r>
    </w:p>
    <w:p w:rsidR="000E09EC" w:rsidRDefault="000E09EC" w:rsidP="00B44A1D">
      <w:pPr>
        <w:pStyle w:val="libCenter"/>
      </w:pPr>
      <w:r>
        <w:t>And with that he let out a whistle, “Here Dolly!” he called.</w:t>
      </w:r>
    </w:p>
    <w:p w:rsidR="000E09EC" w:rsidRPr="000E09EC" w:rsidRDefault="000E09EC" w:rsidP="00B44A1D">
      <w:pPr>
        <w:pStyle w:val="libCenter"/>
      </w:pPr>
      <w:r>
        <w:t xml:space="preserve">Out from the doghouse and down the ramp ran Dolly followed by four little balls of fur. </w:t>
      </w:r>
    </w:p>
    <w:p w:rsidR="000E09EC" w:rsidRDefault="000E09EC" w:rsidP="00B44A1D">
      <w:pPr>
        <w:pStyle w:val="libCenter"/>
      </w:pPr>
      <w:r>
        <w:t>The little boy pressed his face against the chain link fence. His eyes danced with delight.</w:t>
      </w:r>
    </w:p>
    <w:p w:rsidR="000E09EC" w:rsidRPr="000E09EC" w:rsidRDefault="000E09EC" w:rsidP="00B44A1D">
      <w:pPr>
        <w:pStyle w:val="libCenter"/>
      </w:pPr>
      <w:r>
        <w:t>As the dogs made their way to the fence, the little boy noticed something else stirring inside the</w:t>
      </w:r>
    </w:p>
    <w:p w:rsidR="000E09EC" w:rsidRPr="000E09EC" w:rsidRDefault="000E09EC" w:rsidP="00B44A1D">
      <w:pPr>
        <w:pStyle w:val="libCenter"/>
      </w:pPr>
      <w:r>
        <w:t>doghouse. Slowly another little ball appeared; this One noticeably smaller. Down the ramp it slid.</w:t>
      </w:r>
    </w:p>
    <w:p w:rsidR="000E09EC" w:rsidRPr="000E09EC" w:rsidRDefault="000E09EC" w:rsidP="00B44A1D">
      <w:pPr>
        <w:pStyle w:val="libCenter"/>
      </w:pPr>
      <w:r>
        <w:t>Then in a somewhat awkward manner the little pup began hobbling toward the others, doing its</w:t>
      </w:r>
    </w:p>
    <w:p w:rsidR="000E09EC" w:rsidRDefault="000E09EC" w:rsidP="00B44A1D">
      <w:pPr>
        <w:pStyle w:val="libCenter"/>
      </w:pPr>
      <w:r>
        <w:t>best to catch up....</w:t>
      </w:r>
    </w:p>
    <w:p w:rsidR="000E09EC" w:rsidRDefault="000E09EC" w:rsidP="00B44A1D">
      <w:pPr>
        <w:pStyle w:val="libCenter"/>
      </w:pPr>
      <w:r>
        <w:t>“I want that one,” the little boy said, pointing to the runt.</w:t>
      </w:r>
    </w:p>
    <w:p w:rsidR="000E09EC" w:rsidRPr="000E09EC" w:rsidRDefault="000E09EC" w:rsidP="00B44A1D">
      <w:pPr>
        <w:pStyle w:val="libCenter"/>
      </w:pPr>
      <w:r>
        <w:t>The farmer knelt down at the boy's side and said, “Son, you don’t want that</w:t>
      </w:r>
    </w:p>
    <w:p w:rsidR="000E09EC" w:rsidRPr="000E09EC" w:rsidRDefault="000E09EC" w:rsidP="00B44A1D">
      <w:pPr>
        <w:pStyle w:val="libCenter"/>
      </w:pPr>
      <w:r>
        <w:t>puppy. He will never be able to run and play with you like these other dogs</w:t>
      </w:r>
    </w:p>
    <w:p w:rsidR="000E09EC" w:rsidRDefault="000E09EC" w:rsidP="00B44A1D">
      <w:pPr>
        <w:pStyle w:val="libCenter"/>
      </w:pPr>
      <w:r>
        <w:t>would.”</w:t>
      </w:r>
    </w:p>
    <w:p w:rsidR="000E09EC" w:rsidRPr="000E09EC" w:rsidRDefault="000E09EC" w:rsidP="00B44A1D">
      <w:pPr>
        <w:pStyle w:val="libCenter"/>
      </w:pPr>
      <w:r>
        <w:t>With that the little boy stepped back from the fence, reached down, and</w:t>
      </w:r>
    </w:p>
    <w:p w:rsidR="000E09EC" w:rsidRPr="000E09EC" w:rsidRDefault="000E09EC" w:rsidP="00B44A1D">
      <w:pPr>
        <w:pStyle w:val="libCenter"/>
      </w:pPr>
      <w:r>
        <w:t>began rolling up one leg of his trousers. In doing so he revealed a steel</w:t>
      </w:r>
    </w:p>
    <w:p w:rsidR="000E09EC" w:rsidRPr="000E09EC" w:rsidRDefault="000E09EC" w:rsidP="00B44A1D">
      <w:pPr>
        <w:pStyle w:val="libCenter"/>
      </w:pPr>
      <w:r>
        <w:t>brace running down both sides of his leg attaching itself to a specially made</w:t>
      </w:r>
    </w:p>
    <w:p w:rsidR="000E09EC" w:rsidRPr="000E09EC" w:rsidRDefault="000E09EC" w:rsidP="00B44A1D">
      <w:pPr>
        <w:pStyle w:val="libCenter"/>
      </w:pPr>
      <w:r>
        <w:t>shoe. Looking back up at the farmer, he said, “You see sir, I don’t run too well myself, and he will</w:t>
      </w:r>
    </w:p>
    <w:p w:rsidR="000E09EC" w:rsidRPr="000E09EC" w:rsidRDefault="000E09EC" w:rsidP="00B44A1D">
      <w:pPr>
        <w:pStyle w:val="libCenter"/>
      </w:pPr>
      <w:r>
        <w:t>need someone who understands.”</w:t>
      </w:r>
    </w:p>
    <w:p w:rsidR="000E09EC" w:rsidRPr="000E09EC" w:rsidRDefault="000E09EC" w:rsidP="00192805">
      <w:pPr>
        <w:pStyle w:val="libCenterBold2"/>
      </w:pPr>
      <w:r>
        <w:t xml:space="preserve">The world is full of people who need someone who understands. 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83" w:name="_Toc382223552"/>
      <w:r>
        <w:lastRenderedPageBreak/>
        <w:t>OFFFICE BOY</w:t>
      </w:r>
      <w:bookmarkEnd w:id="83"/>
    </w:p>
    <w:p w:rsidR="000E09EC" w:rsidRDefault="000E09EC" w:rsidP="00B44A1D">
      <w:pPr>
        <w:pStyle w:val="libCenter"/>
      </w:pPr>
      <w:r>
        <w:t>A jobless man applied for the position of “office boy” at a very big firm.</w:t>
      </w:r>
    </w:p>
    <w:p w:rsidR="000E09EC" w:rsidRPr="000E09EC" w:rsidRDefault="000E09EC" w:rsidP="00B44A1D">
      <w:pPr>
        <w:pStyle w:val="libCenter"/>
      </w:pPr>
      <w:r>
        <w:t xml:space="preserve">The HR manager interviewed him, then a test: clean the floor. “You are hired” he said, give me </w:t>
      </w:r>
    </w:p>
    <w:p w:rsidR="000E09EC" w:rsidRPr="000E09EC" w:rsidRDefault="000E09EC" w:rsidP="00B44A1D">
      <w:pPr>
        <w:pStyle w:val="libCenter"/>
      </w:pPr>
      <w:r>
        <w:t xml:space="preserve">your email address, and I’ll send you the application to fill, as well as when you will start. </w:t>
      </w:r>
    </w:p>
    <w:p w:rsidR="000E09EC" w:rsidRDefault="000E09EC" w:rsidP="00B44A1D">
      <w:pPr>
        <w:pStyle w:val="libCenter"/>
      </w:pPr>
      <w:r>
        <w:t>The man replied “I don’t have a computer, neither an email.”</w:t>
      </w:r>
    </w:p>
    <w:p w:rsidR="000E09EC" w:rsidRPr="000E09EC" w:rsidRDefault="000E09EC" w:rsidP="00B44A1D">
      <w:pPr>
        <w:pStyle w:val="libCenter"/>
      </w:pPr>
      <w:r>
        <w:t>I’m sorry, said the HR manager, if you don’t have an email that means you do not exist. And who</w:t>
      </w:r>
    </w:p>
    <w:p w:rsidR="000E09EC" w:rsidRPr="000E09EC" w:rsidRDefault="000E09EC" w:rsidP="00B44A1D">
      <w:pPr>
        <w:pStyle w:val="libCenter"/>
      </w:pPr>
      <w:r>
        <w:t>doesn’t exist, cannot have the job. The man left with no hope at all. He didn’t know what to do,</w:t>
      </w:r>
    </w:p>
    <w:p w:rsidR="000E09EC" w:rsidRDefault="000E09EC" w:rsidP="00B44A1D">
      <w:pPr>
        <w:pStyle w:val="libCenter"/>
      </w:pPr>
      <w:r>
        <w:t>with only $10 US in his pocket.</w:t>
      </w:r>
    </w:p>
    <w:p w:rsidR="000E09EC" w:rsidRPr="000E09EC" w:rsidRDefault="000E09EC" w:rsidP="00B44A1D">
      <w:pPr>
        <w:pStyle w:val="libCenter"/>
      </w:pPr>
      <w:r>
        <w:t>He then decided to go to the supermarket and buy a 10 KG tomato crate. He then sold the tomatoes</w:t>
      </w:r>
    </w:p>
    <w:p w:rsidR="000E09EC" w:rsidRPr="000E09EC" w:rsidRDefault="000E09EC" w:rsidP="00B44A1D">
      <w:pPr>
        <w:pStyle w:val="libCenter"/>
      </w:pPr>
      <w:r>
        <w:t>in a door to door round. In less than two hours, he succeeded to double his capital. He repeated the</w:t>
      </w:r>
    </w:p>
    <w:p w:rsidR="000E09EC" w:rsidRPr="000E09EC" w:rsidRDefault="000E09EC" w:rsidP="00B44A1D">
      <w:pPr>
        <w:pStyle w:val="libCenter"/>
      </w:pPr>
      <w:r>
        <w:t>operation 3 times, and returned home with $60 US. The man realized that he can survive by this</w:t>
      </w:r>
    </w:p>
    <w:p w:rsidR="000E09EC" w:rsidRPr="000E09EC" w:rsidRDefault="000E09EC" w:rsidP="00B44A1D">
      <w:pPr>
        <w:pStyle w:val="libCenter"/>
      </w:pPr>
      <w:r>
        <w:t>way, and started to go everyday earlier, and return late. Thus, his money doubles or triples every</w:t>
      </w:r>
    </w:p>
    <w:p w:rsidR="000E09EC" w:rsidRDefault="000E09EC" w:rsidP="00B44A1D">
      <w:pPr>
        <w:pStyle w:val="libCenter"/>
      </w:pPr>
      <w:r>
        <w:t>day. Shortly later, he bought a cart, then a truck, and then he had his own fleet of delivery vehicles.</w:t>
      </w:r>
    </w:p>
    <w:p w:rsidR="000E09EC" w:rsidRPr="000E09EC" w:rsidRDefault="000E09EC" w:rsidP="00B44A1D">
      <w:pPr>
        <w:pStyle w:val="libCenter"/>
      </w:pPr>
      <w:r>
        <w:t>5 years later, the man is one of the biggest food retailers in the US. He started to plan his family’s</w:t>
      </w:r>
    </w:p>
    <w:p w:rsidR="000E09EC" w:rsidRDefault="000E09EC" w:rsidP="00B44A1D">
      <w:pPr>
        <w:pStyle w:val="libCenter"/>
      </w:pPr>
      <w:r>
        <w:t>future, and decided to have a life insurance.</w:t>
      </w:r>
    </w:p>
    <w:p w:rsidR="000E09EC" w:rsidRPr="000E09EC" w:rsidRDefault="000E09EC" w:rsidP="00B44A1D">
      <w:pPr>
        <w:pStyle w:val="libCenter"/>
      </w:pPr>
      <w:r>
        <w:t xml:space="preserve">He called an insurance broker, and chooses a protection plan. When the conversation was </w:t>
      </w:r>
    </w:p>
    <w:p w:rsidR="000E09EC" w:rsidRPr="000E09EC" w:rsidRDefault="000E09EC" w:rsidP="00B44A1D">
      <w:pPr>
        <w:pStyle w:val="libCenter"/>
      </w:pPr>
      <w:r>
        <w:t>concluded, the broker asked him his email. The man replied: “I don’t have an email.” The broker</w:t>
      </w:r>
    </w:p>
    <w:p w:rsidR="000E09EC" w:rsidRPr="000E09EC" w:rsidRDefault="000E09EC" w:rsidP="00B44A1D">
      <w:pPr>
        <w:pStyle w:val="libCenter"/>
      </w:pPr>
      <w:r>
        <w:t>replied curiously, you don’t have an email, and yet have succeeded to build an</w:t>
      </w:r>
    </w:p>
    <w:p w:rsidR="000E09EC" w:rsidRDefault="000E09EC" w:rsidP="00B44A1D">
      <w:pPr>
        <w:pStyle w:val="libCenter"/>
      </w:pPr>
      <w:r>
        <w:t>empire. Do you imagine what you could have been if you had an email?</w:t>
      </w:r>
    </w:p>
    <w:p w:rsidR="000E09EC" w:rsidRDefault="000E09EC" w:rsidP="00B44A1D">
      <w:pPr>
        <w:pStyle w:val="libCenter"/>
      </w:pPr>
      <w:r>
        <w:t>The man thought for a while, and replied: an office boy!</w:t>
      </w:r>
    </w:p>
    <w:p w:rsidR="000E09EC" w:rsidRPr="000E09EC" w:rsidRDefault="000E09EC" w:rsidP="00192805">
      <w:pPr>
        <w:pStyle w:val="libCenterBold2"/>
      </w:pPr>
      <w:r>
        <w:t>The moral of this story:</w:t>
      </w:r>
    </w:p>
    <w:p w:rsidR="000E09EC" w:rsidRPr="000E09EC" w:rsidRDefault="000E09EC" w:rsidP="00B44A1D">
      <w:pPr>
        <w:pStyle w:val="libCenter"/>
      </w:pPr>
      <w:r>
        <w:t>1: Internet is not the solution to your life.</w:t>
      </w:r>
    </w:p>
    <w:p w:rsidR="000E09EC" w:rsidRPr="000E09EC" w:rsidRDefault="000E09EC" w:rsidP="00B44A1D">
      <w:pPr>
        <w:pStyle w:val="libCenter"/>
      </w:pPr>
      <w:r>
        <w:t>2: If you don’t have internet and you work hard you can be a millionaire.</w:t>
      </w:r>
    </w:p>
    <w:p w:rsidR="000E09EC" w:rsidRPr="000E09EC" w:rsidRDefault="000E09EC" w:rsidP="00B44A1D">
      <w:pPr>
        <w:pStyle w:val="libCenter"/>
      </w:pPr>
      <w:r>
        <w:t xml:space="preserve">3: If you received this message by email, you are closer to be an office boy, rather than a </w:t>
      </w:r>
    </w:p>
    <w:p w:rsidR="000E09EC" w:rsidRDefault="000E09EC" w:rsidP="00B44A1D">
      <w:pPr>
        <w:pStyle w:val="libCenter"/>
      </w:pPr>
      <w:r>
        <w:t>MILLIONAIRE.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84" w:name="_Toc382223553"/>
      <w:r>
        <w:lastRenderedPageBreak/>
        <w:t>ONE BEDROOM FLAT</w:t>
      </w:r>
      <w:bookmarkEnd w:id="84"/>
    </w:p>
    <w:p w:rsidR="000E09EC" w:rsidRPr="000E09EC" w:rsidRDefault="000E09EC" w:rsidP="00B44A1D">
      <w:pPr>
        <w:pStyle w:val="libCenter"/>
      </w:pPr>
      <w:r>
        <w:t>As the dream of most parents I had acquired a MBBS degree and passed PLAB to enter UK, the</w:t>
      </w:r>
    </w:p>
    <w:p w:rsidR="000E09EC" w:rsidRPr="000E09EC" w:rsidRDefault="000E09EC" w:rsidP="00B44A1D">
      <w:pPr>
        <w:pStyle w:val="libCenter"/>
      </w:pPr>
      <w:r>
        <w:t>land of braves and opportunity. When I arrived in the UK, it was as if a dream had come true. Here</w:t>
      </w:r>
    </w:p>
    <w:p w:rsidR="000E09EC" w:rsidRPr="000E09EC" w:rsidRDefault="000E09EC" w:rsidP="00B44A1D">
      <w:pPr>
        <w:pStyle w:val="libCenter"/>
      </w:pPr>
      <w:r>
        <w:t>at last I was in the place where I wanted to be. I decided I would be staying in this country for</w:t>
      </w:r>
    </w:p>
    <w:p w:rsidR="000E09EC" w:rsidRPr="000E09EC" w:rsidRDefault="000E09EC" w:rsidP="00B44A1D">
      <w:pPr>
        <w:pStyle w:val="libCenter"/>
      </w:pPr>
      <w:r>
        <w:t>about Five years (maximum Permit Free Period) in which time I would have earned enough money</w:t>
      </w:r>
    </w:p>
    <w:p w:rsidR="000E09EC" w:rsidRDefault="000E09EC" w:rsidP="00B44A1D">
      <w:pPr>
        <w:pStyle w:val="libCenter"/>
      </w:pPr>
      <w:r>
        <w:t>to settle down in India.</w:t>
      </w:r>
    </w:p>
    <w:p w:rsidR="000E09EC" w:rsidRPr="000E09EC" w:rsidRDefault="000E09EC" w:rsidP="00B44A1D">
      <w:pPr>
        <w:pStyle w:val="libCenter"/>
      </w:pPr>
      <w:r>
        <w:t>My father was a government employee and after his retirement, the only asset he could acquire was</w:t>
      </w:r>
    </w:p>
    <w:p w:rsidR="000E09EC" w:rsidRPr="000E09EC" w:rsidRDefault="000E09EC" w:rsidP="00B44A1D">
      <w:pPr>
        <w:pStyle w:val="libCenter"/>
      </w:pPr>
      <w:r>
        <w:t>a decent one bedroom flat. I wanted to do some thing more than him. I started feeling homesick</w:t>
      </w:r>
    </w:p>
    <w:p w:rsidR="000E09EC" w:rsidRPr="000E09EC" w:rsidRDefault="000E09EC" w:rsidP="00B44A1D">
      <w:pPr>
        <w:pStyle w:val="libCenter"/>
      </w:pPr>
      <w:r>
        <w:t>and lonely as the time passed. I used to call home and speak to my parents every week using cheap</w:t>
      </w:r>
    </w:p>
    <w:p w:rsidR="000E09EC" w:rsidRDefault="000E09EC" w:rsidP="00B44A1D">
      <w:pPr>
        <w:pStyle w:val="libCenter"/>
      </w:pPr>
      <w:r>
        <w:t>international phone cards.</w:t>
      </w:r>
    </w:p>
    <w:p w:rsidR="000E09EC" w:rsidRPr="000E09EC" w:rsidRDefault="000E09EC" w:rsidP="00B44A1D">
      <w:pPr>
        <w:pStyle w:val="libCenter"/>
      </w:pPr>
      <w:r>
        <w:t>Two years passed, two years of Burgers at McDonald’s and chicken legs in KFC and discos and 2</w:t>
      </w:r>
    </w:p>
    <w:p w:rsidR="000E09EC" w:rsidRPr="000E09EC" w:rsidRDefault="000E09EC" w:rsidP="00B44A1D">
      <w:pPr>
        <w:pStyle w:val="libCenter"/>
      </w:pPr>
      <w:r>
        <w:t>years watching the foreign exchange rate getting happy whenever the Rupee value went down.</w:t>
      </w:r>
    </w:p>
    <w:p w:rsidR="000E09EC" w:rsidRPr="000E09EC" w:rsidRDefault="000E09EC" w:rsidP="00B44A1D">
      <w:pPr>
        <w:pStyle w:val="libCenter"/>
      </w:pPr>
      <w:r>
        <w:t xml:space="preserve">Finally I decided to get married. Told my parents that I have only 10 days of holidays and </w:t>
      </w:r>
    </w:p>
    <w:p w:rsidR="000E09EC" w:rsidRPr="000E09EC" w:rsidRDefault="000E09EC" w:rsidP="00B44A1D">
      <w:pPr>
        <w:pStyle w:val="libCenter"/>
      </w:pPr>
      <w:r>
        <w:t>everything must be done within these 10 days. I got my ticket booked in the cheapest flight. Was</w:t>
      </w:r>
    </w:p>
    <w:p w:rsidR="000E09EC" w:rsidRDefault="000E09EC" w:rsidP="00B44A1D">
      <w:pPr>
        <w:pStyle w:val="libCenter"/>
      </w:pPr>
      <w:r>
        <w:t>jubilant as I was actually enjoying shopping for gifts for all my relatives and friends back home.</w:t>
      </w:r>
    </w:p>
    <w:p w:rsidR="000E09EC" w:rsidRPr="000E09EC" w:rsidRDefault="000E09EC" w:rsidP="00B44A1D">
      <w:pPr>
        <w:pStyle w:val="libCenter"/>
      </w:pPr>
      <w:r>
        <w:t>If I miss anyone then there will be talks. After reaching home I spent home one week going through</w:t>
      </w:r>
    </w:p>
    <w:p w:rsidR="000E09EC" w:rsidRPr="000E09EC" w:rsidRDefault="000E09EC" w:rsidP="00B44A1D">
      <w:pPr>
        <w:pStyle w:val="libCenter"/>
      </w:pPr>
      <w:r>
        <w:t>all the photographs of girls and as the time was getting shorter I was forced to select one candidate.</w:t>
      </w:r>
    </w:p>
    <w:p w:rsidR="000E09EC" w:rsidRPr="000E09EC" w:rsidRDefault="000E09EC" w:rsidP="00B44A1D">
      <w:pPr>
        <w:pStyle w:val="libCenter"/>
      </w:pPr>
      <w:r>
        <w:t xml:space="preserve">In-laws told me, to my surprise, that I would have to get married in 2-3 days, as I will not get </w:t>
      </w:r>
    </w:p>
    <w:p w:rsidR="000E09EC" w:rsidRDefault="000E09EC" w:rsidP="00B44A1D">
      <w:pPr>
        <w:pStyle w:val="libCenter"/>
      </w:pPr>
      <w:r>
        <w:t>anymore holidays soon and they cannot wait for long.</w:t>
      </w:r>
    </w:p>
    <w:p w:rsidR="000E09EC" w:rsidRPr="000E09EC" w:rsidRDefault="000E09EC" w:rsidP="00B44A1D">
      <w:pPr>
        <w:pStyle w:val="libCenter"/>
      </w:pPr>
      <w:r>
        <w:t>After the marriage, it was time to return to UK, after giving some money to my parents and telling</w:t>
      </w:r>
    </w:p>
    <w:p w:rsidR="000E09EC" w:rsidRPr="000E09EC" w:rsidRDefault="000E09EC" w:rsidP="00B44A1D">
      <w:pPr>
        <w:pStyle w:val="libCenter"/>
      </w:pPr>
      <w:r>
        <w:t>the neighbors to look after them, we (I was lucky and managed to get the visa of my wife early)</w:t>
      </w:r>
    </w:p>
    <w:p w:rsidR="000E09EC" w:rsidRDefault="000E09EC" w:rsidP="00B44A1D">
      <w:pPr>
        <w:pStyle w:val="libCenter"/>
      </w:pPr>
      <w:r>
        <w:t>returned to UK.</w:t>
      </w:r>
    </w:p>
    <w:p w:rsidR="000E09EC" w:rsidRPr="000E09EC" w:rsidRDefault="000E09EC" w:rsidP="00B44A1D">
      <w:pPr>
        <w:pStyle w:val="libCenter"/>
      </w:pPr>
      <w:r>
        <w:t xml:space="preserve">My wife enjoyed this country for about two months and then she started feeling lonely. The </w:t>
      </w:r>
    </w:p>
    <w:p w:rsidR="000E09EC" w:rsidRPr="000E09EC" w:rsidRDefault="000E09EC" w:rsidP="00B44A1D">
      <w:pPr>
        <w:pStyle w:val="libCenter"/>
      </w:pPr>
      <w:r>
        <w:t>frequency of calling India increased to twice in a week sometimes 3 times a week as she also has to</w:t>
      </w:r>
    </w:p>
    <w:p w:rsidR="000E09EC" w:rsidRDefault="000E09EC" w:rsidP="00B44A1D">
      <w:pPr>
        <w:pStyle w:val="libCenter"/>
      </w:pPr>
      <w:r>
        <w:t>call her parents. Our savings started diminishing. After two more years we started to have kids.</w:t>
      </w:r>
    </w:p>
    <w:p w:rsidR="000E09EC" w:rsidRPr="000E09EC" w:rsidRDefault="000E09EC" w:rsidP="00B44A1D">
      <w:pPr>
        <w:pStyle w:val="libCenter"/>
      </w:pPr>
      <w:r>
        <w:t xml:space="preserve">Two lovely kids, a boy and a girl, were gifted to us by the almighty. Every time I spoke to my </w:t>
      </w:r>
    </w:p>
    <w:p w:rsidR="000E09EC" w:rsidRPr="000E09EC" w:rsidRDefault="000E09EC" w:rsidP="00B44A1D">
      <w:pPr>
        <w:pStyle w:val="libCenter"/>
      </w:pPr>
      <w:r>
        <w:t>parents, they asked me to come to India so that they can see their grand-children. Every year I</w:t>
      </w:r>
    </w:p>
    <w:p w:rsidR="000E09EC" w:rsidRDefault="000E09EC" w:rsidP="00B44A1D">
      <w:pPr>
        <w:pStyle w:val="libCenter"/>
      </w:pPr>
      <w:r>
        <w:t>decide to go to India.</w:t>
      </w:r>
    </w:p>
    <w:p w:rsidR="000E09EC" w:rsidRPr="000E09EC" w:rsidRDefault="000E09EC" w:rsidP="00B44A1D">
      <w:pPr>
        <w:pStyle w:val="libCenter"/>
      </w:pPr>
      <w:r>
        <w:t>But part work, part monetary conditions prevented it. Years went by and visiting India was a</w:t>
      </w:r>
    </w:p>
    <w:p w:rsidR="000E09EC" w:rsidRPr="000E09EC" w:rsidRDefault="000E09EC" w:rsidP="00B44A1D">
      <w:pPr>
        <w:pStyle w:val="libCenter"/>
      </w:pPr>
      <w:r>
        <w:t>distant dream. Then suddenly one day I got a message that my parents were seriously sick. I tried</w:t>
      </w:r>
    </w:p>
    <w:p w:rsidR="000E09EC" w:rsidRPr="000E09EC" w:rsidRDefault="000E09EC" w:rsidP="00B44A1D">
      <w:pPr>
        <w:pStyle w:val="libCenter"/>
      </w:pPr>
      <w:r>
        <w:t>but I couldn’t get any holidays and was stuck up in the procedures and thus could not go to India.</w:t>
      </w:r>
    </w:p>
    <w:p w:rsidR="000E09EC" w:rsidRPr="000E09EC" w:rsidRDefault="000E09EC" w:rsidP="00B44A1D">
      <w:pPr>
        <w:pStyle w:val="libCenter"/>
      </w:pPr>
      <w:r>
        <w:lastRenderedPageBreak/>
        <w:t>The next message I got was my parents were passed away and as there was no one to do the last</w:t>
      </w:r>
    </w:p>
    <w:p w:rsidR="000E09EC" w:rsidRPr="000E09EC" w:rsidRDefault="000E09EC" w:rsidP="00B44A1D">
      <w:pPr>
        <w:pStyle w:val="libCenter"/>
      </w:pPr>
      <w:r>
        <w:t>rites the society members had done whatever they could. I was depressed. My parents passed away</w:t>
      </w:r>
    </w:p>
    <w:p w:rsidR="000E09EC" w:rsidRDefault="000E09EC" w:rsidP="00B44A1D">
      <w:pPr>
        <w:pStyle w:val="libCenter"/>
      </w:pPr>
      <w:r>
        <w:t>without seeing their grand children.</w:t>
      </w:r>
    </w:p>
    <w:p w:rsidR="000E09EC" w:rsidRPr="000E09EC" w:rsidRDefault="000E09EC" w:rsidP="00B44A1D">
      <w:pPr>
        <w:pStyle w:val="libCenter"/>
      </w:pPr>
      <w:r>
        <w:t>After couple more years passed away, much to my children’s dislike (by now nearly cocos) and my</w:t>
      </w:r>
    </w:p>
    <w:p w:rsidR="000E09EC" w:rsidRPr="000E09EC" w:rsidRDefault="000E09EC" w:rsidP="00B44A1D">
      <w:pPr>
        <w:pStyle w:val="libCenter"/>
      </w:pPr>
      <w:r>
        <w:t>wife’s joy we returned to India to settle down. I started to look for a suitable property, but to my</w:t>
      </w:r>
    </w:p>
    <w:p w:rsidR="000E09EC" w:rsidRPr="000E09EC" w:rsidRDefault="000E09EC" w:rsidP="00B44A1D">
      <w:pPr>
        <w:pStyle w:val="libCenter"/>
      </w:pPr>
      <w:r>
        <w:t>dismay my savings were short and the property prices had gone up during all these years. I had to</w:t>
      </w:r>
    </w:p>
    <w:p w:rsidR="000E09EC" w:rsidRPr="000E09EC" w:rsidRDefault="000E09EC" w:rsidP="00B44A1D">
      <w:pPr>
        <w:pStyle w:val="libCenter"/>
      </w:pPr>
      <w:r>
        <w:t>return to the UK. My wife refused to come back with me and my children refused to stay in India.</w:t>
      </w:r>
    </w:p>
    <w:p w:rsidR="000E09EC" w:rsidRPr="000E09EC" w:rsidRDefault="000E09EC" w:rsidP="00B44A1D">
      <w:pPr>
        <w:pStyle w:val="libCenter"/>
      </w:pPr>
      <w:r>
        <w:t>My 2 children and I returned to UK after promising my wife I would be back for good after two</w:t>
      </w:r>
    </w:p>
    <w:p w:rsidR="000E09EC" w:rsidRDefault="000E09EC" w:rsidP="00B44A1D">
      <w:pPr>
        <w:pStyle w:val="libCenter"/>
      </w:pPr>
      <w:r>
        <w:t>years.</w:t>
      </w:r>
    </w:p>
    <w:p w:rsidR="000E09EC" w:rsidRPr="000E09EC" w:rsidRDefault="000E09EC" w:rsidP="00B44A1D">
      <w:pPr>
        <w:pStyle w:val="libCenter"/>
      </w:pPr>
      <w:r>
        <w:t>Time passed by, my daughter decided to get married to a Scottish and my son was happy living in</w:t>
      </w:r>
    </w:p>
    <w:p w:rsidR="000E09EC" w:rsidRPr="000E09EC" w:rsidRDefault="000E09EC" w:rsidP="00B44A1D">
      <w:pPr>
        <w:pStyle w:val="libCenter"/>
      </w:pPr>
      <w:r>
        <w:t>Ireland. I decided that enough is enough and wound-up every thing and returned to India. I had</w:t>
      </w:r>
    </w:p>
    <w:p w:rsidR="000E09EC" w:rsidRPr="000E09EC" w:rsidRDefault="000E09EC" w:rsidP="00B44A1D">
      <w:pPr>
        <w:pStyle w:val="libCenter"/>
      </w:pPr>
      <w:r>
        <w:t>just enough money to buy a decent Two-bed room flat in a well-developed locality. Now I am 60</w:t>
      </w:r>
    </w:p>
    <w:p w:rsidR="000E09EC" w:rsidRPr="000E09EC" w:rsidRDefault="000E09EC" w:rsidP="00B44A1D">
      <w:pPr>
        <w:pStyle w:val="libCenter"/>
      </w:pPr>
      <w:r>
        <w:t>years old and the only time I go out of the flat is for the routine visit to the nearby place of worship.</w:t>
      </w:r>
    </w:p>
    <w:p w:rsidR="000E09EC" w:rsidRDefault="000E09EC" w:rsidP="00B44A1D">
      <w:pPr>
        <w:pStyle w:val="libCenter"/>
      </w:pPr>
      <w:r>
        <w:t>My faithful wife has also left me and gone to the holy abode.</w:t>
      </w:r>
    </w:p>
    <w:p w:rsidR="000E09EC" w:rsidRPr="000E09EC" w:rsidRDefault="000E09EC" w:rsidP="00B44A1D">
      <w:pPr>
        <w:pStyle w:val="libCenter"/>
      </w:pPr>
      <w:r>
        <w:t>Sometimes I wondered was it worth all this? My father, even after staying in India, had a house to</w:t>
      </w:r>
    </w:p>
    <w:p w:rsidR="000E09EC" w:rsidRDefault="000E09EC" w:rsidP="00B44A1D">
      <w:pPr>
        <w:pStyle w:val="libCenter"/>
      </w:pPr>
      <w:r>
        <w:t>his name and I too have the same, nothing more.</w:t>
      </w:r>
    </w:p>
    <w:p w:rsidR="000E09EC" w:rsidRPr="000E09EC" w:rsidRDefault="000E09EC" w:rsidP="00B44A1D">
      <w:pPr>
        <w:pStyle w:val="libCenter"/>
      </w:pPr>
      <w:r>
        <w:t>I lost my parents and children for just ONE EXTRA BEDROOM. Looking out from the window I</w:t>
      </w:r>
    </w:p>
    <w:p w:rsidR="000E09EC" w:rsidRPr="000E09EC" w:rsidRDefault="000E09EC" w:rsidP="00B44A1D">
      <w:pPr>
        <w:pStyle w:val="libCenter"/>
      </w:pPr>
      <w:r>
        <w:t xml:space="preserve">see a lot of children dancing. This damned cable TV has spoiled our new generation and these </w:t>
      </w:r>
    </w:p>
    <w:p w:rsidR="000E09EC" w:rsidRPr="000E09EC" w:rsidRDefault="000E09EC" w:rsidP="00B44A1D">
      <w:pPr>
        <w:pStyle w:val="libCenter"/>
      </w:pPr>
      <w:r>
        <w:t>children are losing their values and culture because of it. I get occasional cards from my children</w:t>
      </w:r>
    </w:p>
    <w:p w:rsidR="000E09EC" w:rsidRDefault="000E09EC" w:rsidP="00B44A1D">
      <w:pPr>
        <w:pStyle w:val="libCenter"/>
      </w:pPr>
      <w:r>
        <w:t>asking I am alright.</w:t>
      </w:r>
    </w:p>
    <w:p w:rsidR="000E09EC" w:rsidRPr="000E09EC" w:rsidRDefault="000E09EC" w:rsidP="00B44A1D">
      <w:pPr>
        <w:pStyle w:val="libCenter"/>
      </w:pPr>
      <w:r>
        <w:t>Well at least they remember me. Now perhaps after I die it will be</w:t>
      </w:r>
    </w:p>
    <w:p w:rsidR="000E09EC" w:rsidRPr="000E09EC" w:rsidRDefault="000E09EC" w:rsidP="00B44A1D">
      <w:pPr>
        <w:pStyle w:val="libCenter"/>
      </w:pPr>
      <w:r>
        <w:t xml:space="preserve">the neighbors again who will be performing my last rites, </w:t>
      </w:r>
    </w:p>
    <w:p w:rsidR="000E09EC" w:rsidRDefault="000E09EC" w:rsidP="00B44A1D">
      <w:pPr>
        <w:pStyle w:val="libCenter"/>
      </w:pPr>
      <w:r>
        <w:t>God Bless them.</w:t>
      </w:r>
    </w:p>
    <w:p w:rsidR="000E09EC" w:rsidRDefault="000E09EC" w:rsidP="00B44A1D">
      <w:pPr>
        <w:pStyle w:val="libCenter"/>
      </w:pPr>
      <w:r>
        <w:t>But the question still remains ‘was all this worth it?’</w:t>
      </w:r>
    </w:p>
    <w:p w:rsidR="000E09EC" w:rsidRPr="000E09EC" w:rsidRDefault="000E09EC" w:rsidP="00B44A1D">
      <w:pPr>
        <w:pStyle w:val="libCenter"/>
      </w:pPr>
      <w:r>
        <w:t>I am still searching for an answer....There are no unanswered</w:t>
      </w:r>
    </w:p>
    <w:p w:rsidR="000E09EC" w:rsidRPr="000E09EC" w:rsidRDefault="000E09EC" w:rsidP="00B44A1D">
      <w:pPr>
        <w:pStyle w:val="libCenter"/>
      </w:pPr>
      <w:r>
        <w:t>prayers.... At times the answer is NO.</w:t>
      </w:r>
    </w:p>
    <w:p w:rsidR="000E09EC" w:rsidRDefault="000E09EC" w:rsidP="00B44A1D">
      <w:pPr>
        <w:pStyle w:val="libCenter"/>
      </w:pPr>
      <w:r>
        <w:t xml:space="preserve">THEYARE NOT IN NEED OF YOUR PRESENTS...! </w:t>
      </w:r>
    </w:p>
    <w:p w:rsidR="000E09EC" w:rsidRPr="000E09EC" w:rsidRDefault="000E09EC" w:rsidP="00B44A1D">
      <w:pPr>
        <w:pStyle w:val="libCenter"/>
      </w:pPr>
      <w:r>
        <w:t>A’bdullah Ibn Masud had been one of the close companions of the Holy Prophet (SAW) and had</w:t>
      </w:r>
    </w:p>
    <w:p w:rsidR="000E09EC" w:rsidRPr="000E09EC" w:rsidRDefault="000E09EC" w:rsidP="00B44A1D">
      <w:pPr>
        <w:pStyle w:val="libCenter"/>
      </w:pPr>
      <w:r>
        <w:t>developed into being a distinguished and zealous personality of Islam. During the caliphate of</w:t>
      </w:r>
    </w:p>
    <w:p w:rsidR="000E09EC" w:rsidRDefault="000E09EC" w:rsidP="00B44A1D">
      <w:pPr>
        <w:pStyle w:val="libCenter"/>
      </w:pPr>
      <w:r>
        <w:t>Hazrat U’thman, he suffered a bout of illness, which eventually resulted in his death.</w:t>
      </w:r>
    </w:p>
    <w:p w:rsidR="000E09EC" w:rsidRPr="000E09EC" w:rsidRDefault="000E09EC" w:rsidP="00B44A1D">
      <w:pPr>
        <w:pStyle w:val="libCenter"/>
      </w:pPr>
      <w:r>
        <w:t>Hazrat U’thman once came to pay him a visit and finding him distressed, asked, what distresses</w:t>
      </w:r>
    </w:p>
    <w:p w:rsidR="000E09EC" w:rsidRPr="000E09EC" w:rsidRDefault="000E09EC" w:rsidP="00B44A1D">
      <w:pPr>
        <w:pStyle w:val="libCenter"/>
      </w:pPr>
      <w:r>
        <w:t>you so greatly? My sins, he answered.</w:t>
      </w:r>
    </w:p>
    <w:p w:rsidR="000E09EC" w:rsidRPr="000E09EC" w:rsidRDefault="000E09EC" w:rsidP="00B44A1D">
      <w:pPr>
        <w:pStyle w:val="libCenter"/>
      </w:pPr>
      <w:r w:rsidRPr="000E09EC">
        <w:t>“T</w:t>
      </w:r>
      <w:r w:rsidRPr="00C7518C">
        <w:t>he honor of a Mu’min lies in night worship</w:t>
      </w:r>
    </w:p>
    <w:p w:rsidR="000E09EC" w:rsidRPr="000E09EC" w:rsidRDefault="000E09EC" w:rsidP="00B44A1D">
      <w:pPr>
        <w:pStyle w:val="libCenter"/>
      </w:pPr>
      <w:r>
        <w:lastRenderedPageBreak/>
        <w:t>Tell me your wish so that I can fulfill it for you.</w:t>
      </w:r>
    </w:p>
    <w:p w:rsidR="000E09EC" w:rsidRPr="00C7518C" w:rsidRDefault="000E09EC" w:rsidP="00B44A1D">
      <w:pPr>
        <w:pStyle w:val="libCenter"/>
      </w:pPr>
      <w:r w:rsidRPr="00C7518C">
        <w:t xml:space="preserve">and his esteem lies in his being </w:t>
      </w:r>
    </w:p>
    <w:p w:rsidR="000E09EC" w:rsidRPr="00C7518C" w:rsidRDefault="000E09EC" w:rsidP="00B44A1D">
      <w:pPr>
        <w:pStyle w:val="libCenter"/>
      </w:pPr>
      <w:r w:rsidRPr="00C7518C">
        <w:t xml:space="preserve">independent of the people.” </w:t>
      </w:r>
    </w:p>
    <w:p w:rsidR="000E09EC" w:rsidRPr="000E09EC" w:rsidRDefault="000E09EC" w:rsidP="00B44A1D">
      <w:pPr>
        <w:pStyle w:val="libCenter"/>
      </w:pPr>
      <w:r>
        <w:t>I desire God mercy, replied Ibn Masud.</w:t>
      </w:r>
    </w:p>
    <w:p w:rsidR="000E09EC" w:rsidRPr="00C7518C" w:rsidRDefault="000E09EC" w:rsidP="00B44A1D">
      <w:pPr>
        <w:pStyle w:val="libCenter"/>
      </w:pPr>
      <w:r w:rsidRPr="00C7518C">
        <w:t>Imam Sadiq (AS)</w:t>
      </w:r>
    </w:p>
    <w:p w:rsidR="000E09EC" w:rsidRDefault="000E09EC" w:rsidP="00B44A1D">
      <w:pPr>
        <w:pStyle w:val="libCenter"/>
      </w:pPr>
      <w:r>
        <w:t>The caliph asked, if you permit, I could call for the doctor.</w:t>
      </w:r>
    </w:p>
    <w:p w:rsidR="000E09EC" w:rsidRDefault="000E09EC" w:rsidP="00B44A1D">
      <w:pPr>
        <w:pStyle w:val="libCenter"/>
      </w:pPr>
      <w:r>
        <w:t>It is the Doctor who has made me sick, replied Ibn Masud.</w:t>
      </w:r>
    </w:p>
    <w:p w:rsidR="000E09EC" w:rsidRDefault="000E09EC" w:rsidP="00B44A1D">
      <w:pPr>
        <w:pStyle w:val="libCenter"/>
      </w:pPr>
      <w:r>
        <w:t>If you want, I could present you with gifts from the Public Treasury.</w:t>
      </w:r>
    </w:p>
    <w:p w:rsidR="000E09EC" w:rsidRPr="000E09EC" w:rsidRDefault="000E09EC" w:rsidP="00B44A1D">
      <w:pPr>
        <w:pStyle w:val="libCenter"/>
      </w:pPr>
      <w:r>
        <w:t>Ibn Masud retorted, at the time when I was in need, you did not give me a thing and now that I am</w:t>
      </w:r>
    </w:p>
    <w:p w:rsidR="000E09EC" w:rsidRDefault="000E09EC" w:rsidP="00B44A1D">
      <w:pPr>
        <w:pStyle w:val="libCenter"/>
      </w:pPr>
      <w:r>
        <w:t>not in need, you wish to shower me with presents!</w:t>
      </w:r>
    </w:p>
    <w:p w:rsidR="000E09EC" w:rsidRDefault="000E09EC" w:rsidP="00B44A1D">
      <w:pPr>
        <w:pStyle w:val="libCenter"/>
      </w:pPr>
      <w:r>
        <w:t>Hazrat U’thman insisted, Let these gifts be for your daughters then.</w:t>
      </w:r>
    </w:p>
    <w:p w:rsidR="000E09EC" w:rsidRPr="000E09EC" w:rsidRDefault="000E09EC" w:rsidP="00B44A1D">
      <w:pPr>
        <w:pStyle w:val="libCenter"/>
      </w:pPr>
      <w:r>
        <w:t>They are not in need of your presents, Ibn Masud replied tersely. I have instructed them to recite</w:t>
      </w:r>
    </w:p>
    <w:p w:rsidR="000E09EC" w:rsidRPr="000E09EC" w:rsidRDefault="000E09EC" w:rsidP="00B44A1D">
      <w:pPr>
        <w:pStyle w:val="libCenter"/>
      </w:pPr>
      <w:r>
        <w:t>the chapter Al-Waaqiah every night, for surely, I have heard the Holy Prophet (SAW) say: One, who</w:t>
      </w:r>
    </w:p>
    <w:p w:rsidR="000E09EC" w:rsidRDefault="000E09EC" w:rsidP="00B44A1D">
      <w:pPr>
        <w:pStyle w:val="libCenter"/>
      </w:pPr>
      <w:r>
        <w:t>recites the chapter Al-Waaqiah every night, shall never be afflicted by poverty.</w:t>
      </w:r>
    </w:p>
    <w:p w:rsidR="000E09EC" w:rsidRPr="00C7518C" w:rsidRDefault="000E09EC" w:rsidP="00C7518C">
      <w:pPr>
        <w:pStyle w:val="libCenterBold2"/>
      </w:pPr>
      <w:r>
        <w:t xml:space="preserve">“Prayer reverts both what has been destined and what has not been destined.” Imam Musa (AS) 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85" w:name="_Toc382223554"/>
      <w:r>
        <w:lastRenderedPageBreak/>
        <w:t>YOU ARE BEAUTIFUL!</w:t>
      </w:r>
      <w:bookmarkEnd w:id="85"/>
    </w:p>
    <w:p w:rsidR="000E09EC" w:rsidRPr="000E09EC" w:rsidRDefault="000E09EC" w:rsidP="00B44A1D">
      <w:pPr>
        <w:pStyle w:val="libCenter"/>
      </w:pPr>
      <w:r>
        <w:t>It’s a phrase that my mother uses a lot. I used to wonder, “How in the world</w:t>
      </w:r>
    </w:p>
    <w:p w:rsidR="000E09EC" w:rsidRPr="000E09EC" w:rsidRDefault="000E09EC" w:rsidP="00B44A1D">
      <w:pPr>
        <w:pStyle w:val="libCenter"/>
      </w:pPr>
      <w:r>
        <w:t>can Mother call them beautiful?” I am a logical, statistical man. I call things</w:t>
      </w:r>
    </w:p>
    <w:p w:rsidR="000E09EC" w:rsidRDefault="000E09EC" w:rsidP="00B44A1D">
      <w:pPr>
        <w:pStyle w:val="libCenter"/>
      </w:pPr>
      <w:r>
        <w:t>as I see them. I didn’t see beauty.</w:t>
      </w:r>
    </w:p>
    <w:p w:rsidR="000E09EC" w:rsidRPr="000E09EC" w:rsidRDefault="000E09EC" w:rsidP="00B44A1D">
      <w:pPr>
        <w:pStyle w:val="libCenter"/>
      </w:pPr>
      <w:r>
        <w:t xml:space="preserve">My mother would tell people this with an enthusiasm they could feel. She </w:t>
      </w:r>
    </w:p>
    <w:p w:rsidR="000E09EC" w:rsidRPr="000E09EC" w:rsidRDefault="000E09EC" w:rsidP="00B44A1D">
      <w:pPr>
        <w:pStyle w:val="libCenter"/>
      </w:pPr>
      <w:r>
        <w:t>was genuine. She wasn’t telling them they were beautiful to get something</w:t>
      </w:r>
    </w:p>
    <w:p w:rsidR="000E09EC" w:rsidRPr="000E09EC" w:rsidRDefault="000E09EC" w:rsidP="00B44A1D">
      <w:pPr>
        <w:pStyle w:val="libCenter"/>
      </w:pPr>
      <w:r>
        <w:t xml:space="preserve">from them. Most of the time, they were trying to get something from her. </w:t>
      </w:r>
    </w:p>
    <w:p w:rsidR="000E09EC" w:rsidRPr="000E09EC" w:rsidRDefault="000E09EC" w:rsidP="00B44A1D">
      <w:pPr>
        <w:pStyle w:val="libCenter"/>
      </w:pPr>
      <w:r>
        <w:t>I wondered for years what was wrong with Mother’s perception and vision.</w:t>
      </w:r>
    </w:p>
    <w:p w:rsidR="000E09EC" w:rsidRDefault="000E09EC" w:rsidP="00B44A1D">
      <w:pPr>
        <w:pStyle w:val="libCenter"/>
      </w:pPr>
      <w:r>
        <w:t>Couldn’t she see that all of the people she called beautiful weren’t beautiful?</w:t>
      </w:r>
    </w:p>
    <w:p w:rsidR="000E09EC" w:rsidRPr="000E09EC" w:rsidRDefault="000E09EC" w:rsidP="00B44A1D">
      <w:pPr>
        <w:pStyle w:val="libCenter"/>
      </w:pPr>
      <w:r>
        <w:t>You were beautiful only if you had a certain figure and face that was classed as beautiful by the laws</w:t>
      </w:r>
    </w:p>
    <w:p w:rsidR="000E09EC" w:rsidRPr="000E09EC" w:rsidRDefault="000E09EC" w:rsidP="00B44A1D">
      <w:pPr>
        <w:pStyle w:val="libCenter"/>
      </w:pPr>
      <w:r>
        <w:t>of the world and glamour. Yet when my mother spoke, people smiled as though Glamour magazine</w:t>
      </w:r>
    </w:p>
    <w:p w:rsidR="000E09EC" w:rsidRDefault="000E09EC" w:rsidP="00B44A1D">
      <w:pPr>
        <w:pStyle w:val="libCenter"/>
      </w:pPr>
      <w:r>
        <w:t>had listed them as one of the beautiful people of the year.</w:t>
      </w:r>
    </w:p>
    <w:p w:rsidR="000E09EC" w:rsidRPr="000E09EC" w:rsidRDefault="000E09EC" w:rsidP="00B44A1D">
      <w:pPr>
        <w:pStyle w:val="libCenter"/>
      </w:pPr>
      <w:r>
        <w:t>It took me years to finally understand my mother’s vision and the phrase, “Beauty is in the eye of</w:t>
      </w:r>
    </w:p>
    <w:p w:rsidR="000E09EC" w:rsidRPr="000E09EC" w:rsidRDefault="000E09EC" w:rsidP="00B44A1D">
      <w:pPr>
        <w:pStyle w:val="libCenter"/>
      </w:pPr>
      <w:r>
        <w:t>the beholder.” My mother had a spirit that could see the beauty in a person. Most only look on the</w:t>
      </w:r>
    </w:p>
    <w:p w:rsidR="000E09EC" w:rsidRPr="000E09EC" w:rsidRDefault="000E09EC" w:rsidP="00B44A1D">
      <w:pPr>
        <w:pStyle w:val="libCenter"/>
      </w:pPr>
      <w:r>
        <w:t>outside and then compare what they see with the standards the world has given them. That was</w:t>
      </w:r>
    </w:p>
    <w:p w:rsidR="000E09EC" w:rsidRPr="000E09EC" w:rsidRDefault="000E09EC" w:rsidP="00B44A1D">
      <w:pPr>
        <w:pStyle w:val="libCenter"/>
      </w:pPr>
      <w:r>
        <w:t xml:space="preserve">what I was doing. Today when you leave your house, carefully look at the first person whom you </w:t>
      </w:r>
    </w:p>
    <w:p w:rsidR="000E09EC" w:rsidRDefault="000E09EC" w:rsidP="00B44A1D">
      <w:pPr>
        <w:pStyle w:val="libCenter"/>
      </w:pPr>
      <w:r>
        <w:t>see and notice how beautiful they are.</w:t>
      </w:r>
    </w:p>
    <w:p w:rsidR="000E09EC" w:rsidRPr="000E09EC" w:rsidRDefault="000E09EC" w:rsidP="00B44A1D">
      <w:pPr>
        <w:pStyle w:val="libCenter"/>
      </w:pPr>
      <w:r>
        <w:t>They may be balding, fat, wrinkled, pimply, or any of the other things the world frowns upon as</w:t>
      </w:r>
    </w:p>
    <w:p w:rsidR="000E09EC" w:rsidRDefault="000E09EC" w:rsidP="00B44A1D">
      <w:pPr>
        <w:pStyle w:val="libCenter"/>
      </w:pPr>
      <w:r>
        <w:t>beauty. Look at them closely and look for the beauty. If you really look, you’ll see it.</w:t>
      </w:r>
    </w:p>
    <w:p w:rsidR="000E09EC" w:rsidRPr="000E09EC" w:rsidRDefault="000E09EC" w:rsidP="00B44A1D">
      <w:pPr>
        <w:pStyle w:val="libCenter"/>
      </w:pPr>
      <w:r>
        <w:t>I didn’t believe that at first until I tried it. Sure enough, as I stared and opened another set of eyes,</w:t>
      </w:r>
    </w:p>
    <w:p w:rsidR="000E09EC" w:rsidRPr="000E09EC" w:rsidRDefault="000E09EC" w:rsidP="00B44A1D">
      <w:pPr>
        <w:pStyle w:val="libCenter"/>
      </w:pPr>
      <w:r>
        <w:t>I was able to see the beauty in every person. No matter how rough or worn a person looked, each</w:t>
      </w:r>
    </w:p>
    <w:p w:rsidR="000E09EC" w:rsidRDefault="000E09EC" w:rsidP="00B44A1D">
      <w:pPr>
        <w:pStyle w:val="libCenter"/>
      </w:pPr>
      <w:r>
        <w:t>pain etched line held a glimpse of beauty.</w:t>
      </w:r>
    </w:p>
    <w:p w:rsidR="000E09EC" w:rsidRPr="000E09EC" w:rsidRDefault="000E09EC" w:rsidP="00B44A1D">
      <w:pPr>
        <w:pStyle w:val="libCenter"/>
      </w:pPr>
      <w:r>
        <w:t>You just had to look for the beauty. It’s there. When you leave your home this morning, look hard</w:t>
      </w:r>
    </w:p>
    <w:p w:rsidR="000E09EC" w:rsidRPr="000E09EC" w:rsidRDefault="000E09EC" w:rsidP="00B44A1D">
      <w:pPr>
        <w:pStyle w:val="libCenter"/>
      </w:pPr>
      <w:r>
        <w:t>at each person. You will start to see the beauty of every human who you didn’t know existed. Trust</w:t>
      </w:r>
    </w:p>
    <w:p w:rsidR="000E09EC" w:rsidRPr="000E09EC" w:rsidRDefault="000E09EC" w:rsidP="00B44A1D">
      <w:pPr>
        <w:pStyle w:val="libCenter"/>
      </w:pPr>
      <w:r>
        <w:t>me and try this. If you sincerely look, you will see it. When you get home after seeing the beauty in</w:t>
      </w:r>
    </w:p>
    <w:p w:rsidR="000E09EC" w:rsidRPr="000E09EC" w:rsidRDefault="000E09EC" w:rsidP="00B44A1D">
      <w:pPr>
        <w:pStyle w:val="libCenter"/>
      </w:pPr>
      <w:r>
        <w:t>faces you see, look in the mirror. You are beautiful. Thank you mama for all of the beauty that you</w:t>
      </w:r>
    </w:p>
    <w:p w:rsidR="000E09EC" w:rsidRPr="000E09EC" w:rsidRDefault="000E09EC" w:rsidP="00B44A1D">
      <w:pPr>
        <w:pStyle w:val="libCenter"/>
      </w:pPr>
      <w:r>
        <w:t xml:space="preserve">have not only seen, but added. She used to tell me: “Be like a honey bee which always sits on </w:t>
      </w:r>
    </w:p>
    <w:p w:rsidR="000E09EC" w:rsidRDefault="000E09EC" w:rsidP="00B44A1D">
      <w:pPr>
        <w:pStyle w:val="libCenter"/>
      </w:pPr>
      <w:r>
        <w:t>beautiful flowers.”</w:t>
      </w:r>
    </w:p>
    <w:p w:rsidR="000E09EC" w:rsidRPr="000E09EC" w:rsidRDefault="000E09EC" w:rsidP="00B44A1D">
      <w:pPr>
        <w:pStyle w:val="libCenter"/>
      </w:pPr>
      <w:r>
        <w:t xml:space="preserve">Prophet Muhammad (SAW) said: “Indeed Allah is Beautiful and He loves beauty.” In other place </w:t>
      </w:r>
    </w:p>
    <w:p w:rsidR="000E09EC" w:rsidRDefault="000E09EC" w:rsidP="00B44A1D">
      <w:pPr>
        <w:pStyle w:val="libCenter"/>
      </w:pPr>
      <w:r>
        <w:t>he (SAW) says: “A believer is beautiful because Allah has given him beautiful characters.”</w:t>
      </w:r>
    </w:p>
    <w:p w:rsidR="000E09EC" w:rsidRPr="000E09EC" w:rsidRDefault="000E09EC" w:rsidP="00B44A1D">
      <w:pPr>
        <w:pStyle w:val="libCenter"/>
      </w:pPr>
      <w:r>
        <w:t>Holy Quran emphasizes on remembering the beautiful things Allah (SWT) has created and praise</w:t>
      </w:r>
    </w:p>
    <w:p w:rsidR="000E09EC" w:rsidRDefault="000E09EC" w:rsidP="00B44A1D">
      <w:pPr>
        <w:pStyle w:val="libCenter"/>
      </w:pPr>
      <w:r>
        <w:t>them profusely. “And as for the blessing of your Lord, do announce it.” (93:11)</w:t>
      </w:r>
    </w:p>
    <w:p w:rsidR="000E09EC" w:rsidRPr="000E09EC" w:rsidRDefault="000E09EC" w:rsidP="00B44A1D">
      <w:pPr>
        <w:pStyle w:val="libCenter"/>
      </w:pPr>
      <w:r>
        <w:t>Allah (SWT) Himself remembers and praises the good creations He has created; among them is His</w:t>
      </w:r>
    </w:p>
    <w:p w:rsidR="000E09EC" w:rsidRDefault="000E09EC" w:rsidP="00B44A1D">
      <w:pPr>
        <w:pStyle w:val="libCenter"/>
      </w:pPr>
      <w:r>
        <w:lastRenderedPageBreak/>
        <w:t>beloved Prophet Muhammad (SAW): “And He exalted your praise (O Muhammad).” (94:4)</w:t>
      </w:r>
    </w:p>
    <w:p w:rsidR="000E09EC" w:rsidRPr="000E09EC" w:rsidRDefault="000E09EC" w:rsidP="00B44A1D">
      <w:pPr>
        <w:pStyle w:val="libCenter"/>
      </w:pPr>
      <w:r>
        <w:t>“Indeed Allah and His Angels are sending blessings upon the Prophet. O you who believe, send</w:t>
      </w:r>
    </w:p>
    <w:p w:rsidR="000E09EC" w:rsidRDefault="000E09EC" w:rsidP="00B44A1D">
      <w:pPr>
        <w:pStyle w:val="libCenter"/>
      </w:pPr>
      <w:r>
        <w:t>blessings upon him (you as well) and salute him with a (becoming) salutation.” (33:56)</w:t>
      </w:r>
    </w:p>
    <w:p w:rsidR="000E09EC" w:rsidRDefault="000E09EC" w:rsidP="00192805">
      <w:pPr>
        <w:pStyle w:val="libCenterBold2"/>
      </w:pPr>
      <w:r>
        <w:t>Dear readers, you are beautiful. May Allah’s beautiful blessings be upon you always.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432992">
      <w:pPr>
        <w:pStyle w:val="Heading1Center"/>
      </w:pPr>
      <w:bookmarkStart w:id="86" w:name="_Toc382223555"/>
      <w:r>
        <w:lastRenderedPageBreak/>
        <w:t>BE PATIENT</w:t>
      </w:r>
      <w:bookmarkEnd w:id="86"/>
    </w:p>
    <w:p w:rsidR="000E09EC" w:rsidRDefault="000E09EC" w:rsidP="00B44A1D">
      <w:pPr>
        <w:pStyle w:val="libCenter"/>
      </w:pPr>
      <w:r>
        <w:t>A man came out of his home to admire his new truck.</w:t>
      </w:r>
    </w:p>
    <w:p w:rsidR="000E09EC" w:rsidRPr="000E09EC" w:rsidRDefault="000E09EC" w:rsidP="00B44A1D">
      <w:pPr>
        <w:pStyle w:val="libCenter"/>
      </w:pPr>
      <w:r>
        <w:t xml:space="preserve">To his puzzlement, his three-year-old son was happily hammering </w:t>
      </w:r>
    </w:p>
    <w:p w:rsidR="000E09EC" w:rsidRDefault="000E09EC" w:rsidP="00B44A1D">
      <w:pPr>
        <w:pStyle w:val="libCenter"/>
      </w:pPr>
      <w:r>
        <w:t>dents into the shiny paint of the truck.</w:t>
      </w:r>
    </w:p>
    <w:p w:rsidR="000E09EC" w:rsidRPr="000E09EC" w:rsidRDefault="000E09EC" w:rsidP="00B44A1D">
      <w:pPr>
        <w:pStyle w:val="libCenter"/>
      </w:pPr>
      <w:r>
        <w:t>The man ran to his son, knocked him away, and hammered the little</w:t>
      </w:r>
    </w:p>
    <w:p w:rsidR="000E09EC" w:rsidRDefault="000E09EC" w:rsidP="00B44A1D">
      <w:pPr>
        <w:pStyle w:val="libCenter"/>
      </w:pPr>
      <w:r>
        <w:t>boy’s hands into pulp as punishment.</w:t>
      </w:r>
    </w:p>
    <w:p w:rsidR="000E09EC" w:rsidRPr="000E09EC" w:rsidRDefault="000E09EC" w:rsidP="00B44A1D">
      <w:pPr>
        <w:pStyle w:val="libCenter"/>
      </w:pPr>
      <w:r>
        <w:t xml:space="preserve">When the father calmed down, he rushed his son to the hospital. Although the doctor tried </w:t>
      </w:r>
    </w:p>
    <w:p w:rsidR="000E09EC" w:rsidRDefault="000E09EC" w:rsidP="00B44A1D">
      <w:pPr>
        <w:pStyle w:val="libCenter"/>
      </w:pPr>
      <w:r>
        <w:t>desperately to save the crushed bones, he finally had to amputate fingers from boy’s both hands.</w:t>
      </w:r>
    </w:p>
    <w:p w:rsidR="000E09EC" w:rsidRPr="000E09EC" w:rsidRDefault="000E09EC" w:rsidP="00B44A1D">
      <w:pPr>
        <w:pStyle w:val="libCenter"/>
      </w:pPr>
      <w:r>
        <w:t>When the boy woke up from the surgery and saw his bandaged stubs, he innocently said, “Daddy,</w:t>
      </w:r>
    </w:p>
    <w:p w:rsidR="000E09EC" w:rsidRDefault="000E09EC" w:rsidP="00B44A1D">
      <w:pPr>
        <w:pStyle w:val="libCenter"/>
      </w:pPr>
      <w:r>
        <w:t>I’m sorry about your truck.” Then he asked, “But when are my fingers going to grow back?”</w:t>
      </w:r>
    </w:p>
    <w:p w:rsidR="000E09EC" w:rsidRPr="000E09EC" w:rsidRDefault="000E09EC" w:rsidP="00B44A1D">
      <w:pPr>
        <w:pStyle w:val="libCenter"/>
      </w:pPr>
      <w:r>
        <w:t>The father went home and committed suicide.</w:t>
      </w:r>
    </w:p>
    <w:p w:rsidR="000E09EC" w:rsidRPr="000E09EC" w:rsidRDefault="000E09EC" w:rsidP="00192805">
      <w:pPr>
        <w:pStyle w:val="libCenterBold2"/>
      </w:pPr>
      <w:r w:rsidRPr="000E09EC">
        <w:t>“O</w:t>
      </w:r>
      <w:r w:rsidRPr="00C7518C">
        <w:rPr>
          <w:rStyle w:val="libBold2Char"/>
        </w:rPr>
        <w:t>ne who cannot benefit by patience will die</w:t>
      </w:r>
    </w:p>
    <w:p w:rsidR="000E09EC" w:rsidRPr="000E09EC" w:rsidRDefault="000E09EC" w:rsidP="00B44A1D">
      <w:pPr>
        <w:pStyle w:val="libCenterBold2"/>
      </w:pPr>
      <w:r>
        <w:t>of grief and excitement.” Imam Ali (AS)</w:t>
      </w:r>
    </w:p>
    <w:p w:rsidR="000E09EC" w:rsidRPr="000E09EC" w:rsidRDefault="000E09EC" w:rsidP="00B44A1D">
      <w:pPr>
        <w:pStyle w:val="libCenter"/>
      </w:pPr>
      <w:r>
        <w:t>Think about this story the next time someone</w:t>
      </w:r>
    </w:p>
    <w:p w:rsidR="000E09EC" w:rsidRPr="000E09EC" w:rsidRDefault="000E09EC" w:rsidP="00B44A1D">
      <w:pPr>
        <w:pStyle w:val="libCenter"/>
      </w:pPr>
      <w:r>
        <w:t>steps on your feet or you wish to take revenge.</w:t>
      </w:r>
    </w:p>
    <w:p w:rsidR="000E09EC" w:rsidRPr="000E09EC" w:rsidRDefault="000E09EC" w:rsidP="00B44A1D">
      <w:pPr>
        <w:pStyle w:val="libCenter"/>
      </w:pPr>
      <w:r>
        <w:t>Think first before you lose your patience with someone u love. Trucks can be repaired. Broken</w:t>
      </w:r>
    </w:p>
    <w:p w:rsidR="000E09EC" w:rsidRDefault="000E09EC" w:rsidP="00B44A1D">
      <w:pPr>
        <w:pStyle w:val="libCenter"/>
      </w:pPr>
      <w:r>
        <w:t>bones and hurt feelings often can’t.</w:t>
      </w:r>
    </w:p>
    <w:p w:rsidR="000E09EC" w:rsidRPr="000E09EC" w:rsidRDefault="000E09EC" w:rsidP="00B44A1D">
      <w:pPr>
        <w:pStyle w:val="libCenter"/>
      </w:pPr>
      <w:r>
        <w:t>Too often we fail to recognize the difference between the person and the performance. We forget</w:t>
      </w:r>
    </w:p>
    <w:p w:rsidR="000E09EC" w:rsidRDefault="000E09EC" w:rsidP="00B44A1D">
      <w:pPr>
        <w:pStyle w:val="libCenter"/>
      </w:pPr>
      <w:r>
        <w:t>that forgiveness is greater than revenge.</w:t>
      </w:r>
    </w:p>
    <w:p w:rsidR="000E09EC" w:rsidRPr="000E09EC" w:rsidRDefault="000E09EC" w:rsidP="00192805">
      <w:pPr>
        <w:pStyle w:val="libCenterBold2"/>
      </w:pPr>
      <w:r>
        <w:t>People make mistakes. We are allowed to make mistakes. But the actions we take while in a rage</w:t>
      </w:r>
    </w:p>
    <w:p w:rsidR="000E09EC" w:rsidRPr="000E09EC" w:rsidRDefault="000E09EC" w:rsidP="00192805">
      <w:pPr>
        <w:pStyle w:val="libCenterBold2"/>
      </w:pPr>
      <w:r>
        <w:t xml:space="preserve">will haunt us forever. Pause and ponder. Think before you act. Be patient. Forgive and forget. </w:t>
      </w:r>
    </w:p>
    <w:p w:rsidR="000E09EC" w:rsidRDefault="000E09EC" w:rsidP="00192805">
      <w:pPr>
        <w:pStyle w:val="libCenterBold2"/>
      </w:pPr>
      <w:r>
        <w:t xml:space="preserve">Love one and all. 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87" w:name="_Toc382223556"/>
      <w:r>
        <w:lastRenderedPageBreak/>
        <w:t>THE FATHER AND HIS SONS</w:t>
      </w:r>
      <w:bookmarkEnd w:id="87"/>
    </w:p>
    <w:p w:rsidR="000E09EC" w:rsidRPr="000E09EC" w:rsidRDefault="000E09EC" w:rsidP="00B44A1D">
      <w:pPr>
        <w:pStyle w:val="libCenter"/>
      </w:pPr>
      <w:r>
        <w:t xml:space="preserve">A father had a family of sons who were perpetually quarreling among </w:t>
      </w:r>
    </w:p>
    <w:p w:rsidR="000E09EC" w:rsidRPr="000E09EC" w:rsidRDefault="000E09EC" w:rsidP="00B44A1D">
      <w:pPr>
        <w:pStyle w:val="libCenter"/>
      </w:pPr>
      <w:r>
        <w:t xml:space="preserve">themselves. When he failed to heal their disputes by his exhortations, he </w:t>
      </w:r>
    </w:p>
    <w:p w:rsidR="000E09EC" w:rsidRPr="000E09EC" w:rsidRDefault="000E09EC" w:rsidP="00B44A1D">
      <w:pPr>
        <w:pStyle w:val="libCenter"/>
      </w:pPr>
      <w:r>
        <w:t>determined to give them a practical illustration of the evils of disunion; and for</w:t>
      </w:r>
    </w:p>
    <w:p w:rsidR="000E09EC" w:rsidRDefault="000E09EC" w:rsidP="00B44A1D">
      <w:pPr>
        <w:pStyle w:val="libCenter"/>
      </w:pPr>
      <w:r>
        <w:t>this purpose he one day told them to bring him a bundle of sticks.</w:t>
      </w:r>
    </w:p>
    <w:p w:rsidR="000E09EC" w:rsidRPr="000E09EC" w:rsidRDefault="000E09EC" w:rsidP="00B44A1D">
      <w:pPr>
        <w:pStyle w:val="libCenter"/>
      </w:pPr>
      <w:r>
        <w:t>When they had done so, he placed the faggot into</w:t>
      </w:r>
    </w:p>
    <w:p w:rsidR="000E09EC" w:rsidRPr="000E09EC" w:rsidRDefault="000E09EC" w:rsidP="00B44A1D">
      <w:pPr>
        <w:pStyle w:val="libCenter"/>
      </w:pPr>
      <w:r>
        <w:t>the hands of each of them in succession, and</w:t>
      </w:r>
    </w:p>
    <w:p w:rsidR="000E09EC" w:rsidRPr="000E09EC" w:rsidRDefault="000E09EC" w:rsidP="00B44A1D">
      <w:pPr>
        <w:pStyle w:val="libCenter"/>
      </w:pPr>
      <w:r>
        <w:t>ordered them to break it in pieces. They tried with</w:t>
      </w:r>
    </w:p>
    <w:p w:rsidR="000E09EC" w:rsidRPr="000E09EC" w:rsidRDefault="000E09EC" w:rsidP="00B44A1D">
      <w:pPr>
        <w:pStyle w:val="libCenter"/>
      </w:pPr>
      <w:r>
        <w:t>all their strength, and were not able to do it. He</w:t>
      </w:r>
    </w:p>
    <w:p w:rsidR="000E09EC" w:rsidRPr="000E09EC" w:rsidRDefault="000E09EC" w:rsidP="00B44A1D">
      <w:pPr>
        <w:pStyle w:val="libCenter"/>
      </w:pPr>
      <w:r>
        <w:t>next opened the faggot, took the sticks separately, one by one, and</w:t>
      </w:r>
    </w:p>
    <w:p w:rsidR="000E09EC" w:rsidRPr="000E09EC" w:rsidRDefault="000E09EC" w:rsidP="00B44A1D">
      <w:pPr>
        <w:pStyle w:val="libCenter"/>
      </w:pPr>
      <w:r>
        <w:t>again put them into his sons’ hands, upon which they broke them</w:t>
      </w:r>
    </w:p>
    <w:p w:rsidR="000E09EC" w:rsidRDefault="000E09EC" w:rsidP="00B44A1D">
      <w:pPr>
        <w:pStyle w:val="libCenter"/>
      </w:pPr>
      <w:r>
        <w:t>easily.</w:t>
      </w:r>
    </w:p>
    <w:p w:rsidR="000E09EC" w:rsidRPr="000E09EC" w:rsidRDefault="000E09EC" w:rsidP="00B44A1D">
      <w:pPr>
        <w:pStyle w:val="libCenter"/>
      </w:pPr>
      <w:r>
        <w:t>He then addressed them in these words: “My sons, if you are of one mind, and unite to assist each</w:t>
      </w:r>
    </w:p>
    <w:p w:rsidR="000E09EC" w:rsidRPr="000E09EC" w:rsidRDefault="000E09EC" w:rsidP="00B44A1D">
      <w:pPr>
        <w:pStyle w:val="libCenter"/>
      </w:pPr>
      <w:r>
        <w:t xml:space="preserve">other, you will be as this faggot, uninjured by all the attempts of your enemies; but if you are </w:t>
      </w:r>
    </w:p>
    <w:p w:rsidR="000E09EC" w:rsidRDefault="000E09EC" w:rsidP="00B44A1D">
      <w:pPr>
        <w:pStyle w:val="libCenter"/>
      </w:pPr>
      <w:r>
        <w:t>divided among yourselves, you will be broken as easily as these sticks.”</w:t>
      </w:r>
    </w:p>
    <w:p w:rsidR="000E09EC" w:rsidRDefault="000E09EC" w:rsidP="00192805">
      <w:pPr>
        <w:pStyle w:val="libCenterBold2"/>
      </w:pPr>
      <w:r>
        <w:t>In Union there is strength. Divided we fall; United we stand.</w:t>
      </w:r>
    </w:p>
    <w:p w:rsidR="000E09EC" w:rsidRDefault="000E09EC" w:rsidP="00B44A1D">
      <w:pPr>
        <w:pStyle w:val="libCenter"/>
        <w:sectPr w:rsidR="000E09EC" w:rsidSect="00C7518C">
          <w:pgSz w:w="11907" w:h="16839" w:code="9"/>
          <w:pgMar w:top="1440" w:right="1440" w:bottom="1440" w:left="1440" w:header="851" w:footer="992" w:gutter="0"/>
          <w:cols w:space="425"/>
          <w:docGrid w:linePitch="312"/>
        </w:sectPr>
      </w:pPr>
    </w:p>
    <w:p w:rsidR="000E09EC" w:rsidRDefault="000E09EC" w:rsidP="00B44A1D">
      <w:pPr>
        <w:pStyle w:val="libCenter"/>
      </w:pPr>
    </w:p>
    <w:p w:rsidR="000E09EC" w:rsidRDefault="000E09EC" w:rsidP="00B44A1D">
      <w:pPr>
        <w:pStyle w:val="libCenter"/>
      </w:pPr>
      <w:r>
        <w:t>ASENSE OF AGOOSE</w:t>
      </w:r>
    </w:p>
    <w:p w:rsidR="000E09EC" w:rsidRPr="000E09EC" w:rsidRDefault="000E09EC" w:rsidP="00B44A1D">
      <w:pPr>
        <w:pStyle w:val="libCenter"/>
      </w:pPr>
      <w:r>
        <w:t>Next autumn, when you see geese heading south for the winter, flying in a “V” formation, you</w:t>
      </w:r>
    </w:p>
    <w:p w:rsidR="000E09EC" w:rsidRPr="000E09EC" w:rsidRDefault="000E09EC" w:rsidP="00B44A1D">
      <w:pPr>
        <w:pStyle w:val="libCenter"/>
      </w:pPr>
      <w:r>
        <w:t>might consider what science has discovered as to why they fly that way. As each bird flaps its wings,</w:t>
      </w:r>
    </w:p>
    <w:p w:rsidR="000E09EC" w:rsidRPr="000E09EC" w:rsidRDefault="000E09EC" w:rsidP="00B44A1D">
      <w:pPr>
        <w:pStyle w:val="libCenter"/>
      </w:pPr>
      <w:r>
        <w:t>it creates uplift for the bird immediately following. By flying in a “V” formation, the whole flock</w:t>
      </w:r>
    </w:p>
    <w:p w:rsidR="000E09EC" w:rsidRDefault="000E09EC" w:rsidP="00B44A1D">
      <w:pPr>
        <w:pStyle w:val="libCenter"/>
      </w:pPr>
      <w:r>
        <w:t>adds at least 71 percent greater flying range than if each bird flew on its own.</w:t>
      </w:r>
    </w:p>
    <w:p w:rsidR="000E09EC" w:rsidRPr="000E09EC" w:rsidRDefault="000E09EC" w:rsidP="00B44A1D">
      <w:pPr>
        <w:pStyle w:val="libCenter"/>
      </w:pPr>
      <w:r>
        <w:t>People who share a common direction and sense of community can get</w:t>
      </w:r>
    </w:p>
    <w:p w:rsidR="000E09EC" w:rsidRPr="000E09EC" w:rsidRDefault="000E09EC" w:rsidP="00B44A1D">
      <w:pPr>
        <w:pStyle w:val="libCenter"/>
      </w:pPr>
      <w:r>
        <w:t>where they are going more quickly and easily, because they are traveling</w:t>
      </w:r>
    </w:p>
    <w:p w:rsidR="000E09EC" w:rsidRDefault="000E09EC" w:rsidP="00B44A1D">
      <w:pPr>
        <w:pStyle w:val="libCenter"/>
      </w:pPr>
      <w:r>
        <w:t>on the thrust of one another.</w:t>
      </w:r>
    </w:p>
    <w:p w:rsidR="000E09EC" w:rsidRPr="000E09EC" w:rsidRDefault="000E09EC" w:rsidP="00B44A1D">
      <w:pPr>
        <w:pStyle w:val="libCenter"/>
      </w:pPr>
      <w:r>
        <w:t xml:space="preserve">When a goose falls out of formation, it suddenly feels the drag and </w:t>
      </w:r>
    </w:p>
    <w:p w:rsidR="000E09EC" w:rsidRPr="000E09EC" w:rsidRDefault="000E09EC" w:rsidP="00B44A1D">
      <w:pPr>
        <w:pStyle w:val="libCenter"/>
      </w:pPr>
      <w:r>
        <w:t>resistance of trying to go it alone and quickly gets back into formation to</w:t>
      </w:r>
    </w:p>
    <w:p w:rsidR="000E09EC" w:rsidRPr="000E09EC" w:rsidRDefault="000E09EC" w:rsidP="00B44A1D">
      <w:pPr>
        <w:pStyle w:val="libCenter"/>
      </w:pPr>
      <w:r>
        <w:t>take advantage of the lifting power of the bird in front. If we have the</w:t>
      </w:r>
    </w:p>
    <w:p w:rsidR="000E09EC" w:rsidRDefault="000E09EC" w:rsidP="00B44A1D">
      <w:pPr>
        <w:pStyle w:val="libCenter"/>
      </w:pPr>
      <w:r>
        <w:t>sense of a goose, we will stay in formation with those people who are heading the same way we are.</w:t>
      </w:r>
    </w:p>
    <w:p w:rsidR="000E09EC" w:rsidRPr="000E09EC" w:rsidRDefault="000E09EC" w:rsidP="00B44A1D">
      <w:pPr>
        <w:pStyle w:val="libCenter"/>
      </w:pPr>
      <w:r>
        <w:t xml:space="preserve">When the head goose gets tired, it rotates back in the wing and another goose flies point. </w:t>
      </w:r>
    </w:p>
    <w:p w:rsidR="000E09EC" w:rsidRDefault="000E09EC" w:rsidP="00B44A1D">
      <w:pPr>
        <w:pStyle w:val="libCenter"/>
      </w:pPr>
      <w:r>
        <w:t>It is sensible to take turns doing demanding jobs, whether with people or with geese flying south.</w:t>
      </w:r>
    </w:p>
    <w:p w:rsidR="000E09EC" w:rsidRPr="000E09EC" w:rsidRDefault="000E09EC" w:rsidP="00B44A1D">
      <w:pPr>
        <w:pStyle w:val="libCenter"/>
      </w:pPr>
      <w:r>
        <w:t xml:space="preserve">Geese honk from behind to encourage those up front to keep up their speed. </w:t>
      </w:r>
    </w:p>
    <w:p w:rsidR="000E09EC" w:rsidRDefault="000E09EC" w:rsidP="00B44A1D">
      <w:pPr>
        <w:pStyle w:val="libCenter"/>
      </w:pPr>
      <w:r>
        <w:t>What message do we give when we honk from behind?</w:t>
      </w:r>
    </w:p>
    <w:p w:rsidR="000E09EC" w:rsidRPr="000E09EC" w:rsidRDefault="000E09EC" w:rsidP="00B44A1D">
      <w:pPr>
        <w:pStyle w:val="libCenter"/>
      </w:pPr>
      <w:r>
        <w:t>Finally - and this is important - when a goose gets sick or is wounded by gunshot, and falls out of</w:t>
      </w:r>
    </w:p>
    <w:p w:rsidR="000E09EC" w:rsidRPr="000E09EC" w:rsidRDefault="000E09EC" w:rsidP="00B44A1D">
      <w:pPr>
        <w:pStyle w:val="libCenter"/>
      </w:pPr>
      <w:r>
        <w:t xml:space="preserve">the formation, two other geese fall out with that goose and follow it down to lend help and </w:t>
      </w:r>
    </w:p>
    <w:p w:rsidR="000E09EC" w:rsidRPr="000E09EC" w:rsidRDefault="000E09EC" w:rsidP="00B44A1D">
      <w:pPr>
        <w:pStyle w:val="libCenter"/>
      </w:pPr>
      <w:r>
        <w:t>protection. They stay with the fallen goose until it is able to fly or until it dies; and only then do</w:t>
      </w:r>
    </w:p>
    <w:p w:rsidR="000E09EC" w:rsidRPr="000E09EC" w:rsidRDefault="000E09EC" w:rsidP="00B44A1D">
      <w:pPr>
        <w:pStyle w:val="libCenter"/>
      </w:pPr>
      <w:r>
        <w:t>they launch out on their own, or with another formation to catch up with their own group.</w:t>
      </w:r>
    </w:p>
    <w:p w:rsidR="000E09EC" w:rsidRPr="000E09EC" w:rsidRDefault="000E09EC" w:rsidP="00192805">
      <w:pPr>
        <w:pStyle w:val="libCenterBold2"/>
      </w:pPr>
      <w:r>
        <w:t>If we have the sense of a goose, we will stand by each other like that.</w:t>
      </w:r>
    </w:p>
    <w:p w:rsidR="00432992" w:rsidRDefault="00432992" w:rsidP="00B44A1D">
      <w:pPr>
        <w:pStyle w:val="libCenter"/>
      </w:pPr>
      <w:r>
        <w:br w:type="page"/>
      </w:r>
    </w:p>
    <w:p w:rsidR="000E09EC" w:rsidRDefault="000E09EC" w:rsidP="00432992">
      <w:pPr>
        <w:pStyle w:val="Heading1Center"/>
      </w:pPr>
      <w:bookmarkStart w:id="88" w:name="_Toc382223557"/>
      <w:r>
        <w:lastRenderedPageBreak/>
        <w:t>MAKING ADIFFERENCE</w:t>
      </w:r>
      <w:bookmarkEnd w:id="88"/>
    </w:p>
    <w:p w:rsidR="000E09EC" w:rsidRPr="000E09EC" w:rsidRDefault="000E09EC" w:rsidP="00B44A1D">
      <w:pPr>
        <w:pStyle w:val="libCenter"/>
      </w:pPr>
      <w:r>
        <w:t>My friend was walking down a deserted Mexican beach at sunset. As he walked along, he began to</w:t>
      </w:r>
    </w:p>
    <w:p w:rsidR="000E09EC" w:rsidRPr="000E09EC" w:rsidRDefault="000E09EC" w:rsidP="00B44A1D">
      <w:pPr>
        <w:pStyle w:val="libCenter"/>
      </w:pPr>
      <w:r>
        <w:t>see another man in the distance. As he grew nearer, he noticed that the local native kept leaning</w:t>
      </w:r>
    </w:p>
    <w:p w:rsidR="000E09EC" w:rsidRPr="000E09EC" w:rsidRDefault="000E09EC" w:rsidP="00B44A1D">
      <w:pPr>
        <w:pStyle w:val="libCenter"/>
      </w:pPr>
      <w:r>
        <w:t>down, picking something up and throwing it out into the water. Time and again he kept hurling</w:t>
      </w:r>
    </w:p>
    <w:p w:rsidR="000E09EC" w:rsidRPr="000E09EC" w:rsidRDefault="000E09EC" w:rsidP="00B44A1D">
      <w:pPr>
        <w:pStyle w:val="libCenter"/>
      </w:pPr>
      <w:r>
        <w:t xml:space="preserve">things out into the ocean. As my friend approached even closer, he noticed that the man was </w:t>
      </w:r>
    </w:p>
    <w:p w:rsidR="000E09EC" w:rsidRPr="000E09EC" w:rsidRDefault="000E09EC" w:rsidP="00B44A1D">
      <w:pPr>
        <w:pStyle w:val="libCenter"/>
      </w:pPr>
      <w:r>
        <w:t>picking up starfish that had washed up on the beach, and, one at a time, he was throwing them</w:t>
      </w:r>
    </w:p>
    <w:p w:rsidR="000E09EC" w:rsidRDefault="000E09EC" w:rsidP="00B44A1D">
      <w:pPr>
        <w:pStyle w:val="libCenter"/>
      </w:pPr>
      <w:r>
        <w:t>back into the water. My friend was puzzled.</w:t>
      </w:r>
    </w:p>
    <w:p w:rsidR="000E09EC" w:rsidRPr="000E09EC" w:rsidRDefault="000E09EC" w:rsidP="00B44A1D">
      <w:pPr>
        <w:pStyle w:val="libCenter"/>
      </w:pPr>
      <w:r>
        <w:t>He approached the man and said. “Good evening, friend. I was wondering what</w:t>
      </w:r>
    </w:p>
    <w:p w:rsidR="000E09EC" w:rsidRDefault="000E09EC" w:rsidP="00B44A1D">
      <w:pPr>
        <w:pStyle w:val="libCenter"/>
      </w:pPr>
      <w:r>
        <w:t>you are doing.”</w:t>
      </w:r>
    </w:p>
    <w:p w:rsidR="000E09EC" w:rsidRPr="000E09EC" w:rsidRDefault="000E09EC" w:rsidP="00B44A1D">
      <w:pPr>
        <w:pStyle w:val="libCenter"/>
      </w:pPr>
      <w:r>
        <w:t>“I’m throwing these starfish back into the ocean. You see its low tide right now</w:t>
      </w:r>
    </w:p>
    <w:p w:rsidR="000E09EC" w:rsidRPr="000E09EC" w:rsidRDefault="000E09EC" w:rsidP="00B44A1D">
      <w:pPr>
        <w:pStyle w:val="libCenter"/>
      </w:pPr>
      <w:r>
        <w:t>and all of these starfish have been washed up onto the shore. If I don’t throw</w:t>
      </w:r>
    </w:p>
    <w:p w:rsidR="000E09EC" w:rsidRDefault="000E09EC" w:rsidP="00B44A1D">
      <w:pPr>
        <w:pStyle w:val="libCenter"/>
      </w:pPr>
      <w:r>
        <w:t>them back into the sea, they’ll die up here from lack of oxygen.”</w:t>
      </w:r>
    </w:p>
    <w:p w:rsidR="000E09EC" w:rsidRPr="000E09EC" w:rsidRDefault="000E09EC" w:rsidP="00B44A1D">
      <w:pPr>
        <w:pStyle w:val="libCenter"/>
      </w:pPr>
      <w:r>
        <w:t>“I understand,” my friend replied, “but there must be thousands of starfish on this beach. You can’t</w:t>
      </w:r>
    </w:p>
    <w:p w:rsidR="000E09EC" w:rsidRPr="000E09EC" w:rsidRDefault="000E09EC" w:rsidP="00B44A1D">
      <w:pPr>
        <w:pStyle w:val="libCenter"/>
      </w:pPr>
      <w:r>
        <w:t xml:space="preserve">possibly get to all of them. There are simply too many. And don’t you realize this is probably </w:t>
      </w:r>
    </w:p>
    <w:p w:rsidR="000E09EC" w:rsidRPr="000E09EC" w:rsidRDefault="000E09EC" w:rsidP="00B44A1D">
      <w:pPr>
        <w:pStyle w:val="libCenter"/>
      </w:pPr>
      <w:r>
        <w:t>happening on hundreds of beaches all up and down this coast. Can’t you see that you can’t possibly</w:t>
      </w:r>
    </w:p>
    <w:p w:rsidR="000E09EC" w:rsidRDefault="000E09EC" w:rsidP="00B44A1D">
      <w:pPr>
        <w:pStyle w:val="libCenter"/>
      </w:pPr>
      <w:r>
        <w:t>make a difference?”</w:t>
      </w:r>
    </w:p>
    <w:p w:rsidR="000E09EC" w:rsidRPr="000E09EC" w:rsidRDefault="000E09EC" w:rsidP="00B44A1D">
      <w:pPr>
        <w:pStyle w:val="libCenter"/>
      </w:pPr>
      <w:r>
        <w:t>The local native smiled, bent down and picked up yet another starfish, and as he threw it back into</w:t>
      </w:r>
    </w:p>
    <w:p w:rsidR="000E09EC" w:rsidRDefault="000E09EC" w:rsidP="00B44A1D">
      <w:pPr>
        <w:pStyle w:val="libCenter"/>
      </w:pPr>
      <w:r>
        <w:t>the sea, he replied, “Made a difference to that one!”</w:t>
      </w:r>
    </w:p>
    <w:p w:rsidR="00413479" w:rsidRPr="00A47F0B" w:rsidRDefault="00413479" w:rsidP="00B44A1D">
      <w:pPr>
        <w:pStyle w:val="libCenter"/>
      </w:pPr>
    </w:p>
    <w:sectPr w:rsidR="00413479" w:rsidRPr="00A47F0B" w:rsidSect="00C7518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58E" w:rsidRDefault="00E8758E" w:rsidP="00113C59">
      <w:r>
        <w:separator/>
      </w:r>
    </w:p>
  </w:endnote>
  <w:endnote w:type="continuationSeparator" w:id="1">
    <w:p w:rsidR="00E8758E" w:rsidRDefault="00E8758E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C" w:rsidRDefault="001865E6" w:rsidP="00745C1D">
    <w:pPr>
      <w:pStyle w:val="Footer"/>
      <w:tabs>
        <w:tab w:val="clear" w:pos="4153"/>
        <w:tab w:val="clear" w:pos="8306"/>
      </w:tabs>
    </w:pPr>
    <w:fldSimple w:instr=" PAGE   \* MERGEFORMAT ">
      <w:r w:rsidR="00C7518C">
        <w:rPr>
          <w:noProof/>
        </w:rPr>
        <w:t>116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C" w:rsidRDefault="001865E6" w:rsidP="00113C59">
    <w:pPr>
      <w:pStyle w:val="Footer"/>
    </w:pPr>
    <w:fldSimple w:instr=" PAGE   \* MERGEFORMAT ">
      <w:r w:rsidR="00060C20">
        <w:rPr>
          <w:noProof/>
        </w:rPr>
        <w:t>131</w:t>
      </w:r>
    </w:fldSimple>
  </w:p>
  <w:p w:rsidR="00C7518C" w:rsidRDefault="00C7518C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C" w:rsidRDefault="001865E6" w:rsidP="00745C1D">
    <w:pPr>
      <w:pStyle w:val="Footer"/>
      <w:tabs>
        <w:tab w:val="clear" w:pos="4153"/>
        <w:tab w:val="clear" w:pos="8306"/>
      </w:tabs>
    </w:pPr>
    <w:fldSimple w:instr=" PAGE   \* MERGEFORMAT ">
      <w:r w:rsidR="00C7518C">
        <w:rPr>
          <w:noProof/>
        </w:rPr>
        <w:t>95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58E" w:rsidRDefault="00E8758E" w:rsidP="00113C59">
      <w:r>
        <w:separator/>
      </w:r>
    </w:p>
  </w:footnote>
  <w:footnote w:type="continuationSeparator" w:id="1">
    <w:p w:rsidR="00E8758E" w:rsidRDefault="00E8758E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C" w:rsidRDefault="00C7518C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8C" w:rsidRDefault="00C7518C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18C"/>
    <w:rsid w:val="00005A19"/>
    <w:rsid w:val="000267FE"/>
    <w:rsid w:val="00040798"/>
    <w:rsid w:val="00043023"/>
    <w:rsid w:val="00054406"/>
    <w:rsid w:val="00060C20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09EC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1698D"/>
    <w:rsid w:val="0012268F"/>
    <w:rsid w:val="001243ED"/>
    <w:rsid w:val="00126471"/>
    <w:rsid w:val="00133D3B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5E6"/>
    <w:rsid w:val="0018664D"/>
    <w:rsid w:val="00187017"/>
    <w:rsid w:val="00187246"/>
    <w:rsid w:val="00192805"/>
    <w:rsid w:val="001937F7"/>
    <w:rsid w:val="001A1408"/>
    <w:rsid w:val="001A3110"/>
    <w:rsid w:val="001A4C37"/>
    <w:rsid w:val="001A4D9B"/>
    <w:rsid w:val="001A6EC0"/>
    <w:rsid w:val="001B07B7"/>
    <w:rsid w:val="001B16FD"/>
    <w:rsid w:val="001B40D3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4C2E"/>
    <w:rsid w:val="00250E0A"/>
    <w:rsid w:val="00251E02"/>
    <w:rsid w:val="00254B61"/>
    <w:rsid w:val="00257657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2992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17F8A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854BA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0C90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66E91"/>
    <w:rsid w:val="00A745EB"/>
    <w:rsid w:val="00A749A9"/>
    <w:rsid w:val="00A751DD"/>
    <w:rsid w:val="00A77D74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4A1D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4CCD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463"/>
    <w:rsid w:val="00C37AF7"/>
    <w:rsid w:val="00C437B6"/>
    <w:rsid w:val="00C45E29"/>
    <w:rsid w:val="00C617E5"/>
    <w:rsid w:val="00C667E4"/>
    <w:rsid w:val="00C7518C"/>
    <w:rsid w:val="00C76A9C"/>
    <w:rsid w:val="00C81C96"/>
    <w:rsid w:val="00C9021F"/>
    <w:rsid w:val="00C9028D"/>
    <w:rsid w:val="00C906FE"/>
    <w:rsid w:val="00CA2801"/>
    <w:rsid w:val="00CA41BF"/>
    <w:rsid w:val="00CB22FF"/>
    <w:rsid w:val="00CB686E"/>
    <w:rsid w:val="00CC0833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1EDD"/>
    <w:rsid w:val="00D33A32"/>
    <w:rsid w:val="00D404A6"/>
    <w:rsid w:val="00D4691B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80C6E"/>
    <w:rsid w:val="00E8758E"/>
    <w:rsid w:val="00E90664"/>
    <w:rsid w:val="00E96F05"/>
    <w:rsid w:val="00EA340E"/>
    <w:rsid w:val="00EA3B1F"/>
    <w:rsid w:val="00EB1C99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0FA7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  <w:rsid w:val="00FF5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09EC"/>
    <w:pPr>
      <w:widowControl w:val="0"/>
      <w:jc w:val="both"/>
    </w:pPr>
    <w:rPr>
      <w:rFonts w:eastAsia="MS Gothic" w:cs="MS Gothic"/>
      <w:kern w:val="2"/>
      <w:sz w:val="21"/>
      <w:szCs w:val="21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141B08"/>
    <w:rPr>
      <w:color w:val="008000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141B08"/>
    <w:pPr>
      <w:jc w:val="right"/>
    </w:pPr>
    <w:rPr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037A1-F69A-4D33-830C-4AB5A184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template3</Template>
  <TotalTime>58</TotalTime>
  <Pages>1</Pages>
  <Words>30380</Words>
  <Characters>173167</Characters>
  <Application>Microsoft Office Word</Application>
  <DocSecurity>0</DocSecurity>
  <Lines>1443</Lines>
  <Paragraphs>406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13</cp:revision>
  <cp:lastPrinted>2014-03-10T10:33:00Z</cp:lastPrinted>
  <dcterms:created xsi:type="dcterms:W3CDTF">2014-03-10T09:34:00Z</dcterms:created>
  <dcterms:modified xsi:type="dcterms:W3CDTF">2014-03-10T10:38:00Z</dcterms:modified>
</cp:coreProperties>
</file>