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263" w:rsidRDefault="00084263" w:rsidP="00084263">
      <w:pPr>
        <w:pStyle w:val="libCenterBold1"/>
      </w:pPr>
      <w:r>
        <w:t>Forty Hadiths on Ramadan</w:t>
      </w:r>
    </w:p>
    <w:p w:rsidR="00394906" w:rsidRPr="00394906" w:rsidRDefault="00084263" w:rsidP="00FF47FF">
      <w:pPr>
        <w:pStyle w:val="libNormal"/>
      </w:pPr>
      <w:r>
        <w:br w:type="page"/>
      </w:r>
    </w:p>
    <w:sdt>
      <w:sdtPr>
        <w:rPr>
          <w:rStyle w:val="libNormalChar"/>
          <w:b w:val="0"/>
          <w:bCs w:val="0"/>
        </w:rPr>
        <w:id w:val="14023835"/>
        <w:docPartObj>
          <w:docPartGallery w:val="Table of Contents"/>
          <w:docPartUnique/>
        </w:docPartObj>
      </w:sdtPr>
      <w:sdtEndPr>
        <w:rPr>
          <w:rStyle w:val="DefaultParagraphFont"/>
        </w:rPr>
      </w:sdtEndPr>
      <w:sdtContent>
        <w:p w:rsidR="00394906" w:rsidRDefault="00073193" w:rsidP="00073193">
          <w:pPr>
            <w:pStyle w:val="libCenterBold1"/>
          </w:pPr>
          <w:r>
            <w:t>Table of Contents</w:t>
          </w:r>
        </w:p>
        <w:p w:rsidR="00A70F3F" w:rsidRDefault="00463F49" w:rsidP="00A70F3F">
          <w:pPr>
            <w:pStyle w:val="TOC1"/>
            <w:rPr>
              <w:rFonts w:asciiTheme="minorHAnsi" w:eastAsiaTheme="minorEastAsia" w:hAnsiTheme="minorHAnsi" w:cstheme="minorBidi"/>
              <w:b w:val="0"/>
              <w:bCs w:val="0"/>
              <w:color w:val="auto"/>
              <w:sz w:val="22"/>
              <w:szCs w:val="22"/>
              <w:rtl/>
            </w:rPr>
          </w:pPr>
          <w:r w:rsidRPr="00463F49">
            <w:fldChar w:fldCharType="begin"/>
          </w:r>
          <w:r w:rsidR="00394906">
            <w:instrText xml:space="preserve"> TOC \o "1-3" \h \z \u </w:instrText>
          </w:r>
          <w:r w:rsidRPr="00463F49">
            <w:fldChar w:fldCharType="separate"/>
          </w:r>
          <w:hyperlink w:anchor="_Toc391207313" w:history="1">
            <w:r w:rsidR="00A70F3F" w:rsidRPr="008E78A1">
              <w:rPr>
                <w:rStyle w:val="Hyperlink"/>
              </w:rPr>
              <w:t>Introduction</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Toc391207313 \h</w:instrText>
            </w:r>
            <w:r w:rsidR="00A70F3F">
              <w:rPr>
                <w:webHidden/>
                <w:rtl/>
              </w:rPr>
              <w:instrText xml:space="preserve"> </w:instrText>
            </w:r>
            <w:r>
              <w:rPr>
                <w:webHidden/>
                <w:rtl/>
              </w:rPr>
            </w:r>
            <w:r>
              <w:rPr>
                <w:webHidden/>
                <w:rtl/>
              </w:rPr>
              <w:fldChar w:fldCharType="separate"/>
            </w:r>
            <w:r w:rsidR="00F82EF5">
              <w:rPr>
                <w:webHidden/>
              </w:rPr>
              <w:t>4</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14" w:history="1">
            <w:r w:rsidR="00A70F3F" w:rsidRPr="008E78A1">
              <w:rPr>
                <w:rStyle w:val="Hyperlink"/>
              </w:rPr>
              <w:t>Hadith No. 01</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Toc391207314 \h</w:instrText>
            </w:r>
            <w:r w:rsidR="00A70F3F">
              <w:rPr>
                <w:webHidden/>
                <w:rtl/>
              </w:rPr>
              <w:instrText xml:space="preserve"> </w:instrText>
            </w:r>
            <w:r>
              <w:rPr>
                <w:webHidden/>
                <w:rtl/>
              </w:rPr>
            </w:r>
            <w:r>
              <w:rPr>
                <w:webHidden/>
                <w:rtl/>
              </w:rPr>
              <w:fldChar w:fldCharType="separate"/>
            </w:r>
            <w:r w:rsidR="00F82EF5">
              <w:rPr>
                <w:webHidden/>
              </w:rPr>
              <w:t>5</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15" w:history="1">
            <w:r w:rsidR="00A70F3F" w:rsidRPr="008E78A1">
              <w:rPr>
                <w:rStyle w:val="Hyperlink"/>
              </w:rPr>
              <w:t>Why the name 'Ramadan'?</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Toc391207315 \h</w:instrText>
            </w:r>
            <w:r w:rsidR="00A70F3F">
              <w:rPr>
                <w:webHidden/>
                <w:rtl/>
              </w:rPr>
              <w:instrText xml:space="preserve"> </w:instrText>
            </w:r>
            <w:r>
              <w:rPr>
                <w:webHidden/>
                <w:rtl/>
              </w:rPr>
            </w:r>
            <w:r>
              <w:rPr>
                <w:webHidden/>
                <w:rtl/>
              </w:rPr>
              <w:fldChar w:fldCharType="separate"/>
            </w:r>
            <w:r w:rsidR="00F82EF5">
              <w:rPr>
                <w:webHidden/>
              </w:rPr>
              <w:t>5</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16" w:history="1">
            <w:r w:rsidR="00A70F3F" w:rsidRPr="008E78A1">
              <w:rPr>
                <w:rStyle w:val="Hyperlink"/>
              </w:rPr>
              <w:t>Hadith No. 02</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Toc391207316 \h</w:instrText>
            </w:r>
            <w:r w:rsidR="00A70F3F">
              <w:rPr>
                <w:webHidden/>
                <w:rtl/>
              </w:rPr>
              <w:instrText xml:space="preserve"> </w:instrText>
            </w:r>
            <w:r>
              <w:rPr>
                <w:webHidden/>
                <w:rtl/>
              </w:rPr>
            </w:r>
            <w:r>
              <w:rPr>
                <w:webHidden/>
                <w:rtl/>
              </w:rPr>
              <w:fldChar w:fldCharType="separate"/>
            </w:r>
            <w:r w:rsidR="00F82EF5">
              <w:rPr>
                <w:webHidden/>
              </w:rPr>
              <w:t>6</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17" w:history="1">
            <w:r w:rsidR="00A70F3F" w:rsidRPr="008E78A1">
              <w:rPr>
                <w:rStyle w:val="Hyperlink"/>
              </w:rPr>
              <w:t>Ramadan: The Name of God</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Toc391207317 \h</w:instrText>
            </w:r>
            <w:r w:rsidR="00A70F3F">
              <w:rPr>
                <w:webHidden/>
                <w:rtl/>
              </w:rPr>
              <w:instrText xml:space="preserve"> </w:instrText>
            </w:r>
            <w:r>
              <w:rPr>
                <w:webHidden/>
                <w:rtl/>
              </w:rPr>
            </w:r>
            <w:r>
              <w:rPr>
                <w:webHidden/>
                <w:rtl/>
              </w:rPr>
              <w:fldChar w:fldCharType="separate"/>
            </w:r>
            <w:r w:rsidR="00F82EF5">
              <w:rPr>
                <w:webHidden/>
              </w:rPr>
              <w:t>6</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18" w:history="1">
            <w:r w:rsidR="00A70F3F" w:rsidRPr="008E78A1">
              <w:rPr>
                <w:rStyle w:val="Hyperlink"/>
              </w:rPr>
              <w:t>Hadith No. 03</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Toc391207318 \h</w:instrText>
            </w:r>
            <w:r w:rsidR="00A70F3F">
              <w:rPr>
                <w:webHidden/>
                <w:rtl/>
              </w:rPr>
              <w:instrText xml:space="preserve"> </w:instrText>
            </w:r>
            <w:r>
              <w:rPr>
                <w:webHidden/>
                <w:rtl/>
              </w:rPr>
            </w:r>
            <w:r>
              <w:rPr>
                <w:webHidden/>
                <w:rtl/>
              </w:rPr>
              <w:fldChar w:fldCharType="separate"/>
            </w:r>
            <w:r w:rsidR="00F82EF5">
              <w:rPr>
                <w:webHidden/>
              </w:rPr>
              <w:t>7</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19" w:history="1">
            <w:r w:rsidR="00A70F3F" w:rsidRPr="008E78A1">
              <w:rPr>
                <w:rStyle w:val="Hyperlink"/>
              </w:rPr>
              <w:t>Ramadan: The Month of Revelation of the Holy Quran</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Toc391207319 \h</w:instrText>
            </w:r>
            <w:r w:rsidR="00A70F3F">
              <w:rPr>
                <w:webHidden/>
                <w:rtl/>
              </w:rPr>
              <w:instrText xml:space="preserve"> </w:instrText>
            </w:r>
            <w:r>
              <w:rPr>
                <w:webHidden/>
                <w:rtl/>
              </w:rPr>
            </w:r>
            <w:r>
              <w:rPr>
                <w:webHidden/>
                <w:rtl/>
              </w:rPr>
              <w:fldChar w:fldCharType="separate"/>
            </w:r>
            <w:r w:rsidR="00F82EF5">
              <w:rPr>
                <w:webHidden/>
              </w:rPr>
              <w:t>7</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20" w:history="1">
            <w:r w:rsidR="00A70F3F" w:rsidRPr="008E78A1">
              <w:rPr>
                <w:rStyle w:val="Hyperlink"/>
              </w:rPr>
              <w:t>Hadith No. 04</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Toc391207320 \h</w:instrText>
            </w:r>
            <w:r w:rsidR="00A70F3F">
              <w:rPr>
                <w:webHidden/>
                <w:rtl/>
              </w:rPr>
              <w:instrText xml:space="preserve"> </w:instrText>
            </w:r>
            <w:r>
              <w:rPr>
                <w:webHidden/>
                <w:rtl/>
              </w:rPr>
            </w:r>
            <w:r>
              <w:rPr>
                <w:webHidden/>
                <w:rtl/>
              </w:rPr>
              <w:fldChar w:fldCharType="separate"/>
            </w:r>
            <w:r w:rsidR="00F82EF5">
              <w:rPr>
                <w:webHidden/>
              </w:rPr>
              <w:t>8</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21" w:history="1">
            <w:r w:rsidR="00A70F3F" w:rsidRPr="008E78A1">
              <w:rPr>
                <w:rStyle w:val="Hyperlink"/>
              </w:rPr>
              <w:t>Reward for Recitation of the Holy Quran during Ramadan</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Toc391207321 \h</w:instrText>
            </w:r>
            <w:r w:rsidR="00A70F3F">
              <w:rPr>
                <w:webHidden/>
                <w:rtl/>
              </w:rPr>
              <w:instrText xml:space="preserve"> </w:instrText>
            </w:r>
            <w:r>
              <w:rPr>
                <w:webHidden/>
                <w:rtl/>
              </w:rPr>
            </w:r>
            <w:r>
              <w:rPr>
                <w:webHidden/>
                <w:rtl/>
              </w:rPr>
              <w:fldChar w:fldCharType="separate"/>
            </w:r>
            <w:r w:rsidR="00F82EF5">
              <w:rPr>
                <w:webHidden/>
              </w:rPr>
              <w:t>8</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22" w:history="1">
            <w:r w:rsidR="00A70F3F" w:rsidRPr="008E78A1">
              <w:rPr>
                <w:rStyle w:val="Hyperlink"/>
              </w:rPr>
              <w:t>Hadith No. 05</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Toc391207322 \h</w:instrText>
            </w:r>
            <w:r w:rsidR="00A70F3F">
              <w:rPr>
                <w:webHidden/>
                <w:rtl/>
              </w:rPr>
              <w:instrText xml:space="preserve"> </w:instrText>
            </w:r>
            <w:r>
              <w:rPr>
                <w:webHidden/>
                <w:rtl/>
              </w:rPr>
            </w:r>
            <w:r>
              <w:rPr>
                <w:webHidden/>
                <w:rtl/>
              </w:rPr>
              <w:fldChar w:fldCharType="separate"/>
            </w:r>
            <w:r w:rsidR="00F82EF5">
              <w:rPr>
                <w:webHidden/>
              </w:rPr>
              <w:t>9</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23" w:history="1">
            <w:r w:rsidR="00A70F3F" w:rsidRPr="008E78A1">
              <w:rPr>
                <w:rStyle w:val="Hyperlink"/>
              </w:rPr>
              <w:t>Reward of the Month of Ramadan</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Toc391207323 \h</w:instrText>
            </w:r>
            <w:r w:rsidR="00A70F3F">
              <w:rPr>
                <w:webHidden/>
                <w:rtl/>
              </w:rPr>
              <w:instrText xml:space="preserve"> </w:instrText>
            </w:r>
            <w:r>
              <w:rPr>
                <w:webHidden/>
                <w:rtl/>
              </w:rPr>
            </w:r>
            <w:r>
              <w:rPr>
                <w:webHidden/>
                <w:rtl/>
              </w:rPr>
              <w:fldChar w:fldCharType="separate"/>
            </w:r>
            <w:r w:rsidR="00F82EF5">
              <w:rPr>
                <w:webHidden/>
              </w:rPr>
              <w:t>9</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24" w:history="1">
            <w:r w:rsidR="00A70F3F" w:rsidRPr="008E78A1">
              <w:rPr>
                <w:rStyle w:val="Hyperlink"/>
              </w:rPr>
              <w:t>Hadith No. 06</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Toc391207324 \h</w:instrText>
            </w:r>
            <w:r w:rsidR="00A70F3F">
              <w:rPr>
                <w:webHidden/>
                <w:rtl/>
              </w:rPr>
              <w:instrText xml:space="preserve"> </w:instrText>
            </w:r>
            <w:r>
              <w:rPr>
                <w:webHidden/>
                <w:rtl/>
              </w:rPr>
            </w:r>
            <w:r>
              <w:rPr>
                <w:webHidden/>
                <w:rtl/>
              </w:rPr>
              <w:fldChar w:fldCharType="separate"/>
            </w:r>
            <w:r w:rsidR="00F82EF5">
              <w:rPr>
                <w:webHidden/>
              </w:rPr>
              <w:t>10</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25" w:history="1">
            <w:r w:rsidR="00A70F3F" w:rsidRPr="008E78A1">
              <w:rPr>
                <w:rStyle w:val="Hyperlink"/>
              </w:rPr>
              <w:t>Ramadan: The Month of God</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Toc391207325 \h</w:instrText>
            </w:r>
            <w:r w:rsidR="00A70F3F">
              <w:rPr>
                <w:webHidden/>
                <w:rtl/>
              </w:rPr>
              <w:instrText xml:space="preserve"> </w:instrText>
            </w:r>
            <w:r>
              <w:rPr>
                <w:webHidden/>
                <w:rtl/>
              </w:rPr>
            </w:r>
            <w:r>
              <w:rPr>
                <w:webHidden/>
                <w:rtl/>
              </w:rPr>
              <w:fldChar w:fldCharType="separate"/>
            </w:r>
            <w:r w:rsidR="00F82EF5">
              <w:rPr>
                <w:webHidden/>
              </w:rPr>
              <w:t>10</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26" w:history="1">
            <w:r w:rsidR="00A70F3F" w:rsidRPr="008E78A1">
              <w:rPr>
                <w:rStyle w:val="Hyperlink"/>
              </w:rPr>
              <w:t>Hadith No. 07</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Toc391207326 \h</w:instrText>
            </w:r>
            <w:r w:rsidR="00A70F3F">
              <w:rPr>
                <w:webHidden/>
                <w:rtl/>
              </w:rPr>
              <w:instrText xml:space="preserve"> </w:instrText>
            </w:r>
            <w:r>
              <w:rPr>
                <w:webHidden/>
                <w:rtl/>
              </w:rPr>
            </w:r>
            <w:r>
              <w:rPr>
                <w:webHidden/>
                <w:rtl/>
              </w:rPr>
              <w:fldChar w:fldCharType="separate"/>
            </w:r>
            <w:r w:rsidR="00F82EF5">
              <w:rPr>
                <w:webHidden/>
              </w:rPr>
              <w:t>11</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27" w:history="1">
            <w:r w:rsidR="00A70F3F" w:rsidRPr="008E78A1">
              <w:rPr>
                <w:rStyle w:val="Hyperlink"/>
              </w:rPr>
              <w:t>Ramadan: The Chosen Month</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Toc391207327 \h</w:instrText>
            </w:r>
            <w:r w:rsidR="00A70F3F">
              <w:rPr>
                <w:webHidden/>
                <w:rtl/>
              </w:rPr>
              <w:instrText xml:space="preserve"> </w:instrText>
            </w:r>
            <w:r>
              <w:rPr>
                <w:webHidden/>
                <w:rtl/>
              </w:rPr>
            </w:r>
            <w:r>
              <w:rPr>
                <w:webHidden/>
                <w:rtl/>
              </w:rPr>
              <w:fldChar w:fldCharType="separate"/>
            </w:r>
            <w:r w:rsidR="00F82EF5">
              <w:rPr>
                <w:webHidden/>
              </w:rPr>
              <w:t>11</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28" w:history="1">
            <w:r w:rsidR="00A70F3F" w:rsidRPr="008E78A1">
              <w:rPr>
                <w:rStyle w:val="Hyperlink"/>
              </w:rPr>
              <w:t>Hadith No. 08</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Toc391207328 \h</w:instrText>
            </w:r>
            <w:r w:rsidR="00A70F3F">
              <w:rPr>
                <w:webHidden/>
                <w:rtl/>
              </w:rPr>
              <w:instrText xml:space="preserve"> </w:instrText>
            </w:r>
            <w:r>
              <w:rPr>
                <w:webHidden/>
                <w:rtl/>
              </w:rPr>
            </w:r>
            <w:r>
              <w:rPr>
                <w:webHidden/>
                <w:rtl/>
              </w:rPr>
              <w:fldChar w:fldCharType="separate"/>
            </w:r>
            <w:r w:rsidR="00F82EF5">
              <w:rPr>
                <w:webHidden/>
              </w:rPr>
              <w:t>12</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29" w:history="1">
            <w:r w:rsidR="00A70F3F" w:rsidRPr="008E78A1">
              <w:rPr>
                <w:rStyle w:val="Hyperlink"/>
              </w:rPr>
              <w:t>Ramadan: The Great Month</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Toc391207329 \h</w:instrText>
            </w:r>
            <w:r w:rsidR="00A70F3F">
              <w:rPr>
                <w:webHidden/>
                <w:rtl/>
              </w:rPr>
              <w:instrText xml:space="preserve"> </w:instrText>
            </w:r>
            <w:r>
              <w:rPr>
                <w:webHidden/>
                <w:rtl/>
              </w:rPr>
            </w:r>
            <w:r>
              <w:rPr>
                <w:webHidden/>
                <w:rtl/>
              </w:rPr>
              <w:fldChar w:fldCharType="separate"/>
            </w:r>
            <w:r w:rsidR="00F82EF5">
              <w:rPr>
                <w:webHidden/>
              </w:rPr>
              <w:t>12</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30" w:history="1">
            <w:r w:rsidR="00A70F3F" w:rsidRPr="008E78A1">
              <w:rPr>
                <w:rStyle w:val="Hyperlink"/>
              </w:rPr>
              <w:t>Hadith No. 09</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Toc391207330 \h</w:instrText>
            </w:r>
            <w:r w:rsidR="00A70F3F">
              <w:rPr>
                <w:webHidden/>
                <w:rtl/>
              </w:rPr>
              <w:instrText xml:space="preserve"> </w:instrText>
            </w:r>
            <w:r>
              <w:rPr>
                <w:webHidden/>
                <w:rtl/>
              </w:rPr>
            </w:r>
            <w:r>
              <w:rPr>
                <w:webHidden/>
                <w:rtl/>
              </w:rPr>
              <w:fldChar w:fldCharType="separate"/>
            </w:r>
            <w:r w:rsidR="00F82EF5">
              <w:rPr>
                <w:webHidden/>
              </w:rPr>
              <w:t>13</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31" w:history="1">
            <w:r w:rsidR="00A70F3F" w:rsidRPr="008E78A1">
              <w:rPr>
                <w:rStyle w:val="Hyperlink"/>
              </w:rPr>
              <w:t>Ramadan: The Chief of the Months</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Toc391207331 \h</w:instrText>
            </w:r>
            <w:r w:rsidR="00A70F3F">
              <w:rPr>
                <w:webHidden/>
                <w:rtl/>
              </w:rPr>
              <w:instrText xml:space="preserve"> </w:instrText>
            </w:r>
            <w:r>
              <w:rPr>
                <w:webHidden/>
                <w:rtl/>
              </w:rPr>
            </w:r>
            <w:r>
              <w:rPr>
                <w:webHidden/>
                <w:rtl/>
              </w:rPr>
              <w:fldChar w:fldCharType="separate"/>
            </w:r>
            <w:r w:rsidR="00F82EF5">
              <w:rPr>
                <w:webHidden/>
              </w:rPr>
              <w:t>13</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32" w:history="1">
            <w:r w:rsidR="00A70F3F" w:rsidRPr="008E78A1">
              <w:rPr>
                <w:rStyle w:val="Hyperlink"/>
              </w:rPr>
              <w:t>Hadith No. 10</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Toc391207332 \h</w:instrText>
            </w:r>
            <w:r w:rsidR="00A70F3F">
              <w:rPr>
                <w:webHidden/>
                <w:rtl/>
              </w:rPr>
              <w:instrText xml:space="preserve"> </w:instrText>
            </w:r>
            <w:r>
              <w:rPr>
                <w:webHidden/>
                <w:rtl/>
              </w:rPr>
            </w:r>
            <w:r>
              <w:rPr>
                <w:webHidden/>
                <w:rtl/>
              </w:rPr>
              <w:fldChar w:fldCharType="separate"/>
            </w:r>
            <w:r w:rsidR="00F82EF5">
              <w:rPr>
                <w:webHidden/>
              </w:rPr>
              <w:t>14</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33" w:history="1">
            <w:r w:rsidR="00A70F3F" w:rsidRPr="008E78A1">
              <w:rPr>
                <w:rStyle w:val="Hyperlink"/>
              </w:rPr>
              <w:t>Ramadan: The Beginning of the Year</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Toc391207333 \h</w:instrText>
            </w:r>
            <w:r w:rsidR="00A70F3F">
              <w:rPr>
                <w:webHidden/>
                <w:rtl/>
              </w:rPr>
              <w:instrText xml:space="preserve"> </w:instrText>
            </w:r>
            <w:r>
              <w:rPr>
                <w:webHidden/>
                <w:rtl/>
              </w:rPr>
            </w:r>
            <w:r>
              <w:rPr>
                <w:webHidden/>
                <w:rtl/>
              </w:rPr>
              <w:fldChar w:fldCharType="separate"/>
            </w:r>
            <w:r w:rsidR="00F82EF5">
              <w:rPr>
                <w:webHidden/>
              </w:rPr>
              <w:t>14</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34" w:history="1">
            <w:r w:rsidR="00A70F3F" w:rsidRPr="008E78A1">
              <w:rPr>
                <w:rStyle w:val="Hyperlink"/>
              </w:rPr>
              <w:t>Hadith No. 11</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Toc391207334 \h</w:instrText>
            </w:r>
            <w:r w:rsidR="00A70F3F">
              <w:rPr>
                <w:webHidden/>
                <w:rtl/>
              </w:rPr>
              <w:instrText xml:space="preserve"> </w:instrText>
            </w:r>
            <w:r>
              <w:rPr>
                <w:webHidden/>
                <w:rtl/>
              </w:rPr>
            </w:r>
            <w:r>
              <w:rPr>
                <w:webHidden/>
                <w:rtl/>
              </w:rPr>
              <w:fldChar w:fldCharType="separate"/>
            </w:r>
            <w:r w:rsidR="00F82EF5">
              <w:rPr>
                <w:webHidden/>
              </w:rPr>
              <w:t>15</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35" w:history="1">
            <w:r w:rsidR="00A70F3F" w:rsidRPr="008E78A1">
              <w:rPr>
                <w:rStyle w:val="Hyperlink"/>
              </w:rPr>
              <w:t>Ramadan: The Month of Mercy</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Toc391207335 \h</w:instrText>
            </w:r>
            <w:r w:rsidR="00A70F3F">
              <w:rPr>
                <w:webHidden/>
                <w:rtl/>
              </w:rPr>
              <w:instrText xml:space="preserve"> </w:instrText>
            </w:r>
            <w:r>
              <w:rPr>
                <w:webHidden/>
                <w:rtl/>
              </w:rPr>
            </w:r>
            <w:r>
              <w:rPr>
                <w:webHidden/>
                <w:rtl/>
              </w:rPr>
              <w:fldChar w:fldCharType="separate"/>
            </w:r>
            <w:r w:rsidR="00F82EF5">
              <w:rPr>
                <w:webHidden/>
              </w:rPr>
              <w:t>15</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36" w:history="1">
            <w:r w:rsidR="00A70F3F" w:rsidRPr="008E78A1">
              <w:rPr>
                <w:rStyle w:val="Hyperlink"/>
              </w:rPr>
              <w:t>Hadith No. 12</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Toc391207336 \h</w:instrText>
            </w:r>
            <w:r w:rsidR="00A70F3F">
              <w:rPr>
                <w:webHidden/>
                <w:rtl/>
              </w:rPr>
              <w:instrText xml:space="preserve"> </w:instrText>
            </w:r>
            <w:r>
              <w:rPr>
                <w:webHidden/>
                <w:rtl/>
              </w:rPr>
            </w:r>
            <w:r>
              <w:rPr>
                <w:webHidden/>
                <w:rtl/>
              </w:rPr>
              <w:fldChar w:fldCharType="separate"/>
            </w:r>
            <w:r w:rsidR="00F82EF5">
              <w:rPr>
                <w:webHidden/>
              </w:rPr>
              <w:t>16</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37" w:history="1">
            <w:r w:rsidR="00A70F3F" w:rsidRPr="008E78A1">
              <w:rPr>
                <w:rStyle w:val="Hyperlink"/>
              </w:rPr>
              <w:t>Excellence of the Month of Ramadan</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Toc391207337 \h</w:instrText>
            </w:r>
            <w:r w:rsidR="00A70F3F">
              <w:rPr>
                <w:webHidden/>
                <w:rtl/>
              </w:rPr>
              <w:instrText xml:space="preserve"> </w:instrText>
            </w:r>
            <w:r>
              <w:rPr>
                <w:webHidden/>
                <w:rtl/>
              </w:rPr>
            </w:r>
            <w:r>
              <w:rPr>
                <w:webHidden/>
                <w:rtl/>
              </w:rPr>
              <w:fldChar w:fldCharType="separate"/>
            </w:r>
            <w:r w:rsidR="00F82EF5">
              <w:rPr>
                <w:webHidden/>
              </w:rPr>
              <w:t>16</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38" w:history="1">
            <w:r w:rsidR="00A70F3F" w:rsidRPr="008E78A1">
              <w:rPr>
                <w:rStyle w:val="Hyperlink"/>
              </w:rPr>
              <w:t>Hadith No. 13</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Toc391207338 \h</w:instrText>
            </w:r>
            <w:r w:rsidR="00A70F3F">
              <w:rPr>
                <w:webHidden/>
                <w:rtl/>
              </w:rPr>
              <w:instrText xml:space="preserve"> </w:instrText>
            </w:r>
            <w:r>
              <w:rPr>
                <w:webHidden/>
                <w:rtl/>
              </w:rPr>
            </w:r>
            <w:r>
              <w:rPr>
                <w:webHidden/>
                <w:rtl/>
              </w:rPr>
              <w:fldChar w:fldCharType="separate"/>
            </w:r>
            <w:r w:rsidR="00F82EF5">
              <w:rPr>
                <w:webHidden/>
              </w:rPr>
              <w:t>17</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39" w:history="1">
            <w:r w:rsidR="00A70F3F" w:rsidRPr="008E78A1">
              <w:rPr>
                <w:rStyle w:val="Hyperlink"/>
              </w:rPr>
              <w:t>Ramadan: The Best of the Months</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Toc391207339 \h</w:instrText>
            </w:r>
            <w:r w:rsidR="00A70F3F">
              <w:rPr>
                <w:webHidden/>
                <w:rtl/>
              </w:rPr>
              <w:instrText xml:space="preserve"> </w:instrText>
            </w:r>
            <w:r>
              <w:rPr>
                <w:webHidden/>
                <w:rtl/>
              </w:rPr>
            </w:r>
            <w:r>
              <w:rPr>
                <w:webHidden/>
                <w:rtl/>
              </w:rPr>
              <w:fldChar w:fldCharType="separate"/>
            </w:r>
            <w:r w:rsidR="00F82EF5">
              <w:rPr>
                <w:webHidden/>
              </w:rPr>
              <w:t>17</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40" w:history="1">
            <w:r w:rsidR="00A70F3F" w:rsidRPr="008E78A1">
              <w:rPr>
                <w:rStyle w:val="Hyperlink"/>
              </w:rPr>
              <w:t>Hadith No. 14</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Toc391207340 \h</w:instrText>
            </w:r>
            <w:r w:rsidR="00A70F3F">
              <w:rPr>
                <w:webHidden/>
                <w:rtl/>
              </w:rPr>
              <w:instrText xml:space="preserve"> </w:instrText>
            </w:r>
            <w:r>
              <w:rPr>
                <w:webHidden/>
                <w:rtl/>
              </w:rPr>
            </w:r>
            <w:r>
              <w:rPr>
                <w:webHidden/>
                <w:rtl/>
              </w:rPr>
              <w:fldChar w:fldCharType="separate"/>
            </w:r>
            <w:r w:rsidR="00F82EF5">
              <w:rPr>
                <w:webHidden/>
              </w:rPr>
              <w:t>18</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41" w:history="1">
            <w:r w:rsidR="00A70F3F" w:rsidRPr="008E78A1">
              <w:rPr>
                <w:rStyle w:val="Hyperlink"/>
              </w:rPr>
              <w:t>The Night of Qadr</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Toc391207341 \h</w:instrText>
            </w:r>
            <w:r w:rsidR="00A70F3F">
              <w:rPr>
                <w:webHidden/>
                <w:rtl/>
              </w:rPr>
              <w:instrText xml:space="preserve"> </w:instrText>
            </w:r>
            <w:r>
              <w:rPr>
                <w:webHidden/>
                <w:rtl/>
              </w:rPr>
            </w:r>
            <w:r>
              <w:rPr>
                <w:webHidden/>
                <w:rtl/>
              </w:rPr>
              <w:fldChar w:fldCharType="separate"/>
            </w:r>
            <w:r w:rsidR="00F82EF5">
              <w:rPr>
                <w:webHidden/>
              </w:rPr>
              <w:t>18</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42" w:history="1">
            <w:r w:rsidR="00A70F3F" w:rsidRPr="008E78A1">
              <w:rPr>
                <w:rStyle w:val="Hyperlink"/>
              </w:rPr>
              <w:t>Hadith No. 15</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Toc391207342 \h</w:instrText>
            </w:r>
            <w:r w:rsidR="00A70F3F">
              <w:rPr>
                <w:webHidden/>
                <w:rtl/>
              </w:rPr>
              <w:instrText xml:space="preserve"> </w:instrText>
            </w:r>
            <w:r>
              <w:rPr>
                <w:webHidden/>
                <w:rtl/>
              </w:rPr>
            </w:r>
            <w:r>
              <w:rPr>
                <w:webHidden/>
                <w:rtl/>
              </w:rPr>
              <w:fldChar w:fldCharType="separate"/>
            </w:r>
            <w:r w:rsidR="00F82EF5">
              <w:rPr>
                <w:webHidden/>
              </w:rPr>
              <w:t>19</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43" w:history="1">
            <w:r w:rsidR="00A70F3F" w:rsidRPr="008E78A1">
              <w:rPr>
                <w:rStyle w:val="Hyperlink"/>
              </w:rPr>
              <w:t>Gift of Allah's Month</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Toc391207343 \h</w:instrText>
            </w:r>
            <w:r w:rsidR="00A70F3F">
              <w:rPr>
                <w:webHidden/>
                <w:rtl/>
              </w:rPr>
              <w:instrText xml:space="preserve"> </w:instrText>
            </w:r>
            <w:r>
              <w:rPr>
                <w:webHidden/>
                <w:rtl/>
              </w:rPr>
            </w:r>
            <w:r>
              <w:rPr>
                <w:webHidden/>
                <w:rtl/>
              </w:rPr>
              <w:fldChar w:fldCharType="separate"/>
            </w:r>
            <w:r w:rsidR="00F82EF5">
              <w:rPr>
                <w:webHidden/>
              </w:rPr>
              <w:t>19</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44" w:history="1">
            <w:r w:rsidR="00A70F3F" w:rsidRPr="008E78A1">
              <w:rPr>
                <w:rStyle w:val="Hyperlink"/>
              </w:rPr>
              <w:t>Hadith No. 16</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Toc391207344 \h</w:instrText>
            </w:r>
            <w:r w:rsidR="00A70F3F">
              <w:rPr>
                <w:webHidden/>
                <w:rtl/>
              </w:rPr>
              <w:instrText xml:space="preserve"> </w:instrText>
            </w:r>
            <w:r>
              <w:rPr>
                <w:webHidden/>
                <w:rtl/>
              </w:rPr>
            </w:r>
            <w:r>
              <w:rPr>
                <w:webHidden/>
                <w:rtl/>
              </w:rPr>
              <w:fldChar w:fldCharType="separate"/>
            </w:r>
            <w:r w:rsidR="00F82EF5">
              <w:rPr>
                <w:webHidden/>
              </w:rPr>
              <w:t>20</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45" w:history="1">
            <w:r w:rsidR="00A70F3F" w:rsidRPr="008E78A1">
              <w:rPr>
                <w:rStyle w:val="Hyperlink"/>
              </w:rPr>
              <w:t>Fasts of the Month of Ramadan</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Toc391207345 \h</w:instrText>
            </w:r>
            <w:r w:rsidR="00A70F3F">
              <w:rPr>
                <w:webHidden/>
                <w:rtl/>
              </w:rPr>
              <w:instrText xml:space="preserve"> </w:instrText>
            </w:r>
            <w:r>
              <w:rPr>
                <w:webHidden/>
                <w:rtl/>
              </w:rPr>
            </w:r>
            <w:r>
              <w:rPr>
                <w:webHidden/>
                <w:rtl/>
              </w:rPr>
              <w:fldChar w:fldCharType="separate"/>
            </w:r>
            <w:r w:rsidR="00F82EF5">
              <w:rPr>
                <w:webHidden/>
              </w:rPr>
              <w:t>20</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46" w:history="1">
            <w:r w:rsidR="00A70F3F" w:rsidRPr="008E78A1">
              <w:rPr>
                <w:rStyle w:val="Hyperlink"/>
              </w:rPr>
              <w:t>Hadith No. 17</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Toc391207346 \h</w:instrText>
            </w:r>
            <w:r w:rsidR="00A70F3F">
              <w:rPr>
                <w:webHidden/>
                <w:rtl/>
              </w:rPr>
              <w:instrText xml:space="preserve"> </w:instrText>
            </w:r>
            <w:r>
              <w:rPr>
                <w:webHidden/>
                <w:rtl/>
              </w:rPr>
            </w:r>
            <w:r>
              <w:rPr>
                <w:webHidden/>
                <w:rtl/>
              </w:rPr>
              <w:fldChar w:fldCharType="separate"/>
            </w:r>
            <w:r w:rsidR="00F82EF5">
              <w:rPr>
                <w:webHidden/>
              </w:rPr>
              <w:t>21</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47" w:history="1">
            <w:r w:rsidR="00A70F3F" w:rsidRPr="008E78A1">
              <w:rPr>
                <w:rStyle w:val="Hyperlink"/>
              </w:rPr>
              <w:t>Ramadan: The Month of Spiritual Striving</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Toc391207347 \h</w:instrText>
            </w:r>
            <w:r w:rsidR="00A70F3F">
              <w:rPr>
                <w:webHidden/>
                <w:rtl/>
              </w:rPr>
              <w:instrText xml:space="preserve"> </w:instrText>
            </w:r>
            <w:r>
              <w:rPr>
                <w:webHidden/>
                <w:rtl/>
              </w:rPr>
            </w:r>
            <w:r>
              <w:rPr>
                <w:webHidden/>
                <w:rtl/>
              </w:rPr>
              <w:fldChar w:fldCharType="separate"/>
            </w:r>
            <w:r w:rsidR="00F82EF5">
              <w:rPr>
                <w:webHidden/>
              </w:rPr>
              <w:t>21</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48" w:history="1">
            <w:r w:rsidR="00A70F3F" w:rsidRPr="008E78A1">
              <w:rPr>
                <w:rStyle w:val="Hyperlink"/>
              </w:rPr>
              <w:t>Hadith No. 18</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Toc391207348 \h</w:instrText>
            </w:r>
            <w:r w:rsidR="00A70F3F">
              <w:rPr>
                <w:webHidden/>
                <w:rtl/>
              </w:rPr>
              <w:instrText xml:space="preserve"> </w:instrText>
            </w:r>
            <w:r>
              <w:rPr>
                <w:webHidden/>
                <w:rtl/>
              </w:rPr>
            </w:r>
            <w:r>
              <w:rPr>
                <w:webHidden/>
                <w:rtl/>
              </w:rPr>
              <w:fldChar w:fldCharType="separate"/>
            </w:r>
            <w:r w:rsidR="00F82EF5">
              <w:rPr>
                <w:webHidden/>
              </w:rPr>
              <w:t>22</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49" w:history="1">
            <w:r w:rsidR="00A70F3F" w:rsidRPr="008E78A1">
              <w:rPr>
                <w:rStyle w:val="Hyperlink"/>
              </w:rPr>
              <w:t>Ramadan: The Month of Good Deeds</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Toc391207349 \h</w:instrText>
            </w:r>
            <w:r w:rsidR="00A70F3F">
              <w:rPr>
                <w:webHidden/>
                <w:rtl/>
              </w:rPr>
              <w:instrText xml:space="preserve"> </w:instrText>
            </w:r>
            <w:r>
              <w:rPr>
                <w:webHidden/>
                <w:rtl/>
              </w:rPr>
            </w:r>
            <w:r>
              <w:rPr>
                <w:webHidden/>
                <w:rtl/>
              </w:rPr>
              <w:fldChar w:fldCharType="separate"/>
            </w:r>
            <w:r w:rsidR="00F82EF5">
              <w:rPr>
                <w:webHidden/>
              </w:rPr>
              <w:t>22</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50" w:history="1">
            <w:r w:rsidR="00A70F3F" w:rsidRPr="008E78A1">
              <w:rPr>
                <w:rStyle w:val="Hyperlink"/>
              </w:rPr>
              <w:t>Hadith No. 19</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Toc391207350 \h</w:instrText>
            </w:r>
            <w:r w:rsidR="00A70F3F">
              <w:rPr>
                <w:webHidden/>
                <w:rtl/>
              </w:rPr>
              <w:instrText xml:space="preserve"> </w:instrText>
            </w:r>
            <w:r>
              <w:rPr>
                <w:webHidden/>
                <w:rtl/>
              </w:rPr>
            </w:r>
            <w:r>
              <w:rPr>
                <w:webHidden/>
                <w:rtl/>
              </w:rPr>
              <w:fldChar w:fldCharType="separate"/>
            </w:r>
            <w:r w:rsidR="00F82EF5">
              <w:rPr>
                <w:webHidden/>
              </w:rPr>
              <w:t>23</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51" w:history="1">
            <w:r w:rsidR="00A70F3F" w:rsidRPr="008E78A1">
              <w:rPr>
                <w:rStyle w:val="Hyperlink"/>
              </w:rPr>
              <w:t>Ramadan: The Blessed Month</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Toc391207351 \h</w:instrText>
            </w:r>
            <w:r w:rsidR="00A70F3F">
              <w:rPr>
                <w:webHidden/>
                <w:rtl/>
              </w:rPr>
              <w:instrText xml:space="preserve"> </w:instrText>
            </w:r>
            <w:r>
              <w:rPr>
                <w:webHidden/>
                <w:rtl/>
              </w:rPr>
            </w:r>
            <w:r>
              <w:rPr>
                <w:webHidden/>
                <w:rtl/>
              </w:rPr>
              <w:fldChar w:fldCharType="separate"/>
            </w:r>
            <w:r w:rsidR="00F82EF5">
              <w:rPr>
                <w:webHidden/>
              </w:rPr>
              <w:t>23</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52" w:history="1">
            <w:r w:rsidR="00A70F3F" w:rsidRPr="008E78A1">
              <w:rPr>
                <w:rStyle w:val="Hyperlink"/>
              </w:rPr>
              <w:t>Hadith No. 20</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Toc391207352 \h</w:instrText>
            </w:r>
            <w:r w:rsidR="00A70F3F">
              <w:rPr>
                <w:webHidden/>
                <w:rtl/>
              </w:rPr>
              <w:instrText xml:space="preserve"> </w:instrText>
            </w:r>
            <w:r>
              <w:rPr>
                <w:webHidden/>
                <w:rtl/>
              </w:rPr>
            </w:r>
            <w:r>
              <w:rPr>
                <w:webHidden/>
                <w:rtl/>
              </w:rPr>
              <w:fldChar w:fldCharType="separate"/>
            </w:r>
            <w:r w:rsidR="00F82EF5">
              <w:rPr>
                <w:webHidden/>
              </w:rPr>
              <w:t>24</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53" w:history="1">
            <w:r w:rsidR="00A70F3F" w:rsidRPr="008E78A1">
              <w:rPr>
                <w:rStyle w:val="Hyperlink"/>
              </w:rPr>
              <w:t>The Month of Ramadan and Seeking Forgiveness</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Toc391207353 \h</w:instrText>
            </w:r>
            <w:r w:rsidR="00A70F3F">
              <w:rPr>
                <w:webHidden/>
                <w:rtl/>
              </w:rPr>
              <w:instrText xml:space="preserve"> </w:instrText>
            </w:r>
            <w:r>
              <w:rPr>
                <w:webHidden/>
                <w:rtl/>
              </w:rPr>
            </w:r>
            <w:r>
              <w:rPr>
                <w:webHidden/>
                <w:rtl/>
              </w:rPr>
              <w:fldChar w:fldCharType="separate"/>
            </w:r>
            <w:r w:rsidR="00F82EF5">
              <w:rPr>
                <w:webHidden/>
              </w:rPr>
              <w:t>24</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54" w:history="1">
            <w:r w:rsidR="00A70F3F" w:rsidRPr="008E78A1">
              <w:rPr>
                <w:rStyle w:val="Hyperlink"/>
              </w:rPr>
              <w:t>Hadith No. 21</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Toc391207354 \h</w:instrText>
            </w:r>
            <w:r w:rsidR="00A70F3F">
              <w:rPr>
                <w:webHidden/>
                <w:rtl/>
              </w:rPr>
              <w:instrText xml:space="preserve"> </w:instrText>
            </w:r>
            <w:r>
              <w:rPr>
                <w:webHidden/>
                <w:rtl/>
              </w:rPr>
            </w:r>
            <w:r>
              <w:rPr>
                <w:webHidden/>
                <w:rtl/>
              </w:rPr>
              <w:fldChar w:fldCharType="separate"/>
            </w:r>
            <w:r w:rsidR="00F82EF5">
              <w:rPr>
                <w:webHidden/>
              </w:rPr>
              <w:t>25</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55" w:history="1">
            <w:r w:rsidR="00A70F3F" w:rsidRPr="008E78A1">
              <w:rPr>
                <w:rStyle w:val="Hyperlink"/>
              </w:rPr>
              <w:t>Opening of the doors of Paradise</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Toc391207355 \h</w:instrText>
            </w:r>
            <w:r w:rsidR="00A70F3F">
              <w:rPr>
                <w:webHidden/>
                <w:rtl/>
              </w:rPr>
              <w:instrText xml:space="preserve"> </w:instrText>
            </w:r>
            <w:r>
              <w:rPr>
                <w:webHidden/>
                <w:rtl/>
              </w:rPr>
            </w:r>
            <w:r>
              <w:rPr>
                <w:webHidden/>
                <w:rtl/>
              </w:rPr>
              <w:fldChar w:fldCharType="separate"/>
            </w:r>
            <w:r w:rsidR="00F82EF5">
              <w:rPr>
                <w:webHidden/>
              </w:rPr>
              <w:t>25</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56" w:history="1">
            <w:r w:rsidR="00A70F3F" w:rsidRPr="008E78A1">
              <w:rPr>
                <w:rStyle w:val="Hyperlink"/>
              </w:rPr>
              <w:t>Hadith No. 22</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Toc391207356 \h</w:instrText>
            </w:r>
            <w:r w:rsidR="00A70F3F">
              <w:rPr>
                <w:webHidden/>
                <w:rtl/>
              </w:rPr>
              <w:instrText xml:space="preserve"> </w:instrText>
            </w:r>
            <w:r>
              <w:rPr>
                <w:webHidden/>
                <w:rtl/>
              </w:rPr>
            </w:r>
            <w:r>
              <w:rPr>
                <w:webHidden/>
                <w:rtl/>
              </w:rPr>
              <w:fldChar w:fldCharType="separate"/>
            </w:r>
            <w:r w:rsidR="00F82EF5">
              <w:rPr>
                <w:webHidden/>
              </w:rPr>
              <w:t>26</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57" w:history="1">
            <w:r w:rsidR="00A70F3F" w:rsidRPr="008E78A1">
              <w:rPr>
                <w:rStyle w:val="Hyperlink"/>
              </w:rPr>
              <w:t>The Month of Ramadan and Itikaf</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Toc391207357 \h</w:instrText>
            </w:r>
            <w:r w:rsidR="00A70F3F">
              <w:rPr>
                <w:webHidden/>
                <w:rtl/>
              </w:rPr>
              <w:instrText xml:space="preserve"> </w:instrText>
            </w:r>
            <w:r>
              <w:rPr>
                <w:webHidden/>
                <w:rtl/>
              </w:rPr>
            </w:r>
            <w:r>
              <w:rPr>
                <w:webHidden/>
                <w:rtl/>
              </w:rPr>
              <w:fldChar w:fldCharType="separate"/>
            </w:r>
            <w:r w:rsidR="00F82EF5">
              <w:rPr>
                <w:webHidden/>
              </w:rPr>
              <w:t>26</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58" w:history="1">
            <w:r w:rsidR="00A70F3F" w:rsidRPr="008E78A1">
              <w:rPr>
                <w:rStyle w:val="Hyperlink"/>
              </w:rPr>
              <w:t>Hadith No. 23</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Toc391207358 \h</w:instrText>
            </w:r>
            <w:r w:rsidR="00A70F3F">
              <w:rPr>
                <w:webHidden/>
                <w:rtl/>
              </w:rPr>
              <w:instrText xml:space="preserve"> </w:instrText>
            </w:r>
            <w:r>
              <w:rPr>
                <w:webHidden/>
                <w:rtl/>
              </w:rPr>
            </w:r>
            <w:r>
              <w:rPr>
                <w:webHidden/>
                <w:rtl/>
              </w:rPr>
              <w:fldChar w:fldCharType="separate"/>
            </w:r>
            <w:r w:rsidR="00F82EF5">
              <w:rPr>
                <w:webHidden/>
              </w:rPr>
              <w:t>27</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59" w:history="1">
            <w:r w:rsidR="00A70F3F" w:rsidRPr="008E78A1">
              <w:rPr>
                <w:rStyle w:val="Hyperlink"/>
              </w:rPr>
              <w:t>The Month of Ramadan and Divine Books</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Toc391207359 \h</w:instrText>
            </w:r>
            <w:r w:rsidR="00A70F3F">
              <w:rPr>
                <w:webHidden/>
                <w:rtl/>
              </w:rPr>
              <w:instrText xml:space="preserve"> </w:instrText>
            </w:r>
            <w:r>
              <w:rPr>
                <w:webHidden/>
                <w:rtl/>
              </w:rPr>
            </w:r>
            <w:r>
              <w:rPr>
                <w:webHidden/>
                <w:rtl/>
              </w:rPr>
              <w:fldChar w:fldCharType="separate"/>
            </w:r>
            <w:r w:rsidR="00F82EF5">
              <w:rPr>
                <w:webHidden/>
              </w:rPr>
              <w:t>27</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60" w:history="1">
            <w:r w:rsidR="00A70F3F" w:rsidRPr="008E78A1">
              <w:rPr>
                <w:rStyle w:val="Hyperlink"/>
              </w:rPr>
              <w:t>Hadith No. 24</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Toc391207360 \h</w:instrText>
            </w:r>
            <w:r w:rsidR="00A70F3F">
              <w:rPr>
                <w:webHidden/>
                <w:rtl/>
              </w:rPr>
              <w:instrText xml:space="preserve"> </w:instrText>
            </w:r>
            <w:r>
              <w:rPr>
                <w:webHidden/>
                <w:rtl/>
              </w:rPr>
            </w:r>
            <w:r>
              <w:rPr>
                <w:webHidden/>
                <w:rtl/>
              </w:rPr>
              <w:fldChar w:fldCharType="separate"/>
            </w:r>
            <w:r w:rsidR="00F82EF5">
              <w:rPr>
                <w:webHidden/>
              </w:rPr>
              <w:t>28</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61" w:history="1">
            <w:r w:rsidR="00A70F3F" w:rsidRPr="008E78A1">
              <w:rPr>
                <w:rStyle w:val="Hyperlink"/>
              </w:rPr>
              <w:t>The Best Deed of the Month of Ramadan</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Toc391207361 \h</w:instrText>
            </w:r>
            <w:r w:rsidR="00A70F3F">
              <w:rPr>
                <w:webHidden/>
                <w:rtl/>
              </w:rPr>
              <w:instrText xml:space="preserve"> </w:instrText>
            </w:r>
            <w:r>
              <w:rPr>
                <w:webHidden/>
                <w:rtl/>
              </w:rPr>
            </w:r>
            <w:r>
              <w:rPr>
                <w:webHidden/>
                <w:rtl/>
              </w:rPr>
              <w:fldChar w:fldCharType="separate"/>
            </w:r>
            <w:r w:rsidR="00F82EF5">
              <w:rPr>
                <w:webHidden/>
              </w:rPr>
              <w:t>28</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62" w:history="1">
            <w:r w:rsidR="00A70F3F" w:rsidRPr="008E78A1">
              <w:rPr>
                <w:rStyle w:val="Hyperlink"/>
              </w:rPr>
              <w:t>Hadith No. 25</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Toc391207362 \h</w:instrText>
            </w:r>
            <w:r w:rsidR="00A70F3F">
              <w:rPr>
                <w:webHidden/>
                <w:rtl/>
              </w:rPr>
              <w:instrText xml:space="preserve"> </w:instrText>
            </w:r>
            <w:r>
              <w:rPr>
                <w:webHidden/>
                <w:rtl/>
              </w:rPr>
            </w:r>
            <w:r>
              <w:rPr>
                <w:webHidden/>
                <w:rtl/>
              </w:rPr>
              <w:fldChar w:fldCharType="separate"/>
            </w:r>
            <w:r w:rsidR="00F82EF5">
              <w:rPr>
                <w:webHidden/>
              </w:rPr>
              <w:t>29</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63" w:history="1">
            <w:r w:rsidR="00A70F3F" w:rsidRPr="008E78A1">
              <w:rPr>
                <w:rStyle w:val="Hyperlink"/>
              </w:rPr>
              <w:t>Losers of the Month of Ramadan</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Toc391207363 \h</w:instrText>
            </w:r>
            <w:r w:rsidR="00A70F3F">
              <w:rPr>
                <w:webHidden/>
                <w:rtl/>
              </w:rPr>
              <w:instrText xml:space="preserve"> </w:instrText>
            </w:r>
            <w:r>
              <w:rPr>
                <w:webHidden/>
                <w:rtl/>
              </w:rPr>
            </w:r>
            <w:r>
              <w:rPr>
                <w:webHidden/>
                <w:rtl/>
              </w:rPr>
              <w:fldChar w:fldCharType="separate"/>
            </w:r>
            <w:r w:rsidR="00F82EF5">
              <w:rPr>
                <w:webHidden/>
              </w:rPr>
              <w:t>29</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64" w:history="1">
            <w:r w:rsidR="00A70F3F" w:rsidRPr="008E78A1">
              <w:rPr>
                <w:rStyle w:val="Hyperlink"/>
              </w:rPr>
              <w:t>Hadith No. 26</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Toc391207364 \h</w:instrText>
            </w:r>
            <w:r w:rsidR="00A70F3F">
              <w:rPr>
                <w:webHidden/>
                <w:rtl/>
              </w:rPr>
              <w:instrText xml:space="preserve"> </w:instrText>
            </w:r>
            <w:r>
              <w:rPr>
                <w:webHidden/>
                <w:rtl/>
              </w:rPr>
            </w:r>
            <w:r>
              <w:rPr>
                <w:webHidden/>
                <w:rtl/>
              </w:rPr>
              <w:fldChar w:fldCharType="separate"/>
            </w:r>
            <w:r w:rsidR="00F82EF5">
              <w:rPr>
                <w:webHidden/>
              </w:rPr>
              <w:t>30</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65" w:history="1">
            <w:r w:rsidR="00A70F3F" w:rsidRPr="008E78A1">
              <w:rPr>
                <w:rStyle w:val="Hyperlink"/>
              </w:rPr>
              <w:t>Imam Sajjad (A.S.) and the Month of Ramadan</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Toc391207365 \h</w:instrText>
            </w:r>
            <w:r w:rsidR="00A70F3F">
              <w:rPr>
                <w:webHidden/>
                <w:rtl/>
              </w:rPr>
              <w:instrText xml:space="preserve"> </w:instrText>
            </w:r>
            <w:r>
              <w:rPr>
                <w:webHidden/>
                <w:rtl/>
              </w:rPr>
            </w:r>
            <w:r>
              <w:rPr>
                <w:webHidden/>
                <w:rtl/>
              </w:rPr>
              <w:fldChar w:fldCharType="separate"/>
            </w:r>
            <w:r w:rsidR="00F82EF5">
              <w:rPr>
                <w:webHidden/>
              </w:rPr>
              <w:t>30</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66" w:history="1">
            <w:r w:rsidR="00A70F3F" w:rsidRPr="008E78A1">
              <w:rPr>
                <w:rStyle w:val="Hyperlink"/>
              </w:rPr>
              <w:t>Hadith No. 27</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Toc391207366 \h</w:instrText>
            </w:r>
            <w:r w:rsidR="00A70F3F">
              <w:rPr>
                <w:webHidden/>
                <w:rtl/>
              </w:rPr>
              <w:instrText xml:space="preserve"> </w:instrText>
            </w:r>
            <w:r>
              <w:rPr>
                <w:webHidden/>
                <w:rtl/>
              </w:rPr>
            </w:r>
            <w:r>
              <w:rPr>
                <w:webHidden/>
                <w:rtl/>
              </w:rPr>
              <w:fldChar w:fldCharType="separate"/>
            </w:r>
            <w:r w:rsidR="00F82EF5">
              <w:rPr>
                <w:webHidden/>
              </w:rPr>
              <w:t>31</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67" w:history="1">
            <w:r w:rsidR="00A70F3F" w:rsidRPr="008E78A1">
              <w:rPr>
                <w:rStyle w:val="Hyperlink"/>
              </w:rPr>
              <w:t>Fridays of the Month of Ramadan</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Toc391207367 \h</w:instrText>
            </w:r>
            <w:r w:rsidR="00A70F3F">
              <w:rPr>
                <w:webHidden/>
                <w:rtl/>
              </w:rPr>
              <w:instrText xml:space="preserve"> </w:instrText>
            </w:r>
            <w:r>
              <w:rPr>
                <w:webHidden/>
                <w:rtl/>
              </w:rPr>
            </w:r>
            <w:r>
              <w:rPr>
                <w:webHidden/>
                <w:rtl/>
              </w:rPr>
              <w:fldChar w:fldCharType="separate"/>
            </w:r>
            <w:r w:rsidR="00F82EF5">
              <w:rPr>
                <w:webHidden/>
              </w:rPr>
              <w:t>31</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68" w:history="1">
            <w:r w:rsidR="00A70F3F" w:rsidRPr="008E78A1">
              <w:rPr>
                <w:rStyle w:val="Hyperlink"/>
              </w:rPr>
              <w:t>Hadith No. 28</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Toc391207368 \h</w:instrText>
            </w:r>
            <w:r w:rsidR="00A70F3F">
              <w:rPr>
                <w:webHidden/>
                <w:rtl/>
              </w:rPr>
              <w:instrText xml:space="preserve"> </w:instrText>
            </w:r>
            <w:r>
              <w:rPr>
                <w:webHidden/>
                <w:rtl/>
              </w:rPr>
            </w:r>
            <w:r>
              <w:rPr>
                <w:webHidden/>
                <w:rtl/>
              </w:rPr>
              <w:fldChar w:fldCharType="separate"/>
            </w:r>
            <w:r w:rsidR="00F82EF5">
              <w:rPr>
                <w:webHidden/>
              </w:rPr>
              <w:t>32</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69" w:history="1">
            <w:r w:rsidR="00A70F3F" w:rsidRPr="008E78A1">
              <w:rPr>
                <w:rStyle w:val="Hyperlink"/>
              </w:rPr>
              <w:t>Seven Excellences of Ramadan Fasting</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Toc391207369 \h</w:instrText>
            </w:r>
            <w:r w:rsidR="00A70F3F">
              <w:rPr>
                <w:webHidden/>
                <w:rtl/>
              </w:rPr>
              <w:instrText xml:space="preserve"> </w:instrText>
            </w:r>
            <w:r>
              <w:rPr>
                <w:webHidden/>
                <w:rtl/>
              </w:rPr>
            </w:r>
            <w:r>
              <w:rPr>
                <w:webHidden/>
                <w:rtl/>
              </w:rPr>
              <w:fldChar w:fldCharType="separate"/>
            </w:r>
            <w:r w:rsidR="00F82EF5">
              <w:rPr>
                <w:webHidden/>
              </w:rPr>
              <w:t>32</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70" w:history="1">
            <w:r w:rsidR="00A70F3F" w:rsidRPr="008E78A1">
              <w:rPr>
                <w:rStyle w:val="Hyperlink"/>
              </w:rPr>
              <w:t>Hadith No. 29</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Toc391207370 \h</w:instrText>
            </w:r>
            <w:r w:rsidR="00A70F3F">
              <w:rPr>
                <w:webHidden/>
                <w:rtl/>
              </w:rPr>
              <w:instrText xml:space="preserve"> </w:instrText>
            </w:r>
            <w:r>
              <w:rPr>
                <w:webHidden/>
                <w:rtl/>
              </w:rPr>
            </w:r>
            <w:r>
              <w:rPr>
                <w:webHidden/>
                <w:rtl/>
              </w:rPr>
              <w:fldChar w:fldCharType="separate"/>
            </w:r>
            <w:r w:rsidR="00F82EF5">
              <w:rPr>
                <w:webHidden/>
              </w:rPr>
              <w:t>33</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71" w:history="1">
            <w:r w:rsidR="00A70F3F" w:rsidRPr="008E78A1">
              <w:rPr>
                <w:rStyle w:val="Hyperlink"/>
              </w:rPr>
              <w:t>Ramadan: The Month of Patience</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Toc391207371 \h</w:instrText>
            </w:r>
            <w:r w:rsidR="00A70F3F">
              <w:rPr>
                <w:webHidden/>
                <w:rtl/>
              </w:rPr>
              <w:instrText xml:space="preserve"> </w:instrText>
            </w:r>
            <w:r>
              <w:rPr>
                <w:webHidden/>
                <w:rtl/>
              </w:rPr>
            </w:r>
            <w:r>
              <w:rPr>
                <w:webHidden/>
                <w:rtl/>
              </w:rPr>
              <w:fldChar w:fldCharType="separate"/>
            </w:r>
            <w:r w:rsidR="00F82EF5">
              <w:rPr>
                <w:webHidden/>
              </w:rPr>
              <w:t>33</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72" w:history="1">
            <w:r w:rsidR="00A70F3F" w:rsidRPr="008E78A1">
              <w:rPr>
                <w:rStyle w:val="Hyperlink"/>
              </w:rPr>
              <w:t>Hadith No. 30</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Toc391207372 \h</w:instrText>
            </w:r>
            <w:r w:rsidR="00A70F3F">
              <w:rPr>
                <w:webHidden/>
                <w:rtl/>
              </w:rPr>
              <w:instrText xml:space="preserve"> </w:instrText>
            </w:r>
            <w:r>
              <w:rPr>
                <w:webHidden/>
                <w:rtl/>
              </w:rPr>
            </w:r>
            <w:r>
              <w:rPr>
                <w:webHidden/>
                <w:rtl/>
              </w:rPr>
              <w:fldChar w:fldCharType="separate"/>
            </w:r>
            <w:r w:rsidR="00F82EF5">
              <w:rPr>
                <w:webHidden/>
              </w:rPr>
              <w:t>34</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73" w:history="1">
            <w:r w:rsidR="00A70F3F" w:rsidRPr="008E78A1">
              <w:rPr>
                <w:rStyle w:val="Hyperlink"/>
              </w:rPr>
              <w:t>Giving Charity</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Toc391207373 \h</w:instrText>
            </w:r>
            <w:r w:rsidR="00A70F3F">
              <w:rPr>
                <w:webHidden/>
                <w:rtl/>
              </w:rPr>
              <w:instrText xml:space="preserve"> </w:instrText>
            </w:r>
            <w:r>
              <w:rPr>
                <w:webHidden/>
                <w:rtl/>
              </w:rPr>
            </w:r>
            <w:r>
              <w:rPr>
                <w:webHidden/>
                <w:rtl/>
              </w:rPr>
              <w:fldChar w:fldCharType="separate"/>
            </w:r>
            <w:r w:rsidR="00F82EF5">
              <w:rPr>
                <w:webHidden/>
              </w:rPr>
              <w:t>34</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74" w:history="1">
            <w:r w:rsidR="00A70F3F" w:rsidRPr="008E78A1">
              <w:rPr>
                <w:rStyle w:val="Hyperlink"/>
              </w:rPr>
              <w:t>Hadith No. 31</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Toc391207374 \h</w:instrText>
            </w:r>
            <w:r w:rsidR="00A70F3F">
              <w:rPr>
                <w:webHidden/>
                <w:rtl/>
              </w:rPr>
              <w:instrText xml:space="preserve"> </w:instrText>
            </w:r>
            <w:r>
              <w:rPr>
                <w:webHidden/>
                <w:rtl/>
              </w:rPr>
            </w:r>
            <w:r>
              <w:rPr>
                <w:webHidden/>
                <w:rtl/>
              </w:rPr>
              <w:fldChar w:fldCharType="separate"/>
            </w:r>
            <w:r w:rsidR="00F82EF5">
              <w:rPr>
                <w:webHidden/>
              </w:rPr>
              <w:t>35</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75" w:history="1">
            <w:r w:rsidR="00A70F3F" w:rsidRPr="008E78A1">
              <w:rPr>
                <w:rStyle w:val="Hyperlink"/>
              </w:rPr>
              <w:t>Reward of an Obligatory Act</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Toc391207375 \h</w:instrText>
            </w:r>
            <w:r w:rsidR="00A70F3F">
              <w:rPr>
                <w:webHidden/>
                <w:rtl/>
              </w:rPr>
              <w:instrText xml:space="preserve"> </w:instrText>
            </w:r>
            <w:r>
              <w:rPr>
                <w:webHidden/>
                <w:rtl/>
              </w:rPr>
            </w:r>
            <w:r>
              <w:rPr>
                <w:webHidden/>
                <w:rtl/>
              </w:rPr>
              <w:fldChar w:fldCharType="separate"/>
            </w:r>
            <w:r w:rsidR="00F82EF5">
              <w:rPr>
                <w:webHidden/>
              </w:rPr>
              <w:t>35</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76" w:history="1">
            <w:r w:rsidR="00A70F3F" w:rsidRPr="008E78A1">
              <w:rPr>
                <w:rStyle w:val="Hyperlink"/>
              </w:rPr>
              <w:t>Hadith No. 32</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Toc391207376 \h</w:instrText>
            </w:r>
            <w:r w:rsidR="00A70F3F">
              <w:rPr>
                <w:webHidden/>
                <w:rtl/>
              </w:rPr>
              <w:instrText xml:space="preserve"> </w:instrText>
            </w:r>
            <w:r>
              <w:rPr>
                <w:webHidden/>
                <w:rtl/>
              </w:rPr>
            </w:r>
            <w:r>
              <w:rPr>
                <w:webHidden/>
                <w:rtl/>
              </w:rPr>
              <w:fldChar w:fldCharType="separate"/>
            </w:r>
            <w:r w:rsidR="00F82EF5">
              <w:rPr>
                <w:webHidden/>
              </w:rPr>
              <w:t>36</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77" w:history="1">
            <w:r w:rsidR="00A70F3F" w:rsidRPr="008E78A1">
              <w:rPr>
                <w:rStyle w:val="Hyperlink"/>
              </w:rPr>
              <w:t>Night of Decree</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Toc391207377 \h</w:instrText>
            </w:r>
            <w:r w:rsidR="00A70F3F">
              <w:rPr>
                <w:webHidden/>
                <w:rtl/>
              </w:rPr>
              <w:instrText xml:space="preserve"> </w:instrText>
            </w:r>
            <w:r>
              <w:rPr>
                <w:webHidden/>
                <w:rtl/>
              </w:rPr>
            </w:r>
            <w:r>
              <w:rPr>
                <w:webHidden/>
                <w:rtl/>
              </w:rPr>
              <w:fldChar w:fldCharType="separate"/>
            </w:r>
            <w:r w:rsidR="00F82EF5">
              <w:rPr>
                <w:webHidden/>
              </w:rPr>
              <w:t>36</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78" w:history="1">
            <w:r w:rsidR="00A70F3F" w:rsidRPr="008E78A1">
              <w:rPr>
                <w:rStyle w:val="Hyperlink"/>
              </w:rPr>
              <w:t>Hadith No. 33</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Toc391207378 \h</w:instrText>
            </w:r>
            <w:r w:rsidR="00A70F3F">
              <w:rPr>
                <w:webHidden/>
                <w:rtl/>
              </w:rPr>
              <w:instrText xml:space="preserve"> </w:instrText>
            </w:r>
            <w:r>
              <w:rPr>
                <w:webHidden/>
                <w:rtl/>
              </w:rPr>
            </w:r>
            <w:r>
              <w:rPr>
                <w:webHidden/>
                <w:rtl/>
              </w:rPr>
              <w:fldChar w:fldCharType="separate"/>
            </w:r>
            <w:r w:rsidR="00F82EF5">
              <w:rPr>
                <w:webHidden/>
              </w:rPr>
              <w:t>37</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79" w:history="1">
            <w:r w:rsidR="00A70F3F" w:rsidRPr="008E78A1">
              <w:rPr>
                <w:rStyle w:val="Hyperlink"/>
              </w:rPr>
              <w:t>Increase Prayers in the Month of Ramadan</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Toc391207379 \h</w:instrText>
            </w:r>
            <w:r w:rsidR="00A70F3F">
              <w:rPr>
                <w:webHidden/>
                <w:rtl/>
              </w:rPr>
              <w:instrText xml:space="preserve"> </w:instrText>
            </w:r>
            <w:r>
              <w:rPr>
                <w:webHidden/>
                <w:rtl/>
              </w:rPr>
            </w:r>
            <w:r>
              <w:rPr>
                <w:webHidden/>
                <w:rtl/>
              </w:rPr>
              <w:fldChar w:fldCharType="separate"/>
            </w:r>
            <w:r w:rsidR="00F82EF5">
              <w:rPr>
                <w:webHidden/>
              </w:rPr>
              <w:t>37</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80" w:history="1">
            <w:r w:rsidR="00A70F3F" w:rsidRPr="008E78A1">
              <w:rPr>
                <w:rStyle w:val="Hyperlink"/>
              </w:rPr>
              <w:t>Hadith No. 34</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Toc391207380 \h</w:instrText>
            </w:r>
            <w:r w:rsidR="00A70F3F">
              <w:rPr>
                <w:webHidden/>
                <w:rtl/>
              </w:rPr>
              <w:instrText xml:space="preserve"> </w:instrText>
            </w:r>
            <w:r>
              <w:rPr>
                <w:webHidden/>
                <w:rtl/>
              </w:rPr>
            </w:r>
            <w:r>
              <w:rPr>
                <w:webHidden/>
                <w:rtl/>
              </w:rPr>
              <w:fldChar w:fldCharType="separate"/>
            </w:r>
            <w:r w:rsidR="00F82EF5">
              <w:rPr>
                <w:webHidden/>
              </w:rPr>
              <w:t>38</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81" w:history="1">
            <w:r w:rsidR="00A70F3F" w:rsidRPr="008E78A1">
              <w:rPr>
                <w:rStyle w:val="Hyperlink"/>
              </w:rPr>
              <w:t>Eating of sahari</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Toc391207381 \h</w:instrText>
            </w:r>
            <w:r w:rsidR="00A70F3F">
              <w:rPr>
                <w:webHidden/>
                <w:rtl/>
              </w:rPr>
              <w:instrText xml:space="preserve"> </w:instrText>
            </w:r>
            <w:r>
              <w:rPr>
                <w:webHidden/>
                <w:rtl/>
              </w:rPr>
            </w:r>
            <w:r>
              <w:rPr>
                <w:webHidden/>
                <w:rtl/>
              </w:rPr>
              <w:fldChar w:fldCharType="separate"/>
            </w:r>
            <w:r w:rsidR="00F82EF5">
              <w:rPr>
                <w:webHidden/>
              </w:rPr>
              <w:t>38</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82" w:history="1">
            <w:r w:rsidR="00A70F3F" w:rsidRPr="008E78A1">
              <w:rPr>
                <w:rStyle w:val="Hyperlink"/>
              </w:rPr>
              <w:t>Hadith No. 35</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Toc391207382 \h</w:instrText>
            </w:r>
            <w:r w:rsidR="00A70F3F">
              <w:rPr>
                <w:webHidden/>
                <w:rtl/>
              </w:rPr>
              <w:instrText xml:space="preserve"> </w:instrText>
            </w:r>
            <w:r>
              <w:rPr>
                <w:webHidden/>
                <w:rtl/>
              </w:rPr>
            </w:r>
            <w:r>
              <w:rPr>
                <w:webHidden/>
                <w:rtl/>
              </w:rPr>
              <w:fldChar w:fldCharType="separate"/>
            </w:r>
            <w:r w:rsidR="00F82EF5">
              <w:rPr>
                <w:webHidden/>
              </w:rPr>
              <w:t>39</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83" w:history="1">
            <w:r w:rsidR="00A70F3F" w:rsidRPr="008E78A1">
              <w:rPr>
                <w:rStyle w:val="Hyperlink"/>
              </w:rPr>
              <w:t>Hunger and Thirst of the Day of Judgment</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Toc391207383 \h</w:instrText>
            </w:r>
            <w:r w:rsidR="00A70F3F">
              <w:rPr>
                <w:webHidden/>
                <w:rtl/>
              </w:rPr>
              <w:instrText xml:space="preserve"> </w:instrText>
            </w:r>
            <w:r>
              <w:rPr>
                <w:webHidden/>
                <w:rtl/>
              </w:rPr>
            </w:r>
            <w:r>
              <w:rPr>
                <w:webHidden/>
                <w:rtl/>
              </w:rPr>
              <w:fldChar w:fldCharType="separate"/>
            </w:r>
            <w:r w:rsidR="00F82EF5">
              <w:rPr>
                <w:webHidden/>
              </w:rPr>
              <w:t>39</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84" w:history="1">
            <w:r w:rsidR="00A70F3F" w:rsidRPr="008E78A1">
              <w:rPr>
                <w:rStyle w:val="Hyperlink"/>
              </w:rPr>
              <w:t>Hadith No. 36</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Toc391207384 \h</w:instrText>
            </w:r>
            <w:r w:rsidR="00A70F3F">
              <w:rPr>
                <w:webHidden/>
                <w:rtl/>
              </w:rPr>
              <w:instrText xml:space="preserve"> </w:instrText>
            </w:r>
            <w:r>
              <w:rPr>
                <w:webHidden/>
                <w:rtl/>
              </w:rPr>
            </w:r>
            <w:r>
              <w:rPr>
                <w:webHidden/>
                <w:rtl/>
              </w:rPr>
              <w:fldChar w:fldCharType="separate"/>
            </w:r>
            <w:r w:rsidR="00F82EF5">
              <w:rPr>
                <w:webHidden/>
              </w:rPr>
              <w:t>40</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85" w:history="1">
            <w:r w:rsidR="00A70F3F" w:rsidRPr="008E78A1">
              <w:rPr>
                <w:rStyle w:val="Hyperlink"/>
              </w:rPr>
              <w:t>The Call of Allah</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Toc391207385 \h</w:instrText>
            </w:r>
            <w:r w:rsidR="00A70F3F">
              <w:rPr>
                <w:webHidden/>
                <w:rtl/>
              </w:rPr>
              <w:instrText xml:space="preserve"> </w:instrText>
            </w:r>
            <w:r>
              <w:rPr>
                <w:webHidden/>
                <w:rtl/>
              </w:rPr>
            </w:r>
            <w:r>
              <w:rPr>
                <w:webHidden/>
                <w:rtl/>
              </w:rPr>
              <w:fldChar w:fldCharType="separate"/>
            </w:r>
            <w:r w:rsidR="00F82EF5">
              <w:rPr>
                <w:webHidden/>
              </w:rPr>
              <w:t>40</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86" w:history="1">
            <w:r w:rsidR="00A70F3F" w:rsidRPr="008E78A1">
              <w:rPr>
                <w:rStyle w:val="Hyperlink"/>
              </w:rPr>
              <w:t>Hadith No. 37</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Toc391207386 \h</w:instrText>
            </w:r>
            <w:r w:rsidR="00A70F3F">
              <w:rPr>
                <w:webHidden/>
                <w:rtl/>
              </w:rPr>
              <w:instrText xml:space="preserve"> </w:instrText>
            </w:r>
            <w:r>
              <w:rPr>
                <w:webHidden/>
                <w:rtl/>
              </w:rPr>
            </w:r>
            <w:r>
              <w:rPr>
                <w:webHidden/>
                <w:rtl/>
              </w:rPr>
              <w:fldChar w:fldCharType="separate"/>
            </w:r>
            <w:r w:rsidR="00F82EF5">
              <w:rPr>
                <w:webHidden/>
              </w:rPr>
              <w:t>41</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87" w:history="1">
            <w:r w:rsidR="00A70F3F" w:rsidRPr="008E78A1">
              <w:rPr>
                <w:rStyle w:val="Hyperlink"/>
              </w:rPr>
              <w:t>Ghusl (ablution) on Night of Qadr</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Toc391207387 \h</w:instrText>
            </w:r>
            <w:r w:rsidR="00A70F3F">
              <w:rPr>
                <w:webHidden/>
                <w:rtl/>
              </w:rPr>
              <w:instrText xml:space="preserve"> </w:instrText>
            </w:r>
            <w:r>
              <w:rPr>
                <w:webHidden/>
                <w:rtl/>
              </w:rPr>
            </w:r>
            <w:r>
              <w:rPr>
                <w:webHidden/>
                <w:rtl/>
              </w:rPr>
              <w:fldChar w:fldCharType="separate"/>
            </w:r>
            <w:r w:rsidR="00F82EF5">
              <w:rPr>
                <w:webHidden/>
              </w:rPr>
              <w:t>41</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88" w:history="1">
            <w:r w:rsidR="00A70F3F" w:rsidRPr="008E78A1">
              <w:rPr>
                <w:rStyle w:val="Hyperlink"/>
              </w:rPr>
              <w:t>Hadith No. 38</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Toc391207388 \h</w:instrText>
            </w:r>
            <w:r w:rsidR="00A70F3F">
              <w:rPr>
                <w:webHidden/>
                <w:rtl/>
              </w:rPr>
              <w:instrText xml:space="preserve"> </w:instrText>
            </w:r>
            <w:r>
              <w:rPr>
                <w:webHidden/>
                <w:rtl/>
              </w:rPr>
            </w:r>
            <w:r>
              <w:rPr>
                <w:webHidden/>
                <w:rtl/>
              </w:rPr>
              <w:fldChar w:fldCharType="separate"/>
            </w:r>
            <w:r w:rsidR="00F82EF5">
              <w:rPr>
                <w:webHidden/>
              </w:rPr>
              <w:t>42</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89" w:history="1">
            <w:r w:rsidR="00A70F3F" w:rsidRPr="008E78A1">
              <w:rPr>
                <w:rStyle w:val="Hyperlink"/>
              </w:rPr>
              <w:t>Shield of a Believing Servant</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Toc391207389 \h</w:instrText>
            </w:r>
            <w:r w:rsidR="00A70F3F">
              <w:rPr>
                <w:webHidden/>
                <w:rtl/>
              </w:rPr>
              <w:instrText xml:space="preserve"> </w:instrText>
            </w:r>
            <w:r>
              <w:rPr>
                <w:webHidden/>
                <w:rtl/>
              </w:rPr>
            </w:r>
            <w:r>
              <w:rPr>
                <w:webHidden/>
                <w:rtl/>
              </w:rPr>
              <w:fldChar w:fldCharType="separate"/>
            </w:r>
            <w:r w:rsidR="00F82EF5">
              <w:rPr>
                <w:webHidden/>
              </w:rPr>
              <w:t>42</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90" w:history="1">
            <w:r w:rsidR="00A70F3F" w:rsidRPr="008E78A1">
              <w:rPr>
                <w:rStyle w:val="Hyperlink"/>
              </w:rPr>
              <w:t>Hadith No. 39</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Toc391207390 \h</w:instrText>
            </w:r>
            <w:r w:rsidR="00A70F3F">
              <w:rPr>
                <w:webHidden/>
                <w:rtl/>
              </w:rPr>
              <w:instrText xml:space="preserve"> </w:instrText>
            </w:r>
            <w:r>
              <w:rPr>
                <w:webHidden/>
                <w:rtl/>
              </w:rPr>
            </w:r>
            <w:r>
              <w:rPr>
                <w:webHidden/>
                <w:rtl/>
              </w:rPr>
              <w:fldChar w:fldCharType="separate"/>
            </w:r>
            <w:r w:rsidR="00F82EF5">
              <w:rPr>
                <w:webHidden/>
              </w:rPr>
              <w:t>43</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91" w:history="1">
            <w:r w:rsidR="00A70F3F" w:rsidRPr="008E78A1">
              <w:rPr>
                <w:rStyle w:val="Hyperlink"/>
              </w:rPr>
              <w:t>Iftaar for Mu'min</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Toc391207391 \h</w:instrText>
            </w:r>
            <w:r w:rsidR="00A70F3F">
              <w:rPr>
                <w:webHidden/>
                <w:rtl/>
              </w:rPr>
              <w:instrText xml:space="preserve"> </w:instrText>
            </w:r>
            <w:r>
              <w:rPr>
                <w:webHidden/>
                <w:rtl/>
              </w:rPr>
            </w:r>
            <w:r>
              <w:rPr>
                <w:webHidden/>
                <w:rtl/>
              </w:rPr>
              <w:fldChar w:fldCharType="separate"/>
            </w:r>
            <w:r w:rsidR="00F82EF5">
              <w:rPr>
                <w:webHidden/>
              </w:rPr>
              <w:t>43</w:t>
            </w:r>
            <w:r>
              <w:rPr>
                <w:webHidden/>
                <w:rtl/>
              </w:rPr>
              <w:fldChar w:fldCharType="end"/>
            </w:r>
          </w:hyperlink>
        </w:p>
        <w:p w:rsidR="00A70F3F" w:rsidRDefault="00463F49" w:rsidP="00A70F3F">
          <w:pPr>
            <w:pStyle w:val="TOC1"/>
            <w:rPr>
              <w:rFonts w:asciiTheme="minorHAnsi" w:eastAsiaTheme="minorEastAsia" w:hAnsiTheme="minorHAnsi" w:cstheme="minorBidi"/>
              <w:b w:val="0"/>
              <w:bCs w:val="0"/>
              <w:color w:val="auto"/>
              <w:sz w:val="22"/>
              <w:szCs w:val="22"/>
              <w:rtl/>
            </w:rPr>
          </w:pPr>
          <w:hyperlink w:anchor="_Toc391207392" w:history="1">
            <w:r w:rsidR="00A70F3F" w:rsidRPr="008E78A1">
              <w:rPr>
                <w:rStyle w:val="Hyperlink"/>
              </w:rPr>
              <w:t>Hadith No. 40</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Toc391207392 \h</w:instrText>
            </w:r>
            <w:r w:rsidR="00A70F3F">
              <w:rPr>
                <w:webHidden/>
                <w:rtl/>
              </w:rPr>
              <w:instrText xml:space="preserve"> </w:instrText>
            </w:r>
            <w:r>
              <w:rPr>
                <w:webHidden/>
                <w:rtl/>
              </w:rPr>
            </w:r>
            <w:r>
              <w:rPr>
                <w:webHidden/>
                <w:rtl/>
              </w:rPr>
              <w:fldChar w:fldCharType="separate"/>
            </w:r>
            <w:r w:rsidR="00F82EF5">
              <w:rPr>
                <w:webHidden/>
              </w:rPr>
              <w:t>44</w:t>
            </w:r>
            <w:r>
              <w:rPr>
                <w:webHidden/>
                <w:rtl/>
              </w:rPr>
              <w:fldChar w:fldCharType="end"/>
            </w:r>
          </w:hyperlink>
        </w:p>
        <w:p w:rsidR="00A70F3F" w:rsidRDefault="00463F49" w:rsidP="00A70F3F">
          <w:pPr>
            <w:pStyle w:val="TOC2"/>
            <w:rPr>
              <w:rFonts w:asciiTheme="minorHAnsi" w:eastAsiaTheme="minorEastAsia" w:hAnsiTheme="minorHAnsi" w:cstheme="minorBidi"/>
              <w:color w:val="auto"/>
              <w:sz w:val="22"/>
              <w:szCs w:val="22"/>
              <w:rtl/>
            </w:rPr>
          </w:pPr>
          <w:hyperlink w:anchor="_Toc391207393" w:history="1">
            <w:r w:rsidR="00A70F3F" w:rsidRPr="008E78A1">
              <w:rPr>
                <w:rStyle w:val="Hyperlink"/>
              </w:rPr>
              <w:t>Farewell to the Month of Ramadan</w:t>
            </w:r>
            <w:r w:rsidR="00A70F3F">
              <w:rPr>
                <w:webHidden/>
                <w:rtl/>
              </w:rPr>
              <w:tab/>
            </w:r>
            <w:r>
              <w:rPr>
                <w:webHidden/>
                <w:rtl/>
              </w:rPr>
              <w:fldChar w:fldCharType="begin"/>
            </w:r>
            <w:r w:rsidR="00A70F3F">
              <w:rPr>
                <w:webHidden/>
                <w:rtl/>
              </w:rPr>
              <w:instrText xml:space="preserve"> </w:instrText>
            </w:r>
            <w:r w:rsidR="00A70F3F">
              <w:rPr>
                <w:webHidden/>
              </w:rPr>
              <w:instrText>PAGEREF</w:instrText>
            </w:r>
            <w:r w:rsidR="00A70F3F">
              <w:rPr>
                <w:webHidden/>
                <w:rtl/>
              </w:rPr>
              <w:instrText xml:space="preserve"> _</w:instrText>
            </w:r>
            <w:r w:rsidR="00A70F3F">
              <w:rPr>
                <w:webHidden/>
              </w:rPr>
              <w:instrText>Toc391207393 \h</w:instrText>
            </w:r>
            <w:r w:rsidR="00A70F3F">
              <w:rPr>
                <w:webHidden/>
                <w:rtl/>
              </w:rPr>
              <w:instrText xml:space="preserve"> </w:instrText>
            </w:r>
            <w:r>
              <w:rPr>
                <w:webHidden/>
                <w:rtl/>
              </w:rPr>
            </w:r>
            <w:r>
              <w:rPr>
                <w:webHidden/>
                <w:rtl/>
              </w:rPr>
              <w:fldChar w:fldCharType="separate"/>
            </w:r>
            <w:r w:rsidR="00F82EF5">
              <w:rPr>
                <w:webHidden/>
              </w:rPr>
              <w:t>44</w:t>
            </w:r>
            <w:r>
              <w:rPr>
                <w:webHidden/>
                <w:rtl/>
              </w:rPr>
              <w:fldChar w:fldCharType="end"/>
            </w:r>
          </w:hyperlink>
        </w:p>
        <w:p w:rsidR="00394906" w:rsidRDefault="00463F49" w:rsidP="00394906">
          <w:pPr>
            <w:pStyle w:val="libNormal"/>
          </w:pPr>
          <w:r>
            <w:fldChar w:fldCharType="end"/>
          </w:r>
        </w:p>
      </w:sdtContent>
    </w:sdt>
    <w:p w:rsidR="00084263" w:rsidRPr="00394906" w:rsidRDefault="00394906" w:rsidP="00FF47FF">
      <w:pPr>
        <w:pStyle w:val="libNormal"/>
      </w:pPr>
      <w:r>
        <w:br w:type="page"/>
      </w:r>
    </w:p>
    <w:p w:rsidR="00084263" w:rsidRDefault="00084263" w:rsidP="00084263">
      <w:pPr>
        <w:pStyle w:val="Heading1Center"/>
      </w:pPr>
      <w:bookmarkStart w:id="0" w:name="_Toc391207313"/>
      <w:r>
        <w:lastRenderedPageBreak/>
        <w:t>Introduction</w:t>
      </w:r>
      <w:bookmarkEnd w:id="0"/>
    </w:p>
    <w:p w:rsidR="00084263" w:rsidRDefault="00084263" w:rsidP="00084263">
      <w:pPr>
        <w:pStyle w:val="libNormal"/>
      </w:pPr>
      <w:r>
        <w:t xml:space="preserve">The Holy Prophet (peace be upon him and his progeny) has said: "Those people from amongst my ummah, who memorize forty Hadiths (traditions) pertaining to those issues of religion, which they are in need of, Allah shall resurrect them on the Day of Judgment as jurisprudents and scholars." </w:t>
      </w:r>
      <w:r w:rsidRPr="00084263">
        <w:rPr>
          <w:rStyle w:val="libItalicChar"/>
        </w:rPr>
        <w:t>(Bihar al-Anwar, vol. 2, pg. 156; Al-Ikhtasaas, pg.2)</w:t>
      </w:r>
    </w:p>
    <w:p w:rsidR="00084263" w:rsidRPr="00084263" w:rsidRDefault="00084263" w:rsidP="0033763D">
      <w:pPr>
        <w:pStyle w:val="libNormal"/>
      </w:pPr>
      <w:r>
        <w:br w:type="page"/>
      </w:r>
    </w:p>
    <w:p w:rsidR="00084263" w:rsidRDefault="00084263" w:rsidP="00084263">
      <w:pPr>
        <w:pStyle w:val="Heading1Center"/>
      </w:pPr>
      <w:bookmarkStart w:id="1" w:name="_Toc391207314"/>
      <w:r>
        <w:lastRenderedPageBreak/>
        <w:t>Hadith No. 01</w:t>
      </w:r>
      <w:bookmarkEnd w:id="1"/>
    </w:p>
    <w:p w:rsidR="00084263" w:rsidRDefault="00084263" w:rsidP="00084263">
      <w:pPr>
        <w:pStyle w:val="Heading2Center"/>
      </w:pPr>
      <w:bookmarkStart w:id="2" w:name="_Toc391207315"/>
      <w:r>
        <w:t>Why the name '</w:t>
      </w:r>
      <w:r w:rsidR="001C34B4">
        <w:t>Ramadan</w:t>
      </w:r>
      <w:r>
        <w:t>'?</w:t>
      </w:r>
      <w:bookmarkEnd w:id="2"/>
    </w:p>
    <w:p w:rsidR="00084263" w:rsidRDefault="00084263" w:rsidP="00084263">
      <w:pPr>
        <w:pStyle w:val="libNormal"/>
      </w:pPr>
      <w:r>
        <w:t xml:space="preserve">The Holy Prophet (peace be upon him and his progeny) said: "Surely, the month of </w:t>
      </w:r>
      <w:r w:rsidR="001C34B4">
        <w:t>Ramadan</w:t>
      </w:r>
      <w:r>
        <w:t xml:space="preserve"> has been named so because it scorches away the sins." Kanz al-Ummal, H: 23688</w:t>
      </w:r>
    </w:p>
    <w:p w:rsidR="00084263" w:rsidRDefault="00084263" w:rsidP="0033763D">
      <w:pPr>
        <w:pStyle w:val="libNormal"/>
      </w:pPr>
      <w:r>
        <w:br w:type="page"/>
      </w:r>
    </w:p>
    <w:p w:rsidR="00084263" w:rsidRDefault="00084263" w:rsidP="00084263">
      <w:pPr>
        <w:pStyle w:val="Heading1Center"/>
      </w:pPr>
      <w:bookmarkStart w:id="3" w:name="_Toc391207316"/>
      <w:r>
        <w:lastRenderedPageBreak/>
        <w:t>Hadith No. 02</w:t>
      </w:r>
      <w:bookmarkEnd w:id="3"/>
    </w:p>
    <w:p w:rsidR="00084263" w:rsidRDefault="001C34B4" w:rsidP="00084263">
      <w:pPr>
        <w:pStyle w:val="Heading2Center"/>
      </w:pPr>
      <w:bookmarkStart w:id="4" w:name="_Toc391207317"/>
      <w:r>
        <w:t>Ramadan</w:t>
      </w:r>
      <w:r w:rsidR="00084263">
        <w:t>: The Name of God</w:t>
      </w:r>
      <w:bookmarkEnd w:id="4"/>
    </w:p>
    <w:p w:rsidR="00084263" w:rsidRDefault="00084263" w:rsidP="00084263">
      <w:pPr>
        <w:pStyle w:val="libNormal"/>
      </w:pPr>
      <w:r>
        <w:t xml:space="preserve">Imam Sadiq (A.S.) has said: Say not, "This is </w:t>
      </w:r>
      <w:r w:rsidR="001C34B4">
        <w:t>Ramadan</w:t>
      </w:r>
      <w:r>
        <w:t>" and "</w:t>
      </w:r>
      <w:r w:rsidR="001C34B4">
        <w:t>Ramadan</w:t>
      </w:r>
      <w:r>
        <w:t xml:space="preserve"> has departed" and "</w:t>
      </w:r>
      <w:r w:rsidR="001C34B4">
        <w:t>Ramadan</w:t>
      </w:r>
      <w:r>
        <w:t xml:space="preserve"> has arrived" for surely, </w:t>
      </w:r>
      <w:r w:rsidR="001C34B4">
        <w:t>Ramadan</w:t>
      </w:r>
      <w:r>
        <w:t xml:space="preserve"> is one of the names of Allah, The Mighty, the Glorious, who neither arrives nor departs. Surely, arrives and departs that, which is ephemeral, Instead say: "The month of </w:t>
      </w:r>
      <w:r w:rsidR="001C34B4">
        <w:t>Ramadan</w:t>
      </w:r>
      <w:r>
        <w:t xml:space="preserve">". </w:t>
      </w:r>
      <w:r w:rsidRPr="00084263">
        <w:rPr>
          <w:rStyle w:val="libItalicChar"/>
        </w:rPr>
        <w:t>Al-Kafi, 4, pg. 70</w:t>
      </w:r>
    </w:p>
    <w:p w:rsidR="00084263" w:rsidRDefault="00084263" w:rsidP="00084263">
      <w:pPr>
        <w:pStyle w:val="libNormal"/>
      </w:pPr>
      <w:r>
        <w:br w:type="page"/>
      </w:r>
    </w:p>
    <w:p w:rsidR="00084263" w:rsidRDefault="00084263" w:rsidP="00084263">
      <w:pPr>
        <w:pStyle w:val="Heading1Center"/>
      </w:pPr>
      <w:bookmarkStart w:id="5" w:name="_Toc391207318"/>
      <w:r>
        <w:lastRenderedPageBreak/>
        <w:t>Hadith No. 03</w:t>
      </w:r>
      <w:bookmarkEnd w:id="5"/>
    </w:p>
    <w:p w:rsidR="00084263" w:rsidRDefault="001C34B4" w:rsidP="00084263">
      <w:pPr>
        <w:pStyle w:val="Heading2Center"/>
      </w:pPr>
      <w:bookmarkStart w:id="6" w:name="_Toc391207319"/>
      <w:r>
        <w:t>Ramadan</w:t>
      </w:r>
      <w:r w:rsidR="00084263">
        <w:t>: The Month of Revelation of the Holy Quran</w:t>
      </w:r>
      <w:bookmarkEnd w:id="6"/>
    </w:p>
    <w:p w:rsidR="00084263" w:rsidRDefault="00084263" w:rsidP="00084263">
      <w:pPr>
        <w:pStyle w:val="libNormal"/>
      </w:pPr>
      <w:r>
        <w:t xml:space="preserve">Imam Reza (A.S.) has said: If one asks, "Why is it that the fasts were made obligatory exclusively in the month of </w:t>
      </w:r>
      <w:r w:rsidR="001C34B4">
        <w:t>Ramadan</w:t>
      </w:r>
      <w:r>
        <w:t xml:space="preserve"> and not in the other months?</w:t>
      </w:r>
    </w:p>
    <w:p w:rsidR="00084263" w:rsidRDefault="00084263" w:rsidP="00084263">
      <w:pPr>
        <w:pStyle w:val="libNormal"/>
      </w:pPr>
      <w:r>
        <w:t xml:space="preserve">it would be said, "(this is) because the month of </w:t>
      </w:r>
      <w:r w:rsidR="001C34B4">
        <w:t>Ramadan</w:t>
      </w:r>
      <w:r>
        <w:t xml:space="preserve"> is the month in which Allah, the Exalted, had revealed the Holy Quran."</w:t>
      </w:r>
    </w:p>
    <w:p w:rsidR="00084263" w:rsidRDefault="00084263" w:rsidP="00084263">
      <w:pPr>
        <w:pStyle w:val="libItalic"/>
      </w:pPr>
      <w:r>
        <w:t>Bihar al-Anwar, vol. 18, pg. 190</w:t>
      </w:r>
    </w:p>
    <w:p w:rsidR="00084263" w:rsidRDefault="00084263" w:rsidP="00084263">
      <w:pPr>
        <w:pStyle w:val="libNormal"/>
      </w:pPr>
      <w:r>
        <w:br w:type="page"/>
      </w:r>
    </w:p>
    <w:p w:rsidR="00084263" w:rsidRDefault="00084263" w:rsidP="00084263">
      <w:pPr>
        <w:pStyle w:val="Heading1Center"/>
      </w:pPr>
      <w:bookmarkStart w:id="7" w:name="_Toc391207320"/>
      <w:r>
        <w:lastRenderedPageBreak/>
        <w:t>Hadith No. 04</w:t>
      </w:r>
      <w:bookmarkEnd w:id="7"/>
    </w:p>
    <w:p w:rsidR="00084263" w:rsidRDefault="00084263" w:rsidP="00084263">
      <w:pPr>
        <w:pStyle w:val="Heading2Center"/>
      </w:pPr>
      <w:bookmarkStart w:id="8" w:name="_Toc391207321"/>
      <w:r>
        <w:t xml:space="preserve">Reward for Recitation of the Holy Quran during </w:t>
      </w:r>
      <w:r w:rsidR="001C34B4">
        <w:t>Ramadan</w:t>
      </w:r>
      <w:bookmarkEnd w:id="8"/>
    </w:p>
    <w:p w:rsidR="0033763D" w:rsidRDefault="00084263" w:rsidP="00084263">
      <w:pPr>
        <w:pStyle w:val="libNormal"/>
        <w:rPr>
          <w:rStyle w:val="libItalicChar"/>
        </w:rPr>
      </w:pPr>
      <w:r>
        <w:t xml:space="preserve">Imam Reza (A.S.) has said: "Someone who recites one verse from the Book of Allah, The Mighty, The Glorious, in the month of </w:t>
      </w:r>
      <w:r w:rsidR="001C34B4">
        <w:t>Ramadan</w:t>
      </w:r>
      <w:r>
        <w:t xml:space="preserve">, is like one who has recited the entire Holy Quran in the other months." </w:t>
      </w:r>
      <w:r w:rsidRPr="00084263">
        <w:rPr>
          <w:rStyle w:val="libItalicChar"/>
        </w:rPr>
        <w:t>Bihar al-Anwar, vol. 93, pg. 344</w:t>
      </w:r>
    </w:p>
    <w:p w:rsidR="00084263" w:rsidRDefault="00084263" w:rsidP="0033763D">
      <w:pPr>
        <w:pStyle w:val="libNormal"/>
      </w:pPr>
      <w:r>
        <w:br w:type="page"/>
      </w:r>
    </w:p>
    <w:p w:rsidR="00084263" w:rsidRDefault="00084263" w:rsidP="00084263">
      <w:pPr>
        <w:pStyle w:val="Heading1Center"/>
      </w:pPr>
      <w:bookmarkStart w:id="9" w:name="_Toc391207322"/>
      <w:r>
        <w:lastRenderedPageBreak/>
        <w:t>Hadith No. 05</w:t>
      </w:r>
      <w:bookmarkEnd w:id="9"/>
    </w:p>
    <w:p w:rsidR="00084263" w:rsidRDefault="00084263" w:rsidP="00084263">
      <w:pPr>
        <w:pStyle w:val="Heading2Center"/>
      </w:pPr>
      <w:bookmarkStart w:id="10" w:name="_Toc391207323"/>
      <w:r>
        <w:t xml:space="preserve">Reward of the Month of </w:t>
      </w:r>
      <w:r w:rsidR="001C34B4">
        <w:t>Ramadan</w:t>
      </w:r>
      <w:bookmarkEnd w:id="10"/>
    </w:p>
    <w:p w:rsidR="0033763D" w:rsidRDefault="00084263" w:rsidP="00084263">
      <w:pPr>
        <w:pStyle w:val="libNormal"/>
      </w:pPr>
      <w:r>
        <w:t xml:space="preserve">The Holy Prophet (peace be upon him and his progeny) was asked: O' Prophet of Allah! Which of the two months possesses a greater reward, Rajab or the month of </w:t>
      </w:r>
      <w:r w:rsidR="001C34B4">
        <w:t>Ramadan</w:t>
      </w:r>
      <w:r>
        <w:t xml:space="preserve">? The Holy Prophet (peace be upon him and his progeny) replied: Nothing can be compared to the month of </w:t>
      </w:r>
      <w:r w:rsidR="001C34B4">
        <w:t>Ramadan</w:t>
      </w:r>
      <w:r>
        <w:t xml:space="preserve"> in terms of reward. Bihar al-Anwar, vol. 97, pg. 49</w:t>
      </w:r>
    </w:p>
    <w:p w:rsidR="00084263" w:rsidRDefault="00084263" w:rsidP="0033763D">
      <w:pPr>
        <w:pStyle w:val="libNormal"/>
      </w:pPr>
      <w:r>
        <w:br w:type="page"/>
      </w:r>
    </w:p>
    <w:p w:rsidR="00084263" w:rsidRDefault="00084263" w:rsidP="00084263">
      <w:pPr>
        <w:pStyle w:val="Heading1Center"/>
      </w:pPr>
      <w:bookmarkStart w:id="11" w:name="_Toc391207324"/>
      <w:r>
        <w:lastRenderedPageBreak/>
        <w:t>Hadith No. 06</w:t>
      </w:r>
      <w:bookmarkEnd w:id="11"/>
    </w:p>
    <w:p w:rsidR="00084263" w:rsidRDefault="001C34B4" w:rsidP="00084263">
      <w:pPr>
        <w:pStyle w:val="Heading2Center"/>
      </w:pPr>
      <w:bookmarkStart w:id="12" w:name="_Toc391207325"/>
      <w:r>
        <w:t>Ramadan</w:t>
      </w:r>
      <w:r w:rsidR="00084263">
        <w:t>: The Month of God</w:t>
      </w:r>
      <w:bookmarkEnd w:id="12"/>
    </w:p>
    <w:p w:rsidR="00084263" w:rsidRDefault="00084263" w:rsidP="00084263">
      <w:pPr>
        <w:pStyle w:val="libNormal"/>
      </w:pPr>
      <w:r>
        <w:t xml:space="preserve">The Holy Prophet (peace be upon him and his progeny) said: Shabaan is my month and the month of </w:t>
      </w:r>
      <w:r w:rsidR="001C34B4">
        <w:t>Ramadan</w:t>
      </w:r>
      <w:r>
        <w:t xml:space="preserve"> is the month of Allah, The Exalted, and it is the springtime for the poor.</w:t>
      </w:r>
    </w:p>
    <w:p w:rsidR="00084263" w:rsidRDefault="00084263" w:rsidP="00084263">
      <w:pPr>
        <w:pStyle w:val="libItalic"/>
      </w:pPr>
      <w:r>
        <w:t>Bihar al-Anwar, vol. 97, pg. 68</w:t>
      </w:r>
    </w:p>
    <w:p w:rsidR="00084263" w:rsidRDefault="00084263" w:rsidP="0033763D">
      <w:pPr>
        <w:pStyle w:val="libNormal"/>
      </w:pPr>
      <w:r>
        <w:br w:type="page"/>
      </w:r>
    </w:p>
    <w:p w:rsidR="00084263" w:rsidRDefault="00084263" w:rsidP="00084263">
      <w:pPr>
        <w:pStyle w:val="Heading1Center"/>
      </w:pPr>
      <w:bookmarkStart w:id="13" w:name="_Toc391207326"/>
      <w:r>
        <w:lastRenderedPageBreak/>
        <w:t>Hadith No. 07</w:t>
      </w:r>
      <w:bookmarkEnd w:id="13"/>
    </w:p>
    <w:p w:rsidR="00084263" w:rsidRDefault="001C34B4" w:rsidP="00084263">
      <w:pPr>
        <w:pStyle w:val="Heading2Center"/>
      </w:pPr>
      <w:bookmarkStart w:id="14" w:name="_Toc391207327"/>
      <w:r>
        <w:t>Ramadan</w:t>
      </w:r>
      <w:r w:rsidR="00084263">
        <w:t>: The Chosen Month</w:t>
      </w:r>
      <w:bookmarkEnd w:id="14"/>
    </w:p>
    <w:p w:rsidR="00084263" w:rsidRDefault="00084263" w:rsidP="00084263">
      <w:pPr>
        <w:pStyle w:val="libNormal"/>
      </w:pPr>
      <w:r>
        <w:t xml:space="preserve">The Holy Prophet (peace be upon him and his progeny) said: Surely, Allah, The Mighty, The Glorious, has chosen from amongst the months (and granted preference to), the months of Rajab, Shaaban and the month of </w:t>
      </w:r>
      <w:r w:rsidR="001C34B4">
        <w:t>Ramadan</w:t>
      </w:r>
      <w:r>
        <w:t xml:space="preserve">. </w:t>
      </w:r>
      <w:r w:rsidRPr="00084263">
        <w:rPr>
          <w:rStyle w:val="libItalicChar"/>
        </w:rPr>
        <w:t>Bihar al-Anwar, vol. 27, pg. 53</w:t>
      </w:r>
    </w:p>
    <w:p w:rsidR="00084263" w:rsidRDefault="00084263" w:rsidP="0033763D">
      <w:pPr>
        <w:pStyle w:val="libNormal"/>
      </w:pPr>
      <w:r>
        <w:br w:type="page"/>
      </w:r>
    </w:p>
    <w:p w:rsidR="00084263" w:rsidRDefault="00084263" w:rsidP="00084263">
      <w:pPr>
        <w:pStyle w:val="Heading1Center"/>
      </w:pPr>
      <w:bookmarkStart w:id="15" w:name="_Toc391207328"/>
      <w:r>
        <w:lastRenderedPageBreak/>
        <w:t>Hadith No. 08</w:t>
      </w:r>
      <w:bookmarkEnd w:id="15"/>
    </w:p>
    <w:p w:rsidR="00084263" w:rsidRDefault="001C34B4" w:rsidP="00084263">
      <w:pPr>
        <w:pStyle w:val="Heading2Center"/>
      </w:pPr>
      <w:bookmarkStart w:id="16" w:name="_Toc391207329"/>
      <w:r>
        <w:t>Ramadan</w:t>
      </w:r>
      <w:r w:rsidR="00084263">
        <w:t>: The Great Month</w:t>
      </w:r>
      <w:bookmarkEnd w:id="16"/>
    </w:p>
    <w:p w:rsidR="00084263" w:rsidRPr="00084263" w:rsidRDefault="00084263" w:rsidP="00084263">
      <w:pPr>
        <w:pStyle w:val="libNormal"/>
        <w:rPr>
          <w:rStyle w:val="libItalicChar"/>
        </w:rPr>
      </w:pPr>
      <w:r>
        <w:t xml:space="preserve">The Holy Prophet (peace be upon him and his progeny) said: Surely, the month of </w:t>
      </w:r>
      <w:r w:rsidR="001C34B4">
        <w:t>Ramadan</w:t>
      </w:r>
      <w:r>
        <w:t xml:space="preserve"> is a great month. Allah multiplies in it the good deeds, erases in it the sins and elevates in it the ranks. </w:t>
      </w:r>
      <w:r w:rsidRPr="00084263">
        <w:rPr>
          <w:rStyle w:val="libItalicChar"/>
        </w:rPr>
        <w:t>Wasail al-Shia'h, vol. 10, pg. 312</w:t>
      </w:r>
    </w:p>
    <w:p w:rsidR="00084263" w:rsidRDefault="00084263" w:rsidP="0033763D">
      <w:pPr>
        <w:pStyle w:val="libNormal"/>
      </w:pPr>
      <w:r>
        <w:br w:type="page"/>
      </w:r>
    </w:p>
    <w:p w:rsidR="00084263" w:rsidRDefault="00084263" w:rsidP="00084263">
      <w:pPr>
        <w:pStyle w:val="Heading1Center"/>
      </w:pPr>
      <w:bookmarkStart w:id="17" w:name="_Toc391207330"/>
      <w:r>
        <w:lastRenderedPageBreak/>
        <w:t>Hadith No. 09</w:t>
      </w:r>
      <w:bookmarkEnd w:id="17"/>
    </w:p>
    <w:p w:rsidR="00084263" w:rsidRDefault="001C34B4" w:rsidP="00084263">
      <w:pPr>
        <w:pStyle w:val="Heading2Center"/>
      </w:pPr>
      <w:bookmarkStart w:id="18" w:name="_Toc391207331"/>
      <w:r>
        <w:t>Ramadan</w:t>
      </w:r>
      <w:r w:rsidR="00084263">
        <w:t>: The Chief of the Months</w:t>
      </w:r>
      <w:bookmarkEnd w:id="18"/>
    </w:p>
    <w:p w:rsidR="00084263" w:rsidRPr="00084263" w:rsidRDefault="00084263" w:rsidP="00084263">
      <w:pPr>
        <w:pStyle w:val="libNormal"/>
        <w:rPr>
          <w:rStyle w:val="libItalicChar"/>
        </w:rPr>
      </w:pPr>
      <w:r>
        <w:t xml:space="preserve">Imam Ali (A.S.) said: The month of </w:t>
      </w:r>
      <w:r w:rsidR="001C34B4">
        <w:t>Ramadan</w:t>
      </w:r>
      <w:r>
        <w:t xml:space="preserve"> has approached you. It is the chief of all months and the beginning of the year. </w:t>
      </w:r>
      <w:r w:rsidRPr="00084263">
        <w:rPr>
          <w:rStyle w:val="libItalicChar"/>
        </w:rPr>
        <w:t>Bihar al-Anwar, vol. 42, pg. 193</w:t>
      </w:r>
    </w:p>
    <w:p w:rsidR="00084263" w:rsidRDefault="00084263" w:rsidP="0033763D">
      <w:pPr>
        <w:pStyle w:val="libNormal"/>
      </w:pPr>
      <w:r>
        <w:br w:type="page"/>
      </w:r>
    </w:p>
    <w:p w:rsidR="00084263" w:rsidRDefault="00084263" w:rsidP="00084263">
      <w:pPr>
        <w:pStyle w:val="Heading1Center"/>
      </w:pPr>
      <w:bookmarkStart w:id="19" w:name="_Toc391207332"/>
      <w:r>
        <w:lastRenderedPageBreak/>
        <w:t>Hadith No. 10</w:t>
      </w:r>
      <w:bookmarkEnd w:id="19"/>
    </w:p>
    <w:p w:rsidR="00084263" w:rsidRDefault="001C34B4" w:rsidP="00084263">
      <w:pPr>
        <w:pStyle w:val="Heading2Center"/>
      </w:pPr>
      <w:bookmarkStart w:id="20" w:name="_Toc391207333"/>
      <w:r>
        <w:t>Ramadan</w:t>
      </w:r>
      <w:r w:rsidR="00084263">
        <w:t>: The Beginning of the Year</w:t>
      </w:r>
      <w:bookmarkEnd w:id="20"/>
    </w:p>
    <w:p w:rsidR="00084263" w:rsidRPr="00084263" w:rsidRDefault="00084263" w:rsidP="00084263">
      <w:pPr>
        <w:pStyle w:val="libNormal"/>
        <w:rPr>
          <w:rStyle w:val="libItalicChar"/>
        </w:rPr>
      </w:pPr>
      <w:r>
        <w:t xml:space="preserve">Imam Sadiq (A.S.) said: If the month of </w:t>
      </w:r>
      <w:r w:rsidR="001C34B4">
        <w:t>Ramadan</w:t>
      </w:r>
      <w:r>
        <w:t xml:space="preserve"> remains safe and sound (with respect to sins), the (entire) year shall remain so (too); the month of </w:t>
      </w:r>
      <w:r w:rsidR="001C34B4">
        <w:t>Ramadan</w:t>
      </w:r>
      <w:r>
        <w:t xml:space="preserve"> is the beginning of the year. </w:t>
      </w:r>
      <w:r w:rsidRPr="00084263">
        <w:rPr>
          <w:rStyle w:val="libItalicChar"/>
        </w:rPr>
        <w:t>Wasail al-Shia'h vol.10, pg. 311</w:t>
      </w:r>
    </w:p>
    <w:p w:rsidR="00084263" w:rsidRDefault="00084263" w:rsidP="0033763D">
      <w:pPr>
        <w:pStyle w:val="libNormal"/>
      </w:pPr>
      <w:r>
        <w:br w:type="page"/>
      </w:r>
    </w:p>
    <w:p w:rsidR="00084263" w:rsidRDefault="00084263" w:rsidP="00084263">
      <w:pPr>
        <w:pStyle w:val="Heading1Center"/>
      </w:pPr>
      <w:bookmarkStart w:id="21" w:name="_Toc391207334"/>
      <w:r>
        <w:lastRenderedPageBreak/>
        <w:t>Hadith No. 11</w:t>
      </w:r>
      <w:bookmarkEnd w:id="21"/>
    </w:p>
    <w:p w:rsidR="00084263" w:rsidRDefault="001C34B4" w:rsidP="00084263">
      <w:pPr>
        <w:pStyle w:val="Heading2Center"/>
      </w:pPr>
      <w:bookmarkStart w:id="22" w:name="_Toc391207335"/>
      <w:r>
        <w:t>Ramadan</w:t>
      </w:r>
      <w:r w:rsidR="00084263">
        <w:t>: The Month of Mercy</w:t>
      </w:r>
      <w:bookmarkEnd w:id="22"/>
    </w:p>
    <w:p w:rsidR="00084263" w:rsidRDefault="00084263" w:rsidP="00084263">
      <w:pPr>
        <w:pStyle w:val="libNormal"/>
      </w:pPr>
      <w:r>
        <w:t>The Holy Prophet (peace be upon him and his progeny) has said: It (</w:t>
      </w:r>
      <w:r w:rsidR="001C34B4">
        <w:t>Ramadan</w:t>
      </w:r>
      <w:r>
        <w:t>) is the month, whose beginning is mercy, its middle, forgiveness and its end, emancipation from the fire (of hell).</w:t>
      </w:r>
    </w:p>
    <w:p w:rsidR="00084263" w:rsidRDefault="00084263" w:rsidP="00084263">
      <w:pPr>
        <w:pStyle w:val="libItalic"/>
      </w:pPr>
      <w:r>
        <w:t>Bihar al-Anwar, vol. 93, pg. 342</w:t>
      </w:r>
    </w:p>
    <w:p w:rsidR="00084263" w:rsidRDefault="00084263" w:rsidP="0033763D">
      <w:pPr>
        <w:pStyle w:val="libNormal"/>
      </w:pPr>
      <w:r>
        <w:br w:type="page"/>
      </w:r>
    </w:p>
    <w:p w:rsidR="00084263" w:rsidRDefault="00084263" w:rsidP="00084263">
      <w:pPr>
        <w:pStyle w:val="Heading1Center"/>
      </w:pPr>
      <w:bookmarkStart w:id="23" w:name="_Toc391207336"/>
      <w:r>
        <w:lastRenderedPageBreak/>
        <w:t>Hadith No. 12</w:t>
      </w:r>
      <w:bookmarkEnd w:id="23"/>
    </w:p>
    <w:p w:rsidR="00084263" w:rsidRDefault="00084263" w:rsidP="00084263">
      <w:pPr>
        <w:pStyle w:val="Heading2Center"/>
      </w:pPr>
      <w:bookmarkStart w:id="24" w:name="_Toc391207337"/>
      <w:r>
        <w:t xml:space="preserve">Excellence of the Month of </w:t>
      </w:r>
      <w:r w:rsidR="001C34B4">
        <w:t>Ramadan</w:t>
      </w:r>
      <w:bookmarkEnd w:id="24"/>
    </w:p>
    <w:p w:rsidR="00084263" w:rsidRPr="00084263" w:rsidRDefault="00084263" w:rsidP="00084263">
      <w:pPr>
        <w:pStyle w:val="libNormal"/>
        <w:rPr>
          <w:rStyle w:val="libItalicChar"/>
        </w:rPr>
      </w:pPr>
      <w:r>
        <w:t xml:space="preserve">The Holy Prophet (peace be upon him and his progeny) said: O' People! Surely, the month of God has approached you. This month that, in the eyes of Allah, is the most virtuous of the months. Its days are the best of the days and its nights, the best of the nights and its moments, the best of the moments. </w:t>
      </w:r>
      <w:r w:rsidRPr="00084263">
        <w:rPr>
          <w:rStyle w:val="libItalicChar"/>
        </w:rPr>
        <w:t>Bihar al-Anwar, vol. 96, pg. 356</w:t>
      </w:r>
    </w:p>
    <w:p w:rsidR="00084263" w:rsidRDefault="00084263" w:rsidP="0033763D">
      <w:pPr>
        <w:pStyle w:val="libNormal"/>
      </w:pPr>
      <w:r>
        <w:br w:type="page"/>
      </w:r>
    </w:p>
    <w:p w:rsidR="00084263" w:rsidRDefault="00084263" w:rsidP="00B270F1">
      <w:pPr>
        <w:pStyle w:val="Heading1Center"/>
      </w:pPr>
      <w:bookmarkStart w:id="25" w:name="_Toc391207338"/>
      <w:r>
        <w:lastRenderedPageBreak/>
        <w:t>Hadith No. 13</w:t>
      </w:r>
      <w:bookmarkEnd w:id="25"/>
    </w:p>
    <w:p w:rsidR="00084263" w:rsidRDefault="001C34B4" w:rsidP="00B270F1">
      <w:pPr>
        <w:pStyle w:val="Heading2Center"/>
      </w:pPr>
      <w:bookmarkStart w:id="26" w:name="_Toc391207339"/>
      <w:r>
        <w:t>Ramadan</w:t>
      </w:r>
      <w:r w:rsidR="00084263">
        <w:t>: The Best of the Months</w:t>
      </w:r>
      <w:bookmarkEnd w:id="26"/>
    </w:p>
    <w:p w:rsidR="00084263" w:rsidRDefault="00084263" w:rsidP="00084263">
      <w:pPr>
        <w:pStyle w:val="libNormal"/>
      </w:pPr>
      <w:r>
        <w:t xml:space="preserve">Imam Sadiq (A.S.) said: The best of the months is the month of God - the month of </w:t>
      </w:r>
      <w:r w:rsidR="001C34B4">
        <w:t>Ramadan</w:t>
      </w:r>
      <w:r>
        <w:t xml:space="preserve"> - and the heart of the month of </w:t>
      </w:r>
      <w:r w:rsidR="001C34B4">
        <w:t>Ramadan</w:t>
      </w:r>
      <w:r>
        <w:t xml:space="preserve"> is the Night of Qadr (Lailatul Qadr).</w:t>
      </w:r>
    </w:p>
    <w:p w:rsidR="00084263" w:rsidRDefault="00084263" w:rsidP="00B270F1">
      <w:pPr>
        <w:pStyle w:val="libItalic"/>
      </w:pPr>
      <w:r>
        <w:t>Bihar al-Anwar, vol. pg. 386</w:t>
      </w:r>
    </w:p>
    <w:p w:rsidR="00084263" w:rsidRDefault="00084263" w:rsidP="0033763D">
      <w:pPr>
        <w:pStyle w:val="libNormal"/>
      </w:pPr>
      <w:r>
        <w:br w:type="page"/>
      </w:r>
    </w:p>
    <w:p w:rsidR="00084263" w:rsidRDefault="00084263" w:rsidP="00B270F1">
      <w:pPr>
        <w:pStyle w:val="Heading1Center"/>
      </w:pPr>
      <w:bookmarkStart w:id="27" w:name="_Toc391207340"/>
      <w:r>
        <w:lastRenderedPageBreak/>
        <w:t>Hadith No. 14</w:t>
      </w:r>
      <w:bookmarkEnd w:id="27"/>
    </w:p>
    <w:p w:rsidR="00084263" w:rsidRDefault="00084263" w:rsidP="00B270F1">
      <w:pPr>
        <w:pStyle w:val="Heading2Center"/>
      </w:pPr>
      <w:bookmarkStart w:id="28" w:name="_Toc391207341"/>
      <w:r>
        <w:t>The Night of Qadr</w:t>
      </w:r>
      <w:bookmarkEnd w:id="28"/>
    </w:p>
    <w:p w:rsidR="0033763D" w:rsidRDefault="00084263" w:rsidP="00084263">
      <w:pPr>
        <w:pStyle w:val="libNormal"/>
        <w:rPr>
          <w:rStyle w:val="libItalicChar"/>
        </w:rPr>
      </w:pPr>
      <w:r>
        <w:t xml:space="preserve">The Holy Prophet (peace be upon him and his progeny) said: O' People! Surely, a great and blessed month has enveloped you. A month, in which there is a night, deeds in which are better than of a thousand months. </w:t>
      </w:r>
      <w:r w:rsidRPr="00B270F1">
        <w:rPr>
          <w:rStyle w:val="libItalicChar"/>
        </w:rPr>
        <w:t>Bihar al-Anwar, vol.96, pg. 342</w:t>
      </w:r>
    </w:p>
    <w:p w:rsidR="00084263" w:rsidRDefault="00084263" w:rsidP="0033763D">
      <w:pPr>
        <w:pStyle w:val="libNormal"/>
      </w:pPr>
      <w:r>
        <w:br w:type="page"/>
      </w:r>
    </w:p>
    <w:p w:rsidR="00084263" w:rsidRDefault="00084263" w:rsidP="00B270F1">
      <w:pPr>
        <w:pStyle w:val="Heading1Center"/>
      </w:pPr>
      <w:bookmarkStart w:id="29" w:name="_Toc391207342"/>
      <w:r>
        <w:lastRenderedPageBreak/>
        <w:t>Hadith No. 15</w:t>
      </w:r>
      <w:bookmarkEnd w:id="29"/>
    </w:p>
    <w:p w:rsidR="00084263" w:rsidRDefault="00084263" w:rsidP="00B270F1">
      <w:pPr>
        <w:pStyle w:val="Heading2Center"/>
      </w:pPr>
      <w:bookmarkStart w:id="30" w:name="_Toc391207343"/>
      <w:r>
        <w:t>Gift of Allah's Month</w:t>
      </w:r>
      <w:bookmarkEnd w:id="30"/>
    </w:p>
    <w:p w:rsidR="00084263" w:rsidRPr="00B270F1" w:rsidRDefault="00084263" w:rsidP="00084263">
      <w:pPr>
        <w:pStyle w:val="libNormal"/>
        <w:rPr>
          <w:rStyle w:val="libItalicChar"/>
        </w:rPr>
      </w:pPr>
      <w:r>
        <w:t xml:space="preserve">The Holy Prophet (peace be upon him and his progeny) said: Your breath in it glorification (of Allah) and your sleep in it worship (of Allah). </w:t>
      </w:r>
      <w:r w:rsidRPr="00B270F1">
        <w:rPr>
          <w:rStyle w:val="libItalicChar"/>
        </w:rPr>
        <w:t>Bihar al-Anwar, vol. 96, pg. 356</w:t>
      </w:r>
    </w:p>
    <w:p w:rsidR="00084263" w:rsidRDefault="00084263" w:rsidP="0033763D">
      <w:pPr>
        <w:pStyle w:val="libNormal"/>
      </w:pPr>
      <w:r>
        <w:br w:type="page"/>
      </w:r>
    </w:p>
    <w:p w:rsidR="00084263" w:rsidRDefault="00084263" w:rsidP="00B270F1">
      <w:pPr>
        <w:pStyle w:val="Heading1Center"/>
      </w:pPr>
      <w:bookmarkStart w:id="31" w:name="_Toc391207344"/>
      <w:r>
        <w:lastRenderedPageBreak/>
        <w:t>Hadith No. 16</w:t>
      </w:r>
      <w:bookmarkEnd w:id="31"/>
    </w:p>
    <w:p w:rsidR="00084263" w:rsidRDefault="00084263" w:rsidP="00B270F1">
      <w:pPr>
        <w:pStyle w:val="Heading2Center"/>
      </w:pPr>
      <w:bookmarkStart w:id="32" w:name="_Toc391207345"/>
      <w:r>
        <w:t>Fasts of the Month of Ramadan</w:t>
      </w:r>
      <w:bookmarkEnd w:id="32"/>
    </w:p>
    <w:p w:rsidR="00084263" w:rsidRPr="00B270F1" w:rsidRDefault="00084263" w:rsidP="00084263">
      <w:pPr>
        <w:pStyle w:val="libNormal"/>
        <w:rPr>
          <w:rStyle w:val="libItalicChar"/>
        </w:rPr>
      </w:pPr>
      <w:r>
        <w:t xml:space="preserve">The Holy Prophet (peace be upon him and his progeny) said: The month of </w:t>
      </w:r>
      <w:r w:rsidR="001C34B4">
        <w:t>Ramadan</w:t>
      </w:r>
      <w:r>
        <w:t xml:space="preserve"> is the month in which Allah, The Mighty, The Glorious, has made fasting obligatory upon you. So one, who fasts in this month in a state of belief and with the intention of recompense, shall become free of his sins just as he was on the day when his mother gave him birth. </w:t>
      </w:r>
      <w:r w:rsidRPr="00B270F1">
        <w:rPr>
          <w:rStyle w:val="libItalicChar"/>
        </w:rPr>
        <w:t>Tahdheeb al-Ahkam, vol. 4, pg. 152</w:t>
      </w:r>
    </w:p>
    <w:p w:rsidR="00084263" w:rsidRDefault="00084263" w:rsidP="0033763D">
      <w:pPr>
        <w:pStyle w:val="libNormal"/>
      </w:pPr>
      <w:r>
        <w:br w:type="page"/>
      </w:r>
    </w:p>
    <w:p w:rsidR="00084263" w:rsidRDefault="00084263" w:rsidP="00B270F1">
      <w:pPr>
        <w:pStyle w:val="Heading1Center"/>
      </w:pPr>
      <w:bookmarkStart w:id="33" w:name="_Toc391207346"/>
      <w:r>
        <w:lastRenderedPageBreak/>
        <w:t>Hadith No. 17</w:t>
      </w:r>
      <w:bookmarkEnd w:id="33"/>
    </w:p>
    <w:p w:rsidR="00084263" w:rsidRDefault="001C34B4" w:rsidP="00B270F1">
      <w:pPr>
        <w:pStyle w:val="Heading2Center"/>
      </w:pPr>
      <w:bookmarkStart w:id="34" w:name="_Toc391207347"/>
      <w:r>
        <w:t>Ramadan</w:t>
      </w:r>
      <w:r w:rsidR="00084263">
        <w:t>: The Month of Spiritual Striving</w:t>
      </w:r>
      <w:bookmarkEnd w:id="34"/>
    </w:p>
    <w:p w:rsidR="00084263" w:rsidRPr="00B270F1" w:rsidRDefault="00084263" w:rsidP="00084263">
      <w:pPr>
        <w:pStyle w:val="libNormal"/>
        <w:rPr>
          <w:rStyle w:val="libItalicChar"/>
        </w:rPr>
      </w:pPr>
      <w:r>
        <w:t xml:space="preserve">In his testament to his sons, Imam Sadiq (A.S.) said: When the month of </w:t>
      </w:r>
      <w:r w:rsidR="001C34B4">
        <w:t>Ramadan</w:t>
      </w:r>
      <w:r>
        <w:t xml:space="preserve"> arrives, exert yourselves, for surely it is in this month that livelihood is distributed, the hour of death is ordained and the arriving for Hajj is decreed. In it is a night, deeds in which are better than deeds in a thousand months. </w:t>
      </w:r>
      <w:r w:rsidRPr="00B270F1">
        <w:rPr>
          <w:rStyle w:val="libItalicChar"/>
        </w:rPr>
        <w:t>Al-Kafi, vol. 4, pg. 66</w:t>
      </w:r>
    </w:p>
    <w:p w:rsidR="00B270F1" w:rsidRDefault="00B270F1" w:rsidP="0033763D">
      <w:pPr>
        <w:pStyle w:val="libNormal"/>
      </w:pPr>
      <w:r>
        <w:br w:type="page"/>
      </w:r>
    </w:p>
    <w:p w:rsidR="00084263" w:rsidRPr="00B270F1" w:rsidRDefault="00084263" w:rsidP="00B270F1">
      <w:pPr>
        <w:pStyle w:val="Heading1Center"/>
      </w:pPr>
      <w:bookmarkStart w:id="35" w:name="_Toc391207348"/>
      <w:r>
        <w:lastRenderedPageBreak/>
        <w:t>Hadith No. 18</w:t>
      </w:r>
      <w:bookmarkEnd w:id="35"/>
    </w:p>
    <w:p w:rsidR="00084263" w:rsidRDefault="001C34B4" w:rsidP="00B270F1">
      <w:pPr>
        <w:pStyle w:val="Heading2"/>
      </w:pPr>
      <w:bookmarkStart w:id="36" w:name="_Toc391207349"/>
      <w:r>
        <w:t>Ramadan</w:t>
      </w:r>
      <w:r w:rsidR="00084263">
        <w:t>: The Month of Good Deeds</w:t>
      </w:r>
      <w:bookmarkEnd w:id="36"/>
    </w:p>
    <w:p w:rsidR="0033763D" w:rsidRDefault="00084263" w:rsidP="00084263">
      <w:pPr>
        <w:pStyle w:val="libNormal"/>
      </w:pPr>
      <w:r>
        <w:t>The Holy Prophet (peace be upon him and his progeny) said: This month of yours (</w:t>
      </w:r>
      <w:r w:rsidR="001C34B4">
        <w:t>Ramadan</w:t>
      </w:r>
      <w:r>
        <w:t xml:space="preserve">) is unlike the other months. Surely, when it approaches you, it does so with blessings and mercy and when it turns away from you, it does so with forgiveness of sins. This is a month in which good deeds are multiplied and of goodness accepted. </w:t>
      </w:r>
      <w:r w:rsidRPr="00B270F1">
        <w:rPr>
          <w:rStyle w:val="libItalicChar"/>
        </w:rPr>
        <w:t>Wasail al-Shia'h, vol. 10, pg. 312</w:t>
      </w:r>
    </w:p>
    <w:p w:rsidR="00084263" w:rsidRDefault="00084263" w:rsidP="0033763D">
      <w:pPr>
        <w:pStyle w:val="libNormal"/>
      </w:pPr>
      <w:r>
        <w:br w:type="page"/>
      </w:r>
    </w:p>
    <w:p w:rsidR="00084263" w:rsidRDefault="00084263" w:rsidP="00B270F1">
      <w:pPr>
        <w:pStyle w:val="Heading1Center"/>
      </w:pPr>
      <w:bookmarkStart w:id="37" w:name="_Toc391207350"/>
      <w:r>
        <w:lastRenderedPageBreak/>
        <w:t>Hadith No. 19</w:t>
      </w:r>
      <w:bookmarkEnd w:id="37"/>
    </w:p>
    <w:p w:rsidR="00084263" w:rsidRDefault="001C34B4" w:rsidP="00B270F1">
      <w:pPr>
        <w:pStyle w:val="Heading2Center"/>
      </w:pPr>
      <w:bookmarkStart w:id="38" w:name="_Toc391207351"/>
      <w:r>
        <w:t>Ramadan</w:t>
      </w:r>
      <w:r w:rsidR="00084263">
        <w:t>: The Blessed Month</w:t>
      </w:r>
      <w:bookmarkEnd w:id="38"/>
    </w:p>
    <w:p w:rsidR="00084263" w:rsidRPr="00B270F1" w:rsidRDefault="00084263" w:rsidP="00084263">
      <w:pPr>
        <w:pStyle w:val="libNormal"/>
        <w:rPr>
          <w:rStyle w:val="libItalicChar"/>
        </w:rPr>
      </w:pPr>
      <w:r>
        <w:t xml:space="preserve">The Holy Prophet (peace be upon him and his progeny) has said: Surely, the month of </w:t>
      </w:r>
      <w:r w:rsidR="001C34B4">
        <w:t>Ramadan</w:t>
      </w:r>
      <w:r>
        <w:t xml:space="preserve">, the blessed month, has come to you. The month, whose fasts Allah has made obligatory upon you. In it, the doors of Paradise are opened up and the Satan's fettered, and in it is the Night of Qadr, which is more virtuous than a thousand months. </w:t>
      </w:r>
      <w:r w:rsidRPr="00B270F1">
        <w:rPr>
          <w:rStyle w:val="libItalicChar"/>
        </w:rPr>
        <w:t>Tahdheeb al-Ahkam, vol. 4, pg. 152</w:t>
      </w:r>
    </w:p>
    <w:p w:rsidR="00084263" w:rsidRDefault="00084263" w:rsidP="0033763D">
      <w:pPr>
        <w:pStyle w:val="libNormal"/>
      </w:pPr>
      <w:r>
        <w:br w:type="page"/>
      </w:r>
    </w:p>
    <w:p w:rsidR="00084263" w:rsidRDefault="00084263" w:rsidP="00B270F1">
      <w:pPr>
        <w:pStyle w:val="Heading1Center"/>
      </w:pPr>
      <w:bookmarkStart w:id="39" w:name="_Toc391207352"/>
      <w:r>
        <w:lastRenderedPageBreak/>
        <w:t>Hadith No. 20</w:t>
      </w:r>
      <w:bookmarkEnd w:id="39"/>
    </w:p>
    <w:p w:rsidR="00084263" w:rsidRDefault="00084263" w:rsidP="00B270F1">
      <w:pPr>
        <w:pStyle w:val="Heading2Center"/>
      </w:pPr>
      <w:bookmarkStart w:id="40" w:name="_Toc391207353"/>
      <w:r>
        <w:t xml:space="preserve">The Month of </w:t>
      </w:r>
      <w:r w:rsidR="001C34B4">
        <w:t>Ramadan</w:t>
      </w:r>
      <w:r>
        <w:t xml:space="preserve"> and Seeking Forgiveness</w:t>
      </w:r>
      <w:bookmarkEnd w:id="40"/>
    </w:p>
    <w:p w:rsidR="00084263" w:rsidRDefault="00084263" w:rsidP="00084263">
      <w:pPr>
        <w:pStyle w:val="libNormal"/>
      </w:pPr>
      <w:r>
        <w:t xml:space="preserve">Imam Ali (A.S.) said: It is incumbent upon you to seek forgiveness and supplicate excessively in the month of </w:t>
      </w:r>
      <w:r w:rsidR="001C34B4">
        <w:t>Ramadan</w:t>
      </w:r>
      <w:r>
        <w:t xml:space="preserve">. As for the supplication, by means of it the calamities are warded off from you, and as for the seeking of forgiveness, it erases away your sins. </w:t>
      </w:r>
      <w:r w:rsidRPr="00B270F1">
        <w:rPr>
          <w:rStyle w:val="libItalicChar"/>
        </w:rPr>
        <w:t>Al-Kafi, vol. 4, pg. 88</w:t>
      </w:r>
    </w:p>
    <w:p w:rsidR="00084263" w:rsidRDefault="00084263" w:rsidP="0033763D">
      <w:pPr>
        <w:pStyle w:val="libNormal"/>
      </w:pPr>
      <w:r>
        <w:br w:type="page"/>
      </w:r>
    </w:p>
    <w:p w:rsidR="00084263" w:rsidRDefault="00084263" w:rsidP="00B270F1">
      <w:pPr>
        <w:pStyle w:val="Heading1Center"/>
      </w:pPr>
      <w:bookmarkStart w:id="41" w:name="_Toc391207354"/>
      <w:r>
        <w:lastRenderedPageBreak/>
        <w:t>Hadith No. 21</w:t>
      </w:r>
      <w:bookmarkEnd w:id="41"/>
    </w:p>
    <w:p w:rsidR="00084263" w:rsidRDefault="00084263" w:rsidP="00B270F1">
      <w:pPr>
        <w:pStyle w:val="Heading2Center"/>
      </w:pPr>
      <w:bookmarkStart w:id="42" w:name="_Toc391207355"/>
      <w:r>
        <w:t>Opening of the doors of Paradise</w:t>
      </w:r>
      <w:bookmarkEnd w:id="42"/>
    </w:p>
    <w:p w:rsidR="00084263" w:rsidRDefault="00084263" w:rsidP="00084263">
      <w:pPr>
        <w:pStyle w:val="libNormal"/>
      </w:pPr>
      <w:r>
        <w:t xml:space="preserve">The Holy Prophet (peace be upon him and his progeny) said: In it (the month of </w:t>
      </w:r>
      <w:r w:rsidR="001C34B4">
        <w:t>Ramadan</w:t>
      </w:r>
      <w:r>
        <w:t>) the doors of Hell are closed and the doors of Paradise opened.</w:t>
      </w:r>
    </w:p>
    <w:p w:rsidR="00084263" w:rsidRDefault="00084263" w:rsidP="00B270F1">
      <w:pPr>
        <w:pStyle w:val="libItalic"/>
      </w:pPr>
      <w:r>
        <w:t>Bihar al-Anwar, vol. 96, pg. 363</w:t>
      </w:r>
    </w:p>
    <w:p w:rsidR="00084263" w:rsidRDefault="00084263" w:rsidP="0033763D">
      <w:pPr>
        <w:pStyle w:val="libNormal"/>
      </w:pPr>
      <w:r>
        <w:br w:type="page"/>
      </w:r>
    </w:p>
    <w:p w:rsidR="00084263" w:rsidRDefault="00084263" w:rsidP="00B270F1">
      <w:pPr>
        <w:pStyle w:val="Heading1Center"/>
      </w:pPr>
      <w:bookmarkStart w:id="43" w:name="_Toc391207356"/>
      <w:r>
        <w:lastRenderedPageBreak/>
        <w:t>Hadith No. 22</w:t>
      </w:r>
      <w:bookmarkEnd w:id="43"/>
    </w:p>
    <w:p w:rsidR="00084263" w:rsidRDefault="00084263" w:rsidP="00B270F1">
      <w:pPr>
        <w:pStyle w:val="Heading2Center"/>
      </w:pPr>
      <w:bookmarkStart w:id="44" w:name="_Toc391207357"/>
      <w:r>
        <w:t xml:space="preserve">The Month of </w:t>
      </w:r>
      <w:r w:rsidR="001C34B4">
        <w:t>Ramadan</w:t>
      </w:r>
      <w:r>
        <w:t xml:space="preserve"> and Itikaf</w:t>
      </w:r>
      <w:bookmarkEnd w:id="44"/>
    </w:p>
    <w:p w:rsidR="0033763D" w:rsidRDefault="00084263" w:rsidP="00084263">
      <w:pPr>
        <w:pStyle w:val="libNormal"/>
        <w:rPr>
          <w:rStyle w:val="libItalicChar"/>
        </w:rPr>
      </w:pPr>
      <w:r>
        <w:t xml:space="preserve">Imam Sadiq (A.S.) has said: The Holy Prophet (peace be upon him and his progeny), initially observed the Itikaf (spiritual retreat) during the first ten days of the month of </w:t>
      </w:r>
      <w:r w:rsidR="001C34B4">
        <w:t>Ramadan</w:t>
      </w:r>
      <w:r>
        <w:t xml:space="preserve">. Later, he observed it during the middle ten days of the holy month and finally, he observed it during the last 10 days of the month and then continued to do so in the last ten days (for as long as he was alive). </w:t>
      </w:r>
      <w:r w:rsidRPr="00B270F1">
        <w:rPr>
          <w:rStyle w:val="libItalicChar"/>
        </w:rPr>
        <w:t>Bihar al-Anwar, vol. 16, pg. 274</w:t>
      </w:r>
    </w:p>
    <w:p w:rsidR="00084263" w:rsidRDefault="00084263" w:rsidP="0033763D">
      <w:pPr>
        <w:pStyle w:val="libNormal"/>
      </w:pPr>
      <w:r>
        <w:br w:type="page"/>
      </w:r>
    </w:p>
    <w:p w:rsidR="00084263" w:rsidRDefault="00084263" w:rsidP="00B270F1">
      <w:pPr>
        <w:pStyle w:val="Heading1Center"/>
      </w:pPr>
      <w:bookmarkStart w:id="45" w:name="_Toc391207358"/>
      <w:r>
        <w:lastRenderedPageBreak/>
        <w:t>Hadith No. 23</w:t>
      </w:r>
      <w:bookmarkEnd w:id="45"/>
    </w:p>
    <w:p w:rsidR="00084263" w:rsidRDefault="00084263" w:rsidP="00B270F1">
      <w:pPr>
        <w:pStyle w:val="Heading2Center"/>
      </w:pPr>
      <w:bookmarkStart w:id="46" w:name="_Toc391207359"/>
      <w:r>
        <w:t xml:space="preserve">The Month of </w:t>
      </w:r>
      <w:r w:rsidR="001C34B4">
        <w:t>Ramadan</w:t>
      </w:r>
      <w:r>
        <w:t xml:space="preserve"> and Divine Books</w:t>
      </w:r>
      <w:bookmarkEnd w:id="46"/>
    </w:p>
    <w:p w:rsidR="00084263" w:rsidRDefault="00084263" w:rsidP="00084263">
      <w:pPr>
        <w:pStyle w:val="libNormal"/>
      </w:pPr>
      <w:r>
        <w:t xml:space="preserve">Imam Sadiq (A.S.) said: The Torah was revealed on the sixth day of the month of </w:t>
      </w:r>
      <w:r w:rsidR="001C34B4">
        <w:t>Ramadan</w:t>
      </w:r>
      <w:r>
        <w:t>, the Bible, on the twelfth night of the month, the Psalms on the eighteenth night of the month and the Quran on the Night of Qadr.</w:t>
      </w:r>
    </w:p>
    <w:p w:rsidR="00084263" w:rsidRDefault="00084263" w:rsidP="00B270F1">
      <w:pPr>
        <w:pStyle w:val="libItalic"/>
      </w:pPr>
      <w:r>
        <w:t xml:space="preserve"> Al-Kafi, vol. 4, pg. 157</w:t>
      </w:r>
    </w:p>
    <w:p w:rsidR="00084263" w:rsidRDefault="00084263" w:rsidP="0033763D">
      <w:pPr>
        <w:pStyle w:val="libNormal"/>
      </w:pPr>
      <w:r>
        <w:br w:type="page"/>
      </w:r>
    </w:p>
    <w:p w:rsidR="00084263" w:rsidRDefault="00084263" w:rsidP="00B270F1">
      <w:pPr>
        <w:pStyle w:val="Heading1Center"/>
      </w:pPr>
      <w:bookmarkStart w:id="47" w:name="_Toc391207360"/>
      <w:r>
        <w:lastRenderedPageBreak/>
        <w:t>Hadith No. 24</w:t>
      </w:r>
      <w:bookmarkEnd w:id="47"/>
    </w:p>
    <w:p w:rsidR="00084263" w:rsidRDefault="00084263" w:rsidP="00B270F1">
      <w:pPr>
        <w:pStyle w:val="Heading2Center"/>
      </w:pPr>
      <w:bookmarkStart w:id="48" w:name="_Toc391207361"/>
      <w:r>
        <w:t xml:space="preserve">The Best Deed of the Month of </w:t>
      </w:r>
      <w:r w:rsidR="001C34B4">
        <w:t>Ramadan</w:t>
      </w:r>
      <w:bookmarkEnd w:id="48"/>
    </w:p>
    <w:p w:rsidR="00084263" w:rsidRPr="00B270F1" w:rsidRDefault="00084263" w:rsidP="00084263">
      <w:pPr>
        <w:pStyle w:val="libNormal"/>
        <w:rPr>
          <w:rStyle w:val="libItalicChar"/>
        </w:rPr>
      </w:pPr>
      <w:r>
        <w:t xml:space="preserve">During the course of a sermon of the Holy Prophet (peace be upon him and his progeny) about the virtues of the month of </w:t>
      </w:r>
      <w:r w:rsidR="001C34B4">
        <w:t>Ramadan</w:t>
      </w:r>
      <w:r>
        <w:t xml:space="preserve">. Imam Ali (A.S.) says: I stood up and asked: O' Prophet of Allah! What is the best deed for this month? The Holy Prophet (peace be upon him and his progeny) replied: O' Abul-Hasan! The best deed for this month is abstinence from that which is forbidden by Allah, The Mighty, The Glorious. </w:t>
      </w:r>
      <w:r w:rsidRPr="00B270F1">
        <w:rPr>
          <w:rStyle w:val="libItalicChar"/>
        </w:rPr>
        <w:t>Bihar al-Anwar, vol. 42, pg. 190</w:t>
      </w:r>
    </w:p>
    <w:p w:rsidR="00084263" w:rsidRDefault="00084263" w:rsidP="0033763D">
      <w:pPr>
        <w:pStyle w:val="libNormal"/>
      </w:pPr>
      <w:r>
        <w:br w:type="page"/>
      </w:r>
    </w:p>
    <w:p w:rsidR="00084263" w:rsidRDefault="00084263" w:rsidP="00B270F1">
      <w:pPr>
        <w:pStyle w:val="Heading1Center"/>
      </w:pPr>
      <w:bookmarkStart w:id="49" w:name="_Toc391207362"/>
      <w:r>
        <w:lastRenderedPageBreak/>
        <w:t>Hadith No. 25</w:t>
      </w:r>
      <w:bookmarkEnd w:id="49"/>
    </w:p>
    <w:p w:rsidR="00084263" w:rsidRDefault="00084263" w:rsidP="00B270F1">
      <w:pPr>
        <w:pStyle w:val="Heading2Center"/>
      </w:pPr>
      <w:bookmarkStart w:id="50" w:name="_Toc391207363"/>
      <w:r>
        <w:t xml:space="preserve">Losers of the Month of </w:t>
      </w:r>
      <w:r w:rsidR="001C34B4">
        <w:t>Ramadan</w:t>
      </w:r>
      <w:bookmarkEnd w:id="50"/>
    </w:p>
    <w:p w:rsidR="00084263" w:rsidRPr="00B270F1" w:rsidRDefault="00084263" w:rsidP="00084263">
      <w:pPr>
        <w:pStyle w:val="libNormal"/>
        <w:rPr>
          <w:rStyle w:val="libItalicChar"/>
        </w:rPr>
      </w:pPr>
      <w:r>
        <w:t xml:space="preserve">The Holy Prophet (peace be upon him and his progeny) said: One who perceives the month of </w:t>
      </w:r>
      <w:r w:rsidR="001C34B4">
        <w:t>Ramadan</w:t>
      </w:r>
      <w:r>
        <w:t xml:space="preserve"> and (does not strive in it and hence) is not forgiven, Allah distances him from Himself. </w:t>
      </w:r>
      <w:r w:rsidRPr="00B270F1">
        <w:rPr>
          <w:rStyle w:val="libItalicChar"/>
        </w:rPr>
        <w:t>Bihar al-Anwar, vol. 74, pg. 74</w:t>
      </w:r>
    </w:p>
    <w:p w:rsidR="00084263" w:rsidRDefault="00084263" w:rsidP="0033763D">
      <w:pPr>
        <w:pStyle w:val="libNormal"/>
      </w:pPr>
      <w:r>
        <w:br w:type="page"/>
      </w:r>
    </w:p>
    <w:p w:rsidR="00084263" w:rsidRDefault="00084263" w:rsidP="0033763D">
      <w:pPr>
        <w:pStyle w:val="Heading1Center"/>
      </w:pPr>
      <w:bookmarkStart w:id="51" w:name="_Toc391207364"/>
      <w:r>
        <w:lastRenderedPageBreak/>
        <w:t>Hadith No. 26</w:t>
      </w:r>
      <w:bookmarkEnd w:id="51"/>
    </w:p>
    <w:p w:rsidR="00084263" w:rsidRDefault="00084263" w:rsidP="0033763D">
      <w:pPr>
        <w:pStyle w:val="Heading2Center"/>
      </w:pPr>
      <w:bookmarkStart w:id="52" w:name="_Toc391207365"/>
      <w:r>
        <w:t xml:space="preserve">Imam Sajjad (A.S.) and the Month of </w:t>
      </w:r>
      <w:r w:rsidR="001C34B4">
        <w:t>Ramadan</w:t>
      </w:r>
      <w:bookmarkEnd w:id="52"/>
    </w:p>
    <w:p w:rsidR="0033763D" w:rsidRPr="0033763D" w:rsidRDefault="00084263" w:rsidP="00084263">
      <w:pPr>
        <w:pStyle w:val="libNormal"/>
        <w:rPr>
          <w:rStyle w:val="libItalicChar"/>
        </w:rPr>
      </w:pPr>
      <w:r>
        <w:t xml:space="preserve">Imam Sadiq (A.S.) said: With the advent of the month of </w:t>
      </w:r>
      <w:r w:rsidR="001C34B4">
        <w:t>Ramadan</w:t>
      </w:r>
      <w:r>
        <w:t xml:space="preserve">, Imam Ali Ibn al-Hussain (A.S.) would cease to speak about anything except dua, tasbeeh (glorification of Allah), isteghfar (seeking forgiveness) and takbeer (saying 'Allahu Akbar'). </w:t>
      </w:r>
      <w:r w:rsidRPr="0033763D">
        <w:rPr>
          <w:rStyle w:val="libItalicChar"/>
        </w:rPr>
        <w:t>Al-Kafi, vol. 4, pg. 88</w:t>
      </w:r>
    </w:p>
    <w:p w:rsidR="00084263" w:rsidRDefault="00084263" w:rsidP="0033763D">
      <w:pPr>
        <w:pStyle w:val="libNormal"/>
      </w:pPr>
      <w:r>
        <w:br w:type="page"/>
      </w:r>
    </w:p>
    <w:p w:rsidR="00084263" w:rsidRDefault="00084263" w:rsidP="0033763D">
      <w:pPr>
        <w:pStyle w:val="Heading1Center"/>
      </w:pPr>
      <w:bookmarkStart w:id="53" w:name="_Toc391207366"/>
      <w:r>
        <w:lastRenderedPageBreak/>
        <w:t>Hadith No. 27</w:t>
      </w:r>
      <w:bookmarkEnd w:id="53"/>
    </w:p>
    <w:p w:rsidR="00084263" w:rsidRDefault="00084263" w:rsidP="0033763D">
      <w:pPr>
        <w:pStyle w:val="Heading2Center"/>
      </w:pPr>
      <w:bookmarkStart w:id="54" w:name="_Toc391207367"/>
      <w:r>
        <w:t xml:space="preserve">Fridays of the Month of </w:t>
      </w:r>
      <w:r w:rsidR="001C34B4">
        <w:t>Ramadan</w:t>
      </w:r>
      <w:bookmarkEnd w:id="54"/>
    </w:p>
    <w:p w:rsidR="0033763D" w:rsidRPr="0033763D" w:rsidRDefault="00084263" w:rsidP="00084263">
      <w:pPr>
        <w:pStyle w:val="libNormal"/>
        <w:rPr>
          <w:rStyle w:val="libItalicChar"/>
        </w:rPr>
      </w:pPr>
      <w:r>
        <w:t xml:space="preserve">Imam Baqir (A.S.) has said: Surely, the Fridays of the month of </w:t>
      </w:r>
      <w:r w:rsidR="001C34B4">
        <w:t>Ramadan</w:t>
      </w:r>
      <w:r>
        <w:t xml:space="preserve"> possess an excellence over the Fridays of the other months, just as the Holy Prophet (peace be upon him and his progeny) possesses an excellence over the other prophets. </w:t>
      </w:r>
      <w:r w:rsidRPr="0033763D">
        <w:rPr>
          <w:rStyle w:val="libItalicChar"/>
        </w:rPr>
        <w:t>Bihar al-Anwar, vol. 69, pg. 376</w:t>
      </w:r>
    </w:p>
    <w:p w:rsidR="00084263" w:rsidRDefault="00084263" w:rsidP="0033763D">
      <w:pPr>
        <w:pStyle w:val="libNormal"/>
      </w:pPr>
      <w:r>
        <w:br w:type="page"/>
      </w:r>
    </w:p>
    <w:p w:rsidR="00084263" w:rsidRDefault="00084263" w:rsidP="0033763D">
      <w:pPr>
        <w:pStyle w:val="Heading1Center"/>
      </w:pPr>
      <w:bookmarkStart w:id="55" w:name="_Toc391207368"/>
      <w:r>
        <w:lastRenderedPageBreak/>
        <w:t>Hadith No. 28</w:t>
      </w:r>
      <w:bookmarkEnd w:id="55"/>
    </w:p>
    <w:p w:rsidR="00084263" w:rsidRDefault="00084263" w:rsidP="0033763D">
      <w:pPr>
        <w:pStyle w:val="Heading2Center"/>
      </w:pPr>
      <w:bookmarkStart w:id="56" w:name="_Toc391207369"/>
      <w:r>
        <w:t xml:space="preserve">Seven Excellences of </w:t>
      </w:r>
      <w:r w:rsidR="001C34B4">
        <w:t>Ramadan</w:t>
      </w:r>
      <w:r>
        <w:t xml:space="preserve"> Fasting</w:t>
      </w:r>
      <w:bookmarkEnd w:id="56"/>
    </w:p>
    <w:p w:rsidR="00084263" w:rsidRDefault="00084263" w:rsidP="00084263">
      <w:pPr>
        <w:pStyle w:val="libNormal"/>
      </w:pPr>
      <w:r>
        <w:t xml:space="preserve">The Holy Prophet (peace be upon him and his progeny) has stated: There is no Mu'min, who fasts for a day in the month of </w:t>
      </w:r>
      <w:r w:rsidR="001C34B4">
        <w:t>Ramadan</w:t>
      </w:r>
      <w:r>
        <w:t xml:space="preserve"> with the intention of attaining its rewards, except that Allah, The Exalted, grants him seven excellences:</w:t>
      </w:r>
    </w:p>
    <w:p w:rsidR="00084263" w:rsidRDefault="00084263" w:rsidP="00084263">
      <w:pPr>
        <w:pStyle w:val="libNormal"/>
      </w:pPr>
      <w:r>
        <w:t>1. The forbidden food that had entered into his body melts away.</w:t>
      </w:r>
    </w:p>
    <w:p w:rsidR="00084263" w:rsidRDefault="00084263" w:rsidP="00084263">
      <w:pPr>
        <w:pStyle w:val="libNormal"/>
      </w:pPr>
      <w:r>
        <w:t>2. He moves closer to the Mercy of Allah, The Exalted.</w:t>
      </w:r>
    </w:p>
    <w:p w:rsidR="00084263" w:rsidRDefault="00084263" w:rsidP="00084263">
      <w:pPr>
        <w:pStyle w:val="libNormal"/>
      </w:pPr>
      <w:r>
        <w:t>3. Allah expiates his sins.</w:t>
      </w:r>
    </w:p>
    <w:p w:rsidR="00084263" w:rsidRDefault="00084263" w:rsidP="00084263">
      <w:pPr>
        <w:pStyle w:val="libNormal"/>
      </w:pPr>
      <w:r>
        <w:t>4. Allah reduces for him the agony of death.</w:t>
      </w:r>
    </w:p>
    <w:p w:rsidR="00084263" w:rsidRDefault="00084263" w:rsidP="00084263">
      <w:pPr>
        <w:pStyle w:val="libNormal"/>
      </w:pPr>
      <w:r>
        <w:t>5. Allah protects him from the hunger and thirst of the Day of Judgment.</w:t>
      </w:r>
    </w:p>
    <w:p w:rsidR="00084263" w:rsidRDefault="00084263" w:rsidP="00084263">
      <w:pPr>
        <w:pStyle w:val="libNormal"/>
      </w:pPr>
      <w:r>
        <w:t>6. He is granted pardon from the fire (of Hell).</w:t>
      </w:r>
    </w:p>
    <w:p w:rsidR="00084263" w:rsidRDefault="00084263" w:rsidP="00084263">
      <w:pPr>
        <w:pStyle w:val="libNormal"/>
      </w:pPr>
      <w:r>
        <w:t>7. Allah provides him the good and pleasant food of Paradise.</w:t>
      </w:r>
    </w:p>
    <w:p w:rsidR="0033763D" w:rsidRDefault="00084263" w:rsidP="0033763D">
      <w:pPr>
        <w:pStyle w:val="libItalic"/>
      </w:pPr>
      <w:r>
        <w:t>Mustadrak al-Wasaail al-Shia'h, vol. 7, pg. 395</w:t>
      </w:r>
    </w:p>
    <w:p w:rsidR="00084263" w:rsidRDefault="00084263" w:rsidP="0033763D">
      <w:pPr>
        <w:pStyle w:val="libNormal"/>
      </w:pPr>
      <w:r>
        <w:br w:type="page"/>
      </w:r>
    </w:p>
    <w:p w:rsidR="00084263" w:rsidRDefault="00084263" w:rsidP="0033763D">
      <w:pPr>
        <w:pStyle w:val="Heading1Center"/>
      </w:pPr>
      <w:bookmarkStart w:id="57" w:name="_Toc391207370"/>
      <w:r>
        <w:lastRenderedPageBreak/>
        <w:t>Hadith No. 29</w:t>
      </w:r>
      <w:bookmarkEnd w:id="57"/>
    </w:p>
    <w:p w:rsidR="00084263" w:rsidRDefault="001C34B4" w:rsidP="0033763D">
      <w:pPr>
        <w:pStyle w:val="Heading2Center"/>
      </w:pPr>
      <w:bookmarkStart w:id="58" w:name="_Toc391207371"/>
      <w:r>
        <w:t>Ramadan</w:t>
      </w:r>
      <w:r w:rsidR="00084263">
        <w:t>: The Month of Patience</w:t>
      </w:r>
      <w:bookmarkEnd w:id="58"/>
    </w:p>
    <w:p w:rsidR="00084263" w:rsidRDefault="00084263" w:rsidP="00084263">
      <w:pPr>
        <w:pStyle w:val="libNormal"/>
      </w:pPr>
      <w:r>
        <w:t xml:space="preserve">The Holy Prophet (peace be upon him and his progeny) said: And it (the month of </w:t>
      </w:r>
      <w:r w:rsidR="001C34B4">
        <w:t>Ramadan</w:t>
      </w:r>
      <w:r>
        <w:t>) is the month of patience, and surely, the reward of patience is Paradise.</w:t>
      </w:r>
    </w:p>
    <w:p w:rsidR="0033763D" w:rsidRDefault="00084263" w:rsidP="0033763D">
      <w:pPr>
        <w:pStyle w:val="libItalic"/>
      </w:pPr>
      <w:r>
        <w:t>Al-Kafi, vol. 4, pg. 66</w:t>
      </w:r>
    </w:p>
    <w:p w:rsidR="00084263" w:rsidRDefault="00084263" w:rsidP="0033763D">
      <w:pPr>
        <w:pStyle w:val="libNormal"/>
      </w:pPr>
      <w:r>
        <w:br w:type="page"/>
      </w:r>
    </w:p>
    <w:p w:rsidR="00084263" w:rsidRDefault="00084263" w:rsidP="0033763D">
      <w:pPr>
        <w:pStyle w:val="Heading1Center"/>
      </w:pPr>
      <w:bookmarkStart w:id="59" w:name="_Toc391207372"/>
      <w:r>
        <w:lastRenderedPageBreak/>
        <w:t>Hadith No. 30</w:t>
      </w:r>
      <w:bookmarkEnd w:id="59"/>
    </w:p>
    <w:p w:rsidR="00084263" w:rsidRDefault="00084263" w:rsidP="0033763D">
      <w:pPr>
        <w:pStyle w:val="Heading2Center"/>
      </w:pPr>
      <w:bookmarkStart w:id="60" w:name="_Toc391207373"/>
      <w:r>
        <w:t>Giving Charity</w:t>
      </w:r>
      <w:bookmarkEnd w:id="60"/>
    </w:p>
    <w:p w:rsidR="00084263" w:rsidRPr="0033763D" w:rsidRDefault="00084263" w:rsidP="00084263">
      <w:pPr>
        <w:pStyle w:val="libNormal"/>
        <w:rPr>
          <w:rStyle w:val="libItalicChar"/>
        </w:rPr>
      </w:pPr>
      <w:r>
        <w:t xml:space="preserve">Imam Sadiq (A.S.) has said: Allah shall ward off 70 kinds of calamities from one who gives charity in the month of </w:t>
      </w:r>
      <w:r w:rsidR="001C34B4">
        <w:t>Ramadan</w:t>
      </w:r>
      <w:r>
        <w:t xml:space="preserve">. </w:t>
      </w:r>
      <w:r w:rsidRPr="0033763D">
        <w:rPr>
          <w:rStyle w:val="libItalicChar"/>
        </w:rPr>
        <w:t>Wasaail al-Shia'h, vol. 9, pg. 404</w:t>
      </w:r>
    </w:p>
    <w:p w:rsidR="00084263" w:rsidRDefault="00084263" w:rsidP="0033763D">
      <w:pPr>
        <w:pStyle w:val="libNormal"/>
      </w:pPr>
      <w:r>
        <w:br w:type="page"/>
      </w:r>
    </w:p>
    <w:p w:rsidR="00084263" w:rsidRDefault="00084263" w:rsidP="0033763D">
      <w:pPr>
        <w:pStyle w:val="Heading1Center"/>
      </w:pPr>
      <w:bookmarkStart w:id="61" w:name="_Toc391207374"/>
      <w:r>
        <w:lastRenderedPageBreak/>
        <w:t>Hadith No. 31</w:t>
      </w:r>
      <w:bookmarkEnd w:id="61"/>
    </w:p>
    <w:p w:rsidR="00084263" w:rsidRDefault="00084263" w:rsidP="0033763D">
      <w:pPr>
        <w:pStyle w:val="Heading2Center"/>
      </w:pPr>
      <w:bookmarkStart w:id="62" w:name="_Toc391207375"/>
      <w:r>
        <w:t>Reward of an Obligatory Act</w:t>
      </w:r>
      <w:bookmarkEnd w:id="62"/>
    </w:p>
    <w:p w:rsidR="00084263" w:rsidRPr="0033763D" w:rsidRDefault="00084263" w:rsidP="00084263">
      <w:pPr>
        <w:pStyle w:val="libNormal"/>
        <w:rPr>
          <w:rStyle w:val="libItalicChar"/>
        </w:rPr>
      </w:pPr>
      <w:r>
        <w:t xml:space="preserve">The Holy Prophet (peace be upon him and his progeny) has stated: (The rewards of) one, who performs in it (the month of </w:t>
      </w:r>
      <w:r w:rsidR="001C34B4">
        <w:t>Ramadan</w:t>
      </w:r>
      <w:r>
        <w:t xml:space="preserve">) a single act from amongst the obligatory (wajib) acts of Allah, would be like (that of) one, who has performed seventy obligatory acts in the other months. </w:t>
      </w:r>
      <w:r w:rsidRPr="0033763D">
        <w:rPr>
          <w:rStyle w:val="libItalicChar"/>
        </w:rPr>
        <w:t>Wasaail al-Shia'h, vol. 10, pg. 307</w:t>
      </w:r>
    </w:p>
    <w:p w:rsidR="00084263" w:rsidRDefault="00084263" w:rsidP="0033763D">
      <w:pPr>
        <w:pStyle w:val="libNormal"/>
      </w:pPr>
      <w:r>
        <w:br w:type="page"/>
      </w:r>
    </w:p>
    <w:p w:rsidR="00084263" w:rsidRDefault="00084263" w:rsidP="0033763D">
      <w:pPr>
        <w:pStyle w:val="Heading1Center"/>
      </w:pPr>
      <w:bookmarkStart w:id="63" w:name="_Toc391207376"/>
      <w:r>
        <w:lastRenderedPageBreak/>
        <w:t>Hadith No. 32</w:t>
      </w:r>
      <w:bookmarkEnd w:id="63"/>
    </w:p>
    <w:p w:rsidR="00084263" w:rsidRDefault="00084263" w:rsidP="0033763D">
      <w:pPr>
        <w:pStyle w:val="Heading2Center"/>
      </w:pPr>
      <w:bookmarkStart w:id="64" w:name="_Toc391207377"/>
      <w:r>
        <w:t>Night of Decree</w:t>
      </w:r>
      <w:bookmarkEnd w:id="64"/>
    </w:p>
    <w:p w:rsidR="00084263" w:rsidRDefault="00084263" w:rsidP="00084263">
      <w:pPr>
        <w:pStyle w:val="libNormal"/>
      </w:pPr>
      <w:r>
        <w:t>Imam Baqir (A.S.) said: In the Night of Qadr is decreed every thing - pleasant and unpleasant, obedience and disobedience, birth and death, and livelihood - which would occur during the course of that year, till the next Night of Qadr.</w:t>
      </w:r>
    </w:p>
    <w:p w:rsidR="00084263" w:rsidRDefault="00084263" w:rsidP="0033763D">
      <w:pPr>
        <w:pStyle w:val="libItalic"/>
      </w:pPr>
      <w:r>
        <w:t xml:space="preserve"> Al-Kafi, vol. 4, pg. 157</w:t>
      </w:r>
    </w:p>
    <w:p w:rsidR="00084263" w:rsidRDefault="00084263" w:rsidP="0033763D">
      <w:pPr>
        <w:pStyle w:val="libNormal"/>
      </w:pPr>
      <w:r>
        <w:br w:type="page"/>
      </w:r>
    </w:p>
    <w:p w:rsidR="00084263" w:rsidRDefault="00084263" w:rsidP="0033763D">
      <w:pPr>
        <w:pStyle w:val="Heading1Center"/>
      </w:pPr>
      <w:bookmarkStart w:id="65" w:name="_Toc391207378"/>
      <w:r>
        <w:lastRenderedPageBreak/>
        <w:t>Hadith No. 33</w:t>
      </w:r>
      <w:bookmarkEnd w:id="65"/>
    </w:p>
    <w:p w:rsidR="00084263" w:rsidRDefault="00084263" w:rsidP="0033763D">
      <w:pPr>
        <w:pStyle w:val="Heading2Center"/>
      </w:pPr>
      <w:bookmarkStart w:id="66" w:name="_Toc391207379"/>
      <w:r>
        <w:t xml:space="preserve">Increase Prayers in the Month of </w:t>
      </w:r>
      <w:r w:rsidR="001C34B4">
        <w:t>Ramadan</w:t>
      </w:r>
      <w:bookmarkEnd w:id="66"/>
    </w:p>
    <w:p w:rsidR="00084263" w:rsidRPr="0033763D" w:rsidRDefault="00084263" w:rsidP="00084263">
      <w:pPr>
        <w:pStyle w:val="libNormal"/>
        <w:rPr>
          <w:rStyle w:val="libItalicChar"/>
        </w:rPr>
      </w:pPr>
      <w:r>
        <w:t xml:space="preserve">Imam Sadiq (A.S.) has said: With the advent of the month of </w:t>
      </w:r>
      <w:r w:rsidR="001C34B4">
        <w:t>Ramadan</w:t>
      </w:r>
      <w:r>
        <w:t xml:space="preserve">, the Messenger of Allah (peace be upon him and his progeny) would increase his Prayers (Salaat); I also increase mine and so, (you) increase yours (too). </w:t>
      </w:r>
      <w:r w:rsidRPr="0033763D">
        <w:rPr>
          <w:rStyle w:val="libItalicChar"/>
        </w:rPr>
        <w:t>Tahdheeb al-Akhaam, vol. 3, pg. 60</w:t>
      </w:r>
    </w:p>
    <w:p w:rsidR="00084263" w:rsidRDefault="00084263" w:rsidP="0033763D">
      <w:pPr>
        <w:pStyle w:val="libNormal"/>
      </w:pPr>
      <w:r>
        <w:br w:type="page"/>
      </w:r>
    </w:p>
    <w:p w:rsidR="00084263" w:rsidRDefault="00084263" w:rsidP="0033763D">
      <w:pPr>
        <w:pStyle w:val="Heading1Center"/>
      </w:pPr>
      <w:bookmarkStart w:id="67" w:name="_Toc391207380"/>
      <w:r>
        <w:lastRenderedPageBreak/>
        <w:t>Hadith No. 34</w:t>
      </w:r>
      <w:bookmarkEnd w:id="67"/>
    </w:p>
    <w:p w:rsidR="00084263" w:rsidRDefault="00084263" w:rsidP="0033763D">
      <w:pPr>
        <w:pStyle w:val="Heading2Center"/>
      </w:pPr>
      <w:bookmarkStart w:id="68" w:name="_Toc391207381"/>
      <w:r>
        <w:t>Eating of sahari</w:t>
      </w:r>
      <w:bookmarkEnd w:id="68"/>
    </w:p>
    <w:p w:rsidR="00084263" w:rsidRDefault="00084263" w:rsidP="00084263">
      <w:pPr>
        <w:pStyle w:val="libNormal"/>
      </w:pPr>
      <w:r>
        <w:t xml:space="preserve">The Holy Prophet (peace be upon him and his progeny) has said: Eat your 'sahari' (the morning meal before the start of a fast) even if it is (mere) mouthfuls of water, for the blessings of Allah are upon those who eat the sahur. </w:t>
      </w:r>
      <w:r w:rsidRPr="0033763D">
        <w:rPr>
          <w:rStyle w:val="libItalicChar"/>
        </w:rPr>
        <w:t>Tahdheeb al-Akhaam, vol. 4, pg. 198</w:t>
      </w:r>
    </w:p>
    <w:p w:rsidR="00084263" w:rsidRDefault="00084263" w:rsidP="0033763D">
      <w:pPr>
        <w:pStyle w:val="libNormal"/>
      </w:pPr>
      <w:r>
        <w:br w:type="page"/>
      </w:r>
    </w:p>
    <w:p w:rsidR="00084263" w:rsidRDefault="00084263" w:rsidP="0033763D">
      <w:pPr>
        <w:pStyle w:val="Heading1Center"/>
      </w:pPr>
      <w:bookmarkStart w:id="69" w:name="_Toc391207382"/>
      <w:r>
        <w:lastRenderedPageBreak/>
        <w:t>Hadith No. 35</w:t>
      </w:r>
      <w:bookmarkEnd w:id="69"/>
    </w:p>
    <w:p w:rsidR="00084263" w:rsidRDefault="00084263" w:rsidP="0033763D">
      <w:pPr>
        <w:pStyle w:val="Heading2Center"/>
      </w:pPr>
      <w:bookmarkStart w:id="70" w:name="_Toc391207383"/>
      <w:r>
        <w:t>Hunger and Thirst of the Day of Judgment</w:t>
      </w:r>
      <w:bookmarkEnd w:id="70"/>
    </w:p>
    <w:p w:rsidR="00084263" w:rsidRDefault="00084263" w:rsidP="00084263">
      <w:pPr>
        <w:pStyle w:val="libNormal"/>
      </w:pPr>
      <w:r>
        <w:t xml:space="preserve">Imam Ali (A.S.) said: Bring to mind, by means of your hunger and thirst in it (the month of </w:t>
      </w:r>
      <w:r w:rsidR="001C34B4">
        <w:t>Ramadan</w:t>
      </w:r>
      <w:r>
        <w:t>), the hunger and thirst of the Day of Judgment.</w:t>
      </w:r>
    </w:p>
    <w:p w:rsidR="00084263" w:rsidRDefault="00084263" w:rsidP="0033763D">
      <w:pPr>
        <w:pStyle w:val="libItalic"/>
      </w:pPr>
      <w:r>
        <w:t xml:space="preserve"> Bihar al-Anwar, vol. 93, pg. 356</w:t>
      </w:r>
    </w:p>
    <w:p w:rsidR="00084263" w:rsidRDefault="00084263" w:rsidP="0033763D">
      <w:pPr>
        <w:pStyle w:val="libNormal"/>
      </w:pPr>
      <w:r>
        <w:br w:type="page"/>
      </w:r>
    </w:p>
    <w:p w:rsidR="00084263" w:rsidRDefault="00084263" w:rsidP="0033763D">
      <w:pPr>
        <w:pStyle w:val="Heading1Center"/>
      </w:pPr>
      <w:bookmarkStart w:id="71" w:name="_Toc391207384"/>
      <w:r>
        <w:lastRenderedPageBreak/>
        <w:t>Hadith No. 36</w:t>
      </w:r>
      <w:bookmarkEnd w:id="71"/>
    </w:p>
    <w:p w:rsidR="00084263" w:rsidRDefault="00084263" w:rsidP="0033763D">
      <w:pPr>
        <w:pStyle w:val="Heading2Center"/>
      </w:pPr>
      <w:bookmarkStart w:id="72" w:name="_Toc391207385"/>
      <w:r>
        <w:t>The Call of Allah</w:t>
      </w:r>
      <w:bookmarkEnd w:id="72"/>
    </w:p>
    <w:p w:rsidR="00084263" w:rsidRPr="0033763D" w:rsidRDefault="00084263" w:rsidP="00084263">
      <w:pPr>
        <w:pStyle w:val="libNormal"/>
        <w:rPr>
          <w:rStyle w:val="libItalicChar"/>
        </w:rPr>
      </w:pPr>
      <w:r>
        <w:t xml:space="preserve">Abdullah Ibn al-Abbas Ibn Abd al-Muttalib reports that he heard the Holy Prophet (peace be upon him and his progeny) say: Every night, in the month of </w:t>
      </w:r>
      <w:r w:rsidR="001C34B4">
        <w:t>Ramadan</w:t>
      </w:r>
      <w:r>
        <w:t xml:space="preserve">, Allah, The Blessed and The Exalted, calls out three times: Is there one, who seeks from Me, so that I grant him his wish? Is there one, who turns to me in repentance so that I turn to him (in Mercy)? Is there one, who seeks forgiveness from Me so that I forgive him? </w:t>
      </w:r>
      <w:r w:rsidRPr="0033763D">
        <w:rPr>
          <w:rStyle w:val="libItalicChar"/>
        </w:rPr>
        <w:t>Mustadrak al-Wasaail, vol. 7, pg. 429</w:t>
      </w:r>
    </w:p>
    <w:p w:rsidR="00084263" w:rsidRDefault="00084263" w:rsidP="0033763D">
      <w:pPr>
        <w:pStyle w:val="libNormal"/>
      </w:pPr>
      <w:r>
        <w:br w:type="page"/>
      </w:r>
    </w:p>
    <w:p w:rsidR="00084263" w:rsidRDefault="00084263" w:rsidP="0033763D">
      <w:pPr>
        <w:pStyle w:val="Heading1Center"/>
      </w:pPr>
      <w:bookmarkStart w:id="73" w:name="_Toc391207386"/>
      <w:r>
        <w:lastRenderedPageBreak/>
        <w:t>Hadith No. 37</w:t>
      </w:r>
      <w:bookmarkEnd w:id="73"/>
    </w:p>
    <w:p w:rsidR="00084263" w:rsidRDefault="00084263" w:rsidP="0033763D">
      <w:pPr>
        <w:pStyle w:val="Heading2Center"/>
      </w:pPr>
      <w:bookmarkStart w:id="74" w:name="_Toc391207387"/>
      <w:r>
        <w:t>Ghusl (ablution) on Night of Qadr</w:t>
      </w:r>
      <w:bookmarkEnd w:id="74"/>
    </w:p>
    <w:p w:rsidR="00084263" w:rsidRPr="0033763D" w:rsidRDefault="00084263" w:rsidP="00084263">
      <w:pPr>
        <w:pStyle w:val="libNormal"/>
        <w:rPr>
          <w:rStyle w:val="libItalicChar"/>
        </w:rPr>
      </w:pPr>
      <w:r>
        <w:t>Imam Musa Ibn Jafar (A.S.) said: One, who performs the ghusl on the Night of Qadr and remains awake in it (engaged in worship), shall have all his sins forgiven</w:t>
      </w:r>
      <w:r w:rsidRPr="0033763D">
        <w:rPr>
          <w:rStyle w:val="libItalicChar"/>
        </w:rPr>
        <w:t>. Wasaail al-Shia'h, vol. 10, pg. 358</w:t>
      </w:r>
    </w:p>
    <w:p w:rsidR="00084263" w:rsidRDefault="00084263" w:rsidP="0033763D">
      <w:pPr>
        <w:pStyle w:val="libNormal"/>
      </w:pPr>
      <w:r>
        <w:br w:type="page"/>
      </w:r>
    </w:p>
    <w:p w:rsidR="00084263" w:rsidRDefault="00084263" w:rsidP="0033763D">
      <w:pPr>
        <w:pStyle w:val="Heading1Center"/>
      </w:pPr>
      <w:bookmarkStart w:id="75" w:name="_Toc391207388"/>
      <w:r>
        <w:lastRenderedPageBreak/>
        <w:t>Hadith No. 38</w:t>
      </w:r>
      <w:bookmarkEnd w:id="75"/>
    </w:p>
    <w:p w:rsidR="00084263" w:rsidRDefault="00084263" w:rsidP="0033763D">
      <w:pPr>
        <w:pStyle w:val="Heading2Center"/>
      </w:pPr>
      <w:bookmarkStart w:id="76" w:name="_Toc391207389"/>
      <w:r>
        <w:t>Shield of a Believing Servant</w:t>
      </w:r>
      <w:bookmarkEnd w:id="76"/>
    </w:p>
    <w:p w:rsidR="00084263" w:rsidRDefault="00084263" w:rsidP="00084263">
      <w:pPr>
        <w:pStyle w:val="libNormal"/>
      </w:pPr>
      <w:r>
        <w:t xml:space="preserve">Allah, The Mighty and The Glorious has said: The fasts are the shield of the believing servants on the Day of Judgment, just as your weapons shield you in this world. </w:t>
      </w:r>
      <w:r w:rsidRPr="0033763D">
        <w:rPr>
          <w:rStyle w:val="libItalicChar"/>
        </w:rPr>
        <w:t>Wasaail al-Shia'h, vol.10, pg. 403</w:t>
      </w:r>
    </w:p>
    <w:p w:rsidR="00084263" w:rsidRDefault="00084263" w:rsidP="0033763D">
      <w:pPr>
        <w:pStyle w:val="libNormal"/>
      </w:pPr>
      <w:r>
        <w:br w:type="page"/>
      </w:r>
    </w:p>
    <w:p w:rsidR="00084263" w:rsidRDefault="00084263" w:rsidP="0033763D">
      <w:pPr>
        <w:pStyle w:val="Heading1Center"/>
      </w:pPr>
      <w:bookmarkStart w:id="77" w:name="_Toc391207390"/>
      <w:r>
        <w:lastRenderedPageBreak/>
        <w:t>Hadith No. 39</w:t>
      </w:r>
      <w:bookmarkEnd w:id="77"/>
    </w:p>
    <w:p w:rsidR="00084263" w:rsidRDefault="00084263" w:rsidP="0033763D">
      <w:pPr>
        <w:pStyle w:val="Heading2Center"/>
      </w:pPr>
      <w:bookmarkStart w:id="78" w:name="_Toc391207391"/>
      <w:r>
        <w:t>Iftaar for Mu'min</w:t>
      </w:r>
      <w:bookmarkEnd w:id="78"/>
    </w:p>
    <w:p w:rsidR="00084263" w:rsidRPr="0033763D" w:rsidRDefault="00084263" w:rsidP="00084263">
      <w:pPr>
        <w:pStyle w:val="libNormal"/>
        <w:rPr>
          <w:rStyle w:val="libItalicChar"/>
        </w:rPr>
      </w:pPr>
      <w:r>
        <w:t xml:space="preserve">The Holy Prophet (peace be upon him and his progeny) said: One who provides iftaar to a Mu'min in the month of </w:t>
      </w:r>
      <w:r w:rsidR="001C34B4">
        <w:t>Ramadan</w:t>
      </w:r>
      <w:r>
        <w:t xml:space="preserve">, shall be granted the reward of liberating a slave (in the path of Allah) and shall have all his previous sins forgiven. And if he did not possess the means to present anything except milk mixed with water, or a drink of sweet water and a date, Allah would grant him this reward. </w:t>
      </w:r>
      <w:r w:rsidRPr="0033763D">
        <w:rPr>
          <w:rStyle w:val="libItalicChar"/>
        </w:rPr>
        <w:t>Bihar al-Anwar, vol. 93, pg. 317</w:t>
      </w:r>
    </w:p>
    <w:p w:rsidR="00084263" w:rsidRDefault="00084263" w:rsidP="0033763D">
      <w:pPr>
        <w:pStyle w:val="libNormal"/>
      </w:pPr>
      <w:r>
        <w:br w:type="page"/>
      </w:r>
    </w:p>
    <w:p w:rsidR="00084263" w:rsidRDefault="00084263" w:rsidP="0033763D">
      <w:pPr>
        <w:pStyle w:val="Heading1Center"/>
      </w:pPr>
      <w:bookmarkStart w:id="79" w:name="_Toc391207392"/>
      <w:r>
        <w:lastRenderedPageBreak/>
        <w:t>Hadith No. 40</w:t>
      </w:r>
      <w:bookmarkEnd w:id="79"/>
    </w:p>
    <w:p w:rsidR="00084263" w:rsidRDefault="00084263" w:rsidP="0033763D">
      <w:pPr>
        <w:pStyle w:val="Heading2Center"/>
      </w:pPr>
      <w:bookmarkStart w:id="80" w:name="_Toc391207393"/>
      <w:r>
        <w:t xml:space="preserve">Farewell to the Month of </w:t>
      </w:r>
      <w:r w:rsidR="001C34B4">
        <w:t>Ramadan</w:t>
      </w:r>
      <w:bookmarkEnd w:id="80"/>
    </w:p>
    <w:p w:rsidR="00413479" w:rsidRPr="00A47F0B" w:rsidRDefault="00084263" w:rsidP="00084263">
      <w:pPr>
        <w:pStyle w:val="libNormal"/>
      </w:pPr>
      <w:r>
        <w:t xml:space="preserve">The Holy Prophet (peace be upon him and his progeny) prayed: O' God! Ordain not this month of </w:t>
      </w:r>
      <w:r w:rsidR="001C34B4">
        <w:t>Ramadan</w:t>
      </w:r>
      <w:r>
        <w:t xml:space="preserve"> to be the last one for my fasts. But should you ordain it to be so, then make me blessed and leave me not deprived (of Your mercy). </w:t>
      </w:r>
      <w:r w:rsidRPr="0033763D">
        <w:rPr>
          <w:rStyle w:val="libItalicChar"/>
        </w:rPr>
        <w:t>Badaabi Az Quran, pg. 398</w:t>
      </w:r>
    </w:p>
    <w:sectPr w:rsidR="00413479" w:rsidRPr="00A47F0B"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7B1B" w:rsidRDefault="00C67B1B" w:rsidP="00113C59">
      <w:r>
        <w:separator/>
      </w:r>
    </w:p>
  </w:endnote>
  <w:endnote w:type="continuationSeparator" w:id="1">
    <w:p w:rsidR="00C67B1B" w:rsidRDefault="00C67B1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906" w:rsidRDefault="00463F49" w:rsidP="00745C1D">
    <w:pPr>
      <w:pStyle w:val="Footer"/>
      <w:tabs>
        <w:tab w:val="clear" w:pos="4153"/>
        <w:tab w:val="clear" w:pos="8306"/>
      </w:tabs>
    </w:pPr>
    <w:fldSimple w:instr=" PAGE   \* MERGEFORMAT ">
      <w:r w:rsidR="00F82EF5">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906" w:rsidRDefault="00463F49" w:rsidP="00113C59">
    <w:pPr>
      <w:pStyle w:val="Footer"/>
    </w:pPr>
    <w:fldSimple w:instr=" PAGE   \* MERGEFORMAT ">
      <w:r w:rsidR="00F82EF5">
        <w:rPr>
          <w:noProof/>
        </w:rPr>
        <w:t>3</w:t>
      </w:r>
    </w:fldSimple>
  </w:p>
  <w:p w:rsidR="00394906" w:rsidRDefault="00394906"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906" w:rsidRDefault="00463F49" w:rsidP="00745C1D">
    <w:pPr>
      <w:pStyle w:val="Footer"/>
      <w:tabs>
        <w:tab w:val="clear" w:pos="4153"/>
        <w:tab w:val="clear" w:pos="8306"/>
      </w:tabs>
    </w:pPr>
    <w:fldSimple w:instr=" PAGE   \* MERGEFORMAT ">
      <w:r w:rsidR="00F82EF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7B1B" w:rsidRDefault="00C67B1B" w:rsidP="00113C59">
      <w:r>
        <w:separator/>
      </w:r>
    </w:p>
  </w:footnote>
  <w:footnote w:type="continuationSeparator" w:id="1">
    <w:p w:rsidR="00C67B1B" w:rsidRDefault="00C67B1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906" w:rsidRDefault="00394906"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906" w:rsidRDefault="00394906"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B270F1"/>
    <w:rsid w:val="00005A19"/>
    <w:rsid w:val="000267FE"/>
    <w:rsid w:val="00040798"/>
    <w:rsid w:val="00043023"/>
    <w:rsid w:val="00054406"/>
    <w:rsid w:val="0006216A"/>
    <w:rsid w:val="00067F84"/>
    <w:rsid w:val="00071C97"/>
    <w:rsid w:val="00073193"/>
    <w:rsid w:val="000761F7"/>
    <w:rsid w:val="00076A3A"/>
    <w:rsid w:val="00084263"/>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34B4"/>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4C2E"/>
    <w:rsid w:val="00250E0A"/>
    <w:rsid w:val="00251E02"/>
    <w:rsid w:val="00254B61"/>
    <w:rsid w:val="00257657"/>
    <w:rsid w:val="00263F56"/>
    <w:rsid w:val="0027369F"/>
    <w:rsid w:val="002818EF"/>
    <w:rsid w:val="0028271F"/>
    <w:rsid w:val="0028397C"/>
    <w:rsid w:val="002A0284"/>
    <w:rsid w:val="002A338C"/>
    <w:rsid w:val="002A717D"/>
    <w:rsid w:val="002A73D7"/>
    <w:rsid w:val="002B2B15"/>
    <w:rsid w:val="002B3168"/>
    <w:rsid w:val="002B71A8"/>
    <w:rsid w:val="002B7989"/>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3763D"/>
    <w:rsid w:val="0034239A"/>
    <w:rsid w:val="0035368E"/>
    <w:rsid w:val="00354493"/>
    <w:rsid w:val="00360A5F"/>
    <w:rsid w:val="003618AA"/>
    <w:rsid w:val="00362F97"/>
    <w:rsid w:val="00363C94"/>
    <w:rsid w:val="0036400D"/>
    <w:rsid w:val="00365B8B"/>
    <w:rsid w:val="00373085"/>
    <w:rsid w:val="0038683D"/>
    <w:rsid w:val="00394906"/>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3F4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15AA"/>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4E04"/>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4765"/>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092"/>
    <w:rsid w:val="00A05A22"/>
    <w:rsid w:val="00A063B5"/>
    <w:rsid w:val="00A15956"/>
    <w:rsid w:val="00A16415"/>
    <w:rsid w:val="00A209AB"/>
    <w:rsid w:val="00A21090"/>
    <w:rsid w:val="00A22363"/>
    <w:rsid w:val="00A2310F"/>
    <w:rsid w:val="00A2642A"/>
    <w:rsid w:val="00A26AD5"/>
    <w:rsid w:val="00A30F05"/>
    <w:rsid w:val="00A35EDE"/>
    <w:rsid w:val="00A36A6D"/>
    <w:rsid w:val="00A36CA9"/>
    <w:rsid w:val="00A44704"/>
    <w:rsid w:val="00A478DC"/>
    <w:rsid w:val="00A47F0B"/>
    <w:rsid w:val="00A50FBD"/>
    <w:rsid w:val="00A51FCA"/>
    <w:rsid w:val="00A6076B"/>
    <w:rsid w:val="00A60B19"/>
    <w:rsid w:val="00A6486D"/>
    <w:rsid w:val="00A668D6"/>
    <w:rsid w:val="00A70F3F"/>
    <w:rsid w:val="00A745EB"/>
    <w:rsid w:val="00A749A9"/>
    <w:rsid w:val="00A751DD"/>
    <w:rsid w:val="00A77BEE"/>
    <w:rsid w:val="00A86979"/>
    <w:rsid w:val="00A91F7E"/>
    <w:rsid w:val="00A9330B"/>
    <w:rsid w:val="00A971B5"/>
    <w:rsid w:val="00AA378D"/>
    <w:rsid w:val="00AB1F96"/>
    <w:rsid w:val="00AB49D8"/>
    <w:rsid w:val="00AB5AFC"/>
    <w:rsid w:val="00AB5B22"/>
    <w:rsid w:val="00AC28CD"/>
    <w:rsid w:val="00AC6146"/>
    <w:rsid w:val="00AC64A5"/>
    <w:rsid w:val="00AD2964"/>
    <w:rsid w:val="00AD365B"/>
    <w:rsid w:val="00AE0778"/>
    <w:rsid w:val="00AE1E35"/>
    <w:rsid w:val="00AE4D35"/>
    <w:rsid w:val="00AE5DAC"/>
    <w:rsid w:val="00AE6117"/>
    <w:rsid w:val="00AE64FD"/>
    <w:rsid w:val="00AF0A2F"/>
    <w:rsid w:val="00AF217C"/>
    <w:rsid w:val="00AF33DF"/>
    <w:rsid w:val="00B01257"/>
    <w:rsid w:val="00B04C0D"/>
    <w:rsid w:val="00B1002E"/>
    <w:rsid w:val="00B11AF5"/>
    <w:rsid w:val="00B12ED2"/>
    <w:rsid w:val="00B17010"/>
    <w:rsid w:val="00B24ABA"/>
    <w:rsid w:val="00B270F1"/>
    <w:rsid w:val="00B37FEA"/>
    <w:rsid w:val="00B426ED"/>
    <w:rsid w:val="00B42E0C"/>
    <w:rsid w:val="00B47827"/>
    <w:rsid w:val="00B506FA"/>
    <w:rsid w:val="00B55A74"/>
    <w:rsid w:val="00B629FE"/>
    <w:rsid w:val="00B65134"/>
    <w:rsid w:val="00B70AEE"/>
    <w:rsid w:val="00B71ADF"/>
    <w:rsid w:val="00B73110"/>
    <w:rsid w:val="00B731F9"/>
    <w:rsid w:val="00B7501C"/>
    <w:rsid w:val="00B76530"/>
    <w:rsid w:val="00B76B70"/>
    <w:rsid w:val="00B77EF4"/>
    <w:rsid w:val="00B81F23"/>
    <w:rsid w:val="00B82A3A"/>
    <w:rsid w:val="00B82DE6"/>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67B1B"/>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159A"/>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2B5A"/>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099D"/>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2EF5"/>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47F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141B08"/>
    <w:rPr>
      <w:color w:val="008000"/>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ind w:left="648" w:hanging="360"/>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styleId="TOC6">
    <w:name w:val="toc 6"/>
    <w:basedOn w:val="Normal"/>
    <w:next w:val="Normal"/>
    <w:autoRedefine/>
    <w:uiPriority w:val="39"/>
    <w:unhideWhenUsed/>
    <w:rsid w:val="00365B8B"/>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365B8B"/>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365B8B"/>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365B8B"/>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1879779893">
      <w:bodyDiv w:val="1"/>
      <w:marLeft w:val="0"/>
      <w:marRight w:val="0"/>
      <w:marTop w:val="0"/>
      <w:marBottom w:val="0"/>
      <w:divBdr>
        <w:top w:val="none" w:sz="0" w:space="0" w:color="auto"/>
        <w:left w:val="none" w:sz="0" w:space="0" w:color="auto"/>
        <w:bottom w:val="none" w:sz="0" w:space="0" w:color="auto"/>
        <w:right w:val="none" w:sz="0" w:space="0" w:color="auto"/>
      </w:divBdr>
      <w:divsChild>
        <w:div w:id="156380675">
          <w:marLeft w:val="0"/>
          <w:marRight w:val="0"/>
          <w:marTop w:val="0"/>
          <w:marBottom w:val="0"/>
          <w:divBdr>
            <w:top w:val="none" w:sz="0" w:space="0" w:color="auto"/>
            <w:left w:val="none" w:sz="0" w:space="0" w:color="auto"/>
            <w:bottom w:val="none" w:sz="0" w:space="0" w:color="auto"/>
            <w:right w:val="none" w:sz="0" w:space="0" w:color="auto"/>
          </w:divBdr>
        </w:div>
        <w:div w:id="377122579">
          <w:marLeft w:val="0"/>
          <w:marRight w:val="0"/>
          <w:marTop w:val="0"/>
          <w:marBottom w:val="0"/>
          <w:divBdr>
            <w:top w:val="none" w:sz="0" w:space="0" w:color="auto"/>
            <w:left w:val="none" w:sz="0" w:space="0" w:color="auto"/>
            <w:bottom w:val="none" w:sz="0" w:space="0" w:color="auto"/>
            <w:right w:val="none" w:sz="0" w:space="0" w:color="auto"/>
          </w:divBdr>
          <w:divsChild>
            <w:div w:id="1209150754">
              <w:marLeft w:val="0"/>
              <w:marRight w:val="0"/>
              <w:marTop w:val="0"/>
              <w:marBottom w:val="0"/>
              <w:divBdr>
                <w:top w:val="none" w:sz="0" w:space="0" w:color="auto"/>
                <w:left w:val="none" w:sz="0" w:space="0" w:color="auto"/>
                <w:bottom w:val="none" w:sz="0" w:space="0" w:color="auto"/>
                <w:right w:val="none" w:sz="0" w:space="0" w:color="auto"/>
              </w:divBdr>
            </w:div>
          </w:divsChild>
        </w:div>
        <w:div w:id="208734634">
          <w:marLeft w:val="0"/>
          <w:marRight w:val="0"/>
          <w:marTop w:val="0"/>
          <w:marBottom w:val="0"/>
          <w:divBdr>
            <w:top w:val="none" w:sz="0" w:space="0" w:color="auto"/>
            <w:left w:val="none" w:sz="0" w:space="0" w:color="auto"/>
            <w:bottom w:val="none" w:sz="0" w:space="0" w:color="auto"/>
            <w:right w:val="none" w:sz="0" w:space="0" w:color="auto"/>
          </w:divBdr>
          <w:divsChild>
            <w:div w:id="1128858524">
              <w:marLeft w:val="0"/>
              <w:marRight w:val="0"/>
              <w:marTop w:val="0"/>
              <w:marBottom w:val="0"/>
              <w:divBdr>
                <w:top w:val="none" w:sz="0" w:space="0" w:color="auto"/>
                <w:left w:val="none" w:sz="0" w:space="0" w:color="auto"/>
                <w:bottom w:val="none" w:sz="0" w:space="0" w:color="auto"/>
                <w:right w:val="none" w:sz="0" w:space="0" w:color="auto"/>
              </w:divBdr>
            </w:div>
          </w:divsChild>
        </w:div>
        <w:div w:id="1209610265">
          <w:marLeft w:val="0"/>
          <w:marRight w:val="0"/>
          <w:marTop w:val="0"/>
          <w:marBottom w:val="0"/>
          <w:divBdr>
            <w:top w:val="none" w:sz="0" w:space="0" w:color="auto"/>
            <w:left w:val="none" w:sz="0" w:space="0" w:color="auto"/>
            <w:bottom w:val="none" w:sz="0" w:space="0" w:color="auto"/>
            <w:right w:val="none" w:sz="0" w:space="0" w:color="auto"/>
          </w:divBdr>
        </w:div>
        <w:div w:id="567153396">
          <w:marLeft w:val="0"/>
          <w:marRight w:val="0"/>
          <w:marTop w:val="0"/>
          <w:marBottom w:val="0"/>
          <w:divBdr>
            <w:top w:val="none" w:sz="0" w:space="0" w:color="auto"/>
            <w:left w:val="none" w:sz="0" w:space="0" w:color="auto"/>
            <w:bottom w:val="none" w:sz="0" w:space="0" w:color="auto"/>
            <w:right w:val="none" w:sz="0" w:space="0" w:color="auto"/>
          </w:divBdr>
          <w:divsChild>
            <w:div w:id="1296906301">
              <w:marLeft w:val="0"/>
              <w:marRight w:val="0"/>
              <w:marTop w:val="0"/>
              <w:marBottom w:val="0"/>
              <w:divBdr>
                <w:top w:val="none" w:sz="0" w:space="0" w:color="auto"/>
                <w:left w:val="none" w:sz="0" w:space="0" w:color="auto"/>
                <w:bottom w:val="none" w:sz="0" w:space="0" w:color="auto"/>
                <w:right w:val="none" w:sz="0" w:space="0" w:color="auto"/>
              </w:divBdr>
            </w:div>
          </w:divsChild>
        </w:div>
        <w:div w:id="810558728">
          <w:marLeft w:val="0"/>
          <w:marRight w:val="0"/>
          <w:marTop w:val="0"/>
          <w:marBottom w:val="0"/>
          <w:divBdr>
            <w:top w:val="none" w:sz="0" w:space="0" w:color="auto"/>
            <w:left w:val="none" w:sz="0" w:space="0" w:color="auto"/>
            <w:bottom w:val="none" w:sz="0" w:space="0" w:color="auto"/>
            <w:right w:val="none" w:sz="0" w:space="0" w:color="auto"/>
          </w:divBdr>
          <w:divsChild>
            <w:div w:id="788670054">
              <w:marLeft w:val="0"/>
              <w:marRight w:val="0"/>
              <w:marTop w:val="0"/>
              <w:marBottom w:val="0"/>
              <w:divBdr>
                <w:top w:val="none" w:sz="0" w:space="0" w:color="auto"/>
                <w:left w:val="none" w:sz="0" w:space="0" w:color="auto"/>
                <w:bottom w:val="none" w:sz="0" w:space="0" w:color="auto"/>
                <w:right w:val="none" w:sz="0" w:space="0" w:color="auto"/>
              </w:divBdr>
            </w:div>
          </w:divsChild>
        </w:div>
        <w:div w:id="682129724">
          <w:marLeft w:val="0"/>
          <w:marRight w:val="0"/>
          <w:marTop w:val="0"/>
          <w:marBottom w:val="0"/>
          <w:divBdr>
            <w:top w:val="none" w:sz="0" w:space="0" w:color="auto"/>
            <w:left w:val="none" w:sz="0" w:space="0" w:color="auto"/>
            <w:bottom w:val="none" w:sz="0" w:space="0" w:color="auto"/>
            <w:right w:val="none" w:sz="0" w:space="0" w:color="auto"/>
          </w:divBdr>
        </w:div>
        <w:div w:id="1542133754">
          <w:marLeft w:val="0"/>
          <w:marRight w:val="0"/>
          <w:marTop w:val="0"/>
          <w:marBottom w:val="0"/>
          <w:divBdr>
            <w:top w:val="none" w:sz="0" w:space="0" w:color="auto"/>
            <w:left w:val="none" w:sz="0" w:space="0" w:color="auto"/>
            <w:bottom w:val="none" w:sz="0" w:space="0" w:color="auto"/>
            <w:right w:val="none" w:sz="0" w:space="0" w:color="auto"/>
          </w:divBdr>
          <w:divsChild>
            <w:div w:id="292565244">
              <w:marLeft w:val="0"/>
              <w:marRight w:val="0"/>
              <w:marTop w:val="0"/>
              <w:marBottom w:val="0"/>
              <w:divBdr>
                <w:top w:val="none" w:sz="0" w:space="0" w:color="auto"/>
                <w:left w:val="none" w:sz="0" w:space="0" w:color="auto"/>
                <w:bottom w:val="none" w:sz="0" w:space="0" w:color="auto"/>
                <w:right w:val="none" w:sz="0" w:space="0" w:color="auto"/>
              </w:divBdr>
            </w:div>
          </w:divsChild>
        </w:div>
        <w:div w:id="472993083">
          <w:marLeft w:val="0"/>
          <w:marRight w:val="0"/>
          <w:marTop w:val="0"/>
          <w:marBottom w:val="0"/>
          <w:divBdr>
            <w:top w:val="none" w:sz="0" w:space="0" w:color="auto"/>
            <w:left w:val="none" w:sz="0" w:space="0" w:color="auto"/>
            <w:bottom w:val="none" w:sz="0" w:space="0" w:color="auto"/>
            <w:right w:val="none" w:sz="0" w:space="0" w:color="auto"/>
          </w:divBdr>
          <w:divsChild>
            <w:div w:id="1594435247">
              <w:marLeft w:val="0"/>
              <w:marRight w:val="0"/>
              <w:marTop w:val="0"/>
              <w:marBottom w:val="0"/>
              <w:divBdr>
                <w:top w:val="none" w:sz="0" w:space="0" w:color="auto"/>
                <w:left w:val="none" w:sz="0" w:space="0" w:color="auto"/>
                <w:bottom w:val="none" w:sz="0" w:space="0" w:color="auto"/>
                <w:right w:val="none" w:sz="0" w:space="0" w:color="auto"/>
              </w:divBdr>
            </w:div>
          </w:divsChild>
        </w:div>
        <w:div w:id="1716730345">
          <w:marLeft w:val="0"/>
          <w:marRight w:val="0"/>
          <w:marTop w:val="0"/>
          <w:marBottom w:val="0"/>
          <w:divBdr>
            <w:top w:val="none" w:sz="0" w:space="0" w:color="auto"/>
            <w:left w:val="none" w:sz="0" w:space="0" w:color="auto"/>
            <w:bottom w:val="none" w:sz="0" w:space="0" w:color="auto"/>
            <w:right w:val="none" w:sz="0" w:space="0" w:color="auto"/>
          </w:divBdr>
        </w:div>
        <w:div w:id="684749271">
          <w:marLeft w:val="0"/>
          <w:marRight w:val="0"/>
          <w:marTop w:val="0"/>
          <w:marBottom w:val="0"/>
          <w:divBdr>
            <w:top w:val="none" w:sz="0" w:space="0" w:color="auto"/>
            <w:left w:val="none" w:sz="0" w:space="0" w:color="auto"/>
            <w:bottom w:val="none" w:sz="0" w:space="0" w:color="auto"/>
            <w:right w:val="none" w:sz="0" w:space="0" w:color="auto"/>
          </w:divBdr>
          <w:divsChild>
            <w:div w:id="699091747">
              <w:marLeft w:val="0"/>
              <w:marRight w:val="0"/>
              <w:marTop w:val="0"/>
              <w:marBottom w:val="0"/>
              <w:divBdr>
                <w:top w:val="none" w:sz="0" w:space="0" w:color="auto"/>
                <w:left w:val="none" w:sz="0" w:space="0" w:color="auto"/>
                <w:bottom w:val="none" w:sz="0" w:space="0" w:color="auto"/>
                <w:right w:val="none" w:sz="0" w:space="0" w:color="auto"/>
              </w:divBdr>
            </w:div>
          </w:divsChild>
        </w:div>
        <w:div w:id="838350684">
          <w:marLeft w:val="0"/>
          <w:marRight w:val="0"/>
          <w:marTop w:val="0"/>
          <w:marBottom w:val="0"/>
          <w:divBdr>
            <w:top w:val="none" w:sz="0" w:space="0" w:color="auto"/>
            <w:left w:val="none" w:sz="0" w:space="0" w:color="auto"/>
            <w:bottom w:val="none" w:sz="0" w:space="0" w:color="auto"/>
            <w:right w:val="none" w:sz="0" w:space="0" w:color="auto"/>
          </w:divBdr>
          <w:divsChild>
            <w:div w:id="1944073378">
              <w:marLeft w:val="0"/>
              <w:marRight w:val="0"/>
              <w:marTop w:val="0"/>
              <w:marBottom w:val="0"/>
              <w:divBdr>
                <w:top w:val="none" w:sz="0" w:space="0" w:color="auto"/>
                <w:left w:val="none" w:sz="0" w:space="0" w:color="auto"/>
                <w:bottom w:val="none" w:sz="0" w:space="0" w:color="auto"/>
                <w:right w:val="none" w:sz="0" w:space="0" w:color="auto"/>
              </w:divBdr>
            </w:div>
          </w:divsChild>
        </w:div>
        <w:div w:id="1403913144">
          <w:marLeft w:val="0"/>
          <w:marRight w:val="0"/>
          <w:marTop w:val="0"/>
          <w:marBottom w:val="0"/>
          <w:divBdr>
            <w:top w:val="none" w:sz="0" w:space="0" w:color="auto"/>
            <w:left w:val="none" w:sz="0" w:space="0" w:color="auto"/>
            <w:bottom w:val="none" w:sz="0" w:space="0" w:color="auto"/>
            <w:right w:val="none" w:sz="0" w:space="0" w:color="auto"/>
          </w:divBdr>
        </w:div>
        <w:div w:id="1352026923">
          <w:marLeft w:val="0"/>
          <w:marRight w:val="0"/>
          <w:marTop w:val="0"/>
          <w:marBottom w:val="0"/>
          <w:divBdr>
            <w:top w:val="none" w:sz="0" w:space="0" w:color="auto"/>
            <w:left w:val="none" w:sz="0" w:space="0" w:color="auto"/>
            <w:bottom w:val="none" w:sz="0" w:space="0" w:color="auto"/>
            <w:right w:val="none" w:sz="0" w:space="0" w:color="auto"/>
          </w:divBdr>
          <w:divsChild>
            <w:div w:id="546181240">
              <w:marLeft w:val="0"/>
              <w:marRight w:val="0"/>
              <w:marTop w:val="0"/>
              <w:marBottom w:val="0"/>
              <w:divBdr>
                <w:top w:val="none" w:sz="0" w:space="0" w:color="auto"/>
                <w:left w:val="none" w:sz="0" w:space="0" w:color="auto"/>
                <w:bottom w:val="none" w:sz="0" w:space="0" w:color="auto"/>
                <w:right w:val="none" w:sz="0" w:space="0" w:color="auto"/>
              </w:divBdr>
            </w:div>
          </w:divsChild>
        </w:div>
        <w:div w:id="1183085770">
          <w:marLeft w:val="0"/>
          <w:marRight w:val="0"/>
          <w:marTop w:val="0"/>
          <w:marBottom w:val="0"/>
          <w:divBdr>
            <w:top w:val="none" w:sz="0" w:space="0" w:color="auto"/>
            <w:left w:val="none" w:sz="0" w:space="0" w:color="auto"/>
            <w:bottom w:val="none" w:sz="0" w:space="0" w:color="auto"/>
            <w:right w:val="none" w:sz="0" w:space="0" w:color="auto"/>
          </w:divBdr>
        </w:div>
        <w:div w:id="285476597">
          <w:marLeft w:val="0"/>
          <w:marRight w:val="0"/>
          <w:marTop w:val="0"/>
          <w:marBottom w:val="0"/>
          <w:divBdr>
            <w:top w:val="none" w:sz="0" w:space="0" w:color="auto"/>
            <w:left w:val="none" w:sz="0" w:space="0" w:color="auto"/>
            <w:bottom w:val="none" w:sz="0" w:space="0" w:color="auto"/>
            <w:right w:val="none" w:sz="0" w:space="0" w:color="auto"/>
          </w:divBdr>
          <w:divsChild>
            <w:div w:id="27814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BC0DC-D832-4BA3-B5DD-395B4C4EF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template3.dotx</Template>
  <TotalTime>25</TotalTime>
  <Pages>1</Pages>
  <Words>3077</Words>
  <Characters>17541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13</cp:revision>
  <cp:lastPrinted>2014-06-22T09:04:00Z</cp:lastPrinted>
  <dcterms:created xsi:type="dcterms:W3CDTF">2014-06-22T08:30:00Z</dcterms:created>
  <dcterms:modified xsi:type="dcterms:W3CDTF">2014-06-22T09:04:00Z</dcterms:modified>
</cp:coreProperties>
</file>